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D79" w:rsidRDefault="00481D79" w:rsidP="00BB1975">
      <w:pPr>
        <w:pStyle w:val="Heading1Center"/>
      </w:pPr>
      <w:bookmarkStart w:id="0" w:name="01"/>
      <w:bookmarkStart w:id="1" w:name="_Toc491792036"/>
      <w:r>
        <w:rPr>
          <w:rtl/>
        </w:rPr>
        <w:t xml:space="preserve">صحيفة </w:t>
      </w:r>
      <w:r w:rsidRPr="00BB1975">
        <w:rPr>
          <w:rtl/>
        </w:rPr>
        <w:t>الامام</w:t>
      </w:r>
      <w:r>
        <w:rPr>
          <w:rtl/>
        </w:rPr>
        <w:t xml:space="preserve"> الرضا </w:t>
      </w:r>
      <w:r w:rsidR="004226A8" w:rsidRPr="004226A8">
        <w:rPr>
          <w:rStyle w:val="libAlaemChar"/>
          <w:rtl/>
        </w:rPr>
        <w:t>عليه‌السلام</w:t>
      </w:r>
      <w:bookmarkEnd w:id="0"/>
      <w:bookmarkEnd w:id="1"/>
    </w:p>
    <w:p w:rsidR="00D11BDC" w:rsidRDefault="00D11BDC" w:rsidP="00D11BDC">
      <w:pPr>
        <w:pStyle w:val="libNormal"/>
        <w:rPr>
          <w:rtl/>
        </w:rPr>
      </w:pPr>
      <w:r>
        <w:rPr>
          <w:rtl/>
        </w:rPr>
        <w:br w:type="page"/>
      </w:r>
    </w:p>
    <w:p w:rsidR="00D11BDC" w:rsidRDefault="00D11BDC" w:rsidP="00D11BDC">
      <w:pPr>
        <w:pStyle w:val="libNormal"/>
        <w:rPr>
          <w:rtl/>
        </w:rPr>
      </w:pPr>
      <w:r>
        <w:rPr>
          <w:rtl/>
        </w:rPr>
        <w:lastRenderedPageBreak/>
        <w:br w:type="page"/>
      </w:r>
    </w:p>
    <w:p w:rsidR="00481D79" w:rsidRDefault="00481D79" w:rsidP="00D11BDC">
      <w:pPr>
        <w:pStyle w:val="libCenterBold1"/>
        <w:rPr>
          <w:rtl/>
        </w:rPr>
      </w:pPr>
      <w:r>
        <w:rPr>
          <w:rtl/>
        </w:rPr>
        <w:lastRenderedPageBreak/>
        <w:t>بسم الله الرحمن الرحيم</w:t>
      </w:r>
    </w:p>
    <w:p w:rsidR="00D11BDC" w:rsidRDefault="00D11BDC" w:rsidP="00D11BDC">
      <w:pPr>
        <w:pStyle w:val="libNormal"/>
        <w:rPr>
          <w:rtl/>
        </w:rPr>
      </w:pPr>
      <w:r>
        <w:rPr>
          <w:rtl/>
        </w:rPr>
        <w:br w:type="page"/>
      </w:r>
    </w:p>
    <w:p w:rsidR="00481D79" w:rsidRDefault="00481D79" w:rsidP="00481D79">
      <w:pPr>
        <w:pStyle w:val="libNormal"/>
        <w:rPr>
          <w:rtl/>
        </w:rPr>
      </w:pPr>
      <w:r>
        <w:rPr>
          <w:rtl/>
        </w:rPr>
        <w:lastRenderedPageBreak/>
        <w:br w:type="page"/>
      </w:r>
    </w:p>
    <w:p w:rsidR="00481D79" w:rsidRPr="00481D79" w:rsidRDefault="00481D79" w:rsidP="00D11BDC">
      <w:pPr>
        <w:pStyle w:val="libNormal"/>
        <w:rPr>
          <w:rtl/>
        </w:rPr>
      </w:pPr>
      <w:r w:rsidRPr="00481D79">
        <w:rPr>
          <w:rtl/>
        </w:rPr>
        <w:lastRenderedPageBreak/>
        <w:t xml:space="preserve">شذرات منتخبة من أقوال العلماء في سند السلسلة الذهبيه لا يخفى أن صحيفة الامام الرضا </w:t>
      </w:r>
      <w:r w:rsidR="004226A8" w:rsidRPr="004226A8">
        <w:rPr>
          <w:rStyle w:val="libAlaemChar"/>
          <w:rtl/>
        </w:rPr>
        <w:t>عليه‌السلام</w:t>
      </w:r>
      <w:r w:rsidRPr="00481D79">
        <w:rPr>
          <w:rtl/>
        </w:rPr>
        <w:t xml:space="preserve"> من أجل كتب الشيعة وأكثرها تواترا، وهي أضبط الاصول وأحسنها، وأشرفها وأوثقها.</w:t>
      </w:r>
    </w:p>
    <w:p w:rsidR="00481D79" w:rsidRPr="00481D79" w:rsidRDefault="00481D79" w:rsidP="00D11BDC">
      <w:pPr>
        <w:pStyle w:val="libNormal"/>
        <w:rPr>
          <w:rtl/>
        </w:rPr>
      </w:pPr>
      <w:r w:rsidRPr="00481D79">
        <w:rPr>
          <w:rtl/>
        </w:rPr>
        <w:t xml:space="preserve">لاشتمال سندها على أسماء أشرف وأطهر خلق الله، خاتم الانبياء والمرسلين، وحبيب الله وصفيه محمد </w:t>
      </w:r>
      <w:r w:rsidR="004226A8" w:rsidRPr="004226A8">
        <w:rPr>
          <w:rStyle w:val="libAlaemChar"/>
          <w:rtl/>
        </w:rPr>
        <w:t>صلى‌الله‌عليه‌وآله</w:t>
      </w:r>
      <w:r w:rsidRPr="00481D79">
        <w:rPr>
          <w:rtl/>
        </w:rPr>
        <w:t>، وأهل بيته الذين أذهب الله عنهم الرجس، وطهرهم تطهيرا.</w:t>
      </w:r>
    </w:p>
    <w:p w:rsidR="00481D79" w:rsidRPr="00481D79" w:rsidRDefault="00481D79" w:rsidP="00D11BDC">
      <w:pPr>
        <w:pStyle w:val="libNormal"/>
        <w:rPr>
          <w:rtl/>
        </w:rPr>
      </w:pPr>
      <w:r w:rsidRPr="00481D79">
        <w:rPr>
          <w:rtl/>
        </w:rPr>
        <w:t>وقد اتفق الامامية وجمهور المسلمين، على تفضيل هذا الكتاب والاخذ به، والثقة بخبره فهو المنهل العذب الصافي.</w:t>
      </w:r>
    </w:p>
    <w:p w:rsidR="00481D79" w:rsidRPr="00481D79" w:rsidRDefault="00481D79" w:rsidP="00D11BDC">
      <w:pPr>
        <w:pStyle w:val="libNormal"/>
        <w:rPr>
          <w:rtl/>
        </w:rPr>
      </w:pPr>
      <w:r w:rsidRPr="00481D79">
        <w:rPr>
          <w:rtl/>
        </w:rPr>
        <w:t>ويبدو هذا الاهتمام جليا واضحا بمراجعة الاسانيد التي جمعناها في فترة تحقيقنا لهذا السفر الشريف حيث تبرز فيها أسماء أجلة الشيوخ، وأكابر الحفاظ والمحدثين والثقات المعروفين من مختلف المذاهب الاسلامية.</w:t>
      </w:r>
    </w:p>
    <w:p w:rsidR="00481D79" w:rsidRPr="00481D79" w:rsidRDefault="00481D79" w:rsidP="00D11BDC">
      <w:pPr>
        <w:pStyle w:val="libNormal"/>
        <w:rPr>
          <w:rtl/>
        </w:rPr>
      </w:pPr>
      <w:r w:rsidRPr="00481D79">
        <w:rPr>
          <w:rtl/>
        </w:rPr>
        <w:t>ولم يكتف هؤلاء الافذاذ وغيرهم بروايتها وحفظها ورعايتها بل كانوا بين الفينة والاخرى يعبرون عن مدى شرفية سندها حتى عرف ب‍ " السلسلة الذهبية ".</w:t>
      </w:r>
    </w:p>
    <w:p w:rsidR="00481D79" w:rsidRPr="00481D79" w:rsidRDefault="00481D79" w:rsidP="00D11BDC">
      <w:pPr>
        <w:pStyle w:val="libNormal"/>
        <w:rPr>
          <w:rtl/>
        </w:rPr>
      </w:pPr>
      <w:r w:rsidRPr="00481D79">
        <w:rPr>
          <w:rtl/>
        </w:rPr>
        <w:t xml:space="preserve">روى الشيخ الصدوق في الامالي: 525 ح 15 وعيون أخبار الرضا </w:t>
      </w:r>
      <w:r w:rsidR="004226A8" w:rsidRPr="004226A8">
        <w:rPr>
          <w:rStyle w:val="libAlaemChar"/>
          <w:rtl/>
        </w:rPr>
        <w:t>عليه‌السلام</w:t>
      </w:r>
      <w:r w:rsidRPr="00481D79">
        <w:rPr>
          <w:rtl/>
        </w:rPr>
        <w:t xml:space="preserve">: 2 / 147 ح 18 باسناده إلى الحسن بن جهم، عن أبيه، قال: صعد المأمون المنبر ليبايع علي بن موسى الرضا </w:t>
      </w:r>
      <w:r w:rsidR="004226A8" w:rsidRPr="004226A8">
        <w:rPr>
          <w:rStyle w:val="libAlaemChar"/>
          <w:rtl/>
        </w:rPr>
        <w:t>عليه‌السلام</w:t>
      </w:r>
      <w:r w:rsidRPr="00481D79">
        <w:rPr>
          <w:rtl/>
        </w:rPr>
        <w:t xml:space="preserve"> فقال: " أيها الناس جاء‌تكم بيعة علي بن موسى بن جعفر بن محمد بن علي بن الحسين بن علي بن أبي طالب </w:t>
      </w:r>
      <w:r w:rsidR="004226A8" w:rsidRPr="004226A8">
        <w:rPr>
          <w:rStyle w:val="libAlaemChar"/>
          <w:rtl/>
        </w:rPr>
        <w:t>عليهم‌السلام</w:t>
      </w:r>
      <w:r w:rsidRPr="00481D79">
        <w:rPr>
          <w:rtl/>
        </w:rPr>
        <w:t>. والله لو قرأت هذه الاسماء على الصم البكم لبرؤا باذن الله عزوجل ". عنه البحار: 49 / 130 ح 6.</w:t>
      </w:r>
    </w:p>
    <w:p w:rsidR="00481D79" w:rsidRPr="00481D79" w:rsidRDefault="00481D79" w:rsidP="00BB1975">
      <w:pPr>
        <w:pStyle w:val="libNormal"/>
        <w:rPr>
          <w:rtl/>
        </w:rPr>
      </w:pPr>
      <w:r w:rsidRPr="00481D79">
        <w:rPr>
          <w:rtl/>
        </w:rPr>
        <w:t xml:space="preserve">وروى الشيخ المفيد في أماليه: 275 ح 2، وشيخ الطائفة الطوسي في أماليه: 25 بإسنادهما إلى أبي الصلت الهروي قال: " قال لي أحمد بن حنبل: يا أبا الصلت لو قرئ هذا الاسناد على المجانين لافاقوا". وقال ابن حجر في الصواعق المحرقة: 122: " قال أحمد: لو قرأت هذا الاسناد على مجنون لبرئ من جنته " </w:t>
      </w:r>
      <w:r w:rsidR="00BB1975" w:rsidRPr="00BB1975">
        <w:rPr>
          <w:rStyle w:val="libFootnotenumChar"/>
          <w:rFonts w:hint="cs"/>
          <w:rtl/>
        </w:rPr>
        <w:t>(1)</w:t>
      </w:r>
      <w:r w:rsidRPr="00481D79">
        <w:rPr>
          <w:rtl/>
        </w:rPr>
        <w:t>.</w:t>
      </w:r>
    </w:p>
    <w:p w:rsidR="00481D79" w:rsidRPr="00481D79" w:rsidRDefault="00481D79" w:rsidP="00BB1975">
      <w:pPr>
        <w:pStyle w:val="libNormal"/>
        <w:rPr>
          <w:rtl/>
        </w:rPr>
      </w:pPr>
      <w:r w:rsidRPr="00481D79">
        <w:rPr>
          <w:rtl/>
        </w:rPr>
        <w:t xml:space="preserve">وفي رواية الشبلنجي في نور الابصار: 143 عن تاريخ نيسابور: " لافاق من جنونه " </w:t>
      </w:r>
      <w:r w:rsidR="00BB1975" w:rsidRPr="00BB1975">
        <w:rPr>
          <w:rStyle w:val="libFootnotenumChar"/>
          <w:rFonts w:hint="cs"/>
          <w:rtl/>
        </w:rPr>
        <w:t>(2)</w:t>
      </w:r>
      <w:r w:rsidRPr="00481D79">
        <w:rPr>
          <w:rtl/>
        </w:rPr>
        <w:t>.</w:t>
      </w:r>
    </w:p>
    <w:p w:rsidR="00481D79" w:rsidRDefault="005B067E" w:rsidP="005B067E">
      <w:pPr>
        <w:pStyle w:val="libLine"/>
        <w:rPr>
          <w:rtl/>
        </w:rPr>
      </w:pPr>
      <w:r>
        <w:rPr>
          <w:rtl/>
        </w:rPr>
        <w:t>____________________</w:t>
      </w:r>
    </w:p>
    <w:p w:rsidR="00481D79" w:rsidRDefault="00481D79" w:rsidP="00D11BDC">
      <w:pPr>
        <w:pStyle w:val="libFootnote0"/>
        <w:rPr>
          <w:rtl/>
        </w:rPr>
      </w:pPr>
      <w:r>
        <w:rPr>
          <w:rtl/>
        </w:rPr>
        <w:t>1 - عنه احقاق الحق: 12 / 389.</w:t>
      </w:r>
    </w:p>
    <w:p w:rsidR="00481D79" w:rsidRDefault="00481D79" w:rsidP="00D11BDC">
      <w:pPr>
        <w:pStyle w:val="libFootnote0"/>
        <w:rPr>
          <w:rtl/>
        </w:rPr>
      </w:pPr>
      <w:r>
        <w:rPr>
          <w:rtl/>
        </w:rPr>
        <w:t>2 - المصدر السابق: 391.</w:t>
      </w:r>
    </w:p>
    <w:p w:rsidR="00481D79" w:rsidRDefault="00481D79" w:rsidP="00481D79">
      <w:pPr>
        <w:pStyle w:val="libNormal"/>
        <w:rPr>
          <w:rtl/>
        </w:rPr>
      </w:pPr>
      <w:r>
        <w:rPr>
          <w:rtl/>
        </w:rPr>
        <w:br w:type="page"/>
      </w:r>
    </w:p>
    <w:p w:rsidR="00481D79" w:rsidRPr="00481D79" w:rsidRDefault="00481D79" w:rsidP="00BB1975">
      <w:pPr>
        <w:pStyle w:val="libNormal"/>
        <w:rPr>
          <w:rtl/>
        </w:rPr>
      </w:pPr>
      <w:r w:rsidRPr="00481D79">
        <w:rPr>
          <w:rtl/>
        </w:rPr>
        <w:lastRenderedPageBreak/>
        <w:t xml:space="preserve">وفي رواية الصفوري في نزهة المجالس ومنتخب النفائس: 1 / 22 عن كتاب نثر الدرر: " لبرئ من جنونه ". وأضاف: " قيل إنه قرأه على مصروع فأفاق " </w:t>
      </w:r>
      <w:r w:rsidR="00BB1975" w:rsidRPr="00BB1975">
        <w:rPr>
          <w:rStyle w:val="libFootnotenumChar"/>
          <w:rFonts w:hint="cs"/>
          <w:rtl/>
        </w:rPr>
        <w:t>(1)</w:t>
      </w:r>
      <w:r w:rsidRPr="00481D79">
        <w:rPr>
          <w:rtl/>
        </w:rPr>
        <w:t>.</w:t>
      </w:r>
    </w:p>
    <w:p w:rsidR="00481D79" w:rsidRPr="00481D79" w:rsidRDefault="00481D79" w:rsidP="00BB1975">
      <w:pPr>
        <w:pStyle w:val="libNormal"/>
        <w:rPr>
          <w:rtl/>
        </w:rPr>
      </w:pPr>
      <w:r w:rsidRPr="00481D79">
        <w:rPr>
          <w:rtl/>
        </w:rPr>
        <w:t xml:space="preserve">وقال أبوالقاسم الزمخشري في ربيع الابرار: 453 (مخطوط): (كان يقول - يحيى بن الحسين الحسيني - في إسناد صحيفة الرضا </w:t>
      </w:r>
      <w:r w:rsidR="004226A8" w:rsidRPr="004226A8">
        <w:rPr>
          <w:rStyle w:val="libAlaemChar"/>
          <w:rtl/>
        </w:rPr>
        <w:t>عليه‌السلام</w:t>
      </w:r>
      <w:r w:rsidRPr="00481D79">
        <w:rPr>
          <w:rtl/>
        </w:rPr>
        <w:t xml:space="preserve">: لو قرئ هذا الاسناد على أذن مجنون لافاق " </w:t>
      </w:r>
      <w:r w:rsidR="00BB1975" w:rsidRPr="00BB1975">
        <w:rPr>
          <w:rStyle w:val="libFootnotenumChar"/>
          <w:rFonts w:hint="cs"/>
          <w:rtl/>
        </w:rPr>
        <w:t>(2)</w:t>
      </w:r>
      <w:r w:rsidRPr="00481D79">
        <w:rPr>
          <w:rtl/>
        </w:rPr>
        <w:t>.</w:t>
      </w:r>
    </w:p>
    <w:p w:rsidR="00481D79" w:rsidRPr="00481D79" w:rsidRDefault="00481D79" w:rsidP="00D11BDC">
      <w:pPr>
        <w:pStyle w:val="libNormal"/>
        <w:rPr>
          <w:rtl/>
        </w:rPr>
      </w:pPr>
      <w:r w:rsidRPr="00481D79">
        <w:rPr>
          <w:rtl/>
        </w:rPr>
        <w:t xml:space="preserve">وقال سبط بن الجوزي في تذكرة الخواص: 361: " ذكر عبدالله بن أحمد المقدسي في كتاب أنساب القرشيين نسخة يرويها علي بن موسى الرضا، عن أبيه موسى، عن أبيه جعفر، عن أبيه محمد، عن أبيه علي، عن أبيه الحسين عن أبيه علي </w:t>
      </w:r>
      <w:r w:rsidR="004226A8" w:rsidRPr="004226A8">
        <w:rPr>
          <w:rStyle w:val="libAlaemChar"/>
          <w:rtl/>
        </w:rPr>
        <w:t>عليهم‌السلام</w:t>
      </w:r>
      <w:r w:rsidRPr="00481D79">
        <w:rPr>
          <w:rtl/>
        </w:rPr>
        <w:t xml:space="preserve">، عن النبي </w:t>
      </w:r>
      <w:r w:rsidR="004226A8" w:rsidRPr="004226A8">
        <w:rPr>
          <w:rStyle w:val="libAlaemChar"/>
          <w:rtl/>
        </w:rPr>
        <w:t>صلى‌الله‌عليه‌وآله</w:t>
      </w:r>
      <w:r w:rsidRPr="00481D79">
        <w:rPr>
          <w:rtl/>
        </w:rPr>
        <w:t>، إسناد لو قرئ على مجنون برئ ".</w:t>
      </w:r>
    </w:p>
    <w:p w:rsidR="00481D79" w:rsidRPr="00481D79" w:rsidRDefault="00481D79" w:rsidP="00BB1975">
      <w:pPr>
        <w:pStyle w:val="libNormal"/>
        <w:rPr>
          <w:rtl/>
        </w:rPr>
      </w:pPr>
      <w:r w:rsidRPr="00481D79">
        <w:rPr>
          <w:rtl/>
        </w:rPr>
        <w:t xml:space="preserve">وروى ابن ماجة في السنن: 1 / 26 ذح 25، والقندوزي في ينابيع المودة: 3 / 12 عن أبي الصلت الهروي أنه قال: " لو قرئ هذا الاسناد على مجنون لبرئ من جنونه " </w:t>
      </w:r>
      <w:r w:rsidR="00BB1975" w:rsidRPr="00BB1975">
        <w:rPr>
          <w:rStyle w:val="libFootnotenumChar"/>
          <w:rFonts w:hint="cs"/>
          <w:rtl/>
        </w:rPr>
        <w:t>(3)</w:t>
      </w:r>
      <w:r w:rsidRPr="00481D79">
        <w:rPr>
          <w:rtl/>
        </w:rPr>
        <w:t>.</w:t>
      </w:r>
    </w:p>
    <w:p w:rsidR="00481D79" w:rsidRPr="00481D79" w:rsidRDefault="00481D79" w:rsidP="00D11BDC">
      <w:pPr>
        <w:pStyle w:val="libNormal"/>
        <w:rPr>
          <w:rtl/>
        </w:rPr>
      </w:pPr>
      <w:r w:rsidRPr="00481D79">
        <w:rPr>
          <w:rtl/>
        </w:rPr>
        <w:t>وقال الحافظ أبونعيم الاصبهاني في حلية الاولياء: 3 / 192: " كان بعض سلفنا من المحدثين إذا روى هذا الاسناد قال: لو قرئ هذا الاسناد على مجنون لافاق ".</w:t>
      </w:r>
    </w:p>
    <w:p w:rsidR="00481D79" w:rsidRPr="00481D79" w:rsidRDefault="00481D79" w:rsidP="00BB1975">
      <w:pPr>
        <w:pStyle w:val="libNormal"/>
        <w:rPr>
          <w:rtl/>
        </w:rPr>
      </w:pPr>
      <w:r w:rsidRPr="00481D79">
        <w:rPr>
          <w:rtl/>
        </w:rPr>
        <w:t xml:space="preserve">وروي عن عبدالرحمن بن أبي حاتم أنه قال: كنت مع أبي بالشام فرأيت رجلا مصروعا فذكرت هذا الاسناد فقلت: اجرب بهذا، فقرأت عليه هذا الاسناد، فقام الرجل فنفض ثيابه ومر. </w:t>
      </w:r>
      <w:r w:rsidR="00BB1975" w:rsidRPr="00BB1975">
        <w:rPr>
          <w:rStyle w:val="libFootnotenumChar"/>
          <w:rFonts w:hint="cs"/>
          <w:rtl/>
        </w:rPr>
        <w:t>(4)</w:t>
      </w:r>
    </w:p>
    <w:p w:rsidR="00481D79" w:rsidRPr="00481D79" w:rsidRDefault="00481D79" w:rsidP="00BB1975">
      <w:pPr>
        <w:pStyle w:val="libNormal"/>
        <w:rPr>
          <w:rtl/>
        </w:rPr>
      </w:pPr>
      <w:r w:rsidRPr="00481D79">
        <w:rPr>
          <w:rtl/>
        </w:rPr>
        <w:t xml:space="preserve">وقال الشيخ الاستاذ أبوالقاسم عبدالكريم بن هوازن القشيري: اتصل هذا الحديث </w:t>
      </w:r>
      <w:r w:rsidR="00BB1975" w:rsidRPr="00BB1975">
        <w:rPr>
          <w:rStyle w:val="libFootnotenumChar"/>
          <w:rFonts w:hint="cs"/>
          <w:rtl/>
        </w:rPr>
        <w:t>(5)</w:t>
      </w:r>
      <w:r w:rsidRPr="00481D79">
        <w:rPr>
          <w:rtl/>
        </w:rPr>
        <w:t xml:space="preserve"> بهذا السند ببعض أمراء السامانية فكتبه بالذهب، وأوصى أن يدفن معه في قبره، فرؤي في النوم بعد موته فقيل:</w:t>
      </w:r>
    </w:p>
    <w:p w:rsidR="00481D79" w:rsidRDefault="005B067E" w:rsidP="005B067E">
      <w:pPr>
        <w:pStyle w:val="libLine"/>
        <w:rPr>
          <w:rtl/>
        </w:rPr>
      </w:pPr>
      <w:r>
        <w:rPr>
          <w:rtl/>
        </w:rPr>
        <w:t>____________________</w:t>
      </w:r>
    </w:p>
    <w:p w:rsidR="00481D79" w:rsidRDefault="00481D79" w:rsidP="00D11BDC">
      <w:pPr>
        <w:pStyle w:val="libFootnote0"/>
        <w:rPr>
          <w:rtl/>
        </w:rPr>
      </w:pPr>
      <w:r>
        <w:rPr>
          <w:rtl/>
        </w:rPr>
        <w:t>1 - المصدر السابق: 393.</w:t>
      </w:r>
    </w:p>
    <w:p w:rsidR="00481D79" w:rsidRDefault="00481D79" w:rsidP="00D11BDC">
      <w:pPr>
        <w:pStyle w:val="libFootnote0"/>
        <w:rPr>
          <w:rtl/>
        </w:rPr>
      </w:pPr>
      <w:r>
        <w:rPr>
          <w:rtl/>
        </w:rPr>
        <w:t>2 - عنه إحقاق الحق: 12 / 389.</w:t>
      </w:r>
    </w:p>
    <w:p w:rsidR="00481D79" w:rsidRDefault="00481D79" w:rsidP="00D11BDC">
      <w:pPr>
        <w:pStyle w:val="libFootnote0"/>
        <w:rPr>
          <w:rtl/>
        </w:rPr>
      </w:pPr>
      <w:r>
        <w:rPr>
          <w:rtl/>
        </w:rPr>
        <w:t>3 - المصدر السابق: ص 393.</w:t>
      </w:r>
    </w:p>
    <w:p w:rsidR="00481D79" w:rsidRDefault="00481D79" w:rsidP="00D11BDC">
      <w:pPr>
        <w:pStyle w:val="libFootnote0"/>
        <w:rPr>
          <w:rtl/>
        </w:rPr>
      </w:pPr>
      <w:r>
        <w:rPr>
          <w:rtl/>
        </w:rPr>
        <w:t>4 - التدوين: 3 / 482.</w:t>
      </w:r>
    </w:p>
    <w:p w:rsidR="00481D79" w:rsidRDefault="00481D79" w:rsidP="00D11BDC">
      <w:pPr>
        <w:pStyle w:val="libFootnote0"/>
        <w:rPr>
          <w:rtl/>
        </w:rPr>
      </w:pPr>
      <w:r>
        <w:rPr>
          <w:rtl/>
        </w:rPr>
        <w:t>5 - أي الحديث الاول من الصحيفة.</w:t>
      </w:r>
    </w:p>
    <w:p w:rsidR="00481D79" w:rsidRDefault="00481D79" w:rsidP="00481D79">
      <w:pPr>
        <w:pStyle w:val="libNormal"/>
        <w:rPr>
          <w:rtl/>
        </w:rPr>
      </w:pPr>
      <w:r>
        <w:rPr>
          <w:rtl/>
        </w:rPr>
        <w:br w:type="page"/>
      </w:r>
    </w:p>
    <w:p w:rsidR="00481D79" w:rsidRPr="00481D79" w:rsidRDefault="00481D79" w:rsidP="00BB1975">
      <w:pPr>
        <w:pStyle w:val="libNormal0"/>
        <w:rPr>
          <w:rtl/>
        </w:rPr>
      </w:pPr>
      <w:r w:rsidRPr="00481D79">
        <w:rPr>
          <w:rtl/>
        </w:rPr>
        <w:lastRenderedPageBreak/>
        <w:t xml:space="preserve">ما فعل الله بك؟ قال: غفر لي بتلفظي ب‍ (لا إله إلاالله، وتصديقي بأن محمدا رسول الله </w:t>
      </w:r>
      <w:r w:rsidR="004226A8" w:rsidRPr="004226A8">
        <w:rPr>
          <w:rStyle w:val="libAlaemChar"/>
          <w:rtl/>
        </w:rPr>
        <w:t>صلى‌الله‌عليه‌وآله</w:t>
      </w:r>
      <w:r w:rsidRPr="00481D79">
        <w:rPr>
          <w:rtl/>
        </w:rPr>
        <w:t xml:space="preserve"> وكتابتي هذا الحديث بالذهب تعظيما له وإحتراما " </w:t>
      </w:r>
      <w:r w:rsidR="00BB1975" w:rsidRPr="00BB1975">
        <w:rPr>
          <w:rStyle w:val="libFootnotenumChar"/>
          <w:rFonts w:hint="cs"/>
          <w:rtl/>
        </w:rPr>
        <w:t>(1)</w:t>
      </w:r>
      <w:r w:rsidRPr="00481D79">
        <w:rPr>
          <w:rtl/>
        </w:rPr>
        <w:t>.</w:t>
      </w:r>
    </w:p>
    <w:p w:rsidR="00481D79" w:rsidRPr="00481D79" w:rsidRDefault="00481D79" w:rsidP="00D11BDC">
      <w:pPr>
        <w:pStyle w:val="libNormal"/>
        <w:rPr>
          <w:rtl/>
        </w:rPr>
      </w:pPr>
      <w:r w:rsidRPr="00481D79">
        <w:rPr>
          <w:rtl/>
        </w:rPr>
        <w:t>التعريف بنسخ الكتاب ومنهج التحقيق.</w:t>
      </w:r>
    </w:p>
    <w:p w:rsidR="00481D79" w:rsidRPr="00481D79" w:rsidRDefault="00481D79" w:rsidP="00BB1975">
      <w:pPr>
        <w:pStyle w:val="libNormal"/>
        <w:rPr>
          <w:rtl/>
        </w:rPr>
      </w:pPr>
      <w:r w:rsidRPr="00481D79">
        <w:rPr>
          <w:rtl/>
        </w:rPr>
        <w:t>النسخة الاولى: هي النسخة المحفوظة في مكتبتنا، كتبها عزيز بن محمد السمناني في شهر رمضان من سنة 970 ه‍، بخط</w:t>
      </w:r>
      <w:r w:rsidR="00BB1975">
        <w:rPr>
          <w:rtl/>
        </w:rPr>
        <w:t xml:space="preserve"> النسخ، وهي برواية الشيخ الطبرس</w:t>
      </w:r>
      <w:r w:rsidR="00BB1975">
        <w:rPr>
          <w:rFonts w:hint="cs"/>
          <w:rtl/>
        </w:rPr>
        <w:t>ي .</w:t>
      </w:r>
    </w:p>
    <w:p w:rsidR="00481D79" w:rsidRPr="00481D79" w:rsidRDefault="00481D79" w:rsidP="00D11BDC">
      <w:pPr>
        <w:pStyle w:val="libNormal"/>
        <w:rPr>
          <w:rtl/>
        </w:rPr>
      </w:pPr>
      <w:r w:rsidRPr="00481D79">
        <w:rPr>
          <w:rtl/>
        </w:rPr>
        <w:t>النسخة الثانية: نسخة آية الله السيد مصطفى الحسيني الصفائي الخوانساري، إستنسخها ظاهرا عن نسخة العلامة النوري - صاحب مستدرك الوسائل-كما ذكر في ظهر الصفحة الاولى منها. كتبها بخطه الشريف في جمادي الثاني من سنة 1367ه‍.</w:t>
      </w:r>
    </w:p>
    <w:p w:rsidR="00481D79" w:rsidRPr="00481D79" w:rsidRDefault="00481D79" w:rsidP="00AF74FD">
      <w:pPr>
        <w:pStyle w:val="libNormal"/>
        <w:rPr>
          <w:rtl/>
        </w:rPr>
      </w:pPr>
      <w:r w:rsidRPr="00481D79">
        <w:rPr>
          <w:rtl/>
        </w:rPr>
        <w:t xml:space="preserve">النسخة الثالثة: هي نسخة مكتبة الاكاديمية الوطنية لينجه بروما - إيطاليا - ضمن مجموعة كتبت بين سنة 1052-1054ه‍. وهي برواية القاضي الاجل أبوعبدالله محمد بن عبدالله بن حمزة بن أبي النجم يرويها عن والده - الذي كان رئيس صعدة </w:t>
      </w:r>
      <w:r w:rsidR="00AF74FD" w:rsidRPr="00AF74FD">
        <w:rPr>
          <w:rStyle w:val="libFootnotenumChar"/>
          <w:rFonts w:hint="cs"/>
          <w:rtl/>
        </w:rPr>
        <w:t>(2)</w:t>
      </w:r>
      <w:r w:rsidRPr="00481D79">
        <w:rPr>
          <w:rtl/>
        </w:rPr>
        <w:t xml:space="preserve"> في وقته وعين علماء الزيدية - في جمادى الاولى من سنة 630 ه‍.</w:t>
      </w:r>
    </w:p>
    <w:p w:rsidR="00481D79" w:rsidRPr="00481D79" w:rsidRDefault="00481D79" w:rsidP="00D11BDC">
      <w:pPr>
        <w:pStyle w:val="libNormal"/>
        <w:rPr>
          <w:rtl/>
        </w:rPr>
      </w:pPr>
      <w:r w:rsidRPr="00481D79">
        <w:rPr>
          <w:rtl/>
        </w:rPr>
        <w:t>النسخة الرابعة: هي النسخة المحفوظة في خزانة مخطوطات آية الله العظمى السيد الكلبايكاني متع الله المسلمين بطول بقائه، في قم المقدسة، ضمن المجموعة المرقمة " 1766 " الكتاب الرابع، وهي برواية الشيخ الطبرسي. فرغ من كتابتها محمد بن محمد الجزائري في يوم الثلاثاء سادس عشر شهر جمادي الاول سنة خمسين بعد الالف " 1050 " من الهجرة النبوية.</w:t>
      </w:r>
    </w:p>
    <w:p w:rsidR="00481D79" w:rsidRDefault="005B067E" w:rsidP="005B067E">
      <w:pPr>
        <w:pStyle w:val="libLine"/>
        <w:rPr>
          <w:rtl/>
        </w:rPr>
      </w:pPr>
      <w:r>
        <w:rPr>
          <w:rtl/>
        </w:rPr>
        <w:t>____________________</w:t>
      </w:r>
    </w:p>
    <w:p w:rsidR="00481D79" w:rsidRDefault="00481D79" w:rsidP="00D11BDC">
      <w:pPr>
        <w:pStyle w:val="libFootnote0"/>
        <w:rPr>
          <w:rtl/>
        </w:rPr>
      </w:pPr>
      <w:r>
        <w:rPr>
          <w:rtl/>
        </w:rPr>
        <w:t>1 - أورده المناوي في شرح الجامع الصغير: 410 (مخطوط) وابن الصباغ في الفصول المهمة: 253 والقرماني في أخبار الدول وآثار الاول: 115، والبدخشي في مفتاح النجا: 179 (مخطوط)، عنها احقاق الحق: 12 / 388 - 391. وأورده الشيخ أحمد التابعي - أحد علماء الازهر - في الاعتصام بحبل الاسلام: 205، عنه احقاق الحق: 19 / 579. ونقله بتمامه في عبقات الانوار ج 5 حديث مدينة العلم، قسم السند ص 30 عن معراج الوصول، وفي ص 31 عن مفتاح النجا، وفي ص 32 عن رشيد الدين خان المولوي في رسالة الحق المبين.</w:t>
      </w:r>
    </w:p>
    <w:p w:rsidR="00481D79" w:rsidRDefault="00481D79" w:rsidP="00D11BDC">
      <w:pPr>
        <w:pStyle w:val="libFootnote0"/>
        <w:rPr>
          <w:rtl/>
        </w:rPr>
      </w:pPr>
      <w:r>
        <w:rPr>
          <w:rtl/>
        </w:rPr>
        <w:t>2 - هي مدينة في اليمن عامرة آهلة. معجم البلدان: 3 / 406.</w:t>
      </w:r>
    </w:p>
    <w:p w:rsidR="00481D79" w:rsidRDefault="00481D79" w:rsidP="00481D79">
      <w:pPr>
        <w:pStyle w:val="libNormal"/>
        <w:rPr>
          <w:rtl/>
        </w:rPr>
      </w:pPr>
      <w:r>
        <w:rPr>
          <w:rtl/>
        </w:rPr>
        <w:br w:type="page"/>
      </w:r>
    </w:p>
    <w:p w:rsidR="00481D79" w:rsidRPr="00481D79" w:rsidRDefault="00481D79" w:rsidP="00D11BDC">
      <w:pPr>
        <w:pStyle w:val="libNormal"/>
        <w:rPr>
          <w:rtl/>
        </w:rPr>
      </w:pPr>
      <w:r w:rsidRPr="00481D79">
        <w:rPr>
          <w:rtl/>
        </w:rPr>
        <w:lastRenderedPageBreak/>
        <w:t>النسخة الخامسة: هي النسخة المحفوظة في نفس الخزانة، الكتاب الخامس من نفس المجموعة السابقة الذكر، تمتاز بروايتها عن المولى نصر بن يحيى، عن الشيخ أبي نصر يحيى بن الشيخ أبي الفضل محمود بن الاوحد حاكم بن أبي القاسم بن أبي بكر النورجاني الجامي في صفر سنة " 731 " ه‍. فرغ من كتابتها في عصر يوم الثلاثاء العاشر من شهر صفر المظفر سنة " 1229 ه‍ " بيد الحسين بن الحسن بن علي بن علي بن الحسين.</w:t>
      </w:r>
    </w:p>
    <w:p w:rsidR="00481D79" w:rsidRPr="00481D79" w:rsidRDefault="00481D79" w:rsidP="00D11BDC">
      <w:pPr>
        <w:pStyle w:val="libNormal"/>
        <w:rPr>
          <w:rtl/>
        </w:rPr>
      </w:pPr>
      <w:r w:rsidRPr="00481D79">
        <w:rPr>
          <w:rtl/>
        </w:rPr>
        <w:t xml:space="preserve">النسخة السادسة: هي النسخة المطبوعة في طهران باهتمام ورعاية آية الله العظمى المرجع الديني الاعلى الحاج السيد حسين الطباطبائي البروجردي </w:t>
      </w:r>
      <w:r w:rsidR="004226A8" w:rsidRPr="004226A8">
        <w:rPr>
          <w:rStyle w:val="libAlaemChar"/>
          <w:rtl/>
        </w:rPr>
        <w:t>قدس‌سره</w:t>
      </w:r>
      <w:r w:rsidRPr="00481D79">
        <w:rPr>
          <w:rtl/>
        </w:rPr>
        <w:t xml:space="preserve">، عن نسخة كتبها عبد العلي لاجل السيد الغني والسند الولي ميرزا محمد مؤمن الحسيني في سابع شهر رجب المرجب سنة 1089 ه‍، وقد زينها - </w:t>
      </w:r>
      <w:r w:rsidR="004226A8" w:rsidRPr="004226A8">
        <w:rPr>
          <w:rStyle w:val="libAlaemChar"/>
          <w:rtl/>
        </w:rPr>
        <w:t>قدس‌سره</w:t>
      </w:r>
      <w:r w:rsidRPr="00481D79">
        <w:rPr>
          <w:rtl/>
        </w:rPr>
        <w:t xml:space="preserve"> - بمقدمة ذكر فيها عدة بحوث حول سند الصحيفة.</w:t>
      </w:r>
    </w:p>
    <w:p w:rsidR="00481D79" w:rsidRPr="00481D79" w:rsidRDefault="00481D79" w:rsidP="00D11BDC">
      <w:pPr>
        <w:pStyle w:val="libNormal"/>
        <w:rPr>
          <w:rtl/>
        </w:rPr>
      </w:pPr>
      <w:r w:rsidRPr="00481D79">
        <w:rPr>
          <w:rtl/>
        </w:rPr>
        <w:t>ثم قال: " ونسخة هذا الكتاب وان كان فيها اغلاط كثيرة لكنها لعزة وجودها يحسن أو يلزم طبعها وحفظها من الزوال ". وهي تحت عنوان: " كتاب أبي الجعد ". وقد رمزنا لها ب‍ " ج ".</w:t>
      </w:r>
    </w:p>
    <w:p w:rsidR="00481D79" w:rsidRPr="00481D79" w:rsidRDefault="00481D79" w:rsidP="00D11BDC">
      <w:pPr>
        <w:pStyle w:val="libNormal"/>
        <w:rPr>
          <w:rtl/>
        </w:rPr>
      </w:pPr>
      <w:r w:rsidRPr="00481D79">
        <w:rPr>
          <w:rtl/>
        </w:rPr>
        <w:t>النسخة السابعة: هي النسخة المطبوعة في طهران أيضا سنة 1377 بتحقيق الدكتور حسين علي محفوظ، على نسخة الشيخ الفاضل الجليل محمد علي الاوردبادي المحفوظة في خزانته في النجف الاشرف، قال: " وهي من طرائف أصول هذه الصحيفة المباركة ". كتبها شاه محمد القائيني في العاشر من شهر رمضان المبارك من سنة 948. وهي برواية العالم الفاضل قطب السالكين عبد العلي بن عبدالحميد بن محمد السبزواري.</w:t>
      </w:r>
    </w:p>
    <w:p w:rsidR="00481D79" w:rsidRPr="00481D79" w:rsidRDefault="00481D79" w:rsidP="00D11BDC">
      <w:pPr>
        <w:pStyle w:val="libNormal"/>
        <w:rPr>
          <w:rtl/>
        </w:rPr>
      </w:pPr>
      <w:r w:rsidRPr="00481D79">
        <w:rPr>
          <w:rtl/>
        </w:rPr>
        <w:t>علما أن نسخة السيد مفتي الشيعة - الآتي ذكرها - ونسخة رآها الميرزا عبدالله أفندي في بلدة أردبيل، هي بنفس هذا السند. راجع السند رقم " 62 ". وقد قابل الدكتور حسين علي محفوظ هذه النسخة على أربع نسخ خطية أخرى هي:</w:t>
      </w:r>
    </w:p>
    <w:p w:rsidR="00481D79" w:rsidRPr="00481D79" w:rsidRDefault="00481D79" w:rsidP="00D11BDC">
      <w:pPr>
        <w:pStyle w:val="libNormal"/>
        <w:rPr>
          <w:rtl/>
        </w:rPr>
      </w:pPr>
      <w:r w:rsidRPr="00481D79">
        <w:rPr>
          <w:rtl/>
        </w:rPr>
        <w:t>1 - نسخة فخر الدين نصيري أميني المؤرخة 1093 ه‍.</w:t>
      </w:r>
    </w:p>
    <w:p w:rsidR="00481D79" w:rsidRPr="00481D79" w:rsidRDefault="00481D79" w:rsidP="00D11BDC">
      <w:pPr>
        <w:pStyle w:val="libNormal"/>
        <w:rPr>
          <w:rtl/>
        </w:rPr>
      </w:pPr>
      <w:r w:rsidRPr="00481D79">
        <w:rPr>
          <w:rtl/>
        </w:rPr>
        <w:t>2 - نسخة فخر الدين أيضا المكتوبة في شهر محرم الحرام سنة 1059 ه‍.</w:t>
      </w:r>
    </w:p>
    <w:p w:rsidR="00481D79" w:rsidRPr="00481D79" w:rsidRDefault="00481D79" w:rsidP="00D11BDC">
      <w:pPr>
        <w:pStyle w:val="libNormal"/>
        <w:rPr>
          <w:rtl/>
        </w:rPr>
      </w:pPr>
      <w:r w:rsidRPr="00481D79">
        <w:rPr>
          <w:rtl/>
        </w:rPr>
        <w:t>3 - نسخة السيد جلال الدين المحدث الارموي المكتوبة في 19 شهر شوال سنة 1097 ه‍.</w:t>
      </w:r>
    </w:p>
    <w:p w:rsidR="00481D79" w:rsidRPr="00481D79" w:rsidRDefault="00481D79" w:rsidP="00D11BDC">
      <w:pPr>
        <w:pStyle w:val="libNormal"/>
        <w:rPr>
          <w:rtl/>
        </w:rPr>
      </w:pPr>
      <w:r w:rsidRPr="00481D79">
        <w:rPr>
          <w:rtl/>
        </w:rPr>
        <w:t>4 - نسخة المحدث الارموي أيضا المكتوبة بخط محمد حسن بن مهدي.</w:t>
      </w:r>
    </w:p>
    <w:p w:rsidR="00481D79" w:rsidRPr="00481D79" w:rsidRDefault="00481D79" w:rsidP="00D11BDC">
      <w:pPr>
        <w:pStyle w:val="libNormal"/>
        <w:rPr>
          <w:rtl/>
        </w:rPr>
      </w:pPr>
      <w:r w:rsidRPr="00481D79">
        <w:rPr>
          <w:rtl/>
        </w:rPr>
        <w:t>هذا بالاضافة إلى مقابلتها مع الامالي والتوحيد وعيون أخبار الرضا من مصنفات الشيخ</w:t>
      </w:r>
    </w:p>
    <w:p w:rsidR="00481D79" w:rsidRDefault="00481D79" w:rsidP="00481D79">
      <w:pPr>
        <w:pStyle w:val="libNormal"/>
        <w:rPr>
          <w:rtl/>
        </w:rPr>
      </w:pPr>
      <w:r>
        <w:rPr>
          <w:rtl/>
        </w:rPr>
        <w:br w:type="page"/>
      </w:r>
    </w:p>
    <w:p w:rsidR="00481D79" w:rsidRPr="00481D79" w:rsidRDefault="00481D79" w:rsidP="00D11BDC">
      <w:pPr>
        <w:pStyle w:val="libNormal"/>
        <w:rPr>
          <w:rtl/>
        </w:rPr>
      </w:pPr>
      <w:r w:rsidRPr="00481D79">
        <w:rPr>
          <w:rtl/>
        </w:rPr>
        <w:lastRenderedPageBreak/>
        <w:t>الصدوق. وقد رمزنا لها ب‍ " ط ".</w:t>
      </w:r>
    </w:p>
    <w:p w:rsidR="00481D79" w:rsidRPr="00481D79" w:rsidRDefault="00481D79" w:rsidP="00D11BDC">
      <w:pPr>
        <w:pStyle w:val="libNormal"/>
        <w:rPr>
          <w:rtl/>
        </w:rPr>
      </w:pPr>
      <w:r w:rsidRPr="00481D79">
        <w:rPr>
          <w:rtl/>
        </w:rPr>
        <w:t>النسخة الثامنة: هي النسخة المطبوعة في المقام الشريف بصنعاء - اليمن - سنة 1353 قام بترتيبها وتبويبها عبد الواسع بن يحيى الواسعي، وقسمها إلى عشرة أبواب هي:</w:t>
      </w:r>
    </w:p>
    <w:p w:rsidR="00481D79" w:rsidRPr="00481D79" w:rsidRDefault="00481D79" w:rsidP="00D11BDC">
      <w:pPr>
        <w:pStyle w:val="libNormal"/>
        <w:rPr>
          <w:rtl/>
        </w:rPr>
      </w:pPr>
      <w:r w:rsidRPr="00481D79">
        <w:rPr>
          <w:rtl/>
        </w:rPr>
        <w:t>الباب الاول: في الذكر والايمان والعلم والدعاء وفضل سور.</w:t>
      </w:r>
    </w:p>
    <w:p w:rsidR="00481D79" w:rsidRPr="00481D79" w:rsidRDefault="00481D79" w:rsidP="00D11BDC">
      <w:pPr>
        <w:pStyle w:val="libNormal"/>
        <w:rPr>
          <w:rtl/>
        </w:rPr>
      </w:pPr>
      <w:r w:rsidRPr="00481D79">
        <w:rPr>
          <w:rtl/>
        </w:rPr>
        <w:t>الباب الثاني: في ذكر الآذان.</w:t>
      </w:r>
    </w:p>
    <w:p w:rsidR="00481D79" w:rsidRPr="00481D79" w:rsidRDefault="00481D79" w:rsidP="00D11BDC">
      <w:pPr>
        <w:pStyle w:val="libNormal"/>
        <w:rPr>
          <w:rtl/>
        </w:rPr>
      </w:pPr>
      <w:r w:rsidRPr="00481D79">
        <w:rPr>
          <w:rtl/>
        </w:rPr>
        <w:t>الباب الثالث: في الحث على الصلوات الخمس، وذكر صلاة الجنازة.</w:t>
      </w:r>
    </w:p>
    <w:p w:rsidR="00481D79" w:rsidRPr="00481D79" w:rsidRDefault="00481D79" w:rsidP="00D11BDC">
      <w:pPr>
        <w:pStyle w:val="libNormal"/>
        <w:rPr>
          <w:rtl/>
        </w:rPr>
      </w:pPr>
      <w:r w:rsidRPr="00481D79">
        <w:rPr>
          <w:rtl/>
        </w:rPr>
        <w:t xml:space="preserve">الباب الرابع: في ذكر أهل البيت </w:t>
      </w:r>
      <w:r w:rsidR="004226A8" w:rsidRPr="004226A8">
        <w:rPr>
          <w:rStyle w:val="libAlaemChar"/>
          <w:rtl/>
        </w:rPr>
        <w:t>عليهم‌السلام</w:t>
      </w:r>
      <w:r w:rsidRPr="00481D79">
        <w:rPr>
          <w:rtl/>
        </w:rPr>
        <w:t>. وهو على ثلاثة اقسام:</w:t>
      </w:r>
    </w:p>
    <w:p w:rsidR="00481D79" w:rsidRPr="00481D79" w:rsidRDefault="00481D79" w:rsidP="00D11BDC">
      <w:pPr>
        <w:pStyle w:val="libNormal"/>
        <w:rPr>
          <w:rtl/>
        </w:rPr>
      </w:pPr>
      <w:r w:rsidRPr="00481D79">
        <w:rPr>
          <w:rtl/>
        </w:rPr>
        <w:t xml:space="preserve">القسم الاول: في فضل علي </w:t>
      </w:r>
      <w:r w:rsidR="004226A8" w:rsidRPr="004226A8">
        <w:rPr>
          <w:rStyle w:val="libAlaemChar"/>
          <w:rtl/>
        </w:rPr>
        <w:t>عليه‌السلام</w:t>
      </w:r>
      <w:r w:rsidRPr="00481D79">
        <w:rPr>
          <w:rtl/>
        </w:rPr>
        <w:t>.</w:t>
      </w:r>
    </w:p>
    <w:p w:rsidR="00481D79" w:rsidRPr="00481D79" w:rsidRDefault="00481D79" w:rsidP="00D11BDC">
      <w:pPr>
        <w:pStyle w:val="libNormal"/>
        <w:rPr>
          <w:rtl/>
        </w:rPr>
      </w:pPr>
      <w:r w:rsidRPr="00481D79">
        <w:rPr>
          <w:rtl/>
        </w:rPr>
        <w:t xml:space="preserve">القسم الثاني: في فضل فاطمة </w:t>
      </w:r>
      <w:r w:rsidR="004226A8" w:rsidRPr="004226A8">
        <w:rPr>
          <w:rStyle w:val="libAlaemChar"/>
          <w:rtl/>
        </w:rPr>
        <w:t>عليها‌السلام</w:t>
      </w:r>
      <w:r w:rsidRPr="00481D79">
        <w:rPr>
          <w:rtl/>
        </w:rPr>
        <w:t>.</w:t>
      </w:r>
    </w:p>
    <w:p w:rsidR="00481D79" w:rsidRPr="00481D79" w:rsidRDefault="00481D79" w:rsidP="00D11BDC">
      <w:pPr>
        <w:pStyle w:val="libNormal"/>
        <w:rPr>
          <w:rtl/>
        </w:rPr>
      </w:pPr>
      <w:r w:rsidRPr="00481D79">
        <w:rPr>
          <w:rtl/>
        </w:rPr>
        <w:t xml:space="preserve">القسم الثالث: في فضل الحسنين </w:t>
      </w:r>
      <w:r w:rsidR="004226A8" w:rsidRPr="004226A8">
        <w:rPr>
          <w:rStyle w:val="libAlaemChar"/>
          <w:rtl/>
        </w:rPr>
        <w:t>عليهما‌السلام</w:t>
      </w:r>
      <w:r w:rsidRPr="00481D79">
        <w:rPr>
          <w:rtl/>
        </w:rPr>
        <w:t xml:space="preserve">، وأهل البيت </w:t>
      </w:r>
      <w:r w:rsidR="004226A8" w:rsidRPr="004226A8">
        <w:rPr>
          <w:rStyle w:val="libAlaemChar"/>
          <w:rtl/>
        </w:rPr>
        <w:t>عليهم‌السلام</w:t>
      </w:r>
      <w:r w:rsidRPr="00481D79">
        <w:rPr>
          <w:rtl/>
        </w:rPr>
        <w:t xml:space="preserve"> عموما.</w:t>
      </w:r>
    </w:p>
    <w:p w:rsidR="00481D79" w:rsidRPr="00481D79" w:rsidRDefault="00481D79" w:rsidP="00D11BDC">
      <w:pPr>
        <w:pStyle w:val="libNormal"/>
        <w:rPr>
          <w:rtl/>
        </w:rPr>
      </w:pPr>
      <w:r w:rsidRPr="00481D79">
        <w:rPr>
          <w:rtl/>
        </w:rPr>
        <w:t>الباب الخامس: في فضل المؤمن، وحسن الخلق، وفضل من سمي محمدا أو أحمد.</w:t>
      </w:r>
    </w:p>
    <w:p w:rsidR="00481D79" w:rsidRPr="00481D79" w:rsidRDefault="00481D79" w:rsidP="00D11BDC">
      <w:pPr>
        <w:pStyle w:val="libNormal"/>
        <w:rPr>
          <w:rtl/>
        </w:rPr>
      </w:pPr>
      <w:r w:rsidRPr="00481D79">
        <w:rPr>
          <w:rtl/>
        </w:rPr>
        <w:t>الباب السادس: في ذكر الاطعمة، والفواكه، والادهان، والطب.</w:t>
      </w:r>
    </w:p>
    <w:p w:rsidR="00481D79" w:rsidRPr="00481D79" w:rsidRDefault="00481D79" w:rsidP="00D11BDC">
      <w:pPr>
        <w:pStyle w:val="libNormal"/>
        <w:rPr>
          <w:rtl/>
        </w:rPr>
      </w:pPr>
      <w:r w:rsidRPr="00481D79">
        <w:rPr>
          <w:rtl/>
        </w:rPr>
        <w:t>الباب السابع: في بر الوالدين وصلة الرحم.</w:t>
      </w:r>
    </w:p>
    <w:p w:rsidR="00481D79" w:rsidRPr="00481D79" w:rsidRDefault="00481D79" w:rsidP="00D11BDC">
      <w:pPr>
        <w:pStyle w:val="libNormal"/>
        <w:rPr>
          <w:rtl/>
        </w:rPr>
      </w:pPr>
      <w:r w:rsidRPr="00481D79">
        <w:rPr>
          <w:rtl/>
        </w:rPr>
        <w:t>الباب الثامن: في التحذير من الغش والغيبة والنميمة.</w:t>
      </w:r>
    </w:p>
    <w:p w:rsidR="00481D79" w:rsidRPr="00481D79" w:rsidRDefault="00481D79" w:rsidP="00D11BDC">
      <w:pPr>
        <w:pStyle w:val="libNormal"/>
        <w:rPr>
          <w:rtl/>
        </w:rPr>
      </w:pPr>
      <w:r w:rsidRPr="00481D79">
        <w:rPr>
          <w:rtl/>
        </w:rPr>
        <w:t>الباب التاسع: في فضل الغزو والجهاد.</w:t>
      </w:r>
    </w:p>
    <w:p w:rsidR="00481D79" w:rsidRPr="00481D79" w:rsidRDefault="00481D79" w:rsidP="00D11BDC">
      <w:pPr>
        <w:pStyle w:val="libNormal"/>
        <w:rPr>
          <w:rtl/>
        </w:rPr>
      </w:pPr>
      <w:r w:rsidRPr="00481D79">
        <w:rPr>
          <w:rtl/>
        </w:rPr>
        <w:t>الباب العاشر: في أحاديث متفرقة. وقام بتخريج أحاديثها القاضي العلامة محمد بن أحمد بن جارالله محشم 1، وألحق مرتبها زيادات وتخريجات وشرح بعض الاحاديث. وذكر طريقه في روايتها " بالسند الصحيح المتصل إلى القاسم بن محمد " وهو المرقم في أسانيدنا بالرقم " 71 ". ورمزنا لها ب‍ " ن ".</w:t>
      </w:r>
    </w:p>
    <w:p w:rsidR="00481D79" w:rsidRPr="00481D79" w:rsidRDefault="00481D79" w:rsidP="00AF74FD">
      <w:pPr>
        <w:pStyle w:val="libNormal"/>
        <w:rPr>
          <w:rtl/>
        </w:rPr>
      </w:pPr>
      <w:r w:rsidRPr="00481D79">
        <w:rPr>
          <w:rtl/>
        </w:rPr>
        <w:t xml:space="preserve">النسخة التاسعة: هي مطبوعة المؤتمر العالمي للامام الرضا </w:t>
      </w:r>
      <w:r w:rsidR="004226A8" w:rsidRPr="004226A8">
        <w:rPr>
          <w:rStyle w:val="libAlaemChar"/>
          <w:rtl/>
        </w:rPr>
        <w:t>عليه‌السلام</w:t>
      </w:r>
      <w:r w:rsidRPr="00481D79">
        <w:rPr>
          <w:rtl/>
        </w:rPr>
        <w:t xml:space="preserve"> - الذي يعقد في مشهد بمناسبة ولادته </w:t>
      </w:r>
      <w:r w:rsidR="004226A8" w:rsidRPr="004226A8">
        <w:rPr>
          <w:rStyle w:val="libAlaemChar"/>
          <w:rtl/>
        </w:rPr>
        <w:t>عليه‌السلام</w:t>
      </w:r>
      <w:r w:rsidRPr="00481D79">
        <w:rPr>
          <w:rtl/>
        </w:rPr>
        <w:t xml:space="preserve"> - في سنة 1404 ه‍، بتحقيق الشيخ محمد مهدي نجف ورمزنا لها ب‍ " م </w:t>
      </w:r>
      <w:r w:rsidR="00AF74FD" w:rsidRPr="00AF74FD">
        <w:rPr>
          <w:rStyle w:val="libFootnotenumChar"/>
          <w:rFonts w:hint="cs"/>
          <w:rtl/>
        </w:rPr>
        <w:t>(1)</w:t>
      </w:r>
      <w:r w:rsidRPr="00481D79">
        <w:rPr>
          <w:rtl/>
        </w:rPr>
        <w:t xml:space="preserve"> " وقد اعتمد في تحقيقها على ست نسخ خطية هي:</w:t>
      </w:r>
    </w:p>
    <w:p w:rsidR="00481D79" w:rsidRDefault="005B067E" w:rsidP="005B067E">
      <w:pPr>
        <w:pStyle w:val="libLine"/>
        <w:rPr>
          <w:rtl/>
        </w:rPr>
      </w:pPr>
      <w:r>
        <w:rPr>
          <w:rtl/>
        </w:rPr>
        <w:t>____________________</w:t>
      </w:r>
    </w:p>
    <w:p w:rsidR="00481D79" w:rsidRDefault="00481D79" w:rsidP="00D11BDC">
      <w:pPr>
        <w:pStyle w:val="libFootnote0"/>
        <w:rPr>
          <w:rtl/>
        </w:rPr>
      </w:pPr>
      <w:r>
        <w:rPr>
          <w:rtl/>
        </w:rPr>
        <w:t>1 - وهو فقيه يماني، من أهل صعدة، اشتهر في صنعاء وتوفي فيها سنة 1181 ه‍. تجد ترجمته في تحفة الاخوان: 27، البدر الطالع: 2 / 102 والاعلام للزرگلي: 6 / 240 .</w:t>
      </w:r>
    </w:p>
    <w:p w:rsidR="00481D79" w:rsidRDefault="00481D79" w:rsidP="00481D79">
      <w:pPr>
        <w:pStyle w:val="libNormal"/>
        <w:rPr>
          <w:rtl/>
        </w:rPr>
      </w:pPr>
      <w:r>
        <w:rPr>
          <w:rtl/>
        </w:rPr>
        <w:br w:type="page"/>
      </w:r>
    </w:p>
    <w:p w:rsidR="00481D79" w:rsidRPr="00481D79" w:rsidRDefault="00481D79" w:rsidP="00D11BDC">
      <w:pPr>
        <w:pStyle w:val="libNormal"/>
        <w:rPr>
          <w:rtl/>
        </w:rPr>
      </w:pPr>
      <w:r w:rsidRPr="00481D79">
        <w:rPr>
          <w:rtl/>
        </w:rPr>
        <w:lastRenderedPageBreak/>
        <w:t xml:space="preserve">1 - النسخة المحفوظة في خزانة مكتبة آية الله العظمى </w:t>
      </w:r>
      <w:r w:rsidR="00AF74FD">
        <w:rPr>
          <w:rtl/>
        </w:rPr>
        <w:t>السيد شهاب الدين المرعشي النجفي</w:t>
      </w:r>
      <w:r w:rsidRPr="00481D79">
        <w:rPr>
          <w:rtl/>
        </w:rPr>
        <w:t>- دام ظله الوارف - بقم المقدسة، المرقمة" 3619 " تم استنساخها في يوم الاثنين غرة صفر سنة إحدى وخمسين وثمانمائة. وهي التي اعتمدها أصلا وجعلها متنا في هذه الطبعة.</w:t>
      </w:r>
    </w:p>
    <w:p w:rsidR="00481D79" w:rsidRPr="00481D79" w:rsidRDefault="00481D79" w:rsidP="00D11BDC">
      <w:pPr>
        <w:pStyle w:val="libNormal"/>
        <w:rPr>
          <w:rtl/>
        </w:rPr>
      </w:pPr>
      <w:r w:rsidRPr="00481D79">
        <w:rPr>
          <w:rtl/>
        </w:rPr>
        <w:t>2 - النسخة المحفوظة في نفس المكتبة ضمن المجموعة رقم " 4115 "، تمت كتابتها في سنة 946 ه‍.</w:t>
      </w:r>
    </w:p>
    <w:p w:rsidR="00481D79" w:rsidRPr="00481D79" w:rsidRDefault="00481D79" w:rsidP="00D11BDC">
      <w:pPr>
        <w:pStyle w:val="libNormal"/>
        <w:rPr>
          <w:rtl/>
        </w:rPr>
      </w:pPr>
      <w:r w:rsidRPr="00481D79">
        <w:rPr>
          <w:rtl/>
        </w:rPr>
        <w:t>3 - النسخة المحفوظة في خزانة مخطوطات المدرسة الفيضية في قم المقدسة، ضمن مجموعة برقم " 1995 " تم كتابتها يوم الثلاثاء، الثالث من شهر شعبان من شهور سنة 951 ه‍، بيد حسن طهر بن فاضل طهر الكورسرخي.</w:t>
      </w:r>
    </w:p>
    <w:p w:rsidR="00481D79" w:rsidRPr="00481D79" w:rsidRDefault="00481D79" w:rsidP="00D11BDC">
      <w:pPr>
        <w:pStyle w:val="libNormal"/>
        <w:rPr>
          <w:rtl/>
        </w:rPr>
      </w:pPr>
      <w:r w:rsidRPr="00481D79">
        <w:rPr>
          <w:rtl/>
        </w:rPr>
        <w:t>4 - النسخة المحفوظة في خزانة مخطوطات آية الله العظمى السيد المرعشي ايضا، ضمن مجموعة برقم " 1250 "، كاتبها أخي محمد بن أخي أحمد التبريزي، تمت كتابتها في يوم الخميس الرابع من شهر صفر سنة 971 ه‍.</w:t>
      </w:r>
    </w:p>
    <w:p w:rsidR="00481D79" w:rsidRPr="00481D79" w:rsidRDefault="00481D79" w:rsidP="00D11BDC">
      <w:pPr>
        <w:pStyle w:val="libNormal"/>
        <w:rPr>
          <w:rtl/>
        </w:rPr>
      </w:pPr>
      <w:r w:rsidRPr="00481D79">
        <w:rPr>
          <w:rtl/>
        </w:rPr>
        <w:t>5 - النسخة المحفوظة في خزانة كتب حجة الاسلام والمسلمين السيد محمد بن السيد محمد تقى الموسوي الاردبيلي الشهير ب‍ (مفتى الشيعة) بقم المقدسة، تم استنساخها وقت الظهر من يوم الاثنين الحادي والعشرين من جمادى الاولى من شهور سنة 1044 ه‍. وهي برواية الشيخ عبد العلي بن عبدالحميد بن محمد السبزواري.</w:t>
      </w:r>
    </w:p>
    <w:p w:rsidR="00481D79" w:rsidRPr="00481D79" w:rsidRDefault="00481D79" w:rsidP="00D11BDC">
      <w:pPr>
        <w:pStyle w:val="libNormal"/>
        <w:rPr>
          <w:rtl/>
        </w:rPr>
      </w:pPr>
      <w:r w:rsidRPr="00481D79">
        <w:rPr>
          <w:rtl/>
        </w:rPr>
        <w:t>6 - نسخة مكتبة الاكاديمية الوطنية في روما. وقد تقدم الحديث عنها.</w:t>
      </w:r>
    </w:p>
    <w:p w:rsidR="00481D79" w:rsidRPr="00481D79" w:rsidRDefault="00481D79" w:rsidP="00D11BDC">
      <w:pPr>
        <w:pStyle w:val="libNormal"/>
        <w:rPr>
          <w:rtl/>
        </w:rPr>
      </w:pPr>
      <w:r w:rsidRPr="00481D79">
        <w:rPr>
          <w:rtl/>
        </w:rPr>
        <w:t xml:space="preserve">النسخة العاشرة: هي مطبوعة المؤتمر العالمي للامام الرضا </w:t>
      </w:r>
      <w:r w:rsidR="004226A8" w:rsidRPr="004226A8">
        <w:rPr>
          <w:rStyle w:val="libAlaemChar"/>
          <w:rtl/>
        </w:rPr>
        <w:t>عليه‌السلام</w:t>
      </w:r>
      <w:r w:rsidRPr="00481D79">
        <w:rPr>
          <w:rtl/>
        </w:rPr>
        <w:t>، في سنة 1406 ه‍، بتحقيق الشيخ محمد مهدي نجف، ورمزنا لها ب‍ " م 2 ".</w:t>
      </w:r>
    </w:p>
    <w:p w:rsidR="00481D79" w:rsidRPr="00481D79" w:rsidRDefault="00481D79" w:rsidP="00D11BDC">
      <w:pPr>
        <w:pStyle w:val="libNormal"/>
        <w:rPr>
          <w:rtl/>
        </w:rPr>
      </w:pPr>
      <w:r w:rsidRPr="00481D79">
        <w:rPr>
          <w:rtl/>
        </w:rPr>
        <w:t>وبالاضافة إلى الست نسخ التي اعتمدها في تحقيق مطبوعة سنة 1404، اعتمد على سبع نسخ أخرى هي:</w:t>
      </w:r>
    </w:p>
    <w:p w:rsidR="00481D79" w:rsidRPr="00481D79" w:rsidRDefault="00481D79" w:rsidP="00D11BDC">
      <w:pPr>
        <w:pStyle w:val="libNormal"/>
        <w:rPr>
          <w:rtl/>
        </w:rPr>
      </w:pPr>
      <w:r w:rsidRPr="00481D79">
        <w:rPr>
          <w:rtl/>
        </w:rPr>
        <w:t>1 - النسخة المحفوظة في خزانة مخطوطات مكتبة البحاثة المحقق الاستاذ فخر الدين نصيري أميني بطهران ضمن مجموعة، فرغ من كتابتها محمد بن محمد بن عبدالقهار الشيرازي في غرة شهر رمضان سنة 761 ه‍. وهي برواية الحافظ أبوسعيد مسعود بن ناصر بن أبي زيد السجستاني المتوفى سنة " 477 " ه‍.</w:t>
      </w:r>
    </w:p>
    <w:p w:rsidR="00481D79" w:rsidRPr="00481D79" w:rsidRDefault="00481D79" w:rsidP="00D11BDC">
      <w:pPr>
        <w:pStyle w:val="libNormal"/>
        <w:rPr>
          <w:rtl/>
        </w:rPr>
      </w:pPr>
      <w:r w:rsidRPr="00481D79">
        <w:rPr>
          <w:rtl/>
        </w:rPr>
        <w:t>2 - النسخة المحفوظة في خزانة مخطوطات مكتبة المسجد الاعظم بقم المقدسة. ضمن المجموعة المرقمة " 2745 " تم استنساخها في يوم الاحد أواخر شهر الله المعظم رمضان سنة</w:t>
      </w:r>
    </w:p>
    <w:p w:rsidR="00481D79" w:rsidRDefault="00481D79" w:rsidP="00481D79">
      <w:pPr>
        <w:pStyle w:val="libNormal"/>
        <w:rPr>
          <w:rtl/>
        </w:rPr>
      </w:pPr>
      <w:r>
        <w:rPr>
          <w:rtl/>
        </w:rPr>
        <w:br w:type="page"/>
      </w:r>
    </w:p>
    <w:p w:rsidR="00481D79" w:rsidRPr="00481D79" w:rsidRDefault="00481D79" w:rsidP="00D11BDC">
      <w:pPr>
        <w:pStyle w:val="libNormal"/>
        <w:rPr>
          <w:rtl/>
        </w:rPr>
      </w:pPr>
      <w:r w:rsidRPr="00481D79">
        <w:rPr>
          <w:rtl/>
        </w:rPr>
        <w:lastRenderedPageBreak/>
        <w:t>848 ه‍، على يد رضا بن نظام بن فخر الدين الحسني الآملي. وقد اعتمد على هذه النسخة أصلا في هذه الطبعة.</w:t>
      </w:r>
    </w:p>
    <w:p w:rsidR="00481D79" w:rsidRPr="00481D79" w:rsidRDefault="00481D79" w:rsidP="00D11BDC">
      <w:pPr>
        <w:pStyle w:val="libNormal"/>
        <w:rPr>
          <w:rtl/>
        </w:rPr>
      </w:pPr>
      <w:r w:rsidRPr="00481D79">
        <w:rPr>
          <w:rtl/>
        </w:rPr>
        <w:t>3 - النسخة المحفوظة في خزانة مخطوطات مكتبة المدرسة الفيضية ضمن المجموعة المرقمة " 1394 "، تم الفراغ من نسخها في محرم الحرام سنة " 1037 " ه‍ على يد محمد أمين بن خسرو الطالقاني.</w:t>
      </w:r>
    </w:p>
    <w:p w:rsidR="00481D79" w:rsidRPr="00481D79" w:rsidRDefault="00481D79" w:rsidP="00D11BDC">
      <w:pPr>
        <w:pStyle w:val="libNormal"/>
        <w:rPr>
          <w:rtl/>
        </w:rPr>
      </w:pPr>
      <w:r w:rsidRPr="00481D79">
        <w:rPr>
          <w:rtl/>
        </w:rPr>
        <w:t xml:space="preserve">4 - النسخة المحفوظة في خزانة مخطوطات المكتبة المركزية العامة في مدينة مشهد المقدسة. تحت الرقم " 599 "، تم الفراغ من كتابتها في أواخر شهر شعبان المعظم من سنة " 881 " ه‍، على يد اسماعيل بن عبدالمؤمن القايني بالمدرسة العباسية في مشهد الامام الرضا </w:t>
      </w:r>
      <w:r w:rsidR="004226A8" w:rsidRPr="004226A8">
        <w:rPr>
          <w:rStyle w:val="libAlaemChar"/>
          <w:rtl/>
        </w:rPr>
        <w:t>عليه‌السلام</w:t>
      </w:r>
      <w:r w:rsidRPr="00481D79">
        <w:rPr>
          <w:rtl/>
        </w:rPr>
        <w:t>.</w:t>
      </w:r>
    </w:p>
    <w:p w:rsidR="00481D79" w:rsidRPr="00481D79" w:rsidRDefault="00481D79" w:rsidP="00D11BDC">
      <w:pPr>
        <w:pStyle w:val="libNormal"/>
        <w:rPr>
          <w:rtl/>
        </w:rPr>
      </w:pPr>
      <w:r w:rsidRPr="00481D79">
        <w:rPr>
          <w:rtl/>
        </w:rPr>
        <w:t>5 - النسخة المطبوعة في ايران بتحقيق الدكتور حسين علي محفوظ.</w:t>
      </w:r>
    </w:p>
    <w:p w:rsidR="00481D79" w:rsidRPr="00481D79" w:rsidRDefault="00481D79" w:rsidP="00D11BDC">
      <w:pPr>
        <w:pStyle w:val="libNormal"/>
        <w:rPr>
          <w:rtl/>
        </w:rPr>
      </w:pPr>
      <w:r w:rsidRPr="00481D79">
        <w:rPr>
          <w:rtl/>
        </w:rPr>
        <w:t>6 - النسخة المسماة ب‍ " كتاب أبي الجعد ".</w:t>
      </w:r>
    </w:p>
    <w:p w:rsidR="00481D79" w:rsidRPr="00481D79" w:rsidRDefault="00481D79" w:rsidP="00D11BDC">
      <w:pPr>
        <w:pStyle w:val="libNormal"/>
        <w:rPr>
          <w:rtl/>
        </w:rPr>
      </w:pPr>
      <w:r w:rsidRPr="00481D79">
        <w:rPr>
          <w:rtl/>
        </w:rPr>
        <w:t>7 - النسخة المطبوعة في مصر بمعية مسند الامام زيد، وهي التي رتبها الشريف عبد الواسع بن يحيى الواسعي. وقد قمنا بمقابلة الكتاب مع هذه النسخ العشرة المذكورة أعلاه، ومع مجموعة كبيرة من المصادر والجوامع الحديثية - كما يظهر ذلك بوضوح في هوامش الكتاب - متبعين في تحقيق الكتاب طريقة التلفيق بين النسخ المذكورة وباقي المصادر والجوامع، مشيرين إلى الاختلافات اللفظية الضرورية، مع الاشارة إلى مصادر كل حديث بصورة مفصلة ومبوبة. وقد قمنا بشرح بعض الالفاظ اللغوية الصعبة، وترجمة لبعض الاعلام الواردة في الكتاب وتخريج الآيات القرآنية وضبطها بالشكل، وفي نهاية المطاف تم وضع عدة فهارس للكتاب تسهل على الباحث مهمته، وتوصله إلى غايته بأقصر طريق. علما أنا قد وضعنا كل ما أثبتناه من بعض النسخ أو المصادر بين المعقوفتين [ ] والاختلافات اللفظية الطويلة نسبيا، أو التى تبهم الاشا</w:t>
      </w:r>
      <w:r w:rsidR="00AF74FD">
        <w:rPr>
          <w:rtl/>
        </w:rPr>
        <w:t>رة إليها في الهامش، بين قوسين</w:t>
      </w:r>
      <w:r w:rsidRPr="00481D79">
        <w:rPr>
          <w:rtl/>
        </w:rPr>
        <w:t xml:space="preserve"> وحصرنا النصوص الواردة بين قوسي التنصيص الصغيرين " ". وأن الرمز " خ " هو لاحد النسخ المتقدم ذكرها دون تحديد، وأن كل ما كان في الهامش من تخريجات وتعليقات بين قوسين هي من مطبوعة اليمن، إلا ما أشير له في نهايتهما. اما الاحاديث الموجودة في أحد النسخ أو أكثر دون غيرها، والاحاديث المنقولة في البحار</w:t>
      </w:r>
    </w:p>
    <w:p w:rsidR="00481D79" w:rsidRDefault="00481D79" w:rsidP="00481D79">
      <w:pPr>
        <w:pStyle w:val="libNormal"/>
        <w:rPr>
          <w:rtl/>
        </w:rPr>
      </w:pPr>
      <w:r>
        <w:rPr>
          <w:rtl/>
        </w:rPr>
        <w:br w:type="page"/>
      </w:r>
    </w:p>
    <w:p w:rsidR="00481D79" w:rsidRPr="00481D79" w:rsidRDefault="00481D79" w:rsidP="00AF74FD">
      <w:pPr>
        <w:pStyle w:val="libNormal0"/>
        <w:rPr>
          <w:rtl/>
        </w:rPr>
      </w:pPr>
      <w:r w:rsidRPr="00481D79">
        <w:rPr>
          <w:rtl/>
        </w:rPr>
        <w:lastRenderedPageBreak/>
        <w:t xml:space="preserve">ومستدرك الوسائل عن الصحيفة، والاحاديث التي رواها أبوالقاسم عبدالله بن أحمد بن عامر الطائي، عن أبيه عن الامام الرضا </w:t>
      </w:r>
      <w:r w:rsidR="004226A8" w:rsidRPr="004226A8">
        <w:rPr>
          <w:rStyle w:val="libAlaemChar"/>
          <w:rtl/>
        </w:rPr>
        <w:t>عليه‌السلام</w:t>
      </w:r>
      <w:r w:rsidRPr="00481D79">
        <w:rPr>
          <w:rtl/>
        </w:rPr>
        <w:t xml:space="preserve">، والاحاديث التي رواها داود بن سليمان القزويني، عنه </w:t>
      </w:r>
      <w:r w:rsidR="004226A8" w:rsidRPr="004226A8">
        <w:rPr>
          <w:rStyle w:val="libAlaemChar"/>
          <w:rtl/>
        </w:rPr>
        <w:t>عليه‌السلام</w:t>
      </w:r>
      <w:r w:rsidRPr="00481D79">
        <w:rPr>
          <w:rtl/>
        </w:rPr>
        <w:t xml:space="preserve"> من مختلف المصادر فقد أفردناها في باب خاص بها في آخر الكتاب أسميناه ب‍ " الاربعون حديثا المستدركة على صحيفة الامام الرضا </w:t>
      </w:r>
      <w:r w:rsidR="004226A8" w:rsidRPr="004226A8">
        <w:rPr>
          <w:rStyle w:val="libAlaemChar"/>
          <w:rtl/>
        </w:rPr>
        <w:t>عليه‌السلام</w:t>
      </w:r>
      <w:r w:rsidRPr="00481D79">
        <w:rPr>
          <w:rtl/>
        </w:rPr>
        <w:t xml:space="preserve"> ". مع ذكر ما عثرنا عليه من طرق وأسانيد لهذه الصحيفة المباركة أو إلى الطائي أو القزويني - المذكورين آنفا - عن الرضا، عن آبائه </w:t>
      </w:r>
      <w:r w:rsidR="004226A8" w:rsidRPr="004226A8">
        <w:rPr>
          <w:rStyle w:val="libAlaemChar"/>
          <w:rtl/>
        </w:rPr>
        <w:t>عليهم‌السلام</w:t>
      </w:r>
      <w:r w:rsidRPr="00481D79">
        <w:rPr>
          <w:rtl/>
        </w:rPr>
        <w:t>.</w:t>
      </w:r>
    </w:p>
    <w:p w:rsidR="00481D79" w:rsidRPr="00481D79" w:rsidRDefault="00481D79" w:rsidP="00D11BDC">
      <w:pPr>
        <w:pStyle w:val="libNormal"/>
        <w:rPr>
          <w:rtl/>
        </w:rPr>
      </w:pPr>
      <w:r w:rsidRPr="00481D79">
        <w:rPr>
          <w:rtl/>
        </w:rPr>
        <w:t>نرجو من الله تبارك وتعالى أن نكون قد وفقنا لتحقيق هذا التراث الجليل والسفر العظيم ونشره في المجتمع الحضاري المتقدم راجين من الله أن يسدد خطانا إنه سميع مجيب.</w:t>
      </w:r>
    </w:p>
    <w:p w:rsidR="00481D79" w:rsidRPr="00481D79" w:rsidRDefault="00481D79" w:rsidP="00D11BDC">
      <w:pPr>
        <w:pStyle w:val="libNormal"/>
        <w:rPr>
          <w:rtl/>
        </w:rPr>
      </w:pPr>
      <w:r w:rsidRPr="00481D79">
        <w:rPr>
          <w:rtl/>
        </w:rPr>
        <w:t xml:space="preserve">شكر وتقدير الحمد لله تبارك وتعالى كما هو أهله ومستحقه، ونشكره إذ وفقنا لاخراج هذه الصحيفة الغراء بهذه الحلة القشيبة الزاهية، ذاكرين تلك الطاقات الخلاقة المخلصة التي لم تدخر وسعها في بذل كل ما تستطيع لاحياء تراث آل محمد </w:t>
      </w:r>
      <w:r w:rsidR="004226A8" w:rsidRPr="004226A8">
        <w:rPr>
          <w:rStyle w:val="libAlaemChar"/>
          <w:rtl/>
        </w:rPr>
        <w:t>عليهم‌السلام</w:t>
      </w:r>
      <w:r w:rsidRPr="00481D79">
        <w:rPr>
          <w:rtl/>
        </w:rPr>
        <w:t xml:space="preserve"> سيما الاخوة العاملون في مدرسة الامام المهدي (عج) فلهم منا كل تقدير وثناء، ومن الله الاجر والثواب وكان الله شاكرا عليما.</w:t>
      </w:r>
    </w:p>
    <w:p w:rsidR="00481D79" w:rsidRPr="00481D79" w:rsidRDefault="00481D79" w:rsidP="00D11BDC">
      <w:pPr>
        <w:pStyle w:val="libNormal"/>
        <w:rPr>
          <w:rtl/>
        </w:rPr>
      </w:pPr>
      <w:r w:rsidRPr="00481D79">
        <w:rPr>
          <w:rtl/>
        </w:rPr>
        <w:t>خادم علوم أهل بيت الرسالة راجي رحمة ربه " السيد محمد باقر " نجل العلامة الحجة الآية " السيد المرتضى " الموحد الابطحي الاصفهاني قم المقدسة - 1408. ه‍. ق</w:t>
      </w:r>
    </w:p>
    <w:p w:rsidR="00481D79" w:rsidRDefault="00481D79" w:rsidP="00481D79">
      <w:pPr>
        <w:pStyle w:val="libNormal"/>
        <w:rPr>
          <w:rtl/>
        </w:rPr>
      </w:pPr>
      <w:r>
        <w:rPr>
          <w:rtl/>
        </w:rPr>
        <w:br w:type="page"/>
      </w:r>
    </w:p>
    <w:p w:rsidR="00481D79" w:rsidRPr="00481D79" w:rsidRDefault="00481D79" w:rsidP="00D11BDC">
      <w:pPr>
        <w:pStyle w:val="libNormal"/>
        <w:rPr>
          <w:rtl/>
        </w:rPr>
      </w:pPr>
      <w:r w:rsidRPr="00481D79">
        <w:rPr>
          <w:rtl/>
        </w:rPr>
        <w:lastRenderedPageBreak/>
        <w:t xml:space="preserve">أسانيد صحيفة الرضا </w:t>
      </w:r>
      <w:r w:rsidR="004226A8" w:rsidRPr="004226A8">
        <w:rPr>
          <w:rStyle w:val="libAlaemChar"/>
          <w:rtl/>
        </w:rPr>
        <w:t>عليه‌السلام</w:t>
      </w:r>
      <w:r w:rsidRPr="00481D79">
        <w:rPr>
          <w:rtl/>
        </w:rPr>
        <w:t>:</w:t>
      </w:r>
    </w:p>
    <w:p w:rsidR="00481D79" w:rsidRPr="00481D79" w:rsidRDefault="00481D79" w:rsidP="00D11BDC">
      <w:pPr>
        <w:pStyle w:val="libNormal"/>
        <w:rPr>
          <w:rtl/>
        </w:rPr>
      </w:pPr>
      <w:r w:rsidRPr="00481D79">
        <w:rPr>
          <w:rtl/>
        </w:rPr>
        <w:t xml:space="preserve">1 - سند من كتاب أسماء مولانا علي صلوات الله عليه نقله السيد ابن طاووس في كتابه اليقين: 191 من نسخة تاريخها سنة تسع وسبعين وثلاثمائة حدثنا أبوحمزة وجعفر بن سليمان ومسلمة بن عبدالملك وأحمد بن عبدالله وعلي بن محمد قالوا: حدثنا داود بن سليمان، قال: حدثني الرضا </w:t>
      </w:r>
      <w:r w:rsidR="004226A8" w:rsidRPr="004226A8">
        <w:rPr>
          <w:rStyle w:val="libAlaemChar"/>
          <w:rtl/>
        </w:rPr>
        <w:t>عليه‌السلام</w:t>
      </w:r>
      <w:r w:rsidRPr="00481D79">
        <w:rPr>
          <w:rtl/>
        </w:rPr>
        <w:t>.</w:t>
      </w:r>
    </w:p>
    <w:p w:rsidR="00481D79" w:rsidRPr="00481D79" w:rsidRDefault="00481D79" w:rsidP="00D11BDC">
      <w:pPr>
        <w:pStyle w:val="libNormal"/>
        <w:rPr>
          <w:rtl/>
        </w:rPr>
      </w:pPr>
      <w:r w:rsidRPr="00481D79">
        <w:rPr>
          <w:rtl/>
        </w:rPr>
        <w:t xml:space="preserve">2 - سند الشيخ الصدوق (ره) في عيون أخبار الرضا: 2 / 24 - 48 ح 4 - ح 190 بثلاثة طرق. وفي التوحيد: 24 ح 21 الطريق الاول منها: حدثنا أبوالحسن محمد بن علي بن الشاه الفقيه المروزي بمرو الرود في داره قال: حدثنا أبوبكر محمد بن عبدالله النيسابوري، قال: حدثنا أبوالقاسم عبدالله بن أحمد بن عامر الطائي بالبصرة، قال: حدثني أبي في سنة ستين ومائتين، قال: حدثني علي بن موسى الرضا </w:t>
      </w:r>
      <w:r w:rsidR="004226A8" w:rsidRPr="004226A8">
        <w:rPr>
          <w:rStyle w:val="libAlaemChar"/>
          <w:rtl/>
        </w:rPr>
        <w:t>عليه‌السلام</w:t>
      </w:r>
      <w:r w:rsidRPr="00481D79">
        <w:rPr>
          <w:rtl/>
        </w:rPr>
        <w:t xml:space="preserve"> سنة أربع وتسعين ومائة. وحدثنا أبومنصور أحمد بن إبراهيم بن بكر الخوري بنيسابور، قال: حدثنا أبوإسحاق إبراهيم بن هارون بن محمد الخوري، قال: حدثنا جعفر بن محمد بن زياد الفقيه الخوري بنيسابور، قال: حدثنا أحمد بن عبدالله الهروي الشيباني، عن الرضا علي بن موسى </w:t>
      </w:r>
      <w:r w:rsidR="004226A8" w:rsidRPr="004226A8">
        <w:rPr>
          <w:rStyle w:val="libAlaemChar"/>
          <w:rtl/>
        </w:rPr>
        <w:t>عليهما‌السلام</w:t>
      </w:r>
      <w:r w:rsidRPr="00481D79">
        <w:rPr>
          <w:rtl/>
        </w:rPr>
        <w:t xml:space="preserve">. وحدثني أبوعبدالله الحسين بن محمد الاشناني الرازي العدل ببلخ، قال: حدثنا علي بن محمد بن مهرويه القزويني، عن داود بن سليمان الفرا، عن علي بن موسى الرضا </w:t>
      </w:r>
      <w:r w:rsidR="004226A8" w:rsidRPr="004226A8">
        <w:rPr>
          <w:rStyle w:val="libAlaemChar"/>
          <w:rtl/>
        </w:rPr>
        <w:t>عليه‌السلام</w:t>
      </w:r>
      <w:r w:rsidRPr="00481D79">
        <w:rPr>
          <w:rtl/>
        </w:rPr>
        <w:t>.</w:t>
      </w:r>
    </w:p>
    <w:p w:rsidR="00481D79" w:rsidRPr="00481D79" w:rsidRDefault="00481D79" w:rsidP="00D11BDC">
      <w:pPr>
        <w:pStyle w:val="libNormal"/>
        <w:rPr>
          <w:rtl/>
        </w:rPr>
      </w:pPr>
      <w:r w:rsidRPr="00481D79">
        <w:rPr>
          <w:rtl/>
        </w:rPr>
        <w:t>3 - سند الشيخ الصدوق (ره) في عيون أخبار الرضا: 1 / 295 ح 17، والخصال: 196 ح 1.</w:t>
      </w:r>
    </w:p>
    <w:p w:rsidR="00481D79" w:rsidRPr="00481D79" w:rsidRDefault="00481D79" w:rsidP="00D11BDC">
      <w:pPr>
        <w:pStyle w:val="libNormal"/>
        <w:rPr>
          <w:rtl/>
        </w:rPr>
      </w:pPr>
      <w:r w:rsidRPr="00481D79">
        <w:rPr>
          <w:rtl/>
        </w:rPr>
        <w:t xml:space="preserve">حدثنا عبدالله بن محمد بن عبدالوهاب قال: حدثنا أبونصر منصور بن عبدالله بن إبراهيم الاصبهاني قال: حدثنا علي بن عبدالله قال: حدثنا داود بن سليمان، عن علي بن موسى الرضا </w:t>
      </w:r>
      <w:r w:rsidR="004226A8" w:rsidRPr="004226A8">
        <w:rPr>
          <w:rStyle w:val="libAlaemChar"/>
          <w:rtl/>
        </w:rPr>
        <w:t>عليه‌السلام</w:t>
      </w:r>
      <w:r w:rsidRPr="00481D79">
        <w:rPr>
          <w:rtl/>
        </w:rPr>
        <w:t>.</w:t>
      </w:r>
    </w:p>
    <w:p w:rsidR="00481D79" w:rsidRPr="00481D79" w:rsidRDefault="00481D79" w:rsidP="00D11BDC">
      <w:pPr>
        <w:pStyle w:val="libNormal"/>
        <w:rPr>
          <w:rtl/>
        </w:rPr>
      </w:pPr>
      <w:r w:rsidRPr="00481D79">
        <w:rPr>
          <w:rtl/>
        </w:rPr>
        <w:t>4 - سند الشيخ الصدوق (ره) في عيون أخبار الرضا: 1 / 227 ح 5، والامالي: 221 ح 15، والخصال: 179 ح 242. حدثنا حمزة بن محمد بن أحمد بن جعفر بن محمد بن زيد بن علي بن الحسين بن علي بن</w:t>
      </w:r>
    </w:p>
    <w:p w:rsidR="00481D79" w:rsidRDefault="00481D79" w:rsidP="00481D79">
      <w:pPr>
        <w:pStyle w:val="libNormal"/>
        <w:rPr>
          <w:rtl/>
        </w:rPr>
      </w:pPr>
      <w:r>
        <w:rPr>
          <w:rtl/>
        </w:rPr>
        <w:br w:type="page"/>
      </w:r>
    </w:p>
    <w:p w:rsidR="00481D79" w:rsidRPr="00481D79" w:rsidRDefault="00481D79" w:rsidP="00AF74FD">
      <w:pPr>
        <w:pStyle w:val="libNormal0"/>
        <w:rPr>
          <w:rtl/>
        </w:rPr>
      </w:pPr>
      <w:r w:rsidRPr="00481D79">
        <w:rPr>
          <w:rtl/>
        </w:rPr>
        <w:lastRenderedPageBreak/>
        <w:t xml:space="preserve">أبي طالب </w:t>
      </w:r>
      <w:r w:rsidR="004226A8" w:rsidRPr="004226A8">
        <w:rPr>
          <w:rStyle w:val="libAlaemChar"/>
          <w:rtl/>
        </w:rPr>
        <w:t>عليهم‌السلام</w:t>
      </w:r>
      <w:r w:rsidRPr="00481D79">
        <w:rPr>
          <w:rtl/>
        </w:rPr>
        <w:t xml:space="preserve"> بقم في رجب سنة تسع وثلاثين وثلاثمائة، قال: حدثني أبوالحسن علي بن محمد البزاز، قال: حدثنا أبوأحمد داود بن سليمان الغازي، قال: حدثنا علي بن موسى الرضا </w:t>
      </w:r>
      <w:r w:rsidR="004226A8" w:rsidRPr="004226A8">
        <w:rPr>
          <w:rStyle w:val="libAlaemChar"/>
          <w:rtl/>
        </w:rPr>
        <w:t>عليهما‌السلام</w:t>
      </w:r>
      <w:r w:rsidRPr="00481D79">
        <w:rPr>
          <w:rtl/>
        </w:rPr>
        <w:t>.</w:t>
      </w:r>
    </w:p>
    <w:p w:rsidR="00481D79" w:rsidRPr="00481D79" w:rsidRDefault="00481D79" w:rsidP="00D11BDC">
      <w:pPr>
        <w:pStyle w:val="libNormal"/>
        <w:rPr>
          <w:rtl/>
        </w:rPr>
      </w:pPr>
      <w:r w:rsidRPr="00481D79">
        <w:rPr>
          <w:rtl/>
        </w:rPr>
        <w:t xml:space="preserve">5 - سند الشيخ الصدوق (ره) في العيون والعلل والخصال للحديث رقم " 30 " في باب الاحاديث المستدركة: حدثنا أبوالحسن محمد بن عمرو بن علي بن عبدالله البصري بايلاق، قال: حدثنا أبوعبدالله محمد بن عبدالله بن أحمد بن جبلة الواعظ، قال: حدثنا أبوالقاسم عبدالله بن أحمد بن عامر الطائي، قال: حدثنا أبي، قال: حدثنا علي بن موسى الرضا </w:t>
      </w:r>
      <w:r w:rsidR="004226A8" w:rsidRPr="004226A8">
        <w:rPr>
          <w:rStyle w:val="libAlaemChar"/>
          <w:rtl/>
        </w:rPr>
        <w:t>عليه‌السلام</w:t>
      </w:r>
      <w:r w:rsidRPr="00481D79">
        <w:rPr>
          <w:rtl/>
        </w:rPr>
        <w:t>.</w:t>
      </w:r>
    </w:p>
    <w:p w:rsidR="00481D79" w:rsidRPr="00481D79" w:rsidRDefault="00481D79" w:rsidP="00D11BDC">
      <w:pPr>
        <w:pStyle w:val="libNormal"/>
        <w:rPr>
          <w:rtl/>
        </w:rPr>
      </w:pPr>
      <w:r w:rsidRPr="00481D79">
        <w:rPr>
          <w:rtl/>
        </w:rPr>
        <w:t xml:space="preserve">6 - سند الشيخ الصدوق (ره) في عيون أخبار الرضا: 1 / 142 ح 44، والتوحيد: 369 ح 9، والخصال: 1 / 168 ح 221: حدثنا أبوالحسن محمد بن عمرو بن علي البصري، قال: حدثنا أبوالحسن علي بن الحسن بن الميثمي، قال: حدثنا أبوالحسن علي بن مهرويه القزويني، قال: حدثنا أبوأحمد الغازي، قال: حدثنا علي بن موسى الرضا </w:t>
      </w:r>
      <w:r w:rsidR="004226A8" w:rsidRPr="004226A8">
        <w:rPr>
          <w:rStyle w:val="libAlaemChar"/>
          <w:rtl/>
        </w:rPr>
        <w:t>عليه‌السلام</w:t>
      </w:r>
      <w:r w:rsidRPr="00481D79">
        <w:rPr>
          <w:rtl/>
        </w:rPr>
        <w:t>.</w:t>
      </w:r>
    </w:p>
    <w:p w:rsidR="00481D79" w:rsidRPr="00481D79" w:rsidRDefault="00481D79" w:rsidP="00D11BDC">
      <w:pPr>
        <w:pStyle w:val="libNormal"/>
        <w:rPr>
          <w:rtl/>
        </w:rPr>
      </w:pPr>
      <w:r w:rsidRPr="00481D79">
        <w:rPr>
          <w:rtl/>
        </w:rPr>
        <w:t xml:space="preserve">7 - سند الشيخ الصدوق رضوان الله عليه في عيون أخبار الرضا: 1 / 258 ح 16، الخصال: 1 / 188 ح 260، وص 208 ح 28، وص 314 ح 93 وص 315 ح 95، وص 324 ح 11، وص 343 ح 9: حدثنا أبومنصور أحمد بن إبراهيم، قال: حدثنا زيد بن محمد البغدادي، قال: حدثنا أبوالقاسم عبدالله بن أحمد الطائي، قال: حدثنا أبي، قال: حدثنا علي بن موسى الرضا </w:t>
      </w:r>
      <w:r w:rsidR="004226A8" w:rsidRPr="004226A8">
        <w:rPr>
          <w:rStyle w:val="libAlaemChar"/>
          <w:rtl/>
        </w:rPr>
        <w:t>عليه‌السلام</w:t>
      </w:r>
      <w:r w:rsidRPr="00481D79">
        <w:rPr>
          <w:rtl/>
        </w:rPr>
        <w:t>.</w:t>
      </w:r>
    </w:p>
    <w:p w:rsidR="00481D79" w:rsidRPr="00481D79" w:rsidRDefault="00481D79" w:rsidP="00D11BDC">
      <w:pPr>
        <w:pStyle w:val="libNormal"/>
        <w:rPr>
          <w:rtl/>
        </w:rPr>
      </w:pPr>
      <w:r w:rsidRPr="00481D79">
        <w:rPr>
          <w:rtl/>
        </w:rPr>
        <w:t xml:space="preserve">8 - سند الشيخ الصدوق (ره) في عيون أخبار الرضا: 1 / 127 ح 22، وص 141 ح 40. وفي التوحيد: 68 ح 24، وص 182 ح 17، وص 377 ح 23: حدثنا أبوعبدالله الحسين بن محمد الاشناني الرازي العدل ببلخ، قال: حدثنا علي بن مهرويه القزويني قال: حدثنا داود بن سليمان، قال: حدثنا علي بن موسى الرضا </w:t>
      </w:r>
      <w:r w:rsidR="004226A8" w:rsidRPr="004226A8">
        <w:rPr>
          <w:rStyle w:val="libAlaemChar"/>
          <w:rtl/>
        </w:rPr>
        <w:t>عليه‌السلام</w:t>
      </w:r>
      <w:r w:rsidRPr="00481D79">
        <w:rPr>
          <w:rtl/>
        </w:rPr>
        <w:t>.</w:t>
      </w:r>
    </w:p>
    <w:p w:rsidR="00481D79" w:rsidRDefault="00481D79" w:rsidP="00481D79">
      <w:pPr>
        <w:pStyle w:val="libNormal"/>
        <w:rPr>
          <w:rtl/>
        </w:rPr>
      </w:pPr>
      <w:r>
        <w:rPr>
          <w:rtl/>
        </w:rPr>
        <w:br w:type="page"/>
      </w:r>
    </w:p>
    <w:p w:rsidR="00481D79" w:rsidRPr="00481D79" w:rsidRDefault="00481D79" w:rsidP="00D11BDC">
      <w:pPr>
        <w:pStyle w:val="libNormal"/>
        <w:rPr>
          <w:rtl/>
        </w:rPr>
      </w:pPr>
      <w:r w:rsidRPr="00481D79">
        <w:rPr>
          <w:rtl/>
        </w:rPr>
        <w:lastRenderedPageBreak/>
        <w:t xml:space="preserve">9 - سند الشيخ الصدوق (ره) في عيون أخبار الرضا: 2 / 8 ح 21: حدثنا أبوعلي أحمد بن أبي جعفر البيهقي، قال: حدثنا أبوعلي أحمد بن علي بن جبرئيل الجرجاني البزاز، قال: حدثنا إسماعيل بن أبي عبدالله أبوعمرو القطان، قال: حدثنا عبدالله بن أحمد بن عامر الطائي ببغداد على باب صقر السكري عند جسر أبي الزنج، قال: حدثني أبي أحمد [ بن عامر ] بن سليمان الطائي، عن علي بن موسى الرضا </w:t>
      </w:r>
      <w:r w:rsidR="004226A8" w:rsidRPr="004226A8">
        <w:rPr>
          <w:rStyle w:val="libAlaemChar"/>
          <w:rtl/>
        </w:rPr>
        <w:t>عليه‌السلام</w:t>
      </w:r>
      <w:r w:rsidRPr="00481D79">
        <w:rPr>
          <w:rtl/>
        </w:rPr>
        <w:t xml:space="preserve"> بالمدينة سنة أربع وتسعين ومائة.</w:t>
      </w:r>
    </w:p>
    <w:p w:rsidR="00481D79" w:rsidRPr="00481D79" w:rsidRDefault="00481D79" w:rsidP="00D11BDC">
      <w:pPr>
        <w:pStyle w:val="libNormal"/>
        <w:rPr>
          <w:rtl/>
        </w:rPr>
      </w:pPr>
      <w:r w:rsidRPr="00481D79">
        <w:rPr>
          <w:rtl/>
        </w:rPr>
        <w:t xml:space="preserve">10 - سند الشيخ الصدوق (ره) في ثواب الاعمال: 252 ح 3: حدثني علي بن أحمد </w:t>
      </w:r>
      <w:r w:rsidR="004226A8" w:rsidRPr="004226A8">
        <w:rPr>
          <w:rStyle w:val="libAlaemChar"/>
          <w:rtl/>
        </w:rPr>
        <w:t>رضي‌الله‌عنه</w:t>
      </w:r>
      <w:r w:rsidRPr="00481D79">
        <w:rPr>
          <w:rtl/>
        </w:rPr>
        <w:t xml:space="preserve"> قال: حدثني محمد بن جعفر، قال: حدثني مسلمة بن عبدالملك قال: حدثني داود بن سليمان، عن أبي الحسن علي بن موسى </w:t>
      </w:r>
      <w:r w:rsidR="004226A8" w:rsidRPr="004226A8">
        <w:rPr>
          <w:rStyle w:val="libAlaemChar"/>
          <w:rtl/>
        </w:rPr>
        <w:t>عليه‌السلام</w:t>
      </w:r>
      <w:r w:rsidRPr="00481D79">
        <w:rPr>
          <w:rtl/>
        </w:rPr>
        <w:t>.</w:t>
      </w:r>
    </w:p>
    <w:p w:rsidR="00481D79" w:rsidRPr="00481D79" w:rsidRDefault="00481D79" w:rsidP="00D11BDC">
      <w:pPr>
        <w:pStyle w:val="libNormal"/>
        <w:rPr>
          <w:rtl/>
        </w:rPr>
      </w:pPr>
      <w:r w:rsidRPr="00481D79">
        <w:rPr>
          <w:rtl/>
        </w:rPr>
        <w:t xml:space="preserve">11 - سند الشيخ السديد المفيد في الامالي: 99 ح 1، وص 111 ح 1، وص 124 ح 1، وص 309 ح 8، وص 316 ح 8: أخبرني أبوحفص عمر بن محمد الصيرفي، قال:حدثنا علي بن مهرويه القزويني، قال: حدثنا داود بن سليمان الغازي، قال: حدثنا الرضا علي بن موسى الرضا </w:t>
      </w:r>
      <w:r w:rsidR="004226A8" w:rsidRPr="004226A8">
        <w:rPr>
          <w:rStyle w:val="libAlaemChar"/>
          <w:rtl/>
        </w:rPr>
        <w:t>عليه‌السلام</w:t>
      </w:r>
      <w:r w:rsidRPr="00481D79">
        <w:rPr>
          <w:rtl/>
        </w:rPr>
        <w:t>.</w:t>
      </w:r>
    </w:p>
    <w:p w:rsidR="00481D79" w:rsidRPr="00481D79" w:rsidRDefault="00481D79" w:rsidP="00D11BDC">
      <w:pPr>
        <w:pStyle w:val="libNormal"/>
        <w:rPr>
          <w:rtl/>
        </w:rPr>
      </w:pPr>
      <w:r w:rsidRPr="00481D79">
        <w:rPr>
          <w:rtl/>
        </w:rPr>
        <w:t xml:space="preserve">12 - سند الشيخ الجليل محمد بن جرير الطبري في دلائل الامامة: 58. حدثني أبوعلي الحسن بن الحسين بن العباس البرداني، قال: حدثنا علي بن حبيب. قال: حدثنا عبدالله بن أحمد بن عامر، [ قال: حدثني أبي، ] قال: حدثني علي بن موسى الرضا </w:t>
      </w:r>
      <w:r w:rsidR="004226A8" w:rsidRPr="004226A8">
        <w:rPr>
          <w:rStyle w:val="libAlaemChar"/>
          <w:rtl/>
        </w:rPr>
        <w:t>عليه‌السلام</w:t>
      </w:r>
      <w:r w:rsidRPr="00481D79">
        <w:rPr>
          <w:rtl/>
        </w:rPr>
        <w:t>.</w:t>
      </w:r>
    </w:p>
    <w:p w:rsidR="00481D79" w:rsidRPr="00481D79" w:rsidRDefault="00481D79" w:rsidP="00D11BDC">
      <w:pPr>
        <w:pStyle w:val="libNormal"/>
        <w:rPr>
          <w:rtl/>
        </w:rPr>
      </w:pPr>
      <w:r w:rsidRPr="00481D79">
        <w:rPr>
          <w:rtl/>
        </w:rPr>
        <w:t>13 - سند الحافظ أحمد بن مردويه في كتاب المناقب، نقله عنه السيد ابن طاووس في اليقين: 190 باب 198. قال: حدثنا محمد بن عبدالله بن الحسين، قال: حدثنا عبدالله بن أحمد بن عامر الطائي.</w:t>
      </w:r>
    </w:p>
    <w:p w:rsidR="00481D79" w:rsidRPr="00481D79" w:rsidRDefault="00481D79" w:rsidP="00D11BDC">
      <w:pPr>
        <w:pStyle w:val="libNormal"/>
        <w:rPr>
          <w:rtl/>
        </w:rPr>
      </w:pPr>
      <w:r w:rsidRPr="00481D79">
        <w:rPr>
          <w:rtl/>
        </w:rPr>
        <w:t xml:space="preserve">قال: حدثني أبي، قال: حدثني علي بن موسى الرضا </w:t>
      </w:r>
      <w:r w:rsidR="004226A8" w:rsidRPr="004226A8">
        <w:rPr>
          <w:rStyle w:val="libAlaemChar"/>
          <w:rtl/>
        </w:rPr>
        <w:t>عليه‌السلام</w:t>
      </w:r>
      <w:r w:rsidRPr="00481D79">
        <w:rPr>
          <w:rtl/>
        </w:rPr>
        <w:t>.</w:t>
      </w:r>
    </w:p>
    <w:p w:rsidR="00481D79" w:rsidRPr="00481D79" w:rsidRDefault="00481D79" w:rsidP="00D11BDC">
      <w:pPr>
        <w:pStyle w:val="libNormal"/>
        <w:rPr>
          <w:rtl/>
        </w:rPr>
      </w:pPr>
      <w:r w:rsidRPr="00481D79">
        <w:rPr>
          <w:rtl/>
        </w:rPr>
        <w:t xml:space="preserve">14 - سند الشيخ الثقة محمد بن علي الكراجكي في كنز الفوائد: 50. حدثنا القاضي أبوالحسن محمد بن علي بن محمد بن صخر الازدي البصري، بمصر سنة ست وعشرين وأربعمائة قراء‌ة منه علينا، قال: أخبرنا أبوالقاسم عمر بن محمد بن يوسف. قال: حدثنا علي بن محمد بن مهرويه القزويني ببغداد سنة ثلاث عشر وثلاثمائة، قال: حدثنا داود بن سليمان الغازي، قال: حدثنا علي بن موسى الرضا </w:t>
      </w:r>
      <w:r w:rsidR="004226A8" w:rsidRPr="004226A8">
        <w:rPr>
          <w:rStyle w:val="libAlaemChar"/>
          <w:rtl/>
        </w:rPr>
        <w:t>عليه‌السلام</w:t>
      </w:r>
      <w:r w:rsidRPr="00481D79">
        <w:rPr>
          <w:rtl/>
        </w:rPr>
        <w:t>.</w:t>
      </w:r>
    </w:p>
    <w:p w:rsidR="00481D79" w:rsidRDefault="00481D79" w:rsidP="00481D79">
      <w:pPr>
        <w:pStyle w:val="libNormal"/>
        <w:rPr>
          <w:rtl/>
        </w:rPr>
      </w:pPr>
      <w:r>
        <w:rPr>
          <w:rtl/>
        </w:rPr>
        <w:br w:type="page"/>
      </w:r>
    </w:p>
    <w:p w:rsidR="00481D79" w:rsidRPr="00481D79" w:rsidRDefault="00481D79" w:rsidP="00D11BDC">
      <w:pPr>
        <w:pStyle w:val="libNormal"/>
        <w:rPr>
          <w:rtl/>
        </w:rPr>
      </w:pPr>
      <w:r w:rsidRPr="00481D79">
        <w:rPr>
          <w:rtl/>
        </w:rPr>
        <w:lastRenderedPageBreak/>
        <w:t xml:space="preserve">15 - سند الشيخ الجليل أبوالعباس أحمد بن علي النجاشي. في رجاله: 170 في ترجمة عبدالله بن أحمد بن عامر الطائي، قال: روى عن أبيه، عن الرضا </w:t>
      </w:r>
      <w:r w:rsidR="004226A8" w:rsidRPr="004226A8">
        <w:rPr>
          <w:rStyle w:val="libAlaemChar"/>
          <w:rtl/>
        </w:rPr>
        <w:t>عليه‌السلام</w:t>
      </w:r>
      <w:r w:rsidRPr="00481D79">
        <w:rPr>
          <w:rtl/>
        </w:rPr>
        <w:t xml:space="preserve"> نسخة، قرأت هذه النسخة على أبي الحسن أحمد بن محمد بن موسى، أخبركم أبوالقاسم عبدالله بن أحمد بن عامر، عن أبيه، عن الرضا </w:t>
      </w:r>
      <w:r w:rsidR="004226A8" w:rsidRPr="004226A8">
        <w:rPr>
          <w:rStyle w:val="libAlaemChar"/>
          <w:rtl/>
        </w:rPr>
        <w:t>عليه‌السلام</w:t>
      </w:r>
      <w:r w:rsidRPr="00481D79">
        <w:rPr>
          <w:rtl/>
        </w:rPr>
        <w:t>.</w:t>
      </w:r>
    </w:p>
    <w:p w:rsidR="00481D79" w:rsidRPr="00481D79" w:rsidRDefault="00481D79" w:rsidP="00D11BDC">
      <w:pPr>
        <w:pStyle w:val="libNormal"/>
        <w:rPr>
          <w:rtl/>
        </w:rPr>
      </w:pPr>
      <w:r w:rsidRPr="00481D79">
        <w:rPr>
          <w:rtl/>
        </w:rPr>
        <w:t>16 - سند شيخ الطائفة الطوسي (ره). في الامالي: 49، 55، 76، 157، 165 وص 168.</w:t>
      </w:r>
    </w:p>
    <w:p w:rsidR="00481D79" w:rsidRPr="00481D79" w:rsidRDefault="00481D79" w:rsidP="00D11BDC">
      <w:pPr>
        <w:pStyle w:val="libNormal"/>
        <w:rPr>
          <w:rtl/>
        </w:rPr>
      </w:pPr>
      <w:r w:rsidRPr="00481D79">
        <w:rPr>
          <w:rtl/>
        </w:rPr>
        <w:t xml:space="preserve">قال: أملى علينا والدي </w:t>
      </w:r>
      <w:r w:rsidR="004226A8" w:rsidRPr="004226A8">
        <w:rPr>
          <w:rStyle w:val="libAlaemChar"/>
          <w:rtl/>
        </w:rPr>
        <w:t>رضي‌الله‌عنه</w:t>
      </w:r>
      <w:r w:rsidRPr="00481D79">
        <w:rPr>
          <w:rtl/>
        </w:rPr>
        <w:t xml:space="preserve"> قال: أخبرنا الشيخ المفيد. وذ</w:t>
      </w:r>
      <w:r w:rsidR="00AF74FD">
        <w:rPr>
          <w:rtl/>
        </w:rPr>
        <w:t>كر الباقي مثل ما في السند رقم "</w:t>
      </w:r>
      <w:r w:rsidRPr="00481D79">
        <w:rPr>
          <w:rtl/>
        </w:rPr>
        <w:t>11 ".</w:t>
      </w:r>
    </w:p>
    <w:p w:rsidR="00481D79" w:rsidRPr="00481D79" w:rsidRDefault="00481D79" w:rsidP="00D11BDC">
      <w:pPr>
        <w:pStyle w:val="libNormal"/>
        <w:rPr>
          <w:rtl/>
        </w:rPr>
      </w:pPr>
      <w:r w:rsidRPr="00481D79">
        <w:rPr>
          <w:rtl/>
        </w:rPr>
        <w:t>17 - سند الشيخ الطوسي (ره) في الامالي: 125. أخبرنا الشيخ السعيد الوالد أبوجعفر محمد بن الحسن بن علي الطوسي، قال: أخبرنا الشيخ المفيد أبوعبدالله محمد بن محمد بن النعمان، قال: حدثنا أبوعبدالله محمد بن محمد بن حفظة قال: حدثني أبوحفص عمر بن محمد الزيات الصيرفي. وذكر الباقي مثل ما في السند رقم " 11 ".</w:t>
      </w:r>
    </w:p>
    <w:p w:rsidR="00481D79" w:rsidRPr="00481D79" w:rsidRDefault="00481D79" w:rsidP="00D11BDC">
      <w:pPr>
        <w:pStyle w:val="libNormal"/>
        <w:rPr>
          <w:rtl/>
        </w:rPr>
      </w:pPr>
      <w:r w:rsidRPr="00481D79">
        <w:rPr>
          <w:rtl/>
        </w:rPr>
        <w:t xml:space="preserve">18 - سند الشيخ الطوسي (ره) في الامالي: 285 وص 286. أخبرنا الشيخ المفيد أبوعلي الطوسي، قال: حدثني شيخي، قال: أخبرني أبو محمد الحسن بن محمد بن يحيى الفحام بسر من رأى قال: حدثني عمي عمر بن يحيى الفحام قال: حدثني عبدالله بن أحمد بن عامر، قال: حدثني أبي أحمد بن عامر الطائي، قال: حدثنا علي بن موسى الرضا </w:t>
      </w:r>
      <w:r w:rsidR="004226A8" w:rsidRPr="004226A8">
        <w:rPr>
          <w:rStyle w:val="libAlaemChar"/>
          <w:rtl/>
        </w:rPr>
        <w:t>عليه‌السلام</w:t>
      </w:r>
      <w:r w:rsidRPr="00481D79">
        <w:rPr>
          <w:rtl/>
        </w:rPr>
        <w:t>.</w:t>
      </w:r>
    </w:p>
    <w:p w:rsidR="00481D79" w:rsidRPr="00481D79" w:rsidRDefault="00481D79" w:rsidP="00D11BDC">
      <w:pPr>
        <w:pStyle w:val="libNormal"/>
        <w:rPr>
          <w:rtl/>
        </w:rPr>
      </w:pPr>
      <w:r w:rsidRPr="00481D79">
        <w:rPr>
          <w:rtl/>
        </w:rPr>
        <w:t xml:space="preserve">19 - سند الشيخ الطوسي (ره) في الامالي: 346، 354 وص 355. حدثنا الشيخ السعيد الوالد أبوجعفر محمد بن الحسن الطوسي قدس الله روحه في جمادى الآخرة سنة ست وخمسين وأربعمائة بالمشهد المقدس على ساكنه السلام قال: أخبرنا أبوالحسن أحمد بن محمد بن هارون بن الصلت الاهوازي سماعا منه في مسجده بشارع دار الرقيق ببغداد في سلخ شهر ربيع الاول من سنة تسع وأربعمائة قال: حدثنا أحمد بن محمد بن سعيد بن عقدة إملاء‌ا قال: حدثنا علي بن محمد قال: حدثنا داود قال: حدثني علي بن موسى الرضا </w:t>
      </w:r>
      <w:r w:rsidR="004226A8" w:rsidRPr="004226A8">
        <w:rPr>
          <w:rStyle w:val="libAlaemChar"/>
          <w:rtl/>
        </w:rPr>
        <w:t>عليه‌السلام</w:t>
      </w:r>
      <w:r w:rsidRPr="00481D79">
        <w:rPr>
          <w:rtl/>
        </w:rPr>
        <w:t>. قال ابن عقدة: أخبرني عبدالله بن أحمد بن عامر في كتابه قال: حدثني أبي قال: حدثني علي بن موسى بهذا [ أي بالحديث: 159].</w:t>
      </w:r>
    </w:p>
    <w:p w:rsidR="00481D79" w:rsidRDefault="00481D79" w:rsidP="00481D79">
      <w:pPr>
        <w:pStyle w:val="libNormal"/>
        <w:rPr>
          <w:rtl/>
        </w:rPr>
      </w:pPr>
      <w:r>
        <w:rPr>
          <w:rtl/>
        </w:rPr>
        <w:br w:type="page"/>
      </w:r>
    </w:p>
    <w:p w:rsidR="00481D79" w:rsidRPr="00481D79" w:rsidRDefault="00481D79" w:rsidP="00D11BDC">
      <w:pPr>
        <w:pStyle w:val="libNormal"/>
        <w:rPr>
          <w:rtl/>
        </w:rPr>
      </w:pPr>
      <w:r w:rsidRPr="00481D79">
        <w:rPr>
          <w:rtl/>
        </w:rPr>
        <w:lastRenderedPageBreak/>
        <w:t xml:space="preserve">20 - سند شيخ الطائفة الطوسي (ره) في الامالي: 62. أخبرنا الشيخ السعيد الوالد أبوجعفر محمد بن الحسن بن علي الطوسي </w:t>
      </w:r>
      <w:r w:rsidR="004226A8" w:rsidRPr="004226A8">
        <w:rPr>
          <w:rStyle w:val="libAlaemChar"/>
          <w:rtl/>
        </w:rPr>
        <w:t>رضي‌الله‌عنه</w:t>
      </w:r>
      <w:r w:rsidRPr="00481D79">
        <w:rPr>
          <w:rtl/>
        </w:rPr>
        <w:t xml:space="preserve"> بالمشهد المقدس بالغري على ساكنه السلام في شعبان سنة ست وخمسين وأربعمائة عن أبي المفضل قال: أخبرنا جماعة منهم الحسين بن عبدالله وأحمد بن عبدون وأبوطالب بن عرفة وأبوالحسن الصفار وأبوعلي الحسن بن إسماعيل بن اشنان قالوا: حدثنا أبوالمفضل بن محمد بن عبدالله بن المطلب الشيباني قال: حدثنا أبوالحسن علي بن محمد بن مهرويه الصنعاني بقزوين. وجعفر بن أبوذر القزويني المجاور بمكة قالا: حدثنا داود بن سليمان الغازي القزويني. وحدثنا عبدالله بن أحمد بن عامر الطائي ببغداد والاهواز قال: حدثني أبي وحدثني أحمد بن علي بن مهدي بن صدقة بن هشام بن غالب الرقي بحلب قال: حدثنا أبي. قال: حدثنا علي بن موسى الرضا </w:t>
      </w:r>
      <w:r w:rsidR="004226A8" w:rsidRPr="004226A8">
        <w:rPr>
          <w:rStyle w:val="libAlaemChar"/>
          <w:rtl/>
        </w:rPr>
        <w:t>عليه‌السلام</w:t>
      </w:r>
      <w:r w:rsidRPr="00481D79">
        <w:rPr>
          <w:rtl/>
        </w:rPr>
        <w:t>.</w:t>
      </w:r>
    </w:p>
    <w:p w:rsidR="00481D79" w:rsidRPr="00481D79" w:rsidRDefault="00481D79" w:rsidP="00D11BDC">
      <w:pPr>
        <w:pStyle w:val="libNormal"/>
        <w:rPr>
          <w:rtl/>
        </w:rPr>
      </w:pPr>
      <w:r w:rsidRPr="00481D79">
        <w:rPr>
          <w:rtl/>
        </w:rPr>
        <w:t xml:space="preserve">21 - سند شيخ الطائفة الطوسي (ره) في الامالي: 183. أخبرنا جماعة عن أبي المفضل قال: حدثنا علي بن محمد بن مهرويه الصامغاني بقزوين قال: حدثنا داود بن سليمان بن الغازي القزويني قال: حدثنا علي بن موسى الرضا </w:t>
      </w:r>
      <w:r w:rsidR="004226A8" w:rsidRPr="004226A8">
        <w:rPr>
          <w:rStyle w:val="libAlaemChar"/>
          <w:rtl/>
        </w:rPr>
        <w:t>عليه‌السلام</w:t>
      </w:r>
      <w:r w:rsidRPr="00481D79">
        <w:rPr>
          <w:rtl/>
        </w:rPr>
        <w:t>.</w:t>
      </w:r>
    </w:p>
    <w:p w:rsidR="00481D79" w:rsidRPr="00481D79" w:rsidRDefault="00481D79" w:rsidP="00D11BDC">
      <w:pPr>
        <w:pStyle w:val="libNormal"/>
        <w:rPr>
          <w:rtl/>
        </w:rPr>
      </w:pPr>
      <w:r w:rsidRPr="00481D79">
        <w:rPr>
          <w:rtl/>
        </w:rPr>
        <w:t xml:space="preserve">22 - سند شيخ الطائفة الطوسي (ره) في الامالي: 209. أخبرنا جماعة عن أبي المفضل قال: حدثنا عبدالله بن أحمد بن عامر الطائي قال: حدثني أبي سنة ستين ومائتين قال: حدثني أبوالحسن علي بن موسى الرضا </w:t>
      </w:r>
      <w:r w:rsidR="004226A8" w:rsidRPr="004226A8">
        <w:rPr>
          <w:rStyle w:val="libAlaemChar"/>
          <w:rtl/>
        </w:rPr>
        <w:t>عليهما‌السلام</w:t>
      </w:r>
      <w:r w:rsidRPr="00481D79">
        <w:rPr>
          <w:rtl/>
        </w:rPr>
        <w:t xml:space="preserve"> سنة أربع وتسعين ومائة.</w:t>
      </w:r>
    </w:p>
    <w:p w:rsidR="00481D79" w:rsidRPr="00481D79" w:rsidRDefault="00481D79" w:rsidP="00D11BDC">
      <w:pPr>
        <w:pStyle w:val="libNormal"/>
        <w:rPr>
          <w:rtl/>
        </w:rPr>
      </w:pPr>
      <w:r w:rsidRPr="00481D79">
        <w:rPr>
          <w:rtl/>
        </w:rPr>
        <w:t>23 - طريق الحافظ الشيخ أبوسعيد مسعود السجستاني. نقله في م 2 من نسخة مكتبة الاستاذ المحقق فخر الدين نصيري أميني. أخبرنا الشيخ الامام أبوسعيد مسعود بن ناصر بن أبي زيد السجستاني قال: حدثنا أبوسعيد وجيه بن أبي الطيب المستلمي لفظا قال: حدثنا الاستاذ أبوالقاسم الحسن بن محمد بن حبيب قال: حدثنا أبوبكر محمد بن عبدالله حفدة العباس بن حمزة سنة سبع وثلاثين وثلاثمائة قال:</w:t>
      </w:r>
    </w:p>
    <w:p w:rsidR="00481D79" w:rsidRDefault="00481D79" w:rsidP="00481D79">
      <w:pPr>
        <w:pStyle w:val="libNormal"/>
        <w:rPr>
          <w:rtl/>
        </w:rPr>
      </w:pPr>
      <w:r>
        <w:rPr>
          <w:rtl/>
        </w:rPr>
        <w:br w:type="page"/>
      </w:r>
    </w:p>
    <w:p w:rsidR="00481D79" w:rsidRPr="00481D79" w:rsidRDefault="00481D79" w:rsidP="00D11BDC">
      <w:pPr>
        <w:pStyle w:val="libNormal"/>
        <w:rPr>
          <w:rtl/>
        </w:rPr>
      </w:pPr>
      <w:r w:rsidRPr="00481D79">
        <w:rPr>
          <w:rtl/>
        </w:rPr>
        <w:lastRenderedPageBreak/>
        <w:t xml:space="preserve">حدثنا أبوالقاسم عبدالله بن أحمد بن عامر الطائي بالبصرة، حدثني أبي قال: حدثنا الامام علي بن موسى الرضا </w:t>
      </w:r>
      <w:r w:rsidR="004226A8" w:rsidRPr="004226A8">
        <w:rPr>
          <w:rStyle w:val="libAlaemChar"/>
          <w:rtl/>
        </w:rPr>
        <w:t>عليه‌السلام</w:t>
      </w:r>
      <w:r w:rsidRPr="00481D79">
        <w:rPr>
          <w:rtl/>
        </w:rPr>
        <w:t>.</w:t>
      </w:r>
    </w:p>
    <w:p w:rsidR="00481D79" w:rsidRPr="00481D79" w:rsidRDefault="00481D79" w:rsidP="00D11BDC">
      <w:pPr>
        <w:pStyle w:val="libNormal"/>
        <w:rPr>
          <w:rtl/>
        </w:rPr>
      </w:pPr>
      <w:r w:rsidRPr="00481D79">
        <w:rPr>
          <w:rtl/>
        </w:rPr>
        <w:t xml:space="preserve">24 - سند الشيخ علي بن محمد الواسطي الشافعي المشهور ب‍ " إبن المغازلي " في كتابه مناقب علي بن أبي طالب </w:t>
      </w:r>
      <w:r w:rsidR="004226A8" w:rsidRPr="004226A8">
        <w:rPr>
          <w:rStyle w:val="libAlaemChar"/>
          <w:rtl/>
        </w:rPr>
        <w:t>عليه‌السلام</w:t>
      </w:r>
      <w:r w:rsidRPr="00481D79">
        <w:rPr>
          <w:rtl/>
        </w:rPr>
        <w:t>: 44.</w:t>
      </w:r>
    </w:p>
    <w:p w:rsidR="00481D79" w:rsidRPr="00481D79" w:rsidRDefault="00481D79" w:rsidP="00D11BDC">
      <w:pPr>
        <w:pStyle w:val="libNormal"/>
        <w:rPr>
          <w:rtl/>
        </w:rPr>
      </w:pPr>
      <w:r w:rsidRPr="00481D79">
        <w:rPr>
          <w:rtl/>
        </w:rPr>
        <w:t xml:space="preserve">أخبرنا علي بن الحسين بن الطيب إذنا عن أبي عبدالله محمد ابن علي بن أحمد السقطي، قال: حدثنا أحمد بن محمد الديباجي قال،: حدثنا علي بن حرب الطائي، قال: حدثنا داود بن سليمان، قال: حدثني علي بن موسى الرضا </w:t>
      </w:r>
      <w:r w:rsidR="004226A8" w:rsidRPr="004226A8">
        <w:rPr>
          <w:rStyle w:val="libAlaemChar"/>
          <w:rtl/>
        </w:rPr>
        <w:t>عليه‌السلام</w:t>
      </w:r>
      <w:r w:rsidRPr="00481D79">
        <w:rPr>
          <w:rtl/>
        </w:rPr>
        <w:t>.</w:t>
      </w:r>
    </w:p>
    <w:p w:rsidR="00481D79" w:rsidRPr="00481D79" w:rsidRDefault="00481D79" w:rsidP="00D11BDC">
      <w:pPr>
        <w:pStyle w:val="libNormal"/>
        <w:rPr>
          <w:rtl/>
        </w:rPr>
      </w:pPr>
      <w:r w:rsidRPr="00481D79">
        <w:rPr>
          <w:rtl/>
        </w:rPr>
        <w:t>25 - سند الحافظ ابن المغازلي في المناقب: 64 - 69 ح 91 - 99، 70 ح 101، 400 ح 455 وص 403 ح 94 مكرر.</w:t>
      </w:r>
    </w:p>
    <w:p w:rsidR="00481D79" w:rsidRPr="00481D79" w:rsidRDefault="00481D79" w:rsidP="00D11BDC">
      <w:pPr>
        <w:pStyle w:val="libNormal"/>
        <w:rPr>
          <w:rtl/>
        </w:rPr>
      </w:pPr>
      <w:r w:rsidRPr="00481D79">
        <w:rPr>
          <w:rtl/>
        </w:rPr>
        <w:t xml:space="preserve">أخبرنا أبوإسحاق إبراهيم بن غسان البصري إجازة أن أبا علي الحسين بن علي بن أحمد بن محمد بن أبي زيد حدثهم قال: حدثنا أبوالقاسم عبدالله بن احمد بن عامر الطائي حدثنا أبي أحمد بن عامر، حدثنا علي بن موسى الرضا </w:t>
      </w:r>
      <w:r w:rsidR="004226A8" w:rsidRPr="004226A8">
        <w:rPr>
          <w:rStyle w:val="libAlaemChar"/>
          <w:rtl/>
        </w:rPr>
        <w:t>عليه‌السلام</w:t>
      </w:r>
      <w:r w:rsidRPr="00481D79">
        <w:rPr>
          <w:rtl/>
        </w:rPr>
        <w:t>.</w:t>
      </w:r>
    </w:p>
    <w:p w:rsidR="00481D79" w:rsidRPr="00481D79" w:rsidRDefault="00481D79" w:rsidP="00D11BDC">
      <w:pPr>
        <w:pStyle w:val="libNormal"/>
        <w:rPr>
          <w:rtl/>
        </w:rPr>
      </w:pPr>
      <w:r w:rsidRPr="00481D79">
        <w:rPr>
          <w:rtl/>
        </w:rPr>
        <w:t xml:space="preserve">26 - طريق الشيخ الحسن بن أبي حنيفة الجمشادي، نقلا عن الرافعي في التدوين: 2 / 408، قال: الحسن بن أبي حنيفة الجمشادي أبومحمد، سمع صحيفة أهل البيت من شيخ القضاة إسماعيل بن أحمد بن الحسين البيهقي ببلخ سنة ست وخمسمائة بروايته، عن أبيه، عن أبي القاسم بن حبيب، عن أبي بكر محمد بن عبدالله، عن أبي القاسم الطائي، عن أبيه، عن علي بن موسى الرضا </w:t>
      </w:r>
      <w:r w:rsidR="004226A8" w:rsidRPr="004226A8">
        <w:rPr>
          <w:rStyle w:val="libAlaemChar"/>
          <w:rtl/>
        </w:rPr>
        <w:t>عليه‌السلام</w:t>
      </w:r>
      <w:r w:rsidRPr="00481D79">
        <w:rPr>
          <w:rtl/>
        </w:rPr>
        <w:t>.</w:t>
      </w:r>
    </w:p>
    <w:p w:rsidR="00481D79" w:rsidRPr="00481D79" w:rsidRDefault="00481D79" w:rsidP="00D11BDC">
      <w:pPr>
        <w:pStyle w:val="libNormal"/>
        <w:rPr>
          <w:rtl/>
        </w:rPr>
      </w:pPr>
      <w:r w:rsidRPr="00481D79">
        <w:rPr>
          <w:rtl/>
        </w:rPr>
        <w:t xml:space="preserve">27 - سند الحافظ الكبير أبوشجاع شهردار بن شيرويه الديلمي في كتابه فردوس الاخبار، نقله عنه الشيخ هاشم بن محمد في كتاب مصباح الانوار: 109، وص 124 (مخطوط). حدثنا أبوناجب آمحمد بن إسماعيل الاسترابادي، حدثنا أبوالحسن بن المثنى، حدثنا علي بن مهرويه، حدثنا داود بن سليمان الغازي، عن الرضا </w:t>
      </w:r>
      <w:r w:rsidR="004226A8" w:rsidRPr="004226A8">
        <w:rPr>
          <w:rStyle w:val="libAlaemChar"/>
          <w:rtl/>
        </w:rPr>
        <w:t>عليه‌السلام</w:t>
      </w:r>
      <w:r w:rsidRPr="00481D79">
        <w:rPr>
          <w:rtl/>
        </w:rPr>
        <w:t>.</w:t>
      </w:r>
    </w:p>
    <w:p w:rsidR="00481D79" w:rsidRPr="00481D79" w:rsidRDefault="00481D79" w:rsidP="00D11BDC">
      <w:pPr>
        <w:pStyle w:val="libNormal"/>
        <w:rPr>
          <w:rtl/>
        </w:rPr>
      </w:pPr>
      <w:r w:rsidRPr="00481D79">
        <w:rPr>
          <w:rtl/>
        </w:rPr>
        <w:t>28 - سند الحافظ موفق بن أحمد الحنفي الخوارزمي في مقتل الحسين: 1 / 51. أخبرنا الشيخ الامام الزاهد الحافظ أبوالحسن علي بن أحمد العاصي (ره). أخبرنا شيخ القضاة أبوعلي إسماعيل بن أحمد البيهقي. أخبرنا والدي شيخ السنة أبوبكر أحمد بن الحسين الحافظ.</w:t>
      </w:r>
    </w:p>
    <w:p w:rsidR="00481D79" w:rsidRDefault="00481D79" w:rsidP="00481D79">
      <w:pPr>
        <w:pStyle w:val="libNormal"/>
        <w:rPr>
          <w:rtl/>
        </w:rPr>
      </w:pPr>
      <w:r>
        <w:rPr>
          <w:rtl/>
        </w:rPr>
        <w:br w:type="page"/>
      </w:r>
    </w:p>
    <w:p w:rsidR="00481D79" w:rsidRPr="00481D79" w:rsidRDefault="00481D79" w:rsidP="00D11BDC">
      <w:pPr>
        <w:pStyle w:val="libNormal"/>
        <w:rPr>
          <w:rtl/>
        </w:rPr>
      </w:pPr>
      <w:r w:rsidRPr="00481D79">
        <w:rPr>
          <w:rtl/>
        </w:rPr>
        <w:lastRenderedPageBreak/>
        <w:t xml:space="preserve">أخبرنا أبوالقاسم الحسن بن محمد بن حبيب بن المعزا، أخبرنا أبوبكر محمد بن عبدالله، أخبرنا ابوالقاسم عبدالله بن أحمد بن عامر الطائي في البصرة، قال: حدثني أبي قال حدثني علي بن موسى </w:t>
      </w:r>
      <w:r w:rsidR="004226A8" w:rsidRPr="004226A8">
        <w:rPr>
          <w:rStyle w:val="libAlaemChar"/>
          <w:rtl/>
        </w:rPr>
        <w:t>عليه‌السلام</w:t>
      </w:r>
      <w:r w:rsidRPr="00481D79">
        <w:rPr>
          <w:rtl/>
        </w:rPr>
        <w:t>.</w:t>
      </w:r>
    </w:p>
    <w:p w:rsidR="00481D79" w:rsidRPr="00481D79" w:rsidRDefault="00481D79" w:rsidP="00D11BDC">
      <w:pPr>
        <w:pStyle w:val="libNormal"/>
        <w:rPr>
          <w:rtl/>
        </w:rPr>
      </w:pPr>
      <w:r w:rsidRPr="00481D79">
        <w:rPr>
          <w:rtl/>
        </w:rPr>
        <w:t xml:space="preserve">29 - سند الحافظ الخوارزمي في المناقب: 208 - 210، وص 246، وفي مقتل الحسين: 1 / 52 وص 106، وج 2 / 83 وص 169. أخبرني الشيخ الفقيه الحافظ العدل أبوبكر محمد بن عبدالله بن نصر الزعفراني. حدثني أبوالحسين محمد بن إسحاق، عن إبراهيم بن مخلد الباقرجي. حدثني أبوعبدالله الحسين بن الحسن بن العلي بن بندار. حدثني أبوبكر أحمد بن إبراهيم بن الحسن بن محمد بن شاذان. حدثني أبوالقاسم عبدالله بن أحمد بن عامر الطائي، قال: حدثنا أبي أحمد بن عامر بن سليمان، حدثنى أبوالحسن علي بن موسى الرضا </w:t>
      </w:r>
      <w:r w:rsidR="004226A8" w:rsidRPr="004226A8">
        <w:rPr>
          <w:rStyle w:val="libAlaemChar"/>
          <w:rtl/>
        </w:rPr>
        <w:t>عليه‌السلام</w:t>
      </w:r>
      <w:r w:rsidRPr="00481D79">
        <w:rPr>
          <w:rtl/>
        </w:rPr>
        <w:t>.</w:t>
      </w:r>
    </w:p>
    <w:p w:rsidR="00481D79" w:rsidRPr="00481D79" w:rsidRDefault="00481D79" w:rsidP="00D11BDC">
      <w:pPr>
        <w:pStyle w:val="libNormal"/>
        <w:rPr>
          <w:rtl/>
        </w:rPr>
      </w:pPr>
      <w:r w:rsidRPr="00481D79">
        <w:rPr>
          <w:rtl/>
        </w:rPr>
        <w:t xml:space="preserve">30 - سند الحافظ الخوارزمي في مقتل الحسين: 1 / 65. أخبرنا عين الائمة أبوالحسن علي بن أحمد الكرباسي، أخبرنا القاضي الامام أحمد بن عبدالرحمن الريغدموني، أخبرنا أبي، أخبرنا أبوبكر محمد بن أحمد الثعالبي. أخبرنا أبوبكر محمد بن جعفر البغدادي بمرو، أخبرنا أبوالقاسم عبدالله بن أحمد بن عامر الطائي بواسط، حدثني أبي، حدثني أبوالحسن علي بن موسى الرضا </w:t>
      </w:r>
      <w:r w:rsidR="004226A8" w:rsidRPr="004226A8">
        <w:rPr>
          <w:rStyle w:val="libAlaemChar"/>
          <w:rtl/>
        </w:rPr>
        <w:t>عليه‌السلام</w:t>
      </w:r>
      <w:r w:rsidRPr="00481D79">
        <w:rPr>
          <w:rtl/>
        </w:rPr>
        <w:t>.</w:t>
      </w:r>
    </w:p>
    <w:p w:rsidR="00481D79" w:rsidRPr="00481D79" w:rsidRDefault="00481D79" w:rsidP="00D11BDC">
      <w:pPr>
        <w:pStyle w:val="libNormal"/>
        <w:rPr>
          <w:rtl/>
        </w:rPr>
      </w:pPr>
      <w:r w:rsidRPr="00481D79">
        <w:rPr>
          <w:rtl/>
        </w:rPr>
        <w:t>31 - سند الحافظ الخوارزمي في مقتل الحسين: 1 / 109. أخبرنا أبوالفتح بن عبدالله كتابة، أخبرنا المفضل الجعفري، حدثنا أبوبكر بن مردويه.... وذكر تمام السند كما في رقم (13).</w:t>
      </w:r>
    </w:p>
    <w:p w:rsidR="00481D79" w:rsidRPr="00481D79" w:rsidRDefault="00481D79" w:rsidP="00D11BDC">
      <w:pPr>
        <w:pStyle w:val="libNormal"/>
        <w:rPr>
          <w:rtl/>
        </w:rPr>
      </w:pPr>
      <w:r w:rsidRPr="00481D79">
        <w:rPr>
          <w:rtl/>
        </w:rPr>
        <w:t xml:space="preserve">32 - سند الحافظ الخوارزمي في مقتل الحسين: 1 / 87 وص 47. أخبرنا الامام الزاهد الحافظ أبوالحسن علي بن أحمد العاصمي، أخبرنا شيخ القضاة أبوعلي إسماعيل بن أحمد البيهقي، أخبرنا شيخ السنة أبوبكر أحمد بن الحسين البيهقى. قال: أخبرنا الامام أبوالقاسم الحسن بن محمد بن حبيب بنيسابور سنة أربعمائة، أخبرنا أبوبكر محمد بن عبدالله بن محمد: حدثنا أبوالقاسم عبدالله بن أحمد بن عامر الطائي بالبصرة، حدثني أبي، حدثنا علي بن موسى الرضا </w:t>
      </w:r>
      <w:r w:rsidR="004226A8" w:rsidRPr="004226A8">
        <w:rPr>
          <w:rStyle w:val="libAlaemChar"/>
          <w:rtl/>
        </w:rPr>
        <w:t>عليه‌السلام</w:t>
      </w:r>
      <w:r w:rsidRPr="00481D79">
        <w:rPr>
          <w:rtl/>
        </w:rPr>
        <w:t>.</w:t>
      </w:r>
    </w:p>
    <w:p w:rsidR="00481D79" w:rsidRDefault="00481D79" w:rsidP="00481D79">
      <w:pPr>
        <w:pStyle w:val="libNormal"/>
        <w:rPr>
          <w:rtl/>
        </w:rPr>
      </w:pPr>
      <w:r>
        <w:rPr>
          <w:rtl/>
        </w:rPr>
        <w:br w:type="page"/>
      </w:r>
    </w:p>
    <w:p w:rsidR="00481D79" w:rsidRPr="00481D79" w:rsidRDefault="00481D79" w:rsidP="00D11BDC">
      <w:pPr>
        <w:pStyle w:val="libNormal"/>
        <w:rPr>
          <w:rtl/>
        </w:rPr>
      </w:pPr>
      <w:r w:rsidRPr="00481D79">
        <w:rPr>
          <w:rtl/>
        </w:rPr>
        <w:lastRenderedPageBreak/>
        <w:t xml:space="preserve">33 - سند الحافظ علي بن الحسن الشافعي المعروف ب‍ " ابن عساكر ". في ترجمة الامام علي </w:t>
      </w:r>
      <w:r w:rsidR="004226A8" w:rsidRPr="004226A8">
        <w:rPr>
          <w:rStyle w:val="libAlaemChar"/>
          <w:rtl/>
        </w:rPr>
        <w:t>عليه‌السلام</w:t>
      </w:r>
      <w:r w:rsidRPr="00481D79">
        <w:rPr>
          <w:rtl/>
        </w:rPr>
        <w:t xml:space="preserve"> من تاريخ دمشق: 1 / 131 ح 159: أخبرنا أبو الحسن علي بن عبدالواحد الدينوري، قال: أنبأنا أبومحمد الحسن بن محمد الحسن الخلال إملاء، أنبأنا أحمد بن إبراهيم، أنبأنا عبدالله بن علي بن أحمد بن عامر الطائي، حدثنى أبي، حدثنى علي بن موسى الرضا </w:t>
      </w:r>
      <w:r w:rsidR="004226A8" w:rsidRPr="004226A8">
        <w:rPr>
          <w:rStyle w:val="libAlaemChar"/>
          <w:rtl/>
        </w:rPr>
        <w:t>عليه‌السلام</w:t>
      </w:r>
      <w:r w:rsidRPr="00481D79">
        <w:rPr>
          <w:rtl/>
        </w:rPr>
        <w:t>.</w:t>
      </w:r>
    </w:p>
    <w:p w:rsidR="00481D79" w:rsidRPr="00481D79" w:rsidRDefault="00481D79" w:rsidP="00D11BDC">
      <w:pPr>
        <w:pStyle w:val="libNormal"/>
        <w:rPr>
          <w:rtl/>
        </w:rPr>
      </w:pPr>
      <w:r w:rsidRPr="00481D79">
        <w:rPr>
          <w:rtl/>
        </w:rPr>
        <w:t xml:space="preserve">34 - سند القاضي أحمد بن أبي الحسن الكني. في كتاب تيسير المطالب: 131: أخبرنا القاضي الامام أحمد بن أبي الحسن الكني أسعده الله، قال: أخبرنا الشيخ الامام الزاهد فخر الدين أبوالحسين زيد بن الحسن بن علي البيهقي بقراء‌تي عليه قدم علينا الري. والشيخ الامام الافضل مجد الدين عبدالمجيد بن عبدالغفار بن أبي سعيد الاسترآباذي الزيدي </w:t>
      </w:r>
      <w:r w:rsidR="004226A8" w:rsidRPr="004226A8">
        <w:rPr>
          <w:rStyle w:val="libAlaemChar"/>
          <w:rtl/>
        </w:rPr>
        <w:t>رحمه‌الله</w:t>
      </w:r>
      <w:r w:rsidRPr="00481D79">
        <w:rPr>
          <w:rtl/>
        </w:rPr>
        <w:t xml:space="preserve"> تعالى، قال: أخبرنا السيد الامام أبوالحسن علي بن محمد بن جعفر الحسني النقيب باستراباذ في شهر الله الاصم رجب سنة ثمان عشرة وخمسمائة، قال: أخبرنا - والده - السيد أبوجعفر محمد بن جعفر بن خليفة الحسني. والسيد أبوالحسن علي بن أبي طالب أحمد بن القاسم الحسنى الآملي الملقب بالمستعين بالله قالا: حدثنا السيد الامام أبوطالب يحيى بن الحسين الحسني قال: أخبرنا أبوالحسين يحيى بن الحسين بن محمد بن عبيد الله الحسني، قال: حدثنا علي بن محمد بن مهرويه القزويني، قال: حدثنا داود بن سليمان العلاق. قال: حدثني علي بن موسى الرضا </w:t>
      </w:r>
      <w:r w:rsidR="004226A8" w:rsidRPr="004226A8">
        <w:rPr>
          <w:rStyle w:val="libAlaemChar"/>
          <w:rtl/>
        </w:rPr>
        <w:t>عليه‌السلام</w:t>
      </w:r>
      <w:r w:rsidRPr="00481D79">
        <w:rPr>
          <w:rtl/>
        </w:rPr>
        <w:t>.</w:t>
      </w:r>
    </w:p>
    <w:p w:rsidR="00481D79" w:rsidRPr="00481D79" w:rsidRDefault="00481D79" w:rsidP="00D11BDC">
      <w:pPr>
        <w:pStyle w:val="libNormal"/>
        <w:rPr>
          <w:rtl/>
        </w:rPr>
      </w:pPr>
      <w:r w:rsidRPr="00481D79">
        <w:rPr>
          <w:rtl/>
        </w:rPr>
        <w:t xml:space="preserve">35 - سند الحافظ أحمد بن محمد العاصمي في كتابه زين الفتى في تفسير سورة هل أتى، على ما نقله في الغدير: 1 / 28، قال: روى الحافظ العاصمي في زين الفتى، عن شيخه أبي بكر الجلاب، عن أبي سعيد الرازي، عن أبي الحسن على بن مهرويه القزويني، عن داود بن سليمان، عن علي بن موسى الرضا </w:t>
      </w:r>
      <w:r w:rsidR="004226A8" w:rsidRPr="004226A8">
        <w:rPr>
          <w:rStyle w:val="libAlaemChar"/>
          <w:rtl/>
        </w:rPr>
        <w:t>عليه‌السلام</w:t>
      </w:r>
      <w:r w:rsidRPr="00481D79">
        <w:rPr>
          <w:rtl/>
        </w:rPr>
        <w:t>.</w:t>
      </w:r>
    </w:p>
    <w:p w:rsidR="00481D79" w:rsidRPr="00481D79" w:rsidRDefault="00481D79" w:rsidP="00D11BDC">
      <w:pPr>
        <w:pStyle w:val="libNormal"/>
        <w:rPr>
          <w:rtl/>
        </w:rPr>
      </w:pPr>
      <w:r w:rsidRPr="00481D79">
        <w:rPr>
          <w:rtl/>
        </w:rPr>
        <w:t>36 - سند الشيخ الاجل أبوالحسين يحيى بن الحسين بن بطريق في كتاب العمدة: 26. أخبرنا السيد الاجل محمد بن يحيى بن محمد بن أبي السطلين العلوي الواعظ البغدادي في</w:t>
      </w:r>
    </w:p>
    <w:p w:rsidR="00481D79" w:rsidRDefault="00481D79" w:rsidP="00481D79">
      <w:pPr>
        <w:pStyle w:val="libNormal"/>
        <w:rPr>
          <w:rtl/>
        </w:rPr>
      </w:pPr>
      <w:r>
        <w:rPr>
          <w:rtl/>
        </w:rPr>
        <w:br w:type="page"/>
      </w:r>
    </w:p>
    <w:p w:rsidR="00481D79" w:rsidRPr="00481D79" w:rsidRDefault="00481D79" w:rsidP="00D11BDC">
      <w:pPr>
        <w:pStyle w:val="libNormal"/>
        <w:rPr>
          <w:rtl/>
        </w:rPr>
      </w:pPr>
      <w:r w:rsidRPr="00481D79">
        <w:rPr>
          <w:rtl/>
        </w:rPr>
        <w:lastRenderedPageBreak/>
        <w:t xml:space="preserve">صفر سنة خمس وثمانين وخمسمائة. عن الفقيه أبي الخير أحمد بن إسماعيل بن يوسف القزويني الشافعي المدرس بالمدرسة النظامية ببغداد في شعبان من سنة سبعين وخمسمائة، بروايته. عن محمد بن أحمد الارغياني الفقيه. عن القاضي الحافظ حاكم بلخ أحمد بن أحمد بن محمد البلخي، عن يحيى بن محمد الاصفهاني، عن الاستاذ أبي اسحاق أحمد بن محمد بن إبراهيم الثعلبي: أخبرنا يعقوب بن السري، أخبرنا محمد بن عبدالله بن جنيد: حدثنا عبدالله بن أحمد بن عامر، حدثني أبي: حدثنا علي بن موسى الرضا </w:t>
      </w:r>
      <w:r w:rsidR="004226A8" w:rsidRPr="004226A8">
        <w:rPr>
          <w:rStyle w:val="libAlaemChar"/>
          <w:rtl/>
        </w:rPr>
        <w:t>عليهما‌السلام</w:t>
      </w:r>
      <w:r w:rsidRPr="00481D79">
        <w:rPr>
          <w:rtl/>
        </w:rPr>
        <w:t>.</w:t>
      </w:r>
    </w:p>
    <w:p w:rsidR="00481D79" w:rsidRPr="00481D79" w:rsidRDefault="00481D79" w:rsidP="00D11BDC">
      <w:pPr>
        <w:pStyle w:val="libNormal"/>
        <w:rPr>
          <w:rtl/>
        </w:rPr>
      </w:pPr>
      <w:r w:rsidRPr="00481D79">
        <w:rPr>
          <w:rtl/>
        </w:rPr>
        <w:t xml:space="preserve">37 - سند الشيخ الجليل محمد بن أبي القاسم الطبري في بشارة المصطفى لشيعة المرتضى: 103: أخبرنا الشيخ الامين أبو عبدالله محمد بن أحمد بن شهريار الخازن بقراء‌تي عليه في ذي القعدة سنة اثنى عشرة وخمسمائة في مشهد مولانا أمير المؤمنين علي بن أبي طالب </w:t>
      </w:r>
      <w:r w:rsidR="004226A8" w:rsidRPr="004226A8">
        <w:rPr>
          <w:rStyle w:val="libAlaemChar"/>
          <w:rtl/>
        </w:rPr>
        <w:t>عليه‌السلام</w:t>
      </w:r>
      <w:r w:rsidRPr="00481D79">
        <w:rPr>
          <w:rtl/>
        </w:rPr>
        <w:t>.</w:t>
      </w:r>
    </w:p>
    <w:p w:rsidR="00481D79" w:rsidRPr="00481D79" w:rsidRDefault="00481D79" w:rsidP="00D11BDC">
      <w:pPr>
        <w:pStyle w:val="libNormal"/>
        <w:rPr>
          <w:rtl/>
        </w:rPr>
      </w:pPr>
      <w:r w:rsidRPr="00481D79">
        <w:rPr>
          <w:rtl/>
        </w:rPr>
        <w:t>قال: حدثنا أبوعلي محمد بن محمد بن يعقوب الكوفي قراء‌ة، قال: حدثنا محمد بن عبدالرحمن العلوي، قال: حدثنا أبوالمفضل محمد بن عبدالله الشيباني.</w:t>
      </w:r>
    </w:p>
    <w:p w:rsidR="00481D79" w:rsidRPr="00481D79" w:rsidRDefault="00481D79" w:rsidP="00D11BDC">
      <w:pPr>
        <w:pStyle w:val="libNormal"/>
        <w:rPr>
          <w:rtl/>
        </w:rPr>
      </w:pPr>
      <w:r w:rsidRPr="00481D79">
        <w:rPr>
          <w:rtl/>
        </w:rPr>
        <w:t xml:space="preserve">قال: حدثنا عبدالله بن أحمد بن عامر، قال: حدثنى أبي أحمد بن عامر، قال: حدثني علي بن موسي الرضا </w:t>
      </w:r>
      <w:r w:rsidR="004226A8" w:rsidRPr="004226A8">
        <w:rPr>
          <w:rStyle w:val="libAlaemChar"/>
          <w:rtl/>
        </w:rPr>
        <w:t>عليه‌السلام</w:t>
      </w:r>
      <w:r w:rsidRPr="00481D79">
        <w:rPr>
          <w:rtl/>
        </w:rPr>
        <w:t>.</w:t>
      </w:r>
    </w:p>
    <w:p w:rsidR="00481D79" w:rsidRPr="00481D79" w:rsidRDefault="00481D79" w:rsidP="00D11BDC">
      <w:pPr>
        <w:pStyle w:val="libNormal"/>
        <w:rPr>
          <w:rtl/>
        </w:rPr>
      </w:pPr>
      <w:r w:rsidRPr="00481D79">
        <w:rPr>
          <w:rtl/>
        </w:rPr>
        <w:t>38 - سند السيد محي الدين بن زهرة في كتابه الاربعون حديثا في حقوق الاخوان: 41 ح 1 - ح 4.</w:t>
      </w:r>
    </w:p>
    <w:p w:rsidR="00481D79" w:rsidRPr="00481D79" w:rsidRDefault="00481D79" w:rsidP="00D11BDC">
      <w:pPr>
        <w:pStyle w:val="libNormal"/>
        <w:rPr>
          <w:rtl/>
        </w:rPr>
      </w:pPr>
      <w:r w:rsidRPr="00481D79">
        <w:rPr>
          <w:rtl/>
        </w:rPr>
        <w:t xml:space="preserve">1 - أخبرني عمي الشريف السيد الطاهر عز الدين أبوالمكارم حمزة بن علي بن زهرة الحسيني: وخال والدي الشريف النقيب أمين الدين أبوطالب أحمد بن محمد بن جعفر الحسيني </w:t>
      </w:r>
      <w:r w:rsidR="004226A8" w:rsidRPr="004226A8">
        <w:rPr>
          <w:rStyle w:val="libAlaemChar"/>
          <w:rtl/>
        </w:rPr>
        <w:t>رضي‌الله‌عنه</w:t>
      </w:r>
      <w:r w:rsidRPr="00481D79">
        <w:rPr>
          <w:rtl/>
        </w:rPr>
        <w:t xml:space="preserve">ما، قراء‌ة عليهما، قالا: أخبرنا القاضي أبوالحسن علي بن عبدالله بن محمد بن أبي جرادة، قال: أخبرني الشيخ الجليل أبوالفتح عبدالله بن إسماعيل بن أحمد الجلي الحلبي، قال: حدثنا أبي إسماعيل بن أحمد، عن أبيه أحمد بن إسماعيل بن أبي عيسى، قال: أخبرنا أبوإسحاق بن ابي بكر الرازي، قال: أخبرنا علي بن مهرويه القزويني، قال: حدثنا داود بن سليمان الغازي، قال: حدثنا علي بن موسى الرضا </w:t>
      </w:r>
      <w:r w:rsidR="004226A8" w:rsidRPr="004226A8">
        <w:rPr>
          <w:rStyle w:val="libAlaemChar"/>
          <w:rtl/>
        </w:rPr>
        <w:t>عليه‌السلام</w:t>
      </w:r>
      <w:r w:rsidRPr="00481D79">
        <w:rPr>
          <w:rtl/>
        </w:rPr>
        <w:t>.</w:t>
      </w:r>
    </w:p>
    <w:p w:rsidR="00481D79" w:rsidRPr="00481D79" w:rsidRDefault="00481D79" w:rsidP="00D11BDC">
      <w:pPr>
        <w:pStyle w:val="libNormal"/>
        <w:rPr>
          <w:rtl/>
        </w:rPr>
      </w:pPr>
      <w:r w:rsidRPr="00481D79">
        <w:rPr>
          <w:rtl/>
        </w:rPr>
        <w:t>2 - أخبرني الشريف القاضي النقيب أبوعلي محمد بن أسعد بن علي بن معمر الحسيني</w:t>
      </w:r>
    </w:p>
    <w:p w:rsidR="00481D79" w:rsidRDefault="00481D79" w:rsidP="00481D79">
      <w:pPr>
        <w:pStyle w:val="libNormal"/>
        <w:rPr>
          <w:rtl/>
        </w:rPr>
      </w:pPr>
      <w:r>
        <w:rPr>
          <w:rtl/>
        </w:rPr>
        <w:br w:type="page"/>
      </w:r>
    </w:p>
    <w:p w:rsidR="00481D79" w:rsidRPr="00481D79" w:rsidRDefault="00481D79" w:rsidP="00AF74FD">
      <w:pPr>
        <w:pStyle w:val="libNormal0"/>
        <w:rPr>
          <w:rtl/>
        </w:rPr>
      </w:pPr>
      <w:r w:rsidRPr="00481D79">
        <w:rPr>
          <w:rtl/>
        </w:rPr>
        <w:lastRenderedPageBreak/>
        <w:t>الجواني، بقراء‌تي عليه، قال: أخبرنا القاضي أبوالفضائل يونس بن محمد بن الحسن القرشي المقدسي املاء، قال: حدثنا جدي الخطيب أبومحمد الحسن، قراء‌ة عليه وأنا أسمع، قال: أخبرني الشيخ أبومحمد عبد الساتر بن عبيد الله بن علي التنيسي بها، قال: حدثني الشيخ أبوعلي الحسن بن علي بن الحسن المكي.</w:t>
      </w:r>
    </w:p>
    <w:p w:rsidR="00481D79" w:rsidRPr="00481D79" w:rsidRDefault="00481D79" w:rsidP="00D11BDC">
      <w:pPr>
        <w:pStyle w:val="libNormal"/>
        <w:rPr>
          <w:rtl/>
        </w:rPr>
      </w:pPr>
      <w:r w:rsidRPr="00481D79">
        <w:rPr>
          <w:rtl/>
        </w:rPr>
        <w:t xml:space="preserve">والشيخ أبوالقاسم المحسن بن عمر الاسكندراني، قالا: حدثنا الشيخ أبوحفص عمر بن محمد بن علي بن غازي التنيسي بها، قال: حدثنا الشيخ أبوالعباس أحمد بن إبراهيم بن علي الكندى، بمكة في المسجد الحرام، قال: حدثنا الشيخ أبوالقاسم عبدالله بن أحمد بن عامر الطائي، قال: حدثني أبي سنة ستين ومائتين، قال: حدثني أبوالحسن علي بن موسى الرضا </w:t>
      </w:r>
      <w:r w:rsidR="004226A8" w:rsidRPr="004226A8">
        <w:rPr>
          <w:rStyle w:val="libAlaemChar"/>
          <w:rtl/>
        </w:rPr>
        <w:t>عليه‌السلام</w:t>
      </w:r>
      <w:r w:rsidRPr="00481D79">
        <w:rPr>
          <w:rtl/>
        </w:rPr>
        <w:t>.</w:t>
      </w:r>
    </w:p>
    <w:p w:rsidR="00481D79" w:rsidRPr="00481D79" w:rsidRDefault="00481D79" w:rsidP="00D11BDC">
      <w:pPr>
        <w:pStyle w:val="libNormal"/>
        <w:rPr>
          <w:rtl/>
        </w:rPr>
      </w:pPr>
      <w:r w:rsidRPr="00481D79">
        <w:rPr>
          <w:rtl/>
        </w:rPr>
        <w:t xml:space="preserve">39 - سند السيد بن زهرة في أربعينه: 56 ح 7: 1 - بالاسناد المتقدم في رقم (38) / 2 إلى أبي العباس الكندي قال: حدثني أبوالحسن علي بن محمد بن مهرويه القزويني في صفر سنة ثلاث عشرة، قال: حدثني داود سليمان القزويني الغازي، قال: حدثني أبوالحسن علي بن موسى الرضا </w:t>
      </w:r>
      <w:r w:rsidR="004226A8" w:rsidRPr="004226A8">
        <w:rPr>
          <w:rStyle w:val="libAlaemChar"/>
          <w:rtl/>
        </w:rPr>
        <w:t>عليه‌السلام</w:t>
      </w:r>
      <w:r w:rsidRPr="00481D79">
        <w:rPr>
          <w:rtl/>
        </w:rPr>
        <w:t>.</w:t>
      </w:r>
    </w:p>
    <w:p w:rsidR="00481D79" w:rsidRPr="00481D79" w:rsidRDefault="00481D79" w:rsidP="00D11BDC">
      <w:pPr>
        <w:pStyle w:val="libNormal"/>
        <w:rPr>
          <w:rtl/>
        </w:rPr>
      </w:pPr>
      <w:r w:rsidRPr="00481D79">
        <w:rPr>
          <w:rtl/>
        </w:rPr>
        <w:t>2 - بالاسناد رقم (38) / 1.</w:t>
      </w:r>
    </w:p>
    <w:p w:rsidR="00AF74FD" w:rsidRDefault="00481D79" w:rsidP="00AF74FD">
      <w:pPr>
        <w:pStyle w:val="libNormal"/>
        <w:rPr>
          <w:rFonts w:hint="cs"/>
          <w:rtl/>
        </w:rPr>
      </w:pPr>
      <w:r w:rsidRPr="00481D79">
        <w:rPr>
          <w:rtl/>
        </w:rPr>
        <w:t xml:space="preserve">40 - سند السيد محيى الدين بن زهرة في أربعينه: 58 ح 9: 1 - أخبرني عمي الشريف الطاهر قراء‌ة عليه، قال: أخبرني الشيخ أبوعلي [ الحسن بن طارق الحلبي ]، قال: أخبرني الشريف أبوالرضا [ فضل الله بن على الحسني ]، قال: أخبرنا أبوعبدالله الحسين بن عبدالملك بن الحسين الخلال قراء‌ة عليه، قال: حدثنا سعيد بن أبي سعيد العيار، قال: حدثنا أبوالحسن الحافظ التميمي، قال: حدثنا ابن مهرويه القزويني - بقزوين - في دار أبي يعلي العلوي، قال: حدثنا داود بن سليمان، قال: حدثنا علي بن موسى الرضا </w:t>
      </w:r>
      <w:r w:rsidR="00AF74FD" w:rsidRPr="004226A8">
        <w:rPr>
          <w:rStyle w:val="libAlaemChar"/>
          <w:rtl/>
        </w:rPr>
        <w:t>عليه‌السلام</w:t>
      </w:r>
      <w:r w:rsidRPr="00481D79">
        <w:rPr>
          <w:rtl/>
        </w:rPr>
        <w:t>.</w:t>
      </w:r>
    </w:p>
    <w:p w:rsidR="00481D79" w:rsidRPr="00481D79" w:rsidRDefault="00481D79" w:rsidP="00AF74FD">
      <w:pPr>
        <w:pStyle w:val="libNormal"/>
        <w:rPr>
          <w:rtl/>
        </w:rPr>
      </w:pPr>
      <w:r w:rsidRPr="00481D79">
        <w:rPr>
          <w:rtl/>
        </w:rPr>
        <w:t>2 - بالاسناد رقم (38) / 2.</w:t>
      </w:r>
    </w:p>
    <w:p w:rsidR="00481D79" w:rsidRPr="00481D79" w:rsidRDefault="00481D79" w:rsidP="00D11BDC">
      <w:pPr>
        <w:pStyle w:val="libNormal"/>
        <w:rPr>
          <w:rtl/>
        </w:rPr>
      </w:pPr>
      <w:r w:rsidRPr="00481D79">
        <w:rPr>
          <w:rtl/>
        </w:rPr>
        <w:t>41 - سند السيد الفقيه الاديب النسابة فخار بن معد نقلا من البحار: 10 / 366،</w:t>
      </w:r>
    </w:p>
    <w:p w:rsidR="00481D79" w:rsidRDefault="00481D79" w:rsidP="00481D79">
      <w:pPr>
        <w:pStyle w:val="libNormal"/>
        <w:rPr>
          <w:rtl/>
        </w:rPr>
      </w:pPr>
      <w:r>
        <w:rPr>
          <w:rtl/>
        </w:rPr>
        <w:br w:type="page"/>
      </w:r>
    </w:p>
    <w:p w:rsidR="00481D79" w:rsidRPr="00481D79" w:rsidRDefault="00481D79" w:rsidP="00D11BDC">
      <w:pPr>
        <w:pStyle w:val="libNormal"/>
        <w:rPr>
          <w:rtl/>
        </w:rPr>
      </w:pPr>
      <w:r w:rsidRPr="00481D79">
        <w:rPr>
          <w:rtl/>
        </w:rPr>
        <w:lastRenderedPageBreak/>
        <w:t>ونقله في رياض العلماء: 3 / 109 عن البحار قال فخر الامة الشيخ محمد باقر المجلسي: وجدت بخط الشيخ محمد بن علي الجبائي نقلا من خط الشيخ الشهيد محمد بن مكي قدس الله روحيهما ما هذه صورته: يروي السيد الفقيه الاديب النسابة شمس الدين أبوعلي فخار بن معد جزء فيه أحاديث مسندة عن علي بن موسى الرضا الامام المعصوم عليه الصلاة والسلام قراء‌ة على الشيخ أبي طالب عبدالرحمن بن محمد بن عبد السميع الهاشمي الواسطي وأنهاه في ذي الحجة سنة أربع عشرة وستمائة في منزل الشيخ بقرى واسط.</w:t>
      </w:r>
    </w:p>
    <w:p w:rsidR="00481D79" w:rsidRPr="00481D79" w:rsidRDefault="00481D79" w:rsidP="00D11BDC">
      <w:pPr>
        <w:pStyle w:val="libNormal"/>
        <w:rPr>
          <w:rtl/>
        </w:rPr>
      </w:pPr>
      <w:r w:rsidRPr="00481D79">
        <w:rPr>
          <w:rtl/>
        </w:rPr>
        <w:t>ورأيت خطه له بالاجازة وإسناد الشيخ عن أبي الحسن علي بن أبي سعد محمد بن إبراهيم الخباز الازجي بقراء‌ته عليه عاشر صفر سنة سبع وخمسين وخمسمائة.</w:t>
      </w:r>
    </w:p>
    <w:p w:rsidR="00481D79" w:rsidRPr="00481D79" w:rsidRDefault="00481D79" w:rsidP="00D11BDC">
      <w:pPr>
        <w:pStyle w:val="libNormal"/>
        <w:rPr>
          <w:rtl/>
        </w:rPr>
      </w:pPr>
      <w:r w:rsidRPr="00481D79">
        <w:rPr>
          <w:rtl/>
        </w:rPr>
        <w:t>عن الشيخ أبى عبدالله الحسين بن عبد الملك بن الحسين الخلال بقراء‌ة غيره عليه وهو يسمع في يوم الجمعة رابع صفر سنة ثلاث عشرة وخمسمائة. عن الشيخ أبي أحمد حمزة بن فضالة بن محمد الهروي بهراة.</w:t>
      </w:r>
    </w:p>
    <w:p w:rsidR="00481D79" w:rsidRPr="00481D79" w:rsidRDefault="00481D79" w:rsidP="00D11BDC">
      <w:pPr>
        <w:pStyle w:val="libNormal"/>
        <w:rPr>
          <w:rtl/>
        </w:rPr>
      </w:pPr>
      <w:r w:rsidRPr="00481D79">
        <w:rPr>
          <w:rtl/>
        </w:rPr>
        <w:t xml:space="preserve">عن الشيخ أبي إسحاق إبراهيم بن محمد بن عبدالله بن يزداد بن علي بن عبدالله الرازي ثم البخاري ببخارى قرئ عليه في داره في صفر سنة سبع وتسعين وثلاثمائة، قال: حدثنا أبوالحسن علي بن محمد بن مهرويه القزويني بقزوين قال: حدثنا داود بن سليمان بن يوسف بن أحمد الغازي، قال: حدثني علي بن موسى الرضا </w:t>
      </w:r>
      <w:r w:rsidR="004226A8" w:rsidRPr="004226A8">
        <w:rPr>
          <w:rStyle w:val="libAlaemChar"/>
          <w:rtl/>
        </w:rPr>
        <w:t>عليه‌السلام</w:t>
      </w:r>
      <w:r w:rsidRPr="00481D79">
        <w:rPr>
          <w:rtl/>
        </w:rPr>
        <w:t>.</w:t>
      </w:r>
    </w:p>
    <w:p w:rsidR="00481D79" w:rsidRPr="00481D79" w:rsidRDefault="00481D79" w:rsidP="00D11BDC">
      <w:pPr>
        <w:pStyle w:val="libNormal"/>
        <w:rPr>
          <w:rtl/>
        </w:rPr>
      </w:pPr>
      <w:r w:rsidRPr="00481D79">
        <w:rPr>
          <w:rtl/>
        </w:rPr>
        <w:t>42 - سند القاضي ابن أبي النجم نقلا من النسخة المحفوظة في مكتبة الاكاديمية الوطنية لينجه بروما.</w:t>
      </w:r>
    </w:p>
    <w:p w:rsidR="00481D79" w:rsidRPr="00481D79" w:rsidRDefault="00481D79" w:rsidP="00D11BDC">
      <w:pPr>
        <w:pStyle w:val="libNormal"/>
        <w:rPr>
          <w:rtl/>
        </w:rPr>
      </w:pPr>
      <w:r w:rsidRPr="00481D79">
        <w:rPr>
          <w:rtl/>
        </w:rPr>
        <w:t>أخبرنا القاضي الاجل أبو عبدالله محمد بن عبدالله بن حمزة بن أبي النجم قراء‌ة عليه بصعدة في جمادى الاولى من سنة ثلاثين وستمائة قال: أخبرني والدي أبومحمد عبدالله بن حمزة بن أبي النجم بقراء‌تي عليه بإسناده.</w:t>
      </w:r>
    </w:p>
    <w:p w:rsidR="00481D79" w:rsidRPr="00481D79" w:rsidRDefault="00481D79" w:rsidP="00D11BDC">
      <w:pPr>
        <w:pStyle w:val="libNormal"/>
        <w:rPr>
          <w:rtl/>
        </w:rPr>
      </w:pPr>
      <w:r w:rsidRPr="00481D79">
        <w:rPr>
          <w:rtl/>
        </w:rPr>
        <w:t xml:space="preserve">عن بعض شيوخه إلى الشيخ الجليل أبي عبدالله الحسين بن الحسن بن زيد الحسينى الجرجاني المعروف بابن القصبي </w:t>
      </w:r>
      <w:r w:rsidR="004226A8" w:rsidRPr="004226A8">
        <w:rPr>
          <w:rStyle w:val="libAlaemChar"/>
          <w:rtl/>
        </w:rPr>
        <w:t>رضي‌الله‌عنه</w:t>
      </w:r>
      <w:r w:rsidRPr="00481D79">
        <w:rPr>
          <w:rtl/>
        </w:rPr>
        <w:t xml:space="preserve"> قدم علينا باسترآباد من خانقاه العلوية برودبار خارج درب ملك في نصف صفر من شهور سنة سبع وستين وأربعمائة قال: حدثنا الشيخ أبواسحاق إبراهيم بن أحمد الاسرائيلي الابيوردي بمكة المباركة حرسها الله في المسجد الحرام حذاء الركن اليماني يوم الجمعة العاشر من جمادى الآخرة سنة اثنتين وعشرين</w:t>
      </w:r>
    </w:p>
    <w:p w:rsidR="00481D79" w:rsidRDefault="00481D79" w:rsidP="00481D79">
      <w:pPr>
        <w:pStyle w:val="libNormal"/>
        <w:rPr>
          <w:rtl/>
        </w:rPr>
      </w:pPr>
      <w:r>
        <w:rPr>
          <w:rtl/>
        </w:rPr>
        <w:br w:type="page"/>
      </w:r>
    </w:p>
    <w:p w:rsidR="00481D79" w:rsidRPr="00481D79" w:rsidRDefault="00481D79" w:rsidP="00AF74FD">
      <w:pPr>
        <w:pStyle w:val="libNormal0"/>
        <w:rPr>
          <w:rtl/>
        </w:rPr>
      </w:pPr>
      <w:r w:rsidRPr="00481D79">
        <w:rPr>
          <w:rtl/>
        </w:rPr>
        <w:lastRenderedPageBreak/>
        <w:t xml:space="preserve">وأربعمائة قال: حدثنا الاستاذ الامام أبوالقاسم الحسن بن محمد بن حبيب </w:t>
      </w:r>
      <w:r w:rsidR="004226A8" w:rsidRPr="004226A8">
        <w:rPr>
          <w:rStyle w:val="libAlaemChar"/>
          <w:rtl/>
        </w:rPr>
        <w:t>رضي‌الله‌عنه</w:t>
      </w:r>
      <w:r w:rsidRPr="00481D79">
        <w:rPr>
          <w:rtl/>
        </w:rPr>
        <w:t xml:space="preserve"> سنة ست وتسعين وثلاثمائة قال: حدثنا أبوبكر محمد بن عبدالله بن محمد حفدة العباس بن حمزة سنة سبع وثلاثين وثلاثمائة قال: حدثنا أبوالقاسم عبدالله بن أحمد بن عامر الطائي بالبصرة قال: حدثني أبي سنة ستين ومائتين قال: حدثني علي بن موسى الرضا </w:t>
      </w:r>
      <w:r w:rsidR="004226A8" w:rsidRPr="004226A8">
        <w:rPr>
          <w:rStyle w:val="libAlaemChar"/>
          <w:rtl/>
        </w:rPr>
        <w:t>عليهما‌السلام</w:t>
      </w:r>
      <w:r w:rsidRPr="00481D79">
        <w:rPr>
          <w:rtl/>
        </w:rPr>
        <w:t xml:space="preserve"> سنة أربع وتسعين ومائة.</w:t>
      </w:r>
    </w:p>
    <w:p w:rsidR="00481D79" w:rsidRPr="00481D79" w:rsidRDefault="00481D79" w:rsidP="00D11BDC">
      <w:pPr>
        <w:pStyle w:val="libNormal"/>
        <w:rPr>
          <w:rtl/>
        </w:rPr>
      </w:pPr>
      <w:r w:rsidRPr="00481D79">
        <w:rPr>
          <w:rtl/>
        </w:rPr>
        <w:t xml:space="preserve">43 - سند الحافظ أبوعبدالله محمد بن يوسف الكنجي الشافعي في كفاية الطالب: 184: أخبرنا بقية السلف شيخ الشيوخ تاج الدين عبدالله بن عمر بن علي بن حمويه شيخ الشيوخ بدمشق ومنه لبست خرقة التصوف، قال: أخبرنا الحافظ علي بن الحسن الشافعي: أخبرنا علي بن عبدالواحد بن أحمد الدينوري: حدثنا أبومحمد الحسن بن محمد بن الحسن الخلال: حدثنا أحمد بن إبراهيم بن شاذان، حدثنا عبدالله بن أحمد بن عامر الطائي: حدثنى أبي، حدثني علي بن موسى الرضا </w:t>
      </w:r>
      <w:r w:rsidR="004226A8" w:rsidRPr="004226A8">
        <w:rPr>
          <w:rStyle w:val="libAlaemChar"/>
          <w:rtl/>
        </w:rPr>
        <w:t>عليه‌السلام</w:t>
      </w:r>
      <w:r w:rsidRPr="00481D79">
        <w:rPr>
          <w:rtl/>
        </w:rPr>
        <w:t>.</w:t>
      </w:r>
    </w:p>
    <w:p w:rsidR="00481D79" w:rsidRPr="00481D79" w:rsidRDefault="00481D79" w:rsidP="00D11BDC">
      <w:pPr>
        <w:pStyle w:val="libNormal"/>
        <w:rPr>
          <w:rtl/>
        </w:rPr>
      </w:pPr>
      <w:r w:rsidRPr="00481D79">
        <w:rPr>
          <w:rtl/>
        </w:rPr>
        <w:t>44 - سند المحدث الكبير إبراهيم بن محمد الحمويني في فرائد السمطين: 1 / 105 ح 75: أخبرنا الامام شمس الدين عبد الواسع بن عبد الكافي بن عبد الواسع الابهري إجازة كتبها إلي من دمشق: أنبأنا شيخ الشيوخ ركن الدين أبوسعيد محمد بن الشيخ الامام زين الدين أبي عبد الرحمان أحمد بن الشيخ الامام زين الاسلام أبي سعيد عبدالصمد بن حمويه بن محمد الجويني.</w:t>
      </w:r>
    </w:p>
    <w:p w:rsidR="00481D79" w:rsidRPr="00481D79" w:rsidRDefault="00481D79" w:rsidP="00D11BDC">
      <w:pPr>
        <w:pStyle w:val="libNormal"/>
        <w:rPr>
          <w:rtl/>
        </w:rPr>
      </w:pPr>
      <w:r w:rsidRPr="00481D79">
        <w:rPr>
          <w:rtl/>
        </w:rPr>
        <w:t xml:space="preserve">عن حافد عم والده شيخ الاسلام صدر المشايخ معين الدين أبي بكر عبد الله بن أبي الحسن علي بن شيخ الاسلام أبي عبدالله محمد بن حمويه بن </w:t>
      </w:r>
      <w:r w:rsidRPr="00AF74FD">
        <w:rPr>
          <w:rtl/>
        </w:rPr>
        <w:t xml:space="preserve">محمد </w:t>
      </w:r>
      <w:r w:rsidR="004226A8" w:rsidRPr="00AF74FD">
        <w:rPr>
          <w:rtl/>
        </w:rPr>
        <w:t>رضي</w:t>
      </w:r>
      <w:r w:rsidR="00AF74FD">
        <w:rPr>
          <w:rFonts w:hint="cs"/>
          <w:rtl/>
        </w:rPr>
        <w:t xml:space="preserve"> </w:t>
      </w:r>
      <w:r w:rsidR="004226A8" w:rsidRPr="00AF74FD">
        <w:rPr>
          <w:rtl/>
        </w:rPr>
        <w:t>‌الله‌</w:t>
      </w:r>
      <w:r w:rsidR="00AF74FD">
        <w:rPr>
          <w:rFonts w:hint="cs"/>
          <w:rtl/>
        </w:rPr>
        <w:t xml:space="preserve"> </w:t>
      </w:r>
      <w:r w:rsidR="004226A8" w:rsidRPr="00AF74FD">
        <w:rPr>
          <w:rtl/>
        </w:rPr>
        <w:t>عنه</w:t>
      </w:r>
      <w:r w:rsidRPr="00AF74FD">
        <w:rPr>
          <w:rtl/>
        </w:rPr>
        <w:t>م</w:t>
      </w:r>
      <w:r w:rsidRPr="00481D79">
        <w:rPr>
          <w:rtl/>
        </w:rPr>
        <w:t xml:space="preserve"> إجازة، قال: أنبأنا الامام عبدالوهاب بن إسماعيل بن عمر الصيرفي قال: أنبأنا الشيخان عبد الغافر بن إسماعيل بن عبد الغافر الفارسي وأبوالقاسم زاهر بن طاهر الشحامي حيلولة:</w:t>
      </w:r>
    </w:p>
    <w:p w:rsidR="00481D79" w:rsidRDefault="00481D79" w:rsidP="00481D79">
      <w:pPr>
        <w:pStyle w:val="libNormal"/>
        <w:rPr>
          <w:rtl/>
        </w:rPr>
      </w:pPr>
      <w:r>
        <w:rPr>
          <w:rtl/>
        </w:rPr>
        <w:br w:type="page"/>
      </w:r>
    </w:p>
    <w:p w:rsidR="00481D79" w:rsidRPr="00481D79" w:rsidRDefault="00481D79" w:rsidP="00AF74FD">
      <w:pPr>
        <w:pStyle w:val="libNormal0"/>
        <w:rPr>
          <w:rtl/>
        </w:rPr>
      </w:pPr>
      <w:r w:rsidRPr="00481D79">
        <w:rPr>
          <w:rtl/>
        </w:rPr>
        <w:lastRenderedPageBreak/>
        <w:t>وأخبرنا الشيخ المس</w:t>
      </w:r>
      <w:r w:rsidRPr="00AF74FD">
        <w:rPr>
          <w:rtl/>
        </w:rPr>
        <w:t>ن</w:t>
      </w:r>
      <w:r w:rsidRPr="00481D79">
        <w:rPr>
          <w:rtl/>
        </w:rPr>
        <w:t>د شرف الدين أحمد بن هبة الله بن أحمد أبوالفضل الشافعي بسماعي عليه بدمشق قال: قلت له: أخبرتك الشيخة الصالحة زينب بنت أبي القاسم عبدالرحمان بن الحسن الجرجاني الشعري إجازة، فأقربه، قالت: أنبأنا الامام محدث خراسان أبوالقاسم زاهر بن طاهر بن محمد الشحامي إجازة، قالا: أنبأنا أبوعلي الحسن بن أحمد السكاكي قال: أنبأنا الاستاذ أبوالقاسم الحسن بن محمد بن حبيب، قال: أنبأنا أبوبكر محمد بن عبدالله بن محمد حفدة العباس بن حمزة سنة سبع وثلاثين وثلاثمائة.</w:t>
      </w:r>
    </w:p>
    <w:p w:rsidR="00481D79" w:rsidRPr="00481D79" w:rsidRDefault="00481D79" w:rsidP="00D11BDC">
      <w:pPr>
        <w:pStyle w:val="libNormal"/>
        <w:rPr>
          <w:rtl/>
        </w:rPr>
      </w:pPr>
      <w:r w:rsidRPr="00481D79">
        <w:rPr>
          <w:rtl/>
        </w:rPr>
        <w:t>عن أبي القاسم عبدالله بن أحمد بن عامر الطائي بالبصرة، حدثني أبي في سنة ستين ومائتين.</w:t>
      </w:r>
    </w:p>
    <w:p w:rsidR="00481D79" w:rsidRPr="00481D79" w:rsidRDefault="00481D79" w:rsidP="00D11BDC">
      <w:pPr>
        <w:pStyle w:val="libNormal"/>
        <w:rPr>
          <w:rtl/>
        </w:rPr>
      </w:pPr>
      <w:r w:rsidRPr="00481D79">
        <w:rPr>
          <w:rtl/>
        </w:rPr>
        <w:t xml:space="preserve">قال: حدثنا علي بن موسى الرضا </w:t>
      </w:r>
      <w:r w:rsidR="004226A8" w:rsidRPr="004226A8">
        <w:rPr>
          <w:rStyle w:val="libAlaemChar"/>
          <w:rtl/>
        </w:rPr>
        <w:t>عليه‌السلام</w:t>
      </w:r>
      <w:r w:rsidRPr="00481D79">
        <w:rPr>
          <w:rtl/>
        </w:rPr>
        <w:t>. سنة أربع وتسعين ومائة.</w:t>
      </w:r>
    </w:p>
    <w:p w:rsidR="00481D79" w:rsidRPr="00481D79" w:rsidRDefault="00481D79" w:rsidP="00D11BDC">
      <w:pPr>
        <w:pStyle w:val="libNormal"/>
        <w:rPr>
          <w:rtl/>
        </w:rPr>
      </w:pPr>
      <w:r w:rsidRPr="00481D79">
        <w:rPr>
          <w:rtl/>
        </w:rPr>
        <w:t xml:space="preserve">45 - سند الحافظ الحمويني في فرائد السمطين: 1 / 142 ح 106: أنبأني الشيخان: أحمد بن الشيخ نور الدين بن أبي عبدالله محمد بن أميرة بن دحوان الحلبي 1 ومحمد بن الامام أبي القاسم بن الفضل بن عبدالكريم القزويني قالا: أنبأنا أبو 2 الوزير أحمد بن بابا بن بشار الحامدي الابهري إجازة في شعبان سنة ست وثمانين وخمسمائة قال: أنبأنا الامام أبومحمد طاهر بن أحمد بن محمد الامام إسماعيل بن الحسن القصري أنبأنا الشيخ الامام أبوعثمان إسماعيل بن الامام أبي سعيد محمد بن أحمد بن جعفر السلماني الاصبهاني: أنبأنا الخطيب أبومنصور عبدالرزاق بن احمد الغزال: أنبأنا أبوالحسن علي بن مهرويه، وإسماعيل بن عبدالوهاب أبوسهل قالا: أنبأنا داود بن سليمان، أنبأنا علي بن موسى الرضا </w:t>
      </w:r>
      <w:r w:rsidR="004226A8" w:rsidRPr="004226A8">
        <w:rPr>
          <w:rStyle w:val="libAlaemChar"/>
          <w:rtl/>
        </w:rPr>
        <w:t>عليه‌السلام</w:t>
      </w:r>
      <w:r w:rsidRPr="00481D79">
        <w:rPr>
          <w:rtl/>
        </w:rPr>
        <w:t>.</w:t>
      </w:r>
    </w:p>
    <w:p w:rsidR="00481D79" w:rsidRPr="00481D79" w:rsidRDefault="00481D79" w:rsidP="00D11BDC">
      <w:pPr>
        <w:pStyle w:val="libNormal"/>
        <w:rPr>
          <w:rtl/>
        </w:rPr>
      </w:pPr>
      <w:r w:rsidRPr="00481D79">
        <w:rPr>
          <w:rtl/>
        </w:rPr>
        <w:t xml:space="preserve">46 - سند الحافظ الحمويني في فرائد السمطين: 1 / 307 ح 246: أخبرني المشايخ الثلاثة: بهاء الدين أبومحمد الحسن بن الشريف مودود الحسني العلوي التبريزي </w:t>
      </w:r>
      <w:r w:rsidR="004226A8" w:rsidRPr="004226A8">
        <w:rPr>
          <w:rStyle w:val="libAlaemChar"/>
          <w:rtl/>
        </w:rPr>
        <w:t>رحمه‌الله</w:t>
      </w:r>
      <w:r w:rsidRPr="00481D79">
        <w:rPr>
          <w:rtl/>
        </w:rPr>
        <w:t xml:space="preserve"> إجازة عن كتاب القاضي جمال الدين أبي القاسم محمد بن أبي الفضل</w:t>
      </w:r>
    </w:p>
    <w:p w:rsidR="00481D79" w:rsidRDefault="005B067E" w:rsidP="005B067E">
      <w:pPr>
        <w:pStyle w:val="libLine"/>
        <w:rPr>
          <w:rtl/>
        </w:rPr>
      </w:pPr>
      <w:r>
        <w:rPr>
          <w:rtl/>
        </w:rPr>
        <w:t>____________________</w:t>
      </w:r>
    </w:p>
    <w:p w:rsidR="00481D79" w:rsidRDefault="00481D79" w:rsidP="00D11BDC">
      <w:pPr>
        <w:pStyle w:val="libFootnote0"/>
        <w:rPr>
          <w:rtl/>
        </w:rPr>
      </w:pPr>
      <w:r>
        <w:rPr>
          <w:rtl/>
        </w:rPr>
        <w:t>1 - خ: الجبلي.</w:t>
      </w:r>
    </w:p>
    <w:p w:rsidR="00481D79" w:rsidRPr="00D11BDC" w:rsidRDefault="00481D79" w:rsidP="00D11BDC">
      <w:pPr>
        <w:pStyle w:val="libFootnote0"/>
        <w:rPr>
          <w:rtl/>
        </w:rPr>
      </w:pPr>
      <w:r>
        <w:rPr>
          <w:rtl/>
        </w:rPr>
        <w:t>2 - خ: إبن.</w:t>
      </w:r>
    </w:p>
    <w:p w:rsidR="00481D79" w:rsidRDefault="00481D79" w:rsidP="00481D79">
      <w:pPr>
        <w:pStyle w:val="libNormal"/>
        <w:rPr>
          <w:rtl/>
          <w:lang w:bidi="fa-IR"/>
        </w:rPr>
      </w:pPr>
      <w:r>
        <w:rPr>
          <w:rtl/>
          <w:lang w:bidi="fa-IR"/>
        </w:rPr>
        <w:br w:type="page"/>
      </w:r>
    </w:p>
    <w:p w:rsidR="00481D79" w:rsidRPr="00481D79" w:rsidRDefault="00481D79" w:rsidP="00AF74FD">
      <w:pPr>
        <w:pStyle w:val="libNormal0"/>
      </w:pPr>
      <w:r w:rsidRPr="00481D79">
        <w:rPr>
          <w:rtl/>
        </w:rPr>
        <w:lastRenderedPageBreak/>
        <w:t xml:space="preserve">والامام فخر الدين أبوالحسن علي بن أحمد بن عبدالواحد المقدسي إجازة عن عمر بن محمد بن محمد بن طبرزد الدارفري له والشيخ أبوالفضل أحمد بن هبة الله بن أحمد بن محمد بن الحسن بن عساكر قراء‌ة عليه وأنا أسمع - بمحروسة دمشق في سميساطينها - بروايته عن أم المؤيد زينب بنت عبدالرحمان بن أبي الحسن الشعرية إجازة بروايتهم عن أبي القاسم ابن أبي عبدالرحمان بن أبي بكر بن أبي نصر المستملي إجازة، قال: أنبأنا أبوعلى الحسن بن أحمد السكاكي أنبأنا الاستاذ أبوعلي الحسن بن محمد بن حبيب، قال: حدثنا أبوبكر محمد بن عبدالله بن محمد حفدة العباس بن حمزة - سنة سبع وثلاثين وثلاثمائة: حدثنا أبوالقاسم عبدالله بن أحمد بن عامر الطائي بالبصرة: حدثني أبي - في سنة ست وثمانين مائتين - قال: حدثنا علي بن موسى الرضا </w:t>
      </w:r>
      <w:r w:rsidR="004226A8" w:rsidRPr="004226A8">
        <w:rPr>
          <w:rStyle w:val="libAlaemChar"/>
          <w:rtl/>
        </w:rPr>
        <w:t>عليه‌السلام</w:t>
      </w:r>
      <w:r w:rsidRPr="00481D79">
        <w:rPr>
          <w:rtl/>
        </w:rPr>
        <w:t xml:space="preserve"> سنة أربع وتسعين ومائة. </w:t>
      </w:r>
      <w:r w:rsidR="00AF74FD" w:rsidRPr="00AF74FD">
        <w:rPr>
          <w:rStyle w:val="libFootnotenumChar"/>
          <w:rFonts w:hint="cs"/>
          <w:rtl/>
        </w:rPr>
        <w:t>(1)</w:t>
      </w:r>
    </w:p>
    <w:p w:rsidR="00481D79" w:rsidRPr="00481D79" w:rsidRDefault="00481D79" w:rsidP="00AF74FD">
      <w:pPr>
        <w:pStyle w:val="libNormal"/>
        <w:rPr>
          <w:rtl/>
        </w:rPr>
      </w:pPr>
      <w:r w:rsidRPr="00481D79">
        <w:rPr>
          <w:rtl/>
        </w:rPr>
        <w:t xml:space="preserve">47 - سند الحافظ الحمويني في فرائد السمطين: 1 / 308 ح 247: أخبرني الامام العالم المرتضى شرف الدين الاشرف بن محمد الحسيني المدائني بهذه الرواية </w:t>
      </w:r>
      <w:r w:rsidR="00AF74FD" w:rsidRPr="00AF74FD">
        <w:rPr>
          <w:rStyle w:val="libFootnotenumChar"/>
          <w:rFonts w:hint="cs"/>
          <w:rtl/>
        </w:rPr>
        <w:t>(2)</w:t>
      </w:r>
      <w:r w:rsidRPr="00481D79">
        <w:rPr>
          <w:rtl/>
        </w:rPr>
        <w:t xml:space="preserve"> وبهذا الاسناد العالي والعنعنة الشريفة والبينة الشريقة على التعاقب والتوالي إلى السيد الكرار قسيم الجنة والنار أسد الله الغالب علي بن أبي طالب.</w:t>
      </w:r>
    </w:p>
    <w:p w:rsidR="00481D79" w:rsidRPr="00481D79" w:rsidRDefault="00481D79" w:rsidP="00D11BDC">
      <w:pPr>
        <w:pStyle w:val="libNormal"/>
        <w:rPr>
          <w:rtl/>
        </w:rPr>
      </w:pPr>
      <w:r w:rsidRPr="00481D79">
        <w:rPr>
          <w:rtl/>
        </w:rPr>
        <w:t>48 - سند الحافظ الحمويني في فرائد السمطين: 1 / 87 ح 56 و 57، وص 325 ح 253، وج 2 / 63 ح 388.</w:t>
      </w:r>
    </w:p>
    <w:p w:rsidR="00481D79" w:rsidRPr="00481D79" w:rsidRDefault="00481D79" w:rsidP="00D11BDC">
      <w:pPr>
        <w:pStyle w:val="libNormal"/>
        <w:rPr>
          <w:rtl/>
        </w:rPr>
      </w:pPr>
      <w:r w:rsidRPr="00481D79">
        <w:rPr>
          <w:rtl/>
        </w:rPr>
        <w:t>أخبرنا الشيخ شرف الدين أحمد بن هبة الله بن أحمد بن محمد بن الحسن بن عساكر سماعا عليه....</w:t>
      </w:r>
    </w:p>
    <w:p w:rsidR="00481D79" w:rsidRPr="00481D79" w:rsidRDefault="00481D79" w:rsidP="00D11BDC">
      <w:pPr>
        <w:pStyle w:val="libNormal"/>
        <w:rPr>
          <w:rtl/>
        </w:rPr>
      </w:pPr>
      <w:r w:rsidRPr="00481D79">
        <w:rPr>
          <w:rtl/>
        </w:rPr>
        <w:t>وذكر تمام السند رقم (44).</w:t>
      </w:r>
    </w:p>
    <w:p w:rsidR="00481D79" w:rsidRPr="00481D79" w:rsidRDefault="00481D79" w:rsidP="00D11BDC">
      <w:pPr>
        <w:pStyle w:val="libNormal"/>
        <w:rPr>
          <w:rtl/>
        </w:rPr>
      </w:pPr>
      <w:r w:rsidRPr="00481D79">
        <w:rPr>
          <w:rtl/>
        </w:rPr>
        <w:t>49 - سند الحافظ الحمويني في فرائد السمطين: 2 / 46 ح 378: أخبرني الشيخ تاج الدين علي بن أنجب بن عبيد الله الخازن إجازة، وشرف الدين أحمد بن هبة الله بن أحمد بسماعي عليه:</w:t>
      </w:r>
    </w:p>
    <w:p w:rsidR="00481D79" w:rsidRDefault="005B067E" w:rsidP="005B067E">
      <w:pPr>
        <w:pStyle w:val="libLine"/>
        <w:rPr>
          <w:rtl/>
        </w:rPr>
      </w:pPr>
      <w:r>
        <w:rPr>
          <w:rtl/>
        </w:rPr>
        <w:t>____________________</w:t>
      </w:r>
    </w:p>
    <w:p w:rsidR="00481D79" w:rsidRDefault="00AF74FD" w:rsidP="00D11BDC">
      <w:pPr>
        <w:pStyle w:val="libFootnote0"/>
        <w:rPr>
          <w:rtl/>
        </w:rPr>
      </w:pPr>
      <w:r>
        <w:rPr>
          <w:rtl/>
        </w:rPr>
        <w:t>1</w:t>
      </w:r>
      <w:r w:rsidR="00481D79">
        <w:rPr>
          <w:rtl/>
        </w:rPr>
        <w:t xml:space="preserve"> - كذا الصحيح كما في باقي الاسانيد، وفي المطبوع: اربع واربعين ومأتين.</w:t>
      </w:r>
    </w:p>
    <w:p w:rsidR="00481D79" w:rsidRDefault="00AF74FD" w:rsidP="00D11BDC">
      <w:pPr>
        <w:pStyle w:val="libFootnote0"/>
        <w:rPr>
          <w:rtl/>
        </w:rPr>
      </w:pPr>
      <w:r>
        <w:rPr>
          <w:rFonts w:hint="cs"/>
          <w:rtl/>
        </w:rPr>
        <w:t>2-</w:t>
      </w:r>
      <w:r w:rsidR="00481D79">
        <w:rPr>
          <w:rtl/>
        </w:rPr>
        <w:t xml:space="preserve"> أي بالحديث رقم (106) من الصحيفة.</w:t>
      </w:r>
    </w:p>
    <w:p w:rsidR="00481D79" w:rsidRDefault="00481D79" w:rsidP="00481D79">
      <w:pPr>
        <w:pStyle w:val="libNormal"/>
        <w:rPr>
          <w:rtl/>
        </w:rPr>
      </w:pPr>
      <w:r>
        <w:rPr>
          <w:rtl/>
        </w:rPr>
        <w:br w:type="page"/>
      </w:r>
    </w:p>
    <w:p w:rsidR="00481D79" w:rsidRPr="00481D79" w:rsidRDefault="00481D79" w:rsidP="00AF74FD">
      <w:pPr>
        <w:pStyle w:val="libNormal0"/>
        <w:rPr>
          <w:rtl/>
        </w:rPr>
      </w:pPr>
      <w:r w:rsidRPr="00481D79">
        <w:rPr>
          <w:rtl/>
        </w:rPr>
        <w:lastRenderedPageBreak/>
        <w:t>أنبأنا المؤيد بن محمد بن علي، وأم المؤيد بنت أبي القاسم بن الحسن إجازة قالا: أنبأنا زاهر بن طاهر إجازة قال: أنبأنا الاستاذ أبوالقاسم الحسن بن محمد بن حبيب سنة خمس وأربعمائة.</w:t>
      </w:r>
    </w:p>
    <w:p w:rsidR="00481D79" w:rsidRPr="00481D79" w:rsidRDefault="00481D79" w:rsidP="00AF74FD">
      <w:pPr>
        <w:pStyle w:val="libNormal"/>
        <w:rPr>
          <w:rtl/>
        </w:rPr>
      </w:pPr>
      <w:r w:rsidRPr="00481D79">
        <w:rPr>
          <w:rtl/>
        </w:rPr>
        <w:t xml:space="preserve">حدثنا أبوبكر محمد بن عبدالله بن محمد حفدة العباس بن حمزة سنة سبع وثلاثين وثلاثمائة: حدثنا أبوالقاسم عبدالله بن أحمد بن عامر الطائي بالبصرة: حدثني أبي في سنة ستين ومأئتين، قال: حدثنا على بن موسى الرضا </w:t>
      </w:r>
      <w:r w:rsidR="004226A8" w:rsidRPr="004226A8">
        <w:rPr>
          <w:rStyle w:val="libAlaemChar"/>
          <w:rtl/>
        </w:rPr>
        <w:t>عليه‌السلام</w:t>
      </w:r>
      <w:r w:rsidRPr="00481D79">
        <w:rPr>
          <w:rtl/>
        </w:rPr>
        <w:t xml:space="preserve"> سنة أربع وتسعين ومائة </w:t>
      </w:r>
      <w:r w:rsidR="00AF74FD" w:rsidRPr="00AF74FD">
        <w:rPr>
          <w:rStyle w:val="libFootnotenumChar"/>
          <w:rFonts w:hint="cs"/>
          <w:rtl/>
        </w:rPr>
        <w:t>(1)</w:t>
      </w:r>
      <w:r w:rsidRPr="00481D79">
        <w:rPr>
          <w:rtl/>
        </w:rPr>
        <w:t>.</w:t>
      </w:r>
    </w:p>
    <w:p w:rsidR="00481D79" w:rsidRPr="00481D79" w:rsidRDefault="00481D79" w:rsidP="00D11BDC">
      <w:pPr>
        <w:pStyle w:val="libNormal"/>
        <w:rPr>
          <w:rtl/>
        </w:rPr>
      </w:pPr>
      <w:r w:rsidRPr="00481D79">
        <w:rPr>
          <w:rtl/>
        </w:rPr>
        <w:t xml:space="preserve">50 - سند الحافط الحمويني في فرائد السمطين: 2 / 57 ح 384: أخبرني الشيخ المسند بقية ذوي الاسانيد العالية بالشام، أبوالفضل أحمد بن هبة الله بن أحمد بن عساكر الشافعي بسماعي عليه بدمشق، والمشايخ الاخوان: مجد الدين أبوالفضل، ومحي الدين أبوالخير إبنا الشهاب بن أبي الثناء الحنفيان، وأمين الدين أبواليمن عبدالصمد بن عبد الوهاب بن الحسن بن عساكر، وتاج الدين علي بن أنجب بن عبيد الله الخازن </w:t>
      </w:r>
      <w:r w:rsidR="004226A8" w:rsidRPr="004226A8">
        <w:rPr>
          <w:rStyle w:val="libAlaemChar"/>
          <w:rtl/>
        </w:rPr>
        <w:t>رحمهم‌الله</w:t>
      </w:r>
      <w:r w:rsidRPr="00481D79">
        <w:rPr>
          <w:rtl/>
        </w:rPr>
        <w:t xml:space="preserve"> إجازة بروايتهم عن الشيخ أبي روح عبد المعز بن محمد بن أبي الفضل الهروي. والشيخة أم المؤيد زينب بنت أبي القاسم الشعري الجرجاني. وأخبرني المشايخ: إمام الدين يحيى بن الحسين بن عبدالكريم. وبدر الدين محمد بن عبد الرزاق بن أبي بكر. ونجم الدين عبدالغفار بن عبدالكريم بن عبدالغفار. والشيخ علاء الدين محمد بن أبي بكر بن محمد الطاووسي وأحمد بن محمد بن محمد بن مذكويه </w:t>
      </w:r>
      <w:r w:rsidR="004226A8" w:rsidRPr="004226A8">
        <w:rPr>
          <w:rStyle w:val="libAlaemChar"/>
          <w:rtl/>
        </w:rPr>
        <w:t>رحمهم‌الله</w:t>
      </w:r>
      <w:r w:rsidRPr="00481D79">
        <w:rPr>
          <w:rtl/>
        </w:rPr>
        <w:t xml:space="preserve"> إجازة بروايتهم عن الامام عز الدين عبدالرحمان بن المعالي الواريني والشيخ سراج الدين أبي بكر عبدالله بن إبراهيم السجادي القزويني إجازة بروايتهم، عن الامام أبي القاسم زاهر بن طاهر بن محمد الشحامي إجازة قال: أنبأنا أبوعلي الحسن بن أحمد السكاكي قال:</w:t>
      </w:r>
    </w:p>
    <w:p w:rsidR="00481D79" w:rsidRDefault="005B067E" w:rsidP="005B067E">
      <w:pPr>
        <w:pStyle w:val="libLine"/>
        <w:rPr>
          <w:rtl/>
        </w:rPr>
      </w:pPr>
      <w:r>
        <w:rPr>
          <w:rtl/>
        </w:rPr>
        <w:t>____________________</w:t>
      </w:r>
    </w:p>
    <w:p w:rsidR="00481D79" w:rsidRDefault="00481D79" w:rsidP="00AF74FD">
      <w:pPr>
        <w:pStyle w:val="libFootnote0"/>
        <w:rPr>
          <w:rtl/>
        </w:rPr>
      </w:pPr>
      <w:r>
        <w:rPr>
          <w:rtl/>
        </w:rPr>
        <w:t>1</w:t>
      </w:r>
      <w:r w:rsidR="00AF74FD">
        <w:rPr>
          <w:rFonts w:hint="cs"/>
          <w:rtl/>
        </w:rPr>
        <w:t>-</w:t>
      </w:r>
      <w:r>
        <w:rPr>
          <w:rtl/>
        </w:rPr>
        <w:t xml:space="preserve"> في الاصل: اربع واربعين ومائة.</w:t>
      </w:r>
    </w:p>
    <w:p w:rsidR="00481D79" w:rsidRDefault="00481D79" w:rsidP="00481D79">
      <w:pPr>
        <w:pStyle w:val="libNormal"/>
        <w:rPr>
          <w:rtl/>
        </w:rPr>
      </w:pPr>
      <w:r>
        <w:rPr>
          <w:rtl/>
        </w:rPr>
        <w:br w:type="page"/>
      </w:r>
    </w:p>
    <w:p w:rsidR="00481D79" w:rsidRPr="00481D79" w:rsidRDefault="00481D79" w:rsidP="00AF74FD">
      <w:pPr>
        <w:pStyle w:val="libNormal0"/>
        <w:rPr>
          <w:rtl/>
        </w:rPr>
      </w:pPr>
      <w:r w:rsidRPr="00481D79">
        <w:rPr>
          <w:rtl/>
        </w:rPr>
        <w:lastRenderedPageBreak/>
        <w:t xml:space="preserve">أنبأنا أبوالقاسم الحسن بن محمد بن حبيب سنة سبع وثلاثين وثلاثمائة قال: حدثنا أبوبكر محمد بن عبدالله بن محمد حافد العباس بن حمزة: حدثنا أبوالقاسم عبدالله بن أحمد بن عامر الطائي بالبصرة: حدثني أبي قال: حدثنا علي بن موسى الرضا </w:t>
      </w:r>
      <w:r w:rsidR="004226A8" w:rsidRPr="004226A8">
        <w:rPr>
          <w:rStyle w:val="libAlaemChar"/>
          <w:rtl/>
        </w:rPr>
        <w:t>عليه‌السلام</w:t>
      </w:r>
      <w:r w:rsidRPr="00481D79">
        <w:rPr>
          <w:rtl/>
        </w:rPr>
        <w:t>.</w:t>
      </w:r>
    </w:p>
    <w:p w:rsidR="00481D79" w:rsidRPr="00481D79" w:rsidRDefault="00481D79" w:rsidP="00D11BDC">
      <w:pPr>
        <w:pStyle w:val="libNormal"/>
        <w:rPr>
          <w:rtl/>
        </w:rPr>
      </w:pPr>
      <w:r w:rsidRPr="00481D79">
        <w:rPr>
          <w:rtl/>
        </w:rPr>
        <w:t xml:space="preserve">51 - سند الحافظ الحمويني في فرائد السمطين: 2 / 94 ح 407: أخبرنا الشيخ شمس الدين عبد الواسع بن عبد الكافي بن عبد الواسع الابهري إجازة قال: أخبرنا شيخ شيوخ الاسلام ركن الدين أبوسعد محمد بن أحمد بن أبي سعد عبدالصمد بن حمويه الجويني </w:t>
      </w:r>
      <w:r w:rsidR="004226A8" w:rsidRPr="004226A8">
        <w:rPr>
          <w:rStyle w:val="libAlaemChar"/>
          <w:rtl/>
        </w:rPr>
        <w:t>رحمهم‌الله</w:t>
      </w:r>
      <w:r w:rsidRPr="00481D79">
        <w:rPr>
          <w:rtl/>
        </w:rPr>
        <w:t xml:space="preserve"> إجازة، قال: أخبرنا الشيخ الامام صدر المشايخ معين الدين أبوبكر بن أبي الحسن بن محمد بن حمويه الجويني إجازة، قال: أخبرنا عبدالوهاب بن إسماعيل بن عمر الصيرفي قال: أخبرنا الشيخان: عبد الغافر بن إسماعيل بن عبد الغافر الفارسي، وأبوالقاسم زاهر بن طاهر الشحامي.</w:t>
      </w:r>
    </w:p>
    <w:p w:rsidR="00481D79" w:rsidRPr="00481D79" w:rsidRDefault="00481D79" w:rsidP="00D11BDC">
      <w:pPr>
        <w:pStyle w:val="libNormal"/>
        <w:rPr>
          <w:rtl/>
        </w:rPr>
      </w:pPr>
      <w:r w:rsidRPr="00481D79">
        <w:rPr>
          <w:rtl/>
        </w:rPr>
        <w:t>حيلولة: وأخبرنا الشيخ المسند شرف الدين أبوالفضل أحمد بن هبة الله بن أحمد بن محمد بن الحسن ابن عساكر الدمشقي الشافعي بسماعي عليه بدمشق.... وذكر تمام السند رقم (44).</w:t>
      </w:r>
    </w:p>
    <w:p w:rsidR="00481D79" w:rsidRPr="00481D79" w:rsidRDefault="00481D79" w:rsidP="00D11BDC">
      <w:pPr>
        <w:pStyle w:val="libNormal"/>
        <w:rPr>
          <w:rtl/>
        </w:rPr>
      </w:pPr>
      <w:r w:rsidRPr="00481D79">
        <w:rPr>
          <w:rtl/>
        </w:rPr>
        <w:t>52 - سند الحافظ الحمويني في فرائد السمطين: 2 / 174 ح 461: أخبرنا الصالح أبوالفضل أحمد بن هبة الله بن أحمد سماعا عليه بإجازته عن أبي روح المعز بن محمد الهروي وأم المؤيد زينب بنت عبدالرحمان بن الحسن بإجازتهما عن زاهر بن طاهر الشحامي قال: أنبأنا أبوالحسن علي بن محمد بن علي السحابي الزوزني وذكر تمام سند أصل الصحيفة.</w:t>
      </w:r>
    </w:p>
    <w:p w:rsidR="00481D79" w:rsidRPr="00481D79" w:rsidRDefault="00481D79" w:rsidP="00D11BDC">
      <w:pPr>
        <w:pStyle w:val="libNormal"/>
        <w:rPr>
          <w:rtl/>
        </w:rPr>
      </w:pPr>
      <w:r w:rsidRPr="00481D79">
        <w:rPr>
          <w:rtl/>
        </w:rPr>
        <w:t>53 - سند الحافظ الحمويني في فرائد السمطين: 2 / 265 ح 533: أخبرني الشيخ شرف الدين أبوالفضل أحمد بن هبة الله قراء‌ة عليه وأنا أسمع، قيل له: أخبرتك الشيخة الصالحة أم المؤيد زينب بنت عبدالله [ بن ] أبي القاسم عبدالرحمان ابن أبي الحسن الشعرية إجازة. فأقر به.</w:t>
      </w:r>
    </w:p>
    <w:p w:rsidR="00481D79" w:rsidRDefault="00481D79" w:rsidP="00481D79">
      <w:pPr>
        <w:pStyle w:val="libNormal"/>
        <w:rPr>
          <w:rtl/>
        </w:rPr>
      </w:pPr>
      <w:r>
        <w:rPr>
          <w:rtl/>
        </w:rPr>
        <w:br w:type="page"/>
      </w:r>
    </w:p>
    <w:p w:rsidR="00481D79" w:rsidRPr="00481D79" w:rsidRDefault="00481D79" w:rsidP="00D11BDC">
      <w:pPr>
        <w:pStyle w:val="libNormal"/>
        <w:rPr>
          <w:rtl/>
        </w:rPr>
      </w:pPr>
      <w:r w:rsidRPr="00481D79">
        <w:rPr>
          <w:rtl/>
        </w:rPr>
        <w:lastRenderedPageBreak/>
        <w:t>وأخبرني الامام العدل شمس الدين عبد الواسع بن عبد الكافي بن عبد الواسع الابهري إجازة بروايته.</w:t>
      </w:r>
    </w:p>
    <w:p w:rsidR="00481D79" w:rsidRPr="00481D79" w:rsidRDefault="00481D79" w:rsidP="00D11BDC">
      <w:pPr>
        <w:pStyle w:val="libNormal"/>
        <w:rPr>
          <w:rtl/>
        </w:rPr>
      </w:pPr>
      <w:r w:rsidRPr="00481D79">
        <w:rPr>
          <w:rtl/>
        </w:rPr>
        <w:t xml:space="preserve">عن الامام ركن الدين أبي سعد محمد بن الامام زين الدين أبي عبد الرحمان أحمد بن زين الاسلام أبي سعد عبدالصمد بن حمويه الجويني رحمة الله عليهم إجازة، بروايته عن جدي الاعلى شيخ الاسلام معين الدين أبي عبدالله بن أبي الحسن بن محمد بن حمويه الجويني </w:t>
      </w:r>
      <w:r w:rsidR="004226A8" w:rsidRPr="004226A8">
        <w:rPr>
          <w:rStyle w:val="libAlaemChar"/>
          <w:rtl/>
        </w:rPr>
        <w:t>رحمه‌الله</w:t>
      </w:r>
      <w:r w:rsidRPr="00481D79">
        <w:rPr>
          <w:rtl/>
        </w:rPr>
        <w:t xml:space="preserve"> إجازة، قال: أنبأنا عبدالوهاب بن إسماعيل بن عمر الصيرفي، قال: أنبأنا الشيخان، الزكيان: أبوعبدالله إسماعيل بن عبد الغافر الفارسي، وأبوالقاسم زاهر بن طاهر الشحامي، قالا: أنبأنا أبوعلي الحسن بن أحمد السكاكي: أنبأنا الامام أبوالقاسم ابن حبيب أنبأنا أبوبكر محمد بن عبدالله بن محمد النيسابوري الحفيد: أنبأنا أبوالقاسم عبدالله بن أحمد بن عامر الطائي بالبصرة: حدثني أبي سنة ستين ومائتين قال: حدثني علي بن موسى الرضا </w:t>
      </w:r>
      <w:r w:rsidR="004226A8" w:rsidRPr="004226A8">
        <w:rPr>
          <w:rStyle w:val="libAlaemChar"/>
          <w:rtl/>
        </w:rPr>
        <w:t>عليه‌السلام</w:t>
      </w:r>
      <w:r w:rsidRPr="00481D79">
        <w:rPr>
          <w:rtl/>
        </w:rPr>
        <w:t>.</w:t>
      </w:r>
    </w:p>
    <w:p w:rsidR="00481D79" w:rsidRPr="00481D79" w:rsidRDefault="00481D79" w:rsidP="00D11BDC">
      <w:pPr>
        <w:pStyle w:val="libNormal"/>
        <w:rPr>
          <w:rtl/>
        </w:rPr>
      </w:pPr>
      <w:r w:rsidRPr="00481D79">
        <w:rPr>
          <w:rtl/>
        </w:rPr>
        <w:t>54 - سند الحافظ الحمويني، في فرائد السمطين: 2 / 276 ح 540، وص 277 ح 541:</w:t>
      </w:r>
    </w:p>
    <w:p w:rsidR="00481D79" w:rsidRPr="00481D79" w:rsidRDefault="00481D79" w:rsidP="00AF74FD">
      <w:pPr>
        <w:pStyle w:val="libNormal"/>
        <w:rPr>
          <w:rtl/>
        </w:rPr>
      </w:pPr>
      <w:r w:rsidRPr="00481D79">
        <w:rPr>
          <w:rtl/>
        </w:rPr>
        <w:t xml:space="preserve">1 - أخبرنا الشيخ الفقيه محب الدين </w:t>
      </w:r>
      <w:r w:rsidR="00AF74FD" w:rsidRPr="00AF74FD">
        <w:rPr>
          <w:rStyle w:val="libFootnotenumChar"/>
          <w:rFonts w:hint="cs"/>
          <w:rtl/>
        </w:rPr>
        <w:t>(1)</w:t>
      </w:r>
      <w:r w:rsidRPr="00481D79">
        <w:rPr>
          <w:rtl/>
        </w:rPr>
        <w:t xml:space="preserve"> يحيى بن سعيد الحلي بقراء‌تي عليه بها في داره في ذي القعدة سنة إحدى وسبعين وستمائة، قال: أنبأنا الشيخ محي الدين أبوحامد محمد بن عبدالله بن علي بن زهرة الحسيني الحلبي... وذكر تمام السند رقم (38) / 1.</w:t>
      </w:r>
    </w:p>
    <w:p w:rsidR="00481D79" w:rsidRPr="00481D79" w:rsidRDefault="00481D79" w:rsidP="00D11BDC">
      <w:pPr>
        <w:pStyle w:val="libNormal"/>
        <w:rPr>
          <w:rtl/>
        </w:rPr>
      </w:pPr>
      <w:r w:rsidRPr="00481D79">
        <w:rPr>
          <w:rtl/>
        </w:rPr>
        <w:t>2 - أخبرنا به أيضا الشيخ يحيى بن سعيد الحلي بقراء‌تي عليه. أنبأنا السيد محي الدين محمد بن عبدالله بن علي بن زهرة الحسيني... وذكر تمام السند رقم (38) / 2.</w:t>
      </w:r>
    </w:p>
    <w:p w:rsidR="00481D79" w:rsidRPr="00481D79" w:rsidRDefault="00481D79" w:rsidP="00D11BDC">
      <w:pPr>
        <w:pStyle w:val="libNormal"/>
        <w:rPr>
          <w:rtl/>
        </w:rPr>
      </w:pPr>
      <w:r w:rsidRPr="00481D79">
        <w:rPr>
          <w:rtl/>
        </w:rPr>
        <w:t>55 - سند الحافظ الحمويني في فرائد السمطين: 2 / 263 ح 531 و 532، وص 278 ح 542: أخبرنا الشيخ الامام جلال الدين أحمد بن محمد بن محمد بن عبدالجبار البكراني الابهري</w:t>
      </w:r>
    </w:p>
    <w:p w:rsidR="00481D79" w:rsidRDefault="005B067E" w:rsidP="005B067E">
      <w:pPr>
        <w:pStyle w:val="libLine"/>
        <w:rPr>
          <w:rtl/>
        </w:rPr>
      </w:pPr>
      <w:r>
        <w:rPr>
          <w:rtl/>
        </w:rPr>
        <w:t>____________________</w:t>
      </w:r>
    </w:p>
    <w:p w:rsidR="00481D79" w:rsidRDefault="00481D79" w:rsidP="00AF74FD">
      <w:pPr>
        <w:pStyle w:val="libFootnote0"/>
        <w:rPr>
          <w:rtl/>
        </w:rPr>
      </w:pPr>
      <w:r>
        <w:rPr>
          <w:rtl/>
        </w:rPr>
        <w:t>1</w:t>
      </w:r>
      <w:r w:rsidR="00AF74FD">
        <w:rPr>
          <w:rFonts w:hint="cs"/>
          <w:rtl/>
        </w:rPr>
        <w:t>-</w:t>
      </w:r>
      <w:r>
        <w:rPr>
          <w:rtl/>
        </w:rPr>
        <w:t xml:space="preserve"> خ: نجيب الدين.</w:t>
      </w:r>
    </w:p>
    <w:p w:rsidR="00481D79" w:rsidRDefault="00481D79" w:rsidP="00481D79">
      <w:pPr>
        <w:pStyle w:val="libNormal"/>
        <w:rPr>
          <w:rtl/>
        </w:rPr>
      </w:pPr>
      <w:r>
        <w:rPr>
          <w:rtl/>
        </w:rPr>
        <w:br w:type="page"/>
      </w:r>
    </w:p>
    <w:p w:rsidR="00481D79" w:rsidRPr="00481D79" w:rsidRDefault="00481D79" w:rsidP="00AF74FD">
      <w:pPr>
        <w:pStyle w:val="libNormal0"/>
        <w:rPr>
          <w:rtl/>
        </w:rPr>
      </w:pPr>
      <w:r w:rsidRPr="00481D79">
        <w:rPr>
          <w:rtl/>
        </w:rPr>
        <w:lastRenderedPageBreak/>
        <w:t xml:space="preserve">بقراء‌تي عليه بداره بها، قال: أنبأنا والدي الامام نجم الدين محمد بن محمد </w:t>
      </w:r>
      <w:r w:rsidR="004226A8" w:rsidRPr="004226A8">
        <w:rPr>
          <w:rStyle w:val="libAlaemChar"/>
          <w:rtl/>
        </w:rPr>
        <w:t>رحمه‌الله</w:t>
      </w:r>
      <w:r w:rsidRPr="00481D79">
        <w:rPr>
          <w:rtl/>
        </w:rPr>
        <w:t xml:space="preserve"> قال: أنبأنا الشيخ رضي الدين أبوالخير إسماعيل بن يوسف الطالقاني </w:t>
      </w:r>
      <w:r w:rsidR="004226A8" w:rsidRPr="004226A8">
        <w:rPr>
          <w:rStyle w:val="libAlaemChar"/>
          <w:rtl/>
        </w:rPr>
        <w:t>رحمه‌الله</w:t>
      </w:r>
      <w:r w:rsidRPr="00481D79">
        <w:rPr>
          <w:rtl/>
        </w:rPr>
        <w:t xml:space="preserve"> إجازة، قال: أنبأنا الشيخان: أبوالسعيد ناصر بن سهل بن أحمد البغدادي وأبومحمد بن محمد بن المنتصر بن أحمد بن حفص المتولي، قالا: أنبأنا القاضي أبوسعيد محمد بن سعيد الفرخزادي النوقاني رحمة الله، قال: أنبأنا الاستاذ الامام أبوإسحاق أحمد بن محمد الثعلبي.... وذكر الباقي مثل ما في السند رقم (36).</w:t>
      </w:r>
    </w:p>
    <w:p w:rsidR="00481D79" w:rsidRPr="00481D79" w:rsidRDefault="00481D79" w:rsidP="00D11BDC">
      <w:pPr>
        <w:pStyle w:val="libNormal"/>
        <w:rPr>
          <w:rtl/>
        </w:rPr>
      </w:pPr>
      <w:r w:rsidRPr="00481D79">
        <w:rPr>
          <w:rtl/>
        </w:rPr>
        <w:t>56 - سند الحافظ الحمويني في فرائد السمطين: 2 / 279 ح 543: أخبرني الشيخ شرف الدين أبوالفضل أحمد بن هبة الله بن أحمد بن عساكر قراء‌ة عليه وأنا أسمع، قال: أنبأنا الشيخ أبوروح عبد المعز بن محمد بن أبي الفضل البزاز الصوفي الهروي.</w:t>
      </w:r>
    </w:p>
    <w:p w:rsidR="00481D79" w:rsidRPr="00481D79" w:rsidRDefault="00481D79" w:rsidP="00D11BDC">
      <w:pPr>
        <w:pStyle w:val="libNormal"/>
        <w:rPr>
          <w:rtl/>
        </w:rPr>
      </w:pPr>
      <w:r w:rsidRPr="00481D79">
        <w:rPr>
          <w:rtl/>
        </w:rPr>
        <w:t xml:space="preserve">والشيخة زينب بنت أبي القاسم بن الحسن الشعرية إجازة، قالا: أنبأنا أبوالقاسم زاهر بن طاهر بن أبي بكر بن أبي نصر المستملي إجازة، قال: أنبأنا أبوعلي الحسن بن أحمد السكاكي: أنبأنا الاستاذ أبوالقاسم الحسن بن محمد بن حبيب، قال: حدثنا أبوبكر محمد بن عبدالله بن محمد حافد العباس بن حمزة سنة سبع وثلاثين وثلاثمائة: حدثنا أبوالقاسم عبدالله بن أحمد بن عامر الطائي بالبصرة: حدثني أبي سنة ستين ومأتين قال: حدثنا علي بن موسى الرضا </w:t>
      </w:r>
      <w:r w:rsidR="004226A8" w:rsidRPr="004226A8">
        <w:rPr>
          <w:rStyle w:val="libAlaemChar"/>
          <w:rtl/>
        </w:rPr>
        <w:t>عليه‌السلام</w:t>
      </w:r>
      <w:r w:rsidRPr="00481D79">
        <w:rPr>
          <w:rtl/>
        </w:rPr>
        <w:t>.</w:t>
      </w:r>
    </w:p>
    <w:p w:rsidR="00481D79" w:rsidRPr="00481D79" w:rsidRDefault="00481D79" w:rsidP="00D11BDC">
      <w:pPr>
        <w:pStyle w:val="libNormal"/>
        <w:rPr>
          <w:rtl/>
        </w:rPr>
      </w:pPr>
      <w:r w:rsidRPr="00481D79">
        <w:rPr>
          <w:rtl/>
        </w:rPr>
        <w:t>57 - سند الشيخ الجليل حسن بن سليمان الحلي في مختصر بصائر الدرجات: 135:</w:t>
      </w:r>
    </w:p>
    <w:p w:rsidR="00481D79" w:rsidRPr="00481D79" w:rsidRDefault="00481D79" w:rsidP="00D11BDC">
      <w:pPr>
        <w:pStyle w:val="libNormal"/>
        <w:rPr>
          <w:rtl/>
        </w:rPr>
      </w:pPr>
      <w:r w:rsidRPr="00481D79">
        <w:rPr>
          <w:rtl/>
        </w:rPr>
        <w:t>1 - أخبرنا جماعة منهم: السيدان المرتضى والمجتبى إبنا الداعي الحسني، والاستاذان: أبوالقاسم وأبوجعفر إبنا كميح، عن الشيخ أبي عبدالله جعفر بن محمد بن العباس، عن أبيه، عن محمد بن علي بن الحسين بن موسى.</w:t>
      </w:r>
    </w:p>
    <w:p w:rsidR="00481D79" w:rsidRPr="00481D79" w:rsidRDefault="00481D79" w:rsidP="00D11BDC">
      <w:pPr>
        <w:pStyle w:val="libNormal"/>
        <w:rPr>
          <w:rtl/>
        </w:rPr>
      </w:pPr>
      <w:r w:rsidRPr="00481D79">
        <w:rPr>
          <w:rtl/>
        </w:rPr>
        <w:t>2 - أخبرنا السيد أبوالبركات محمد بن إسماعيل المشهدي، عن جعفر الدوريستي عن الشيخ المفيد محمد بن محمد بن النعمان أبي عبدالله الحارثي عن محمد بن علي بن الحسين بن موسى بن بابويه [ الشيخ الصدوق ]. بالاسناد رقم (10).</w:t>
      </w:r>
    </w:p>
    <w:p w:rsidR="00481D79" w:rsidRDefault="00481D79" w:rsidP="00481D79">
      <w:pPr>
        <w:pStyle w:val="libNormal"/>
        <w:rPr>
          <w:rtl/>
        </w:rPr>
      </w:pPr>
      <w:r>
        <w:rPr>
          <w:rtl/>
        </w:rPr>
        <w:br w:type="page"/>
      </w:r>
    </w:p>
    <w:p w:rsidR="00481D79" w:rsidRPr="00481D79" w:rsidRDefault="00481D79" w:rsidP="00D11BDC">
      <w:pPr>
        <w:pStyle w:val="libNormal"/>
        <w:rPr>
          <w:rtl/>
        </w:rPr>
      </w:pPr>
      <w:r w:rsidRPr="00481D79">
        <w:rPr>
          <w:rtl/>
        </w:rPr>
        <w:lastRenderedPageBreak/>
        <w:t>58 - سند الشيخ الجليل حسن بن سليمان. في مختصر بصائر الدرجات: 137: بالاسناد - رقم (57) المتقدم - إلى ابن بابويه، بإسناده رقم (6).</w:t>
      </w:r>
    </w:p>
    <w:p w:rsidR="00481D79" w:rsidRPr="00481D79" w:rsidRDefault="00481D79" w:rsidP="00D11BDC">
      <w:pPr>
        <w:pStyle w:val="libNormal"/>
        <w:rPr>
          <w:rtl/>
        </w:rPr>
      </w:pPr>
      <w:r w:rsidRPr="00481D79">
        <w:rPr>
          <w:rtl/>
        </w:rPr>
        <w:t>59 - سند الشيخ الجليل محمد بن علي المعروف ب‍ (إبن أبي جمهور) الاحسائي في كتاب عوالي اللئالئ: 1 / 25: حدثني المولى العالم الواعظ وجيه الدين عبدالله بن المولى علاء الدين فتح الله بن عبدالملك بن فتحان الواعظ القمي الاصل القاشاني المسكن عن جده عبدالملك، عن الشيخ الكامل العلامة خاتمة المجتهدين أبوالعباس، أحمد بن فهد قال: حدثنى المولى السيد السعيد الامام العلامة، بهاء الدين علي بن عبدالحميد النسابة الحسيني قال: حدثني السيد الامام العلامة، النسابة تاج الدين محمد بن معية الحسيني عن الفقيه العالم الفاضل علي بن الحسين بن حماد عن المولى السيد العالم الكامل غياث الدين عبدالكريم بن طاووس الحسيني عن السيد العالم المحقق ابن العم شمس الدين محمد بن السيد الجد وابن العم العامل الفاضل النسابة جلال الدين عبدالحميد بن محمد بن عبدالحميد بن التقي النسابة عن أبيه عبدالحميد المذكور عن أبيه المولى السيد السعيد المحدث العالم الورع البارع عبدالحميد بن التقي النسابة المذكور.</w:t>
      </w:r>
    </w:p>
    <w:p w:rsidR="00481D79" w:rsidRPr="00481D79" w:rsidRDefault="00481D79" w:rsidP="00D11BDC">
      <w:pPr>
        <w:pStyle w:val="libNormal"/>
        <w:rPr>
          <w:rtl/>
        </w:rPr>
      </w:pPr>
      <w:r w:rsidRPr="00481D79">
        <w:rPr>
          <w:rtl/>
        </w:rPr>
        <w:t xml:space="preserve">عن السيد الشريف أبي الشمس علي بن أحمد بن محمد بن عمر العلوي الحسيني الزيدي العيسوي محتدا عن الثقة أبي بكر عبدالله بن محمد بن أحمد بن المنصور عن أبي الحسين المبارك بن عبدالجبار بن أحمد الصوفي عن أبي الحسن علي بن أحمد الحربي القزويني عن أبي بكر أحمد بن إبراهيم [ بن ] الحسن بن شاذان البزاز عن أبي القاسم عبدالله بن أحمد بن عامر بن سلمان الطائي، عن أبيه أحمد عن الامام علي بن موسى الرضا </w:t>
      </w:r>
      <w:r w:rsidR="004226A8" w:rsidRPr="004226A8">
        <w:rPr>
          <w:rStyle w:val="libAlaemChar"/>
          <w:rtl/>
        </w:rPr>
        <w:t>عليه‌السلام</w:t>
      </w:r>
      <w:r w:rsidRPr="00481D79">
        <w:rPr>
          <w:rtl/>
        </w:rPr>
        <w:t>.</w:t>
      </w:r>
    </w:p>
    <w:p w:rsidR="00481D79" w:rsidRPr="00481D79" w:rsidRDefault="00481D79" w:rsidP="00D11BDC">
      <w:pPr>
        <w:pStyle w:val="libNormal"/>
        <w:rPr>
          <w:rtl/>
        </w:rPr>
      </w:pPr>
      <w:r w:rsidRPr="00481D79">
        <w:rPr>
          <w:rtl/>
        </w:rPr>
        <w:t>60 - سند شاذان الفضلي نقلا من كتاب كنز العمال: 13 / 152 ح 26476 - 26478 ط.</w:t>
      </w:r>
    </w:p>
    <w:p w:rsidR="00481D79" w:rsidRPr="00481D79" w:rsidRDefault="00481D79" w:rsidP="00D11BDC">
      <w:pPr>
        <w:pStyle w:val="libNormal"/>
        <w:rPr>
          <w:rtl/>
        </w:rPr>
      </w:pPr>
      <w:r w:rsidRPr="00481D79">
        <w:rPr>
          <w:rtl/>
        </w:rPr>
        <w:t>بيروت، أو ج 15 / 132 ح 391 - 393 ط. الهند. وكتاب اللئالئ المصنوعة: 1 / 377.</w:t>
      </w:r>
    </w:p>
    <w:p w:rsidR="00481D79" w:rsidRDefault="00481D79" w:rsidP="00481D79">
      <w:pPr>
        <w:pStyle w:val="libNormal"/>
        <w:rPr>
          <w:rtl/>
        </w:rPr>
      </w:pPr>
      <w:r>
        <w:rPr>
          <w:rtl/>
        </w:rPr>
        <w:br w:type="page"/>
      </w:r>
    </w:p>
    <w:p w:rsidR="00481D79" w:rsidRPr="00481D79" w:rsidRDefault="00481D79" w:rsidP="00D11BDC">
      <w:pPr>
        <w:pStyle w:val="libNormal"/>
        <w:rPr>
          <w:rtl/>
        </w:rPr>
      </w:pPr>
      <w:r w:rsidRPr="00481D79">
        <w:rPr>
          <w:rtl/>
        </w:rPr>
        <w:lastRenderedPageBreak/>
        <w:t xml:space="preserve">قال شاذان الفضلي في فضائل علي </w:t>
      </w:r>
      <w:r w:rsidR="004226A8" w:rsidRPr="004226A8">
        <w:rPr>
          <w:rStyle w:val="libAlaemChar"/>
          <w:rtl/>
        </w:rPr>
        <w:t>عليه‌السلام</w:t>
      </w:r>
      <w:r w:rsidRPr="00481D79">
        <w:rPr>
          <w:rtl/>
        </w:rPr>
        <w:t xml:space="preserve">: حدثنا أبوطالب عبدالله بن محمد بن عبدالله الكاتب بعكبرى: حدثنا أبوالقاسم عبدالله بن محمد بن غياث الخراساني: حدثنا أحمد بن عامر بن سليم الطائي، حدثنا علي بن موسى الرضا </w:t>
      </w:r>
      <w:r w:rsidR="004226A8" w:rsidRPr="004226A8">
        <w:rPr>
          <w:rStyle w:val="libAlaemChar"/>
          <w:rtl/>
        </w:rPr>
        <w:t>عليه‌السلام</w:t>
      </w:r>
      <w:r w:rsidRPr="00481D79">
        <w:rPr>
          <w:rtl/>
        </w:rPr>
        <w:t>.</w:t>
      </w:r>
    </w:p>
    <w:p w:rsidR="00481D79" w:rsidRPr="00481D79" w:rsidRDefault="00481D79" w:rsidP="00D11BDC">
      <w:pPr>
        <w:pStyle w:val="libNormal"/>
        <w:rPr>
          <w:rtl/>
        </w:rPr>
      </w:pPr>
      <w:r w:rsidRPr="00481D79">
        <w:rPr>
          <w:rtl/>
        </w:rPr>
        <w:t>61 - سند العالم الفاضل المولى حسين بن علي الواعظ البيهقي السبزواري المشتهر ب‍ (الكاشفي) من إجازة له للمولى عبدالخالق بن المولى عبد العلي البيهقي في أواخر شعبان سنة 872 ه‍.</w:t>
      </w:r>
    </w:p>
    <w:p w:rsidR="00481D79" w:rsidRPr="00481D79" w:rsidRDefault="00481D79" w:rsidP="00D11BDC">
      <w:pPr>
        <w:pStyle w:val="libNormal"/>
        <w:rPr>
          <w:rtl/>
        </w:rPr>
      </w:pPr>
      <w:r w:rsidRPr="00481D79">
        <w:rPr>
          <w:rtl/>
        </w:rPr>
        <w:t>نقلناها من آخر نسخة الصحيفة المحفوظة في خزانة مخطوطات مكتبة المسجد الاعظم في قم المقدسة، الكتاب السادس ضمن المجموعة رقم (2745): بسم الله الرحمن الرحيم الحمد لله الذي نور شجرة النبوة بأنوار الائمة الهداة، وزين حدائق الولاية بازهار أسرار الكمل الثقات، والصلاة على مظهر جوامع الكلم المسلسلات، محمد وآله وعترته عيون المعارف العينية المخصصات.</w:t>
      </w:r>
    </w:p>
    <w:p w:rsidR="00481D79" w:rsidRPr="00481D79" w:rsidRDefault="00481D79" w:rsidP="00D11BDC">
      <w:pPr>
        <w:pStyle w:val="libNormal"/>
        <w:rPr>
          <w:rtl/>
        </w:rPr>
      </w:pPr>
      <w:r w:rsidRPr="00481D79">
        <w:rPr>
          <w:rtl/>
        </w:rPr>
        <w:t>أما بعد: فقد قرأ الصحيفة الرضوية بتمامها: المولى المعظم إفتخار الصلحاء زين الاتقياء جامع الصفات الرضية، ومجمع الخلال المرضية، مولانا نظام الملة والدين عبدالخالق بن المولى الرفيع، والعارف المنيع اسوة العرفاء قدوة الظرفاء مولانا تاج الملة والدين عبد العلي البيهقي أدام الله ظلهما على الفقير الحقير الكسير الكثير التقصير حسين بن علي الواعظ المشتهر بالكاشفي غفر الله ذنوبه، وستر عيوبه.</w:t>
      </w:r>
    </w:p>
    <w:p w:rsidR="00481D79" w:rsidRPr="00481D79" w:rsidRDefault="00481D79" w:rsidP="00D11BDC">
      <w:pPr>
        <w:pStyle w:val="libNormal"/>
        <w:rPr>
          <w:rtl/>
        </w:rPr>
      </w:pPr>
      <w:r w:rsidRPr="00481D79">
        <w:rPr>
          <w:rtl/>
        </w:rPr>
        <w:t>وأنا أرويها عن والدي روح الله روحه، وهو يرويها عن الفاضل العلامة محمد بن عبدالله وهو عن شيخه الكامل تاج الدين ابراهيم بن القصاع الطبسي وهو عن شيخه الكامل مولانا تاج الدين علي تركه الكرماني وهو عن شيخه شيخ الاسلام غياث الدين هبة الله بن يوسف عن جده صدر الدين إبراهيم بن محمد بن المؤيد الحموي عن ابن عساكر، عن أبي روح الصوفي الهروي، عن زاهر بن طاهر قال: أخبرنا أبوعلي الحسن بن أحمد السكاكي، قال: أخبرنا أبو القاسم بن حبيب، قال: أخبرنا محمد بن عبدالله بن محمد النيسابوري قال: أخبرنا أبوالقاسم عبدالله بن أحمد بن عامر الطائي بالبصرة قال: حدثني أبي قال:</w:t>
      </w:r>
    </w:p>
    <w:p w:rsidR="00481D79" w:rsidRDefault="00481D79" w:rsidP="00481D79">
      <w:pPr>
        <w:pStyle w:val="libNormal"/>
        <w:rPr>
          <w:rtl/>
        </w:rPr>
      </w:pPr>
      <w:r>
        <w:rPr>
          <w:rtl/>
        </w:rPr>
        <w:br w:type="page"/>
      </w:r>
    </w:p>
    <w:p w:rsidR="00481D79" w:rsidRPr="00481D79" w:rsidRDefault="00481D79" w:rsidP="00AF74FD">
      <w:pPr>
        <w:pStyle w:val="libNormal0"/>
        <w:rPr>
          <w:rtl/>
        </w:rPr>
      </w:pPr>
      <w:r w:rsidRPr="00481D79">
        <w:rPr>
          <w:rtl/>
        </w:rPr>
        <w:lastRenderedPageBreak/>
        <w:t xml:space="preserve">حدثنى الامام أبوالحسن علي بن موسى الرضا، عن آبائه إلى حضرة الرسالة </w:t>
      </w:r>
      <w:r w:rsidR="004226A8" w:rsidRPr="004226A8">
        <w:rPr>
          <w:rStyle w:val="libAlaemChar"/>
          <w:rtl/>
        </w:rPr>
        <w:t>صلى‌الله‌عليه‌وآله</w:t>
      </w:r>
      <w:r w:rsidRPr="00481D79">
        <w:rPr>
          <w:rtl/>
        </w:rPr>
        <w:t xml:space="preserve"> وأنا أجزته أن يرويها عني بالشرائط المعتبرة. وكان ذلك في أواخر شعبان سنة اثني وسبعين وثمانمائة.</w:t>
      </w:r>
    </w:p>
    <w:p w:rsidR="00481D79" w:rsidRPr="00481D79" w:rsidRDefault="00481D79" w:rsidP="00D11BDC">
      <w:pPr>
        <w:pStyle w:val="libNormal"/>
        <w:rPr>
          <w:rtl/>
        </w:rPr>
      </w:pPr>
      <w:r w:rsidRPr="00481D79">
        <w:rPr>
          <w:rtl/>
        </w:rPr>
        <w:t>62 - سند الشيخ الفاضل عبد العلي بن عبدالحميد السبزواري من نسخة الشيخ محمد علي الاردوبادي المحفوظة في النجف على ما ذكر في مطبوعة طهران 1377.</w:t>
      </w:r>
    </w:p>
    <w:p w:rsidR="00481D79" w:rsidRPr="00481D79" w:rsidRDefault="00481D79" w:rsidP="00D11BDC">
      <w:pPr>
        <w:pStyle w:val="libNormal"/>
        <w:rPr>
          <w:rtl/>
        </w:rPr>
      </w:pPr>
      <w:r w:rsidRPr="00481D79">
        <w:rPr>
          <w:rtl/>
        </w:rPr>
        <w:t>وذكره في مطبوعة المؤتمر نقلا من نسخة السيد محمد بن السيد محمد تقى الموسوي الشهير ب‍ " مفتي الشيعة ".</w:t>
      </w:r>
    </w:p>
    <w:p w:rsidR="00481D79" w:rsidRPr="00481D79" w:rsidRDefault="00481D79" w:rsidP="00D11BDC">
      <w:pPr>
        <w:pStyle w:val="libNormal"/>
        <w:rPr>
          <w:rtl/>
        </w:rPr>
      </w:pPr>
      <w:r w:rsidRPr="00481D79">
        <w:rPr>
          <w:rtl/>
        </w:rPr>
        <w:t>ونقله في رياض العلماء: 5 / 353 عن أحد نسخ الصحيفة إلا ان فيه " جآن بن طمان " بدل " زاهر بن طاهر ": أخبرني الشيخ الفاضل العالم الكامل قطب السالكين مؤيد الاسلام والمسلمين مولانا عبد العلي بن عبدالحميد بن محمد السبزواري، وهو يروي عن الشيخ المعظم، والفخر المكرم جلال الدين محمد بن عبدالله القائني... إلى اخر السند " 61 ".</w:t>
      </w:r>
    </w:p>
    <w:p w:rsidR="00481D79" w:rsidRPr="00481D79" w:rsidRDefault="00481D79" w:rsidP="00D11BDC">
      <w:pPr>
        <w:pStyle w:val="libNormal"/>
        <w:rPr>
          <w:rtl/>
        </w:rPr>
      </w:pPr>
      <w:r w:rsidRPr="00481D79">
        <w:rPr>
          <w:rtl/>
        </w:rPr>
        <w:t xml:space="preserve">63 - سند الشهيد السعيد محمد بن مكي العاملى قدس الله روحه من إجازته للشيخ الفقيه علي بن الحسن بن الخازن الحائري </w:t>
      </w:r>
      <w:r w:rsidR="004226A8" w:rsidRPr="004226A8">
        <w:rPr>
          <w:rStyle w:val="libAlaemChar"/>
          <w:rtl/>
        </w:rPr>
        <w:t>قدس‌سره</w:t>
      </w:r>
      <w:r w:rsidRPr="00481D79">
        <w:rPr>
          <w:rtl/>
        </w:rPr>
        <w:t xml:space="preserve"> نقلناها من البحار: 104 / 190 (ط.</w:t>
      </w:r>
    </w:p>
    <w:p w:rsidR="00481D79" w:rsidRPr="00481D79" w:rsidRDefault="00481D79" w:rsidP="00AF74FD">
      <w:pPr>
        <w:pStyle w:val="libNormal"/>
        <w:rPr>
          <w:rtl/>
        </w:rPr>
      </w:pPr>
      <w:r w:rsidRPr="00481D79">
        <w:rPr>
          <w:rtl/>
        </w:rPr>
        <w:t xml:space="preserve">بيروت) قال: وبهذا الاسناد عن الائمة جميع أحاديث سيدنا رسول الله </w:t>
      </w:r>
      <w:r w:rsidR="004226A8" w:rsidRPr="004226A8">
        <w:rPr>
          <w:rStyle w:val="libAlaemChar"/>
          <w:rtl/>
        </w:rPr>
        <w:t>صلى‌الله‌عليه‌وآله</w:t>
      </w:r>
      <w:r w:rsidRPr="00481D79">
        <w:rPr>
          <w:rtl/>
        </w:rPr>
        <w:t xml:space="preserve"> بطريقهم الصحيح الذي لامرية ولا شك يعتريه ولنتبرك بحديث مسند إليه </w:t>
      </w:r>
      <w:r w:rsidR="004226A8" w:rsidRPr="004226A8">
        <w:rPr>
          <w:rStyle w:val="libAlaemChar"/>
          <w:rtl/>
        </w:rPr>
        <w:t>صلى‌الله‌عليه‌وآله</w:t>
      </w:r>
      <w:r w:rsidRPr="00481D79">
        <w:rPr>
          <w:rtl/>
        </w:rPr>
        <w:t xml:space="preserve"> فنقول: أخبرنا الجماعة المشار إليهم </w:t>
      </w:r>
      <w:r w:rsidR="00AF74FD" w:rsidRPr="00AF74FD">
        <w:rPr>
          <w:rStyle w:val="libFootnotenumChar"/>
          <w:rFonts w:hint="cs"/>
          <w:rtl/>
        </w:rPr>
        <w:t>(1)</w:t>
      </w:r>
      <w:r w:rsidRPr="00481D79">
        <w:rPr>
          <w:rtl/>
        </w:rPr>
        <w:t xml:space="preserve"> عن الامام جمال الدين عن والده سديد الدين، عن ابن نما، عن محمد بن إدريس عن عربي بن مسافر العبادي، عن إلياس بن هشام الحائري، عن أبي علي المفيد عن والده أبي جعفر الطوسي، عن المفيد محمد بن محمد بن النعمان عن أبي جعفر محمد بن بابويه، عن الشيخ أبي عبدالله الحسين بن محمد الرازي قال: حدثنا علي بن مهرويه القزويني، عن داود بن سليمان الغازي</w:t>
      </w:r>
    </w:p>
    <w:p w:rsidR="00481D79" w:rsidRDefault="005B067E" w:rsidP="005B067E">
      <w:pPr>
        <w:pStyle w:val="libLine"/>
        <w:rPr>
          <w:rtl/>
        </w:rPr>
      </w:pPr>
      <w:r>
        <w:rPr>
          <w:rtl/>
        </w:rPr>
        <w:t>____________________</w:t>
      </w:r>
    </w:p>
    <w:p w:rsidR="00481D79" w:rsidRDefault="00481D79" w:rsidP="00AF74FD">
      <w:pPr>
        <w:pStyle w:val="libFootnote0"/>
        <w:rPr>
          <w:rtl/>
        </w:rPr>
      </w:pPr>
      <w:r>
        <w:rPr>
          <w:rtl/>
        </w:rPr>
        <w:t>1</w:t>
      </w:r>
      <w:r w:rsidR="00AF74FD">
        <w:rPr>
          <w:rFonts w:hint="cs"/>
          <w:rtl/>
        </w:rPr>
        <w:t>-</w:t>
      </w:r>
      <w:r>
        <w:rPr>
          <w:rtl/>
        </w:rPr>
        <w:t xml:space="preserve"> والظاهر انهم: السيد المرتضى عميد الدين، والشيخ فخر الدين بن جمال الدين الحسين بن سديد الدين بن علي بن المطهر الحلي. ولعله يضاف اليهما: الشيخ زين الدين علي بن طراد المطارآبادي، والسيد النسابة حمد بن معية الحسني، والسيد أمين الدين أحمد بن زهرة الحلبي، وقطب الدين محمد بن محمد الرازي البويهي. الذين ذكر في اول اجازته - </w:t>
      </w:r>
      <w:r w:rsidR="004226A8" w:rsidRPr="004226A8">
        <w:rPr>
          <w:rStyle w:val="libAlaemChar"/>
          <w:rtl/>
        </w:rPr>
        <w:t>قدس‌سره</w:t>
      </w:r>
      <w:r>
        <w:rPr>
          <w:rtl/>
        </w:rPr>
        <w:t xml:space="preserve"> - انه يروي بواسطتهم عن الامام جمال الدين.</w:t>
      </w:r>
    </w:p>
    <w:p w:rsidR="00481D79" w:rsidRDefault="00481D79" w:rsidP="00481D79">
      <w:pPr>
        <w:pStyle w:val="libNormal"/>
        <w:rPr>
          <w:rtl/>
        </w:rPr>
      </w:pPr>
      <w:r>
        <w:rPr>
          <w:rtl/>
        </w:rPr>
        <w:br w:type="page"/>
      </w:r>
    </w:p>
    <w:p w:rsidR="00481D79" w:rsidRPr="00481D79" w:rsidRDefault="00481D79" w:rsidP="00AF74FD">
      <w:pPr>
        <w:pStyle w:val="libNormal0"/>
        <w:rPr>
          <w:rtl/>
        </w:rPr>
      </w:pPr>
      <w:r w:rsidRPr="00481D79">
        <w:rPr>
          <w:rtl/>
        </w:rPr>
        <w:lastRenderedPageBreak/>
        <w:t xml:space="preserve">عن الامام المرتضى أبي الحسن علي بن موسى الرضا </w:t>
      </w:r>
      <w:r w:rsidR="004226A8" w:rsidRPr="004226A8">
        <w:rPr>
          <w:rStyle w:val="libAlaemChar"/>
          <w:rtl/>
        </w:rPr>
        <w:t>عليه‌السلام</w:t>
      </w:r>
      <w:r w:rsidRPr="00481D79">
        <w:rPr>
          <w:rtl/>
        </w:rPr>
        <w:t xml:space="preserve">، عن أبيه الامام الكاظم </w:t>
      </w:r>
      <w:r w:rsidR="004226A8" w:rsidRPr="004226A8">
        <w:rPr>
          <w:rStyle w:val="libAlaemChar"/>
          <w:rtl/>
        </w:rPr>
        <w:t>عليه‌السلام</w:t>
      </w:r>
      <w:r w:rsidRPr="00481D79">
        <w:rPr>
          <w:rtl/>
        </w:rPr>
        <w:t xml:space="preserve">، عن أبيه الامام الصادق </w:t>
      </w:r>
      <w:r w:rsidR="004226A8" w:rsidRPr="004226A8">
        <w:rPr>
          <w:rStyle w:val="libAlaemChar"/>
          <w:rtl/>
        </w:rPr>
        <w:t>عليه‌السلام</w:t>
      </w:r>
      <w:r w:rsidRPr="00481D79">
        <w:rPr>
          <w:rtl/>
        </w:rPr>
        <w:t xml:space="preserve">، عن أبيه الامام الباقر </w:t>
      </w:r>
      <w:r w:rsidR="004226A8" w:rsidRPr="004226A8">
        <w:rPr>
          <w:rStyle w:val="libAlaemChar"/>
          <w:rtl/>
        </w:rPr>
        <w:t>عليه‌السلام</w:t>
      </w:r>
      <w:r w:rsidRPr="00481D79">
        <w:rPr>
          <w:rtl/>
        </w:rPr>
        <w:t xml:space="preserve">، عن أبيه الامام زين العابدين </w:t>
      </w:r>
      <w:r w:rsidR="004226A8" w:rsidRPr="004226A8">
        <w:rPr>
          <w:rStyle w:val="libAlaemChar"/>
          <w:rtl/>
        </w:rPr>
        <w:t>عليه‌السلام</w:t>
      </w:r>
      <w:r w:rsidRPr="00481D79">
        <w:rPr>
          <w:rtl/>
        </w:rPr>
        <w:t xml:space="preserve">، عن أبيه الامام الشهيد أبي عبدالله الحسين </w:t>
      </w:r>
      <w:r w:rsidR="004226A8" w:rsidRPr="004226A8">
        <w:rPr>
          <w:rStyle w:val="libAlaemChar"/>
          <w:rtl/>
        </w:rPr>
        <w:t>عليه‌السلام</w:t>
      </w:r>
      <w:r w:rsidRPr="00481D79">
        <w:rPr>
          <w:rtl/>
        </w:rPr>
        <w:t>.</w:t>
      </w:r>
    </w:p>
    <w:p w:rsidR="00481D79" w:rsidRPr="00481D79" w:rsidRDefault="00481D79" w:rsidP="00D11BDC">
      <w:pPr>
        <w:pStyle w:val="libNormal"/>
        <w:rPr>
          <w:rtl/>
        </w:rPr>
      </w:pPr>
      <w:r w:rsidRPr="00481D79">
        <w:rPr>
          <w:rtl/>
        </w:rPr>
        <w:t xml:space="preserve">عن أبيه الامام أمير المؤمنين علي بن أبي طالب </w:t>
      </w:r>
      <w:r w:rsidR="004226A8" w:rsidRPr="004226A8">
        <w:rPr>
          <w:rStyle w:val="libAlaemChar"/>
          <w:rtl/>
        </w:rPr>
        <w:t>عليه‌السلام</w:t>
      </w:r>
      <w:r w:rsidRPr="00481D79">
        <w:rPr>
          <w:rtl/>
        </w:rPr>
        <w:t xml:space="preserve"> عن النبي صلي الله عليه وآله أنه قال: مثل أهل بيتي مثل سفينة نوح من ركبها نجى ومن تخلف عنها زج في النار.</w:t>
      </w:r>
    </w:p>
    <w:p w:rsidR="00481D79" w:rsidRPr="00481D79" w:rsidRDefault="00481D79" w:rsidP="00D11BDC">
      <w:pPr>
        <w:pStyle w:val="libNormal"/>
        <w:rPr>
          <w:rtl/>
        </w:rPr>
      </w:pPr>
      <w:r w:rsidRPr="00481D79">
        <w:rPr>
          <w:rtl/>
        </w:rPr>
        <w:t xml:space="preserve">64 - سند الشهيد الاول محمد بن مكي العاملي في مقدمة أربعينه: أخبرني شيخي الامام السعيد المرتضى العلامة المحقق فقيه أهل البيت </w:t>
      </w:r>
      <w:r w:rsidR="004226A8" w:rsidRPr="004226A8">
        <w:rPr>
          <w:rStyle w:val="libAlaemChar"/>
          <w:rtl/>
        </w:rPr>
        <w:t>عليهم‌السلام</w:t>
      </w:r>
      <w:r w:rsidRPr="00481D79">
        <w:rPr>
          <w:rtl/>
        </w:rPr>
        <w:t xml:space="preserve"> عميد الملة والدين أبوعبدالله عبدالمطلب بن المولى السيد الفقيه مجد الدين أبي الفوارس محمد بن المولى السيد العلامة النسابة فخر الدين علي بن الاعرج الحسيني - قدس الله سره - في الحضرة المقدسة الحائرية صلوات الله على مشرفها وسلامه، تاسع عشر شهر رمضان سنة إحدى وخمسين وسبعمائة عن خاله السعيد الامام محيي السنة، وقامع البدعة شيخ الاسلام حقا جمال الملة والدين أبي منصور الحسن بن يوسف بن المطهر الحلي قدس الله روحه ونور ضريحه عن والده الشيخ الفقيه الامام سديد الدين أبي المظفر يوسف عن السيد الفقيه الامام النسابة شمس الدين فخار بن معد الموسوي عن السيد عز الدين أبي الحارث محمد بن الحسن الحسيني عن السيد الشريف الفقيه أبي المكارم حمزة بن علي بن زهرة الحسيني...</w:t>
      </w:r>
    </w:p>
    <w:p w:rsidR="00481D79" w:rsidRPr="00481D79" w:rsidRDefault="00481D79" w:rsidP="00D11BDC">
      <w:pPr>
        <w:pStyle w:val="libNormal"/>
        <w:rPr>
          <w:rtl/>
        </w:rPr>
      </w:pPr>
      <w:r w:rsidRPr="00481D79">
        <w:rPr>
          <w:rtl/>
        </w:rPr>
        <w:t>وذكر تمام السند " 40 ".</w:t>
      </w:r>
    </w:p>
    <w:p w:rsidR="00481D79" w:rsidRPr="00481D79" w:rsidRDefault="00481D79" w:rsidP="00D11BDC">
      <w:pPr>
        <w:pStyle w:val="libNormal"/>
        <w:rPr>
          <w:rtl/>
        </w:rPr>
      </w:pPr>
      <w:r w:rsidRPr="00481D79">
        <w:rPr>
          <w:rtl/>
        </w:rPr>
        <w:t xml:space="preserve">65 - سند الشيخ الجليل أبوأحمد أناليك العادل المروزي قال الميرزا عبدالله أفندي في رياض العلماء: 5 / 350 في ترجمة الشيخ الطبرسي: ثم ليعلم أن لكتاب صحيفة الرضا </w:t>
      </w:r>
      <w:r w:rsidR="004226A8" w:rsidRPr="004226A8">
        <w:rPr>
          <w:rStyle w:val="libAlaemChar"/>
          <w:rtl/>
        </w:rPr>
        <w:t>عليه‌السلام</w:t>
      </w:r>
      <w:r w:rsidRPr="00481D79">
        <w:rPr>
          <w:rtl/>
        </w:rPr>
        <w:t>.</w:t>
      </w:r>
    </w:p>
    <w:p w:rsidR="00481D79" w:rsidRPr="00481D79" w:rsidRDefault="00481D79" w:rsidP="00D11BDC">
      <w:pPr>
        <w:pStyle w:val="libNormal"/>
        <w:rPr>
          <w:rtl/>
        </w:rPr>
      </w:pPr>
      <w:r w:rsidRPr="00481D79">
        <w:rPr>
          <w:rtl/>
        </w:rPr>
        <w:t>طرقا عديدة سوى طريق الشيخ الطبرسي من طرق الخاصة والعامة ولنذكر في هذا المقام طائفة من طرقها التي وصلت إلينا مما يتم به في المرام فمن ذلك ما رأيته في بلدة أردبيل في نسخة من هذه الصحيفة وكان صدر سندها هكذا: قال الشيخ الامام الاجل العالم نور الملة والدين ظهير الاسلام والمسلمين أبوأحمد أناليك العادل المروزي:</w:t>
      </w:r>
    </w:p>
    <w:p w:rsidR="00481D79" w:rsidRDefault="00481D79" w:rsidP="00481D79">
      <w:pPr>
        <w:pStyle w:val="libNormal"/>
        <w:rPr>
          <w:rtl/>
        </w:rPr>
      </w:pPr>
      <w:r>
        <w:rPr>
          <w:rtl/>
        </w:rPr>
        <w:br w:type="page"/>
      </w:r>
    </w:p>
    <w:p w:rsidR="00481D79" w:rsidRPr="00481D79" w:rsidRDefault="00481D79" w:rsidP="00AF74FD">
      <w:pPr>
        <w:pStyle w:val="libNormal0"/>
        <w:rPr>
          <w:rtl/>
        </w:rPr>
      </w:pPr>
      <w:r w:rsidRPr="00481D79">
        <w:rPr>
          <w:rtl/>
        </w:rPr>
        <w:lastRenderedPageBreak/>
        <w:t xml:space="preserve">قرأ علينا الشيخ القاضي الامام الاجل الاعز الامجد الازهد مفتي الشرق والغرب بقية السلف استاذ الخلف صفي الملة والدين ضياء الاسلام والمسلمين وارث الانبياء والمرسلين أبو بكر محمود بن علي بن محمد السرخسي في المسجد الصلاحي سناد تاج نيسابور عمرها الله غداة يوم الخميس الرابع من ربيع الاول من شهور سنة عشر وستمائة قال: أخبرنا الشيخ الامام الاجل السيد الزاهد ضياء الدين حجة الله على خلقة أبومحمد الفضل بن محمد بن إبراهيم الزياوي الحسيني تغمده الله بغفرانه وأسكنه الله أعلى جنانه في شهور سنة سبع وأربعين وخمسمائة قراء‌ة عليه قال: أخبرنا أبوالمحاسن أحمد بن عبدالرحمن البيدي، قال: أخبرنا أبي أبولبيد عبدالرحمن بن أحمد بن محمد بن لبيد، قال: حدثنا الاستاد الامام أبوالقاسم الحسن بن محمد بن حبيب </w:t>
      </w:r>
      <w:r w:rsidR="004226A8" w:rsidRPr="004226A8">
        <w:rPr>
          <w:rStyle w:val="libAlaemChar"/>
          <w:rtl/>
        </w:rPr>
        <w:t>رضي‌الله‌عنه</w:t>
      </w:r>
      <w:r w:rsidRPr="00481D79">
        <w:rPr>
          <w:rtl/>
        </w:rPr>
        <w:t xml:space="preserve"> سنة خمس وأربعمائة بنيسابور في داره، قال: حدثنا أبوبكر محمد بن عبدالله بن محمد حافد العباس ابن حمزة سنة سبع وثلاثين وثلاثمائة، قال: حدثنا أبوالقاسم عبدالله بن أحمد بن عامر الطائي بالبصرة، قال: حدثني أبي في سنة ستين ومائتين، قال: حدثنا علي بن موسى الرضا </w:t>
      </w:r>
      <w:r w:rsidR="004226A8" w:rsidRPr="004226A8">
        <w:rPr>
          <w:rStyle w:val="libAlaemChar"/>
          <w:rtl/>
        </w:rPr>
        <w:t>عليه‌السلام</w:t>
      </w:r>
      <w:r w:rsidRPr="00481D79">
        <w:rPr>
          <w:rtl/>
        </w:rPr>
        <w:t xml:space="preserve"> امام المتقين وقدوة أسباط سيد المرسلين، مما أورد في مؤلفه الموسوم بصحيفة أهل البيت سنة أربع وتسعين ومائة.</w:t>
      </w:r>
    </w:p>
    <w:p w:rsidR="00481D79" w:rsidRPr="00481D79" w:rsidRDefault="00481D79" w:rsidP="00D11BDC">
      <w:pPr>
        <w:pStyle w:val="libNormal"/>
        <w:rPr>
          <w:rtl/>
        </w:rPr>
      </w:pPr>
      <w:r w:rsidRPr="00481D79">
        <w:rPr>
          <w:rtl/>
        </w:rPr>
        <w:t xml:space="preserve">66 - سند طاهر بن محمد الراونيزي نقلا من رياض العلماء: 5 / 351، وروضات الجنات: 5 / 360: وبعد: فيقول الفقير إلى الله الكريم الغني طاهر بن محمد الراونيزي غفر له ولوالديه وأحسن في الدارين إليهما وإليه: أخبرني بالصحيفة المباركة الميمونة الموسومة بصحيفة الرضا </w:t>
      </w:r>
      <w:r w:rsidR="004226A8" w:rsidRPr="004226A8">
        <w:rPr>
          <w:rStyle w:val="libAlaemChar"/>
          <w:rtl/>
        </w:rPr>
        <w:t>عليه‌السلام</w:t>
      </w:r>
      <w:r w:rsidRPr="00481D79">
        <w:rPr>
          <w:rtl/>
        </w:rPr>
        <w:t xml:space="preserve"> إجازة بإجازته العامة شيخي ومخدومي قدوة أرباب الهدى أسوة أصحاب التقى بقية كرام الاولياء قطب دوائر المحققين الشيخ سعد الحق والملة والدين يوسف بن الشيخ الكبير والبدر المنير خلف الاقطاب الشيخ فخر الحق والملة والدين عبدالواحد الحموي قدس الله سرهما وأكثر برهما، قال: أخبرني إجازة شيخي ومخدومي وعمي واستاذي ومن إليه في أمور الدين إعتمادي الشيخ غياث الحق والدين هبة الله الحموي تغمده الله بغفرانه بالاجازة العامة</w:t>
      </w:r>
    </w:p>
    <w:p w:rsidR="00481D79" w:rsidRDefault="00481D79" w:rsidP="00481D79">
      <w:pPr>
        <w:pStyle w:val="libNormal"/>
        <w:rPr>
          <w:rtl/>
        </w:rPr>
      </w:pPr>
      <w:r>
        <w:rPr>
          <w:rtl/>
        </w:rPr>
        <w:br w:type="page"/>
      </w:r>
    </w:p>
    <w:p w:rsidR="00481D79" w:rsidRPr="00481D79" w:rsidRDefault="00481D79" w:rsidP="00AF74FD">
      <w:pPr>
        <w:pStyle w:val="libNormal0"/>
        <w:rPr>
          <w:rtl/>
        </w:rPr>
      </w:pPr>
      <w:r w:rsidRPr="00481D79">
        <w:rPr>
          <w:rtl/>
        </w:rPr>
        <w:lastRenderedPageBreak/>
        <w:t xml:space="preserve">عن سيده وجده شيخ الاسلام والمسلمين سلطان المحدثين والمحدثين الشيخ صدر الحق والملة والدين إبراهيم الحموي </w:t>
      </w:r>
      <w:r w:rsidR="004226A8" w:rsidRPr="004226A8">
        <w:rPr>
          <w:rStyle w:val="libAlaemChar"/>
          <w:rtl/>
        </w:rPr>
        <w:t>قدس‌سره</w:t>
      </w:r>
      <w:r w:rsidRPr="00481D79">
        <w:rPr>
          <w:rtl/>
        </w:rPr>
        <w:t xml:space="preserve">، قال: أخبرنا الشيخ المسند شرف الدين أبوالفضل أحمد بن هبة الله الدمشقي قراء‌ة بها وأنا أسمع يوم الاربعاء الحادي عشر من ربيع الاول سنة خمس وتسعين وستمائة بالخانقاه الشمياطي، قيل له: أخبرك الشيخ أبوروح عبد المعز بن محمد الهروي بروايته، عن الشيخ أبي القاسم زاهر بن طاهر الشحامي إجازة، قال: أخبرنا أبوعلي الحسن بن أحمد السكاكي، قال: أخبرنا الامام أبوالقاسم بن حبيب قال: أخبرنا أبوبكر محمد بن عبدالله بن محمد النيسابوري الحفيد، قال: حدثنا أبوالقاسم عبدالله بن أحمد بن عامر الطائي بالبصرة، قال: حدثني أبي سنة ستين ومائتين، قال: حدثني الامام علي بن موسى </w:t>
      </w:r>
      <w:r w:rsidR="004226A8" w:rsidRPr="004226A8">
        <w:rPr>
          <w:rStyle w:val="libAlaemChar"/>
          <w:rtl/>
        </w:rPr>
        <w:t>عليه‌السلام</w:t>
      </w:r>
      <w:r w:rsidRPr="00481D79">
        <w:rPr>
          <w:rtl/>
        </w:rPr>
        <w:t xml:space="preserve"> سنة أربع وتسعين ومائة.</w:t>
      </w:r>
    </w:p>
    <w:p w:rsidR="00481D79" w:rsidRPr="00481D79" w:rsidRDefault="00481D79" w:rsidP="00D11BDC">
      <w:pPr>
        <w:pStyle w:val="libNormal"/>
        <w:rPr>
          <w:rtl/>
        </w:rPr>
      </w:pPr>
      <w:r w:rsidRPr="00481D79">
        <w:rPr>
          <w:rtl/>
        </w:rPr>
        <w:t xml:space="preserve">67 - سند القاضي عبدالرحيم الحمدوني نقلا من رياض العلماء: 5 / 352: حدث القاضي مرشد الازكيلو أبومنصور عبدالرحيم بن أبي سعيد المظفر بن عبدالرحيم الحمدوني، قال: حدثنا القاضي الامام فخر الاسلام أبوالمحاسن عبدالواحد بن اسماعيل الروياني قراء‌ة عليه، قال: أخبرنا الشيخ العالم أبوالفضل محمد بن عبدالرحمن بن محمد الحريضي النيسابوري بالري قدم حاجا، قال: أخبرنا الاستاذ الامام أبوالقاسم الحسن بن محمد بن حبيب المفسر المفتي، قال: أخبرنا أبوبكر محمد بن عبدالله بن محمد بن حفدة العباس بن حمزة سنة تسع وثلاثين وثلاثمائة، قال: حدثنا أبوالقاسم عبدالله بن أحمد بن عامر الطائي بالبصرة، قال: حدثني أبي سنة ستين ومائتين، قال: حدثني علي بن موسي الرضا </w:t>
      </w:r>
      <w:r w:rsidR="004226A8" w:rsidRPr="004226A8">
        <w:rPr>
          <w:rStyle w:val="libAlaemChar"/>
          <w:rtl/>
        </w:rPr>
        <w:t>عليهما‌السلام</w:t>
      </w:r>
      <w:r w:rsidRPr="00481D79">
        <w:rPr>
          <w:rtl/>
        </w:rPr>
        <w:t xml:space="preserve"> سنة أربع وتسعين ومائة.</w:t>
      </w:r>
    </w:p>
    <w:p w:rsidR="00481D79" w:rsidRPr="00481D79" w:rsidRDefault="00481D79" w:rsidP="00D11BDC">
      <w:pPr>
        <w:pStyle w:val="libNormal"/>
        <w:rPr>
          <w:rtl/>
        </w:rPr>
      </w:pPr>
      <w:r w:rsidRPr="00481D79">
        <w:rPr>
          <w:rtl/>
        </w:rPr>
        <w:t>68 - سند الشيخ الفقيه الحسن بن علي الفرزدي نقلا من رياض العلماء: 5 / 352: أخبرنا الشيخ الفقيه أبوعلي الحسن بن علي بن أبي طالب الفرزادي المعروف بهاموسة سنة</w:t>
      </w:r>
    </w:p>
    <w:p w:rsidR="00481D79" w:rsidRDefault="00481D79" w:rsidP="00481D79">
      <w:pPr>
        <w:pStyle w:val="libNormal"/>
        <w:rPr>
          <w:rtl/>
        </w:rPr>
      </w:pPr>
      <w:r>
        <w:rPr>
          <w:rtl/>
        </w:rPr>
        <w:br w:type="page"/>
      </w:r>
    </w:p>
    <w:p w:rsidR="00481D79" w:rsidRPr="00481D79" w:rsidRDefault="00481D79" w:rsidP="00AF74FD">
      <w:pPr>
        <w:pStyle w:val="libNormal0"/>
        <w:rPr>
          <w:rtl/>
        </w:rPr>
      </w:pPr>
      <w:r w:rsidRPr="00481D79">
        <w:rPr>
          <w:rtl/>
        </w:rPr>
        <w:lastRenderedPageBreak/>
        <w:t xml:space="preserve">سبع وعشرين وخمسمائة، قال: أخبرنا القاضي الزكي الكبير أبوالفضل عبدالجبار بن الحسين بن محمد الزبربري، قال: أخبرنا الشيخ الجليل علي بن أحمد بن علي بن أميرك الطرايقي، قال: أخبرنا الشريف أبوعلي الحسن بن محمد بن يحيي بن محمد بن أحمد بن عبدالله بن موسى بن الحسن بن علي بن أبي طالب </w:t>
      </w:r>
      <w:r w:rsidR="004226A8" w:rsidRPr="004226A8">
        <w:rPr>
          <w:rStyle w:val="libAlaemChar"/>
          <w:rtl/>
        </w:rPr>
        <w:t>عليه‌السلام</w:t>
      </w:r>
      <w:r w:rsidRPr="00481D79">
        <w:rPr>
          <w:rtl/>
        </w:rPr>
        <w:t xml:space="preserve"> نزله في المسجد الحرام في قبة الشراين يوم الاثنين السابع والعشرين من ذي الحجة سنة أربع وتسعين وثلاثمائة، قال: أخبرنا أحمد بن عبدالله بن حمدونه أبونصر البغدادي بمزالة رود، قال: أخبرنا أبوالقاسم عبدالله بن أحمد بن عامر العامري الطائي بالبصرة، قال: حدثني أبي سنة ستين ومائتين، قال: حدثني أبوالحسن علي بن موسى الرضا </w:t>
      </w:r>
      <w:r w:rsidR="004226A8" w:rsidRPr="004226A8">
        <w:rPr>
          <w:rStyle w:val="libAlaemChar"/>
          <w:rtl/>
        </w:rPr>
        <w:t>عليهما‌السلام</w:t>
      </w:r>
      <w:r w:rsidRPr="00481D79">
        <w:rPr>
          <w:rtl/>
        </w:rPr>
        <w:t>.</w:t>
      </w:r>
    </w:p>
    <w:p w:rsidR="00481D79" w:rsidRPr="00481D79" w:rsidRDefault="00481D79" w:rsidP="00D11BDC">
      <w:pPr>
        <w:pStyle w:val="libNormal"/>
        <w:rPr>
          <w:rtl/>
        </w:rPr>
      </w:pPr>
      <w:r w:rsidRPr="00481D79">
        <w:rPr>
          <w:rtl/>
        </w:rPr>
        <w:t xml:space="preserve">69 - سند الشيخ الامام محمد المرزباني نقلا من رياض العلماء: 5 / 353 قال: ورأيت في بعض نسخها طرقا اخر من الخاصة والعامة أيضا، منها: قال: الشيخ الامام الاجل العالم عماد الدين جمال الاسلام أبوالمعالي محمد بن محمد بن الحسين المرزباني القمي مد الله في عمره: أخبرني بهذه الصحيفة من أولها إلى آخرها وبالزيادة في آخرها الشيخ الامام نجم الدين شيخ الاسلام أبوالمعالي الحسن بن عبدالله بن أحمد البزاز، قال: أخبرني بها الشيخ الامام ركن الدين علي بن الحسن بن العباس الصندلي، قال: أخبرني أبوالقاسم يعقوب بن أحمد، قال: حدثنا أبوبكر محمد بن عبدالله بن محمد حفدة العباس بن حمزة، قال: حدثنا أبوالقاسم عبدالله بن أحمد بن عامر الطائي بالبصرة، قال: حدثني أبي في سنة ستين ومائتين، قال: حدثني علي بن موسى الرضا </w:t>
      </w:r>
      <w:r w:rsidR="004226A8" w:rsidRPr="004226A8">
        <w:rPr>
          <w:rStyle w:val="libAlaemChar"/>
          <w:rtl/>
        </w:rPr>
        <w:t>عليهما‌السلام</w:t>
      </w:r>
      <w:r w:rsidRPr="00481D79">
        <w:rPr>
          <w:rtl/>
        </w:rPr>
        <w:t xml:space="preserve"> سنة أربع وتسعين ومائة.</w:t>
      </w:r>
    </w:p>
    <w:p w:rsidR="00481D79" w:rsidRPr="00481D79" w:rsidRDefault="00481D79" w:rsidP="00D11BDC">
      <w:pPr>
        <w:pStyle w:val="libNormal"/>
        <w:rPr>
          <w:rtl/>
        </w:rPr>
      </w:pPr>
      <w:r w:rsidRPr="00481D79">
        <w:rPr>
          <w:rtl/>
        </w:rPr>
        <w:t>70 - سند الوراق البخاري ذكر الحافظ أبوإسحاق الصريفيني في المنتخب من سياق تاريخ نيسابور: 570 رقم 1252 في ترجمة علي بن محمد بن أبي الاسود بن أبي منصور الوراق البخاري أبوالحسن، قال: قدم نيسابور حاجا في شهر رمضان سنة خمس وأربعمائة فحدث بصحيفة الرضا عن إبراهيم</w:t>
      </w:r>
    </w:p>
    <w:p w:rsidR="00481D79" w:rsidRDefault="00481D79" w:rsidP="00481D79">
      <w:pPr>
        <w:pStyle w:val="libNormal"/>
        <w:rPr>
          <w:rtl/>
        </w:rPr>
      </w:pPr>
      <w:r>
        <w:rPr>
          <w:rtl/>
        </w:rPr>
        <w:br w:type="page"/>
      </w:r>
    </w:p>
    <w:p w:rsidR="00481D79" w:rsidRPr="00481D79" w:rsidRDefault="00481D79" w:rsidP="00AF74FD">
      <w:pPr>
        <w:pStyle w:val="libNormal0"/>
        <w:rPr>
          <w:rtl/>
        </w:rPr>
      </w:pPr>
      <w:r w:rsidRPr="00481D79">
        <w:rPr>
          <w:rtl/>
        </w:rPr>
        <w:lastRenderedPageBreak/>
        <w:t>البخاري عن ابن مهرويه.</w:t>
      </w:r>
    </w:p>
    <w:p w:rsidR="00481D79" w:rsidRPr="00481D79" w:rsidRDefault="00481D79" w:rsidP="00D11BDC">
      <w:pPr>
        <w:pStyle w:val="libNormal"/>
        <w:rPr>
          <w:rtl/>
        </w:rPr>
      </w:pPr>
      <w:r w:rsidRPr="00481D79">
        <w:rPr>
          <w:rtl/>
        </w:rPr>
        <w:t>71 - سند الحافظ أبونعيم الاصبهاني في حلية الاولياء: 3 / 192.</w:t>
      </w:r>
    </w:p>
    <w:p w:rsidR="00481D79" w:rsidRPr="00481D79" w:rsidRDefault="00481D79" w:rsidP="00D11BDC">
      <w:pPr>
        <w:pStyle w:val="libNormal"/>
        <w:rPr>
          <w:rtl/>
        </w:rPr>
      </w:pPr>
      <w:r w:rsidRPr="00481D79">
        <w:rPr>
          <w:rtl/>
        </w:rPr>
        <w:t xml:space="preserve">حدثنا يوسف بن إبراهيم بن موسى السهمي الجرجاني ثنا علي بن محمد القزويني، ثنا داود بن سليمان القزاز ثنا علي بن موسى الرضا </w:t>
      </w:r>
      <w:r w:rsidR="004226A8" w:rsidRPr="004226A8">
        <w:rPr>
          <w:rStyle w:val="libAlaemChar"/>
          <w:rtl/>
        </w:rPr>
        <w:t>عليه‌السلام</w:t>
      </w:r>
      <w:r w:rsidRPr="00481D79">
        <w:rPr>
          <w:rtl/>
        </w:rPr>
        <w:t>.</w:t>
      </w:r>
    </w:p>
    <w:p w:rsidR="00481D79" w:rsidRPr="00481D79" w:rsidRDefault="00481D79" w:rsidP="00AF74FD">
      <w:pPr>
        <w:pStyle w:val="libNormal"/>
        <w:rPr>
          <w:rtl/>
        </w:rPr>
      </w:pPr>
      <w:r w:rsidRPr="00481D79">
        <w:rPr>
          <w:rtl/>
        </w:rPr>
        <w:t xml:space="preserve">72 - سند الشيخ محب الدين محمد بن محمود البغدادي المعروف ب‍ " إبن النجار " في ذيل تاريخ بغداد </w:t>
      </w:r>
      <w:r w:rsidR="00AF74FD" w:rsidRPr="00AF74FD">
        <w:rPr>
          <w:rStyle w:val="libFootnotenumChar"/>
          <w:rFonts w:hint="cs"/>
          <w:rtl/>
        </w:rPr>
        <w:t>(1)</w:t>
      </w:r>
      <w:r w:rsidRPr="00481D79">
        <w:rPr>
          <w:rtl/>
        </w:rPr>
        <w:t xml:space="preserve"> أخبرتنا رقية بنت معمر بن عبدالواحد أخبرتنا فاطمة بنت محمد بن أبي سعد البغدادي.</w:t>
      </w:r>
    </w:p>
    <w:p w:rsidR="00481D79" w:rsidRPr="00481D79" w:rsidRDefault="00481D79" w:rsidP="00D11BDC">
      <w:pPr>
        <w:pStyle w:val="libNormal"/>
        <w:rPr>
          <w:rtl/>
        </w:rPr>
      </w:pPr>
      <w:r w:rsidRPr="00481D79">
        <w:rPr>
          <w:rtl/>
        </w:rPr>
        <w:t xml:space="preserve">أخبرنا سعيد بن أحمد النيسابوري أخبرنا علي بن الحسن بن بندار بن المثنى أخبرنا علي بن محمد بن مهرويه حدثنا داود بن سليمان الغازي حدثنا علي بن موسى الرضا </w:t>
      </w:r>
      <w:r w:rsidR="004226A8" w:rsidRPr="004226A8">
        <w:rPr>
          <w:rStyle w:val="libAlaemChar"/>
          <w:rtl/>
        </w:rPr>
        <w:t>عليه‌السلام</w:t>
      </w:r>
      <w:r w:rsidRPr="00481D79">
        <w:rPr>
          <w:rtl/>
        </w:rPr>
        <w:t>.</w:t>
      </w:r>
    </w:p>
    <w:p w:rsidR="00481D79" w:rsidRPr="00481D79" w:rsidRDefault="00481D79" w:rsidP="00AF74FD">
      <w:pPr>
        <w:pStyle w:val="libNormal"/>
        <w:rPr>
          <w:rtl/>
        </w:rPr>
      </w:pPr>
      <w:r w:rsidRPr="00481D79">
        <w:rPr>
          <w:rtl/>
        </w:rPr>
        <w:t xml:space="preserve">73 - سند الحافظ إبن حجر العسقلاني نقلا من كتاب الشيخ محمد عابد السندي الموسوم ب‍ " حصر الشارد " </w:t>
      </w:r>
      <w:r w:rsidR="00AF74FD" w:rsidRPr="00AF74FD">
        <w:rPr>
          <w:rStyle w:val="libFootnotenumChar"/>
          <w:rFonts w:hint="cs"/>
          <w:rtl/>
        </w:rPr>
        <w:t>(2)</w:t>
      </w:r>
      <w:r w:rsidRPr="00481D79">
        <w:rPr>
          <w:rtl/>
        </w:rPr>
        <w:t xml:space="preserve"> قال:... نسخة علي بن موسى الرضا، عن آبائه </w:t>
      </w:r>
      <w:r w:rsidR="004226A8" w:rsidRPr="004226A8">
        <w:rPr>
          <w:rStyle w:val="libAlaemChar"/>
          <w:rtl/>
        </w:rPr>
        <w:t>عليهم‌السلام</w:t>
      </w:r>
      <w:r w:rsidRPr="00481D79">
        <w:rPr>
          <w:rtl/>
        </w:rPr>
        <w:t>، فأرويها بالسند المتقدم إلى الحافظ ابن حجر [ العسقلاني ]، عن أحمد بن أبي بكر المقدسي عن سليمان بن حمزة أخبرنا محمود بن إبراهيم، أخبرنا الحسن بن محمد بن عباس الراسمي. أخبرنا أبوبكر أحمد بن علي بن خلف. أخبرنا أبوالقاسم الحسن بن محمد بن حبيب. أخبرنا أبوبكر محمد بن عبدالله، حفيد العباس بن حمزة.</w:t>
      </w:r>
    </w:p>
    <w:p w:rsidR="00481D79" w:rsidRDefault="005B067E" w:rsidP="005B067E">
      <w:pPr>
        <w:pStyle w:val="libLine"/>
        <w:rPr>
          <w:rtl/>
        </w:rPr>
      </w:pPr>
      <w:r>
        <w:rPr>
          <w:rtl/>
        </w:rPr>
        <w:t>____________________</w:t>
      </w:r>
    </w:p>
    <w:p w:rsidR="00481D79" w:rsidRDefault="00481D79" w:rsidP="00D11BDC">
      <w:pPr>
        <w:pStyle w:val="libFootnote0"/>
        <w:rPr>
          <w:rtl/>
        </w:rPr>
      </w:pPr>
      <w:r>
        <w:rPr>
          <w:rtl/>
        </w:rPr>
        <w:t>1 - عنه عبقات الانوار ج 5، حديث مدينة العلم، قسم السند ص 176.</w:t>
      </w:r>
    </w:p>
    <w:p w:rsidR="00481D79" w:rsidRDefault="00481D79" w:rsidP="00D11BDC">
      <w:pPr>
        <w:pStyle w:val="libFootnote0"/>
        <w:rPr>
          <w:rtl/>
        </w:rPr>
      </w:pPr>
      <w:r>
        <w:rPr>
          <w:rtl/>
        </w:rPr>
        <w:t>2 - المصدر السابق ص 26.</w:t>
      </w:r>
    </w:p>
    <w:p w:rsidR="00481D79" w:rsidRDefault="00481D79" w:rsidP="00481D79">
      <w:pPr>
        <w:pStyle w:val="libNormal"/>
        <w:rPr>
          <w:rtl/>
        </w:rPr>
      </w:pPr>
      <w:r>
        <w:rPr>
          <w:rtl/>
        </w:rPr>
        <w:br w:type="page"/>
      </w:r>
    </w:p>
    <w:p w:rsidR="00481D79" w:rsidRPr="00481D79" w:rsidRDefault="00481D79" w:rsidP="00D11BDC">
      <w:pPr>
        <w:pStyle w:val="libNormal"/>
        <w:rPr>
          <w:rtl/>
        </w:rPr>
      </w:pPr>
      <w:r w:rsidRPr="00481D79">
        <w:rPr>
          <w:rtl/>
        </w:rPr>
        <w:lastRenderedPageBreak/>
        <w:t>أخبرنا أبوالقاسم عبدالله بن أحمد بن عامر الطائي..</w:t>
      </w:r>
    </w:p>
    <w:p w:rsidR="00481D79" w:rsidRPr="00481D79" w:rsidRDefault="00481D79" w:rsidP="00AF74FD">
      <w:pPr>
        <w:pStyle w:val="libNormal"/>
        <w:rPr>
          <w:rtl/>
        </w:rPr>
      </w:pPr>
      <w:r w:rsidRPr="00481D79">
        <w:rPr>
          <w:rtl/>
        </w:rPr>
        <w:t xml:space="preserve">74 - سند أبي القاسم عبدالكريم بن محمد بن عبدالكريم القزويني الرافعي في كتابه " التدوين في أخبار قزوين " في ترجمة داود بن سليمان. </w:t>
      </w:r>
      <w:r w:rsidR="00AF74FD" w:rsidRPr="00AF74FD">
        <w:rPr>
          <w:rStyle w:val="libFootnotenumChar"/>
          <w:rFonts w:hint="cs"/>
          <w:rtl/>
        </w:rPr>
        <w:t>(1)</w:t>
      </w:r>
      <w:r w:rsidRPr="00481D79">
        <w:rPr>
          <w:rtl/>
        </w:rPr>
        <w:t xml:space="preserve"> أنبأنا غير واحد عن أبي القاسم الشحامي أنبأنا أبوالقاسم عبدالرحمان بن محمد بن أحمد بن فوران الامام حدثنا أبوالحسن علي بن عبدالله الطيسفوني حدثنا أبوالحسن علي بن الحسن بن عبدالرحيم حدثنا علي بن محمد بن مهرويه القزويني بنهاوند حدثنا أبوأحمد داود بن سليمان القزويني حدثني علي بن موسى الرضا </w:t>
      </w:r>
      <w:r w:rsidR="004226A8" w:rsidRPr="004226A8">
        <w:rPr>
          <w:rStyle w:val="libAlaemChar"/>
          <w:rtl/>
        </w:rPr>
        <w:t>عليه‌السلام</w:t>
      </w:r>
      <w:r w:rsidRPr="00481D79">
        <w:rPr>
          <w:rtl/>
        </w:rPr>
        <w:t>.</w:t>
      </w:r>
    </w:p>
    <w:p w:rsidR="00481D79" w:rsidRPr="00481D79" w:rsidRDefault="00481D79" w:rsidP="00AF74FD">
      <w:pPr>
        <w:pStyle w:val="libNormal"/>
        <w:rPr>
          <w:rtl/>
        </w:rPr>
      </w:pPr>
      <w:r w:rsidRPr="00481D79">
        <w:rPr>
          <w:rtl/>
        </w:rPr>
        <w:t xml:space="preserve">75 - سند ثان، للرافعي ذكره في المصدر السابق </w:t>
      </w:r>
      <w:r w:rsidR="00AF74FD" w:rsidRPr="00AF74FD">
        <w:rPr>
          <w:rStyle w:val="libFootnotenumChar"/>
          <w:rFonts w:hint="cs"/>
          <w:rtl/>
        </w:rPr>
        <w:t>(2)</w:t>
      </w:r>
      <w:r w:rsidRPr="00481D79">
        <w:rPr>
          <w:rtl/>
        </w:rPr>
        <w:t xml:space="preserve"> أنبأنا عن أبي علي الحداد، عن كتاب الخليل الحافظ. حدثنا محمد بن إسحاق بن محمد حدثنا أبي وعلي بن مهرويه، قالا: حدثنا داود بن سليمان حدثنا على بن موسى الرضا </w:t>
      </w:r>
      <w:r w:rsidR="004226A8" w:rsidRPr="004226A8">
        <w:rPr>
          <w:rStyle w:val="libAlaemChar"/>
          <w:rtl/>
        </w:rPr>
        <w:t>عليه‌السلام</w:t>
      </w:r>
      <w:r w:rsidRPr="00481D79">
        <w:rPr>
          <w:rtl/>
        </w:rPr>
        <w:t>.</w:t>
      </w:r>
    </w:p>
    <w:p w:rsidR="00481D79" w:rsidRPr="00481D79" w:rsidRDefault="00481D79" w:rsidP="00D11BDC">
      <w:pPr>
        <w:pStyle w:val="libNormal"/>
        <w:rPr>
          <w:rtl/>
        </w:rPr>
      </w:pPr>
      <w:r w:rsidRPr="00481D79">
        <w:rPr>
          <w:rtl/>
        </w:rPr>
        <w:t xml:space="preserve">76 - سند الشيخ عبد الواسع بن يحيى الواسعي وبضميمته سند القاسم بن محمد نقلا من مطبوعة اليمن: يقول الفقير إلى ربه عبد الواسع بن يحيى الواسعي - غفر الله لهم: أروي هذه الصحيفة بالسند الصحيح المتصل إلى الامام القاسم بن محمد بالسند الآتي: أرويها من طرق منها: قراء‌ة من أولها إلى آخرها على شيخنا العلامة صفي الاسلام أحمد بن محمد السياغي </w:t>
      </w:r>
      <w:r w:rsidR="004226A8" w:rsidRPr="004226A8">
        <w:rPr>
          <w:rStyle w:val="libAlaemChar"/>
          <w:rtl/>
        </w:rPr>
        <w:t>رحمه‌الله</w:t>
      </w:r>
      <w:r w:rsidRPr="00481D79">
        <w:rPr>
          <w:rtl/>
        </w:rPr>
        <w:t xml:space="preserve">. وهو يرويها من طرق منها: عن شيخه السيد العلامة قاسم بن حسين بن المنصور </w:t>
      </w:r>
      <w:r w:rsidR="004226A8" w:rsidRPr="004226A8">
        <w:rPr>
          <w:rStyle w:val="libAlaemChar"/>
          <w:rtl/>
        </w:rPr>
        <w:t>رحمه‌الله</w:t>
      </w:r>
    </w:p>
    <w:p w:rsidR="00481D79" w:rsidRDefault="005B067E" w:rsidP="005B067E">
      <w:pPr>
        <w:pStyle w:val="libLine"/>
        <w:rPr>
          <w:rtl/>
        </w:rPr>
      </w:pPr>
      <w:r>
        <w:rPr>
          <w:rtl/>
        </w:rPr>
        <w:t>____________________</w:t>
      </w:r>
    </w:p>
    <w:p w:rsidR="00481D79" w:rsidRDefault="00481D79" w:rsidP="00D11BDC">
      <w:pPr>
        <w:pStyle w:val="libFootnote0"/>
        <w:rPr>
          <w:rtl/>
        </w:rPr>
      </w:pPr>
      <w:r>
        <w:rPr>
          <w:rtl/>
        </w:rPr>
        <w:t>1 - 2 - المصدر السابق ص 178.</w:t>
      </w:r>
    </w:p>
    <w:p w:rsidR="00481D79" w:rsidRDefault="00481D79" w:rsidP="00481D79">
      <w:pPr>
        <w:pStyle w:val="libNormal"/>
        <w:rPr>
          <w:rtl/>
        </w:rPr>
      </w:pPr>
      <w:r>
        <w:rPr>
          <w:rtl/>
        </w:rPr>
        <w:br w:type="page"/>
      </w:r>
    </w:p>
    <w:p w:rsidR="00481D79" w:rsidRPr="00481D79" w:rsidRDefault="00481D79" w:rsidP="00AF74FD">
      <w:pPr>
        <w:pStyle w:val="libNormal0"/>
        <w:rPr>
          <w:rtl/>
        </w:rPr>
      </w:pPr>
      <w:r w:rsidRPr="00481D79">
        <w:rPr>
          <w:rtl/>
        </w:rPr>
        <w:lastRenderedPageBreak/>
        <w:t>عن شيخه السيد العلامة علي بن أحمد الظفري عن شيخه العلامة البدر القاضي محمد بن علي الشوكاني بسنده في الاتحاف.</w:t>
      </w:r>
    </w:p>
    <w:p w:rsidR="00481D79" w:rsidRPr="00481D79" w:rsidRDefault="00481D79" w:rsidP="00D11BDC">
      <w:pPr>
        <w:pStyle w:val="libNormal"/>
        <w:rPr>
          <w:rtl/>
        </w:rPr>
      </w:pPr>
      <w:r w:rsidRPr="00481D79">
        <w:rPr>
          <w:rtl/>
        </w:rPr>
        <w:t xml:space="preserve">وأرويها أيضا إجازة عامة عن شيخي القاضي العلامة حسين بن محسن المغربي </w:t>
      </w:r>
      <w:r w:rsidR="004226A8" w:rsidRPr="004226A8">
        <w:rPr>
          <w:rStyle w:val="libAlaemChar"/>
          <w:rtl/>
        </w:rPr>
        <w:t>رحمه‌الله</w:t>
      </w:r>
      <w:r w:rsidRPr="00481D79">
        <w:rPr>
          <w:rtl/>
        </w:rPr>
        <w:t>، وهو يرويها من طرق منها: عن شيخه السيد العلامة وجيه الاسلام عبدالكريم بن عبدالله ابوطالب عن شيخه الامام محمد بن عبدالله الوزير، عن شيخه القاضي العلامة عبدالله بن علي الغالبي، عن شيخه السيد العلامة أحمد بن يوسف زباره عن أخيه الحسين بن يوسف زباره، عن أبيه يوسف بن الحسين عن أبيه الحسين بن أحمد، عن السيد عامر بن عبدالله بن عامر عن المؤيد بالله محمد بن القاسم، عن أبيه القاسم إلى آخر السند.</w:t>
      </w:r>
    </w:p>
    <w:p w:rsidR="00481D79" w:rsidRPr="00481D79" w:rsidRDefault="00481D79" w:rsidP="00D11BDC">
      <w:pPr>
        <w:pStyle w:val="libNormal"/>
        <w:rPr>
          <w:rtl/>
        </w:rPr>
      </w:pPr>
      <w:r w:rsidRPr="00481D79">
        <w:rPr>
          <w:rtl/>
        </w:rPr>
        <w:t xml:space="preserve">وأروي هذه الصحيفة أيضا بسند عال بالاجازة العامة عن شيخي القاضي العلامة محمد بن عبدالله الغالبي </w:t>
      </w:r>
      <w:r w:rsidR="004226A8" w:rsidRPr="004226A8">
        <w:rPr>
          <w:rStyle w:val="libAlaemChar"/>
          <w:rtl/>
        </w:rPr>
        <w:t>رحمه‌الله</w:t>
      </w:r>
      <w:r w:rsidRPr="00481D79">
        <w:rPr>
          <w:rtl/>
        </w:rPr>
        <w:t xml:space="preserve"> بضحيان سنة إثنين وثلاثين وثلاثمائة وألف وهو عن والده القاضي العلامة عبدالله بن علي الغالي بسنده المتقدم المذكور.</w:t>
      </w:r>
    </w:p>
    <w:p w:rsidR="00481D79" w:rsidRPr="00481D79" w:rsidRDefault="00481D79" w:rsidP="00D11BDC">
      <w:pPr>
        <w:pStyle w:val="libNormal"/>
        <w:rPr>
          <w:rtl/>
        </w:rPr>
      </w:pPr>
      <w:r w:rsidRPr="00481D79">
        <w:rPr>
          <w:rtl/>
        </w:rPr>
        <w:t xml:space="preserve">والامام القاسم بن محمد، عن شيخه السيد أمير الدين بن عبدالله، عن السيد أحمد بن عبدالله الوزير، عن الامام شرف الدين، عن شيخه السيد إبراهيم بن محمد الوزير، عن الامام المطهر بن محمد بن سليمان، عن الامام المهدي أحمد بن يحيى، عن سلمان بن إبراهيم بن عمر العلوي، عن أبيه عن رضاء الدين إبراهيم بن محمد الطبري، عن الامام نجيم الدين التبريزي عن الحافظ ابن عساكر، عن زاهر الشحامي، عن الحافظ البيهقي، عن أبي القاسم المفسر عن إبراهيم بن جعدة، عن أبي القاسم عبد الله بن أحمد بن عامر الطائي بالبصرة قال: حدثني أبي سنة مائتين وستين قال: حدثني علي بن موسى الرضا </w:t>
      </w:r>
      <w:r w:rsidR="004226A8" w:rsidRPr="004226A8">
        <w:rPr>
          <w:rStyle w:val="libAlaemChar"/>
          <w:rtl/>
        </w:rPr>
        <w:t>عليه‌السلام</w:t>
      </w:r>
      <w:r w:rsidRPr="00481D79">
        <w:rPr>
          <w:rtl/>
        </w:rPr>
        <w:t xml:space="preserve"> سنة مائة وأربع وتسعين.</w:t>
      </w:r>
    </w:p>
    <w:p w:rsidR="00481D79" w:rsidRPr="00481D79" w:rsidRDefault="00481D79" w:rsidP="00D11BDC">
      <w:pPr>
        <w:pStyle w:val="libNormal"/>
        <w:rPr>
          <w:rtl/>
        </w:rPr>
      </w:pPr>
      <w:r w:rsidRPr="00481D79">
        <w:rPr>
          <w:rtl/>
        </w:rPr>
        <w:t>77 - سند المولى نصربن يحيى.</w:t>
      </w:r>
    </w:p>
    <w:p w:rsidR="00481D79" w:rsidRPr="00481D79" w:rsidRDefault="00481D79" w:rsidP="00D11BDC">
      <w:pPr>
        <w:pStyle w:val="libNormal"/>
        <w:rPr>
          <w:rtl/>
        </w:rPr>
      </w:pPr>
      <w:r w:rsidRPr="00481D79">
        <w:rPr>
          <w:rtl/>
        </w:rPr>
        <w:t>جاء في صدر النسخة المحفوظة في مكتبة آية الله العظمى السيد الگلبايگاني دام ظله الوارف: الحمد لله رب العالمين، حق حمده، والصلاة والسلام على رسوله محمد وعبده وعلى آله</w:t>
      </w:r>
    </w:p>
    <w:p w:rsidR="00481D79" w:rsidRDefault="00481D79" w:rsidP="00481D79">
      <w:pPr>
        <w:pStyle w:val="libNormal"/>
        <w:rPr>
          <w:rtl/>
        </w:rPr>
      </w:pPr>
      <w:r>
        <w:rPr>
          <w:rtl/>
        </w:rPr>
        <w:br w:type="page"/>
      </w:r>
    </w:p>
    <w:p w:rsidR="00481D79" w:rsidRPr="00481D79" w:rsidRDefault="00481D79" w:rsidP="00AF74FD">
      <w:pPr>
        <w:pStyle w:val="libNormal0"/>
        <w:rPr>
          <w:rtl/>
        </w:rPr>
      </w:pPr>
      <w:r w:rsidRPr="00481D79">
        <w:rPr>
          <w:rtl/>
        </w:rPr>
        <w:lastRenderedPageBreak/>
        <w:t>وأصحابه من بعده.</w:t>
      </w:r>
    </w:p>
    <w:p w:rsidR="00481D79" w:rsidRPr="00481D79" w:rsidRDefault="00481D79" w:rsidP="00D11BDC">
      <w:pPr>
        <w:pStyle w:val="libNormal"/>
        <w:rPr>
          <w:rtl/>
        </w:rPr>
      </w:pPr>
      <w:r w:rsidRPr="00481D79">
        <w:rPr>
          <w:rtl/>
        </w:rPr>
        <w:t xml:space="preserve">قال المولى الامام الاعظم الرباني المقتدي الهمام الاعلم الصمداني، تاج الشريعة، سراج الطريقة، كاشف رتاج الحقيقة، ناصر السنة وحاميها، قامع البدعة وما فيها، برهان الملة والاين، قطب الاسلام والدين، مرشد أكابر الملوك والسلاطين " نصر " بن المولى الاعظم السعيد، الحبر الهمام الشهيد، صاحب النفس القدسية، جامع الملكات الملكية، والكمالات الانسية، حجة الحق على الخلق، هادي الخلق إلى الحق " يحيى " مجامع، متع الله المسلمين بطول بقاه ورحم أسلافه: أخبرني مخدومي وشيخي واستاذي ومن عليه في العلوم والروايات اعتمادي، الصدر الامام العالم، العامل الكاشف، المحدث المحدث، صدوق لا لثقة العدل، سلطان المحققين إمام الائمة والمشائخ في العالمين، قطب الحق والدين، واعي أسرار رب العالمين صاحب المقامات العلية، والكرامات الجلية أبونصر يحيى بن الشيخ الامام المعظم والحبر الهمام المقدم، قدوة مشائخ العرب والعجم، علامة العلماء في زمانه، وإعجاز آية الكلام في شأنه تاج الملة والدين أبي الفضل محمود بن الاوحد حاكم بن أبي القاسم بن أبي بكر النورجاني الجامي قدس الله أرواح آبائه، ومتعنا وسائر المسلمين بطول بقائه ب‍ " أحاديث صحيفة أهل البيت </w:t>
      </w:r>
      <w:r w:rsidR="004226A8" w:rsidRPr="004226A8">
        <w:rPr>
          <w:rStyle w:val="libAlaemChar"/>
          <w:rtl/>
        </w:rPr>
        <w:t>عليهم‌السلام</w:t>
      </w:r>
      <w:r w:rsidRPr="00481D79">
        <w:rPr>
          <w:rtl/>
        </w:rPr>
        <w:t xml:space="preserve"> " التي قرأتها عليه تجاه المشهد المقدس الرضوي </w:t>
      </w:r>
      <w:r w:rsidR="004226A8" w:rsidRPr="004226A8">
        <w:rPr>
          <w:rStyle w:val="libAlaemChar"/>
          <w:rtl/>
        </w:rPr>
        <w:t>عليه‌السلام</w:t>
      </w:r>
      <w:r w:rsidRPr="00481D79">
        <w:rPr>
          <w:rtl/>
        </w:rPr>
        <w:t xml:space="preserve"> والتحية في صفر سنة أحد وثلاثين وسبعمائة، وهو يسمع، قال: أخبرني والدي شيخ شيوخ الاسلام، صاحب الكشف والالهام، تاج الحق والدين، المذكور قدس الله روحه وجدد فتوحه، قال: [ أخبرني ] السيد الشريف المرتضى برهان الدين، صاحب الاسانيد العالية، أبوالوفاء إبراهيم بن عبدالله بن عبدالله المدني الحسيني، قراء‌ة عليه بمشهد شيخ الاسلام أحمد بن أبي الحسن التابعي لها قدس الله روحه ومزيد الاكرام، في آخر رمضان سنة ستة وستين وستمائة، قال: حدثنا الامام القاضي أبوالفضل محمود بن المظفر بن محمود الكرماني يعرف بقوله اليه، في سلخ شوال سنة ستة وخمسين وستمائة، قراء‌ة عليه بكرمان في داره، قال: أنا الامام العالم أبوالقاسم عبدالكريم بن علي البسطامي [ عن ] والده، قال: [ أنا ] الامام أوحد الدين أبوبكر بن أحمد بن محمد النصر الكهنالار، قال: قرأت على والدي </w:t>
      </w:r>
      <w:r w:rsidR="004226A8" w:rsidRPr="004226A8">
        <w:rPr>
          <w:rStyle w:val="libAlaemChar"/>
          <w:rtl/>
        </w:rPr>
        <w:t>رحمه‌الله</w:t>
      </w:r>
      <w:r w:rsidRPr="00481D79">
        <w:rPr>
          <w:rtl/>
        </w:rPr>
        <w:t>، قال:</w:t>
      </w:r>
    </w:p>
    <w:p w:rsidR="00481D79" w:rsidRDefault="00481D79" w:rsidP="00481D79">
      <w:pPr>
        <w:pStyle w:val="libNormal"/>
        <w:rPr>
          <w:rtl/>
        </w:rPr>
      </w:pPr>
      <w:r>
        <w:rPr>
          <w:rtl/>
        </w:rPr>
        <w:br w:type="page"/>
      </w:r>
    </w:p>
    <w:p w:rsidR="00481D79" w:rsidRPr="00481D79" w:rsidRDefault="00481D79" w:rsidP="00AF74FD">
      <w:pPr>
        <w:pStyle w:val="libNormal0"/>
        <w:rPr>
          <w:rtl/>
        </w:rPr>
      </w:pPr>
      <w:r w:rsidRPr="00481D79">
        <w:rPr>
          <w:rtl/>
        </w:rPr>
        <w:lastRenderedPageBreak/>
        <w:t xml:space="preserve">أنا الاديب أبونصر محمد البيرجندي، قال: أنا الفقيه أبوالمظفر محمد بن أحمد التميمي، قال: أنا الشيخ أبوعبدالله محمد بن أحمد الزمخشري، قال: أنا أبوبكر محمد بن جعفر بن الحسين البغدادي، قال: نبأنا أبوالقاسم عبدالله بن أحمد بن عامر الطائي، بواسطة عن أبيه سنة ستين ومائتين، عن علي بن موسى الرضا </w:t>
      </w:r>
      <w:r w:rsidR="004226A8" w:rsidRPr="004226A8">
        <w:rPr>
          <w:rStyle w:val="libAlaemChar"/>
          <w:rtl/>
        </w:rPr>
        <w:t>عليه‌السلام</w:t>
      </w:r>
      <w:r w:rsidRPr="00481D79">
        <w:rPr>
          <w:rtl/>
        </w:rPr>
        <w:t xml:space="preserve"> إمام المتقين، قدوة أسباط سيد المرسلين سنة أربع وتسعين ومائة مما أورده في مؤلفه المعنون ب‍ " صحيفة أهل البيت </w:t>
      </w:r>
      <w:r w:rsidR="004226A8" w:rsidRPr="004226A8">
        <w:rPr>
          <w:rStyle w:val="libAlaemChar"/>
          <w:rtl/>
        </w:rPr>
        <w:t>عليهم‌السلام</w:t>
      </w:r>
      <w:r w:rsidRPr="00481D79">
        <w:rPr>
          <w:rtl/>
        </w:rPr>
        <w:t xml:space="preserve"> ".</w:t>
      </w:r>
    </w:p>
    <w:p w:rsidR="00481D79" w:rsidRPr="00481D79" w:rsidRDefault="00481D79" w:rsidP="00D11BDC">
      <w:pPr>
        <w:pStyle w:val="libNormal"/>
        <w:rPr>
          <w:rtl/>
        </w:rPr>
      </w:pPr>
      <w:r w:rsidRPr="00481D79">
        <w:rPr>
          <w:rtl/>
        </w:rPr>
        <w:t xml:space="preserve">78 - سند لبعض الافاضل من تلامذة السيد ابن زهرة الحسيني ونظرائه والظاهر أنه السيد محمد بن الحسين بن محمد بن أبي الرضا العلوي، ذكره في إجازة للسيد محمد بن السيد جمال أحمد بن أبي المعالي استاذ الشهيد </w:t>
      </w:r>
      <w:r w:rsidR="004226A8" w:rsidRPr="004226A8">
        <w:rPr>
          <w:rStyle w:val="libAlaemChar"/>
          <w:rtl/>
        </w:rPr>
        <w:t>قدس‌سره</w:t>
      </w:r>
      <w:r w:rsidRPr="00481D79">
        <w:rPr>
          <w:rtl/>
        </w:rPr>
        <w:t xml:space="preserve">. ونقلناها من البحار: 104 / 166 (ط. بيروت): قال: والاحاديث المروية عن الامام علي بن موسى الرضا </w:t>
      </w:r>
      <w:r w:rsidR="004226A8" w:rsidRPr="004226A8">
        <w:rPr>
          <w:rStyle w:val="libAlaemChar"/>
          <w:rtl/>
        </w:rPr>
        <w:t>عليه‌السلام</w:t>
      </w:r>
      <w:r w:rsidRPr="00481D79">
        <w:rPr>
          <w:rtl/>
        </w:rPr>
        <w:t xml:space="preserve"> [ أرويها ] عن السيد [ الشريف محيي الدين محمد بن عبدالله بن علي بن زهرة الحسيني ] قال: قرأتها على عمي وعلى خال والدي الشريف النقيب أمين الدين أبي طالب أحمد بن محمد بن جعفر الحسيني قالا: أخبرنا الشيخ أبوالحسن بن أبي جرادة، قال: حدثني الشيخ أبوالفتح بن الحلي قال: حدثنا أبي إسماعيل بن أحمد، عن أبيه أحمد بن إسماعيل قال: أخبرنا أبواسحاق إبراهيم بن محمد، قال: أخبرنا أبوالحسن علي بن مهرويه القزويني قال: حدثنا أبوأحمد داود بن سليمان المغازي قال: حدثنا علي بن موسى بن جعفر بن محمد بن علي بن الحسين بن علي بن أبي طالب أمير المؤمنين </w:t>
      </w:r>
      <w:r w:rsidR="004226A8" w:rsidRPr="004226A8">
        <w:rPr>
          <w:rStyle w:val="libAlaemChar"/>
          <w:rtl/>
        </w:rPr>
        <w:t>عليهم‌السلام</w:t>
      </w:r>
      <w:r w:rsidRPr="00481D79">
        <w:rPr>
          <w:rtl/>
        </w:rPr>
        <w:t>.</w:t>
      </w:r>
    </w:p>
    <w:p w:rsidR="00481D79" w:rsidRPr="00481D79" w:rsidRDefault="00481D79" w:rsidP="00D11BDC">
      <w:pPr>
        <w:pStyle w:val="libNormal"/>
        <w:rPr>
          <w:rtl/>
        </w:rPr>
      </w:pPr>
      <w:r w:rsidRPr="00481D79">
        <w:rPr>
          <w:rtl/>
        </w:rPr>
        <w:t xml:space="preserve">79 - سند آية الله العظمى السيد محسن الامين </w:t>
      </w:r>
      <w:r w:rsidR="004226A8" w:rsidRPr="004226A8">
        <w:rPr>
          <w:rStyle w:val="libAlaemChar"/>
          <w:rtl/>
        </w:rPr>
        <w:t>قدس‌سره</w:t>
      </w:r>
      <w:r w:rsidRPr="00481D79">
        <w:rPr>
          <w:rtl/>
        </w:rPr>
        <w:t xml:space="preserve"> قال طيب الله ثراه ونور مضجعه في أعيان الشيعة: 2 / 27 (ط. بيروت): " أتى الشيخ عبد الواسع اليماني الزيدي بنسخة منها - أي صحيفة الامام الرضا </w:t>
      </w:r>
      <w:r w:rsidR="004226A8" w:rsidRPr="004226A8">
        <w:rPr>
          <w:rStyle w:val="libAlaemChar"/>
          <w:rtl/>
        </w:rPr>
        <w:t>عليه‌السلام</w:t>
      </w:r>
      <w:r w:rsidRPr="00481D79">
        <w:rPr>
          <w:rtl/>
        </w:rPr>
        <w:t xml:space="preserve"> - معه من اليمن</w:t>
      </w:r>
    </w:p>
    <w:p w:rsidR="00481D79" w:rsidRDefault="00481D79" w:rsidP="00481D79">
      <w:pPr>
        <w:pStyle w:val="libNormal"/>
        <w:rPr>
          <w:rtl/>
        </w:rPr>
      </w:pPr>
      <w:r>
        <w:rPr>
          <w:rtl/>
        </w:rPr>
        <w:br w:type="page"/>
      </w:r>
    </w:p>
    <w:p w:rsidR="00481D79" w:rsidRPr="00481D79" w:rsidRDefault="00481D79" w:rsidP="00AF74FD">
      <w:pPr>
        <w:pStyle w:val="libNormal0"/>
        <w:rPr>
          <w:rtl/>
        </w:rPr>
      </w:pPr>
      <w:r w:rsidRPr="00481D79">
        <w:rPr>
          <w:rtl/>
        </w:rPr>
        <w:lastRenderedPageBreak/>
        <w:t>وطبعها في دمشق، وأجاز لي روايتها عنه بالسند الموجود في أولها ".</w:t>
      </w:r>
    </w:p>
    <w:p w:rsidR="00481D79" w:rsidRPr="00481D79" w:rsidRDefault="00481D79" w:rsidP="00D11BDC">
      <w:pPr>
        <w:pStyle w:val="libNormal"/>
        <w:rPr>
          <w:rtl/>
        </w:rPr>
      </w:pPr>
      <w:r w:rsidRPr="00481D79">
        <w:rPr>
          <w:rtl/>
        </w:rPr>
        <w:t>80 - سند آية الله العظمى السيد أبوالمعالي شهاب الدين النجفي المرعشي: الحمد لله على نعمه وآلائه المتواترة، والصلاة والسلام على سيدنا ونبينا محمد وعلى آله أهل بيت الرحمة، وخزنة العلم والحكمة، واللعنة على أعدائهم ومعانديهم، ومنكري فضائلهم ومناقبهم، ومؤولي كلماتهم بما تشتهيه أنفسهم. وبعد فقد أجزت للولد الروحاني. أن يروي عني هذا المسند الشريف المنسوب من طرق الزيدية إلى الامام الهمام، سيد الانام، مولانا أبي الحسن علي الرضا عليه الصلاة والسلام بطرقي المتكثرة.</w:t>
      </w:r>
    </w:p>
    <w:p w:rsidR="00481D79" w:rsidRPr="00481D79" w:rsidRDefault="00481D79" w:rsidP="00D11BDC">
      <w:pPr>
        <w:pStyle w:val="libNormal"/>
        <w:rPr>
          <w:rtl/>
        </w:rPr>
      </w:pPr>
      <w:r w:rsidRPr="00481D79">
        <w:rPr>
          <w:rtl/>
        </w:rPr>
        <w:t>منها: ما أرويه عن المرحوم استاذي، ومن إليه استنادي، وعليه اعتمادي السيد جمال الدين أحمد الحسني الكوكباني الاصل، الهندي المسكن، المتوفى بمشهد الامام موسى الكاطم عليه الصلاة والسلام عن عدة، منهم العلامة وجيه الاسلام السيد عبدالكريم بن عبدالله أبي طالب الحسني الزيدي اليماني، عن السيد محمد الوزير، عن القاضي عبدالله الغالبي " بطريقه المذكور في أول المسند الشريف المطبوع بصنعاء ".</w:t>
      </w:r>
    </w:p>
    <w:p w:rsidR="00481D79" w:rsidRPr="00481D79" w:rsidRDefault="00481D79" w:rsidP="00D11BDC">
      <w:pPr>
        <w:pStyle w:val="libNormal"/>
        <w:rPr>
          <w:rtl/>
        </w:rPr>
      </w:pPr>
      <w:r w:rsidRPr="00481D79">
        <w:rPr>
          <w:rtl/>
        </w:rPr>
        <w:t>ومنها: ما أرويه عن سيد ملوك الاسلام، تاج السلاطين العظام، سيف آل رسول الله، وشرف بني السبطين السلطان الاعظم، ومالك رقاب الامم، ظل الائمة جلالة سيدنا الامام يحيى بن محمد حميد الدين المتوكل على الله الطباطبائي الحسني، خلد الله ملكه، وأجرى في بحار التأييد فلكه، ملك بلاد اليمن السعيدة، وإمام الزيدية في هذا العصر، بطرقه المفصلة المذكورة في إجازته للعبد وقد ذكرتها في كتاب المسلسلات فليراجع.</w:t>
      </w:r>
    </w:p>
    <w:p w:rsidR="00481D79" w:rsidRPr="00481D79" w:rsidRDefault="00481D79" w:rsidP="00D11BDC">
      <w:pPr>
        <w:pStyle w:val="libNormal"/>
        <w:rPr>
          <w:rtl/>
        </w:rPr>
      </w:pPr>
      <w:r w:rsidRPr="00481D79">
        <w:rPr>
          <w:rtl/>
        </w:rPr>
        <w:t>ومنها: ما أرويه عن العلامة المؤرخ الرحالة المسند الشيخ عبد الواسع بن يحيى الواسع اليماني الزيدي الصنعاني، مؤلف الكتب الكثيرة ككتاب مزيل الحزن في تاريخ اليمن ومحاسن صنعاء ذات المنن، وكتاب تاريخ الائمة الزيدية، وغيرهما مما قد فصله في إجازته للحقير، والاجازة بيني وبينه مدبجة.</w:t>
      </w:r>
    </w:p>
    <w:p w:rsidR="00481D79" w:rsidRPr="00481D79" w:rsidRDefault="00481D79" w:rsidP="00D11BDC">
      <w:pPr>
        <w:pStyle w:val="libNormal"/>
        <w:rPr>
          <w:rtl/>
        </w:rPr>
      </w:pPr>
      <w:r w:rsidRPr="00481D79">
        <w:rPr>
          <w:rtl/>
        </w:rPr>
        <w:t>" وقد ذكرت إجازته في كتاب المسلسلات " وهو يروي هذا المسند الشريف بطرقه العديدة التي ذكرها في ديباجة المسند المطبوع بصنعاء سنة 1354، فليراجع.</w:t>
      </w:r>
    </w:p>
    <w:p w:rsidR="00481D79" w:rsidRDefault="00481D79" w:rsidP="00481D79">
      <w:pPr>
        <w:pStyle w:val="libNormal"/>
        <w:rPr>
          <w:rtl/>
        </w:rPr>
      </w:pPr>
      <w:r>
        <w:rPr>
          <w:rtl/>
        </w:rPr>
        <w:br w:type="page"/>
      </w:r>
    </w:p>
    <w:p w:rsidR="00481D79" w:rsidRPr="00481D79" w:rsidRDefault="00481D79" w:rsidP="00D11BDC">
      <w:pPr>
        <w:pStyle w:val="libNormal"/>
        <w:rPr>
          <w:rtl/>
        </w:rPr>
      </w:pPr>
      <w:r w:rsidRPr="00481D79">
        <w:rPr>
          <w:rtl/>
        </w:rPr>
        <w:lastRenderedPageBreak/>
        <w:t>ومنها: ما أرويه عن العلامة المحدث السيد أحمد مقبول الاهدلي الزبيدي اليماني بطرقه التي ذكرها في إجازته لي، وأدرجتها في المسلسلات، والاجازة بيني وبينه مدبجة.</w:t>
      </w:r>
    </w:p>
    <w:p w:rsidR="00481D79" w:rsidRPr="00481D79" w:rsidRDefault="00481D79" w:rsidP="00D11BDC">
      <w:pPr>
        <w:pStyle w:val="libNormal"/>
        <w:rPr>
          <w:rtl/>
        </w:rPr>
      </w:pPr>
      <w:r w:rsidRPr="00481D79">
        <w:rPr>
          <w:rtl/>
        </w:rPr>
        <w:t>ومنها: ما أرويه عن إمام المتكلمين، ناصر أهل البيت ببنانه وبيانه العلامة الفقيد السيد محمد بن عقيل العلوي الحضرمي نزيل الحديدة من مراسي اليمن، صاحب الكتب النافعة ككتاب النصائح الكافية لمن يتولى معاوية، وكتاب العتب الجميل على أهل الجرح والتعديل، وكتاب ثمرات المطالعة، وكتاب تقوية الايمان، وكتاب الفصل الحاكم في النزاع بين بني امية وبني هاشم " قد طبع أكثرها ".</w:t>
      </w:r>
    </w:p>
    <w:p w:rsidR="00481D79" w:rsidRPr="00481D79" w:rsidRDefault="00481D79" w:rsidP="00D11BDC">
      <w:pPr>
        <w:pStyle w:val="libNormal"/>
        <w:rPr>
          <w:rtl/>
        </w:rPr>
      </w:pPr>
      <w:r w:rsidRPr="00481D79">
        <w:rPr>
          <w:rtl/>
        </w:rPr>
        <w:t xml:space="preserve">وله </w:t>
      </w:r>
      <w:r w:rsidR="004226A8" w:rsidRPr="004226A8">
        <w:rPr>
          <w:rStyle w:val="libAlaemChar"/>
          <w:rtl/>
        </w:rPr>
        <w:t>قدس‌سره</w:t>
      </w:r>
      <w:r w:rsidRPr="00481D79">
        <w:rPr>
          <w:rtl/>
        </w:rPr>
        <w:t xml:space="preserve"> أسانيد عالية إلى هذا المسند الشريف منها: روايته عن شيخه العلامة السيد شهاب الدين بن أبي بكر العلوي - نزيل الهند - بطرقه المعروفة.</w:t>
      </w:r>
    </w:p>
    <w:p w:rsidR="00481D79" w:rsidRPr="00481D79" w:rsidRDefault="00481D79" w:rsidP="00D11BDC">
      <w:pPr>
        <w:pStyle w:val="libNormal"/>
        <w:rPr>
          <w:rtl/>
        </w:rPr>
      </w:pPr>
      <w:r w:rsidRPr="00481D79">
        <w:rPr>
          <w:rtl/>
        </w:rPr>
        <w:t>ومنها: ما أرويه عن الفاضل التقي السيد علي بن العلامة محمد بن عقيل العلوي بطرقه التي ذكرها في إجازته لي، وقد أدرجتها في المسلسلات، والاجازة بيني وبينه مدبجة.</w:t>
      </w:r>
    </w:p>
    <w:p w:rsidR="00481D79" w:rsidRPr="00481D79" w:rsidRDefault="00481D79" w:rsidP="00D11BDC">
      <w:pPr>
        <w:pStyle w:val="libNormal"/>
        <w:rPr>
          <w:rtl/>
        </w:rPr>
      </w:pPr>
      <w:r w:rsidRPr="00481D79">
        <w:rPr>
          <w:rtl/>
        </w:rPr>
        <w:t>ومنها: ما أرويه عن العلامة السيد عباس الزيدي نزيل المناخة باليمن بطرقه.</w:t>
      </w:r>
    </w:p>
    <w:p w:rsidR="00481D79" w:rsidRPr="00481D79" w:rsidRDefault="00481D79" w:rsidP="00D11BDC">
      <w:pPr>
        <w:pStyle w:val="libNormal"/>
        <w:rPr>
          <w:rtl/>
        </w:rPr>
      </w:pPr>
      <w:r w:rsidRPr="00481D79">
        <w:rPr>
          <w:rtl/>
        </w:rPr>
        <w:t>ومنها: ما أرويه عن العلامة السيد زيد الديلمي الصنعاني الزيدي بطرقه.</w:t>
      </w:r>
    </w:p>
    <w:p w:rsidR="00481D79" w:rsidRPr="00481D79" w:rsidRDefault="00481D79" w:rsidP="00D11BDC">
      <w:pPr>
        <w:pStyle w:val="libNormal"/>
        <w:rPr>
          <w:rtl/>
        </w:rPr>
      </w:pPr>
      <w:r w:rsidRPr="00481D79">
        <w:rPr>
          <w:rtl/>
        </w:rPr>
        <w:t>ومنها: ما أرويه عن العلامة السيد الحداد مفتي جمهور عاصمة بلاد ملايو بطرقه، إلى غير ذلك.</w:t>
      </w:r>
    </w:p>
    <w:p w:rsidR="00481D79" w:rsidRPr="00481D79" w:rsidRDefault="00481D79" w:rsidP="00D11BDC">
      <w:pPr>
        <w:pStyle w:val="libNormal"/>
        <w:rPr>
          <w:rtl/>
        </w:rPr>
      </w:pPr>
      <w:r w:rsidRPr="00481D79">
        <w:rPr>
          <w:rtl/>
        </w:rPr>
        <w:t>وبهذه الطرق أروي أيضا مسند سيدنا " زيد الشهيد " مع شرحه الروض النضير المطبوع بمصر.</w:t>
      </w:r>
    </w:p>
    <w:p w:rsidR="00481D79" w:rsidRPr="00481D79" w:rsidRDefault="00481D79" w:rsidP="00D11BDC">
      <w:pPr>
        <w:pStyle w:val="libNormal"/>
        <w:rPr>
          <w:rtl/>
        </w:rPr>
      </w:pPr>
      <w:r w:rsidRPr="00481D79">
        <w:rPr>
          <w:rtl/>
        </w:rPr>
        <w:t>فلشيخنا المستجيز دام علاه، وزيد في ورعه وتقاه، أن يروي عني هذه الصحيفة المباركة، والمسند الشريف بهذه الطرق وغيرها مما ذكرتها في المسلسلات.</w:t>
      </w:r>
    </w:p>
    <w:p w:rsidR="00481D79" w:rsidRPr="00481D79" w:rsidRDefault="00481D79" w:rsidP="00D11BDC">
      <w:pPr>
        <w:pStyle w:val="libNormal"/>
        <w:rPr>
          <w:rtl/>
        </w:rPr>
      </w:pPr>
      <w:r w:rsidRPr="00481D79">
        <w:rPr>
          <w:rtl/>
        </w:rPr>
        <w:t>والمرجو منه أن لا ينساني من صالح دعائه في مظان الاجابة، كما إنى لست أنساه إن شاء الله تعالى.</w:t>
      </w:r>
    </w:p>
    <w:p w:rsidR="00481D79" w:rsidRPr="00481D79" w:rsidRDefault="00481D79" w:rsidP="00D11BDC">
      <w:pPr>
        <w:pStyle w:val="libNormal"/>
        <w:rPr>
          <w:rtl/>
        </w:rPr>
      </w:pPr>
      <w:r w:rsidRPr="00481D79">
        <w:rPr>
          <w:rtl/>
        </w:rPr>
        <w:t xml:space="preserve">وأنا الراجي فضل ربه، العبد المسكين المستكين أبوالمعالي شهاب الدين المدعو بالنجفي الحسيني الحسني المرعشي النسابة مؤلف كتاب " المسلسلات " وفرغت من تحريرها على سبيل الاستعجال أصيل يوم الاحد لاثنين مضى من شهر جماد الاولى من شهور سنة 1356 ببلدة قم المشرفة حرم الائمة </w:t>
      </w:r>
      <w:r w:rsidR="004226A8" w:rsidRPr="004226A8">
        <w:rPr>
          <w:rStyle w:val="libAlaemChar"/>
          <w:rtl/>
        </w:rPr>
        <w:t>عليهم‌السلام</w:t>
      </w:r>
      <w:r w:rsidRPr="00481D79">
        <w:rPr>
          <w:rtl/>
        </w:rPr>
        <w:t xml:space="preserve"> حامدا لله مصليا.</w:t>
      </w:r>
    </w:p>
    <w:p w:rsidR="00481D79" w:rsidRDefault="00481D79" w:rsidP="00481D79">
      <w:pPr>
        <w:pStyle w:val="libNormal"/>
        <w:rPr>
          <w:rtl/>
        </w:rPr>
      </w:pPr>
      <w:r>
        <w:rPr>
          <w:rtl/>
        </w:rPr>
        <w:br w:type="page"/>
      </w:r>
    </w:p>
    <w:p w:rsidR="00481D79" w:rsidRPr="00481D79" w:rsidRDefault="00481D79" w:rsidP="00D11BDC">
      <w:pPr>
        <w:pStyle w:val="libNormal"/>
        <w:rPr>
          <w:rtl/>
        </w:rPr>
      </w:pPr>
      <w:r w:rsidRPr="00481D79">
        <w:rPr>
          <w:rtl/>
        </w:rPr>
        <w:lastRenderedPageBreak/>
        <w:t xml:space="preserve">شجرة الاسانيد تم بحمد الله وتوفيقه جمع ثمانين سندا من أسانيد هذه الصحيفة المباركة، من طرق الخاصة والعامة، من قدماء العلماء والمحدثين ومتأخريهم، وقد ارتأت إدارة مدرسة الامام المهدي </w:t>
      </w:r>
      <w:r w:rsidR="004226A8" w:rsidRPr="004226A8">
        <w:rPr>
          <w:rStyle w:val="libAlaemChar"/>
          <w:rtl/>
        </w:rPr>
        <w:t>عليه‌السلام</w:t>
      </w:r>
      <w:r w:rsidRPr="00481D79">
        <w:rPr>
          <w:rtl/>
        </w:rPr>
        <w:t xml:space="preserve"> أن تتصل الاسانيد بعضها ببعض، وتتشابك الطرق وتتحد، لتصل إلى الامام علي بن موسى الرضا </w:t>
      </w:r>
      <w:r w:rsidR="004226A8" w:rsidRPr="004226A8">
        <w:rPr>
          <w:rStyle w:val="libAlaemChar"/>
          <w:rtl/>
        </w:rPr>
        <w:t>عليه‌السلام</w:t>
      </w:r>
      <w:r w:rsidRPr="00481D79">
        <w:rPr>
          <w:rtl/>
        </w:rPr>
        <w:t>.</w:t>
      </w:r>
    </w:p>
    <w:p w:rsidR="00481D79" w:rsidRPr="00481D79" w:rsidRDefault="00481D79" w:rsidP="00D11BDC">
      <w:pPr>
        <w:pStyle w:val="libNormal"/>
        <w:rPr>
          <w:rtl/>
        </w:rPr>
      </w:pPr>
      <w:r w:rsidRPr="00481D79">
        <w:rPr>
          <w:rtl/>
        </w:rPr>
        <w:t>بطريقة تشابه شجرات النسب فكرة ومضمونا.</w:t>
      </w:r>
    </w:p>
    <w:p w:rsidR="00481D79" w:rsidRPr="00481D79" w:rsidRDefault="00481D79" w:rsidP="00D11BDC">
      <w:pPr>
        <w:pStyle w:val="libNormal"/>
        <w:rPr>
          <w:rtl/>
        </w:rPr>
      </w:pPr>
      <w:r w:rsidRPr="00481D79">
        <w:rPr>
          <w:rtl/>
        </w:rPr>
        <w:t xml:space="preserve">فتحددت بذلك خمسة عشر طبقة، من الشهيد الاول محمد بن مكي العاملي، إلى الامام الرضا </w:t>
      </w:r>
      <w:r w:rsidR="004226A8" w:rsidRPr="004226A8">
        <w:rPr>
          <w:rStyle w:val="libAlaemChar"/>
          <w:rtl/>
        </w:rPr>
        <w:t>عليه‌السلام</w:t>
      </w:r>
      <w:r w:rsidRPr="00481D79">
        <w:rPr>
          <w:rtl/>
        </w:rPr>
        <w:t>، وبعدها أربعة عشر طبقة مفصلة في صفحة واحدة تتضمن بقية سند علماء الزيدية، حيث ينتهي إلى الشريف عبد الواسع بن يحيى الواسعي، وعنه روى الصحيفة آية الله العظمى السيد محسن الامين - طاب ثراه - صاحب الموسوعة القيمة " أعيان الشيعة "، وعنه أيضا آية الله العظمى السيد النسابة أبوالمعالي شهاب الدين النجفي المرعشي دام ظله الوارف.</w:t>
      </w:r>
    </w:p>
    <w:p w:rsidR="00481D79" w:rsidRPr="00481D79" w:rsidRDefault="00481D79" w:rsidP="00D11BDC">
      <w:pPr>
        <w:pStyle w:val="libNormal"/>
        <w:rPr>
          <w:rtl/>
        </w:rPr>
      </w:pPr>
      <w:r w:rsidRPr="00481D79">
        <w:rPr>
          <w:rtl/>
        </w:rPr>
        <w:t>ونظرا لمشاكل الطباعة، وضيق مساحة صفحة الكتاب فقد أضطررنا إلى إستعمال طريقة الرموز في تنظيم هذه الشجرة، وتقسيم أسانيدها وطرقها إلى طبقات، فوضعنا كل طبقة في صفحة مستقلة، تبدأ بعدد رواة هذه الطبقة، وعدد من رووا عنه من الطبقات المتقدمة، وعدد من روى عنهم من الطبقات المتأخرة، يقابلها صفحة تتضمن قائمة أسماء، مشايخ ورواة هذه الطبقة.</w:t>
      </w:r>
    </w:p>
    <w:p w:rsidR="00481D79" w:rsidRPr="00481D79" w:rsidRDefault="00481D79" w:rsidP="00D11BDC">
      <w:pPr>
        <w:pStyle w:val="libNormal"/>
        <w:rPr>
          <w:rtl/>
        </w:rPr>
      </w:pPr>
      <w:r w:rsidRPr="00481D79">
        <w:rPr>
          <w:rtl/>
        </w:rPr>
        <w:t>والحمد لله أولا وآخرا.</w:t>
      </w:r>
    </w:p>
    <w:p w:rsidR="00481D79" w:rsidRDefault="00481D79" w:rsidP="00481D79">
      <w:pPr>
        <w:pStyle w:val="libNormal"/>
        <w:rPr>
          <w:rtl/>
        </w:rPr>
      </w:pPr>
      <w:r>
        <w:rPr>
          <w:rtl/>
        </w:rPr>
        <w:br w:type="page"/>
      </w:r>
    </w:p>
    <w:p w:rsidR="00481D79" w:rsidRPr="00481D79" w:rsidRDefault="00481D79" w:rsidP="00D11BDC">
      <w:pPr>
        <w:pStyle w:val="libNormal"/>
        <w:rPr>
          <w:rtl/>
        </w:rPr>
      </w:pPr>
      <w:r w:rsidRPr="00481D79">
        <w:rPr>
          <w:rtl/>
        </w:rPr>
        <w:lastRenderedPageBreak/>
        <w:t>تعليمات لاستعمال هذه الشجرة</w:t>
      </w:r>
    </w:p>
    <w:p w:rsidR="00481D79" w:rsidRPr="00481D79" w:rsidRDefault="00481D79" w:rsidP="00D11BDC">
      <w:pPr>
        <w:pStyle w:val="libNormal"/>
        <w:rPr>
          <w:rtl/>
        </w:rPr>
      </w:pPr>
      <w:r w:rsidRPr="00481D79">
        <w:rPr>
          <w:rtl/>
        </w:rPr>
        <w:t>1 - الشكل البيضوي الموسط برقم في داخله مثلا: 13 هو رمز لراو من الرواة كان تسلسله " 13 "، وبمراجعة قائمة الاسماء، يمكننا معرفة اسمه، وهو: 13 - علي بن محمد بن مهرويه القزويني.</w:t>
      </w:r>
    </w:p>
    <w:p w:rsidR="00481D79" w:rsidRPr="00481D79" w:rsidRDefault="00481D79" w:rsidP="00D11BDC">
      <w:pPr>
        <w:pStyle w:val="libNormal"/>
        <w:rPr>
          <w:rtl/>
        </w:rPr>
      </w:pPr>
      <w:r w:rsidRPr="00481D79">
        <w:rPr>
          <w:rtl/>
        </w:rPr>
        <w:t>2 - الشكل البيضوي المزدوج يدل على أن هذا الرواي هو أحد كبار المشائخ أو أحد الذين ينتهي بهم أحد الاسانيد أو الطرق. مثلا: 101 يدل على الحافظ ابن المغازلي.</w:t>
      </w:r>
    </w:p>
    <w:p w:rsidR="00481D79" w:rsidRPr="00481D79" w:rsidRDefault="00481D79" w:rsidP="00D11BDC">
      <w:pPr>
        <w:pStyle w:val="libNormal"/>
        <w:rPr>
          <w:rtl/>
        </w:rPr>
      </w:pPr>
      <w:r w:rsidRPr="00481D79">
        <w:rPr>
          <w:rtl/>
        </w:rPr>
        <w:t>3 - السهم الذي على يمين الشكل البيضوي مع رقم في نهايته يدل على أن صاحب الرقم داخل الشكل البيضوي، يروي عن الرجل صاحب الرقم الواقع في نهاية السهم. مثلا: 3 - 15 أي أن أبوبكر محمد بن جعفر البغدادي صاحب الرقم " 15 " - الذي هو من الطبقة الثالثة -، يروي عن أبي القاسم عبدالله بن أحمد بن عامر الطائي صاحب الرقم " 3 " - الذي هو من الطبقة الثانية - في نهاية السهم.</w:t>
      </w:r>
    </w:p>
    <w:p w:rsidR="00481D79" w:rsidRPr="00481D79" w:rsidRDefault="00481D79" w:rsidP="00D11BDC">
      <w:pPr>
        <w:pStyle w:val="libNormal"/>
        <w:rPr>
          <w:rtl/>
        </w:rPr>
      </w:pPr>
      <w:r w:rsidRPr="00481D79">
        <w:rPr>
          <w:rtl/>
        </w:rPr>
        <w:t>4 - السهم الذي على يسار الشكل البيضوي، يدل على رواية أحد الرواة عن صاحب الرقم داخل الشكل البيضوي. مثل: 14.</w:t>
      </w:r>
    </w:p>
    <w:p w:rsidR="00481D79" w:rsidRPr="00481D79" w:rsidRDefault="00481D79" w:rsidP="00D11BDC">
      <w:pPr>
        <w:pStyle w:val="libNormal"/>
        <w:rPr>
          <w:rtl/>
        </w:rPr>
      </w:pPr>
      <w:r w:rsidRPr="00481D79">
        <w:rPr>
          <w:rtl/>
        </w:rPr>
        <w:t>5 - إذا وضع فوق السهم رقم معين، مثل: 3 عنه 19 فمعناه أن تسعة عشر راويا يروون صاحب الرقم " 3 ".</w:t>
      </w:r>
    </w:p>
    <w:p w:rsidR="00481D79" w:rsidRPr="00481D79" w:rsidRDefault="00481D79" w:rsidP="00D11BDC">
      <w:pPr>
        <w:pStyle w:val="libNormal"/>
        <w:rPr>
          <w:rtl/>
        </w:rPr>
      </w:pPr>
      <w:r w:rsidRPr="00481D79">
        <w:rPr>
          <w:rtl/>
        </w:rPr>
        <w:t>6 - الرقم الموضوع في أول السهم، مثل: 35 من 113 معناه: أن صاحب الرقم " 113 " - الذي هو من الطبقة الخامسة - يروي عن صاحب الرقم " 35 " - الذي هو من الطبقة الثالثة -. وإنما وضعنا ذلك للدلالة على فرق الطبقة.</w:t>
      </w:r>
    </w:p>
    <w:p w:rsidR="00481D79" w:rsidRDefault="00481D79" w:rsidP="00481D79">
      <w:pPr>
        <w:pStyle w:val="libNormal"/>
        <w:rPr>
          <w:rtl/>
        </w:rPr>
      </w:pPr>
      <w:r>
        <w:rPr>
          <w:rtl/>
        </w:rPr>
        <w:br w:type="page"/>
      </w:r>
    </w:p>
    <w:p w:rsidR="00481D79" w:rsidRPr="00481D79" w:rsidRDefault="00481D79" w:rsidP="00481D79">
      <w:pPr>
        <w:pStyle w:val="libNormal"/>
        <w:rPr>
          <w:rtl/>
        </w:rPr>
      </w:pPr>
      <w:r w:rsidRPr="00D11BDC">
        <w:rPr>
          <w:rStyle w:val="libBold2Char"/>
          <w:rtl/>
        </w:rPr>
        <w:lastRenderedPageBreak/>
        <w:t>الطبقة الاولى</w:t>
      </w:r>
      <w:r w:rsidRPr="00D11BDC">
        <w:rPr>
          <w:rtl/>
        </w:rPr>
        <w:t xml:space="preserve"> عنه </w:t>
      </w:r>
      <w:r w:rsidR="004226A8" w:rsidRPr="004226A8">
        <w:rPr>
          <w:rStyle w:val="libAlaemChar"/>
          <w:rtl/>
        </w:rPr>
        <w:t>عليه‌السلام</w:t>
      </w:r>
      <w:r w:rsidRPr="00D11BDC">
        <w:rPr>
          <w:rtl/>
        </w:rPr>
        <w:t xml:space="preserve"> عدد الرواة: 2 عنهم " 13 " أبوعبدالله أحمد بن عامر بن سليمان عنه 2 الطائي 1 الامام الرضا </w:t>
      </w:r>
      <w:r w:rsidR="004226A8" w:rsidRPr="004226A8">
        <w:rPr>
          <w:rStyle w:val="libAlaemChar"/>
          <w:rtl/>
        </w:rPr>
        <w:t>عليه‌السلام</w:t>
      </w:r>
      <w:r w:rsidRPr="00D11BDC">
        <w:rPr>
          <w:rtl/>
        </w:rPr>
        <w:t xml:space="preserve"> أبوأحمد داود بن سليمان بن يوسف عنه 11 بن أحمد الغازي القزويني 2</w:t>
      </w:r>
    </w:p>
    <w:p w:rsidR="00481D79" w:rsidRDefault="00481D79" w:rsidP="00481D79">
      <w:pPr>
        <w:pStyle w:val="libNormal"/>
        <w:rPr>
          <w:rtl/>
        </w:rPr>
      </w:pPr>
      <w:r>
        <w:rPr>
          <w:rtl/>
        </w:rPr>
        <w:br w:type="page"/>
      </w:r>
    </w:p>
    <w:p w:rsidR="00481D79" w:rsidRDefault="00481D79" w:rsidP="00481D79">
      <w:pPr>
        <w:pStyle w:val="libNormal"/>
        <w:rPr>
          <w:rtl/>
        </w:rPr>
      </w:pPr>
      <w:r w:rsidRPr="00D11BDC">
        <w:rPr>
          <w:rStyle w:val="libBold2Char"/>
          <w:rtl/>
        </w:rPr>
        <w:lastRenderedPageBreak/>
        <w:t>* (جدول) * الطبقة الثانية</w:t>
      </w:r>
      <w:r>
        <w:rPr>
          <w:rStyle w:val="libBold2Char"/>
          <w:rtl/>
        </w:rPr>
        <w:t xml:space="preserve"> </w:t>
      </w:r>
      <w:r w:rsidRPr="00D11BDC">
        <w:rPr>
          <w:rtl/>
        </w:rPr>
        <w:t>عن " 2 " عدد الرواة: 12 عنهم " 39 "</w:t>
      </w:r>
    </w:p>
    <w:p w:rsidR="00481D79" w:rsidRDefault="00481D79" w:rsidP="00481D79">
      <w:pPr>
        <w:pStyle w:val="libNormal"/>
        <w:rPr>
          <w:rtl/>
        </w:rPr>
      </w:pPr>
      <w:r>
        <w:rPr>
          <w:rtl/>
        </w:rPr>
        <w:br w:type="page"/>
      </w:r>
    </w:p>
    <w:p w:rsidR="005B067E" w:rsidRDefault="00481D79" w:rsidP="00481D79">
      <w:pPr>
        <w:pStyle w:val="libNormal"/>
        <w:rPr>
          <w:rtl/>
        </w:rPr>
      </w:pPr>
      <w:r w:rsidRPr="00D11BDC">
        <w:rPr>
          <w:rStyle w:val="libBold2Char"/>
          <w:rtl/>
        </w:rPr>
        <w:lastRenderedPageBreak/>
        <w:t>قائمة الاسماء</w:t>
      </w:r>
      <w:r w:rsidRPr="00D11BDC">
        <w:rPr>
          <w:rtl/>
        </w:rPr>
        <w:t xml:space="preserve"> </w:t>
      </w:r>
    </w:p>
    <w:p w:rsidR="00481D79" w:rsidRPr="00481D79" w:rsidRDefault="00481D79" w:rsidP="008058FE">
      <w:pPr>
        <w:pStyle w:val="libNormal"/>
        <w:rPr>
          <w:rtl/>
        </w:rPr>
      </w:pPr>
      <w:r w:rsidRPr="00D11BDC">
        <w:rPr>
          <w:rtl/>
        </w:rPr>
        <w:t>3 - أبوالقاسم عبدالله بن أحمد بن عامر الطائي 4 - أبوالقاسم عبدالله بن محمد بن غياث الخراساني 5 - أحمد بن عبدالله 6 - جعفر بن سليمان 7 - أبوحمزة 8 - علي بن حرب الطائي 9 - أبوالحسن علي بن محمد البزاز 10 - سلمة (مسلمة) بن عبدالملك 11 - علي بن عبدالله 12 - أبوسهل إسماعيل بن عبدالوهاب 13 - علي بن محمد بن مهرويه القزويني 14 - إسحاق بن محمد</w:t>
      </w:r>
    </w:p>
    <w:p w:rsidR="00481D79" w:rsidRDefault="00481D79" w:rsidP="00481D79">
      <w:pPr>
        <w:pStyle w:val="libNormal"/>
        <w:rPr>
          <w:rtl/>
        </w:rPr>
      </w:pPr>
      <w:r>
        <w:rPr>
          <w:rtl/>
        </w:rPr>
        <w:br w:type="page"/>
      </w:r>
    </w:p>
    <w:p w:rsidR="00481D79" w:rsidRPr="00D11BDC" w:rsidRDefault="00481D79" w:rsidP="00D11BDC">
      <w:pPr>
        <w:pStyle w:val="libNormal"/>
        <w:rPr>
          <w:rtl/>
        </w:rPr>
      </w:pPr>
      <w:r w:rsidRPr="00D11BDC">
        <w:rPr>
          <w:rStyle w:val="libBold2Char"/>
          <w:rtl/>
        </w:rPr>
        <w:lastRenderedPageBreak/>
        <w:t>* (جدول) * الطبقة الثالثة</w:t>
      </w:r>
      <w:r>
        <w:rPr>
          <w:rtl/>
        </w:rPr>
        <w:t xml:space="preserve"> عدد الرواة: 39 عن " 10 " عنهم " 46 "</w:t>
      </w:r>
    </w:p>
    <w:p w:rsidR="00481D79" w:rsidRDefault="00481D79" w:rsidP="00481D79">
      <w:pPr>
        <w:pStyle w:val="libNormal"/>
        <w:rPr>
          <w:rtl/>
          <w:lang w:bidi="fa-IR"/>
        </w:rPr>
      </w:pPr>
      <w:r>
        <w:rPr>
          <w:rtl/>
          <w:lang w:bidi="fa-IR"/>
        </w:rPr>
        <w:br w:type="page"/>
      </w:r>
    </w:p>
    <w:p w:rsidR="00481D79" w:rsidRDefault="00481D79" w:rsidP="00D11BDC">
      <w:pPr>
        <w:pStyle w:val="libBold1"/>
      </w:pPr>
      <w:r>
        <w:rPr>
          <w:rtl/>
        </w:rPr>
        <w:lastRenderedPageBreak/>
        <w:t>قائمة الاسماء</w:t>
      </w:r>
    </w:p>
    <w:p w:rsidR="00481D79" w:rsidRPr="00481D79" w:rsidRDefault="00481D79" w:rsidP="008058FE">
      <w:pPr>
        <w:pStyle w:val="libNormal"/>
        <w:rPr>
          <w:rtl/>
        </w:rPr>
      </w:pPr>
      <w:r w:rsidRPr="00481D79">
        <w:rPr>
          <w:rtl/>
        </w:rPr>
        <w:t>15 - أبوبكر محمد بن جعفر البغدادي.</w:t>
      </w:r>
    </w:p>
    <w:p w:rsidR="00481D79" w:rsidRPr="00481D79" w:rsidRDefault="00481D79" w:rsidP="008058FE">
      <w:pPr>
        <w:pStyle w:val="libNormal"/>
        <w:rPr>
          <w:rtl/>
        </w:rPr>
      </w:pPr>
      <w:r w:rsidRPr="00481D79">
        <w:rPr>
          <w:rtl/>
        </w:rPr>
        <w:t>16 - أبوعلي الحسين بن علي بن أحمد بن محمد بن أبي زيد.</w:t>
      </w:r>
    </w:p>
    <w:p w:rsidR="008058FE" w:rsidRDefault="00481D79" w:rsidP="008058FE">
      <w:pPr>
        <w:pStyle w:val="libNormal"/>
        <w:rPr>
          <w:rFonts w:hint="cs"/>
          <w:rtl/>
        </w:rPr>
      </w:pPr>
      <w:r w:rsidRPr="00481D79">
        <w:rPr>
          <w:rtl/>
        </w:rPr>
        <w:t>17 - أبوبكر أحمد بن إبراهيم بن الحسن بن محمد ابن شاذان.</w:t>
      </w:r>
    </w:p>
    <w:p w:rsidR="008058FE" w:rsidRDefault="00481D79" w:rsidP="008058FE">
      <w:pPr>
        <w:pStyle w:val="libNormal"/>
        <w:rPr>
          <w:rFonts w:hint="cs"/>
          <w:rtl/>
        </w:rPr>
      </w:pPr>
      <w:r w:rsidRPr="00481D79">
        <w:rPr>
          <w:rtl/>
        </w:rPr>
        <w:t>18 - إبراهيم بن جعدة.</w:t>
      </w:r>
      <w:r w:rsidR="008058FE">
        <w:rPr>
          <w:rFonts w:hint="cs"/>
          <w:rtl/>
        </w:rPr>
        <w:t xml:space="preserve"> </w:t>
      </w:r>
      <w:r w:rsidRPr="00481D79">
        <w:rPr>
          <w:rtl/>
        </w:rPr>
        <w:t>19 - أبو عبدالله محمد بن عبدالله بن أحمد بن جبلة الواعظ.</w:t>
      </w:r>
    </w:p>
    <w:p w:rsidR="008058FE" w:rsidRDefault="00481D79" w:rsidP="008058FE">
      <w:pPr>
        <w:pStyle w:val="libNormal"/>
        <w:rPr>
          <w:rFonts w:hint="cs"/>
          <w:rtl/>
        </w:rPr>
      </w:pPr>
      <w:r w:rsidRPr="00481D79">
        <w:rPr>
          <w:rtl/>
        </w:rPr>
        <w:t>20 - عمر بن يحيى الفحام.</w:t>
      </w:r>
      <w:r w:rsidR="008058FE">
        <w:rPr>
          <w:rFonts w:hint="cs"/>
          <w:rtl/>
        </w:rPr>
        <w:t xml:space="preserve"> </w:t>
      </w:r>
      <w:r w:rsidRPr="00481D79">
        <w:rPr>
          <w:rtl/>
        </w:rPr>
        <w:t>21 - زيد بن محمد البغدادي.</w:t>
      </w:r>
    </w:p>
    <w:p w:rsidR="00481D79" w:rsidRPr="00481D79" w:rsidRDefault="00481D79" w:rsidP="008058FE">
      <w:pPr>
        <w:pStyle w:val="libNormal"/>
        <w:rPr>
          <w:rtl/>
        </w:rPr>
      </w:pPr>
      <w:r w:rsidRPr="00481D79">
        <w:rPr>
          <w:rtl/>
        </w:rPr>
        <w:t>22 - إسماعيل بن أبي عبدالله، أبوعمر القطان.</w:t>
      </w:r>
    </w:p>
    <w:p w:rsidR="00481D79" w:rsidRPr="00481D79" w:rsidRDefault="00481D79" w:rsidP="008058FE">
      <w:pPr>
        <w:pStyle w:val="libNormal"/>
        <w:rPr>
          <w:rtl/>
        </w:rPr>
      </w:pPr>
      <w:r w:rsidRPr="00481D79">
        <w:rPr>
          <w:rtl/>
        </w:rPr>
        <w:t>23 - أبونصر أحمد بن عبدالله بن حمدونة البغدادي. 24 - علي بن حبيب.</w:t>
      </w:r>
    </w:p>
    <w:p w:rsidR="00481D79" w:rsidRPr="00481D79" w:rsidRDefault="00481D79" w:rsidP="008058FE">
      <w:pPr>
        <w:pStyle w:val="libNormal"/>
        <w:rPr>
          <w:rtl/>
        </w:rPr>
      </w:pPr>
      <w:r w:rsidRPr="00481D79">
        <w:rPr>
          <w:rtl/>
        </w:rPr>
        <w:t>25 - محمد بن عبدالله بن محمد حفدة العباس بن حمزة النيسابوري.</w:t>
      </w:r>
    </w:p>
    <w:p w:rsidR="00481D79" w:rsidRPr="00481D79" w:rsidRDefault="00481D79" w:rsidP="008058FE">
      <w:pPr>
        <w:pStyle w:val="libNormal"/>
        <w:rPr>
          <w:rtl/>
        </w:rPr>
      </w:pPr>
      <w:r w:rsidRPr="00481D79">
        <w:rPr>
          <w:rtl/>
        </w:rPr>
        <w:t>26 - محمد بن عبدالله بن الحسين. 27 - محمد بن عبدالله بن جنيد.</w:t>
      </w:r>
    </w:p>
    <w:p w:rsidR="00481D79" w:rsidRPr="00481D79" w:rsidRDefault="00481D79" w:rsidP="008058FE">
      <w:pPr>
        <w:pStyle w:val="libNormal"/>
        <w:rPr>
          <w:rtl/>
        </w:rPr>
      </w:pPr>
      <w:r w:rsidRPr="00481D79">
        <w:rPr>
          <w:rtl/>
        </w:rPr>
        <w:t>28 - أبوالحسن أحمد بن محمد بن موسى. 29 - أحمد بن محمد بن سعيد بن عقدة.</w:t>
      </w:r>
    </w:p>
    <w:p w:rsidR="00481D79" w:rsidRPr="00481D79" w:rsidRDefault="00481D79" w:rsidP="008058FE">
      <w:pPr>
        <w:pStyle w:val="libNormal"/>
        <w:rPr>
          <w:rtl/>
        </w:rPr>
      </w:pPr>
      <w:r w:rsidRPr="00481D79">
        <w:rPr>
          <w:rtl/>
        </w:rPr>
        <w:t>30 - جعفر بن أبي ذر القزويني. 31 - أبوالعباس أحمد بن إبراهيم بن علي الكندي.</w:t>
      </w:r>
    </w:p>
    <w:p w:rsidR="00481D79" w:rsidRPr="00481D79" w:rsidRDefault="00481D79" w:rsidP="008058FE">
      <w:pPr>
        <w:pStyle w:val="libNormal"/>
        <w:rPr>
          <w:rtl/>
        </w:rPr>
      </w:pPr>
      <w:r w:rsidRPr="00481D79">
        <w:rPr>
          <w:rtl/>
        </w:rPr>
        <w:t>32 - أبوالمفضل محمد بن عبدالله بن محمد الشباني.</w:t>
      </w:r>
      <w:r w:rsidR="008058FE">
        <w:rPr>
          <w:rFonts w:hint="cs"/>
          <w:rtl/>
        </w:rPr>
        <w:t xml:space="preserve"> </w:t>
      </w:r>
      <w:r w:rsidRPr="00481D79">
        <w:rPr>
          <w:rtl/>
        </w:rPr>
        <w:t>33 - أبوطالب عبدالله بن محمد بن عبدالله الكاتب.</w:t>
      </w:r>
    </w:p>
    <w:p w:rsidR="00481D79" w:rsidRPr="00481D79" w:rsidRDefault="00481D79" w:rsidP="008058FE">
      <w:pPr>
        <w:pStyle w:val="libNormal"/>
        <w:rPr>
          <w:rtl/>
        </w:rPr>
      </w:pPr>
      <w:r w:rsidRPr="00481D79">
        <w:rPr>
          <w:rtl/>
        </w:rPr>
        <w:t>34 - أبوعبدالله محمد بن علي بن أحمد السقطي.</w:t>
      </w:r>
      <w:r w:rsidR="008058FE">
        <w:rPr>
          <w:rFonts w:hint="cs"/>
          <w:rtl/>
        </w:rPr>
        <w:t xml:space="preserve"> </w:t>
      </w:r>
      <w:r w:rsidRPr="00481D79">
        <w:rPr>
          <w:rtl/>
        </w:rPr>
        <w:t xml:space="preserve">35 - حمزة بن محمد بن أحمد بن جعفر بن محمد بن زيد بن علي بن الحسين بن علي بن أبي طالب </w:t>
      </w:r>
      <w:r w:rsidR="004226A8" w:rsidRPr="004226A8">
        <w:rPr>
          <w:rStyle w:val="libAlaemChar"/>
          <w:rtl/>
        </w:rPr>
        <w:t>عليهم‌السلام</w:t>
      </w:r>
      <w:r w:rsidRPr="00481D79">
        <w:rPr>
          <w:rtl/>
        </w:rPr>
        <w:t>.</w:t>
      </w:r>
    </w:p>
    <w:p w:rsidR="00481D79" w:rsidRPr="00481D79" w:rsidRDefault="00481D79" w:rsidP="008058FE">
      <w:pPr>
        <w:pStyle w:val="libNormal"/>
        <w:rPr>
          <w:rtl/>
        </w:rPr>
      </w:pPr>
      <w:r w:rsidRPr="00481D79">
        <w:rPr>
          <w:rtl/>
        </w:rPr>
        <w:t>36 - محمد بن جعفر. 37 - عبد الله بن محمد بن عبدالوهاب.</w:t>
      </w:r>
    </w:p>
    <w:p w:rsidR="00481D79" w:rsidRPr="00481D79" w:rsidRDefault="00481D79" w:rsidP="008058FE">
      <w:pPr>
        <w:pStyle w:val="libNormal"/>
        <w:rPr>
          <w:rtl/>
        </w:rPr>
      </w:pPr>
      <w:r w:rsidRPr="00481D79">
        <w:rPr>
          <w:rtl/>
        </w:rPr>
        <w:t>38 - أبومنصور عبدالرزاق بن أحمد الغزال.</w:t>
      </w:r>
    </w:p>
    <w:p w:rsidR="00481D79" w:rsidRPr="00481D79" w:rsidRDefault="00481D79" w:rsidP="008058FE">
      <w:pPr>
        <w:pStyle w:val="libNormal"/>
        <w:rPr>
          <w:rtl/>
        </w:rPr>
      </w:pPr>
      <w:r w:rsidRPr="00481D79">
        <w:rPr>
          <w:rtl/>
        </w:rPr>
        <w:t>39 - أبوعبدالله الحسين بن محمد الاشناني الرازي العدل.</w:t>
      </w:r>
    </w:p>
    <w:p w:rsidR="00481D79" w:rsidRPr="00481D79" w:rsidRDefault="00481D79" w:rsidP="008058FE">
      <w:pPr>
        <w:pStyle w:val="libNormal"/>
        <w:rPr>
          <w:rtl/>
        </w:rPr>
      </w:pPr>
      <w:r w:rsidRPr="00481D79">
        <w:rPr>
          <w:rtl/>
        </w:rPr>
        <w:t>40 - أبوالحسن علي بن الحسن بن الميثمي. 41 - أبوالقاسم عمر بن محمد يوسف.</w:t>
      </w:r>
    </w:p>
    <w:p w:rsidR="00481D79" w:rsidRPr="00481D79" w:rsidRDefault="00481D79" w:rsidP="008058FE">
      <w:pPr>
        <w:pStyle w:val="libNormal"/>
        <w:rPr>
          <w:rtl/>
        </w:rPr>
      </w:pPr>
      <w:r w:rsidRPr="00481D79">
        <w:rPr>
          <w:rtl/>
        </w:rPr>
        <w:t>42 - أبوالحسن الحافظ التميمي. 43 - أبوإسحاق بن أبي بكر الرازي.</w:t>
      </w:r>
    </w:p>
    <w:p w:rsidR="00481D79" w:rsidRPr="00481D79" w:rsidRDefault="00481D79" w:rsidP="008058FE">
      <w:pPr>
        <w:pStyle w:val="libNormal"/>
        <w:rPr>
          <w:rtl/>
        </w:rPr>
      </w:pPr>
      <w:r w:rsidRPr="00481D79">
        <w:rPr>
          <w:rtl/>
        </w:rPr>
        <w:t>44 - أبوحفص عمر بن محمد الصيرفي.</w:t>
      </w:r>
    </w:p>
    <w:p w:rsidR="00481D79" w:rsidRPr="00481D79" w:rsidRDefault="00481D79" w:rsidP="008058FE">
      <w:pPr>
        <w:pStyle w:val="libNormal"/>
        <w:rPr>
          <w:rtl/>
        </w:rPr>
      </w:pPr>
      <w:r w:rsidRPr="00481D79">
        <w:rPr>
          <w:rtl/>
        </w:rPr>
        <w:t>45 - أبوالحسين يحيى بن الحسين بن محمد بن عبدالله الحسني.</w:t>
      </w:r>
    </w:p>
    <w:p w:rsidR="00481D79" w:rsidRPr="00481D79" w:rsidRDefault="00481D79" w:rsidP="008058FE">
      <w:pPr>
        <w:pStyle w:val="libNormal"/>
        <w:rPr>
          <w:rtl/>
        </w:rPr>
      </w:pPr>
      <w:r w:rsidRPr="00481D79">
        <w:rPr>
          <w:rtl/>
        </w:rPr>
        <w:t>46 - أبوالحسن بن المثنى. 47 - أبوسعيد الرازي.</w:t>
      </w:r>
    </w:p>
    <w:p w:rsidR="00481D79" w:rsidRPr="00481D79" w:rsidRDefault="00481D79" w:rsidP="008058FE">
      <w:pPr>
        <w:pStyle w:val="libNormal"/>
        <w:rPr>
          <w:rtl/>
        </w:rPr>
      </w:pPr>
      <w:r w:rsidRPr="00481D79">
        <w:rPr>
          <w:rtl/>
        </w:rPr>
        <w:t>48 - أبوإسحاق إبراهيم بن محمد بن عبدالله الرازي.</w:t>
      </w:r>
    </w:p>
    <w:p w:rsidR="00481D79" w:rsidRPr="00481D79" w:rsidRDefault="00481D79" w:rsidP="008058FE">
      <w:pPr>
        <w:pStyle w:val="libNormal"/>
        <w:rPr>
          <w:rtl/>
        </w:rPr>
      </w:pPr>
      <w:r w:rsidRPr="00481D79">
        <w:rPr>
          <w:rtl/>
        </w:rPr>
        <w:t>49 - إبراهيم البخاري.</w:t>
      </w:r>
      <w:r w:rsidR="008058FE">
        <w:rPr>
          <w:rFonts w:hint="cs"/>
          <w:rtl/>
        </w:rPr>
        <w:t xml:space="preserve"> </w:t>
      </w:r>
      <w:r w:rsidRPr="00481D79">
        <w:rPr>
          <w:rtl/>
        </w:rPr>
        <w:t>50 - يوسف بن إبراهيم بن موسى السهمي الجرجاني.</w:t>
      </w:r>
    </w:p>
    <w:p w:rsidR="00481D79" w:rsidRPr="00481D79" w:rsidRDefault="00481D79" w:rsidP="008058FE">
      <w:pPr>
        <w:pStyle w:val="libNormal"/>
        <w:rPr>
          <w:rtl/>
        </w:rPr>
      </w:pPr>
      <w:r w:rsidRPr="00481D79">
        <w:rPr>
          <w:rtl/>
        </w:rPr>
        <w:t>51 - علي بن الحسن بن بندار بن المثنى.</w:t>
      </w:r>
    </w:p>
    <w:p w:rsidR="00481D79" w:rsidRPr="00481D79" w:rsidRDefault="00481D79" w:rsidP="008058FE">
      <w:pPr>
        <w:pStyle w:val="libNormal"/>
        <w:rPr>
          <w:rtl/>
        </w:rPr>
      </w:pPr>
      <w:r w:rsidRPr="00481D79">
        <w:rPr>
          <w:rtl/>
        </w:rPr>
        <w:t>52 - أبوالحسن علي بن الحسن بن عبدالرحيم.</w:t>
      </w:r>
    </w:p>
    <w:p w:rsidR="00481D79" w:rsidRPr="00481D79" w:rsidRDefault="00481D79" w:rsidP="008058FE">
      <w:pPr>
        <w:pStyle w:val="libNormal"/>
        <w:rPr>
          <w:rtl/>
        </w:rPr>
      </w:pPr>
      <w:r w:rsidRPr="00481D79">
        <w:rPr>
          <w:rtl/>
        </w:rPr>
        <w:t>53 - محمد بن إسحاق بن محمد.</w:t>
      </w:r>
    </w:p>
    <w:p w:rsidR="00481D79" w:rsidRDefault="00481D79" w:rsidP="00481D79">
      <w:pPr>
        <w:pStyle w:val="libNormal"/>
        <w:rPr>
          <w:rtl/>
        </w:rPr>
      </w:pPr>
      <w:r>
        <w:rPr>
          <w:rtl/>
        </w:rPr>
        <w:br w:type="page"/>
      </w:r>
    </w:p>
    <w:p w:rsidR="00481D79" w:rsidRPr="00481D79" w:rsidRDefault="00481D79" w:rsidP="00481D79">
      <w:pPr>
        <w:pStyle w:val="libNormal"/>
        <w:rPr>
          <w:rtl/>
        </w:rPr>
      </w:pPr>
      <w:r w:rsidRPr="00D11BDC">
        <w:rPr>
          <w:rStyle w:val="libBold2Char"/>
          <w:rtl/>
        </w:rPr>
        <w:lastRenderedPageBreak/>
        <w:t>* (جدول) * الطبقة الرابعة</w:t>
      </w:r>
      <w:r w:rsidRPr="00D11BDC">
        <w:rPr>
          <w:rtl/>
        </w:rPr>
        <w:t xml:space="preserve"> عن " 37 " عدد الرواة: 45 عنهم " 36 "</w:t>
      </w:r>
    </w:p>
    <w:p w:rsidR="00481D79" w:rsidRDefault="00481D79" w:rsidP="00481D79">
      <w:pPr>
        <w:pStyle w:val="libNormal"/>
        <w:rPr>
          <w:rtl/>
        </w:rPr>
      </w:pPr>
      <w:r>
        <w:rPr>
          <w:rtl/>
        </w:rPr>
        <w:br w:type="page"/>
      </w:r>
    </w:p>
    <w:p w:rsidR="00481D79" w:rsidRPr="00481D79" w:rsidRDefault="00481D79" w:rsidP="005B067E">
      <w:pPr>
        <w:pStyle w:val="libBold1"/>
        <w:rPr>
          <w:rtl/>
        </w:rPr>
      </w:pPr>
      <w:r w:rsidRPr="00481D79">
        <w:rPr>
          <w:rtl/>
        </w:rPr>
        <w:lastRenderedPageBreak/>
        <w:t>قائمة الاسماء</w:t>
      </w:r>
    </w:p>
    <w:p w:rsidR="00BF00C6" w:rsidRDefault="00481D79" w:rsidP="00BF00C6">
      <w:pPr>
        <w:pStyle w:val="libNormal"/>
        <w:rPr>
          <w:rFonts w:hint="cs"/>
          <w:rtl/>
        </w:rPr>
      </w:pPr>
      <w:r w:rsidRPr="00481D79">
        <w:rPr>
          <w:rtl/>
        </w:rPr>
        <w:t>54 - محمد بن أحمد الزمخشري، أبوعبدالله</w:t>
      </w:r>
    </w:p>
    <w:p w:rsidR="00BF00C6" w:rsidRDefault="00481D79" w:rsidP="00BF00C6">
      <w:pPr>
        <w:pStyle w:val="libNormal"/>
        <w:rPr>
          <w:rFonts w:hint="cs"/>
          <w:rtl/>
        </w:rPr>
      </w:pPr>
      <w:r w:rsidRPr="00481D79">
        <w:rPr>
          <w:rtl/>
        </w:rPr>
        <w:t>55 - أبوبكر محمد بن أحمد الثعالبي 56 - أبوإسحاق إبراهيم بن غسان البصري 57 - أبوالحسن علي بن أحمد الحربي القزويني 58 - أبوعبدالله الحسين بن الحسن بن علي بن بندار 59 - أبومحمد الحسن بن محمد بن الحسن الخلال 60 - أبوالقاسم الحسن بن محمد بن حبيب بن المعزا المفسر</w:t>
      </w:r>
    </w:p>
    <w:p w:rsidR="00BF00C6" w:rsidRDefault="00481D79" w:rsidP="00BF00C6">
      <w:pPr>
        <w:pStyle w:val="libNormal"/>
        <w:rPr>
          <w:rFonts w:hint="cs"/>
          <w:rtl/>
        </w:rPr>
      </w:pPr>
      <w:r w:rsidRPr="00481D79">
        <w:rPr>
          <w:rtl/>
        </w:rPr>
        <w:t xml:space="preserve">61 - أبوالحسن محمد بن عمرو بن علي بن عبدالله البصري 62 - أبومحمد الحسن بن محمد بن يحيى الفحام 63 - أبومنصور أحمد بن إبراهيم 64 - أبوعلي أحمد بن علي بن جبريل الجرجاني البزاز 65 - أبوعلي الحسن بن محمد بن يحيى بن محمد بن احمد بن عبدالله بن موسى بن الحسن بن علي بن أبي طالب </w:t>
      </w:r>
      <w:r w:rsidR="004226A8" w:rsidRPr="004226A8">
        <w:rPr>
          <w:rStyle w:val="libAlaemChar"/>
          <w:rtl/>
        </w:rPr>
        <w:t>عليه‌السلام</w:t>
      </w:r>
      <w:r w:rsidRPr="00481D79">
        <w:rPr>
          <w:rtl/>
        </w:rPr>
        <w:t>. 66 - أبوعلي الحسن بن الحسين بن العباس البرداني</w:t>
      </w:r>
    </w:p>
    <w:p w:rsidR="00BF00C6" w:rsidRDefault="00481D79" w:rsidP="00BF00C6">
      <w:pPr>
        <w:pStyle w:val="libNormal"/>
        <w:rPr>
          <w:rFonts w:hint="cs"/>
          <w:rtl/>
        </w:rPr>
      </w:pPr>
      <w:r w:rsidRPr="00481D79">
        <w:rPr>
          <w:rtl/>
        </w:rPr>
        <w:t>67 - أبوالقاسم يعقوب بن أحمد 68 - أبوالحسن محمد بن علي بن الشاه الفقيه المروزي 69 - أبوالحسن أحمد بن محمد بن هارون الزوزني 70 - أحمد بن مردويه 71 - يعقوب بن السرى 72 - أبوالعباس أحمد بن علي النجاشي 73 - أبوالحسن أحمد بن محمد بن هارون بن الصلت الاهوازي 74 - عمر بن محمد بن علي بن غازي التنيسي 75 - الحسين بن عبدالله 76 - أحمد بن عبدون 77 - أبوطالب بن عرفة 78 - أبوالحسن الصفار</w:t>
      </w:r>
    </w:p>
    <w:p w:rsidR="00BF00C6" w:rsidRDefault="00481D79" w:rsidP="00BF00C6">
      <w:pPr>
        <w:pStyle w:val="libNormal"/>
        <w:rPr>
          <w:rFonts w:hint="cs"/>
          <w:rtl/>
        </w:rPr>
      </w:pPr>
      <w:r w:rsidRPr="00481D79">
        <w:rPr>
          <w:rtl/>
        </w:rPr>
        <w:t>79 - أبوعلي الحسن بن إسماعيل بن أشنان 80 - محمد بن عبدالرحمان العلوي 81 - شاذان الفضلي 82 - علي بن الحسين بن الطيب 83 - علي بن أحمد 84 - منصور بن عبدالله بن إبراهيم الاصفهاني 85 - أبوعثمان إسماعيل بن محمد بن أحمد السلماني الاصفهاني 86 - أبوالحسن محمد بن علي بن محمد بن صخر الازدى البصري 87 - سعيد بن أبي سعيد العيار</w:t>
      </w:r>
    </w:p>
    <w:p w:rsidR="00BF00C6" w:rsidRDefault="00481D79" w:rsidP="00BF00C6">
      <w:pPr>
        <w:pStyle w:val="libNormal"/>
        <w:rPr>
          <w:rFonts w:hint="cs"/>
          <w:rtl/>
        </w:rPr>
      </w:pPr>
      <w:r w:rsidRPr="00481D79">
        <w:rPr>
          <w:rtl/>
        </w:rPr>
        <w:t>88 - أحمد بن إسماعيل بن أبي عيسى 89 - أبوعبدالله محمد بن محمد بن حفظة 90 - السيد أبوطالب يحيى بن الحسين الحسني الزيدي91 - أبوناجب محمد بن إسماعيل الاسترآبادي</w:t>
      </w:r>
    </w:p>
    <w:p w:rsidR="00BF00C6" w:rsidRDefault="00481D79" w:rsidP="00BF00C6">
      <w:pPr>
        <w:pStyle w:val="libNormal"/>
        <w:rPr>
          <w:rFonts w:hint="cs"/>
          <w:rtl/>
        </w:rPr>
      </w:pPr>
      <w:r w:rsidRPr="00481D79">
        <w:rPr>
          <w:rtl/>
        </w:rPr>
        <w:t>92 - أبوبكر الجلاب 93 - حمزة بن فضالة الهروي 94 - علي بن محمد بن أبي الاسود الوراق البخاري 95 - الحافظ أبونعيم الاصفهاني</w:t>
      </w:r>
    </w:p>
    <w:p w:rsidR="00481D79" w:rsidRPr="00481D79" w:rsidRDefault="00481D79" w:rsidP="00BF00C6">
      <w:pPr>
        <w:pStyle w:val="libNormal"/>
        <w:rPr>
          <w:rtl/>
        </w:rPr>
      </w:pPr>
      <w:r w:rsidRPr="00481D79">
        <w:rPr>
          <w:rtl/>
        </w:rPr>
        <w:t>96 - سعيد بن أحمد النيسابوري 97 - أبوالحسن علي بن عبدالله الطيسفوني 98 - كتاب الخليل الحافظ</w:t>
      </w:r>
    </w:p>
    <w:p w:rsidR="00481D79" w:rsidRDefault="00481D79" w:rsidP="00481D79">
      <w:pPr>
        <w:pStyle w:val="libNormal"/>
        <w:rPr>
          <w:rtl/>
        </w:rPr>
      </w:pPr>
      <w:r>
        <w:rPr>
          <w:rtl/>
        </w:rPr>
        <w:br w:type="page"/>
      </w:r>
    </w:p>
    <w:p w:rsidR="00481D79" w:rsidRPr="00481D79" w:rsidRDefault="00481D79" w:rsidP="00481D79">
      <w:pPr>
        <w:pStyle w:val="libNormal"/>
        <w:rPr>
          <w:rtl/>
        </w:rPr>
      </w:pPr>
      <w:r w:rsidRPr="00D11BDC">
        <w:rPr>
          <w:rStyle w:val="libBold2Char"/>
          <w:rtl/>
        </w:rPr>
        <w:lastRenderedPageBreak/>
        <w:t>* (جدول) * الطبقة الخامسة</w:t>
      </w:r>
      <w:r w:rsidRPr="00D11BDC">
        <w:rPr>
          <w:rtl/>
        </w:rPr>
        <w:t xml:space="preserve"> عن " 36 " عدد الرواة: 35 عنهم " 36 "</w:t>
      </w:r>
    </w:p>
    <w:p w:rsidR="00481D79" w:rsidRDefault="00481D79" w:rsidP="00481D79">
      <w:pPr>
        <w:pStyle w:val="libNormal"/>
        <w:rPr>
          <w:rtl/>
        </w:rPr>
      </w:pPr>
      <w:r>
        <w:rPr>
          <w:rtl/>
        </w:rPr>
        <w:br w:type="page"/>
      </w:r>
    </w:p>
    <w:p w:rsidR="00481D79" w:rsidRDefault="00481D79" w:rsidP="00D11BDC">
      <w:pPr>
        <w:pStyle w:val="libBold1"/>
        <w:rPr>
          <w:rtl/>
        </w:rPr>
      </w:pPr>
      <w:r>
        <w:rPr>
          <w:rtl/>
        </w:rPr>
        <w:lastRenderedPageBreak/>
        <w:t>قائمة الاسماء</w:t>
      </w:r>
    </w:p>
    <w:p w:rsidR="00BF00C6" w:rsidRDefault="00481D79" w:rsidP="00BF00C6">
      <w:pPr>
        <w:pStyle w:val="libNormal"/>
        <w:rPr>
          <w:rFonts w:hint="cs"/>
          <w:rtl/>
        </w:rPr>
      </w:pPr>
      <w:r w:rsidRPr="00481D79">
        <w:rPr>
          <w:rtl/>
        </w:rPr>
        <w:t>99 - أبوالمظفر محمد بن أحمد التميمي 100 - عبدالرحمان الريغدموني 101 - الحافظ أبوالحسن علي بن محمد بن محمد الواسطي الجلابي الشافعي المعروف بابن المغازلي</w:t>
      </w:r>
    </w:p>
    <w:p w:rsidR="00BF00C6" w:rsidRDefault="00481D79" w:rsidP="00BF00C6">
      <w:pPr>
        <w:pStyle w:val="libNormal"/>
        <w:rPr>
          <w:rFonts w:hint="cs"/>
          <w:rtl/>
        </w:rPr>
      </w:pPr>
      <w:r w:rsidRPr="00481D79">
        <w:rPr>
          <w:rtl/>
        </w:rPr>
        <w:t>102 - أبوالحسين المبارك بن عبدالجبار بن أحمد الصوفي 103 - إبراهيم بن مخلد الباقرچي 104 - أبوالحسن علي بن عبدالواحد الدينوري 105 - أبوالفضل محمد بن عبدالرحمان بن محمد الحريضي النيسابوري 106 - أبولبيد عبدالرحمان بن أحمد بن محمد بن لبيد</w:t>
      </w:r>
    </w:p>
    <w:p w:rsidR="00BF00C6" w:rsidRDefault="00481D79" w:rsidP="00BF00C6">
      <w:pPr>
        <w:pStyle w:val="libNormal"/>
        <w:rPr>
          <w:rFonts w:hint="cs"/>
          <w:rtl/>
        </w:rPr>
      </w:pPr>
      <w:r w:rsidRPr="00481D79">
        <w:rPr>
          <w:rtl/>
        </w:rPr>
        <w:t>107 - أبوسعيد وجيه بن أبي الطيب المستملي 108 - أبوإسحاق إبراهيم بن محمد الاسرائيلي الابيوردي 109 - الحافظ أحمد بن الحسين البيهقي 110 - أبوالقاسم زاهر بن طاهر الشحامي 111 - أبوعلي الحسن بن أحمد السكاكي 112 - أبوبكر أحمد بن علي بن خلف</w:t>
      </w:r>
    </w:p>
    <w:p w:rsidR="00BF00C6" w:rsidRDefault="00481D79" w:rsidP="00BF00C6">
      <w:pPr>
        <w:pStyle w:val="libNormal"/>
        <w:rPr>
          <w:rFonts w:hint="cs"/>
          <w:rtl/>
        </w:rPr>
      </w:pPr>
      <w:r w:rsidRPr="00481D79">
        <w:rPr>
          <w:rtl/>
        </w:rPr>
        <w:t xml:space="preserve">113 - الشيخ الصدوق </w:t>
      </w:r>
      <w:r w:rsidR="004226A8" w:rsidRPr="004226A8">
        <w:rPr>
          <w:rStyle w:val="libAlaemChar"/>
          <w:rtl/>
        </w:rPr>
        <w:t>رحمه‌الله</w:t>
      </w:r>
      <w:r w:rsidRPr="00481D79">
        <w:rPr>
          <w:rtl/>
        </w:rPr>
        <w:t xml:space="preserve"> 114 - أبوعلي أحمد بن أبي جعفر البيهقي 115 - علي بن أحمد بن علي أميرك الطرايقى 116 - محمد بن جرير بن رستم الطبري</w:t>
      </w:r>
    </w:p>
    <w:p w:rsidR="00BF00C6" w:rsidRDefault="00481D79" w:rsidP="00BF00C6">
      <w:pPr>
        <w:pStyle w:val="libNormal"/>
        <w:rPr>
          <w:rFonts w:hint="cs"/>
          <w:rtl/>
        </w:rPr>
      </w:pPr>
      <w:r w:rsidRPr="00481D79">
        <w:rPr>
          <w:rtl/>
        </w:rPr>
        <w:t>117 - ركن الدين علي بن الحسن بن العباس الصندلي 118 - أبوالحسن علي بن محمد بن علي الحاتمي الزوزني 119 - المفضل الجعفري 120 - أبوإسحاق أحمد بن محمد بن إبراهيم الثعلبي 121 - أبوالقاسم محسن بن عمر الاسكندراني 122 - محمد بن محمد بن يعقوب الكوفي</w:t>
      </w:r>
    </w:p>
    <w:p w:rsidR="00BF00C6" w:rsidRDefault="00481D79" w:rsidP="00BF00C6">
      <w:pPr>
        <w:pStyle w:val="libNormal"/>
        <w:rPr>
          <w:rFonts w:hint="cs"/>
          <w:rtl/>
        </w:rPr>
      </w:pPr>
      <w:r w:rsidRPr="00481D79">
        <w:rPr>
          <w:rtl/>
        </w:rPr>
        <w:t>123 - أبومحمد طاهر بن أحمد بن محمد بن إسماعيل القصري 124 - الشيخ محمد بن علي الكراجكي 125 - أبوعبد الله الحسين بن عبدالملك بن الحسين الخلال 126 - إسماعيل بن أحمد بن إسماعيل 127 - السيد أبوجعفر محمد بن جعفر بن خليفة الحسني</w:t>
      </w:r>
    </w:p>
    <w:p w:rsidR="00BF00C6" w:rsidRDefault="00481D79" w:rsidP="00BF00C6">
      <w:pPr>
        <w:pStyle w:val="libNormal"/>
        <w:rPr>
          <w:rFonts w:hint="cs"/>
          <w:rtl/>
        </w:rPr>
      </w:pPr>
      <w:r w:rsidRPr="00481D79">
        <w:rPr>
          <w:rtl/>
        </w:rPr>
        <w:t>128 - أبوالحسن علي بن أبي طالب أحمد بن القاسم الحسني الآملي الملقب بالمستعين بالله 129 - أبوشجاع شهردار بن شيرويه الديلمي</w:t>
      </w:r>
    </w:p>
    <w:p w:rsidR="00BF00C6" w:rsidRDefault="00481D79" w:rsidP="00BF00C6">
      <w:pPr>
        <w:pStyle w:val="libNormal"/>
        <w:rPr>
          <w:rFonts w:hint="cs"/>
          <w:rtl/>
        </w:rPr>
      </w:pPr>
      <w:r w:rsidRPr="00481D79">
        <w:rPr>
          <w:rtl/>
        </w:rPr>
        <w:t>130 - أحمد بن محمد العاصمي 131 - فاطمة بنت محمد بن أبي سعد البغدادي 132 - أبوالقاسم عبدالرحمان بن محمد بن فوران 133 - أبوعلي الحسن بن أحمد بن الحسن بن محمد الحداد</w:t>
      </w:r>
    </w:p>
    <w:p w:rsidR="00481D79" w:rsidRPr="00481D79" w:rsidRDefault="00481D79" w:rsidP="00BF00C6">
      <w:pPr>
        <w:pStyle w:val="libNormal"/>
        <w:rPr>
          <w:rtl/>
        </w:rPr>
      </w:pPr>
      <w:r w:rsidRPr="00481D79">
        <w:rPr>
          <w:rtl/>
        </w:rPr>
        <w:t>134 - أبونصر محمد بن البيرجندي</w:t>
      </w:r>
    </w:p>
    <w:p w:rsidR="00481D79" w:rsidRDefault="00481D79" w:rsidP="00481D79">
      <w:pPr>
        <w:pStyle w:val="libNormal"/>
        <w:rPr>
          <w:rtl/>
        </w:rPr>
      </w:pPr>
      <w:r>
        <w:rPr>
          <w:rtl/>
        </w:rPr>
        <w:br w:type="page"/>
      </w:r>
    </w:p>
    <w:p w:rsidR="00481D79" w:rsidRPr="00481D79" w:rsidRDefault="00481D79" w:rsidP="00481D79">
      <w:pPr>
        <w:pStyle w:val="libNormal"/>
        <w:rPr>
          <w:rtl/>
        </w:rPr>
      </w:pPr>
      <w:r w:rsidRPr="00D11BDC">
        <w:rPr>
          <w:rStyle w:val="libBold2Char"/>
          <w:rtl/>
        </w:rPr>
        <w:lastRenderedPageBreak/>
        <w:t>* (جدول) * الطبقة السادسة</w:t>
      </w:r>
      <w:r w:rsidRPr="00D11BDC">
        <w:rPr>
          <w:rtl/>
        </w:rPr>
        <w:t xml:space="preserve"> عن " 28 " عدد الرواة: 36 عنهم " 45 "</w:t>
      </w:r>
    </w:p>
    <w:p w:rsidR="00481D79" w:rsidRDefault="00481D79" w:rsidP="00481D79">
      <w:pPr>
        <w:pStyle w:val="libNormal"/>
        <w:rPr>
          <w:rtl/>
        </w:rPr>
      </w:pPr>
      <w:r>
        <w:rPr>
          <w:rtl/>
        </w:rPr>
        <w:br w:type="page"/>
      </w:r>
    </w:p>
    <w:p w:rsidR="00481D79" w:rsidRDefault="00481D79" w:rsidP="00D11BDC">
      <w:pPr>
        <w:pStyle w:val="libBold1"/>
        <w:rPr>
          <w:rtl/>
        </w:rPr>
      </w:pPr>
      <w:r>
        <w:rPr>
          <w:rtl/>
        </w:rPr>
        <w:lastRenderedPageBreak/>
        <w:t>قائمة الاسماء</w:t>
      </w:r>
    </w:p>
    <w:p w:rsidR="00BF00C6" w:rsidRDefault="00481D79" w:rsidP="00BF00C6">
      <w:pPr>
        <w:pStyle w:val="libNormal"/>
        <w:rPr>
          <w:rFonts w:hint="cs"/>
          <w:rtl/>
        </w:rPr>
      </w:pPr>
      <w:r w:rsidRPr="00481D79">
        <w:rPr>
          <w:rtl/>
        </w:rPr>
        <w:t>135 - القاضي أحمد بن عبدالرحمان الريغدموني 136 - أبوبكر عبدالله بن محمد بن أحمد بن المنصور 137 - أبوالحسين محمد بن إسحاق</w:t>
      </w:r>
    </w:p>
    <w:p w:rsidR="00BF00C6" w:rsidRDefault="00481D79" w:rsidP="00BF00C6">
      <w:pPr>
        <w:pStyle w:val="libNormal"/>
        <w:rPr>
          <w:rFonts w:hint="cs"/>
          <w:rtl/>
        </w:rPr>
      </w:pPr>
      <w:r w:rsidRPr="00481D79">
        <w:rPr>
          <w:rtl/>
        </w:rPr>
        <w:t>138 - الحافظ ابن عساكر الشافعي 139 - أبوالمحاسن عبدالواحد بن إسماعيل الروياني 140 - أبوالمحاسن أحمد بن عبدالرحمان البيدي 141 - أبوسعيد مسعود بن ناصر بن أبي زيد السجستاني</w:t>
      </w:r>
    </w:p>
    <w:p w:rsidR="00BF00C6" w:rsidRDefault="00481D79" w:rsidP="00BF00C6">
      <w:pPr>
        <w:pStyle w:val="libNormal"/>
        <w:rPr>
          <w:rFonts w:hint="cs"/>
          <w:rtl/>
        </w:rPr>
      </w:pPr>
      <w:r w:rsidRPr="00481D79">
        <w:rPr>
          <w:rtl/>
        </w:rPr>
        <w:t>142 - الحسين بن الحسن بن زيد الحسيني الجرجاني 143 - شيخ القضاة إسماعيل بن أحمد بن الحسين البيهقي 144 - عبد الوهاب بن إسماعيل بن عمر الصيرفي</w:t>
      </w:r>
    </w:p>
    <w:p w:rsidR="00BF00C6" w:rsidRDefault="00481D79" w:rsidP="00BF00C6">
      <w:pPr>
        <w:pStyle w:val="libNormal"/>
        <w:rPr>
          <w:rFonts w:hint="cs"/>
          <w:rtl/>
        </w:rPr>
      </w:pPr>
      <w:r w:rsidRPr="00481D79">
        <w:rPr>
          <w:rtl/>
        </w:rPr>
        <w:t>145 - أبوروح عبد المعز بن محمد بن أبي الفضل الهروي 146 - المؤيد بن محمد بن علي 147 - أم المؤيد زينب بنت عبدالرحمان بن الحسن الجرجاني 148 - عمر بن محمد بن طبرزد الدارفري 149 - سراج الدين أبوبكر عبدالله بن إبراهيم السجادي القزويني 150 - عز الدين عبدالرحمان بن المعالي الواريني 151 - عبد الغافر بن إسماعيل بن عبد الغافر الفارسي</w:t>
      </w:r>
    </w:p>
    <w:p w:rsidR="00BF00C6" w:rsidRDefault="00481D79" w:rsidP="00BF00C6">
      <w:pPr>
        <w:pStyle w:val="libNormal"/>
        <w:rPr>
          <w:rFonts w:hint="cs"/>
          <w:rtl/>
        </w:rPr>
      </w:pPr>
      <w:r w:rsidRPr="00481D79">
        <w:rPr>
          <w:rtl/>
        </w:rPr>
        <w:t>152 - الحسن بن محمد بن عباس الراسمي 153 - الشيخ المفيد محمد بن محمد بن النعمان 154 - محمد بن العباس الدوريستي 155 - شيخ الطائفة الطوسي</w:t>
      </w:r>
    </w:p>
    <w:p w:rsidR="00BF00C6" w:rsidRDefault="00481D79" w:rsidP="00BF00C6">
      <w:pPr>
        <w:pStyle w:val="libNormal"/>
        <w:rPr>
          <w:rFonts w:hint="cs"/>
          <w:rtl/>
        </w:rPr>
      </w:pPr>
      <w:r w:rsidRPr="00481D79">
        <w:rPr>
          <w:rtl/>
        </w:rPr>
        <w:t>156 - أبوالفضل عبدالجبار بن الحسين بن محمد الزبربري 157 - أبوالمعالي الحسين بن عبدالله بن أحمد البزاز 158 - أبوالفتح عبدالله بن عبدالكريم بن هوازن القشيري</w:t>
      </w:r>
    </w:p>
    <w:p w:rsidR="00BF00C6" w:rsidRDefault="00481D79" w:rsidP="00BF00C6">
      <w:pPr>
        <w:pStyle w:val="libNormal"/>
        <w:rPr>
          <w:rFonts w:hint="cs"/>
          <w:rtl/>
        </w:rPr>
      </w:pPr>
      <w:r w:rsidRPr="00481D79">
        <w:rPr>
          <w:rtl/>
        </w:rPr>
        <w:t>159 - أبوالفتح بن عبدالله 160 - يحيى بن محمد الاصفهاني 161 - القاضي أبوسعيد محمد بن سعيد الفرخزادي 162 - الحسن بن علي بن الحسن المكى</w:t>
      </w:r>
    </w:p>
    <w:p w:rsidR="00BF00C6" w:rsidRDefault="00481D79" w:rsidP="00BF00C6">
      <w:pPr>
        <w:pStyle w:val="libNormal"/>
        <w:rPr>
          <w:rFonts w:hint="cs"/>
          <w:rtl/>
        </w:rPr>
      </w:pPr>
      <w:r w:rsidRPr="00481D79">
        <w:rPr>
          <w:rtl/>
        </w:rPr>
        <w:t>163 - أبوعبدالله محمد بن أحمد بن شهريار الخازن 164 - أبوالوزير أحمد بن بابا بن بشار الحامدي الابهري 165 - أبوالرضا فضل الله الراوندي</w:t>
      </w:r>
    </w:p>
    <w:p w:rsidR="00BF00C6" w:rsidRDefault="00481D79" w:rsidP="00BF00C6">
      <w:pPr>
        <w:pStyle w:val="libNormal"/>
        <w:rPr>
          <w:rFonts w:hint="cs"/>
          <w:rtl/>
        </w:rPr>
      </w:pPr>
      <w:r w:rsidRPr="00481D79">
        <w:rPr>
          <w:rtl/>
        </w:rPr>
        <w:t>166 - علي بن محمد بن إبراهيم الخباز الازجي 167 - أبوالفتح عبدالله بن إسماعيل بن أحمد الحلبي</w:t>
      </w:r>
    </w:p>
    <w:p w:rsidR="00481D79" w:rsidRPr="00481D79" w:rsidRDefault="00481D79" w:rsidP="00BF00C6">
      <w:pPr>
        <w:pStyle w:val="libNormal"/>
        <w:rPr>
          <w:rtl/>
        </w:rPr>
      </w:pPr>
      <w:r w:rsidRPr="00481D79">
        <w:rPr>
          <w:rtl/>
        </w:rPr>
        <w:t>168 - أبوالحسن علي بن محمد بن جعفر الحسني النقيب 169 - رقية بنت معمر بن عبدالواحد</w:t>
      </w:r>
    </w:p>
    <w:p w:rsidR="00481D79" w:rsidRDefault="00481D79" w:rsidP="00481D79">
      <w:pPr>
        <w:pStyle w:val="libNormal"/>
        <w:rPr>
          <w:rtl/>
        </w:rPr>
      </w:pPr>
      <w:r>
        <w:rPr>
          <w:rtl/>
        </w:rPr>
        <w:br w:type="page"/>
      </w:r>
    </w:p>
    <w:p w:rsidR="00481D79" w:rsidRPr="00481D79" w:rsidRDefault="00481D79" w:rsidP="00481D79">
      <w:pPr>
        <w:pStyle w:val="libNormal"/>
        <w:rPr>
          <w:rtl/>
        </w:rPr>
      </w:pPr>
      <w:r w:rsidRPr="00D11BDC">
        <w:rPr>
          <w:rStyle w:val="libBold2Char"/>
          <w:rtl/>
        </w:rPr>
        <w:lastRenderedPageBreak/>
        <w:t>* (جدول) * الطبقة السابعة</w:t>
      </w:r>
      <w:r w:rsidRPr="00D11BDC">
        <w:rPr>
          <w:rtl/>
        </w:rPr>
        <w:t xml:space="preserve"> عن " 34 " عدد الرواة: 45 عنهم " 25 "</w:t>
      </w:r>
    </w:p>
    <w:p w:rsidR="00481D79" w:rsidRDefault="00481D79" w:rsidP="00481D79">
      <w:pPr>
        <w:pStyle w:val="libNormal"/>
        <w:rPr>
          <w:rtl/>
        </w:rPr>
      </w:pPr>
      <w:r>
        <w:rPr>
          <w:rtl/>
        </w:rPr>
        <w:br w:type="page"/>
      </w:r>
    </w:p>
    <w:p w:rsidR="00BF00C6" w:rsidRDefault="00481D79" w:rsidP="00BF00C6">
      <w:pPr>
        <w:pStyle w:val="libNormal"/>
        <w:rPr>
          <w:rFonts w:hint="cs"/>
          <w:rtl/>
        </w:rPr>
      </w:pPr>
      <w:r w:rsidRPr="00481D79">
        <w:rPr>
          <w:rtl/>
        </w:rPr>
        <w:lastRenderedPageBreak/>
        <w:t>170 - أحمد بن محمد بن النصر الكهنالار 171 - عين الائمة أبوالحسن علي بن أحمد الكرباسي 172 - السيد علي بن أحمد بن محمد بن عمر العلوي</w:t>
      </w:r>
    </w:p>
    <w:p w:rsidR="00BF00C6" w:rsidRDefault="00481D79" w:rsidP="00BF00C6">
      <w:pPr>
        <w:pStyle w:val="libNormal"/>
        <w:rPr>
          <w:rFonts w:hint="cs"/>
          <w:rtl/>
        </w:rPr>
      </w:pPr>
      <w:r w:rsidRPr="00481D79">
        <w:rPr>
          <w:rtl/>
        </w:rPr>
        <w:t>173 - الحافظ أبوبكر محمد بن عبدالله الزعفراني 174 - تاج الدين عبدالله بن عمر بن علي بن حمويه 175 - نجيم الدين التبريزي 176 - صدر الدين إبراهيم بن محمد بن المؤيد الحموي</w:t>
      </w:r>
    </w:p>
    <w:p w:rsidR="00BF00C6" w:rsidRDefault="00481D79" w:rsidP="00BF00C6">
      <w:pPr>
        <w:pStyle w:val="libNormal"/>
        <w:rPr>
          <w:rFonts w:hint="cs"/>
          <w:rtl/>
        </w:rPr>
      </w:pPr>
      <w:r w:rsidRPr="00481D79">
        <w:rPr>
          <w:rtl/>
        </w:rPr>
        <w:t>177 - عبدالرحيم بن المظفر بن عبدالرحيم الحمدوني 178 - باسناده عن بعض شيوخه إلى 179 - الفضل بن محمد بن إبراهيم الزيادي 180 - الحسن بن أبي حنيفة الجمشادي 181 - أبوالحسن علي بن أحمد العاصمي 182 - معين الدين عبدالله بن علي بن محمد بن حمويه</w:t>
      </w:r>
    </w:p>
    <w:p w:rsidR="00BF00C6" w:rsidRDefault="00481D79" w:rsidP="00BF00C6">
      <w:pPr>
        <w:pStyle w:val="libNormal"/>
        <w:rPr>
          <w:rFonts w:hint="cs"/>
          <w:rtl/>
        </w:rPr>
      </w:pPr>
      <w:r w:rsidRPr="00481D79">
        <w:rPr>
          <w:rtl/>
        </w:rPr>
        <w:t>183 - تاج الدين علي بن انجب بن عبيد الله الخازن 184 - امين الدين أبواليمن عبدالصمد بن عبدالوهاب بن الحسن بن عساكر. 185 - شرف الدين أحمد بن هبة الله بن أحمد الشافعي 186 - محي الدين أبوالخير بن الشهاب بن أبي الثناء الحنفي</w:t>
      </w:r>
    </w:p>
    <w:p w:rsidR="00BF00C6" w:rsidRDefault="00481D79" w:rsidP="00BF00C6">
      <w:pPr>
        <w:pStyle w:val="libNormal"/>
        <w:rPr>
          <w:rFonts w:hint="cs"/>
          <w:rtl/>
        </w:rPr>
      </w:pPr>
      <w:r w:rsidRPr="00481D79">
        <w:rPr>
          <w:rtl/>
        </w:rPr>
        <w:t>187 - كتاب القاضي أبوالقاسم محمد بن أبي الفضل. 188 - مجد الدين أبوالفضل بن الشهاب بن أبي الثناء الحنفي 189 - فخر الدين أبوالحسن علي بن أحمد بن عبد الواحد المقدسي 190 - بدر الدين محمد بن عبدالرزاق بن أبي بكر 191 - إمام الدين يحيى بن الحسين بن عبدالكريم</w:t>
      </w:r>
    </w:p>
    <w:p w:rsidR="00BF00C6" w:rsidRDefault="00481D79" w:rsidP="00BF00C6">
      <w:pPr>
        <w:pStyle w:val="libNormal"/>
        <w:rPr>
          <w:rFonts w:hint="cs"/>
          <w:rtl/>
        </w:rPr>
      </w:pPr>
      <w:r w:rsidRPr="00481D79">
        <w:rPr>
          <w:rtl/>
        </w:rPr>
        <w:t>192 - عبدالغفار بن عبدالكريم بن عبد الغفار 193 - أحمد بن محمد بن محمد بن مذكويه 194 - علاء الدين محمد بن أبي بكر بن محمد الطاووسي 195 - محمود بن إبراهيم 196 - جعفر بن محمد بن العباس الدوريستي 197 - الشيخ أبوعلي الحسن بن علي بن أبي طالب الفرزادي المعروف بهاموسة 198 - الشيخ أبوعلي بن شيخ الطائفة الطوسي 199 - الحافظ موفق بن أحمد الخوارزمي الحنفي</w:t>
      </w:r>
    </w:p>
    <w:p w:rsidR="00BF00C6" w:rsidRDefault="00481D79" w:rsidP="00BF00C6">
      <w:pPr>
        <w:pStyle w:val="libNormal"/>
        <w:rPr>
          <w:rFonts w:hint="cs"/>
          <w:rtl/>
        </w:rPr>
      </w:pPr>
      <w:r w:rsidRPr="00481D79">
        <w:rPr>
          <w:rtl/>
        </w:rPr>
        <w:t>200 - الشيخ أبوالفضل بن الحسن الطبرسي 201 - محمد بن محمد بن الحسين المرزباني القمي 202 - أحمد بن أحمد بن محمد البلخي 203 - أبومحمد بن محمد بن المنتصر بن أحمد المتولي 204 - أبوسعيد ناصر بن سهل بن أحمد البغدادي 205 - أبومحمد عبد الساتر بن عبيد الله بن علي القينسي 206 - محمد بن أبي القاسم الطبري 207 - أحمد بن محمد بن أميرة بن وحوان الحلبي</w:t>
      </w:r>
    </w:p>
    <w:p w:rsidR="00BF00C6" w:rsidRDefault="00481D79" w:rsidP="00BF00C6">
      <w:pPr>
        <w:pStyle w:val="libNormal"/>
        <w:rPr>
          <w:rFonts w:hint="cs"/>
          <w:rtl/>
        </w:rPr>
      </w:pPr>
      <w:r w:rsidRPr="00481D79">
        <w:rPr>
          <w:rtl/>
        </w:rPr>
        <w:t>208 - محمد بن الفضل بن عبدالكريم القزويني 209 - أبوعلي الحسن بن طارق الحلبي 210 - عبدالرحمان بن محمد بن عبد السميع الهاشمي الواسطي 211 - القاضي علي بن عبدالله بن محمد بن أبي جرادة 212 - فخر الدين أبوالحسين زيد بن الحسن بن علي</w:t>
      </w:r>
    </w:p>
    <w:p w:rsidR="00481D79" w:rsidRPr="00481D79" w:rsidRDefault="00481D79" w:rsidP="00BF00C6">
      <w:pPr>
        <w:pStyle w:val="libNormal"/>
        <w:rPr>
          <w:rtl/>
        </w:rPr>
      </w:pPr>
      <w:r w:rsidRPr="00481D79">
        <w:rPr>
          <w:rtl/>
        </w:rPr>
        <w:t>213 - عبدالمجيد بن عبدالغفار بن أبي سعيد الاسترابادي الزيدي 214 - الشيخ محب الدين محمد بن محمود البغدادي المعروف بابن النجار</w:t>
      </w:r>
    </w:p>
    <w:p w:rsidR="00481D79" w:rsidRDefault="00481D79" w:rsidP="00481D79">
      <w:pPr>
        <w:pStyle w:val="libNormal"/>
        <w:rPr>
          <w:rtl/>
        </w:rPr>
      </w:pPr>
      <w:r>
        <w:rPr>
          <w:rtl/>
        </w:rPr>
        <w:br w:type="page"/>
      </w:r>
    </w:p>
    <w:p w:rsidR="00481D79" w:rsidRPr="00481D79" w:rsidRDefault="00481D79" w:rsidP="00481D79">
      <w:pPr>
        <w:pStyle w:val="libNormal"/>
        <w:rPr>
          <w:rtl/>
        </w:rPr>
      </w:pPr>
      <w:r w:rsidRPr="00D11BDC">
        <w:rPr>
          <w:rStyle w:val="libBold2Char"/>
          <w:rtl/>
        </w:rPr>
        <w:lastRenderedPageBreak/>
        <w:t>* (جدول) * الطبقة الثامنة</w:t>
      </w:r>
      <w:r w:rsidRPr="00481D79">
        <w:rPr>
          <w:rtl/>
        </w:rPr>
        <w:t xml:space="preserve"> </w:t>
      </w:r>
      <w:r w:rsidRPr="00D11BDC">
        <w:rPr>
          <w:rtl/>
        </w:rPr>
        <w:t>عن " 21 " عدد الرواة: 24 عنهم " 16 "</w:t>
      </w:r>
    </w:p>
    <w:p w:rsidR="00481D79" w:rsidRDefault="00481D79" w:rsidP="00481D79">
      <w:pPr>
        <w:pStyle w:val="libNormal"/>
        <w:rPr>
          <w:rtl/>
        </w:rPr>
      </w:pPr>
      <w:r>
        <w:rPr>
          <w:rtl/>
        </w:rPr>
        <w:br w:type="page"/>
      </w:r>
    </w:p>
    <w:p w:rsidR="00481D79" w:rsidRDefault="00481D79" w:rsidP="00D11BDC">
      <w:pPr>
        <w:pStyle w:val="libBold1"/>
        <w:rPr>
          <w:rtl/>
        </w:rPr>
      </w:pPr>
      <w:r>
        <w:rPr>
          <w:rtl/>
        </w:rPr>
        <w:lastRenderedPageBreak/>
        <w:t>قائمة الاسماء</w:t>
      </w:r>
    </w:p>
    <w:p w:rsidR="00BF00C6" w:rsidRDefault="00481D79" w:rsidP="00BF00C6">
      <w:pPr>
        <w:pStyle w:val="libNormal"/>
        <w:rPr>
          <w:rFonts w:hint="cs"/>
          <w:rtl/>
        </w:rPr>
      </w:pPr>
      <w:r w:rsidRPr="00481D79">
        <w:rPr>
          <w:rtl/>
        </w:rPr>
        <w:t>215 - أبوبكر بن أحمد بن محمد الكهنالار</w:t>
      </w:r>
    </w:p>
    <w:p w:rsidR="00BF00C6" w:rsidRDefault="00481D79" w:rsidP="00BF00C6">
      <w:pPr>
        <w:pStyle w:val="libNormal"/>
        <w:rPr>
          <w:rFonts w:hint="cs"/>
          <w:rtl/>
        </w:rPr>
      </w:pPr>
      <w:r w:rsidRPr="00481D79">
        <w:rPr>
          <w:rtl/>
        </w:rPr>
        <w:t>216 - عبدالحميد بن التقي النسابة</w:t>
      </w:r>
    </w:p>
    <w:p w:rsidR="00BF00C6" w:rsidRDefault="00481D79" w:rsidP="00BF00C6">
      <w:pPr>
        <w:pStyle w:val="libNormal"/>
        <w:rPr>
          <w:rFonts w:hint="cs"/>
          <w:rtl/>
        </w:rPr>
      </w:pPr>
      <w:r w:rsidRPr="00481D79">
        <w:rPr>
          <w:rtl/>
        </w:rPr>
        <w:t>217 - الحافظ أبوعبدالله محمد بن يوسف الكنجي الشافعي</w:t>
      </w:r>
    </w:p>
    <w:p w:rsidR="00BF00C6" w:rsidRDefault="00481D79" w:rsidP="00BF00C6">
      <w:pPr>
        <w:pStyle w:val="libNormal"/>
        <w:rPr>
          <w:rFonts w:hint="cs"/>
          <w:rtl/>
        </w:rPr>
      </w:pPr>
      <w:r w:rsidRPr="00481D79">
        <w:rPr>
          <w:rtl/>
        </w:rPr>
        <w:t>218 - غياث الدين هبة الله بن يوسف الحموي</w:t>
      </w:r>
    </w:p>
    <w:p w:rsidR="00BF00C6" w:rsidRDefault="00481D79" w:rsidP="00BF00C6">
      <w:pPr>
        <w:pStyle w:val="libNormal"/>
        <w:rPr>
          <w:rFonts w:hint="cs"/>
          <w:rtl/>
        </w:rPr>
      </w:pPr>
      <w:r w:rsidRPr="00481D79">
        <w:rPr>
          <w:rtl/>
        </w:rPr>
        <w:t>219 - رضاء الدين إبراهيم بن محمد الطبري</w:t>
      </w:r>
    </w:p>
    <w:p w:rsidR="00BF00C6" w:rsidRDefault="00481D79" w:rsidP="00BF00C6">
      <w:pPr>
        <w:pStyle w:val="libNormal"/>
        <w:rPr>
          <w:rFonts w:hint="cs"/>
          <w:rtl/>
        </w:rPr>
      </w:pPr>
      <w:r w:rsidRPr="00481D79">
        <w:rPr>
          <w:rtl/>
        </w:rPr>
        <w:t>220 - أبوبكر محمود بن علي بن محمد السرخسي</w:t>
      </w:r>
    </w:p>
    <w:p w:rsidR="00BF00C6" w:rsidRDefault="00481D79" w:rsidP="00BF00C6">
      <w:pPr>
        <w:pStyle w:val="libNormal"/>
        <w:rPr>
          <w:rFonts w:hint="cs"/>
          <w:rtl/>
        </w:rPr>
      </w:pPr>
      <w:r w:rsidRPr="00481D79">
        <w:rPr>
          <w:rtl/>
        </w:rPr>
        <w:t>221 - أبومحمد عبد الله بن حمزة بن أبي النجم</w:t>
      </w:r>
    </w:p>
    <w:p w:rsidR="00BF00C6" w:rsidRDefault="00481D79" w:rsidP="00BF00C6">
      <w:pPr>
        <w:pStyle w:val="libNormal"/>
        <w:rPr>
          <w:rFonts w:hint="cs"/>
          <w:rtl/>
        </w:rPr>
      </w:pPr>
      <w:r w:rsidRPr="00481D79">
        <w:rPr>
          <w:rtl/>
        </w:rPr>
        <w:t>222 - أبوسعيد محمد بن أحمد بن عبدالصمد بن حمويه الجويني</w:t>
      </w:r>
    </w:p>
    <w:p w:rsidR="00BF00C6" w:rsidRDefault="00481D79" w:rsidP="00BF00C6">
      <w:pPr>
        <w:pStyle w:val="libNormal"/>
        <w:rPr>
          <w:rFonts w:hint="cs"/>
          <w:rtl/>
        </w:rPr>
      </w:pPr>
      <w:r w:rsidRPr="00481D79">
        <w:rPr>
          <w:rtl/>
        </w:rPr>
        <w:t>223 - بهاء الدين أبومحمد الحسن بن مودود الحسني التبريزي</w:t>
      </w:r>
    </w:p>
    <w:p w:rsidR="00BF00C6" w:rsidRDefault="00481D79" w:rsidP="00BF00C6">
      <w:pPr>
        <w:pStyle w:val="libNormal"/>
        <w:rPr>
          <w:rFonts w:hint="cs"/>
          <w:rtl/>
        </w:rPr>
      </w:pPr>
      <w:r w:rsidRPr="00481D79">
        <w:rPr>
          <w:rtl/>
        </w:rPr>
        <w:t>224 - سليمان بن حمزة</w:t>
      </w:r>
    </w:p>
    <w:p w:rsidR="00BF00C6" w:rsidRDefault="00481D79" w:rsidP="00BF00C6">
      <w:pPr>
        <w:pStyle w:val="libNormal"/>
        <w:rPr>
          <w:rFonts w:hint="cs"/>
          <w:rtl/>
        </w:rPr>
      </w:pPr>
      <w:r w:rsidRPr="00481D79">
        <w:rPr>
          <w:rtl/>
        </w:rPr>
        <w:t>225 - أبوالبركات محمد بن إسماعيل المشهدي</w:t>
      </w:r>
    </w:p>
    <w:p w:rsidR="00BF00C6" w:rsidRDefault="00481D79" w:rsidP="00BF00C6">
      <w:pPr>
        <w:pStyle w:val="libNormal"/>
        <w:rPr>
          <w:rFonts w:hint="cs"/>
          <w:rtl/>
        </w:rPr>
      </w:pPr>
      <w:r w:rsidRPr="00481D79">
        <w:rPr>
          <w:rtl/>
        </w:rPr>
        <w:t>226 - السيد المرتضي بن الداعي الحسني</w:t>
      </w:r>
    </w:p>
    <w:p w:rsidR="00BF00C6" w:rsidRDefault="00481D79" w:rsidP="00BF00C6">
      <w:pPr>
        <w:pStyle w:val="libNormal"/>
        <w:rPr>
          <w:rFonts w:hint="cs"/>
          <w:rtl/>
        </w:rPr>
      </w:pPr>
      <w:r w:rsidRPr="00481D79">
        <w:rPr>
          <w:rtl/>
        </w:rPr>
        <w:t>227 - السيد المجتبى بن الداعي الحسني</w:t>
      </w:r>
    </w:p>
    <w:p w:rsidR="00BF00C6" w:rsidRDefault="00481D79" w:rsidP="00BF00C6">
      <w:pPr>
        <w:pStyle w:val="libNormal"/>
        <w:rPr>
          <w:rFonts w:hint="cs"/>
          <w:rtl/>
        </w:rPr>
      </w:pPr>
      <w:r w:rsidRPr="00481D79">
        <w:rPr>
          <w:rtl/>
        </w:rPr>
        <w:t>228 - أبو القاسم بن كميح؟؟</w:t>
      </w:r>
    </w:p>
    <w:p w:rsidR="00BF00C6" w:rsidRDefault="00481D79" w:rsidP="00BF00C6">
      <w:pPr>
        <w:pStyle w:val="libNormal"/>
        <w:rPr>
          <w:rFonts w:hint="cs"/>
          <w:rtl/>
        </w:rPr>
      </w:pPr>
      <w:r w:rsidRPr="00481D79">
        <w:rPr>
          <w:rtl/>
        </w:rPr>
        <w:t>229 - أبوجعفر بن كميح؟؟</w:t>
      </w:r>
    </w:p>
    <w:p w:rsidR="00BF00C6" w:rsidRDefault="00481D79" w:rsidP="00BF00C6">
      <w:pPr>
        <w:pStyle w:val="libNormal"/>
        <w:rPr>
          <w:rFonts w:hint="cs"/>
          <w:rtl/>
        </w:rPr>
      </w:pPr>
      <w:r w:rsidRPr="00481D79">
        <w:rPr>
          <w:rtl/>
        </w:rPr>
        <w:t>230 - إلياس بن هشام الحائري</w:t>
      </w:r>
    </w:p>
    <w:p w:rsidR="00BF00C6" w:rsidRDefault="00481D79" w:rsidP="00BF00C6">
      <w:pPr>
        <w:pStyle w:val="libNormal"/>
        <w:rPr>
          <w:rFonts w:hint="cs"/>
          <w:rtl/>
        </w:rPr>
      </w:pPr>
      <w:r w:rsidRPr="00481D79">
        <w:rPr>
          <w:rtl/>
        </w:rPr>
        <w:t>231 - محمد بن أحمد الارغياني</w:t>
      </w:r>
    </w:p>
    <w:p w:rsidR="00BF00C6" w:rsidRDefault="00481D79" w:rsidP="00BF00C6">
      <w:pPr>
        <w:pStyle w:val="libNormal"/>
        <w:rPr>
          <w:rFonts w:hint="cs"/>
          <w:rtl/>
        </w:rPr>
      </w:pPr>
      <w:r w:rsidRPr="00481D79">
        <w:rPr>
          <w:rtl/>
        </w:rPr>
        <w:t>232 - رضي الدين إسماعيل بن يوسف الطالقاني</w:t>
      </w:r>
    </w:p>
    <w:p w:rsidR="00BF00C6" w:rsidRDefault="00481D79" w:rsidP="00BF00C6">
      <w:pPr>
        <w:pStyle w:val="libNormal"/>
        <w:rPr>
          <w:rFonts w:hint="cs"/>
          <w:rtl/>
        </w:rPr>
      </w:pPr>
      <w:r w:rsidRPr="00481D79">
        <w:rPr>
          <w:rtl/>
        </w:rPr>
        <w:t>233 - الخطيب أبومحمد الحسن</w:t>
      </w:r>
    </w:p>
    <w:p w:rsidR="00BF00C6" w:rsidRDefault="00481D79" w:rsidP="00BF00C6">
      <w:pPr>
        <w:pStyle w:val="libNormal"/>
        <w:rPr>
          <w:rFonts w:hint="cs"/>
          <w:rtl/>
        </w:rPr>
      </w:pPr>
      <w:r w:rsidRPr="00481D79">
        <w:rPr>
          <w:rtl/>
        </w:rPr>
        <w:t>234 - السيد عز الدين أبوالمكارم حمزة بن علي بن زهرة الحسيني</w:t>
      </w:r>
    </w:p>
    <w:p w:rsidR="00BF00C6" w:rsidRDefault="00481D79" w:rsidP="00BF00C6">
      <w:pPr>
        <w:pStyle w:val="libNormal"/>
        <w:rPr>
          <w:rFonts w:hint="cs"/>
          <w:rtl/>
        </w:rPr>
      </w:pPr>
      <w:r w:rsidRPr="00481D79">
        <w:rPr>
          <w:rtl/>
        </w:rPr>
        <w:t>235 - عز الدين محمد بن الحسن الحسيني</w:t>
      </w:r>
    </w:p>
    <w:p w:rsidR="00BF00C6" w:rsidRDefault="00481D79" w:rsidP="00BF00C6">
      <w:pPr>
        <w:pStyle w:val="libNormal"/>
        <w:rPr>
          <w:rFonts w:hint="cs"/>
          <w:rtl/>
        </w:rPr>
      </w:pPr>
      <w:r w:rsidRPr="00481D79">
        <w:rPr>
          <w:rtl/>
        </w:rPr>
        <w:t>236 - السيد أبوعلي فخار بن معد الموسوي</w:t>
      </w:r>
    </w:p>
    <w:p w:rsidR="00BF00C6" w:rsidRDefault="00481D79" w:rsidP="00BF00C6">
      <w:pPr>
        <w:pStyle w:val="libNormal"/>
        <w:rPr>
          <w:rFonts w:hint="cs"/>
          <w:rtl/>
        </w:rPr>
      </w:pPr>
      <w:r w:rsidRPr="00481D79">
        <w:rPr>
          <w:rtl/>
        </w:rPr>
        <w:t>237 - أبوطالب أحمد بن محمد بن جعفر الحسيني</w:t>
      </w:r>
    </w:p>
    <w:p w:rsidR="00481D79" w:rsidRPr="00481D79" w:rsidRDefault="00481D79" w:rsidP="00BF00C6">
      <w:pPr>
        <w:pStyle w:val="libNormal"/>
        <w:rPr>
          <w:rtl/>
        </w:rPr>
      </w:pPr>
      <w:r w:rsidRPr="00481D79">
        <w:rPr>
          <w:rtl/>
        </w:rPr>
        <w:t>238 - القاضي أحمد بن أبي الحسن الكنجي</w:t>
      </w:r>
    </w:p>
    <w:p w:rsidR="00481D79" w:rsidRDefault="00481D79" w:rsidP="00481D79">
      <w:pPr>
        <w:pStyle w:val="libNormal"/>
        <w:rPr>
          <w:rtl/>
        </w:rPr>
      </w:pPr>
      <w:r>
        <w:rPr>
          <w:rtl/>
        </w:rPr>
        <w:br w:type="page"/>
      </w:r>
    </w:p>
    <w:p w:rsidR="00481D79" w:rsidRPr="00481D79" w:rsidRDefault="00481D79" w:rsidP="00481D79">
      <w:pPr>
        <w:pStyle w:val="libNormal"/>
        <w:rPr>
          <w:rtl/>
        </w:rPr>
      </w:pPr>
      <w:r w:rsidRPr="00D11BDC">
        <w:rPr>
          <w:rStyle w:val="libBold2Char"/>
          <w:rtl/>
        </w:rPr>
        <w:lastRenderedPageBreak/>
        <w:t>* (جدول) * الطبقة التاسعة</w:t>
      </w:r>
      <w:r w:rsidRPr="00481D79">
        <w:rPr>
          <w:rtl/>
        </w:rPr>
        <w:t xml:space="preserve"> </w:t>
      </w:r>
      <w:r w:rsidRPr="00D11BDC">
        <w:rPr>
          <w:rtl/>
        </w:rPr>
        <w:t>عدد الرواة: 14 عن " 19 " عنهم " 11 " الطبقة العاشرة عدد الرواة 10 عن " 10 " عنهم " 8 "</w:t>
      </w:r>
    </w:p>
    <w:p w:rsidR="00481D79" w:rsidRDefault="00481D79" w:rsidP="00481D79">
      <w:pPr>
        <w:pStyle w:val="libNormal"/>
        <w:rPr>
          <w:rtl/>
        </w:rPr>
      </w:pPr>
      <w:r>
        <w:rPr>
          <w:rtl/>
        </w:rPr>
        <w:br w:type="page"/>
      </w:r>
    </w:p>
    <w:p w:rsidR="00481D79" w:rsidRDefault="00481D79" w:rsidP="00D11BDC">
      <w:pPr>
        <w:pStyle w:val="libBold1"/>
        <w:rPr>
          <w:rtl/>
        </w:rPr>
      </w:pPr>
      <w:r>
        <w:rPr>
          <w:rtl/>
        </w:rPr>
        <w:lastRenderedPageBreak/>
        <w:t>قائمة الاسماء</w:t>
      </w:r>
    </w:p>
    <w:p w:rsidR="00BF00C6" w:rsidRDefault="00481D79" w:rsidP="00BF00C6">
      <w:pPr>
        <w:pStyle w:val="libNormal"/>
        <w:rPr>
          <w:rFonts w:hint="cs"/>
          <w:rtl/>
        </w:rPr>
      </w:pPr>
      <w:r w:rsidRPr="00481D79">
        <w:rPr>
          <w:rtl/>
        </w:rPr>
        <w:t>239 - علي البسطامي</w:t>
      </w:r>
    </w:p>
    <w:p w:rsidR="00BF00C6" w:rsidRDefault="00481D79" w:rsidP="00BF00C6">
      <w:pPr>
        <w:pStyle w:val="libNormal"/>
        <w:rPr>
          <w:rFonts w:hint="cs"/>
          <w:rtl/>
        </w:rPr>
      </w:pPr>
      <w:r w:rsidRPr="00481D79">
        <w:rPr>
          <w:rtl/>
        </w:rPr>
        <w:t>240 - عبدالحميد بن محمد بن عبدالحميد بن التقي النسابة</w:t>
      </w:r>
    </w:p>
    <w:p w:rsidR="00BF00C6" w:rsidRDefault="00481D79" w:rsidP="00BF00C6">
      <w:pPr>
        <w:pStyle w:val="libNormal"/>
        <w:rPr>
          <w:rFonts w:hint="cs"/>
          <w:rtl/>
        </w:rPr>
      </w:pPr>
      <w:r w:rsidRPr="00481D79">
        <w:rPr>
          <w:rtl/>
        </w:rPr>
        <w:t>241 - يوسف بن عبدالواحد الحموي</w:t>
      </w:r>
    </w:p>
    <w:p w:rsidR="00BF00C6" w:rsidRDefault="00481D79" w:rsidP="00BF00C6">
      <w:pPr>
        <w:pStyle w:val="libNormal"/>
        <w:rPr>
          <w:rFonts w:hint="cs"/>
          <w:rtl/>
        </w:rPr>
      </w:pPr>
      <w:r w:rsidRPr="00481D79">
        <w:rPr>
          <w:rtl/>
        </w:rPr>
        <w:t>242 - تاج الدين علي تركة الكرماني</w:t>
      </w:r>
    </w:p>
    <w:p w:rsidR="00BF00C6" w:rsidRDefault="00481D79" w:rsidP="00BF00C6">
      <w:pPr>
        <w:pStyle w:val="libNormal"/>
        <w:rPr>
          <w:rFonts w:hint="cs"/>
          <w:rtl/>
        </w:rPr>
      </w:pPr>
      <w:r w:rsidRPr="00481D79">
        <w:rPr>
          <w:rtl/>
        </w:rPr>
        <w:t>243 - إبراهيم بن عمر العلوي</w:t>
      </w:r>
    </w:p>
    <w:p w:rsidR="00BF00C6" w:rsidRDefault="00481D79" w:rsidP="00BF00C6">
      <w:pPr>
        <w:pStyle w:val="libNormal"/>
        <w:rPr>
          <w:rFonts w:hint="cs"/>
          <w:rtl/>
        </w:rPr>
      </w:pPr>
      <w:r w:rsidRPr="00481D79">
        <w:rPr>
          <w:rtl/>
        </w:rPr>
        <w:t>244 - الشيخ أبوأحمد اناليك العدل المروزي</w:t>
      </w:r>
    </w:p>
    <w:p w:rsidR="00BF00C6" w:rsidRDefault="00481D79" w:rsidP="00BF00C6">
      <w:pPr>
        <w:pStyle w:val="libNormal"/>
        <w:rPr>
          <w:rFonts w:hint="cs"/>
          <w:rtl/>
        </w:rPr>
      </w:pPr>
      <w:r w:rsidRPr="00481D79">
        <w:rPr>
          <w:rtl/>
        </w:rPr>
        <w:t>245 - الشيخ أبوعبدالله محمد بن عبدالله بن حمزة بن أبي النجم</w:t>
      </w:r>
    </w:p>
    <w:p w:rsidR="00BF00C6" w:rsidRDefault="00481D79" w:rsidP="00BF00C6">
      <w:pPr>
        <w:pStyle w:val="libNormal"/>
        <w:rPr>
          <w:rFonts w:hint="cs"/>
          <w:rtl/>
        </w:rPr>
      </w:pPr>
      <w:r w:rsidRPr="00481D79">
        <w:rPr>
          <w:rtl/>
        </w:rPr>
        <w:t>246 - عبد الواسع بن عبد الكافي الابهري</w:t>
      </w:r>
    </w:p>
    <w:p w:rsidR="00BF00C6" w:rsidRDefault="00481D79" w:rsidP="00BF00C6">
      <w:pPr>
        <w:pStyle w:val="libNormal"/>
        <w:rPr>
          <w:rFonts w:hint="cs"/>
          <w:rtl/>
        </w:rPr>
      </w:pPr>
      <w:r w:rsidRPr="00481D79">
        <w:rPr>
          <w:rtl/>
        </w:rPr>
        <w:t>247 - أحمد بن أبي بكر المقدسي</w:t>
      </w:r>
    </w:p>
    <w:p w:rsidR="00BF00C6" w:rsidRDefault="00481D79" w:rsidP="00BF00C6">
      <w:pPr>
        <w:pStyle w:val="libNormal"/>
        <w:rPr>
          <w:rFonts w:hint="cs"/>
          <w:rtl/>
        </w:rPr>
      </w:pPr>
      <w:r w:rsidRPr="00481D79">
        <w:rPr>
          <w:rtl/>
        </w:rPr>
        <w:t>248 - الشيخ حسن بن سليمان الحلي</w:t>
      </w:r>
    </w:p>
    <w:p w:rsidR="00BF00C6" w:rsidRDefault="00481D79" w:rsidP="00BF00C6">
      <w:pPr>
        <w:pStyle w:val="libNormal"/>
        <w:rPr>
          <w:rFonts w:hint="cs"/>
          <w:rtl/>
        </w:rPr>
      </w:pPr>
      <w:r w:rsidRPr="00481D79">
        <w:rPr>
          <w:rtl/>
        </w:rPr>
        <w:t>249 - عربي بن مسافر العبادي</w:t>
      </w:r>
    </w:p>
    <w:p w:rsidR="00BF00C6" w:rsidRDefault="00481D79" w:rsidP="00BF00C6">
      <w:pPr>
        <w:pStyle w:val="libNormal"/>
        <w:rPr>
          <w:rFonts w:hint="cs"/>
          <w:rtl/>
        </w:rPr>
      </w:pPr>
      <w:r w:rsidRPr="00481D79">
        <w:rPr>
          <w:rtl/>
        </w:rPr>
        <w:t>250 - أحمد بن إسماعيل بن يوسف القزويني</w:t>
      </w:r>
    </w:p>
    <w:p w:rsidR="00BF00C6" w:rsidRDefault="00481D79" w:rsidP="00BF00C6">
      <w:pPr>
        <w:pStyle w:val="libNormal"/>
        <w:rPr>
          <w:rFonts w:hint="cs"/>
          <w:rtl/>
        </w:rPr>
      </w:pPr>
      <w:r w:rsidRPr="00481D79">
        <w:rPr>
          <w:rtl/>
        </w:rPr>
        <w:t>251 - نجم الدين محمد بن محمد</w:t>
      </w:r>
    </w:p>
    <w:p w:rsidR="00BF00C6" w:rsidRDefault="00481D79" w:rsidP="00BF00C6">
      <w:pPr>
        <w:pStyle w:val="libNormal"/>
        <w:rPr>
          <w:rFonts w:hint="cs"/>
          <w:rtl/>
        </w:rPr>
      </w:pPr>
      <w:r w:rsidRPr="00481D79">
        <w:rPr>
          <w:rtl/>
        </w:rPr>
        <w:t>252 - أبوالفضائل يونس بن محمد بن الحسن القرشي</w:t>
      </w:r>
    </w:p>
    <w:p w:rsidR="00BF00C6" w:rsidRDefault="00481D79" w:rsidP="00BF00C6">
      <w:pPr>
        <w:pStyle w:val="libNormal"/>
        <w:rPr>
          <w:rFonts w:hint="cs"/>
          <w:rtl/>
        </w:rPr>
      </w:pPr>
      <w:r w:rsidRPr="00481D79">
        <w:rPr>
          <w:rtl/>
        </w:rPr>
        <w:t>253 - أبوالقاسم عبدالكريم بن علي البسطامي</w:t>
      </w:r>
    </w:p>
    <w:p w:rsidR="00BF00C6" w:rsidRDefault="00481D79" w:rsidP="00BF00C6">
      <w:pPr>
        <w:pStyle w:val="libNormal"/>
        <w:rPr>
          <w:rFonts w:hint="cs"/>
          <w:rtl/>
        </w:rPr>
      </w:pPr>
      <w:r w:rsidRPr="00481D79">
        <w:rPr>
          <w:rtl/>
        </w:rPr>
        <w:t>254 - السيد شمس الدين محمد بن عبدالحميد بن محمد النسابة</w:t>
      </w:r>
    </w:p>
    <w:p w:rsidR="00BF00C6" w:rsidRDefault="00481D79" w:rsidP="00BF00C6">
      <w:pPr>
        <w:pStyle w:val="libNormal"/>
        <w:rPr>
          <w:rFonts w:hint="cs"/>
          <w:rtl/>
        </w:rPr>
      </w:pPr>
      <w:r w:rsidRPr="00481D79">
        <w:rPr>
          <w:rtl/>
        </w:rPr>
        <w:t>255 - طاهر بن محمد الراونيزي</w:t>
      </w:r>
    </w:p>
    <w:p w:rsidR="00BF00C6" w:rsidRDefault="00481D79" w:rsidP="00BF00C6">
      <w:pPr>
        <w:pStyle w:val="libNormal"/>
        <w:rPr>
          <w:rFonts w:hint="cs"/>
          <w:rtl/>
        </w:rPr>
      </w:pPr>
      <w:r w:rsidRPr="00481D79">
        <w:rPr>
          <w:rtl/>
        </w:rPr>
        <w:t>256 - تاج الدين إبراهيم بن القطاع الطبسي</w:t>
      </w:r>
    </w:p>
    <w:p w:rsidR="00BF00C6" w:rsidRDefault="00481D79" w:rsidP="00BF00C6">
      <w:pPr>
        <w:pStyle w:val="libNormal"/>
        <w:rPr>
          <w:rFonts w:hint="cs"/>
          <w:rtl/>
        </w:rPr>
      </w:pPr>
      <w:r w:rsidRPr="00481D79">
        <w:rPr>
          <w:rtl/>
        </w:rPr>
        <w:t>257 - سلمان بن إبراهيم بن عمر العلوي</w:t>
      </w:r>
    </w:p>
    <w:p w:rsidR="00BF00C6" w:rsidRDefault="00481D79" w:rsidP="00BF00C6">
      <w:pPr>
        <w:pStyle w:val="libNormal"/>
        <w:rPr>
          <w:rFonts w:hint="cs"/>
          <w:rtl/>
        </w:rPr>
      </w:pPr>
      <w:r w:rsidRPr="00481D79">
        <w:rPr>
          <w:rtl/>
        </w:rPr>
        <w:t>258 - الحافظ ابن حجر العسقلاني</w:t>
      </w:r>
    </w:p>
    <w:p w:rsidR="00BF00C6" w:rsidRDefault="00481D79" w:rsidP="00BF00C6">
      <w:pPr>
        <w:pStyle w:val="libNormal"/>
        <w:rPr>
          <w:rFonts w:hint="cs"/>
          <w:rtl/>
        </w:rPr>
      </w:pPr>
      <w:r w:rsidRPr="00481D79">
        <w:rPr>
          <w:rtl/>
        </w:rPr>
        <w:t>259 - محمد بن إدريس الحلي</w:t>
      </w:r>
    </w:p>
    <w:p w:rsidR="00BF00C6" w:rsidRDefault="00481D79" w:rsidP="00BF00C6">
      <w:pPr>
        <w:pStyle w:val="libNormal"/>
        <w:rPr>
          <w:rFonts w:hint="cs"/>
          <w:rtl/>
        </w:rPr>
      </w:pPr>
      <w:r w:rsidRPr="00481D79">
        <w:rPr>
          <w:rtl/>
        </w:rPr>
        <w:t>260 - محمد بن يحيى بن محمد بن أبي السطلين العلوي.</w:t>
      </w:r>
    </w:p>
    <w:p w:rsidR="00BF00C6" w:rsidRDefault="00481D79" w:rsidP="00BF00C6">
      <w:pPr>
        <w:pStyle w:val="libNormal"/>
        <w:rPr>
          <w:rFonts w:hint="cs"/>
          <w:rtl/>
        </w:rPr>
      </w:pPr>
      <w:r w:rsidRPr="00481D79">
        <w:rPr>
          <w:rtl/>
        </w:rPr>
        <w:t>261 - الشيخ جلال الدين أحمد بن محمد بن محمد بن عبدالجبار البكراني</w:t>
      </w:r>
    </w:p>
    <w:p w:rsidR="00481D79" w:rsidRPr="00481D79" w:rsidRDefault="00481D79" w:rsidP="00BF00C6">
      <w:pPr>
        <w:pStyle w:val="libNormal"/>
        <w:rPr>
          <w:rtl/>
        </w:rPr>
      </w:pPr>
      <w:r w:rsidRPr="00481D79">
        <w:rPr>
          <w:rtl/>
        </w:rPr>
        <w:t>262 - القاضي أبوعلي محمد بن أسعد بن علي الجواني</w:t>
      </w:r>
    </w:p>
    <w:p w:rsidR="00481D79" w:rsidRDefault="00481D79" w:rsidP="00481D79">
      <w:pPr>
        <w:pStyle w:val="libNormal"/>
        <w:rPr>
          <w:rtl/>
        </w:rPr>
      </w:pPr>
      <w:r>
        <w:rPr>
          <w:rtl/>
        </w:rPr>
        <w:br w:type="page"/>
      </w:r>
    </w:p>
    <w:p w:rsidR="00481D79" w:rsidRPr="00481D79" w:rsidRDefault="00481D79" w:rsidP="00481D79">
      <w:pPr>
        <w:pStyle w:val="libNormal"/>
        <w:rPr>
          <w:rtl/>
        </w:rPr>
      </w:pPr>
      <w:r w:rsidRPr="00D11BDC">
        <w:rPr>
          <w:rStyle w:val="libBold2Char"/>
          <w:rtl/>
        </w:rPr>
        <w:lastRenderedPageBreak/>
        <w:t>* (جدول) * الطبقة الحادية عشرة</w:t>
      </w:r>
      <w:r w:rsidRPr="00481D79">
        <w:rPr>
          <w:rtl/>
        </w:rPr>
        <w:t xml:space="preserve"> </w:t>
      </w:r>
      <w:r w:rsidRPr="00D11BDC">
        <w:rPr>
          <w:rtl/>
        </w:rPr>
        <w:t>عدد الرواة: 7 عن " 9 " عنهم " 8 " الطبقة الثانية عشرة عدد الرواة: 8 عن " 7 " عنهم "؟؟ "</w:t>
      </w:r>
    </w:p>
    <w:p w:rsidR="00481D79" w:rsidRDefault="00481D79" w:rsidP="00481D79">
      <w:pPr>
        <w:pStyle w:val="libNormal"/>
        <w:rPr>
          <w:rtl/>
        </w:rPr>
      </w:pPr>
      <w:r>
        <w:rPr>
          <w:rtl/>
        </w:rPr>
        <w:br w:type="page"/>
      </w:r>
    </w:p>
    <w:p w:rsidR="00481D79" w:rsidRPr="00481D79" w:rsidRDefault="00481D79" w:rsidP="005B067E">
      <w:pPr>
        <w:pStyle w:val="libBold1"/>
        <w:rPr>
          <w:rtl/>
        </w:rPr>
      </w:pPr>
      <w:r w:rsidRPr="00481D79">
        <w:rPr>
          <w:rtl/>
        </w:rPr>
        <w:lastRenderedPageBreak/>
        <w:t>قائمة الاسماء</w:t>
      </w:r>
    </w:p>
    <w:p w:rsidR="00235DFC" w:rsidRDefault="00481D79" w:rsidP="00235DFC">
      <w:pPr>
        <w:pStyle w:val="libNormal"/>
        <w:rPr>
          <w:rFonts w:hint="cs"/>
          <w:rtl/>
        </w:rPr>
      </w:pPr>
      <w:r w:rsidRPr="00235DFC">
        <w:rPr>
          <w:rtl/>
        </w:rPr>
        <w:t>2</w:t>
      </w:r>
      <w:r w:rsidRPr="00481D79">
        <w:rPr>
          <w:rtl/>
        </w:rPr>
        <w:t>- القاضي أبوالفضل محمود بن الفضل بن المظفر بن محمود الكرماني</w:t>
      </w:r>
    </w:p>
    <w:p w:rsidR="00235DFC" w:rsidRDefault="00481D79" w:rsidP="00235DFC">
      <w:pPr>
        <w:pStyle w:val="libNormal"/>
        <w:rPr>
          <w:rFonts w:hint="cs"/>
          <w:rtl/>
        </w:rPr>
      </w:pPr>
      <w:r w:rsidRPr="00481D79">
        <w:rPr>
          <w:rtl/>
        </w:rPr>
        <w:t>264 - غياث الدين عبدالكريم بن طاووس الحسني</w:t>
      </w:r>
    </w:p>
    <w:p w:rsidR="00235DFC" w:rsidRDefault="00481D79" w:rsidP="00235DFC">
      <w:pPr>
        <w:pStyle w:val="libNormal"/>
        <w:rPr>
          <w:rFonts w:hint="cs"/>
          <w:rtl/>
        </w:rPr>
      </w:pPr>
      <w:r w:rsidRPr="00481D79">
        <w:rPr>
          <w:rtl/>
        </w:rPr>
        <w:t>265 - العلامة محمد بن عبدالله</w:t>
      </w:r>
    </w:p>
    <w:p w:rsidR="00235DFC" w:rsidRDefault="00481D79" w:rsidP="00235DFC">
      <w:pPr>
        <w:pStyle w:val="libNormal"/>
        <w:rPr>
          <w:rFonts w:hint="cs"/>
          <w:rtl/>
        </w:rPr>
      </w:pPr>
      <w:r w:rsidRPr="00481D79">
        <w:rPr>
          <w:rtl/>
        </w:rPr>
        <w:t>266 - المهدي بن أحمد بن يحيى</w:t>
      </w:r>
    </w:p>
    <w:p w:rsidR="00235DFC" w:rsidRDefault="00481D79" w:rsidP="00235DFC">
      <w:pPr>
        <w:pStyle w:val="libNormal"/>
        <w:rPr>
          <w:rFonts w:hint="cs"/>
          <w:rtl/>
        </w:rPr>
      </w:pPr>
      <w:r w:rsidRPr="00481D79">
        <w:rPr>
          <w:rtl/>
        </w:rPr>
        <w:t>267 - الشيخ نجيب الدين محمد بن نما</w:t>
      </w:r>
    </w:p>
    <w:p w:rsidR="00235DFC" w:rsidRDefault="00481D79" w:rsidP="00235DFC">
      <w:pPr>
        <w:pStyle w:val="libNormal"/>
        <w:rPr>
          <w:rFonts w:hint="cs"/>
          <w:rtl/>
        </w:rPr>
      </w:pPr>
      <w:r w:rsidRPr="00481D79">
        <w:rPr>
          <w:rtl/>
        </w:rPr>
        <w:t>268 - الشيخ يحيى بن الحسين بن بطريق</w:t>
      </w:r>
    </w:p>
    <w:p w:rsidR="00235DFC" w:rsidRDefault="00481D79" w:rsidP="00235DFC">
      <w:pPr>
        <w:pStyle w:val="libNormal"/>
        <w:rPr>
          <w:rFonts w:hint="cs"/>
          <w:rtl/>
        </w:rPr>
      </w:pPr>
      <w:r w:rsidRPr="00481D79">
        <w:rPr>
          <w:rtl/>
        </w:rPr>
        <w:t>269 - السيد محي الدين بن زهرة الحسيني</w:t>
      </w:r>
    </w:p>
    <w:p w:rsidR="00235DFC" w:rsidRDefault="00481D79" w:rsidP="00235DFC">
      <w:pPr>
        <w:pStyle w:val="libNormal"/>
        <w:rPr>
          <w:rFonts w:hint="cs"/>
          <w:rtl/>
        </w:rPr>
      </w:pPr>
      <w:r w:rsidRPr="00481D79">
        <w:rPr>
          <w:rtl/>
        </w:rPr>
        <w:t>270 - أحمد بن أبي الحسن التابعي</w:t>
      </w:r>
    </w:p>
    <w:p w:rsidR="00235DFC" w:rsidRDefault="00481D79" w:rsidP="00235DFC">
      <w:pPr>
        <w:pStyle w:val="libNormal"/>
        <w:rPr>
          <w:rFonts w:hint="cs"/>
          <w:rtl/>
        </w:rPr>
      </w:pPr>
      <w:r w:rsidRPr="00481D79">
        <w:rPr>
          <w:rtl/>
        </w:rPr>
        <w:t>271 - علي بن الحسين بن حماد</w:t>
      </w:r>
    </w:p>
    <w:p w:rsidR="00235DFC" w:rsidRDefault="00481D79" w:rsidP="00235DFC">
      <w:pPr>
        <w:pStyle w:val="libNormal"/>
        <w:rPr>
          <w:rFonts w:hint="cs"/>
          <w:rtl/>
        </w:rPr>
      </w:pPr>
      <w:r w:rsidRPr="00481D79">
        <w:rPr>
          <w:rtl/>
        </w:rPr>
        <w:t>272 - عبد العلي بن عبدالحميد بن محمد السبزواري</w:t>
      </w:r>
    </w:p>
    <w:p w:rsidR="00235DFC" w:rsidRDefault="00481D79" w:rsidP="00235DFC">
      <w:pPr>
        <w:pStyle w:val="libNormal"/>
        <w:rPr>
          <w:rFonts w:hint="cs"/>
          <w:rtl/>
        </w:rPr>
      </w:pPr>
      <w:r w:rsidRPr="00481D79">
        <w:rPr>
          <w:rtl/>
        </w:rPr>
        <w:t>273 - علي البيهقي السبزواري الكاشفي</w:t>
      </w:r>
    </w:p>
    <w:p w:rsidR="00235DFC" w:rsidRDefault="00481D79" w:rsidP="00235DFC">
      <w:pPr>
        <w:pStyle w:val="libNormal"/>
        <w:rPr>
          <w:rFonts w:hint="cs"/>
          <w:rtl/>
        </w:rPr>
      </w:pPr>
      <w:r w:rsidRPr="00481D79">
        <w:rPr>
          <w:rtl/>
        </w:rPr>
        <w:t>274 - المطهر بن محمد بن سليمان</w:t>
      </w:r>
    </w:p>
    <w:p w:rsidR="00481D79" w:rsidRPr="00481D79" w:rsidRDefault="00481D79" w:rsidP="00235DFC">
      <w:pPr>
        <w:pStyle w:val="libNormal"/>
        <w:rPr>
          <w:rtl/>
        </w:rPr>
      </w:pPr>
      <w:r w:rsidRPr="00481D79">
        <w:rPr>
          <w:rtl/>
        </w:rPr>
        <w:t>275 - سديد الدين يوسف بن علي بن المطهر الحلي.</w:t>
      </w:r>
    </w:p>
    <w:p w:rsidR="00235DFC" w:rsidRDefault="00481D79" w:rsidP="00235DFC">
      <w:pPr>
        <w:pStyle w:val="libNormal"/>
        <w:rPr>
          <w:rFonts w:hint="cs"/>
          <w:rtl/>
        </w:rPr>
      </w:pPr>
      <w:r w:rsidRPr="00481D79">
        <w:rPr>
          <w:rtl/>
        </w:rPr>
        <w:t>276 - الشيخ محب الدين يحيى بن سعيد الحلي</w:t>
      </w:r>
    </w:p>
    <w:p w:rsidR="00481D79" w:rsidRPr="00481D79" w:rsidRDefault="00481D79" w:rsidP="00235DFC">
      <w:pPr>
        <w:pStyle w:val="libNormal"/>
        <w:rPr>
          <w:rtl/>
        </w:rPr>
      </w:pPr>
      <w:r w:rsidRPr="00481D79">
        <w:rPr>
          <w:rtl/>
        </w:rPr>
        <w:t>277 - السيد محمد بن السيد جمال الدين أحمد بن أبي المعالي</w:t>
      </w:r>
    </w:p>
    <w:p w:rsidR="00481D79" w:rsidRDefault="00481D79" w:rsidP="00481D79">
      <w:pPr>
        <w:pStyle w:val="libNormal"/>
        <w:rPr>
          <w:rtl/>
        </w:rPr>
      </w:pPr>
      <w:r>
        <w:rPr>
          <w:rtl/>
        </w:rPr>
        <w:br w:type="page"/>
      </w:r>
    </w:p>
    <w:p w:rsidR="00481D79" w:rsidRPr="00481D79" w:rsidRDefault="00481D79" w:rsidP="00481D79">
      <w:pPr>
        <w:pStyle w:val="libNormal"/>
        <w:rPr>
          <w:rtl/>
        </w:rPr>
      </w:pPr>
      <w:r w:rsidRPr="00D11BDC">
        <w:rPr>
          <w:rStyle w:val="libBold2Char"/>
          <w:rtl/>
        </w:rPr>
        <w:lastRenderedPageBreak/>
        <w:t>* (جدول) * الطبقة الثالثة عشر</w:t>
      </w:r>
      <w:r w:rsidRPr="00481D79">
        <w:rPr>
          <w:rtl/>
        </w:rPr>
        <w:t xml:space="preserve"> </w:t>
      </w:r>
      <w:r w:rsidRPr="00D11BDC">
        <w:rPr>
          <w:rtl/>
        </w:rPr>
        <w:t>عدد الرواة: 7 عن " 23 " عنهم " 10 " الطبقة الرابعة عشر عدد الرواة: 9 عن " 5 " عنهم " 9 "</w:t>
      </w:r>
    </w:p>
    <w:p w:rsidR="00481D79" w:rsidRDefault="00481D79" w:rsidP="00481D79">
      <w:pPr>
        <w:pStyle w:val="libNormal"/>
        <w:rPr>
          <w:rtl/>
        </w:rPr>
      </w:pPr>
      <w:r>
        <w:rPr>
          <w:rtl/>
        </w:rPr>
        <w:br w:type="page"/>
      </w:r>
    </w:p>
    <w:p w:rsidR="00481D79" w:rsidRDefault="00481D79" w:rsidP="00D11BDC">
      <w:pPr>
        <w:pStyle w:val="libBold1"/>
        <w:rPr>
          <w:rtl/>
        </w:rPr>
      </w:pPr>
      <w:r>
        <w:rPr>
          <w:rtl/>
        </w:rPr>
        <w:lastRenderedPageBreak/>
        <w:t>قائمة الاسماء</w:t>
      </w:r>
    </w:p>
    <w:p w:rsidR="00235DFC" w:rsidRDefault="00481D79" w:rsidP="00235DFC">
      <w:pPr>
        <w:pStyle w:val="libNormal"/>
        <w:rPr>
          <w:rFonts w:hint="cs"/>
          <w:rtl/>
        </w:rPr>
      </w:pPr>
      <w:r w:rsidRPr="00481D79">
        <w:rPr>
          <w:rtl/>
        </w:rPr>
        <w:t>278 - برهان الدين أبوالوفاء إبراهيم بن عبدالله المدني الحسيني</w:t>
      </w:r>
    </w:p>
    <w:p w:rsidR="00235DFC" w:rsidRDefault="00481D79" w:rsidP="00235DFC">
      <w:pPr>
        <w:pStyle w:val="libNormal"/>
        <w:rPr>
          <w:rFonts w:hint="cs"/>
          <w:rtl/>
        </w:rPr>
      </w:pPr>
      <w:r w:rsidRPr="00481D79">
        <w:rPr>
          <w:rtl/>
        </w:rPr>
        <w:t>279 - السيد تاج الدين محمد بن معية الحسيني</w:t>
      </w:r>
    </w:p>
    <w:p w:rsidR="00235DFC" w:rsidRDefault="00481D79" w:rsidP="00235DFC">
      <w:pPr>
        <w:pStyle w:val="libNormal"/>
        <w:rPr>
          <w:rFonts w:hint="cs"/>
          <w:rtl/>
        </w:rPr>
      </w:pPr>
      <w:r w:rsidRPr="00481D79">
        <w:rPr>
          <w:rtl/>
        </w:rPr>
        <w:t>280 - حسين بن علي البيهقي السبزواري الكاشفي</w:t>
      </w:r>
    </w:p>
    <w:p w:rsidR="00235DFC" w:rsidRDefault="00481D79" w:rsidP="00235DFC">
      <w:pPr>
        <w:pStyle w:val="libNormal"/>
        <w:rPr>
          <w:rFonts w:hint="cs"/>
          <w:rtl/>
        </w:rPr>
      </w:pPr>
      <w:r w:rsidRPr="00481D79">
        <w:rPr>
          <w:rtl/>
        </w:rPr>
        <w:t>281 - السيد إبراهيم بن محمد الوزير</w:t>
      </w:r>
    </w:p>
    <w:p w:rsidR="00235DFC" w:rsidRDefault="00481D79" w:rsidP="00235DFC">
      <w:pPr>
        <w:pStyle w:val="libNormal"/>
        <w:rPr>
          <w:rFonts w:hint="cs"/>
          <w:rtl/>
        </w:rPr>
      </w:pPr>
      <w:r w:rsidRPr="00481D79">
        <w:rPr>
          <w:rtl/>
        </w:rPr>
        <w:t>282 - جمال الدين الحسن بن يوسف، العلامة الحلي</w:t>
      </w:r>
    </w:p>
    <w:p w:rsidR="00235DFC" w:rsidRDefault="00481D79" w:rsidP="00235DFC">
      <w:pPr>
        <w:pStyle w:val="libNormal"/>
        <w:rPr>
          <w:rFonts w:hint="cs"/>
          <w:rtl/>
        </w:rPr>
      </w:pPr>
      <w:r w:rsidRPr="00481D79">
        <w:rPr>
          <w:rtl/>
        </w:rPr>
        <w:t>283 - المحدث إبراهيم بن محمد الحمويني</w:t>
      </w:r>
    </w:p>
    <w:p w:rsidR="00235DFC" w:rsidRDefault="00481D79" w:rsidP="00235DFC">
      <w:pPr>
        <w:pStyle w:val="libNormal"/>
        <w:rPr>
          <w:rFonts w:hint="cs"/>
          <w:rtl/>
        </w:rPr>
      </w:pPr>
      <w:r w:rsidRPr="00481D79">
        <w:rPr>
          <w:rtl/>
        </w:rPr>
        <w:t>284 - السيد محمد بن الحسين بن محمد بن أبي الرضا العلوي</w:t>
      </w:r>
    </w:p>
    <w:p w:rsidR="00235DFC" w:rsidRDefault="00481D79" w:rsidP="00235DFC">
      <w:pPr>
        <w:pStyle w:val="libNormal"/>
        <w:rPr>
          <w:rFonts w:hint="cs"/>
          <w:rtl/>
        </w:rPr>
      </w:pPr>
      <w:r w:rsidRPr="00481D79">
        <w:rPr>
          <w:rtl/>
        </w:rPr>
        <w:t>285 - محمود بن الاوحد حاكم بن ابي القاسم بن أبي بكر النورجاني الجامي</w:t>
      </w:r>
    </w:p>
    <w:p w:rsidR="00235DFC" w:rsidRDefault="00481D79" w:rsidP="00235DFC">
      <w:pPr>
        <w:pStyle w:val="libNormal"/>
        <w:rPr>
          <w:rFonts w:hint="cs"/>
          <w:rtl/>
        </w:rPr>
      </w:pPr>
      <w:r w:rsidRPr="00481D79">
        <w:rPr>
          <w:rtl/>
        </w:rPr>
        <w:t>286 - بهاء الدين علي بن عبدالحميد النسابة</w:t>
      </w:r>
    </w:p>
    <w:p w:rsidR="00235DFC" w:rsidRDefault="00481D79" w:rsidP="00235DFC">
      <w:pPr>
        <w:pStyle w:val="libNormal"/>
        <w:rPr>
          <w:rFonts w:hint="cs"/>
          <w:rtl/>
        </w:rPr>
      </w:pPr>
      <w:r w:rsidRPr="00481D79">
        <w:rPr>
          <w:rtl/>
        </w:rPr>
        <w:t>287 - المولى عبدالخالق بن عبد العلي البيهقي</w:t>
      </w:r>
    </w:p>
    <w:p w:rsidR="00235DFC" w:rsidRDefault="00481D79" w:rsidP="00235DFC">
      <w:pPr>
        <w:pStyle w:val="libNormal"/>
        <w:rPr>
          <w:rFonts w:hint="cs"/>
          <w:rtl/>
        </w:rPr>
      </w:pPr>
      <w:r w:rsidRPr="00481D79">
        <w:rPr>
          <w:rtl/>
        </w:rPr>
        <w:t>288 - الامام شرف الدين</w:t>
      </w:r>
    </w:p>
    <w:p w:rsidR="00235DFC" w:rsidRDefault="00481D79" w:rsidP="00235DFC">
      <w:pPr>
        <w:pStyle w:val="libNormal"/>
        <w:rPr>
          <w:rFonts w:hint="cs"/>
          <w:rtl/>
        </w:rPr>
      </w:pPr>
      <w:r w:rsidRPr="00481D79">
        <w:rPr>
          <w:rtl/>
        </w:rPr>
        <w:t>289 - السيد عميد الدين عبدالمطلب بن أبي الفوارس الحسيني</w:t>
      </w:r>
    </w:p>
    <w:p w:rsidR="00235DFC" w:rsidRDefault="00481D79" w:rsidP="00235DFC">
      <w:pPr>
        <w:pStyle w:val="libNormal"/>
        <w:rPr>
          <w:rFonts w:hint="cs"/>
          <w:rtl/>
        </w:rPr>
      </w:pPr>
      <w:r w:rsidRPr="00481D79">
        <w:rPr>
          <w:rtl/>
        </w:rPr>
        <w:t>290 - الشيخ فخر الدين ابن العلامة الحلي</w:t>
      </w:r>
    </w:p>
    <w:p w:rsidR="00235DFC" w:rsidRDefault="00481D79" w:rsidP="00235DFC">
      <w:pPr>
        <w:pStyle w:val="libNormal"/>
        <w:rPr>
          <w:rFonts w:hint="cs"/>
          <w:rtl/>
        </w:rPr>
      </w:pPr>
      <w:r w:rsidRPr="00481D79">
        <w:rPr>
          <w:rtl/>
        </w:rPr>
        <w:t>291 - الشيخ زين الدين علي بن طراد المطارابادي</w:t>
      </w:r>
    </w:p>
    <w:p w:rsidR="00235DFC" w:rsidRDefault="00481D79" w:rsidP="00235DFC">
      <w:pPr>
        <w:pStyle w:val="libNormal"/>
        <w:rPr>
          <w:rFonts w:hint="cs"/>
          <w:rtl/>
        </w:rPr>
      </w:pPr>
      <w:r w:rsidRPr="00481D79">
        <w:rPr>
          <w:rtl/>
        </w:rPr>
        <w:t>292 - قطب الدين محمد بن محمد الرازي البويهي</w:t>
      </w:r>
    </w:p>
    <w:p w:rsidR="00481D79" w:rsidRPr="00481D79" w:rsidRDefault="00481D79" w:rsidP="00235DFC">
      <w:pPr>
        <w:pStyle w:val="libNormal"/>
        <w:rPr>
          <w:rtl/>
        </w:rPr>
      </w:pPr>
      <w:r w:rsidRPr="00481D79">
        <w:rPr>
          <w:rtl/>
        </w:rPr>
        <w:t>293 - السيد أمين الدين أحمد بن زهرة الحلبي</w:t>
      </w:r>
    </w:p>
    <w:p w:rsidR="00481D79" w:rsidRDefault="00481D79" w:rsidP="00481D79">
      <w:pPr>
        <w:pStyle w:val="libNormal"/>
        <w:rPr>
          <w:rtl/>
        </w:rPr>
      </w:pPr>
      <w:r>
        <w:rPr>
          <w:rtl/>
        </w:rPr>
        <w:br w:type="page"/>
      </w:r>
    </w:p>
    <w:p w:rsidR="00481D79" w:rsidRPr="00481D79" w:rsidRDefault="00481D79" w:rsidP="00D11BDC">
      <w:pPr>
        <w:pStyle w:val="libBold2"/>
        <w:rPr>
          <w:rtl/>
        </w:rPr>
      </w:pPr>
      <w:r>
        <w:rPr>
          <w:rtl/>
        </w:rPr>
        <w:lastRenderedPageBreak/>
        <w:t>* (جدول) * الطبقات من الخامسة عشر إلى التاسعة والعشرين</w:t>
      </w:r>
      <w:r w:rsidRPr="00D11BDC">
        <w:rPr>
          <w:rtl/>
        </w:rPr>
        <w:t>.</w:t>
      </w:r>
    </w:p>
    <w:p w:rsidR="00481D79" w:rsidRPr="00481D79" w:rsidRDefault="00481D79" w:rsidP="00D11BDC">
      <w:pPr>
        <w:pStyle w:val="libNormal"/>
        <w:rPr>
          <w:rtl/>
        </w:rPr>
      </w:pPr>
      <w:r w:rsidRPr="00481D79">
        <w:rPr>
          <w:rtl/>
        </w:rPr>
        <w:t>السيد آية الله ابوالمعالي شهاب الدين النجفي المرعشي السيد آية الله محسن الامين</w:t>
      </w:r>
    </w:p>
    <w:p w:rsidR="00481D79" w:rsidRDefault="00481D79" w:rsidP="00481D79">
      <w:pPr>
        <w:pStyle w:val="libNormal"/>
        <w:rPr>
          <w:rtl/>
        </w:rPr>
      </w:pPr>
      <w:r>
        <w:rPr>
          <w:rtl/>
        </w:rPr>
        <w:br w:type="page"/>
      </w:r>
    </w:p>
    <w:p w:rsidR="00481D79" w:rsidRDefault="00481D79" w:rsidP="00D11BDC">
      <w:pPr>
        <w:pStyle w:val="libBold1"/>
        <w:rPr>
          <w:rtl/>
        </w:rPr>
      </w:pPr>
      <w:r>
        <w:rPr>
          <w:rtl/>
        </w:rPr>
        <w:lastRenderedPageBreak/>
        <w:t>قائمة الاسماء</w:t>
      </w:r>
    </w:p>
    <w:p w:rsidR="00235DFC" w:rsidRDefault="00481D79" w:rsidP="00235DFC">
      <w:pPr>
        <w:pStyle w:val="libNormal"/>
        <w:rPr>
          <w:rFonts w:hint="cs"/>
          <w:rtl/>
        </w:rPr>
      </w:pPr>
      <w:r w:rsidRPr="00481D79">
        <w:rPr>
          <w:rtl/>
        </w:rPr>
        <w:t>294 - أبونصر يحيى بن محمود بن الاوحد حاكم بن أبي القاسم بن أبي بكر النورجاني الجامي</w:t>
      </w:r>
    </w:p>
    <w:p w:rsidR="00235DFC" w:rsidRDefault="00481D79" w:rsidP="00235DFC">
      <w:pPr>
        <w:pStyle w:val="libNormal"/>
        <w:rPr>
          <w:rFonts w:hint="cs"/>
          <w:rtl/>
        </w:rPr>
      </w:pPr>
      <w:r w:rsidRPr="00481D79">
        <w:rPr>
          <w:rtl/>
        </w:rPr>
        <w:t>295 - أبوالعباس أحمد بن فهد الحلي</w:t>
      </w:r>
    </w:p>
    <w:p w:rsidR="00235DFC" w:rsidRDefault="00481D79" w:rsidP="00235DFC">
      <w:pPr>
        <w:pStyle w:val="libNormal"/>
        <w:rPr>
          <w:rFonts w:hint="cs"/>
          <w:rtl/>
        </w:rPr>
      </w:pPr>
      <w:r w:rsidRPr="00481D79">
        <w:rPr>
          <w:rtl/>
        </w:rPr>
        <w:t>296 - الشهيد الاول محمد بن مكي العاملي</w:t>
      </w:r>
    </w:p>
    <w:p w:rsidR="00235DFC" w:rsidRDefault="00481D79" w:rsidP="00235DFC">
      <w:pPr>
        <w:pStyle w:val="libNormal"/>
        <w:rPr>
          <w:rFonts w:hint="cs"/>
          <w:rtl/>
        </w:rPr>
      </w:pPr>
      <w:r w:rsidRPr="00481D79">
        <w:rPr>
          <w:rtl/>
        </w:rPr>
        <w:t>297 - السيد أحمد بن عبدالله الوزير</w:t>
      </w:r>
    </w:p>
    <w:p w:rsidR="00235DFC" w:rsidRDefault="00481D79" w:rsidP="00235DFC">
      <w:pPr>
        <w:pStyle w:val="libNormal"/>
        <w:rPr>
          <w:rFonts w:hint="cs"/>
          <w:rtl/>
        </w:rPr>
      </w:pPr>
      <w:r w:rsidRPr="00481D79">
        <w:rPr>
          <w:rtl/>
        </w:rPr>
        <w:t xml:space="preserve">298 </w:t>
      </w:r>
      <w:r w:rsidR="00235DFC">
        <w:rPr>
          <w:rtl/>
        </w:rPr>
        <w:t>–</w:t>
      </w:r>
      <w:r w:rsidRPr="00481D79">
        <w:rPr>
          <w:rtl/>
        </w:rPr>
        <w:t xml:space="preserve"> يحيى</w:t>
      </w:r>
    </w:p>
    <w:p w:rsidR="00235DFC" w:rsidRDefault="00481D79" w:rsidP="00235DFC">
      <w:pPr>
        <w:pStyle w:val="libNormal"/>
        <w:rPr>
          <w:rFonts w:hint="cs"/>
          <w:rtl/>
        </w:rPr>
      </w:pPr>
      <w:r w:rsidRPr="00481D79">
        <w:rPr>
          <w:rtl/>
        </w:rPr>
        <w:t>299 - عبدالملك بن فتحان الواعظ</w:t>
      </w:r>
    </w:p>
    <w:p w:rsidR="00235DFC" w:rsidRDefault="00481D79" w:rsidP="00235DFC">
      <w:pPr>
        <w:pStyle w:val="libNormal"/>
        <w:rPr>
          <w:rFonts w:hint="cs"/>
          <w:rtl/>
        </w:rPr>
      </w:pPr>
      <w:r w:rsidRPr="00481D79">
        <w:rPr>
          <w:rtl/>
        </w:rPr>
        <w:t>300 - الشيخ علي بن الحسن بن الخازن الحائري</w:t>
      </w:r>
    </w:p>
    <w:p w:rsidR="00235DFC" w:rsidRDefault="00481D79" w:rsidP="00235DFC">
      <w:pPr>
        <w:pStyle w:val="libNormal"/>
        <w:rPr>
          <w:rFonts w:hint="cs"/>
          <w:rtl/>
        </w:rPr>
      </w:pPr>
      <w:r w:rsidRPr="00481D79">
        <w:rPr>
          <w:rtl/>
        </w:rPr>
        <w:t>301 - السيد أمين الدين بن عبدالله</w:t>
      </w:r>
    </w:p>
    <w:p w:rsidR="00235DFC" w:rsidRDefault="00481D79" w:rsidP="00235DFC">
      <w:pPr>
        <w:pStyle w:val="libNormal"/>
        <w:rPr>
          <w:rFonts w:hint="cs"/>
          <w:rtl/>
        </w:rPr>
      </w:pPr>
      <w:r w:rsidRPr="00481D79">
        <w:rPr>
          <w:rtl/>
        </w:rPr>
        <w:t>302 - نصر بن يحيى</w:t>
      </w:r>
    </w:p>
    <w:p w:rsidR="00235DFC" w:rsidRDefault="00481D79" w:rsidP="00235DFC">
      <w:pPr>
        <w:pStyle w:val="libNormal"/>
        <w:rPr>
          <w:rFonts w:hint="cs"/>
          <w:rtl/>
        </w:rPr>
      </w:pPr>
      <w:r w:rsidRPr="00481D79">
        <w:rPr>
          <w:rtl/>
        </w:rPr>
        <w:t>303 - عبدالله بن علاء الدين فتح الله بن عبدالملك بن فتحان الواعظ</w:t>
      </w:r>
    </w:p>
    <w:p w:rsidR="00235DFC" w:rsidRDefault="00481D79" w:rsidP="00235DFC">
      <w:pPr>
        <w:pStyle w:val="libNormal"/>
        <w:rPr>
          <w:rFonts w:hint="cs"/>
          <w:rtl/>
        </w:rPr>
      </w:pPr>
      <w:r w:rsidRPr="00481D79">
        <w:rPr>
          <w:rtl/>
        </w:rPr>
        <w:t>304 - القاسم بن محمد</w:t>
      </w:r>
    </w:p>
    <w:p w:rsidR="00235DFC" w:rsidRDefault="00481D79" w:rsidP="00235DFC">
      <w:pPr>
        <w:pStyle w:val="libNormal"/>
        <w:rPr>
          <w:rFonts w:hint="cs"/>
          <w:rtl/>
        </w:rPr>
      </w:pPr>
      <w:r w:rsidRPr="00481D79">
        <w:rPr>
          <w:rtl/>
        </w:rPr>
        <w:t>305 - محمد بن علي بن أبي جمهور الاحسائي</w:t>
      </w:r>
    </w:p>
    <w:p w:rsidR="00235DFC" w:rsidRDefault="00481D79" w:rsidP="00235DFC">
      <w:pPr>
        <w:pStyle w:val="libNormal"/>
        <w:rPr>
          <w:rFonts w:hint="cs"/>
          <w:rtl/>
        </w:rPr>
      </w:pPr>
      <w:r w:rsidRPr="00481D79">
        <w:rPr>
          <w:rtl/>
        </w:rPr>
        <w:t>306 - المؤيد بالله محمد بن القاسم</w:t>
      </w:r>
    </w:p>
    <w:p w:rsidR="00235DFC" w:rsidRDefault="00481D79" w:rsidP="00235DFC">
      <w:pPr>
        <w:pStyle w:val="libNormal"/>
        <w:rPr>
          <w:rFonts w:hint="cs"/>
          <w:rtl/>
        </w:rPr>
      </w:pPr>
      <w:r w:rsidRPr="00481D79">
        <w:rPr>
          <w:rtl/>
        </w:rPr>
        <w:t>307 - السيد عامر بن عبدالله بن عامر</w:t>
      </w:r>
    </w:p>
    <w:p w:rsidR="00235DFC" w:rsidRDefault="00481D79" w:rsidP="00235DFC">
      <w:pPr>
        <w:pStyle w:val="libNormal"/>
        <w:rPr>
          <w:rFonts w:hint="cs"/>
          <w:rtl/>
        </w:rPr>
      </w:pPr>
      <w:r w:rsidRPr="00481D79">
        <w:rPr>
          <w:rtl/>
        </w:rPr>
        <w:t>308 - الحسين بن أحمد</w:t>
      </w:r>
    </w:p>
    <w:p w:rsidR="00235DFC" w:rsidRDefault="00481D79" w:rsidP="00235DFC">
      <w:pPr>
        <w:pStyle w:val="libNormal"/>
        <w:rPr>
          <w:rFonts w:hint="cs"/>
          <w:rtl/>
        </w:rPr>
      </w:pPr>
      <w:r w:rsidRPr="00481D79">
        <w:rPr>
          <w:rtl/>
        </w:rPr>
        <w:t>309 - يوسف بن الحسين</w:t>
      </w:r>
    </w:p>
    <w:p w:rsidR="00235DFC" w:rsidRDefault="00481D79" w:rsidP="00235DFC">
      <w:pPr>
        <w:pStyle w:val="libNormal"/>
        <w:rPr>
          <w:rFonts w:hint="cs"/>
          <w:rtl/>
        </w:rPr>
      </w:pPr>
      <w:r w:rsidRPr="00481D79">
        <w:rPr>
          <w:rtl/>
        </w:rPr>
        <w:t>310 - الحسين بن يوسف زبارة</w:t>
      </w:r>
    </w:p>
    <w:p w:rsidR="00235DFC" w:rsidRDefault="00481D79" w:rsidP="00235DFC">
      <w:pPr>
        <w:pStyle w:val="libNormal"/>
        <w:rPr>
          <w:rFonts w:hint="cs"/>
          <w:rtl/>
        </w:rPr>
      </w:pPr>
      <w:r w:rsidRPr="00481D79">
        <w:rPr>
          <w:rtl/>
        </w:rPr>
        <w:t>311 - أحمد بن يوسف زبارة</w:t>
      </w:r>
    </w:p>
    <w:p w:rsidR="00235DFC" w:rsidRDefault="00481D79" w:rsidP="00235DFC">
      <w:pPr>
        <w:pStyle w:val="libNormal"/>
        <w:rPr>
          <w:rFonts w:hint="cs"/>
          <w:rtl/>
        </w:rPr>
      </w:pPr>
      <w:r w:rsidRPr="00481D79">
        <w:rPr>
          <w:rtl/>
        </w:rPr>
        <w:t>312 - عبدالله بن علي الغالبي</w:t>
      </w:r>
    </w:p>
    <w:p w:rsidR="00235DFC" w:rsidRDefault="00481D79" w:rsidP="00235DFC">
      <w:pPr>
        <w:pStyle w:val="libNormal"/>
        <w:rPr>
          <w:rFonts w:hint="cs"/>
          <w:rtl/>
        </w:rPr>
      </w:pPr>
      <w:r w:rsidRPr="00481D79">
        <w:rPr>
          <w:rtl/>
        </w:rPr>
        <w:t>313 - محمد بن عبدالله الوزير</w:t>
      </w:r>
    </w:p>
    <w:p w:rsidR="00235DFC" w:rsidRDefault="00481D79" w:rsidP="00235DFC">
      <w:pPr>
        <w:pStyle w:val="libNormal"/>
        <w:rPr>
          <w:rFonts w:hint="cs"/>
          <w:rtl/>
        </w:rPr>
      </w:pPr>
      <w:r w:rsidRPr="00481D79">
        <w:rPr>
          <w:rtl/>
        </w:rPr>
        <w:t>314 - محمد بن عبدالله الغالبي</w:t>
      </w:r>
    </w:p>
    <w:p w:rsidR="00235DFC" w:rsidRDefault="00481D79" w:rsidP="00235DFC">
      <w:pPr>
        <w:pStyle w:val="libNormal"/>
        <w:rPr>
          <w:rFonts w:hint="cs"/>
          <w:rtl/>
        </w:rPr>
      </w:pPr>
      <w:r w:rsidRPr="00481D79">
        <w:rPr>
          <w:rtl/>
        </w:rPr>
        <w:t>315 - أبوطالب عبدالكريم بن عبدالله الحسني الزيدي اليماني</w:t>
      </w:r>
    </w:p>
    <w:p w:rsidR="00235DFC" w:rsidRDefault="00481D79" w:rsidP="00235DFC">
      <w:pPr>
        <w:pStyle w:val="libNormal"/>
        <w:rPr>
          <w:rFonts w:hint="cs"/>
          <w:rtl/>
        </w:rPr>
      </w:pPr>
      <w:r w:rsidRPr="00481D79">
        <w:rPr>
          <w:rtl/>
        </w:rPr>
        <w:t>316 - السيد جمال الدين أحمد الحسني الكوكباني</w:t>
      </w:r>
    </w:p>
    <w:p w:rsidR="00235DFC" w:rsidRDefault="00481D79" w:rsidP="00235DFC">
      <w:pPr>
        <w:pStyle w:val="libNormal"/>
        <w:rPr>
          <w:rFonts w:hint="cs"/>
          <w:rtl/>
        </w:rPr>
      </w:pPr>
      <w:r w:rsidRPr="00481D79">
        <w:rPr>
          <w:rtl/>
        </w:rPr>
        <w:t>317 - القاضي حسين بن مسلم المغربي</w:t>
      </w:r>
    </w:p>
    <w:p w:rsidR="00481D79" w:rsidRPr="00481D79" w:rsidRDefault="00481D79" w:rsidP="00235DFC">
      <w:pPr>
        <w:pStyle w:val="libNormal"/>
        <w:rPr>
          <w:rtl/>
        </w:rPr>
      </w:pPr>
      <w:r w:rsidRPr="00481D79">
        <w:rPr>
          <w:rtl/>
        </w:rPr>
        <w:t>318 - عبد الواسع بن يحيى الواسعي</w:t>
      </w:r>
    </w:p>
    <w:p w:rsidR="00481D79" w:rsidRDefault="00481D79" w:rsidP="00481D79">
      <w:pPr>
        <w:pStyle w:val="libNormal"/>
        <w:rPr>
          <w:rtl/>
        </w:rPr>
      </w:pPr>
      <w:r>
        <w:rPr>
          <w:rtl/>
        </w:rPr>
        <w:br w:type="page"/>
      </w:r>
    </w:p>
    <w:p w:rsidR="00481D79" w:rsidRDefault="00481D79" w:rsidP="00D11BDC">
      <w:pPr>
        <w:pStyle w:val="libCenterBold1"/>
        <w:rPr>
          <w:rtl/>
        </w:rPr>
      </w:pPr>
      <w:r>
        <w:rPr>
          <w:rtl/>
        </w:rPr>
        <w:lastRenderedPageBreak/>
        <w:t>بسم الله الرحمن الرحيم</w:t>
      </w:r>
    </w:p>
    <w:p w:rsidR="00D11BDC" w:rsidRPr="00235DFC" w:rsidRDefault="00481D79" w:rsidP="00235DFC">
      <w:pPr>
        <w:pStyle w:val="libNormal"/>
      </w:pPr>
      <w:r w:rsidRPr="00235DFC">
        <w:rPr>
          <w:rtl/>
        </w:rPr>
        <w:t>وبه ثقتياخبرنا الشيخ الامام العالم الراشد امين الدين ثقة الاسلام امين الرؤسا ابوعلي الفضل بن الحسن الطبرسي اطال الله بقائه يوم الخميس غرة شهر الله الاصم رجب سنة تسع وعشرين وخمسمايه قال اخبرنا الشيخ الامام السيد الزاهد ابوالفتح عبدالله بن عبدالكريم هوزان القشيرى ادام الله عزه قراء‌ة عليه داخل القبة التى فيها قبر الرضا ع غرة شهر الله المبارك سنة احدى وخمسمايه قال حدثني الشيخ الجليل العالم ابوالحسن على بن محمد بن على الحاتمى الزوزنى؟؟* * *والبرص وباسناده قال قال على بن ابى طالب ع قال قال رسول الله ص ان موسى عمران ع رفع يديه وقال يا رب ان اخى هرون قد مات، فاغفر له فاوحى الله تعالى، اليه يا موسى لو سألتنى في الاولين والاخرين لاجبتك ما خلا قاتل الحسين بن على فانى انتقم له من قاتله وصلى الله على محمد وآله اجمعين برحمتك يا ارحم الراحمين امين، تم في شهر رمضان المبارك سنة 970 كاتبه غرير بن محمد سمنانى الصفحة الاولى والاخير</w:t>
      </w:r>
      <w:r w:rsidR="00235DFC">
        <w:rPr>
          <w:rtl/>
        </w:rPr>
        <w:t>ة من النسخة المحفوظة في مكتبتنا</w:t>
      </w:r>
    </w:p>
    <w:p w:rsidR="00481D79" w:rsidRPr="00481D79" w:rsidRDefault="00481D79" w:rsidP="00D11BDC">
      <w:pPr>
        <w:pStyle w:val="libNormal"/>
        <w:rPr>
          <w:rStyle w:val="libNormalChar"/>
          <w:rtl/>
        </w:rPr>
      </w:pPr>
      <w:r w:rsidRPr="00481D79">
        <w:rPr>
          <w:rStyle w:val="libNormalChar"/>
          <w:rtl/>
        </w:rPr>
        <w:br w:type="page"/>
      </w:r>
    </w:p>
    <w:p w:rsidR="00481D79" w:rsidRDefault="00481D79" w:rsidP="00D11BDC">
      <w:pPr>
        <w:pStyle w:val="libCenterBold1"/>
        <w:rPr>
          <w:rtl/>
        </w:rPr>
      </w:pPr>
      <w:r>
        <w:rPr>
          <w:rtl/>
        </w:rPr>
        <w:lastRenderedPageBreak/>
        <w:t>بسم الله الرحمن الرحيم</w:t>
      </w:r>
    </w:p>
    <w:p w:rsidR="00481D79" w:rsidRPr="00481D79" w:rsidRDefault="00481D79" w:rsidP="00235DFC">
      <w:pPr>
        <w:pStyle w:val="libNormal"/>
        <w:rPr>
          <w:rtl/>
        </w:rPr>
      </w:pPr>
      <w:r w:rsidRPr="00481D79">
        <w:rPr>
          <w:rtl/>
        </w:rPr>
        <w:t>في حاشية نسخة العلامة النورى صاحب المستدرك (ره) كتب بخطه الشريف هكذا ورايت نسخة قديمة صحيحة جدا بغير رواية الطبرسى اولها هكذا قال الامام الهمام ابوالحسن على بن موسى الرضا امام المتقين وقدوة اسباط سيد المرسلين عليه الصلوة والسلام حدثنى ابى الامام موسى بن جعفر الكاظم قال حدثنى ابى الامام جعفر بن محمد الصادق قال حدثنى ابى الامام محمد بن على الباقر قال حدثنى ابى الامام على بن الحسين زين العابدين قال حدثنى ابى الامام الحسين بن على سيد الشهداء قال حدثنى ابى امير المؤمنين وامام المسلمين ويعسوب الدين على بن ابى طالب عليهم السل</w:t>
      </w:r>
      <w:r w:rsidR="00235DFC">
        <w:rPr>
          <w:rFonts w:hint="cs"/>
          <w:rtl/>
        </w:rPr>
        <w:t>ا</w:t>
      </w:r>
      <w:r w:rsidRPr="00481D79">
        <w:rPr>
          <w:rtl/>
        </w:rPr>
        <w:t>م الصلوة والسلم قال إلى اخر ما في المتن ونشير إلى محل الاختلاف في الحاشية ورمزه (خ ق) حسين الطبرسى وحرره الاحقر مالك الكتاب من خطه الشريف مصطفى الحسينى الصفائى الخونسارى في ج 2 / 1367 الصفحة الاولى من نسخة مكتبة آية الله الخوانساري</w:t>
      </w:r>
      <w:r w:rsidR="00235DFC">
        <w:rPr>
          <w:rFonts w:hint="cs"/>
          <w:rtl/>
        </w:rPr>
        <w:t xml:space="preserve"> </w:t>
      </w:r>
      <w:r w:rsidRPr="00481D79">
        <w:rPr>
          <w:rtl/>
        </w:rPr>
        <w:t>* * *</w:t>
      </w:r>
      <w:r w:rsidR="00235DFC">
        <w:rPr>
          <w:rFonts w:hint="cs"/>
          <w:rtl/>
        </w:rPr>
        <w:t xml:space="preserve"> </w:t>
      </w:r>
      <w:r w:rsidRPr="00481D79">
        <w:rPr>
          <w:rtl/>
        </w:rPr>
        <w:t>بسم الله الرحمن الرحيم اخبرنا الشيخ الامام الاجل العالم الزاهد الرشيد امين الدين (امين) ثقة الاسلام امير الرؤسا ابوعلى الفضل بن الحسن الطبرسى اطال الله بقاؤه يوم الخميس غرة شهر الله الاصم رجب سنة تسع وعشرين وخمس ماة قال اخبرنا الشيخ الامام السيد الزاهد ابوالفتح عبدالله بن عبدالكريم بن هوزان القشيرى ادام الله عزه قرأه عليه داخل القبة التى فيها قبر الرضا عليه السلم غرة شهر الله المبارك سنة احد الصفحة الاولى من نسخة مكتبة آية الله الخوانساري</w:t>
      </w:r>
    </w:p>
    <w:p w:rsidR="00481D79" w:rsidRDefault="00481D79" w:rsidP="00481D79">
      <w:pPr>
        <w:pStyle w:val="libNormal"/>
        <w:rPr>
          <w:rtl/>
        </w:rPr>
      </w:pPr>
      <w:r>
        <w:rPr>
          <w:rtl/>
        </w:rPr>
        <w:br w:type="page"/>
      </w:r>
    </w:p>
    <w:p w:rsidR="00481D79" w:rsidRPr="00481D79" w:rsidRDefault="00481D79" w:rsidP="00235DFC">
      <w:pPr>
        <w:pStyle w:val="libNormal0"/>
        <w:rPr>
          <w:rtl/>
        </w:rPr>
      </w:pPr>
      <w:r w:rsidRPr="00481D79">
        <w:rPr>
          <w:rtl/>
        </w:rPr>
        <w:lastRenderedPageBreak/>
        <w:t xml:space="preserve">ملك خفى قال قال على بن ابيطالب ع قال رسول الله </w:t>
      </w:r>
      <w:r w:rsidR="004226A8" w:rsidRPr="004226A8">
        <w:rPr>
          <w:rStyle w:val="libAlaemChar"/>
          <w:rtl/>
        </w:rPr>
        <w:t>صلى‌الله‌عليه‌وآله</w:t>
      </w:r>
      <w:r w:rsidRPr="00481D79">
        <w:rPr>
          <w:rtl/>
        </w:rPr>
        <w:t xml:space="preserve"> و سلم من اصطنع خيرا صنعه إلى احد من ولد عبدالمطلب ولم يجازه عليها فانا اجازيه غدا اذا لقينى يوم القيمة قال رسول الله </w:t>
      </w:r>
      <w:r w:rsidR="004226A8" w:rsidRPr="004226A8">
        <w:rPr>
          <w:rStyle w:val="libAlaemChar"/>
          <w:rtl/>
        </w:rPr>
        <w:t>صلى‌الله‌عليه‌وآله</w:t>
      </w:r>
      <w:r w:rsidRPr="00481D79">
        <w:rPr>
          <w:rtl/>
        </w:rPr>
        <w:t xml:space="preserve"> يا على انك اذا صليت الجنازة فقل اللهم عبدك وابن عبدك وابن امتك ماض فيه حكمك خلقته ولم يكن شيئا مذكورا زارك وانت خير مزور اللهم لقنه حجته والحقه نبيه ونور له في قبره ووسع عليه في مدخل وثبته بالقول الثابت فانه افتقر اليك واستغنيت عنه وكان يشهد ان لا اله لا انت فاغفر له اللهم لا تحرمنا اجره ولاتفتنا بعده يا على اذا صليت على المراة فقل اللهم انت خلقتها وانت احييتها وانت امتها وانت اعلم بسرها وعلانيتها جئناك شفعاء لها فاغفر لها اللهم لا تحرمنا اجرها ولا تفتنا بعدها يا على اذا صليت على الطفل فقل اللهم اجعله لابويه سلفا واجعله لهما فرطا واجعله لهما نورا ورشدا واعقب والديه الجنة انك على كل شئ قدير قال قال على ابن ابيطالب عليه السلم من احبنى وجدنى عند مماته بحيث يحب ومن ابغضنى وجدنى عند مماته بحيث يكره قال حدثنى ابوالقاسم الطائى قال حدثنى ابى عن على بن موسى الرضا ع قال حدثنى ابى موسى بن جعفر قال حدثنى ابى جعفر بن محمد قال حدثنى ابى محمد بن على قال حدثنى ابى على بن الحسين قال حدثنى ابى الحسين بن على قال حدثنى ابى على بن ابى طالب (ع) قال قال رسول الله </w:t>
      </w:r>
      <w:r w:rsidR="004226A8" w:rsidRPr="004226A8">
        <w:rPr>
          <w:rStyle w:val="libAlaemChar"/>
          <w:rtl/>
        </w:rPr>
        <w:t>صلى‌الله‌عليه‌وآله</w:t>
      </w:r>
      <w:r w:rsidRPr="00481D79">
        <w:rPr>
          <w:rtl/>
        </w:rPr>
        <w:t xml:space="preserve"> وسلم ان موسى بن عمران سال ربه ورفع يديه وقال يا رب ان اخى هرون قد مات فاغفر له فاوحى الله تعالى يا موسى لو سالتنى في الاولين و الاخرين لاجبتك ما خلا قاتل الحسين بن على </w:t>
      </w:r>
      <w:r w:rsidR="004226A8" w:rsidRPr="004226A8">
        <w:rPr>
          <w:rStyle w:val="libAlaemChar"/>
          <w:rtl/>
        </w:rPr>
        <w:t>عليهما‌السلام</w:t>
      </w:r>
      <w:r w:rsidRPr="00481D79">
        <w:rPr>
          <w:rtl/>
        </w:rPr>
        <w:t xml:space="preserve"> فانى انتقم له من قاتله والحمد الله رب العالمين تم الصفحة الاخيرة من نسخة مكتبة آية الله الخوانساري</w:t>
      </w:r>
    </w:p>
    <w:p w:rsidR="00481D79" w:rsidRDefault="00481D79" w:rsidP="00481D79">
      <w:pPr>
        <w:pStyle w:val="libNormal"/>
        <w:rPr>
          <w:rtl/>
        </w:rPr>
      </w:pPr>
      <w:r>
        <w:rPr>
          <w:rtl/>
        </w:rPr>
        <w:br w:type="page"/>
      </w:r>
    </w:p>
    <w:p w:rsidR="00481D79" w:rsidRDefault="00481D79" w:rsidP="00D11BDC">
      <w:pPr>
        <w:pStyle w:val="libCenterBold1"/>
        <w:rPr>
          <w:rtl/>
        </w:rPr>
      </w:pPr>
      <w:r>
        <w:rPr>
          <w:rtl/>
        </w:rPr>
        <w:lastRenderedPageBreak/>
        <w:t>بسم الله الرحمن الرحيم</w:t>
      </w:r>
    </w:p>
    <w:p w:rsidR="00481D79" w:rsidRPr="00481D79" w:rsidRDefault="00481D79" w:rsidP="00235DFC">
      <w:pPr>
        <w:pStyle w:val="libNormal"/>
        <w:rPr>
          <w:rtl/>
        </w:rPr>
      </w:pPr>
      <w:r w:rsidRPr="00481D79">
        <w:rPr>
          <w:rtl/>
        </w:rPr>
        <w:t>الحمد لله رب العالمين حق حمده والصلوة والسلام على رسوله محمد وعبده وعلى آله واصحابه من بعده قال المولا الامام الاعظم الربانى المقتدى الهمام الاعلم الصمدانى تاج الشريعه سراج الطريقة كاشف رتاج؟؟ الحقيقة ناصر السنة وحاميها وقامع البدعة ومافيها برهان الملة والدين وقطب الاسلام والدين مرشد اكابر الملوك والسلاطين نصر بن المولا الاعظم السعيد الحبر الهمام الشهيد صاحب النفس القدسية جامع الملكات الملكية والكمالات الانسية حجة الحق على الخلق هدى الخلق إلى الحق (..) الجامع متع الله المسلمين بطول بقاه ورحم اسلافه اخبرنى مخدومى وشيخى واستادى ومن عليه في العلوم والروايات اعتمادى الصدر الامام العالم العامل الكاشف المحدث المحدث صدوق الثقة العدل سلطان المحققين امام الايمه والمشاسخ في العالمين قطب الحق والدين وواعى اسرار رب العالمين صاحب المقامات العلية والكرامات الجليه ابونصر يحيى ابن الشيخ الامام المعظم والحبر الهمام المقدم قدوة مشايخ العرب والعجم علامة العلما في زمانه واعجاز انه الكلام في شانه تاج الملة والدين ابى الفضل محمود ابن الاوحد حاكم ابن ابى القاسم ابن ابى بكر النورجاني</w:t>
      </w:r>
      <w:r w:rsidR="00235DFC">
        <w:rPr>
          <w:rFonts w:hint="cs"/>
          <w:rtl/>
        </w:rPr>
        <w:t xml:space="preserve"> </w:t>
      </w:r>
      <w:r w:rsidRPr="00481D79">
        <w:rPr>
          <w:rtl/>
        </w:rPr>
        <w:t xml:space="preserve">* * *بن على </w:t>
      </w:r>
      <w:r w:rsidR="004226A8" w:rsidRPr="004226A8">
        <w:rPr>
          <w:rStyle w:val="libAlaemChar"/>
          <w:rtl/>
        </w:rPr>
        <w:t>عليه‌السلام</w:t>
      </w:r>
      <w:r w:rsidRPr="00481D79">
        <w:rPr>
          <w:rtl/>
        </w:rPr>
        <w:t xml:space="preserve"> فانى انتقم له من قاتله صدق الله وصدق رسول الله </w:t>
      </w:r>
      <w:r w:rsidR="004226A8" w:rsidRPr="004226A8">
        <w:rPr>
          <w:rStyle w:val="libAlaemChar"/>
          <w:rtl/>
        </w:rPr>
        <w:t>صلى‌الله‌عليه‌وآله</w:t>
      </w:r>
      <w:r w:rsidRPr="00481D79">
        <w:rPr>
          <w:rtl/>
        </w:rPr>
        <w:t xml:space="preserve"> تمت الاحاديث المنقوله عن امير المؤمنين وامام المتقين وقايد المتقين وقائد الغر المحجلين على بن ابى طالب عليه الصلوة والسلم وقع الفراغ من كتابة هذه الاحاديث الشريفة في عصر يوم الثلث العاشر من شهر صفر المظفر سنه 1229 بيد الاقل الاثم المحتاج إلى الله مغنى الحسين بن الحسن بن على بن على بن الحسين غفر الله لهم بجاه محمد واله الصفحة الاولى والاخيرة من نسخة مكتبة آية الله العظمى الگلبايگاني</w:t>
      </w:r>
    </w:p>
    <w:p w:rsidR="00481D79" w:rsidRDefault="00481D79" w:rsidP="00481D79">
      <w:pPr>
        <w:pStyle w:val="libNormal"/>
        <w:rPr>
          <w:rtl/>
        </w:rPr>
      </w:pPr>
      <w:r>
        <w:rPr>
          <w:rtl/>
        </w:rPr>
        <w:br w:type="page"/>
      </w:r>
    </w:p>
    <w:p w:rsidR="00481D79" w:rsidRDefault="00481D79" w:rsidP="00D11BDC">
      <w:pPr>
        <w:pStyle w:val="libCenterBold1"/>
        <w:rPr>
          <w:rtl/>
        </w:rPr>
      </w:pPr>
      <w:r>
        <w:rPr>
          <w:rtl/>
        </w:rPr>
        <w:lastRenderedPageBreak/>
        <w:t>بسم الله الرحمن الرحيم</w:t>
      </w:r>
    </w:p>
    <w:p w:rsidR="00481D79" w:rsidRPr="00481D79" w:rsidRDefault="00481D79" w:rsidP="00D11BDC">
      <w:pPr>
        <w:pStyle w:val="libNormal"/>
        <w:rPr>
          <w:rtl/>
        </w:rPr>
      </w:pPr>
      <w:r w:rsidRPr="00481D79">
        <w:rPr>
          <w:rtl/>
        </w:rPr>
        <w:t xml:space="preserve">اخبرنا الشيخ الامام الاجل العالم الزاهد امين الدين ثقة الاسلام امير الرؤساء ابوعلي الفضل بن الحسن الطبرسي اطال الله بقاء‌ه يوم يوم الخميس غرة شهر الله الاصم رجب سنة تسع وعشرين وخمسائة قال اخبرنا الشيخ الامام السيد الزاهد ابوالفتح عبدالله بن عبدالكريم هوزان القشيري ادام الله عزه قراء‌ة عليه داخل القبة التي فيها قبر الرضا </w:t>
      </w:r>
      <w:r w:rsidR="004226A8" w:rsidRPr="004226A8">
        <w:rPr>
          <w:rStyle w:val="libAlaemChar"/>
          <w:rtl/>
        </w:rPr>
        <w:t>عليه‌السلام</w:t>
      </w:r>
      <w:r w:rsidRPr="00481D79">
        <w:rPr>
          <w:rtl/>
        </w:rPr>
        <w:t xml:space="preserve"> غرة شهر الله المبارك سنة احدى وخمسمائة * * * الاخرين لاجبتك ما خلا قاتل الحسين بن علي عليه السلم فاني انتقم له من قاتله صدق الله صدق رسول الله </w:t>
      </w:r>
      <w:r w:rsidR="004226A8" w:rsidRPr="004226A8">
        <w:rPr>
          <w:rStyle w:val="libAlaemChar"/>
          <w:rtl/>
        </w:rPr>
        <w:t>صلى‌الله‌عليه‌وآله</w:t>
      </w:r>
      <w:r w:rsidR="00235DFC">
        <w:rPr>
          <w:rtl/>
        </w:rPr>
        <w:t xml:space="preserve"> وسلم.'.</w:t>
      </w:r>
      <w:r w:rsidRPr="00481D79">
        <w:rPr>
          <w:rtl/>
        </w:rPr>
        <w:t>تم الاحاديث المنقولة عن امير المؤمنين وامام المتقين وقايد الغر المحجلين علي ب</w:t>
      </w:r>
      <w:r w:rsidR="00235DFC">
        <w:rPr>
          <w:rtl/>
        </w:rPr>
        <w:t>ن ابي طالب عليه الصلوة و السلام '</w:t>
      </w:r>
      <w:r w:rsidRPr="00481D79">
        <w:rPr>
          <w:rtl/>
        </w:rPr>
        <w:t xml:space="preserve"> وفرغ من كتابته العبد الضعيف المذنب الاقل المحتاج إلى رحمة ربه الفني؟؟ محمد ابن محمد الجزايري غفر الله له ولوالديه وكان الفراغ في يوم الثلث سادس عشر شهر جمادى الاول سنة خمسين بعد الالف من الهجرة النبوية عليه افضل الصلوات واكمل التحيات وعلى عترته الطاهرين الصفحة الاولى والاخيرة من نسخة مكتبة آية الله العظمى الكلبايكاني الاخرى</w:t>
      </w:r>
    </w:p>
    <w:p w:rsidR="00481D79" w:rsidRDefault="00481D79" w:rsidP="00481D79">
      <w:pPr>
        <w:pStyle w:val="libNormal"/>
        <w:rPr>
          <w:rtl/>
        </w:rPr>
      </w:pPr>
      <w:r>
        <w:rPr>
          <w:rtl/>
        </w:rPr>
        <w:br w:type="page"/>
      </w:r>
    </w:p>
    <w:p w:rsidR="00481D79" w:rsidRPr="00481D79" w:rsidRDefault="00481D79" w:rsidP="00235DFC">
      <w:pPr>
        <w:pStyle w:val="libNormal0"/>
        <w:rPr>
          <w:rtl/>
        </w:rPr>
      </w:pPr>
      <w:r w:rsidRPr="00481D79">
        <w:rPr>
          <w:rtl/>
        </w:rPr>
        <w:lastRenderedPageBreak/>
        <w:t xml:space="preserve">كتاب أسانيد صحيفة الامام الصوام القوام علي بن موسى الرضى </w:t>
      </w:r>
      <w:r w:rsidR="004226A8" w:rsidRPr="004226A8">
        <w:rPr>
          <w:rStyle w:val="libAlaemChar"/>
          <w:rtl/>
        </w:rPr>
        <w:t>عليهما‌السلام</w:t>
      </w:r>
      <w:r w:rsidRPr="00481D79">
        <w:rPr>
          <w:rtl/>
        </w:rPr>
        <w:t xml:space="preserve"> ظهر الصفحة الاولى من نسخة مكتبة الاكاديمية الوطنية في روما * * *</w:t>
      </w:r>
    </w:p>
    <w:p w:rsidR="00481D79" w:rsidRPr="00481D79" w:rsidRDefault="00481D79" w:rsidP="00D11BDC">
      <w:pPr>
        <w:pStyle w:val="libNormal"/>
        <w:rPr>
          <w:rtl/>
        </w:rPr>
      </w:pPr>
      <w:r w:rsidRPr="00481D79">
        <w:rPr>
          <w:rtl/>
        </w:rPr>
        <w:t xml:space="preserve">بسم الله الرحمن الرحيم الحمد لله، وسلام على عباده الذين اصطفى اخبرنا القاضى الاجل ابوعبدالله محمد بن عبد الله بن حمزة بن ابى النجم قراه عليه (..) في جمادى الاولى من سنه ثلاثين وستمايه قال اخبرنى والدى ابومحمد عبدالله بن حمزة بن ابى النجم بقرأتي عليه باسناده عن بعض شيوخه إلى الشيخ الجليل ابى عبدالله الحسين بن الحسن بن زيد الحسنى الجرجانى المعرف بابن القصبى؟؟ </w:t>
      </w:r>
      <w:r w:rsidR="00235DFC" w:rsidRPr="00235DFC">
        <w:rPr>
          <w:rStyle w:val="libAlaemChar"/>
          <w:rtl/>
        </w:rPr>
        <w:t>رضي‌الله‌عنه</w:t>
      </w:r>
      <w:r w:rsidRPr="00481D79">
        <w:rPr>
          <w:rtl/>
        </w:rPr>
        <w:t xml:space="preserve"> قدم علينا باستراباذ من خانكات العلويه برودبار خارج درب؟؟ الصفحة الاولى من نسخة مكتبة الاكاديمية الوطنية في روما * * * رسول الله </w:t>
      </w:r>
      <w:r w:rsidR="004226A8" w:rsidRPr="004226A8">
        <w:rPr>
          <w:rStyle w:val="libAlaemChar"/>
          <w:rtl/>
        </w:rPr>
        <w:t>صلى‌الله‌عليه‌وآله</w:t>
      </w:r>
      <w:r w:rsidRPr="00481D79">
        <w:rPr>
          <w:rtl/>
        </w:rPr>
        <w:t xml:space="preserve"> الدعا سلاح المؤمن وعمود الدين ونور السموات والارض، قال قال رسول الله </w:t>
      </w:r>
      <w:r w:rsidR="00235DFC" w:rsidRPr="00235DFC">
        <w:rPr>
          <w:rStyle w:val="libAlaemChar"/>
          <w:rtl/>
        </w:rPr>
        <w:t>صلى‌الله‌عليه‌وآله‌وسلم</w:t>
      </w:r>
      <w:r w:rsidRPr="00481D79">
        <w:rPr>
          <w:rtl/>
        </w:rPr>
        <w:t xml:space="preserve"> من حفظ على امتى اربعين حديثا ينتفعون بها بعثه الله يوم القيمة فقيها عالما انه؟؟؟ قال قال رسول الله </w:t>
      </w:r>
      <w:r w:rsidR="004226A8" w:rsidRPr="004226A8">
        <w:rPr>
          <w:rStyle w:val="libAlaemChar"/>
          <w:rtl/>
        </w:rPr>
        <w:t>صلى‌الله‌عليه‌وآله</w:t>
      </w:r>
      <w:r w:rsidRPr="00481D79">
        <w:rPr>
          <w:rtl/>
        </w:rPr>
        <w:t xml:space="preserve"> وسلم لما بدى رسول الله صلى الله عليه وعلى اله بتعليم الاذان اتانى جبريل </w:t>
      </w:r>
      <w:r w:rsidR="004226A8" w:rsidRPr="004226A8">
        <w:rPr>
          <w:rStyle w:val="libAlaemChar"/>
          <w:rtl/>
        </w:rPr>
        <w:t>عليه‌السلام</w:t>
      </w:r>
      <w:r w:rsidRPr="00481D79">
        <w:rPr>
          <w:rtl/>
        </w:rPr>
        <w:t xml:space="preserve"> بالبراق فاستعصيت عليه ثم اتا بدابة فقال لها برقة فقال لها جبريل </w:t>
      </w:r>
      <w:r w:rsidR="004226A8" w:rsidRPr="004226A8">
        <w:rPr>
          <w:rStyle w:val="libAlaemChar"/>
          <w:rtl/>
        </w:rPr>
        <w:t>عليه‌السلام</w:t>
      </w:r>
      <w:r w:rsidRPr="00481D79">
        <w:rPr>
          <w:rtl/>
        </w:rPr>
        <w:t xml:space="preserve"> اسكنى برقه فما يزكيك احد اكرم من محمد فسكنت قال رسول الله </w:t>
      </w:r>
      <w:r w:rsidR="004226A8" w:rsidRPr="004226A8">
        <w:rPr>
          <w:rStyle w:val="libAlaemChar"/>
          <w:rtl/>
        </w:rPr>
        <w:t>صلى‌الله‌عليه‌وآله</w:t>
      </w:r>
      <w:r w:rsidRPr="00481D79">
        <w:rPr>
          <w:rtl/>
        </w:rPr>
        <w:t xml:space="preserve"> وسلم فركبتها حتى انتهيت * * تم ذلك بحمد الله الصفحة الاخيرة من نسخة مكتبة الاكاديمية الوطنية في روما</w:t>
      </w:r>
    </w:p>
    <w:p w:rsidR="00481D79" w:rsidRDefault="00481D79" w:rsidP="00481D79">
      <w:pPr>
        <w:pStyle w:val="libNormal"/>
        <w:rPr>
          <w:rtl/>
        </w:rPr>
      </w:pPr>
      <w:r>
        <w:rPr>
          <w:rtl/>
        </w:rPr>
        <w:br w:type="page"/>
      </w:r>
    </w:p>
    <w:p w:rsidR="00481D79" w:rsidRDefault="00481D79" w:rsidP="00D11BDC">
      <w:pPr>
        <w:pStyle w:val="Heading2Center"/>
        <w:rPr>
          <w:rtl/>
        </w:rPr>
      </w:pPr>
      <w:bookmarkStart w:id="2" w:name="02"/>
      <w:bookmarkStart w:id="3" w:name="_Toc491511707"/>
      <w:bookmarkStart w:id="4" w:name="_Toc491792037"/>
      <w:r>
        <w:rPr>
          <w:rtl/>
        </w:rPr>
        <w:lastRenderedPageBreak/>
        <w:t xml:space="preserve">كتاب صحيفة الامام الرضا </w:t>
      </w:r>
      <w:r w:rsidR="004226A8" w:rsidRPr="004226A8">
        <w:rPr>
          <w:rStyle w:val="libAlaemChar"/>
          <w:rtl/>
        </w:rPr>
        <w:t>عليه‌السلام</w:t>
      </w:r>
      <w:bookmarkEnd w:id="2"/>
      <w:bookmarkEnd w:id="3"/>
      <w:bookmarkEnd w:id="4"/>
    </w:p>
    <w:p w:rsidR="00481D79" w:rsidRDefault="00481D79" w:rsidP="00481D79">
      <w:pPr>
        <w:pStyle w:val="libNormal"/>
        <w:rPr>
          <w:rtl/>
        </w:rPr>
      </w:pPr>
      <w:r>
        <w:rPr>
          <w:rtl/>
        </w:rPr>
        <w:br w:type="page"/>
      </w:r>
    </w:p>
    <w:p w:rsidR="00481D79" w:rsidRDefault="00481D79" w:rsidP="00D11BDC">
      <w:pPr>
        <w:pStyle w:val="libCenterBold1"/>
        <w:rPr>
          <w:rtl/>
        </w:rPr>
      </w:pPr>
      <w:r>
        <w:rPr>
          <w:rtl/>
        </w:rPr>
        <w:lastRenderedPageBreak/>
        <w:t>بسم الله الرحمن الرحيم</w:t>
      </w:r>
    </w:p>
    <w:p w:rsidR="00481D79" w:rsidRPr="00481D79" w:rsidRDefault="00481D79" w:rsidP="00235DFC">
      <w:pPr>
        <w:pStyle w:val="libNormal"/>
        <w:rPr>
          <w:rtl/>
        </w:rPr>
      </w:pPr>
      <w:r w:rsidRPr="00481D79">
        <w:rPr>
          <w:rtl/>
        </w:rPr>
        <w:t xml:space="preserve">أخبرنا الشيخ الامام الاجل العالم الزاهد الراشد أمين الدين، ثقة الاسلام، أمين الرؤساء، أبوعلي الفضل بن الحسن الطبرسي </w:t>
      </w:r>
      <w:r w:rsidR="00235DFC" w:rsidRPr="00235DFC">
        <w:rPr>
          <w:rStyle w:val="libFootnotenumChar"/>
          <w:rFonts w:hint="cs"/>
          <w:rtl/>
        </w:rPr>
        <w:t>(1)</w:t>
      </w:r>
      <w:r w:rsidRPr="00481D79">
        <w:rPr>
          <w:rtl/>
        </w:rPr>
        <w:t xml:space="preserve"> أطال الله بقاء‌ه في يوم الخميس غرة شهر الله الاصم رجب سنة تسع وعشرين وخمسمائة قال: أخبرنا الشيخ الامام السعيد </w:t>
      </w:r>
      <w:r w:rsidR="00235DFC" w:rsidRPr="00235DFC">
        <w:rPr>
          <w:rStyle w:val="libFootnotenumChar"/>
          <w:rFonts w:hint="cs"/>
          <w:rtl/>
        </w:rPr>
        <w:t>(2)</w:t>
      </w:r>
      <w:r w:rsidRPr="00481D79">
        <w:rPr>
          <w:rtl/>
        </w:rPr>
        <w:t xml:space="preserve"> الزاهد، أبوالفتح عبدالله بن عبدالكريم بن هوازن القشيري </w:t>
      </w:r>
      <w:r w:rsidR="00235DFC" w:rsidRPr="00235DFC">
        <w:rPr>
          <w:rStyle w:val="libFootnotenumChar"/>
          <w:rFonts w:hint="cs"/>
          <w:rtl/>
        </w:rPr>
        <w:t>(3)</w:t>
      </w:r>
      <w:r w:rsidRPr="00481D79">
        <w:rPr>
          <w:rtl/>
        </w:rPr>
        <w:t xml:space="preserve"> أدام الله عزه، قراء‌ة عليه داخل القبة التي فيها قبر الرضا </w:t>
      </w:r>
      <w:r w:rsidR="004226A8" w:rsidRPr="004226A8">
        <w:rPr>
          <w:rStyle w:val="libAlaemChar"/>
          <w:rtl/>
        </w:rPr>
        <w:t>عليه‌السلام</w:t>
      </w:r>
      <w:r w:rsidRPr="00481D79">
        <w:rPr>
          <w:rtl/>
        </w:rPr>
        <w:t xml:space="preserve"> غرة شهر الله المبارك رمضان سنة إحدى وخمسمائة قال:</w:t>
      </w:r>
    </w:p>
    <w:p w:rsidR="00481D79" w:rsidRDefault="005B067E" w:rsidP="005B067E">
      <w:pPr>
        <w:pStyle w:val="libLine"/>
        <w:rPr>
          <w:rtl/>
        </w:rPr>
      </w:pPr>
      <w:r>
        <w:rPr>
          <w:rtl/>
        </w:rPr>
        <w:t>____________________</w:t>
      </w:r>
    </w:p>
    <w:p w:rsidR="00481D79" w:rsidRDefault="00481D79" w:rsidP="00D11BDC">
      <w:pPr>
        <w:pStyle w:val="libFootnote0"/>
        <w:rPr>
          <w:rtl/>
        </w:rPr>
      </w:pPr>
      <w:r>
        <w:rPr>
          <w:rtl/>
        </w:rPr>
        <w:t xml:space="preserve">(1) قدوة المفسرين وعمدة الفضلاء المتبحرين، الفقيه النبيه والثقة الوجيه، من أكابر زعماء الدين وأجلاء هذه الطائفة، وتفسيره الكبير الموسوم ب‍ " مجمع البيان " يغني عن سرد ما في التراجم من آيات إكباره وجلالة قدره وعبارات الاطراء والثناء عليه لجامعيته لفنون الفضل والكمال. وسائر أولاده وأحفاده وأقرباء‌ه من أكابر العلماء وأصحاب الحديث. توفي في سبزوار سنة 548 ه‍ وحمل نعشه الشريف إلى المشهد الرضوي، ودفن في مغتسل الامام الرضا </w:t>
      </w:r>
      <w:r w:rsidR="004226A8" w:rsidRPr="00235DFC">
        <w:rPr>
          <w:rStyle w:val="libFootnoteAlaemChar"/>
          <w:rtl/>
        </w:rPr>
        <w:t>عليه‌السلام</w:t>
      </w:r>
      <w:r>
        <w:rPr>
          <w:rtl/>
        </w:rPr>
        <w:t>. وقبره مزار معروف اليوم، ويسمى الشارع المؤدي إلى قبره باسمه إحياء لذكراه العطرة وتخليدا لاسمه وخدماته الجليلة للاسلام. ترجم له أكثر أصحاب التراجم في مصنفاتهم.</w:t>
      </w:r>
    </w:p>
    <w:p w:rsidR="00481D79" w:rsidRDefault="00481D79" w:rsidP="00D11BDC">
      <w:pPr>
        <w:pStyle w:val="libFootnote0"/>
        <w:rPr>
          <w:rtl/>
        </w:rPr>
      </w:pPr>
      <w:r>
        <w:rPr>
          <w:rtl/>
        </w:rPr>
        <w:t>(2) في أحد النسخ وروضات الجنات: 5 / 359: السيد.</w:t>
      </w:r>
    </w:p>
    <w:p w:rsidR="00827655" w:rsidRDefault="00481D79" w:rsidP="00D11BDC">
      <w:pPr>
        <w:pStyle w:val="libFootnote0"/>
        <w:rPr>
          <w:rtl/>
        </w:rPr>
      </w:pPr>
      <w:r>
        <w:rPr>
          <w:rtl/>
        </w:rPr>
        <w:t>(3) أبوسعد عبدالله بن الشيخ الفقيه المتكلم المفسر أبوالقاسم عبدالكريم بن هوازن بن عبدالملك بن طلحة بن محمد القشي</w:t>
      </w:r>
      <w:bookmarkStart w:id="5" w:name="_GoBack"/>
      <w:bookmarkEnd w:id="5"/>
      <w:r>
        <w:rPr>
          <w:rtl/>
        </w:rPr>
        <w:t xml:space="preserve">ري النيسابوري. قال عنه الذهبي " كان زاهدا، متألها، متصوفا، كبير القدر، ذا علم وذكاء وعرفان ". </w:t>
      </w:r>
      <w:r w:rsidR="00827655">
        <w:rPr>
          <w:rtl/>
        </w:rPr>
        <w:t>=</w:t>
      </w:r>
    </w:p>
    <w:p w:rsidR="00481D79" w:rsidRDefault="00481D79" w:rsidP="00481D79">
      <w:pPr>
        <w:pStyle w:val="libNormal"/>
        <w:rPr>
          <w:rtl/>
        </w:rPr>
      </w:pPr>
      <w:r>
        <w:rPr>
          <w:rtl/>
        </w:rPr>
        <w:br w:type="page"/>
      </w:r>
    </w:p>
    <w:p w:rsidR="00481D79" w:rsidRPr="00481D79" w:rsidRDefault="00481D79" w:rsidP="00235DFC">
      <w:pPr>
        <w:pStyle w:val="libNormal0"/>
        <w:rPr>
          <w:rtl/>
        </w:rPr>
      </w:pPr>
      <w:r w:rsidRPr="00481D79">
        <w:rPr>
          <w:rtl/>
        </w:rPr>
        <w:lastRenderedPageBreak/>
        <w:t xml:space="preserve">حدثني الشيخ الجليل العالم أبوالحسن علي بن محمد بن علي الحاتمي الزوزني </w:t>
      </w:r>
      <w:r w:rsidR="00235DFC" w:rsidRPr="00235DFC">
        <w:rPr>
          <w:rStyle w:val="libFootnotenumChar"/>
          <w:rFonts w:hint="cs"/>
          <w:rtl/>
        </w:rPr>
        <w:t>(1)</w:t>
      </w:r>
      <w:r w:rsidRPr="00481D79">
        <w:rPr>
          <w:rtl/>
        </w:rPr>
        <w:t xml:space="preserve"> قراء‌ة عليه سنة اثنتين وخمسين وأربعمائة قال: أخبرني أبوالحسن أحمد بن محمد بن هارون الزوزني </w:t>
      </w:r>
      <w:r w:rsidR="00235DFC" w:rsidRPr="00235DFC">
        <w:rPr>
          <w:rStyle w:val="libFootnotenumChar"/>
          <w:rFonts w:hint="cs"/>
          <w:rtl/>
        </w:rPr>
        <w:t>(2)</w:t>
      </w:r>
      <w:r w:rsidRPr="00481D79">
        <w:rPr>
          <w:rtl/>
        </w:rPr>
        <w:t xml:space="preserve"> بها قال: أخبرنا أبوبكر محمد بن عبدالله بن محمد حفدة العباس بن حمزة النيشابوري </w:t>
      </w:r>
      <w:r w:rsidR="00235DFC" w:rsidRPr="00235DFC">
        <w:rPr>
          <w:rStyle w:val="libFootnotenumChar"/>
          <w:rFonts w:hint="cs"/>
          <w:rtl/>
        </w:rPr>
        <w:t>(3)</w:t>
      </w:r>
      <w:r w:rsidRPr="00481D79">
        <w:rPr>
          <w:rtl/>
        </w:rPr>
        <w:t xml:space="preserve"> سنة سبع وثلاثين وثلاثمائة قال: حدثنا أبوالقاسم عبدالله بن أحمد بن عامر الطائي بالبصرة قال: حدثني أبي سنة ستين ومائتين قال: حدثني علي بن موسى الرضا </w:t>
      </w:r>
      <w:r w:rsidR="004226A8" w:rsidRPr="004226A8">
        <w:rPr>
          <w:rStyle w:val="libAlaemChar"/>
          <w:rtl/>
        </w:rPr>
        <w:t>عليه‌السلام</w:t>
      </w:r>
      <w:r w:rsidRPr="00481D79">
        <w:rPr>
          <w:rtl/>
        </w:rPr>
        <w:t xml:space="preserve"> سنة أربع وتسعين ومائة قال: حدثني أبي موسى بن جعفر قال: حدثني أبي جعفر بن محمد قال: حدثني أبي محمد بن علي قال: حدثني أبي علي بن الحسين قال: حدثني أبي الحسين بن علي قال: حدثني أبي علي بن أبي طالب </w:t>
      </w:r>
      <w:r w:rsidR="004226A8" w:rsidRPr="004226A8">
        <w:rPr>
          <w:rStyle w:val="libAlaemChar"/>
          <w:rtl/>
        </w:rPr>
        <w:t>عليه‌السلام</w:t>
      </w:r>
      <w:r w:rsidRPr="00481D79">
        <w:rPr>
          <w:rtl/>
        </w:rPr>
        <w:t xml:space="preserve"> قال:</w:t>
      </w:r>
    </w:p>
    <w:p w:rsidR="00827655"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وأمه الشيخة العابدة الصالحة فاطمة بنت الحسن بن علي الدقاق. وهو أكبر ستة اخوة عرفوا بالعلم والحديث. ولد سنة 414 ه‍، وتوفي في إسفرائين سنة 521 على ما ذكره الاسنوي في طبقاته: 2 / 318 وفيه " عبيد الله " بالتصغير. ولكن في معظم مصادر ترجمته أنه توفي في السادس من ذي القعدة سنة 477. والاول أظهر موافقا لما في السند، لرواية الشيخ الطبرسي عنه في سنة 501، والله أعلم. ترجم له في سير أعلام النبلاء: 18 / 562، شذرات الذهب: 3 / 354، العبر: 3 / 287 والمنتخب من السياق لتاريخ نيسابور: 445 رقم " 934 ".</w:t>
      </w:r>
    </w:p>
    <w:p w:rsidR="00481D79" w:rsidRDefault="00481D79" w:rsidP="00D11BDC">
      <w:pPr>
        <w:pStyle w:val="libFootnote0"/>
        <w:rPr>
          <w:rtl/>
        </w:rPr>
      </w:pPr>
      <w:r>
        <w:rPr>
          <w:rtl/>
        </w:rPr>
        <w:t>(1) الاديب البحاتي النيسابوري الزوزني - بضم أوله وسكون ثانيه - نسبة إلى زوزن وهي مدينة بين نيسابور وهراة، وكانت تعرف بالبصرة الصغرى لكثرة من أخرجت من الفضلاء والادباء وأهل العلم. ترجم له في المنتخب من السياق لتاريخ نيسابور: 579 رقم 1282، وراجع معجم البلدان: 3 / 158.</w:t>
      </w:r>
    </w:p>
    <w:p w:rsidR="00481D79" w:rsidRDefault="00481D79" w:rsidP="00D11BDC">
      <w:pPr>
        <w:pStyle w:val="libFootnote0"/>
        <w:rPr>
          <w:rtl/>
        </w:rPr>
      </w:pPr>
      <w:r>
        <w:rPr>
          <w:rtl/>
        </w:rPr>
        <w:t>(2) وهو أحد مشايخ الحاكم أبو عبدالله النيسابوري، ذكره السمعاني في الانساب: 4 / 2.</w:t>
      </w:r>
    </w:p>
    <w:p w:rsidR="00481D79" w:rsidRDefault="00481D79" w:rsidP="00D11BDC">
      <w:pPr>
        <w:pStyle w:val="libFootnote0"/>
        <w:rPr>
          <w:rtl/>
        </w:rPr>
      </w:pPr>
      <w:r>
        <w:rPr>
          <w:rtl/>
        </w:rPr>
        <w:t>(3) أبوبكر محمد بن عبدالله بن محمد بن يوسف النيسابوري الحفيد، عرف بهذه الكنية نسبة إلى جده العباس بن حمزة الواعظ النيسابوري، سمع منه الحاكم أبوعبدالله الحافظ النيسابوري وذكره في التاريخ وقال: (كان محدث أصحاب الرأي في عصره كثير الرحلة والسماع والطلب) خرج إلى العراق والبحرين وغاب عن بلده أربعين سنة سمع جده العباس بن حمزة والحسين بن الفضل البجلي، توفي بهراة سنة 344 ه‍ وذكره السبكي في طبقاته: 4 / 358 في ترجمة الحسين بن محمد بن أحمد المروزي (من هامش المطبوع).( *)</w:t>
      </w:r>
    </w:p>
    <w:p w:rsidR="00481D79" w:rsidRDefault="00481D79" w:rsidP="00D11BDC">
      <w:pPr>
        <w:pStyle w:val="libFootnote0"/>
        <w:rPr>
          <w:rtl/>
        </w:rPr>
      </w:pPr>
      <w:r>
        <w:rPr>
          <w:rtl/>
        </w:rPr>
        <w:t>" إستدراك في غاية الاعتذار " لانه لم تأخذ هذه الصفحة مكانها بين مثيلاتها لاسباب فنية بحته نرجو من القارئ العزيز أشد الاعتذار.</w:t>
      </w:r>
    </w:p>
    <w:p w:rsidR="00481D79" w:rsidRDefault="00481D79" w:rsidP="005B067E">
      <w:pPr>
        <w:pStyle w:val="libFootnote0"/>
        <w:rPr>
          <w:rtl/>
          <w:lang w:bidi="fa-IR"/>
        </w:rPr>
      </w:pPr>
      <w:r>
        <w:rPr>
          <w:rtl/>
        </w:rPr>
        <w:t xml:space="preserve">يضاف ل‍ ص 79 ح 1 هامش 3: ورواه الشيخ الصدوق في العيون: 2 / 135 ح 4، التوحيد: 25 ح 23، الامالي: 195 ح 8 ثواب الاعمال: 21 ح 1، ومعانى الاخبار: 370 ح 1 باسناده إلى إسحاق بن راهويه، عنها البحار: 3 / 7 ح 16، وج 49 / 123 ح 4. وأورده الطبري في بشارة المصطفى: 331، وابن الفتال في روضة الواعظين: 53. وفيها جميعا زيادة: " فلما مرت الراحلة نادانا: بشروطها وأنا من شروطها ". وفي هامش مطبوعة طهران نقلا عن حدى النسخ برواية الشيخ الطبرسي: " بشرطها وشروطها. ". قال الشيخ الصدوق </w:t>
      </w:r>
      <w:r w:rsidR="004226A8" w:rsidRPr="003A12CD">
        <w:rPr>
          <w:rStyle w:val="libFootnoteAlaemChar"/>
          <w:rtl/>
        </w:rPr>
        <w:t>قدس‌سره</w:t>
      </w:r>
      <w:r>
        <w:rPr>
          <w:rtl/>
        </w:rPr>
        <w:t xml:space="preserve">: من شروطها الاقرار للرضا </w:t>
      </w:r>
      <w:r w:rsidR="004226A8" w:rsidRPr="003A12CD">
        <w:rPr>
          <w:rStyle w:val="libFootnoteAlaemChar"/>
          <w:rtl/>
        </w:rPr>
        <w:t>عليه‌السلام</w:t>
      </w:r>
      <w:r>
        <w:rPr>
          <w:rtl/>
        </w:rPr>
        <w:t xml:space="preserve"> بأنه إمام من قبل الله عزوجل على العباد، مفترض الطاعة عليهم.</w:t>
      </w:r>
      <w:r w:rsidR="005B067E">
        <w:rPr>
          <w:rFonts w:hint="cs"/>
          <w:rtl/>
        </w:rPr>
        <w:t>=</w:t>
      </w:r>
      <w:r>
        <w:rPr>
          <w:rtl/>
        </w:rPr>
        <w:t xml:space="preserve"> </w:t>
      </w:r>
    </w:p>
    <w:p w:rsidR="00481D79" w:rsidRDefault="00481D79" w:rsidP="00481D79">
      <w:pPr>
        <w:pStyle w:val="libNormal"/>
        <w:rPr>
          <w:rtl/>
        </w:rPr>
      </w:pPr>
      <w:r>
        <w:rPr>
          <w:rtl/>
        </w:rPr>
        <w:br w:type="page"/>
      </w:r>
    </w:p>
    <w:p w:rsidR="00481D79" w:rsidRPr="00481D79" w:rsidRDefault="00481D79" w:rsidP="003A12CD">
      <w:pPr>
        <w:pStyle w:val="libNormal"/>
        <w:rPr>
          <w:rtl/>
        </w:rPr>
      </w:pPr>
      <w:r w:rsidRPr="00481D79">
        <w:rPr>
          <w:rtl/>
        </w:rPr>
        <w:lastRenderedPageBreak/>
        <w:t xml:space="preserve">(1) قال رسول الله </w:t>
      </w:r>
      <w:r w:rsidR="004226A8" w:rsidRPr="004226A8">
        <w:rPr>
          <w:rStyle w:val="libAlaemChar"/>
          <w:rtl/>
        </w:rPr>
        <w:t>صلى‌الله‌عليه‌وآله</w:t>
      </w:r>
      <w:r w:rsidRPr="00481D79">
        <w:rPr>
          <w:rtl/>
        </w:rPr>
        <w:t xml:space="preserve"> </w:t>
      </w:r>
      <w:r w:rsidR="003A12CD" w:rsidRPr="003A12CD">
        <w:rPr>
          <w:rStyle w:val="libFootnotenumChar"/>
          <w:rFonts w:hint="cs"/>
          <w:rtl/>
        </w:rPr>
        <w:t>(1)</w:t>
      </w:r>
      <w:r w:rsidRPr="00481D79">
        <w:rPr>
          <w:rtl/>
        </w:rPr>
        <w:t xml:space="preserve">: " يقول الله عزوجل: لا إله إلا الله حصني </w:t>
      </w:r>
      <w:r w:rsidR="003A12CD">
        <w:rPr>
          <w:rtl/>
        </w:rPr>
        <w:t xml:space="preserve">فمن (دخل حصني) </w:t>
      </w:r>
      <w:r w:rsidR="003A12CD" w:rsidRPr="003A12CD">
        <w:rPr>
          <w:rStyle w:val="libFootnotenumChar"/>
          <w:rFonts w:hint="cs"/>
          <w:rtl/>
        </w:rPr>
        <w:t>(2)</w:t>
      </w:r>
      <w:r w:rsidR="003A12CD">
        <w:rPr>
          <w:rtl/>
        </w:rPr>
        <w:t xml:space="preserve"> أمن من عذابي "</w:t>
      </w:r>
      <w:r w:rsidR="003A12CD" w:rsidRPr="003A12CD">
        <w:rPr>
          <w:rStyle w:val="libFootnotenumChar"/>
          <w:rFonts w:hint="cs"/>
          <w:rtl/>
        </w:rPr>
        <w:t>(3)</w:t>
      </w:r>
      <w:r w:rsidRPr="00481D79">
        <w:rPr>
          <w:rtl/>
        </w:rPr>
        <w:t>.</w:t>
      </w:r>
    </w:p>
    <w:p w:rsidR="00481D79" w:rsidRPr="00481D79" w:rsidRDefault="00481D79" w:rsidP="00D11BDC">
      <w:pPr>
        <w:pStyle w:val="libNormal"/>
        <w:rPr>
          <w:rtl/>
        </w:rPr>
      </w:pPr>
      <w:r w:rsidRPr="00481D79">
        <w:rPr>
          <w:rtl/>
        </w:rPr>
        <w:t xml:space="preserve">(2) وبإسناده قال: قال رسول الله </w:t>
      </w:r>
      <w:r w:rsidR="004226A8" w:rsidRPr="004226A8">
        <w:rPr>
          <w:rStyle w:val="libAlaemChar"/>
          <w:rtl/>
        </w:rPr>
        <w:t>صلى‌الله‌عليه‌وآله</w:t>
      </w:r>
      <w:r w:rsidRPr="00481D79">
        <w:rPr>
          <w:rtl/>
        </w:rPr>
        <w:t>: أربعة أنا لهم شفيع يوم القيامة [ ولو جاء‌وا</w:t>
      </w:r>
    </w:p>
    <w:p w:rsidR="00481D79" w:rsidRDefault="005B067E" w:rsidP="005B067E">
      <w:pPr>
        <w:pStyle w:val="libLine"/>
        <w:rPr>
          <w:rtl/>
        </w:rPr>
      </w:pPr>
      <w:r>
        <w:rPr>
          <w:rtl/>
        </w:rPr>
        <w:t>____________________</w:t>
      </w:r>
    </w:p>
    <w:p w:rsidR="005B067E" w:rsidRDefault="005B067E" w:rsidP="00D11BDC">
      <w:pPr>
        <w:pStyle w:val="libFootnote0"/>
        <w:rPr>
          <w:rtl/>
        </w:rPr>
      </w:pPr>
      <w:r>
        <w:rPr>
          <w:rFonts w:hint="cs"/>
          <w:rtl/>
        </w:rPr>
        <w:t xml:space="preserve">= </w:t>
      </w:r>
      <w:r>
        <w:rPr>
          <w:rtl/>
        </w:rPr>
        <w:t xml:space="preserve">أقول: بالنظر إلى الآيات المباركة التي يتوعد فيها سبحانه وتعالى - من كان كافرا أو عاصيا - بالنار والعذاب، والتي يعد فيها بالامن من العذاب، والفوز بالنعيم لمن أسلم وآمن وعمل صالحا. ثم بالنظر إلى الاحاديث الشريفة المبينة لما وجب وما حرم على الانسان. وإلى أحاديث باب دعائم الاسلام، والتي منها الولاية للائمة الاثني عشر، وما كان شرطا لقبول الاعمال يبدو واضحا ضرورة أن يقر المسلم بالتوحيد ويقول: لا إله إلا الله، معتقدا بنبوة حبيبه خاتم الانبياء محمد </w:t>
      </w:r>
      <w:r w:rsidR="004226A8" w:rsidRPr="003A12CD">
        <w:rPr>
          <w:rStyle w:val="libFootnoteAlaemChar"/>
          <w:rtl/>
        </w:rPr>
        <w:t>صلى‌الله‌عليه‌وآله</w:t>
      </w:r>
      <w:r>
        <w:rPr>
          <w:rtl/>
        </w:rPr>
        <w:t xml:space="preserve">، ومتمسكا بثقليه: كتاب الله، وعترته </w:t>
      </w:r>
      <w:r w:rsidR="004226A8" w:rsidRPr="003A12CD">
        <w:rPr>
          <w:rStyle w:val="libFootnoteAlaemChar"/>
          <w:rtl/>
        </w:rPr>
        <w:t>عليهم‌السلام</w:t>
      </w:r>
      <w:r>
        <w:rPr>
          <w:rtl/>
        </w:rPr>
        <w:t xml:space="preserve">، وهم خلفاؤه حقا " إثنا عشر إماما " كان ثامنهم الامام الرضا </w:t>
      </w:r>
      <w:r w:rsidR="004226A8" w:rsidRPr="003A12CD">
        <w:rPr>
          <w:rStyle w:val="libFootnoteAlaemChar"/>
          <w:rtl/>
        </w:rPr>
        <w:t>عليه‌السلام</w:t>
      </w:r>
      <w:r>
        <w:rPr>
          <w:rtl/>
        </w:rPr>
        <w:t>. لذا كان لزاما قبول ولايته واعتقاد إمامته، باعتبارها شرطا لدخول حصن الله الحصين والامن من عذابه المهين. سيد محمد باقر بن المرتضى الموحد الابطحي</w:t>
      </w:r>
    </w:p>
    <w:p w:rsidR="00481D79" w:rsidRDefault="00481D79" w:rsidP="005B067E">
      <w:pPr>
        <w:pStyle w:val="libFootnote0"/>
        <w:rPr>
          <w:rtl/>
        </w:rPr>
      </w:pPr>
      <w:r>
        <w:rPr>
          <w:rtl/>
        </w:rPr>
        <w:t xml:space="preserve">(1) ج: قال: رسول الله </w:t>
      </w:r>
      <w:r w:rsidR="004226A8" w:rsidRPr="003A12CD">
        <w:rPr>
          <w:rStyle w:val="libFootnoteAlaemChar"/>
          <w:rtl/>
        </w:rPr>
        <w:t>صلى‌الله‌عليه‌وآله</w:t>
      </w:r>
      <w:r>
        <w:rPr>
          <w:rtl/>
        </w:rPr>
        <w:t xml:space="preserve">: حدثني جبرئيل </w:t>
      </w:r>
      <w:r w:rsidR="004226A8" w:rsidRPr="003A12CD">
        <w:rPr>
          <w:rStyle w:val="libFootnoteAlaemChar"/>
          <w:rtl/>
        </w:rPr>
        <w:t>عليه‌السلام</w:t>
      </w:r>
      <w:r>
        <w:rPr>
          <w:rtl/>
        </w:rPr>
        <w:t>، عن الرب تعالى عزوجل.</w:t>
      </w:r>
    </w:p>
    <w:p w:rsidR="00481D79" w:rsidRDefault="00481D79" w:rsidP="00D11BDC">
      <w:pPr>
        <w:pStyle w:val="libFootnote0"/>
        <w:rPr>
          <w:rtl/>
        </w:rPr>
      </w:pPr>
      <w:r>
        <w:rPr>
          <w:rtl/>
        </w:rPr>
        <w:t>(2) في بعض النسخ والعيون والتوحيد: دخله.</w:t>
      </w:r>
    </w:p>
    <w:p w:rsidR="00481D79" w:rsidRDefault="00481D79" w:rsidP="00D11BDC">
      <w:pPr>
        <w:pStyle w:val="libFootnote0"/>
        <w:rPr>
          <w:rtl/>
        </w:rPr>
      </w:pPr>
      <w:r>
        <w:rPr>
          <w:rtl/>
        </w:rPr>
        <w:t xml:space="preserve">(3) عنه البحار: 3 / 13 ح 27. ورواه الشيخ الصدوق في العيون: 2 / 134 ح 2، والتوحيد: 24 ح 21 بالاسناد رقم " 2 ". وأخرجه عنهما في البحار: 3 / 5 ح 14. ورواه الزمخشري في ربيع الابرار: 2 / 249 والمتقي الهندي في كنز العمال: 1 / 52 ح 158 والرافعي في التدوين: 2 / 214 ضمن ترجمة أحمد بن علي بن عبدالرحيم الرازي. (أورد صاحب كتاب تاريخ نيسابور أن عليا الرضا بن موسى الكاظم بن جعفر الصادق لما دخل نيسابور كان في قبة مستورة على بغلة شهباء وقد شق بها السوق، فعرض له الامامان الحافظان أبوزرعة وأبومسلم الطوسي ومعهما من أهل العلم والحديث ما لا يحصى، فقالا: يا أيها السيد الجليل ابن السادة الائمة بحق آبائك الاطهرين وأسلافك الاكرمين إلا ما أريتنا وجهك الميمون، ورويت لنا حديثا عن أبيك، عن جدك أن نذكرك به، فاستوقف غلمانه وأمر بكشف المظلة واقر عيون الخلائق برؤية طلعته وإذا له ذؤابتان معلقتان على عاتقه، والناس قيام على طبقاتهم ينظرون ما بين باك وصارخ ومتمرغ في التراب ومقبل حافر بغلته، وعلا الضجيج فصاحت الائمة الاعلام: معاشر الناس انصتوا واسمعوا ماينفعكم ولا تؤذونا بصراخكم. وكان المستملي أبا زرعة ومحمد بن أسلم الطوسي. فقال علي الرضا </w:t>
      </w:r>
      <w:r w:rsidR="004226A8" w:rsidRPr="003A12CD">
        <w:rPr>
          <w:rStyle w:val="libFootnoteAlaemChar"/>
          <w:rtl/>
        </w:rPr>
        <w:t>عليه‌السلام</w:t>
      </w:r>
      <w:r>
        <w:rPr>
          <w:rtl/>
        </w:rPr>
        <w:t xml:space="preserve">: حدثني أبي موسى الكاظم، عن أبيه جعفر الصادق، عن أبيه محمد الباقر، عن أبيه زين العابدين، عن أبيه شهيد كربلاء، عن أبيه علي المرتضى قال: حدثني حبيبي وقرة عيني رسول الله </w:t>
      </w:r>
      <w:r w:rsidR="004226A8" w:rsidRPr="003A12CD">
        <w:rPr>
          <w:rStyle w:val="libFootnoteAlaemChar"/>
          <w:rtl/>
        </w:rPr>
        <w:t>صلى‌الله‌عليه‌وآله</w:t>
      </w:r>
      <w:r>
        <w:rPr>
          <w:rtl/>
        </w:rPr>
        <w:t xml:space="preserve"> وسلم قال: حدثني جبرئيل </w:t>
      </w:r>
      <w:r w:rsidR="004226A8" w:rsidRPr="003A12CD">
        <w:rPr>
          <w:rStyle w:val="libFootnoteAlaemChar"/>
          <w:rtl/>
        </w:rPr>
        <w:t>عليه‌السلام</w:t>
      </w:r>
      <w:r>
        <w:rPr>
          <w:rtl/>
        </w:rPr>
        <w:t xml:space="preserve"> قال: حدثني رب العزة سبحانه وتعالى قال: لا إله إلا الله حصني، فمن قالها دخل حصني، ومن دخل حصني أمن من عذابي. ثم أرخى الستر على المظلة وسار. قال: فعد أهل المحابر وأهل الدواوين الذين كانوا يكتبون فأنافوا على عشرين ألفا. قال الامام: أحمد بن حنبل: لو قرئ هذا الاسناد على مجنون لافاق من جنونه. ويروى أن بعضهم كتب هذا السند بالذهب، وأمر أن يدفن معه في قبره، فلما مات رآه بعض أهله وسأله عن حاله، فقال: غفر الله لي ببركة هذا السند.</w:t>
      </w:r>
    </w:p>
    <w:p w:rsidR="00481D79" w:rsidRDefault="00481D79" w:rsidP="00D11BDC">
      <w:pPr>
        <w:pStyle w:val="libFootnote0"/>
        <w:rPr>
          <w:rtl/>
        </w:rPr>
      </w:pPr>
      <w:r>
        <w:rPr>
          <w:rtl/>
        </w:rPr>
        <w:t>قلت: فما أحق أن يكتب هذا المسند كله بالذهب لاشتماله على السند المسلسل بالسلسلة الطاهرة والعترة النبوية الفاخرة).</w:t>
      </w:r>
    </w:p>
    <w:p w:rsidR="00481D79" w:rsidRDefault="00481D79" w:rsidP="00481D79">
      <w:pPr>
        <w:pStyle w:val="libNormal"/>
        <w:rPr>
          <w:rtl/>
        </w:rPr>
      </w:pPr>
      <w:r>
        <w:rPr>
          <w:rtl/>
        </w:rPr>
        <w:br w:type="page"/>
      </w:r>
    </w:p>
    <w:p w:rsidR="00481D79" w:rsidRPr="00481D79" w:rsidRDefault="00481D79" w:rsidP="001708CB">
      <w:pPr>
        <w:pStyle w:val="libNormal0"/>
        <w:rPr>
          <w:rtl/>
        </w:rPr>
      </w:pPr>
      <w:r w:rsidRPr="00481D79">
        <w:rPr>
          <w:rtl/>
        </w:rPr>
        <w:lastRenderedPageBreak/>
        <w:t xml:space="preserve">بذنوب أهل الدنيا ] </w:t>
      </w:r>
      <w:r w:rsidR="001708CB" w:rsidRPr="001708CB">
        <w:rPr>
          <w:rStyle w:val="libFootnotenumChar"/>
          <w:rFonts w:hint="cs"/>
          <w:rtl/>
        </w:rPr>
        <w:t>(1)</w:t>
      </w:r>
      <w:r w:rsidRPr="00481D79">
        <w:rPr>
          <w:rtl/>
        </w:rPr>
        <w:t xml:space="preserve">: المكرم لذريتي، والقاضي لهم حوائجهم، والساعي لهم في أمورهم عندما اضطروا </w:t>
      </w:r>
      <w:r w:rsidRPr="001708CB">
        <w:rPr>
          <w:rStyle w:val="libFootnotenumChar"/>
          <w:rtl/>
        </w:rPr>
        <w:t>(2)</w:t>
      </w:r>
      <w:r w:rsidRPr="00481D79">
        <w:rPr>
          <w:rtl/>
        </w:rPr>
        <w:t xml:space="preserve"> إليه، والمحب لهم بقلبه ولسانه " </w:t>
      </w:r>
      <w:r w:rsidR="001708CB" w:rsidRPr="001708CB">
        <w:rPr>
          <w:rStyle w:val="libFootnotenumChar"/>
          <w:rFonts w:hint="cs"/>
          <w:rtl/>
        </w:rPr>
        <w:t>(3)</w:t>
      </w:r>
      <w:r w:rsidRPr="00481D79">
        <w:rPr>
          <w:rtl/>
        </w:rPr>
        <w:t>.</w:t>
      </w:r>
    </w:p>
    <w:p w:rsidR="00481D79" w:rsidRDefault="005B067E" w:rsidP="005B067E">
      <w:pPr>
        <w:pStyle w:val="libLine"/>
        <w:rPr>
          <w:rtl/>
        </w:rPr>
      </w:pPr>
      <w:r>
        <w:rPr>
          <w:rtl/>
        </w:rPr>
        <w:t>____________________</w:t>
      </w:r>
    </w:p>
    <w:p w:rsidR="00481D79" w:rsidRDefault="00481D79" w:rsidP="00D11BDC">
      <w:pPr>
        <w:pStyle w:val="libFootnote0"/>
        <w:rPr>
          <w:rtl/>
        </w:rPr>
      </w:pPr>
      <w:r>
        <w:rPr>
          <w:rtl/>
        </w:rPr>
        <w:t>(1) من بعض النسخ، وفي فرائد السمطين: " أتوا " بدل " جاء‌وا ". وفي ط " ولو أتوا بذنوب أهل الارض: الضارب بالسيف أمام ذريتي و ".</w:t>
      </w:r>
    </w:p>
    <w:p w:rsidR="00481D79" w:rsidRDefault="00481D79" w:rsidP="00D11BDC">
      <w:pPr>
        <w:pStyle w:val="libFootnote0"/>
        <w:rPr>
          <w:rtl/>
        </w:rPr>
      </w:pPr>
      <w:r>
        <w:rPr>
          <w:rtl/>
        </w:rPr>
        <w:t>(2) في عيون الاخبار ج: 1 وذخائر العقبى: عند إضطرارهم.</w:t>
      </w:r>
    </w:p>
    <w:p w:rsidR="00481D79" w:rsidRDefault="00481D79" w:rsidP="00D11BDC">
      <w:pPr>
        <w:pStyle w:val="libFootnote0"/>
        <w:rPr>
          <w:rtl/>
        </w:rPr>
      </w:pPr>
      <w:r>
        <w:rPr>
          <w:rtl/>
        </w:rPr>
        <w:t xml:space="preserve">(3) أخرجه في البحار: 96 / 220 ح 10 عن عيون الاخبار: 1 / 253 ح 2 بإسناده إلى دعبل بن علي عن الرضا </w:t>
      </w:r>
      <w:r w:rsidR="004226A8" w:rsidRPr="001708CB">
        <w:rPr>
          <w:rStyle w:val="libFootnoteAlaemChar"/>
          <w:rtl/>
        </w:rPr>
        <w:t>عليه‌السلام</w:t>
      </w:r>
      <w:r>
        <w:rPr>
          <w:rtl/>
        </w:rPr>
        <w:t xml:space="preserve">. وعن أمالي الطوسي: 1 / 376 بإسناده إلى أخي دعبل، عن الرضا </w:t>
      </w:r>
      <w:r w:rsidR="004226A8" w:rsidRPr="001708CB">
        <w:rPr>
          <w:rStyle w:val="libFootnoteAlaemChar"/>
          <w:rtl/>
        </w:rPr>
        <w:t>عليه‌السلام</w:t>
      </w:r>
      <w:r>
        <w:rPr>
          <w:rtl/>
        </w:rPr>
        <w:t xml:space="preserve"> بلفظ آخر، وعن عيون الاخبار: 2 / 25 ح 4، وأخرجه في الوسائل: 11 / 557 عن العيون الاول وأمالي الطوسي. وأخرجه في البحار: 27 / 77 ح 10 عن عيون الاخبار: 1 / 259 ح 17 وعن الخصال: 1 / 196 ح 1 (بلفظ آخر) بالاسناد رقم " 3 "، وفي ص 78 ح 11 عن ابن شيرويه في الفردوس، عن علي </w:t>
      </w:r>
      <w:r w:rsidR="004226A8" w:rsidRPr="001708CB">
        <w:rPr>
          <w:rStyle w:val="libFootnoteAlaemChar"/>
          <w:rtl/>
        </w:rPr>
        <w:t>عليه‌السلام</w:t>
      </w:r>
      <w:r>
        <w:rPr>
          <w:rtl/>
        </w:rPr>
        <w:t xml:space="preserve">، وفي ص 85 ح 28 عن أمالي الطوسي: 1 / 286 بالاسناد رقم " 18 ". وأخرجه في البحار: 8 / 49 ح 53 عن بشارة المصطفى: 36 بإسناده عن أبي بكر محمد بن عبدالله. وفي البحار: 68 / 135 ح 70 عن بشارة المصطفى: 140 باختلاف يسير، وفي ص 123 ح 51 عن بشارة المصطفى: 20 بسند ولفظ آخرين. والسمهودي في الاشراف على فضل الاشراف: 97 من طريق الديلمي بإسناده إلى الطائي. وأورده العلوي الحسيني الشافعي في مودة القربى: 36، والصيادي الرفاعي في الروضة البهية. روى نحوه في الكافي: 4 / 60 ح 9 والتهذيب: 4 / 111 ح 57 والفقيه: / 65 ح 1736، والمقنعة: 43 عنهم الوسائل: 11 / 6 ح 556 ح 2. وأورده في تأويل الآيات: 2 / 548 ح 16 وكشف الغمة: 1 / 399 مرسلا. ورواه ابن زهرة في أربعينه: 41 ح 1 بطريقين بالاسناد رقم " 38 "، وأخرجه في كنز العمال: 6 / 217 و ج 8 / 151 من طريق الديلمي وج 12 / 100، وابن حجر في لسان الميزان: 2 / 417 في ترجمة داود بن سليمان الجرجاني الغازي. ورواه في فرائد السمطين: 2 / 276 ح 540 وص 277 ح 541 بطريقين عن ابن زهرة بالاسناد رقم " 54 ". ورواه محب الدين الطبري في ذخائر العقبى: 18 من طريق الامام الرضا عن علي </w:t>
      </w:r>
      <w:r w:rsidR="004226A8" w:rsidRPr="001708CB">
        <w:rPr>
          <w:rStyle w:val="libFootnoteAlaemChar"/>
          <w:rtl/>
        </w:rPr>
        <w:t>عليهما‌السلام</w:t>
      </w:r>
      <w:r>
        <w:rPr>
          <w:rtl/>
        </w:rPr>
        <w:t xml:space="preserve">. ورواه في كفاية الاثر: 294 باسناد له عن زيد بن علي، وابن أبي جمهور في عوالي اللئالي: 4 / 80 ح 79 بلفظ آخر. وأخرجه المجلسي - </w:t>
      </w:r>
      <w:r w:rsidR="004226A8" w:rsidRPr="001708CB">
        <w:rPr>
          <w:rStyle w:val="libFootnoteAlaemChar"/>
          <w:rtl/>
        </w:rPr>
        <w:t>رحمه‌الله</w:t>
      </w:r>
      <w:r>
        <w:rPr>
          <w:rtl/>
        </w:rPr>
        <w:t xml:space="preserve"> - في البحار: 10 / 368 ح 16 بالاسناد رقم " 41 ". وأخرجه السيوطي في إحياء الميت (المطبوع بهامش الاتحاف للشبراوي): 264 ح 48 من طريق الديلمي، عن علي.</w:t>
      </w:r>
    </w:p>
    <w:p w:rsidR="00481D79" w:rsidRDefault="00481D79" w:rsidP="00481D79">
      <w:pPr>
        <w:pStyle w:val="libNormal"/>
        <w:rPr>
          <w:rtl/>
        </w:rPr>
      </w:pPr>
      <w:r>
        <w:rPr>
          <w:rtl/>
        </w:rPr>
        <w:br w:type="page"/>
      </w:r>
    </w:p>
    <w:p w:rsidR="00481D79" w:rsidRPr="00481D79" w:rsidRDefault="00481D79" w:rsidP="00223BB4">
      <w:pPr>
        <w:pStyle w:val="libNormal"/>
        <w:rPr>
          <w:rtl/>
        </w:rPr>
      </w:pPr>
      <w:r w:rsidRPr="00481D79">
        <w:rPr>
          <w:rtl/>
        </w:rPr>
        <w:lastRenderedPageBreak/>
        <w:t xml:space="preserve">3 وبإسناده قال: قال رسول الله </w:t>
      </w:r>
      <w:r w:rsidR="004226A8" w:rsidRPr="004226A8">
        <w:rPr>
          <w:rStyle w:val="libAlaemChar"/>
          <w:rtl/>
        </w:rPr>
        <w:t>صلى‌الله‌عليه‌وآله</w:t>
      </w:r>
      <w:r w:rsidRPr="00481D79">
        <w:rPr>
          <w:rtl/>
        </w:rPr>
        <w:t xml:space="preserve">: " [ يقول الله عزوجل ] </w:t>
      </w:r>
      <w:r w:rsidR="001708CB" w:rsidRPr="001708CB">
        <w:rPr>
          <w:rStyle w:val="libFootnotenumChar"/>
          <w:rFonts w:hint="cs"/>
          <w:rtl/>
        </w:rPr>
        <w:t>(1)</w:t>
      </w:r>
      <w:r w:rsidRPr="00481D79">
        <w:rPr>
          <w:rtl/>
        </w:rPr>
        <w:t xml:space="preserve">: الايمان إقرار باللسان، ومعرفة بالقلب، وعمل بالاركان " </w:t>
      </w:r>
      <w:r w:rsidR="00223BB4" w:rsidRPr="00223BB4">
        <w:rPr>
          <w:rStyle w:val="libFootnotenumChar"/>
          <w:rFonts w:hint="cs"/>
          <w:rtl/>
        </w:rPr>
        <w:t>(2)</w:t>
      </w:r>
      <w:r w:rsidRPr="00481D79">
        <w:rPr>
          <w:rtl/>
        </w:rPr>
        <w:t>.</w:t>
      </w:r>
    </w:p>
    <w:p w:rsidR="00481D79" w:rsidRPr="00481D79" w:rsidRDefault="00481D79" w:rsidP="00223BB4">
      <w:pPr>
        <w:pStyle w:val="libNormal"/>
        <w:rPr>
          <w:rtl/>
        </w:rPr>
      </w:pPr>
      <w:r w:rsidRPr="00481D79">
        <w:rPr>
          <w:rtl/>
        </w:rPr>
        <w:t xml:space="preserve">4 وبإسناده قال: قال رسول الله </w:t>
      </w:r>
      <w:r w:rsidR="004226A8" w:rsidRPr="004226A8">
        <w:rPr>
          <w:rStyle w:val="libAlaemChar"/>
          <w:rtl/>
        </w:rPr>
        <w:t>صلى‌الله‌عليه‌وآله</w:t>
      </w:r>
      <w:r w:rsidRPr="00481D79">
        <w:rPr>
          <w:rtl/>
        </w:rPr>
        <w:t xml:space="preserve">: " يقول الله عزوجل: يا إبن آدم أما تنصفني؟ أتحبب إليك بالنعم </w:t>
      </w:r>
      <w:r w:rsidR="00223BB4" w:rsidRPr="00223BB4">
        <w:rPr>
          <w:rStyle w:val="libFootnotenumChar"/>
          <w:rFonts w:hint="cs"/>
          <w:rtl/>
        </w:rPr>
        <w:t>(3)</w:t>
      </w:r>
      <w:r w:rsidRPr="00481D79">
        <w:rPr>
          <w:rtl/>
        </w:rPr>
        <w:t xml:space="preserve"> وتتمقت </w:t>
      </w:r>
      <w:r w:rsidR="00223BB4" w:rsidRPr="00223BB4">
        <w:rPr>
          <w:rStyle w:val="libFootnotenumChar"/>
          <w:rFonts w:hint="cs"/>
          <w:rtl/>
        </w:rPr>
        <w:t>(4)</w:t>
      </w:r>
      <w:r w:rsidRPr="00481D79">
        <w:rPr>
          <w:rtl/>
        </w:rPr>
        <w:t xml:space="preserve"> إلي بالمعاصي، خيري إليك منزل، وشرك إلي صاعد ولا يزال ملك كريم يأتيني عنك في كل يوم وليلة بعمل قبيح، [ يا ابن آدم تفعل الكبائر وترتكب المحارم ثم تتوب إلي فأقبل إذا أخلصت بنيتك، وأصفح عما مضى من ذنوبك فأدخلك جنتي</w:t>
      </w:r>
    </w:p>
    <w:p w:rsidR="00481D79" w:rsidRDefault="005B067E" w:rsidP="005B067E">
      <w:pPr>
        <w:pStyle w:val="libLine"/>
        <w:rPr>
          <w:rtl/>
        </w:rPr>
      </w:pPr>
      <w:r>
        <w:rPr>
          <w:rtl/>
        </w:rPr>
        <w:t>____________________</w:t>
      </w:r>
    </w:p>
    <w:p w:rsidR="00481D79" w:rsidRDefault="00481D79" w:rsidP="00D11BDC">
      <w:pPr>
        <w:pStyle w:val="libFootnote0"/>
        <w:rPr>
          <w:rtl/>
        </w:rPr>
      </w:pPr>
      <w:r>
        <w:rPr>
          <w:rtl/>
        </w:rPr>
        <w:t>(1) من بعض النسخ.</w:t>
      </w:r>
    </w:p>
    <w:p w:rsidR="00481D79" w:rsidRDefault="00481D79" w:rsidP="00D11BDC">
      <w:pPr>
        <w:pStyle w:val="libFootnote0"/>
        <w:rPr>
          <w:rtl/>
        </w:rPr>
      </w:pPr>
      <w:r>
        <w:rPr>
          <w:rtl/>
        </w:rPr>
        <w:t xml:space="preserve">(2) عنه البحار: 69 / 67 ح 19 وعن عيوالاخبار: 2 / 28 ح 17. ورواه الصدوق في أماليه: 221 ح 15، والعيون: 1 / 227 ح 5، والخصال: 1 / 179 ح 242 بالاسناد رقم " 4 ". ورواه أيضا في العيون: 1 / 226 - 227 ح 1 - ح 4، والخصال: 1 / 178 - 179 ح 239 - ح 241 والطوسي في الامالي: 2 / 62 - 66 بإسنادهما من عدة طرق إلى أبي الصلت الهروي، عن الرضا </w:t>
      </w:r>
      <w:r w:rsidR="004226A8" w:rsidRPr="00223BB4">
        <w:rPr>
          <w:rStyle w:val="libFootnoteAlaemChar"/>
          <w:rtl/>
        </w:rPr>
        <w:t>عليه‌السلام</w:t>
      </w:r>
      <w:r>
        <w:rPr>
          <w:rtl/>
        </w:rPr>
        <w:t xml:space="preserve">. ورواه في أمالي الطوسي: 1 / 290 بإسناده إلى علي الهادي </w:t>
      </w:r>
      <w:r w:rsidR="004226A8" w:rsidRPr="00223BB4">
        <w:rPr>
          <w:rStyle w:val="libFootnoteAlaemChar"/>
          <w:rtl/>
        </w:rPr>
        <w:t>عليه‌السلام</w:t>
      </w:r>
      <w:r>
        <w:rPr>
          <w:rtl/>
        </w:rPr>
        <w:t xml:space="preserve">. وفي ص 379 بإسناده إلى أخي دعبل، عن الرضا </w:t>
      </w:r>
      <w:r w:rsidR="004226A8" w:rsidRPr="00223BB4">
        <w:rPr>
          <w:rStyle w:val="libFootnoteAlaemChar"/>
          <w:rtl/>
        </w:rPr>
        <w:t>عليه‌السلام</w:t>
      </w:r>
      <w:r>
        <w:rPr>
          <w:rtl/>
        </w:rPr>
        <w:t>. ورواه في ج 2 / 62 بالاسناد رقم " 20 ".</w:t>
      </w:r>
    </w:p>
    <w:p w:rsidR="00481D79" w:rsidRDefault="00481D79" w:rsidP="00D11BDC">
      <w:pPr>
        <w:pStyle w:val="libFootnote0"/>
        <w:rPr>
          <w:rtl/>
        </w:rPr>
      </w:pPr>
      <w:r>
        <w:rPr>
          <w:rtl/>
        </w:rPr>
        <w:t xml:space="preserve">وفي ص 64 بإسناده إلى محمد بن صدقة ومحمد بن تميم، عن موسى الكاظم </w:t>
      </w:r>
      <w:r w:rsidR="004226A8" w:rsidRPr="00223BB4">
        <w:rPr>
          <w:rStyle w:val="libFootnoteAlaemChar"/>
          <w:rtl/>
        </w:rPr>
        <w:t>عليه‌السلام</w:t>
      </w:r>
      <w:r>
        <w:rPr>
          <w:rtl/>
        </w:rPr>
        <w:t xml:space="preserve">، عنه البحار المذكور ص 68 - 69 ح 21 - 25. والديلمي في أعلام الدين: 75 (مخطوط) مرسلا. وأخرجه المجلسي في البحار: 10 / 367 ح 3 بالاسناد رقم " 41 ". ورواه ابن ماجة في سننه: 1 / 25 ح 65، والبيهقي في شعب الايمان: 12، والحافظ أبونعيم الاصفهاني في أخبار أصفهان: 1 / 138، بإسنادهم إلى أبي الصلت الهروي. وأخرجه المتقي الهندي في كنز العمال: 1 / 19 ح 2 وح 3 عن الطبراني بإسناده إلى علي </w:t>
      </w:r>
      <w:r w:rsidR="004226A8" w:rsidRPr="00223BB4">
        <w:rPr>
          <w:rStyle w:val="libFootnoteAlaemChar"/>
          <w:rtl/>
        </w:rPr>
        <w:t>عليه‌السلام</w:t>
      </w:r>
      <w:r>
        <w:rPr>
          <w:rtl/>
        </w:rPr>
        <w:t xml:space="preserve"> وعن الشيرازي في الالقاب بإسناده إلى عائشة. وأورده الخطيب البغدادي في تاريخ بغداد: 9 / 385 في ترجمة عبدالله بن أحمد الطائي، وفي ج 11 / 46 في ترجمة عبدالسلام الهروي. وأورده الرافعي في التدوين: 1 / 462.</w:t>
      </w:r>
    </w:p>
    <w:p w:rsidR="00481D79" w:rsidRDefault="00481D79" w:rsidP="00D11BDC">
      <w:pPr>
        <w:pStyle w:val="libFootnote0"/>
        <w:rPr>
          <w:rtl/>
        </w:rPr>
      </w:pPr>
      <w:r>
        <w:rPr>
          <w:rtl/>
        </w:rPr>
        <w:t>(3) في ج وبعض النسخ: بالنعمة.</w:t>
      </w:r>
    </w:p>
    <w:p w:rsidR="00481D79" w:rsidRDefault="00481D79" w:rsidP="00D11BDC">
      <w:pPr>
        <w:pStyle w:val="libFootnote0"/>
        <w:rPr>
          <w:rtl/>
        </w:rPr>
      </w:pPr>
      <w:r>
        <w:rPr>
          <w:rtl/>
        </w:rPr>
        <w:t>(4) في كنز الكراجكي: تتبغض. والمقت: أشد البغض.</w:t>
      </w:r>
    </w:p>
    <w:p w:rsidR="00481D79" w:rsidRDefault="00481D79" w:rsidP="00D11BDC">
      <w:pPr>
        <w:pStyle w:val="libFootnote0"/>
        <w:rPr>
          <w:rtl/>
        </w:rPr>
      </w:pPr>
      <w:r>
        <w:rPr>
          <w:rtl/>
        </w:rPr>
        <w:t>(5) ج: بالمعاصي صاعد.</w:t>
      </w:r>
    </w:p>
    <w:p w:rsidR="00481D79" w:rsidRDefault="00481D79" w:rsidP="00481D79">
      <w:pPr>
        <w:pStyle w:val="libNormal"/>
        <w:rPr>
          <w:rtl/>
        </w:rPr>
      </w:pPr>
      <w:r>
        <w:rPr>
          <w:rtl/>
        </w:rPr>
        <w:br w:type="page"/>
      </w:r>
    </w:p>
    <w:p w:rsidR="00481D79" w:rsidRPr="00481D79" w:rsidRDefault="00481D79" w:rsidP="002D5623">
      <w:pPr>
        <w:pStyle w:val="libNormal0"/>
        <w:rPr>
          <w:rtl/>
        </w:rPr>
      </w:pPr>
      <w:r w:rsidRPr="00481D79">
        <w:rPr>
          <w:rtl/>
        </w:rPr>
        <w:lastRenderedPageBreak/>
        <w:t xml:space="preserve">وأجعلك في جواري سوء‌ة لاقامتك على قبيح فعلك ] </w:t>
      </w:r>
      <w:r w:rsidR="00223BB4" w:rsidRPr="002D5623">
        <w:rPr>
          <w:rStyle w:val="libFootnotenumChar"/>
          <w:rFonts w:hint="cs"/>
          <w:rtl/>
        </w:rPr>
        <w:t>(1)</w:t>
      </w:r>
      <w:r w:rsidRPr="00481D79">
        <w:rPr>
          <w:rtl/>
        </w:rPr>
        <w:t xml:space="preserve">. يا ابن آدم لو سمعت </w:t>
      </w:r>
      <w:r w:rsidR="002D5623" w:rsidRPr="002D5623">
        <w:rPr>
          <w:rStyle w:val="libFootnotenumChar"/>
          <w:rFonts w:hint="cs"/>
          <w:rtl/>
        </w:rPr>
        <w:t>(2)</w:t>
      </w:r>
      <w:r w:rsidRPr="00481D79">
        <w:rPr>
          <w:rtl/>
        </w:rPr>
        <w:t xml:space="preserve"> وصفك من غيرك وأنت لا تعلم </w:t>
      </w:r>
      <w:r w:rsidR="002D5623" w:rsidRPr="002D5623">
        <w:rPr>
          <w:rStyle w:val="libFootnotenumChar"/>
          <w:rFonts w:hint="cs"/>
          <w:rtl/>
        </w:rPr>
        <w:t>(3)</w:t>
      </w:r>
      <w:r w:rsidRPr="00481D79">
        <w:rPr>
          <w:rtl/>
        </w:rPr>
        <w:t xml:space="preserve"> من الموصوف لسارعت إلى مقته " </w:t>
      </w:r>
      <w:r w:rsidR="002D5623" w:rsidRPr="002D5623">
        <w:rPr>
          <w:rStyle w:val="libFootnotenumChar"/>
          <w:rFonts w:hint="cs"/>
          <w:rtl/>
        </w:rPr>
        <w:t>(4)</w:t>
      </w:r>
      <w:r w:rsidRPr="00481D79">
        <w:rPr>
          <w:rtl/>
        </w:rPr>
        <w:t>.</w:t>
      </w:r>
    </w:p>
    <w:p w:rsidR="00481D79" w:rsidRPr="00481D79" w:rsidRDefault="002D5623" w:rsidP="00D11BDC">
      <w:pPr>
        <w:pStyle w:val="libNormal"/>
        <w:rPr>
          <w:rtl/>
        </w:rPr>
      </w:pPr>
      <w:r w:rsidRPr="002D5623">
        <w:rPr>
          <w:rStyle w:val="libFootnotenumChar"/>
          <w:rFonts w:hint="cs"/>
          <w:rtl/>
        </w:rPr>
        <w:t>(5)</w:t>
      </w:r>
      <w:r w:rsidR="00481D79" w:rsidRPr="00481D79">
        <w:rPr>
          <w:rtl/>
        </w:rPr>
        <w:t xml:space="preserve"> وبإسناده قال: قال رسول الله </w:t>
      </w:r>
      <w:r w:rsidR="004226A8" w:rsidRPr="004226A8">
        <w:rPr>
          <w:rStyle w:val="libAlaemChar"/>
          <w:rtl/>
        </w:rPr>
        <w:t>صلى‌الله‌عليه‌وآله</w:t>
      </w:r>
      <w:r w:rsidR="00481D79" w:rsidRPr="00481D79">
        <w:rPr>
          <w:rtl/>
        </w:rPr>
        <w:t>: " يقول الله عزوجل: ما من مخلوق يعتصم بمخلوق دوني إلا قطعت أسباب السماوات والارض من دونه.</w:t>
      </w:r>
    </w:p>
    <w:p w:rsidR="00481D79" w:rsidRPr="00481D79" w:rsidRDefault="00481D79" w:rsidP="002D5623">
      <w:pPr>
        <w:pStyle w:val="libNormal"/>
        <w:rPr>
          <w:rtl/>
        </w:rPr>
      </w:pPr>
      <w:r w:rsidRPr="00481D79">
        <w:rPr>
          <w:rtl/>
        </w:rPr>
        <w:t xml:space="preserve">فإن سألني لم أعطه، وإن دعاني لم أجبه، وما من مخلوق يعتصم بي دون خلقي إلا ضمنت السماوات والارض برزقه، فإن سألني </w:t>
      </w:r>
      <w:r w:rsidR="002D5623" w:rsidRPr="002D5623">
        <w:rPr>
          <w:rStyle w:val="libFootnotenumChar"/>
          <w:rFonts w:hint="cs"/>
          <w:rtl/>
        </w:rPr>
        <w:t>(6)</w:t>
      </w:r>
      <w:r w:rsidRPr="00481D79">
        <w:rPr>
          <w:rtl/>
        </w:rPr>
        <w:t xml:space="preserve"> أعطيته وإن دعاني أجبته، وإن استغفرني </w:t>
      </w:r>
      <w:r w:rsidR="002D5623" w:rsidRPr="002D5623">
        <w:rPr>
          <w:rStyle w:val="libFootnotenumChar"/>
          <w:rFonts w:hint="cs"/>
          <w:rtl/>
        </w:rPr>
        <w:t>(7)</w:t>
      </w:r>
      <w:r w:rsidRPr="00481D79">
        <w:rPr>
          <w:rtl/>
        </w:rPr>
        <w:t xml:space="preserve"> غفرت له " </w:t>
      </w:r>
      <w:r w:rsidR="002D5623" w:rsidRPr="002D5623">
        <w:rPr>
          <w:rStyle w:val="libFootnotenumChar"/>
          <w:rFonts w:hint="cs"/>
          <w:rtl/>
        </w:rPr>
        <w:t>(8)</w:t>
      </w:r>
      <w:r w:rsidRPr="00481D79">
        <w:rPr>
          <w:rtl/>
        </w:rPr>
        <w:t>.</w:t>
      </w:r>
    </w:p>
    <w:p w:rsidR="00481D79" w:rsidRPr="00481D79" w:rsidRDefault="00481D79" w:rsidP="002D5623">
      <w:pPr>
        <w:pStyle w:val="libNormal"/>
        <w:rPr>
          <w:rtl/>
        </w:rPr>
      </w:pPr>
      <w:r w:rsidRPr="00481D79">
        <w:rPr>
          <w:rtl/>
        </w:rPr>
        <w:t xml:space="preserve">6 وبإسناده قال: قال رسول الله </w:t>
      </w:r>
      <w:r w:rsidR="004226A8" w:rsidRPr="004226A8">
        <w:rPr>
          <w:rStyle w:val="libAlaemChar"/>
          <w:rtl/>
        </w:rPr>
        <w:t>صلى‌الله‌عليه‌وآله</w:t>
      </w:r>
      <w:r w:rsidRPr="00481D79">
        <w:rPr>
          <w:rtl/>
        </w:rPr>
        <w:t xml:space="preserve">: " اختتنوا أولادكم يوم السابع، فإنه أطهر وأسرع نباتا للحم " </w:t>
      </w:r>
      <w:r w:rsidR="002D5623" w:rsidRPr="002D5623">
        <w:rPr>
          <w:rStyle w:val="libFootnotenumChar"/>
          <w:rFonts w:hint="cs"/>
          <w:rtl/>
        </w:rPr>
        <w:t>(9)</w:t>
      </w:r>
      <w:r w:rsidRPr="00481D79">
        <w:rPr>
          <w:rtl/>
        </w:rPr>
        <w:t>.</w:t>
      </w:r>
    </w:p>
    <w:p w:rsidR="00481D79" w:rsidRDefault="005B067E" w:rsidP="005B067E">
      <w:pPr>
        <w:pStyle w:val="libLine"/>
        <w:rPr>
          <w:rtl/>
        </w:rPr>
      </w:pPr>
      <w:r>
        <w:rPr>
          <w:rtl/>
        </w:rPr>
        <w:t>____________________</w:t>
      </w:r>
    </w:p>
    <w:p w:rsidR="00481D79" w:rsidRDefault="00481D79" w:rsidP="002D5623">
      <w:pPr>
        <w:pStyle w:val="libFootnote0"/>
        <w:rPr>
          <w:rtl/>
        </w:rPr>
      </w:pPr>
      <w:r>
        <w:rPr>
          <w:rtl/>
        </w:rPr>
        <w:t>1</w:t>
      </w:r>
      <w:r w:rsidR="002D5623">
        <w:rPr>
          <w:rFonts w:hint="cs"/>
          <w:rtl/>
        </w:rPr>
        <w:t>-</w:t>
      </w:r>
      <w:r>
        <w:rPr>
          <w:rtl/>
        </w:rPr>
        <w:t xml:space="preserve"> من بعض النسخ.</w:t>
      </w:r>
    </w:p>
    <w:p w:rsidR="00481D79" w:rsidRDefault="00481D79" w:rsidP="002D5623">
      <w:pPr>
        <w:pStyle w:val="libFootnote0"/>
        <w:rPr>
          <w:rtl/>
        </w:rPr>
      </w:pPr>
      <w:r>
        <w:rPr>
          <w:rtl/>
        </w:rPr>
        <w:t>2</w:t>
      </w:r>
      <w:r w:rsidR="002D5623">
        <w:rPr>
          <w:rFonts w:hint="cs"/>
          <w:rtl/>
        </w:rPr>
        <w:t>-</w:t>
      </w:r>
      <w:r>
        <w:rPr>
          <w:rtl/>
        </w:rPr>
        <w:t xml:space="preserve"> خ: علمت.</w:t>
      </w:r>
    </w:p>
    <w:p w:rsidR="00481D79" w:rsidRDefault="00481D79" w:rsidP="002D5623">
      <w:pPr>
        <w:pStyle w:val="libFootnote0"/>
        <w:rPr>
          <w:rtl/>
        </w:rPr>
      </w:pPr>
      <w:r>
        <w:rPr>
          <w:rtl/>
        </w:rPr>
        <w:t>3</w:t>
      </w:r>
      <w:r w:rsidR="002D5623">
        <w:rPr>
          <w:rFonts w:hint="cs"/>
          <w:rtl/>
        </w:rPr>
        <w:t>-</w:t>
      </w:r>
      <w:r>
        <w:rPr>
          <w:rtl/>
        </w:rPr>
        <w:t xml:space="preserve"> ن: لا تدري.</w:t>
      </w:r>
    </w:p>
    <w:p w:rsidR="00481D79" w:rsidRDefault="00481D79" w:rsidP="002D5623">
      <w:pPr>
        <w:pStyle w:val="libFootnote0"/>
        <w:rPr>
          <w:rtl/>
        </w:rPr>
      </w:pPr>
      <w:r>
        <w:rPr>
          <w:rtl/>
        </w:rPr>
        <w:t>4</w:t>
      </w:r>
      <w:r w:rsidR="002D5623">
        <w:rPr>
          <w:rFonts w:hint="cs"/>
          <w:rtl/>
        </w:rPr>
        <w:t>-</w:t>
      </w:r>
      <w:r>
        <w:rPr>
          <w:rtl/>
        </w:rPr>
        <w:t xml:space="preserve"> عنه البحار: 73 / 352 ح 50 وح 51 وعن الامالي والعيون. ورواه الصدوق في عيون الاخبار: 2 / 28 ح 18. ورواه شيخ الطائفة الطوسي في أماليه: 1 / 125 بالاسناد المرقم " 17 "، وفي ص 285 بالاسناد إلى علي الهادي </w:t>
      </w:r>
      <w:r w:rsidR="004226A8" w:rsidRPr="002D5623">
        <w:rPr>
          <w:rStyle w:val="libFootnoteAlaemChar"/>
          <w:rtl/>
        </w:rPr>
        <w:t>عليه‌السلام</w:t>
      </w:r>
      <w:r>
        <w:rPr>
          <w:rtl/>
        </w:rPr>
        <w:t xml:space="preserve"> عن آبائه وفيه زيادة هي: " يابن آدم اذكرني حين تغضب، أذكرك حين أغضب ولا امحقك فيمن امحق ". ورواه في ج 2 / 183 بالاسناد المرقم " 21 "، وأخرجه عنه البحار: 93 / 152 ح 8. وأورده مرسلا الطبرسي في مكارم الاخلاق: 375، عنه البحار: 95 / 339 عن الصادق </w:t>
      </w:r>
      <w:r w:rsidR="004226A8" w:rsidRPr="002D5623">
        <w:rPr>
          <w:rStyle w:val="libFootnoteAlaemChar"/>
          <w:rtl/>
        </w:rPr>
        <w:t>عليه‌السلام</w:t>
      </w:r>
      <w:r>
        <w:rPr>
          <w:rtl/>
        </w:rPr>
        <w:t>. وأخرجه في المستدرك: 2 / 313 ح 2 عن الصحيفة وكنز الكراجكي: 163 الذي رواه عن الشيخ المفيد بالاسناد رقم " 11 ". وعنه البحار: 73 / 365 ح 7. وممن نقله مرسلا: الديلمي في إرشاد القلوب: 38 وأعلام الدين: 120. وتنبيه الخواطر: 1 / 71 وج 2 / 70. والزمخشري في ربيع الابرار: 1 / 398. والرافعي في التدوين: 3 / 4 ضمن ترجمة داود بن سليمان القزويني.</w:t>
      </w:r>
    </w:p>
    <w:p w:rsidR="00481D79" w:rsidRDefault="00481D79" w:rsidP="002D5623">
      <w:pPr>
        <w:pStyle w:val="libFootnote0"/>
        <w:rPr>
          <w:rtl/>
        </w:rPr>
      </w:pPr>
      <w:r>
        <w:rPr>
          <w:rtl/>
        </w:rPr>
        <w:t>5</w:t>
      </w:r>
      <w:r w:rsidR="002D5623">
        <w:rPr>
          <w:rFonts w:hint="cs"/>
          <w:rtl/>
        </w:rPr>
        <w:t>-</w:t>
      </w:r>
      <w:r>
        <w:rPr>
          <w:rtl/>
        </w:rPr>
        <w:t xml:space="preserve"> ن: من دون.</w:t>
      </w:r>
    </w:p>
    <w:p w:rsidR="00481D79" w:rsidRDefault="00481D79" w:rsidP="002D5623">
      <w:pPr>
        <w:pStyle w:val="libFootnote0"/>
        <w:rPr>
          <w:rtl/>
        </w:rPr>
      </w:pPr>
      <w:r>
        <w:rPr>
          <w:rtl/>
        </w:rPr>
        <w:t>6</w:t>
      </w:r>
      <w:r w:rsidR="002D5623">
        <w:rPr>
          <w:rFonts w:hint="cs"/>
          <w:rtl/>
        </w:rPr>
        <w:t>-</w:t>
      </w:r>
      <w:r>
        <w:rPr>
          <w:rtl/>
        </w:rPr>
        <w:t xml:space="preserve"> ج: يسألني.</w:t>
      </w:r>
    </w:p>
    <w:p w:rsidR="00481D79" w:rsidRDefault="00481D79" w:rsidP="002D5623">
      <w:pPr>
        <w:pStyle w:val="libFootnote0"/>
        <w:rPr>
          <w:rtl/>
        </w:rPr>
      </w:pPr>
      <w:r>
        <w:rPr>
          <w:rtl/>
        </w:rPr>
        <w:t>7</w:t>
      </w:r>
      <w:r w:rsidR="002D5623">
        <w:rPr>
          <w:rFonts w:hint="cs"/>
          <w:rtl/>
        </w:rPr>
        <w:t>-</w:t>
      </w:r>
      <w:r>
        <w:rPr>
          <w:rtl/>
        </w:rPr>
        <w:t xml:space="preserve"> في بعض النسخ والبحار: استغفر لي، وفي ج: استغفر.</w:t>
      </w:r>
    </w:p>
    <w:p w:rsidR="00481D79" w:rsidRDefault="00481D79" w:rsidP="002D5623">
      <w:pPr>
        <w:pStyle w:val="libFootnote0"/>
        <w:rPr>
          <w:rtl/>
        </w:rPr>
      </w:pPr>
      <w:r>
        <w:rPr>
          <w:rtl/>
        </w:rPr>
        <w:t>8</w:t>
      </w:r>
      <w:r w:rsidR="002D5623">
        <w:rPr>
          <w:rFonts w:hint="cs"/>
          <w:rtl/>
        </w:rPr>
        <w:t>-</w:t>
      </w:r>
      <w:r>
        <w:rPr>
          <w:rtl/>
        </w:rPr>
        <w:t xml:space="preserve"> عنه البحار: 71 / 143 ح 40. وأخرجه في ص 155 ح 68 عن أمالي الطوسي: 2 / 198 بإسناده عن إسحاق بن جعفر، عن أخيه موسى </w:t>
      </w:r>
      <w:r w:rsidR="004226A8" w:rsidRPr="002D5623">
        <w:rPr>
          <w:rStyle w:val="libFootnoteAlaemChar"/>
          <w:rtl/>
        </w:rPr>
        <w:t>عليه‌السلام</w:t>
      </w:r>
      <w:r>
        <w:rPr>
          <w:rtl/>
        </w:rPr>
        <w:t xml:space="preserve">. وأورده في أعلام الدين: 123 وتنبيه الخواطر: 2 / 74 عن إسحاق بن جعفر. وفي روضة الواعظين: 493 ومشكاة الانوار: 17 عن النبي </w:t>
      </w:r>
      <w:r w:rsidR="004226A8" w:rsidRPr="002D5623">
        <w:rPr>
          <w:rStyle w:val="libFootnoteAlaemChar"/>
          <w:rtl/>
        </w:rPr>
        <w:t>صلى‌الله‌عليه‌وآله</w:t>
      </w:r>
      <w:r>
        <w:rPr>
          <w:rtl/>
        </w:rPr>
        <w:t>. و (أخرجه العسكري، عن علي بلفظه).</w:t>
      </w:r>
    </w:p>
    <w:p w:rsidR="00827655" w:rsidRDefault="00481D79" w:rsidP="002D5623">
      <w:pPr>
        <w:pStyle w:val="libFootnote0"/>
        <w:rPr>
          <w:rtl/>
        </w:rPr>
      </w:pPr>
      <w:r>
        <w:rPr>
          <w:rtl/>
        </w:rPr>
        <w:t>9</w:t>
      </w:r>
      <w:r w:rsidR="002D5623">
        <w:rPr>
          <w:rFonts w:hint="cs"/>
          <w:rtl/>
        </w:rPr>
        <w:t>-</w:t>
      </w:r>
      <w:r>
        <w:rPr>
          <w:rtl/>
        </w:rPr>
        <w:t xml:space="preserve"> أخرجه في الوسائل: 15 / 165 ح 3 والبحار: 104 / 112 ح 20 عن عيون الاخبار: 2 / 28 ح 19، </w:t>
      </w:r>
      <w:r w:rsidR="00827655">
        <w:rPr>
          <w:rtl/>
        </w:rPr>
        <w:t>=</w:t>
      </w:r>
    </w:p>
    <w:p w:rsidR="00481D79" w:rsidRDefault="00481D79" w:rsidP="00481D79">
      <w:pPr>
        <w:pStyle w:val="libNormal"/>
        <w:rPr>
          <w:rtl/>
          <w:lang w:bidi="fa-IR"/>
        </w:rPr>
      </w:pPr>
      <w:r>
        <w:rPr>
          <w:rtl/>
          <w:lang w:bidi="fa-IR"/>
        </w:rPr>
        <w:br w:type="page"/>
      </w:r>
    </w:p>
    <w:p w:rsidR="00481D79" w:rsidRPr="00481D79" w:rsidRDefault="00481D79" w:rsidP="002D5623">
      <w:pPr>
        <w:pStyle w:val="libNormal"/>
      </w:pPr>
      <w:r w:rsidRPr="00481D79">
        <w:rPr>
          <w:rtl/>
        </w:rPr>
        <w:lastRenderedPageBreak/>
        <w:t xml:space="preserve">7 وبإسناده قال: قال رسول الله </w:t>
      </w:r>
      <w:r w:rsidR="004226A8" w:rsidRPr="004226A8">
        <w:rPr>
          <w:rStyle w:val="libAlaemChar"/>
          <w:rtl/>
        </w:rPr>
        <w:t>صلى‌الله‌عليه‌وآله</w:t>
      </w:r>
      <w:r w:rsidRPr="00481D79">
        <w:rPr>
          <w:rtl/>
        </w:rPr>
        <w:t xml:space="preserve">: " من أفتى الناس بغير علم لعنته (ملائكة السماوات) </w:t>
      </w:r>
      <w:r w:rsidR="002D5623" w:rsidRPr="002D5623">
        <w:rPr>
          <w:rStyle w:val="libFootnotenumChar"/>
          <w:rFonts w:hint="cs"/>
          <w:rtl/>
        </w:rPr>
        <w:t>(1)</w:t>
      </w:r>
      <w:r w:rsidRPr="00481D79">
        <w:rPr>
          <w:rtl/>
        </w:rPr>
        <w:t xml:space="preserve"> والارض " </w:t>
      </w:r>
      <w:r w:rsidR="002D5623" w:rsidRPr="002D5623">
        <w:rPr>
          <w:rStyle w:val="libFootnotenumChar"/>
          <w:rFonts w:hint="cs"/>
          <w:rtl/>
        </w:rPr>
        <w:t>(2)</w:t>
      </w:r>
      <w:r w:rsidRPr="00481D79">
        <w:rPr>
          <w:rtl/>
        </w:rPr>
        <w:t>.</w:t>
      </w:r>
    </w:p>
    <w:p w:rsidR="00481D79" w:rsidRPr="00481D79" w:rsidRDefault="00481D79" w:rsidP="002D5623">
      <w:pPr>
        <w:pStyle w:val="libNormal"/>
        <w:rPr>
          <w:rtl/>
        </w:rPr>
      </w:pPr>
      <w:r w:rsidRPr="00481D79">
        <w:rPr>
          <w:rtl/>
        </w:rPr>
        <w:t xml:space="preserve">8 وبإسناده قال قال رسول الله </w:t>
      </w:r>
      <w:r w:rsidR="004226A8" w:rsidRPr="004226A8">
        <w:rPr>
          <w:rStyle w:val="libAlaemChar"/>
          <w:rtl/>
        </w:rPr>
        <w:t>صلى‌الله‌عليه‌وآله</w:t>
      </w:r>
      <w:r w:rsidRPr="00481D79">
        <w:rPr>
          <w:rtl/>
        </w:rPr>
        <w:t xml:space="preserve">: " أفضل الاعمال عند الله إيمان لا شك </w:t>
      </w:r>
      <w:r w:rsidR="002D5623" w:rsidRPr="002D5623">
        <w:rPr>
          <w:rStyle w:val="libFootnotenumChar"/>
          <w:rFonts w:hint="cs"/>
          <w:rtl/>
        </w:rPr>
        <w:t>(3)</w:t>
      </w:r>
      <w:r w:rsidRPr="00481D79">
        <w:rPr>
          <w:rtl/>
        </w:rPr>
        <w:t xml:space="preserve"> فيه، وغزو لا غلول </w:t>
      </w:r>
      <w:r w:rsidR="002D5623" w:rsidRPr="002D5623">
        <w:rPr>
          <w:rStyle w:val="libFootnotenumChar"/>
          <w:rFonts w:hint="cs"/>
          <w:rtl/>
        </w:rPr>
        <w:t>(4)</w:t>
      </w:r>
      <w:r w:rsidRPr="00481D79">
        <w:rPr>
          <w:rtl/>
        </w:rPr>
        <w:t xml:space="preserve"> فيه، وحج مبرور.</w:t>
      </w:r>
    </w:p>
    <w:p w:rsidR="00481D79" w:rsidRPr="00481D79" w:rsidRDefault="00481D79" w:rsidP="002D5623">
      <w:pPr>
        <w:pStyle w:val="libNormal"/>
        <w:rPr>
          <w:rtl/>
        </w:rPr>
      </w:pPr>
      <w:r w:rsidRPr="00481D79">
        <w:rPr>
          <w:rtl/>
        </w:rPr>
        <w:t xml:space="preserve">وأول من يدخل الجنة: شهيد وعبد مملوك أحسن عبادة ربه ونصح لسيده، ورجل عفيف متعفف ذو عبادة </w:t>
      </w:r>
      <w:r w:rsidR="002D5623" w:rsidRPr="002D5623">
        <w:rPr>
          <w:rStyle w:val="libFootnotenumChar"/>
          <w:rFonts w:hint="cs"/>
          <w:rtl/>
        </w:rPr>
        <w:t>(5)</w:t>
      </w:r>
      <w:r w:rsidRPr="00481D79">
        <w:rPr>
          <w:rtl/>
        </w:rPr>
        <w:t>.</w:t>
      </w:r>
    </w:p>
    <w:p w:rsidR="00481D79" w:rsidRPr="00481D79" w:rsidRDefault="00481D79" w:rsidP="002D5623">
      <w:pPr>
        <w:pStyle w:val="libNormal"/>
        <w:rPr>
          <w:rtl/>
        </w:rPr>
      </w:pPr>
      <w:r w:rsidRPr="00481D79">
        <w:rPr>
          <w:rtl/>
        </w:rPr>
        <w:t xml:space="preserve">وأول من يدخل النار إمام مسلط </w:t>
      </w:r>
      <w:r w:rsidR="002D5623" w:rsidRPr="002D5623">
        <w:rPr>
          <w:rStyle w:val="libFootnotenumChar"/>
          <w:rFonts w:hint="cs"/>
          <w:rtl/>
        </w:rPr>
        <w:t>(6)</w:t>
      </w:r>
      <w:r w:rsidRPr="00481D79">
        <w:rPr>
          <w:rtl/>
        </w:rPr>
        <w:t xml:space="preserve"> لم يعدل، وذو ثروة من المال لم يقض </w:t>
      </w:r>
      <w:r w:rsidR="002D5623" w:rsidRPr="002D5623">
        <w:rPr>
          <w:rStyle w:val="libFootnotenumChar"/>
          <w:rFonts w:hint="cs"/>
          <w:rtl/>
        </w:rPr>
        <w:t>(7)</w:t>
      </w:r>
      <w:r w:rsidRPr="00481D79">
        <w:rPr>
          <w:rtl/>
        </w:rPr>
        <w:t xml:space="preserve"> حقه، وفقير فخور </w:t>
      </w:r>
      <w:r w:rsidR="002D5623" w:rsidRPr="002D5623">
        <w:rPr>
          <w:rStyle w:val="libFootnotenumChar"/>
          <w:rFonts w:hint="cs"/>
          <w:rtl/>
        </w:rPr>
        <w:t>(8)</w:t>
      </w:r>
      <w:r w:rsidRPr="00481D79">
        <w:rPr>
          <w:rtl/>
        </w:rPr>
        <w:t xml:space="preserve"> " </w:t>
      </w:r>
      <w:r w:rsidR="002D5623" w:rsidRPr="002D5623">
        <w:rPr>
          <w:rStyle w:val="libFootnotenumChar"/>
          <w:rFonts w:hint="cs"/>
          <w:rtl/>
        </w:rPr>
        <w:t>(9)</w:t>
      </w:r>
      <w:r w:rsidRPr="00481D79">
        <w:rPr>
          <w:rtl/>
        </w:rPr>
        <w:t>.</w:t>
      </w:r>
    </w:p>
    <w:p w:rsidR="00827655"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و (أخرجه أبوحفص عمر بن عبدالله الديلمي، عن علي </w:t>
      </w:r>
      <w:r w:rsidR="004226A8" w:rsidRPr="002D5623">
        <w:rPr>
          <w:rStyle w:val="libFootnoteAlaemChar"/>
          <w:rtl/>
        </w:rPr>
        <w:t>عليه‌السلام</w:t>
      </w:r>
      <w:r w:rsidR="00481D79">
        <w:rPr>
          <w:rtl/>
        </w:rPr>
        <w:t>). ورواه الرافعي في التدوين: 2 / 340. وأخرجه ابن حجر في لسان الميزان: 2 / 417 في ترجمة داود بن سليمان الجرجاني الغازي نحوه وزاد فيه: " إن الارض تنجس من بول الاغلف (الاقلف خ) أربعين يوما ".</w:t>
      </w:r>
    </w:p>
    <w:p w:rsidR="00481D79" w:rsidRDefault="00481D79" w:rsidP="002D5623">
      <w:pPr>
        <w:pStyle w:val="libFootnote0"/>
        <w:rPr>
          <w:rtl/>
        </w:rPr>
      </w:pPr>
      <w:r>
        <w:rPr>
          <w:rtl/>
        </w:rPr>
        <w:t>1</w:t>
      </w:r>
      <w:r w:rsidR="002D5623">
        <w:rPr>
          <w:rFonts w:hint="cs"/>
          <w:rtl/>
        </w:rPr>
        <w:t>-</w:t>
      </w:r>
      <w:r>
        <w:rPr>
          <w:rtl/>
        </w:rPr>
        <w:t xml:space="preserve"> في بعض النسخ: السماء، وفي المحاسن: ملائكة السماء.</w:t>
      </w:r>
    </w:p>
    <w:p w:rsidR="00481D79" w:rsidRDefault="00481D79" w:rsidP="002D5623">
      <w:pPr>
        <w:pStyle w:val="libFootnote0"/>
        <w:rPr>
          <w:rtl/>
        </w:rPr>
      </w:pPr>
      <w:r>
        <w:rPr>
          <w:rtl/>
        </w:rPr>
        <w:t>2</w:t>
      </w:r>
      <w:r w:rsidR="002D5623">
        <w:rPr>
          <w:rFonts w:hint="cs"/>
          <w:rtl/>
        </w:rPr>
        <w:t>-</w:t>
      </w:r>
      <w:r>
        <w:rPr>
          <w:rtl/>
        </w:rPr>
        <w:t xml:space="preserve"> أخرجه في الوسائل: 18 / 66 ح 55 عن عيون الاخبار: 2 / 46 ح 173، وأخرجه في البحار: 2 / 115 ح 12 عن العيون والمحاسن: 1 / 205 ح 59 عن أبي عبدالله </w:t>
      </w:r>
      <w:r w:rsidR="004226A8" w:rsidRPr="002D5623">
        <w:rPr>
          <w:rStyle w:val="libFootnoteAlaemChar"/>
          <w:rtl/>
        </w:rPr>
        <w:t>عليه‌السلام</w:t>
      </w:r>
      <w:r>
        <w:rPr>
          <w:rtl/>
        </w:rPr>
        <w:t xml:space="preserve">. وأورده أيضا في تنبيه الخواطر: 1 / 3، والزمخشري في ربيع الابرار: 3 / 278. وأخرجه في كنز العمال: 10 / 111 ح 947 عن أبن عساكر بإسناده إلى علي </w:t>
      </w:r>
      <w:r w:rsidR="004226A8" w:rsidRPr="002D5623">
        <w:rPr>
          <w:rStyle w:val="libFootnoteAlaemChar"/>
          <w:rtl/>
        </w:rPr>
        <w:t>عليه‌السلام</w:t>
      </w:r>
      <w:r>
        <w:rPr>
          <w:rtl/>
        </w:rPr>
        <w:t>. (أخرجه الديلمي وابن لال بلفظه، وابن عساكر عن علي بلفظ: لعنته ملائكة السماء والارض).</w:t>
      </w:r>
    </w:p>
    <w:p w:rsidR="00481D79" w:rsidRDefault="00481D79" w:rsidP="002D5623">
      <w:pPr>
        <w:pStyle w:val="libFootnote0"/>
        <w:rPr>
          <w:rtl/>
        </w:rPr>
      </w:pPr>
      <w:r>
        <w:rPr>
          <w:rtl/>
        </w:rPr>
        <w:t>3</w:t>
      </w:r>
      <w:r w:rsidR="002D5623">
        <w:rPr>
          <w:rFonts w:hint="cs"/>
          <w:rtl/>
        </w:rPr>
        <w:t>-</w:t>
      </w:r>
      <w:r>
        <w:rPr>
          <w:rtl/>
        </w:rPr>
        <w:t xml:space="preserve"> خ: شرك.</w:t>
      </w:r>
    </w:p>
    <w:p w:rsidR="00481D79" w:rsidRDefault="00481D79" w:rsidP="002D5623">
      <w:pPr>
        <w:pStyle w:val="libFootnote0"/>
        <w:rPr>
          <w:rtl/>
        </w:rPr>
      </w:pPr>
      <w:r>
        <w:rPr>
          <w:rtl/>
        </w:rPr>
        <w:t>4</w:t>
      </w:r>
      <w:r w:rsidR="002D5623">
        <w:rPr>
          <w:rFonts w:hint="cs"/>
          <w:rtl/>
        </w:rPr>
        <w:t>-</w:t>
      </w:r>
      <w:r>
        <w:rPr>
          <w:rtl/>
        </w:rPr>
        <w:t xml:space="preserve"> الغلول - بالفتح -: الغنيمة، وبضمها: الخيانة في المغنم والسرقة من الغنيمة قبل القسمة، قاله ابن الاثير في النهاية: 3 / 380.</w:t>
      </w:r>
    </w:p>
    <w:p w:rsidR="00481D79" w:rsidRDefault="00481D79" w:rsidP="002D5623">
      <w:pPr>
        <w:pStyle w:val="libFootnote0"/>
        <w:rPr>
          <w:rtl/>
        </w:rPr>
      </w:pPr>
      <w:r>
        <w:rPr>
          <w:rtl/>
        </w:rPr>
        <w:t>5</w:t>
      </w:r>
      <w:r w:rsidR="002D5623">
        <w:rPr>
          <w:rFonts w:hint="cs"/>
          <w:rtl/>
        </w:rPr>
        <w:t>-</w:t>
      </w:r>
      <w:r>
        <w:rPr>
          <w:rtl/>
        </w:rPr>
        <w:t xml:space="preserve"> في بعض النسخ: ذو عيال.</w:t>
      </w:r>
    </w:p>
    <w:p w:rsidR="00481D79" w:rsidRDefault="00481D79" w:rsidP="002D5623">
      <w:pPr>
        <w:pStyle w:val="libFootnote0"/>
        <w:rPr>
          <w:rtl/>
        </w:rPr>
      </w:pPr>
      <w:r>
        <w:rPr>
          <w:rtl/>
        </w:rPr>
        <w:t>6</w:t>
      </w:r>
      <w:r w:rsidR="002D5623">
        <w:rPr>
          <w:rFonts w:hint="cs"/>
          <w:rtl/>
        </w:rPr>
        <w:t>-</w:t>
      </w:r>
      <w:r>
        <w:rPr>
          <w:rtl/>
        </w:rPr>
        <w:t xml:space="preserve"> خ: إمام متسلط، وفي البحار: 69 والعيون: أمير متسلط.</w:t>
      </w:r>
    </w:p>
    <w:p w:rsidR="00481D79" w:rsidRDefault="00481D79" w:rsidP="002D5623">
      <w:pPr>
        <w:pStyle w:val="libFootnote0"/>
        <w:rPr>
          <w:rtl/>
        </w:rPr>
      </w:pPr>
      <w:r>
        <w:rPr>
          <w:rtl/>
        </w:rPr>
        <w:t>7</w:t>
      </w:r>
      <w:r w:rsidR="002D5623">
        <w:rPr>
          <w:rFonts w:hint="cs"/>
          <w:rtl/>
        </w:rPr>
        <w:t>-</w:t>
      </w:r>
      <w:r>
        <w:rPr>
          <w:rtl/>
        </w:rPr>
        <w:t xml:space="preserve"> في البحار: 69 والعيون: لم يعط المال، وفي خ: لم يعط من المال.</w:t>
      </w:r>
    </w:p>
    <w:p w:rsidR="00481D79" w:rsidRDefault="00481D79" w:rsidP="002D5623">
      <w:pPr>
        <w:pStyle w:val="libFootnote0"/>
        <w:rPr>
          <w:rtl/>
        </w:rPr>
      </w:pPr>
      <w:r>
        <w:rPr>
          <w:rtl/>
        </w:rPr>
        <w:t>8</w:t>
      </w:r>
      <w:r w:rsidR="002D5623">
        <w:rPr>
          <w:rFonts w:hint="cs"/>
          <w:rtl/>
        </w:rPr>
        <w:t>-</w:t>
      </w:r>
      <w:r>
        <w:rPr>
          <w:rtl/>
        </w:rPr>
        <w:t xml:space="preserve"> خ: فجور، وفخور: كثير الفخر على الناس.</w:t>
      </w:r>
    </w:p>
    <w:p w:rsidR="00481D79" w:rsidRDefault="00481D79" w:rsidP="002D5623">
      <w:pPr>
        <w:pStyle w:val="libFootnote0"/>
        <w:rPr>
          <w:rtl/>
        </w:rPr>
      </w:pPr>
      <w:r>
        <w:rPr>
          <w:rtl/>
        </w:rPr>
        <w:t>9</w:t>
      </w:r>
      <w:r w:rsidR="002D5623">
        <w:rPr>
          <w:rFonts w:hint="cs"/>
          <w:rtl/>
        </w:rPr>
        <w:t>-</w:t>
      </w:r>
      <w:r>
        <w:rPr>
          <w:rtl/>
        </w:rPr>
        <w:t xml:space="preserve"> عنه البحار: 69 / 393 ح 75 وعن أمالي المفيد: 99 المجلس 12 ح 1 بالاسناد رقم " 11 ".</w:t>
      </w:r>
    </w:p>
    <w:p w:rsidR="00481D79" w:rsidRDefault="00481D79" w:rsidP="00D11BDC">
      <w:pPr>
        <w:pStyle w:val="libFootnote0"/>
        <w:rPr>
          <w:rtl/>
        </w:rPr>
      </w:pPr>
      <w:r>
        <w:rPr>
          <w:rtl/>
        </w:rPr>
        <w:t>وأخرج قطعة منه في البحار: 71 / 272 ح 17 عن الصحيفة وعيون الاخبار: 2 / 28 ح 20.</w:t>
      </w:r>
    </w:p>
    <w:p w:rsidR="00481D79" w:rsidRDefault="00481D79" w:rsidP="00D11BDC">
      <w:pPr>
        <w:pStyle w:val="libFootnote0"/>
        <w:rPr>
          <w:rtl/>
        </w:rPr>
      </w:pPr>
      <w:r>
        <w:rPr>
          <w:rtl/>
        </w:rPr>
        <w:t>وأخرجه في البحار: 72 / 126 ح 8 وج 96 / 13 ح 22 وج 99 / 16 ح 56 عن العيون. وروى صدره ابن حنبل في المسند: 2 / 258، 348، 442، 521 بإسناده إلى أبي هريرة.</w:t>
      </w:r>
    </w:p>
    <w:p w:rsidR="00481D79" w:rsidRDefault="00481D79" w:rsidP="00481D79">
      <w:pPr>
        <w:pStyle w:val="libNormal"/>
        <w:rPr>
          <w:rtl/>
        </w:rPr>
      </w:pPr>
      <w:r>
        <w:rPr>
          <w:rtl/>
        </w:rPr>
        <w:br w:type="page"/>
      </w:r>
    </w:p>
    <w:p w:rsidR="00481D79" w:rsidRPr="00481D79" w:rsidRDefault="00481D79" w:rsidP="002D5623">
      <w:pPr>
        <w:pStyle w:val="libNormal"/>
        <w:rPr>
          <w:rtl/>
        </w:rPr>
      </w:pPr>
      <w:r w:rsidRPr="00481D79">
        <w:rPr>
          <w:rtl/>
        </w:rPr>
        <w:lastRenderedPageBreak/>
        <w:t xml:space="preserve">9 وبإسناده قال: قال رسول الله </w:t>
      </w:r>
      <w:r w:rsidR="004226A8" w:rsidRPr="004226A8">
        <w:rPr>
          <w:rStyle w:val="libAlaemChar"/>
          <w:rtl/>
        </w:rPr>
        <w:t>صلى‌الله‌عليه‌وآله</w:t>
      </w:r>
      <w:r w:rsidRPr="00481D79">
        <w:rPr>
          <w:rtl/>
        </w:rPr>
        <w:t xml:space="preserve">: " لا يزال الشيطان ذعرا </w:t>
      </w:r>
      <w:r w:rsidR="002D5623" w:rsidRPr="002D5623">
        <w:rPr>
          <w:rStyle w:val="libFootnotenumChar"/>
          <w:rFonts w:hint="cs"/>
          <w:rtl/>
        </w:rPr>
        <w:t>(1)</w:t>
      </w:r>
      <w:r w:rsidRPr="00481D79">
        <w:rPr>
          <w:rtl/>
        </w:rPr>
        <w:t xml:space="preserve"> من المؤمن ما حافظ </w:t>
      </w:r>
      <w:r w:rsidR="002D5623" w:rsidRPr="002D5623">
        <w:rPr>
          <w:rStyle w:val="libFootnotenumChar"/>
          <w:rFonts w:hint="cs"/>
          <w:rtl/>
        </w:rPr>
        <w:t>(2)</w:t>
      </w:r>
      <w:r w:rsidRPr="00481D79">
        <w:rPr>
          <w:rtl/>
        </w:rPr>
        <w:t xml:space="preserve"> على الصلوات </w:t>
      </w:r>
      <w:r w:rsidR="002D5623" w:rsidRPr="002D5623">
        <w:rPr>
          <w:rStyle w:val="libFootnotenumChar"/>
          <w:rFonts w:hint="cs"/>
          <w:rtl/>
        </w:rPr>
        <w:t>(3)</w:t>
      </w:r>
      <w:r w:rsidRPr="00481D79">
        <w:rPr>
          <w:rtl/>
        </w:rPr>
        <w:t xml:space="preserve"> الخمس، فإذا ضيعهن </w:t>
      </w:r>
      <w:r w:rsidR="002D5623" w:rsidRPr="002D5623">
        <w:rPr>
          <w:rStyle w:val="libFootnotenumChar"/>
          <w:rFonts w:hint="cs"/>
          <w:rtl/>
        </w:rPr>
        <w:t>(4)</w:t>
      </w:r>
      <w:r w:rsidRPr="00481D79">
        <w:rPr>
          <w:rtl/>
        </w:rPr>
        <w:t xml:space="preserve"> تجرا </w:t>
      </w:r>
      <w:r w:rsidR="002D5623" w:rsidRPr="002D5623">
        <w:rPr>
          <w:rStyle w:val="libFootnotenumChar"/>
          <w:rFonts w:hint="cs"/>
          <w:rtl/>
        </w:rPr>
        <w:t>(5)</w:t>
      </w:r>
      <w:r w:rsidRPr="00481D79">
        <w:rPr>
          <w:rtl/>
        </w:rPr>
        <w:t xml:space="preserve"> عليه </w:t>
      </w:r>
      <w:r w:rsidR="002D5623" w:rsidRPr="002D5623">
        <w:rPr>
          <w:rStyle w:val="libFootnotenumChar"/>
          <w:rFonts w:hint="cs"/>
          <w:rtl/>
        </w:rPr>
        <w:t>(6)</w:t>
      </w:r>
      <w:r w:rsidRPr="00481D79">
        <w:rPr>
          <w:rtl/>
        </w:rPr>
        <w:t xml:space="preserve"> وأوقعه في العظائم " </w:t>
      </w:r>
      <w:r w:rsidR="002D5623" w:rsidRPr="002D5623">
        <w:rPr>
          <w:rStyle w:val="libFootnotenumChar"/>
          <w:rFonts w:hint="cs"/>
          <w:rtl/>
        </w:rPr>
        <w:t>(7)</w:t>
      </w:r>
    </w:p>
    <w:p w:rsidR="00481D79" w:rsidRPr="00481D79" w:rsidRDefault="00481D79" w:rsidP="002D5623">
      <w:pPr>
        <w:pStyle w:val="libNormal"/>
        <w:rPr>
          <w:rtl/>
        </w:rPr>
      </w:pPr>
      <w:r w:rsidRPr="00481D79">
        <w:rPr>
          <w:rtl/>
        </w:rPr>
        <w:t xml:space="preserve">10 وبإسناده قال: قال رسول الله </w:t>
      </w:r>
      <w:r w:rsidR="004226A8" w:rsidRPr="004226A8">
        <w:rPr>
          <w:rStyle w:val="libAlaemChar"/>
          <w:rtl/>
        </w:rPr>
        <w:t>صلى‌الله‌عليه‌وآله</w:t>
      </w:r>
      <w:r w:rsidRPr="00481D79">
        <w:rPr>
          <w:rtl/>
        </w:rPr>
        <w:t xml:space="preserve">: " من أدى </w:t>
      </w:r>
      <w:r w:rsidR="002D5623" w:rsidRPr="002D5623">
        <w:rPr>
          <w:rStyle w:val="libFootnotenumChar"/>
          <w:rFonts w:hint="cs"/>
          <w:rtl/>
        </w:rPr>
        <w:t>(8)</w:t>
      </w:r>
      <w:r w:rsidRPr="00481D79">
        <w:rPr>
          <w:rtl/>
        </w:rPr>
        <w:t xml:space="preserve"> فريضة </w:t>
      </w:r>
      <w:r w:rsidR="002D5623" w:rsidRPr="002D5623">
        <w:rPr>
          <w:rStyle w:val="libFootnotenumChar"/>
          <w:rFonts w:hint="cs"/>
          <w:rtl/>
        </w:rPr>
        <w:t>(9)</w:t>
      </w:r>
      <w:r w:rsidRPr="00481D79">
        <w:rPr>
          <w:rtl/>
        </w:rPr>
        <w:t xml:space="preserve"> فله عند الله دعوة مستجابة " </w:t>
      </w:r>
      <w:r w:rsidR="002D5623" w:rsidRPr="002D5623">
        <w:rPr>
          <w:rStyle w:val="libFootnotenumChar"/>
          <w:rFonts w:hint="cs"/>
          <w:rtl/>
        </w:rPr>
        <w:t>(10)</w:t>
      </w:r>
      <w:r w:rsidRPr="00481D79">
        <w:rPr>
          <w:rtl/>
        </w:rPr>
        <w:t>.</w:t>
      </w:r>
    </w:p>
    <w:p w:rsidR="00827655"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وأخرجه الزمخشري في ربيع الابرار: 3 / 9 بلفظ " أول من يدخل الجنة شهيد، وعبد أحسن عبادة ربه ونصح لسيده ". و (أخرجه أحمد والبيهقي عن أبي هريرة بلفظه بدون " وأول من يدخل الجنة ". إلخ. وأخرجه أيضا الدرامي وأبوداود والنسائي والطبراني في الكبير والحاكم. وبمعناه بلفظ آخر رواه ابن خزيمة وابن حبان في صحيحه).</w:t>
      </w:r>
    </w:p>
    <w:p w:rsidR="00481D79" w:rsidRDefault="00481D79" w:rsidP="002D5623">
      <w:pPr>
        <w:pStyle w:val="libFootnote0"/>
        <w:rPr>
          <w:rtl/>
        </w:rPr>
      </w:pPr>
      <w:r>
        <w:rPr>
          <w:rtl/>
        </w:rPr>
        <w:t>1</w:t>
      </w:r>
      <w:r w:rsidR="002D5623">
        <w:rPr>
          <w:rFonts w:hint="cs"/>
          <w:rtl/>
        </w:rPr>
        <w:t>-</w:t>
      </w:r>
      <w:r>
        <w:rPr>
          <w:rtl/>
        </w:rPr>
        <w:t xml:space="preserve"> أي فزعا خائفا.</w:t>
      </w:r>
    </w:p>
    <w:p w:rsidR="00481D79" w:rsidRDefault="00481D79" w:rsidP="002D5623">
      <w:pPr>
        <w:pStyle w:val="libFootnote0"/>
        <w:rPr>
          <w:rtl/>
        </w:rPr>
      </w:pPr>
      <w:r>
        <w:rPr>
          <w:rtl/>
        </w:rPr>
        <w:t>2</w:t>
      </w:r>
      <w:r w:rsidR="002D5623">
        <w:rPr>
          <w:rFonts w:hint="cs"/>
          <w:rtl/>
        </w:rPr>
        <w:t>-</w:t>
      </w:r>
      <w:r>
        <w:rPr>
          <w:rtl/>
        </w:rPr>
        <w:t xml:space="preserve"> خ: المؤمنين ما حافظوا.</w:t>
      </w:r>
    </w:p>
    <w:p w:rsidR="00481D79" w:rsidRDefault="00481D79" w:rsidP="002D5623">
      <w:pPr>
        <w:pStyle w:val="libFootnote0"/>
        <w:rPr>
          <w:rtl/>
        </w:rPr>
      </w:pPr>
      <w:r>
        <w:rPr>
          <w:rtl/>
        </w:rPr>
        <w:t>3</w:t>
      </w:r>
      <w:r w:rsidR="002D5623">
        <w:rPr>
          <w:rFonts w:hint="cs"/>
          <w:rtl/>
        </w:rPr>
        <w:t>-</w:t>
      </w:r>
      <w:r>
        <w:rPr>
          <w:rtl/>
        </w:rPr>
        <w:t xml:space="preserve"> ج: الصلاة، وفي الوسائل: 3: مواقيت الصلوات.</w:t>
      </w:r>
    </w:p>
    <w:p w:rsidR="00481D79" w:rsidRDefault="00481D79" w:rsidP="002D5623">
      <w:pPr>
        <w:pStyle w:val="libFootnote0"/>
        <w:rPr>
          <w:rtl/>
        </w:rPr>
      </w:pPr>
      <w:r>
        <w:rPr>
          <w:rtl/>
        </w:rPr>
        <w:t>4</w:t>
      </w:r>
      <w:r w:rsidR="002D5623">
        <w:rPr>
          <w:rFonts w:hint="cs"/>
          <w:rtl/>
        </w:rPr>
        <w:t>-</w:t>
      </w:r>
      <w:r>
        <w:rPr>
          <w:rtl/>
        </w:rPr>
        <w:t xml:space="preserve"> خ: ضيعوها.</w:t>
      </w:r>
    </w:p>
    <w:p w:rsidR="00481D79" w:rsidRDefault="00481D79" w:rsidP="002D5623">
      <w:pPr>
        <w:pStyle w:val="libFootnote0"/>
        <w:rPr>
          <w:rtl/>
        </w:rPr>
      </w:pPr>
      <w:r>
        <w:rPr>
          <w:rtl/>
        </w:rPr>
        <w:t>5</w:t>
      </w:r>
      <w:r w:rsidR="002D5623">
        <w:rPr>
          <w:rFonts w:hint="cs"/>
          <w:rtl/>
        </w:rPr>
        <w:t>-</w:t>
      </w:r>
      <w:r>
        <w:rPr>
          <w:rtl/>
        </w:rPr>
        <w:t xml:space="preserve"> خ: يجرؤ، وفي بعض النسخ: يجرأ.</w:t>
      </w:r>
    </w:p>
    <w:p w:rsidR="00481D79" w:rsidRDefault="00481D79" w:rsidP="002D5623">
      <w:pPr>
        <w:pStyle w:val="libFootnote0"/>
        <w:rPr>
          <w:rtl/>
        </w:rPr>
      </w:pPr>
      <w:r>
        <w:rPr>
          <w:rtl/>
        </w:rPr>
        <w:t>6</w:t>
      </w:r>
      <w:r w:rsidR="002D5623">
        <w:rPr>
          <w:rFonts w:hint="cs"/>
          <w:rtl/>
        </w:rPr>
        <w:t>-</w:t>
      </w:r>
      <w:r>
        <w:rPr>
          <w:rtl/>
        </w:rPr>
        <w:t xml:space="preserve"> خ: عليهم.</w:t>
      </w:r>
    </w:p>
    <w:p w:rsidR="00481D79" w:rsidRDefault="00481D79" w:rsidP="002D5623">
      <w:pPr>
        <w:pStyle w:val="libFootnote0"/>
        <w:rPr>
          <w:rtl/>
        </w:rPr>
      </w:pPr>
      <w:r>
        <w:rPr>
          <w:rtl/>
        </w:rPr>
        <w:t>7</w:t>
      </w:r>
      <w:r w:rsidR="002D5623">
        <w:rPr>
          <w:rFonts w:hint="cs"/>
          <w:rtl/>
        </w:rPr>
        <w:t>-</w:t>
      </w:r>
      <w:r>
        <w:rPr>
          <w:rtl/>
        </w:rPr>
        <w:t xml:space="preserve"> عنه الوسائل: 4 / 1016 ح 14. ورواه الصدوق في عيون الاخبار: 2 / 28 ح 21. ورواه في الامالي: 391 ح 9 وثواب الاعمال: 274 ح 3 بإسناده إلى الصادق </w:t>
      </w:r>
      <w:r w:rsidR="004226A8" w:rsidRPr="004226A8">
        <w:rPr>
          <w:rStyle w:val="libAlaemChar"/>
          <w:rtl/>
        </w:rPr>
        <w:t>عليه‌السلام</w:t>
      </w:r>
      <w:r>
        <w:rPr>
          <w:rtl/>
        </w:rPr>
        <w:t xml:space="preserve">، عن آبائه </w:t>
      </w:r>
      <w:r w:rsidR="004226A8" w:rsidRPr="004226A8">
        <w:rPr>
          <w:rStyle w:val="libAlaemChar"/>
          <w:rtl/>
        </w:rPr>
        <w:t>عليهم‌السلام</w:t>
      </w:r>
      <w:r>
        <w:rPr>
          <w:rtl/>
        </w:rPr>
        <w:t xml:space="preserve">. عنهما البحار: 83 / 11 ح 12، وأخرجه في ص 13 ح 22 عن العيون. وأخرجه في الوسائل: 3 / 18 ح 2 عن الكافي: 3 / 269 ح 8 بإسناده إلى أبي عبدالله </w:t>
      </w:r>
      <w:r w:rsidR="004226A8" w:rsidRPr="004226A8">
        <w:rPr>
          <w:rStyle w:val="libAlaemChar"/>
          <w:rtl/>
        </w:rPr>
        <w:t>عليه‌السلام</w:t>
      </w:r>
      <w:r>
        <w:rPr>
          <w:rtl/>
        </w:rPr>
        <w:t xml:space="preserve">، عن الرسول </w:t>
      </w:r>
      <w:r w:rsidR="004226A8" w:rsidRPr="004226A8">
        <w:rPr>
          <w:rStyle w:val="libAlaemChar"/>
          <w:rtl/>
        </w:rPr>
        <w:t>صلى‌الله‌عليه‌وآله</w:t>
      </w:r>
      <w:r>
        <w:rPr>
          <w:rtl/>
        </w:rPr>
        <w:t xml:space="preserve">، وعن التهذيب: 2 / 236 ح 933 بإسناده إلى عبدالله بن يحيى الكاهلي، عن أبيه، عن الرسول </w:t>
      </w:r>
      <w:r w:rsidR="004226A8" w:rsidRPr="004226A8">
        <w:rPr>
          <w:rStyle w:val="libAlaemChar"/>
          <w:rtl/>
        </w:rPr>
        <w:t>صلى‌الله‌عليه‌وآله</w:t>
      </w:r>
      <w:r>
        <w:rPr>
          <w:rtl/>
        </w:rPr>
        <w:t>، وعن العيون والامالي. وأخرجه في الوسائل المذكور ص 81 ح 12 عن ثواب الاعمال وعن المحاسن: 1 / 82 ح 12. وأخرجه في ح 14 عن العيون. و (أخرجه أبونعيم، وأبوبكر النجار في أماليه، والرافعي في التدوين).</w:t>
      </w:r>
    </w:p>
    <w:p w:rsidR="00481D79" w:rsidRDefault="00481D79" w:rsidP="002D5623">
      <w:pPr>
        <w:pStyle w:val="libFootnote0"/>
        <w:rPr>
          <w:rtl/>
        </w:rPr>
      </w:pPr>
      <w:r>
        <w:rPr>
          <w:rtl/>
        </w:rPr>
        <w:t>8</w:t>
      </w:r>
      <w:r w:rsidR="002D5623">
        <w:rPr>
          <w:rFonts w:hint="cs"/>
          <w:rtl/>
        </w:rPr>
        <w:t>-</w:t>
      </w:r>
      <w:r>
        <w:rPr>
          <w:rtl/>
        </w:rPr>
        <w:t xml:space="preserve"> في الوسائل: صلى.</w:t>
      </w:r>
    </w:p>
    <w:p w:rsidR="00481D79" w:rsidRDefault="00481D79" w:rsidP="002D5623">
      <w:pPr>
        <w:pStyle w:val="libFootnote0"/>
        <w:rPr>
          <w:rtl/>
        </w:rPr>
      </w:pPr>
      <w:r>
        <w:rPr>
          <w:rtl/>
        </w:rPr>
        <w:t>9</w:t>
      </w:r>
      <w:r w:rsidR="002D5623">
        <w:rPr>
          <w:rFonts w:hint="cs"/>
          <w:rtl/>
        </w:rPr>
        <w:t>-</w:t>
      </w:r>
      <w:r>
        <w:rPr>
          <w:rtl/>
        </w:rPr>
        <w:t xml:space="preserve"> خ: فريضته.</w:t>
      </w:r>
    </w:p>
    <w:p w:rsidR="00481D79" w:rsidRDefault="00481D79" w:rsidP="002D5623">
      <w:pPr>
        <w:pStyle w:val="libFootnote0"/>
        <w:rPr>
          <w:rtl/>
        </w:rPr>
      </w:pPr>
      <w:r>
        <w:rPr>
          <w:rtl/>
        </w:rPr>
        <w:t>10</w:t>
      </w:r>
      <w:r w:rsidR="002D5623">
        <w:rPr>
          <w:rFonts w:hint="cs"/>
          <w:rtl/>
        </w:rPr>
        <w:t>-</w:t>
      </w:r>
      <w:r>
        <w:rPr>
          <w:rtl/>
        </w:rPr>
        <w:t xml:space="preserve"> عنه الوسائل: 4 / 1016 ح 15. وعنه البحار: 85 / 321 ح 7 وعن عيون الاخبار: 2 / 28 ح 22 وعن أمالي الطوسي: 2 / 210 بالسند المرقم " 22 "، وأخرجه في الوسائل المذكور ح 11 عن الامالي </w:t>
      </w:r>
      <w:r w:rsidR="00827655">
        <w:rPr>
          <w:rtl/>
        </w:rPr>
        <w:t>=</w:t>
      </w:r>
      <w:r>
        <w:rPr>
          <w:rtl/>
        </w:rPr>
        <w:t xml:space="preserve"> .</w:t>
      </w:r>
    </w:p>
    <w:p w:rsidR="00481D79" w:rsidRDefault="00481D79" w:rsidP="00481D79">
      <w:pPr>
        <w:pStyle w:val="libNormal"/>
        <w:rPr>
          <w:rtl/>
        </w:rPr>
      </w:pPr>
      <w:r>
        <w:rPr>
          <w:rtl/>
        </w:rPr>
        <w:br w:type="page"/>
      </w:r>
    </w:p>
    <w:p w:rsidR="00481D79" w:rsidRPr="00481D79" w:rsidRDefault="00481D79" w:rsidP="002D5623">
      <w:pPr>
        <w:pStyle w:val="libNormal"/>
        <w:rPr>
          <w:rtl/>
        </w:rPr>
      </w:pPr>
      <w:r w:rsidRPr="00481D79">
        <w:rPr>
          <w:rtl/>
        </w:rPr>
        <w:lastRenderedPageBreak/>
        <w:t xml:space="preserve">11 وبإسناده قال: قال رسول الله </w:t>
      </w:r>
      <w:r w:rsidR="004226A8" w:rsidRPr="004226A8">
        <w:rPr>
          <w:rStyle w:val="libAlaemChar"/>
          <w:rtl/>
        </w:rPr>
        <w:t>صلى‌الله‌عليه‌وآله</w:t>
      </w:r>
      <w:r w:rsidRPr="00481D79">
        <w:rPr>
          <w:rtl/>
        </w:rPr>
        <w:t xml:space="preserve">: " للعلم </w:t>
      </w:r>
      <w:r w:rsidR="002D5623" w:rsidRPr="002D5623">
        <w:rPr>
          <w:rStyle w:val="libFootnotenumChar"/>
          <w:rFonts w:hint="cs"/>
          <w:rtl/>
        </w:rPr>
        <w:t>(1)</w:t>
      </w:r>
      <w:r w:rsidRPr="00481D79">
        <w:rPr>
          <w:rtl/>
        </w:rPr>
        <w:t xml:space="preserve"> خزائن ومفتاحها </w:t>
      </w:r>
      <w:r w:rsidR="002D5623" w:rsidRPr="002D5623">
        <w:rPr>
          <w:rStyle w:val="libFootnotenumChar"/>
          <w:rFonts w:hint="cs"/>
          <w:rtl/>
        </w:rPr>
        <w:t>(2)</w:t>
      </w:r>
      <w:r w:rsidRPr="00481D79">
        <w:rPr>
          <w:rtl/>
        </w:rPr>
        <w:t xml:space="preserve"> السؤال، فاسألوا يرحمكم الله، فإنه يؤجر فيه أربعة: السائل، والمعلم، والمستمع، والمحب له </w:t>
      </w:r>
      <w:r w:rsidR="002D5623" w:rsidRPr="002D5623">
        <w:rPr>
          <w:rStyle w:val="libFootnotenumChar"/>
          <w:rFonts w:hint="cs"/>
          <w:rtl/>
        </w:rPr>
        <w:t>(3)</w:t>
      </w:r>
      <w:r w:rsidRPr="00481D79">
        <w:rPr>
          <w:rtl/>
        </w:rPr>
        <w:t xml:space="preserve"> " </w:t>
      </w:r>
      <w:r w:rsidR="002D5623" w:rsidRPr="002D5623">
        <w:rPr>
          <w:rStyle w:val="libFootnotenumChar"/>
          <w:rFonts w:hint="cs"/>
          <w:rtl/>
        </w:rPr>
        <w:t>(4)</w:t>
      </w:r>
      <w:r w:rsidRPr="00481D79">
        <w:rPr>
          <w:rtl/>
        </w:rPr>
        <w:t>.</w:t>
      </w:r>
    </w:p>
    <w:p w:rsidR="00481D79" w:rsidRPr="00481D79" w:rsidRDefault="00481D79" w:rsidP="002D5623">
      <w:pPr>
        <w:pStyle w:val="libNormal"/>
        <w:rPr>
          <w:rtl/>
        </w:rPr>
      </w:pPr>
      <w:r w:rsidRPr="00481D79">
        <w:rPr>
          <w:rtl/>
        </w:rPr>
        <w:t xml:space="preserve">12 وبإسناده قال: قال رسول الله </w:t>
      </w:r>
      <w:r w:rsidR="004226A8" w:rsidRPr="004226A8">
        <w:rPr>
          <w:rStyle w:val="libAlaemChar"/>
          <w:rtl/>
        </w:rPr>
        <w:t>صلى‌الله‌عليه‌وآله</w:t>
      </w:r>
      <w:r w:rsidRPr="00481D79">
        <w:rPr>
          <w:rtl/>
        </w:rPr>
        <w:t xml:space="preserve">: " لاتزال أمتي بخير ما تحابوا </w:t>
      </w:r>
      <w:r w:rsidR="002D5623" w:rsidRPr="002D5623">
        <w:rPr>
          <w:rStyle w:val="libFootnotenumChar"/>
          <w:rFonts w:hint="cs"/>
          <w:rtl/>
        </w:rPr>
        <w:t>(5)</w:t>
      </w:r>
      <w:r w:rsidRPr="00481D79">
        <w:rPr>
          <w:rtl/>
        </w:rPr>
        <w:t>، وأدوا</w:t>
      </w:r>
    </w:p>
    <w:p w:rsidR="00827655"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ورواه. ابن الشيخ الطوسي في أماليه: 1 / 295 بإسناده إلى علي الهادي، عن آبائه </w:t>
      </w:r>
      <w:r w:rsidR="004226A8" w:rsidRPr="00A01520">
        <w:rPr>
          <w:rStyle w:val="libFootnoteAlaemChar"/>
          <w:rtl/>
        </w:rPr>
        <w:t>عليهم‌السلام</w:t>
      </w:r>
      <w:r w:rsidR="00481D79">
        <w:rPr>
          <w:rtl/>
        </w:rPr>
        <w:t xml:space="preserve"> عنه الوسائل: 4 / 1015 ح 10 وعن العيون، وفي ص 1116 ح 10 عن الامالي. ورواه قطب الدين الراوندي في الدعوات: 27 ح 47 عن الشيخ أبي جعفر النيسابوري عن ابن الشيخ الطوسي، عنه البحار: 86 / 218 ح 34 وج 93 / 347 ح 14 والمستدرك: 1 / 355 ح 8. وروى نحوه البرقي في المحاسن: 1 / 50 ح 72 بإسناده إلى علي بن جعفر، عن أخيه، عن أبيه، عنه الوسائل: 4 / 1016 ح 12 والبحار: 85 / 322 ح 10. وأورده الطبرسي في مشكاة الانوار: 112، وابن فهد الحلي في عدة الداعي: 58 عنه الوسائل: 4 / 1015 ح 9، وابن ورام في تنبيه الخواطر: 2 / 76 و 168، والديلمي في أعلام الدين: 125 (مخطوط) وابن حجر في لسان الميزان: 2 / 417. (أخرجه الديلمي بلفظه عن علي. وأخرجه الطبراني في اكبر معاجمه عن العرباض بلفظ " من صلى فريضة فله دعوة مستجابة، ومن ختم القرآن فله دعوة مستجابة ".</w:t>
      </w:r>
    </w:p>
    <w:p w:rsidR="00481D79" w:rsidRDefault="00481D79" w:rsidP="00A01520">
      <w:pPr>
        <w:pStyle w:val="libFootnote0"/>
        <w:rPr>
          <w:rtl/>
        </w:rPr>
      </w:pPr>
      <w:r>
        <w:rPr>
          <w:rtl/>
        </w:rPr>
        <w:t>1</w:t>
      </w:r>
      <w:r w:rsidR="00A01520">
        <w:rPr>
          <w:rFonts w:hint="cs"/>
          <w:rtl/>
        </w:rPr>
        <w:t>-</w:t>
      </w:r>
      <w:r>
        <w:rPr>
          <w:rtl/>
        </w:rPr>
        <w:t xml:space="preserve"> في إحدى النسخ والبحار: العلم، وفي بعض النسخ: إن هذا العلم.</w:t>
      </w:r>
    </w:p>
    <w:p w:rsidR="00481D79" w:rsidRDefault="00481D79" w:rsidP="00A01520">
      <w:pPr>
        <w:pStyle w:val="libFootnote0"/>
        <w:rPr>
          <w:rtl/>
        </w:rPr>
      </w:pPr>
      <w:r>
        <w:rPr>
          <w:rtl/>
        </w:rPr>
        <w:t>2</w:t>
      </w:r>
      <w:r w:rsidR="00A01520">
        <w:rPr>
          <w:rFonts w:hint="cs"/>
          <w:rtl/>
        </w:rPr>
        <w:t>-</w:t>
      </w:r>
      <w:r>
        <w:rPr>
          <w:rtl/>
        </w:rPr>
        <w:t xml:space="preserve"> في إحدى النسخ والبحار: ومفتاحه، وفي ن وخ: ومفاتيحه، وفي البحار: 10: ومفاتحه.</w:t>
      </w:r>
    </w:p>
    <w:p w:rsidR="00481D79" w:rsidRDefault="00481D79" w:rsidP="00A01520">
      <w:pPr>
        <w:pStyle w:val="libFootnote0"/>
        <w:rPr>
          <w:rtl/>
        </w:rPr>
      </w:pPr>
      <w:r>
        <w:rPr>
          <w:rtl/>
        </w:rPr>
        <w:t>3</w:t>
      </w:r>
      <w:r w:rsidR="00A01520">
        <w:rPr>
          <w:rFonts w:hint="cs"/>
          <w:rtl/>
        </w:rPr>
        <w:t>-</w:t>
      </w:r>
      <w:r>
        <w:rPr>
          <w:rtl/>
        </w:rPr>
        <w:t xml:space="preserve"> في بعض النسخ والبحار: والمحب لهم، وفي ج: والمجيب له.</w:t>
      </w:r>
    </w:p>
    <w:p w:rsidR="00481D79" w:rsidRDefault="00481D79" w:rsidP="00A01520">
      <w:pPr>
        <w:pStyle w:val="libFootnote0"/>
        <w:rPr>
          <w:rtl/>
        </w:rPr>
      </w:pPr>
      <w:r>
        <w:rPr>
          <w:rtl/>
        </w:rPr>
        <w:t>4</w:t>
      </w:r>
      <w:r w:rsidR="00A01520">
        <w:rPr>
          <w:rFonts w:hint="cs"/>
          <w:rtl/>
        </w:rPr>
        <w:t>-</w:t>
      </w:r>
      <w:r>
        <w:rPr>
          <w:rtl/>
        </w:rPr>
        <w:t xml:space="preserve"> عنه البحار: 1 / 197 ح 3، والعوالم: 3 / 219 ح 9 وعن العيون: 2 / 28 ح 23.</w:t>
      </w:r>
    </w:p>
    <w:p w:rsidR="00481D79" w:rsidRDefault="00481D79" w:rsidP="00D11BDC">
      <w:pPr>
        <w:pStyle w:val="libFootnote0"/>
        <w:rPr>
          <w:rtl/>
        </w:rPr>
      </w:pPr>
      <w:r>
        <w:rPr>
          <w:rtl/>
        </w:rPr>
        <w:t xml:space="preserve">وأخرجه في البحار: 10 / 368 ح 12 بالسند المرقم " 41 ". ورواه الصدوق في الخصال: 1 / 244 ح 101 بإسناده إلى السكوني، عن الصادق، عن أبيه </w:t>
      </w:r>
      <w:r w:rsidR="004226A8" w:rsidRPr="00A01520">
        <w:rPr>
          <w:rStyle w:val="libFootnoteAlaemChar"/>
          <w:rtl/>
        </w:rPr>
        <w:t>عليهما‌السلام</w:t>
      </w:r>
      <w:r>
        <w:rPr>
          <w:rtl/>
        </w:rPr>
        <w:t xml:space="preserve"> عنه البحار: 1 / 196 ح 1 وعن كنز الكراجكي: 239، وأخرجه العوالم: 3 / 217 ح 1 عن الكنز وفي ص 219 ح 5 عن الخصال. وأورد صدره في منية المريد: 71 عن الصادق، عنه البحار: 1 / 198 ح 7، والعوالم: 3 / 219 ح 7. وأخرجه الرافعي في التدوين: 3 / 3، وابن حجر في لسان الميزان: 2 / 417. و (أخرجه أبونعيم في الحلية والعسكري عن علي بلفظ: العلم خزائن. إلى آخره إلا أنه لم يقل خزائن الله. وأخرجه البزار والطبراني في الاوسط عن أبي بكر. قال المناوي: وهو في معاجم الطبراني الثلاثة).</w:t>
      </w:r>
    </w:p>
    <w:p w:rsidR="00481D79" w:rsidRDefault="00481D79" w:rsidP="00A01520">
      <w:pPr>
        <w:pStyle w:val="libFootnote0"/>
        <w:rPr>
          <w:rtl/>
        </w:rPr>
      </w:pPr>
      <w:r>
        <w:rPr>
          <w:rtl/>
        </w:rPr>
        <w:t>5</w:t>
      </w:r>
      <w:r w:rsidR="00A01520">
        <w:rPr>
          <w:rFonts w:hint="cs"/>
          <w:rtl/>
        </w:rPr>
        <w:t>-</w:t>
      </w:r>
      <w:r>
        <w:rPr>
          <w:rtl/>
        </w:rPr>
        <w:t xml:space="preserve"> أضاف في العيون: وتهادوا.</w:t>
      </w:r>
    </w:p>
    <w:p w:rsidR="00481D79" w:rsidRDefault="00481D79" w:rsidP="00481D79">
      <w:pPr>
        <w:pStyle w:val="libNormal"/>
        <w:rPr>
          <w:rtl/>
        </w:rPr>
      </w:pPr>
      <w:r>
        <w:rPr>
          <w:rtl/>
        </w:rPr>
        <w:br w:type="page"/>
      </w:r>
    </w:p>
    <w:p w:rsidR="00481D79" w:rsidRPr="00481D79" w:rsidRDefault="00481D79" w:rsidP="00A01520">
      <w:pPr>
        <w:pStyle w:val="libNormal0"/>
        <w:rPr>
          <w:rtl/>
        </w:rPr>
      </w:pPr>
      <w:r w:rsidRPr="00481D79">
        <w:rPr>
          <w:rtl/>
        </w:rPr>
        <w:lastRenderedPageBreak/>
        <w:t xml:space="preserve">الامانة، واجتنبوا الحرام، وأقرؤوا </w:t>
      </w:r>
      <w:r w:rsidR="00A01520" w:rsidRPr="00A01520">
        <w:rPr>
          <w:rStyle w:val="libFootnotenumChar"/>
          <w:rFonts w:hint="cs"/>
          <w:rtl/>
        </w:rPr>
        <w:t>(1)</w:t>
      </w:r>
      <w:r w:rsidRPr="00481D79">
        <w:rPr>
          <w:rtl/>
        </w:rPr>
        <w:t xml:space="preserve"> الضيف، وأقاموا الصلاة، وآتوا </w:t>
      </w:r>
      <w:r w:rsidR="00A01520" w:rsidRPr="00A01520">
        <w:rPr>
          <w:rStyle w:val="libFootnotenumChar"/>
          <w:rFonts w:hint="cs"/>
          <w:rtl/>
        </w:rPr>
        <w:t>(2)</w:t>
      </w:r>
      <w:r w:rsidRPr="00481D79">
        <w:rPr>
          <w:rtl/>
        </w:rPr>
        <w:t xml:space="preserve"> الزكاة فإذا </w:t>
      </w:r>
      <w:r w:rsidR="00A01520" w:rsidRPr="00A01520">
        <w:rPr>
          <w:rStyle w:val="libFootnotenumChar"/>
          <w:rFonts w:hint="cs"/>
          <w:rtl/>
        </w:rPr>
        <w:t>(3)</w:t>
      </w:r>
      <w:r w:rsidRPr="00481D79">
        <w:rPr>
          <w:rtl/>
        </w:rPr>
        <w:t xml:space="preserve"> لم يفعلوا ذلك ابتلوا بالقحط والسنين </w:t>
      </w:r>
      <w:r w:rsidR="00A01520" w:rsidRPr="00A01520">
        <w:rPr>
          <w:rStyle w:val="libFootnotenumChar"/>
          <w:rFonts w:hint="cs"/>
          <w:rtl/>
        </w:rPr>
        <w:t>(4)</w:t>
      </w:r>
      <w:r w:rsidRPr="00481D79">
        <w:rPr>
          <w:rtl/>
        </w:rPr>
        <w:t xml:space="preserve"> " </w:t>
      </w:r>
      <w:r w:rsidR="00A01520" w:rsidRPr="00A01520">
        <w:rPr>
          <w:rStyle w:val="libFootnotenumChar"/>
          <w:rFonts w:hint="cs"/>
          <w:rtl/>
        </w:rPr>
        <w:t>(5)</w:t>
      </w:r>
      <w:r w:rsidRPr="00481D79">
        <w:rPr>
          <w:rtl/>
        </w:rPr>
        <w:t>.</w:t>
      </w:r>
    </w:p>
    <w:p w:rsidR="00481D79" w:rsidRPr="00481D79" w:rsidRDefault="00481D79" w:rsidP="00A01520">
      <w:pPr>
        <w:pStyle w:val="libNormal"/>
        <w:rPr>
          <w:rtl/>
        </w:rPr>
      </w:pPr>
      <w:r w:rsidRPr="00481D79">
        <w:rPr>
          <w:rtl/>
        </w:rPr>
        <w:t xml:space="preserve">13 وبإسناده قال: قال رسول الله </w:t>
      </w:r>
      <w:r w:rsidR="004226A8" w:rsidRPr="004226A8">
        <w:rPr>
          <w:rStyle w:val="libAlaemChar"/>
          <w:rtl/>
        </w:rPr>
        <w:t>صلى‌الله‌عليه‌وآله</w:t>
      </w:r>
      <w:r w:rsidRPr="00481D79">
        <w:rPr>
          <w:rtl/>
        </w:rPr>
        <w:t xml:space="preserve">: " ليس منا من غش مسلما </w:t>
      </w:r>
      <w:r w:rsidR="00A01520" w:rsidRPr="00A01520">
        <w:rPr>
          <w:rStyle w:val="libFootnotenumChar"/>
          <w:rFonts w:hint="cs"/>
          <w:rtl/>
        </w:rPr>
        <w:t>(6)</w:t>
      </w:r>
      <w:r w:rsidRPr="00481D79">
        <w:rPr>
          <w:rtl/>
        </w:rPr>
        <w:t xml:space="preserve"> أو ضره </w:t>
      </w:r>
      <w:r w:rsidR="00A01520" w:rsidRPr="00A01520">
        <w:rPr>
          <w:rStyle w:val="libFootnotenumChar"/>
          <w:rFonts w:hint="cs"/>
          <w:rtl/>
        </w:rPr>
        <w:t>(7)</w:t>
      </w:r>
      <w:r w:rsidRPr="00481D79">
        <w:rPr>
          <w:rtl/>
        </w:rPr>
        <w:t xml:space="preserve"> أو ماكره </w:t>
      </w:r>
      <w:r w:rsidR="00A01520" w:rsidRPr="00A01520">
        <w:rPr>
          <w:rStyle w:val="libFootnotenumChar"/>
          <w:rFonts w:hint="cs"/>
          <w:rtl/>
        </w:rPr>
        <w:t>(8)</w:t>
      </w:r>
      <w:r w:rsidRPr="00481D79">
        <w:rPr>
          <w:rtl/>
        </w:rPr>
        <w:t xml:space="preserve"> " </w:t>
      </w:r>
      <w:r w:rsidR="00A01520" w:rsidRPr="00A01520">
        <w:rPr>
          <w:rStyle w:val="libFootnotenumChar"/>
          <w:rFonts w:hint="cs"/>
          <w:rtl/>
        </w:rPr>
        <w:t>(9)</w:t>
      </w:r>
      <w:r w:rsidRPr="00481D79">
        <w:rPr>
          <w:rtl/>
        </w:rPr>
        <w:t>.</w:t>
      </w:r>
    </w:p>
    <w:p w:rsidR="00481D79" w:rsidRPr="00481D79" w:rsidRDefault="00481D79" w:rsidP="00A01520">
      <w:pPr>
        <w:pStyle w:val="libNormal"/>
        <w:rPr>
          <w:rtl/>
        </w:rPr>
      </w:pPr>
      <w:r w:rsidRPr="00481D79">
        <w:rPr>
          <w:rtl/>
        </w:rPr>
        <w:t xml:space="preserve">14 - وبإسناده قال: قال رسول الله </w:t>
      </w:r>
      <w:r w:rsidR="004226A8" w:rsidRPr="004226A8">
        <w:rPr>
          <w:rStyle w:val="libAlaemChar"/>
          <w:rtl/>
        </w:rPr>
        <w:t>صلى‌الله‌عليه‌وآله</w:t>
      </w:r>
      <w:r w:rsidRPr="00481D79">
        <w:rPr>
          <w:rtl/>
        </w:rPr>
        <w:t xml:space="preserve">: " إن الله ليبغض من يدخل عليه في بيته فلا يقاتل </w:t>
      </w:r>
      <w:r w:rsidR="00A01520" w:rsidRPr="00A01520">
        <w:rPr>
          <w:rStyle w:val="libFootnotenumChar"/>
          <w:rFonts w:hint="cs"/>
          <w:rtl/>
        </w:rPr>
        <w:t>(10)</w:t>
      </w:r>
      <w:r w:rsidRPr="00481D79">
        <w:rPr>
          <w:rtl/>
        </w:rPr>
        <w:t xml:space="preserve"> " </w:t>
      </w:r>
      <w:r w:rsidR="00A01520" w:rsidRPr="00A01520">
        <w:rPr>
          <w:rStyle w:val="libFootnotenumChar"/>
          <w:rFonts w:hint="cs"/>
          <w:rtl/>
        </w:rPr>
        <w:t>(11)</w:t>
      </w:r>
      <w:r w:rsidRPr="00481D79">
        <w:rPr>
          <w:rtl/>
        </w:rPr>
        <w:t>.</w:t>
      </w:r>
    </w:p>
    <w:p w:rsidR="00481D79" w:rsidRDefault="005B067E" w:rsidP="005B067E">
      <w:pPr>
        <w:pStyle w:val="libLine"/>
        <w:rPr>
          <w:rtl/>
        </w:rPr>
      </w:pPr>
      <w:r>
        <w:rPr>
          <w:rtl/>
        </w:rPr>
        <w:t>____________________</w:t>
      </w:r>
    </w:p>
    <w:p w:rsidR="00481D79" w:rsidRDefault="00481D79" w:rsidP="00A01520">
      <w:pPr>
        <w:pStyle w:val="libFootnote0"/>
        <w:rPr>
          <w:rtl/>
        </w:rPr>
      </w:pPr>
      <w:r>
        <w:rPr>
          <w:rtl/>
        </w:rPr>
        <w:t>1</w:t>
      </w:r>
      <w:r w:rsidR="00A01520">
        <w:rPr>
          <w:rFonts w:hint="cs"/>
          <w:rtl/>
        </w:rPr>
        <w:t>-</w:t>
      </w:r>
      <w:r>
        <w:rPr>
          <w:rtl/>
        </w:rPr>
        <w:t xml:space="preserve"> في بعض النسخ والعيون: ووقروا، وفي أخرى: وقرؤوا، وفي ط وج والبحار والمستدرك: وقروا.</w:t>
      </w:r>
    </w:p>
    <w:p w:rsidR="00481D79" w:rsidRDefault="00481D79" w:rsidP="00A01520">
      <w:pPr>
        <w:pStyle w:val="libFootnote0"/>
        <w:rPr>
          <w:rtl/>
        </w:rPr>
      </w:pPr>
      <w:r>
        <w:rPr>
          <w:rtl/>
        </w:rPr>
        <w:t>2</w:t>
      </w:r>
      <w:r w:rsidR="00A01520">
        <w:rPr>
          <w:rFonts w:hint="cs"/>
          <w:rtl/>
        </w:rPr>
        <w:t>-</w:t>
      </w:r>
      <w:r>
        <w:rPr>
          <w:rtl/>
        </w:rPr>
        <w:t xml:space="preserve"> في بعض النسخ وط وج: وأدوا.</w:t>
      </w:r>
    </w:p>
    <w:p w:rsidR="00481D79" w:rsidRDefault="00481D79" w:rsidP="00A01520">
      <w:pPr>
        <w:pStyle w:val="libFootnote0"/>
        <w:rPr>
          <w:rtl/>
        </w:rPr>
      </w:pPr>
      <w:r>
        <w:rPr>
          <w:rtl/>
        </w:rPr>
        <w:t>3</w:t>
      </w:r>
      <w:r w:rsidR="00A01520">
        <w:rPr>
          <w:rFonts w:hint="cs"/>
          <w:rtl/>
        </w:rPr>
        <w:t>-</w:t>
      </w:r>
      <w:r>
        <w:rPr>
          <w:rtl/>
        </w:rPr>
        <w:t xml:space="preserve"> ن: فإن.</w:t>
      </w:r>
    </w:p>
    <w:p w:rsidR="00481D79" w:rsidRDefault="00481D79" w:rsidP="00A01520">
      <w:pPr>
        <w:pStyle w:val="libFootnote0"/>
        <w:rPr>
          <w:rtl/>
        </w:rPr>
      </w:pPr>
      <w:r>
        <w:rPr>
          <w:rtl/>
        </w:rPr>
        <w:t>4</w:t>
      </w:r>
      <w:r w:rsidR="00A01520">
        <w:rPr>
          <w:rFonts w:hint="cs"/>
          <w:rtl/>
        </w:rPr>
        <w:t>-</w:t>
      </w:r>
      <w:r>
        <w:rPr>
          <w:rtl/>
        </w:rPr>
        <w:t xml:space="preserve"> ن: بالسنين والقحط. والسنين جمع السنة وهي الجدب، يقال: أخذتهم السنة، إذا أجدبوا وأقحطوا.</w:t>
      </w:r>
    </w:p>
    <w:p w:rsidR="00481D79" w:rsidRDefault="00481D79" w:rsidP="00A01520">
      <w:pPr>
        <w:pStyle w:val="libFootnote0"/>
        <w:rPr>
          <w:rtl/>
        </w:rPr>
      </w:pPr>
      <w:r>
        <w:rPr>
          <w:rtl/>
        </w:rPr>
        <w:t>5</w:t>
      </w:r>
      <w:r w:rsidR="00A01520">
        <w:rPr>
          <w:rFonts w:hint="cs"/>
          <w:rtl/>
        </w:rPr>
        <w:t>-</w:t>
      </w:r>
      <w:r>
        <w:rPr>
          <w:rtl/>
        </w:rPr>
        <w:t xml:space="preserve"> عنه البحار: 69 / 394 ح 76 والمستدرك: 3 / 89 باب 33 ح 9. ورواه الصدوق في عيون الاخبار: 2 / 29 ح 25. عنه الوسائل: 11 / 202 ح 8 وفي ج 16 / 459 ح 5 عنه وعن أمالي الطوسي: 2 / 260. وفي البحار: 71 / 206 ح 11 وج 73 / 352 ح 52 وج 74 / 392 ح 10 وج 75 / 115 ح 7 وج 82 / 207 ح 14 وج 96 / 14 ح 23 عن العيون. وأخرجه في الحديث 24 من البحار الاخير والوسائل: 6 / 13 ح 9 عن ثواب الاعمال: 300 ح 1.</w:t>
      </w:r>
    </w:p>
    <w:p w:rsidR="00481D79" w:rsidRDefault="00481D79" w:rsidP="00A01520">
      <w:pPr>
        <w:pStyle w:val="libFootnote0"/>
        <w:rPr>
          <w:rtl/>
        </w:rPr>
      </w:pPr>
      <w:r>
        <w:rPr>
          <w:rtl/>
        </w:rPr>
        <w:t>6</w:t>
      </w:r>
      <w:r w:rsidR="00A01520">
        <w:rPr>
          <w:rFonts w:hint="cs"/>
          <w:rtl/>
        </w:rPr>
        <w:t>-</w:t>
      </w:r>
      <w:r>
        <w:rPr>
          <w:rtl/>
        </w:rPr>
        <w:t xml:space="preserve"> خ: مؤمنا.</w:t>
      </w:r>
    </w:p>
    <w:p w:rsidR="00A01520" w:rsidRDefault="00481D79" w:rsidP="00A01520">
      <w:pPr>
        <w:pStyle w:val="libFootnote0"/>
        <w:rPr>
          <w:rFonts w:hint="cs"/>
          <w:rtl/>
        </w:rPr>
      </w:pPr>
      <w:r>
        <w:rPr>
          <w:rtl/>
        </w:rPr>
        <w:t>7</w:t>
      </w:r>
      <w:r w:rsidR="00A01520">
        <w:rPr>
          <w:rFonts w:hint="cs"/>
          <w:rtl/>
        </w:rPr>
        <w:t>-</w:t>
      </w:r>
      <w:r>
        <w:rPr>
          <w:rtl/>
        </w:rPr>
        <w:t xml:space="preserve"> خ: أوغره</w:t>
      </w:r>
    </w:p>
    <w:p w:rsidR="00481D79" w:rsidRDefault="00481D79" w:rsidP="00A01520">
      <w:pPr>
        <w:pStyle w:val="libFootnote0"/>
        <w:rPr>
          <w:rtl/>
        </w:rPr>
      </w:pPr>
      <w:r>
        <w:rPr>
          <w:rtl/>
        </w:rPr>
        <w:t>8</w:t>
      </w:r>
      <w:r w:rsidR="00A01520">
        <w:rPr>
          <w:rFonts w:hint="cs"/>
          <w:rtl/>
        </w:rPr>
        <w:t>-</w:t>
      </w:r>
      <w:r>
        <w:rPr>
          <w:rtl/>
        </w:rPr>
        <w:t xml:space="preserve"> المكر: الخداع.</w:t>
      </w:r>
    </w:p>
    <w:p w:rsidR="00481D79" w:rsidRDefault="00481D79" w:rsidP="00A01520">
      <w:pPr>
        <w:pStyle w:val="libFootnote0"/>
        <w:rPr>
          <w:rtl/>
        </w:rPr>
      </w:pPr>
      <w:r>
        <w:rPr>
          <w:rtl/>
        </w:rPr>
        <w:t>9</w:t>
      </w:r>
      <w:r w:rsidR="00A01520">
        <w:rPr>
          <w:rFonts w:hint="cs"/>
          <w:rtl/>
        </w:rPr>
        <w:t>-</w:t>
      </w:r>
      <w:r>
        <w:rPr>
          <w:rtl/>
        </w:rPr>
        <w:t xml:space="preserve"> عنه البحار: 75 / 285 ح 5 وعن عيون الاخبار: 2 / 29 ح 26، وعنه المستدرك: 2 / 99 ح 9 وص 455 ح 1 وأخرجه في الوسائل: 12 / 211 ح 12 عن العيون. وأخرجه المجلسى في البحار: 10 / 367 ح 4 بالاسناد رقم " 41 ". (أخرجه الرافعي عن علي </w:t>
      </w:r>
      <w:r w:rsidR="004226A8" w:rsidRPr="00A01520">
        <w:rPr>
          <w:rStyle w:val="libFootnoteAlaemChar"/>
          <w:rtl/>
        </w:rPr>
        <w:t>عليه‌السلام</w:t>
      </w:r>
      <w:r>
        <w:rPr>
          <w:rtl/>
        </w:rPr>
        <w:t xml:space="preserve"> بلفظه. وأخرجه أحمد وأبوداود وابن ماجة والحاكم عن أبي هريرة بلفظ: ليس منا من غش. وفي رواية: من غشنا فليس منا).</w:t>
      </w:r>
    </w:p>
    <w:p w:rsidR="00481D79" w:rsidRDefault="00481D79" w:rsidP="00A01520">
      <w:pPr>
        <w:pStyle w:val="libFootnote0"/>
        <w:rPr>
          <w:rtl/>
        </w:rPr>
      </w:pPr>
      <w:r>
        <w:rPr>
          <w:rtl/>
        </w:rPr>
        <w:t>10</w:t>
      </w:r>
      <w:r w:rsidR="00A01520">
        <w:rPr>
          <w:rFonts w:hint="cs"/>
          <w:rtl/>
        </w:rPr>
        <w:t>-</w:t>
      </w:r>
      <w:r>
        <w:rPr>
          <w:rtl/>
        </w:rPr>
        <w:t xml:space="preserve"> خ: إن الله ليبغض من الرجل يدخل عليه في بيته فلا يقتل. وفي ن: إن الله يبغض الرجل يدخل عليه الرجل في بيته فلا يقابله. وعلق القاضي محمد بن أحمد بن مشحم في هامش ن: (في هذا الحديث في بعض النسخ غلط في لفظه، وقد صحح على ماهنا، والمعنى ظاهر، أي فلا يقابل الرجل المدخول إليه الداخل باللطف وحسن الاخلاق).</w:t>
      </w:r>
    </w:p>
    <w:p w:rsidR="00481D79" w:rsidRDefault="00481D79" w:rsidP="00A01520">
      <w:pPr>
        <w:pStyle w:val="libFootnote0"/>
        <w:rPr>
          <w:rtl/>
        </w:rPr>
      </w:pPr>
      <w:r>
        <w:rPr>
          <w:rtl/>
        </w:rPr>
        <w:t>11</w:t>
      </w:r>
      <w:r w:rsidR="00A01520">
        <w:rPr>
          <w:rFonts w:hint="cs"/>
          <w:rtl/>
        </w:rPr>
        <w:t>-</w:t>
      </w:r>
      <w:r>
        <w:rPr>
          <w:rtl/>
        </w:rPr>
        <w:t xml:space="preserve"> عنه البحار: 79 / 196 ح 8 وعن عيون الاخبار: 2 / 28 ح 24.</w:t>
      </w:r>
    </w:p>
    <w:p w:rsidR="00481D79" w:rsidRDefault="00481D79" w:rsidP="00481D79">
      <w:pPr>
        <w:pStyle w:val="libNormal"/>
        <w:rPr>
          <w:rtl/>
        </w:rPr>
      </w:pPr>
      <w:r>
        <w:rPr>
          <w:rtl/>
        </w:rPr>
        <w:br w:type="page"/>
      </w:r>
    </w:p>
    <w:p w:rsidR="00481D79" w:rsidRPr="00481D79" w:rsidRDefault="00481D79" w:rsidP="00A01520">
      <w:pPr>
        <w:pStyle w:val="libNormal"/>
        <w:rPr>
          <w:rtl/>
        </w:rPr>
      </w:pPr>
      <w:r w:rsidRPr="00481D79">
        <w:rPr>
          <w:rtl/>
        </w:rPr>
        <w:lastRenderedPageBreak/>
        <w:t xml:space="preserve">15 - وبإسناده قال: قال رسول الله </w:t>
      </w:r>
      <w:r w:rsidR="004226A8" w:rsidRPr="004226A8">
        <w:rPr>
          <w:rStyle w:val="libAlaemChar"/>
          <w:rtl/>
        </w:rPr>
        <w:t>صلى‌الله‌عليه‌وآله</w:t>
      </w:r>
      <w:r w:rsidRPr="00481D79">
        <w:rPr>
          <w:rtl/>
        </w:rPr>
        <w:t xml:space="preserve">: " قال الله تبارك وتعالى: يا ابن آدم لا يغرنك </w:t>
      </w:r>
      <w:r w:rsidR="00A01520" w:rsidRPr="00A01520">
        <w:rPr>
          <w:rStyle w:val="libFootnotenumChar"/>
          <w:rFonts w:hint="cs"/>
          <w:rtl/>
        </w:rPr>
        <w:t>(1)</w:t>
      </w:r>
      <w:r w:rsidRPr="00481D79">
        <w:rPr>
          <w:rtl/>
        </w:rPr>
        <w:t xml:space="preserve"> ذنب الناس عن ذنبك </w:t>
      </w:r>
      <w:r w:rsidR="00A01520" w:rsidRPr="00A01520">
        <w:rPr>
          <w:rStyle w:val="libFootnotenumChar"/>
          <w:rFonts w:hint="cs"/>
          <w:rtl/>
        </w:rPr>
        <w:t>(2)</w:t>
      </w:r>
      <w:r w:rsidRPr="00481D79">
        <w:rPr>
          <w:rtl/>
        </w:rPr>
        <w:t xml:space="preserve"> ولا نعمة الناس [ عن </w:t>
      </w:r>
      <w:r w:rsidR="00A01520" w:rsidRPr="00A01520">
        <w:rPr>
          <w:rStyle w:val="libFootnotenumChar"/>
          <w:rFonts w:hint="cs"/>
          <w:rtl/>
        </w:rPr>
        <w:t>(3)</w:t>
      </w:r>
      <w:r w:rsidRPr="00481D79">
        <w:rPr>
          <w:rtl/>
        </w:rPr>
        <w:t xml:space="preserve"> نعمة الله عليك، ولا تقنط </w:t>
      </w:r>
      <w:r w:rsidR="00A01520" w:rsidRPr="00A01520">
        <w:rPr>
          <w:rStyle w:val="libFootnotenumChar"/>
          <w:rFonts w:hint="cs"/>
          <w:rtl/>
        </w:rPr>
        <w:t>(4)</w:t>
      </w:r>
      <w:r w:rsidRPr="00481D79">
        <w:rPr>
          <w:rtl/>
        </w:rPr>
        <w:t xml:space="preserve"> الناس ] </w:t>
      </w:r>
      <w:r w:rsidR="00A01520" w:rsidRPr="00A01520">
        <w:rPr>
          <w:rStyle w:val="libFootnotenumChar"/>
          <w:rFonts w:hint="cs"/>
          <w:rtl/>
        </w:rPr>
        <w:t>(5)</w:t>
      </w:r>
      <w:r w:rsidRPr="00481D79">
        <w:rPr>
          <w:rtl/>
        </w:rPr>
        <w:t xml:space="preserve"> من رحمة الله تعالى [ عليهم ] </w:t>
      </w:r>
      <w:r w:rsidR="00A01520" w:rsidRPr="00A01520">
        <w:rPr>
          <w:rStyle w:val="libFootnotenumChar"/>
          <w:rFonts w:hint="cs"/>
          <w:rtl/>
        </w:rPr>
        <w:t>(6)</w:t>
      </w:r>
      <w:r w:rsidRPr="00481D79">
        <w:rPr>
          <w:rtl/>
        </w:rPr>
        <w:t xml:space="preserve"> وأنت ترجوها لنفسك " </w:t>
      </w:r>
      <w:r w:rsidR="00A01520" w:rsidRPr="00A01520">
        <w:rPr>
          <w:rStyle w:val="libFootnotenumChar"/>
          <w:rFonts w:hint="cs"/>
          <w:rtl/>
        </w:rPr>
        <w:t>(7)</w:t>
      </w:r>
      <w:r w:rsidRPr="00481D79">
        <w:rPr>
          <w:rtl/>
        </w:rPr>
        <w:t>.</w:t>
      </w:r>
    </w:p>
    <w:p w:rsidR="00481D79" w:rsidRPr="00481D79" w:rsidRDefault="00481D79" w:rsidP="00A01520">
      <w:pPr>
        <w:pStyle w:val="libNormal"/>
        <w:rPr>
          <w:rtl/>
        </w:rPr>
      </w:pPr>
      <w:r w:rsidRPr="00481D79">
        <w:rPr>
          <w:rtl/>
        </w:rPr>
        <w:t xml:space="preserve">16 - وبإسناده قال: قال رسول الله </w:t>
      </w:r>
      <w:r w:rsidR="004226A8" w:rsidRPr="004226A8">
        <w:rPr>
          <w:rStyle w:val="libAlaemChar"/>
          <w:rtl/>
        </w:rPr>
        <w:t>صلى‌الله‌عليه‌وآله</w:t>
      </w:r>
      <w:r w:rsidRPr="00481D79">
        <w:rPr>
          <w:rtl/>
        </w:rPr>
        <w:t xml:space="preserve">: " من سب نبيا قتل، ومن سب صاحب نبي </w:t>
      </w:r>
      <w:r w:rsidR="00A01520" w:rsidRPr="00A01520">
        <w:rPr>
          <w:rStyle w:val="libFootnotenumChar"/>
          <w:rFonts w:hint="cs"/>
          <w:rtl/>
        </w:rPr>
        <w:t>(8)</w:t>
      </w:r>
      <w:r w:rsidRPr="00481D79">
        <w:rPr>
          <w:rtl/>
        </w:rPr>
        <w:t xml:space="preserve"> جلد " </w:t>
      </w:r>
      <w:r w:rsidR="00A01520" w:rsidRPr="00A01520">
        <w:rPr>
          <w:rStyle w:val="libFootnotenumChar"/>
          <w:rFonts w:hint="cs"/>
          <w:rtl/>
        </w:rPr>
        <w:t>(9)</w:t>
      </w:r>
      <w:r w:rsidRPr="00481D79">
        <w:rPr>
          <w:rtl/>
        </w:rPr>
        <w:t>.</w:t>
      </w:r>
    </w:p>
    <w:p w:rsidR="00481D79" w:rsidRPr="00481D79" w:rsidRDefault="00481D79" w:rsidP="00A01520">
      <w:pPr>
        <w:pStyle w:val="libNormal"/>
        <w:rPr>
          <w:rtl/>
        </w:rPr>
      </w:pPr>
      <w:r w:rsidRPr="00481D79">
        <w:rPr>
          <w:rtl/>
        </w:rPr>
        <w:t xml:space="preserve">17 - وبإسناده قال: قال رسول الله </w:t>
      </w:r>
      <w:r w:rsidR="004226A8" w:rsidRPr="004226A8">
        <w:rPr>
          <w:rStyle w:val="libAlaemChar"/>
          <w:rtl/>
        </w:rPr>
        <w:t>صلى‌الله‌عليه‌وآله</w:t>
      </w:r>
      <w:r w:rsidRPr="00481D79">
        <w:rPr>
          <w:rtl/>
        </w:rPr>
        <w:t xml:space="preserve">: " ثلاثة أخافهن على أمتي [ من ] </w:t>
      </w:r>
      <w:r w:rsidR="00A01520" w:rsidRPr="00A01520">
        <w:rPr>
          <w:rStyle w:val="libFootnotenumChar"/>
          <w:rFonts w:hint="cs"/>
          <w:rtl/>
        </w:rPr>
        <w:t>(10)</w:t>
      </w:r>
      <w:r w:rsidRPr="00481D79">
        <w:rPr>
          <w:rtl/>
        </w:rPr>
        <w:t xml:space="preserve"> بعدي: الضلالة بعد المعرفة، ومضلات الفتن، وشهوة البطن والفرج " </w:t>
      </w:r>
      <w:r w:rsidR="00A01520" w:rsidRPr="00A01520">
        <w:rPr>
          <w:rStyle w:val="libFootnotenumChar"/>
          <w:rFonts w:hint="cs"/>
          <w:rtl/>
        </w:rPr>
        <w:t>(11)</w:t>
      </w:r>
      <w:r w:rsidRPr="00481D79">
        <w:rPr>
          <w:rtl/>
        </w:rPr>
        <w:t>.</w:t>
      </w:r>
    </w:p>
    <w:p w:rsidR="00827655"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وعنه المستدرك: 2 / 262 باب 39 ح 3. وأخرجه في الوسائل: 11 / 94 ح 15 عن العيون.</w:t>
      </w:r>
    </w:p>
    <w:p w:rsidR="00481D79" w:rsidRDefault="00481D79" w:rsidP="00D11BDC">
      <w:pPr>
        <w:pStyle w:val="libFootnote0"/>
        <w:rPr>
          <w:rtl/>
        </w:rPr>
      </w:pPr>
      <w:r>
        <w:rPr>
          <w:rtl/>
        </w:rPr>
        <w:t xml:space="preserve">وأورده المجلسي في البحار: 10 / 368 ح 13 بالاسناد رقم " 41 ". وأخرجه في مشكاة الانوار: 236 عن كتاب المحاسن بإسناده إلى أمير المؤمنين </w:t>
      </w:r>
      <w:r w:rsidR="004226A8" w:rsidRPr="00B93D85">
        <w:rPr>
          <w:rStyle w:val="libFootnoteAlaemChar"/>
          <w:rtl/>
        </w:rPr>
        <w:t>عليه‌السلام</w:t>
      </w:r>
      <w:r>
        <w:rPr>
          <w:rtl/>
        </w:rPr>
        <w:t xml:space="preserve">. وفي كنز العمال: 3 / 222 ح 1947 عن الديلمي بإسناده إلى علي </w:t>
      </w:r>
      <w:r w:rsidR="004226A8" w:rsidRPr="00B93D85">
        <w:rPr>
          <w:rStyle w:val="libFootnoteAlaemChar"/>
          <w:rtl/>
        </w:rPr>
        <w:t>عليه‌السلام</w:t>
      </w:r>
      <w:r>
        <w:rPr>
          <w:rtl/>
        </w:rPr>
        <w:t>.</w:t>
      </w:r>
    </w:p>
    <w:p w:rsidR="00481D79" w:rsidRDefault="00481D79" w:rsidP="00A01520">
      <w:pPr>
        <w:pStyle w:val="libFootnote0"/>
        <w:rPr>
          <w:rtl/>
        </w:rPr>
      </w:pPr>
      <w:r>
        <w:rPr>
          <w:rtl/>
        </w:rPr>
        <w:t>1</w:t>
      </w:r>
      <w:r w:rsidR="00A01520">
        <w:rPr>
          <w:rFonts w:hint="cs"/>
          <w:rtl/>
        </w:rPr>
        <w:t>-</w:t>
      </w:r>
      <w:r>
        <w:rPr>
          <w:rtl/>
        </w:rPr>
        <w:t xml:space="preserve"> خ: لا يغرك.</w:t>
      </w:r>
    </w:p>
    <w:p w:rsidR="00481D79" w:rsidRDefault="00481D79" w:rsidP="00A01520">
      <w:pPr>
        <w:pStyle w:val="libFootnote0"/>
        <w:rPr>
          <w:rtl/>
        </w:rPr>
      </w:pPr>
      <w:r>
        <w:rPr>
          <w:rtl/>
        </w:rPr>
        <w:t>2</w:t>
      </w:r>
      <w:r w:rsidR="00A01520">
        <w:rPr>
          <w:rFonts w:hint="cs"/>
          <w:rtl/>
        </w:rPr>
        <w:t>-</w:t>
      </w:r>
      <w:r>
        <w:rPr>
          <w:rtl/>
        </w:rPr>
        <w:t xml:space="preserve"> ن: ذنب نفسك.</w:t>
      </w:r>
    </w:p>
    <w:p w:rsidR="00481D79" w:rsidRDefault="00481D79" w:rsidP="00A01520">
      <w:pPr>
        <w:pStyle w:val="libFootnote0"/>
        <w:rPr>
          <w:rtl/>
        </w:rPr>
      </w:pPr>
      <w:r>
        <w:rPr>
          <w:rtl/>
        </w:rPr>
        <w:t>3</w:t>
      </w:r>
      <w:r w:rsidR="00A01520">
        <w:rPr>
          <w:rFonts w:hint="cs"/>
          <w:rtl/>
        </w:rPr>
        <w:t>-</w:t>
      </w:r>
      <w:r>
        <w:rPr>
          <w:rtl/>
        </w:rPr>
        <w:t xml:space="preserve"> في البحار: 70: من.</w:t>
      </w:r>
    </w:p>
    <w:p w:rsidR="00481D79" w:rsidRDefault="00481D79" w:rsidP="00A01520">
      <w:pPr>
        <w:pStyle w:val="libFootnote0"/>
        <w:rPr>
          <w:rtl/>
        </w:rPr>
      </w:pPr>
      <w:r>
        <w:rPr>
          <w:rtl/>
        </w:rPr>
        <w:t>4</w:t>
      </w:r>
      <w:r w:rsidR="00A01520">
        <w:rPr>
          <w:rFonts w:hint="cs"/>
          <w:rtl/>
        </w:rPr>
        <w:t>-</w:t>
      </w:r>
      <w:r>
        <w:rPr>
          <w:rtl/>
        </w:rPr>
        <w:t xml:space="preserve"> القنوط: أشد اليأس.</w:t>
      </w:r>
    </w:p>
    <w:p w:rsidR="00481D79" w:rsidRDefault="00481D79" w:rsidP="00A01520">
      <w:pPr>
        <w:pStyle w:val="libFootnote0"/>
        <w:rPr>
          <w:rtl/>
        </w:rPr>
      </w:pPr>
      <w:r>
        <w:rPr>
          <w:rtl/>
        </w:rPr>
        <w:t>5</w:t>
      </w:r>
      <w:r w:rsidR="00A01520">
        <w:rPr>
          <w:rFonts w:hint="cs"/>
          <w:rtl/>
        </w:rPr>
        <w:t>-</w:t>
      </w:r>
      <w:r>
        <w:rPr>
          <w:rtl/>
        </w:rPr>
        <w:t xml:space="preserve"> ليس في ج.</w:t>
      </w:r>
    </w:p>
    <w:p w:rsidR="00481D79" w:rsidRDefault="00481D79" w:rsidP="00A01520">
      <w:pPr>
        <w:pStyle w:val="libFootnote0"/>
        <w:rPr>
          <w:rtl/>
        </w:rPr>
      </w:pPr>
      <w:r>
        <w:rPr>
          <w:rtl/>
        </w:rPr>
        <w:t>6</w:t>
      </w:r>
      <w:r w:rsidR="00A01520">
        <w:rPr>
          <w:rFonts w:hint="cs"/>
          <w:rtl/>
        </w:rPr>
        <w:t>-</w:t>
      </w:r>
      <w:r>
        <w:rPr>
          <w:rtl/>
        </w:rPr>
        <w:t xml:space="preserve"> ليس في العيون والبحار، وفي خ: عليك.</w:t>
      </w:r>
    </w:p>
    <w:p w:rsidR="00481D79" w:rsidRDefault="00481D79" w:rsidP="00A01520">
      <w:pPr>
        <w:pStyle w:val="libFootnote0"/>
        <w:rPr>
          <w:rtl/>
        </w:rPr>
      </w:pPr>
      <w:r>
        <w:rPr>
          <w:rtl/>
        </w:rPr>
        <w:t>7</w:t>
      </w:r>
      <w:r w:rsidR="00A01520">
        <w:rPr>
          <w:rFonts w:hint="cs"/>
          <w:rtl/>
        </w:rPr>
        <w:t>-</w:t>
      </w:r>
      <w:r>
        <w:rPr>
          <w:rtl/>
        </w:rPr>
        <w:t xml:space="preserve"> عنه البحار: 73 / 359 ح 81 وفي ج 70 / 388 ح 55 عنه وعن عيون الاخبار: 2 / 29 ح 27. وأخرجه في البحار: 71 / 45 ح 50 عن العيون. وأورده الطبرسي في مشكاة الانوار: 72 عن الباقر، عن الرسول عليهما صلاة الله وسلامه، نحوه وتنبيه الخواطر: 2 / 77 عن علي، عن الرسول عليهما صلاة الله وسلامه، وربيع الابرار: 4 / 316.</w:t>
      </w:r>
    </w:p>
    <w:p w:rsidR="00481D79" w:rsidRDefault="00481D79" w:rsidP="00A01520">
      <w:pPr>
        <w:pStyle w:val="libFootnote0"/>
        <w:rPr>
          <w:rtl/>
        </w:rPr>
      </w:pPr>
      <w:r>
        <w:rPr>
          <w:rtl/>
        </w:rPr>
        <w:t>8</w:t>
      </w:r>
      <w:r w:rsidR="00A01520">
        <w:rPr>
          <w:rFonts w:hint="cs"/>
          <w:rtl/>
        </w:rPr>
        <w:t>-</w:t>
      </w:r>
      <w:r>
        <w:rPr>
          <w:rtl/>
        </w:rPr>
        <w:t xml:space="preserve"> في خ ومستدرك الوسائل: النبي </w:t>
      </w:r>
      <w:r w:rsidR="004226A8" w:rsidRPr="00B93D85">
        <w:rPr>
          <w:rStyle w:val="libFootnoteAlaemChar"/>
          <w:rtl/>
        </w:rPr>
        <w:t>عليه‌السلام</w:t>
      </w:r>
      <w:r>
        <w:rPr>
          <w:rtl/>
        </w:rPr>
        <w:t>، وفي البحار: ومن سب أصحابي.</w:t>
      </w:r>
    </w:p>
    <w:p w:rsidR="00481D79" w:rsidRDefault="00481D79" w:rsidP="00A01520">
      <w:pPr>
        <w:pStyle w:val="libFootnote0"/>
        <w:rPr>
          <w:rtl/>
        </w:rPr>
      </w:pPr>
      <w:r>
        <w:rPr>
          <w:rtl/>
        </w:rPr>
        <w:t>9</w:t>
      </w:r>
      <w:r w:rsidR="00A01520">
        <w:rPr>
          <w:rFonts w:hint="cs"/>
          <w:rtl/>
        </w:rPr>
        <w:t>-</w:t>
      </w:r>
      <w:r>
        <w:rPr>
          <w:rtl/>
        </w:rPr>
        <w:t xml:space="preserve"> عنه الوسائل: 18 / 460 ح 4، والبحار: 79 / 222 ح 7، ومستدرك الوسائل: 3 / 244 ح 3. (أخرجه الطبراني في الكبير عن علي وغيره بلفظ: من سب الانبياء).</w:t>
      </w:r>
    </w:p>
    <w:p w:rsidR="00481D79" w:rsidRDefault="00481D79" w:rsidP="00A01520">
      <w:pPr>
        <w:pStyle w:val="libFootnote0"/>
        <w:rPr>
          <w:rtl/>
        </w:rPr>
      </w:pPr>
      <w:r>
        <w:rPr>
          <w:rtl/>
        </w:rPr>
        <w:t>10</w:t>
      </w:r>
      <w:r w:rsidR="00A01520">
        <w:rPr>
          <w:rFonts w:hint="cs"/>
          <w:rtl/>
        </w:rPr>
        <w:t>-</w:t>
      </w:r>
      <w:r>
        <w:rPr>
          <w:rtl/>
        </w:rPr>
        <w:t xml:space="preserve"> من بعض النسخ.</w:t>
      </w:r>
    </w:p>
    <w:p w:rsidR="00827655" w:rsidRDefault="00481D79" w:rsidP="00A01520">
      <w:pPr>
        <w:pStyle w:val="libFootnote0"/>
        <w:rPr>
          <w:rtl/>
        </w:rPr>
      </w:pPr>
      <w:r>
        <w:rPr>
          <w:rtl/>
        </w:rPr>
        <w:t>11</w:t>
      </w:r>
      <w:r w:rsidR="00A01520">
        <w:rPr>
          <w:rFonts w:hint="cs"/>
          <w:rtl/>
        </w:rPr>
        <w:t>-</w:t>
      </w:r>
      <w:r>
        <w:rPr>
          <w:rtl/>
        </w:rPr>
        <w:t xml:space="preserve"> عنه البحار: 71 / 272 ح 16 وعن العيون: 2 / 29 ح 28. وأخرجه في البحار: 22 / 451 ح 7 عن العيون وعن أمالي الطوسي: 1 / 157 بالاسناد رقم " 16 ". ورواه المفيد في أماليه: 111 ح 1 المجلس (13) بالاسناد رقم " 11 ". </w:t>
      </w:r>
      <w:r w:rsidR="00827655">
        <w:rPr>
          <w:rtl/>
        </w:rPr>
        <w:t>=</w:t>
      </w:r>
    </w:p>
    <w:p w:rsidR="00481D79" w:rsidRDefault="00481D79" w:rsidP="00481D79">
      <w:pPr>
        <w:pStyle w:val="libNormal"/>
        <w:rPr>
          <w:rtl/>
        </w:rPr>
      </w:pPr>
      <w:r>
        <w:rPr>
          <w:rtl/>
        </w:rPr>
        <w:br w:type="page"/>
      </w:r>
    </w:p>
    <w:p w:rsidR="00481D79" w:rsidRPr="00481D79" w:rsidRDefault="00481D79" w:rsidP="00B93D85">
      <w:pPr>
        <w:pStyle w:val="libNormal"/>
        <w:rPr>
          <w:rtl/>
        </w:rPr>
      </w:pPr>
      <w:r w:rsidRPr="00481D79">
        <w:rPr>
          <w:rtl/>
        </w:rPr>
        <w:lastRenderedPageBreak/>
        <w:t xml:space="preserve">18 - وبإسناده قال: قال رسول الله </w:t>
      </w:r>
      <w:r w:rsidR="004226A8" w:rsidRPr="004226A8">
        <w:rPr>
          <w:rStyle w:val="libAlaemChar"/>
          <w:rtl/>
        </w:rPr>
        <w:t>صلى‌الله‌عليه‌وآله</w:t>
      </w:r>
      <w:r w:rsidRPr="00481D79">
        <w:rPr>
          <w:rtl/>
        </w:rPr>
        <w:t xml:space="preserve">: " إذا سميتم الولد محمدا فاكرموه </w:t>
      </w:r>
      <w:r w:rsidR="00B93D85" w:rsidRPr="00B93D85">
        <w:rPr>
          <w:rStyle w:val="libFootnotenumChar"/>
          <w:rFonts w:hint="cs"/>
          <w:rtl/>
        </w:rPr>
        <w:t>(1)</w:t>
      </w:r>
      <w:r w:rsidRPr="00481D79">
        <w:rPr>
          <w:rtl/>
        </w:rPr>
        <w:t xml:space="preserve">، وأوسعوا </w:t>
      </w:r>
      <w:r w:rsidR="00B93D85" w:rsidRPr="00B93D85">
        <w:rPr>
          <w:rStyle w:val="libFootnotenumChar"/>
          <w:rFonts w:hint="cs"/>
          <w:rtl/>
        </w:rPr>
        <w:t>(2)</w:t>
      </w:r>
      <w:r w:rsidRPr="00481D79">
        <w:rPr>
          <w:rtl/>
        </w:rPr>
        <w:t xml:space="preserve"> له في المجالس </w:t>
      </w:r>
      <w:r w:rsidR="00B93D85" w:rsidRPr="00B93D85">
        <w:rPr>
          <w:rStyle w:val="libFootnotenumChar"/>
          <w:rFonts w:hint="cs"/>
          <w:rtl/>
        </w:rPr>
        <w:t>(3)</w:t>
      </w:r>
      <w:r w:rsidRPr="00481D79">
        <w:rPr>
          <w:rtl/>
        </w:rPr>
        <w:t xml:space="preserve">، ولا تقبحوا له وجها " </w:t>
      </w:r>
      <w:r w:rsidR="00B93D85" w:rsidRPr="00B93D85">
        <w:rPr>
          <w:rStyle w:val="libFootnotenumChar"/>
          <w:rFonts w:hint="cs"/>
          <w:rtl/>
        </w:rPr>
        <w:t>(4)</w:t>
      </w:r>
      <w:r w:rsidRPr="00481D79">
        <w:rPr>
          <w:rtl/>
        </w:rPr>
        <w:t>.</w:t>
      </w:r>
    </w:p>
    <w:p w:rsidR="00481D79" w:rsidRPr="00481D79" w:rsidRDefault="00481D79" w:rsidP="00B93D85">
      <w:pPr>
        <w:pStyle w:val="libNormal"/>
        <w:rPr>
          <w:rtl/>
        </w:rPr>
      </w:pPr>
      <w:r w:rsidRPr="00481D79">
        <w:rPr>
          <w:rtl/>
        </w:rPr>
        <w:t xml:space="preserve">19 - وبإسناده قال: قال رسول الله </w:t>
      </w:r>
      <w:r w:rsidR="004226A8" w:rsidRPr="004226A8">
        <w:rPr>
          <w:rStyle w:val="libAlaemChar"/>
          <w:rtl/>
        </w:rPr>
        <w:t>صلى‌الله‌عليه‌وآله</w:t>
      </w:r>
      <w:r w:rsidRPr="00481D79">
        <w:rPr>
          <w:rtl/>
        </w:rPr>
        <w:t xml:space="preserve">: " ما من قوم كانت لهم مشورة فحضر [ معهم ] من اسمه محمد أو أحمد </w:t>
      </w:r>
      <w:r w:rsidR="00B93D85" w:rsidRPr="00B93D85">
        <w:rPr>
          <w:rStyle w:val="libFootnotenumChar"/>
          <w:rFonts w:hint="cs"/>
          <w:rtl/>
        </w:rPr>
        <w:t>(6)</w:t>
      </w:r>
      <w:r w:rsidRPr="00481D79">
        <w:rPr>
          <w:rtl/>
        </w:rPr>
        <w:t xml:space="preserve"> فأدخلوه في مشورتهم </w:t>
      </w:r>
      <w:r w:rsidR="00B93D85" w:rsidRPr="00B93D85">
        <w:rPr>
          <w:rStyle w:val="libFootnotenumChar"/>
          <w:rFonts w:hint="cs"/>
          <w:rtl/>
        </w:rPr>
        <w:t>(7)</w:t>
      </w:r>
      <w:r w:rsidRPr="00481D79">
        <w:rPr>
          <w:rtl/>
        </w:rPr>
        <w:t xml:space="preserve"> إلا (كان خيرا) </w:t>
      </w:r>
      <w:r w:rsidR="00B93D85" w:rsidRPr="00B93D85">
        <w:rPr>
          <w:rStyle w:val="libFootnotenumChar"/>
          <w:rFonts w:hint="cs"/>
          <w:rtl/>
        </w:rPr>
        <w:t>(8)</w:t>
      </w:r>
      <w:r w:rsidRPr="00481D79">
        <w:rPr>
          <w:rtl/>
        </w:rPr>
        <w:t xml:space="preserve"> لهم " </w:t>
      </w:r>
      <w:r w:rsidR="00B93D85" w:rsidRPr="00B93D85">
        <w:rPr>
          <w:rStyle w:val="libFootnotenumChar"/>
          <w:rFonts w:hint="cs"/>
          <w:rtl/>
        </w:rPr>
        <w:t>(9)</w:t>
      </w:r>
      <w:r w:rsidRPr="00481D79">
        <w:rPr>
          <w:rtl/>
        </w:rPr>
        <w:t>.</w:t>
      </w:r>
    </w:p>
    <w:p w:rsidR="00481D79" w:rsidRPr="00481D79" w:rsidRDefault="00481D79" w:rsidP="00B93D85">
      <w:pPr>
        <w:pStyle w:val="libNormal"/>
        <w:rPr>
          <w:rtl/>
        </w:rPr>
      </w:pPr>
      <w:r w:rsidRPr="00481D79">
        <w:rPr>
          <w:rtl/>
        </w:rPr>
        <w:t xml:space="preserve">20 - وبإسناده قال: قال رسول الله </w:t>
      </w:r>
      <w:r w:rsidR="004226A8" w:rsidRPr="004226A8">
        <w:rPr>
          <w:rStyle w:val="libAlaemChar"/>
          <w:rtl/>
        </w:rPr>
        <w:t>صلى‌الله‌عليه‌وآله</w:t>
      </w:r>
      <w:r w:rsidRPr="00481D79">
        <w:rPr>
          <w:rtl/>
        </w:rPr>
        <w:t xml:space="preserve">: " ما من مائدة وضعت، فقعد عليها من اسمه أحمد أو محمد إلا قدس ذلك المنزل في كل يوم مرتين " </w:t>
      </w:r>
      <w:r w:rsidR="00B93D85" w:rsidRPr="00B93D85">
        <w:rPr>
          <w:rStyle w:val="libFootnotenumChar"/>
          <w:rFonts w:hint="cs"/>
          <w:rtl/>
        </w:rPr>
        <w:t>(10)</w:t>
      </w:r>
      <w:r w:rsidRPr="00481D79">
        <w:rPr>
          <w:rtl/>
        </w:rPr>
        <w:t>.</w:t>
      </w:r>
    </w:p>
    <w:p w:rsidR="00827655"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وأخرجه المجلسي " </w:t>
      </w:r>
      <w:r w:rsidR="004226A8" w:rsidRPr="00B93D85">
        <w:rPr>
          <w:rStyle w:val="libFootnoteAlaemChar"/>
          <w:rtl/>
        </w:rPr>
        <w:t>رحمه‌الله</w:t>
      </w:r>
      <w:r w:rsidR="00481D79">
        <w:rPr>
          <w:rtl/>
        </w:rPr>
        <w:t xml:space="preserve"> " في البحار: 10 / 368 ح 15 بالاسناد رقم " 41 ". وأخرجه في الوسائل: 11 / 198 ح 5 عن الكافي: 2 / 79 ح 6 بإسناده عن الصادق، عن الرسول عليهما صلاة الله وسلامه. وأخرجه في البحار: 71 / 273 ح 19 عن المحاسن: 1 / 295 ح 462 بإسناده عن أبي برزة، عن رسول الله </w:t>
      </w:r>
      <w:r w:rsidR="004226A8" w:rsidRPr="00B93D85">
        <w:rPr>
          <w:rStyle w:val="libFootnoteAlaemChar"/>
          <w:rtl/>
        </w:rPr>
        <w:t>صلى‌الله‌عليه‌وآله</w:t>
      </w:r>
      <w:r w:rsidR="00481D79">
        <w:rPr>
          <w:rtl/>
        </w:rPr>
        <w:t xml:space="preserve"> نحوه. (أخرجه الطبراني في الكبير عن علي </w:t>
      </w:r>
      <w:r w:rsidR="004226A8" w:rsidRPr="00B93D85">
        <w:rPr>
          <w:rStyle w:val="libFootnoteAlaemChar"/>
          <w:rtl/>
        </w:rPr>
        <w:t>عليه‌السلام</w:t>
      </w:r>
      <w:r w:rsidR="00481D79">
        <w:rPr>
          <w:rtl/>
        </w:rPr>
        <w:t xml:space="preserve"> بلفظ آخر).</w:t>
      </w:r>
    </w:p>
    <w:p w:rsidR="00481D79" w:rsidRDefault="00481D79" w:rsidP="00B93D85">
      <w:pPr>
        <w:pStyle w:val="libFootnote0"/>
        <w:rPr>
          <w:rtl/>
        </w:rPr>
      </w:pPr>
      <w:r>
        <w:rPr>
          <w:rtl/>
        </w:rPr>
        <w:t>1</w:t>
      </w:r>
      <w:r w:rsidR="00B93D85">
        <w:rPr>
          <w:rFonts w:hint="cs"/>
          <w:rtl/>
        </w:rPr>
        <w:t>-</w:t>
      </w:r>
      <w:r>
        <w:rPr>
          <w:rtl/>
        </w:rPr>
        <w:t xml:space="preserve"> في ط والعيون: فاكرموا.</w:t>
      </w:r>
    </w:p>
    <w:p w:rsidR="00481D79" w:rsidRDefault="00481D79" w:rsidP="00B93D85">
      <w:pPr>
        <w:pStyle w:val="libFootnote0"/>
        <w:rPr>
          <w:rtl/>
        </w:rPr>
      </w:pPr>
      <w:r>
        <w:rPr>
          <w:rtl/>
        </w:rPr>
        <w:t>2</w:t>
      </w:r>
      <w:r w:rsidR="00B93D85">
        <w:rPr>
          <w:rFonts w:hint="cs"/>
          <w:rtl/>
        </w:rPr>
        <w:t>-</w:t>
      </w:r>
      <w:r>
        <w:rPr>
          <w:rtl/>
        </w:rPr>
        <w:t xml:space="preserve"> خ: ووسعوا.</w:t>
      </w:r>
    </w:p>
    <w:p w:rsidR="00481D79" w:rsidRDefault="00481D79" w:rsidP="00B93D85">
      <w:pPr>
        <w:pStyle w:val="libFootnote0"/>
        <w:rPr>
          <w:rtl/>
        </w:rPr>
      </w:pPr>
      <w:r>
        <w:rPr>
          <w:rtl/>
        </w:rPr>
        <w:t>3</w:t>
      </w:r>
      <w:r w:rsidR="00B93D85">
        <w:rPr>
          <w:rFonts w:hint="cs"/>
          <w:rtl/>
        </w:rPr>
        <w:t>-</w:t>
      </w:r>
      <w:r>
        <w:rPr>
          <w:rtl/>
        </w:rPr>
        <w:t xml:space="preserve"> في ج، ن، ط والوسائل: المجلس.</w:t>
      </w:r>
    </w:p>
    <w:p w:rsidR="00481D79" w:rsidRDefault="00481D79" w:rsidP="00B93D85">
      <w:pPr>
        <w:pStyle w:val="libFootnote0"/>
        <w:rPr>
          <w:rtl/>
        </w:rPr>
      </w:pPr>
      <w:r>
        <w:rPr>
          <w:rtl/>
        </w:rPr>
        <w:t>4</w:t>
      </w:r>
      <w:r w:rsidR="00B93D85">
        <w:rPr>
          <w:rFonts w:hint="cs"/>
          <w:rtl/>
        </w:rPr>
        <w:t>-</w:t>
      </w:r>
      <w:r>
        <w:rPr>
          <w:rtl/>
        </w:rPr>
        <w:t xml:space="preserve"> عنه الوسائل: 15 / 127 ح 7 والبحار: 104 / 128 ح 9، وأخرجه في ح 8 من البحار المذكور عن عيون الاخبار: 2 / 29 ح 29. وأخرجه الزمخشري في ربيع الابرار: 2 / 388.</w:t>
      </w:r>
    </w:p>
    <w:p w:rsidR="00481D79" w:rsidRDefault="00481D79" w:rsidP="00D11BDC">
      <w:pPr>
        <w:pStyle w:val="libFootnote0"/>
        <w:rPr>
          <w:rtl/>
        </w:rPr>
      </w:pPr>
      <w:r>
        <w:rPr>
          <w:rtl/>
        </w:rPr>
        <w:t xml:space="preserve">والخطيب البغدادي عن علي </w:t>
      </w:r>
      <w:r w:rsidR="004226A8" w:rsidRPr="00B93D85">
        <w:rPr>
          <w:rStyle w:val="libFootnoteAlaemChar"/>
          <w:rtl/>
        </w:rPr>
        <w:t>عليه‌السلام</w:t>
      </w:r>
      <w:r>
        <w:rPr>
          <w:rtl/>
        </w:rPr>
        <w:t>. وابن النجار في ذيل تاريخ بغداد: 2 / 16.</w:t>
      </w:r>
    </w:p>
    <w:p w:rsidR="00481D79" w:rsidRDefault="00481D79" w:rsidP="00B93D85">
      <w:pPr>
        <w:pStyle w:val="libFootnote0"/>
        <w:rPr>
          <w:rtl/>
        </w:rPr>
      </w:pPr>
      <w:r>
        <w:rPr>
          <w:rtl/>
        </w:rPr>
        <w:t>5</w:t>
      </w:r>
      <w:r w:rsidR="00B93D85">
        <w:rPr>
          <w:rFonts w:hint="cs"/>
          <w:rtl/>
        </w:rPr>
        <w:t>-</w:t>
      </w:r>
      <w:r>
        <w:rPr>
          <w:rtl/>
        </w:rPr>
        <w:t xml:space="preserve"> ليس في الوسائل.</w:t>
      </w:r>
    </w:p>
    <w:p w:rsidR="00481D79" w:rsidRDefault="00481D79" w:rsidP="00B93D85">
      <w:pPr>
        <w:pStyle w:val="libFootnote0"/>
        <w:rPr>
          <w:rtl/>
        </w:rPr>
      </w:pPr>
      <w:r>
        <w:rPr>
          <w:rtl/>
        </w:rPr>
        <w:t>6</w:t>
      </w:r>
      <w:r w:rsidR="00B93D85">
        <w:rPr>
          <w:rFonts w:hint="cs"/>
          <w:rtl/>
        </w:rPr>
        <w:t>-</w:t>
      </w:r>
      <w:r>
        <w:rPr>
          <w:rtl/>
        </w:rPr>
        <w:t xml:space="preserve"> أضاف في البحار: او حامد، وفي البحار: 75: أو حامد أو محمود.</w:t>
      </w:r>
    </w:p>
    <w:p w:rsidR="00481D79" w:rsidRDefault="00481D79" w:rsidP="00B93D85">
      <w:pPr>
        <w:pStyle w:val="libFootnote0"/>
        <w:rPr>
          <w:rtl/>
        </w:rPr>
      </w:pPr>
      <w:r>
        <w:rPr>
          <w:rtl/>
        </w:rPr>
        <w:t>7</w:t>
      </w:r>
      <w:r w:rsidR="00B93D85">
        <w:rPr>
          <w:rFonts w:hint="cs"/>
          <w:rtl/>
        </w:rPr>
        <w:t>-</w:t>
      </w:r>
      <w:r>
        <w:rPr>
          <w:rtl/>
        </w:rPr>
        <w:t xml:space="preserve"> ن: المشورة.</w:t>
      </w:r>
    </w:p>
    <w:p w:rsidR="00481D79" w:rsidRDefault="00481D79" w:rsidP="00B93D85">
      <w:pPr>
        <w:pStyle w:val="libFootnote0"/>
        <w:rPr>
          <w:rtl/>
        </w:rPr>
      </w:pPr>
      <w:r>
        <w:rPr>
          <w:rtl/>
        </w:rPr>
        <w:t>8</w:t>
      </w:r>
      <w:r w:rsidR="00B93D85">
        <w:rPr>
          <w:rFonts w:hint="cs"/>
          <w:rtl/>
        </w:rPr>
        <w:t>-</w:t>
      </w:r>
      <w:r>
        <w:rPr>
          <w:rtl/>
        </w:rPr>
        <w:t xml:space="preserve"> في نسخة: خيرا، وفي اخرى: خير، وفي ط وبعض النسخ: هو خير. وما أثبتناه من الوسائل والمكارم.</w:t>
      </w:r>
    </w:p>
    <w:p w:rsidR="00481D79" w:rsidRDefault="00481D79" w:rsidP="00B93D85">
      <w:pPr>
        <w:pStyle w:val="libFootnote0"/>
        <w:rPr>
          <w:rtl/>
        </w:rPr>
      </w:pPr>
      <w:r>
        <w:rPr>
          <w:rtl/>
        </w:rPr>
        <w:t>9</w:t>
      </w:r>
      <w:r w:rsidR="00B93D85">
        <w:rPr>
          <w:rFonts w:hint="cs"/>
          <w:rtl/>
        </w:rPr>
        <w:t>-</w:t>
      </w:r>
      <w:r>
        <w:rPr>
          <w:rtl/>
        </w:rPr>
        <w:t xml:space="preserve"> عنه الوسائل: 15 / 127 ح 8. والبحار: 104 / 128 ح 11. وأخرجه في البحار: 75 / 98 ح 7 عنه وعن عيون الاخبار: 2 / 29 ح 30، وأخرجه في ج 91 / 254 ح 6 وج 104 / 128 ح 10 عن العيون. وأورده الطبرسي في مكارم الاخلاق: 228 عن الرضا </w:t>
      </w:r>
      <w:r w:rsidR="004226A8" w:rsidRPr="00B93D85">
        <w:rPr>
          <w:rStyle w:val="libFootnoteAlaemChar"/>
          <w:rtl/>
        </w:rPr>
        <w:t>عليه‌السلام</w:t>
      </w:r>
      <w:r>
        <w:rPr>
          <w:rtl/>
        </w:rPr>
        <w:t xml:space="preserve"> وعنه في البحار: 104 / 92 ح 1. وأخرجه الزمخشري في ربيع الابرار: 2 / 388. وابن عدي وإبن عساكر بلفظ آخر.</w:t>
      </w:r>
    </w:p>
    <w:p w:rsidR="00827655" w:rsidRDefault="00481D79" w:rsidP="00B93D85">
      <w:pPr>
        <w:pStyle w:val="libFootnote0"/>
        <w:rPr>
          <w:rtl/>
        </w:rPr>
      </w:pPr>
      <w:r>
        <w:rPr>
          <w:rtl/>
        </w:rPr>
        <w:t>10</w:t>
      </w:r>
      <w:r w:rsidR="00B93D85">
        <w:rPr>
          <w:rFonts w:hint="cs"/>
          <w:rtl/>
        </w:rPr>
        <w:t>-</w:t>
      </w:r>
      <w:r>
        <w:rPr>
          <w:rtl/>
        </w:rPr>
        <w:t xml:space="preserve"> عنه الوسائل: 15 / 127 ح 19 والبحار: 104 / 129 ح 12 وعن عيون الاخبار: 2 / 29 ح 31. وأخرجه في مستدرك الوسائل: 3 / 103 باب 99 ح 15 عن الصحيفة. </w:t>
      </w:r>
      <w:r w:rsidR="00827655">
        <w:rPr>
          <w:rtl/>
        </w:rPr>
        <w:t>=</w:t>
      </w:r>
    </w:p>
    <w:p w:rsidR="00481D79" w:rsidRDefault="00481D79" w:rsidP="00481D79">
      <w:pPr>
        <w:pStyle w:val="libNormal"/>
        <w:rPr>
          <w:rtl/>
        </w:rPr>
      </w:pPr>
      <w:r>
        <w:rPr>
          <w:rtl/>
        </w:rPr>
        <w:br w:type="page"/>
      </w:r>
    </w:p>
    <w:p w:rsidR="00481D79" w:rsidRPr="00481D79" w:rsidRDefault="00481D79" w:rsidP="00B93D85">
      <w:pPr>
        <w:pStyle w:val="libNormal"/>
        <w:rPr>
          <w:rtl/>
        </w:rPr>
      </w:pPr>
      <w:r w:rsidRPr="00481D79">
        <w:rPr>
          <w:rtl/>
        </w:rPr>
        <w:lastRenderedPageBreak/>
        <w:t xml:space="preserve">(21) وبإسناده قال: قال رسول الله </w:t>
      </w:r>
      <w:r w:rsidR="004226A8" w:rsidRPr="004226A8">
        <w:rPr>
          <w:rStyle w:val="libAlaemChar"/>
          <w:rtl/>
        </w:rPr>
        <w:t>صلى‌الله‌عليه‌وآله</w:t>
      </w:r>
      <w:r w:rsidRPr="00481D79">
        <w:rPr>
          <w:rtl/>
        </w:rPr>
        <w:t>: " تحشر إبنتي فاطمة يوم القيامة</w:t>
      </w:r>
      <w:r w:rsidR="00B93D85">
        <w:rPr>
          <w:rtl/>
        </w:rPr>
        <w:t xml:space="preserve"> ومعها ثياب مصبوغة بدم [ الحسين</w:t>
      </w:r>
      <w:r w:rsidRPr="00481D79">
        <w:rPr>
          <w:rtl/>
        </w:rPr>
        <w:t xml:space="preserve">] </w:t>
      </w:r>
      <w:r w:rsidR="00B93D85" w:rsidRPr="00B93D85">
        <w:rPr>
          <w:rStyle w:val="libFootnotenumChar"/>
          <w:rFonts w:hint="cs"/>
          <w:rtl/>
        </w:rPr>
        <w:t>(1)</w:t>
      </w:r>
      <w:r w:rsidRPr="00481D79">
        <w:rPr>
          <w:rtl/>
        </w:rPr>
        <w:t xml:space="preserve">، فتتعلق </w:t>
      </w:r>
      <w:r w:rsidR="00B93D85" w:rsidRPr="00B93D85">
        <w:rPr>
          <w:rStyle w:val="libFootnotenumChar"/>
          <w:rFonts w:hint="cs"/>
          <w:rtl/>
        </w:rPr>
        <w:t>(2)</w:t>
      </w:r>
      <w:r w:rsidRPr="00481D79">
        <w:rPr>
          <w:rtl/>
        </w:rPr>
        <w:t xml:space="preserve"> بقائمة من قوائم العرش فتقول: يارب احكم بيني وبين قاتل ولدي. [ قال </w:t>
      </w:r>
      <w:r w:rsidR="00B93D85" w:rsidRPr="00B93D85">
        <w:rPr>
          <w:rStyle w:val="libFootnotenumChar"/>
          <w:rFonts w:hint="cs"/>
          <w:rtl/>
        </w:rPr>
        <w:t>(3)</w:t>
      </w:r>
      <w:r w:rsidR="00B93D85">
        <w:rPr>
          <w:rFonts w:hint="cs"/>
          <w:rtl/>
        </w:rPr>
        <w:t xml:space="preserve"> </w:t>
      </w:r>
      <w:r w:rsidRPr="00481D79">
        <w:rPr>
          <w:rtl/>
        </w:rPr>
        <w:t xml:space="preserve">رسول الله </w:t>
      </w:r>
      <w:r w:rsidR="004226A8" w:rsidRPr="004226A8">
        <w:rPr>
          <w:rStyle w:val="libAlaemChar"/>
          <w:rtl/>
        </w:rPr>
        <w:t>صلى‌الله‌عليه‌وآله</w:t>
      </w:r>
      <w:r w:rsidRPr="00481D79">
        <w:rPr>
          <w:rtl/>
        </w:rPr>
        <w:t xml:space="preserve">: فيحكم لابنتي ورب الكعبة ] </w:t>
      </w:r>
      <w:r w:rsidR="00B93D85" w:rsidRPr="00B93D85">
        <w:rPr>
          <w:rStyle w:val="libFootnotenumChar"/>
          <w:rFonts w:hint="cs"/>
          <w:rtl/>
        </w:rPr>
        <w:t>(4)</w:t>
      </w:r>
      <w:r w:rsidRPr="00481D79">
        <w:rPr>
          <w:rtl/>
        </w:rPr>
        <w:t xml:space="preserve"> " </w:t>
      </w:r>
      <w:r w:rsidR="00B93D85" w:rsidRPr="00B93D85">
        <w:rPr>
          <w:rStyle w:val="libFootnotenumChar"/>
          <w:rFonts w:hint="cs"/>
          <w:rtl/>
        </w:rPr>
        <w:t>(5)</w:t>
      </w:r>
      <w:r w:rsidRPr="00481D79">
        <w:rPr>
          <w:rtl/>
        </w:rPr>
        <w:t>.</w:t>
      </w:r>
    </w:p>
    <w:p w:rsidR="00481D79" w:rsidRPr="00481D79" w:rsidRDefault="00481D79" w:rsidP="00B93D85">
      <w:pPr>
        <w:pStyle w:val="libNormal"/>
        <w:rPr>
          <w:rtl/>
        </w:rPr>
      </w:pPr>
      <w:r w:rsidRPr="00481D79">
        <w:rPr>
          <w:rtl/>
        </w:rPr>
        <w:t xml:space="preserve">22 - وبإسناده قال: قال رسول الله </w:t>
      </w:r>
      <w:r w:rsidR="004226A8" w:rsidRPr="004226A8">
        <w:rPr>
          <w:rStyle w:val="libAlaemChar"/>
          <w:rtl/>
        </w:rPr>
        <w:t>صلى‌الله‌عليه‌وآله</w:t>
      </w:r>
      <w:r w:rsidRPr="00481D79">
        <w:rPr>
          <w:rtl/>
        </w:rPr>
        <w:t xml:space="preserve">: " [ إنما سميت ] </w:t>
      </w:r>
      <w:r w:rsidR="00B93D85" w:rsidRPr="00B93D85">
        <w:rPr>
          <w:rStyle w:val="libFootnotenumChar"/>
          <w:rFonts w:hint="cs"/>
          <w:rtl/>
        </w:rPr>
        <w:t>(6)</w:t>
      </w:r>
      <w:r w:rsidRPr="00481D79">
        <w:rPr>
          <w:rtl/>
        </w:rPr>
        <w:t xml:space="preserve"> إبنتي فاطمة لان الله تعالى فطمها وفطم من أحبها من النار " </w:t>
      </w:r>
      <w:r w:rsidR="00B93D85" w:rsidRPr="00B93D85">
        <w:rPr>
          <w:rStyle w:val="libFootnotenumChar"/>
          <w:rFonts w:hint="cs"/>
          <w:rtl/>
        </w:rPr>
        <w:t>(7)</w:t>
      </w:r>
      <w:r w:rsidRPr="00481D79">
        <w:rPr>
          <w:rtl/>
        </w:rPr>
        <w:t>.</w:t>
      </w:r>
    </w:p>
    <w:p w:rsidR="00827655"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وأورده الزمخشري في ربيع الابرار: 2 / 388. و (أخرجه الديلمي وابن أبي عاصم وغيرهما بألفاظ).</w:t>
      </w:r>
    </w:p>
    <w:p w:rsidR="00481D79" w:rsidRDefault="00481D79" w:rsidP="006D2AB8">
      <w:pPr>
        <w:pStyle w:val="libFootnote0"/>
        <w:rPr>
          <w:rtl/>
        </w:rPr>
      </w:pPr>
      <w:r>
        <w:rPr>
          <w:rtl/>
        </w:rPr>
        <w:t>1</w:t>
      </w:r>
      <w:r w:rsidR="006D2AB8">
        <w:rPr>
          <w:rFonts w:hint="cs"/>
          <w:rtl/>
        </w:rPr>
        <w:t>-</w:t>
      </w:r>
      <w:r>
        <w:rPr>
          <w:rtl/>
        </w:rPr>
        <w:t xml:space="preserve"> و 4</w:t>
      </w:r>
      <w:r w:rsidR="006D2AB8">
        <w:rPr>
          <w:rFonts w:hint="cs"/>
          <w:rtl/>
        </w:rPr>
        <w:t>-</w:t>
      </w:r>
      <w:r>
        <w:rPr>
          <w:rtl/>
        </w:rPr>
        <w:t xml:space="preserve"> ليس في احدى النسخ.</w:t>
      </w:r>
    </w:p>
    <w:p w:rsidR="00481D79" w:rsidRDefault="00481D79" w:rsidP="006D2AB8">
      <w:pPr>
        <w:pStyle w:val="libFootnote0"/>
        <w:rPr>
          <w:rtl/>
        </w:rPr>
      </w:pPr>
      <w:r>
        <w:rPr>
          <w:rtl/>
        </w:rPr>
        <w:t>2</w:t>
      </w:r>
      <w:r w:rsidR="006D2AB8">
        <w:rPr>
          <w:rFonts w:hint="cs"/>
          <w:rtl/>
        </w:rPr>
        <w:t>-</w:t>
      </w:r>
      <w:r>
        <w:rPr>
          <w:rtl/>
        </w:rPr>
        <w:t xml:space="preserve"> ط وج: فتعلق.</w:t>
      </w:r>
    </w:p>
    <w:p w:rsidR="00481D79" w:rsidRDefault="00481D79" w:rsidP="006D2AB8">
      <w:pPr>
        <w:pStyle w:val="libFootnote0"/>
        <w:rPr>
          <w:rtl/>
        </w:rPr>
      </w:pPr>
      <w:r>
        <w:rPr>
          <w:rtl/>
        </w:rPr>
        <w:t>3</w:t>
      </w:r>
      <w:r w:rsidR="006D2AB8">
        <w:rPr>
          <w:rFonts w:hint="cs"/>
          <w:rtl/>
        </w:rPr>
        <w:t>-</w:t>
      </w:r>
      <w:r>
        <w:rPr>
          <w:rtl/>
        </w:rPr>
        <w:t xml:space="preserve"> ط: قال: قال.</w:t>
      </w:r>
    </w:p>
    <w:p w:rsidR="00481D79" w:rsidRDefault="00481D79" w:rsidP="006D2AB8">
      <w:pPr>
        <w:pStyle w:val="libFootnote0"/>
        <w:rPr>
          <w:rtl/>
        </w:rPr>
      </w:pPr>
      <w:r>
        <w:rPr>
          <w:rtl/>
        </w:rPr>
        <w:t>5</w:t>
      </w:r>
      <w:r w:rsidR="006D2AB8">
        <w:rPr>
          <w:rFonts w:hint="cs"/>
          <w:rtl/>
        </w:rPr>
        <w:t>-</w:t>
      </w:r>
      <w:r>
        <w:rPr>
          <w:rtl/>
        </w:rPr>
        <w:t xml:space="preserve"> عنه البحار: 43 / 220 ح 3 والعوالم: 11 / 316 ح 3 وعن عيون الاخبار: 2 / 26 ح 6 وزاد في خره: " وإن الله عزوجل يغضب بغضب فاطمة ويرضى لرضاها ". وهذه الزيادة هي حديث مفرد برقم " 23 " من الصحيفة. وأخرجه في ح 2 من البحار والعوالم المذكورين عن عيون الاخبار: 2 / 8 ح 21 بالاسناد رقم " 9 ". ورواه الخوارزمي في المقتل: 1 / 52 بالاسناد رقم " 29 ". والحمويني في فرائد السمطين: 2 / 265 ح 533 بالاسناد رقم " 53 ". وابن المغازلي في مناقبه: 64 ح 91 بالاسناد رقم " 25 "، عنه عبدالله الشافعي في مناقبه: 215 (مخطوط). وأورده البدخشي في مفتاح النجا: 150 (مخطوط)، والهمداني في مودة القربى: 104، والسمهودي في جواهر العقدين، والاربلي في كشف الغمة: 2 / 269. والقندوزي في ينابيعه: 260، وأخرجه في ص 331 عن الحافظ ابن الاخضر في " العترة الطاهرة ". وأخرجه في مصباح الانوار: 231 (مخطوط) عن فردوس الديلمي، عنه أيضا ابن البطريق في المستدرك كما في البحار: 37 / 70. وأخرجه السيوطي في اللآلي المصنوعة: 1 / 402 عن الحاكم بإسناده إلى الرضا </w:t>
      </w:r>
      <w:r w:rsidR="004226A8" w:rsidRPr="006D2AB8">
        <w:rPr>
          <w:rStyle w:val="libFootnoteAlaemChar"/>
          <w:rtl/>
        </w:rPr>
        <w:t>عليه‌السلام</w:t>
      </w:r>
      <w:r>
        <w:rPr>
          <w:rtl/>
        </w:rPr>
        <w:t>.</w:t>
      </w:r>
    </w:p>
    <w:p w:rsidR="00481D79" w:rsidRDefault="00481D79" w:rsidP="006D2AB8">
      <w:pPr>
        <w:pStyle w:val="libFootnote0"/>
        <w:rPr>
          <w:rtl/>
        </w:rPr>
      </w:pPr>
      <w:r>
        <w:rPr>
          <w:rtl/>
        </w:rPr>
        <w:t>6</w:t>
      </w:r>
      <w:r w:rsidR="006D2AB8">
        <w:rPr>
          <w:rFonts w:hint="cs"/>
          <w:rtl/>
        </w:rPr>
        <w:t>-</w:t>
      </w:r>
      <w:r>
        <w:rPr>
          <w:rtl/>
        </w:rPr>
        <w:t xml:space="preserve"> ليس في ج، وفي نسخة: سميت، وفي العيون: إني سميت.</w:t>
      </w:r>
    </w:p>
    <w:p w:rsidR="00827655" w:rsidRDefault="00481D79" w:rsidP="006D2AB8">
      <w:pPr>
        <w:pStyle w:val="libFootnote0"/>
        <w:rPr>
          <w:rtl/>
        </w:rPr>
      </w:pPr>
      <w:r>
        <w:rPr>
          <w:rtl/>
        </w:rPr>
        <w:t>7</w:t>
      </w:r>
      <w:r w:rsidR="006D2AB8">
        <w:rPr>
          <w:rFonts w:hint="cs"/>
          <w:rtl/>
        </w:rPr>
        <w:t>-</w:t>
      </w:r>
      <w:r>
        <w:rPr>
          <w:rtl/>
        </w:rPr>
        <w:t xml:space="preserve"> عنه البحار: 43 / 12 ح 4 وعن عيون الاخبار: 2 / 46 ح 174، وأخرجه في ص 15 ح 12 عن أمالي الطوسي: 1 / 300 بإسناده إلى الامام علي الهادي، عن آبائه، عن رسول الله صلوات الله عليهم، وأخرجه في ص 13 ح 8 عن معاني الاخبار: 64 ح 14 وعلل الشرائع: 178 ح 1 بإسناده إلى أبي هريرة. ورواه في بشارة المصطفى: 184 وص 331 بطرق ثلاث، عنه البحار: 68 / 133 ح 66. </w:t>
      </w:r>
      <w:r w:rsidR="00827655">
        <w:rPr>
          <w:rtl/>
        </w:rPr>
        <w:t>=</w:t>
      </w:r>
    </w:p>
    <w:p w:rsidR="00481D79" w:rsidRDefault="00481D79" w:rsidP="00481D79">
      <w:pPr>
        <w:pStyle w:val="libNormal"/>
        <w:rPr>
          <w:rtl/>
        </w:rPr>
      </w:pPr>
      <w:r>
        <w:rPr>
          <w:rtl/>
        </w:rPr>
        <w:br w:type="page"/>
      </w:r>
    </w:p>
    <w:p w:rsidR="00481D79" w:rsidRPr="00481D79" w:rsidRDefault="00481D79" w:rsidP="007823C4">
      <w:pPr>
        <w:pStyle w:val="libNormal"/>
        <w:rPr>
          <w:rtl/>
        </w:rPr>
      </w:pPr>
      <w:r w:rsidRPr="00481D79">
        <w:rPr>
          <w:rtl/>
        </w:rPr>
        <w:lastRenderedPageBreak/>
        <w:t xml:space="preserve">(23) وبإسناده قال: قال رسول الله </w:t>
      </w:r>
      <w:r w:rsidR="004226A8" w:rsidRPr="004226A8">
        <w:rPr>
          <w:rStyle w:val="libAlaemChar"/>
          <w:rtl/>
        </w:rPr>
        <w:t>صلى‌الله‌عليه‌وآله</w:t>
      </w:r>
      <w:r w:rsidRPr="00481D79">
        <w:rPr>
          <w:rtl/>
        </w:rPr>
        <w:t xml:space="preserve">: " إن الله تعالى يغضب </w:t>
      </w:r>
      <w:r w:rsidR="007823C4" w:rsidRPr="007823C4">
        <w:rPr>
          <w:rStyle w:val="libFootnotenumChar"/>
          <w:rFonts w:hint="cs"/>
          <w:rtl/>
        </w:rPr>
        <w:t>(1)</w:t>
      </w:r>
      <w:r w:rsidRPr="00481D79">
        <w:rPr>
          <w:rtl/>
        </w:rPr>
        <w:t xml:space="preserve"> لغضب </w:t>
      </w:r>
      <w:r w:rsidR="007823C4" w:rsidRPr="007823C4">
        <w:rPr>
          <w:rStyle w:val="libFootnotenumChar"/>
          <w:rFonts w:hint="cs"/>
          <w:rtl/>
        </w:rPr>
        <w:t>(2)</w:t>
      </w:r>
      <w:r w:rsidRPr="00481D79">
        <w:rPr>
          <w:rtl/>
        </w:rPr>
        <w:t xml:space="preserve"> فاطمة ويرضى لرضاها " </w:t>
      </w:r>
      <w:r w:rsidR="007823C4" w:rsidRPr="007823C4">
        <w:rPr>
          <w:rStyle w:val="libFootnotenumChar"/>
          <w:rFonts w:hint="cs"/>
          <w:rtl/>
        </w:rPr>
        <w:t>(3)</w:t>
      </w:r>
      <w:r w:rsidRPr="00481D79">
        <w:rPr>
          <w:rtl/>
        </w:rPr>
        <w:t>.</w:t>
      </w:r>
    </w:p>
    <w:p w:rsidR="00827655"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ورواه الخوارزمي في المقتل: 1 / 51 بالاسناد المرقم " 28 ". وابن المغازلي في المناقب: 65 ح 92 بالاسناد رقم " 25 ". والحمويني في فرائد السمطين: 2 / 57 ح 384 بالاسناد رقم " 50 ". وأخرجه بنحو آخر القندوزي في ينابيع المودة: 194 من طريق الحافظ الدمشقي عن الرضا </w:t>
      </w:r>
      <w:r w:rsidR="004226A8" w:rsidRPr="007823C4">
        <w:rPr>
          <w:rStyle w:val="libFootnoteAlaemChar"/>
          <w:rtl/>
        </w:rPr>
        <w:t>عليه‌السلام</w:t>
      </w:r>
      <w:r w:rsidR="00481D79">
        <w:rPr>
          <w:rtl/>
        </w:rPr>
        <w:t xml:space="preserve"> وفي رواية اخرى مرفوعا عن جابر. وأخرجه الطبري بلفظ آخر في ذخائر العقبى: 26 من طريق الحافظ الدمشقي ومسند الامام الرضا عن علي </w:t>
      </w:r>
      <w:r w:rsidR="004226A8" w:rsidRPr="007823C4">
        <w:rPr>
          <w:rStyle w:val="libFootnoteAlaemChar"/>
          <w:rtl/>
        </w:rPr>
        <w:t>عليهما‌السلام</w:t>
      </w:r>
      <w:r w:rsidR="00481D79">
        <w:rPr>
          <w:rtl/>
        </w:rPr>
        <w:t xml:space="preserve">، والقندوزي في ينابيع المودة: 269 من طريق الثلاثة وأخرجه في مقصد الراغب: 121 (مخطوط) عن كتاب أبي الحسن الفارسي بإسناده إلى الصادق </w:t>
      </w:r>
      <w:r w:rsidR="004226A8" w:rsidRPr="007823C4">
        <w:rPr>
          <w:rStyle w:val="libFootnoteAlaemChar"/>
          <w:rtl/>
        </w:rPr>
        <w:t>عليه‌السلام</w:t>
      </w:r>
      <w:r w:rsidR="00481D79">
        <w:rPr>
          <w:rtl/>
        </w:rPr>
        <w:t xml:space="preserve"> عن ابائه. والمتقي الهندي في كنز العمال: 13 / 94 ح 534 عن الديلمي بإسناده إلى علي </w:t>
      </w:r>
      <w:r w:rsidR="004226A8" w:rsidRPr="007823C4">
        <w:rPr>
          <w:rStyle w:val="libFootnoteAlaemChar"/>
          <w:rtl/>
        </w:rPr>
        <w:t>عليه‌السلام</w:t>
      </w:r>
      <w:r w:rsidR="00481D79">
        <w:rPr>
          <w:rtl/>
        </w:rPr>
        <w:t>. وأورده في مصباح الانوار: 223 (مخطوط)، والخطيب البغدادي في تاريخه: 13 / 331. والعلامة العبيدي في عمدة التحقيق: 15 (المطبوع في هامش روض الرياحين)، والعلامة الصفوري في نزهة المجالس: 2 / 226. والحضرمي في مودة القربى: 101 ووسيلة المآل: 87، والامر تسري في أرجح المطالب: 24 وص 264 وص 445، والنبهاني في الانوار المحمدية: 146. (وأخرجه الطبراني في الكبير والبزاز وأبونعيم بألفاظ). أخرجه عن بعض هذه المصادر في إحقاق الحق: 10 / 21 - 23.</w:t>
      </w:r>
    </w:p>
    <w:p w:rsidR="00481D79" w:rsidRDefault="00481D79" w:rsidP="007823C4">
      <w:pPr>
        <w:pStyle w:val="libFootnote0"/>
        <w:rPr>
          <w:rtl/>
        </w:rPr>
      </w:pPr>
      <w:r>
        <w:rPr>
          <w:rtl/>
        </w:rPr>
        <w:t>1</w:t>
      </w:r>
      <w:r w:rsidR="007823C4">
        <w:rPr>
          <w:rFonts w:hint="cs"/>
          <w:rtl/>
        </w:rPr>
        <w:t>-</w:t>
      </w:r>
      <w:r>
        <w:rPr>
          <w:rtl/>
        </w:rPr>
        <w:t xml:space="preserve"> ج: ليغضب.</w:t>
      </w:r>
    </w:p>
    <w:p w:rsidR="00481D79" w:rsidRDefault="00481D79" w:rsidP="007823C4">
      <w:pPr>
        <w:pStyle w:val="libFootnote0"/>
        <w:rPr>
          <w:rtl/>
        </w:rPr>
      </w:pPr>
      <w:r>
        <w:rPr>
          <w:rtl/>
        </w:rPr>
        <w:t>2</w:t>
      </w:r>
      <w:r w:rsidR="007823C4">
        <w:rPr>
          <w:rFonts w:hint="cs"/>
          <w:rtl/>
        </w:rPr>
        <w:t>-</w:t>
      </w:r>
      <w:r>
        <w:rPr>
          <w:rtl/>
        </w:rPr>
        <w:t xml:space="preserve"> خ: بغضب.</w:t>
      </w:r>
    </w:p>
    <w:p w:rsidR="00481D79" w:rsidRDefault="00481D79" w:rsidP="007823C4">
      <w:pPr>
        <w:pStyle w:val="libFootnote0"/>
        <w:rPr>
          <w:rtl/>
        </w:rPr>
      </w:pPr>
      <w:r>
        <w:rPr>
          <w:rtl/>
        </w:rPr>
        <w:t>3</w:t>
      </w:r>
      <w:r w:rsidR="007823C4">
        <w:rPr>
          <w:rFonts w:hint="cs"/>
          <w:rtl/>
        </w:rPr>
        <w:t>-</w:t>
      </w:r>
      <w:r>
        <w:rPr>
          <w:rtl/>
        </w:rPr>
        <w:t xml:space="preserve"> عنه البحار: 43 / 19 ح 4 وعن عيون الاخبار: 2 / 46 ح 176. ورواه الصدوق أيضا في معاني الاخبار: 303 ذ ح 2 بإسناده إلى ابن عباس، عن الرسول </w:t>
      </w:r>
      <w:r w:rsidR="004226A8" w:rsidRPr="007823C4">
        <w:rPr>
          <w:rStyle w:val="libFootnoteAlaemChar"/>
          <w:rtl/>
        </w:rPr>
        <w:t>صلى‌الله‌عليه‌وآله</w:t>
      </w:r>
      <w:r>
        <w:rPr>
          <w:rtl/>
        </w:rPr>
        <w:t xml:space="preserve"> في حديث، عنه البحار المذكور ص 26 ذ ح 26. وفي الامالي: 313 المجلس 61 ح 1، وأمالي الطوسي: 2 / 41 بإسنادهما إلى علي بن عمر عن الصادق </w:t>
      </w:r>
      <w:r w:rsidR="004226A8" w:rsidRPr="007823C4">
        <w:rPr>
          <w:rStyle w:val="libFootnoteAlaemChar"/>
          <w:rtl/>
        </w:rPr>
        <w:t>عليه‌السلام</w:t>
      </w:r>
      <w:r>
        <w:rPr>
          <w:rtl/>
        </w:rPr>
        <w:t xml:space="preserve">، عن آبائه </w:t>
      </w:r>
      <w:r w:rsidR="004226A8" w:rsidRPr="007823C4">
        <w:rPr>
          <w:rStyle w:val="libFootnoteAlaemChar"/>
          <w:rtl/>
        </w:rPr>
        <w:t>عليهم‌السلام</w:t>
      </w:r>
      <w:r>
        <w:rPr>
          <w:rtl/>
        </w:rPr>
        <w:t xml:space="preserve">، عنهما البحار المذكور ص 21 ح 12. ورواه المفيد في أماليه: 94 ح 4 بإسناده إلى أبي حمزة الثمالي، عن الباقر </w:t>
      </w:r>
      <w:r w:rsidR="004226A8" w:rsidRPr="007823C4">
        <w:rPr>
          <w:rStyle w:val="libFootnoteAlaemChar"/>
          <w:rtl/>
        </w:rPr>
        <w:t>عليه‌السلام</w:t>
      </w:r>
      <w:r>
        <w:rPr>
          <w:rtl/>
        </w:rPr>
        <w:t xml:space="preserve">، عن آبائه </w:t>
      </w:r>
      <w:r w:rsidR="004226A8" w:rsidRPr="007823C4">
        <w:rPr>
          <w:rStyle w:val="libFootnoteAlaemChar"/>
          <w:rtl/>
        </w:rPr>
        <w:t>عليهم‌السلام</w:t>
      </w:r>
      <w:r>
        <w:rPr>
          <w:rtl/>
        </w:rPr>
        <w:t xml:space="preserve"> والطبرسي في الاحتجاج: 2 / 103 عنه البحار المذكور ص 20 ح 8. وابن شهراشوب في مناقبه: 3 / 107، عنه البحار المذكور ص 44 ضمن ح 44، وفي ص 106 من المناقب أخرجه من طريق ابن شريح بإسناده عن الصادق </w:t>
      </w:r>
      <w:r w:rsidR="004226A8" w:rsidRPr="007823C4">
        <w:rPr>
          <w:rStyle w:val="libFootnoteAlaemChar"/>
          <w:rtl/>
        </w:rPr>
        <w:t>عليه‌السلام</w:t>
      </w:r>
      <w:r>
        <w:rPr>
          <w:rtl/>
        </w:rPr>
        <w:t xml:space="preserve">، وأبوسعيد الواعظ في شرف النبي عن أمير المؤمنين </w:t>
      </w:r>
      <w:r w:rsidR="004226A8" w:rsidRPr="007823C4">
        <w:rPr>
          <w:rStyle w:val="libFootnoteAlaemChar"/>
          <w:rtl/>
        </w:rPr>
        <w:t>عليه‌السلام</w:t>
      </w:r>
      <w:r>
        <w:rPr>
          <w:rtl/>
        </w:rPr>
        <w:t xml:space="preserve">، وأبوصالح المؤذن في الفضائل عن ابن عباس، وأبوعبدالله العكبري في الابانة، ومحمود الاسفرائيني في الديانة </w:t>
      </w:r>
      <w:r w:rsidR="00827655">
        <w:rPr>
          <w:rtl/>
        </w:rPr>
        <w:t>=</w:t>
      </w:r>
      <w:r>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والاربلي في كشف الغمة: 2 / 84 نقلا عن كتاب الآل لابن خالويه، وفي ص 93 نقلا من كتاب مولد فاطمة </w:t>
      </w:r>
      <w:r w:rsidR="004226A8" w:rsidRPr="007823C4">
        <w:rPr>
          <w:rStyle w:val="libFootnoteAlaemChar"/>
          <w:rtl/>
        </w:rPr>
        <w:t>عليها‌السلام</w:t>
      </w:r>
      <w:r w:rsidR="00481D79">
        <w:rPr>
          <w:rtl/>
        </w:rPr>
        <w:t xml:space="preserve"> لابن بابويه. والطبري في دلائل الامامة: 52، بإسناده إلى فاطمة بنت الحسين، عن أبيها، عن أبيه علي </w:t>
      </w:r>
      <w:r w:rsidR="004226A8" w:rsidRPr="007823C4">
        <w:rPr>
          <w:rStyle w:val="libFootnoteAlaemChar"/>
          <w:rtl/>
        </w:rPr>
        <w:t>عليهما‌السلام</w:t>
      </w:r>
      <w:r w:rsidR="00481D79">
        <w:rPr>
          <w:rtl/>
        </w:rPr>
        <w:t xml:space="preserve"> عن الرسول </w:t>
      </w:r>
      <w:r w:rsidR="004226A8" w:rsidRPr="007823C4">
        <w:rPr>
          <w:rStyle w:val="libFootnoteAlaemChar"/>
          <w:rtl/>
        </w:rPr>
        <w:t>صلى‌الله‌عليه‌وآله</w:t>
      </w:r>
      <w:r w:rsidR="00481D79">
        <w:rPr>
          <w:rtl/>
        </w:rPr>
        <w:t xml:space="preserve">، وبشارة المصطفى: 208 بإسناده إلى الرضا </w:t>
      </w:r>
      <w:r w:rsidR="004226A8" w:rsidRPr="007823C4">
        <w:rPr>
          <w:rStyle w:val="libFootnoteAlaemChar"/>
          <w:rtl/>
        </w:rPr>
        <w:t>عليه‌السلام</w:t>
      </w:r>
      <w:r w:rsidR="00481D79">
        <w:rPr>
          <w:rtl/>
        </w:rPr>
        <w:t xml:space="preserve">. ومصباح الانوار: 224، وفي ص 231 من طريق أحاديث ابن عمار الموصلي بإسناده إلى علي </w:t>
      </w:r>
      <w:r w:rsidR="004226A8" w:rsidRPr="007823C4">
        <w:rPr>
          <w:rStyle w:val="libFootnoteAlaemChar"/>
          <w:rtl/>
        </w:rPr>
        <w:t>عليه‌السلام</w:t>
      </w:r>
      <w:r w:rsidR="00481D79">
        <w:rPr>
          <w:rtl/>
        </w:rPr>
        <w:t xml:space="preserve">. وبهذا الطريق أخرجه ابن البطريق في المستدرك، عنه البحار: 37 / 70. ورواه في مقصد الراغب: 111، بإسناده عن الصادق </w:t>
      </w:r>
      <w:r w:rsidR="004226A8" w:rsidRPr="007823C4">
        <w:rPr>
          <w:rStyle w:val="libFootnoteAlaemChar"/>
          <w:rtl/>
        </w:rPr>
        <w:t>عليه‌السلام</w:t>
      </w:r>
      <w:r w:rsidR="00481D79">
        <w:rPr>
          <w:rtl/>
        </w:rPr>
        <w:t xml:space="preserve">، وفي ص 121 نقلا من كتاب أبي الحسن الفارسي. ورواه الحمويني في فرائد السمطين: 2 / 46 ح 378 بالاسناد رقم " 49 "، ومحب الدين الطبري في ذخائر العقبى: 39 عن مسند الامام الرضا وشرف النبوة لابي سعيد ومعجم ابن المثنى وابن المغازلي في مناقبه: 351 ح 401 وص 352 ح 402 بطريقين عن الصادق </w:t>
      </w:r>
      <w:r w:rsidR="004226A8" w:rsidRPr="007823C4">
        <w:rPr>
          <w:rStyle w:val="libFootnoteAlaemChar"/>
          <w:rtl/>
        </w:rPr>
        <w:t>عليه‌السلام</w:t>
      </w:r>
      <w:r w:rsidR="00481D79">
        <w:rPr>
          <w:rtl/>
        </w:rPr>
        <w:t xml:space="preserve">. والگنجي في كفاية الطالب: 363 باب 99 بإسناده إلى عمر بن علي، عن الصادق </w:t>
      </w:r>
      <w:r w:rsidR="004226A8" w:rsidRPr="007823C4">
        <w:rPr>
          <w:rStyle w:val="libFootnoteAlaemChar"/>
          <w:rtl/>
        </w:rPr>
        <w:t>عليه‌السلام</w:t>
      </w:r>
      <w:r w:rsidR="00481D79">
        <w:rPr>
          <w:rtl/>
        </w:rPr>
        <w:t xml:space="preserve">، عن آبائه </w:t>
      </w:r>
      <w:r w:rsidR="004226A8" w:rsidRPr="007823C4">
        <w:rPr>
          <w:rStyle w:val="libFootnoteAlaemChar"/>
          <w:rtl/>
        </w:rPr>
        <w:t>عليهم‌السلام</w:t>
      </w:r>
      <w:r w:rsidR="00481D79">
        <w:rPr>
          <w:rtl/>
        </w:rPr>
        <w:t xml:space="preserve">. ورواه الخوارزمي في مقتل الحسين </w:t>
      </w:r>
      <w:r w:rsidR="004226A8" w:rsidRPr="007823C4">
        <w:rPr>
          <w:rStyle w:val="libFootnoteAlaemChar"/>
          <w:rtl/>
        </w:rPr>
        <w:t>عليه‌السلام</w:t>
      </w:r>
      <w:r w:rsidR="00481D79">
        <w:rPr>
          <w:rtl/>
        </w:rPr>
        <w:t>: 1 / 52 بالاسناد رقم " 28 "، وابن عساكر في تاريخ دمشق: 1 / 159 (نسخة مكتبة جامعة السلطان أحمد في إسلامبول). والطبراني في المعجم الكبير: 14 (مخطوطة جامعة طهران). والحاكم في مستدركه: 3 / 154، وتبعه الذهبي في تلخيصه. وفي ميزان الاعتدال: 1 / 835 وج 2 / 72 من طريق الطبراني، ثم قال: رواه أبوصالح المؤذن في مناقب فاطمة، وفي تذهيب التهذيب: 134 (مخطوط)، والرافعي في التدوين: 3 / 42، وابن الاثير في اسد الغابة: 5 / 522 ونقله ابن حجر في الاصابة: 4 / 378، وتهذيب التهذيب: 12 / 441. والحافظ الزرندي في نظم درر السمطين: 177.</w:t>
      </w:r>
    </w:p>
    <w:p w:rsidR="00827655" w:rsidRDefault="00481D79" w:rsidP="00D11BDC">
      <w:pPr>
        <w:pStyle w:val="libFootnote0"/>
        <w:rPr>
          <w:rtl/>
        </w:rPr>
      </w:pPr>
      <w:r>
        <w:rPr>
          <w:rtl/>
        </w:rPr>
        <w:t xml:space="preserve">والسيوطي في الخصائص الكبرى: 2 / 265 من طريق الحاكم. وفي الثغور الباسمة: 15 من طريق الطبراني، وعطاء الله الدشتكي في روضة الاحباب: 665 (مخطوط)، والمناوي في كنوز الحقائق: 32 من طريق الديلمي في الفردوس، والدمشقي في أخبار الدول: 78 مرسلا، وعبدالله الشافعي في مناقبه: 207 (مخطوط)، من طريق ابن الغطريف والديلمي وابن لمغازلي في كتبهم، وداود بن سليمان النقشبندي في صلح الاخوان: 134، وأحمد الحنفي النقشبندي في كتابه راموز الاحاديث: 501 (ط. الاستانة)، من طريق أبي يعلى والطبراني والحاكم وأبي نعيم. والبدخشي في مفتاح النجا: 101 (مخطوط)، من طرق الاربعة المتقدم ذكرهم وابن عساكر، عن علي </w:t>
      </w:r>
      <w:r w:rsidR="004226A8" w:rsidRPr="007823C4">
        <w:rPr>
          <w:rStyle w:val="libFootnoteAlaemChar"/>
          <w:rtl/>
        </w:rPr>
        <w:t>عليه‌السلام</w:t>
      </w:r>
      <w:r>
        <w:rPr>
          <w:rtl/>
        </w:rPr>
        <w:t xml:space="preserve">. والحضرمي في رشفة الصادي: 161، والنبهاني في الشرف المؤبد: 53. </w:t>
      </w:r>
      <w:r w:rsidR="00827655">
        <w:rPr>
          <w:rtl/>
        </w:rPr>
        <w:t>=</w:t>
      </w:r>
    </w:p>
    <w:p w:rsidR="00481D79" w:rsidRDefault="00481D79" w:rsidP="00481D79">
      <w:pPr>
        <w:pStyle w:val="libNormal"/>
        <w:rPr>
          <w:rtl/>
        </w:rPr>
      </w:pPr>
      <w:r>
        <w:rPr>
          <w:rtl/>
        </w:rPr>
        <w:br w:type="page"/>
      </w:r>
    </w:p>
    <w:p w:rsidR="00481D79" w:rsidRPr="00481D79" w:rsidRDefault="00481D79" w:rsidP="007823C4">
      <w:pPr>
        <w:pStyle w:val="libNormal"/>
        <w:rPr>
          <w:rtl/>
        </w:rPr>
      </w:pPr>
      <w:r w:rsidRPr="00481D79">
        <w:rPr>
          <w:rtl/>
        </w:rPr>
        <w:lastRenderedPageBreak/>
        <w:t xml:space="preserve">(24) وبإسناده قال: قال رسول الله </w:t>
      </w:r>
      <w:r w:rsidR="004226A8" w:rsidRPr="004226A8">
        <w:rPr>
          <w:rStyle w:val="libAlaemChar"/>
          <w:rtl/>
        </w:rPr>
        <w:t>صلى‌الله‌عليه‌وآله</w:t>
      </w:r>
      <w:r w:rsidRPr="00481D79">
        <w:rPr>
          <w:rtl/>
        </w:rPr>
        <w:t xml:space="preserve">: " الولد ريحانة، وريحانتاي الحسن والحسين " </w:t>
      </w:r>
      <w:r w:rsidR="007823C4" w:rsidRPr="007823C4">
        <w:rPr>
          <w:rStyle w:val="libFootnotenumChar"/>
          <w:rFonts w:hint="cs"/>
          <w:rtl/>
        </w:rPr>
        <w:t>(1)</w:t>
      </w:r>
      <w:r w:rsidRPr="00481D79">
        <w:rPr>
          <w:rtl/>
        </w:rPr>
        <w:t>.</w:t>
      </w:r>
    </w:p>
    <w:p w:rsidR="00481D79" w:rsidRPr="00481D79" w:rsidRDefault="00481D79" w:rsidP="007823C4">
      <w:pPr>
        <w:pStyle w:val="libNormal"/>
        <w:rPr>
          <w:rtl/>
        </w:rPr>
      </w:pPr>
      <w:r w:rsidRPr="00481D79">
        <w:rPr>
          <w:rtl/>
        </w:rPr>
        <w:t xml:space="preserve">(25) وبإسناده قال: قال رسول الله </w:t>
      </w:r>
      <w:r w:rsidR="004226A8" w:rsidRPr="004226A8">
        <w:rPr>
          <w:rStyle w:val="libAlaemChar"/>
          <w:rtl/>
        </w:rPr>
        <w:t>صلى‌الله‌عليه‌وآله</w:t>
      </w:r>
      <w:r w:rsidRPr="00481D79">
        <w:rPr>
          <w:rtl/>
        </w:rPr>
        <w:t xml:space="preserve">: " يا علي إذا كان يوم القيامة أخذت بحجزة الله عزوجل، وأخذت أنت بحجزتي، وأخذ ولدك </w:t>
      </w:r>
      <w:r w:rsidR="007823C4" w:rsidRPr="007823C4">
        <w:rPr>
          <w:rStyle w:val="libFootnotenumChar"/>
          <w:rFonts w:hint="cs"/>
          <w:rtl/>
        </w:rPr>
        <w:t>(2)</w:t>
      </w:r>
      <w:r w:rsidRPr="00481D79">
        <w:rPr>
          <w:rtl/>
        </w:rPr>
        <w:t xml:space="preserve"> بحجزتك، وأخذت شيعة ولدك </w:t>
      </w:r>
      <w:r w:rsidR="007823C4" w:rsidRPr="007823C4">
        <w:rPr>
          <w:rStyle w:val="libFootnotenumChar"/>
          <w:rFonts w:hint="cs"/>
          <w:rtl/>
        </w:rPr>
        <w:t>(3)</w:t>
      </w:r>
      <w:r w:rsidRPr="00481D79">
        <w:rPr>
          <w:rtl/>
        </w:rPr>
        <w:t xml:space="preserve"> بحجزهم </w:t>
      </w:r>
      <w:r w:rsidR="007823C4" w:rsidRPr="007823C4">
        <w:rPr>
          <w:rStyle w:val="libFootnotenumChar"/>
          <w:rFonts w:hint="cs"/>
          <w:rtl/>
        </w:rPr>
        <w:t>(4)</w:t>
      </w:r>
    </w:p>
    <w:p w:rsidR="00827655"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وجواهر البحار: 1 / 198 وص 360 من طريق أبي نعيم والحاكم. والامر تسري في أرجح المطالب: 245، من طريق المذكورين أعلاه. والمولوي في وسيلة النجاة: 212، وأبوالفرج الجوزي في المدهش: 129، ومحمد الصبان المصري في إسعاف الراغبين: 191 (ط. مصر) أو ص 187 (ط. بيروت) المطبوع بهامش نور الابصار من طريق الطبراني. وأخرجه المتقي الهندي في كنز العمال: 16 / 280 ح 683 من طريق ابن النجار، وفي ج 13 / 96 ح 544 و 545 من طريق الديلمي وأبويعلى والطبراني وأبونعيم في فضائل الصحابة وابن عساكر. وفي المنتخب: 5 / 97 المطبوع بهامش مسند أحمد. وأخرجه الهيثمي في مجمع الزوائد: 9 / 203 من طريق الطبراني، وينابيع المودة: 198 وص 173 وص 179 من طريق أبي سعيد في شرف النبوة وابن المثنى في معجمه عن علي </w:t>
      </w:r>
      <w:r w:rsidR="004226A8" w:rsidRPr="007823C4">
        <w:rPr>
          <w:rStyle w:val="libFootnoteAlaemChar"/>
          <w:rtl/>
        </w:rPr>
        <w:t>عليه‌السلام</w:t>
      </w:r>
      <w:r w:rsidR="00481D79">
        <w:rPr>
          <w:rtl/>
        </w:rPr>
        <w:t xml:space="preserve"> ومن طريق المناوي في كنوز الحقائق. ورواه السمهودي في الاشراف على فضل الاشراف عن علي </w:t>
      </w:r>
      <w:r w:rsidR="004226A8" w:rsidRPr="007823C4">
        <w:rPr>
          <w:rStyle w:val="libFootnoteAlaemChar"/>
          <w:rtl/>
        </w:rPr>
        <w:t>عليه‌السلام</w:t>
      </w:r>
      <w:r w:rsidR="00481D79">
        <w:rPr>
          <w:rtl/>
        </w:rPr>
        <w:t>. أخرجه عن بعض المصادر أعلاه: فضائل الخمسة: 3 / 155 وإحقاق الحق: 10 / 116 - 122 وج 19 / 54 - 56.</w:t>
      </w:r>
    </w:p>
    <w:p w:rsidR="00481D79" w:rsidRDefault="00481D79" w:rsidP="007823C4">
      <w:pPr>
        <w:pStyle w:val="libFootnote0"/>
        <w:rPr>
          <w:rtl/>
        </w:rPr>
      </w:pPr>
      <w:r>
        <w:rPr>
          <w:rtl/>
        </w:rPr>
        <w:t>1</w:t>
      </w:r>
      <w:r w:rsidR="007823C4">
        <w:rPr>
          <w:rFonts w:hint="cs"/>
          <w:rtl/>
        </w:rPr>
        <w:t>-</w:t>
      </w:r>
      <w:r>
        <w:rPr>
          <w:rtl/>
        </w:rPr>
        <w:t xml:space="preserve"> عنه البحار: 43 / 264 ح 13 وعن عيون الاخبار: 2 / 27 ح 8. وأخرجه المتقي الهندي في كنز العمال: 13 / 105 ح 594 وفي منتخبه المطبوع بهامش مسند أحمد: 5 / 107 من طريق العسكري في الامثال. وأخرجه من الطريق المذكور البدخشي في مفتاح النجا: 111. وأخرجه القندوزي في ينابيع المودة: 261 والهمداني في مودة القربى: 109 مرسلا عن علي </w:t>
      </w:r>
      <w:r w:rsidR="004226A8" w:rsidRPr="007823C4">
        <w:rPr>
          <w:rStyle w:val="libFootnoteAlaemChar"/>
          <w:rtl/>
        </w:rPr>
        <w:t>عليه‌السلام</w:t>
      </w:r>
      <w:r>
        <w:rPr>
          <w:rtl/>
        </w:rPr>
        <w:t>. والمناوي في كنوز الحقائق: 178 من طريق الديلمي. عنهم إحقاق الحق: 10 / 621 - 622. وروى نحوه الترمذي في صحيحه: 5 / 657 ح 3770، والبخاري مجلد 2: جزء 5 / 33، والجويني في فرائد السمطين: 2 / 109 ح 415 عن عبدالله بن عمر. وأخرج نحوه في إحقاق: 10 / 595 - 626 بطرق كثيرة فراجع.</w:t>
      </w:r>
    </w:p>
    <w:p w:rsidR="00481D79" w:rsidRDefault="00481D79" w:rsidP="007823C4">
      <w:pPr>
        <w:pStyle w:val="libFootnote0"/>
        <w:rPr>
          <w:rtl/>
        </w:rPr>
      </w:pPr>
      <w:r>
        <w:rPr>
          <w:rtl/>
        </w:rPr>
        <w:t>2</w:t>
      </w:r>
      <w:r w:rsidR="007823C4">
        <w:rPr>
          <w:rFonts w:hint="cs"/>
          <w:rtl/>
        </w:rPr>
        <w:t>-</w:t>
      </w:r>
      <w:r>
        <w:rPr>
          <w:rtl/>
        </w:rPr>
        <w:t xml:space="preserve"> و 3</w:t>
      </w:r>
      <w:r w:rsidR="007823C4">
        <w:rPr>
          <w:rFonts w:hint="cs"/>
          <w:rtl/>
        </w:rPr>
        <w:t>-</w:t>
      </w:r>
      <w:r>
        <w:rPr>
          <w:rtl/>
        </w:rPr>
        <w:t xml:space="preserve"> خ: أولادك.</w:t>
      </w:r>
    </w:p>
    <w:p w:rsidR="00481D79" w:rsidRDefault="00481D79" w:rsidP="007823C4">
      <w:pPr>
        <w:pStyle w:val="libFootnote0"/>
        <w:rPr>
          <w:rtl/>
        </w:rPr>
      </w:pPr>
      <w:r>
        <w:rPr>
          <w:rtl/>
        </w:rPr>
        <w:t>4</w:t>
      </w:r>
      <w:r w:rsidR="007823C4">
        <w:rPr>
          <w:rFonts w:hint="cs"/>
          <w:rtl/>
        </w:rPr>
        <w:t>-</w:t>
      </w:r>
      <w:r>
        <w:rPr>
          <w:rtl/>
        </w:rPr>
        <w:t xml:space="preserve"> في ط والبحار: بحجزتهم.</w:t>
      </w:r>
    </w:p>
    <w:p w:rsidR="00481D79" w:rsidRDefault="00481D79" w:rsidP="00481D79">
      <w:pPr>
        <w:pStyle w:val="libNormal"/>
        <w:rPr>
          <w:rtl/>
        </w:rPr>
      </w:pPr>
      <w:r>
        <w:rPr>
          <w:rtl/>
        </w:rPr>
        <w:br w:type="page"/>
      </w:r>
    </w:p>
    <w:p w:rsidR="004834A1" w:rsidRDefault="00481D79" w:rsidP="004834A1">
      <w:pPr>
        <w:pStyle w:val="libNormal"/>
        <w:rPr>
          <w:rFonts w:hint="cs"/>
          <w:rtl/>
        </w:rPr>
      </w:pPr>
      <w:r w:rsidRPr="00481D79">
        <w:rPr>
          <w:rtl/>
        </w:rPr>
        <w:lastRenderedPageBreak/>
        <w:t xml:space="preserve">أفترى </w:t>
      </w:r>
      <w:r w:rsidR="004834A1" w:rsidRPr="004834A1">
        <w:rPr>
          <w:rStyle w:val="libFootnotenumChar"/>
          <w:rFonts w:hint="cs"/>
          <w:rtl/>
        </w:rPr>
        <w:t>(1)</w:t>
      </w:r>
      <w:r w:rsidRPr="00481D79">
        <w:rPr>
          <w:rtl/>
        </w:rPr>
        <w:t xml:space="preserve"> أين يؤمر </w:t>
      </w:r>
      <w:r w:rsidR="004834A1" w:rsidRPr="004834A1">
        <w:rPr>
          <w:rStyle w:val="libFootnotenumChar"/>
          <w:rFonts w:hint="cs"/>
          <w:rtl/>
        </w:rPr>
        <w:t>(2)</w:t>
      </w:r>
      <w:r w:rsidRPr="00481D79">
        <w:rPr>
          <w:rtl/>
        </w:rPr>
        <w:t xml:space="preserve"> بنا؟ ". قال أبوالقاسم الطائي: سألت أبا العباس ثعلبا </w:t>
      </w:r>
      <w:r w:rsidR="004834A1" w:rsidRPr="004834A1">
        <w:rPr>
          <w:rStyle w:val="libFootnotenumChar"/>
          <w:rFonts w:hint="cs"/>
          <w:rtl/>
        </w:rPr>
        <w:t>(3)</w:t>
      </w:r>
      <w:r w:rsidRPr="00481D79">
        <w:rPr>
          <w:rtl/>
        </w:rPr>
        <w:t xml:space="preserve"> عن الحجزة فقال: السبب. وسألت نفطويه النحوي </w:t>
      </w:r>
      <w:r w:rsidR="004834A1" w:rsidRPr="004834A1">
        <w:rPr>
          <w:rStyle w:val="libFootnotenumChar"/>
          <w:rFonts w:hint="cs"/>
          <w:rtl/>
        </w:rPr>
        <w:t>(4)</w:t>
      </w:r>
      <w:r w:rsidRPr="00481D79">
        <w:rPr>
          <w:rtl/>
        </w:rPr>
        <w:t xml:space="preserve"> عن ذلك فقال: هي السبب. </w:t>
      </w:r>
      <w:r w:rsidR="004834A1" w:rsidRPr="004834A1">
        <w:rPr>
          <w:rStyle w:val="libFootnotenumChar"/>
          <w:rFonts w:hint="cs"/>
          <w:rtl/>
        </w:rPr>
        <w:t>(5)</w:t>
      </w:r>
    </w:p>
    <w:p w:rsidR="00481D79" w:rsidRPr="00481D79" w:rsidRDefault="00481D79" w:rsidP="004834A1">
      <w:pPr>
        <w:pStyle w:val="libNormal"/>
        <w:rPr>
          <w:rtl/>
        </w:rPr>
      </w:pPr>
      <w:r w:rsidRPr="00481D79">
        <w:rPr>
          <w:rtl/>
        </w:rPr>
        <w:t xml:space="preserve">(26) وبإسناده قال: قال رسول الله </w:t>
      </w:r>
      <w:r w:rsidR="004226A8" w:rsidRPr="004226A8">
        <w:rPr>
          <w:rStyle w:val="libAlaemChar"/>
          <w:rtl/>
        </w:rPr>
        <w:t>صلى‌الله‌عليه‌وآله</w:t>
      </w:r>
      <w:r w:rsidRPr="00481D79">
        <w:rPr>
          <w:rtl/>
        </w:rPr>
        <w:t>: " إنا أهل بيت لا تحل لنا الصدقة، وأمرنا</w:t>
      </w:r>
    </w:p>
    <w:p w:rsidR="00481D79" w:rsidRDefault="005B067E" w:rsidP="005B067E">
      <w:pPr>
        <w:pStyle w:val="libLine"/>
        <w:rPr>
          <w:rtl/>
        </w:rPr>
      </w:pPr>
      <w:r>
        <w:rPr>
          <w:rtl/>
        </w:rPr>
        <w:t>____________________</w:t>
      </w:r>
    </w:p>
    <w:p w:rsidR="00481D79" w:rsidRDefault="00481D79" w:rsidP="004834A1">
      <w:pPr>
        <w:pStyle w:val="libFootnote0"/>
        <w:rPr>
          <w:rtl/>
        </w:rPr>
      </w:pPr>
      <w:r>
        <w:rPr>
          <w:rtl/>
        </w:rPr>
        <w:t>1</w:t>
      </w:r>
      <w:r w:rsidR="004834A1">
        <w:rPr>
          <w:rFonts w:hint="cs"/>
          <w:rtl/>
        </w:rPr>
        <w:t>-</w:t>
      </w:r>
      <w:r>
        <w:rPr>
          <w:rtl/>
        </w:rPr>
        <w:t xml:space="preserve"> في بعض النسخ: فترى.</w:t>
      </w:r>
    </w:p>
    <w:p w:rsidR="00481D79" w:rsidRDefault="00481D79" w:rsidP="004834A1">
      <w:pPr>
        <w:pStyle w:val="libFootnote0"/>
        <w:rPr>
          <w:rtl/>
        </w:rPr>
      </w:pPr>
      <w:r>
        <w:rPr>
          <w:rtl/>
        </w:rPr>
        <w:t>2</w:t>
      </w:r>
      <w:r w:rsidR="004834A1">
        <w:rPr>
          <w:rFonts w:hint="cs"/>
          <w:rtl/>
        </w:rPr>
        <w:t>-</w:t>
      </w:r>
      <w:r>
        <w:rPr>
          <w:rtl/>
        </w:rPr>
        <w:t xml:space="preserve"> ن: يؤم.</w:t>
      </w:r>
    </w:p>
    <w:p w:rsidR="00481D79" w:rsidRDefault="00481D79" w:rsidP="004834A1">
      <w:pPr>
        <w:pStyle w:val="libFootnote0"/>
        <w:rPr>
          <w:rtl/>
        </w:rPr>
      </w:pPr>
      <w:r>
        <w:rPr>
          <w:rtl/>
        </w:rPr>
        <w:t>3</w:t>
      </w:r>
      <w:r w:rsidR="004834A1">
        <w:rPr>
          <w:rFonts w:hint="cs"/>
          <w:rtl/>
        </w:rPr>
        <w:t>-</w:t>
      </w:r>
      <w:r>
        <w:rPr>
          <w:rtl/>
        </w:rPr>
        <w:t xml:space="preserve"> العلامة المحدث إمام النحو واللغة أبوالعباس أحمد بن يحيى الشيباني مولاهم البغدادي قال عنه الخطيب البغدادي: كان ثقة حجة، دينا صالحا، مشهورا بالحفظ وصدق اللهجة، والمعرفة بالغريب.</w:t>
      </w:r>
    </w:p>
    <w:p w:rsidR="00481D79" w:rsidRDefault="00481D79" w:rsidP="00D11BDC">
      <w:pPr>
        <w:pStyle w:val="libFootnote0"/>
        <w:rPr>
          <w:rtl/>
        </w:rPr>
      </w:pPr>
      <w:r>
        <w:rPr>
          <w:rtl/>
        </w:rPr>
        <w:t>وقال المبرد: أعلم الكوفيين ثعلب. ولد سنة 200 وتوفى في جمادي الاولى سنة 291 ه‍. ترجم له في سير أعلام النبلاء: 14 / 5، تاريخ بغداد: 5 / 204، مروج الذهب: 2 / 496، فهرست ابن النديم: 110 ووفيات الاعيان: 1 / 102 غيرها.</w:t>
      </w:r>
    </w:p>
    <w:p w:rsidR="00481D79" w:rsidRDefault="00481D79" w:rsidP="004834A1">
      <w:pPr>
        <w:pStyle w:val="libFootnote0"/>
        <w:rPr>
          <w:rtl/>
        </w:rPr>
      </w:pPr>
      <w:r>
        <w:rPr>
          <w:rtl/>
        </w:rPr>
        <w:t>4</w:t>
      </w:r>
      <w:r w:rsidR="004834A1">
        <w:rPr>
          <w:rFonts w:hint="cs"/>
          <w:rtl/>
        </w:rPr>
        <w:t>-</w:t>
      </w:r>
      <w:r>
        <w:rPr>
          <w:rtl/>
        </w:rPr>
        <w:t xml:space="preserve"> العلامة الحافظ النحوي أبوعبدالله إبراهيم بن محمد بن عرفة بن سليمان العتكي الازدي الواسطي المشهور ب‍ " نفطويه ". قال أبومنصور الثعالبي في كتابه لطائف المعارف: 48 " إنه لقب نفطويه لدمامته وأدمته تشبيها له بالنفط ". وكان عالما بارعا وله تصانيف حسان في الآداب، أخذ العربية عن محمد بن الجهم وثعلب والمبرد. ولد سنة 244 ومات في صفر سنة 323. ترجم له في سير أعلام النبلاء: 15 / 75 تاريخ بغداد: 6 / 159، وفيات الاعيان: 1 / 47، طبقات النحويين واللغويين: 172 وفهرست ابن النديم: 121 وغيرها.</w:t>
      </w:r>
    </w:p>
    <w:p w:rsidR="00481D79" w:rsidRDefault="00481D79" w:rsidP="004834A1">
      <w:pPr>
        <w:pStyle w:val="libFootnote0"/>
        <w:rPr>
          <w:rtl/>
        </w:rPr>
      </w:pPr>
      <w:r>
        <w:rPr>
          <w:rtl/>
        </w:rPr>
        <w:t>5</w:t>
      </w:r>
      <w:r w:rsidR="004834A1">
        <w:rPr>
          <w:rFonts w:hint="cs"/>
          <w:rtl/>
        </w:rPr>
        <w:t>-</w:t>
      </w:r>
      <w:r>
        <w:rPr>
          <w:rtl/>
        </w:rPr>
        <w:t xml:space="preserve"> عنه البحار: 68 / 104 ح 17. وروى الصدوق نحوه في التوحيد: 165 ح 2، ومعاني الاخبار: 16 ح 9 وعيون الاخبار: 1 / 126 ح 20 بإسناده إلى الرضا </w:t>
      </w:r>
      <w:r w:rsidR="004226A8" w:rsidRPr="004834A1">
        <w:rPr>
          <w:rStyle w:val="libFootnoteAlaemChar"/>
          <w:rtl/>
        </w:rPr>
        <w:t>عليه‌السلام</w:t>
      </w:r>
      <w:r>
        <w:rPr>
          <w:rtl/>
        </w:rPr>
        <w:t xml:space="preserve"> عنه البحار: 4 / 24 ح 2، وزاد في آخره: (الحجزة: النور، وقال في حديث آخر: معنى الحجزة: الدين). ورواه المجلسي " </w:t>
      </w:r>
      <w:r w:rsidR="004226A8" w:rsidRPr="004834A1">
        <w:rPr>
          <w:rStyle w:val="libFootnoteAlaemChar"/>
          <w:rtl/>
        </w:rPr>
        <w:t>رحمه‌الله</w:t>
      </w:r>
      <w:r>
        <w:rPr>
          <w:rtl/>
        </w:rPr>
        <w:t xml:space="preserve"> " في البحار: 10 / 368 ح 17 بالاسناد رقم " 41 ". ورواه الخوارزمي في مناقبه: 210، وفي المقتل: 1 / 106 بالاسناد رقم " 29 ". عنه مصباح الانوار: 124 (مخطوط). وأخرجه الزمخشري في ربيع الابرار: 1 / 808 وأساس البلاغة: 155، عن علي </w:t>
      </w:r>
      <w:r w:rsidR="004226A8" w:rsidRPr="004834A1">
        <w:rPr>
          <w:rStyle w:val="libFootnoteAlaemChar"/>
          <w:rtl/>
        </w:rPr>
        <w:t>عليه‌السلام</w:t>
      </w:r>
      <w:r>
        <w:rPr>
          <w:rtl/>
        </w:rPr>
        <w:t xml:space="preserve"> عن الرسول </w:t>
      </w:r>
      <w:r w:rsidR="004226A8" w:rsidRPr="004834A1">
        <w:rPr>
          <w:rStyle w:val="libFootnoteAlaemChar"/>
          <w:rtl/>
        </w:rPr>
        <w:t>صلى‌الله‌عليه‌وآله</w:t>
      </w:r>
      <w:r>
        <w:rPr>
          <w:rtl/>
        </w:rPr>
        <w:t xml:space="preserve"> وقال: (وهذا كلام آخذ بعضه بحجزة بعض: أي متناظم متسق).</w:t>
      </w:r>
    </w:p>
    <w:p w:rsidR="00481D79" w:rsidRDefault="00481D79" w:rsidP="00D11BDC">
      <w:pPr>
        <w:pStyle w:val="libFootnote0"/>
        <w:rPr>
          <w:rtl/>
        </w:rPr>
      </w:pPr>
      <w:r>
        <w:rPr>
          <w:rtl/>
        </w:rPr>
        <w:t>(6) ج: يحل.</w:t>
      </w:r>
    </w:p>
    <w:p w:rsidR="00481D79" w:rsidRDefault="00481D79" w:rsidP="00481D79">
      <w:pPr>
        <w:pStyle w:val="libNormal"/>
        <w:rPr>
          <w:rtl/>
        </w:rPr>
      </w:pPr>
      <w:r>
        <w:rPr>
          <w:rtl/>
        </w:rPr>
        <w:br w:type="page"/>
      </w:r>
    </w:p>
    <w:p w:rsidR="00481D79" w:rsidRPr="00481D79" w:rsidRDefault="00481D79" w:rsidP="002643AD">
      <w:pPr>
        <w:pStyle w:val="libNormal0"/>
        <w:rPr>
          <w:rtl/>
        </w:rPr>
      </w:pPr>
      <w:r w:rsidRPr="00481D79">
        <w:rPr>
          <w:rtl/>
        </w:rPr>
        <w:lastRenderedPageBreak/>
        <w:t xml:space="preserve">باسباغ الوضوء </w:t>
      </w:r>
      <w:r w:rsidR="002643AD" w:rsidRPr="002643AD">
        <w:rPr>
          <w:rStyle w:val="libFootnotenumChar"/>
          <w:rFonts w:hint="cs"/>
          <w:rtl/>
        </w:rPr>
        <w:t>(1)</w:t>
      </w:r>
      <w:r w:rsidRPr="00481D79">
        <w:rPr>
          <w:rtl/>
        </w:rPr>
        <w:t xml:space="preserve">، وألاننزي </w:t>
      </w:r>
      <w:r w:rsidR="002643AD" w:rsidRPr="002643AD">
        <w:rPr>
          <w:rStyle w:val="libFootnotenumChar"/>
          <w:rFonts w:hint="cs"/>
          <w:rtl/>
        </w:rPr>
        <w:t>(2)</w:t>
      </w:r>
      <w:r w:rsidRPr="00481D79">
        <w:rPr>
          <w:rtl/>
        </w:rPr>
        <w:t xml:space="preserve"> حمارا </w:t>
      </w:r>
      <w:r w:rsidR="002643AD" w:rsidRPr="002643AD">
        <w:rPr>
          <w:rStyle w:val="libFootnotenumChar"/>
          <w:rFonts w:hint="cs"/>
          <w:rtl/>
        </w:rPr>
        <w:t>(3)</w:t>
      </w:r>
      <w:r w:rsidRPr="00481D79">
        <w:rPr>
          <w:rtl/>
        </w:rPr>
        <w:t xml:space="preserve"> على عتيقة </w:t>
      </w:r>
      <w:r w:rsidR="002643AD" w:rsidRPr="002643AD">
        <w:rPr>
          <w:rStyle w:val="libFootnotenumChar"/>
          <w:rFonts w:hint="cs"/>
          <w:rtl/>
        </w:rPr>
        <w:t>(4)</w:t>
      </w:r>
      <w:r w:rsidRPr="00481D79">
        <w:rPr>
          <w:rtl/>
        </w:rPr>
        <w:t xml:space="preserve"> [ ولا نمسح على خف ] </w:t>
      </w:r>
      <w:r w:rsidR="002643AD" w:rsidRPr="002643AD">
        <w:rPr>
          <w:rStyle w:val="libFootnotenumChar"/>
          <w:rFonts w:hint="cs"/>
          <w:rtl/>
        </w:rPr>
        <w:t>(5)</w:t>
      </w:r>
      <w:r w:rsidRPr="00481D79">
        <w:rPr>
          <w:rtl/>
        </w:rPr>
        <w:t xml:space="preserve">. </w:t>
      </w:r>
      <w:r w:rsidR="002643AD" w:rsidRPr="002643AD">
        <w:rPr>
          <w:rStyle w:val="libFootnotenumChar"/>
          <w:rFonts w:hint="cs"/>
          <w:rtl/>
        </w:rPr>
        <w:t>(6)</w:t>
      </w:r>
    </w:p>
    <w:p w:rsidR="00481D79" w:rsidRPr="00481D79" w:rsidRDefault="00481D79" w:rsidP="002643AD">
      <w:pPr>
        <w:pStyle w:val="libNormal"/>
        <w:rPr>
          <w:rtl/>
        </w:rPr>
      </w:pPr>
      <w:r w:rsidRPr="00481D79">
        <w:rPr>
          <w:rtl/>
        </w:rPr>
        <w:t xml:space="preserve">(27) وبإسناده قال: قال رسول الله </w:t>
      </w:r>
      <w:r w:rsidR="004226A8" w:rsidRPr="004226A8">
        <w:rPr>
          <w:rStyle w:val="libAlaemChar"/>
          <w:rtl/>
        </w:rPr>
        <w:t>صلى‌الله‌عليه‌وآله</w:t>
      </w:r>
      <w:r w:rsidRPr="00481D79">
        <w:rPr>
          <w:rtl/>
        </w:rPr>
        <w:t xml:space="preserve">: " مثل المؤمن عند الله كمثل ملك مقرب وإن </w:t>
      </w:r>
      <w:r w:rsidR="002643AD" w:rsidRPr="002643AD">
        <w:rPr>
          <w:rStyle w:val="libFootnotenumChar"/>
          <w:rFonts w:hint="cs"/>
          <w:rtl/>
        </w:rPr>
        <w:t>(7)</w:t>
      </w:r>
      <w:r w:rsidRPr="00481D79">
        <w:rPr>
          <w:rtl/>
        </w:rPr>
        <w:t xml:space="preserve"> المؤمن عند الله عزوجل أعظم </w:t>
      </w:r>
      <w:r w:rsidR="002643AD" w:rsidRPr="002643AD">
        <w:rPr>
          <w:rStyle w:val="libFootnotenumChar"/>
          <w:rFonts w:hint="cs"/>
          <w:rtl/>
        </w:rPr>
        <w:t>(8)</w:t>
      </w:r>
      <w:r w:rsidRPr="00481D79">
        <w:rPr>
          <w:rtl/>
        </w:rPr>
        <w:t xml:space="preserve"> من ملك </w:t>
      </w:r>
      <w:r w:rsidR="002643AD" w:rsidRPr="002643AD">
        <w:rPr>
          <w:rStyle w:val="libFootnotenumChar"/>
          <w:rFonts w:hint="cs"/>
          <w:rtl/>
        </w:rPr>
        <w:t>(9)</w:t>
      </w:r>
      <w:r w:rsidRPr="00481D79">
        <w:rPr>
          <w:rtl/>
        </w:rPr>
        <w:t xml:space="preserve"> [ مقرب ] </w:t>
      </w:r>
      <w:r w:rsidR="002643AD" w:rsidRPr="002643AD">
        <w:rPr>
          <w:rStyle w:val="libFootnotenumChar"/>
          <w:rFonts w:hint="cs"/>
          <w:rtl/>
        </w:rPr>
        <w:t>(10)</w:t>
      </w:r>
      <w:r w:rsidRPr="00481D79">
        <w:rPr>
          <w:rtl/>
        </w:rPr>
        <w:t xml:space="preserve"> (وليس شئ) </w:t>
      </w:r>
      <w:r w:rsidR="002643AD" w:rsidRPr="002643AD">
        <w:rPr>
          <w:rStyle w:val="libFootnotenumChar"/>
          <w:rFonts w:hint="cs"/>
          <w:rtl/>
        </w:rPr>
        <w:t>(11)</w:t>
      </w:r>
      <w:r w:rsidRPr="00481D79">
        <w:rPr>
          <w:rtl/>
        </w:rPr>
        <w:t xml:space="preserve"> أحب إلى الله تعالى من مؤمن تائب، أو مؤمنة تائبة " </w:t>
      </w:r>
      <w:r w:rsidR="002643AD" w:rsidRPr="002643AD">
        <w:rPr>
          <w:rStyle w:val="libFootnotenumChar"/>
          <w:rFonts w:hint="cs"/>
          <w:rtl/>
        </w:rPr>
        <w:t>(12)</w:t>
      </w:r>
      <w:r w:rsidRPr="00481D79">
        <w:rPr>
          <w:rtl/>
        </w:rPr>
        <w:t>.</w:t>
      </w:r>
    </w:p>
    <w:p w:rsidR="00481D79" w:rsidRPr="00481D79" w:rsidRDefault="00481D79" w:rsidP="002643AD">
      <w:pPr>
        <w:pStyle w:val="libNormal"/>
        <w:rPr>
          <w:rtl/>
        </w:rPr>
      </w:pPr>
      <w:r w:rsidRPr="00481D79">
        <w:rPr>
          <w:rtl/>
        </w:rPr>
        <w:t xml:space="preserve">(28) وبإسناده قال: قال رسول الله </w:t>
      </w:r>
      <w:r w:rsidR="004226A8" w:rsidRPr="004226A8">
        <w:rPr>
          <w:rStyle w:val="libAlaemChar"/>
          <w:rtl/>
        </w:rPr>
        <w:t>صلى‌الله‌عليه‌وآله</w:t>
      </w:r>
      <w:r w:rsidRPr="00481D79">
        <w:rPr>
          <w:rtl/>
        </w:rPr>
        <w:t xml:space="preserve">: " من مر </w:t>
      </w:r>
      <w:r w:rsidR="002643AD" w:rsidRPr="002643AD">
        <w:rPr>
          <w:rStyle w:val="libFootnotenumChar"/>
          <w:rFonts w:hint="cs"/>
          <w:rtl/>
        </w:rPr>
        <w:t>(13)</w:t>
      </w:r>
      <w:r w:rsidRPr="00481D79">
        <w:rPr>
          <w:rtl/>
        </w:rPr>
        <w:t xml:space="preserve"> على المقابر وقرأ (قل هو الله أحد) إحدى عشرة مرة </w:t>
      </w:r>
      <w:r w:rsidR="002643AD" w:rsidRPr="002643AD">
        <w:rPr>
          <w:rStyle w:val="libFootnotenumChar"/>
          <w:rFonts w:hint="cs"/>
          <w:rtl/>
        </w:rPr>
        <w:t>(14)</w:t>
      </w:r>
      <w:r w:rsidRPr="00481D79">
        <w:rPr>
          <w:rtl/>
        </w:rPr>
        <w:t xml:space="preserve"> ثم وهب أجره للاموات أعطي من الاجر بعدد الاموات " </w:t>
      </w:r>
      <w:r w:rsidR="002643AD" w:rsidRPr="002643AD">
        <w:rPr>
          <w:rStyle w:val="libFootnotenumChar"/>
          <w:rFonts w:hint="cs"/>
          <w:rtl/>
        </w:rPr>
        <w:t>(15)</w:t>
      </w:r>
      <w:r w:rsidRPr="00481D79">
        <w:rPr>
          <w:rtl/>
        </w:rPr>
        <w:t>.</w:t>
      </w:r>
    </w:p>
    <w:p w:rsidR="00481D79" w:rsidRDefault="005B067E" w:rsidP="005B067E">
      <w:pPr>
        <w:pStyle w:val="libLine"/>
        <w:rPr>
          <w:rtl/>
        </w:rPr>
      </w:pPr>
      <w:r>
        <w:rPr>
          <w:rtl/>
        </w:rPr>
        <w:t>____________________</w:t>
      </w:r>
    </w:p>
    <w:p w:rsidR="00481D79" w:rsidRDefault="00481D79" w:rsidP="002643AD">
      <w:pPr>
        <w:pStyle w:val="libFootnote0"/>
        <w:rPr>
          <w:rtl/>
        </w:rPr>
      </w:pPr>
      <w:r>
        <w:rPr>
          <w:rtl/>
        </w:rPr>
        <w:t>1</w:t>
      </w:r>
      <w:r w:rsidR="002643AD">
        <w:rPr>
          <w:rFonts w:hint="cs"/>
          <w:rtl/>
        </w:rPr>
        <w:t>-</w:t>
      </w:r>
      <w:r>
        <w:rPr>
          <w:rtl/>
        </w:rPr>
        <w:t xml:space="preserve"> في خ والعيون: الطهور.</w:t>
      </w:r>
    </w:p>
    <w:p w:rsidR="00481D79" w:rsidRDefault="00481D79" w:rsidP="002643AD">
      <w:pPr>
        <w:pStyle w:val="libFootnote0"/>
        <w:rPr>
          <w:rtl/>
        </w:rPr>
      </w:pPr>
      <w:r>
        <w:rPr>
          <w:rtl/>
        </w:rPr>
        <w:t>2</w:t>
      </w:r>
      <w:r w:rsidR="002643AD">
        <w:rPr>
          <w:rFonts w:hint="cs"/>
          <w:rtl/>
        </w:rPr>
        <w:t>-</w:t>
      </w:r>
      <w:r>
        <w:rPr>
          <w:rtl/>
        </w:rPr>
        <w:t xml:space="preserve"> قال ابن الاثير في النهاية: 5 / 44 مادة (نزا): وفي حديث علي (أمرنا ألا ننزي الحمر على الخيل) أي نحملها عليها للنسل. يقال نزوت على الشئ أنزو نزوا إذا وثبت عليه.</w:t>
      </w:r>
    </w:p>
    <w:p w:rsidR="00481D79" w:rsidRDefault="00481D79" w:rsidP="002643AD">
      <w:pPr>
        <w:pStyle w:val="libFootnote0"/>
        <w:rPr>
          <w:rtl/>
        </w:rPr>
      </w:pPr>
      <w:r>
        <w:rPr>
          <w:rtl/>
        </w:rPr>
        <w:t>3</w:t>
      </w:r>
      <w:r w:rsidR="002643AD">
        <w:rPr>
          <w:rFonts w:hint="cs"/>
          <w:rtl/>
        </w:rPr>
        <w:t>-</w:t>
      </w:r>
      <w:r>
        <w:rPr>
          <w:rtl/>
        </w:rPr>
        <w:t xml:space="preserve"> خ: خيارا.</w:t>
      </w:r>
    </w:p>
    <w:p w:rsidR="00481D79" w:rsidRDefault="00481D79" w:rsidP="002643AD">
      <w:pPr>
        <w:pStyle w:val="libFootnote0"/>
        <w:rPr>
          <w:rtl/>
        </w:rPr>
      </w:pPr>
      <w:r>
        <w:rPr>
          <w:rtl/>
        </w:rPr>
        <w:t>4</w:t>
      </w:r>
      <w:r w:rsidR="002643AD">
        <w:rPr>
          <w:rFonts w:hint="cs"/>
          <w:rtl/>
        </w:rPr>
        <w:t>-</w:t>
      </w:r>
      <w:r>
        <w:rPr>
          <w:rtl/>
        </w:rPr>
        <w:t xml:space="preserve"> قال ابن الاثير في النهاية: 3 / 178 مادة (عتق): العاتق، الشابة أول ما تدرك، وقيل هي التي لم تبن من والديها ولم تزوج وقد أدركت وشبت.</w:t>
      </w:r>
    </w:p>
    <w:p w:rsidR="00481D79" w:rsidRDefault="00481D79" w:rsidP="002643AD">
      <w:pPr>
        <w:pStyle w:val="libFootnote0"/>
        <w:rPr>
          <w:rtl/>
        </w:rPr>
      </w:pPr>
      <w:r>
        <w:rPr>
          <w:rtl/>
        </w:rPr>
        <w:t>5</w:t>
      </w:r>
      <w:r w:rsidR="002643AD">
        <w:rPr>
          <w:rFonts w:hint="cs"/>
          <w:rtl/>
        </w:rPr>
        <w:t>-</w:t>
      </w:r>
      <w:r>
        <w:rPr>
          <w:rtl/>
        </w:rPr>
        <w:t xml:space="preserve"> من ط.</w:t>
      </w:r>
    </w:p>
    <w:p w:rsidR="00481D79" w:rsidRDefault="00481D79" w:rsidP="002643AD">
      <w:pPr>
        <w:pStyle w:val="libFootnote0"/>
        <w:rPr>
          <w:rtl/>
        </w:rPr>
      </w:pPr>
      <w:r>
        <w:rPr>
          <w:rtl/>
        </w:rPr>
        <w:t>6</w:t>
      </w:r>
      <w:r w:rsidR="002643AD">
        <w:rPr>
          <w:rFonts w:hint="cs"/>
          <w:rtl/>
        </w:rPr>
        <w:t>-</w:t>
      </w:r>
      <w:r>
        <w:rPr>
          <w:rtl/>
        </w:rPr>
        <w:t xml:space="preserve"> عنه البحار: 16 / 365 ح 71، وج 27 / 50 ح 1، وج 80 / 270 ح 24، ومستدرك الوسائل: 2 / 452 ح 1، وفي البحار: 96 / 74 ح 8 عنه وعن العيون: 2 / 29 ح 32 قطعة منه. وأخرجه في الوسائل: 1 / 343 ح 4، والبحار: 80 / 303 ح 6 عن العيون. (في كنز العمال: أخرجه الديلمي وأسنده إلى علي بن موسى الرضا </w:t>
      </w:r>
      <w:r w:rsidR="004226A8" w:rsidRPr="002643AD">
        <w:rPr>
          <w:rStyle w:val="libFootnoteAlaemChar"/>
          <w:rtl/>
        </w:rPr>
        <w:t>عليه‌السلام</w:t>
      </w:r>
      <w:r>
        <w:rPr>
          <w:rtl/>
        </w:rPr>
        <w:t>، وكذا في جواهر العقدين).</w:t>
      </w:r>
    </w:p>
    <w:p w:rsidR="002643AD" w:rsidRDefault="00481D79" w:rsidP="002643AD">
      <w:pPr>
        <w:pStyle w:val="libFootnote0"/>
        <w:rPr>
          <w:rFonts w:hint="cs"/>
          <w:rtl/>
        </w:rPr>
      </w:pPr>
      <w:r>
        <w:rPr>
          <w:rtl/>
        </w:rPr>
        <w:t>7</w:t>
      </w:r>
      <w:r w:rsidR="002643AD">
        <w:rPr>
          <w:rFonts w:hint="cs"/>
          <w:rtl/>
        </w:rPr>
        <w:t>-</w:t>
      </w:r>
      <w:r>
        <w:rPr>
          <w:rtl/>
        </w:rPr>
        <w:t xml:space="preserve"> ج: وإذا.</w:t>
      </w:r>
    </w:p>
    <w:p w:rsidR="00481D79" w:rsidRDefault="00481D79" w:rsidP="002643AD">
      <w:pPr>
        <w:pStyle w:val="libFootnote0"/>
        <w:rPr>
          <w:rtl/>
        </w:rPr>
      </w:pPr>
      <w:r>
        <w:rPr>
          <w:rtl/>
        </w:rPr>
        <w:t>8</w:t>
      </w:r>
      <w:r w:rsidR="002643AD">
        <w:rPr>
          <w:rFonts w:hint="cs"/>
          <w:rtl/>
        </w:rPr>
        <w:t>-</w:t>
      </w:r>
      <w:r>
        <w:rPr>
          <w:rtl/>
        </w:rPr>
        <w:t xml:space="preserve"> ن: أفضل.</w:t>
      </w:r>
    </w:p>
    <w:p w:rsidR="002643AD" w:rsidRDefault="00481D79" w:rsidP="002643AD">
      <w:pPr>
        <w:pStyle w:val="libFootnote0"/>
        <w:rPr>
          <w:rFonts w:hint="cs"/>
          <w:rtl/>
        </w:rPr>
      </w:pPr>
      <w:r>
        <w:rPr>
          <w:rtl/>
        </w:rPr>
        <w:t>9</w:t>
      </w:r>
      <w:r w:rsidR="002643AD">
        <w:rPr>
          <w:rFonts w:hint="cs"/>
          <w:rtl/>
        </w:rPr>
        <w:t>-</w:t>
      </w:r>
      <w:r>
        <w:rPr>
          <w:rtl/>
        </w:rPr>
        <w:t xml:space="preserve"> في البحار: الملك.</w:t>
      </w:r>
    </w:p>
    <w:p w:rsidR="00481D79" w:rsidRDefault="00481D79" w:rsidP="002643AD">
      <w:pPr>
        <w:pStyle w:val="libFootnote0"/>
        <w:rPr>
          <w:rtl/>
        </w:rPr>
      </w:pPr>
      <w:r>
        <w:rPr>
          <w:rtl/>
        </w:rPr>
        <w:t>10</w:t>
      </w:r>
      <w:r w:rsidR="002643AD">
        <w:rPr>
          <w:rFonts w:hint="cs"/>
          <w:rtl/>
        </w:rPr>
        <w:t>-</w:t>
      </w:r>
      <w:r>
        <w:rPr>
          <w:rtl/>
        </w:rPr>
        <w:t xml:space="preserve"> من ط ون.</w:t>
      </w:r>
    </w:p>
    <w:p w:rsidR="00481D79" w:rsidRDefault="00481D79" w:rsidP="002643AD">
      <w:pPr>
        <w:pStyle w:val="libFootnote0"/>
        <w:rPr>
          <w:rtl/>
        </w:rPr>
      </w:pPr>
      <w:r>
        <w:rPr>
          <w:rtl/>
        </w:rPr>
        <w:t>11</w:t>
      </w:r>
      <w:r w:rsidR="002643AD">
        <w:rPr>
          <w:rFonts w:hint="cs"/>
          <w:rtl/>
        </w:rPr>
        <w:t>-</w:t>
      </w:r>
      <w:r>
        <w:rPr>
          <w:rtl/>
        </w:rPr>
        <w:t xml:space="preserve"> ن: وليس أعظم من ملك مقرب شئ.</w:t>
      </w:r>
    </w:p>
    <w:p w:rsidR="00481D79" w:rsidRDefault="00481D79" w:rsidP="002643AD">
      <w:pPr>
        <w:pStyle w:val="libFootnote0"/>
        <w:rPr>
          <w:rtl/>
        </w:rPr>
      </w:pPr>
      <w:r>
        <w:rPr>
          <w:rtl/>
        </w:rPr>
        <w:t>12</w:t>
      </w:r>
      <w:r w:rsidR="002643AD">
        <w:rPr>
          <w:rFonts w:hint="cs"/>
          <w:rtl/>
        </w:rPr>
        <w:t>-</w:t>
      </w:r>
      <w:r>
        <w:rPr>
          <w:rtl/>
        </w:rPr>
        <w:t xml:space="preserve"> عنه البحار: 60 / 299 ح 6، ومستدرك الوسائل: 2 / 347 باب 86 ح 1. وأخرجه في الوسائل: 11 / 359 ح 13، والبحار: 6 / 21 ح 15 عن عيون الاخبار: 2 / 28 ح 33. والبحار: 67 / 72 ح 41 عن مشكاة الانوار: 78 نحوه عن الرسول </w:t>
      </w:r>
      <w:r w:rsidR="004226A8" w:rsidRPr="002643AD">
        <w:rPr>
          <w:rStyle w:val="libFootnoteAlaemChar"/>
          <w:rtl/>
        </w:rPr>
        <w:t>صلى‌الله‌عليه‌وآله</w:t>
      </w:r>
      <w:r>
        <w:rPr>
          <w:rtl/>
        </w:rPr>
        <w:t xml:space="preserve">. وأورده مرسلا في جامع الاخبار: 219 نحوه. ورواه المجلسي " </w:t>
      </w:r>
      <w:r w:rsidR="004226A8" w:rsidRPr="002643AD">
        <w:rPr>
          <w:rStyle w:val="libFootnoteAlaemChar"/>
          <w:rtl/>
        </w:rPr>
        <w:t>رحمه‌الله</w:t>
      </w:r>
      <w:r>
        <w:rPr>
          <w:rtl/>
        </w:rPr>
        <w:t xml:space="preserve"> " في البحار: 10 / 367 ح 6 بالاسناد رقم " 41 ". (أخرجه ابن النجار عن أنس مرفوعا، والطبراني وغيره).</w:t>
      </w:r>
    </w:p>
    <w:p w:rsidR="002643AD" w:rsidRDefault="00481D79" w:rsidP="002643AD">
      <w:pPr>
        <w:pStyle w:val="libFootnote0"/>
        <w:rPr>
          <w:rFonts w:hint="cs"/>
          <w:rtl/>
        </w:rPr>
      </w:pPr>
      <w:r>
        <w:rPr>
          <w:rtl/>
        </w:rPr>
        <w:t>13</w:t>
      </w:r>
      <w:r w:rsidR="002643AD">
        <w:rPr>
          <w:rFonts w:hint="cs"/>
          <w:rtl/>
        </w:rPr>
        <w:t>-</w:t>
      </w:r>
      <w:r>
        <w:rPr>
          <w:rtl/>
        </w:rPr>
        <w:t xml:space="preserve"> خ: مضى.</w:t>
      </w:r>
    </w:p>
    <w:p w:rsidR="00481D79" w:rsidRDefault="00481D79" w:rsidP="002643AD">
      <w:pPr>
        <w:pStyle w:val="libFootnote0"/>
        <w:rPr>
          <w:rtl/>
        </w:rPr>
      </w:pPr>
      <w:r>
        <w:rPr>
          <w:rtl/>
        </w:rPr>
        <w:t>14</w:t>
      </w:r>
      <w:r w:rsidR="002643AD">
        <w:rPr>
          <w:rFonts w:hint="cs"/>
          <w:rtl/>
        </w:rPr>
        <w:t>-</w:t>
      </w:r>
      <w:r>
        <w:rPr>
          <w:rtl/>
        </w:rPr>
        <w:t xml:space="preserve"> خ: عشر مرات.</w:t>
      </w:r>
    </w:p>
    <w:p w:rsidR="00481D79" w:rsidRDefault="00481D79" w:rsidP="002643AD">
      <w:pPr>
        <w:pStyle w:val="libFootnote0"/>
        <w:rPr>
          <w:rtl/>
        </w:rPr>
      </w:pPr>
      <w:r>
        <w:rPr>
          <w:rtl/>
        </w:rPr>
        <w:t>15</w:t>
      </w:r>
      <w:r w:rsidR="002643AD">
        <w:rPr>
          <w:rFonts w:hint="cs"/>
          <w:rtl/>
        </w:rPr>
        <w:t>-</w:t>
      </w:r>
      <w:r>
        <w:rPr>
          <w:rtl/>
        </w:rPr>
        <w:t xml:space="preserve"> اخرجه المجلسي في البحار: 10 / 368 ح 8 بالسند رقم " 41 ".</w:t>
      </w:r>
    </w:p>
    <w:p w:rsidR="00481D79" w:rsidRDefault="00481D79" w:rsidP="00D11BDC">
      <w:pPr>
        <w:pStyle w:val="libFootnote0"/>
        <w:rPr>
          <w:rtl/>
        </w:rPr>
      </w:pPr>
      <w:r>
        <w:rPr>
          <w:rtl/>
        </w:rPr>
        <w:t>وأخرجه الكفعمي في المصباح: 10 والبلد الامين: 5. وفي جامع الاخبار: 196.</w:t>
      </w:r>
    </w:p>
    <w:p w:rsidR="00481D79" w:rsidRDefault="00481D79" w:rsidP="00D11BDC">
      <w:pPr>
        <w:pStyle w:val="libFootnote0"/>
        <w:rPr>
          <w:rtl/>
        </w:rPr>
      </w:pPr>
      <w:r>
        <w:rPr>
          <w:rtl/>
        </w:rPr>
        <w:t>أخرجه الرافعي في التدوين: 2 / 297 في ترجمة إسماعيل بن عبدالوهاب أبوسهل، بسنده إلى داود بن سليمان الغازي القزويني مع تقديم وتأخير في بعض الالفاظ.</w:t>
      </w:r>
    </w:p>
    <w:p w:rsidR="00481D79" w:rsidRDefault="00481D79" w:rsidP="00481D79">
      <w:pPr>
        <w:pStyle w:val="libNormal"/>
        <w:rPr>
          <w:rtl/>
        </w:rPr>
      </w:pPr>
      <w:r>
        <w:rPr>
          <w:rtl/>
        </w:rPr>
        <w:br w:type="page"/>
      </w:r>
    </w:p>
    <w:p w:rsidR="00481D79" w:rsidRPr="00481D79" w:rsidRDefault="00481D79" w:rsidP="00B673BB">
      <w:pPr>
        <w:pStyle w:val="libNormal"/>
        <w:rPr>
          <w:rtl/>
        </w:rPr>
      </w:pPr>
      <w:r w:rsidRPr="00481D79">
        <w:rPr>
          <w:rtl/>
        </w:rPr>
        <w:lastRenderedPageBreak/>
        <w:t xml:space="preserve">(29) وبإسناده قال: قال رسول الله </w:t>
      </w:r>
      <w:r w:rsidR="004226A8" w:rsidRPr="004226A8">
        <w:rPr>
          <w:rStyle w:val="libAlaemChar"/>
          <w:rtl/>
        </w:rPr>
        <w:t>صلى‌الله‌عليه‌وآله</w:t>
      </w:r>
      <w:r w:rsidRPr="00481D79">
        <w:rPr>
          <w:rtl/>
        </w:rPr>
        <w:t xml:space="preserve">: " يا علي إنك سيد المسلمين، ويعسوب </w:t>
      </w:r>
      <w:r w:rsidR="00B673BB" w:rsidRPr="00B673BB">
        <w:rPr>
          <w:rStyle w:val="libFootnotenumChar"/>
          <w:rFonts w:hint="cs"/>
          <w:rtl/>
        </w:rPr>
        <w:t>(1)</w:t>
      </w:r>
      <w:r w:rsidRPr="00481D79">
        <w:rPr>
          <w:rtl/>
        </w:rPr>
        <w:t xml:space="preserve"> المؤمنين </w:t>
      </w:r>
      <w:r w:rsidR="00B673BB" w:rsidRPr="00B673BB">
        <w:rPr>
          <w:rStyle w:val="libFootnotenumChar"/>
          <w:rFonts w:hint="cs"/>
          <w:rtl/>
        </w:rPr>
        <w:t>(2)</w:t>
      </w:r>
      <w:r w:rsidRPr="00481D79">
        <w:rPr>
          <w:rtl/>
        </w:rPr>
        <w:t xml:space="preserve">، وإمام المتقين، وقائد الغر المحجلين ". قال أبوالقاسم </w:t>
      </w:r>
      <w:r w:rsidR="00B673BB" w:rsidRPr="00B673BB">
        <w:rPr>
          <w:rStyle w:val="libFootnotenumChar"/>
          <w:rFonts w:hint="cs"/>
          <w:rtl/>
        </w:rPr>
        <w:t>(3)</w:t>
      </w:r>
      <w:r w:rsidRPr="00481D79">
        <w:rPr>
          <w:rtl/>
        </w:rPr>
        <w:t xml:space="preserve"> </w:t>
      </w:r>
      <w:r w:rsidR="004226A8" w:rsidRPr="004226A8">
        <w:rPr>
          <w:rStyle w:val="libAlaemChar"/>
          <w:rtl/>
        </w:rPr>
        <w:t>رضي‌الله‌عنه</w:t>
      </w:r>
      <w:r w:rsidRPr="00481D79">
        <w:rPr>
          <w:rtl/>
        </w:rPr>
        <w:t xml:space="preserve">: سألت أحمد بن يحيى </w:t>
      </w:r>
      <w:r w:rsidR="00B673BB" w:rsidRPr="00B673BB">
        <w:rPr>
          <w:rStyle w:val="libFootnotenumChar"/>
          <w:rFonts w:hint="cs"/>
          <w:rtl/>
        </w:rPr>
        <w:t>(4)</w:t>
      </w:r>
      <w:r w:rsidRPr="00481D79">
        <w:rPr>
          <w:rtl/>
        </w:rPr>
        <w:t xml:space="preserve"> عن " اليعسوب " فقال: هو الذكر من النحل الذي يتقدمها ويحامي </w:t>
      </w:r>
      <w:r w:rsidR="00B673BB" w:rsidRPr="00B673BB">
        <w:rPr>
          <w:rStyle w:val="libFootnotenumChar"/>
          <w:rFonts w:hint="cs"/>
          <w:rtl/>
        </w:rPr>
        <w:t>(5)</w:t>
      </w:r>
      <w:r w:rsidRPr="00481D79">
        <w:rPr>
          <w:rtl/>
        </w:rPr>
        <w:t xml:space="preserve"> عنها. </w:t>
      </w:r>
      <w:r w:rsidR="00B673BB" w:rsidRPr="00B673BB">
        <w:rPr>
          <w:rStyle w:val="libFootnotenumChar"/>
          <w:rFonts w:hint="cs"/>
          <w:rtl/>
        </w:rPr>
        <w:t>(6)</w:t>
      </w:r>
    </w:p>
    <w:p w:rsidR="00481D79" w:rsidRDefault="005B067E" w:rsidP="005B067E">
      <w:pPr>
        <w:pStyle w:val="libLine"/>
        <w:rPr>
          <w:rtl/>
        </w:rPr>
      </w:pPr>
      <w:r>
        <w:rPr>
          <w:rtl/>
        </w:rPr>
        <w:t>____________________</w:t>
      </w:r>
    </w:p>
    <w:p w:rsidR="00481D79" w:rsidRDefault="00481D79" w:rsidP="00B673BB">
      <w:pPr>
        <w:pStyle w:val="libFootnote0"/>
        <w:rPr>
          <w:rtl/>
        </w:rPr>
      </w:pPr>
      <w:r>
        <w:rPr>
          <w:rtl/>
        </w:rPr>
        <w:t>1</w:t>
      </w:r>
      <w:r w:rsidR="00B673BB">
        <w:rPr>
          <w:rFonts w:hint="cs"/>
          <w:rtl/>
        </w:rPr>
        <w:t>-</w:t>
      </w:r>
      <w:r>
        <w:rPr>
          <w:rtl/>
        </w:rPr>
        <w:t xml:space="preserve"> ج: ياعلي أنا سيد المرسلين وأنت يعسوب.</w:t>
      </w:r>
    </w:p>
    <w:p w:rsidR="00481D79" w:rsidRDefault="00481D79" w:rsidP="00B673BB">
      <w:pPr>
        <w:pStyle w:val="libFootnote0"/>
        <w:rPr>
          <w:rtl/>
        </w:rPr>
      </w:pPr>
      <w:r>
        <w:rPr>
          <w:rtl/>
        </w:rPr>
        <w:t>2</w:t>
      </w:r>
      <w:r w:rsidR="00B673BB">
        <w:rPr>
          <w:rFonts w:hint="cs"/>
          <w:rtl/>
        </w:rPr>
        <w:t>-</w:t>
      </w:r>
      <w:r>
        <w:rPr>
          <w:rtl/>
        </w:rPr>
        <w:t xml:space="preserve"> خ: المسلمين.</w:t>
      </w:r>
    </w:p>
    <w:p w:rsidR="00481D79" w:rsidRDefault="00481D79" w:rsidP="00B673BB">
      <w:pPr>
        <w:pStyle w:val="libFootnote0"/>
        <w:rPr>
          <w:rtl/>
        </w:rPr>
      </w:pPr>
      <w:r>
        <w:rPr>
          <w:rtl/>
        </w:rPr>
        <w:t>3</w:t>
      </w:r>
      <w:r w:rsidR="00B673BB">
        <w:rPr>
          <w:rFonts w:hint="cs"/>
          <w:rtl/>
        </w:rPr>
        <w:t>-</w:t>
      </w:r>
      <w:r>
        <w:rPr>
          <w:rtl/>
        </w:rPr>
        <w:t xml:space="preserve"> أضاف في ج: الطائي، وفي البحار: قال أبوالقاسم أحمد بن عامر الطائي. والكل صحيح.</w:t>
      </w:r>
    </w:p>
    <w:p w:rsidR="00481D79" w:rsidRDefault="00481D79" w:rsidP="00B673BB">
      <w:pPr>
        <w:pStyle w:val="libFootnote0"/>
        <w:rPr>
          <w:rtl/>
        </w:rPr>
      </w:pPr>
      <w:r>
        <w:rPr>
          <w:rtl/>
        </w:rPr>
        <w:t>4</w:t>
      </w:r>
      <w:r w:rsidR="00B673BB">
        <w:rPr>
          <w:rFonts w:hint="cs"/>
          <w:rtl/>
        </w:rPr>
        <w:t>-</w:t>
      </w:r>
      <w:r>
        <w:rPr>
          <w:rtl/>
        </w:rPr>
        <w:t xml:space="preserve"> هو ثعلب المتقدم في الحديث رقم: 25.</w:t>
      </w:r>
    </w:p>
    <w:p w:rsidR="00481D79" w:rsidRDefault="00481D79" w:rsidP="00B673BB">
      <w:pPr>
        <w:pStyle w:val="libFootnote0"/>
        <w:rPr>
          <w:rtl/>
        </w:rPr>
      </w:pPr>
      <w:r>
        <w:rPr>
          <w:rtl/>
        </w:rPr>
        <w:t>5</w:t>
      </w:r>
      <w:r w:rsidR="00B673BB">
        <w:rPr>
          <w:rFonts w:hint="cs"/>
          <w:rtl/>
        </w:rPr>
        <w:t>-</w:t>
      </w:r>
      <w:r>
        <w:rPr>
          <w:rtl/>
        </w:rPr>
        <w:t xml:space="preserve"> في بعض النسخ: يقدمها ويتحامى.</w:t>
      </w:r>
    </w:p>
    <w:p w:rsidR="00481D79" w:rsidRDefault="00481D79" w:rsidP="00B673BB">
      <w:pPr>
        <w:pStyle w:val="libFootnote0"/>
        <w:rPr>
          <w:rtl/>
        </w:rPr>
      </w:pPr>
      <w:r>
        <w:rPr>
          <w:rtl/>
        </w:rPr>
        <w:t>6</w:t>
      </w:r>
      <w:r w:rsidR="00B673BB">
        <w:rPr>
          <w:rFonts w:hint="cs"/>
          <w:rtl/>
        </w:rPr>
        <w:t>-</w:t>
      </w:r>
      <w:r>
        <w:rPr>
          <w:rtl/>
        </w:rPr>
        <w:t xml:space="preserve"> عنه البحار: 40 / 11 ح 25. وأخرجه ابن طاووس في كتابه اليقين في إمرة أمير المؤمنين: 190 باب 197، نقلا من كتاب المناقب لاحمد بن مردويه. بالاسناد رقم " 13 ". ومنه في ص 191 باب 199 نقلا من كتاب مختصر الاربعين في مناقب أهل البيت الطاهرين تخريج الشيخ الجليل يوسف بن أحمد بن إبراهيم بن محمد البغدادي بإسناده في كتابه في تسمية النبي </w:t>
      </w:r>
      <w:r w:rsidR="004226A8" w:rsidRPr="00C91558">
        <w:rPr>
          <w:rStyle w:val="libFootnoteAlaemChar"/>
          <w:rtl/>
        </w:rPr>
        <w:t>صلى‌الله‌عليه‌وآله</w:t>
      </w:r>
      <w:r>
        <w:rPr>
          <w:rtl/>
        </w:rPr>
        <w:t xml:space="preserve"> لمولانا علي بسيد المسلمين ويعسوب المؤمنين وقائد الغر المحجلين في الحديث الرابع، مثله. ومنه في نفس الصفحة باب 200 نقلا عن كتاب أسماء مولانا علي صلوات الله عليه بالاسناد رقم " 1 ". وأخرجه عنه في البحار: 38 / 126 ح 73 - 75. ورواه الطوسي في أماليه: 1 / 354 بالاسناد رقم " 19 ". والطبري في الرياض النضرة: 1 / 234 وج 2 / 177. وذخائر العقبى: 70 من طريق المحاملي ومسند الرضا </w:t>
      </w:r>
      <w:r w:rsidR="004226A8" w:rsidRPr="00C91558">
        <w:rPr>
          <w:rStyle w:val="libFootnoteAlaemChar"/>
          <w:rtl/>
        </w:rPr>
        <w:t>عليه‌السلام</w:t>
      </w:r>
      <w:r>
        <w:rPr>
          <w:rtl/>
        </w:rPr>
        <w:t>. وبهذين الطريقين أخرجه القندوزي في ينابيع المودة: 207. ورواه ابن المغازلي في مناقبه: 65 ح 93 بالاسناد رقم " 25 ". ونقله عنه ابن طاووس في الطرائف: 106 ح 158 وفي كتاب اليقين في إمرة أمير المؤمنين: 190 ب 197. ورواه الخوارزمي في المناقب: 210 بالاسناد رقم " 29 "، وفيه: يا علي أنت سيد المرسلين. والظاهر أنه تصحيف. والاصبهاني في كتابه تشييد القواعد في شرح تجريد العقائد: 249. والسيوطي في ذيل اللآلئ: 144. والامر تسري في أرجح المطالب: 15 وص 150 من طريق الديلمي والصفوري في نزهة المجالس: 2 / 208. وللحديث مصادر جمة تجد بعضها في إحقاق الحق: 4 / 11 وج 15 / 3 - 23. وغيرها.</w:t>
      </w:r>
    </w:p>
    <w:p w:rsidR="00481D79" w:rsidRDefault="00481D79" w:rsidP="00481D79">
      <w:pPr>
        <w:pStyle w:val="libNormal"/>
        <w:rPr>
          <w:rtl/>
        </w:rPr>
      </w:pPr>
      <w:r>
        <w:rPr>
          <w:rtl/>
        </w:rPr>
        <w:br w:type="page"/>
      </w:r>
    </w:p>
    <w:p w:rsidR="00481D79" w:rsidRPr="00481D79" w:rsidRDefault="00481D79" w:rsidP="00C91558">
      <w:pPr>
        <w:pStyle w:val="libNormal"/>
        <w:rPr>
          <w:rtl/>
        </w:rPr>
      </w:pPr>
      <w:r w:rsidRPr="00481D79">
        <w:rPr>
          <w:rtl/>
        </w:rPr>
        <w:lastRenderedPageBreak/>
        <w:t xml:space="preserve">(30) وبإسناده قال: قال رسول الله </w:t>
      </w:r>
      <w:r w:rsidR="004226A8" w:rsidRPr="004226A8">
        <w:rPr>
          <w:rStyle w:val="libAlaemChar"/>
          <w:rtl/>
        </w:rPr>
        <w:t>صلى‌الله‌عليه‌وآله</w:t>
      </w:r>
      <w:r w:rsidRPr="00481D79">
        <w:rPr>
          <w:rtl/>
        </w:rPr>
        <w:t xml:space="preserve">: " لماأسري بي إلى السماء أخذ جبرئيل </w:t>
      </w:r>
      <w:r w:rsidR="004226A8" w:rsidRPr="004226A8">
        <w:rPr>
          <w:rStyle w:val="libAlaemChar"/>
          <w:rtl/>
        </w:rPr>
        <w:t>عليه‌السلام</w:t>
      </w:r>
      <w:r w:rsidRPr="00481D79">
        <w:rPr>
          <w:rtl/>
        </w:rPr>
        <w:t xml:space="preserve"> بيدي وأقعدني على درنوك </w:t>
      </w:r>
      <w:r w:rsidR="00C91558" w:rsidRPr="00C91558">
        <w:rPr>
          <w:rStyle w:val="libFootnotenumChar"/>
          <w:rFonts w:hint="cs"/>
          <w:rtl/>
        </w:rPr>
        <w:t>(1)</w:t>
      </w:r>
      <w:r w:rsidRPr="00481D79">
        <w:rPr>
          <w:rtl/>
        </w:rPr>
        <w:t xml:space="preserve"> من درانيك الجنة، ثم ناولني سفر جلة (منها، فبينا) </w:t>
      </w:r>
      <w:r w:rsidR="00C91558" w:rsidRPr="00C91558">
        <w:rPr>
          <w:rStyle w:val="libFootnotenumChar"/>
          <w:rFonts w:hint="cs"/>
          <w:rtl/>
        </w:rPr>
        <w:t>(2)</w:t>
      </w:r>
      <w:r w:rsidRPr="00481D79">
        <w:rPr>
          <w:rtl/>
        </w:rPr>
        <w:t xml:space="preserve"> كنت أقلبها إذ انفلقت، فخرجت </w:t>
      </w:r>
      <w:r w:rsidR="00C91558" w:rsidRPr="00C91558">
        <w:rPr>
          <w:rStyle w:val="libFootnotenumChar"/>
          <w:rFonts w:hint="cs"/>
          <w:rtl/>
        </w:rPr>
        <w:t>(3)</w:t>
      </w:r>
      <w:r w:rsidRPr="00481D79">
        <w:rPr>
          <w:rtl/>
        </w:rPr>
        <w:t xml:space="preserve"> منها جارية حوراء لم أر أحسن منها فقالت: السلام عليك يا محمد قلت: من أنت؟ فقالت: </w:t>
      </w:r>
      <w:r w:rsidR="00C91558" w:rsidRPr="00C91558">
        <w:rPr>
          <w:rStyle w:val="libFootnotenumChar"/>
          <w:rFonts w:hint="cs"/>
          <w:rtl/>
        </w:rPr>
        <w:t>(4)</w:t>
      </w:r>
      <w:r w:rsidRPr="00481D79">
        <w:rPr>
          <w:rtl/>
        </w:rPr>
        <w:t xml:space="preserve"> (الراضية المرضية) </w:t>
      </w:r>
      <w:r w:rsidR="00C91558" w:rsidRPr="00C91558">
        <w:rPr>
          <w:rStyle w:val="libFootnotenumChar"/>
          <w:rFonts w:hint="cs"/>
          <w:rtl/>
        </w:rPr>
        <w:t>(5)</w:t>
      </w:r>
      <w:r w:rsidRPr="00481D79">
        <w:rPr>
          <w:rtl/>
        </w:rPr>
        <w:t xml:space="preserve"> خلقني الجبار من ثلاثة أصناف: أسفلي من مسك، ووسطي من كافور، وأعلاي </w:t>
      </w:r>
      <w:r w:rsidR="00C91558" w:rsidRPr="00C91558">
        <w:rPr>
          <w:rStyle w:val="libFootnotenumChar"/>
          <w:rFonts w:hint="cs"/>
          <w:rtl/>
        </w:rPr>
        <w:t>(6)</w:t>
      </w:r>
      <w:r w:rsidRPr="00481D79">
        <w:rPr>
          <w:rtl/>
        </w:rPr>
        <w:t xml:space="preserve"> من عنبر، عجنني </w:t>
      </w:r>
      <w:r w:rsidR="00C91558" w:rsidRPr="00C91558">
        <w:rPr>
          <w:rStyle w:val="libFootnotenumChar"/>
          <w:rFonts w:hint="cs"/>
          <w:rtl/>
        </w:rPr>
        <w:t>(7)</w:t>
      </w:r>
      <w:r w:rsidRPr="00481D79">
        <w:rPr>
          <w:rtl/>
        </w:rPr>
        <w:t xml:space="preserve"> من ماء الحيوان، ثم قال لي الجبار: كوني فكنت.</w:t>
      </w:r>
    </w:p>
    <w:p w:rsidR="00481D79" w:rsidRPr="00481D79" w:rsidRDefault="00481D79" w:rsidP="00C91558">
      <w:pPr>
        <w:pStyle w:val="libNormal"/>
        <w:rPr>
          <w:rtl/>
        </w:rPr>
      </w:pPr>
      <w:r w:rsidRPr="00481D79">
        <w:rPr>
          <w:rtl/>
        </w:rPr>
        <w:t xml:space="preserve">[ خلقني ] </w:t>
      </w:r>
      <w:r w:rsidR="00C91558" w:rsidRPr="00C91558">
        <w:rPr>
          <w:rStyle w:val="libFootnotenumChar"/>
          <w:rFonts w:hint="cs"/>
          <w:rtl/>
        </w:rPr>
        <w:t>(8)</w:t>
      </w:r>
      <w:r w:rsidRPr="00481D79">
        <w:rPr>
          <w:rtl/>
        </w:rPr>
        <w:t xml:space="preserve"> لاخيك وابن عمك علي بن أبي طالب </w:t>
      </w:r>
      <w:r w:rsidR="004226A8" w:rsidRPr="004226A8">
        <w:rPr>
          <w:rStyle w:val="libAlaemChar"/>
          <w:rtl/>
        </w:rPr>
        <w:t>عليه‌السلام</w:t>
      </w:r>
      <w:r w:rsidRPr="00481D79">
        <w:rPr>
          <w:rtl/>
        </w:rPr>
        <w:t xml:space="preserve">) </w:t>
      </w:r>
      <w:r w:rsidR="00C91558" w:rsidRPr="00C91558">
        <w:rPr>
          <w:rStyle w:val="libFootnotenumChar"/>
          <w:rFonts w:hint="cs"/>
          <w:rtl/>
        </w:rPr>
        <w:t>(9)</w:t>
      </w:r>
      <w:r w:rsidRPr="00481D79">
        <w:rPr>
          <w:rtl/>
        </w:rPr>
        <w:t>.</w:t>
      </w:r>
    </w:p>
    <w:p w:rsidR="00481D79" w:rsidRDefault="005B067E" w:rsidP="005B067E">
      <w:pPr>
        <w:pStyle w:val="libLine"/>
        <w:rPr>
          <w:rtl/>
        </w:rPr>
      </w:pPr>
      <w:r>
        <w:rPr>
          <w:rtl/>
        </w:rPr>
        <w:t>____________________</w:t>
      </w:r>
    </w:p>
    <w:p w:rsidR="00481D79" w:rsidRDefault="00481D79" w:rsidP="00C91558">
      <w:pPr>
        <w:pStyle w:val="libFootnote0"/>
        <w:rPr>
          <w:rtl/>
        </w:rPr>
      </w:pPr>
      <w:r>
        <w:rPr>
          <w:rtl/>
        </w:rPr>
        <w:t>1</w:t>
      </w:r>
      <w:r w:rsidR="00C91558">
        <w:rPr>
          <w:rFonts w:hint="cs"/>
          <w:rtl/>
        </w:rPr>
        <w:t>-</w:t>
      </w:r>
      <w:r>
        <w:rPr>
          <w:rtl/>
        </w:rPr>
        <w:t xml:space="preserve"> قال ابن منظور في لسان العرب: 10 / 423 مادة (درنك): الدرنوك ضرب من الثياب أو البسط له خمل قصير كخمل المناديل، وبه يشبه فروة البعير والاسد.</w:t>
      </w:r>
    </w:p>
    <w:p w:rsidR="00481D79" w:rsidRDefault="00481D79" w:rsidP="00C91558">
      <w:pPr>
        <w:pStyle w:val="libFootnote0"/>
        <w:rPr>
          <w:rtl/>
        </w:rPr>
      </w:pPr>
      <w:r>
        <w:rPr>
          <w:rtl/>
        </w:rPr>
        <w:t>2</w:t>
      </w:r>
      <w:r w:rsidR="00C91558">
        <w:rPr>
          <w:rFonts w:hint="cs"/>
          <w:rtl/>
        </w:rPr>
        <w:t>-</w:t>
      </w:r>
      <w:r>
        <w:rPr>
          <w:rtl/>
        </w:rPr>
        <w:t xml:space="preserve"> في بعض النسخ: فأنا.</w:t>
      </w:r>
    </w:p>
    <w:p w:rsidR="00481D79" w:rsidRDefault="00481D79" w:rsidP="00C91558">
      <w:pPr>
        <w:pStyle w:val="libFootnote0"/>
        <w:rPr>
          <w:rtl/>
        </w:rPr>
      </w:pPr>
      <w:r>
        <w:rPr>
          <w:rtl/>
        </w:rPr>
        <w:t>3</w:t>
      </w:r>
      <w:r w:rsidR="00C91558">
        <w:rPr>
          <w:rFonts w:hint="cs"/>
          <w:rtl/>
        </w:rPr>
        <w:t>-</w:t>
      </w:r>
      <w:r>
        <w:rPr>
          <w:rtl/>
        </w:rPr>
        <w:t xml:space="preserve"> ن: إذ تفلقت فخرج.</w:t>
      </w:r>
    </w:p>
    <w:p w:rsidR="00481D79" w:rsidRDefault="00481D79" w:rsidP="00C91558">
      <w:pPr>
        <w:pStyle w:val="libFootnote0"/>
        <w:rPr>
          <w:rtl/>
        </w:rPr>
      </w:pPr>
      <w:r>
        <w:rPr>
          <w:rtl/>
        </w:rPr>
        <w:t>4</w:t>
      </w:r>
      <w:r w:rsidR="00C91558">
        <w:rPr>
          <w:rFonts w:hint="cs"/>
          <w:rtl/>
        </w:rPr>
        <w:t>-</w:t>
      </w:r>
      <w:r>
        <w:rPr>
          <w:rtl/>
        </w:rPr>
        <w:t xml:space="preserve"> في ط ون وج: قالت.</w:t>
      </w:r>
    </w:p>
    <w:p w:rsidR="00481D79" w:rsidRDefault="00481D79" w:rsidP="00C91558">
      <w:pPr>
        <w:pStyle w:val="libFootnote0"/>
        <w:rPr>
          <w:rtl/>
        </w:rPr>
      </w:pPr>
      <w:r>
        <w:rPr>
          <w:rtl/>
        </w:rPr>
        <w:t>5</w:t>
      </w:r>
      <w:r w:rsidR="00C91558">
        <w:rPr>
          <w:rFonts w:hint="cs"/>
          <w:rtl/>
        </w:rPr>
        <w:t>-</w:t>
      </w:r>
      <w:r>
        <w:rPr>
          <w:rtl/>
        </w:rPr>
        <w:t xml:space="preserve"> في بعض النسخ: أنا الراضية.</w:t>
      </w:r>
    </w:p>
    <w:p w:rsidR="00481D79" w:rsidRDefault="00481D79" w:rsidP="00C91558">
      <w:pPr>
        <w:pStyle w:val="libFootnote0"/>
        <w:rPr>
          <w:rtl/>
        </w:rPr>
      </w:pPr>
      <w:r>
        <w:rPr>
          <w:rtl/>
        </w:rPr>
        <w:t>6</w:t>
      </w:r>
      <w:r w:rsidR="00C91558">
        <w:rPr>
          <w:rFonts w:hint="cs"/>
          <w:rtl/>
        </w:rPr>
        <w:t>-</w:t>
      </w:r>
      <w:r>
        <w:rPr>
          <w:rtl/>
        </w:rPr>
        <w:t xml:space="preserve"> ن: أعلائي.</w:t>
      </w:r>
    </w:p>
    <w:p w:rsidR="00481D79" w:rsidRDefault="00481D79" w:rsidP="00C91558">
      <w:pPr>
        <w:pStyle w:val="libFootnote0"/>
        <w:rPr>
          <w:rtl/>
        </w:rPr>
      </w:pPr>
      <w:r>
        <w:rPr>
          <w:rtl/>
        </w:rPr>
        <w:t>7</w:t>
      </w:r>
      <w:r w:rsidR="00C91558">
        <w:rPr>
          <w:rFonts w:hint="cs"/>
          <w:rtl/>
        </w:rPr>
        <w:t>-</w:t>
      </w:r>
      <w:r>
        <w:rPr>
          <w:rtl/>
        </w:rPr>
        <w:t xml:space="preserve"> في ن: فعجنني، وفي ج: عجنت.</w:t>
      </w:r>
    </w:p>
    <w:p w:rsidR="00481D79" w:rsidRDefault="00481D79" w:rsidP="00C91558">
      <w:pPr>
        <w:pStyle w:val="libFootnote0"/>
        <w:rPr>
          <w:rtl/>
        </w:rPr>
      </w:pPr>
      <w:r>
        <w:rPr>
          <w:rtl/>
        </w:rPr>
        <w:t>8</w:t>
      </w:r>
      <w:r w:rsidR="00C91558">
        <w:rPr>
          <w:rFonts w:hint="cs"/>
          <w:rtl/>
        </w:rPr>
        <w:t>-</w:t>
      </w:r>
      <w:r>
        <w:rPr>
          <w:rtl/>
        </w:rPr>
        <w:t xml:space="preserve"> ليس في ن.</w:t>
      </w:r>
    </w:p>
    <w:p w:rsidR="00481D79" w:rsidRDefault="00481D79" w:rsidP="00C91558">
      <w:pPr>
        <w:pStyle w:val="libFootnote0"/>
        <w:rPr>
          <w:rtl/>
        </w:rPr>
      </w:pPr>
      <w:r>
        <w:rPr>
          <w:rtl/>
        </w:rPr>
        <w:t>9</w:t>
      </w:r>
      <w:r w:rsidR="00C91558">
        <w:rPr>
          <w:rFonts w:hint="cs"/>
          <w:rtl/>
        </w:rPr>
        <w:t>-</w:t>
      </w:r>
      <w:r>
        <w:rPr>
          <w:rtl/>
        </w:rPr>
        <w:t xml:space="preserve"> عنه البحار: 39 / 229 ح 4، وج 66 / 178 ح 41 وعن عيون الاخبار: 2 / 26 ح 7.</w:t>
      </w:r>
    </w:p>
    <w:p w:rsidR="00481D79" w:rsidRDefault="00481D79" w:rsidP="00D11BDC">
      <w:pPr>
        <w:pStyle w:val="libFootnote0"/>
        <w:rPr>
          <w:rtl/>
        </w:rPr>
      </w:pPr>
      <w:r>
        <w:rPr>
          <w:rtl/>
        </w:rPr>
        <w:t xml:space="preserve">وأخرجه في كشف الغمة: 1 / 138 عن ربيع الابرار: 401 (مخطوط) عن علي </w:t>
      </w:r>
      <w:r w:rsidR="004226A8" w:rsidRPr="00C91558">
        <w:rPr>
          <w:rStyle w:val="libFootnoteAlaemChar"/>
          <w:rtl/>
        </w:rPr>
        <w:t>عليه‌السلام</w:t>
      </w:r>
      <w:r>
        <w:rPr>
          <w:rtl/>
        </w:rPr>
        <w:t>.</w:t>
      </w:r>
    </w:p>
    <w:p w:rsidR="00481D79" w:rsidRDefault="00481D79" w:rsidP="00D11BDC">
      <w:pPr>
        <w:pStyle w:val="libFootnote0"/>
        <w:rPr>
          <w:rtl/>
        </w:rPr>
      </w:pPr>
      <w:r>
        <w:rPr>
          <w:rtl/>
        </w:rPr>
        <w:t xml:space="preserve">وبنفس الطريق أخرجه الصفوري في نزهة المجالس: 2 / 210 والامر تسري في أرجح المطالب: 663 وابن أبي الحديد في شرح نهج البلاغة: 9 / 280. وأخرجه الصفوري في المحاسن: 168 من طريق المختار من ربيع الابرار. ورواه الصدوق في الامالي: 154 ح 12 بإسناده إلى أبي سعيد الخدري عنه البحار: 18 / 332 ح 35 وج 40 / 4 ح 8. ورواه الحمويني في فرائد السمطين: 1 / 88 ح 57 بالاسناد رقم " 48 ". ومحب الدين الطبري في الرياض النضرة: 1 / 279 وج: 2 / 211 عن أنس وفي ذخائر العقبى: 90 عن علي </w:t>
      </w:r>
      <w:r w:rsidR="004226A8" w:rsidRPr="00C91558">
        <w:rPr>
          <w:rStyle w:val="libFootnoteAlaemChar"/>
          <w:rtl/>
        </w:rPr>
        <w:t>عليه‌السلام</w:t>
      </w:r>
      <w:r>
        <w:rPr>
          <w:rtl/>
        </w:rPr>
        <w:t xml:space="preserve">. ورواه الخوارزمي في المناقب: 210 بالاسناد رقم " 29 ". وأخرجه القندوزي في ينابيع المودة: 136 من طريق الخوارزمي، وفي ص 213 مرسلاعن علي </w:t>
      </w:r>
      <w:r w:rsidR="004226A8" w:rsidRPr="00C91558">
        <w:rPr>
          <w:rStyle w:val="libFootnoteAlaemChar"/>
          <w:rtl/>
        </w:rPr>
        <w:t>عليه‌السلام</w:t>
      </w:r>
      <w:r>
        <w:rPr>
          <w:rtl/>
        </w:rPr>
        <w:t>. ورواه ابن المغازلي في مناقبه: 401 ح 456 بالاسناد رقم " 25 ".</w:t>
      </w:r>
    </w:p>
    <w:p w:rsidR="00481D79" w:rsidRDefault="00481D79" w:rsidP="00D11BDC">
      <w:pPr>
        <w:pStyle w:val="libFootnote0"/>
        <w:rPr>
          <w:rtl/>
        </w:rPr>
      </w:pPr>
      <w:r>
        <w:rPr>
          <w:rtl/>
        </w:rPr>
        <w:t xml:space="preserve">وابن حسنويه في درر بحر المناقب: 32 (مخطوط) عنه </w:t>
      </w:r>
      <w:r w:rsidR="004226A8" w:rsidRPr="00C91558">
        <w:rPr>
          <w:rStyle w:val="libFootnoteAlaemChar"/>
          <w:rtl/>
        </w:rPr>
        <w:t>صلى‌الله‌عليه‌وآله</w:t>
      </w:r>
      <w:r>
        <w:rPr>
          <w:rtl/>
        </w:rPr>
        <w:t xml:space="preserve">. وأخرجه عبدالله الشافعي في المناقب من طريق ابن المغازلي والخوارزمي. وأخرجه في إحقاق الحق: 6 / 123 - 125 وج 16 / 494 - 495 عن بعض هذه المصادر. (ذكره العلامة الحبيشي في أسنى المطالب وقال: أخرجه الرضا </w:t>
      </w:r>
      <w:r w:rsidR="004226A8" w:rsidRPr="00C91558">
        <w:rPr>
          <w:rStyle w:val="libFootnoteAlaemChar"/>
          <w:rtl/>
        </w:rPr>
        <w:t>عليه‌السلام</w:t>
      </w:r>
      <w:r>
        <w:rPr>
          <w:rtl/>
        </w:rPr>
        <w:t xml:space="preserve"> في مسنده والمحب الطبري في ذخائره).</w:t>
      </w:r>
    </w:p>
    <w:p w:rsidR="00481D79" w:rsidRDefault="00481D79" w:rsidP="00481D79">
      <w:pPr>
        <w:pStyle w:val="libNormal"/>
        <w:rPr>
          <w:rtl/>
        </w:rPr>
      </w:pPr>
      <w:r>
        <w:rPr>
          <w:rtl/>
        </w:rPr>
        <w:br w:type="page"/>
      </w:r>
    </w:p>
    <w:p w:rsidR="00481D79" w:rsidRPr="00481D79" w:rsidRDefault="00481D79" w:rsidP="00C91558">
      <w:pPr>
        <w:pStyle w:val="libNormal"/>
        <w:rPr>
          <w:rtl/>
        </w:rPr>
      </w:pPr>
      <w:r w:rsidRPr="00481D79">
        <w:rPr>
          <w:rtl/>
        </w:rPr>
        <w:lastRenderedPageBreak/>
        <w:t xml:space="preserve">(31) وبإسناده قال: قال رسول الله </w:t>
      </w:r>
      <w:r w:rsidR="004226A8" w:rsidRPr="004226A8">
        <w:rPr>
          <w:rStyle w:val="libAlaemChar"/>
          <w:rtl/>
        </w:rPr>
        <w:t>صلى‌الله‌عليه‌وآله</w:t>
      </w:r>
      <w:r w:rsidRPr="00481D79">
        <w:rPr>
          <w:rtl/>
        </w:rPr>
        <w:t xml:space="preserve">: " من عامل الناس فلم يظلمهم، وحدثهم فلم يكذبهم، ووعدهم فلم يخلفهم، فهو مؤمن، كملت مروته، وظهرت عدالته ووجبت أخوته </w:t>
      </w:r>
      <w:r w:rsidR="00C91558" w:rsidRPr="00C91558">
        <w:rPr>
          <w:rStyle w:val="libFootnotenumChar"/>
          <w:rFonts w:hint="cs"/>
          <w:rtl/>
        </w:rPr>
        <w:t>(1)</w:t>
      </w:r>
      <w:r w:rsidRPr="00481D79">
        <w:rPr>
          <w:rtl/>
        </w:rPr>
        <w:t xml:space="preserve"> وحرمت غيبته " </w:t>
      </w:r>
      <w:r w:rsidR="00C91558" w:rsidRPr="00C91558">
        <w:rPr>
          <w:rStyle w:val="libFootnotenumChar"/>
          <w:rFonts w:hint="cs"/>
          <w:rtl/>
        </w:rPr>
        <w:t>(2)</w:t>
      </w:r>
      <w:r w:rsidRPr="00481D79">
        <w:rPr>
          <w:rtl/>
        </w:rPr>
        <w:t>.</w:t>
      </w:r>
    </w:p>
    <w:p w:rsidR="00481D79" w:rsidRPr="00481D79" w:rsidRDefault="00481D79" w:rsidP="00C91558">
      <w:pPr>
        <w:pStyle w:val="libNormal"/>
        <w:rPr>
          <w:rtl/>
        </w:rPr>
      </w:pPr>
      <w:r w:rsidRPr="00481D79">
        <w:rPr>
          <w:rtl/>
        </w:rPr>
        <w:t xml:space="preserve">(32) وبإسناده قال: قال رسول الله </w:t>
      </w:r>
      <w:r w:rsidR="004226A8" w:rsidRPr="004226A8">
        <w:rPr>
          <w:rStyle w:val="libAlaemChar"/>
          <w:rtl/>
        </w:rPr>
        <w:t>صلى‌الله‌عليه‌وآله</w:t>
      </w:r>
      <w:r w:rsidRPr="00481D79">
        <w:rPr>
          <w:rtl/>
        </w:rPr>
        <w:t xml:space="preserve">: " إن موسى بن عمران سأل ربه، ورفع يديه فقال: (يا رب أبعيد أنت) </w:t>
      </w:r>
      <w:r w:rsidR="00C91558" w:rsidRPr="00C91558">
        <w:rPr>
          <w:rStyle w:val="libFootnotenumChar"/>
          <w:rFonts w:hint="cs"/>
          <w:rtl/>
        </w:rPr>
        <w:t>(3)</w:t>
      </w:r>
      <w:r w:rsidRPr="00481D79">
        <w:rPr>
          <w:rtl/>
        </w:rPr>
        <w:t xml:space="preserve"> فأناديك، أم قريب </w:t>
      </w:r>
      <w:r w:rsidR="00C91558" w:rsidRPr="00C91558">
        <w:rPr>
          <w:rStyle w:val="libFootnotenumChar"/>
          <w:rFonts w:hint="cs"/>
          <w:rtl/>
        </w:rPr>
        <w:t>(4)</w:t>
      </w:r>
      <w:r w:rsidRPr="00481D79">
        <w:rPr>
          <w:rtl/>
        </w:rPr>
        <w:t xml:space="preserve"> فأناجيك؟ فأوحى الله تعالى إليه: يا موسى أنا جليس من ذكرني " </w:t>
      </w:r>
      <w:r w:rsidR="00C91558" w:rsidRPr="00C91558">
        <w:rPr>
          <w:rStyle w:val="libFootnotenumChar"/>
          <w:rFonts w:hint="cs"/>
          <w:rtl/>
        </w:rPr>
        <w:t>(5)</w:t>
      </w:r>
      <w:r w:rsidRPr="00481D79">
        <w:rPr>
          <w:rtl/>
        </w:rPr>
        <w:t>.</w:t>
      </w:r>
    </w:p>
    <w:p w:rsidR="00481D79" w:rsidRPr="00481D79" w:rsidRDefault="00481D79" w:rsidP="00C91558">
      <w:pPr>
        <w:pStyle w:val="libNormal"/>
        <w:rPr>
          <w:rtl/>
        </w:rPr>
      </w:pPr>
      <w:r w:rsidRPr="00481D79">
        <w:rPr>
          <w:rtl/>
        </w:rPr>
        <w:t xml:space="preserve">(33) وبإسناده قال: قال رسول الله </w:t>
      </w:r>
      <w:r w:rsidR="004226A8" w:rsidRPr="004226A8">
        <w:rPr>
          <w:rStyle w:val="libAlaemChar"/>
          <w:rtl/>
        </w:rPr>
        <w:t>صلى‌الله‌عليه‌وآله</w:t>
      </w:r>
      <w:r w:rsidRPr="00481D79">
        <w:rPr>
          <w:rtl/>
        </w:rPr>
        <w:t xml:space="preserve">: " إياكم والظلم، فانه يخرب قلوبكم [ كما يخرب الدور ] </w:t>
      </w:r>
      <w:r w:rsidR="00C91558" w:rsidRPr="00C91558">
        <w:rPr>
          <w:rStyle w:val="libFootnotenumChar"/>
          <w:rFonts w:hint="cs"/>
          <w:rtl/>
        </w:rPr>
        <w:t>(6)</w:t>
      </w:r>
      <w:r w:rsidRPr="00481D79">
        <w:rPr>
          <w:rtl/>
        </w:rPr>
        <w:t xml:space="preserve"> " </w:t>
      </w:r>
      <w:r w:rsidR="00C91558" w:rsidRPr="00C91558">
        <w:rPr>
          <w:rStyle w:val="libFootnotenumChar"/>
          <w:rFonts w:hint="cs"/>
          <w:rtl/>
        </w:rPr>
        <w:t>(7)</w:t>
      </w:r>
      <w:r w:rsidRPr="00481D79">
        <w:rPr>
          <w:rtl/>
        </w:rPr>
        <w:t>.</w:t>
      </w:r>
    </w:p>
    <w:p w:rsidR="00481D79" w:rsidRDefault="005B067E" w:rsidP="005B067E">
      <w:pPr>
        <w:pStyle w:val="libLine"/>
        <w:rPr>
          <w:rtl/>
        </w:rPr>
      </w:pPr>
      <w:r>
        <w:rPr>
          <w:rtl/>
        </w:rPr>
        <w:t>____________________</w:t>
      </w:r>
    </w:p>
    <w:p w:rsidR="00481D79" w:rsidRDefault="00481D79" w:rsidP="00C91558">
      <w:pPr>
        <w:pStyle w:val="libFootnote0"/>
        <w:rPr>
          <w:rtl/>
        </w:rPr>
      </w:pPr>
      <w:r>
        <w:rPr>
          <w:rtl/>
        </w:rPr>
        <w:t>1</w:t>
      </w:r>
      <w:r w:rsidR="00C91558">
        <w:rPr>
          <w:rFonts w:hint="cs"/>
          <w:rtl/>
        </w:rPr>
        <w:t>-</w:t>
      </w:r>
      <w:r>
        <w:rPr>
          <w:rtl/>
        </w:rPr>
        <w:t xml:space="preserve"> ن: محبته.</w:t>
      </w:r>
    </w:p>
    <w:p w:rsidR="00481D79" w:rsidRDefault="00481D79" w:rsidP="00C91558">
      <w:pPr>
        <w:pStyle w:val="libFootnote0"/>
        <w:rPr>
          <w:rtl/>
        </w:rPr>
      </w:pPr>
      <w:r>
        <w:rPr>
          <w:rtl/>
        </w:rPr>
        <w:t>2</w:t>
      </w:r>
      <w:r w:rsidR="00C91558">
        <w:rPr>
          <w:rFonts w:hint="cs"/>
          <w:rtl/>
        </w:rPr>
        <w:t>-</w:t>
      </w:r>
      <w:r>
        <w:rPr>
          <w:rtl/>
        </w:rPr>
        <w:t xml:space="preserve"> عنه الوسائل: 8 / 597 ح 2 وعن العيون: 2 / 30 ح 34 بالاسانيد الثلاثة وعن الكافي: 2 / 239 ح 28 بإسناده عن سماعة بن مهران عن الصادق </w:t>
      </w:r>
      <w:r w:rsidR="004226A8" w:rsidRPr="00C91558">
        <w:rPr>
          <w:rStyle w:val="libFootnoteAlaemChar"/>
          <w:rtl/>
        </w:rPr>
        <w:t>عليه‌السلام</w:t>
      </w:r>
      <w:r>
        <w:rPr>
          <w:rtl/>
        </w:rPr>
        <w:t xml:space="preserve"> وأخرجه في الوسائل: 5 / 393 ح 9 والبحار: 75 / 236 عن الكافي. وأخرجه في البحار: 70 / 1 ح 1 وج 75 / 93 ح 4 وص 252 ح 76 عن الصحيفة والعيون والخصال: 1 / 208 ح 28 بالاسناد رقم " 7 ". وفي الوسائل: 18 / 293 ح 15 عن الخصال والعيون وفي الحديث 16 عن الخصال: 1 / 208 ح 29 بإسناده إلى عبدالله بن سنان عن الصادق نحوه وعنه البحار: 70 / 1 ح 2، وفي ج 88 / 35 عنه وعن العيون. ورواه ابن زهرة في أربعينه: 58 ح 9 بطريقين بالاسناد رقم " 40 "، عنه المستدرك: 3 / 214 باب 35 ح 9. وأورده ابن فهد الحلي في عدة الداعي: 175 عن الصادق مرفوعا إلى النبي </w:t>
      </w:r>
      <w:r w:rsidR="004226A8" w:rsidRPr="00C91558">
        <w:rPr>
          <w:rStyle w:val="libFootnoteAlaemChar"/>
          <w:rtl/>
        </w:rPr>
        <w:t>صلى‌الله‌عليه‌وآله</w:t>
      </w:r>
      <w:r>
        <w:rPr>
          <w:rtl/>
        </w:rPr>
        <w:t xml:space="preserve">. والديلمي في أعلام الدين: 60 عن سماعة بن مهران، عن الصادق </w:t>
      </w:r>
      <w:r w:rsidR="004226A8" w:rsidRPr="00C91558">
        <w:rPr>
          <w:rStyle w:val="libFootnoteAlaemChar"/>
          <w:rtl/>
        </w:rPr>
        <w:t>عليه‌السلام</w:t>
      </w:r>
      <w:r>
        <w:rPr>
          <w:rtl/>
        </w:rPr>
        <w:t>.</w:t>
      </w:r>
    </w:p>
    <w:p w:rsidR="00481D79" w:rsidRDefault="00481D79" w:rsidP="00C91558">
      <w:pPr>
        <w:pStyle w:val="libFootnote0"/>
        <w:rPr>
          <w:rtl/>
        </w:rPr>
      </w:pPr>
      <w:r>
        <w:rPr>
          <w:rtl/>
        </w:rPr>
        <w:t>3</w:t>
      </w:r>
      <w:r w:rsidR="00C91558">
        <w:rPr>
          <w:rFonts w:hint="cs"/>
          <w:rtl/>
        </w:rPr>
        <w:t>-</w:t>
      </w:r>
      <w:r>
        <w:rPr>
          <w:rtl/>
        </w:rPr>
        <w:t xml:space="preserve"> ن: بعيد أنت يا رب.</w:t>
      </w:r>
    </w:p>
    <w:p w:rsidR="00481D79" w:rsidRDefault="00481D79" w:rsidP="00C91558">
      <w:pPr>
        <w:pStyle w:val="libFootnote0"/>
        <w:rPr>
          <w:rtl/>
        </w:rPr>
      </w:pPr>
      <w:r>
        <w:rPr>
          <w:rtl/>
        </w:rPr>
        <w:t>4</w:t>
      </w:r>
      <w:r w:rsidR="00C91558">
        <w:rPr>
          <w:rFonts w:hint="cs"/>
          <w:rtl/>
        </w:rPr>
        <w:t>-</w:t>
      </w:r>
      <w:r>
        <w:rPr>
          <w:rtl/>
        </w:rPr>
        <w:t xml:space="preserve"> في البحار: قريب أنت.</w:t>
      </w:r>
    </w:p>
    <w:p w:rsidR="00481D79" w:rsidRDefault="00481D79" w:rsidP="00C91558">
      <w:pPr>
        <w:pStyle w:val="libFootnote0"/>
        <w:rPr>
          <w:rtl/>
        </w:rPr>
      </w:pPr>
      <w:r>
        <w:rPr>
          <w:rtl/>
        </w:rPr>
        <w:t>5</w:t>
      </w:r>
      <w:r w:rsidR="00C91558">
        <w:rPr>
          <w:rFonts w:hint="cs"/>
          <w:rtl/>
        </w:rPr>
        <w:t>-</w:t>
      </w:r>
      <w:r>
        <w:rPr>
          <w:rtl/>
        </w:rPr>
        <w:t xml:space="preserve"> عنه البحار: 93 / 322 ح 34. وأخرجه في الوسائل: 1 / 220 ح 4 عن عيون الاخبار: 1 / 104 ح 22 والتوحيد: 182 ح 17. وعن الفقيه: 1 / 28 ح 58 وزاد فيه " فقال موسى </w:t>
      </w:r>
      <w:r w:rsidR="004226A8" w:rsidRPr="00C91558">
        <w:rPr>
          <w:rStyle w:val="libFootnoteAlaemChar"/>
          <w:rtl/>
        </w:rPr>
        <w:t>عليه‌السلام</w:t>
      </w:r>
      <w:r>
        <w:rPr>
          <w:rtl/>
        </w:rPr>
        <w:t>: يا رب إني أكون في حال اجلك أن أذكرك فيها، فقال: يا موسى: اذكرني على كل حال ". وأخرجه في البحار: 3 / 329 ح 29 عن التوحيد، وفي ج 13 / 345 ح 29 عن العيون.</w:t>
      </w:r>
    </w:p>
    <w:p w:rsidR="00481D79" w:rsidRDefault="00481D79" w:rsidP="00C91558">
      <w:pPr>
        <w:pStyle w:val="libFootnote0"/>
        <w:rPr>
          <w:rtl/>
        </w:rPr>
      </w:pPr>
      <w:r>
        <w:rPr>
          <w:rtl/>
        </w:rPr>
        <w:t>6</w:t>
      </w:r>
      <w:r w:rsidR="00C91558">
        <w:rPr>
          <w:rFonts w:hint="cs"/>
          <w:rtl/>
        </w:rPr>
        <w:t>-</w:t>
      </w:r>
      <w:r>
        <w:rPr>
          <w:rtl/>
        </w:rPr>
        <w:t xml:space="preserve"> من بعض النسخ.</w:t>
      </w:r>
    </w:p>
    <w:p w:rsidR="00481D79" w:rsidRPr="00D11BDC" w:rsidRDefault="00481D79" w:rsidP="00C91558">
      <w:pPr>
        <w:pStyle w:val="libFootnote0"/>
        <w:rPr>
          <w:rtl/>
        </w:rPr>
      </w:pPr>
      <w:r>
        <w:rPr>
          <w:rtl/>
        </w:rPr>
        <w:t>7</w:t>
      </w:r>
      <w:r w:rsidR="00C91558">
        <w:rPr>
          <w:rFonts w:hint="cs"/>
          <w:rtl/>
        </w:rPr>
        <w:t>-</w:t>
      </w:r>
      <w:r>
        <w:rPr>
          <w:rtl/>
        </w:rPr>
        <w:t xml:space="preserve"> عنه البحار: 75 / 315 ح 34 والمستدرك: 2 / 343 ح 14. (وأخرجه الديلمي في مسنده).</w:t>
      </w:r>
    </w:p>
    <w:p w:rsidR="00481D79" w:rsidRDefault="00481D79" w:rsidP="00481D79">
      <w:pPr>
        <w:pStyle w:val="libNormal"/>
        <w:rPr>
          <w:rtl/>
          <w:lang w:bidi="fa-IR"/>
        </w:rPr>
      </w:pPr>
      <w:r>
        <w:rPr>
          <w:rtl/>
          <w:lang w:bidi="fa-IR"/>
        </w:rPr>
        <w:br w:type="page"/>
      </w:r>
    </w:p>
    <w:p w:rsidR="00481D79" w:rsidRPr="00481D79" w:rsidRDefault="00481D79" w:rsidP="00C91558">
      <w:pPr>
        <w:pStyle w:val="libNormal"/>
      </w:pPr>
      <w:r w:rsidRPr="00481D79">
        <w:rPr>
          <w:rtl/>
        </w:rPr>
        <w:lastRenderedPageBreak/>
        <w:t xml:space="preserve">(34) وبإسناده قال: قال رسول الله </w:t>
      </w:r>
      <w:r w:rsidR="004226A8" w:rsidRPr="004226A8">
        <w:rPr>
          <w:rStyle w:val="libAlaemChar"/>
          <w:rtl/>
        </w:rPr>
        <w:t>صلى‌الله‌عليه‌وآله</w:t>
      </w:r>
      <w:r w:rsidRPr="00481D79">
        <w:rPr>
          <w:rtl/>
        </w:rPr>
        <w:t xml:space="preserve">: " يا علي إني سألت </w:t>
      </w:r>
      <w:r w:rsidR="00C91558" w:rsidRPr="00C91558">
        <w:rPr>
          <w:rStyle w:val="libFootnotenumChar"/>
          <w:rFonts w:hint="cs"/>
          <w:rtl/>
        </w:rPr>
        <w:t>(1)</w:t>
      </w:r>
      <w:r w:rsidRPr="00481D79">
        <w:rPr>
          <w:rtl/>
        </w:rPr>
        <w:t xml:space="preserve"> ربي فيك خمس خصال فأعطاني، أما أولهن </w:t>
      </w:r>
      <w:r w:rsidR="00C91558" w:rsidRPr="00C91558">
        <w:rPr>
          <w:rStyle w:val="libFootnotenumChar"/>
          <w:rFonts w:hint="cs"/>
          <w:rtl/>
        </w:rPr>
        <w:t>(2)</w:t>
      </w:r>
      <w:r w:rsidRPr="00481D79">
        <w:rPr>
          <w:rtl/>
        </w:rPr>
        <w:t xml:space="preserve">: فسألت ربي أن تنشق عني </w:t>
      </w:r>
      <w:r w:rsidR="00C91558" w:rsidRPr="00C91558">
        <w:rPr>
          <w:rStyle w:val="libFootnotenumChar"/>
          <w:rFonts w:hint="cs"/>
          <w:rtl/>
        </w:rPr>
        <w:t>(3)</w:t>
      </w:r>
      <w:r w:rsidRPr="00481D79">
        <w:rPr>
          <w:rtl/>
        </w:rPr>
        <w:t xml:space="preserve"> الارض وأنفض التراب عن رأسي وأنت معي فأعطاني. وأما الثانية: فسألت ربي أن يوقفني عند كفة الميزان وأنت معي، فأعطاني.</w:t>
      </w:r>
    </w:p>
    <w:p w:rsidR="00481D79" w:rsidRPr="00481D79" w:rsidRDefault="00481D79" w:rsidP="00C91558">
      <w:pPr>
        <w:pStyle w:val="libNormal"/>
        <w:rPr>
          <w:rtl/>
        </w:rPr>
      </w:pPr>
      <w:r w:rsidRPr="00481D79">
        <w:rPr>
          <w:rtl/>
        </w:rPr>
        <w:t xml:space="preserve">وأما الثالثة: فسألت ربي أن يجعلك حامل لوائي </w:t>
      </w:r>
      <w:r w:rsidR="00C91558" w:rsidRPr="00C91558">
        <w:rPr>
          <w:rStyle w:val="libFootnotenumChar"/>
          <w:rFonts w:hint="cs"/>
          <w:rtl/>
        </w:rPr>
        <w:t>(4)</w:t>
      </w:r>
      <w:r w:rsidRPr="00481D79">
        <w:rPr>
          <w:rtl/>
        </w:rPr>
        <w:t xml:space="preserve">، وهو لواء الله تعالى الاكبر، تحته المفلحون الفائزون في الجنة، فأعطاني </w:t>
      </w:r>
      <w:r w:rsidR="00C91558" w:rsidRPr="00C91558">
        <w:rPr>
          <w:rStyle w:val="libFootnotenumChar"/>
          <w:rFonts w:hint="cs"/>
          <w:rtl/>
        </w:rPr>
        <w:t>(5)</w:t>
      </w:r>
      <w:r w:rsidRPr="00481D79">
        <w:rPr>
          <w:rtl/>
        </w:rPr>
        <w:t xml:space="preserve">. وأما الرابعة: فسألت [ ربي ] </w:t>
      </w:r>
      <w:r w:rsidR="00C91558" w:rsidRPr="00C91558">
        <w:rPr>
          <w:rStyle w:val="libFootnotenumChar"/>
          <w:rFonts w:hint="cs"/>
          <w:rtl/>
        </w:rPr>
        <w:t>(6)</w:t>
      </w:r>
      <w:r w:rsidRPr="00481D79">
        <w:rPr>
          <w:rtl/>
        </w:rPr>
        <w:t xml:space="preserve"> أن تسقي أمتي من حوضي [ بيدك ] </w:t>
      </w:r>
      <w:r w:rsidR="00C91558" w:rsidRPr="00C91558">
        <w:rPr>
          <w:rStyle w:val="libFootnotenumChar"/>
          <w:rFonts w:hint="cs"/>
          <w:rtl/>
        </w:rPr>
        <w:t>(7)</w:t>
      </w:r>
      <w:r w:rsidRPr="00481D79">
        <w:rPr>
          <w:rtl/>
        </w:rPr>
        <w:t xml:space="preserve"> وأنت معي، فأعطاني.</w:t>
      </w:r>
    </w:p>
    <w:p w:rsidR="00481D79" w:rsidRPr="00481D79" w:rsidRDefault="00481D79" w:rsidP="00C91558">
      <w:pPr>
        <w:pStyle w:val="libNormal"/>
        <w:rPr>
          <w:rtl/>
        </w:rPr>
      </w:pPr>
      <w:r w:rsidRPr="00481D79">
        <w:rPr>
          <w:rtl/>
        </w:rPr>
        <w:t xml:space="preserve">وأما الخامسة: فسألت ربي أن يجعلك قائد أمتي إلى الجنة، فأعطاني فالحمد لله الذي من علي بذلك " </w:t>
      </w:r>
      <w:r w:rsidR="00C91558" w:rsidRPr="00C91558">
        <w:rPr>
          <w:rStyle w:val="libFootnotenumChar"/>
          <w:rFonts w:hint="cs"/>
          <w:rtl/>
        </w:rPr>
        <w:t>(8)</w:t>
      </w:r>
      <w:r w:rsidRPr="00481D79">
        <w:rPr>
          <w:rtl/>
        </w:rPr>
        <w:t>.</w:t>
      </w:r>
    </w:p>
    <w:p w:rsidR="00481D79" w:rsidRPr="00481D79" w:rsidRDefault="00481D79" w:rsidP="00C91558">
      <w:pPr>
        <w:pStyle w:val="libNormal"/>
        <w:rPr>
          <w:rtl/>
        </w:rPr>
      </w:pPr>
      <w:r w:rsidRPr="00481D79">
        <w:rPr>
          <w:rtl/>
        </w:rPr>
        <w:t xml:space="preserve">(35) وبإسناده قال: قال رسول الله </w:t>
      </w:r>
      <w:r w:rsidR="004226A8" w:rsidRPr="004226A8">
        <w:rPr>
          <w:rStyle w:val="libAlaemChar"/>
          <w:rtl/>
        </w:rPr>
        <w:t>صلى‌الله‌عليه‌وآله</w:t>
      </w:r>
      <w:r w:rsidRPr="00481D79">
        <w:rPr>
          <w:rtl/>
        </w:rPr>
        <w:t xml:space="preserve"> في قوله عزوجل: " يوم ندعوا كل أناس بإمامهم " </w:t>
      </w:r>
      <w:r w:rsidR="00C91558" w:rsidRPr="00C91558">
        <w:rPr>
          <w:rStyle w:val="libFootnotenumChar"/>
          <w:rFonts w:hint="cs"/>
          <w:rtl/>
        </w:rPr>
        <w:t>(9)</w:t>
      </w:r>
      <w:r w:rsidRPr="00481D79">
        <w:rPr>
          <w:rtl/>
        </w:rPr>
        <w:t xml:space="preserve"> قال: " يدعى كل قوم بإمام زمانهم </w:t>
      </w:r>
      <w:r w:rsidR="00C91558" w:rsidRPr="00C91558">
        <w:rPr>
          <w:rStyle w:val="libFootnotenumChar"/>
          <w:rFonts w:hint="cs"/>
          <w:rtl/>
        </w:rPr>
        <w:t>(10)</w:t>
      </w:r>
      <w:r w:rsidRPr="00481D79">
        <w:rPr>
          <w:rtl/>
        </w:rPr>
        <w:t xml:space="preserve">، وكتاب ربهم، وسنة نبيهم " </w:t>
      </w:r>
      <w:r w:rsidR="00C91558" w:rsidRPr="00C91558">
        <w:rPr>
          <w:rStyle w:val="libFootnotenumChar"/>
          <w:rFonts w:hint="cs"/>
          <w:rtl/>
        </w:rPr>
        <w:t>(11)</w:t>
      </w:r>
      <w:r w:rsidRPr="00481D79">
        <w:rPr>
          <w:rtl/>
        </w:rPr>
        <w:t>.</w:t>
      </w:r>
    </w:p>
    <w:p w:rsidR="00481D79" w:rsidRDefault="005B067E" w:rsidP="005B067E">
      <w:pPr>
        <w:pStyle w:val="libLine"/>
        <w:rPr>
          <w:rtl/>
        </w:rPr>
      </w:pPr>
      <w:r>
        <w:rPr>
          <w:rtl/>
        </w:rPr>
        <w:t>____________________</w:t>
      </w:r>
    </w:p>
    <w:p w:rsidR="00481D79" w:rsidRDefault="00481D79" w:rsidP="00B64832">
      <w:pPr>
        <w:pStyle w:val="libFootnote0"/>
        <w:rPr>
          <w:rtl/>
        </w:rPr>
      </w:pPr>
      <w:r>
        <w:rPr>
          <w:rtl/>
        </w:rPr>
        <w:t>1</w:t>
      </w:r>
      <w:r w:rsidR="00B64832">
        <w:rPr>
          <w:rFonts w:hint="cs"/>
          <w:rtl/>
        </w:rPr>
        <w:t>-</w:t>
      </w:r>
      <w:r>
        <w:rPr>
          <w:rtl/>
        </w:rPr>
        <w:t xml:space="preserve"> خ: سألت الله.</w:t>
      </w:r>
    </w:p>
    <w:p w:rsidR="00481D79" w:rsidRDefault="00481D79" w:rsidP="00B64832">
      <w:pPr>
        <w:pStyle w:val="libFootnote0"/>
        <w:rPr>
          <w:rtl/>
        </w:rPr>
      </w:pPr>
      <w:r>
        <w:rPr>
          <w:rtl/>
        </w:rPr>
        <w:t>2</w:t>
      </w:r>
      <w:r w:rsidR="00B64832">
        <w:rPr>
          <w:rFonts w:hint="cs"/>
          <w:rtl/>
        </w:rPr>
        <w:t>-</w:t>
      </w:r>
      <w:r>
        <w:rPr>
          <w:rtl/>
        </w:rPr>
        <w:t xml:space="preserve"> ط: أولاهن.</w:t>
      </w:r>
    </w:p>
    <w:p w:rsidR="00481D79" w:rsidRDefault="00481D79" w:rsidP="00B64832">
      <w:pPr>
        <w:pStyle w:val="libFootnote0"/>
        <w:rPr>
          <w:rtl/>
        </w:rPr>
      </w:pPr>
      <w:r>
        <w:rPr>
          <w:rtl/>
        </w:rPr>
        <w:t>3</w:t>
      </w:r>
      <w:r w:rsidR="00B64832">
        <w:rPr>
          <w:rFonts w:hint="cs"/>
          <w:rtl/>
        </w:rPr>
        <w:t>-</w:t>
      </w:r>
      <w:r>
        <w:rPr>
          <w:rtl/>
        </w:rPr>
        <w:t xml:space="preserve"> ج: علي.</w:t>
      </w:r>
    </w:p>
    <w:p w:rsidR="00481D79" w:rsidRDefault="00481D79" w:rsidP="00B64832">
      <w:pPr>
        <w:pStyle w:val="libFootnote0"/>
        <w:rPr>
          <w:rtl/>
        </w:rPr>
      </w:pPr>
      <w:r>
        <w:rPr>
          <w:rtl/>
        </w:rPr>
        <w:t>4</w:t>
      </w:r>
      <w:r w:rsidR="00B64832">
        <w:rPr>
          <w:rFonts w:hint="cs"/>
          <w:rtl/>
        </w:rPr>
        <w:t>-</w:t>
      </w:r>
      <w:r>
        <w:rPr>
          <w:rtl/>
        </w:rPr>
        <w:t xml:space="preserve"> ن: اللواء.</w:t>
      </w:r>
    </w:p>
    <w:p w:rsidR="00481D79" w:rsidRDefault="00481D79" w:rsidP="00B64832">
      <w:pPr>
        <w:pStyle w:val="libFootnote0"/>
        <w:rPr>
          <w:rtl/>
        </w:rPr>
      </w:pPr>
      <w:r>
        <w:rPr>
          <w:rtl/>
        </w:rPr>
        <w:t>5</w:t>
      </w:r>
      <w:r w:rsidR="00B64832">
        <w:rPr>
          <w:rFonts w:hint="cs"/>
          <w:rtl/>
        </w:rPr>
        <w:t>-</w:t>
      </w:r>
      <w:r>
        <w:rPr>
          <w:rtl/>
        </w:rPr>
        <w:t xml:space="preserve"> في الفقرتين الثانية والثالثة تقديم وتأخير في ج.</w:t>
      </w:r>
    </w:p>
    <w:p w:rsidR="00481D79" w:rsidRDefault="00481D79" w:rsidP="00B64832">
      <w:pPr>
        <w:pStyle w:val="libFootnote0"/>
        <w:rPr>
          <w:rtl/>
        </w:rPr>
      </w:pPr>
      <w:r>
        <w:rPr>
          <w:rtl/>
        </w:rPr>
        <w:t>6</w:t>
      </w:r>
      <w:r w:rsidR="00B64832">
        <w:rPr>
          <w:rFonts w:hint="cs"/>
          <w:rtl/>
        </w:rPr>
        <w:t>-</w:t>
      </w:r>
      <w:r>
        <w:rPr>
          <w:rtl/>
        </w:rPr>
        <w:t xml:space="preserve"> ليس في ج.</w:t>
      </w:r>
    </w:p>
    <w:p w:rsidR="00481D79" w:rsidRDefault="00481D79" w:rsidP="00B64832">
      <w:pPr>
        <w:pStyle w:val="libFootnote0"/>
        <w:rPr>
          <w:rtl/>
        </w:rPr>
      </w:pPr>
      <w:r>
        <w:rPr>
          <w:rtl/>
        </w:rPr>
        <w:t>7</w:t>
      </w:r>
      <w:r w:rsidR="00B64832">
        <w:rPr>
          <w:rFonts w:hint="cs"/>
          <w:rtl/>
        </w:rPr>
        <w:t>-</w:t>
      </w:r>
      <w:r>
        <w:rPr>
          <w:rtl/>
        </w:rPr>
        <w:t xml:space="preserve"> من ط.</w:t>
      </w:r>
    </w:p>
    <w:p w:rsidR="00481D79" w:rsidRDefault="00481D79" w:rsidP="00B64832">
      <w:pPr>
        <w:pStyle w:val="libFootnote0"/>
        <w:rPr>
          <w:rtl/>
        </w:rPr>
      </w:pPr>
      <w:r>
        <w:rPr>
          <w:rtl/>
        </w:rPr>
        <w:t>8</w:t>
      </w:r>
      <w:r w:rsidR="00B64832">
        <w:rPr>
          <w:rFonts w:hint="cs"/>
          <w:rtl/>
        </w:rPr>
        <w:t>-</w:t>
      </w:r>
      <w:r>
        <w:rPr>
          <w:rtl/>
        </w:rPr>
        <w:t xml:space="preserve"> عنه البحار: 40 / 71 ح 106 وعن عيون الاخبار: 1 / 277 ح 16 والخصال: 1 / 314 ح 94 بإسناده إلى ياسر الخادم عن الرضا </w:t>
      </w:r>
      <w:r w:rsidR="004226A8" w:rsidRPr="00F311C7">
        <w:rPr>
          <w:rStyle w:val="libFootnoteAlaemChar"/>
          <w:rtl/>
        </w:rPr>
        <w:t>عليه‌السلام</w:t>
      </w:r>
      <w:r>
        <w:rPr>
          <w:rtl/>
        </w:rPr>
        <w:t>، وعن العيون: 2 / 30 ح 35 بالاسناد رقم " 2 " وعن الخصال المذكور ح 93 بالاسناد رقم " 7 "، وأخرج قطعة منه في البحار: 8 / 4 ح 5 عن العيون. ورواه الحمويني في فرائد السمطين: 1 / 105 ح 75 بالاسناد رقم " 44 ". والخوارزمي في مناقبه: 208 بالاسناد رقم " 29 "، عنه مصباح الانوار: 123 (مخطوط) وملحقات إحقاق الحق: 4 / 264 وج 7 / 379. وأخرجه في ج 15 من الاحقاق ص 547 وص 548 عن فرائد السمطين والمناقب. وأخرجه المتقي الهندي في كنز العمال: 15 / 132 ح 391 بالاسناد رقم " 60 ".</w:t>
      </w:r>
    </w:p>
    <w:p w:rsidR="00481D79" w:rsidRDefault="00481D79" w:rsidP="00B64832">
      <w:pPr>
        <w:pStyle w:val="libFootnote0"/>
        <w:rPr>
          <w:rtl/>
        </w:rPr>
      </w:pPr>
      <w:r>
        <w:rPr>
          <w:rtl/>
        </w:rPr>
        <w:t>9</w:t>
      </w:r>
      <w:r w:rsidR="00B64832">
        <w:rPr>
          <w:rFonts w:hint="cs"/>
          <w:rtl/>
        </w:rPr>
        <w:t>-</w:t>
      </w:r>
      <w:r>
        <w:rPr>
          <w:rtl/>
        </w:rPr>
        <w:t xml:space="preserve"> الاسراء: 71.</w:t>
      </w:r>
    </w:p>
    <w:p w:rsidR="00481D79" w:rsidRDefault="00481D79" w:rsidP="00B64832">
      <w:pPr>
        <w:pStyle w:val="libFootnote0"/>
        <w:rPr>
          <w:rtl/>
        </w:rPr>
      </w:pPr>
      <w:r>
        <w:rPr>
          <w:rtl/>
        </w:rPr>
        <w:t>10</w:t>
      </w:r>
      <w:r w:rsidR="00B64832">
        <w:rPr>
          <w:rFonts w:hint="cs"/>
          <w:rtl/>
        </w:rPr>
        <w:t>-</w:t>
      </w:r>
      <w:r>
        <w:rPr>
          <w:rtl/>
        </w:rPr>
        <w:t xml:space="preserve"> خ: أيامهم.</w:t>
      </w:r>
    </w:p>
    <w:p w:rsidR="00481D79" w:rsidRDefault="00481D79" w:rsidP="00B64832">
      <w:pPr>
        <w:pStyle w:val="libFootnote0"/>
        <w:rPr>
          <w:rtl/>
        </w:rPr>
      </w:pPr>
      <w:r>
        <w:rPr>
          <w:rtl/>
        </w:rPr>
        <w:t>11</w:t>
      </w:r>
      <w:r w:rsidR="00B64832">
        <w:rPr>
          <w:rFonts w:hint="cs"/>
          <w:rtl/>
        </w:rPr>
        <w:t>-</w:t>
      </w:r>
      <w:r>
        <w:rPr>
          <w:rtl/>
        </w:rPr>
        <w:t xml:space="preserve"> عنه البحار: 24 / 264 ح 24 وعن عيون الاخبار: 2 / 33 ح 61. وأخرجه في البحار: 8 / 10 ح 2 عن العيون، وفي ج 38 / 126 ح 75 عن اليقين في إمرة أمير المؤمنين </w:t>
      </w:r>
      <w:r w:rsidR="004226A8" w:rsidRPr="00F311C7">
        <w:rPr>
          <w:rStyle w:val="libFootnoteAlaemChar"/>
          <w:rtl/>
        </w:rPr>
        <w:t>عليه‌السلام</w:t>
      </w:r>
      <w:r>
        <w:rPr>
          <w:rtl/>
        </w:rPr>
        <w:t xml:space="preserve">: 191 من كتاب أسماء مولانا علي </w:t>
      </w:r>
      <w:r w:rsidR="004226A8" w:rsidRPr="00F311C7">
        <w:rPr>
          <w:rStyle w:val="libFootnoteAlaemChar"/>
          <w:rtl/>
        </w:rPr>
        <w:t>عليه‌السلام</w:t>
      </w:r>
      <w:r>
        <w:rPr>
          <w:rtl/>
        </w:rPr>
        <w:t xml:space="preserve"> بالاسناد رقم " 1 ".</w:t>
      </w:r>
    </w:p>
    <w:p w:rsidR="00481D79" w:rsidRDefault="00481D79" w:rsidP="00481D79">
      <w:pPr>
        <w:pStyle w:val="libNormal"/>
        <w:rPr>
          <w:rtl/>
        </w:rPr>
      </w:pPr>
      <w:r>
        <w:rPr>
          <w:rtl/>
        </w:rPr>
        <w:br w:type="page"/>
      </w:r>
    </w:p>
    <w:p w:rsidR="00481D79" w:rsidRPr="00481D79" w:rsidRDefault="00481D79" w:rsidP="00F311C7">
      <w:pPr>
        <w:pStyle w:val="libNormal"/>
        <w:rPr>
          <w:rtl/>
        </w:rPr>
      </w:pPr>
      <w:r w:rsidRPr="00481D79">
        <w:rPr>
          <w:rtl/>
        </w:rPr>
        <w:lastRenderedPageBreak/>
        <w:t xml:space="preserve">(36) وبإسناده قال: قال رسول الله </w:t>
      </w:r>
      <w:r w:rsidR="004226A8" w:rsidRPr="004226A8">
        <w:rPr>
          <w:rStyle w:val="libAlaemChar"/>
          <w:rtl/>
        </w:rPr>
        <w:t>صلى‌الله‌عليه‌وآله</w:t>
      </w:r>
      <w:r w:rsidRPr="00481D79">
        <w:rPr>
          <w:rtl/>
        </w:rPr>
        <w:t xml:space="preserve">: " إن المؤمن يعرف في السماء كما يعرف </w:t>
      </w:r>
      <w:r w:rsidR="00F311C7" w:rsidRPr="00B0739E">
        <w:rPr>
          <w:rStyle w:val="libFootnotenumChar"/>
          <w:rFonts w:hint="cs"/>
          <w:rtl/>
        </w:rPr>
        <w:t>(1)</w:t>
      </w:r>
      <w:r w:rsidRPr="00481D79">
        <w:rPr>
          <w:rtl/>
        </w:rPr>
        <w:t xml:space="preserve"> الرجل [ في ] </w:t>
      </w:r>
      <w:r w:rsidR="00F311C7" w:rsidRPr="00B0739E">
        <w:rPr>
          <w:rStyle w:val="libFootnotenumChar"/>
          <w:rFonts w:hint="cs"/>
          <w:rtl/>
        </w:rPr>
        <w:t>(2)</w:t>
      </w:r>
      <w:r w:rsidRPr="00481D79">
        <w:rPr>
          <w:rtl/>
        </w:rPr>
        <w:t xml:space="preserve"> أهله وولده [ وإنه أكرم عند </w:t>
      </w:r>
      <w:r w:rsidR="00F311C7" w:rsidRPr="00B0739E">
        <w:rPr>
          <w:rStyle w:val="libFootnotenumChar"/>
          <w:rFonts w:hint="cs"/>
          <w:rtl/>
        </w:rPr>
        <w:t>(3)</w:t>
      </w:r>
      <w:r w:rsidRPr="00481D79">
        <w:rPr>
          <w:rtl/>
        </w:rPr>
        <w:t xml:space="preserve"> الله من ملك مقرب ] </w:t>
      </w:r>
      <w:r w:rsidR="00F311C7" w:rsidRPr="00B0739E">
        <w:rPr>
          <w:rStyle w:val="libFootnotenumChar"/>
          <w:rFonts w:hint="cs"/>
          <w:rtl/>
        </w:rPr>
        <w:t>(4)</w:t>
      </w:r>
      <w:r w:rsidRPr="00481D79">
        <w:rPr>
          <w:rtl/>
        </w:rPr>
        <w:t xml:space="preserve"> " </w:t>
      </w:r>
      <w:r w:rsidR="00F311C7" w:rsidRPr="00B0739E">
        <w:rPr>
          <w:rStyle w:val="libFootnotenumChar"/>
          <w:rFonts w:hint="cs"/>
          <w:rtl/>
        </w:rPr>
        <w:t>(5)</w:t>
      </w:r>
      <w:r w:rsidRPr="00481D79">
        <w:rPr>
          <w:rtl/>
        </w:rPr>
        <w:t>.</w:t>
      </w:r>
    </w:p>
    <w:p w:rsidR="00481D79" w:rsidRPr="00481D79" w:rsidRDefault="00481D79" w:rsidP="00F311C7">
      <w:pPr>
        <w:pStyle w:val="libNormal"/>
        <w:rPr>
          <w:rtl/>
        </w:rPr>
      </w:pPr>
      <w:r w:rsidRPr="00481D79">
        <w:rPr>
          <w:rtl/>
        </w:rPr>
        <w:t xml:space="preserve">(37) وبإسناده قال: قال رسول الله </w:t>
      </w:r>
      <w:r w:rsidR="004226A8" w:rsidRPr="004226A8">
        <w:rPr>
          <w:rStyle w:val="libAlaemChar"/>
          <w:rtl/>
        </w:rPr>
        <w:t>صلى‌الله‌عليه‌وآله</w:t>
      </w:r>
      <w:r w:rsidRPr="00481D79">
        <w:rPr>
          <w:rtl/>
        </w:rPr>
        <w:t xml:space="preserve">: " من بهت </w:t>
      </w:r>
      <w:r w:rsidR="00F311C7" w:rsidRPr="00B0739E">
        <w:rPr>
          <w:rStyle w:val="libFootnotenumChar"/>
          <w:rFonts w:hint="cs"/>
          <w:rtl/>
        </w:rPr>
        <w:t>(6)</w:t>
      </w:r>
      <w:r w:rsidRPr="00481D79">
        <w:rPr>
          <w:rtl/>
        </w:rPr>
        <w:t xml:space="preserve"> مؤمنا أو مؤمنة، أو </w:t>
      </w:r>
      <w:r w:rsidR="00F311C7" w:rsidRPr="00B0739E">
        <w:rPr>
          <w:rStyle w:val="libFootnotenumChar"/>
          <w:rFonts w:hint="cs"/>
          <w:rtl/>
        </w:rPr>
        <w:t>(7)</w:t>
      </w:r>
      <w:r w:rsidRPr="00481D79">
        <w:rPr>
          <w:rtl/>
        </w:rPr>
        <w:t xml:space="preserve"> قال فيه ما ليس فيه، أقامه الله عزوجل على تل من نار حتى يخرج مما قال [ فيه ] </w:t>
      </w:r>
      <w:r w:rsidR="00F311C7" w:rsidRPr="00F311C7">
        <w:rPr>
          <w:rStyle w:val="libFootnotenumChar"/>
          <w:rFonts w:hint="cs"/>
          <w:rtl/>
        </w:rPr>
        <w:t>(8)</w:t>
      </w:r>
      <w:r w:rsidRPr="00481D79">
        <w:rPr>
          <w:rtl/>
        </w:rPr>
        <w:t xml:space="preserve"> " </w:t>
      </w:r>
      <w:r w:rsidR="00F311C7" w:rsidRPr="00F311C7">
        <w:rPr>
          <w:rStyle w:val="libFootnotenumChar"/>
          <w:rFonts w:hint="cs"/>
          <w:rtl/>
        </w:rPr>
        <w:t>(9)</w:t>
      </w:r>
      <w:r w:rsidRPr="00481D79">
        <w:rPr>
          <w:rtl/>
        </w:rPr>
        <w:t>.</w:t>
      </w:r>
    </w:p>
    <w:p w:rsidR="00481D79" w:rsidRPr="00481D79" w:rsidRDefault="00481D79" w:rsidP="00F311C7">
      <w:pPr>
        <w:pStyle w:val="libNormal"/>
        <w:rPr>
          <w:rtl/>
        </w:rPr>
      </w:pPr>
      <w:r w:rsidRPr="00481D79">
        <w:rPr>
          <w:rtl/>
        </w:rPr>
        <w:t xml:space="preserve">(38) وبإسناده قال: قال رسول الله </w:t>
      </w:r>
      <w:r w:rsidR="004226A8" w:rsidRPr="004226A8">
        <w:rPr>
          <w:rStyle w:val="libAlaemChar"/>
          <w:rtl/>
        </w:rPr>
        <w:t>صلى‌الله‌عليه‌وآله</w:t>
      </w:r>
      <w:r w:rsidRPr="00481D79">
        <w:rPr>
          <w:rtl/>
        </w:rPr>
        <w:t xml:space="preserve">: " أتاني جبرئيل </w:t>
      </w:r>
      <w:r w:rsidR="004226A8" w:rsidRPr="004226A8">
        <w:rPr>
          <w:rStyle w:val="libAlaemChar"/>
          <w:rtl/>
        </w:rPr>
        <w:t>عليه‌السلام</w:t>
      </w:r>
      <w:r w:rsidRPr="00481D79">
        <w:rPr>
          <w:rtl/>
        </w:rPr>
        <w:t xml:space="preserve"> عن ربي </w:t>
      </w:r>
      <w:r w:rsidR="00F311C7" w:rsidRPr="00F311C7">
        <w:rPr>
          <w:rStyle w:val="libFootnotenumChar"/>
          <w:rFonts w:hint="cs"/>
          <w:rtl/>
        </w:rPr>
        <w:t>(10)</w:t>
      </w:r>
      <w:r w:rsidRPr="00481D79">
        <w:rPr>
          <w:rtl/>
        </w:rPr>
        <w:t xml:space="preserve"> وهو يقول: ربي يقرء‌ك السلام ويقول [ لك ]: </w:t>
      </w:r>
      <w:r w:rsidR="00F311C7" w:rsidRPr="00F311C7">
        <w:rPr>
          <w:rStyle w:val="libFootnotenumChar"/>
          <w:rFonts w:hint="cs"/>
          <w:rtl/>
        </w:rPr>
        <w:t>(11)</w:t>
      </w:r>
      <w:r w:rsidRPr="00481D79">
        <w:rPr>
          <w:rtl/>
        </w:rPr>
        <w:t xml:space="preserve"> [ يا محمد ] </w:t>
      </w:r>
      <w:r w:rsidR="00F311C7" w:rsidRPr="00F311C7">
        <w:rPr>
          <w:rStyle w:val="libFootnotenumChar"/>
          <w:rFonts w:hint="cs"/>
          <w:rtl/>
        </w:rPr>
        <w:t>(12)</w:t>
      </w:r>
      <w:r w:rsidRPr="00481D79">
        <w:rPr>
          <w:rtl/>
        </w:rPr>
        <w:t xml:space="preserve"> بشر المؤمنين الذين يعملون الصالحات ويؤمنون بك وبأهل </w:t>
      </w:r>
      <w:r w:rsidR="00F311C7" w:rsidRPr="00F311C7">
        <w:rPr>
          <w:rStyle w:val="libFootnotenumChar"/>
          <w:rFonts w:hint="cs"/>
          <w:rtl/>
        </w:rPr>
        <w:t>(13)</w:t>
      </w:r>
      <w:r w:rsidRPr="00481D79">
        <w:rPr>
          <w:rtl/>
        </w:rPr>
        <w:t xml:space="preserve"> بيتك بالجنة، فإن لهم عندي جزاء الحسنى وسيدخلون الجنة " </w:t>
      </w:r>
      <w:r w:rsidR="00F311C7" w:rsidRPr="00F311C7">
        <w:rPr>
          <w:rStyle w:val="libFootnotenumChar"/>
          <w:rFonts w:hint="cs"/>
          <w:rtl/>
        </w:rPr>
        <w:t>(14)</w:t>
      </w:r>
      <w:r w:rsidRPr="00481D79">
        <w:rPr>
          <w:rtl/>
        </w:rPr>
        <w:t>.</w:t>
      </w:r>
    </w:p>
    <w:p w:rsidR="00481D79" w:rsidRPr="00481D79" w:rsidRDefault="00481D79" w:rsidP="00F311C7">
      <w:pPr>
        <w:pStyle w:val="libNormal"/>
        <w:rPr>
          <w:rtl/>
        </w:rPr>
      </w:pPr>
      <w:r w:rsidRPr="00481D79">
        <w:rPr>
          <w:rtl/>
        </w:rPr>
        <w:t xml:space="preserve">(39) وبإسناده قال: قال رسول الله </w:t>
      </w:r>
      <w:r w:rsidR="004226A8" w:rsidRPr="004226A8">
        <w:rPr>
          <w:rStyle w:val="libAlaemChar"/>
          <w:rtl/>
        </w:rPr>
        <w:t>صلى‌الله‌عليه‌وآله</w:t>
      </w:r>
      <w:r w:rsidRPr="00481D79">
        <w:rPr>
          <w:rtl/>
        </w:rPr>
        <w:t xml:space="preserve">: " حرمت الجنة على من ظلم أهل بيتي وقاتلهم، والمعين عليهم، [ ومن سبهم (أولئك لا خلاق لهم ] </w:t>
      </w:r>
      <w:r w:rsidR="00F311C7" w:rsidRPr="00F311C7">
        <w:rPr>
          <w:rStyle w:val="libFootnotenumChar"/>
          <w:rFonts w:hint="cs"/>
          <w:rtl/>
        </w:rPr>
        <w:t>(15)</w:t>
      </w:r>
      <w:r w:rsidRPr="00481D79">
        <w:rPr>
          <w:rtl/>
        </w:rPr>
        <w:t xml:space="preserve"> في الآخرة ولا يكلمهم الله ولا ينظر إليهم يوم القيامة ولا يزكيهم ولهم عذاب أليم) </w:t>
      </w:r>
      <w:r w:rsidR="00F311C7" w:rsidRPr="00F311C7">
        <w:rPr>
          <w:rStyle w:val="libFootnotenumChar"/>
          <w:rFonts w:hint="cs"/>
          <w:rtl/>
        </w:rPr>
        <w:t>(16)</w:t>
      </w:r>
      <w:r w:rsidRPr="00481D79">
        <w:rPr>
          <w:rtl/>
        </w:rPr>
        <w:t xml:space="preserve"> " </w:t>
      </w:r>
      <w:r w:rsidR="00F311C7" w:rsidRPr="00F311C7">
        <w:rPr>
          <w:rStyle w:val="libFootnotenumChar"/>
          <w:rFonts w:hint="cs"/>
          <w:rtl/>
        </w:rPr>
        <w:t>(17)</w:t>
      </w:r>
      <w:r w:rsidRPr="00481D79">
        <w:rPr>
          <w:rtl/>
        </w:rPr>
        <w:t>.</w:t>
      </w:r>
    </w:p>
    <w:p w:rsidR="00481D79" w:rsidRDefault="005B067E" w:rsidP="005B067E">
      <w:pPr>
        <w:pStyle w:val="libLine"/>
        <w:rPr>
          <w:rtl/>
        </w:rPr>
      </w:pPr>
      <w:r>
        <w:rPr>
          <w:rtl/>
        </w:rPr>
        <w:t>____________________</w:t>
      </w:r>
    </w:p>
    <w:p w:rsidR="00481D79" w:rsidRDefault="00481D79" w:rsidP="00DD5C69">
      <w:pPr>
        <w:pStyle w:val="libFootnote0"/>
        <w:rPr>
          <w:rtl/>
        </w:rPr>
      </w:pPr>
      <w:r>
        <w:rPr>
          <w:rtl/>
        </w:rPr>
        <w:t>1</w:t>
      </w:r>
      <w:r w:rsidR="00DD5C69">
        <w:rPr>
          <w:rFonts w:hint="cs"/>
          <w:rtl/>
        </w:rPr>
        <w:t>-</w:t>
      </w:r>
      <w:r>
        <w:rPr>
          <w:rtl/>
        </w:rPr>
        <w:t xml:space="preserve"> خ: ليعرف.</w:t>
      </w:r>
    </w:p>
    <w:p w:rsidR="00481D79" w:rsidRDefault="00481D79" w:rsidP="00DD5C69">
      <w:pPr>
        <w:pStyle w:val="libFootnote0"/>
        <w:rPr>
          <w:rtl/>
        </w:rPr>
      </w:pPr>
      <w:r>
        <w:rPr>
          <w:rtl/>
        </w:rPr>
        <w:t>2</w:t>
      </w:r>
      <w:r w:rsidR="00DD5C69">
        <w:rPr>
          <w:rFonts w:hint="cs"/>
          <w:rtl/>
        </w:rPr>
        <w:t>-</w:t>
      </w:r>
      <w:r>
        <w:rPr>
          <w:rtl/>
        </w:rPr>
        <w:t xml:space="preserve"> من ن.</w:t>
      </w:r>
    </w:p>
    <w:p w:rsidR="00481D79" w:rsidRDefault="00481D79" w:rsidP="00DD5C69">
      <w:pPr>
        <w:pStyle w:val="libFootnote0"/>
        <w:rPr>
          <w:rtl/>
        </w:rPr>
      </w:pPr>
      <w:r>
        <w:rPr>
          <w:rtl/>
        </w:rPr>
        <w:t>3</w:t>
      </w:r>
      <w:r w:rsidR="00DD5C69">
        <w:rPr>
          <w:rFonts w:hint="cs"/>
          <w:rtl/>
        </w:rPr>
        <w:t>-</w:t>
      </w:r>
      <w:r>
        <w:rPr>
          <w:rtl/>
        </w:rPr>
        <w:t xml:space="preserve"> م 2 وج: على.</w:t>
      </w:r>
    </w:p>
    <w:p w:rsidR="00481D79" w:rsidRDefault="00481D79" w:rsidP="00DD5C69">
      <w:pPr>
        <w:pStyle w:val="libFootnote0"/>
        <w:rPr>
          <w:rtl/>
        </w:rPr>
      </w:pPr>
      <w:r>
        <w:rPr>
          <w:rtl/>
        </w:rPr>
        <w:t>4</w:t>
      </w:r>
      <w:r w:rsidR="00DD5C69">
        <w:rPr>
          <w:rFonts w:hint="cs"/>
          <w:rtl/>
        </w:rPr>
        <w:t>-</w:t>
      </w:r>
      <w:r>
        <w:rPr>
          <w:rtl/>
        </w:rPr>
        <w:t xml:space="preserve"> ليس في بعض النسخ.</w:t>
      </w:r>
    </w:p>
    <w:p w:rsidR="00481D79" w:rsidRDefault="00481D79" w:rsidP="00DD5C69">
      <w:pPr>
        <w:pStyle w:val="libFootnote0"/>
        <w:rPr>
          <w:rtl/>
        </w:rPr>
      </w:pPr>
      <w:r>
        <w:rPr>
          <w:rtl/>
        </w:rPr>
        <w:t>5</w:t>
      </w:r>
      <w:r w:rsidR="00DD5C69">
        <w:rPr>
          <w:rFonts w:hint="cs"/>
          <w:rtl/>
        </w:rPr>
        <w:t>-</w:t>
      </w:r>
      <w:r>
        <w:rPr>
          <w:rtl/>
        </w:rPr>
        <w:t xml:space="preserve"> عنه البحار: 6 / 299 ح 7، وأخرجه في ج 68 / 18 ح 26 عنه وعن عيون الاخبار: 2 / 32 ح 62. (وأخرجه الديلمي عن أنس.)</w:t>
      </w:r>
    </w:p>
    <w:p w:rsidR="00481D79" w:rsidRDefault="00481D79" w:rsidP="00DD5C69">
      <w:pPr>
        <w:pStyle w:val="libFootnote0"/>
        <w:rPr>
          <w:rtl/>
        </w:rPr>
      </w:pPr>
      <w:r>
        <w:rPr>
          <w:rtl/>
        </w:rPr>
        <w:t>6</w:t>
      </w:r>
      <w:r w:rsidR="00DD5C69">
        <w:rPr>
          <w:rFonts w:hint="cs"/>
          <w:rtl/>
        </w:rPr>
        <w:t>-</w:t>
      </w:r>
      <w:r>
        <w:rPr>
          <w:rtl/>
        </w:rPr>
        <w:t xml:space="preserve"> أي قال عليه ما لم يفعله.</w:t>
      </w:r>
    </w:p>
    <w:p w:rsidR="00481D79" w:rsidRDefault="00481D79" w:rsidP="00DD5C69">
      <w:pPr>
        <w:pStyle w:val="libFootnote0"/>
        <w:rPr>
          <w:rtl/>
        </w:rPr>
      </w:pPr>
      <w:r>
        <w:rPr>
          <w:rtl/>
        </w:rPr>
        <w:t>7</w:t>
      </w:r>
      <w:r w:rsidR="00DD5C69">
        <w:rPr>
          <w:rFonts w:hint="cs"/>
          <w:rtl/>
        </w:rPr>
        <w:t>-</w:t>
      </w:r>
      <w:r>
        <w:rPr>
          <w:rtl/>
        </w:rPr>
        <w:t xml:space="preserve"> ط: و.</w:t>
      </w:r>
    </w:p>
    <w:p w:rsidR="00481D79" w:rsidRDefault="00481D79" w:rsidP="00DD5C69">
      <w:pPr>
        <w:pStyle w:val="libFootnote0"/>
        <w:rPr>
          <w:rtl/>
        </w:rPr>
      </w:pPr>
      <w:r>
        <w:rPr>
          <w:rtl/>
        </w:rPr>
        <w:t>8</w:t>
      </w:r>
      <w:r w:rsidR="00DD5C69">
        <w:rPr>
          <w:rFonts w:hint="cs"/>
          <w:rtl/>
        </w:rPr>
        <w:t>-</w:t>
      </w:r>
      <w:r>
        <w:rPr>
          <w:rtl/>
        </w:rPr>
        <w:t xml:space="preserve"> ليس في ن.</w:t>
      </w:r>
    </w:p>
    <w:p w:rsidR="00481D79" w:rsidRDefault="00481D79" w:rsidP="00DD5C69">
      <w:pPr>
        <w:pStyle w:val="libFootnote0"/>
        <w:rPr>
          <w:rtl/>
        </w:rPr>
      </w:pPr>
      <w:r>
        <w:rPr>
          <w:rtl/>
        </w:rPr>
        <w:t>9</w:t>
      </w:r>
      <w:r w:rsidR="00DD5C69">
        <w:rPr>
          <w:rFonts w:hint="cs"/>
          <w:rtl/>
        </w:rPr>
        <w:t>-</w:t>
      </w:r>
      <w:r>
        <w:rPr>
          <w:rtl/>
        </w:rPr>
        <w:t xml:space="preserve"> عنه الوسائل: 8 / 603 ح 2، والبحار: 75 / 194 ح 5 وعن عيون الاخبار: 2 / 33 ح 63. وأورده مرسلا في روضة الواعظين: 542. وأخرجه الزمخشري في ربيع الابرار: 2 / 183، والمتقي الهندي في كنز العمال: 3 / 564 ح 7924. (أخرجه ابن النجار عن علي بلفظه. التل بفتح التاء الاكمة وهي المرتفعة عن الارض).</w:t>
      </w:r>
    </w:p>
    <w:p w:rsidR="00DD5C69" w:rsidRDefault="00481D79" w:rsidP="00DD5C69">
      <w:pPr>
        <w:pStyle w:val="libFootnote0"/>
        <w:rPr>
          <w:rFonts w:hint="cs"/>
          <w:rtl/>
        </w:rPr>
      </w:pPr>
      <w:r>
        <w:rPr>
          <w:rtl/>
        </w:rPr>
        <w:t>10</w:t>
      </w:r>
      <w:r w:rsidR="00DD5C69">
        <w:rPr>
          <w:rFonts w:hint="cs"/>
          <w:rtl/>
        </w:rPr>
        <w:t>-</w:t>
      </w:r>
      <w:r>
        <w:rPr>
          <w:rtl/>
        </w:rPr>
        <w:t xml:space="preserve"> ن: ربه.</w:t>
      </w:r>
    </w:p>
    <w:p w:rsidR="00481D79" w:rsidRDefault="00481D79" w:rsidP="00DD5C69">
      <w:pPr>
        <w:pStyle w:val="libFootnote0"/>
        <w:rPr>
          <w:rtl/>
        </w:rPr>
      </w:pPr>
      <w:r>
        <w:rPr>
          <w:rtl/>
        </w:rPr>
        <w:t>11</w:t>
      </w:r>
      <w:r w:rsidR="00DD5C69">
        <w:rPr>
          <w:rFonts w:hint="cs"/>
          <w:rtl/>
        </w:rPr>
        <w:t>-</w:t>
      </w:r>
      <w:r>
        <w:rPr>
          <w:rtl/>
        </w:rPr>
        <w:t xml:space="preserve"> ليس في ط ون وج.</w:t>
      </w:r>
    </w:p>
    <w:p w:rsidR="00DD5C69" w:rsidRDefault="00481D79" w:rsidP="00DD5C69">
      <w:pPr>
        <w:pStyle w:val="libFootnote0"/>
        <w:rPr>
          <w:rFonts w:hint="cs"/>
          <w:rtl/>
        </w:rPr>
      </w:pPr>
      <w:r>
        <w:rPr>
          <w:rtl/>
        </w:rPr>
        <w:t>12</w:t>
      </w:r>
      <w:r w:rsidR="00DD5C69">
        <w:rPr>
          <w:rFonts w:hint="cs"/>
          <w:rtl/>
        </w:rPr>
        <w:t>-</w:t>
      </w:r>
      <w:r>
        <w:rPr>
          <w:rtl/>
        </w:rPr>
        <w:t xml:space="preserve"> ليس في ط.</w:t>
      </w:r>
    </w:p>
    <w:p w:rsidR="00DD5C69" w:rsidRDefault="00481D79" w:rsidP="00DD5C69">
      <w:pPr>
        <w:pStyle w:val="libFootnote0"/>
        <w:rPr>
          <w:rFonts w:hint="cs"/>
          <w:rtl/>
        </w:rPr>
      </w:pPr>
      <w:r>
        <w:rPr>
          <w:rtl/>
        </w:rPr>
        <w:t>13</w:t>
      </w:r>
      <w:r w:rsidR="00DD5C69">
        <w:rPr>
          <w:rFonts w:hint="cs"/>
          <w:rtl/>
        </w:rPr>
        <w:t>-</w:t>
      </w:r>
      <w:r>
        <w:rPr>
          <w:rtl/>
        </w:rPr>
        <w:t xml:space="preserve"> ن: ويحبون أهل.</w:t>
      </w:r>
    </w:p>
    <w:p w:rsidR="00DD5C69" w:rsidRDefault="00481D79" w:rsidP="00DD5C69">
      <w:pPr>
        <w:pStyle w:val="libFootnote0"/>
        <w:rPr>
          <w:rFonts w:hint="cs"/>
          <w:rtl/>
        </w:rPr>
      </w:pPr>
      <w:r>
        <w:rPr>
          <w:rtl/>
        </w:rPr>
        <w:t>14</w:t>
      </w:r>
      <w:r w:rsidR="00DD5C69">
        <w:rPr>
          <w:rFonts w:hint="cs"/>
          <w:rtl/>
        </w:rPr>
        <w:t>-</w:t>
      </w:r>
      <w:r>
        <w:rPr>
          <w:rtl/>
        </w:rPr>
        <w:t xml:space="preserve"> عنه البحار: 68 / 19 ح 27 وعن عيون أخبار الرضا: 2 / 33 ح 64. وأخرجه المجلسي في البحار: 10 / 367 ح 5 بالاسناد رقم " 41 ". ورواه الحمويني في فرائد السمطين: 1 / 307 ح 246 بالاسناد رقم " 46 ". وأورده في جامع الاخبار: 99 عن النبي </w:t>
      </w:r>
      <w:r w:rsidR="004226A8" w:rsidRPr="00DD5C69">
        <w:rPr>
          <w:rStyle w:val="libFootnoteAlaemChar"/>
          <w:rtl/>
        </w:rPr>
        <w:t>صلى‌الله‌عليه‌وآله</w:t>
      </w:r>
      <w:r>
        <w:rPr>
          <w:rtl/>
        </w:rPr>
        <w:t>.</w:t>
      </w:r>
    </w:p>
    <w:p w:rsidR="00DD5C69" w:rsidRDefault="00481D79" w:rsidP="00DD5C69">
      <w:pPr>
        <w:pStyle w:val="libFootnote0"/>
        <w:rPr>
          <w:rFonts w:hint="cs"/>
          <w:rtl/>
        </w:rPr>
      </w:pPr>
      <w:r>
        <w:rPr>
          <w:rtl/>
        </w:rPr>
        <w:t>15</w:t>
      </w:r>
      <w:r w:rsidR="00DD5C69">
        <w:rPr>
          <w:rFonts w:hint="cs"/>
          <w:rtl/>
        </w:rPr>
        <w:t>-</w:t>
      </w:r>
      <w:r>
        <w:rPr>
          <w:rtl/>
        </w:rPr>
        <w:t xml:space="preserve"> ليس في ج.</w:t>
      </w:r>
    </w:p>
    <w:p w:rsidR="00DD5C69" w:rsidRDefault="00481D79" w:rsidP="00DD5C69">
      <w:pPr>
        <w:pStyle w:val="libFootnote0"/>
        <w:rPr>
          <w:rFonts w:hint="cs"/>
          <w:rtl/>
        </w:rPr>
      </w:pPr>
      <w:r>
        <w:rPr>
          <w:rtl/>
        </w:rPr>
        <w:t>16</w:t>
      </w:r>
      <w:r w:rsidR="00DD5C69">
        <w:rPr>
          <w:rFonts w:hint="cs"/>
          <w:rtl/>
        </w:rPr>
        <w:t>-</w:t>
      </w:r>
      <w:r>
        <w:rPr>
          <w:rtl/>
        </w:rPr>
        <w:t xml:space="preserve"> آل عمران: 77.</w:t>
      </w:r>
    </w:p>
    <w:p w:rsidR="00827655" w:rsidRDefault="00481D79" w:rsidP="00DD5C69">
      <w:pPr>
        <w:pStyle w:val="libFootnote0"/>
        <w:rPr>
          <w:rtl/>
        </w:rPr>
      </w:pPr>
      <w:r>
        <w:rPr>
          <w:rtl/>
        </w:rPr>
        <w:t>17</w:t>
      </w:r>
      <w:r w:rsidR="00DD5C69">
        <w:rPr>
          <w:rFonts w:hint="cs"/>
          <w:rtl/>
        </w:rPr>
        <w:t>-</w:t>
      </w:r>
      <w:r>
        <w:rPr>
          <w:rtl/>
        </w:rPr>
        <w:t xml:space="preserve"> رواه الصدوق في عيون الاخبار: 2 / 34 ح 65، عنه البحار: 27 / 222 ح 10. </w:t>
      </w:r>
      <w:r w:rsidR="00827655">
        <w:rPr>
          <w:rtl/>
        </w:rPr>
        <w:t>=</w:t>
      </w:r>
    </w:p>
    <w:p w:rsidR="00481D79" w:rsidRDefault="00481D79" w:rsidP="00481D79">
      <w:pPr>
        <w:pStyle w:val="libNormal"/>
        <w:rPr>
          <w:rtl/>
        </w:rPr>
      </w:pPr>
      <w:r>
        <w:rPr>
          <w:rtl/>
        </w:rPr>
        <w:br w:type="page"/>
      </w:r>
    </w:p>
    <w:p w:rsidR="00481D79" w:rsidRPr="00481D79" w:rsidRDefault="00481D79" w:rsidP="00924661">
      <w:pPr>
        <w:pStyle w:val="libNormal"/>
        <w:rPr>
          <w:rtl/>
        </w:rPr>
      </w:pPr>
      <w:r w:rsidRPr="00481D79">
        <w:rPr>
          <w:rtl/>
        </w:rPr>
        <w:lastRenderedPageBreak/>
        <w:t xml:space="preserve">(40) وبإسناده قال: قال رسول الله </w:t>
      </w:r>
      <w:r w:rsidR="004226A8" w:rsidRPr="004226A8">
        <w:rPr>
          <w:rStyle w:val="libAlaemChar"/>
          <w:rtl/>
        </w:rPr>
        <w:t>صلى‌الله‌عليه‌وآله</w:t>
      </w:r>
      <w:r w:rsidRPr="00481D79">
        <w:rPr>
          <w:rtl/>
        </w:rPr>
        <w:t xml:space="preserve">: " إن الله عزوجل ليحاسب </w:t>
      </w:r>
      <w:r w:rsidR="00924661" w:rsidRPr="00924661">
        <w:rPr>
          <w:rStyle w:val="libFootnotenumChar"/>
          <w:rFonts w:hint="cs"/>
          <w:rtl/>
        </w:rPr>
        <w:t>(1)</w:t>
      </w:r>
      <w:r w:rsidRPr="00481D79">
        <w:rPr>
          <w:rtl/>
        </w:rPr>
        <w:t xml:space="preserve"> كل خلق إلا من أشرك بالله تعالى فإنه لا يحاسب، ويؤمر به إلى النار " </w:t>
      </w:r>
      <w:r w:rsidR="00924661" w:rsidRPr="00924661">
        <w:rPr>
          <w:rStyle w:val="libFootnotenumChar"/>
          <w:rFonts w:hint="cs"/>
          <w:rtl/>
        </w:rPr>
        <w:t>(2)</w:t>
      </w:r>
      <w:r w:rsidRPr="00481D79">
        <w:rPr>
          <w:rtl/>
        </w:rPr>
        <w:t>.</w:t>
      </w:r>
    </w:p>
    <w:p w:rsidR="00481D79" w:rsidRPr="00481D79" w:rsidRDefault="00481D79" w:rsidP="00924661">
      <w:pPr>
        <w:pStyle w:val="libNormal"/>
        <w:rPr>
          <w:rtl/>
        </w:rPr>
      </w:pPr>
      <w:r w:rsidRPr="00481D79">
        <w:rPr>
          <w:rtl/>
        </w:rPr>
        <w:t xml:space="preserve">(41) وبإسناده قال: قال رسول الله </w:t>
      </w:r>
      <w:r w:rsidR="004226A8" w:rsidRPr="004226A8">
        <w:rPr>
          <w:rStyle w:val="libAlaemChar"/>
          <w:rtl/>
        </w:rPr>
        <w:t>صلى‌الله‌عليه‌وآله</w:t>
      </w:r>
      <w:r w:rsidRPr="00481D79">
        <w:rPr>
          <w:rtl/>
        </w:rPr>
        <w:t xml:space="preserve">: " لا تسترضعوا الحمقاء </w:t>
      </w:r>
      <w:r w:rsidR="00924661" w:rsidRPr="00924661">
        <w:rPr>
          <w:rStyle w:val="libFootnotenumChar"/>
          <w:rFonts w:hint="cs"/>
          <w:rtl/>
        </w:rPr>
        <w:t>(3)</w:t>
      </w:r>
      <w:r w:rsidRPr="00481D79">
        <w:rPr>
          <w:rtl/>
        </w:rPr>
        <w:t xml:space="preserve"> ولا العمشاء </w:t>
      </w:r>
      <w:r w:rsidR="00924661" w:rsidRPr="00924661">
        <w:rPr>
          <w:rStyle w:val="libFootnotenumChar"/>
          <w:rFonts w:hint="cs"/>
          <w:rtl/>
        </w:rPr>
        <w:t>(4)</w:t>
      </w:r>
      <w:r w:rsidRPr="00481D79">
        <w:rPr>
          <w:rtl/>
        </w:rPr>
        <w:t xml:space="preserve"> فإن اللبن يتعدى </w:t>
      </w:r>
      <w:r w:rsidR="00924661" w:rsidRPr="00924661">
        <w:rPr>
          <w:rStyle w:val="libFootnotenumChar"/>
          <w:rFonts w:hint="cs"/>
          <w:rtl/>
        </w:rPr>
        <w:t>(5)</w:t>
      </w:r>
      <w:r w:rsidRPr="00481D79">
        <w:rPr>
          <w:rtl/>
        </w:rPr>
        <w:t xml:space="preserve"> " </w:t>
      </w:r>
      <w:r w:rsidR="00924661" w:rsidRPr="00924661">
        <w:rPr>
          <w:rStyle w:val="libFootnotenumChar"/>
          <w:rFonts w:hint="cs"/>
          <w:rtl/>
        </w:rPr>
        <w:t>(6)</w:t>
      </w:r>
      <w:r w:rsidRPr="00481D79">
        <w:rPr>
          <w:rtl/>
        </w:rPr>
        <w:t>.</w:t>
      </w:r>
    </w:p>
    <w:p w:rsidR="00827655"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والشيخ الطوسي في أماليه: 1 / 165 بالاسناد رقم " 16 ". عنه البحار المذكور ص 202 ح 1.</w:t>
      </w:r>
    </w:p>
    <w:p w:rsidR="00481D79" w:rsidRDefault="00481D79" w:rsidP="00D11BDC">
      <w:pPr>
        <w:pStyle w:val="libFootnote0"/>
        <w:rPr>
          <w:rtl/>
        </w:rPr>
      </w:pPr>
      <w:r>
        <w:rPr>
          <w:rtl/>
        </w:rPr>
        <w:t xml:space="preserve">وفي تأويل الآيات: 1 / 115 ح 26 نقلا من كتاب مصباح الانوار: 109 من كتاب الفردوس للديلمي باب الحاء، عنه البحار: 24 / 224 ح 14 وج 27 / 225 ح 16 بالاسناد رقم " 27 ". ورواه في تيسير المطالب: 121 بالاسناد رقم " 34 ". وأورده في روضة الواعظين: 323 مرسلا عن النبي </w:t>
      </w:r>
      <w:r w:rsidR="004226A8" w:rsidRPr="00924661">
        <w:rPr>
          <w:rStyle w:val="libFootnoteAlaemChar"/>
          <w:rtl/>
        </w:rPr>
        <w:t>صلى‌الله‌عليه‌وآله</w:t>
      </w:r>
      <w:r>
        <w:rPr>
          <w:rtl/>
        </w:rPr>
        <w:t xml:space="preserve">. ومقصد الراغب: 132 من طريق السمعاني في كتابه عن النبي </w:t>
      </w:r>
      <w:r w:rsidR="004226A8" w:rsidRPr="00924661">
        <w:rPr>
          <w:rStyle w:val="libFootnoteAlaemChar"/>
          <w:rtl/>
        </w:rPr>
        <w:t>صلى‌الله‌عليه‌وآله</w:t>
      </w:r>
      <w:r>
        <w:rPr>
          <w:rtl/>
        </w:rPr>
        <w:t xml:space="preserve">. وأخرجه ابن النجار عن علي بلفظه. وروى صدره في فرائد السمطين: 2 / 278 ح 542 بالسند رقم " 55 "، ورواه بتمامه في الحديث رقم " 543 " بالاسناد رقم " 56 ". وأخرج الحديث محب الدين الطبري في ذخائر العقبى: 20 عن الصحيفة بهذا اللفظ: " إن الله حرم الجنة على من ظلم أهل بيتي، أوقاتلهم، أو أغار عليهم، أو سبهم ". أخرج مثله: القندوزي في ينابيع المودة: 193 عن الصحيفة، وفي ص 277 عن محب الدين الطبري. وفي ص 397 من طريق الديلمي عن الصحيفة. والسمهودي في الاشراف على فضل الاشراف (مخطوط) عن علي </w:t>
      </w:r>
      <w:r w:rsidR="004226A8" w:rsidRPr="00924661">
        <w:rPr>
          <w:rStyle w:val="libFootnoteAlaemChar"/>
          <w:rtl/>
        </w:rPr>
        <w:t>عليه‌السلام</w:t>
      </w:r>
      <w:r>
        <w:rPr>
          <w:rtl/>
        </w:rPr>
        <w:t xml:space="preserve"> مرسلا عنه إحقاق: 18 / 465. والشبلنجي في نور الابصار: 123. والحضرمي في رشفة الصادي: 60. والامر تسري في أرجح المطالب: 334. ومحمد بن عبدالغفار الحنفي في أئمة الهدى: 148. وباكثير الحضرمي في وسيلة المآل: 64. أخرجه عن الاربعة في ملحقات إحقاق الحق: 9 / 436.</w:t>
      </w:r>
    </w:p>
    <w:p w:rsidR="00481D79" w:rsidRDefault="00481D79" w:rsidP="00924661">
      <w:pPr>
        <w:pStyle w:val="libFootnote0"/>
        <w:rPr>
          <w:rtl/>
        </w:rPr>
      </w:pPr>
      <w:r>
        <w:rPr>
          <w:rtl/>
        </w:rPr>
        <w:t>1</w:t>
      </w:r>
      <w:r w:rsidR="00924661">
        <w:rPr>
          <w:rFonts w:hint="cs"/>
          <w:rtl/>
        </w:rPr>
        <w:t>-</w:t>
      </w:r>
      <w:r>
        <w:rPr>
          <w:rtl/>
        </w:rPr>
        <w:t xml:space="preserve"> ن: يحاسب.</w:t>
      </w:r>
    </w:p>
    <w:p w:rsidR="00481D79" w:rsidRDefault="00481D79" w:rsidP="00924661">
      <w:pPr>
        <w:pStyle w:val="libFootnote0"/>
        <w:rPr>
          <w:rtl/>
        </w:rPr>
      </w:pPr>
      <w:r>
        <w:rPr>
          <w:rtl/>
        </w:rPr>
        <w:t>2</w:t>
      </w:r>
      <w:r w:rsidR="00924661">
        <w:rPr>
          <w:rFonts w:hint="cs"/>
          <w:rtl/>
        </w:rPr>
        <w:t>-</w:t>
      </w:r>
      <w:r>
        <w:rPr>
          <w:rtl/>
        </w:rPr>
        <w:t xml:space="preserve"> عنه البحار: 7 / 260 ح 7 وعن عيون الاخبار: 2 / 33 ح 66. وأورده في جامع الاخبار: 205 عن النبي </w:t>
      </w:r>
      <w:r w:rsidR="004226A8" w:rsidRPr="00924661">
        <w:rPr>
          <w:rStyle w:val="libFootnoteAlaemChar"/>
          <w:rtl/>
        </w:rPr>
        <w:t>صلى‌الله‌عليه‌وآله</w:t>
      </w:r>
      <w:r>
        <w:rPr>
          <w:rtl/>
        </w:rPr>
        <w:t>. (وأخرجه الطبراني في الكبير عن سليمان)</w:t>
      </w:r>
    </w:p>
    <w:p w:rsidR="00481D79" w:rsidRDefault="00481D79" w:rsidP="00924661">
      <w:pPr>
        <w:pStyle w:val="libFootnote0"/>
        <w:rPr>
          <w:rtl/>
        </w:rPr>
      </w:pPr>
      <w:r>
        <w:rPr>
          <w:rtl/>
        </w:rPr>
        <w:t>3</w:t>
      </w:r>
      <w:r w:rsidR="00924661">
        <w:rPr>
          <w:rFonts w:hint="cs"/>
          <w:rtl/>
        </w:rPr>
        <w:t>-</w:t>
      </w:r>
      <w:r>
        <w:rPr>
          <w:rtl/>
        </w:rPr>
        <w:t xml:space="preserve"> الحمق: قلة العقل.</w:t>
      </w:r>
    </w:p>
    <w:p w:rsidR="00481D79" w:rsidRDefault="00481D79" w:rsidP="00924661">
      <w:pPr>
        <w:pStyle w:val="libFootnote0"/>
        <w:rPr>
          <w:rtl/>
        </w:rPr>
      </w:pPr>
      <w:r>
        <w:rPr>
          <w:rtl/>
        </w:rPr>
        <w:t>4</w:t>
      </w:r>
      <w:r w:rsidR="00924661">
        <w:rPr>
          <w:rFonts w:hint="cs"/>
          <w:rtl/>
        </w:rPr>
        <w:t>-</w:t>
      </w:r>
      <w:r>
        <w:rPr>
          <w:rtl/>
        </w:rPr>
        <w:t xml:space="preserve"> العمش: ضعف رؤية العين مع سيلان دمعها في أكثر أوقاتها.</w:t>
      </w:r>
    </w:p>
    <w:p w:rsidR="00481D79" w:rsidRDefault="00481D79" w:rsidP="00924661">
      <w:pPr>
        <w:pStyle w:val="libFootnote0"/>
        <w:rPr>
          <w:rtl/>
        </w:rPr>
      </w:pPr>
      <w:r>
        <w:rPr>
          <w:rtl/>
        </w:rPr>
        <w:t>5</w:t>
      </w:r>
      <w:r w:rsidR="00924661">
        <w:rPr>
          <w:rFonts w:hint="cs"/>
          <w:rtl/>
        </w:rPr>
        <w:t>-</w:t>
      </w:r>
      <w:r>
        <w:rPr>
          <w:rtl/>
        </w:rPr>
        <w:t xml:space="preserve"> في خ وعيون الاخبار: يعدي.</w:t>
      </w:r>
    </w:p>
    <w:p w:rsidR="00827655" w:rsidRDefault="00481D79" w:rsidP="00924661">
      <w:pPr>
        <w:pStyle w:val="libFootnote0"/>
        <w:rPr>
          <w:rtl/>
        </w:rPr>
      </w:pPr>
      <w:r>
        <w:rPr>
          <w:rtl/>
        </w:rPr>
        <w:t>6</w:t>
      </w:r>
      <w:r w:rsidR="00924661">
        <w:rPr>
          <w:rFonts w:hint="cs"/>
          <w:rtl/>
        </w:rPr>
        <w:t>-</w:t>
      </w:r>
      <w:r>
        <w:rPr>
          <w:rtl/>
        </w:rPr>
        <w:t xml:space="preserve"> عنه البحار: 103 / 323 ح 14 وعن عيون الاخبار: 2 / 34 ح 67. </w:t>
      </w:r>
      <w:r w:rsidR="00827655">
        <w:rPr>
          <w:rtl/>
        </w:rPr>
        <w:t>=</w:t>
      </w:r>
    </w:p>
    <w:p w:rsidR="00481D79" w:rsidRDefault="00481D79" w:rsidP="00481D79">
      <w:pPr>
        <w:pStyle w:val="libNormal"/>
        <w:rPr>
          <w:rtl/>
        </w:rPr>
      </w:pPr>
      <w:r>
        <w:rPr>
          <w:rtl/>
        </w:rPr>
        <w:br w:type="page"/>
      </w:r>
    </w:p>
    <w:p w:rsidR="00481D79" w:rsidRPr="00481D79" w:rsidRDefault="00481D79" w:rsidP="00924661">
      <w:pPr>
        <w:pStyle w:val="libNormal"/>
        <w:rPr>
          <w:rtl/>
        </w:rPr>
      </w:pPr>
      <w:r w:rsidRPr="00481D79">
        <w:rPr>
          <w:rtl/>
        </w:rPr>
        <w:lastRenderedPageBreak/>
        <w:t xml:space="preserve">(42) - وبإسناده قال: قال رسول الله </w:t>
      </w:r>
      <w:r w:rsidR="004226A8" w:rsidRPr="004226A8">
        <w:rPr>
          <w:rStyle w:val="libAlaemChar"/>
          <w:rtl/>
        </w:rPr>
        <w:t>صلى‌الله‌عليه‌وآله</w:t>
      </w:r>
      <w:r w:rsidRPr="00481D79">
        <w:rPr>
          <w:rtl/>
        </w:rPr>
        <w:t xml:space="preserve">: " ليس للصبي لبن خير من لبن امه " </w:t>
      </w:r>
      <w:r w:rsidR="00924661" w:rsidRPr="00924661">
        <w:rPr>
          <w:rStyle w:val="libFootnotenumChar"/>
          <w:rFonts w:hint="cs"/>
          <w:rtl/>
        </w:rPr>
        <w:t>(1)</w:t>
      </w:r>
      <w:r w:rsidRPr="00481D79">
        <w:rPr>
          <w:rtl/>
        </w:rPr>
        <w:t>.</w:t>
      </w:r>
    </w:p>
    <w:p w:rsidR="00481D79" w:rsidRPr="00481D79" w:rsidRDefault="00481D79" w:rsidP="00924661">
      <w:pPr>
        <w:pStyle w:val="libNormal"/>
        <w:rPr>
          <w:rtl/>
        </w:rPr>
      </w:pPr>
      <w:r w:rsidRPr="00481D79">
        <w:rPr>
          <w:rtl/>
        </w:rPr>
        <w:t xml:space="preserve">(43) - وبإسناده قال: قال رسول الله </w:t>
      </w:r>
      <w:r w:rsidR="004226A8" w:rsidRPr="004226A8">
        <w:rPr>
          <w:rStyle w:val="libAlaemChar"/>
          <w:rtl/>
        </w:rPr>
        <w:t>صلى‌الله‌عليه‌وآله</w:t>
      </w:r>
      <w:r w:rsidRPr="00481D79">
        <w:rPr>
          <w:rtl/>
        </w:rPr>
        <w:t xml:space="preserve">: " الذي يسقط من المائدة مهور الحور العين [ فكلوه ] </w:t>
      </w:r>
      <w:r w:rsidR="00924661" w:rsidRPr="00924661">
        <w:rPr>
          <w:rStyle w:val="libFootnotenumChar"/>
          <w:rFonts w:hint="cs"/>
          <w:rtl/>
        </w:rPr>
        <w:t>(2)</w:t>
      </w:r>
      <w:r w:rsidRPr="00481D79">
        <w:rPr>
          <w:rtl/>
        </w:rPr>
        <w:t xml:space="preserve"> " </w:t>
      </w:r>
      <w:r w:rsidR="00924661" w:rsidRPr="00924661">
        <w:rPr>
          <w:rStyle w:val="libFootnotenumChar"/>
          <w:rFonts w:hint="cs"/>
          <w:rtl/>
        </w:rPr>
        <w:t>(3)</w:t>
      </w:r>
      <w:r w:rsidRPr="00481D79">
        <w:rPr>
          <w:rtl/>
        </w:rPr>
        <w:t>.</w:t>
      </w:r>
    </w:p>
    <w:p w:rsidR="00481D79" w:rsidRPr="00481D79" w:rsidRDefault="00481D79" w:rsidP="00924661">
      <w:pPr>
        <w:pStyle w:val="libNormal"/>
        <w:rPr>
          <w:rtl/>
        </w:rPr>
      </w:pPr>
      <w:r w:rsidRPr="00481D79">
        <w:rPr>
          <w:rtl/>
        </w:rPr>
        <w:t xml:space="preserve">(44) - وبإسناده قال: قال رسول الله </w:t>
      </w:r>
      <w:r w:rsidR="004226A8" w:rsidRPr="004226A8">
        <w:rPr>
          <w:rStyle w:val="libAlaemChar"/>
          <w:rtl/>
        </w:rPr>
        <w:t>صلى‌الله‌عليه‌وآله</w:t>
      </w:r>
      <w:r w:rsidRPr="00481D79">
        <w:rPr>
          <w:rtl/>
        </w:rPr>
        <w:t xml:space="preserve">: " من يحسن النفقة فله حسنة " </w:t>
      </w:r>
      <w:r w:rsidR="00924661" w:rsidRPr="00924661">
        <w:rPr>
          <w:rStyle w:val="libFootnotenumChar"/>
          <w:rFonts w:hint="cs"/>
          <w:rtl/>
        </w:rPr>
        <w:t>(4)</w:t>
      </w:r>
      <w:r w:rsidRPr="00481D79">
        <w:rPr>
          <w:rtl/>
        </w:rPr>
        <w:t>.</w:t>
      </w:r>
    </w:p>
    <w:p w:rsidR="00481D79" w:rsidRPr="00481D79" w:rsidRDefault="00481D79" w:rsidP="00924661">
      <w:pPr>
        <w:pStyle w:val="libNormal"/>
        <w:rPr>
          <w:rtl/>
        </w:rPr>
      </w:pPr>
      <w:r w:rsidRPr="00481D79">
        <w:rPr>
          <w:rtl/>
        </w:rPr>
        <w:t xml:space="preserve">(45) - وبإسناده قال: قال رسول الله </w:t>
      </w:r>
      <w:r w:rsidR="00924661" w:rsidRPr="004226A8">
        <w:rPr>
          <w:rStyle w:val="libAlaemChar"/>
          <w:rtl/>
        </w:rPr>
        <w:t>صلى‌الله‌عليه‌وآله</w:t>
      </w:r>
      <w:r w:rsidRPr="00481D79">
        <w:rPr>
          <w:rtl/>
        </w:rPr>
        <w:t xml:space="preserve">: " نعم الادام الخل، ولن يفتقر اهل بيت عندهم الخل " </w:t>
      </w:r>
      <w:r w:rsidR="00924661" w:rsidRPr="00924661">
        <w:rPr>
          <w:rStyle w:val="libFootnotenumChar"/>
          <w:rFonts w:hint="cs"/>
          <w:rtl/>
        </w:rPr>
        <w:t>(6)</w:t>
      </w:r>
      <w:r w:rsidRPr="00481D79">
        <w:rPr>
          <w:rtl/>
        </w:rPr>
        <w:t>.</w:t>
      </w:r>
    </w:p>
    <w:p w:rsidR="00481D79" w:rsidRPr="00481D79" w:rsidRDefault="00481D79" w:rsidP="00924661">
      <w:pPr>
        <w:pStyle w:val="libNormal"/>
        <w:rPr>
          <w:rtl/>
        </w:rPr>
      </w:pPr>
      <w:r w:rsidRPr="00481D79">
        <w:rPr>
          <w:rtl/>
        </w:rPr>
        <w:t xml:space="preserve">(46) - وبإسناده قال: قال رسول الله </w:t>
      </w:r>
      <w:r w:rsidR="004226A8" w:rsidRPr="004226A8">
        <w:rPr>
          <w:rStyle w:val="libAlaemChar"/>
          <w:rtl/>
        </w:rPr>
        <w:t>صلى‌الله‌عليه‌وآله</w:t>
      </w:r>
      <w:r w:rsidRPr="00481D79">
        <w:rPr>
          <w:rtl/>
        </w:rPr>
        <w:t xml:space="preserve">: " إذا أكلتم الثريد فكلوه </w:t>
      </w:r>
      <w:r w:rsidR="00924661" w:rsidRPr="00924661">
        <w:rPr>
          <w:rStyle w:val="libFootnotenumChar"/>
          <w:rFonts w:hint="cs"/>
          <w:rtl/>
        </w:rPr>
        <w:t>(7)</w:t>
      </w:r>
      <w:r w:rsidRPr="00481D79">
        <w:rPr>
          <w:rtl/>
        </w:rPr>
        <w:t xml:space="preserve"> من جوانبه، فإن الذروة فيها البركة </w:t>
      </w:r>
      <w:r w:rsidR="00924661" w:rsidRPr="00924661">
        <w:rPr>
          <w:rStyle w:val="libFootnotenumChar"/>
          <w:rFonts w:hint="cs"/>
          <w:rtl/>
        </w:rPr>
        <w:t>(8)</w:t>
      </w:r>
      <w:r w:rsidRPr="00481D79">
        <w:rPr>
          <w:rtl/>
        </w:rPr>
        <w:t xml:space="preserve"> " </w:t>
      </w:r>
      <w:r w:rsidR="00924661" w:rsidRPr="00924661">
        <w:rPr>
          <w:rStyle w:val="libFootnotenumChar"/>
          <w:rFonts w:hint="cs"/>
          <w:rtl/>
        </w:rPr>
        <w:t>(9)</w:t>
      </w:r>
      <w:r w:rsidRPr="00481D79">
        <w:rPr>
          <w:rtl/>
        </w:rPr>
        <w:t>.</w:t>
      </w:r>
    </w:p>
    <w:p w:rsidR="00827655"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وأخرجه في الوسائل: 15 / 188 ح 4 عن العيون. وأخرجه الزمخشرى في ربيع الابرار: 4 / 293. (أخرجه الديلمي عن علي </w:t>
      </w:r>
      <w:r w:rsidR="004226A8" w:rsidRPr="00924661">
        <w:rPr>
          <w:rStyle w:val="libFootnoteAlaemChar"/>
          <w:rtl/>
        </w:rPr>
        <w:t>رضي‌الله‌عنه</w:t>
      </w:r>
      <w:r w:rsidR="00481D79">
        <w:rPr>
          <w:rtl/>
        </w:rPr>
        <w:t xml:space="preserve"> بلفظ " لا تسترضعوا أولادكم فان اللبن يعدي ولا الرسحى ولا العمشى " رسح بالمهملات الثلاث من باب تعب أي قليل لحم العجز والفخذين، والعمش بالعين المهملة من باب تعب سال دمعها مع ضعف البصر).</w:t>
      </w:r>
    </w:p>
    <w:p w:rsidR="00481D79" w:rsidRDefault="00481D79" w:rsidP="00924661">
      <w:pPr>
        <w:pStyle w:val="libFootnote0"/>
        <w:rPr>
          <w:rtl/>
        </w:rPr>
      </w:pPr>
      <w:r>
        <w:rPr>
          <w:rtl/>
        </w:rPr>
        <w:t>1</w:t>
      </w:r>
      <w:r w:rsidR="00924661">
        <w:rPr>
          <w:rFonts w:hint="cs"/>
          <w:rtl/>
        </w:rPr>
        <w:t>-</w:t>
      </w:r>
      <w:r>
        <w:rPr>
          <w:rtl/>
        </w:rPr>
        <w:t xml:space="preserve"> عنه الوسائل: 15 / 188 ح 5 والبحار: 103 / 323 ح 15 وعن عيون الاخبار: 2 / 33 ح 69. وأخرجه في المستدرك: 2 / 623 باب 48 ح 1 عن العيون.</w:t>
      </w:r>
    </w:p>
    <w:p w:rsidR="00481D79" w:rsidRDefault="00481D79" w:rsidP="00924661">
      <w:pPr>
        <w:pStyle w:val="libFootnote0"/>
        <w:rPr>
          <w:rtl/>
        </w:rPr>
      </w:pPr>
      <w:r>
        <w:rPr>
          <w:rtl/>
        </w:rPr>
        <w:t>2</w:t>
      </w:r>
      <w:r w:rsidR="00924661">
        <w:rPr>
          <w:rFonts w:hint="cs"/>
          <w:rtl/>
        </w:rPr>
        <w:t>-</w:t>
      </w:r>
      <w:r>
        <w:rPr>
          <w:rtl/>
        </w:rPr>
        <w:t xml:space="preserve"> ليس في بعض النسخ.</w:t>
      </w:r>
    </w:p>
    <w:p w:rsidR="00481D79" w:rsidRDefault="00481D79" w:rsidP="00924661">
      <w:pPr>
        <w:pStyle w:val="libFootnote0"/>
        <w:rPr>
          <w:rtl/>
        </w:rPr>
      </w:pPr>
      <w:r>
        <w:rPr>
          <w:rtl/>
        </w:rPr>
        <w:t>3</w:t>
      </w:r>
      <w:r w:rsidR="00924661">
        <w:rPr>
          <w:rFonts w:hint="cs"/>
          <w:rtl/>
        </w:rPr>
        <w:t>-</w:t>
      </w:r>
      <w:r>
        <w:rPr>
          <w:rtl/>
        </w:rPr>
        <w:t xml:space="preserve"> عنه الوسائل: 16 / 503 ح 7 والبحار: 66 / 433 ح 20 وعن عيون الاخبار: 2 / 34 ح 68. وأورده القطب الراوندي في الدعوات: 139 ح 344 مرسلا عن النبي </w:t>
      </w:r>
      <w:r w:rsidR="004226A8" w:rsidRPr="00924661">
        <w:rPr>
          <w:rStyle w:val="libFootnoteAlaemChar"/>
          <w:rtl/>
        </w:rPr>
        <w:t>صلى‌الله‌عليه‌وآله</w:t>
      </w:r>
      <w:r>
        <w:rPr>
          <w:rtl/>
        </w:rPr>
        <w:t>.</w:t>
      </w:r>
    </w:p>
    <w:p w:rsidR="00481D79" w:rsidRDefault="00481D79" w:rsidP="00924661">
      <w:pPr>
        <w:pStyle w:val="libFootnote0"/>
        <w:rPr>
          <w:rtl/>
        </w:rPr>
      </w:pPr>
      <w:r>
        <w:rPr>
          <w:rtl/>
        </w:rPr>
        <w:t>4</w:t>
      </w:r>
      <w:r w:rsidR="00924661">
        <w:rPr>
          <w:rFonts w:hint="cs"/>
          <w:rtl/>
        </w:rPr>
        <w:t>-</w:t>
      </w:r>
      <w:r>
        <w:rPr>
          <w:rtl/>
        </w:rPr>
        <w:t xml:space="preserve"> أخرجه في البحار: 2 / 15 ح 32 عن عيون أخبار الرضا: 2 / 34 ح 70 وفيه " من حسن فقهه... ".</w:t>
      </w:r>
    </w:p>
    <w:p w:rsidR="00481D79" w:rsidRDefault="00481D79" w:rsidP="00924661">
      <w:pPr>
        <w:pStyle w:val="libFootnote0"/>
        <w:rPr>
          <w:rtl/>
        </w:rPr>
      </w:pPr>
      <w:r>
        <w:rPr>
          <w:rtl/>
        </w:rPr>
        <w:t>5</w:t>
      </w:r>
      <w:r w:rsidR="00924661">
        <w:rPr>
          <w:rFonts w:hint="cs"/>
          <w:rtl/>
        </w:rPr>
        <w:t>-</w:t>
      </w:r>
      <w:r>
        <w:rPr>
          <w:rtl/>
        </w:rPr>
        <w:t xml:space="preserve"> في ن: ولم، وفي المستدرك: يفقر، وفي نسخة: يقتفر. والقفار: الطعام بلا أدم، ومنه الحديث " ما اقفر بيت فيه خل " أي ماخلا من الادام ولا عدم أهله الادم. راجع نهاية ابن الاثير: 4 / 89.</w:t>
      </w:r>
    </w:p>
    <w:p w:rsidR="00481D79" w:rsidRDefault="00481D79" w:rsidP="00924661">
      <w:pPr>
        <w:pStyle w:val="libFootnote0"/>
        <w:rPr>
          <w:rtl/>
        </w:rPr>
      </w:pPr>
      <w:r>
        <w:rPr>
          <w:rtl/>
        </w:rPr>
        <w:t>6</w:t>
      </w:r>
      <w:r w:rsidR="00924661">
        <w:rPr>
          <w:rFonts w:hint="cs"/>
          <w:rtl/>
        </w:rPr>
        <w:t>-</w:t>
      </w:r>
      <w:r>
        <w:rPr>
          <w:rtl/>
        </w:rPr>
        <w:t xml:space="preserve"> عنه البحار: 66 / 305 ح 23 وعن عيون أخبار الرضا: 2 / 34 ح 72. وأخرجه في المستدرك: 3 / 109 باب 34 ح 3 عن الصحيفة. وفي الوسائل: 17 / 12 ح 2 وص 67 ح 9 عن العيون. (أخرجه البيهقي في شعب الايمان، وأحمد بن حنبل، وأبونعيم في الحلية بألفاظه).</w:t>
      </w:r>
    </w:p>
    <w:p w:rsidR="00481D79" w:rsidRDefault="00481D79" w:rsidP="00924661">
      <w:pPr>
        <w:pStyle w:val="libFootnote0"/>
        <w:rPr>
          <w:rtl/>
        </w:rPr>
      </w:pPr>
      <w:r>
        <w:rPr>
          <w:rtl/>
        </w:rPr>
        <w:t>7</w:t>
      </w:r>
      <w:r w:rsidR="00924661">
        <w:rPr>
          <w:rFonts w:hint="cs"/>
          <w:rtl/>
        </w:rPr>
        <w:t>-</w:t>
      </w:r>
      <w:r>
        <w:rPr>
          <w:rtl/>
        </w:rPr>
        <w:t xml:space="preserve"> في ط ون والمستدرك: فكلوا.</w:t>
      </w:r>
    </w:p>
    <w:p w:rsidR="00481D79" w:rsidRDefault="00481D79" w:rsidP="00924661">
      <w:pPr>
        <w:pStyle w:val="libFootnote0"/>
        <w:rPr>
          <w:rtl/>
        </w:rPr>
      </w:pPr>
      <w:r>
        <w:rPr>
          <w:rtl/>
        </w:rPr>
        <w:t>8</w:t>
      </w:r>
      <w:r w:rsidR="00924661">
        <w:rPr>
          <w:rFonts w:hint="cs"/>
          <w:rtl/>
        </w:rPr>
        <w:t>-</w:t>
      </w:r>
      <w:r>
        <w:rPr>
          <w:rtl/>
        </w:rPr>
        <w:t xml:space="preserve"> في بعض النسخ: بركه.</w:t>
      </w:r>
    </w:p>
    <w:p w:rsidR="00827655" w:rsidRDefault="00481D79" w:rsidP="00924661">
      <w:pPr>
        <w:pStyle w:val="libFootnote0"/>
        <w:rPr>
          <w:rtl/>
        </w:rPr>
      </w:pPr>
      <w:r>
        <w:rPr>
          <w:rtl/>
        </w:rPr>
        <w:t>9</w:t>
      </w:r>
      <w:r w:rsidR="00924661">
        <w:rPr>
          <w:rFonts w:hint="cs"/>
          <w:rtl/>
        </w:rPr>
        <w:t xml:space="preserve">- </w:t>
      </w:r>
      <w:r>
        <w:rPr>
          <w:rtl/>
        </w:rPr>
        <w:t xml:space="preserve">عنه المستدرك: 3 / 94 باب 57 ح 2. </w:t>
      </w:r>
      <w:r w:rsidR="00827655">
        <w:rPr>
          <w:rtl/>
        </w:rPr>
        <w:t>=</w:t>
      </w:r>
    </w:p>
    <w:p w:rsidR="00481D79" w:rsidRDefault="00481D79" w:rsidP="00481D79">
      <w:pPr>
        <w:pStyle w:val="libNormal"/>
        <w:rPr>
          <w:rtl/>
        </w:rPr>
      </w:pPr>
      <w:r>
        <w:rPr>
          <w:rtl/>
        </w:rPr>
        <w:br w:type="page"/>
      </w:r>
    </w:p>
    <w:p w:rsidR="00481D79" w:rsidRPr="00481D79" w:rsidRDefault="00481D79" w:rsidP="00665FF1">
      <w:pPr>
        <w:pStyle w:val="libNormal"/>
        <w:rPr>
          <w:rtl/>
        </w:rPr>
      </w:pPr>
      <w:r w:rsidRPr="00481D79">
        <w:rPr>
          <w:rtl/>
        </w:rPr>
        <w:lastRenderedPageBreak/>
        <w:t xml:space="preserve">(47) - وبإسناده قال: قال رسول الله </w:t>
      </w:r>
      <w:r w:rsidR="004226A8" w:rsidRPr="004226A8">
        <w:rPr>
          <w:rStyle w:val="libAlaemChar"/>
          <w:rtl/>
        </w:rPr>
        <w:t>صلى‌الله‌عليه‌وآله</w:t>
      </w:r>
      <w:r w:rsidRPr="00481D79">
        <w:rPr>
          <w:rtl/>
        </w:rPr>
        <w:t xml:space="preserve">: " المغبون </w:t>
      </w:r>
      <w:r w:rsidR="00665FF1" w:rsidRPr="00665FF1">
        <w:rPr>
          <w:rStyle w:val="libFootnotenumChar"/>
          <w:rFonts w:hint="cs"/>
          <w:rtl/>
        </w:rPr>
        <w:t>(1)</w:t>
      </w:r>
      <w:r w:rsidRPr="00481D79">
        <w:rPr>
          <w:rtl/>
        </w:rPr>
        <w:t xml:space="preserve"> لا محمود ولا مأجور " </w:t>
      </w:r>
      <w:r w:rsidR="00665FF1" w:rsidRPr="00665FF1">
        <w:rPr>
          <w:rStyle w:val="libFootnotenumChar"/>
          <w:rFonts w:hint="cs"/>
          <w:rtl/>
        </w:rPr>
        <w:t>(2)</w:t>
      </w:r>
      <w:r w:rsidRPr="00481D79">
        <w:rPr>
          <w:rtl/>
        </w:rPr>
        <w:t>.</w:t>
      </w:r>
    </w:p>
    <w:p w:rsidR="00481D79" w:rsidRPr="00481D79" w:rsidRDefault="00481D79" w:rsidP="00665FF1">
      <w:pPr>
        <w:pStyle w:val="libNormal"/>
        <w:rPr>
          <w:rtl/>
        </w:rPr>
      </w:pPr>
      <w:r w:rsidRPr="00481D79">
        <w:rPr>
          <w:rtl/>
        </w:rPr>
        <w:t xml:space="preserve">(48) - ويإسناده قال: قال رسول الله </w:t>
      </w:r>
      <w:r w:rsidR="004226A8" w:rsidRPr="004226A8">
        <w:rPr>
          <w:rStyle w:val="libAlaemChar"/>
          <w:rtl/>
        </w:rPr>
        <w:t>صلى‌الله‌عليه‌وآله</w:t>
      </w:r>
      <w:r w:rsidRPr="00481D79">
        <w:rPr>
          <w:rtl/>
        </w:rPr>
        <w:t xml:space="preserve">: " ستة من المروء‌ة، ثلاثة منها في الحضر وثلاثة [ منها ] </w:t>
      </w:r>
      <w:r w:rsidR="00665FF1" w:rsidRPr="00665FF1">
        <w:rPr>
          <w:rStyle w:val="libFootnotenumChar"/>
          <w:rFonts w:hint="cs"/>
          <w:rtl/>
        </w:rPr>
        <w:t>(3)</w:t>
      </w:r>
      <w:r w:rsidRPr="00481D79">
        <w:rPr>
          <w:rtl/>
        </w:rPr>
        <w:t xml:space="preserve"> في السفر. أما التي </w:t>
      </w:r>
      <w:r w:rsidR="00665FF1" w:rsidRPr="00665FF1">
        <w:rPr>
          <w:rStyle w:val="libFootnotenumChar"/>
          <w:rFonts w:hint="cs"/>
          <w:rtl/>
        </w:rPr>
        <w:t>(4)</w:t>
      </w:r>
      <w:r w:rsidRPr="00481D79">
        <w:rPr>
          <w:rtl/>
        </w:rPr>
        <w:t xml:space="preserve"> في الحضر: فتلاوة القرآن </w:t>
      </w:r>
      <w:r w:rsidR="00665FF1" w:rsidRPr="00665FF1">
        <w:rPr>
          <w:rStyle w:val="libFootnotenumChar"/>
          <w:rFonts w:hint="cs"/>
          <w:rtl/>
        </w:rPr>
        <w:t>(5)</w:t>
      </w:r>
      <w:r w:rsidRPr="00481D79">
        <w:rPr>
          <w:rtl/>
        </w:rPr>
        <w:t xml:space="preserve">، وعمارة مساجد الله </w:t>
      </w:r>
      <w:r w:rsidR="00665FF1" w:rsidRPr="00665FF1">
        <w:rPr>
          <w:rStyle w:val="libFootnotenumChar"/>
          <w:rFonts w:hint="cs"/>
          <w:rtl/>
        </w:rPr>
        <w:t>(6)</w:t>
      </w:r>
      <w:r w:rsidRPr="00481D79">
        <w:rPr>
          <w:rtl/>
        </w:rPr>
        <w:t xml:space="preserve"> واتخاذ الاخوان في الله تعالى.</w:t>
      </w:r>
    </w:p>
    <w:p w:rsidR="00827655"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وأخرجه عنه في البحار: 66 / 79 ح 1 وعن عيون الاخبار: 2 / 34 ح 71. وأخرجه في الوسائل: 16 / 494 ح 2 والبحار: 66 / 415 ح 16 عن العيون. وأورده الطبرسي في الآداب الدينية: 15 (مخطوط). والقطب الراوندي في دعواته: 141 ح 355 مرسلا عن رسول الله </w:t>
      </w:r>
      <w:r w:rsidR="004226A8" w:rsidRPr="00665FF1">
        <w:rPr>
          <w:rStyle w:val="libFootnoteAlaemChar"/>
          <w:rtl/>
        </w:rPr>
        <w:t>صلى‌الله‌عليه‌وآله</w:t>
      </w:r>
      <w:r w:rsidR="00481D79">
        <w:rPr>
          <w:rtl/>
        </w:rPr>
        <w:t>. وأخرجه الزمخشري في ربيع الابرار: 2 / 707. (أخرجه ابوداود والترمذي وابن ماجة والدرامي بلفظ: كلوا من جوانبها ولا تأكلوا من وسطها. والنسائي والبيهقي بلفظ آخر.)</w:t>
      </w:r>
    </w:p>
    <w:p w:rsidR="00481D79" w:rsidRDefault="00481D79" w:rsidP="00665FF1">
      <w:pPr>
        <w:pStyle w:val="libFootnote0"/>
        <w:rPr>
          <w:rtl/>
        </w:rPr>
      </w:pPr>
      <w:r>
        <w:rPr>
          <w:rtl/>
        </w:rPr>
        <w:t>1</w:t>
      </w:r>
      <w:r w:rsidR="00665FF1">
        <w:rPr>
          <w:rFonts w:hint="cs"/>
          <w:rtl/>
        </w:rPr>
        <w:t>-</w:t>
      </w:r>
      <w:r>
        <w:rPr>
          <w:rtl/>
        </w:rPr>
        <w:t xml:space="preserve"> قال ابن منظور في لسان العرب: 13 / 310 مادة (غبن): رجل غبين ومغبون في الرأي والعقل والدين. والغبن في البيع والشراء: الوكس.</w:t>
      </w:r>
    </w:p>
    <w:p w:rsidR="00481D79" w:rsidRDefault="00481D79" w:rsidP="00665FF1">
      <w:pPr>
        <w:pStyle w:val="libFootnote0"/>
        <w:rPr>
          <w:rtl/>
        </w:rPr>
      </w:pPr>
      <w:r>
        <w:rPr>
          <w:rtl/>
        </w:rPr>
        <w:t>2</w:t>
      </w:r>
      <w:r w:rsidR="00665FF1">
        <w:rPr>
          <w:rFonts w:hint="cs"/>
          <w:rtl/>
        </w:rPr>
        <w:t>-</w:t>
      </w:r>
      <w:r>
        <w:rPr>
          <w:rtl/>
        </w:rPr>
        <w:t xml:space="preserve"> عنه البحار: 103 / 94 ح 12 وعن عيون الاخبار: 2 / 47 ح 184. وأخرجه في المستدرك: 2 / 470 باب 34 ح 1 عن الصحيفة وعن الخصال: 2 / 621 في حديث الاربعمائة. وأخرجه في الوسائل: 12 / 335 ح 3 عن عيون الاخبار. وأخرجه في الوسائل المذكور ح 2 عن الفقيه: 3 / 197 ح 3742 عن الباقر </w:t>
      </w:r>
      <w:r w:rsidR="004226A8" w:rsidRPr="00665FF1">
        <w:rPr>
          <w:rStyle w:val="libFootnoteAlaemChar"/>
          <w:rtl/>
        </w:rPr>
        <w:t>عليه‌السلام</w:t>
      </w:r>
      <w:r>
        <w:rPr>
          <w:rtl/>
        </w:rPr>
        <w:t xml:space="preserve">. وأخرجه الزمخشري في ربيع الابرار: 4 / 39 باللفظ التالي: " ماكسي عن درهميك، فان المغبون لا محمود ولا مأجور ". ورواه ابن عساكر في تاريخ دمشق ضمن ترجمة الامام الحسن </w:t>
      </w:r>
      <w:r w:rsidR="004226A8" w:rsidRPr="00665FF1">
        <w:rPr>
          <w:rStyle w:val="libFootnoteAlaemChar"/>
          <w:rtl/>
        </w:rPr>
        <w:t>عليه‌السلام</w:t>
      </w:r>
      <w:r>
        <w:rPr>
          <w:rtl/>
        </w:rPr>
        <w:t xml:space="preserve">: 146 ح 245. بإسناده إلى أبي هشام القناد، عن الحسن </w:t>
      </w:r>
      <w:r w:rsidR="004226A8" w:rsidRPr="00665FF1">
        <w:rPr>
          <w:rStyle w:val="libFootnoteAlaemChar"/>
          <w:rtl/>
        </w:rPr>
        <w:t>عليه‌السلام</w:t>
      </w:r>
      <w:r>
        <w:rPr>
          <w:rtl/>
        </w:rPr>
        <w:t xml:space="preserve">. وضمن ترجمة الامام الحسين </w:t>
      </w:r>
      <w:r w:rsidR="004226A8" w:rsidRPr="00665FF1">
        <w:rPr>
          <w:rStyle w:val="libFootnoteAlaemChar"/>
          <w:rtl/>
        </w:rPr>
        <w:t>عليه‌السلام</w:t>
      </w:r>
      <w:r>
        <w:rPr>
          <w:rtl/>
        </w:rPr>
        <w:t xml:space="preserve">: 6 ح 2 و 3 بإسناده إلى أبي هشام القناد، عن الحسين </w:t>
      </w:r>
      <w:r w:rsidR="004226A8" w:rsidRPr="00665FF1">
        <w:rPr>
          <w:rStyle w:val="libFootnoteAlaemChar"/>
          <w:rtl/>
        </w:rPr>
        <w:t>عليه‌السلام</w:t>
      </w:r>
      <w:r>
        <w:rPr>
          <w:rtl/>
        </w:rPr>
        <w:t xml:space="preserve">. ورواه الخطيب البغدادي في تاريخ بغداد: 4 / 212 ح 1901 ضمن ترجمة أحمد بن طاهر بإسناده إلى سفيان بن عيينة، عن الصادق </w:t>
      </w:r>
      <w:r w:rsidR="004226A8" w:rsidRPr="00665FF1">
        <w:rPr>
          <w:rStyle w:val="libFootnoteAlaemChar"/>
          <w:rtl/>
        </w:rPr>
        <w:t>عليه‌السلام</w:t>
      </w:r>
      <w:r>
        <w:rPr>
          <w:rtl/>
        </w:rPr>
        <w:t>.</w:t>
      </w:r>
    </w:p>
    <w:p w:rsidR="00481D79" w:rsidRDefault="00481D79" w:rsidP="00665FF1">
      <w:pPr>
        <w:pStyle w:val="libFootnote0"/>
        <w:rPr>
          <w:rtl/>
        </w:rPr>
      </w:pPr>
      <w:r>
        <w:rPr>
          <w:rtl/>
        </w:rPr>
        <w:t>3</w:t>
      </w:r>
      <w:r w:rsidR="00665FF1">
        <w:rPr>
          <w:rFonts w:hint="cs"/>
          <w:rtl/>
        </w:rPr>
        <w:t>-</w:t>
      </w:r>
      <w:r>
        <w:rPr>
          <w:rtl/>
        </w:rPr>
        <w:t xml:space="preserve"> ليس في ج ون.</w:t>
      </w:r>
    </w:p>
    <w:p w:rsidR="00481D79" w:rsidRDefault="00481D79" w:rsidP="00665FF1">
      <w:pPr>
        <w:pStyle w:val="libFootnote0"/>
        <w:rPr>
          <w:rtl/>
        </w:rPr>
      </w:pPr>
      <w:r>
        <w:rPr>
          <w:rtl/>
        </w:rPr>
        <w:t>4</w:t>
      </w:r>
      <w:r w:rsidR="00665FF1">
        <w:rPr>
          <w:rFonts w:hint="cs"/>
          <w:rtl/>
        </w:rPr>
        <w:t>-</w:t>
      </w:r>
      <w:r>
        <w:rPr>
          <w:rtl/>
        </w:rPr>
        <w:t xml:space="preserve"> خ: اللاتي. وكذا في الموضع التالي.</w:t>
      </w:r>
    </w:p>
    <w:p w:rsidR="00481D79" w:rsidRDefault="00481D79" w:rsidP="00665FF1">
      <w:pPr>
        <w:pStyle w:val="libFootnote0"/>
        <w:rPr>
          <w:rtl/>
        </w:rPr>
      </w:pPr>
      <w:r>
        <w:rPr>
          <w:rtl/>
        </w:rPr>
        <w:t>5</w:t>
      </w:r>
      <w:r w:rsidR="00665FF1">
        <w:rPr>
          <w:rFonts w:hint="cs"/>
          <w:rtl/>
        </w:rPr>
        <w:t>-</w:t>
      </w:r>
      <w:r>
        <w:rPr>
          <w:rtl/>
        </w:rPr>
        <w:t xml:space="preserve"> ج: كتاب الله.</w:t>
      </w:r>
    </w:p>
    <w:p w:rsidR="00481D79" w:rsidRDefault="00481D79" w:rsidP="00665FF1">
      <w:pPr>
        <w:pStyle w:val="libFootnote0"/>
        <w:rPr>
          <w:rtl/>
        </w:rPr>
      </w:pPr>
      <w:r>
        <w:rPr>
          <w:rtl/>
        </w:rPr>
        <w:t>6</w:t>
      </w:r>
      <w:r w:rsidR="00665FF1">
        <w:rPr>
          <w:rFonts w:hint="cs"/>
          <w:rtl/>
        </w:rPr>
        <w:t>-</w:t>
      </w:r>
      <w:r>
        <w:rPr>
          <w:rtl/>
        </w:rPr>
        <w:t xml:space="preserve"> في خ: المساجد، وفي م 1. مساجده.</w:t>
      </w:r>
    </w:p>
    <w:p w:rsidR="00481D79" w:rsidRDefault="00481D79" w:rsidP="00481D79">
      <w:pPr>
        <w:pStyle w:val="libNormal"/>
        <w:rPr>
          <w:rtl/>
        </w:rPr>
      </w:pPr>
      <w:r>
        <w:rPr>
          <w:rtl/>
        </w:rPr>
        <w:br w:type="page"/>
      </w:r>
    </w:p>
    <w:p w:rsidR="00481D79" w:rsidRPr="00481D79" w:rsidRDefault="00481D79" w:rsidP="00665FF1">
      <w:pPr>
        <w:pStyle w:val="libNormal"/>
        <w:rPr>
          <w:rtl/>
        </w:rPr>
      </w:pPr>
      <w:r w:rsidRPr="00481D79">
        <w:rPr>
          <w:rtl/>
        </w:rPr>
        <w:lastRenderedPageBreak/>
        <w:t xml:space="preserve">وأما التي في السفر: فبذل الزاد، وحسن الخلق، والمزاح في غير معاصي الله تعالى " </w:t>
      </w:r>
      <w:r w:rsidR="00665FF1" w:rsidRPr="00665FF1">
        <w:rPr>
          <w:rStyle w:val="libFootnotenumChar"/>
          <w:rFonts w:hint="cs"/>
          <w:rtl/>
        </w:rPr>
        <w:t>(1)</w:t>
      </w:r>
      <w:r w:rsidRPr="00481D79">
        <w:rPr>
          <w:rtl/>
        </w:rPr>
        <w:t>.</w:t>
      </w:r>
    </w:p>
    <w:p w:rsidR="00481D79" w:rsidRPr="00481D79" w:rsidRDefault="00481D79" w:rsidP="00665FF1">
      <w:pPr>
        <w:pStyle w:val="libNormal"/>
        <w:rPr>
          <w:rtl/>
        </w:rPr>
      </w:pPr>
      <w:r w:rsidRPr="00481D79">
        <w:rPr>
          <w:rtl/>
        </w:rPr>
        <w:t xml:space="preserve">(49) - وبإسناده قال: قال رسول الله </w:t>
      </w:r>
      <w:r w:rsidR="004226A8" w:rsidRPr="004226A8">
        <w:rPr>
          <w:rStyle w:val="libAlaemChar"/>
          <w:rtl/>
        </w:rPr>
        <w:t>صلى‌الله‌عليه‌وآله</w:t>
      </w:r>
      <w:r w:rsidRPr="00481D79">
        <w:rPr>
          <w:rtl/>
        </w:rPr>
        <w:t xml:space="preserve">: ([ اللهم بارك ] </w:t>
      </w:r>
      <w:r w:rsidR="00665FF1" w:rsidRPr="00665FF1">
        <w:rPr>
          <w:rStyle w:val="libFootnotenumChar"/>
          <w:rFonts w:hint="cs"/>
          <w:rtl/>
        </w:rPr>
        <w:t>(2)</w:t>
      </w:r>
      <w:r w:rsidRPr="00481D79">
        <w:rPr>
          <w:rtl/>
        </w:rPr>
        <w:t xml:space="preserve"> لامتي في بكورها يوم [ سبتها و ] </w:t>
      </w:r>
      <w:r w:rsidR="00665FF1" w:rsidRPr="00665FF1">
        <w:rPr>
          <w:rStyle w:val="libFootnotenumChar"/>
          <w:rFonts w:hint="cs"/>
          <w:rtl/>
        </w:rPr>
        <w:t>(3)</w:t>
      </w:r>
      <w:r w:rsidRPr="00481D79">
        <w:rPr>
          <w:rtl/>
        </w:rPr>
        <w:t xml:space="preserve"> خميسها " </w:t>
      </w:r>
      <w:r w:rsidR="00665FF1" w:rsidRPr="00665FF1">
        <w:rPr>
          <w:rStyle w:val="libFootnotenumChar"/>
          <w:rFonts w:hint="cs"/>
          <w:rtl/>
        </w:rPr>
        <w:t>(4)</w:t>
      </w:r>
      <w:r w:rsidRPr="00481D79">
        <w:rPr>
          <w:rtl/>
        </w:rPr>
        <w:t>.</w:t>
      </w:r>
    </w:p>
    <w:p w:rsidR="00481D79" w:rsidRPr="00481D79" w:rsidRDefault="00481D79" w:rsidP="00665FF1">
      <w:pPr>
        <w:pStyle w:val="libNormal"/>
        <w:rPr>
          <w:rtl/>
        </w:rPr>
      </w:pPr>
      <w:r w:rsidRPr="00481D79">
        <w:rPr>
          <w:rtl/>
        </w:rPr>
        <w:t xml:space="preserve">(50) - وبإسناده قال: قال رسول الله </w:t>
      </w:r>
      <w:r w:rsidR="004226A8" w:rsidRPr="004226A8">
        <w:rPr>
          <w:rStyle w:val="libAlaemChar"/>
          <w:rtl/>
        </w:rPr>
        <w:t>صلى‌الله‌عليه‌وآله</w:t>
      </w:r>
      <w:r w:rsidRPr="00481D79">
        <w:rPr>
          <w:rtl/>
        </w:rPr>
        <w:t xml:space="preserve">: " كلوا التمر علي الريق فإنه يقتل الديدان في البطن " </w:t>
      </w:r>
      <w:r w:rsidR="00665FF1" w:rsidRPr="00665FF1">
        <w:rPr>
          <w:rStyle w:val="libFootnotenumChar"/>
          <w:rFonts w:hint="cs"/>
          <w:rtl/>
        </w:rPr>
        <w:t>(5)</w:t>
      </w:r>
      <w:r w:rsidRPr="00481D79">
        <w:rPr>
          <w:rtl/>
        </w:rPr>
        <w:t>.</w:t>
      </w:r>
    </w:p>
    <w:p w:rsidR="00481D79" w:rsidRPr="00481D79" w:rsidRDefault="00481D79" w:rsidP="00D11BDC">
      <w:pPr>
        <w:pStyle w:val="libNormal"/>
        <w:rPr>
          <w:rtl/>
        </w:rPr>
      </w:pPr>
      <w:r w:rsidRPr="00481D79">
        <w:rPr>
          <w:rtl/>
        </w:rPr>
        <w:t xml:space="preserve">(51) - وبإسناده قال: قال رسول الله </w:t>
      </w:r>
      <w:r w:rsidR="004226A8" w:rsidRPr="004226A8">
        <w:rPr>
          <w:rStyle w:val="libAlaemChar"/>
          <w:rtl/>
        </w:rPr>
        <w:t>صلى‌الله‌عليه‌وآله</w:t>
      </w:r>
      <w:r w:rsidRPr="00481D79">
        <w:rPr>
          <w:rtl/>
        </w:rPr>
        <w:t>:</w:t>
      </w:r>
    </w:p>
    <w:p w:rsidR="00481D79" w:rsidRDefault="005B067E" w:rsidP="005B067E">
      <w:pPr>
        <w:pStyle w:val="libLine"/>
        <w:rPr>
          <w:rtl/>
        </w:rPr>
      </w:pPr>
      <w:r>
        <w:rPr>
          <w:rtl/>
        </w:rPr>
        <w:t>____________________</w:t>
      </w:r>
    </w:p>
    <w:p w:rsidR="00481D79" w:rsidRDefault="00481D79" w:rsidP="00665FF1">
      <w:pPr>
        <w:pStyle w:val="libFootnote0"/>
        <w:rPr>
          <w:rtl/>
        </w:rPr>
      </w:pPr>
      <w:r>
        <w:rPr>
          <w:rtl/>
        </w:rPr>
        <w:t>1</w:t>
      </w:r>
      <w:r w:rsidR="00665FF1">
        <w:rPr>
          <w:rFonts w:hint="cs"/>
          <w:rtl/>
        </w:rPr>
        <w:t>-</w:t>
      </w:r>
      <w:r>
        <w:rPr>
          <w:rtl/>
        </w:rPr>
        <w:t xml:space="preserve"> عنه البحار: 76 / 311 ح 2 وعن عيون الاخبار: 2 / 27 ح 13. وأخرجه في الوسائل: 8 / 320 ح 14، والبحار: 74 / 275 ح 1 وج 84 / 1 ح 68 عن العيون بالاسناد رقم " 2 ". وعن الخصال: 1 / 324 ح 11 بالاسناد رقم " 7 ". وأخرجه في البحار: 76 / 266 ح 2 عن الخصال وفي ج 92 / 196 ح 1 عن العيون. وأخرجه الزمخشري في ربيع الابرار: 2 / 402.</w:t>
      </w:r>
    </w:p>
    <w:p w:rsidR="00481D79" w:rsidRDefault="00481D79" w:rsidP="00665FF1">
      <w:pPr>
        <w:pStyle w:val="libFootnote0"/>
        <w:rPr>
          <w:rtl/>
        </w:rPr>
      </w:pPr>
      <w:r>
        <w:rPr>
          <w:rtl/>
        </w:rPr>
        <w:t>2</w:t>
      </w:r>
      <w:r w:rsidR="00665FF1">
        <w:rPr>
          <w:rFonts w:hint="cs"/>
          <w:rtl/>
        </w:rPr>
        <w:t>-</w:t>
      </w:r>
      <w:r>
        <w:rPr>
          <w:rtl/>
        </w:rPr>
        <w:t xml:space="preserve"> خ: بارك الله.</w:t>
      </w:r>
    </w:p>
    <w:p w:rsidR="00481D79" w:rsidRDefault="00481D79" w:rsidP="00665FF1">
      <w:pPr>
        <w:pStyle w:val="libFootnote0"/>
        <w:rPr>
          <w:rtl/>
        </w:rPr>
      </w:pPr>
      <w:r>
        <w:rPr>
          <w:rtl/>
        </w:rPr>
        <w:t>3</w:t>
      </w:r>
      <w:r w:rsidR="00665FF1">
        <w:rPr>
          <w:rFonts w:hint="cs"/>
          <w:rtl/>
        </w:rPr>
        <w:t>-</w:t>
      </w:r>
      <w:r>
        <w:rPr>
          <w:rtl/>
        </w:rPr>
        <w:t xml:space="preserve"> ليس في خ.</w:t>
      </w:r>
    </w:p>
    <w:p w:rsidR="00481D79" w:rsidRDefault="00481D79" w:rsidP="00665FF1">
      <w:pPr>
        <w:pStyle w:val="libFootnote0"/>
        <w:rPr>
          <w:rtl/>
        </w:rPr>
      </w:pPr>
      <w:r>
        <w:rPr>
          <w:rtl/>
        </w:rPr>
        <w:t>4</w:t>
      </w:r>
      <w:r w:rsidR="00665FF1">
        <w:rPr>
          <w:rFonts w:hint="cs"/>
          <w:rtl/>
        </w:rPr>
        <w:t>-</w:t>
      </w:r>
      <w:r>
        <w:rPr>
          <w:rtl/>
        </w:rPr>
        <w:t xml:space="preserve"> عنه البحار: 59 / 35 ح 3 وعن عيون الاخبار: 2 / 24 ح 73. وأخرجه في المستدرك: 2 / 425 ح 3 عن الصحيفة. وأخرجه في الوسائل: 8 / 260 ح 5، والبحار 103 / 41 عن عيون الاخبار، وعن الخصال: 2 / 394 ح 98. (أخرجه ابن حبان عن صخر. والطبراني في الكبير عن ابن عباس. ورواه ابن الجوزي).</w:t>
      </w:r>
    </w:p>
    <w:p w:rsidR="00481D79" w:rsidRDefault="00481D79" w:rsidP="00665FF1">
      <w:pPr>
        <w:pStyle w:val="libFootnote0"/>
        <w:rPr>
          <w:rtl/>
        </w:rPr>
      </w:pPr>
      <w:r>
        <w:rPr>
          <w:rtl/>
        </w:rPr>
        <w:t>5</w:t>
      </w:r>
      <w:r w:rsidR="00665FF1">
        <w:rPr>
          <w:rFonts w:hint="cs"/>
          <w:rtl/>
        </w:rPr>
        <w:t>-</w:t>
      </w:r>
      <w:r>
        <w:rPr>
          <w:rtl/>
        </w:rPr>
        <w:t xml:space="preserve"> عنه البحار: 62 / 165 ح 2 وج 66 / 126 ح 4 قطعة وعن عيون الاخبار: 2 / 48 ح 185. وأخرجه في الوسائل: 17 / 16 ح 42 عن عيون الاخبار. وأورده في دعوات الراوندي: 148 ح 389 عن النبي </w:t>
      </w:r>
      <w:r w:rsidR="004226A8" w:rsidRPr="00665FF1">
        <w:rPr>
          <w:rStyle w:val="libFootnoteAlaemChar"/>
          <w:rtl/>
        </w:rPr>
        <w:t>صلى‌الله‌عليه‌وآله</w:t>
      </w:r>
      <w:r>
        <w:rPr>
          <w:rtl/>
        </w:rPr>
        <w:t>. وأخرجه الزمخشري في ربيع الابرار: 1 / 286. (وأحمد بن حنبل وابن حبان عن صخر العامدي، وأبوبكر الشافعي في الغيلانيات، والديلمي في مسند الفردوس عن أنس).</w:t>
      </w:r>
    </w:p>
    <w:p w:rsidR="00481D79" w:rsidRDefault="00481D79" w:rsidP="00481D79">
      <w:pPr>
        <w:pStyle w:val="libNormal"/>
        <w:rPr>
          <w:rtl/>
        </w:rPr>
      </w:pPr>
      <w:r>
        <w:rPr>
          <w:rtl/>
        </w:rPr>
        <w:br w:type="page"/>
      </w:r>
    </w:p>
    <w:p w:rsidR="00481D79" w:rsidRPr="00481D79" w:rsidRDefault="00481D79" w:rsidP="007F5AF7">
      <w:pPr>
        <w:pStyle w:val="libNormal"/>
        <w:rPr>
          <w:rtl/>
        </w:rPr>
      </w:pPr>
      <w:r w:rsidRPr="00481D79">
        <w:rPr>
          <w:rtl/>
        </w:rPr>
        <w:lastRenderedPageBreak/>
        <w:t xml:space="preserve">" ادهنوا بالبنفسج </w:t>
      </w:r>
      <w:r w:rsidR="007F5AF7" w:rsidRPr="007F5AF7">
        <w:rPr>
          <w:rStyle w:val="libFootnotenumChar"/>
          <w:rFonts w:hint="cs"/>
          <w:rtl/>
        </w:rPr>
        <w:t>(1)</w:t>
      </w:r>
      <w:r w:rsidRPr="00481D79">
        <w:rPr>
          <w:rtl/>
        </w:rPr>
        <w:t xml:space="preserve"> فإنه بارد في الصيف وحار في الشتاء " </w:t>
      </w:r>
      <w:r w:rsidR="007F5AF7" w:rsidRPr="007F5AF7">
        <w:rPr>
          <w:rStyle w:val="libFootnotenumChar"/>
          <w:rFonts w:hint="cs"/>
          <w:rtl/>
        </w:rPr>
        <w:t>(2)</w:t>
      </w:r>
      <w:r w:rsidRPr="00481D79">
        <w:rPr>
          <w:rtl/>
        </w:rPr>
        <w:t>.</w:t>
      </w:r>
    </w:p>
    <w:p w:rsidR="00481D79" w:rsidRPr="00481D79" w:rsidRDefault="00481D79" w:rsidP="007F5AF7">
      <w:pPr>
        <w:pStyle w:val="libNormal"/>
        <w:rPr>
          <w:rtl/>
        </w:rPr>
      </w:pPr>
      <w:r w:rsidRPr="00481D79">
        <w:rPr>
          <w:rtl/>
        </w:rPr>
        <w:t xml:space="preserve">(52) - وبإسناده قال: قال رسول الله </w:t>
      </w:r>
      <w:r w:rsidR="004226A8" w:rsidRPr="004226A8">
        <w:rPr>
          <w:rStyle w:val="libAlaemChar"/>
          <w:rtl/>
        </w:rPr>
        <w:t>صلى‌الله‌عليه‌وآله</w:t>
      </w:r>
      <w:r w:rsidRPr="00481D79">
        <w:rPr>
          <w:rtl/>
        </w:rPr>
        <w:t xml:space="preserve">: " التوحيد </w:t>
      </w:r>
      <w:r w:rsidR="007F5AF7" w:rsidRPr="007F5AF7">
        <w:rPr>
          <w:rStyle w:val="libFootnotenumChar"/>
          <w:rFonts w:hint="cs"/>
          <w:rtl/>
        </w:rPr>
        <w:t>(3)</w:t>
      </w:r>
      <w:r w:rsidRPr="00481D79">
        <w:rPr>
          <w:rtl/>
        </w:rPr>
        <w:t xml:space="preserve"> نصف </w:t>
      </w:r>
      <w:r w:rsidR="007F5AF7" w:rsidRPr="007F5AF7">
        <w:rPr>
          <w:rStyle w:val="libFootnotenumChar"/>
          <w:rFonts w:hint="cs"/>
          <w:rtl/>
        </w:rPr>
        <w:t>(4)</w:t>
      </w:r>
      <w:r w:rsidRPr="00481D79">
        <w:rPr>
          <w:rtl/>
        </w:rPr>
        <w:t xml:space="preserve"> الدين فاستنزلوا </w:t>
      </w:r>
      <w:r w:rsidR="007F5AF7" w:rsidRPr="007F5AF7">
        <w:rPr>
          <w:rStyle w:val="libFootnotenumChar"/>
          <w:rFonts w:hint="cs"/>
          <w:rtl/>
        </w:rPr>
        <w:t>(5)</w:t>
      </w:r>
      <w:r w:rsidRPr="00481D79">
        <w:rPr>
          <w:rtl/>
        </w:rPr>
        <w:t xml:space="preserve"> الرزق من قبل </w:t>
      </w:r>
      <w:r w:rsidR="007F5AF7" w:rsidRPr="007F5AF7">
        <w:rPr>
          <w:rStyle w:val="libFootnotenumChar"/>
          <w:rFonts w:hint="cs"/>
          <w:rtl/>
        </w:rPr>
        <w:t>(6)</w:t>
      </w:r>
      <w:r w:rsidRPr="00481D79">
        <w:rPr>
          <w:rtl/>
        </w:rPr>
        <w:t xml:space="preserve"> الله بالصدقة " </w:t>
      </w:r>
      <w:r w:rsidR="007F5AF7" w:rsidRPr="007F5AF7">
        <w:rPr>
          <w:rStyle w:val="libFootnotenumChar"/>
          <w:rFonts w:hint="cs"/>
          <w:rtl/>
        </w:rPr>
        <w:t>(7)</w:t>
      </w:r>
      <w:r w:rsidRPr="00481D79">
        <w:rPr>
          <w:rtl/>
        </w:rPr>
        <w:t>.</w:t>
      </w:r>
    </w:p>
    <w:p w:rsidR="00481D79" w:rsidRPr="00481D79" w:rsidRDefault="00481D79" w:rsidP="007F5AF7">
      <w:pPr>
        <w:pStyle w:val="libNormal"/>
        <w:rPr>
          <w:rtl/>
        </w:rPr>
      </w:pPr>
      <w:r w:rsidRPr="00481D79">
        <w:rPr>
          <w:rtl/>
        </w:rPr>
        <w:t xml:space="preserve">(53) - وبإسناده قال: قال رسول الله </w:t>
      </w:r>
      <w:r w:rsidR="004226A8" w:rsidRPr="004226A8">
        <w:rPr>
          <w:rStyle w:val="libAlaemChar"/>
          <w:rtl/>
        </w:rPr>
        <w:t>صلى‌الله‌عليه‌وآله</w:t>
      </w:r>
      <w:r w:rsidRPr="00481D79">
        <w:rPr>
          <w:rtl/>
        </w:rPr>
        <w:t xml:space="preserve">: " إصطنع </w:t>
      </w:r>
      <w:r w:rsidR="007F5AF7" w:rsidRPr="007F5AF7">
        <w:rPr>
          <w:rStyle w:val="libFootnotenumChar"/>
          <w:rFonts w:hint="cs"/>
          <w:rtl/>
        </w:rPr>
        <w:t>(8)</w:t>
      </w:r>
      <w:r w:rsidRPr="00481D79">
        <w:rPr>
          <w:rtl/>
        </w:rPr>
        <w:t xml:space="preserve"> الخير إلى من هو أهله [ و (إلى) </w:t>
      </w:r>
      <w:r w:rsidR="007F5AF7" w:rsidRPr="007F5AF7">
        <w:rPr>
          <w:rStyle w:val="libFootnotenumChar"/>
          <w:rFonts w:hint="cs"/>
          <w:rtl/>
        </w:rPr>
        <w:t>(9)</w:t>
      </w:r>
      <w:r w:rsidRPr="00481D79">
        <w:rPr>
          <w:rtl/>
        </w:rPr>
        <w:t xml:space="preserve"> من ليس من أهله ]، فإن لم تصب أهله فأنت من أهله " </w:t>
      </w:r>
      <w:r w:rsidR="007F5AF7" w:rsidRPr="007F5AF7">
        <w:rPr>
          <w:rStyle w:val="libFootnotenumChar"/>
          <w:rFonts w:hint="cs"/>
          <w:rtl/>
        </w:rPr>
        <w:t>(11)</w:t>
      </w:r>
      <w:r w:rsidRPr="00481D79">
        <w:rPr>
          <w:rtl/>
        </w:rPr>
        <w:t>.</w:t>
      </w:r>
    </w:p>
    <w:p w:rsidR="00481D79" w:rsidRDefault="005B067E" w:rsidP="005B067E">
      <w:pPr>
        <w:pStyle w:val="libLine"/>
        <w:rPr>
          <w:rtl/>
        </w:rPr>
      </w:pPr>
      <w:r>
        <w:rPr>
          <w:rtl/>
        </w:rPr>
        <w:t>____________________</w:t>
      </w:r>
    </w:p>
    <w:p w:rsidR="00481D79" w:rsidRDefault="00481D79" w:rsidP="007F5AF7">
      <w:pPr>
        <w:pStyle w:val="libFootnote0"/>
        <w:rPr>
          <w:rtl/>
        </w:rPr>
      </w:pPr>
      <w:r>
        <w:rPr>
          <w:rtl/>
        </w:rPr>
        <w:t>1</w:t>
      </w:r>
      <w:r w:rsidR="007F5AF7">
        <w:rPr>
          <w:rFonts w:hint="cs"/>
          <w:rtl/>
        </w:rPr>
        <w:t>-</w:t>
      </w:r>
      <w:r>
        <w:rPr>
          <w:rtl/>
        </w:rPr>
        <w:t xml:space="preserve"> قال الشيخ الرئيس ابن سينا في القانون: 1 / 266: " بارد رطب في الاولى، ودهن البنفسج طلاء جيد للجرب ". وقال ابن البيطار في الجامع لمفردات الادوية والاغذية: 2 / 107 " إنه يبرد ويرطب وينوم ويعدل الحرارة ". من هامش م 2.</w:t>
      </w:r>
    </w:p>
    <w:p w:rsidR="00481D79" w:rsidRDefault="00481D79" w:rsidP="007F5AF7">
      <w:pPr>
        <w:pStyle w:val="libFootnote0"/>
        <w:rPr>
          <w:rtl/>
        </w:rPr>
      </w:pPr>
      <w:r>
        <w:rPr>
          <w:rtl/>
        </w:rPr>
        <w:t>2</w:t>
      </w:r>
      <w:r w:rsidR="007F5AF7">
        <w:rPr>
          <w:rFonts w:hint="cs"/>
          <w:rtl/>
        </w:rPr>
        <w:t>-</w:t>
      </w:r>
      <w:r>
        <w:rPr>
          <w:rtl/>
        </w:rPr>
        <w:t xml:space="preserve"> عنه مستدرك الوسائل: 1 / 62 باب 71 ح 3. وأخرجه في الوسائل: 1 / 455 ح 10 عن عيون الاخبار: 2 / 34 ح 74، والبحار: 62 / 294 مرسلا عن كتاب طب النبي </w:t>
      </w:r>
      <w:r w:rsidR="004226A8" w:rsidRPr="007F5AF7">
        <w:rPr>
          <w:rStyle w:val="libFootnoteAlaemChar"/>
          <w:rtl/>
        </w:rPr>
        <w:t>صلى‌الله‌عليه‌وآله</w:t>
      </w:r>
      <w:r>
        <w:rPr>
          <w:rtl/>
        </w:rPr>
        <w:t xml:space="preserve"> للمستغفري، وأورده القطب الراوندي في الدعوات: 156 ح 425 مرسلا. وأخرجه الزمخشري في ربيع الابرار: 4 / 128.</w:t>
      </w:r>
    </w:p>
    <w:p w:rsidR="00481D79" w:rsidRDefault="00481D79" w:rsidP="007F5AF7">
      <w:pPr>
        <w:pStyle w:val="libFootnote0"/>
        <w:rPr>
          <w:rtl/>
        </w:rPr>
      </w:pPr>
      <w:r>
        <w:rPr>
          <w:rtl/>
        </w:rPr>
        <w:t>3</w:t>
      </w:r>
      <w:r w:rsidR="007F5AF7">
        <w:rPr>
          <w:rFonts w:hint="cs"/>
          <w:rtl/>
        </w:rPr>
        <w:t>-</w:t>
      </w:r>
      <w:r>
        <w:rPr>
          <w:rtl/>
        </w:rPr>
        <w:t xml:space="preserve"> في بعض النسخ ون: التوكل والتوحيد.</w:t>
      </w:r>
    </w:p>
    <w:p w:rsidR="00481D79" w:rsidRDefault="00481D79" w:rsidP="007F5AF7">
      <w:pPr>
        <w:pStyle w:val="libFootnote0"/>
        <w:rPr>
          <w:rtl/>
        </w:rPr>
      </w:pPr>
      <w:r>
        <w:rPr>
          <w:rtl/>
        </w:rPr>
        <w:t>4</w:t>
      </w:r>
      <w:r w:rsidR="007F5AF7">
        <w:rPr>
          <w:rFonts w:hint="cs"/>
          <w:rtl/>
        </w:rPr>
        <w:t>-</w:t>
      </w:r>
      <w:r>
        <w:rPr>
          <w:rtl/>
        </w:rPr>
        <w:t xml:space="preserve"> ج: يضيف.</w:t>
      </w:r>
    </w:p>
    <w:p w:rsidR="00481D79" w:rsidRDefault="00481D79" w:rsidP="007F5AF7">
      <w:pPr>
        <w:pStyle w:val="libFootnote0"/>
        <w:rPr>
          <w:rtl/>
        </w:rPr>
      </w:pPr>
      <w:r>
        <w:rPr>
          <w:rtl/>
        </w:rPr>
        <w:t>5</w:t>
      </w:r>
      <w:r w:rsidR="007F5AF7">
        <w:rPr>
          <w:rFonts w:hint="cs"/>
          <w:rtl/>
        </w:rPr>
        <w:t>-</w:t>
      </w:r>
      <w:r>
        <w:rPr>
          <w:rtl/>
        </w:rPr>
        <w:t xml:space="preserve"> خ ون: واستنزلوا.</w:t>
      </w:r>
    </w:p>
    <w:p w:rsidR="00481D79" w:rsidRDefault="00481D79" w:rsidP="007F5AF7">
      <w:pPr>
        <w:pStyle w:val="libFootnote0"/>
        <w:rPr>
          <w:rtl/>
        </w:rPr>
      </w:pPr>
      <w:r>
        <w:rPr>
          <w:rtl/>
        </w:rPr>
        <w:t>6</w:t>
      </w:r>
      <w:r w:rsidR="007F5AF7">
        <w:rPr>
          <w:rFonts w:hint="cs"/>
          <w:rtl/>
        </w:rPr>
        <w:t>-</w:t>
      </w:r>
      <w:r>
        <w:rPr>
          <w:rtl/>
        </w:rPr>
        <w:t xml:space="preserve"> ن: عند.</w:t>
      </w:r>
    </w:p>
    <w:p w:rsidR="00481D79" w:rsidRDefault="00481D79" w:rsidP="007F5AF7">
      <w:pPr>
        <w:pStyle w:val="libFootnote0"/>
        <w:rPr>
          <w:rtl/>
        </w:rPr>
      </w:pPr>
      <w:r>
        <w:rPr>
          <w:rtl/>
        </w:rPr>
        <w:t>7</w:t>
      </w:r>
      <w:r w:rsidR="007F5AF7">
        <w:rPr>
          <w:rFonts w:hint="cs"/>
          <w:rtl/>
        </w:rPr>
        <w:t>-</w:t>
      </w:r>
      <w:r>
        <w:rPr>
          <w:rtl/>
        </w:rPr>
        <w:t xml:space="preserve"> عنه البحار: 76 / 316 ح 5. وأخرجه في الوسائل: 6 / 258 ح 13. والبحار: 74 / 392 ح 11 عن عيون الاخبار: 2 / 35 ح 75. وأخرجه في البحار: 3 / 240 ح 25 وج 96 / 121 ح 25 عن التوحيد: 68 ح 24 بالاسناد رقم " 8 ". وأورد قطعة منه في جامع الاخبار: 6، عن الرضا </w:t>
      </w:r>
      <w:r w:rsidR="004226A8" w:rsidRPr="007F5AF7">
        <w:rPr>
          <w:rStyle w:val="libFootnoteAlaemChar"/>
          <w:rtl/>
        </w:rPr>
        <w:t>عليه‌السلام</w:t>
      </w:r>
      <w:r>
        <w:rPr>
          <w:rtl/>
        </w:rPr>
        <w:t>، عن آبائه.</w:t>
      </w:r>
    </w:p>
    <w:p w:rsidR="00481D79" w:rsidRDefault="00481D79" w:rsidP="007F5AF7">
      <w:pPr>
        <w:pStyle w:val="libFootnote0"/>
        <w:rPr>
          <w:rtl/>
        </w:rPr>
      </w:pPr>
      <w:r>
        <w:rPr>
          <w:rtl/>
        </w:rPr>
        <w:t>8</w:t>
      </w:r>
      <w:r w:rsidR="007F5AF7">
        <w:rPr>
          <w:rFonts w:hint="cs"/>
          <w:rtl/>
        </w:rPr>
        <w:t>-</w:t>
      </w:r>
      <w:r>
        <w:rPr>
          <w:rtl/>
        </w:rPr>
        <w:t xml:space="preserve"> خ: اصطنعوا.</w:t>
      </w:r>
    </w:p>
    <w:p w:rsidR="00481D79" w:rsidRDefault="00481D79" w:rsidP="007F5AF7">
      <w:pPr>
        <w:pStyle w:val="libFootnote0"/>
        <w:rPr>
          <w:rtl/>
        </w:rPr>
      </w:pPr>
      <w:r>
        <w:rPr>
          <w:rtl/>
        </w:rPr>
        <w:t>9</w:t>
      </w:r>
      <w:r w:rsidR="007F5AF7">
        <w:rPr>
          <w:rFonts w:hint="cs"/>
          <w:rtl/>
        </w:rPr>
        <w:t>-</w:t>
      </w:r>
      <w:r>
        <w:rPr>
          <w:rtl/>
        </w:rPr>
        <w:t xml:space="preserve"> ليس في ط.</w:t>
      </w:r>
    </w:p>
    <w:p w:rsidR="00481D79" w:rsidRDefault="00481D79" w:rsidP="007F5AF7">
      <w:pPr>
        <w:pStyle w:val="libFootnote0"/>
        <w:rPr>
          <w:rtl/>
        </w:rPr>
      </w:pPr>
      <w:r>
        <w:rPr>
          <w:rtl/>
        </w:rPr>
        <w:t>10</w:t>
      </w:r>
      <w:r w:rsidR="007F5AF7">
        <w:rPr>
          <w:rFonts w:hint="cs"/>
          <w:rtl/>
        </w:rPr>
        <w:t>-</w:t>
      </w:r>
      <w:r>
        <w:rPr>
          <w:rtl/>
        </w:rPr>
        <w:t xml:space="preserve"> خ: " بأهله " بدل " من أهله "، وما بين المعقوفين ليس في ج. وقد حصل في متن الحديث اختلاف في ط ون والمستدرك. ففي ط " إصطنع الخير إلى من هو أهله ومن ليس من أهله، فإن أصبت أهله فهو أهله، فإن لم تصب ". وفي ن " إصطنع المعروف إلى أهله وإلى من ليس بأهله، فإن تصب أهله فهو له أهل، وإن لم تصب أهله ". وأضاف في المستدرك بعد نقله الرواية: " هكذا برواية غير الطبرسي وبرواية: إصطنع الخير إلى من هو أهله فإن لم تصب أهله فأنت أهله ".</w:t>
      </w:r>
    </w:p>
    <w:p w:rsidR="00827655" w:rsidRDefault="00481D79" w:rsidP="007F5AF7">
      <w:pPr>
        <w:pStyle w:val="libFootnote0"/>
        <w:rPr>
          <w:rtl/>
        </w:rPr>
      </w:pPr>
      <w:r>
        <w:rPr>
          <w:rtl/>
        </w:rPr>
        <w:t>11</w:t>
      </w:r>
      <w:r w:rsidR="007F5AF7">
        <w:rPr>
          <w:rFonts w:hint="cs"/>
          <w:rtl/>
        </w:rPr>
        <w:t>-</w:t>
      </w:r>
      <w:r>
        <w:rPr>
          <w:rtl/>
        </w:rPr>
        <w:t xml:space="preserve"> عنه الوسائل: 11 / 528 ح 4 والبحار: 74 / 409 ح 12 وعن العيون: 2 / 35 ح 76 ورواه الصدوق في </w:t>
      </w:r>
      <w:r w:rsidR="00827655">
        <w:rPr>
          <w:rtl/>
        </w:rPr>
        <w:t>=</w:t>
      </w:r>
    </w:p>
    <w:p w:rsidR="00481D79" w:rsidRDefault="00481D79" w:rsidP="00481D79">
      <w:pPr>
        <w:pStyle w:val="libNormal"/>
        <w:rPr>
          <w:rtl/>
        </w:rPr>
      </w:pPr>
      <w:r>
        <w:rPr>
          <w:rtl/>
        </w:rPr>
        <w:br w:type="page"/>
      </w:r>
    </w:p>
    <w:p w:rsidR="00481D79" w:rsidRPr="00481D79" w:rsidRDefault="00481D79" w:rsidP="007F5AF7">
      <w:pPr>
        <w:pStyle w:val="libNormal"/>
        <w:rPr>
          <w:rtl/>
        </w:rPr>
      </w:pPr>
      <w:r w:rsidRPr="00481D79">
        <w:rPr>
          <w:rtl/>
        </w:rPr>
        <w:lastRenderedPageBreak/>
        <w:t xml:space="preserve">(54) - وبإسناده قال: قال رسول الله </w:t>
      </w:r>
      <w:r w:rsidR="004226A8" w:rsidRPr="004226A8">
        <w:rPr>
          <w:rStyle w:val="libAlaemChar"/>
          <w:rtl/>
        </w:rPr>
        <w:t>صلى‌الله‌عليه‌وآله</w:t>
      </w:r>
      <w:r w:rsidRPr="00481D79">
        <w:rPr>
          <w:rtl/>
        </w:rPr>
        <w:t xml:space="preserve">: " رأس العقل بعد الدين التودد إلى الناس، واصطناع الخير إلى كل بر وفاجر " </w:t>
      </w:r>
      <w:r w:rsidR="007F5AF7" w:rsidRPr="007F5AF7">
        <w:rPr>
          <w:rStyle w:val="libFootnotenumChar"/>
          <w:rFonts w:hint="cs"/>
          <w:rtl/>
        </w:rPr>
        <w:t>(1)</w:t>
      </w:r>
      <w:r w:rsidRPr="00481D79">
        <w:rPr>
          <w:rtl/>
        </w:rPr>
        <w:t>.</w:t>
      </w:r>
    </w:p>
    <w:p w:rsidR="00481D79" w:rsidRPr="00481D79" w:rsidRDefault="00481D79" w:rsidP="00D11BDC">
      <w:pPr>
        <w:pStyle w:val="libNormal"/>
        <w:rPr>
          <w:rtl/>
        </w:rPr>
      </w:pPr>
      <w:r w:rsidRPr="00481D79">
        <w:rPr>
          <w:rtl/>
        </w:rPr>
        <w:t xml:space="preserve">(55) - وبإسناده قال: قال رسول الله </w:t>
      </w:r>
      <w:r w:rsidR="004226A8" w:rsidRPr="004226A8">
        <w:rPr>
          <w:rStyle w:val="libAlaemChar"/>
          <w:rtl/>
        </w:rPr>
        <w:t>صلى‌الله‌عليه‌وآله</w:t>
      </w:r>
      <w:r w:rsidRPr="00481D79">
        <w:rPr>
          <w:rtl/>
        </w:rPr>
        <w:t>: " سيد طعام الدنيا والآخرة اللحم، وسيد</w:t>
      </w:r>
    </w:p>
    <w:p w:rsidR="00827655"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العيون أيضا: 2 / 68 ح 317 بإسناده إلى دارم بن قبيصة النهشلي، عن الرضا </w:t>
      </w:r>
      <w:r w:rsidR="004226A8" w:rsidRPr="007F5AF7">
        <w:rPr>
          <w:rStyle w:val="libFootnoteAlaemChar"/>
          <w:rtl/>
        </w:rPr>
        <w:t>عليه‌السلام</w:t>
      </w:r>
      <w:r w:rsidR="00481D79">
        <w:rPr>
          <w:rtl/>
        </w:rPr>
        <w:t xml:space="preserve"> وعنه الوسائل: 11 / 529 ح 6. وأخرجه في الوسائل المذكور ح 1 عن الكافي: 4 / 27 ح 6 بإسناده إلى جميل بن دراج، عن الصادق، وفي الحديث: 9 عن كتاب الزهد: 32 ح 83 بإسناده إلى الصادق، عنه البحار: 74 / 419 ح 44. وأورده في فقه الرضا: 51 مرسلا، عنه المستدرك: 2 / 395 باب 3 ح 2. وأخرجه في المستدرك المذكور ح 1 عن الصحيفة، وح 4 عن الاختصاص: 234. ورواه ابن زهرة في أربعينه: 44 ح 3 بالطريق رقم " 2 " ن السند رقم " 38 ". وأورده مرسلا في روضة الواعظين: 433 عن الصادق. (أخرجه ابن النجار عن علي، والخطيب عن ابن عمر).</w:t>
      </w:r>
    </w:p>
    <w:p w:rsidR="00481D79" w:rsidRDefault="00481D79" w:rsidP="007F5AF7">
      <w:pPr>
        <w:pStyle w:val="libFootnote0"/>
        <w:rPr>
          <w:rtl/>
        </w:rPr>
      </w:pPr>
      <w:r>
        <w:rPr>
          <w:rtl/>
        </w:rPr>
        <w:t>1</w:t>
      </w:r>
      <w:r w:rsidR="007F5AF7">
        <w:rPr>
          <w:rFonts w:hint="cs"/>
          <w:rtl/>
        </w:rPr>
        <w:t>-</w:t>
      </w:r>
      <w:r>
        <w:rPr>
          <w:rtl/>
        </w:rPr>
        <w:t xml:space="preserve"> عنه الوسائل: 11 / 528 ح 5 والبحار: 74 / 409 ح 13 وعن عيون الاخبار: 2 / 35 ح 77 وفي البحار المذكور: 392 ح 12 عن العيون. ورواه ابن زهرة في أربعينه: 44 ح 4 بالاسناد رقم " 38 ". (أخرجه البيهقي في شعب الايمان والطبراني في الاوسط وهو في تاريخ الطالبين والمراد فعل مايوده الناس. قال بعض الحكماء: اتسعت دار من يداري، وضاقت أسباب من يماري. قال العسكري: ما من حديث صحيح إلا وأصله في القرآن، فقيل له: فحديث رأس العقل بعد الدين. إلخ أين هو. قال: في قوله تعالى " واهجرهم هجرا جميلا " [ المزمل: 10]. وقوله تعالى " وقولوا للناس حسنا " [ البقرة: 83]).</w:t>
      </w:r>
    </w:p>
    <w:p w:rsidR="00481D79" w:rsidRDefault="00481D79" w:rsidP="00481D79">
      <w:pPr>
        <w:pStyle w:val="libNormal"/>
        <w:rPr>
          <w:rtl/>
        </w:rPr>
      </w:pPr>
      <w:r>
        <w:rPr>
          <w:rtl/>
        </w:rPr>
        <w:br w:type="page"/>
      </w:r>
    </w:p>
    <w:p w:rsidR="00481D79" w:rsidRPr="00481D79" w:rsidRDefault="00481D79" w:rsidP="007F5AF7">
      <w:pPr>
        <w:pStyle w:val="libNormal"/>
        <w:rPr>
          <w:rtl/>
        </w:rPr>
      </w:pPr>
      <w:r w:rsidRPr="00481D79">
        <w:rPr>
          <w:rtl/>
        </w:rPr>
        <w:lastRenderedPageBreak/>
        <w:t xml:space="preserve">شراب الدنيا والآخرة الماء، وأنا سيد ولد آدم ولا فخر </w:t>
      </w:r>
      <w:r w:rsidR="007F5AF7" w:rsidRPr="007F5AF7">
        <w:rPr>
          <w:rStyle w:val="libFootnotenumChar"/>
          <w:rFonts w:hint="cs"/>
          <w:rtl/>
        </w:rPr>
        <w:t>(1)</w:t>
      </w:r>
      <w:r w:rsidRPr="00481D79">
        <w:rPr>
          <w:rtl/>
        </w:rPr>
        <w:t xml:space="preserve"> [ والفقر فخري ] </w:t>
      </w:r>
      <w:r w:rsidR="007F5AF7" w:rsidRPr="007F5AF7">
        <w:rPr>
          <w:rStyle w:val="libFootnotenumChar"/>
          <w:rFonts w:hint="cs"/>
          <w:rtl/>
        </w:rPr>
        <w:t>(2)</w:t>
      </w:r>
      <w:r w:rsidRPr="00481D79">
        <w:rPr>
          <w:rtl/>
        </w:rPr>
        <w:t xml:space="preserve"> " </w:t>
      </w:r>
      <w:r w:rsidR="007F5AF7" w:rsidRPr="007F5AF7">
        <w:rPr>
          <w:rStyle w:val="libFootnotenumChar"/>
          <w:rFonts w:hint="cs"/>
          <w:rtl/>
        </w:rPr>
        <w:t>(3)</w:t>
      </w:r>
      <w:r w:rsidRPr="00481D79">
        <w:rPr>
          <w:rtl/>
        </w:rPr>
        <w:t>.</w:t>
      </w:r>
    </w:p>
    <w:p w:rsidR="00481D79" w:rsidRPr="00481D79" w:rsidRDefault="00481D79" w:rsidP="007F5AF7">
      <w:pPr>
        <w:pStyle w:val="libNormal"/>
        <w:rPr>
          <w:rtl/>
        </w:rPr>
      </w:pPr>
      <w:r w:rsidRPr="00481D79">
        <w:rPr>
          <w:rtl/>
        </w:rPr>
        <w:t xml:space="preserve">56 - وبإسناده قال: قال رسول الله </w:t>
      </w:r>
      <w:r w:rsidR="004226A8" w:rsidRPr="004226A8">
        <w:rPr>
          <w:rStyle w:val="libAlaemChar"/>
          <w:rtl/>
        </w:rPr>
        <w:t>صلى‌الله‌عليه‌وآله</w:t>
      </w:r>
      <w:r w:rsidRPr="00481D79">
        <w:rPr>
          <w:rtl/>
        </w:rPr>
        <w:t xml:space="preserve">: " سيد طعام الدنيا والآخرة [ اللحم و ] </w:t>
      </w:r>
      <w:r w:rsidR="007F5AF7" w:rsidRPr="007F5AF7">
        <w:rPr>
          <w:rStyle w:val="libFootnotenumChar"/>
          <w:rFonts w:hint="cs"/>
          <w:rtl/>
        </w:rPr>
        <w:t>(4)</w:t>
      </w:r>
      <w:r w:rsidRPr="00481D79">
        <w:rPr>
          <w:rtl/>
        </w:rPr>
        <w:t xml:space="preserve"> الارز </w:t>
      </w:r>
      <w:r w:rsidR="007F5AF7" w:rsidRPr="007F5AF7">
        <w:rPr>
          <w:rStyle w:val="libFootnotenumChar"/>
          <w:rFonts w:hint="cs"/>
          <w:rtl/>
        </w:rPr>
        <w:t>(5)</w:t>
      </w:r>
      <w:r w:rsidRPr="00481D79">
        <w:rPr>
          <w:rtl/>
        </w:rPr>
        <w:t xml:space="preserve"> " </w:t>
      </w:r>
      <w:r w:rsidR="007F5AF7" w:rsidRPr="007F5AF7">
        <w:rPr>
          <w:rStyle w:val="libFootnotenumChar"/>
          <w:rFonts w:hint="cs"/>
          <w:rtl/>
        </w:rPr>
        <w:t>(6)</w:t>
      </w:r>
      <w:r w:rsidRPr="00481D79">
        <w:rPr>
          <w:rtl/>
        </w:rPr>
        <w:t>.</w:t>
      </w:r>
    </w:p>
    <w:p w:rsidR="00481D79" w:rsidRPr="00481D79" w:rsidRDefault="00481D79" w:rsidP="007F5AF7">
      <w:pPr>
        <w:pStyle w:val="libNormal"/>
        <w:rPr>
          <w:rtl/>
        </w:rPr>
      </w:pPr>
      <w:r w:rsidRPr="00481D79">
        <w:rPr>
          <w:rtl/>
        </w:rPr>
        <w:t xml:space="preserve">(57) - وبإسناده قال: قال رسول الله </w:t>
      </w:r>
      <w:r w:rsidR="004226A8" w:rsidRPr="004226A8">
        <w:rPr>
          <w:rStyle w:val="libAlaemChar"/>
          <w:rtl/>
        </w:rPr>
        <w:t>صلى‌الله‌عليه‌وآله</w:t>
      </w:r>
      <w:r w:rsidRPr="00481D79">
        <w:rPr>
          <w:rtl/>
        </w:rPr>
        <w:t xml:space="preserve">: " كلوا الرمان فليست منه حبة </w:t>
      </w:r>
      <w:r w:rsidR="007F5AF7" w:rsidRPr="007F5AF7">
        <w:rPr>
          <w:rStyle w:val="libFootnotenumChar"/>
          <w:rFonts w:hint="cs"/>
          <w:rtl/>
        </w:rPr>
        <w:t>(7)</w:t>
      </w:r>
      <w:r w:rsidRPr="00481D79">
        <w:rPr>
          <w:rtl/>
        </w:rPr>
        <w:t xml:space="preserve"> تقع في المعدة إلا أنارت القلب وأخرست الشيطان أربعين يوما " </w:t>
      </w:r>
      <w:r w:rsidR="007F5AF7" w:rsidRPr="007F5AF7">
        <w:rPr>
          <w:rStyle w:val="libFootnotenumChar"/>
          <w:rFonts w:hint="cs"/>
          <w:rtl/>
        </w:rPr>
        <w:t>(8)</w:t>
      </w:r>
      <w:r w:rsidRPr="00481D79">
        <w:rPr>
          <w:rtl/>
        </w:rPr>
        <w:t>.</w:t>
      </w:r>
    </w:p>
    <w:p w:rsidR="00481D79" w:rsidRDefault="005B067E" w:rsidP="005B067E">
      <w:pPr>
        <w:pStyle w:val="libLine"/>
        <w:rPr>
          <w:rtl/>
        </w:rPr>
      </w:pPr>
      <w:r>
        <w:rPr>
          <w:rtl/>
        </w:rPr>
        <w:t>____________________</w:t>
      </w:r>
    </w:p>
    <w:p w:rsidR="00481D79" w:rsidRDefault="00481D79" w:rsidP="007F5AF7">
      <w:pPr>
        <w:pStyle w:val="libFootnote0"/>
        <w:rPr>
          <w:rtl/>
        </w:rPr>
      </w:pPr>
      <w:r>
        <w:rPr>
          <w:rtl/>
        </w:rPr>
        <w:t>1</w:t>
      </w:r>
      <w:r w:rsidR="007F5AF7">
        <w:rPr>
          <w:rFonts w:hint="cs"/>
          <w:rtl/>
        </w:rPr>
        <w:t>-</w:t>
      </w:r>
      <w:r>
        <w:rPr>
          <w:rtl/>
        </w:rPr>
        <w:t xml:space="preserve"> خ: ولا فخر به.</w:t>
      </w:r>
    </w:p>
    <w:p w:rsidR="00481D79" w:rsidRDefault="00481D79" w:rsidP="007F5AF7">
      <w:pPr>
        <w:pStyle w:val="libFootnote0"/>
        <w:rPr>
          <w:rtl/>
        </w:rPr>
      </w:pPr>
      <w:r>
        <w:rPr>
          <w:rtl/>
        </w:rPr>
        <w:t>2</w:t>
      </w:r>
      <w:r w:rsidR="007F5AF7">
        <w:rPr>
          <w:rFonts w:hint="cs"/>
          <w:rtl/>
        </w:rPr>
        <w:t>-</w:t>
      </w:r>
      <w:r>
        <w:rPr>
          <w:rtl/>
        </w:rPr>
        <w:t xml:space="preserve"> من ن.</w:t>
      </w:r>
    </w:p>
    <w:p w:rsidR="00481D79" w:rsidRDefault="00481D79" w:rsidP="007F5AF7">
      <w:pPr>
        <w:pStyle w:val="libFootnote0"/>
        <w:rPr>
          <w:rtl/>
        </w:rPr>
      </w:pPr>
      <w:r>
        <w:rPr>
          <w:rtl/>
        </w:rPr>
        <w:t>3</w:t>
      </w:r>
      <w:r w:rsidR="007F5AF7">
        <w:rPr>
          <w:rFonts w:hint="cs"/>
          <w:rtl/>
        </w:rPr>
        <w:t>-</w:t>
      </w:r>
      <w:r>
        <w:rPr>
          <w:rtl/>
        </w:rPr>
        <w:t xml:space="preserve"> عنه المستدرك: 3 / 128 باب 11 ح 1 إلى قوله: الماء. وعنه البحار: 66 / 451 ح 21 وعن عيون الاخبار: 2 / 34 ح 78 إلى قوله: الماء. وأخرجه عن العيون في الوسائل: 17 / 12 ح 3 و 4 والبحار: 16 / 325 ح 21 وج 66 / 58 ح 4. ورواه في قرب الاسناد: 51 بإسناده عن الصادق </w:t>
      </w:r>
      <w:r w:rsidR="004226A8" w:rsidRPr="00022A59">
        <w:rPr>
          <w:rStyle w:val="libFootnoteAlaemChar"/>
          <w:rtl/>
        </w:rPr>
        <w:t>عليه‌السلام</w:t>
      </w:r>
      <w:r>
        <w:rPr>
          <w:rtl/>
        </w:rPr>
        <w:t xml:space="preserve">، عنه البحار: 66 / 451 ح 20 إلى قوله: الماء. والبرقي في المحاسن: 2 / 570 ح 2 عن علي </w:t>
      </w:r>
      <w:r w:rsidR="004226A8" w:rsidRPr="00022A59">
        <w:rPr>
          <w:rStyle w:val="libFootnoteAlaemChar"/>
          <w:rtl/>
        </w:rPr>
        <w:t>عليه‌السلام</w:t>
      </w:r>
      <w:r>
        <w:rPr>
          <w:rtl/>
        </w:rPr>
        <w:t xml:space="preserve">، عنه البحار المذكور: 454 ح 31. والكليني في الكافي: 6 / 380 ح 1 و 5 بثلاث طرق عن علي </w:t>
      </w:r>
      <w:r w:rsidR="004226A8" w:rsidRPr="00022A59">
        <w:rPr>
          <w:rStyle w:val="libFootnoteAlaemChar"/>
          <w:rtl/>
        </w:rPr>
        <w:t>عليه‌السلام</w:t>
      </w:r>
      <w:r>
        <w:rPr>
          <w:rtl/>
        </w:rPr>
        <w:t xml:space="preserve"> وعنه في الوسائل: 17 / 186 ح 3 و 5. وفي دعائم الاسلام: 2 / 109 ح 354 بإسناده عن النبي </w:t>
      </w:r>
      <w:r w:rsidR="004226A8" w:rsidRPr="00022A59">
        <w:rPr>
          <w:rStyle w:val="libFootnoteAlaemChar"/>
          <w:rtl/>
        </w:rPr>
        <w:t>صلى‌الله‌عليه‌وآله</w:t>
      </w:r>
      <w:r>
        <w:rPr>
          <w:rtl/>
        </w:rPr>
        <w:t xml:space="preserve"> وعنه البحار: 66 / 76 ح 73. وأخرجه الزمخشري في ربيع الابرار: 1 / 220. (وأخرجه الطبراني في الاوسط، وأبونعيم في الحلية عن بريدة).</w:t>
      </w:r>
    </w:p>
    <w:p w:rsidR="00481D79" w:rsidRDefault="00481D79" w:rsidP="007F5AF7">
      <w:pPr>
        <w:pStyle w:val="libFootnote0"/>
        <w:rPr>
          <w:rtl/>
        </w:rPr>
      </w:pPr>
      <w:r>
        <w:rPr>
          <w:rtl/>
        </w:rPr>
        <w:t>4</w:t>
      </w:r>
      <w:r w:rsidR="007F5AF7">
        <w:rPr>
          <w:rFonts w:hint="cs"/>
          <w:rtl/>
        </w:rPr>
        <w:t>-</w:t>
      </w:r>
      <w:r>
        <w:rPr>
          <w:rtl/>
        </w:rPr>
        <w:t xml:space="preserve"> ليس في ط.</w:t>
      </w:r>
    </w:p>
    <w:p w:rsidR="00481D79" w:rsidRDefault="00481D79" w:rsidP="007F5AF7">
      <w:pPr>
        <w:pStyle w:val="libFootnote0"/>
        <w:rPr>
          <w:rtl/>
        </w:rPr>
      </w:pPr>
      <w:r>
        <w:rPr>
          <w:rtl/>
        </w:rPr>
        <w:t>5</w:t>
      </w:r>
      <w:r w:rsidR="007F5AF7">
        <w:rPr>
          <w:rFonts w:hint="cs"/>
          <w:rtl/>
        </w:rPr>
        <w:t>-</w:t>
      </w:r>
      <w:r>
        <w:rPr>
          <w:rtl/>
        </w:rPr>
        <w:t xml:space="preserve"> ط: الرز، خ: ثم الارز.</w:t>
      </w:r>
    </w:p>
    <w:p w:rsidR="00481D79" w:rsidRDefault="00481D79" w:rsidP="007F5AF7">
      <w:pPr>
        <w:pStyle w:val="libFootnote0"/>
        <w:rPr>
          <w:rtl/>
        </w:rPr>
      </w:pPr>
      <w:r>
        <w:rPr>
          <w:rtl/>
        </w:rPr>
        <w:t>6</w:t>
      </w:r>
      <w:r w:rsidR="007F5AF7">
        <w:rPr>
          <w:rFonts w:hint="cs"/>
          <w:rtl/>
        </w:rPr>
        <w:t>-</w:t>
      </w:r>
      <w:r>
        <w:rPr>
          <w:rtl/>
        </w:rPr>
        <w:t xml:space="preserve"> عنه البحار: 66 / 58 ح 5 وص 260 ح 1 وعن عيون الاخبار: 2 / 34 ح 79. وأخرجه في المستدرك: 3 / 111 باب 47 ح 1 عن الصحيفة. وأخرجه في الوسائل: 17 / 12 ح 5 عن عيون الاخبار. وفي مكارم الاخلاق: 155 وعنه البحار: 66 / 262 ح 7. وأخرجه الزمخشري في ربيع الابرار: 1 / 281 بلفظ: " سيد أدام الدنيا والآخرة اللحم ". (وأخرجه الديلمي عن علي، وأبونعيم في الطلب).</w:t>
      </w:r>
    </w:p>
    <w:p w:rsidR="00481D79" w:rsidRDefault="00481D79" w:rsidP="007F5AF7">
      <w:pPr>
        <w:pStyle w:val="libFootnote0"/>
        <w:rPr>
          <w:rtl/>
        </w:rPr>
      </w:pPr>
      <w:r>
        <w:rPr>
          <w:rtl/>
        </w:rPr>
        <w:t>7</w:t>
      </w:r>
      <w:r w:rsidR="007F5AF7">
        <w:rPr>
          <w:rFonts w:hint="cs"/>
          <w:rtl/>
        </w:rPr>
        <w:t>-</w:t>
      </w:r>
      <w:r>
        <w:rPr>
          <w:rtl/>
        </w:rPr>
        <w:t xml:space="preserve"> خ: فيه حبة، ن: حبة منه.</w:t>
      </w:r>
    </w:p>
    <w:p w:rsidR="00827655" w:rsidRDefault="00481D79" w:rsidP="007F5AF7">
      <w:pPr>
        <w:pStyle w:val="libFootnote0"/>
        <w:rPr>
          <w:rtl/>
        </w:rPr>
      </w:pPr>
      <w:r>
        <w:rPr>
          <w:rtl/>
        </w:rPr>
        <w:t>8</w:t>
      </w:r>
      <w:r w:rsidR="007F5AF7">
        <w:rPr>
          <w:rFonts w:hint="cs"/>
          <w:rtl/>
        </w:rPr>
        <w:t>-</w:t>
      </w:r>
      <w:r>
        <w:rPr>
          <w:rtl/>
        </w:rPr>
        <w:t xml:space="preserve"> عنه مستدرك الوسائل: 3 / 115 باب 46 ح 2 وعن دعوات الراوندي: 157 ح 428. </w:t>
      </w:r>
      <w:r w:rsidR="00827655">
        <w:rPr>
          <w:rtl/>
        </w:rPr>
        <w:t>=</w:t>
      </w:r>
    </w:p>
    <w:p w:rsidR="00481D79" w:rsidRDefault="00481D79" w:rsidP="00481D79">
      <w:pPr>
        <w:pStyle w:val="libNormal"/>
        <w:rPr>
          <w:rtl/>
        </w:rPr>
      </w:pPr>
      <w:r>
        <w:rPr>
          <w:rtl/>
        </w:rPr>
        <w:br w:type="page"/>
      </w:r>
    </w:p>
    <w:p w:rsidR="00481D79" w:rsidRPr="00481D79" w:rsidRDefault="00481D79" w:rsidP="00F77C07">
      <w:pPr>
        <w:pStyle w:val="libNormal"/>
        <w:rPr>
          <w:rtl/>
        </w:rPr>
      </w:pPr>
      <w:r w:rsidRPr="00481D79">
        <w:rPr>
          <w:rtl/>
        </w:rPr>
        <w:lastRenderedPageBreak/>
        <w:t xml:space="preserve">(58) - وبإسناده قال: قال رسول الله </w:t>
      </w:r>
      <w:r w:rsidR="004226A8" w:rsidRPr="004226A8">
        <w:rPr>
          <w:rStyle w:val="libAlaemChar"/>
          <w:rtl/>
        </w:rPr>
        <w:t>صلى‌الله‌عليه‌وآله</w:t>
      </w:r>
      <w:r w:rsidRPr="00481D79">
        <w:rPr>
          <w:rtl/>
        </w:rPr>
        <w:t xml:space="preserve">: " عليكم بالزيت فإنه يكشف المرة ويذهب بالبلغم ويشد العصب ويحسن الخلق ويطيب النفس ويذهب بالهم " </w:t>
      </w:r>
      <w:r w:rsidR="00F77C07" w:rsidRPr="00F77C07">
        <w:rPr>
          <w:rStyle w:val="libFootnotenumChar"/>
          <w:rFonts w:hint="cs"/>
          <w:rtl/>
        </w:rPr>
        <w:t>(1)</w:t>
      </w:r>
    </w:p>
    <w:p w:rsidR="00481D79" w:rsidRPr="00481D79" w:rsidRDefault="00481D79" w:rsidP="00F77C07">
      <w:pPr>
        <w:pStyle w:val="libNormal"/>
        <w:rPr>
          <w:rtl/>
        </w:rPr>
      </w:pPr>
      <w:r w:rsidRPr="00481D79">
        <w:rPr>
          <w:rtl/>
        </w:rPr>
        <w:t xml:space="preserve">(59) - وبإسناده قال: قال رسول الله </w:t>
      </w:r>
      <w:r w:rsidR="004226A8" w:rsidRPr="004226A8">
        <w:rPr>
          <w:rStyle w:val="libAlaemChar"/>
          <w:rtl/>
        </w:rPr>
        <w:t>صلى‌الله‌عليه‌وآله</w:t>
      </w:r>
      <w:r w:rsidRPr="00481D79">
        <w:rPr>
          <w:rtl/>
        </w:rPr>
        <w:t xml:space="preserve">: " كلوا العنب حبة حبة فإنه أهنأ وأمرأ " </w:t>
      </w:r>
      <w:r w:rsidR="00F77C07" w:rsidRPr="00F77C07">
        <w:rPr>
          <w:rStyle w:val="libFootnotenumChar"/>
          <w:rFonts w:hint="cs"/>
          <w:rtl/>
        </w:rPr>
        <w:t>(2)</w:t>
      </w:r>
      <w:r w:rsidRPr="00481D79">
        <w:rPr>
          <w:rtl/>
        </w:rPr>
        <w:t>.</w:t>
      </w:r>
    </w:p>
    <w:p w:rsidR="00481D79" w:rsidRPr="00481D79" w:rsidRDefault="00481D79" w:rsidP="00D11BDC">
      <w:pPr>
        <w:pStyle w:val="libNormal"/>
        <w:rPr>
          <w:rtl/>
        </w:rPr>
      </w:pPr>
      <w:r w:rsidRPr="00481D79">
        <w:rPr>
          <w:rtl/>
        </w:rPr>
        <w:t xml:space="preserve">(60) - وبإسناده قال: قال رسول الله </w:t>
      </w:r>
      <w:r w:rsidR="004226A8" w:rsidRPr="004226A8">
        <w:rPr>
          <w:rStyle w:val="libAlaemChar"/>
          <w:rtl/>
        </w:rPr>
        <w:t>صلى‌الله‌عليه‌وآله</w:t>
      </w:r>
      <w:r w:rsidRPr="00481D79">
        <w:rPr>
          <w:rtl/>
        </w:rPr>
        <w:t>:</w:t>
      </w:r>
    </w:p>
    <w:p w:rsidR="00827655"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وأخرجه في البحار: 66 / 154 ح 1 عن عيون الاخبار: 2 / 35 ح 80. وأورده في مكارم الاخلاق: 173 عن أبي سعيد الخدري. وأخرجه الزمخشري في ربيع الابرار: 1 / 286. وروى نحوه البرقي في كتاب المحاسن: 2 / 539 باب 111 أحاديث كثيرة فراجع. (أخرجه المتقي الهندي في كنز العمال من طريق أبوالحسن علي بن المفرح الصقلي في فوائده).</w:t>
      </w:r>
    </w:p>
    <w:p w:rsidR="00481D79" w:rsidRDefault="00481D79" w:rsidP="00F77C07">
      <w:pPr>
        <w:pStyle w:val="libFootnote0"/>
        <w:rPr>
          <w:rtl/>
        </w:rPr>
      </w:pPr>
      <w:r>
        <w:rPr>
          <w:rtl/>
        </w:rPr>
        <w:t>1</w:t>
      </w:r>
      <w:r w:rsidR="00F77C07">
        <w:rPr>
          <w:rFonts w:hint="cs"/>
          <w:rtl/>
        </w:rPr>
        <w:t>-</w:t>
      </w:r>
      <w:r>
        <w:rPr>
          <w:rtl/>
        </w:rPr>
        <w:t xml:space="preserve"> عنه مكارم الاخلاق: 194، ومستدرك الوسائل: 3 / 109 باب 36 ح 2. وأخرجه في الوسائل: 17 / 12 ح 7 عن العيون: 2 / 35 ح 81. وأخرجه في الوسائل المذكور ص 118 ح 3 والبحار: 66 / 151 ح 1 عن الخصال: 343 ح 9 بالاسناد رقم " 7 " وفيه وفي بعض نسخ العيون " عليكم بالزبيب ". وأخرجه الزمخشري في ربيع الابرار: 4 / 128. (أخرجه أبونعيم عن علي </w:t>
      </w:r>
      <w:r w:rsidR="004226A8" w:rsidRPr="00F77C07">
        <w:rPr>
          <w:rStyle w:val="libFootnoteAlaemChar"/>
          <w:rtl/>
        </w:rPr>
        <w:t>عليه‌السلام</w:t>
      </w:r>
      <w:r>
        <w:rPr>
          <w:rtl/>
        </w:rPr>
        <w:t xml:space="preserve"> بلفظه).</w:t>
      </w:r>
    </w:p>
    <w:p w:rsidR="00481D79" w:rsidRDefault="00481D79" w:rsidP="00F77C07">
      <w:pPr>
        <w:pStyle w:val="libFootnote0"/>
        <w:rPr>
          <w:rtl/>
        </w:rPr>
      </w:pPr>
      <w:r>
        <w:rPr>
          <w:rtl/>
        </w:rPr>
        <w:t>2</w:t>
      </w:r>
      <w:r w:rsidR="00F77C07">
        <w:rPr>
          <w:rFonts w:hint="cs"/>
          <w:rtl/>
        </w:rPr>
        <w:t>-</w:t>
      </w:r>
      <w:r>
        <w:rPr>
          <w:rtl/>
        </w:rPr>
        <w:t xml:space="preserve"> عنه مكارم الاخلاق: 176 ومستدرك الوسائل: 3 / 99 باب 85 ح 1. ورواه الصدوق في عيون الاخبار: 2 / 35 ح 82، عنه الوسائل: 17 / 13 ح 9 والبحار: 66 / 147 ح 2. وأورده القطب الراوندي في الدعوات: 148 ح 388 مرسلا. وروى نحوه البرقي في المحاسن: 2 / 547 ح 867 عن أبي عبدالله </w:t>
      </w:r>
      <w:r w:rsidR="004226A8" w:rsidRPr="00F77C07">
        <w:rPr>
          <w:rStyle w:val="libFootnoteAlaemChar"/>
          <w:rtl/>
        </w:rPr>
        <w:t>عليه‌السلام</w:t>
      </w:r>
      <w:r>
        <w:rPr>
          <w:rtl/>
        </w:rPr>
        <w:t xml:space="preserve"> عنه الوسائل: 16 / 524 ح 2. والبحار: 66 / 149 ح 8. وأخرجه الزمخشري في ربيع الابرار: 1 / 286، والديلمي عن علي </w:t>
      </w:r>
      <w:r w:rsidR="004226A8" w:rsidRPr="00F77C07">
        <w:rPr>
          <w:rStyle w:val="libFootnoteAlaemChar"/>
          <w:rtl/>
        </w:rPr>
        <w:t>عليه‌السلام</w:t>
      </w:r>
      <w:r>
        <w:rPr>
          <w:rtl/>
        </w:rPr>
        <w:t>.</w:t>
      </w:r>
    </w:p>
    <w:p w:rsidR="00481D79" w:rsidRDefault="00481D79" w:rsidP="00481D79">
      <w:pPr>
        <w:pStyle w:val="libNormal"/>
        <w:rPr>
          <w:rtl/>
        </w:rPr>
      </w:pPr>
      <w:r>
        <w:rPr>
          <w:rtl/>
        </w:rPr>
        <w:br w:type="page"/>
      </w:r>
    </w:p>
    <w:p w:rsidR="00481D79" w:rsidRPr="00481D79" w:rsidRDefault="00481D79" w:rsidP="00F77C07">
      <w:pPr>
        <w:pStyle w:val="libNormal0"/>
        <w:rPr>
          <w:rtl/>
        </w:rPr>
      </w:pPr>
      <w:r w:rsidRPr="00481D79">
        <w:rPr>
          <w:rtl/>
        </w:rPr>
        <w:lastRenderedPageBreak/>
        <w:t xml:space="preserve">" إن يكن في شئ شفاء ففي شرطة الحجامة </w:t>
      </w:r>
      <w:r w:rsidR="00F77C07" w:rsidRPr="00F77C07">
        <w:rPr>
          <w:rStyle w:val="libFootnotenumChar"/>
          <w:rFonts w:hint="cs"/>
          <w:rtl/>
        </w:rPr>
        <w:t>(1)</w:t>
      </w:r>
      <w:r w:rsidRPr="00481D79">
        <w:rPr>
          <w:rtl/>
        </w:rPr>
        <w:t xml:space="preserve"> أو </w:t>
      </w:r>
      <w:r w:rsidR="00F77C07" w:rsidRPr="00F77C07">
        <w:rPr>
          <w:rStyle w:val="libFootnotenumChar"/>
          <w:rFonts w:hint="cs"/>
          <w:rtl/>
        </w:rPr>
        <w:t>(2)</w:t>
      </w:r>
      <w:r w:rsidRPr="00481D79">
        <w:rPr>
          <w:rtl/>
        </w:rPr>
        <w:t xml:space="preserve"> شربة عسل </w:t>
      </w:r>
      <w:r w:rsidR="00F77C07" w:rsidRPr="00F77C07">
        <w:rPr>
          <w:rStyle w:val="libFootnotenumChar"/>
          <w:rFonts w:hint="cs"/>
          <w:rtl/>
        </w:rPr>
        <w:t>(3)</w:t>
      </w:r>
      <w:r w:rsidRPr="00481D79">
        <w:rPr>
          <w:rtl/>
        </w:rPr>
        <w:t xml:space="preserve"> " </w:t>
      </w:r>
      <w:r w:rsidR="00F77C07" w:rsidRPr="00F77C07">
        <w:rPr>
          <w:rStyle w:val="libFootnotenumChar"/>
          <w:rFonts w:hint="cs"/>
          <w:rtl/>
        </w:rPr>
        <w:t>(4)</w:t>
      </w:r>
      <w:r w:rsidRPr="00481D79">
        <w:rPr>
          <w:rtl/>
        </w:rPr>
        <w:t>.</w:t>
      </w:r>
    </w:p>
    <w:p w:rsidR="00481D79" w:rsidRPr="00481D79" w:rsidRDefault="00481D79" w:rsidP="00F77C07">
      <w:pPr>
        <w:pStyle w:val="libNormal"/>
        <w:rPr>
          <w:rtl/>
        </w:rPr>
      </w:pPr>
      <w:r w:rsidRPr="00481D79">
        <w:rPr>
          <w:rtl/>
        </w:rPr>
        <w:t xml:space="preserve">(61) - وبإسناده قال: قال رسول الله </w:t>
      </w:r>
      <w:r w:rsidR="004226A8" w:rsidRPr="004226A8">
        <w:rPr>
          <w:rStyle w:val="libAlaemChar"/>
          <w:rtl/>
        </w:rPr>
        <w:t>صلى‌الله‌عليه‌وآله</w:t>
      </w:r>
      <w:r w:rsidRPr="00481D79">
        <w:rPr>
          <w:rtl/>
        </w:rPr>
        <w:t xml:space="preserve">: 2 لا تردوا شربة عسل </w:t>
      </w:r>
      <w:r w:rsidR="00F77C07" w:rsidRPr="00F77C07">
        <w:rPr>
          <w:rStyle w:val="libFootnotenumChar"/>
          <w:rFonts w:hint="cs"/>
          <w:rtl/>
        </w:rPr>
        <w:t>(5)</w:t>
      </w:r>
      <w:r w:rsidRPr="00481D79">
        <w:rPr>
          <w:rtl/>
        </w:rPr>
        <w:t xml:space="preserve"> [ على ] </w:t>
      </w:r>
      <w:r w:rsidR="00F77C07" w:rsidRPr="00F77C07">
        <w:rPr>
          <w:rStyle w:val="libFootnotenumChar"/>
          <w:rFonts w:hint="cs"/>
          <w:rtl/>
        </w:rPr>
        <w:t>(6)</w:t>
      </w:r>
      <w:r w:rsidRPr="00481D79">
        <w:rPr>
          <w:rtl/>
        </w:rPr>
        <w:t xml:space="preserve"> من أتاكم [ بها ] </w:t>
      </w:r>
      <w:r w:rsidR="00F77C07" w:rsidRPr="00F77C07">
        <w:rPr>
          <w:rStyle w:val="libFootnotenumChar"/>
          <w:rFonts w:hint="cs"/>
          <w:rtl/>
        </w:rPr>
        <w:t>(7)</w:t>
      </w:r>
      <w:r w:rsidRPr="00481D79">
        <w:rPr>
          <w:rtl/>
        </w:rPr>
        <w:t xml:space="preserve"> " </w:t>
      </w:r>
      <w:r w:rsidR="00F77C07" w:rsidRPr="00F77C07">
        <w:rPr>
          <w:rStyle w:val="libFootnotenumChar"/>
          <w:rFonts w:hint="cs"/>
          <w:rtl/>
        </w:rPr>
        <w:t>(8)</w:t>
      </w:r>
      <w:r w:rsidRPr="00481D79">
        <w:rPr>
          <w:rtl/>
        </w:rPr>
        <w:t>.</w:t>
      </w:r>
    </w:p>
    <w:p w:rsidR="00481D79" w:rsidRPr="00481D79" w:rsidRDefault="00481D79" w:rsidP="00F77C07">
      <w:pPr>
        <w:pStyle w:val="libNormal"/>
        <w:rPr>
          <w:rtl/>
        </w:rPr>
      </w:pPr>
      <w:r w:rsidRPr="00481D79">
        <w:rPr>
          <w:rtl/>
        </w:rPr>
        <w:t xml:space="preserve">(62) - وبإسناده قال: قال رسول الله </w:t>
      </w:r>
      <w:r w:rsidR="004226A8" w:rsidRPr="004226A8">
        <w:rPr>
          <w:rStyle w:val="libAlaemChar"/>
          <w:rtl/>
        </w:rPr>
        <w:t>صلى‌الله‌عليه‌وآله</w:t>
      </w:r>
      <w:r w:rsidRPr="00481D79">
        <w:rPr>
          <w:rtl/>
        </w:rPr>
        <w:t xml:space="preserve">: " إذا طبختم [ الطعام ] </w:t>
      </w:r>
      <w:r w:rsidR="00F77C07" w:rsidRPr="00F77C07">
        <w:rPr>
          <w:rStyle w:val="libFootnotenumChar"/>
          <w:rFonts w:hint="cs"/>
          <w:rtl/>
        </w:rPr>
        <w:t>(9)</w:t>
      </w:r>
      <w:r w:rsidRPr="00481D79">
        <w:rPr>
          <w:rtl/>
        </w:rPr>
        <w:t xml:space="preserve"> (فأكثروا القرع فإنه يسر القلب الحزين) </w:t>
      </w:r>
      <w:r w:rsidR="00F77C07" w:rsidRPr="00F77C07">
        <w:rPr>
          <w:rStyle w:val="libFootnotenumChar"/>
          <w:rFonts w:hint="cs"/>
          <w:rtl/>
        </w:rPr>
        <w:t>(10)</w:t>
      </w:r>
      <w:r w:rsidRPr="00481D79">
        <w:rPr>
          <w:rtl/>
        </w:rPr>
        <w:t xml:space="preserve"> " </w:t>
      </w:r>
      <w:r w:rsidR="00F77C07" w:rsidRPr="00F77C07">
        <w:rPr>
          <w:rStyle w:val="libFootnotenumChar"/>
          <w:rFonts w:hint="cs"/>
          <w:rtl/>
        </w:rPr>
        <w:t>(11)</w:t>
      </w:r>
      <w:r w:rsidRPr="00481D79">
        <w:rPr>
          <w:rtl/>
        </w:rPr>
        <w:t>.</w:t>
      </w:r>
    </w:p>
    <w:p w:rsidR="00481D79" w:rsidRPr="00481D79" w:rsidRDefault="00481D79" w:rsidP="00D11BDC">
      <w:pPr>
        <w:pStyle w:val="libNormal"/>
        <w:rPr>
          <w:rtl/>
        </w:rPr>
      </w:pPr>
      <w:r w:rsidRPr="00481D79">
        <w:rPr>
          <w:rtl/>
        </w:rPr>
        <w:t xml:space="preserve">(63) - وبإسناده قال: قال رسول الله </w:t>
      </w:r>
      <w:r w:rsidR="004226A8" w:rsidRPr="004226A8">
        <w:rPr>
          <w:rStyle w:val="libAlaemChar"/>
          <w:rtl/>
        </w:rPr>
        <w:t>صلى‌الله‌عليه‌وآله</w:t>
      </w:r>
      <w:r w:rsidRPr="00481D79">
        <w:rPr>
          <w:rtl/>
        </w:rPr>
        <w:t>:</w:t>
      </w:r>
    </w:p>
    <w:p w:rsidR="00481D79" w:rsidRDefault="005B067E" w:rsidP="005B067E">
      <w:pPr>
        <w:pStyle w:val="libLine"/>
        <w:rPr>
          <w:rtl/>
        </w:rPr>
      </w:pPr>
      <w:r>
        <w:rPr>
          <w:rtl/>
        </w:rPr>
        <w:t>____________________</w:t>
      </w:r>
    </w:p>
    <w:p w:rsidR="00481D79" w:rsidRDefault="00481D79" w:rsidP="00F77C07">
      <w:pPr>
        <w:pStyle w:val="libFootnote0"/>
        <w:rPr>
          <w:rtl/>
        </w:rPr>
      </w:pPr>
      <w:r>
        <w:rPr>
          <w:rtl/>
        </w:rPr>
        <w:t>1</w:t>
      </w:r>
      <w:r w:rsidR="00F77C07">
        <w:rPr>
          <w:rFonts w:hint="cs"/>
          <w:rtl/>
        </w:rPr>
        <w:t>-</w:t>
      </w:r>
      <w:r>
        <w:rPr>
          <w:rtl/>
        </w:rPr>
        <w:t xml:space="preserve"> في بعض النسخ والمستدرك والمكارم ون: الحجام، وفي ج وط: حجام.</w:t>
      </w:r>
    </w:p>
    <w:p w:rsidR="00481D79" w:rsidRDefault="00481D79" w:rsidP="00F77C07">
      <w:pPr>
        <w:pStyle w:val="libFootnote0"/>
        <w:rPr>
          <w:rtl/>
        </w:rPr>
      </w:pPr>
      <w:r>
        <w:rPr>
          <w:rtl/>
        </w:rPr>
        <w:t>2</w:t>
      </w:r>
      <w:r w:rsidR="00F77C07">
        <w:rPr>
          <w:rFonts w:hint="cs"/>
          <w:rtl/>
        </w:rPr>
        <w:t>-</w:t>
      </w:r>
      <w:r>
        <w:rPr>
          <w:rtl/>
        </w:rPr>
        <w:t xml:space="preserve"> خ والمستدرك: أو في.</w:t>
      </w:r>
    </w:p>
    <w:p w:rsidR="00481D79" w:rsidRDefault="00481D79" w:rsidP="00F77C07">
      <w:pPr>
        <w:pStyle w:val="libFootnote0"/>
        <w:rPr>
          <w:rtl/>
        </w:rPr>
      </w:pPr>
      <w:r>
        <w:rPr>
          <w:rtl/>
        </w:rPr>
        <w:t>3</w:t>
      </w:r>
      <w:r w:rsidR="00F77C07">
        <w:rPr>
          <w:rFonts w:hint="cs"/>
          <w:rtl/>
        </w:rPr>
        <w:t>-</w:t>
      </w:r>
      <w:r>
        <w:rPr>
          <w:rtl/>
        </w:rPr>
        <w:t xml:space="preserve"> ن: من عسل.</w:t>
      </w:r>
    </w:p>
    <w:p w:rsidR="00481D79" w:rsidRDefault="00481D79" w:rsidP="00F77C07">
      <w:pPr>
        <w:pStyle w:val="libFootnote0"/>
        <w:rPr>
          <w:rtl/>
        </w:rPr>
      </w:pPr>
      <w:r>
        <w:rPr>
          <w:rtl/>
        </w:rPr>
        <w:t>4</w:t>
      </w:r>
      <w:r w:rsidR="00F77C07">
        <w:rPr>
          <w:rFonts w:hint="cs"/>
          <w:rtl/>
        </w:rPr>
        <w:t>-</w:t>
      </w:r>
      <w:r>
        <w:rPr>
          <w:rtl/>
        </w:rPr>
        <w:t xml:space="preserve"> عنه مكارم الاخلاق: 166 والمستدرك: 3 / 110 باب 37 ح 12. وأخرجه في البحار: 66 / 290 ح 3 عنه وعن عيون الاخبار: 2 / 35 ح 83. وأخرجه في الوسائل: 17 / 13 ح 10 والبحار: 62 / 116 ح 25 عن العيون. وأورده القطب الراوندي في الدعوات: 151 ح 400. وأخرجه الزمخشري في ربيع الابرار: 4 / 128. (أخرجه أحمد والبيهقي عن جابر بلفظ: إن يكن في شئ من أدويتكم خير ففي شرطة حجم أو شربة من عسل أو لذعة بنار توافق وما أحب أن أكتوي. وبألفاظ رواها البخاري وابن ماجة).</w:t>
      </w:r>
    </w:p>
    <w:p w:rsidR="00481D79" w:rsidRDefault="00481D79" w:rsidP="00F77C07">
      <w:pPr>
        <w:pStyle w:val="libFootnote0"/>
        <w:rPr>
          <w:rtl/>
        </w:rPr>
      </w:pPr>
      <w:r>
        <w:rPr>
          <w:rtl/>
        </w:rPr>
        <w:t>5</w:t>
      </w:r>
      <w:r w:rsidR="00F77C07">
        <w:rPr>
          <w:rFonts w:hint="cs"/>
          <w:rtl/>
        </w:rPr>
        <w:t>-</w:t>
      </w:r>
      <w:r>
        <w:rPr>
          <w:rtl/>
        </w:rPr>
        <w:t xml:space="preserve"> خ: من العسل، ن: من عسل.</w:t>
      </w:r>
    </w:p>
    <w:p w:rsidR="00481D79" w:rsidRDefault="00481D79" w:rsidP="00F77C07">
      <w:pPr>
        <w:pStyle w:val="libFootnote0"/>
        <w:rPr>
          <w:rtl/>
        </w:rPr>
      </w:pPr>
      <w:r>
        <w:rPr>
          <w:rtl/>
        </w:rPr>
        <w:t>6</w:t>
      </w:r>
      <w:r w:rsidR="00F77C07">
        <w:rPr>
          <w:rFonts w:hint="cs"/>
          <w:rtl/>
        </w:rPr>
        <w:t>-</w:t>
      </w:r>
      <w:r>
        <w:rPr>
          <w:rtl/>
        </w:rPr>
        <w:t xml:space="preserve"> من المستدرك.</w:t>
      </w:r>
    </w:p>
    <w:p w:rsidR="00481D79" w:rsidRDefault="00481D79" w:rsidP="00F77C07">
      <w:pPr>
        <w:pStyle w:val="libFootnote0"/>
        <w:rPr>
          <w:rtl/>
        </w:rPr>
      </w:pPr>
      <w:r>
        <w:rPr>
          <w:rtl/>
        </w:rPr>
        <w:t>7</w:t>
      </w:r>
      <w:r w:rsidR="00F77C07">
        <w:rPr>
          <w:rFonts w:hint="cs"/>
          <w:rtl/>
        </w:rPr>
        <w:t>-</w:t>
      </w:r>
      <w:r>
        <w:rPr>
          <w:rtl/>
        </w:rPr>
        <w:t xml:space="preserve"> ليس في ج.</w:t>
      </w:r>
    </w:p>
    <w:p w:rsidR="00481D79" w:rsidRDefault="00481D79" w:rsidP="00F77C07">
      <w:pPr>
        <w:pStyle w:val="libFootnote0"/>
        <w:rPr>
          <w:rtl/>
        </w:rPr>
      </w:pPr>
      <w:r>
        <w:rPr>
          <w:rtl/>
        </w:rPr>
        <w:t>8</w:t>
      </w:r>
      <w:r w:rsidR="00F77C07">
        <w:rPr>
          <w:rFonts w:hint="cs"/>
          <w:rtl/>
        </w:rPr>
        <w:t>-</w:t>
      </w:r>
      <w:r>
        <w:rPr>
          <w:rtl/>
        </w:rPr>
        <w:t xml:space="preserve"> عنه المستدرك: 3 / 109 باب 37 ح 11. ورواه الصدوق في عيون الاخبار: 2 / 35 ح 84 عنه في الوسائل: 17 / 13 ح 11 والبحار: 66 / 290 ضمن ح 3. (أخرجه أبونعيم في المعرفة).</w:t>
      </w:r>
    </w:p>
    <w:p w:rsidR="00481D79" w:rsidRDefault="00481D79" w:rsidP="00F77C07">
      <w:pPr>
        <w:pStyle w:val="libFootnote0"/>
        <w:rPr>
          <w:rtl/>
        </w:rPr>
      </w:pPr>
      <w:r>
        <w:rPr>
          <w:rtl/>
        </w:rPr>
        <w:t>9</w:t>
      </w:r>
      <w:r w:rsidR="00F77C07">
        <w:rPr>
          <w:rFonts w:hint="cs"/>
          <w:rtl/>
        </w:rPr>
        <w:t>-</w:t>
      </w:r>
      <w:r>
        <w:rPr>
          <w:rtl/>
        </w:rPr>
        <w:t xml:space="preserve"> من بعض النسخ ون.</w:t>
      </w:r>
    </w:p>
    <w:p w:rsidR="00481D79" w:rsidRDefault="00481D79" w:rsidP="00F77C07">
      <w:pPr>
        <w:pStyle w:val="libFootnote0"/>
        <w:rPr>
          <w:rtl/>
        </w:rPr>
      </w:pPr>
      <w:r>
        <w:rPr>
          <w:rtl/>
        </w:rPr>
        <w:t>10</w:t>
      </w:r>
      <w:r w:rsidR="00F77C07">
        <w:rPr>
          <w:rFonts w:hint="cs"/>
          <w:rtl/>
        </w:rPr>
        <w:t>-</w:t>
      </w:r>
      <w:r>
        <w:rPr>
          <w:rtl/>
        </w:rPr>
        <w:t xml:space="preserve"> ج: فأكثروا القرع فيه فإنه.، خ: فأكثروا القرع فإنه شفاء.، ن: فأكثروا القرع فإنه يشد قلب الحزين.</w:t>
      </w:r>
    </w:p>
    <w:p w:rsidR="00481D79" w:rsidRDefault="00481D79" w:rsidP="00F77C07">
      <w:pPr>
        <w:pStyle w:val="libFootnote0"/>
        <w:rPr>
          <w:rtl/>
        </w:rPr>
      </w:pPr>
      <w:r>
        <w:rPr>
          <w:rtl/>
        </w:rPr>
        <w:t>11</w:t>
      </w:r>
      <w:r w:rsidR="00F77C07">
        <w:rPr>
          <w:rFonts w:hint="cs"/>
          <w:rtl/>
        </w:rPr>
        <w:t>-</w:t>
      </w:r>
      <w:r>
        <w:rPr>
          <w:rtl/>
        </w:rPr>
        <w:t xml:space="preserve"> عنه مكارم الاخلاق: 179، ومستدرك الوسائل: 3 / 121 باب 92 ح 12. ورواه في عيون الاخبار: 2 / 36 ح 85 عنه الوسائل: 17 / 113 ح 12 والبحار: 66 / 225 ح 2. وأورده مرسلا القطب الراوندي في الدعوات: 148 ح 390. وأخرجه الزمخشري في ربيع الابرار: 1 / 28. (وذكره ابن الوردي بلفظه في كتابه " خريدة العجائب "، وأخرجه الديلمي بلفظ آخر).</w:t>
      </w:r>
    </w:p>
    <w:p w:rsidR="00481D79" w:rsidRDefault="00481D79" w:rsidP="00481D79">
      <w:pPr>
        <w:pStyle w:val="libNormal"/>
        <w:rPr>
          <w:rtl/>
        </w:rPr>
      </w:pPr>
      <w:r>
        <w:rPr>
          <w:rtl/>
        </w:rPr>
        <w:br w:type="page"/>
      </w:r>
    </w:p>
    <w:p w:rsidR="00481D79" w:rsidRPr="00481D79" w:rsidRDefault="00481D79" w:rsidP="00061588">
      <w:pPr>
        <w:pStyle w:val="libNormal"/>
        <w:rPr>
          <w:rtl/>
        </w:rPr>
      </w:pPr>
      <w:r w:rsidRPr="00481D79">
        <w:rPr>
          <w:rtl/>
        </w:rPr>
        <w:lastRenderedPageBreak/>
        <w:t xml:space="preserve">" أفضل أعمال أمتي إنتظار فرج الله تعالى " </w:t>
      </w:r>
      <w:r w:rsidR="00061588" w:rsidRPr="00061588">
        <w:rPr>
          <w:rStyle w:val="libFootnotenumChar"/>
          <w:rFonts w:hint="cs"/>
          <w:rtl/>
        </w:rPr>
        <w:t>(1)</w:t>
      </w:r>
      <w:r w:rsidRPr="00481D79">
        <w:rPr>
          <w:rtl/>
        </w:rPr>
        <w:t>.</w:t>
      </w:r>
    </w:p>
    <w:p w:rsidR="00481D79" w:rsidRPr="00481D79" w:rsidRDefault="00481D79" w:rsidP="00061588">
      <w:pPr>
        <w:pStyle w:val="libNormal"/>
        <w:rPr>
          <w:rtl/>
        </w:rPr>
      </w:pPr>
      <w:r w:rsidRPr="00481D79">
        <w:rPr>
          <w:rtl/>
        </w:rPr>
        <w:t xml:space="preserve">(64) - وبإسناده قال: قال رسول الله </w:t>
      </w:r>
      <w:r w:rsidR="004226A8" w:rsidRPr="004226A8">
        <w:rPr>
          <w:rStyle w:val="libAlaemChar"/>
          <w:rtl/>
        </w:rPr>
        <w:t>صلى‌الله‌عليه‌وآله</w:t>
      </w:r>
      <w:r w:rsidRPr="00481D79">
        <w:rPr>
          <w:rtl/>
        </w:rPr>
        <w:t xml:space="preserve">: " ضعفت عن الصلاة [ والصيام ] </w:t>
      </w:r>
      <w:r w:rsidR="00061588" w:rsidRPr="00061588">
        <w:rPr>
          <w:rStyle w:val="libFootnotenumChar"/>
          <w:rFonts w:hint="cs"/>
          <w:rtl/>
        </w:rPr>
        <w:t>(2)</w:t>
      </w:r>
      <w:r w:rsidRPr="00481D79">
        <w:rPr>
          <w:rtl/>
        </w:rPr>
        <w:t xml:space="preserve"> والجماع </w:t>
      </w:r>
      <w:r w:rsidR="00061588" w:rsidRPr="00061588">
        <w:rPr>
          <w:rStyle w:val="libFootnotenumChar"/>
          <w:rFonts w:hint="cs"/>
          <w:rtl/>
        </w:rPr>
        <w:t>(3)</w:t>
      </w:r>
      <w:r w:rsidRPr="00481D79">
        <w:rPr>
          <w:rtl/>
        </w:rPr>
        <w:t xml:space="preserve"> فنزلت </w:t>
      </w:r>
      <w:r w:rsidR="00061588" w:rsidRPr="00061588">
        <w:rPr>
          <w:rStyle w:val="libFootnotenumChar"/>
          <w:rFonts w:hint="cs"/>
          <w:rtl/>
        </w:rPr>
        <w:t>(4)</w:t>
      </w:r>
      <w:r w:rsidRPr="00481D79">
        <w:rPr>
          <w:rtl/>
        </w:rPr>
        <w:t xml:space="preserve"> علي قدر من السمآء فأكلت منها </w:t>
      </w:r>
      <w:r w:rsidR="00061588" w:rsidRPr="00061588">
        <w:rPr>
          <w:rStyle w:val="libFootnotenumChar"/>
          <w:rFonts w:hint="cs"/>
          <w:rtl/>
        </w:rPr>
        <w:t>(5)</w:t>
      </w:r>
      <w:r w:rsidRPr="00481D79">
        <w:rPr>
          <w:rtl/>
        </w:rPr>
        <w:t xml:space="preserve"> فزاد في قوتي قوة أربعين رجلا في البطش والجماع " </w:t>
      </w:r>
      <w:r w:rsidR="00061588" w:rsidRPr="00061588">
        <w:rPr>
          <w:rStyle w:val="libFootnotenumChar"/>
          <w:rFonts w:hint="cs"/>
          <w:rtl/>
        </w:rPr>
        <w:t>(6)</w:t>
      </w:r>
      <w:r w:rsidRPr="00481D79">
        <w:rPr>
          <w:rtl/>
        </w:rPr>
        <w:t>.</w:t>
      </w:r>
    </w:p>
    <w:p w:rsidR="00481D79" w:rsidRPr="00481D79" w:rsidRDefault="00481D79" w:rsidP="00061588">
      <w:pPr>
        <w:pStyle w:val="libNormal"/>
        <w:rPr>
          <w:rtl/>
        </w:rPr>
      </w:pPr>
      <w:r w:rsidRPr="00481D79">
        <w:rPr>
          <w:rtl/>
        </w:rPr>
        <w:t xml:space="preserve">(65) - وبإسناده قال: قال رسول الله </w:t>
      </w:r>
      <w:r w:rsidR="004226A8" w:rsidRPr="004226A8">
        <w:rPr>
          <w:rStyle w:val="libAlaemChar"/>
          <w:rtl/>
        </w:rPr>
        <w:t>صلى‌الله‌عليه‌وآله</w:t>
      </w:r>
      <w:r w:rsidRPr="00481D79">
        <w:rPr>
          <w:rtl/>
        </w:rPr>
        <w:t xml:space="preserve">: " أفواهكم طرق من طرق ربكم فنظفوها [ بالسواك ] </w:t>
      </w:r>
      <w:r w:rsidR="00061588" w:rsidRPr="00061588">
        <w:rPr>
          <w:rStyle w:val="libFootnotenumChar"/>
          <w:rFonts w:hint="cs"/>
          <w:rtl/>
        </w:rPr>
        <w:t>(8)</w:t>
      </w:r>
      <w:r w:rsidRPr="00481D79">
        <w:rPr>
          <w:rtl/>
        </w:rPr>
        <w:t xml:space="preserve"> </w:t>
      </w:r>
      <w:r w:rsidR="00061588" w:rsidRPr="00061588">
        <w:rPr>
          <w:rStyle w:val="libFootnotenumChar"/>
          <w:rFonts w:hint="cs"/>
          <w:rtl/>
        </w:rPr>
        <w:t>(9)</w:t>
      </w:r>
      <w:r w:rsidRPr="00481D79">
        <w:rPr>
          <w:rtl/>
        </w:rPr>
        <w:t>.</w:t>
      </w:r>
    </w:p>
    <w:p w:rsidR="00481D79" w:rsidRPr="00481D79" w:rsidRDefault="00481D79" w:rsidP="00061588">
      <w:pPr>
        <w:pStyle w:val="libNormal"/>
        <w:rPr>
          <w:rtl/>
        </w:rPr>
      </w:pPr>
      <w:r w:rsidRPr="00481D79">
        <w:rPr>
          <w:rtl/>
        </w:rPr>
        <w:t xml:space="preserve">(66) - وبإسناده قال: قال رسول الله </w:t>
      </w:r>
      <w:r w:rsidR="004226A8" w:rsidRPr="004226A8">
        <w:rPr>
          <w:rStyle w:val="libAlaemChar"/>
          <w:rtl/>
        </w:rPr>
        <w:t>صلى‌الله‌عليه‌وآله</w:t>
      </w:r>
      <w:r w:rsidRPr="00481D79">
        <w:rPr>
          <w:rtl/>
        </w:rPr>
        <w:t xml:space="preserve">: " ليس شئ أبغض على </w:t>
      </w:r>
      <w:r w:rsidR="00061588" w:rsidRPr="00061588">
        <w:rPr>
          <w:rStyle w:val="libFootnotenumChar"/>
          <w:rFonts w:hint="cs"/>
          <w:rtl/>
        </w:rPr>
        <w:t>(10)</w:t>
      </w:r>
      <w:r w:rsidRPr="00481D79">
        <w:rPr>
          <w:rtl/>
        </w:rPr>
        <w:t xml:space="preserve"> الله عزوجل من بطن ملآن " </w:t>
      </w:r>
      <w:r w:rsidR="00061588" w:rsidRPr="00061588">
        <w:rPr>
          <w:rStyle w:val="libFootnotenumChar"/>
          <w:rFonts w:hint="cs"/>
          <w:rtl/>
        </w:rPr>
        <w:t>(11)</w:t>
      </w:r>
      <w:r w:rsidRPr="00481D79">
        <w:rPr>
          <w:rtl/>
        </w:rPr>
        <w:t>.</w:t>
      </w:r>
    </w:p>
    <w:p w:rsidR="00481D79" w:rsidRDefault="005B067E" w:rsidP="005B067E">
      <w:pPr>
        <w:pStyle w:val="libLine"/>
        <w:rPr>
          <w:rtl/>
        </w:rPr>
      </w:pPr>
      <w:r>
        <w:rPr>
          <w:rtl/>
        </w:rPr>
        <w:t>____________________</w:t>
      </w:r>
    </w:p>
    <w:p w:rsidR="00481D79" w:rsidRDefault="00481D79" w:rsidP="00A3495F">
      <w:pPr>
        <w:pStyle w:val="libFootnote0"/>
        <w:rPr>
          <w:rtl/>
        </w:rPr>
      </w:pPr>
      <w:r>
        <w:rPr>
          <w:rtl/>
        </w:rPr>
        <w:t>1</w:t>
      </w:r>
      <w:r w:rsidR="00A3495F">
        <w:rPr>
          <w:rFonts w:hint="cs"/>
          <w:rtl/>
        </w:rPr>
        <w:t>-</w:t>
      </w:r>
      <w:r>
        <w:rPr>
          <w:rtl/>
        </w:rPr>
        <w:t xml:space="preserve"> رواه في عيون الاخبار: 2 / 35 ح 87 عنه البحار: 52 / 122 ح 2. والمحاسن: 1 / 291 ح 440 عنه البحار: 52 / 131 ح 33 بإسناده إلى علي </w:t>
      </w:r>
      <w:r w:rsidR="004226A8" w:rsidRPr="00A3495F">
        <w:rPr>
          <w:rStyle w:val="libFootnoteAlaemChar"/>
          <w:rtl/>
        </w:rPr>
        <w:t>عليه‌السلام</w:t>
      </w:r>
      <w:r>
        <w:rPr>
          <w:rtl/>
        </w:rPr>
        <w:t>. (أخرجه ابن أبي الدنيا في الفرج، وابن عساكر عن علي).</w:t>
      </w:r>
    </w:p>
    <w:p w:rsidR="00481D79" w:rsidRDefault="00481D79" w:rsidP="00A3495F">
      <w:pPr>
        <w:pStyle w:val="libFootnote0"/>
        <w:rPr>
          <w:rtl/>
        </w:rPr>
      </w:pPr>
      <w:r>
        <w:rPr>
          <w:rtl/>
        </w:rPr>
        <w:t>2</w:t>
      </w:r>
      <w:r w:rsidR="00A3495F">
        <w:rPr>
          <w:rFonts w:hint="cs"/>
          <w:rtl/>
        </w:rPr>
        <w:t>-</w:t>
      </w:r>
      <w:r>
        <w:rPr>
          <w:rtl/>
        </w:rPr>
        <w:t xml:space="preserve"> من ط وبعض النسخ.</w:t>
      </w:r>
    </w:p>
    <w:p w:rsidR="00481D79" w:rsidRDefault="00481D79" w:rsidP="00A3495F">
      <w:pPr>
        <w:pStyle w:val="libFootnote0"/>
        <w:rPr>
          <w:rtl/>
        </w:rPr>
      </w:pPr>
      <w:r>
        <w:rPr>
          <w:rtl/>
        </w:rPr>
        <w:t>3</w:t>
      </w:r>
      <w:r w:rsidR="00A3495F">
        <w:rPr>
          <w:rFonts w:hint="cs"/>
          <w:rtl/>
        </w:rPr>
        <w:t>-</w:t>
      </w:r>
      <w:r>
        <w:rPr>
          <w:rtl/>
        </w:rPr>
        <w:t xml:space="preserve"> ن: وعن الجماع.</w:t>
      </w:r>
    </w:p>
    <w:p w:rsidR="00481D79" w:rsidRDefault="00481D79" w:rsidP="00A3495F">
      <w:pPr>
        <w:pStyle w:val="libFootnote0"/>
        <w:rPr>
          <w:rtl/>
        </w:rPr>
      </w:pPr>
      <w:r>
        <w:rPr>
          <w:rtl/>
        </w:rPr>
        <w:t>4</w:t>
      </w:r>
      <w:r w:rsidR="00A3495F">
        <w:rPr>
          <w:rFonts w:hint="cs"/>
          <w:rtl/>
        </w:rPr>
        <w:t>-</w:t>
      </w:r>
      <w:r>
        <w:rPr>
          <w:rtl/>
        </w:rPr>
        <w:t xml:space="preserve"> في بعض النسخ: فنزل.</w:t>
      </w:r>
    </w:p>
    <w:p w:rsidR="00481D79" w:rsidRDefault="00481D79" w:rsidP="00A3495F">
      <w:pPr>
        <w:pStyle w:val="libFootnote0"/>
        <w:rPr>
          <w:rtl/>
        </w:rPr>
      </w:pPr>
      <w:r>
        <w:rPr>
          <w:rtl/>
        </w:rPr>
        <w:t>5</w:t>
      </w:r>
      <w:r w:rsidR="00A3495F">
        <w:rPr>
          <w:rFonts w:hint="cs"/>
          <w:rtl/>
        </w:rPr>
        <w:t>-</w:t>
      </w:r>
      <w:r>
        <w:rPr>
          <w:rtl/>
        </w:rPr>
        <w:t xml:space="preserve"> خ: منه.</w:t>
      </w:r>
    </w:p>
    <w:p w:rsidR="00481D79" w:rsidRDefault="00481D79" w:rsidP="00A3495F">
      <w:pPr>
        <w:pStyle w:val="libFootnote0"/>
        <w:rPr>
          <w:rtl/>
        </w:rPr>
      </w:pPr>
      <w:r>
        <w:rPr>
          <w:rtl/>
        </w:rPr>
        <w:t>6</w:t>
      </w:r>
      <w:r w:rsidR="00A3495F">
        <w:rPr>
          <w:rFonts w:hint="cs"/>
          <w:rtl/>
        </w:rPr>
        <w:t>-</w:t>
      </w:r>
      <w:r>
        <w:rPr>
          <w:rtl/>
        </w:rPr>
        <w:t xml:space="preserve"> عنه البحار: 16 / 224 ح 7. رواه في عيون الاخبار: 2 / 35 ح 88 عنه الوسائل: 17 / 13 ح 14 والبحار: 66 / 87 ح 6. (أخرجه أبونعيم في الحلية وأخرجه غيره).</w:t>
      </w:r>
    </w:p>
    <w:p w:rsidR="00481D79" w:rsidRDefault="00481D79" w:rsidP="00A3495F">
      <w:pPr>
        <w:pStyle w:val="libFootnote0"/>
        <w:rPr>
          <w:rtl/>
        </w:rPr>
      </w:pPr>
      <w:r>
        <w:rPr>
          <w:rtl/>
        </w:rPr>
        <w:t>7</w:t>
      </w:r>
      <w:r w:rsidR="00A3495F">
        <w:rPr>
          <w:rFonts w:hint="cs"/>
          <w:rtl/>
        </w:rPr>
        <w:t>-</w:t>
      </w:r>
      <w:r>
        <w:rPr>
          <w:rtl/>
        </w:rPr>
        <w:t xml:space="preserve"> ج: إن أفواهكم...</w:t>
      </w:r>
    </w:p>
    <w:p w:rsidR="00481D79" w:rsidRDefault="00481D79" w:rsidP="00A3495F">
      <w:pPr>
        <w:pStyle w:val="libFootnote0"/>
        <w:rPr>
          <w:rtl/>
        </w:rPr>
      </w:pPr>
      <w:r>
        <w:rPr>
          <w:rtl/>
        </w:rPr>
        <w:t>8</w:t>
      </w:r>
      <w:r w:rsidR="00A3495F">
        <w:rPr>
          <w:rFonts w:hint="cs"/>
          <w:rtl/>
        </w:rPr>
        <w:t>-</w:t>
      </w:r>
      <w:r>
        <w:rPr>
          <w:rtl/>
        </w:rPr>
        <w:t xml:space="preserve"> ليس في بعض النسخ والبحار.</w:t>
      </w:r>
    </w:p>
    <w:p w:rsidR="00481D79" w:rsidRDefault="00481D79" w:rsidP="00A3495F">
      <w:pPr>
        <w:pStyle w:val="libFootnote0"/>
        <w:rPr>
          <w:rtl/>
        </w:rPr>
      </w:pPr>
      <w:r>
        <w:rPr>
          <w:rtl/>
        </w:rPr>
        <w:t>9</w:t>
      </w:r>
      <w:r w:rsidR="00A3495F">
        <w:rPr>
          <w:rFonts w:hint="cs"/>
          <w:rtl/>
        </w:rPr>
        <w:t>-</w:t>
      </w:r>
      <w:r>
        <w:rPr>
          <w:rtl/>
        </w:rPr>
        <w:t xml:space="preserve"> عنه البحار: 76 / 130 ح 19. وأخرجه الزمخشري في ربيع الابرار: 2 / 113. وأخرجه نحوه المتقي الهندي في كنز العمال: 1 / 533 ح 2752 وج 2 / 205 ح 3033. (أخرجه الحاكم في الكنى وأبونعيم في كتاب السواك وله طرق كثيرة بألفاظ مختلفة).</w:t>
      </w:r>
    </w:p>
    <w:p w:rsidR="00481D79" w:rsidRDefault="00481D79" w:rsidP="00A3495F">
      <w:pPr>
        <w:pStyle w:val="libFootnote0"/>
        <w:rPr>
          <w:rtl/>
        </w:rPr>
      </w:pPr>
      <w:r>
        <w:rPr>
          <w:rtl/>
        </w:rPr>
        <w:t>10</w:t>
      </w:r>
      <w:r w:rsidR="00A3495F">
        <w:rPr>
          <w:rFonts w:hint="cs"/>
          <w:rtl/>
        </w:rPr>
        <w:t>-</w:t>
      </w:r>
      <w:r>
        <w:rPr>
          <w:rtl/>
        </w:rPr>
        <w:t xml:space="preserve"> في بعض النسخ: إلى.</w:t>
      </w:r>
    </w:p>
    <w:p w:rsidR="00827655" w:rsidRDefault="00481D79" w:rsidP="00A3495F">
      <w:pPr>
        <w:pStyle w:val="libFootnote0"/>
        <w:rPr>
          <w:rtl/>
        </w:rPr>
      </w:pPr>
      <w:r>
        <w:rPr>
          <w:rtl/>
        </w:rPr>
        <w:t>11</w:t>
      </w:r>
      <w:r w:rsidR="00A3495F">
        <w:rPr>
          <w:rFonts w:hint="cs"/>
          <w:rtl/>
        </w:rPr>
        <w:t>-</w:t>
      </w:r>
      <w:r>
        <w:rPr>
          <w:rtl/>
        </w:rPr>
        <w:t xml:space="preserve"> عنه المستدرك: 3 / 80 باب 1 ح 14. وأخرجه في البحار: 66 / 333 ح 14 عنه وعن العيون: 2 / 36 ح 89، وأخرجه في الوسائل: 17 / 13 ح 15 عن العيون. ورواه في المحاسن: 2 / 447 ح 339، عنه البحار: 66 / 336 ح 27. والكافي: 6 / 270 ح 11، عنه الوسائل: 16 / 411 ح 3 وعن المحاسن. والغايات: 81، عنه البحار: 66 / 331 ضمن ح 5 بإسنادهم عن الباقر </w:t>
      </w:r>
      <w:r w:rsidR="004226A8" w:rsidRPr="00A3495F">
        <w:rPr>
          <w:rStyle w:val="libFootnoteAlaemChar"/>
          <w:rtl/>
        </w:rPr>
        <w:t>عليه‌السلام</w:t>
      </w:r>
      <w:r>
        <w:rPr>
          <w:rtl/>
        </w:rPr>
        <w:t xml:space="preserve">. وأورده في المجازات النبوية: 288 ح 360. </w:t>
      </w:r>
      <w:r w:rsidR="00827655">
        <w:rPr>
          <w:rtl/>
        </w:rPr>
        <w:t>=</w:t>
      </w:r>
    </w:p>
    <w:p w:rsidR="00481D79" w:rsidRDefault="00481D79" w:rsidP="00481D79">
      <w:pPr>
        <w:pStyle w:val="libNormal"/>
        <w:rPr>
          <w:rtl/>
        </w:rPr>
      </w:pPr>
      <w:r>
        <w:rPr>
          <w:rtl/>
        </w:rPr>
        <w:br w:type="page"/>
      </w:r>
    </w:p>
    <w:p w:rsidR="00481D79" w:rsidRPr="00481D79" w:rsidRDefault="00481D79" w:rsidP="00A3495F">
      <w:pPr>
        <w:pStyle w:val="libNormal"/>
        <w:rPr>
          <w:rtl/>
        </w:rPr>
      </w:pPr>
      <w:r w:rsidRPr="00481D79">
        <w:rPr>
          <w:rtl/>
        </w:rPr>
        <w:lastRenderedPageBreak/>
        <w:t xml:space="preserve">(67) - وبإسناده قال: قال رسول الله </w:t>
      </w:r>
      <w:r w:rsidR="004226A8" w:rsidRPr="004226A8">
        <w:rPr>
          <w:rStyle w:val="libAlaemChar"/>
          <w:rtl/>
        </w:rPr>
        <w:t>صلى‌الله‌عليه‌وآله</w:t>
      </w:r>
      <w:r w:rsidRPr="00481D79">
        <w:rPr>
          <w:rtl/>
        </w:rPr>
        <w:t xml:space="preserve">: " النجوم أمان لاهل السماء </w:t>
      </w:r>
      <w:r w:rsidR="00A3495F" w:rsidRPr="00A3495F">
        <w:rPr>
          <w:rStyle w:val="libFootnotenumChar"/>
          <w:rFonts w:hint="cs"/>
          <w:rtl/>
        </w:rPr>
        <w:t>(1)</w:t>
      </w:r>
      <w:r w:rsidRPr="00481D79">
        <w:rPr>
          <w:rtl/>
        </w:rPr>
        <w:t xml:space="preserve">، وأهل بيتي أمان لامتي " </w:t>
      </w:r>
      <w:r w:rsidR="00A3495F" w:rsidRPr="00A3495F">
        <w:rPr>
          <w:rStyle w:val="libFootnotenumChar"/>
          <w:rFonts w:hint="cs"/>
          <w:rtl/>
        </w:rPr>
        <w:t>(2)</w:t>
      </w:r>
      <w:r w:rsidRPr="00481D79">
        <w:rPr>
          <w:rtl/>
        </w:rPr>
        <w:t>.</w:t>
      </w:r>
    </w:p>
    <w:p w:rsidR="00827655"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ومصباح الشريعة: 27 باب 41، عنه البحار: 66 / 337 ضمن ح 33 والمستدرك: 3 / 80 ح 12. وأورده في شهاب الاخبار: 155 ح 848 عنه البحار: 66 / 330 ح 4 والمستدرك: 3 / 80 باب 1 ح 8. وأخرجه السيد فضل الله الراوندي في شرح الشبهاب المسمى " ضوء الشهاب "، عنه البحار المذكور ص 331 بإسنادهما عن المقدام بن معدي كرب، عن رسول الله </w:t>
      </w:r>
      <w:r w:rsidR="004226A8" w:rsidRPr="00A3495F">
        <w:rPr>
          <w:rStyle w:val="libFootnoteAlaemChar"/>
          <w:rtl/>
        </w:rPr>
        <w:t>صلى‌الله‌عليه‌وآله</w:t>
      </w:r>
      <w:r w:rsidR="00481D79">
        <w:rPr>
          <w:rtl/>
        </w:rPr>
        <w:t>.</w:t>
      </w:r>
    </w:p>
    <w:p w:rsidR="00481D79" w:rsidRDefault="00481D79" w:rsidP="00D11BDC">
      <w:pPr>
        <w:pStyle w:val="libFootnote0"/>
        <w:rPr>
          <w:rtl/>
        </w:rPr>
      </w:pPr>
      <w:r>
        <w:rPr>
          <w:rtl/>
        </w:rPr>
        <w:t xml:space="preserve">وتنبيه الخواطر: 1 / 46 وص 100 عن الرسول </w:t>
      </w:r>
      <w:r w:rsidR="004226A8" w:rsidRPr="00A3495F">
        <w:rPr>
          <w:rStyle w:val="libFootnoteAlaemChar"/>
          <w:rtl/>
        </w:rPr>
        <w:t>صلى‌الله‌عليه‌وآله</w:t>
      </w:r>
      <w:r>
        <w:rPr>
          <w:rtl/>
        </w:rPr>
        <w:t>. (أخرجه الديلمي عن علي بلفظه، وأخرجه الطبراني في الكبير وابن حنبل والترمذي والحاكم بألفاظ).</w:t>
      </w:r>
    </w:p>
    <w:p w:rsidR="00481D79" w:rsidRDefault="00481D79" w:rsidP="00A3495F">
      <w:pPr>
        <w:pStyle w:val="libFootnote0"/>
        <w:rPr>
          <w:rtl/>
        </w:rPr>
      </w:pPr>
      <w:r>
        <w:rPr>
          <w:rtl/>
        </w:rPr>
        <w:t>1</w:t>
      </w:r>
      <w:r w:rsidR="00A3495F">
        <w:rPr>
          <w:rFonts w:hint="cs"/>
          <w:rtl/>
        </w:rPr>
        <w:t>-</w:t>
      </w:r>
      <w:r>
        <w:rPr>
          <w:rtl/>
        </w:rPr>
        <w:t xml:space="preserve"> في بعض النسخ: الارض.</w:t>
      </w:r>
    </w:p>
    <w:p w:rsidR="00827655" w:rsidRDefault="00481D79" w:rsidP="00A3495F">
      <w:pPr>
        <w:pStyle w:val="libFootnote0"/>
        <w:rPr>
          <w:rtl/>
        </w:rPr>
      </w:pPr>
      <w:r>
        <w:rPr>
          <w:rtl/>
        </w:rPr>
        <w:t>2</w:t>
      </w:r>
      <w:r w:rsidR="00A3495F">
        <w:rPr>
          <w:rFonts w:hint="cs"/>
          <w:rtl/>
        </w:rPr>
        <w:t>-</w:t>
      </w:r>
      <w:r>
        <w:rPr>
          <w:rtl/>
        </w:rPr>
        <w:t xml:space="preserve"> عنه البحار: 27 / 309 ح 4 وعن عيون الاخبار: 2 / 27 ح 14. ورواه الصدوق أيضا في علل الشرائع: 123 باب 103 ح 1 بإسناده عن جابر بن يزيد الجعفي عن الباقر </w:t>
      </w:r>
      <w:r w:rsidR="004226A8" w:rsidRPr="00A3495F">
        <w:rPr>
          <w:rStyle w:val="libFootnoteAlaemChar"/>
          <w:rtl/>
        </w:rPr>
        <w:t>عليه‌السلام</w:t>
      </w:r>
      <w:r>
        <w:rPr>
          <w:rtl/>
        </w:rPr>
        <w:t xml:space="preserve">، عنه البحار: 23 / 19 ح 14. وفي إكمال الدين: 1 / 205 ح 17 في جواب كتبه الامام الصادق </w:t>
      </w:r>
      <w:r w:rsidR="004226A8" w:rsidRPr="00A3495F">
        <w:rPr>
          <w:rStyle w:val="libFootnoteAlaemChar"/>
          <w:rtl/>
        </w:rPr>
        <w:t>عليه‌السلام</w:t>
      </w:r>
      <w:r>
        <w:rPr>
          <w:rtl/>
        </w:rPr>
        <w:t xml:space="preserve"> لمحمد بن إبراهيم حين سأله: أخبرنا ما فضلكم أهل البيت؟، عنه البحار: 27 / 309 ح 5. ورواه أيضا في الكتاب المذكور ح 18 بإسناده عن أياس بن سلمة، عن أبيه مثله، عنه البحار: 27 / 308 ح 2، وعن أمالي الطوسي: 1 / 265. ورواه أيضا في الكتاب المذكور ح 19 بإسناده عن علي </w:t>
      </w:r>
      <w:r w:rsidR="004226A8" w:rsidRPr="00A3495F">
        <w:rPr>
          <w:rStyle w:val="libFootnoteAlaemChar"/>
          <w:rtl/>
        </w:rPr>
        <w:t>عليه‌السلام</w:t>
      </w:r>
      <w:r>
        <w:rPr>
          <w:rtl/>
        </w:rPr>
        <w:t xml:space="preserve">، عنه البحار: 27 / 309 ح 6. ورواه أبوالقاسم القمي الرازي في كفاية الاثر: 29 بإسناده عن أبي سعيد الخدري، عنه البحار: 36 / 291 ح 114. ورواه الطوسي في الامالي: 1 / 388 بإسناده عن جابر وأبي موسى الاشعري وابن عباس، عنه البحار: 27 / 309 ح 3. وعن الثلاثة أخرجه في ينابيع المودة: 20 من طريق الحاكم. ورواه القمي في تفسيره: 444 عن النبي </w:t>
      </w:r>
      <w:r w:rsidR="004226A8" w:rsidRPr="00A3495F">
        <w:rPr>
          <w:rStyle w:val="libFootnoteAlaemChar"/>
          <w:rtl/>
        </w:rPr>
        <w:t>صلى‌الله‌عليه‌وآله</w:t>
      </w:r>
      <w:r>
        <w:rPr>
          <w:rtl/>
        </w:rPr>
        <w:t xml:space="preserve">، عنه البحار: 27 / 308 ح 1. وأخرجه ابن بطريق في العمدة من طريق مسند أحمد عن علي </w:t>
      </w:r>
      <w:r w:rsidR="004226A8" w:rsidRPr="00A3495F">
        <w:rPr>
          <w:rStyle w:val="libFootnoteAlaemChar"/>
          <w:rtl/>
        </w:rPr>
        <w:t>عليه‌السلام</w:t>
      </w:r>
      <w:r>
        <w:rPr>
          <w:rtl/>
        </w:rPr>
        <w:t xml:space="preserve"> مثله، عنه البحار: 27 / 310. وابن طاووس في الطرائف: 131 من طريق أحمد في المسند والخوارزمي بإسنادهما إلى علي </w:t>
      </w:r>
      <w:r w:rsidR="004226A8" w:rsidRPr="004226A8">
        <w:rPr>
          <w:rStyle w:val="libAlaemChar"/>
          <w:rtl/>
        </w:rPr>
        <w:t>عليه‌السلام</w:t>
      </w:r>
      <w:r>
        <w:rPr>
          <w:rtl/>
        </w:rPr>
        <w:t xml:space="preserve"> وابن عباس، عنه البحار: 27 / 310. ورواه أحمد بن حنبل في فضائله: 189 ح 267 بإسناده عن علي </w:t>
      </w:r>
      <w:r w:rsidR="004226A8" w:rsidRPr="00A3495F">
        <w:rPr>
          <w:rStyle w:val="libFootnoteAlaemChar"/>
          <w:rtl/>
        </w:rPr>
        <w:t>عليه‌السلام</w:t>
      </w:r>
      <w:r>
        <w:rPr>
          <w:rtl/>
        </w:rPr>
        <w:t xml:space="preserve">. والحاكم في المستدرك: 3 / 149 عن ابن عباس، وج 2 / 448 بإسناده عن جابر، وج 3 / 457 بإسناده عن محمد بن المنكدر، عن أبيه، وكذا الذهبي في تلخيص المستدرك. </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827655" w:rsidRDefault="00827655" w:rsidP="00D11BDC">
      <w:pPr>
        <w:pStyle w:val="libFootnote0"/>
        <w:rPr>
          <w:rtl/>
        </w:rPr>
      </w:pPr>
      <w:r>
        <w:rPr>
          <w:rtl/>
        </w:rPr>
        <w:t>=</w:t>
      </w:r>
      <w:r w:rsidR="00481D79">
        <w:rPr>
          <w:rtl/>
        </w:rPr>
        <w:t xml:space="preserve"> ورواه الطبراني في المعجم الكبير: 5 / 25 وص 538 بإسناده عن أياس بن سلمة عن أبيه عنه صلى الله ليه وآله. وأخرجه السيوطي في إحياء الميت - المطبوع بهامش الاتحاف -: 114 من طريق الحاكم عن عن أبيه عنه </w:t>
      </w:r>
      <w:r w:rsidR="004226A8" w:rsidRPr="00A3495F">
        <w:rPr>
          <w:rStyle w:val="libFootnoteAlaemChar"/>
          <w:rtl/>
        </w:rPr>
        <w:t>صلى‌الله‌عليه‌وآله</w:t>
      </w:r>
      <w:r w:rsidR="00481D79">
        <w:rPr>
          <w:rtl/>
        </w:rPr>
        <w:t xml:space="preserve">. وأخرجه السيوطي في إحياء الميت - المطبوع بهامش الاتحاف -: 114 من طريق الحاكم عن ابن عباس، وص 247 ح 21 من طريق ابن أبي شيبة ومسدد في مسنديهما، والحكيم الترمذي في نوادر الاصول، وأبويعلى والطبراني جميعا عن سلمة. وص 254 ح 35 من طريق الحاكم عن ابن عباس. ورواه أيضا في الجامع الصغير: 587 عن سلمة بن الاكوع. أخرجه البدخشي في مفتاح النجا: 8 (مخطوط) من طريق الحاكم عن ابن عباس. وفي ص 7 من طريق الحفاظ: أبوبكر عبدالله بن محمد بن ابي شيبة النخعي الكوفي، والمسدد في مسنديهما وأبوعبدالله الحكيم الترمذي في نوادر الاصول وأبويعلى الموصلي في مسنده والطبراني في الكبير، وابن عساكر بإسنادهم جميعا عن أياس بن سلمة. وعن جابر. وأخرجه من طريق الحاكم عن ابن عباس الحمزاوي في مشارق الانوار: 90، وكذا الشيخ أحمد النقشبندي الكمشخانوي في راموز الاحاديث: 238. وأيضا من طريق ابن أبي شيبة ومسدد والطبراني وابن عساكر عن سلمة. وأخرجه من طريق الحاكم عن ابن عباس، الصغاني في مشارق الانوار: 109. وأخرجه الحضرمي في رشفة الصادي: 17 وص 78 وص 37 من طريق الحاكم عن ابن عباس وأحمد في المناقب عن علي </w:t>
      </w:r>
      <w:r w:rsidR="004226A8" w:rsidRPr="00A3495F">
        <w:rPr>
          <w:rStyle w:val="libFootnoteAlaemChar"/>
          <w:rtl/>
        </w:rPr>
        <w:t>عليه‌السلام</w:t>
      </w:r>
      <w:r w:rsidR="00481D79">
        <w:rPr>
          <w:rtl/>
        </w:rPr>
        <w:t xml:space="preserve">. وأخرجه في وسيلة المآل: 59 (مخطوط) من طريق أبي عمرو العماري ومسدد وابن أبي شيبة وأبي يعلى في مسانيدهم والطبراني بإسنادهم عن سلمة بن الاكوع، ومن طريق الحاكم عن ابن عباس. وفي ص 60 بإسناده عن علي </w:t>
      </w:r>
      <w:r w:rsidR="004226A8" w:rsidRPr="00A3495F">
        <w:rPr>
          <w:rStyle w:val="libFootnoteAlaemChar"/>
          <w:rtl/>
        </w:rPr>
        <w:t>عليه‌السلام</w:t>
      </w:r>
      <w:r w:rsidR="00481D79">
        <w:rPr>
          <w:rtl/>
        </w:rPr>
        <w:t xml:space="preserve">. وأخرجه السمهودي في الاشراف على فضل الاشراف: 40 بنفس الطريق الاول للحضرمي في وسيلة المآل. وفي ص 11 منه رواه بإسناد له عن جابر. ورواه عن أنس في ص 40. وأخرجه الامر تسري في أرجح المطالب: 329 عن طريق الحاكم عن ابن عباس، وص 328 من طريق ابن أبي شيبة، وأبي يعلى، وأبي عمرو الغفاري، والطبراني في الكبير، عن سلمة بن الاكوع. ومن طريق ابن المظفر عن أنس. ومن طريق أحمد في المناقب والمسند، والحاكم في المستدرك، وأبي يعلى في مسنده، والطبراني في الكبير والسيوطي في إحياء الميت، والترمذي في نوادر الاصول، جميعا عن علي </w:t>
      </w:r>
      <w:r w:rsidR="004226A8" w:rsidRPr="00A3495F">
        <w:rPr>
          <w:rStyle w:val="libFootnoteAlaemChar"/>
          <w:rtl/>
        </w:rPr>
        <w:t>عليه‌السلام</w:t>
      </w:r>
      <w:r w:rsidR="00481D79">
        <w:rPr>
          <w:rtl/>
        </w:rPr>
        <w:t xml:space="preserve">. وأخرجه النبهاني في الشرف المؤبد: 29 من طريق الحاكم عن ابن عباس، ورواه عن سلمة، ومن طريق أحمد عن علي </w:t>
      </w:r>
      <w:r w:rsidR="004226A8" w:rsidRPr="00A3495F">
        <w:rPr>
          <w:rStyle w:val="libFootnoteAlaemChar"/>
          <w:rtl/>
        </w:rPr>
        <w:t>عليه‌السلام</w:t>
      </w:r>
      <w:r w:rsidR="00481D79">
        <w:rPr>
          <w:rtl/>
        </w:rPr>
        <w:t xml:space="preserve">. وأخرجه في كتابه جواهر البحار في فضائل النبي المختار: 1 / 361 من طريق الحاكم في المستدرك، ثم قال: أخرجه أبويعلى وابن أبي شيبة عن حديث سلمة بن الاكوع. </w:t>
      </w:r>
      <w:r>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827655" w:rsidRDefault="00827655" w:rsidP="00D11BDC">
      <w:pPr>
        <w:pStyle w:val="libFootnote0"/>
        <w:rPr>
          <w:rtl/>
        </w:rPr>
      </w:pPr>
      <w:r>
        <w:rPr>
          <w:rtl/>
        </w:rPr>
        <w:t>=</w:t>
      </w:r>
      <w:r w:rsidR="00481D79">
        <w:rPr>
          <w:rtl/>
        </w:rPr>
        <w:t xml:space="preserve"> وأخرجه النبهاني في الفتح الكبير: 3 / 267 عن سلمة. ورواه الحمويني في فرائد السمطين: 2 / 241 ح 515 وص 255 ح 521 بإسناده عن اياس بن سلمة بن الاكوع، عن أبيه. ورواه بإسناده عن ابن بابويه، عن علي </w:t>
      </w:r>
      <w:r w:rsidR="004226A8" w:rsidRPr="00717F2A">
        <w:rPr>
          <w:rStyle w:val="libFootnoteAlaemChar"/>
          <w:rtl/>
        </w:rPr>
        <w:t>عليه‌السلام</w:t>
      </w:r>
      <w:r w:rsidR="00481D79">
        <w:rPr>
          <w:rtl/>
        </w:rPr>
        <w:t xml:space="preserve"> في الحديث 522. ورواه محب الدين الطبري في ذخائر العقبى: 17 من طريق أبي عمرو الغفاري، عن أياس بن سلمة وعن علي </w:t>
      </w:r>
      <w:r w:rsidR="004226A8" w:rsidRPr="00717F2A">
        <w:rPr>
          <w:rStyle w:val="libFootnoteAlaemChar"/>
          <w:rtl/>
        </w:rPr>
        <w:t>عليه‌السلام</w:t>
      </w:r>
      <w:r w:rsidR="00481D79">
        <w:rPr>
          <w:rtl/>
        </w:rPr>
        <w:t xml:space="preserve">. ثم قال: أخرجه أحمد في المناقب. ورواه الزرندي في نظم درر السمطين: 234 عن سلمة بن الاكوع. ورواه القدوسي الحنفي في كتابه سنن الهدى: 564 (مخطوط) عن سلمة. وأخرجه خواجا پارسا البخاري في كتابه فصل الخطاب (مخطوط) نقلا من نوادر الاصول للترمذي. وأخرجه نور الدين الهيثمي في مجمع الزوائد: 9 / 174 من طريق الطبراني عن الاكوع. وأخرجه محمد الحسيني التونسي الشهير بالكافي في كتابه السيف اليماني المسلول: 64 من طريق أبي يعلى عن ابن الاكوع. وأخرجه الكازروني في شرف النبي: 283 (مخطوط) بإسناده عن أنس. ورواه الخوارزمي في مقتل الحسين </w:t>
      </w:r>
      <w:r w:rsidR="004226A8" w:rsidRPr="00717F2A">
        <w:rPr>
          <w:rStyle w:val="libFootnoteAlaemChar"/>
          <w:rtl/>
        </w:rPr>
        <w:t>عليه‌السلام</w:t>
      </w:r>
      <w:r w:rsidR="00481D79">
        <w:rPr>
          <w:rtl/>
        </w:rPr>
        <w:t xml:space="preserve">: 1 / 108 عن علي </w:t>
      </w:r>
      <w:r w:rsidR="004226A8" w:rsidRPr="00717F2A">
        <w:rPr>
          <w:rStyle w:val="libFootnoteAlaemChar"/>
          <w:rtl/>
        </w:rPr>
        <w:t>عليه‌السلام</w:t>
      </w:r>
      <w:r w:rsidR="00481D79">
        <w:rPr>
          <w:rtl/>
        </w:rPr>
        <w:t xml:space="preserve"> وابن عباس. وأخرجه الانسي اللبناني في كتابه الدرر واللآل: 203 عن ابن الاكوع، والشيخ محمد حسن ضيف الله في فيض القدير: 2 / 62 من طريق أبي يعلى عن سلمة، وشهاب الدين العسقلاني في المطالب العالية: 4 / 74، واللكهنوئي في مرآة المؤمنين: 13 مرسلا عن سلمة، وأبوالهدى الرفاعي الحلبي في كتابه ضوء الشمس: 122 عن ابن عباس، والقاضي عبدالله محمد اليماني في درر الاحاديث النبوية: 52 عن جابر، والهندي الفرنكي في وسيلة النجاة: 47 عن علي </w:t>
      </w:r>
      <w:r w:rsidR="004226A8" w:rsidRPr="00717F2A">
        <w:rPr>
          <w:rStyle w:val="libFootnoteAlaemChar"/>
          <w:rtl/>
        </w:rPr>
        <w:t>عليه‌السلام</w:t>
      </w:r>
      <w:r w:rsidR="00481D79">
        <w:rPr>
          <w:rtl/>
        </w:rPr>
        <w:t xml:space="preserve">. ومحمد النووي في نصائح العباد: 19 عن النبي </w:t>
      </w:r>
      <w:r w:rsidR="004226A8" w:rsidRPr="00717F2A">
        <w:rPr>
          <w:rStyle w:val="libFootnoteAlaemChar"/>
          <w:rtl/>
        </w:rPr>
        <w:t>صلى‌الله‌عليه‌وآله</w:t>
      </w:r>
      <w:r w:rsidR="00481D79">
        <w:rPr>
          <w:rtl/>
        </w:rPr>
        <w:t xml:space="preserve">. ورواه يعقوب بن سفيان الفسوي في ترجمة عبدالله بن عباس من كتابه المعرفة والتاريخ: 1 / 538 بإسناده عن ابن الاكوع، ومحمد الصبان المصري في إسعاف الراغبين: 144 (المطبوع بهامش نور الابصار) من طريق الحاكم عن ابن عباس، وفي ص 141 عن علي </w:t>
      </w:r>
      <w:r w:rsidR="004226A8" w:rsidRPr="00717F2A">
        <w:rPr>
          <w:rStyle w:val="libFootnoteAlaemChar"/>
          <w:rtl/>
        </w:rPr>
        <w:t>عليه‌السلام</w:t>
      </w:r>
      <w:r w:rsidR="00481D79">
        <w:rPr>
          <w:rtl/>
        </w:rPr>
        <w:t xml:space="preserve">. وأخرجه ابن حجر الهيثمي في الصواعق المحرقة: 185 وص 233 من طريق الحاكم عن ابن عباس وأبي يعلى، عن سلمة، وعن علي </w:t>
      </w:r>
      <w:r w:rsidR="004226A8" w:rsidRPr="00717F2A">
        <w:rPr>
          <w:rStyle w:val="libFootnoteAlaemChar"/>
          <w:rtl/>
        </w:rPr>
        <w:t>عليه‌السلام</w:t>
      </w:r>
      <w:r w:rsidR="00481D79">
        <w:rPr>
          <w:rtl/>
        </w:rPr>
        <w:t xml:space="preserve">. وأخرجه القندوزي في ينابيع المودة: 20 من طريق الحمويني عن أبي سعيد الخدري ثم قال: أخرجه الحاكم عن قتادة، عن عطاء، عن ابن عباس، ومن طريق الحمويني والترمذي في نوادر الاصول عن سلمة ومن طريق أحمد عن أنس، وفي ص 19 من طريق أحمد في المناقب، وزيادات المسند، والحمويني في فرائد </w:t>
      </w:r>
      <w:r>
        <w:rPr>
          <w:rtl/>
        </w:rPr>
        <w:t>=</w:t>
      </w:r>
    </w:p>
    <w:p w:rsidR="00481D79" w:rsidRDefault="00481D79" w:rsidP="00481D79">
      <w:pPr>
        <w:pStyle w:val="libNormal"/>
        <w:rPr>
          <w:rtl/>
        </w:rPr>
      </w:pPr>
      <w:r>
        <w:rPr>
          <w:rtl/>
        </w:rPr>
        <w:br w:type="page"/>
      </w:r>
    </w:p>
    <w:p w:rsidR="00481D79" w:rsidRPr="00481D79" w:rsidRDefault="00481D79" w:rsidP="00717F2A">
      <w:pPr>
        <w:pStyle w:val="libNormal"/>
        <w:rPr>
          <w:rtl/>
        </w:rPr>
      </w:pPr>
      <w:r w:rsidRPr="00481D79">
        <w:rPr>
          <w:rtl/>
        </w:rPr>
        <w:lastRenderedPageBreak/>
        <w:t xml:space="preserve">(68) - وبإسناده قال: قال رسول الله </w:t>
      </w:r>
      <w:r w:rsidR="004226A8" w:rsidRPr="004226A8">
        <w:rPr>
          <w:rStyle w:val="libAlaemChar"/>
          <w:rtl/>
        </w:rPr>
        <w:t>صلى‌الله‌عليه‌وآله</w:t>
      </w:r>
      <w:r w:rsidRPr="00481D79">
        <w:rPr>
          <w:rtl/>
        </w:rPr>
        <w:t xml:space="preserve">: " إن موسى بن عمران سأل ربه ورفع يديه فقال: (يا رب أين ذهبت أوذيت) </w:t>
      </w:r>
      <w:r w:rsidR="00717F2A" w:rsidRPr="00717F2A">
        <w:rPr>
          <w:rStyle w:val="libFootnotenumChar"/>
          <w:rFonts w:hint="cs"/>
          <w:rtl/>
        </w:rPr>
        <w:t>(1)</w:t>
      </w:r>
      <w:r w:rsidRPr="00481D79">
        <w:rPr>
          <w:rtl/>
        </w:rPr>
        <w:t xml:space="preserve">، فأوحى الله تعالى إليه: يا موسى إن في عسكرك غمازا. فقال: يا رب دلني عليه. فأوحى الله تعالى إليه: إني أبغض الغماز فكيف أغمز </w:t>
      </w:r>
      <w:r w:rsidR="00717F2A" w:rsidRPr="00717F2A">
        <w:rPr>
          <w:rStyle w:val="libFootnotenumChar"/>
          <w:rFonts w:hint="cs"/>
          <w:rtl/>
        </w:rPr>
        <w:t>(2)</w:t>
      </w:r>
      <w:r w:rsidRPr="00481D79">
        <w:rPr>
          <w:rtl/>
        </w:rPr>
        <w:t xml:space="preserve"> " </w:t>
      </w:r>
      <w:r w:rsidR="00717F2A" w:rsidRPr="00717F2A">
        <w:rPr>
          <w:rStyle w:val="libFootnotenumChar"/>
          <w:rFonts w:hint="cs"/>
          <w:rtl/>
        </w:rPr>
        <w:t>(3)</w:t>
      </w:r>
      <w:r w:rsidRPr="00481D79">
        <w:rPr>
          <w:rtl/>
        </w:rPr>
        <w:t>.</w:t>
      </w:r>
    </w:p>
    <w:p w:rsidR="00481D79" w:rsidRPr="00481D79" w:rsidRDefault="00481D79" w:rsidP="00717F2A">
      <w:pPr>
        <w:pStyle w:val="libNormal"/>
        <w:rPr>
          <w:rtl/>
        </w:rPr>
      </w:pPr>
      <w:r w:rsidRPr="00481D79">
        <w:rPr>
          <w:rtl/>
        </w:rPr>
        <w:t xml:space="preserve">(69) - وبإسناده قال: قال رسول الله </w:t>
      </w:r>
      <w:r w:rsidR="004226A8" w:rsidRPr="004226A8">
        <w:rPr>
          <w:rStyle w:val="libAlaemChar"/>
          <w:rtl/>
        </w:rPr>
        <w:t>صلى‌الله‌عليه‌وآله</w:t>
      </w:r>
      <w:r w:rsidRPr="00481D79">
        <w:rPr>
          <w:rtl/>
        </w:rPr>
        <w:t xml:space="preserve">: " دعاء أطفال امتي </w:t>
      </w:r>
      <w:r w:rsidR="00717F2A" w:rsidRPr="00717F2A">
        <w:rPr>
          <w:rStyle w:val="libFootnotenumChar"/>
          <w:rFonts w:hint="cs"/>
          <w:rtl/>
        </w:rPr>
        <w:t>(4)</w:t>
      </w:r>
      <w:r w:rsidRPr="00481D79">
        <w:rPr>
          <w:rtl/>
        </w:rPr>
        <w:t xml:space="preserve"> مستجاب ما لم يقاربوا </w:t>
      </w:r>
      <w:r w:rsidR="00717F2A" w:rsidRPr="00717F2A">
        <w:rPr>
          <w:rStyle w:val="libFootnotenumChar"/>
          <w:rFonts w:hint="cs"/>
          <w:rtl/>
        </w:rPr>
        <w:t>(5)</w:t>
      </w:r>
      <w:r w:rsidRPr="00481D79">
        <w:rPr>
          <w:rtl/>
        </w:rPr>
        <w:t xml:space="preserve"> الذنوب " </w:t>
      </w:r>
      <w:r w:rsidR="00717F2A" w:rsidRPr="00717F2A">
        <w:rPr>
          <w:rStyle w:val="libFootnotenumChar"/>
          <w:rFonts w:hint="cs"/>
          <w:rtl/>
        </w:rPr>
        <w:t>(6)</w:t>
      </w:r>
      <w:r w:rsidRPr="00481D79">
        <w:rPr>
          <w:rtl/>
        </w:rPr>
        <w:t>.</w:t>
      </w:r>
    </w:p>
    <w:p w:rsidR="00481D79" w:rsidRPr="00481D79" w:rsidRDefault="00481D79" w:rsidP="00717F2A">
      <w:pPr>
        <w:pStyle w:val="libNormal"/>
        <w:rPr>
          <w:rtl/>
        </w:rPr>
      </w:pPr>
      <w:r w:rsidRPr="00481D79">
        <w:rPr>
          <w:rtl/>
        </w:rPr>
        <w:t xml:space="preserve">(70) - وبإسناده قال: قال رسول الله </w:t>
      </w:r>
      <w:r w:rsidR="004226A8" w:rsidRPr="004226A8">
        <w:rPr>
          <w:rStyle w:val="libAlaemChar"/>
          <w:rtl/>
        </w:rPr>
        <w:t>صلى‌الله‌عليه‌وآله</w:t>
      </w:r>
      <w:r w:rsidRPr="00481D79">
        <w:rPr>
          <w:rtl/>
        </w:rPr>
        <w:t xml:space="preserve">: " [ يا علي ] </w:t>
      </w:r>
      <w:r w:rsidR="00717F2A" w:rsidRPr="00717F2A">
        <w:rPr>
          <w:rStyle w:val="libFootnotenumChar"/>
          <w:rFonts w:hint="cs"/>
          <w:rtl/>
        </w:rPr>
        <w:t>(7)</w:t>
      </w:r>
      <w:r w:rsidRPr="00481D79">
        <w:rPr>
          <w:rtl/>
        </w:rPr>
        <w:t xml:space="preserve"> من كرامة المؤمن على الله أنه لم </w:t>
      </w:r>
      <w:r w:rsidR="00717F2A" w:rsidRPr="00717F2A">
        <w:rPr>
          <w:rStyle w:val="libFootnotenumChar"/>
          <w:rFonts w:hint="cs"/>
          <w:rtl/>
        </w:rPr>
        <w:t>(8)</w:t>
      </w:r>
      <w:r w:rsidRPr="00481D79">
        <w:rPr>
          <w:rtl/>
        </w:rPr>
        <w:t xml:space="preserve"> يجعل </w:t>
      </w:r>
      <w:r w:rsidR="00717F2A" w:rsidRPr="00717F2A">
        <w:rPr>
          <w:rStyle w:val="libFootnotenumChar"/>
          <w:rFonts w:hint="cs"/>
          <w:rtl/>
        </w:rPr>
        <w:t>(9)</w:t>
      </w:r>
      <w:r w:rsidRPr="00481D79">
        <w:rPr>
          <w:rtl/>
        </w:rPr>
        <w:t xml:space="preserve"> لاجله وقتا معلوما حتى يهم ببائقة </w:t>
      </w:r>
      <w:r w:rsidR="00717F2A" w:rsidRPr="00717F2A">
        <w:rPr>
          <w:rStyle w:val="libFootnotenumChar"/>
          <w:rFonts w:hint="cs"/>
          <w:rtl/>
        </w:rPr>
        <w:t>(10)</w:t>
      </w:r>
      <w:r w:rsidRPr="00481D79">
        <w:rPr>
          <w:rtl/>
        </w:rPr>
        <w:t xml:space="preserve"> [ فإذا هم ببائقة ] </w:t>
      </w:r>
      <w:r w:rsidR="00717F2A" w:rsidRPr="00717F2A">
        <w:rPr>
          <w:rStyle w:val="libFootnotenumChar"/>
          <w:rFonts w:hint="cs"/>
          <w:rtl/>
        </w:rPr>
        <w:t>(11)</w:t>
      </w:r>
      <w:r w:rsidRPr="00481D79">
        <w:rPr>
          <w:rtl/>
        </w:rPr>
        <w:t xml:space="preserve"> قبضه الله [ رأفة به ] </w:t>
      </w:r>
      <w:r w:rsidR="00717F2A" w:rsidRPr="00717F2A">
        <w:rPr>
          <w:rStyle w:val="libFootnotenumChar"/>
          <w:rFonts w:hint="cs"/>
          <w:rtl/>
        </w:rPr>
        <w:t>(12)</w:t>
      </w:r>
      <w:r w:rsidRPr="00481D79">
        <w:rPr>
          <w:rtl/>
        </w:rPr>
        <w:t xml:space="preserve"> ". قال الرضا </w:t>
      </w:r>
      <w:r w:rsidR="004226A8" w:rsidRPr="004226A8">
        <w:rPr>
          <w:rStyle w:val="libAlaemChar"/>
          <w:rtl/>
        </w:rPr>
        <w:t>عليه‌السلام</w:t>
      </w:r>
      <w:r w:rsidRPr="00481D79">
        <w:rPr>
          <w:rtl/>
        </w:rPr>
        <w:t xml:space="preserve">: كان جعفر بن محمد [ الصادق ] </w:t>
      </w:r>
      <w:r w:rsidR="00717F2A" w:rsidRPr="00717F2A">
        <w:rPr>
          <w:rStyle w:val="libFootnotenumChar"/>
          <w:rFonts w:hint="cs"/>
          <w:rtl/>
        </w:rPr>
        <w:t>(13)</w:t>
      </w:r>
      <w:r w:rsidRPr="00481D79">
        <w:rPr>
          <w:rtl/>
        </w:rPr>
        <w:t xml:space="preserve"> يقول: " تجنبوا البوائق يمد لكم </w:t>
      </w:r>
      <w:r w:rsidR="00717F2A" w:rsidRPr="00717F2A">
        <w:rPr>
          <w:rStyle w:val="libFootnotenumChar"/>
          <w:rFonts w:hint="cs"/>
          <w:rtl/>
        </w:rPr>
        <w:t>(14)</w:t>
      </w:r>
      <w:r w:rsidRPr="00481D79">
        <w:rPr>
          <w:rtl/>
        </w:rPr>
        <w:t xml:space="preserve"> في أعماركم </w:t>
      </w:r>
      <w:r w:rsidR="00717F2A" w:rsidRPr="00717F2A">
        <w:rPr>
          <w:rStyle w:val="libFootnotenumChar"/>
          <w:rFonts w:hint="cs"/>
          <w:rtl/>
        </w:rPr>
        <w:t>(15)</w:t>
      </w:r>
      <w:r w:rsidRPr="00481D79">
        <w:rPr>
          <w:rtl/>
        </w:rPr>
        <w:t xml:space="preserve"> " </w:t>
      </w:r>
      <w:r w:rsidR="00717F2A" w:rsidRPr="00717F2A">
        <w:rPr>
          <w:rStyle w:val="libFootnotenumChar"/>
          <w:rFonts w:hint="cs"/>
          <w:rtl/>
        </w:rPr>
        <w:t>(16)</w:t>
      </w:r>
      <w:r w:rsidRPr="00481D79">
        <w:rPr>
          <w:rtl/>
        </w:rPr>
        <w:t>.</w:t>
      </w:r>
    </w:p>
    <w:p w:rsidR="00827655"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السمطين والحاكم عن علي </w:t>
      </w:r>
      <w:r w:rsidR="004226A8" w:rsidRPr="00717F2A">
        <w:rPr>
          <w:rStyle w:val="libFootnoteAlaemChar"/>
          <w:rtl/>
        </w:rPr>
        <w:t>عليه‌السلام</w:t>
      </w:r>
      <w:r w:rsidR="00481D79">
        <w:rPr>
          <w:rtl/>
        </w:rPr>
        <w:t xml:space="preserve">. وأخرجه في ص 188 وص 191 عن سلمة، ومن طريق أحمد في المناقب عن علي </w:t>
      </w:r>
      <w:r w:rsidR="004226A8" w:rsidRPr="00717F2A">
        <w:rPr>
          <w:rStyle w:val="libFootnoteAlaemChar"/>
          <w:rtl/>
        </w:rPr>
        <w:t>عليه‌السلام</w:t>
      </w:r>
      <w:r w:rsidR="00481D79">
        <w:rPr>
          <w:rtl/>
        </w:rPr>
        <w:t>. وأخرجه المتقي الهندي في كنز العمال: 13 / 88 من طريق الحاكم عن ابن عباس وجابر، ومن طريق الطبراني وابن عساكر عن سلمة بن الاكوع، وتبعه في ذلك في منتخبه: 5 / 93 المطبوع بهامش مسند أحمد. عنهم إحقاق الحق: 9 / 294 - 380 وج 18 / 323 - 330 وغاية المرام 274 باب 66 و 67.</w:t>
      </w:r>
    </w:p>
    <w:p w:rsidR="00481D79" w:rsidRDefault="00481D79" w:rsidP="00717F2A">
      <w:pPr>
        <w:pStyle w:val="libFootnote0"/>
        <w:rPr>
          <w:rtl/>
        </w:rPr>
      </w:pPr>
      <w:r>
        <w:rPr>
          <w:rtl/>
        </w:rPr>
        <w:t>1</w:t>
      </w:r>
      <w:r w:rsidR="00717F2A">
        <w:rPr>
          <w:rFonts w:hint="cs"/>
          <w:rtl/>
        </w:rPr>
        <w:t>-</w:t>
      </w:r>
      <w:r>
        <w:rPr>
          <w:rtl/>
        </w:rPr>
        <w:t xml:space="preserve"> ط: يا إلهي أين...، ن: الهي أينما ذهبت اوذيت، خ: يا رب أين ماذهبت اوذى.</w:t>
      </w:r>
    </w:p>
    <w:p w:rsidR="00481D79" w:rsidRDefault="00481D79" w:rsidP="00717F2A">
      <w:pPr>
        <w:pStyle w:val="libFootnote0"/>
        <w:rPr>
          <w:rtl/>
        </w:rPr>
      </w:pPr>
      <w:r>
        <w:rPr>
          <w:rtl/>
        </w:rPr>
        <w:t>2</w:t>
      </w:r>
      <w:r w:rsidR="00717F2A">
        <w:rPr>
          <w:rFonts w:hint="cs"/>
          <w:rtl/>
        </w:rPr>
        <w:t>-</w:t>
      </w:r>
      <w:r>
        <w:rPr>
          <w:rtl/>
        </w:rPr>
        <w:t xml:space="preserve"> خ: أن أغمز.</w:t>
      </w:r>
    </w:p>
    <w:p w:rsidR="00481D79" w:rsidRDefault="00481D79" w:rsidP="00717F2A">
      <w:pPr>
        <w:pStyle w:val="libFootnote0"/>
        <w:rPr>
          <w:rtl/>
        </w:rPr>
      </w:pPr>
      <w:r>
        <w:rPr>
          <w:rtl/>
        </w:rPr>
        <w:t>3</w:t>
      </w:r>
      <w:r w:rsidR="00717F2A">
        <w:rPr>
          <w:rFonts w:hint="cs"/>
          <w:rtl/>
        </w:rPr>
        <w:t>-</w:t>
      </w:r>
      <w:r>
        <w:rPr>
          <w:rtl/>
        </w:rPr>
        <w:t xml:space="preserve"> عنه البحار: 13 / 12 ح 18، وج 75 / 293 ح 1. (رواه تاج الدين المسعودي في شرح المقامات بلفظه).</w:t>
      </w:r>
    </w:p>
    <w:p w:rsidR="00717F2A" w:rsidRDefault="00481D79" w:rsidP="00717F2A">
      <w:pPr>
        <w:pStyle w:val="libFootnote0"/>
        <w:rPr>
          <w:rFonts w:hint="cs"/>
          <w:rtl/>
        </w:rPr>
      </w:pPr>
      <w:r>
        <w:rPr>
          <w:rtl/>
        </w:rPr>
        <w:t>4</w:t>
      </w:r>
      <w:r w:rsidR="00717F2A">
        <w:rPr>
          <w:rFonts w:hint="cs"/>
          <w:rtl/>
        </w:rPr>
        <w:t>-</w:t>
      </w:r>
      <w:r>
        <w:rPr>
          <w:rtl/>
        </w:rPr>
        <w:t xml:space="preserve"> في بعض النسخ وج. ذريتي.</w:t>
      </w:r>
    </w:p>
    <w:p w:rsidR="00481D79" w:rsidRDefault="00481D79" w:rsidP="00717F2A">
      <w:pPr>
        <w:pStyle w:val="libFootnote0"/>
        <w:rPr>
          <w:rtl/>
        </w:rPr>
      </w:pPr>
      <w:r>
        <w:rPr>
          <w:rtl/>
        </w:rPr>
        <w:t>5</w:t>
      </w:r>
      <w:r w:rsidR="00717F2A">
        <w:rPr>
          <w:rFonts w:hint="cs"/>
          <w:rtl/>
        </w:rPr>
        <w:t>-</w:t>
      </w:r>
      <w:r>
        <w:rPr>
          <w:rtl/>
        </w:rPr>
        <w:t xml:space="preserve"> في ن والبحار: يقارفوا.</w:t>
      </w:r>
    </w:p>
    <w:p w:rsidR="00481D79" w:rsidRDefault="00481D79" w:rsidP="00717F2A">
      <w:pPr>
        <w:pStyle w:val="libFootnote0"/>
        <w:rPr>
          <w:rtl/>
        </w:rPr>
      </w:pPr>
      <w:r>
        <w:rPr>
          <w:rtl/>
        </w:rPr>
        <w:t>6</w:t>
      </w:r>
      <w:r w:rsidR="00717F2A">
        <w:rPr>
          <w:rFonts w:hint="cs"/>
          <w:rtl/>
        </w:rPr>
        <w:t>-</w:t>
      </w:r>
      <w:r>
        <w:rPr>
          <w:rtl/>
        </w:rPr>
        <w:t xml:space="preserve"> عنه البحار: 93 / 357 ح 14. وأخرجه الزمخشرى في ربيع الابرار: 2 / 249، عنه المجتبى لابن طاووس: 20. (7) ليس في ن. (8) ن: أن لا.</w:t>
      </w:r>
    </w:p>
    <w:p w:rsidR="00481D79" w:rsidRDefault="00481D79" w:rsidP="00717F2A">
      <w:pPr>
        <w:pStyle w:val="libFootnote0"/>
        <w:rPr>
          <w:rtl/>
        </w:rPr>
      </w:pPr>
      <w:r>
        <w:rPr>
          <w:rtl/>
        </w:rPr>
        <w:t>9</w:t>
      </w:r>
      <w:r w:rsidR="00717F2A">
        <w:rPr>
          <w:rFonts w:hint="cs"/>
          <w:rtl/>
        </w:rPr>
        <w:t>-</w:t>
      </w:r>
      <w:r>
        <w:rPr>
          <w:rtl/>
        </w:rPr>
        <w:t xml:space="preserve"> ط: يجعل الله.</w:t>
      </w:r>
    </w:p>
    <w:p w:rsidR="00481D79" w:rsidRDefault="00481D79" w:rsidP="00717F2A">
      <w:pPr>
        <w:pStyle w:val="libFootnote0"/>
        <w:rPr>
          <w:rtl/>
        </w:rPr>
      </w:pPr>
      <w:r>
        <w:rPr>
          <w:rtl/>
        </w:rPr>
        <w:t>10</w:t>
      </w:r>
      <w:r w:rsidR="00717F2A">
        <w:rPr>
          <w:rFonts w:hint="cs"/>
          <w:rtl/>
        </w:rPr>
        <w:t>-</w:t>
      </w:r>
      <w:r>
        <w:rPr>
          <w:rtl/>
        </w:rPr>
        <w:t xml:space="preserve"> أي بلية أو داهيه.</w:t>
      </w:r>
    </w:p>
    <w:p w:rsidR="00481D79" w:rsidRDefault="00481D79" w:rsidP="00717F2A">
      <w:pPr>
        <w:pStyle w:val="libFootnote0"/>
        <w:rPr>
          <w:rtl/>
        </w:rPr>
      </w:pPr>
      <w:r>
        <w:rPr>
          <w:rtl/>
        </w:rPr>
        <w:t>11</w:t>
      </w:r>
      <w:r w:rsidR="00717F2A">
        <w:rPr>
          <w:rFonts w:hint="cs"/>
          <w:rtl/>
        </w:rPr>
        <w:t>-</w:t>
      </w:r>
      <w:r>
        <w:rPr>
          <w:rtl/>
        </w:rPr>
        <w:t xml:space="preserve"> ليس في ج.</w:t>
      </w:r>
    </w:p>
    <w:p w:rsidR="00481D79" w:rsidRDefault="00481D79" w:rsidP="00717F2A">
      <w:pPr>
        <w:pStyle w:val="libFootnote0"/>
        <w:rPr>
          <w:rtl/>
        </w:rPr>
      </w:pPr>
      <w:r>
        <w:rPr>
          <w:rtl/>
        </w:rPr>
        <w:t>12</w:t>
      </w:r>
      <w:r w:rsidR="00717F2A">
        <w:rPr>
          <w:rFonts w:hint="cs"/>
          <w:rtl/>
        </w:rPr>
        <w:t>-</w:t>
      </w:r>
      <w:r>
        <w:rPr>
          <w:rtl/>
        </w:rPr>
        <w:t xml:space="preserve"> و 13</w:t>
      </w:r>
      <w:r w:rsidR="00717F2A">
        <w:rPr>
          <w:rFonts w:hint="cs"/>
          <w:rtl/>
        </w:rPr>
        <w:t>-</w:t>
      </w:r>
      <w:r>
        <w:rPr>
          <w:rtl/>
        </w:rPr>
        <w:t xml:space="preserve"> ليس في بعض النسخ.</w:t>
      </w:r>
    </w:p>
    <w:p w:rsidR="00481D79" w:rsidRDefault="00481D79" w:rsidP="00717F2A">
      <w:pPr>
        <w:pStyle w:val="libFootnote0"/>
        <w:rPr>
          <w:rtl/>
        </w:rPr>
      </w:pPr>
      <w:r>
        <w:rPr>
          <w:rtl/>
        </w:rPr>
        <w:t>14</w:t>
      </w:r>
      <w:r w:rsidR="00717F2A">
        <w:rPr>
          <w:rFonts w:hint="cs"/>
          <w:rtl/>
        </w:rPr>
        <w:t>-</w:t>
      </w:r>
      <w:r>
        <w:rPr>
          <w:rtl/>
        </w:rPr>
        <w:t xml:space="preserve"> ن: يمد الله لكم.</w:t>
      </w:r>
    </w:p>
    <w:p w:rsidR="00481D79" w:rsidRDefault="00481D79" w:rsidP="00717F2A">
      <w:pPr>
        <w:pStyle w:val="libFootnote0"/>
        <w:rPr>
          <w:rtl/>
        </w:rPr>
      </w:pPr>
      <w:r>
        <w:rPr>
          <w:rtl/>
        </w:rPr>
        <w:t>15</w:t>
      </w:r>
      <w:r w:rsidR="00717F2A">
        <w:rPr>
          <w:rFonts w:hint="cs"/>
          <w:rtl/>
        </w:rPr>
        <w:t>-</w:t>
      </w:r>
      <w:r>
        <w:rPr>
          <w:rtl/>
        </w:rPr>
        <w:t xml:space="preserve"> في بعض النسخ وط وج ون: الاعمار.</w:t>
      </w:r>
    </w:p>
    <w:p w:rsidR="00481D79" w:rsidRDefault="00481D79" w:rsidP="00717F2A">
      <w:pPr>
        <w:pStyle w:val="libFootnote0"/>
        <w:rPr>
          <w:rtl/>
        </w:rPr>
      </w:pPr>
      <w:r>
        <w:rPr>
          <w:rtl/>
        </w:rPr>
        <w:t>16</w:t>
      </w:r>
      <w:r w:rsidR="00717F2A">
        <w:rPr>
          <w:rFonts w:hint="cs"/>
          <w:rtl/>
        </w:rPr>
        <w:t>-</w:t>
      </w:r>
      <w:r>
        <w:rPr>
          <w:rtl/>
        </w:rPr>
        <w:t xml:space="preserve"> عنه البحار: 73 / 352 ح 53 وعن عيون الاخبار: 2 / 35 ح 90. وأخرجه في البحار: 68 / 19 ح 28 عن عيون الاخبار.</w:t>
      </w:r>
    </w:p>
    <w:p w:rsidR="00D11BDC" w:rsidRDefault="00D11BDC" w:rsidP="00D11BDC">
      <w:pPr>
        <w:pStyle w:val="libNormal"/>
        <w:rPr>
          <w:rtl/>
        </w:rPr>
      </w:pPr>
      <w:r>
        <w:rPr>
          <w:rtl/>
        </w:rPr>
        <w:br w:type="page"/>
      </w:r>
    </w:p>
    <w:p w:rsidR="00481D79" w:rsidRPr="00481D79" w:rsidRDefault="00481D79" w:rsidP="000C201D">
      <w:pPr>
        <w:pStyle w:val="libNormal"/>
        <w:rPr>
          <w:rtl/>
        </w:rPr>
      </w:pPr>
      <w:r w:rsidRPr="00481D79">
        <w:rPr>
          <w:rtl/>
        </w:rPr>
        <w:lastRenderedPageBreak/>
        <w:t xml:space="preserve">(71) - وبإسناده قال: قال رسول الله </w:t>
      </w:r>
      <w:r w:rsidR="004226A8" w:rsidRPr="004226A8">
        <w:rPr>
          <w:rStyle w:val="libAlaemChar"/>
          <w:rtl/>
        </w:rPr>
        <w:t>صلى‌الله‌عليه‌وآله</w:t>
      </w:r>
      <w:r w:rsidRPr="00481D79">
        <w:rPr>
          <w:rtl/>
        </w:rPr>
        <w:t xml:space="preserve">: " إذا لم يستطع الرجل أن يصلي قائما فليصل </w:t>
      </w:r>
      <w:r w:rsidR="000C201D" w:rsidRPr="000C201D">
        <w:rPr>
          <w:rStyle w:val="libFootnotenumChar"/>
          <w:rFonts w:hint="cs"/>
          <w:rtl/>
        </w:rPr>
        <w:t>(1)</w:t>
      </w:r>
      <w:r w:rsidRPr="00481D79">
        <w:rPr>
          <w:rtl/>
        </w:rPr>
        <w:t xml:space="preserve"> جالسا. فإن لم يستطع أن يصلي جالسا فليصل مستلقيا </w:t>
      </w:r>
      <w:r w:rsidR="000C201D" w:rsidRPr="000C201D">
        <w:rPr>
          <w:rStyle w:val="libFootnotenumChar"/>
          <w:rFonts w:hint="cs"/>
          <w:rtl/>
        </w:rPr>
        <w:t>(2)</w:t>
      </w:r>
      <w:r w:rsidRPr="00481D79">
        <w:rPr>
          <w:rtl/>
        </w:rPr>
        <w:t xml:space="preserve"> ناصبا رجليه حيال القبلة يومئ إيماء " </w:t>
      </w:r>
      <w:r w:rsidR="000C201D" w:rsidRPr="000C201D">
        <w:rPr>
          <w:rStyle w:val="libFootnotenumChar"/>
          <w:rFonts w:hint="cs"/>
          <w:rtl/>
        </w:rPr>
        <w:t>(3)</w:t>
      </w:r>
      <w:r w:rsidRPr="00481D79">
        <w:rPr>
          <w:rtl/>
        </w:rPr>
        <w:t>.</w:t>
      </w:r>
    </w:p>
    <w:p w:rsidR="00481D79" w:rsidRPr="00481D79" w:rsidRDefault="00481D79" w:rsidP="000C201D">
      <w:pPr>
        <w:pStyle w:val="libNormal"/>
        <w:rPr>
          <w:rtl/>
        </w:rPr>
      </w:pPr>
      <w:r w:rsidRPr="00481D79">
        <w:rPr>
          <w:rtl/>
        </w:rPr>
        <w:t xml:space="preserve">(72) - وبإسناده قال: قال رسول الله </w:t>
      </w:r>
      <w:r w:rsidR="000C201D" w:rsidRPr="000C201D">
        <w:rPr>
          <w:rStyle w:val="libAlaemChar"/>
          <w:rtl/>
        </w:rPr>
        <w:t>صلى‌الله‌عليه‌وآله</w:t>
      </w:r>
      <w:r w:rsidRPr="00481D79">
        <w:rPr>
          <w:rtl/>
        </w:rPr>
        <w:t xml:space="preserve">: " من صام يوم الجمعة صبرا واحتسابا أعطي أجر عشرة أيام غر زهر </w:t>
      </w:r>
      <w:r w:rsidR="000C201D" w:rsidRPr="000C201D">
        <w:rPr>
          <w:rStyle w:val="libFootnotenumChar"/>
          <w:rFonts w:hint="cs"/>
          <w:rtl/>
        </w:rPr>
        <w:t>(4)</w:t>
      </w:r>
      <w:r w:rsidRPr="00481D79">
        <w:rPr>
          <w:rtl/>
        </w:rPr>
        <w:t xml:space="preserve"> لا يشاكلهن </w:t>
      </w:r>
      <w:r w:rsidR="000C201D" w:rsidRPr="000C201D">
        <w:rPr>
          <w:rStyle w:val="libFootnotenumChar"/>
          <w:rFonts w:hint="cs"/>
          <w:rtl/>
        </w:rPr>
        <w:t>(5)</w:t>
      </w:r>
      <w:r w:rsidRPr="00481D79">
        <w:rPr>
          <w:rtl/>
        </w:rPr>
        <w:t xml:space="preserve"> أيام الدنيا " </w:t>
      </w:r>
      <w:r w:rsidR="000C201D" w:rsidRPr="000C201D">
        <w:rPr>
          <w:rStyle w:val="libFootnotenumChar"/>
          <w:rFonts w:hint="cs"/>
          <w:rtl/>
        </w:rPr>
        <w:t>(6)</w:t>
      </w:r>
      <w:r w:rsidRPr="00481D79">
        <w:rPr>
          <w:rtl/>
        </w:rPr>
        <w:t>.</w:t>
      </w:r>
    </w:p>
    <w:p w:rsidR="00481D79" w:rsidRPr="00481D79" w:rsidRDefault="00481D79" w:rsidP="000C201D">
      <w:pPr>
        <w:pStyle w:val="libNormal"/>
        <w:rPr>
          <w:rtl/>
        </w:rPr>
      </w:pPr>
      <w:r w:rsidRPr="00481D79">
        <w:rPr>
          <w:rtl/>
        </w:rPr>
        <w:t xml:space="preserve">(73) - وبإسناده قال: قال رسول الله </w:t>
      </w:r>
      <w:r w:rsidR="004226A8" w:rsidRPr="004226A8">
        <w:rPr>
          <w:rStyle w:val="libAlaemChar"/>
          <w:rtl/>
        </w:rPr>
        <w:t>صلى‌الله‌عليه‌وآله</w:t>
      </w:r>
      <w:r w:rsidRPr="00481D79">
        <w:rPr>
          <w:rtl/>
        </w:rPr>
        <w:t xml:space="preserve">: " من ضمن لي واحدا ضمنت له أربعة، يصل رحمه فيحبه أهله، ويوسع عليه [ في ] </w:t>
      </w:r>
      <w:r w:rsidR="000C201D" w:rsidRPr="000C201D">
        <w:rPr>
          <w:rStyle w:val="libFootnotenumChar"/>
          <w:rFonts w:hint="cs"/>
          <w:rtl/>
        </w:rPr>
        <w:t>(7)</w:t>
      </w:r>
      <w:r w:rsidRPr="00481D79">
        <w:rPr>
          <w:rtl/>
        </w:rPr>
        <w:t xml:space="preserve"> رزقه، ويزاد في أجله </w:t>
      </w:r>
      <w:r w:rsidR="000C201D" w:rsidRPr="000C201D">
        <w:rPr>
          <w:rStyle w:val="libFootnotenumChar"/>
          <w:rFonts w:hint="cs"/>
          <w:rtl/>
        </w:rPr>
        <w:t>(8)</w:t>
      </w:r>
      <w:r w:rsidRPr="00481D79">
        <w:rPr>
          <w:rtl/>
        </w:rPr>
        <w:t xml:space="preserve">، ويدخله الله [ في ] </w:t>
      </w:r>
      <w:r w:rsidR="000C201D" w:rsidRPr="000C201D">
        <w:rPr>
          <w:rStyle w:val="libFootnotenumChar"/>
          <w:rFonts w:hint="cs"/>
          <w:rtl/>
        </w:rPr>
        <w:t>(9)</w:t>
      </w:r>
      <w:r w:rsidRPr="00481D79">
        <w:rPr>
          <w:rtl/>
        </w:rPr>
        <w:t xml:space="preserve"> الجنة التي وعده " </w:t>
      </w:r>
      <w:r w:rsidR="000C201D" w:rsidRPr="000C201D">
        <w:rPr>
          <w:rStyle w:val="libFootnotenumChar"/>
          <w:rFonts w:hint="cs"/>
          <w:rtl/>
        </w:rPr>
        <w:t>(10)</w:t>
      </w:r>
      <w:r w:rsidRPr="00481D79">
        <w:rPr>
          <w:rtl/>
        </w:rPr>
        <w:t>.</w:t>
      </w:r>
    </w:p>
    <w:p w:rsidR="00481D79" w:rsidRDefault="005B067E" w:rsidP="005B067E">
      <w:pPr>
        <w:pStyle w:val="libLine"/>
        <w:rPr>
          <w:rtl/>
        </w:rPr>
      </w:pPr>
      <w:r>
        <w:rPr>
          <w:rtl/>
        </w:rPr>
        <w:t>____________________</w:t>
      </w:r>
    </w:p>
    <w:p w:rsidR="00481D79" w:rsidRDefault="00481D79" w:rsidP="000C201D">
      <w:pPr>
        <w:pStyle w:val="libFootnote0"/>
        <w:rPr>
          <w:rtl/>
        </w:rPr>
      </w:pPr>
      <w:r>
        <w:rPr>
          <w:rtl/>
        </w:rPr>
        <w:t>1</w:t>
      </w:r>
      <w:r w:rsidR="000C201D">
        <w:rPr>
          <w:rFonts w:hint="cs"/>
          <w:rtl/>
        </w:rPr>
        <w:t>-</w:t>
      </w:r>
      <w:r>
        <w:rPr>
          <w:rtl/>
        </w:rPr>
        <w:t xml:space="preserve"> ن: صلى.</w:t>
      </w:r>
    </w:p>
    <w:p w:rsidR="00481D79" w:rsidRDefault="00481D79" w:rsidP="000C201D">
      <w:pPr>
        <w:pStyle w:val="libFootnote0"/>
        <w:rPr>
          <w:rtl/>
        </w:rPr>
      </w:pPr>
      <w:r>
        <w:rPr>
          <w:rtl/>
        </w:rPr>
        <w:t>2</w:t>
      </w:r>
      <w:r w:rsidR="000C201D">
        <w:rPr>
          <w:rFonts w:hint="cs"/>
          <w:rtl/>
        </w:rPr>
        <w:t>-</w:t>
      </w:r>
      <w:r>
        <w:rPr>
          <w:rtl/>
        </w:rPr>
        <w:t xml:space="preserve"> أضاف في خ ون: على قفاه.</w:t>
      </w:r>
    </w:p>
    <w:p w:rsidR="00481D79" w:rsidRDefault="00481D79" w:rsidP="000C201D">
      <w:pPr>
        <w:pStyle w:val="libFootnote0"/>
        <w:rPr>
          <w:rtl/>
        </w:rPr>
      </w:pPr>
      <w:r>
        <w:rPr>
          <w:rtl/>
        </w:rPr>
        <w:t>3</w:t>
      </w:r>
      <w:r w:rsidR="000C201D">
        <w:rPr>
          <w:rFonts w:hint="cs"/>
          <w:rtl/>
        </w:rPr>
        <w:t>-</w:t>
      </w:r>
      <w:r>
        <w:rPr>
          <w:rtl/>
        </w:rPr>
        <w:t xml:space="preserve"> عنه الوسائل: 4 / 693 ح 18 والبحار: 84 / 334 ح 3 وعن عيون الاخبار: 2 / 36 ح 91 ورواه في ص 68 ح 316 عن أبي لصلت، عن الرضا </w:t>
      </w:r>
      <w:r w:rsidR="004226A8" w:rsidRPr="000C201D">
        <w:rPr>
          <w:rStyle w:val="libFootnoteAlaemChar"/>
          <w:rtl/>
        </w:rPr>
        <w:t>عليه‌السلام</w:t>
      </w:r>
      <w:r>
        <w:rPr>
          <w:rtl/>
        </w:rPr>
        <w:t>.</w:t>
      </w:r>
    </w:p>
    <w:p w:rsidR="00481D79" w:rsidRDefault="00481D79" w:rsidP="000C201D">
      <w:pPr>
        <w:pStyle w:val="libFootnote0"/>
        <w:rPr>
          <w:rtl/>
        </w:rPr>
      </w:pPr>
      <w:r>
        <w:rPr>
          <w:rtl/>
        </w:rPr>
        <w:t>4</w:t>
      </w:r>
      <w:r w:rsidR="000C201D">
        <w:rPr>
          <w:rFonts w:hint="cs"/>
          <w:rtl/>
        </w:rPr>
        <w:t>-</w:t>
      </w:r>
      <w:r>
        <w:rPr>
          <w:rtl/>
        </w:rPr>
        <w:t xml:space="preserve"> ج: دهر.</w:t>
      </w:r>
    </w:p>
    <w:p w:rsidR="00481D79" w:rsidRDefault="00481D79" w:rsidP="000C201D">
      <w:pPr>
        <w:pStyle w:val="libFootnote0"/>
        <w:rPr>
          <w:rtl/>
        </w:rPr>
      </w:pPr>
      <w:r>
        <w:rPr>
          <w:rtl/>
        </w:rPr>
        <w:t>5</w:t>
      </w:r>
      <w:r w:rsidR="000C201D">
        <w:rPr>
          <w:rFonts w:hint="cs"/>
          <w:rtl/>
        </w:rPr>
        <w:t>-</w:t>
      </w:r>
      <w:r>
        <w:rPr>
          <w:rtl/>
        </w:rPr>
        <w:t xml:space="preserve"> ن: لا تشابههن.</w:t>
      </w:r>
    </w:p>
    <w:p w:rsidR="00481D79" w:rsidRDefault="00481D79" w:rsidP="000C201D">
      <w:pPr>
        <w:pStyle w:val="libFootnote0"/>
        <w:rPr>
          <w:rtl/>
        </w:rPr>
      </w:pPr>
      <w:r>
        <w:rPr>
          <w:rtl/>
        </w:rPr>
        <w:t>6</w:t>
      </w:r>
      <w:r w:rsidR="000C201D">
        <w:rPr>
          <w:rFonts w:hint="cs"/>
          <w:rtl/>
        </w:rPr>
        <w:t>-</w:t>
      </w:r>
      <w:r>
        <w:rPr>
          <w:rtl/>
        </w:rPr>
        <w:t xml:space="preserve"> عنه البحار: 96 / 266 ح 12. وعنه الوسائل: 7 / 301 ح 2 وعن عيون الاخبار: 2 / 36 ح 92. وأخرجه في البحار: 97 / 123 ح 1 عن العيون. وأخرجه الزمخشري في ربيع الابرار: 94، (وابن حبان والبيهقي عن أبي هريرة بلفظه).</w:t>
      </w:r>
    </w:p>
    <w:p w:rsidR="00481D79" w:rsidRDefault="00481D79" w:rsidP="000C201D">
      <w:pPr>
        <w:pStyle w:val="libFootnote0"/>
        <w:rPr>
          <w:rtl/>
        </w:rPr>
      </w:pPr>
      <w:r>
        <w:rPr>
          <w:rtl/>
        </w:rPr>
        <w:t>7</w:t>
      </w:r>
      <w:r w:rsidR="000C201D">
        <w:rPr>
          <w:rFonts w:hint="cs"/>
          <w:rtl/>
        </w:rPr>
        <w:t>-</w:t>
      </w:r>
      <w:r>
        <w:rPr>
          <w:rtl/>
        </w:rPr>
        <w:t xml:space="preserve"> ليس في المستدرك.</w:t>
      </w:r>
    </w:p>
    <w:p w:rsidR="00481D79" w:rsidRDefault="00481D79" w:rsidP="000C201D">
      <w:pPr>
        <w:pStyle w:val="libFootnote0"/>
        <w:rPr>
          <w:rtl/>
        </w:rPr>
      </w:pPr>
      <w:r>
        <w:rPr>
          <w:rtl/>
        </w:rPr>
        <w:t>8</w:t>
      </w:r>
      <w:r w:rsidR="000C201D">
        <w:rPr>
          <w:rFonts w:hint="cs"/>
          <w:rtl/>
        </w:rPr>
        <w:t>-</w:t>
      </w:r>
      <w:r>
        <w:rPr>
          <w:rtl/>
        </w:rPr>
        <w:t xml:space="preserve"> في ط: ويزداد في أجله، وفي المستدرك: ويزيد في عمره.</w:t>
      </w:r>
    </w:p>
    <w:p w:rsidR="00481D79" w:rsidRDefault="00481D79" w:rsidP="000C201D">
      <w:pPr>
        <w:pStyle w:val="libFootnote0"/>
        <w:rPr>
          <w:rtl/>
        </w:rPr>
      </w:pPr>
      <w:r>
        <w:rPr>
          <w:rtl/>
        </w:rPr>
        <w:t>9</w:t>
      </w:r>
      <w:r w:rsidR="000C201D">
        <w:rPr>
          <w:rFonts w:hint="cs"/>
          <w:rtl/>
        </w:rPr>
        <w:t>-</w:t>
      </w:r>
      <w:r>
        <w:rPr>
          <w:rtl/>
        </w:rPr>
        <w:t xml:space="preserve"> ليس في ط وج ون والمستدرك.</w:t>
      </w:r>
    </w:p>
    <w:p w:rsidR="00481D79" w:rsidRDefault="00481D79" w:rsidP="000C201D">
      <w:pPr>
        <w:pStyle w:val="libFootnote0"/>
        <w:rPr>
          <w:rtl/>
        </w:rPr>
      </w:pPr>
      <w:r>
        <w:rPr>
          <w:rtl/>
        </w:rPr>
        <w:t>10</w:t>
      </w:r>
      <w:r w:rsidR="000C201D">
        <w:rPr>
          <w:rFonts w:hint="cs"/>
          <w:rtl/>
        </w:rPr>
        <w:t>-</w:t>
      </w:r>
      <w:r>
        <w:rPr>
          <w:rtl/>
        </w:rPr>
        <w:t xml:space="preserve"> عنه البحار: 74 / 92 ح 16 وعن عيون الاخبار: 2 / 35 ح 93. وأخرجه في المستدرك: 2 / 641 ح 35 عن الصحيفة. وأورده في روضة الواعظين: 453 عن النبي </w:t>
      </w:r>
      <w:r w:rsidR="004226A8" w:rsidRPr="000C201D">
        <w:rPr>
          <w:rStyle w:val="libFootnoteAlaemChar"/>
          <w:rtl/>
        </w:rPr>
        <w:t>صلى‌الله‌عليه‌وآله</w:t>
      </w:r>
      <w:r>
        <w:rPr>
          <w:rtl/>
        </w:rPr>
        <w:t>.</w:t>
      </w:r>
    </w:p>
    <w:p w:rsidR="00481D79" w:rsidRDefault="00481D79" w:rsidP="00D11BDC">
      <w:pPr>
        <w:pStyle w:val="libFootnote0"/>
        <w:rPr>
          <w:rtl/>
        </w:rPr>
      </w:pPr>
      <w:r>
        <w:rPr>
          <w:rtl/>
        </w:rPr>
        <w:t>(أخرجه أحمد وابن جرير وصححه، والخرايطي في مكارم الاخلاق، والطبراني في الاوسط وغيرهم ومحمد بن منصور في أمالي أحمد بن عيسى بلفظ: من ضمن لي واحدة ضمنت له أربعا، من وصل رحمه طال عمره وأحبه أهله ووسع عليه في رزقه وتدفع عنه ميتة السوء فليتق الله وليصل رحمه). وأخرجه في كنز العمال: 3 / 765 ح 8690 عن الدينوري باختلاف يسير.</w:t>
      </w:r>
    </w:p>
    <w:p w:rsidR="00481D79" w:rsidRDefault="00481D79" w:rsidP="00481D79">
      <w:pPr>
        <w:pStyle w:val="libNormal"/>
        <w:rPr>
          <w:rtl/>
        </w:rPr>
      </w:pPr>
      <w:r>
        <w:rPr>
          <w:rtl/>
        </w:rPr>
        <w:br w:type="page"/>
      </w:r>
    </w:p>
    <w:p w:rsidR="00481D79" w:rsidRPr="00481D79" w:rsidRDefault="00481D79" w:rsidP="000C201D">
      <w:pPr>
        <w:pStyle w:val="libNormal"/>
        <w:rPr>
          <w:rtl/>
        </w:rPr>
      </w:pPr>
      <w:r w:rsidRPr="00481D79">
        <w:rPr>
          <w:rtl/>
        </w:rPr>
        <w:lastRenderedPageBreak/>
        <w:t xml:space="preserve">(74) - وبإسناده قال: قال رسول الله </w:t>
      </w:r>
      <w:r w:rsidR="004226A8" w:rsidRPr="004226A8">
        <w:rPr>
          <w:rStyle w:val="libAlaemChar"/>
          <w:rtl/>
        </w:rPr>
        <w:t>صلى‌الله‌عليه‌وآله</w:t>
      </w:r>
      <w:r w:rsidRPr="00481D79">
        <w:rPr>
          <w:rtl/>
        </w:rPr>
        <w:t xml:space="preserve">: " اللهم </w:t>
      </w:r>
      <w:r w:rsidR="000C201D" w:rsidRPr="000C201D">
        <w:rPr>
          <w:rStyle w:val="libFootnotenumChar"/>
          <w:rFonts w:hint="cs"/>
          <w:rtl/>
        </w:rPr>
        <w:t>(1)</w:t>
      </w:r>
      <w:r w:rsidRPr="00481D79">
        <w:rPr>
          <w:rtl/>
        </w:rPr>
        <w:t xml:space="preserve"> ارحم خلفائي " ثلاث مرات.</w:t>
      </w:r>
    </w:p>
    <w:p w:rsidR="00481D79" w:rsidRPr="00481D79" w:rsidRDefault="00481D79" w:rsidP="000C201D">
      <w:pPr>
        <w:pStyle w:val="libNormal"/>
        <w:rPr>
          <w:rtl/>
        </w:rPr>
      </w:pPr>
      <w:r w:rsidRPr="00481D79">
        <w:rPr>
          <w:rtl/>
        </w:rPr>
        <w:t xml:space="preserve">قيل: يا نبي </w:t>
      </w:r>
      <w:r w:rsidR="000C201D" w:rsidRPr="000C201D">
        <w:rPr>
          <w:rStyle w:val="libFootnotenumChar"/>
          <w:rFonts w:hint="cs"/>
          <w:rtl/>
        </w:rPr>
        <w:t>(2)</w:t>
      </w:r>
      <w:r w:rsidRPr="00481D79">
        <w:rPr>
          <w:rtl/>
        </w:rPr>
        <w:t xml:space="preserve"> الله ومن خلفاؤك؟ قال </w:t>
      </w:r>
      <w:r w:rsidR="004226A8" w:rsidRPr="004226A8">
        <w:rPr>
          <w:rStyle w:val="libAlaemChar"/>
          <w:rtl/>
        </w:rPr>
        <w:t>صلى‌الله‌عليه‌وآله</w:t>
      </w:r>
      <w:r w:rsidRPr="00481D79">
        <w:rPr>
          <w:rtl/>
        </w:rPr>
        <w:t xml:space="preserve">: " الذين يأتون من بعدي ويروون أحاديثي وسنتي ويعلمونها الناس [ من بعدي ] </w:t>
      </w:r>
      <w:r w:rsidR="000C201D" w:rsidRPr="000C201D">
        <w:rPr>
          <w:rStyle w:val="libFootnotenumChar"/>
          <w:rFonts w:hint="cs"/>
          <w:rtl/>
        </w:rPr>
        <w:t>(3)</w:t>
      </w:r>
      <w:r w:rsidRPr="00481D79">
        <w:rPr>
          <w:rtl/>
        </w:rPr>
        <w:t xml:space="preserve"> " </w:t>
      </w:r>
      <w:r w:rsidR="000C201D" w:rsidRPr="000C201D">
        <w:rPr>
          <w:rStyle w:val="libFootnotenumChar"/>
          <w:rFonts w:hint="cs"/>
          <w:rtl/>
        </w:rPr>
        <w:t>(4)</w:t>
      </w:r>
      <w:r w:rsidRPr="00481D79">
        <w:rPr>
          <w:rtl/>
        </w:rPr>
        <w:t>.</w:t>
      </w:r>
    </w:p>
    <w:p w:rsidR="00481D79" w:rsidRPr="00481D79" w:rsidRDefault="00481D79" w:rsidP="000C201D">
      <w:pPr>
        <w:pStyle w:val="libNormal"/>
        <w:rPr>
          <w:rtl/>
        </w:rPr>
      </w:pPr>
      <w:r w:rsidRPr="00481D79">
        <w:rPr>
          <w:rtl/>
        </w:rPr>
        <w:t xml:space="preserve">(75) - وبإسناده قال: قال رسول الله </w:t>
      </w:r>
      <w:r w:rsidR="004226A8" w:rsidRPr="004226A8">
        <w:rPr>
          <w:rStyle w:val="libAlaemChar"/>
          <w:rtl/>
        </w:rPr>
        <w:t>صلى‌الله‌عليه‌وآله</w:t>
      </w:r>
      <w:r w:rsidRPr="00481D79">
        <w:rPr>
          <w:rtl/>
        </w:rPr>
        <w:t xml:space="preserve">: " يا علي إنك قسيم النار والجنة، وإنك تقرع باب الجنة فتدخلها بلا حساب " </w:t>
      </w:r>
      <w:r w:rsidR="000C201D" w:rsidRPr="000C201D">
        <w:rPr>
          <w:rStyle w:val="libFootnotenumChar"/>
          <w:rFonts w:hint="cs"/>
          <w:rtl/>
        </w:rPr>
        <w:t>(5)</w:t>
      </w:r>
      <w:r w:rsidRPr="00481D79">
        <w:rPr>
          <w:rtl/>
        </w:rPr>
        <w:t>.</w:t>
      </w:r>
    </w:p>
    <w:p w:rsidR="00481D79" w:rsidRDefault="005B067E" w:rsidP="005B067E">
      <w:pPr>
        <w:pStyle w:val="libLine"/>
        <w:rPr>
          <w:rtl/>
        </w:rPr>
      </w:pPr>
      <w:r>
        <w:rPr>
          <w:rtl/>
        </w:rPr>
        <w:t>____________________</w:t>
      </w:r>
    </w:p>
    <w:p w:rsidR="00481D79" w:rsidRDefault="00481D79" w:rsidP="000C201D">
      <w:pPr>
        <w:pStyle w:val="libFootnote0"/>
        <w:rPr>
          <w:rtl/>
        </w:rPr>
      </w:pPr>
      <w:r>
        <w:rPr>
          <w:rtl/>
        </w:rPr>
        <w:t>1</w:t>
      </w:r>
      <w:r w:rsidR="000C201D">
        <w:rPr>
          <w:rFonts w:hint="cs"/>
          <w:rtl/>
        </w:rPr>
        <w:t>-</w:t>
      </w:r>
      <w:r>
        <w:rPr>
          <w:rtl/>
        </w:rPr>
        <w:t xml:space="preserve"> ليس في ج.</w:t>
      </w:r>
    </w:p>
    <w:p w:rsidR="00481D79" w:rsidRDefault="00481D79" w:rsidP="000C201D">
      <w:pPr>
        <w:pStyle w:val="libFootnote0"/>
        <w:rPr>
          <w:rtl/>
        </w:rPr>
      </w:pPr>
      <w:r>
        <w:rPr>
          <w:rtl/>
        </w:rPr>
        <w:t>2</w:t>
      </w:r>
      <w:r w:rsidR="000C201D">
        <w:rPr>
          <w:rFonts w:hint="cs"/>
          <w:rtl/>
        </w:rPr>
        <w:t>-</w:t>
      </w:r>
      <w:r>
        <w:rPr>
          <w:rtl/>
        </w:rPr>
        <w:t xml:space="preserve"> خ: رسول.</w:t>
      </w:r>
    </w:p>
    <w:p w:rsidR="00481D79" w:rsidRDefault="00481D79" w:rsidP="000C201D">
      <w:pPr>
        <w:pStyle w:val="libFootnote0"/>
        <w:rPr>
          <w:rtl/>
        </w:rPr>
      </w:pPr>
      <w:r>
        <w:rPr>
          <w:rtl/>
        </w:rPr>
        <w:t>3</w:t>
      </w:r>
      <w:r w:rsidR="000C201D">
        <w:rPr>
          <w:rFonts w:hint="cs"/>
          <w:rtl/>
        </w:rPr>
        <w:t>-</w:t>
      </w:r>
      <w:r>
        <w:rPr>
          <w:rtl/>
        </w:rPr>
        <w:t xml:space="preserve"> من بعض النسخ.</w:t>
      </w:r>
    </w:p>
    <w:p w:rsidR="00481D79" w:rsidRDefault="00481D79" w:rsidP="000C201D">
      <w:pPr>
        <w:pStyle w:val="libFootnote0"/>
        <w:rPr>
          <w:rtl/>
        </w:rPr>
      </w:pPr>
      <w:r>
        <w:rPr>
          <w:rtl/>
        </w:rPr>
        <w:t>4</w:t>
      </w:r>
      <w:r w:rsidR="000C201D">
        <w:rPr>
          <w:rFonts w:hint="cs"/>
          <w:rtl/>
        </w:rPr>
        <w:t>-</w:t>
      </w:r>
      <w:r>
        <w:rPr>
          <w:rtl/>
        </w:rPr>
        <w:t xml:space="preserve"> عنه مستدرك الوسائل: 3 / 182 ح 10. وعنه البحار: 2 / 144 ح 3 وعن عيون الاخبار: 2 / 37 ح 94، وعن عوالي اللئالي: 4 / 64 ح 19 مثله وبزيادة. وروى نحوه الصدوق في معاني الاخبار: 374 ح 1، والامالي: 152 ح 4. ومن لا يحضره الفقيه: 4 / 420 ح 5919، وعنهم وعن عيون الاخبار: الوسائل: 18 / 65 ح 50 وص 66 ح 53 وص 100 ح 7، والبحار: 2 / 144 ح 3 وص 145 ح 7. وأورده في منية المريد: 24 وص 192، وجامع الاخبار: 211 عن النبي </w:t>
      </w:r>
      <w:r w:rsidR="004226A8" w:rsidRPr="000C201D">
        <w:rPr>
          <w:rStyle w:val="libFootnoteAlaemChar"/>
          <w:rtl/>
        </w:rPr>
        <w:t>صلى‌الله‌عليه‌وآله</w:t>
      </w:r>
      <w:r>
        <w:rPr>
          <w:rtl/>
        </w:rPr>
        <w:t xml:space="preserve"> نحوه. وأخرجه المتقي الهندي في كنز العمال: 10 / 221 ح 29167 عن الطبراني في الوسيط. وفي ص 229 حديث 29208 عن المعجم الوسيط للطبراني أيضا والرامهرمزي في المحدث الفاصل والخطيب في شرف أصحاب الحديث وابن النجار عن ابن عباس عن علي. (رواه ابن أبي النجم في الاسانيد اليحيوية، وفي أمالي المؤيد بالله بلفظ: حدثنا أبوالحسن...</w:t>
      </w:r>
    </w:p>
    <w:p w:rsidR="00481D79" w:rsidRDefault="00481D79" w:rsidP="00D11BDC">
      <w:pPr>
        <w:pStyle w:val="libFootnote0"/>
        <w:rPr>
          <w:rtl/>
        </w:rPr>
      </w:pPr>
      <w:r>
        <w:rPr>
          <w:rtl/>
        </w:rPr>
        <w:t xml:space="preserve">أخرجه أبويعلى والحاكم عن علي </w:t>
      </w:r>
      <w:r w:rsidR="004226A8" w:rsidRPr="000C201D">
        <w:rPr>
          <w:rStyle w:val="libFootnoteAlaemChar"/>
          <w:rtl/>
        </w:rPr>
        <w:t>عليه‌السلام</w:t>
      </w:r>
      <w:r>
        <w:rPr>
          <w:rtl/>
        </w:rPr>
        <w:t xml:space="preserve"> من قوله " اللهم ارحم خلفائي ".... وقال الحاكم: صحيح الاسناد).</w:t>
      </w:r>
    </w:p>
    <w:p w:rsidR="00827655" w:rsidRDefault="00481D79" w:rsidP="000C201D">
      <w:pPr>
        <w:pStyle w:val="libFootnote0"/>
        <w:rPr>
          <w:rtl/>
        </w:rPr>
      </w:pPr>
      <w:r>
        <w:rPr>
          <w:rtl/>
        </w:rPr>
        <w:t>5</w:t>
      </w:r>
      <w:r w:rsidR="000C201D">
        <w:rPr>
          <w:rFonts w:hint="cs"/>
          <w:rtl/>
        </w:rPr>
        <w:t>-</w:t>
      </w:r>
      <w:r>
        <w:rPr>
          <w:rtl/>
        </w:rPr>
        <w:t xml:space="preserve"> عنه البحار: 39 / 193 ح 2 وعن عيون الاخبار: 2 / 26 ح 9. وأخرجه عن الصحيفة محب الدين الطبري في الرياض النضرة: 2 / 160 وص 211. وذخائر العقبى: 61. ورواه ابن المغازلي في المناقب: 7 6 ح 97 بالاسناد رقم " 25 "، عنه ابن طاووس في الطرائف: 76 ح 100. وعنه البحار: 39 / 209 ح 31. وأخرجه القندوزي في ينابيع المودة: 84 من طريق ابن المغازلي عن ابن مسعود وفيه: " وتدخلها أحباء‌ك ". وفي ص 303 وص 257 عن علي. ورواه الخوارزمي في مناقبه: 209 بالاسناد رقم " 29 ". والحمويني في فرائد السمطين: 1 / 142 ح 105 بالاسناد رقم " 45 ". </w:t>
      </w:r>
      <w:r w:rsidR="00827655">
        <w:rPr>
          <w:rtl/>
        </w:rPr>
        <w:t>=</w:t>
      </w:r>
    </w:p>
    <w:p w:rsidR="00481D79" w:rsidRDefault="00481D79" w:rsidP="00481D79">
      <w:pPr>
        <w:pStyle w:val="libNormal"/>
        <w:rPr>
          <w:rtl/>
          <w:lang w:bidi="fa-IR"/>
        </w:rPr>
      </w:pPr>
      <w:r>
        <w:rPr>
          <w:rtl/>
          <w:lang w:bidi="fa-IR"/>
        </w:rPr>
        <w:br w:type="page"/>
      </w:r>
    </w:p>
    <w:p w:rsidR="00481D79" w:rsidRPr="00481D79" w:rsidRDefault="00481D79" w:rsidP="000C201D">
      <w:pPr>
        <w:pStyle w:val="libNormal"/>
      </w:pPr>
      <w:r w:rsidRPr="00481D79">
        <w:rPr>
          <w:rtl/>
        </w:rPr>
        <w:lastRenderedPageBreak/>
        <w:t xml:space="preserve">(76) - وبإسناده قال: قال رسول الله </w:t>
      </w:r>
      <w:r w:rsidR="004226A8" w:rsidRPr="004226A8">
        <w:rPr>
          <w:rStyle w:val="libAlaemChar"/>
          <w:rtl/>
        </w:rPr>
        <w:t>صلى‌الله‌عليه‌وآله</w:t>
      </w:r>
      <w:r w:rsidRPr="00481D79">
        <w:rPr>
          <w:rtl/>
        </w:rPr>
        <w:t xml:space="preserve">: " أتاني ملك فقال: يا محمد إن ربك يقرأ </w:t>
      </w:r>
      <w:r w:rsidR="000C201D" w:rsidRPr="000C201D">
        <w:rPr>
          <w:rStyle w:val="libFootnotenumChar"/>
          <w:rFonts w:hint="cs"/>
          <w:rtl/>
        </w:rPr>
        <w:t>(1)</w:t>
      </w:r>
      <w:r w:rsidRPr="00481D79">
        <w:rPr>
          <w:rtl/>
        </w:rPr>
        <w:t xml:space="preserve"> عليك السلام ويقول </w:t>
      </w:r>
      <w:r w:rsidR="000C201D" w:rsidRPr="000C201D">
        <w:rPr>
          <w:rStyle w:val="libFootnotenumChar"/>
          <w:rFonts w:hint="cs"/>
          <w:rtl/>
        </w:rPr>
        <w:t>(2)</w:t>
      </w:r>
      <w:r w:rsidRPr="00481D79">
        <w:rPr>
          <w:rtl/>
        </w:rPr>
        <w:t xml:space="preserve">: إن شئت جعلت لك بطحاء مكة ذهبا. قال: (فرفع رأسه إلى السماء فقال) </w:t>
      </w:r>
      <w:r w:rsidR="000C201D" w:rsidRPr="000C201D">
        <w:rPr>
          <w:rStyle w:val="libFootnotenumChar"/>
          <w:rFonts w:hint="cs"/>
          <w:rtl/>
        </w:rPr>
        <w:t>(3)</w:t>
      </w:r>
      <w:r w:rsidRPr="00481D79">
        <w:rPr>
          <w:rtl/>
        </w:rPr>
        <w:t xml:space="preserve">: " يا رب أشبع يوما فأحمدك وأجوع يوما فأسألك " </w:t>
      </w:r>
      <w:r w:rsidR="000C201D" w:rsidRPr="000C201D">
        <w:rPr>
          <w:rStyle w:val="libFootnotenumChar"/>
          <w:rFonts w:hint="cs"/>
          <w:rtl/>
        </w:rPr>
        <w:t>(4)</w:t>
      </w:r>
      <w:r w:rsidRPr="00481D79">
        <w:rPr>
          <w:rtl/>
        </w:rPr>
        <w:t>.</w:t>
      </w:r>
    </w:p>
    <w:p w:rsidR="00481D79" w:rsidRPr="00481D79" w:rsidRDefault="00481D79" w:rsidP="000C201D">
      <w:pPr>
        <w:pStyle w:val="libNormal"/>
        <w:rPr>
          <w:rtl/>
        </w:rPr>
      </w:pPr>
      <w:r w:rsidRPr="00481D79">
        <w:rPr>
          <w:rtl/>
        </w:rPr>
        <w:t xml:space="preserve">(77) - وبإسناده قال: قال رسول الله </w:t>
      </w:r>
      <w:r w:rsidR="004226A8" w:rsidRPr="004226A8">
        <w:rPr>
          <w:rStyle w:val="libAlaemChar"/>
          <w:rtl/>
        </w:rPr>
        <w:t>صلى‌الله‌عليه‌وآله</w:t>
      </w:r>
      <w:r w:rsidRPr="00481D79">
        <w:rPr>
          <w:rtl/>
        </w:rPr>
        <w:t xml:space="preserve">: " مثل أهل بيتي (مثل سفينة) </w:t>
      </w:r>
      <w:r w:rsidR="000C201D" w:rsidRPr="000C201D">
        <w:rPr>
          <w:rStyle w:val="libFootnotenumChar"/>
          <w:rFonts w:hint="cs"/>
          <w:rtl/>
        </w:rPr>
        <w:t>(5)</w:t>
      </w:r>
      <w:r w:rsidRPr="00481D79">
        <w:rPr>
          <w:rtl/>
        </w:rPr>
        <w:t xml:space="preserve"> نوح من ركبها نجا، ومن تخلف عنها زخ </w:t>
      </w:r>
      <w:r w:rsidR="000C201D" w:rsidRPr="000C201D">
        <w:rPr>
          <w:rStyle w:val="libFootnotenumChar"/>
          <w:rFonts w:hint="cs"/>
          <w:rtl/>
        </w:rPr>
        <w:t>(6)</w:t>
      </w:r>
      <w:r w:rsidRPr="00481D79">
        <w:rPr>
          <w:rtl/>
        </w:rPr>
        <w:t xml:space="preserve"> في النار " </w:t>
      </w:r>
      <w:r w:rsidR="000C201D" w:rsidRPr="000C201D">
        <w:rPr>
          <w:rStyle w:val="libFootnotenumChar"/>
          <w:rFonts w:hint="cs"/>
          <w:rtl/>
        </w:rPr>
        <w:t>(7)</w:t>
      </w:r>
      <w:r w:rsidRPr="00481D79">
        <w:rPr>
          <w:rtl/>
        </w:rPr>
        <w:t>.</w:t>
      </w:r>
    </w:p>
    <w:p w:rsidR="00827655"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وفي ص 325 ح 253 بالاسناد رقم " 48 ". والامرتسري في أرجح المطالب: 660 عن علي.</w:t>
      </w:r>
    </w:p>
    <w:p w:rsidR="00481D79" w:rsidRDefault="00481D79" w:rsidP="00D11BDC">
      <w:pPr>
        <w:pStyle w:val="libFootnote0"/>
        <w:rPr>
          <w:rtl/>
        </w:rPr>
      </w:pPr>
      <w:r>
        <w:rPr>
          <w:rtl/>
        </w:rPr>
        <w:t xml:space="preserve">وفي ص 32 عن طريق الديلمي وابن المغازلي والقاضي عياض عن حذيفة. وأخرجه العيني الحيدرآبادي في كتابه مناقب علي: 29 (مخطوط) عن طريق الدارقطني والديلمي عن أبي الطفيل وحذيفة، قطعة. والصفوري في نزهة المجالس: 2 / 205 عن علي. وأخرجه ابن حجر في الصواعق المحرقة: 75 عن طريق الدارقطني عن الرضا </w:t>
      </w:r>
      <w:r w:rsidR="004226A8" w:rsidRPr="000C201D">
        <w:rPr>
          <w:rStyle w:val="libFootnoteAlaemChar"/>
          <w:rtl/>
        </w:rPr>
        <w:t>عليه‌السلام</w:t>
      </w:r>
      <w:r>
        <w:rPr>
          <w:rtl/>
        </w:rPr>
        <w:t xml:space="preserve"> نحوه. وأخرج قطعة منه البدخشي في مفتاح النجا: 46 عن طريق الدارقطني عن علي والحنفي الترمذي في المناقب المرتضوية: 91 عن طريق الدارقطني والصواعق عن علي.</w:t>
      </w:r>
    </w:p>
    <w:p w:rsidR="00481D79" w:rsidRDefault="00481D79" w:rsidP="000C201D">
      <w:pPr>
        <w:pStyle w:val="libFootnote0"/>
        <w:rPr>
          <w:rtl/>
        </w:rPr>
      </w:pPr>
      <w:r>
        <w:rPr>
          <w:rtl/>
        </w:rPr>
        <w:t>1</w:t>
      </w:r>
      <w:r w:rsidR="000C201D">
        <w:rPr>
          <w:rFonts w:hint="cs"/>
          <w:rtl/>
        </w:rPr>
        <w:t>-</w:t>
      </w:r>
      <w:r>
        <w:rPr>
          <w:rtl/>
        </w:rPr>
        <w:t xml:space="preserve"> ن: يقرئك.</w:t>
      </w:r>
    </w:p>
    <w:p w:rsidR="00481D79" w:rsidRDefault="00481D79" w:rsidP="000C201D">
      <w:pPr>
        <w:pStyle w:val="libFootnote0"/>
        <w:rPr>
          <w:rtl/>
        </w:rPr>
      </w:pPr>
      <w:r>
        <w:rPr>
          <w:rtl/>
        </w:rPr>
        <w:t>2</w:t>
      </w:r>
      <w:r w:rsidR="000C201D">
        <w:rPr>
          <w:rFonts w:hint="cs"/>
          <w:rtl/>
        </w:rPr>
        <w:t>-</w:t>
      </w:r>
      <w:r>
        <w:rPr>
          <w:rtl/>
        </w:rPr>
        <w:t xml:space="preserve"> خ ون: ويقول لك.</w:t>
      </w:r>
    </w:p>
    <w:p w:rsidR="00481D79" w:rsidRDefault="00481D79" w:rsidP="000C201D">
      <w:pPr>
        <w:pStyle w:val="libFootnote0"/>
        <w:rPr>
          <w:rtl/>
        </w:rPr>
      </w:pPr>
      <w:r>
        <w:rPr>
          <w:rtl/>
        </w:rPr>
        <w:t>3</w:t>
      </w:r>
      <w:r w:rsidR="000C201D">
        <w:rPr>
          <w:rFonts w:hint="cs"/>
          <w:rtl/>
        </w:rPr>
        <w:t>-</w:t>
      </w:r>
      <w:r>
        <w:rPr>
          <w:rtl/>
        </w:rPr>
        <w:t xml:space="preserve"> خ: فرفعت رأسي إلى السماء فقلت.</w:t>
      </w:r>
    </w:p>
    <w:p w:rsidR="00481D79" w:rsidRDefault="00481D79" w:rsidP="000C201D">
      <w:pPr>
        <w:pStyle w:val="libFootnote0"/>
        <w:rPr>
          <w:rtl/>
        </w:rPr>
      </w:pPr>
      <w:r>
        <w:rPr>
          <w:rtl/>
        </w:rPr>
        <w:t>4</w:t>
      </w:r>
      <w:r w:rsidR="000C201D">
        <w:rPr>
          <w:rFonts w:hint="cs"/>
          <w:rtl/>
        </w:rPr>
        <w:t>-</w:t>
      </w:r>
      <w:r>
        <w:rPr>
          <w:rtl/>
        </w:rPr>
        <w:t xml:space="preserve"> عنه البحار: 16 / 220 ح 12 وعن عيون الاخبار: 2 / 30 ح 36. وأخرجه في البحار: 72 / 64 ح 13 عن عيون الاخبار. ورواه المفيد في أماليه: 124 ح 1 بالاسناد رقم " 11 ". وأورده في جامع الاخبار: 126 آخر الصفحة عن الرضا، عن علي </w:t>
      </w:r>
      <w:r w:rsidR="004226A8" w:rsidRPr="000C201D">
        <w:rPr>
          <w:rStyle w:val="libFootnoteAlaemChar"/>
          <w:rtl/>
        </w:rPr>
        <w:t>عليهما‌السلام</w:t>
      </w:r>
      <w:r>
        <w:rPr>
          <w:rtl/>
        </w:rPr>
        <w:t xml:space="preserve">، عن الرسول </w:t>
      </w:r>
      <w:r w:rsidR="004226A8" w:rsidRPr="000C201D">
        <w:rPr>
          <w:rStyle w:val="libFootnoteAlaemChar"/>
          <w:rtl/>
        </w:rPr>
        <w:t>صلى‌الله‌عليه‌وآله</w:t>
      </w:r>
      <w:r>
        <w:rPr>
          <w:rtl/>
        </w:rPr>
        <w:t xml:space="preserve"> مثله. وروى نحوه الحسين بن سعيد في كتاب الزهد: 52 ح 139، وعنه البحار: 16 / 283 ح 130 بإسناده عن أبي بصير، عن أبي جعفر </w:t>
      </w:r>
      <w:r w:rsidR="004226A8" w:rsidRPr="000C201D">
        <w:rPr>
          <w:rStyle w:val="libFootnoteAlaemChar"/>
          <w:rtl/>
        </w:rPr>
        <w:t>عليه‌السلام</w:t>
      </w:r>
      <w:r>
        <w:rPr>
          <w:rtl/>
        </w:rPr>
        <w:t xml:space="preserve">. وأورده في مشكاة الانوار: 264 عن الصادق </w:t>
      </w:r>
      <w:r w:rsidR="004226A8" w:rsidRPr="000C201D">
        <w:rPr>
          <w:rStyle w:val="libFootnoteAlaemChar"/>
          <w:rtl/>
        </w:rPr>
        <w:t>عليه‌السلام</w:t>
      </w:r>
      <w:r>
        <w:rPr>
          <w:rtl/>
        </w:rPr>
        <w:t xml:space="preserve"> نحوه. (أخرجه العسكري في الامثال بلفظه عن الحسن بن علي </w:t>
      </w:r>
      <w:r w:rsidR="004226A8" w:rsidRPr="000C201D">
        <w:rPr>
          <w:rStyle w:val="libFootnoteAlaemChar"/>
          <w:rtl/>
        </w:rPr>
        <w:t>عليهما‌السلام</w:t>
      </w:r>
      <w:r>
        <w:rPr>
          <w:rtl/>
        </w:rPr>
        <w:t>.</w:t>
      </w:r>
    </w:p>
    <w:p w:rsidR="00481D79" w:rsidRDefault="00481D79" w:rsidP="00D11BDC">
      <w:pPr>
        <w:pStyle w:val="libFootnote0"/>
        <w:rPr>
          <w:rtl/>
        </w:rPr>
      </w:pPr>
      <w:r>
        <w:rPr>
          <w:rtl/>
        </w:rPr>
        <w:t xml:space="preserve">وأخرج الترمذي عن أبي امامة، عن النبي </w:t>
      </w:r>
      <w:r w:rsidR="004226A8" w:rsidRPr="000C201D">
        <w:rPr>
          <w:rStyle w:val="libFootnoteAlaemChar"/>
          <w:rtl/>
        </w:rPr>
        <w:t>صلى‌الله‌عليه‌وآله</w:t>
      </w:r>
      <w:r>
        <w:rPr>
          <w:rtl/>
        </w:rPr>
        <w:t xml:space="preserve"> قال: عرض علي ربي ليجعل لي بطحاء مكة ذهبا إلخ. وأخرجه الترمذي والخطيب وغيرهما بألفاظ مختلفة).</w:t>
      </w:r>
    </w:p>
    <w:p w:rsidR="00481D79" w:rsidRDefault="00481D79" w:rsidP="000C201D">
      <w:pPr>
        <w:pStyle w:val="libFootnote0"/>
        <w:rPr>
          <w:rtl/>
        </w:rPr>
      </w:pPr>
      <w:r>
        <w:rPr>
          <w:rtl/>
        </w:rPr>
        <w:t>5</w:t>
      </w:r>
      <w:r w:rsidR="000C201D">
        <w:rPr>
          <w:rFonts w:hint="cs"/>
          <w:rtl/>
        </w:rPr>
        <w:t>-</w:t>
      </w:r>
      <w:r>
        <w:rPr>
          <w:rtl/>
        </w:rPr>
        <w:t xml:space="preserve"> في ن والعيون: فيكم كسفينة.</w:t>
      </w:r>
    </w:p>
    <w:p w:rsidR="00481D79" w:rsidRDefault="00481D79" w:rsidP="000C201D">
      <w:pPr>
        <w:pStyle w:val="libFootnote0"/>
        <w:rPr>
          <w:rtl/>
        </w:rPr>
      </w:pPr>
      <w:r>
        <w:rPr>
          <w:rtl/>
        </w:rPr>
        <w:t>6</w:t>
      </w:r>
      <w:r w:rsidR="000C201D">
        <w:rPr>
          <w:rFonts w:hint="cs"/>
          <w:rtl/>
        </w:rPr>
        <w:t xml:space="preserve">- </w:t>
      </w:r>
      <w:r>
        <w:rPr>
          <w:rtl/>
        </w:rPr>
        <w:t>في ط ون والعيون: زج. بالجيم المعجمة: أي دفع ورمي في النار. قال ابن الاثير في النهاية: 2 / 298 في مادة (زخخ) منه " مثل أهل بيتي مثل سفينة نوح من تخلف عنها زخ به في النار " أي دفع ورمي.</w:t>
      </w:r>
    </w:p>
    <w:p w:rsidR="00827655" w:rsidRDefault="00481D79" w:rsidP="000C201D">
      <w:pPr>
        <w:pStyle w:val="libFootnote0"/>
        <w:rPr>
          <w:rtl/>
        </w:rPr>
      </w:pPr>
      <w:r>
        <w:rPr>
          <w:rtl/>
        </w:rPr>
        <w:t>7</w:t>
      </w:r>
      <w:r w:rsidR="000C201D">
        <w:rPr>
          <w:rFonts w:hint="cs"/>
          <w:rtl/>
        </w:rPr>
        <w:t>-</w:t>
      </w:r>
      <w:r>
        <w:rPr>
          <w:rtl/>
        </w:rPr>
        <w:t xml:space="preserve"> عنه البحار: 23 / 122 ح 45 وعن عيون الاخبار: 2 / 27 ح 10. </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827655" w:rsidRDefault="00827655" w:rsidP="00D11BDC">
      <w:pPr>
        <w:pStyle w:val="libFootnote0"/>
        <w:rPr>
          <w:rtl/>
        </w:rPr>
      </w:pPr>
      <w:r>
        <w:rPr>
          <w:rtl/>
        </w:rPr>
        <w:t>=</w:t>
      </w:r>
      <w:r w:rsidR="00481D79">
        <w:rPr>
          <w:rtl/>
        </w:rPr>
        <w:t xml:space="preserve"> وروي هذا الحديث الشريف بعدة طرق وأسانيد عن الامام علي </w:t>
      </w:r>
      <w:r w:rsidR="004226A8" w:rsidRPr="000C201D">
        <w:rPr>
          <w:rStyle w:val="libFootnoteAlaemChar"/>
          <w:rtl/>
        </w:rPr>
        <w:t>عليه‌السلام</w:t>
      </w:r>
      <w:r w:rsidR="00481D79">
        <w:rPr>
          <w:rtl/>
        </w:rPr>
        <w:t xml:space="preserve"> ومجموعة من الصحابة والتابعين نذكر منهم: الامام أمير المؤمنين علي </w:t>
      </w:r>
      <w:r w:rsidR="004226A8" w:rsidRPr="000C201D">
        <w:rPr>
          <w:rStyle w:val="libFootnoteAlaemChar"/>
          <w:rtl/>
        </w:rPr>
        <w:t>عليه‌السلام</w:t>
      </w:r>
      <w:r w:rsidR="00481D79">
        <w:rPr>
          <w:rtl/>
        </w:rPr>
        <w:t xml:space="preserve"> رواه عنه محب الدين الطبري في ذخائر العقبى: 20 ثم قال: أخرجه ابن السري والهمداني في مودة القربى. وأخرجه من طريق ابن السري: الحضرمي في وسيلة المآل: 63، والقندوزي في ينابيع المودة: 193. رواية أبوذر الغفاري (رض) رواه عنه سليم بن قيس الهلالي في كتابه السقيفة: 66، عنه البحار: 23 / 124 ح 52 وج 8 / 727 (ط. حجر) وعثمان المصري في العدل الشاهد: 123 وص 142. ورواه محمد بن الحسن الصفار في بصائر الدرجات: 297 ح 4، والصدوق في كمال الدين: 1 / 239 ح 59 عنه البحار: 23 / 135 ح 74، والطبري في بشارة المصطفى: 106 عنه البحار المذكور ص 105 ح 3 والطبرسي في الاحتجاج: 1 / 229 عنه البحار المذكور ص 119 ح 38. ورواه شيخ الطائفة الطوسي في أماليه: 1 / 59 و 359 وج 2 / 74 و 96 و 126 و 246 و 343 بعدة طرق عنه البحار: 23 / 119 - 121 الاحاديث 40 - 44 وص 123 ح 48 على الترتيب. ورواه الطبراني في المعجم الكبير: 130 (مخطوط) وج 1 / 139 وج 5 / 538 بعدة طرق، وفي المعجم الصغير: 78. ورواه الخوارزمي في مقتل الحسين: 1 / 104 بإسناده عن الطبراني. وأخرجه السيوطي في إحياء الميت: 113 (المطبوع بهامش الاتحاف)، والمتقي الهندي في كنز العمال: 13 / 84 من طريق الطبراني. ورواه الحاكم في مستدرك الصحيحين: 2 / 343 وج 3 / 150، وتبعه الذهبي في تلخيصه. ورواه الذهبي أيضا في ميزان الاعتدال: 1 / 224. ورواه الحمويني في فرائد السمطين: 2 / 246 ح 519 من طريق الحاكم. وبهذا الطريق أخرجه: الهيثمي في الصواعق المحرقة: 184 في موضعين، والكمشخانوي في راموز الاحاديث: 391، والمتقي الهندي في كنزالعمال: 13 / 82، والنبهاني في الفتح الكبير: 113 وص 414، والتونسي في السيف اليماني المسلول: 9، و القندوزي في ينابيع المودة: 183، والحضرمي في رشفة الصادي: 79، وفي وسيلة المآل: 63 </w:t>
      </w:r>
      <w:r>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ومن طريق ابن المغازلي. ورواه ابن المغازلي في المناقب: 132 - 134 بطريقين. أخرجه عنه ابن البطريق في العمدة: 188 وابن طاووس في الطرائف: 132 ح 208 عنه البحار: 23 / 123 ح 50. ورواه ابن قتيبة الدينوري في عيون الاخبار: 1 / 211، وفي كتابه المعارف: 86، والزرندي في نظم درر السمطين: 235، والسيوطي في تاريخ الخلفاء: 573، والصفوري في المحاسن المجتمعة: 188 (مخطوط) والهمداني في مودة القربى: 110. والميبدي اليزدي في شرح ديوان أمير المؤمنين </w:t>
      </w:r>
      <w:r w:rsidR="004226A8" w:rsidRPr="000C201D">
        <w:rPr>
          <w:rStyle w:val="libFootnoteAlaemChar"/>
          <w:rtl/>
        </w:rPr>
        <w:t>عليه‌السلام</w:t>
      </w:r>
      <w:r w:rsidR="00481D79">
        <w:rPr>
          <w:rtl/>
        </w:rPr>
        <w:t xml:space="preserve"> (مخطوط)، والقدوسي الحنفي في سنن الهدى: 564 (مخطوط). وأخرجه هاشم بن محمد في مصباح الانوار: 132 (مخطوط) من طريق الديلمي في الفردوس. وأخرجه من طريق أحمد بن حنبل: الخطيب التبريزي في مشكاة المصابيح: 3 / 265، وأخرجه نقلا عنه القندوزي في ينابيع المودة: 27. والقاري في مرقاة المفاتيح في شرح مشكاة المصابيح: 11 / 399. والشيخ عبد الحق في أشعة اللمعات في شرح المشكاة: 4 / 709، ومحمد أمير بهوپال في الادراك: 51 والفرنگي الهندي في وسيلة النجاة: 45 ومن طريق ابن جرير والحاكم. وبهذا الطريق أخرجه: السيد شاه تقي الحنفي في الروض الازهر: 359. وأخرجه من طريق أبي يعلى والبزاز والحاكم: السيوطي في الخصائص الكبرى: 2 / 266، والنبهاني في جواهر البحار في فضائل النبي المختار: 1 / 361.</w:t>
      </w:r>
    </w:p>
    <w:p w:rsidR="00827655" w:rsidRDefault="00481D79" w:rsidP="00D11BDC">
      <w:pPr>
        <w:pStyle w:val="libFootnote0"/>
        <w:rPr>
          <w:rtl/>
        </w:rPr>
      </w:pPr>
      <w:r>
        <w:rPr>
          <w:rtl/>
        </w:rPr>
        <w:t xml:space="preserve">وأخرجه نور الدين الهيثمي في مجمع الزوائد: 9 / 168 من طريق البزار والطبراني في الثلاثة، وابن كثير الحنفي الدمشقي في تفسير القرآن: 9 / 115 (المطبوع بهامش فتح البيان) من طريق الحافظ أبويعلى. وأخرجه الامرتسري في أرجح المطالب: 329 من طريق الحاكم والجويرني في تاريخهما، وأبي يعلى ومن طريق أحمد في المسند. وأخرجه البدخشي في مفتاح النجا: 9 (مخطوط) من طريق أحمد في المسند، والطبري في تهذيب الآثار والحاكم في المستدرك، والطبراني في الكبير. وأخرجه القندوزي في ينابيع المودة: 28 من طريق الطبراني في الاوسط والصغير وأبي يعلى وأحمد بن حنبل. ثم قال: " أخرجه البزار وابن المغازلي، عن ابن المعتمر، عن أبي ذر، وعن سعيد بن المسيب، عن أبي ذر ". وقال ايضا: </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827655" w:rsidRDefault="00827655" w:rsidP="00D11BDC">
      <w:pPr>
        <w:pStyle w:val="libFootnote0"/>
        <w:rPr>
          <w:rtl/>
        </w:rPr>
      </w:pPr>
      <w:r>
        <w:rPr>
          <w:rtl/>
        </w:rPr>
        <w:t>=</w:t>
      </w:r>
      <w:r w:rsidR="00481D79">
        <w:rPr>
          <w:rtl/>
        </w:rPr>
        <w:t xml:space="preserve"> " أخرجه ابن المغازلي من حديث أبي ذر، والحمويني عن حبيش، والمالكي في الفصول المهمة عن رافع مولى أبي ذر، وأخرجه أيضا الثعلبي والسمعاني ". وأورده في ص 261 وص 878 من الينابيع مرسلا. رواية أبوسعيد الخدري رواه عنه الطبراني في المعجم الصغير: 2 / 22. ورواه الحمويني في فرائد السمطين: 2 / 242 ح 516 بإسناده عن الطبراني. وأخرجه من طريق الطبراني في الصغير والاوسط: نور الدين الهيثمي في مجمع الزوائد: 9 / 168. والحضرمي في رشفة الصادي: 79، وفي كتابه وسيلة المآل: 63 (مخطوط) والامرتسري في أرجح المطالب: 33. وأخرجه السيوطي في إحياء الميت في فضائل أهل البيت </w:t>
      </w:r>
      <w:r w:rsidR="004226A8" w:rsidRPr="000C201D">
        <w:rPr>
          <w:rStyle w:val="libFootnoteAlaemChar"/>
          <w:rtl/>
        </w:rPr>
        <w:t>عليهم‌السلام</w:t>
      </w:r>
      <w:r w:rsidR="00481D79">
        <w:rPr>
          <w:rtl/>
        </w:rPr>
        <w:t xml:space="preserve">: 113 (المطبوع بهامش الاتحاف) من طريق الطبراني في الاوسط. وأخرجه القندوزي في ينابيع المودة: 28 من طريق الحمويني وأبي يعلى والبزار والطبراني في الاوسط والصغير. رواية عبدالله بن عباس رواه عنه الطبراني في المعجم الكبير: 131 (مخطوط). ومن طريقه أخرجه الكمشخانوي في راموز الاحاديث: 391، والسيوطي في احياء الميت: 248 ح 26 و 27. ورواه الحافظ أبونعيم في حلية الاولياء: 4 / 306، وابن المغازلي: 132 بطريقين. ومن طريقه أخرجه الكازروني في شرف النبي: 281 (مخطوط، على ما في مناقب الكاشي). وعبدالله الشافعي في المناقب: 32، وابن البطريق في العمدة: 187، وابن طاووس في الطرائف: 132 ح 206 و 207 عنه البحار: 23 / 123 ح 49 وص 124 ح 50. ورواه محب الدين الطبري في ذخائر العقبى: 20 ثم ذيله بقوله " أخرجه الملا في سيرته ". وأخرجه السيوطي في الجامع الصغير: 480، وفي كتابه إحياء الميت: 248 ح 25 (المطبوع بهامش الاتحاف) من طريق البزار. وبهذا الطريق أخرجه أيضا: المتقي الهندي في منتخب كنز العمال: 5 / 92 (المطبوع بهامش مسند أحمد). والنبهاني في الفتح الكبير: 133. </w:t>
      </w:r>
      <w:r>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Pr="00D11BDC" w:rsidRDefault="00827655" w:rsidP="00D11BDC">
      <w:pPr>
        <w:pStyle w:val="libFootnote0"/>
        <w:rPr>
          <w:rtl/>
        </w:rPr>
      </w:pPr>
      <w:r>
        <w:rPr>
          <w:rtl/>
        </w:rPr>
        <w:t>=</w:t>
      </w:r>
      <w:r w:rsidR="00481D79">
        <w:rPr>
          <w:rtl/>
        </w:rPr>
        <w:t xml:space="preserve"> والتونسي في السيف اليماني المسلول: 9، وأورده أيضا في ص 169 مرسلا عن ابن عباس.</w:t>
      </w:r>
    </w:p>
    <w:p w:rsidR="00481D79" w:rsidRPr="00D11BDC" w:rsidRDefault="00481D79" w:rsidP="00D11BDC">
      <w:pPr>
        <w:pStyle w:val="libFootnote0"/>
        <w:rPr>
          <w:rtl/>
        </w:rPr>
      </w:pPr>
      <w:r>
        <w:rPr>
          <w:rtl/>
        </w:rPr>
        <w:t>وأخرجه نور الدين الهيثمي في مجمع الزوائد: 9 / 168 من طريق الطبراني والبزار.</w:t>
      </w:r>
    </w:p>
    <w:p w:rsidR="00481D79" w:rsidRPr="00D11BDC" w:rsidRDefault="00481D79" w:rsidP="00D11BDC">
      <w:pPr>
        <w:pStyle w:val="libFootnote0"/>
        <w:rPr>
          <w:rtl/>
        </w:rPr>
      </w:pPr>
      <w:r>
        <w:rPr>
          <w:rtl/>
        </w:rPr>
        <w:t>ومن طريقهما وطريق أبونعيم، أخرجه الحضرمي في وسيلة المآل: 63 (مخطوط)، والامرتسري في أرجح المطالب: 330. وأخرجه القندوزي في ينابيع المودة: 187 من طريق الملا في سيرته.</w:t>
      </w:r>
    </w:p>
    <w:p w:rsidR="00481D79" w:rsidRPr="00D11BDC" w:rsidRDefault="00481D79" w:rsidP="00D11BDC">
      <w:pPr>
        <w:pStyle w:val="libFootnote0"/>
        <w:rPr>
          <w:rtl/>
        </w:rPr>
      </w:pPr>
      <w:r>
        <w:rPr>
          <w:rtl/>
        </w:rPr>
        <w:t>رواية أنس بن مالك روى الحديث عنه الخطيب البغدادي في تاريخ بغداد: 12 / 91 بإسناده عن أبان بن عياش عنه. رواية عامر بن واثلة رواه عنه الحافظ الدولابي في الكنى والاسماء: 1 / 76.</w:t>
      </w:r>
    </w:p>
    <w:p w:rsidR="00481D79" w:rsidRPr="00D11BDC" w:rsidRDefault="00481D79" w:rsidP="00D11BDC">
      <w:pPr>
        <w:pStyle w:val="libFootnote0"/>
        <w:rPr>
          <w:rtl/>
        </w:rPr>
      </w:pPr>
      <w:r>
        <w:rPr>
          <w:rtl/>
        </w:rPr>
        <w:t>رواية عبدالله بن الزبير أخرج روايته الحافظ السيوطي في إحياء الميت: 113، وفي كتابه الجامع الصغير: 260 من طريق البزار في مسنده. وبهذا الطريق أخرجه أيضا: نور الدين الهيثمي في مجمع الزوائد: 9 / 168، والبدخشي في مفتاح النجا: 9، والنبهاني في الفتح الكبير: 132، والامرتسري في أرجح المطالب: 330، والمتقي الهندي في كنز العمال: 13 / 82 ومنتخبه: 5 / 92 (المطبوع بهامش مسند أحمد)، والحضرمي في وسيلة المآل في عد مناقب الآل: 63 (مخطوط).</w:t>
      </w:r>
    </w:p>
    <w:p w:rsidR="00481D79" w:rsidRPr="00D11BDC" w:rsidRDefault="00481D79" w:rsidP="00D11BDC">
      <w:pPr>
        <w:pStyle w:val="libFootnote0"/>
        <w:rPr>
          <w:rtl/>
        </w:rPr>
      </w:pPr>
      <w:r>
        <w:rPr>
          <w:rtl/>
        </w:rPr>
        <w:t>وأخرجه المالكي التونسي في السيف اليماني المسلول: 9 من طريق أبي داود. ونقله عن كتاب جمع الفوائد القندوزي في ينابيع المودة: 27، وأورده في ص 187 مرسلا عن ابن الزبير. وكذا ابن حجر الهيثمي في الصواعق: 184. رواية سلمة بن الاكوع، عن أبيه عمرو بن الاكوع رواه عنه ابن المغازلي في المناقب: 132 ح 174، نقله عنه ابن البطريق في العمدة: 188، والسيد ابن طاووس في الطرائف: 132 ح 209 عنه البحار: 23 / 123 ح 51. ورواه الامرتسري في أرجح المطالب: 330. وأورده القندوزي في ينابيع المودة: 28. ونقل الحديث مرسلا جماعة كبيرة منهم: ابن الاثير الجزري في النهاية: 2 / 298، وابن أبي الحديد في شرح نهج البلاغة: 1 / 73، والصفوري في نزهة المجالس: 2 / 222، والنبهاني في الشرف المؤبد لآل محمد: 28 من طريق جماعة من أصحاب السنن واللكهنوي في مرآة المؤمنين: 7، والزمخشري في أساس البلاغة: 1 / 396. والميرغني في الدرة اليتيمة في فضائل السيدة العظيمة (مخطوط)، والسمهودي في الاشراف على فضل الاشراف: 43 (مخطوط)، والمناوي في كنوز الحقائق: 141، ونقله عنه القندوزي في ينابيع المودة: 181 والصديقي في مجمع بحار الانوار: 2 / 59.</w:t>
      </w:r>
    </w:p>
    <w:p w:rsidR="00481D79" w:rsidRPr="00D11BDC" w:rsidRDefault="00481D79" w:rsidP="00D11BDC">
      <w:pPr>
        <w:pStyle w:val="libFootnote0"/>
        <w:rPr>
          <w:rtl/>
        </w:rPr>
      </w:pPr>
      <w:r>
        <w:rPr>
          <w:rtl/>
        </w:rPr>
        <w:t>وابن حجر في الصواعق المحرقة: 234، والنيشابوري الثعالبي في التمثيل والمحاضرة: 33، وفي كتابه ثمار القلوب: 1 / 29، والمقدسي في البدء والتاريخ: 3 / 22.</w:t>
      </w:r>
    </w:p>
    <w:p w:rsidR="00481D79" w:rsidRPr="00D11BDC" w:rsidRDefault="00481D79" w:rsidP="00D11BDC">
      <w:pPr>
        <w:pStyle w:val="libFootnote0"/>
        <w:rPr>
          <w:rtl/>
        </w:rPr>
      </w:pPr>
      <w:r>
        <w:rPr>
          <w:rtl/>
        </w:rPr>
        <w:t>والخفاجي المصري في شفاء العليل: 220 وص 253، والنجار المصري في الاشراف: 19 عن جماعة من أصحاب السنن، وعثمان مدوخ في العدل الشاهد: 123 وص 142، والحمزاوي في مشارق الانوار: 109.</w:t>
      </w:r>
    </w:p>
    <w:p w:rsidR="00481D79" w:rsidRPr="00D11BDC" w:rsidRDefault="00481D79" w:rsidP="00D11BDC">
      <w:pPr>
        <w:pStyle w:val="libFootnote0"/>
        <w:rPr>
          <w:rtl/>
        </w:rPr>
      </w:pPr>
      <w:r>
        <w:rPr>
          <w:rtl/>
        </w:rPr>
        <w:t>وأبوالهدى في ضوء الشمس: 101، واليماني في درر الاحاديث النبوية: 51، والشبلنجي في نور الابصار: 126، وابن الصبان في إسعاف الراغبين: 120 (المطبوع بهامش نور الابصار)، والآلوسي في روح المعاني: 25 / 29.</w:t>
      </w:r>
    </w:p>
    <w:p w:rsidR="00481D79" w:rsidRPr="00D11BDC" w:rsidRDefault="00481D79" w:rsidP="00D11BDC">
      <w:pPr>
        <w:pStyle w:val="libFootnote0"/>
        <w:rPr>
          <w:rtl/>
        </w:rPr>
      </w:pPr>
      <w:r>
        <w:rPr>
          <w:rtl/>
        </w:rPr>
        <w:t>والكشفي الحنفي الترمذي في المناقب المرتضوية: 100 نقلا عن مسند أحمد والمشكاة وشرف النبوة وهداية السعداء.</w:t>
      </w:r>
    </w:p>
    <w:p w:rsidR="00481D79" w:rsidRPr="00D11BDC" w:rsidRDefault="00481D79" w:rsidP="00D11BDC">
      <w:pPr>
        <w:pStyle w:val="libFootnote0"/>
        <w:rPr>
          <w:rtl/>
        </w:rPr>
      </w:pPr>
      <w:r>
        <w:rPr>
          <w:rtl/>
        </w:rPr>
        <w:t>وقطب الدين أحمد شاه في كتابه قرة العينين، والقلندر الهندي الحنفي في الروض الازهر.</w:t>
      </w:r>
    </w:p>
    <w:p w:rsidR="00481D79" w:rsidRPr="00D11BDC" w:rsidRDefault="00481D79" w:rsidP="00D11BDC">
      <w:pPr>
        <w:pStyle w:val="libFootnote0"/>
        <w:rPr>
          <w:rtl/>
        </w:rPr>
      </w:pPr>
      <w:r>
        <w:rPr>
          <w:rtl/>
        </w:rPr>
        <w:t>وتجد الحديث بمختلف طرقه وأسانيده ومتونه في: ملحقات إحقاق الحق: 9 / 270 - 293 وج 18 / 311 - 322.</w:t>
      </w:r>
    </w:p>
    <w:p w:rsidR="00481D79" w:rsidRDefault="00481D79" w:rsidP="00481D79">
      <w:pPr>
        <w:pStyle w:val="libNormal"/>
        <w:rPr>
          <w:rtl/>
        </w:rPr>
      </w:pPr>
      <w:r>
        <w:rPr>
          <w:rtl/>
        </w:rPr>
        <w:br w:type="page"/>
      </w:r>
    </w:p>
    <w:p w:rsidR="00481D79" w:rsidRPr="00481D79" w:rsidRDefault="00481D79" w:rsidP="000C201D">
      <w:pPr>
        <w:pStyle w:val="libNormal"/>
        <w:rPr>
          <w:rtl/>
        </w:rPr>
      </w:pPr>
      <w:r w:rsidRPr="00481D79">
        <w:rPr>
          <w:rtl/>
        </w:rPr>
        <w:lastRenderedPageBreak/>
        <w:t xml:space="preserve">(78) - وبإسناده قال: قال رسول الله </w:t>
      </w:r>
      <w:r w:rsidR="004226A8" w:rsidRPr="004226A8">
        <w:rPr>
          <w:rStyle w:val="libAlaemChar"/>
          <w:rtl/>
        </w:rPr>
        <w:t>صلى‌الله‌عليه‌وآله</w:t>
      </w:r>
      <w:r w:rsidRPr="00481D79">
        <w:rPr>
          <w:rtl/>
        </w:rPr>
        <w:t xml:space="preserve">: " يا علي إذا كان يوم القيامة كنت [ أنت ] </w:t>
      </w:r>
      <w:r w:rsidR="000C201D" w:rsidRPr="000C201D">
        <w:rPr>
          <w:rStyle w:val="libFootnotenumChar"/>
          <w:rFonts w:hint="cs"/>
          <w:rtl/>
        </w:rPr>
        <w:t>(1)</w:t>
      </w:r>
      <w:r w:rsidRPr="00481D79">
        <w:rPr>
          <w:rtl/>
        </w:rPr>
        <w:t xml:space="preserve"> وولدك على خيل بلق </w:t>
      </w:r>
      <w:r w:rsidR="000C201D" w:rsidRPr="000C201D">
        <w:rPr>
          <w:rStyle w:val="libFootnotenumChar"/>
          <w:rFonts w:hint="cs"/>
          <w:rtl/>
        </w:rPr>
        <w:t>(2)</w:t>
      </w:r>
      <w:r w:rsidRPr="00481D79">
        <w:rPr>
          <w:rtl/>
        </w:rPr>
        <w:t xml:space="preserve"> متوجين بالدر والياقوت فيأمر الله بكم لى الجنة والناس ينظرون " </w:t>
      </w:r>
      <w:r w:rsidR="000C201D" w:rsidRPr="000C201D">
        <w:rPr>
          <w:rStyle w:val="libFootnotenumChar"/>
          <w:rFonts w:hint="cs"/>
          <w:rtl/>
        </w:rPr>
        <w:t>(3)</w:t>
      </w:r>
      <w:r w:rsidRPr="00481D79">
        <w:rPr>
          <w:rtl/>
        </w:rPr>
        <w:t>.</w:t>
      </w:r>
    </w:p>
    <w:p w:rsidR="00481D79" w:rsidRDefault="005B067E" w:rsidP="005B067E">
      <w:pPr>
        <w:pStyle w:val="libLine"/>
        <w:rPr>
          <w:rtl/>
        </w:rPr>
      </w:pPr>
      <w:r>
        <w:rPr>
          <w:rtl/>
        </w:rPr>
        <w:t>____________________</w:t>
      </w:r>
    </w:p>
    <w:p w:rsidR="00481D79" w:rsidRDefault="00481D79" w:rsidP="000C201D">
      <w:pPr>
        <w:pStyle w:val="libFootnote0"/>
        <w:rPr>
          <w:rtl/>
        </w:rPr>
      </w:pPr>
      <w:r>
        <w:rPr>
          <w:rtl/>
        </w:rPr>
        <w:t>1</w:t>
      </w:r>
      <w:r w:rsidR="000C201D">
        <w:rPr>
          <w:rFonts w:hint="cs"/>
          <w:rtl/>
        </w:rPr>
        <w:t>-</w:t>
      </w:r>
      <w:r>
        <w:rPr>
          <w:rtl/>
        </w:rPr>
        <w:t xml:space="preserve"> من ن والبحار.</w:t>
      </w:r>
    </w:p>
    <w:p w:rsidR="00481D79" w:rsidRDefault="00481D79" w:rsidP="000C201D">
      <w:pPr>
        <w:pStyle w:val="libFootnote0"/>
        <w:rPr>
          <w:rtl/>
        </w:rPr>
      </w:pPr>
      <w:r>
        <w:rPr>
          <w:rtl/>
        </w:rPr>
        <w:t>2</w:t>
      </w:r>
      <w:r w:rsidR="000C201D">
        <w:rPr>
          <w:rFonts w:hint="cs"/>
          <w:rtl/>
        </w:rPr>
        <w:t>-</w:t>
      </w:r>
      <w:r>
        <w:rPr>
          <w:rtl/>
        </w:rPr>
        <w:t xml:space="preserve"> البلق: سواد وبياض، وكذا البلقة - بالضم - يقال: فرس أبلق وفرس بلقاء والجمع بلق.</w:t>
      </w:r>
    </w:p>
    <w:p w:rsidR="00481D79" w:rsidRDefault="00481D79" w:rsidP="000C201D">
      <w:pPr>
        <w:pStyle w:val="libFootnote0"/>
        <w:rPr>
          <w:rtl/>
        </w:rPr>
      </w:pPr>
      <w:r>
        <w:rPr>
          <w:rtl/>
        </w:rPr>
        <w:t>3</w:t>
      </w:r>
      <w:r w:rsidR="000C201D">
        <w:rPr>
          <w:rFonts w:hint="cs"/>
          <w:rtl/>
        </w:rPr>
        <w:t>-</w:t>
      </w:r>
      <w:r>
        <w:rPr>
          <w:rtl/>
        </w:rPr>
        <w:t xml:space="preserve"> عنه البحار: 7 / 330 ح 7.</w:t>
      </w:r>
    </w:p>
    <w:p w:rsidR="00481D79" w:rsidRDefault="00481D79" w:rsidP="00D11BDC">
      <w:pPr>
        <w:pStyle w:val="libFootnote0"/>
        <w:rPr>
          <w:rtl/>
        </w:rPr>
      </w:pPr>
      <w:r>
        <w:rPr>
          <w:rtl/>
        </w:rPr>
        <w:t xml:space="preserve">وأخرجه من طريق الرضا </w:t>
      </w:r>
      <w:r w:rsidR="004226A8" w:rsidRPr="000C201D">
        <w:rPr>
          <w:rStyle w:val="libFootnoteAlaemChar"/>
          <w:rtl/>
        </w:rPr>
        <w:t>عليه‌السلام</w:t>
      </w:r>
      <w:r>
        <w:rPr>
          <w:rtl/>
        </w:rPr>
        <w:t>: محب الدين الطبري في ذخائر العقبى: 135.</w:t>
      </w:r>
    </w:p>
    <w:p w:rsidR="00481D79" w:rsidRDefault="00481D79" w:rsidP="00D11BDC">
      <w:pPr>
        <w:pStyle w:val="libFootnote0"/>
        <w:rPr>
          <w:rtl/>
        </w:rPr>
      </w:pPr>
      <w:r>
        <w:rPr>
          <w:rtl/>
        </w:rPr>
        <w:t>ورواه في عيون الاخبار: 2 / 30 ح 37، عنه البحار: 40 / 26 ح 51.</w:t>
      </w:r>
    </w:p>
    <w:p w:rsidR="00481D79" w:rsidRDefault="00481D79" w:rsidP="00D11BDC">
      <w:pPr>
        <w:pStyle w:val="libFootnote0"/>
        <w:rPr>
          <w:rtl/>
        </w:rPr>
      </w:pPr>
      <w:r>
        <w:rPr>
          <w:rtl/>
        </w:rPr>
        <w:t>ورواه الخوارزمي في مقتل الحسين: 1 / 106 بالاسناد رقم " 29 ".</w:t>
      </w:r>
    </w:p>
    <w:p w:rsidR="00481D79" w:rsidRDefault="00481D79" w:rsidP="00D11BDC">
      <w:pPr>
        <w:pStyle w:val="libFootnote0"/>
        <w:rPr>
          <w:rtl/>
        </w:rPr>
      </w:pPr>
      <w:r>
        <w:rPr>
          <w:rtl/>
        </w:rPr>
        <w:t>وأورده الامرتسري في أرجح المطالب: 445.</w:t>
      </w:r>
    </w:p>
    <w:p w:rsidR="00481D79" w:rsidRDefault="00481D79" w:rsidP="00D11BDC">
      <w:pPr>
        <w:pStyle w:val="libFootnote0"/>
        <w:rPr>
          <w:rtl/>
        </w:rPr>
      </w:pPr>
      <w:r>
        <w:rPr>
          <w:rtl/>
        </w:rPr>
        <w:t>والحضرمي في رشفة الصادي: 81 وفي وسيلة المآل: 166.</w:t>
      </w:r>
    </w:p>
    <w:p w:rsidR="00481D79" w:rsidRDefault="00481D79" w:rsidP="00D11BDC">
      <w:pPr>
        <w:pStyle w:val="libFootnote0"/>
        <w:rPr>
          <w:rtl/>
        </w:rPr>
      </w:pPr>
      <w:r>
        <w:rPr>
          <w:rtl/>
        </w:rPr>
        <w:t>والقندوزي في ينابيع المودة: 269.</w:t>
      </w:r>
    </w:p>
    <w:p w:rsidR="00481D79" w:rsidRDefault="00481D79" w:rsidP="00D11BDC">
      <w:pPr>
        <w:pStyle w:val="libFootnote0"/>
        <w:rPr>
          <w:rtl/>
        </w:rPr>
      </w:pPr>
      <w:r>
        <w:rPr>
          <w:rtl/>
        </w:rPr>
        <w:t xml:space="preserve">وأخرجه المتقي الهندي في كنز العمال: 13 / 154 ح 26479 عن شاذان والمحب الطبري والسمهودي جميعا عن الرضا </w:t>
      </w:r>
      <w:r w:rsidR="004226A8" w:rsidRPr="000C201D">
        <w:rPr>
          <w:rStyle w:val="libFootnoteAlaemChar"/>
          <w:rtl/>
        </w:rPr>
        <w:t>عليه‌السلام</w:t>
      </w:r>
      <w:r>
        <w:rPr>
          <w:rtl/>
        </w:rPr>
        <w:t>.</w:t>
      </w:r>
    </w:p>
    <w:p w:rsidR="00481D79" w:rsidRDefault="00481D79" w:rsidP="00481D79">
      <w:pPr>
        <w:pStyle w:val="libNormal"/>
        <w:rPr>
          <w:rtl/>
        </w:rPr>
      </w:pPr>
      <w:r>
        <w:rPr>
          <w:rtl/>
        </w:rPr>
        <w:br w:type="page"/>
      </w:r>
    </w:p>
    <w:p w:rsidR="00481D79" w:rsidRPr="00481D79" w:rsidRDefault="00481D79" w:rsidP="008127F5">
      <w:pPr>
        <w:pStyle w:val="libNormal"/>
        <w:rPr>
          <w:rtl/>
        </w:rPr>
      </w:pPr>
      <w:r w:rsidRPr="00481D79">
        <w:rPr>
          <w:rtl/>
        </w:rPr>
        <w:lastRenderedPageBreak/>
        <w:t xml:space="preserve">(79) - وبإسناده قال: قال رسول الله </w:t>
      </w:r>
      <w:r w:rsidR="004226A8" w:rsidRPr="004226A8">
        <w:rPr>
          <w:rStyle w:val="libAlaemChar"/>
          <w:rtl/>
        </w:rPr>
        <w:t>صلى‌الله‌عليه‌وآله</w:t>
      </w:r>
      <w:r w:rsidRPr="00481D79">
        <w:rPr>
          <w:rtl/>
        </w:rPr>
        <w:t xml:space="preserve">: " تحشر ابنتي فاطمة وعليها حلة الكرامة قد عجنت بماء الحيوان </w:t>
      </w:r>
      <w:r w:rsidR="008127F5" w:rsidRPr="008127F5">
        <w:rPr>
          <w:rStyle w:val="libFootnotenumChar"/>
          <w:rFonts w:hint="cs"/>
          <w:rtl/>
        </w:rPr>
        <w:t>(1)</w:t>
      </w:r>
      <w:r w:rsidRPr="00481D79">
        <w:rPr>
          <w:rtl/>
        </w:rPr>
        <w:t xml:space="preserve">، فينظر إليها الخلائق ويتعجبون منها، ثم تكسى أيضا حلتين من حلل الجنة مكتوب على كل حلة بخط أخضر " أدخلوا ابنة </w:t>
      </w:r>
      <w:r w:rsidR="008127F5" w:rsidRPr="008127F5">
        <w:rPr>
          <w:rStyle w:val="libFootnotenumChar"/>
          <w:rFonts w:hint="cs"/>
          <w:rtl/>
        </w:rPr>
        <w:t>(2)</w:t>
      </w:r>
      <w:r w:rsidRPr="00481D79">
        <w:rPr>
          <w:rtl/>
        </w:rPr>
        <w:t xml:space="preserve"> محمد الجنة على </w:t>
      </w:r>
      <w:r w:rsidR="008127F5" w:rsidRPr="008127F5">
        <w:rPr>
          <w:rStyle w:val="libFootnotenumChar"/>
          <w:rFonts w:hint="cs"/>
          <w:rtl/>
        </w:rPr>
        <w:t>(3)</w:t>
      </w:r>
      <w:r w:rsidRPr="00481D79">
        <w:rPr>
          <w:rtl/>
        </w:rPr>
        <w:t xml:space="preserve"> أحسن الصورة وأحسن الكرامة وأحسن المنظر " فتزف </w:t>
      </w:r>
      <w:r w:rsidR="008127F5" w:rsidRPr="008127F5">
        <w:rPr>
          <w:rStyle w:val="libFootnotenumChar"/>
          <w:rFonts w:hint="cs"/>
          <w:rtl/>
        </w:rPr>
        <w:t>(4)</w:t>
      </w:r>
      <w:r w:rsidRPr="00481D79">
        <w:rPr>
          <w:rtl/>
        </w:rPr>
        <w:t xml:space="preserve"> إلى الجنة كما تزف العروس [ وتتوج بتاج العز ] </w:t>
      </w:r>
      <w:r w:rsidR="008127F5" w:rsidRPr="008127F5">
        <w:rPr>
          <w:rStyle w:val="libFootnotenumChar"/>
          <w:rFonts w:hint="cs"/>
          <w:rtl/>
        </w:rPr>
        <w:t>(5)</w:t>
      </w:r>
      <w:r w:rsidRPr="00481D79">
        <w:rPr>
          <w:rtl/>
        </w:rPr>
        <w:t xml:space="preserve"> ويوكل </w:t>
      </w:r>
      <w:r w:rsidR="008127F5" w:rsidRPr="008127F5">
        <w:rPr>
          <w:rStyle w:val="libFootnotenumChar"/>
          <w:rFonts w:hint="cs"/>
          <w:rtl/>
        </w:rPr>
        <w:t>(6)</w:t>
      </w:r>
      <w:r w:rsidRPr="00481D79">
        <w:rPr>
          <w:rtl/>
        </w:rPr>
        <w:t xml:space="preserve"> بها سبعون ألف جارية، [ في (يد) كل جارية منديل من استبرق.</w:t>
      </w:r>
    </w:p>
    <w:p w:rsidR="00481D79" w:rsidRPr="00481D79" w:rsidRDefault="00481D79" w:rsidP="008127F5">
      <w:pPr>
        <w:pStyle w:val="libNormal"/>
        <w:rPr>
          <w:rtl/>
        </w:rPr>
      </w:pPr>
      <w:r w:rsidRPr="00481D79">
        <w:rPr>
          <w:rtl/>
        </w:rPr>
        <w:t xml:space="preserve">وقد زين لها تلك الجواري منذ خلق الله الدنيا ] </w:t>
      </w:r>
      <w:r w:rsidR="008127F5" w:rsidRPr="008127F5">
        <w:rPr>
          <w:rStyle w:val="libFootnotenumChar"/>
          <w:rFonts w:hint="cs"/>
          <w:rtl/>
        </w:rPr>
        <w:t>(7)</w:t>
      </w:r>
      <w:r w:rsidRPr="00481D79">
        <w:rPr>
          <w:rtl/>
        </w:rPr>
        <w:t xml:space="preserve"> " </w:t>
      </w:r>
      <w:r w:rsidR="008127F5" w:rsidRPr="008127F5">
        <w:rPr>
          <w:rStyle w:val="libFootnotenumChar"/>
          <w:rFonts w:hint="cs"/>
          <w:rtl/>
        </w:rPr>
        <w:t>(8)</w:t>
      </w:r>
      <w:r w:rsidRPr="00481D79">
        <w:rPr>
          <w:rtl/>
        </w:rPr>
        <w:t>.</w:t>
      </w:r>
    </w:p>
    <w:p w:rsidR="00481D79" w:rsidRPr="00481D79" w:rsidRDefault="00481D79" w:rsidP="008127F5">
      <w:pPr>
        <w:pStyle w:val="libNormal"/>
        <w:rPr>
          <w:rtl/>
        </w:rPr>
      </w:pPr>
      <w:r w:rsidRPr="00481D79">
        <w:rPr>
          <w:rtl/>
        </w:rPr>
        <w:t xml:space="preserve">(80) - وبإسناده قال: قال رسول الله </w:t>
      </w:r>
      <w:r w:rsidR="004226A8" w:rsidRPr="004226A8">
        <w:rPr>
          <w:rStyle w:val="libAlaemChar"/>
          <w:rtl/>
        </w:rPr>
        <w:t>صلى‌الله‌عليه‌وآله</w:t>
      </w:r>
      <w:r w:rsidRPr="00481D79">
        <w:rPr>
          <w:rtl/>
        </w:rPr>
        <w:t xml:space="preserve">: " الويل لظالمي </w:t>
      </w:r>
      <w:r w:rsidR="008127F5" w:rsidRPr="008127F5">
        <w:rPr>
          <w:rStyle w:val="libFootnotenumChar"/>
          <w:rFonts w:hint="cs"/>
          <w:rtl/>
        </w:rPr>
        <w:t>(9)</w:t>
      </w:r>
      <w:r w:rsidRPr="00481D79">
        <w:rPr>
          <w:rtl/>
        </w:rPr>
        <w:t xml:space="preserve"> أهل بيتي، (عذابهم) </w:t>
      </w:r>
      <w:r w:rsidR="008127F5" w:rsidRPr="008127F5">
        <w:rPr>
          <w:rStyle w:val="libFootnotenumChar"/>
          <w:rFonts w:hint="cs"/>
          <w:rtl/>
        </w:rPr>
        <w:t>(10)</w:t>
      </w:r>
      <w:r w:rsidRPr="00481D79">
        <w:rPr>
          <w:rtl/>
        </w:rPr>
        <w:t xml:space="preserve"> مع المنافقين في الدرك الاسفل من النار " </w:t>
      </w:r>
      <w:r w:rsidR="008127F5" w:rsidRPr="008127F5">
        <w:rPr>
          <w:rStyle w:val="libFootnotenumChar"/>
          <w:rFonts w:hint="cs"/>
          <w:rtl/>
        </w:rPr>
        <w:t>(11)</w:t>
      </w:r>
      <w:r w:rsidRPr="00481D79">
        <w:rPr>
          <w:rtl/>
        </w:rPr>
        <w:t>.</w:t>
      </w:r>
    </w:p>
    <w:p w:rsidR="00481D79" w:rsidRDefault="005B067E" w:rsidP="005B067E">
      <w:pPr>
        <w:pStyle w:val="libLine"/>
        <w:rPr>
          <w:rtl/>
        </w:rPr>
      </w:pPr>
      <w:r>
        <w:rPr>
          <w:rtl/>
        </w:rPr>
        <w:t>____________________</w:t>
      </w:r>
    </w:p>
    <w:p w:rsidR="008127F5" w:rsidRDefault="00481D79" w:rsidP="008127F5">
      <w:pPr>
        <w:pStyle w:val="libFootnote0"/>
        <w:rPr>
          <w:rFonts w:hint="cs"/>
          <w:rtl/>
        </w:rPr>
      </w:pPr>
      <w:r>
        <w:rPr>
          <w:rtl/>
        </w:rPr>
        <w:t>1</w:t>
      </w:r>
      <w:r w:rsidR="008127F5">
        <w:rPr>
          <w:rFonts w:hint="cs"/>
          <w:rtl/>
        </w:rPr>
        <w:t>-</w:t>
      </w:r>
      <w:r>
        <w:rPr>
          <w:rtl/>
        </w:rPr>
        <w:t xml:space="preserve"> ن: الحياة.</w:t>
      </w:r>
    </w:p>
    <w:p w:rsidR="00481D79" w:rsidRDefault="00481D79" w:rsidP="008127F5">
      <w:pPr>
        <w:pStyle w:val="libFootnote0"/>
        <w:rPr>
          <w:rtl/>
        </w:rPr>
      </w:pPr>
      <w:r>
        <w:rPr>
          <w:rtl/>
        </w:rPr>
        <w:t>2</w:t>
      </w:r>
      <w:r w:rsidR="008127F5">
        <w:rPr>
          <w:rFonts w:hint="cs"/>
          <w:rtl/>
        </w:rPr>
        <w:t>-</w:t>
      </w:r>
      <w:r>
        <w:rPr>
          <w:rtl/>
        </w:rPr>
        <w:t xml:space="preserve"> ط وج: بنت.</w:t>
      </w:r>
    </w:p>
    <w:p w:rsidR="008127F5" w:rsidRDefault="00481D79" w:rsidP="008127F5">
      <w:pPr>
        <w:pStyle w:val="libFootnote0"/>
        <w:rPr>
          <w:rFonts w:hint="cs"/>
          <w:rtl/>
        </w:rPr>
      </w:pPr>
      <w:r>
        <w:rPr>
          <w:rtl/>
        </w:rPr>
        <w:t>3</w:t>
      </w:r>
      <w:r w:rsidR="008127F5">
        <w:rPr>
          <w:rFonts w:hint="cs"/>
          <w:rtl/>
        </w:rPr>
        <w:t>-</w:t>
      </w:r>
      <w:r>
        <w:rPr>
          <w:rtl/>
        </w:rPr>
        <w:t xml:space="preserve"> ن: مكتوبا على.</w:t>
      </w:r>
    </w:p>
    <w:p w:rsidR="00481D79" w:rsidRDefault="00481D79" w:rsidP="008127F5">
      <w:pPr>
        <w:pStyle w:val="libFootnote0"/>
        <w:rPr>
          <w:rtl/>
        </w:rPr>
      </w:pPr>
      <w:r>
        <w:rPr>
          <w:rtl/>
        </w:rPr>
        <w:t>4</w:t>
      </w:r>
      <w:r w:rsidR="008127F5">
        <w:rPr>
          <w:rFonts w:hint="cs"/>
          <w:rtl/>
        </w:rPr>
        <w:t>-</w:t>
      </w:r>
      <w:r>
        <w:rPr>
          <w:rtl/>
        </w:rPr>
        <w:t xml:space="preserve"> ج: تزف.</w:t>
      </w:r>
    </w:p>
    <w:p w:rsidR="008127F5" w:rsidRDefault="00481D79" w:rsidP="008127F5">
      <w:pPr>
        <w:pStyle w:val="libFootnote0"/>
        <w:rPr>
          <w:rFonts w:hint="cs"/>
          <w:rtl/>
        </w:rPr>
      </w:pPr>
      <w:r>
        <w:rPr>
          <w:rtl/>
        </w:rPr>
        <w:t>5</w:t>
      </w:r>
      <w:r w:rsidR="008127F5">
        <w:rPr>
          <w:rFonts w:hint="cs"/>
          <w:rtl/>
        </w:rPr>
        <w:t>-</w:t>
      </w:r>
      <w:r>
        <w:rPr>
          <w:rtl/>
        </w:rPr>
        <w:t xml:space="preserve"> و 7</w:t>
      </w:r>
      <w:r w:rsidR="008127F5">
        <w:rPr>
          <w:rFonts w:hint="cs"/>
          <w:rtl/>
        </w:rPr>
        <w:t>-</w:t>
      </w:r>
      <w:r>
        <w:rPr>
          <w:rtl/>
        </w:rPr>
        <w:t xml:space="preserve"> من ط.</w:t>
      </w:r>
    </w:p>
    <w:p w:rsidR="00481D79" w:rsidRDefault="00481D79" w:rsidP="008127F5">
      <w:pPr>
        <w:pStyle w:val="libFootnote0"/>
        <w:rPr>
          <w:rtl/>
        </w:rPr>
      </w:pPr>
      <w:r>
        <w:rPr>
          <w:rtl/>
        </w:rPr>
        <w:t>6</w:t>
      </w:r>
      <w:r w:rsidR="008127F5">
        <w:rPr>
          <w:rFonts w:hint="cs"/>
          <w:rtl/>
        </w:rPr>
        <w:t>-</w:t>
      </w:r>
      <w:r>
        <w:rPr>
          <w:rtl/>
        </w:rPr>
        <w:t xml:space="preserve"> خ: موكل.</w:t>
      </w:r>
    </w:p>
    <w:p w:rsidR="00481D79" w:rsidRDefault="00481D79" w:rsidP="008127F5">
      <w:pPr>
        <w:pStyle w:val="libFootnote0"/>
        <w:rPr>
          <w:rtl/>
        </w:rPr>
      </w:pPr>
      <w:r>
        <w:rPr>
          <w:rtl/>
        </w:rPr>
        <w:t>8</w:t>
      </w:r>
      <w:r w:rsidR="008127F5">
        <w:rPr>
          <w:rFonts w:hint="cs"/>
          <w:rtl/>
        </w:rPr>
        <w:t>-</w:t>
      </w:r>
      <w:r>
        <w:rPr>
          <w:rtl/>
        </w:rPr>
        <w:t xml:space="preserve"> عنه البحار: 43 / 221 ح 6 والعوالم: 11 / 314 ح 4 وعن عيون الاخبار: 2 / 30 ح 38.</w:t>
      </w:r>
    </w:p>
    <w:p w:rsidR="00481D79" w:rsidRDefault="00481D79" w:rsidP="00D11BDC">
      <w:pPr>
        <w:pStyle w:val="libFootnote0"/>
        <w:rPr>
          <w:rtl/>
        </w:rPr>
      </w:pPr>
      <w:r>
        <w:rPr>
          <w:rtl/>
        </w:rPr>
        <w:t xml:space="preserve">ورواه في دلائل الامامة: 58 بالاسناد رقم " 12 ". والحمويني في فرائد السمطين: 2 / 63 ح 388 بالاسناد رقم " 48 ". وابن عساكر في تاريخ دمشق: 12 / 86. وفي تهذيبه: 4 / 236 في ترجمة الحسن بن علي أبي علي الشيزري. بإسناده عن داود بن سليمان. وأخرجه السيوطي في ذيل اللئالئ: 160 من طريق ابن عساكر بإسناده عن داود بن سليمان. وزاد في آخره: " حورية عينية، في يد كل جارية منديل من استبرق وقد زين لها تلك الجواري منذ خلقهن الله ". واورده في لسان الميزان: 2 / 417. ورواه الخوارزمي في مقتله: 1 / 52 بالاسناد رقم " 29 ". وأخرجه الطبراني في ذخائر العقبى: 48 عن مسند الامام الرضا </w:t>
      </w:r>
      <w:r w:rsidR="004226A8" w:rsidRPr="008127F5">
        <w:rPr>
          <w:rStyle w:val="libFootnoteAlaemChar"/>
          <w:rtl/>
        </w:rPr>
        <w:t>عليه‌السلام</w:t>
      </w:r>
      <w:r>
        <w:rPr>
          <w:rtl/>
        </w:rPr>
        <w:t>، والحضرمي في وسيلة المآل: 92، والقندوزي في ينابيع المودة: 199.</w:t>
      </w:r>
    </w:p>
    <w:p w:rsidR="00481D79" w:rsidRDefault="00481D79" w:rsidP="008127F5">
      <w:pPr>
        <w:pStyle w:val="libFootnote0"/>
        <w:rPr>
          <w:rtl/>
        </w:rPr>
      </w:pPr>
      <w:r>
        <w:rPr>
          <w:rtl/>
        </w:rPr>
        <w:t>9</w:t>
      </w:r>
      <w:r w:rsidR="008127F5">
        <w:rPr>
          <w:rFonts w:hint="cs"/>
          <w:rtl/>
        </w:rPr>
        <w:t>-</w:t>
      </w:r>
      <w:r>
        <w:rPr>
          <w:rtl/>
        </w:rPr>
        <w:t xml:space="preserve"> خ: لظالم.</w:t>
      </w:r>
    </w:p>
    <w:p w:rsidR="00481D79" w:rsidRDefault="00481D79" w:rsidP="008127F5">
      <w:pPr>
        <w:pStyle w:val="libFootnote0"/>
        <w:rPr>
          <w:rtl/>
        </w:rPr>
      </w:pPr>
      <w:r>
        <w:rPr>
          <w:rtl/>
        </w:rPr>
        <w:t>10</w:t>
      </w:r>
      <w:r w:rsidR="008127F5">
        <w:rPr>
          <w:rFonts w:hint="cs"/>
          <w:rtl/>
        </w:rPr>
        <w:t>-</w:t>
      </w:r>
      <w:r>
        <w:rPr>
          <w:rtl/>
        </w:rPr>
        <w:t xml:space="preserve"> في البحار والعيون: كأني بهم غدا.</w:t>
      </w:r>
    </w:p>
    <w:p w:rsidR="00481D79" w:rsidRDefault="00481D79" w:rsidP="008127F5">
      <w:pPr>
        <w:pStyle w:val="libFootnote0"/>
        <w:rPr>
          <w:rtl/>
        </w:rPr>
      </w:pPr>
      <w:r>
        <w:rPr>
          <w:rtl/>
        </w:rPr>
        <w:t>11</w:t>
      </w:r>
      <w:r w:rsidR="008127F5">
        <w:rPr>
          <w:rFonts w:hint="cs"/>
          <w:rtl/>
        </w:rPr>
        <w:t>-</w:t>
      </w:r>
      <w:r>
        <w:rPr>
          <w:rtl/>
        </w:rPr>
        <w:t xml:space="preserve"> عنه البحار: 27 / 205 ح 10 وعن عيون الاخبار: 2 / 47 ح 177. ورواه ابن المغازلي في المناقب: 66 ح 94 وص 403 ح 94 م كرر بالاسناد رقم " 25 ". والخوارزمي في مقتل الحسين: 2 / 83 بالاسناد رقم " 29 ". وزاد في آخرة: (لا يفتر عنهم ساعة ويسقون من عذاب جهنم، فالويل لهم من العذاب الاليم). وأخرجه الزمخشري في ربيع الابرار: 2 / 828، والهمداني في مودة القربى: 109، والقندوزي في ينابيع المودة: 261 عن علي </w:t>
      </w:r>
      <w:r w:rsidR="004226A8" w:rsidRPr="008127F5">
        <w:rPr>
          <w:rStyle w:val="libFootnoteAlaemChar"/>
          <w:rtl/>
        </w:rPr>
        <w:t>عليه‌السلام</w:t>
      </w:r>
      <w:r>
        <w:rPr>
          <w:rtl/>
        </w:rPr>
        <w:t xml:space="preserve">. وأخرجه الحضرمي في رشفة الصادي: 60 نقلا عن كتاب روض الاخبار عن علي </w:t>
      </w:r>
      <w:r w:rsidR="004226A8" w:rsidRPr="008127F5">
        <w:rPr>
          <w:rStyle w:val="libFootnoteAlaemChar"/>
          <w:rtl/>
        </w:rPr>
        <w:t>عليه‌السلام</w:t>
      </w:r>
      <w:r>
        <w:rPr>
          <w:rtl/>
        </w:rPr>
        <w:t>.</w:t>
      </w:r>
    </w:p>
    <w:p w:rsidR="00481D79" w:rsidRDefault="00481D79" w:rsidP="00481D79">
      <w:pPr>
        <w:pStyle w:val="libNormal"/>
        <w:rPr>
          <w:rtl/>
        </w:rPr>
      </w:pPr>
      <w:r>
        <w:rPr>
          <w:rtl/>
        </w:rPr>
        <w:br w:type="page"/>
      </w:r>
    </w:p>
    <w:p w:rsidR="00481D79" w:rsidRPr="00481D79" w:rsidRDefault="00481D79" w:rsidP="008127F5">
      <w:pPr>
        <w:pStyle w:val="libNormal"/>
        <w:rPr>
          <w:rtl/>
        </w:rPr>
      </w:pPr>
      <w:r w:rsidRPr="00481D79">
        <w:rPr>
          <w:rtl/>
        </w:rPr>
        <w:lastRenderedPageBreak/>
        <w:t xml:space="preserve">(81) - وبإسناده قال: قال رسول الله </w:t>
      </w:r>
      <w:r w:rsidR="004226A8" w:rsidRPr="004226A8">
        <w:rPr>
          <w:rStyle w:val="libAlaemChar"/>
          <w:rtl/>
        </w:rPr>
        <w:t>صلى‌الله‌عليه‌وآله</w:t>
      </w:r>
      <w:r w:rsidRPr="00481D79">
        <w:rPr>
          <w:rtl/>
        </w:rPr>
        <w:t xml:space="preserve">: " [ إن ] </w:t>
      </w:r>
      <w:r w:rsidR="008127F5" w:rsidRPr="008127F5">
        <w:rPr>
          <w:rStyle w:val="libFootnotenumChar"/>
          <w:rFonts w:hint="cs"/>
          <w:rtl/>
        </w:rPr>
        <w:t>(1)</w:t>
      </w:r>
      <w:r w:rsidRPr="00481D79">
        <w:rPr>
          <w:rtl/>
        </w:rPr>
        <w:t xml:space="preserve"> قاتل الحسين في تابوت من نار </w:t>
      </w:r>
      <w:r w:rsidR="008127F5" w:rsidRPr="008127F5">
        <w:rPr>
          <w:rStyle w:val="libFootnotenumChar"/>
          <w:rFonts w:hint="cs"/>
          <w:rtl/>
        </w:rPr>
        <w:t>(2)</w:t>
      </w:r>
      <w:r w:rsidRPr="00481D79">
        <w:rPr>
          <w:rtl/>
        </w:rPr>
        <w:t xml:space="preserve"> وعليه نصف عذاب [ أهل ] </w:t>
      </w:r>
      <w:r w:rsidR="008127F5" w:rsidRPr="008127F5">
        <w:rPr>
          <w:rStyle w:val="libFootnotenumChar"/>
          <w:rFonts w:hint="cs"/>
          <w:rtl/>
        </w:rPr>
        <w:t>(3)</w:t>
      </w:r>
      <w:r w:rsidRPr="00481D79">
        <w:rPr>
          <w:rtl/>
        </w:rPr>
        <w:t xml:space="preserve"> الدنيا </w:t>
      </w:r>
      <w:r w:rsidR="008127F5" w:rsidRPr="008127F5">
        <w:rPr>
          <w:rStyle w:val="libFootnotenumChar"/>
          <w:rFonts w:hint="cs"/>
          <w:rtl/>
        </w:rPr>
        <w:t>(4)</w:t>
      </w:r>
      <w:r w:rsidRPr="00481D79">
        <w:rPr>
          <w:rtl/>
        </w:rPr>
        <w:t xml:space="preserve">، وقد شدت </w:t>
      </w:r>
      <w:r w:rsidR="008127F5" w:rsidRPr="008127F5">
        <w:rPr>
          <w:rStyle w:val="libFootnotenumChar"/>
          <w:rFonts w:hint="cs"/>
          <w:rtl/>
        </w:rPr>
        <w:t>(5)</w:t>
      </w:r>
      <w:r w:rsidRPr="00481D79">
        <w:rPr>
          <w:rtl/>
        </w:rPr>
        <w:t xml:space="preserve"> يداه ورجلاه بسلاسل من نار فنكس </w:t>
      </w:r>
      <w:r w:rsidR="008127F5" w:rsidRPr="008127F5">
        <w:rPr>
          <w:rStyle w:val="libFootnotenumChar"/>
          <w:rFonts w:hint="cs"/>
          <w:rtl/>
        </w:rPr>
        <w:t>(6)</w:t>
      </w:r>
      <w:r w:rsidRPr="00481D79">
        <w:rPr>
          <w:rtl/>
        </w:rPr>
        <w:t xml:space="preserve"> في النار حتى يقع في قعر جهنم، وله ريح يتعوذ أهل النار إلى ربهم من شدة نتنه </w:t>
      </w:r>
      <w:r w:rsidR="008127F5" w:rsidRPr="008127F5">
        <w:rPr>
          <w:rStyle w:val="libFootnotenumChar"/>
          <w:rFonts w:hint="cs"/>
          <w:rtl/>
        </w:rPr>
        <w:t>(7)</w:t>
      </w:r>
      <w:r w:rsidRPr="00481D79">
        <w:rPr>
          <w:rtl/>
        </w:rPr>
        <w:t xml:space="preserve">، وهو فيها خالد ذائق العذاب الاليم، كلما نضجت جلودهم بدل الله لهم الجلود (حتى يذوقوا العذاب) </w:t>
      </w:r>
      <w:r w:rsidR="008127F5" w:rsidRPr="008127F5">
        <w:rPr>
          <w:rStyle w:val="libFootnotenumChar"/>
          <w:rFonts w:hint="cs"/>
          <w:rtl/>
        </w:rPr>
        <w:t>(8)</w:t>
      </w:r>
      <w:r w:rsidRPr="00481D79">
        <w:rPr>
          <w:rtl/>
        </w:rPr>
        <w:t xml:space="preserve"> لايفتر عنهم ساعة ويسقون من حميم جهنم، فالويل لهم من عذاب الله عزوجل " </w:t>
      </w:r>
      <w:r w:rsidR="008127F5" w:rsidRPr="008127F5">
        <w:rPr>
          <w:rStyle w:val="libFootnotenumChar"/>
          <w:rFonts w:hint="cs"/>
          <w:rtl/>
        </w:rPr>
        <w:t>(9)</w:t>
      </w:r>
      <w:r w:rsidRPr="00481D79">
        <w:rPr>
          <w:rtl/>
        </w:rPr>
        <w:t>.</w:t>
      </w:r>
    </w:p>
    <w:p w:rsidR="00481D79" w:rsidRPr="00481D79" w:rsidRDefault="00481D79" w:rsidP="008127F5">
      <w:pPr>
        <w:pStyle w:val="libNormal"/>
        <w:rPr>
          <w:rtl/>
        </w:rPr>
      </w:pPr>
      <w:r w:rsidRPr="00481D79">
        <w:rPr>
          <w:rtl/>
        </w:rPr>
        <w:t xml:space="preserve">(82) - وبإسناده قال: قال رسول الله </w:t>
      </w:r>
      <w:r w:rsidR="004226A8" w:rsidRPr="004226A8">
        <w:rPr>
          <w:rStyle w:val="libAlaemChar"/>
          <w:rtl/>
        </w:rPr>
        <w:t>صلى‌الله‌عليه‌وآله</w:t>
      </w:r>
      <w:r w:rsidRPr="00481D79">
        <w:rPr>
          <w:rtl/>
        </w:rPr>
        <w:t xml:space="preserve">: " أنا مدينة العلم وعلي بابها، فمن أراد العلم فليأت الباب " </w:t>
      </w:r>
      <w:r w:rsidR="008127F5" w:rsidRPr="008127F5">
        <w:rPr>
          <w:rStyle w:val="libFootnotenumChar"/>
          <w:rFonts w:hint="cs"/>
          <w:rtl/>
        </w:rPr>
        <w:t>(10)</w:t>
      </w:r>
      <w:r w:rsidRPr="00481D79">
        <w:rPr>
          <w:rtl/>
        </w:rPr>
        <w:t>.</w:t>
      </w:r>
    </w:p>
    <w:p w:rsidR="00481D79" w:rsidRDefault="005B067E" w:rsidP="005B067E">
      <w:pPr>
        <w:pStyle w:val="libLine"/>
        <w:rPr>
          <w:rtl/>
        </w:rPr>
      </w:pPr>
      <w:r>
        <w:rPr>
          <w:rtl/>
        </w:rPr>
        <w:t>____________________</w:t>
      </w:r>
    </w:p>
    <w:p w:rsidR="00481D79" w:rsidRDefault="00481D79" w:rsidP="001E111A">
      <w:pPr>
        <w:pStyle w:val="libFootnote0"/>
        <w:rPr>
          <w:rtl/>
        </w:rPr>
      </w:pPr>
      <w:r>
        <w:rPr>
          <w:rtl/>
        </w:rPr>
        <w:t>1</w:t>
      </w:r>
      <w:r w:rsidR="001E111A">
        <w:rPr>
          <w:rFonts w:hint="cs"/>
          <w:rtl/>
        </w:rPr>
        <w:t>-</w:t>
      </w:r>
      <w:r>
        <w:rPr>
          <w:rtl/>
        </w:rPr>
        <w:t xml:space="preserve"> و 3</w:t>
      </w:r>
      <w:r w:rsidR="001E111A">
        <w:rPr>
          <w:rFonts w:hint="cs"/>
          <w:rtl/>
        </w:rPr>
        <w:t>-</w:t>
      </w:r>
      <w:r>
        <w:rPr>
          <w:rtl/>
        </w:rPr>
        <w:t xml:space="preserve"> ليس في ط.</w:t>
      </w:r>
    </w:p>
    <w:p w:rsidR="00481D79" w:rsidRDefault="00481D79" w:rsidP="001E111A">
      <w:pPr>
        <w:pStyle w:val="libFootnote0"/>
        <w:rPr>
          <w:rtl/>
        </w:rPr>
      </w:pPr>
      <w:r>
        <w:rPr>
          <w:rtl/>
        </w:rPr>
        <w:t>2</w:t>
      </w:r>
      <w:r w:rsidR="001E111A">
        <w:rPr>
          <w:rFonts w:hint="cs"/>
          <w:rtl/>
        </w:rPr>
        <w:t>-</w:t>
      </w:r>
      <w:r>
        <w:rPr>
          <w:rtl/>
        </w:rPr>
        <w:t xml:space="preserve"> في بعض النسخ: النار.</w:t>
      </w:r>
    </w:p>
    <w:p w:rsidR="00481D79" w:rsidRDefault="00481D79" w:rsidP="001E111A">
      <w:pPr>
        <w:pStyle w:val="libFootnote0"/>
        <w:rPr>
          <w:rtl/>
        </w:rPr>
      </w:pPr>
      <w:r>
        <w:rPr>
          <w:rtl/>
        </w:rPr>
        <w:t>4</w:t>
      </w:r>
      <w:r w:rsidR="001E111A">
        <w:rPr>
          <w:rFonts w:hint="cs"/>
          <w:rtl/>
        </w:rPr>
        <w:t>-</w:t>
      </w:r>
      <w:r>
        <w:rPr>
          <w:rtl/>
        </w:rPr>
        <w:t xml:space="preserve"> ن وخ: النار.</w:t>
      </w:r>
    </w:p>
    <w:p w:rsidR="00481D79" w:rsidRDefault="00481D79" w:rsidP="001E111A">
      <w:pPr>
        <w:pStyle w:val="libFootnote0"/>
        <w:rPr>
          <w:rtl/>
        </w:rPr>
      </w:pPr>
      <w:r>
        <w:rPr>
          <w:rtl/>
        </w:rPr>
        <w:t>5</w:t>
      </w:r>
      <w:r w:rsidR="001E111A">
        <w:rPr>
          <w:rFonts w:hint="cs"/>
          <w:rtl/>
        </w:rPr>
        <w:t>-</w:t>
      </w:r>
      <w:r>
        <w:rPr>
          <w:rtl/>
        </w:rPr>
        <w:t xml:space="preserve"> ط: شد، ن: تشد، ج: سد.</w:t>
      </w:r>
    </w:p>
    <w:p w:rsidR="00481D79" w:rsidRDefault="00481D79" w:rsidP="001E111A">
      <w:pPr>
        <w:pStyle w:val="libFootnote0"/>
        <w:rPr>
          <w:rtl/>
        </w:rPr>
      </w:pPr>
      <w:r>
        <w:rPr>
          <w:rtl/>
        </w:rPr>
        <w:t>6</w:t>
      </w:r>
      <w:r w:rsidR="001E111A">
        <w:rPr>
          <w:rFonts w:hint="cs"/>
          <w:rtl/>
        </w:rPr>
        <w:t>-</w:t>
      </w:r>
      <w:r>
        <w:rPr>
          <w:rtl/>
        </w:rPr>
        <w:t xml:space="preserve"> في ج: من النار ونكس، وفي فرائد السمطين ومناقب ابن المغازلي وبعض النسخ: من نار منكس وفي عيون الاخبار: فيركس في النار، وفي مقتل الخوارزمي: ينكس.</w:t>
      </w:r>
    </w:p>
    <w:p w:rsidR="00481D79" w:rsidRDefault="00481D79" w:rsidP="001E111A">
      <w:pPr>
        <w:pStyle w:val="libFootnote0"/>
        <w:rPr>
          <w:rtl/>
        </w:rPr>
      </w:pPr>
      <w:r>
        <w:rPr>
          <w:rtl/>
        </w:rPr>
        <w:t>7</w:t>
      </w:r>
      <w:r w:rsidR="001E111A">
        <w:rPr>
          <w:rFonts w:hint="cs"/>
          <w:rtl/>
        </w:rPr>
        <w:t>-</w:t>
      </w:r>
      <w:r>
        <w:rPr>
          <w:rtl/>
        </w:rPr>
        <w:t xml:space="preserve"> ج: ريح نتنة.</w:t>
      </w:r>
    </w:p>
    <w:p w:rsidR="00481D79" w:rsidRDefault="00481D79" w:rsidP="001E111A">
      <w:pPr>
        <w:pStyle w:val="libFootnote0"/>
        <w:rPr>
          <w:rtl/>
        </w:rPr>
      </w:pPr>
      <w:r>
        <w:rPr>
          <w:rtl/>
        </w:rPr>
        <w:t>8</w:t>
      </w:r>
      <w:r w:rsidR="001E111A">
        <w:rPr>
          <w:rFonts w:hint="cs"/>
          <w:rtl/>
        </w:rPr>
        <w:t>-</w:t>
      </w:r>
      <w:r>
        <w:rPr>
          <w:rtl/>
        </w:rPr>
        <w:t xml:space="preserve"> ن: ليذوقوا العذاب الاليم.</w:t>
      </w:r>
    </w:p>
    <w:p w:rsidR="00481D79" w:rsidRDefault="00481D79" w:rsidP="00D11BDC">
      <w:pPr>
        <w:pStyle w:val="libFootnote0"/>
        <w:rPr>
          <w:rtl/>
        </w:rPr>
      </w:pPr>
      <w:r>
        <w:rPr>
          <w:rtl/>
        </w:rPr>
        <w:t>وهو إشارة إلى قوله تعالى في سورة النساء: 56: " إن الذين كفروا بآياتنا سوف نصليهم نارا كلما نضجت جلودهم بدلناهم جلودا غيرها ليذوقوا العذاب إن الله كان عزيزا حكيما ".</w:t>
      </w:r>
    </w:p>
    <w:p w:rsidR="00481D79" w:rsidRDefault="00481D79" w:rsidP="001E111A">
      <w:pPr>
        <w:pStyle w:val="libFootnote0"/>
        <w:rPr>
          <w:rtl/>
        </w:rPr>
      </w:pPr>
      <w:r>
        <w:rPr>
          <w:rtl/>
        </w:rPr>
        <w:t>9</w:t>
      </w:r>
      <w:r w:rsidR="001E111A">
        <w:rPr>
          <w:rFonts w:hint="cs"/>
          <w:rtl/>
        </w:rPr>
        <w:t>-</w:t>
      </w:r>
      <w:r>
        <w:rPr>
          <w:rtl/>
        </w:rPr>
        <w:t xml:space="preserve"> عنه البحار: 44 / 300 ح 3 وعن العيون: 2 / 47 ح 178. ورواه الحمويني في فرائد السمطين: 2 / 264 ح 532 بالاسناد رقم " 55 ". والخوارزمي في مقتل الحسين: 2 / 83 بالاسناد رقم " 29 ". وابن المغازلي في المناقب: 66 ح 95 وص 403 ح 95 مكرر بالاسناد رقم " 25 ".</w:t>
      </w:r>
    </w:p>
    <w:p w:rsidR="00481D79" w:rsidRDefault="00481D79" w:rsidP="00D11BDC">
      <w:pPr>
        <w:pStyle w:val="libFootnote0"/>
        <w:rPr>
          <w:rtl/>
        </w:rPr>
      </w:pPr>
      <w:r>
        <w:rPr>
          <w:rtl/>
        </w:rPr>
        <w:t xml:space="preserve">وأخرجه عبدالله الشافعي في المناقب: 215 (مخطوط) نقلا من مناقب ابن المغازلي. وأخرجه ابن الديبغ الشيباني في كتابه تمييز الطيب من الخبيث: 139. وابن الصبان في إسعاف الراغبين: 210 (المطبوع بهامش نور الابصار) من طريق ابن حجر عن علي. وأخرجه الكازروني في شرف النبي (على ما في مناقب الكاشي: 252 مخطوط)، والهمداني في مودة القربى: 112، والسخاوي في المقاصد الحسنة: 302 عن علي </w:t>
      </w:r>
      <w:r w:rsidR="004226A8" w:rsidRPr="001E111A">
        <w:rPr>
          <w:rStyle w:val="libFootnoteAlaemChar"/>
          <w:rtl/>
        </w:rPr>
        <w:t>عليه‌السلام</w:t>
      </w:r>
      <w:r>
        <w:rPr>
          <w:rtl/>
        </w:rPr>
        <w:t>، والحضرمي في رشفة الصادي: 60 نقلا من كتاب روض الاخبار. (وأورده المناوي في فيض القدير وغيره بألفاظ).</w:t>
      </w:r>
    </w:p>
    <w:p w:rsidR="00827655" w:rsidRDefault="00481D79" w:rsidP="001E111A">
      <w:pPr>
        <w:pStyle w:val="libFootnote0"/>
        <w:rPr>
          <w:rtl/>
        </w:rPr>
      </w:pPr>
      <w:r>
        <w:rPr>
          <w:rtl/>
        </w:rPr>
        <w:t>10</w:t>
      </w:r>
      <w:r w:rsidR="001E111A">
        <w:rPr>
          <w:rFonts w:hint="cs"/>
          <w:rtl/>
        </w:rPr>
        <w:t>-</w:t>
      </w:r>
      <w:r>
        <w:rPr>
          <w:rtl/>
        </w:rPr>
        <w:t xml:space="preserve"> وهذا الحديث مما تواتر نقله عند علماء الفريقين، وروي عن عدة من الائمة الطاهرين </w:t>
      </w:r>
      <w:r w:rsidR="004226A8" w:rsidRPr="001E111A">
        <w:rPr>
          <w:rStyle w:val="libFootnoteAlaemChar"/>
          <w:rtl/>
        </w:rPr>
        <w:t>عليهم‌السلام</w:t>
      </w:r>
      <w:r>
        <w:rPr>
          <w:rtl/>
        </w:rPr>
        <w:t xml:space="preserve"> </w:t>
      </w:r>
      <w:r w:rsidR="00827655">
        <w:rPr>
          <w:rtl/>
        </w:rPr>
        <w:t>=</w:t>
      </w:r>
    </w:p>
    <w:p w:rsidR="00481D79" w:rsidRDefault="00481D79" w:rsidP="00481D79">
      <w:pPr>
        <w:pStyle w:val="libNormal"/>
        <w:rPr>
          <w:rtl/>
        </w:rPr>
      </w:pPr>
      <w:r>
        <w:rPr>
          <w:rtl/>
        </w:rPr>
        <w:br w:type="page"/>
      </w:r>
    </w:p>
    <w:p w:rsidR="00481D79" w:rsidRDefault="005B067E" w:rsidP="005B067E">
      <w:pPr>
        <w:pStyle w:val="libLine"/>
        <w:rPr>
          <w:rtl/>
        </w:rPr>
      </w:pPr>
      <w:r>
        <w:rPr>
          <w:rtl/>
        </w:rPr>
        <w:lastRenderedPageBreak/>
        <w:t>____________________</w:t>
      </w:r>
    </w:p>
    <w:p w:rsidR="00481D79" w:rsidRPr="00D11BDC" w:rsidRDefault="00827655" w:rsidP="00D11BDC">
      <w:pPr>
        <w:pStyle w:val="libFootnote0"/>
        <w:rPr>
          <w:rtl/>
        </w:rPr>
      </w:pPr>
      <w:r>
        <w:rPr>
          <w:rtl/>
        </w:rPr>
        <w:t>=</w:t>
      </w:r>
      <w:r w:rsidR="00481D79">
        <w:rPr>
          <w:rtl/>
        </w:rPr>
        <w:t xml:space="preserve">والصحابة والتابعين منهم: الامام أمير المؤمنين </w:t>
      </w:r>
      <w:r w:rsidR="004226A8" w:rsidRPr="001E111A">
        <w:rPr>
          <w:rStyle w:val="libFootnoteAlaemChar"/>
          <w:rtl/>
        </w:rPr>
        <w:t>عليه‌السلام</w:t>
      </w:r>
      <w:r w:rsidR="00481D79">
        <w:rPr>
          <w:rtl/>
        </w:rPr>
        <w:t xml:space="preserve"> فممن رواه عنه: الصدوق في عيون الاخبار: 2 / 66 ح 298، اخرجه عنه في المختصر: 92 والبحار: 40 / 201 ح 4. ورواه ايضا في الامالي: 282 المجلس 55 ح 1، باسناده عن الاصبغ بن نباتة في حديث طويل في خطبة الحسن أوائل خلافة أبيه </w:t>
      </w:r>
      <w:r w:rsidR="004226A8" w:rsidRPr="001E111A">
        <w:rPr>
          <w:rStyle w:val="libFootnoteAlaemChar"/>
          <w:rtl/>
        </w:rPr>
        <w:t>عليهما‌السلام</w:t>
      </w:r>
      <w:r w:rsidR="00481D79">
        <w:rPr>
          <w:rtl/>
        </w:rPr>
        <w:t>.</w:t>
      </w:r>
    </w:p>
    <w:p w:rsidR="00481D79" w:rsidRPr="00D11BDC" w:rsidRDefault="00481D79" w:rsidP="00D11BDC">
      <w:pPr>
        <w:pStyle w:val="libFootnote0"/>
        <w:rPr>
          <w:rtl/>
        </w:rPr>
      </w:pPr>
      <w:r>
        <w:rPr>
          <w:rtl/>
        </w:rPr>
        <w:t>ومثله ما رواه في التوحيد: 304 ح 1، والمفيد في الامالي: 282 ضمن ح 1، والاختصاص: 232.</w:t>
      </w:r>
    </w:p>
    <w:p w:rsidR="00481D79" w:rsidRPr="00D11BDC" w:rsidRDefault="00481D79" w:rsidP="00D11BDC">
      <w:pPr>
        <w:pStyle w:val="libFootnote0"/>
        <w:rPr>
          <w:rtl/>
        </w:rPr>
      </w:pPr>
      <w:r>
        <w:rPr>
          <w:rtl/>
        </w:rPr>
        <w:t>وأورده القندوزي في ينابيع المودة: 72.</w:t>
      </w:r>
    </w:p>
    <w:p w:rsidR="00481D79" w:rsidRPr="00D11BDC" w:rsidRDefault="00481D79" w:rsidP="00D11BDC">
      <w:pPr>
        <w:pStyle w:val="libFootnote0"/>
        <w:rPr>
          <w:rtl/>
        </w:rPr>
      </w:pPr>
      <w:r>
        <w:rPr>
          <w:rtl/>
        </w:rPr>
        <w:t>ثم قال: ذكرها أبوسعيد البختري.</w:t>
      </w:r>
    </w:p>
    <w:p w:rsidR="00481D79" w:rsidRPr="00D11BDC" w:rsidRDefault="00481D79" w:rsidP="00D11BDC">
      <w:pPr>
        <w:pStyle w:val="libFootnote0"/>
        <w:rPr>
          <w:rtl/>
        </w:rPr>
      </w:pPr>
      <w:r>
        <w:rPr>
          <w:rtl/>
        </w:rPr>
        <w:t>ورواه الطوسي في أماليه: 2 / 190، عنه البحار: 40 / 207 ح 16 بإسناده عن الصفار، عن الرضا.</w:t>
      </w:r>
    </w:p>
    <w:p w:rsidR="00481D79" w:rsidRPr="00D11BDC" w:rsidRDefault="00481D79" w:rsidP="00D11BDC">
      <w:pPr>
        <w:pStyle w:val="libFootnote0"/>
        <w:rPr>
          <w:rtl/>
        </w:rPr>
      </w:pPr>
      <w:r>
        <w:rPr>
          <w:rtl/>
        </w:rPr>
        <w:t>ورواه عن الصفار أيضا ابن المغازلي في مناقبه: 85 ح 126، أخرجه عنه ابن بطريق في العمدة: 153 والقندوزي في ينابيع المودة: 73.</w:t>
      </w:r>
    </w:p>
    <w:p w:rsidR="00481D79" w:rsidRPr="00D11BDC" w:rsidRDefault="00481D79" w:rsidP="00D11BDC">
      <w:pPr>
        <w:pStyle w:val="libFootnote0"/>
        <w:rPr>
          <w:rtl/>
        </w:rPr>
      </w:pPr>
      <w:r>
        <w:rPr>
          <w:rtl/>
        </w:rPr>
        <w:t xml:space="preserve">ورواه أيضا ابن المغازلي في المناقب: 81 ح 122 بإسناده عن جرير، عن علي </w:t>
      </w:r>
      <w:r w:rsidR="004226A8" w:rsidRPr="001E111A">
        <w:rPr>
          <w:rStyle w:val="libFootnoteAlaemChar"/>
          <w:rtl/>
        </w:rPr>
        <w:t>عليه‌السلام</w:t>
      </w:r>
      <w:r>
        <w:rPr>
          <w:rtl/>
        </w:rPr>
        <w:t>.</w:t>
      </w:r>
    </w:p>
    <w:p w:rsidR="00481D79" w:rsidRPr="00D11BDC" w:rsidRDefault="00481D79" w:rsidP="00D11BDC">
      <w:pPr>
        <w:pStyle w:val="libFootnote0"/>
        <w:rPr>
          <w:rtl/>
        </w:rPr>
      </w:pPr>
      <w:r>
        <w:rPr>
          <w:rtl/>
        </w:rPr>
        <w:t xml:space="preserve">أخرجه عنه في العمدة: 154 بطريقين عن حذيفة، عن علي </w:t>
      </w:r>
      <w:r w:rsidR="004226A8" w:rsidRPr="001E111A">
        <w:rPr>
          <w:rStyle w:val="libFootnoteAlaemChar"/>
          <w:rtl/>
        </w:rPr>
        <w:t>عليه‌السلام</w:t>
      </w:r>
      <w:r>
        <w:rPr>
          <w:rtl/>
        </w:rPr>
        <w:t xml:space="preserve"> وكذا في الينابيع: 72 وص 73 بالاضافة إلى ما نقله من طريق ابن المغازلي عن الرضا </w:t>
      </w:r>
      <w:r w:rsidR="004226A8" w:rsidRPr="001E111A">
        <w:rPr>
          <w:rStyle w:val="libFootnoteAlaemChar"/>
          <w:rtl/>
        </w:rPr>
        <w:t>عليه‌السلام</w:t>
      </w:r>
      <w:r>
        <w:rPr>
          <w:rtl/>
        </w:rPr>
        <w:t>. وأخرجه عنه أيضا عبد الله الشافعي في المناقب: 124 (مخطوط). ورواه الخطيب البغدادي في تاريخ بغداد: 1 / 48 وفي الرياض النضرة: 2 / 193، ثم قال: أخرجه في المصابيح.</w:t>
      </w:r>
    </w:p>
    <w:p w:rsidR="00481D79" w:rsidRPr="00D11BDC" w:rsidRDefault="00481D79" w:rsidP="00D11BDC">
      <w:pPr>
        <w:pStyle w:val="libFootnote0"/>
        <w:rPr>
          <w:rtl/>
        </w:rPr>
      </w:pPr>
      <w:r>
        <w:rPr>
          <w:rtl/>
        </w:rPr>
        <w:t>ورواه الحافظ الكنجي في كفاية الطالب: 220 بإسناد طويل، ثم قال: هكذا رواه الخطيب في تاريخه.</w:t>
      </w:r>
    </w:p>
    <w:p w:rsidR="00481D79" w:rsidRPr="00D11BDC" w:rsidRDefault="00481D79" w:rsidP="00D11BDC">
      <w:pPr>
        <w:pStyle w:val="libFootnote0"/>
        <w:rPr>
          <w:rtl/>
        </w:rPr>
      </w:pPr>
      <w:r>
        <w:rPr>
          <w:rtl/>
        </w:rPr>
        <w:t>أخرجه عنهما الامرتسري في أرجح المطالب: 458. والصديق الحسني المغربي في فتح العلى: 7 من طريق الخطيب. وفي ص 22 من طريق الخطيب في كتابه تلخيص المتشابه بسنده المذكور.</w:t>
      </w:r>
    </w:p>
    <w:p w:rsidR="00481D79" w:rsidRPr="00D11BDC" w:rsidRDefault="00481D79" w:rsidP="00D11BDC">
      <w:pPr>
        <w:pStyle w:val="libFootnote0"/>
        <w:rPr>
          <w:rtl/>
        </w:rPr>
      </w:pPr>
      <w:r>
        <w:rPr>
          <w:rtl/>
        </w:rPr>
        <w:t xml:space="preserve">ومن طريق أبونعيم في الحلية، وأبوالحسن علي بن عمر الحربي في أماليه. وفي ص 23 من طريق ابن النجار في تاريخه بإسناده إلى داود بن سليمان الغازي، عن الرضا </w:t>
      </w:r>
      <w:r w:rsidR="004226A8" w:rsidRPr="001E111A">
        <w:rPr>
          <w:rStyle w:val="libFootnoteAlaemChar"/>
          <w:rtl/>
        </w:rPr>
        <w:t>عليه‌السلام</w:t>
      </w:r>
      <w:r>
        <w:rPr>
          <w:rtl/>
        </w:rPr>
        <w:t>. ورواه الذهبي الدمشقي في ميزان الاعتدال: 1 / 436.</w:t>
      </w:r>
    </w:p>
    <w:p w:rsidR="00481D79" w:rsidRPr="00D11BDC" w:rsidRDefault="00481D79" w:rsidP="00D11BDC">
      <w:pPr>
        <w:pStyle w:val="libFootnote0"/>
        <w:rPr>
          <w:rtl/>
        </w:rPr>
      </w:pPr>
      <w:r>
        <w:rPr>
          <w:rtl/>
        </w:rPr>
        <w:t>والكشفي الحنفي الترمذي في المناقب المرتضوية: 132.</w:t>
      </w:r>
    </w:p>
    <w:p w:rsidR="00827655" w:rsidRDefault="00481D79" w:rsidP="00D11BDC">
      <w:pPr>
        <w:pStyle w:val="libFootnote0"/>
        <w:rPr>
          <w:rtl/>
        </w:rPr>
      </w:pPr>
      <w:r>
        <w:rPr>
          <w:rtl/>
        </w:rPr>
        <w:t xml:space="preserve">وعبد القادر الورديفي الخيراني البويشي الشفشاوتي في كتابه سعد الشموس والاقمار: 210، و خواجه المحمدي الحنفي في علم الكتاب: 266، والمحقق البهلول في تاريخ آل محمد: 56 وابن كثير القرشي في البداية والنهاية: 7 / 358، ومحمد بن سليمان في مجمع الفوائد: 212، والسيد محمد البخاري في كتابه تذكرة الابرار، عند ذكر أمير المؤمنين </w:t>
      </w:r>
      <w:r w:rsidR="004226A8" w:rsidRPr="001E111A">
        <w:rPr>
          <w:rStyle w:val="libFootnoteAlaemChar"/>
          <w:rtl/>
        </w:rPr>
        <w:t>عليه‌السلام</w:t>
      </w:r>
      <w:r>
        <w:rPr>
          <w:rtl/>
        </w:rPr>
        <w:t>.</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وشاه ولي الله الدهلوي في كتابه قرة العينين، في عدة مواضع وفي كتابه إزالة الخفاء والشيخ جمال الدين الهندي في تذكرة الموضوعات. ورواه ابن عساكر في ترجمة الامام أمير المؤمنين </w:t>
      </w:r>
      <w:r w:rsidR="004226A8" w:rsidRPr="001E111A">
        <w:rPr>
          <w:rStyle w:val="libFootnoteAlaemChar"/>
          <w:rtl/>
        </w:rPr>
        <w:t>عليه‌السلام</w:t>
      </w:r>
      <w:r w:rsidR="00481D79">
        <w:rPr>
          <w:rtl/>
        </w:rPr>
        <w:t xml:space="preserve"> من تاريخ دمشق: 2 / 464 ح 984 وص 479 ح 998 في حديث بطريقين.</w:t>
      </w:r>
    </w:p>
    <w:p w:rsidR="00481D79" w:rsidRDefault="00481D79" w:rsidP="00D11BDC">
      <w:pPr>
        <w:pStyle w:val="libFootnote0"/>
        <w:rPr>
          <w:rtl/>
        </w:rPr>
      </w:pPr>
      <w:r>
        <w:rPr>
          <w:rtl/>
        </w:rPr>
        <w:t xml:space="preserve">ورواه الحسكاني في شواهد التنزيل: 1 / 334 ح 459 بإسناده عن الحارث عن علي </w:t>
      </w:r>
      <w:r w:rsidR="004226A8" w:rsidRPr="001E111A">
        <w:rPr>
          <w:rStyle w:val="libFootnoteAlaemChar"/>
          <w:rtl/>
        </w:rPr>
        <w:t>عليه‌السلام</w:t>
      </w:r>
      <w:r>
        <w:rPr>
          <w:rtl/>
        </w:rPr>
        <w:t>.</w:t>
      </w:r>
    </w:p>
    <w:p w:rsidR="00481D79" w:rsidRDefault="00481D79" w:rsidP="00D11BDC">
      <w:pPr>
        <w:pStyle w:val="libFootnote0"/>
        <w:rPr>
          <w:rtl/>
        </w:rPr>
      </w:pPr>
      <w:r>
        <w:rPr>
          <w:rtl/>
        </w:rPr>
        <w:t xml:space="preserve">ورواه أبونعيم في فضائل الصحابة: 12 (مخطوط) في ترجمة أمير المؤمنين </w:t>
      </w:r>
      <w:r w:rsidR="004226A8" w:rsidRPr="001E111A">
        <w:rPr>
          <w:rStyle w:val="libFootnoteAlaemChar"/>
          <w:rtl/>
        </w:rPr>
        <w:t>عليه‌السلام</w:t>
      </w:r>
      <w:r>
        <w:rPr>
          <w:rtl/>
        </w:rPr>
        <w:t>.</w:t>
      </w:r>
    </w:p>
    <w:p w:rsidR="00481D79" w:rsidRDefault="00481D79" w:rsidP="00D11BDC">
      <w:pPr>
        <w:pStyle w:val="libFootnote0"/>
        <w:rPr>
          <w:rtl/>
        </w:rPr>
      </w:pPr>
      <w:r>
        <w:rPr>
          <w:rtl/>
        </w:rPr>
        <w:t>أبوالعباس المبرد في كتابه الفاضل: 3 في ثلاثة مواضع، وأخرجه المتقي الهندي في كنز العمال: 12 / 12 من طريق أبي نعيم. ورواه في منتخبه: 5 / 30 (المطبوع بهامش مسند أحمد).</w:t>
      </w:r>
    </w:p>
    <w:p w:rsidR="00481D79" w:rsidRDefault="00481D79" w:rsidP="00D11BDC">
      <w:pPr>
        <w:pStyle w:val="libFootnote0"/>
        <w:rPr>
          <w:rtl/>
        </w:rPr>
      </w:pPr>
      <w:r>
        <w:rPr>
          <w:rtl/>
        </w:rPr>
        <w:t>وأخرجه كل من: الشيخ محمد صدر العالم في كتابه معارج العلى في مناقب المرتضى من طريق جمع الجوامع للسيوطي. وأبواسحاق الثعلبي في تفسيره الكشف والبيان (مخطوط). وابن الديبغ الشيباني في تمييز الطيب من الخبيث: 41. وابن الاثير الجزري في جامع الاصول، وميرزا مخدوم الجرجاني الشيرازي في الفصل الثاني من كتابه نواقض الروافض. والسيوطي في الدرر المنتثرة: 42 جميعا من طريق الترمذي.</w:t>
      </w:r>
    </w:p>
    <w:p w:rsidR="00481D79" w:rsidRDefault="00481D79" w:rsidP="00D11BDC">
      <w:pPr>
        <w:pStyle w:val="libFootnote0"/>
        <w:rPr>
          <w:rtl/>
        </w:rPr>
      </w:pPr>
      <w:r>
        <w:rPr>
          <w:rtl/>
        </w:rPr>
        <w:t>وفي تاريخ الخلفاء: 66 من طريق الترمذي والحاكم، وبهذا الطريق أخرجه ابن حجر الهيثمي في الصواعق المحرقة، وابن الصبان في إسعاف الراغبين: 170 (المطبوع بهامش نور الابصار).</w:t>
      </w:r>
    </w:p>
    <w:p w:rsidR="00481D79" w:rsidRDefault="00481D79" w:rsidP="00D11BDC">
      <w:pPr>
        <w:pStyle w:val="libFootnote0"/>
        <w:rPr>
          <w:rtl/>
        </w:rPr>
      </w:pPr>
      <w:r>
        <w:rPr>
          <w:rtl/>
        </w:rPr>
        <w:t>وأخرجه سبط بن الجوزي في تذكرة الخواص: 53 من طريق أحمد في الفضائل، وأخرجه الحضرمي في وسيلة المآل: 124 (مخطوط) والقندوزي في ينابيع المودة: 210 من طريق أبي عمرو.</w:t>
      </w:r>
    </w:p>
    <w:p w:rsidR="00481D79" w:rsidRDefault="00481D79" w:rsidP="00D11BDC">
      <w:pPr>
        <w:pStyle w:val="libFootnote0"/>
        <w:rPr>
          <w:rtl/>
        </w:rPr>
      </w:pPr>
      <w:r>
        <w:rPr>
          <w:rtl/>
        </w:rPr>
        <w:t xml:space="preserve">وأخرجه العيني الحنفي الحيدرآبادي في مناقب سيدنا علي </w:t>
      </w:r>
      <w:r w:rsidR="004226A8" w:rsidRPr="001E111A">
        <w:rPr>
          <w:rStyle w:val="libFootnoteAlaemChar"/>
          <w:rtl/>
        </w:rPr>
        <w:t>عليه‌السلام</w:t>
      </w:r>
      <w:r>
        <w:rPr>
          <w:rtl/>
        </w:rPr>
        <w:t>: 67 من طريق الترمذي ومن طريق قول ابن حجر: " أخرجه البزار والطبراني في الاوسط عن جابر والطبراني والحاكم والعقيلي عن ابن عمر والترمذي والحاكم عن علي ".</w:t>
      </w:r>
    </w:p>
    <w:p w:rsidR="00481D79" w:rsidRDefault="00481D79" w:rsidP="00D11BDC">
      <w:pPr>
        <w:pStyle w:val="libFootnote0"/>
        <w:rPr>
          <w:rtl/>
        </w:rPr>
      </w:pPr>
      <w:r>
        <w:rPr>
          <w:rtl/>
        </w:rPr>
        <w:t>وأخرجه في ص 69 و 73 من طريق الهروي الانباري وأبي الحسن بن شاذان، وفي ص 72 من طريق السيوطي في القول الجلي في فضائل علي.</w:t>
      </w:r>
    </w:p>
    <w:p w:rsidR="00481D79" w:rsidRDefault="00481D79" w:rsidP="00D11BDC">
      <w:pPr>
        <w:pStyle w:val="libFootnote0"/>
        <w:rPr>
          <w:rtl/>
        </w:rPr>
      </w:pPr>
      <w:r>
        <w:rPr>
          <w:rtl/>
        </w:rPr>
        <w:t>ومن طريق أبونعيم في المعرفة، وفي ص 70 من طريق الخطيب، وفي ص 71 من طريق ابن المغازلي وابن مردويه وابن النجار.</w:t>
      </w:r>
    </w:p>
    <w:p w:rsidR="00481D79" w:rsidRDefault="00481D79" w:rsidP="00D11BDC">
      <w:pPr>
        <w:pStyle w:val="libFootnote0"/>
        <w:rPr>
          <w:rtl/>
        </w:rPr>
      </w:pPr>
      <w:r>
        <w:rPr>
          <w:rtl/>
        </w:rPr>
        <w:t>وأخرجه القندوزي في ينابيع المودة: 282 من طريق البزار والطبراني في الاوسط عن جابر.</w:t>
      </w:r>
    </w:p>
    <w:p w:rsidR="00481D79" w:rsidRDefault="00481D79" w:rsidP="00D11BDC">
      <w:pPr>
        <w:pStyle w:val="libFootnote0"/>
        <w:rPr>
          <w:rtl/>
        </w:rPr>
      </w:pPr>
      <w:r>
        <w:rPr>
          <w:rtl/>
        </w:rPr>
        <w:t>والطبراني والحاكم والعقيلي وابن عدي عن ابن عمر، والترمذي والحاكم عن علي.</w:t>
      </w:r>
    </w:p>
    <w:p w:rsidR="00481D79" w:rsidRDefault="00481D79" w:rsidP="00D11BDC">
      <w:pPr>
        <w:pStyle w:val="libFootnote0"/>
        <w:rPr>
          <w:rtl/>
        </w:rPr>
      </w:pPr>
      <w:r>
        <w:rPr>
          <w:rtl/>
        </w:rPr>
        <w:t>وبهذا الطريق أخرجه الشيخ رجب بن أحمد في الوسيلة الاحمدية في شرح الطريقة المحمدية (المطبوع بهامش البريقة المحمدية): 4 / 20.</w:t>
      </w:r>
    </w:p>
    <w:p w:rsidR="00827655" w:rsidRDefault="00481D79" w:rsidP="00D11BDC">
      <w:pPr>
        <w:pStyle w:val="libFootnote0"/>
        <w:rPr>
          <w:rtl/>
        </w:rPr>
      </w:pPr>
      <w:r>
        <w:rPr>
          <w:rtl/>
        </w:rPr>
        <w:t xml:space="preserve">وأخرجه الامرتسري في أرجح المطالب: 104 من طريق البزار، عن جابر، والعقيلي وابن عدي </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عن ابن عمر، والطبراني عن كليهما، والحاكم عن علي وابن عمر، والبغوي وأبونعيم عن علي.</w:t>
      </w:r>
    </w:p>
    <w:p w:rsidR="00481D79" w:rsidRDefault="00481D79" w:rsidP="00D11BDC">
      <w:pPr>
        <w:pStyle w:val="libFootnote0"/>
        <w:rPr>
          <w:rtl/>
        </w:rPr>
      </w:pPr>
      <w:r>
        <w:rPr>
          <w:rtl/>
        </w:rPr>
        <w:t>ثم قال: ورواه جماعة، وحسنه الحافظان العلائي وابن حجر العسقلاني.</w:t>
      </w:r>
    </w:p>
    <w:p w:rsidR="00481D79" w:rsidRDefault="00481D79" w:rsidP="00D11BDC">
      <w:pPr>
        <w:pStyle w:val="libFootnote0"/>
        <w:rPr>
          <w:rtl/>
        </w:rPr>
      </w:pPr>
      <w:r>
        <w:rPr>
          <w:rtl/>
        </w:rPr>
        <w:t>وأخرجه من بعض الطرق أعلاه الميرزا محمد البدخشاني في كتابه نزل الابرار بما صح من مناقب أهل البيت الاطهار: 27، والشيخ بن عبدالله العيدروس في كتابه العقد لنبوي والسر المصطفوي.</w:t>
      </w:r>
    </w:p>
    <w:p w:rsidR="00481D79" w:rsidRDefault="00481D79" w:rsidP="00D11BDC">
      <w:pPr>
        <w:pStyle w:val="libFootnote0"/>
        <w:rPr>
          <w:rtl/>
        </w:rPr>
      </w:pPr>
      <w:r>
        <w:rPr>
          <w:rtl/>
        </w:rPr>
        <w:t>وأخرجه اللكنهوئي في مرآة المؤمنين في مناقب أهل بيت سيد المرسلين: 67 من طريق الحاكم.</w:t>
      </w:r>
    </w:p>
    <w:p w:rsidR="00481D79" w:rsidRDefault="00481D79" w:rsidP="00D11BDC">
      <w:pPr>
        <w:pStyle w:val="libFootnote0"/>
        <w:rPr>
          <w:rtl/>
        </w:rPr>
      </w:pPr>
      <w:r>
        <w:rPr>
          <w:rtl/>
        </w:rPr>
        <w:t>وأخرجه ابن صلاح اليمني الصنعاني في كتابه: الروضة الندية في شرح التحفة العلوية من طريق الحاكم وابن جرير والسيوطي. والرازي في أرجح المطالب: 122 من طريق الحاكم والبغوي وأبي نعيم. والشيخ إبراهيم بن عبدالله الوصابي اليمني الشافعي في كتابه الاكتفاء. من طريق أبي نعيم في المعرفة والحاكم والخطيب. والبدخشي في مفتاح النجا: 55 من طريق أبي نعيم في المعرفة.</w:t>
      </w:r>
    </w:p>
    <w:p w:rsidR="00481D79" w:rsidRDefault="00481D79" w:rsidP="00D11BDC">
      <w:pPr>
        <w:pStyle w:val="libFootnote0"/>
        <w:rPr>
          <w:rtl/>
        </w:rPr>
      </w:pPr>
      <w:r>
        <w:rPr>
          <w:rtl/>
        </w:rPr>
        <w:t>وأخرجه القرشي الهندي في تفريح الاحباب في مناقب الآل والاصحاب: 350 من طريق الطبراني والبزاز.</w:t>
      </w:r>
    </w:p>
    <w:p w:rsidR="00481D79" w:rsidRDefault="00481D79" w:rsidP="00D11BDC">
      <w:pPr>
        <w:pStyle w:val="libFootnote0"/>
        <w:rPr>
          <w:rtl/>
        </w:rPr>
      </w:pPr>
      <w:r>
        <w:rPr>
          <w:rtl/>
        </w:rPr>
        <w:t>ورواه المحدث المعاصر السيد أحمد بن محمد بن الصديق الحسني المغربي في كتابه: فتح العلى: 3 بإسناد طويل عن ابن عباس. ورواه أيضا في ص 41.</w:t>
      </w:r>
    </w:p>
    <w:p w:rsidR="00481D79" w:rsidRDefault="00481D79" w:rsidP="00D11BDC">
      <w:pPr>
        <w:pStyle w:val="libFootnote0"/>
        <w:rPr>
          <w:rtl/>
        </w:rPr>
      </w:pPr>
      <w:r>
        <w:rPr>
          <w:rtl/>
        </w:rPr>
        <w:t>قال: " واخرجه الحافظ أبومحمد الحسن بن أحمد السمرقندي في " بحر الاسانيد في صحاح المسانيد " الذي جمع فيه مأة ألف حديث بالاسانيد الصحيحة وفيه: يقول الحافظ أبوسعد بن السمعاني: لو رتب و هذب لم يقع في الاسلام مثله. وهو في ثمانمائة جزء.</w:t>
      </w:r>
    </w:p>
    <w:p w:rsidR="00481D79" w:rsidRDefault="00481D79" w:rsidP="00D11BDC">
      <w:pPr>
        <w:pStyle w:val="libFootnote0"/>
        <w:rPr>
          <w:rtl/>
        </w:rPr>
      </w:pPr>
      <w:r>
        <w:rPr>
          <w:rtl/>
        </w:rPr>
        <w:t>والحديث رواه عن أبي الصلت جماعة منهم: محمد بن إسماعيل الضراري، ومحمد بن عبدالرحيم الهروي، والحسن بن علي المعمري، ومحمد بن علي الصائغ، وإسحاق بن حسن بن ميمون الحربي، والقاسم بن عبدالرحمن الانباري، والحسين بن فهم بن عبدالرحمن.</w:t>
      </w:r>
    </w:p>
    <w:p w:rsidR="00481D79" w:rsidRDefault="00481D79" w:rsidP="00D11BDC">
      <w:pPr>
        <w:pStyle w:val="libFootnote0"/>
        <w:rPr>
          <w:rtl/>
        </w:rPr>
      </w:pPr>
      <w:r>
        <w:rPr>
          <w:rtl/>
        </w:rPr>
        <w:t>- أما رواية محمد بن إسماعيل فأخرجها ابن جرير في تهذيب الآثار قال: حدثنا محمد بن إسماعيل الضراري، ثنا عبدالسلام بن صالح الهروي وذكر الحديث.</w:t>
      </w:r>
    </w:p>
    <w:p w:rsidR="00481D79" w:rsidRDefault="00481D79" w:rsidP="00D11BDC">
      <w:pPr>
        <w:pStyle w:val="libFootnote0"/>
        <w:rPr>
          <w:rtl/>
        </w:rPr>
      </w:pPr>
      <w:r>
        <w:rPr>
          <w:rtl/>
        </w:rPr>
        <w:t>- وأما رواية محمد بن عبدالرحيم فأخرجها الحاكم في المستدرك على الصحيحين قال: حدثنا أبوالعباس وذكر الحديث.</w:t>
      </w:r>
    </w:p>
    <w:p w:rsidR="00481D79" w:rsidRDefault="00481D79" w:rsidP="00D11BDC">
      <w:pPr>
        <w:pStyle w:val="libFootnote0"/>
        <w:rPr>
          <w:rtl/>
        </w:rPr>
      </w:pPr>
      <w:r>
        <w:rPr>
          <w:rtl/>
        </w:rPr>
        <w:t>- وأما رواية الحسن بن علي، ومحمد بن الصائغ فأخرجها الطبراني في المعجم الكبير قال: حدثنا الحسن بن علي المعمري ومحمد بن الصائغ المكي قالا: حدثنا أبوالصلت عبد السلام بن صالح الهروي، ثنا أبومعاوية عن الاعمش عن مجاهد عن ابن عباس وذكر الحديث.</w:t>
      </w:r>
    </w:p>
    <w:p w:rsidR="00481D79" w:rsidRDefault="00481D79" w:rsidP="00D11BDC">
      <w:pPr>
        <w:pStyle w:val="libFootnote0"/>
        <w:rPr>
          <w:rtl/>
        </w:rPr>
      </w:pPr>
      <w:r>
        <w:rPr>
          <w:rtl/>
        </w:rPr>
        <w:t>وأما رواية إسحاق بن الحسن الحربي فأخرجها الخطيب في ترجمة عبدالسلام ابن صالح وذكر الحديث.</w:t>
      </w:r>
    </w:p>
    <w:p w:rsidR="00827655" w:rsidRDefault="00481D79" w:rsidP="00D11BDC">
      <w:pPr>
        <w:pStyle w:val="libFootnote0"/>
        <w:rPr>
          <w:rtl/>
        </w:rPr>
      </w:pPr>
      <w:r>
        <w:rPr>
          <w:rtl/>
        </w:rPr>
        <w:t xml:space="preserve">- وأما رواية القاسم بن عبدالرحمان الانباري، فأخرجها الخطيب أيضا قال: أخبرنا محمد بن أحمد بن </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رزق وذكر الحديث. اما رواية الحسين بن فهم فأخرجها الحاكم في المستدرك قال: حدثنا أبوالحسين وذكر الحديث ". وقال في ص 15 و 16.</w:t>
      </w:r>
    </w:p>
    <w:p w:rsidR="00481D79" w:rsidRDefault="00481D79" w:rsidP="00D11BDC">
      <w:pPr>
        <w:pStyle w:val="libFootnote0"/>
        <w:rPr>
          <w:rtl/>
        </w:rPr>
      </w:pPr>
      <w:r>
        <w:rPr>
          <w:rtl/>
        </w:rPr>
        <w:t>" وأما متابعة أحمد بن سلمة فأخرجها ابن عدي في ترجمته من الكامل قال: حدثنا عبدالرحمان بن سليمان بن موسى فذكر الحديث.</w:t>
      </w:r>
    </w:p>
    <w:p w:rsidR="00481D79" w:rsidRDefault="00481D79" w:rsidP="00D11BDC">
      <w:pPr>
        <w:pStyle w:val="libFootnote0"/>
        <w:rPr>
          <w:rtl/>
        </w:rPr>
      </w:pPr>
      <w:r>
        <w:rPr>
          <w:rtl/>
        </w:rPr>
        <w:t>ثم قال: وأما متابعة إبراهيم بن موسى الرازي فأخرجها ابن جرير في تهذيب الآثار قال: حدثنا إبراهيم بن موسى الرازي وليس بالفرآء، ثنا أبومعاوية عن الاعمش عن مجاهد عن ابن عباس به.</w:t>
      </w:r>
    </w:p>
    <w:p w:rsidR="00481D79" w:rsidRDefault="00481D79" w:rsidP="00D11BDC">
      <w:pPr>
        <w:pStyle w:val="libFootnote0"/>
        <w:rPr>
          <w:rtl/>
        </w:rPr>
      </w:pPr>
      <w:r>
        <w:rPr>
          <w:rtl/>
        </w:rPr>
        <w:t>وأما متابعة رجاء بن سلمة فأخرجها الخطيب في ترجمة أحمد بن فارويه ابن عزرة أبي بكر الطحان من التاريخ فقال: أخبرنا أحمد بن محمد العقيقي، وذكر الحديث.</w:t>
      </w:r>
    </w:p>
    <w:p w:rsidR="00481D79" w:rsidRDefault="00481D79" w:rsidP="00D11BDC">
      <w:pPr>
        <w:pStyle w:val="libFootnote0"/>
        <w:rPr>
          <w:rtl/>
        </w:rPr>
      </w:pPr>
      <w:r>
        <w:rPr>
          <w:rtl/>
        </w:rPr>
        <w:t>وأما متابعة أبي عبيد فأخرجها ابن حبان في ترجمة إسماعيل بن محمد بن يوسف أبي هارون الجبريني من الضعفاء فقال: حدثنا الحسين بن إسحاق الاصبهاني، ثنا إسماعيل بن محمد بن يوسف، ثنا أبوعبيد القاسم بن سلام عن أبي معاوية، وذكر الحديث.</w:t>
      </w:r>
    </w:p>
    <w:p w:rsidR="00481D79" w:rsidRDefault="00481D79" w:rsidP="00D11BDC">
      <w:pPr>
        <w:pStyle w:val="libFootnote0"/>
        <w:rPr>
          <w:rtl/>
        </w:rPr>
      </w:pPr>
      <w:r>
        <w:rPr>
          <w:rtl/>
        </w:rPr>
        <w:t>متابعات أخرى، قد تقدم عن ابن نمير، ويحيى بن معين، وإسحاق بن راهويه فيما أسنده عنهم الخطيب أن هذا الحديث ثابت معروف من حديث أبي معاوية مما دل على أنه ثابت عنه بطريق الشهرة والاستفاضة.</w:t>
      </w:r>
    </w:p>
    <w:p w:rsidR="00481D79" w:rsidRDefault="00481D79" w:rsidP="00D11BDC">
      <w:pPr>
        <w:pStyle w:val="libFootnote0"/>
        <w:rPr>
          <w:rtl/>
        </w:rPr>
      </w:pPr>
      <w:r>
        <w:rPr>
          <w:rtl/>
        </w:rPr>
        <w:t>وقال ابن عدي في ترجمة سعيد بن عقبة أبي الفتح من الكامل: حدثنا أحمد بن حفص السعدي، ثنا سعيد بن عقبة أبوالفتح الكوفي عن الاعمش، وذكر الحديث ".</w:t>
      </w:r>
    </w:p>
    <w:p w:rsidR="00481D79" w:rsidRDefault="00481D79" w:rsidP="00D11BDC">
      <w:pPr>
        <w:pStyle w:val="libFootnote0"/>
        <w:rPr>
          <w:rtl/>
        </w:rPr>
      </w:pPr>
      <w:r>
        <w:rPr>
          <w:rtl/>
        </w:rPr>
        <w:t>ورواه في ص 7 من طريق الخطيب. وفي ص 14 من طريق الخطيب والحاكم.</w:t>
      </w:r>
    </w:p>
    <w:p w:rsidR="00481D79" w:rsidRDefault="00481D79" w:rsidP="00D11BDC">
      <w:pPr>
        <w:pStyle w:val="libFootnote0"/>
        <w:rPr>
          <w:rtl/>
        </w:rPr>
      </w:pPr>
      <w:r>
        <w:rPr>
          <w:rtl/>
        </w:rPr>
        <w:t xml:space="preserve">الامام الصادق </w:t>
      </w:r>
      <w:r w:rsidR="004226A8" w:rsidRPr="001E111A">
        <w:rPr>
          <w:rStyle w:val="libFootnoteAlaemChar"/>
          <w:rtl/>
        </w:rPr>
        <w:t>عليه‌السلام</w:t>
      </w:r>
      <w:r>
        <w:rPr>
          <w:rtl/>
        </w:rPr>
        <w:t xml:space="preserve"> رواه الصدوق في أماليه: 450 ح 2 بإسناده إلى الحسن بن راشد عن الصادق عن آبائه </w:t>
      </w:r>
      <w:r w:rsidR="004226A8" w:rsidRPr="001E111A">
        <w:rPr>
          <w:rStyle w:val="libFootnoteAlaemChar"/>
          <w:rtl/>
        </w:rPr>
        <w:t>عليهم‌السلام</w:t>
      </w:r>
      <w:r>
        <w:rPr>
          <w:rtl/>
        </w:rPr>
        <w:t xml:space="preserve"> في حديث.</w:t>
      </w:r>
    </w:p>
    <w:p w:rsidR="00481D79" w:rsidRDefault="00481D79" w:rsidP="00D11BDC">
      <w:pPr>
        <w:pStyle w:val="libFootnote0"/>
        <w:rPr>
          <w:rtl/>
        </w:rPr>
      </w:pPr>
      <w:r>
        <w:rPr>
          <w:rtl/>
        </w:rPr>
        <w:t xml:space="preserve">وفرات بن إبراهيم الكوفي في تفسيره: 12 بإسناده عن الحسين بن أبي العلاء، عن الصادق </w:t>
      </w:r>
      <w:r w:rsidR="004226A8" w:rsidRPr="001E111A">
        <w:rPr>
          <w:rStyle w:val="libFootnoteAlaemChar"/>
          <w:rtl/>
        </w:rPr>
        <w:t>عليه‌السلام</w:t>
      </w:r>
      <w:r>
        <w:rPr>
          <w:rtl/>
        </w:rPr>
        <w:t xml:space="preserve"> عنه البحار: 40 / 203 ح 10.</w:t>
      </w:r>
    </w:p>
    <w:p w:rsidR="00481D79" w:rsidRDefault="00481D79" w:rsidP="00D11BDC">
      <w:pPr>
        <w:pStyle w:val="libFootnote0"/>
        <w:rPr>
          <w:rtl/>
        </w:rPr>
      </w:pPr>
      <w:r>
        <w:rPr>
          <w:rtl/>
        </w:rPr>
        <w:t>أبوسعيد الخدري رواه بإسناده عنه المفيد في الارشاد: 24، عنه البحار: 40 / 202 ح 7.</w:t>
      </w:r>
    </w:p>
    <w:p w:rsidR="00481D79" w:rsidRDefault="00481D79" w:rsidP="00D11BDC">
      <w:pPr>
        <w:pStyle w:val="libFootnote0"/>
        <w:rPr>
          <w:rtl/>
        </w:rPr>
      </w:pPr>
      <w:r>
        <w:rPr>
          <w:rtl/>
        </w:rPr>
        <w:t>عبدالله بن عباس رواه بإسناده عنه في جامع الاخبار: 16 من طريق الصدوق.</w:t>
      </w:r>
    </w:p>
    <w:p w:rsidR="00481D79" w:rsidRDefault="00481D79" w:rsidP="00D11BDC">
      <w:pPr>
        <w:pStyle w:val="libFootnote0"/>
        <w:rPr>
          <w:rtl/>
        </w:rPr>
      </w:pPr>
      <w:r>
        <w:rPr>
          <w:rtl/>
        </w:rPr>
        <w:t>عنه البحار: 40 / 203 ح 9، وابن شاذان في المائة منقبة ص 12 المنقبة: 18 ضمن حديث.</w:t>
      </w:r>
    </w:p>
    <w:p w:rsidR="00827655" w:rsidRDefault="00481D79" w:rsidP="001E111A">
      <w:pPr>
        <w:pStyle w:val="libFootnote0"/>
        <w:rPr>
          <w:rtl/>
        </w:rPr>
      </w:pPr>
      <w:r>
        <w:rPr>
          <w:rtl/>
        </w:rPr>
        <w:t>ورواه الحاكم في المستدرك: 3 / 126 بإسناده عن أبي الصلت الهروي بعدة طرق.</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أخرجه عنه السيوطي في الدرر المنتثرة: 42، وشمس الدين الجزري في كتابه أسنى المطالب في مناقب علي بن أبي طالب: 14، وابن الديبغ الشيباني الشافعي في تمييز الطيب من الخبيث: 41، والقندوزي في ينابيع المودة: 183. ورواه الذهبي في تلخيص المستدرك: 2 / 126 المطبوع بهامشه.</w:t>
      </w:r>
    </w:p>
    <w:p w:rsidR="00481D79" w:rsidRDefault="00481D79" w:rsidP="00D11BDC">
      <w:pPr>
        <w:pStyle w:val="libFootnote0"/>
        <w:rPr>
          <w:rtl/>
        </w:rPr>
      </w:pPr>
      <w:r>
        <w:rPr>
          <w:rtl/>
        </w:rPr>
        <w:t>وفي ميزان الاعتدال: 1 / 114 وص 193 وص 388 وج 2 / 250 بعدة طرق.</w:t>
      </w:r>
    </w:p>
    <w:p w:rsidR="00481D79" w:rsidRDefault="00481D79" w:rsidP="00D11BDC">
      <w:pPr>
        <w:pStyle w:val="libFootnote0"/>
        <w:rPr>
          <w:rtl/>
        </w:rPr>
      </w:pPr>
      <w:r>
        <w:rPr>
          <w:rtl/>
        </w:rPr>
        <w:t>وفي تذكرة الحافظ: 4 / 28.</w:t>
      </w:r>
    </w:p>
    <w:p w:rsidR="00481D79" w:rsidRDefault="00481D79" w:rsidP="00D11BDC">
      <w:pPr>
        <w:pStyle w:val="libFootnote0"/>
        <w:rPr>
          <w:rtl/>
        </w:rPr>
      </w:pPr>
      <w:r>
        <w:rPr>
          <w:rtl/>
        </w:rPr>
        <w:t xml:space="preserve">ورواه ابن عساكر في ترجمة الامام أمير المؤمنين </w:t>
      </w:r>
      <w:r w:rsidR="004226A8" w:rsidRPr="001E111A">
        <w:rPr>
          <w:rStyle w:val="libFootnoteAlaemChar"/>
          <w:rtl/>
        </w:rPr>
        <w:t>عليه‌السلام</w:t>
      </w:r>
      <w:r>
        <w:rPr>
          <w:rtl/>
        </w:rPr>
        <w:t xml:space="preserve"> من تاريخ دمشق: 2 / 466 - 474 الاحاديث 985 - 994 بإسناده من إحدى عشر طريقا.</w:t>
      </w:r>
    </w:p>
    <w:p w:rsidR="00481D79" w:rsidRDefault="00481D79" w:rsidP="00D11BDC">
      <w:pPr>
        <w:pStyle w:val="libFootnote0"/>
        <w:rPr>
          <w:rtl/>
        </w:rPr>
      </w:pPr>
      <w:r>
        <w:rPr>
          <w:rtl/>
        </w:rPr>
        <w:t>ورواه الحسكاني في شواهد التنزيل: 1 / 81، والحمويني في فرائد السمطين: 1 / 98 ح 67، والزرندي في نظم درر السمطين: 113، وابن حجر العسقلاني في لسان الميزان: 1 / 432 وج 2 / 123، وفي تهذيب التهذيب: 6 / 320.</w:t>
      </w:r>
    </w:p>
    <w:p w:rsidR="00481D79" w:rsidRDefault="00481D79" w:rsidP="00D11BDC">
      <w:pPr>
        <w:pStyle w:val="libFootnote0"/>
        <w:rPr>
          <w:rtl/>
        </w:rPr>
      </w:pPr>
      <w:r>
        <w:rPr>
          <w:rtl/>
        </w:rPr>
        <w:t>ورواه ابن المغازلي في مناقبه: 81 - 83 الاحاديث: 121، 124 بعدة طرق.</w:t>
      </w:r>
    </w:p>
    <w:p w:rsidR="00481D79" w:rsidRDefault="00481D79" w:rsidP="00D11BDC">
      <w:pPr>
        <w:pStyle w:val="libFootnote0"/>
        <w:rPr>
          <w:rtl/>
        </w:rPr>
      </w:pPr>
      <w:r>
        <w:rPr>
          <w:rtl/>
        </w:rPr>
        <w:t>أخرجه عنه ابن البطريق في العمدة: 154 بخمسة أسانيد، عنه البحار: 40 / 206 ح 14.</w:t>
      </w:r>
    </w:p>
    <w:p w:rsidR="00481D79" w:rsidRDefault="00481D79" w:rsidP="00D11BDC">
      <w:pPr>
        <w:pStyle w:val="libFootnote0"/>
        <w:rPr>
          <w:rtl/>
        </w:rPr>
      </w:pPr>
      <w:r>
        <w:rPr>
          <w:rtl/>
        </w:rPr>
        <w:t>ورواه ابن الحسين الكلابي المعروف بابن أخي تبوك: 121 - 124 في مسند دمشق: 426 ح 2 (المطبوع آخر مناقب ابن المغازلي).</w:t>
      </w:r>
    </w:p>
    <w:p w:rsidR="00481D79" w:rsidRDefault="00481D79" w:rsidP="00D11BDC">
      <w:pPr>
        <w:pStyle w:val="libFootnote0"/>
        <w:rPr>
          <w:rtl/>
        </w:rPr>
      </w:pPr>
      <w:r>
        <w:rPr>
          <w:rtl/>
        </w:rPr>
        <w:t xml:space="preserve">ورواه الخوارزمي في مناقبه: 40، وفي مقتل الحسين </w:t>
      </w:r>
      <w:r w:rsidR="004226A8" w:rsidRPr="001E111A">
        <w:rPr>
          <w:rStyle w:val="libFootnoteAlaemChar"/>
          <w:rtl/>
        </w:rPr>
        <w:t>عليه‌السلام</w:t>
      </w:r>
      <w:r>
        <w:rPr>
          <w:rtl/>
        </w:rPr>
        <w:t>: 1 / 43، والقرشي الگنجي في كفاية الطالب: 221، وابن الاثير الجزري في اسد الغابة: 4 / 22 والخطيب البغدادي في تأريخ بغداد: 2 / 172 وج 11 / 48 بطريقين في ترجمة عبدالسلام الهروي.</w:t>
      </w:r>
    </w:p>
    <w:p w:rsidR="00481D79" w:rsidRDefault="00481D79" w:rsidP="00D11BDC">
      <w:pPr>
        <w:pStyle w:val="libFootnote0"/>
        <w:rPr>
          <w:rtl/>
        </w:rPr>
      </w:pPr>
      <w:r>
        <w:rPr>
          <w:rtl/>
        </w:rPr>
        <w:t>ورواه الهروي في الاربعين حديثا: 46 والسمعاني النيسابوري الشافعي في الانساب: 182.</w:t>
      </w:r>
    </w:p>
    <w:p w:rsidR="00481D79" w:rsidRDefault="00481D79" w:rsidP="00D11BDC">
      <w:pPr>
        <w:pStyle w:val="libFootnote0"/>
        <w:rPr>
          <w:rtl/>
        </w:rPr>
      </w:pPr>
      <w:r>
        <w:rPr>
          <w:rtl/>
        </w:rPr>
        <w:t>ورواه السيوطي في التعقيبات، وفي اللآلي المصنوعة: 1 / 170 من طريق الخطيب والعقيلي، وفي ص 171 من طريق ابن عدي.</w:t>
      </w:r>
    </w:p>
    <w:p w:rsidR="00481D79" w:rsidRDefault="00481D79" w:rsidP="00D11BDC">
      <w:pPr>
        <w:pStyle w:val="libFootnote0"/>
        <w:rPr>
          <w:rtl/>
        </w:rPr>
      </w:pPr>
      <w:r>
        <w:rPr>
          <w:rtl/>
        </w:rPr>
        <w:t>ورواه جمال الدين المحدث الشيرازي في الحديث: 16 من أربعينه.</w:t>
      </w:r>
    </w:p>
    <w:p w:rsidR="00481D79" w:rsidRDefault="00481D79" w:rsidP="00D11BDC">
      <w:pPr>
        <w:pStyle w:val="libFootnote0"/>
        <w:rPr>
          <w:rtl/>
        </w:rPr>
      </w:pPr>
      <w:r>
        <w:rPr>
          <w:rtl/>
        </w:rPr>
        <w:t>وأيضا في كتابه تحفة الاحبا من مناقب آل العبا.</w:t>
      </w:r>
    </w:p>
    <w:p w:rsidR="00481D79" w:rsidRDefault="00481D79" w:rsidP="00D11BDC">
      <w:pPr>
        <w:pStyle w:val="libFootnote0"/>
        <w:rPr>
          <w:rtl/>
        </w:rPr>
      </w:pPr>
      <w:r>
        <w:rPr>
          <w:rtl/>
        </w:rPr>
        <w:t>ورواه ابن كثير الدمشقي في البداية والنهاية: 7 / 358 بطريقين.</w:t>
      </w:r>
    </w:p>
    <w:p w:rsidR="00827655" w:rsidRDefault="00481D79" w:rsidP="00D11BDC">
      <w:pPr>
        <w:pStyle w:val="libFootnote0"/>
        <w:rPr>
          <w:rtl/>
        </w:rPr>
      </w:pPr>
      <w:r>
        <w:rPr>
          <w:rtl/>
        </w:rPr>
        <w:t xml:space="preserve">وأبوالتيسير عثمان مدوخ في العدل الشاهد: 124 وص 143، وأخرجه صاحب كتاب الكامل ضمن ترجمة أحمد بن سلمة أبي عمرو الكوفي: 1 / 62، وأبو القاسم السهمي في تاريخ جرجان: 24، وبدر الدين الزركشى الشافعي في كتابه فيض القدير: 3 / 47، والعيني الحنفي الحيدرآبادي في مناقب علي </w:t>
      </w:r>
      <w:r w:rsidR="004226A8" w:rsidRPr="001E111A">
        <w:rPr>
          <w:rStyle w:val="libFootnoteAlaemChar"/>
          <w:rtl/>
        </w:rPr>
        <w:t>عليه‌السلام</w:t>
      </w:r>
      <w:r>
        <w:rPr>
          <w:rtl/>
        </w:rPr>
        <w:t>: 72 ورواه بطريقين في ص 69، وأخرجه من طريق ابن المغازلي والحاكم في ص 71.</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ورواه مجد الدين الفيروزآبادي في النقد الصحيح والشيباني في المختار في مناقب الاخيار.</w:t>
      </w:r>
    </w:p>
    <w:p w:rsidR="00481D79" w:rsidRDefault="00481D79" w:rsidP="00D11BDC">
      <w:pPr>
        <w:pStyle w:val="libFootnote0"/>
        <w:rPr>
          <w:rtl/>
        </w:rPr>
      </w:pPr>
      <w:r>
        <w:rPr>
          <w:rtl/>
        </w:rPr>
        <w:t>وأخرجه من طريق الطبراني كل من: البدخشي في مفتاح النجا: 55 (مخطوط)، والرازي في أرجح المطالب: 122، ونور الدين الهيثمي في مجمع الزوائد: 9 / 114، والمتقي الهندي في كنز العمال: 12 / 212 وج 15 / 129، ومن طريق ابن جرير.</w:t>
      </w:r>
    </w:p>
    <w:p w:rsidR="00481D79" w:rsidRDefault="00481D79" w:rsidP="00D11BDC">
      <w:pPr>
        <w:pStyle w:val="libFootnote0"/>
        <w:rPr>
          <w:rtl/>
        </w:rPr>
      </w:pPr>
      <w:r>
        <w:rPr>
          <w:rtl/>
        </w:rPr>
        <w:t>وأخرجه النبهاني في الفتح الكبير: 1 / 276 من طريق الطبراني والحاكم في المستدرك وغيرهما.</w:t>
      </w:r>
    </w:p>
    <w:p w:rsidR="00481D79" w:rsidRDefault="00481D79" w:rsidP="00D11BDC">
      <w:pPr>
        <w:pStyle w:val="libFootnote0"/>
        <w:rPr>
          <w:rtl/>
        </w:rPr>
      </w:pPr>
      <w:r>
        <w:rPr>
          <w:rtl/>
        </w:rPr>
        <w:t>وبهذا الطريق أخرجه الزبيدي الحنفي في الاتحاف: 6 / 244، والسخاوي في المقاصد الحسنة: 97، و من طريق أبوالشيخ بن حبان في السنة.</w:t>
      </w:r>
    </w:p>
    <w:p w:rsidR="00481D79" w:rsidRDefault="00481D79" w:rsidP="00D11BDC">
      <w:pPr>
        <w:pStyle w:val="libFootnote0"/>
        <w:rPr>
          <w:rtl/>
        </w:rPr>
      </w:pPr>
      <w:r>
        <w:rPr>
          <w:rtl/>
        </w:rPr>
        <w:t>وأخرجه المناوي في فيض القدير: 3 / 46 من طريق العقيلي وابن عدي والطبراني والحاكم.</w:t>
      </w:r>
    </w:p>
    <w:p w:rsidR="00481D79" w:rsidRDefault="00481D79" w:rsidP="00D11BDC">
      <w:pPr>
        <w:pStyle w:val="libFootnote0"/>
        <w:rPr>
          <w:rtl/>
        </w:rPr>
      </w:pPr>
      <w:r>
        <w:rPr>
          <w:rtl/>
        </w:rPr>
        <w:t>وأخرجه الشيخ محمود الشيخاني القادري في كتابه الصراط السوي في مناقب آل النبي نقلا عن أحمد والترمذي.</w:t>
      </w:r>
    </w:p>
    <w:p w:rsidR="00481D79" w:rsidRDefault="00481D79" w:rsidP="00D11BDC">
      <w:pPr>
        <w:pStyle w:val="libFootnote0"/>
        <w:rPr>
          <w:rtl/>
        </w:rPr>
      </w:pPr>
      <w:r>
        <w:rPr>
          <w:rtl/>
        </w:rPr>
        <w:t>وأخرجه ابن شهر اشوب في المناقب: 1 / 314.</w:t>
      </w:r>
    </w:p>
    <w:p w:rsidR="00481D79" w:rsidRDefault="00481D79" w:rsidP="00D11BDC">
      <w:pPr>
        <w:pStyle w:val="libFootnote0"/>
        <w:rPr>
          <w:rtl/>
        </w:rPr>
      </w:pPr>
      <w:r>
        <w:rPr>
          <w:rtl/>
        </w:rPr>
        <w:t>ثم قال: رواه احمد من ثمانية طرق، وإبراهيم الثقفي من سبعة طرق، وابن بطة من ستة طرق، والقاضي الجعابي من خمسة طرق، وابن شاهين من أربعة طرق والخطيب التاريخي من ثلاثة طرق، ويحيى بن معين من طريقين، وقد رواه السمعاني، والقاضي الماوردي وأبومنصور السكري، وأبوالصلت الهروي، وعبدالرزاق، وشريك، عن ابن عباس، ومجاهد، وجابر أخرجه عنه في البحار: 40 / 205 ح 12.</w:t>
      </w:r>
    </w:p>
    <w:p w:rsidR="00481D79" w:rsidRDefault="00481D79" w:rsidP="00D11BDC">
      <w:pPr>
        <w:pStyle w:val="libFootnote0"/>
        <w:rPr>
          <w:rtl/>
        </w:rPr>
      </w:pPr>
      <w:r>
        <w:rPr>
          <w:rtl/>
        </w:rPr>
        <w:t>جابر بن عبدالله الانصاري رواه عنه: الحافظ الديلمي في الفردوس في حرف الالف، والحاكم في المستدرك: 3 / 127 والخطيب البغدادي في تاريخ بغداد: 2 / 377 ح 887 ضمن ترجمة محمد بن عبدالصمد البغوي أبوالطيب الدقاق، وفي ج 4: 219 ح 1915 ضمن ترجمة أحمد بن عبدالله المكتب، ورواه أيضا في المتفق والمفترق.</w:t>
      </w:r>
    </w:p>
    <w:p w:rsidR="00481D79" w:rsidRDefault="00481D79" w:rsidP="00D11BDC">
      <w:pPr>
        <w:pStyle w:val="libFootnote0"/>
        <w:rPr>
          <w:rtl/>
        </w:rPr>
      </w:pPr>
      <w:r>
        <w:rPr>
          <w:rtl/>
        </w:rPr>
        <w:t xml:space="preserve">ورواه ابن عساكر في ترجمة الامام أمير المؤمنين </w:t>
      </w:r>
      <w:r w:rsidR="004226A8" w:rsidRPr="001E111A">
        <w:rPr>
          <w:rStyle w:val="libFootnoteAlaemChar"/>
          <w:rtl/>
        </w:rPr>
        <w:t>عليه‌السلام</w:t>
      </w:r>
      <w:r>
        <w:rPr>
          <w:rtl/>
        </w:rPr>
        <w:t xml:space="preserve"> من تاريخ دمشق: 2 / 476 ح 996 و 997 والقرشي الگنجي في كفاية الطالب: 221، وإبن عدي في الكامل: 1 / 63 ضمن ترجمة أحمد بن عبدالله بن يزيد المؤدب.</w:t>
      </w:r>
    </w:p>
    <w:p w:rsidR="00481D79" w:rsidRDefault="00481D79" w:rsidP="00D11BDC">
      <w:pPr>
        <w:pStyle w:val="libFootnote0"/>
        <w:rPr>
          <w:rtl/>
        </w:rPr>
      </w:pPr>
      <w:r>
        <w:rPr>
          <w:rtl/>
        </w:rPr>
        <w:t>أخرجه عنه السيوطي في اللآلي المصنوعة: 1 / 171، والقندوزي في ينابيع المودة: 183، ومن طريق الحاكم، وأورده أيضا في ص 254 وص 234 مرسلا عن جابر.</w:t>
      </w:r>
    </w:p>
    <w:p w:rsidR="00481D79" w:rsidRDefault="00481D79" w:rsidP="00D11BDC">
      <w:pPr>
        <w:pStyle w:val="libFootnote0"/>
        <w:rPr>
          <w:rtl/>
        </w:rPr>
      </w:pPr>
      <w:r>
        <w:rPr>
          <w:rtl/>
        </w:rPr>
        <w:t>ورواه ابن المغازلي في مناقبه: 80 ح 120 وص 84 ح 125.</w:t>
      </w:r>
    </w:p>
    <w:p w:rsidR="00481D79" w:rsidRDefault="00481D79" w:rsidP="00D11BDC">
      <w:pPr>
        <w:pStyle w:val="libFootnote0"/>
        <w:rPr>
          <w:rtl/>
        </w:rPr>
      </w:pPr>
      <w:r>
        <w:rPr>
          <w:rtl/>
        </w:rPr>
        <w:t>أخرجه عنه عبدالوهاب بن محمد البخاري في تفسيره الانوري، عند تفسير قوله تعالي: (قل لا أسألكم عليه أجرا إلا المودة في القربى) والقندوزي في ينابيع المودة: 72.</w:t>
      </w:r>
    </w:p>
    <w:p w:rsidR="00827655" w:rsidRDefault="00481D79" w:rsidP="001E111A">
      <w:pPr>
        <w:pStyle w:val="libFootnote0"/>
        <w:rPr>
          <w:rtl/>
        </w:rPr>
      </w:pPr>
      <w:r>
        <w:rPr>
          <w:rtl/>
        </w:rPr>
        <w:t>وعنه أيضا ابن البطريق في العمدة: 153 وص 154، عنه البحار: 40 / 206 ح 13.</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ورواه الذهبي في ميزان الاعتدال: 1 / 51، والحنفي العيني الحيدرآبادي في مناقب سيدنا علي: 70 و ابن حجر العسقلاني في لسان الميزان: 1 / 197، والهروي في أربعينه: 46، وابن الصديق الحسني المغربي في فتح العلى: 24، والحافظ محمد بن يوسف الشامي في سبل الهدى والرشاد في سيرة خير العباد، وأبوالحسن علي بن محمد الكناني في تنزيه الشريعة عن الاخبار الشنيعة.</w:t>
      </w:r>
    </w:p>
    <w:p w:rsidR="00481D79" w:rsidRDefault="00481D79" w:rsidP="00D11BDC">
      <w:pPr>
        <w:pStyle w:val="libFootnote0"/>
        <w:rPr>
          <w:rtl/>
        </w:rPr>
      </w:pPr>
      <w:r>
        <w:rPr>
          <w:rtl/>
        </w:rPr>
        <w:t>وأخرجه البدخشي في مفتاح النجا: 53، والرازي في أرجح المطالب: 122 من طريق البزار.</w:t>
      </w:r>
    </w:p>
    <w:p w:rsidR="00481D79" w:rsidRDefault="00481D79" w:rsidP="00D11BDC">
      <w:pPr>
        <w:pStyle w:val="libFootnote0"/>
        <w:rPr>
          <w:rtl/>
        </w:rPr>
      </w:pPr>
      <w:r>
        <w:rPr>
          <w:rtl/>
        </w:rPr>
        <w:t>ومن طريقه وطريق الطبراني في الاوسط أخرجه السيوطي في تاريخ الخلفاء: 170، وابن حجر الهيثمي في الصواعق المحرقة: 37 وابن الصبان في إسعاف الراغبين: 174 (المطبوع في هامش نور الابصار) وبهذين الطريقين ومن طريق الحاكم والترمذي عن علي أخرجه الشيخ إبراهيم بن الحسن الكردي الكوراني الشافعي في النبراس لكشف الالتباس الواقع في الاساس.</w:t>
      </w:r>
    </w:p>
    <w:p w:rsidR="00481D79" w:rsidRDefault="00481D79" w:rsidP="00D11BDC">
      <w:pPr>
        <w:pStyle w:val="libFootnote0"/>
        <w:rPr>
          <w:rtl/>
        </w:rPr>
      </w:pPr>
      <w:r>
        <w:rPr>
          <w:rtl/>
        </w:rPr>
        <w:t>وأخرجه المناوي في فيض القدير: 3 / 46 من طريق ابن عدي، والحاكم، وأبوالشيخ في العظمة.</w:t>
      </w:r>
    </w:p>
    <w:p w:rsidR="00481D79" w:rsidRDefault="00481D79" w:rsidP="00D11BDC">
      <w:pPr>
        <w:pStyle w:val="libFootnote0"/>
        <w:rPr>
          <w:rtl/>
        </w:rPr>
      </w:pPr>
      <w:r>
        <w:rPr>
          <w:rtl/>
        </w:rPr>
        <w:t>عمر بن ميمون رواه بإسناده عنه الشيخ الطوسي في أماليه: 2 / 170 ح 9.</w:t>
      </w:r>
    </w:p>
    <w:p w:rsidR="00481D79" w:rsidRDefault="00481D79" w:rsidP="00D11BDC">
      <w:pPr>
        <w:pStyle w:val="libFootnote0"/>
        <w:rPr>
          <w:rtl/>
        </w:rPr>
      </w:pPr>
      <w:r>
        <w:rPr>
          <w:rtl/>
        </w:rPr>
        <w:t>عنه البحار: 40 / 69 ح 104.</w:t>
      </w:r>
    </w:p>
    <w:p w:rsidR="00481D79" w:rsidRDefault="00481D79" w:rsidP="00D11BDC">
      <w:pPr>
        <w:pStyle w:val="libFootnote0"/>
        <w:rPr>
          <w:rtl/>
        </w:rPr>
      </w:pPr>
      <w:r>
        <w:rPr>
          <w:rtl/>
        </w:rPr>
        <w:t>عمر بن العاص رواه عنه الخوارزمي في المناقب: 130 في كتاب كتبه جوابا لكتاب معاوية.</w:t>
      </w:r>
    </w:p>
    <w:p w:rsidR="00481D79" w:rsidRDefault="00481D79" w:rsidP="00D11BDC">
      <w:pPr>
        <w:pStyle w:val="libFootnote0"/>
        <w:rPr>
          <w:rtl/>
        </w:rPr>
      </w:pPr>
      <w:r>
        <w:rPr>
          <w:rtl/>
        </w:rPr>
        <w:t>عبدالله بن عمر رواه عنه النقشبندي في كتابه مناقب العشرة: 23 (مخطوط)، وأخرجه ابن حجر الهيتمي في: الصواعق المحرقة: 37 من طريق العقيلي وابن عدي.</w:t>
      </w:r>
    </w:p>
    <w:p w:rsidR="00481D79" w:rsidRDefault="00481D79" w:rsidP="00D11BDC">
      <w:pPr>
        <w:pStyle w:val="libFootnote0"/>
        <w:rPr>
          <w:rtl/>
        </w:rPr>
      </w:pPr>
      <w:r>
        <w:rPr>
          <w:rtl/>
        </w:rPr>
        <w:t>وبهذين الطريقين ومن طريق الطبراني والحاكم أخرجه البدخشي في مفتاح النجا: 55، والرازي في أرجح المطالب: 122، وابن الصبان في إسعاف الراغبين: 170 (المطبوع في هامش نورالابصار)، ومحمد مبين الهندي في وسيلة النجاة: 136 ومن طريق البزار والطبراني عن جابر.</w:t>
      </w:r>
    </w:p>
    <w:p w:rsidR="00481D79" w:rsidRDefault="00481D79" w:rsidP="00D11BDC">
      <w:pPr>
        <w:pStyle w:val="libFootnote0"/>
        <w:rPr>
          <w:rtl/>
        </w:rPr>
      </w:pPr>
      <w:r>
        <w:rPr>
          <w:rtl/>
        </w:rPr>
        <w:t xml:space="preserve">ومن طريق الحاكم عن علي </w:t>
      </w:r>
      <w:r w:rsidR="004226A8" w:rsidRPr="001E111A">
        <w:rPr>
          <w:rStyle w:val="libFootnoteAlaemChar"/>
          <w:rtl/>
        </w:rPr>
        <w:t>عليه‌السلام</w:t>
      </w:r>
      <w:r>
        <w:rPr>
          <w:rtl/>
        </w:rPr>
        <w:t>: كما وذكر الحديث مرسلا كل من: ابن أبي جمهور في عوالي اللآلي: 4 / 123 ح 205، والديلمي في إرشاد القلوب: 212، والحسن بن سليمان في المختصر: 2.</w:t>
      </w:r>
    </w:p>
    <w:p w:rsidR="00827655" w:rsidRDefault="00481D79" w:rsidP="00D11BDC">
      <w:pPr>
        <w:pStyle w:val="libFootnote0"/>
        <w:rPr>
          <w:rtl/>
        </w:rPr>
      </w:pPr>
      <w:r>
        <w:rPr>
          <w:rtl/>
        </w:rPr>
        <w:t xml:space="preserve">وابن أبي الحديد في شرح نهج البلاغة: 9 / 165 عنه البحار: 8 (طبع حجر) / 176 وج 40 / 204 ضمن ح 11 ومحب الدين الطبري في الرياض النضرة: 2 / 93، وفي ذخائر العقبى: 77، والدميري في حياة الحيوان: 1 / 55، والراغب الاصفهاني في مفردات القرآن: 64، والثعلبي في تفسيره الكشف والبيان: 124 (مخطوط)، وابن حجر العسقلاني في تهذيب التهذيب: 1 / 337، والمناوي في كنوز الحقايق: 46، و </w:t>
      </w:r>
      <w:r w:rsidR="00827655">
        <w:rPr>
          <w:rtl/>
        </w:rPr>
        <w:t>=</w:t>
      </w:r>
    </w:p>
    <w:p w:rsidR="00481D79" w:rsidRDefault="00481D79" w:rsidP="00481D79">
      <w:pPr>
        <w:pStyle w:val="libNormal"/>
        <w:rPr>
          <w:rtl/>
          <w:lang w:bidi="fa-IR"/>
        </w:rPr>
      </w:pPr>
      <w:r>
        <w:rPr>
          <w:rtl/>
          <w:lang w:bidi="fa-IR"/>
        </w:rPr>
        <w:br w:type="page"/>
      </w:r>
    </w:p>
    <w:p w:rsidR="00827655" w:rsidRDefault="005B067E" w:rsidP="005B067E">
      <w:pPr>
        <w:pStyle w:val="libLine"/>
      </w:pPr>
      <w:r>
        <w:rPr>
          <w:rtl/>
        </w:rPr>
        <w:lastRenderedPageBreak/>
        <w:t>____________________</w:t>
      </w:r>
    </w:p>
    <w:p w:rsidR="00481D79" w:rsidRDefault="00827655" w:rsidP="00D11BDC">
      <w:pPr>
        <w:pStyle w:val="libFootnote0"/>
        <w:rPr>
          <w:rtl/>
        </w:rPr>
      </w:pPr>
      <w:r>
        <w:rPr>
          <w:rtl/>
        </w:rPr>
        <w:t>=</w:t>
      </w:r>
      <w:r w:rsidR="00481D79">
        <w:rPr>
          <w:rtl/>
        </w:rPr>
        <w:t xml:space="preserve"> في الكواكب الدرية: 1 / 39، والحنفي الكاكوردي في الروض الازهر: 79، والسيد أحمد البرزنجي الشافعي في مقاصد الطالب: 11، والنبهاني في الشرف المؤبد: 111.</w:t>
      </w:r>
    </w:p>
    <w:p w:rsidR="00481D79" w:rsidRDefault="00481D79" w:rsidP="00D11BDC">
      <w:pPr>
        <w:pStyle w:val="libFootnote0"/>
        <w:rPr>
          <w:rtl/>
        </w:rPr>
      </w:pPr>
      <w:r>
        <w:rPr>
          <w:rtl/>
        </w:rPr>
        <w:t xml:space="preserve">والكشفي الحنفي الترمذي في المناقب المرتضوية: 78 والهروي الحنفي في كتابه شرح كتاب الفقه الاكبر لابي حنيفة: 62، وأبوسعيد الخادمي في شرح وصايا أبي حنيفة: 177، وابن عبدالبر في الاستيعاب: 2 / 461 وج 3 / 38، وأبوالعباس القلقشندي في صبح الاعشى: 10 / 425، وأبوالمحاسن القاوقچي الحسني في اللؤلؤ المرصوع: 25، وأبوعبدالله البشاري المقدسي في أحسن التقاسيم في معرفة الاقاليم: 127، وأبومحمد العاصمي في زين الفتى في شرح سورة هل أتى (مخطوط)، وأبوالعضمة محمد معصوم بابا السمرقندي في الفصل الثاني من رسالة الفصول الاربعة، أبو الضياء نور الدين علي الشبراملسي الشافعي في حاشيته على المواهب اللدنية المسماة ب‍ (تيسير المطالب السنية بكشف الاسرار المواهب اللدنية) ضمن شرح أسماء الرسول </w:t>
      </w:r>
      <w:r w:rsidR="004226A8" w:rsidRPr="001E111A">
        <w:rPr>
          <w:rStyle w:val="libFootnoteAlaemChar"/>
          <w:rtl/>
        </w:rPr>
        <w:t>صلى‌الله‌عليه‌وآله</w:t>
      </w:r>
      <w:r>
        <w:rPr>
          <w:rtl/>
        </w:rPr>
        <w:t xml:space="preserve"> ومنها " مدينة العلم ". وابن حجر الهيتمي في: الصواعق المحرقة: 321. وعبدالله الشافعي في مناقبه (مخطوط).</w:t>
      </w:r>
    </w:p>
    <w:p w:rsidR="00481D79" w:rsidRDefault="00481D79" w:rsidP="00D11BDC">
      <w:pPr>
        <w:pStyle w:val="libFootnote0"/>
        <w:rPr>
          <w:rtl/>
        </w:rPr>
      </w:pPr>
      <w:r>
        <w:rPr>
          <w:rtl/>
        </w:rPr>
        <w:t xml:space="preserve">وعبد الهادي الابياري في جالية الكدر في شرح منظومة البرزنجي، وأبوالبركات الانباري في لمع الادلة في اصول النحو: 46، والحنفي الهندي الحيدرآبادي في مناقب سيدنا علي </w:t>
      </w:r>
      <w:r w:rsidR="004226A8" w:rsidRPr="001E111A">
        <w:rPr>
          <w:rStyle w:val="libFootnoteAlaemChar"/>
          <w:rtl/>
        </w:rPr>
        <w:t>عليه‌السلام</w:t>
      </w:r>
      <w:r>
        <w:rPr>
          <w:rtl/>
        </w:rPr>
        <w:t xml:space="preserve">: 73 عن طريق شمس الدين الداودي وأحمد بن حنبل بثمانية طرق، والبخاري الحنفي في روضات الجنان: 158 والهروي في الموضوعات الكبيرة: 40، والزمخشري في الفائق: 1 / 28، والحافظ أبومحمد بن أبي حمزة الازدي الاندلسي في كتابه بهجة النفوس: 2 / 175 وج 4 / 78 وص 243، وابن مخلوف المالكي في الطبقات المالكية: 2 / 71 والميبدي اليزدي في شرح ديوان أمير المؤمنين </w:t>
      </w:r>
      <w:r w:rsidR="004226A8" w:rsidRPr="001E111A">
        <w:rPr>
          <w:rStyle w:val="libFootnoteAlaemChar"/>
          <w:rtl/>
        </w:rPr>
        <w:t>عليه‌السلام</w:t>
      </w:r>
      <w:r>
        <w:rPr>
          <w:rtl/>
        </w:rPr>
        <w:t xml:space="preserve"> (مخطوط)، والزبيدي الحنفي في الاتحاف: 6 / 244 والهمداني في مودة القربى: 74، ونجم الدين الشافعي في منال الطالب: 92، وأحمد رفعت أفندي الحنفي في مرآة المقاصد في دفع المفاسد: 22، وأبوالحجاج البلوي الاندلسي الشهير بابن الشيخ في كتابه ألف باء: 1 / 222، والحافظ علي بن أحمد العزيزي الشافعي في السراج المنير في شرح الجامع الصغير: 2 / 63 والشيخ محمد بن سالم الحنفي في حاشيته على شرح الجامع الصغير للعزيزي: 2 / 63، وشهاب الدين الآلوسي في تفسيره روح المعاني في بحثه عن رؤية اللوح: 7 / 3، والسيد أحمد زيني دحلان الملكي الشافعي في الفتوحات الاسلامية: 2 / 510. وقطب الدين أحمد شاه في قرة العينين: 119، والشخ كمال الدين بن طلحة الحلبي الشافعي في كتابه الدر المنظم، كما نقله عنه القندوزي في ينابيع المودة: 65، وص 07.</w:t>
      </w:r>
    </w:p>
    <w:p w:rsidR="00827655" w:rsidRDefault="00481D79" w:rsidP="00D11BDC">
      <w:pPr>
        <w:pStyle w:val="libFootnote0"/>
        <w:rPr>
          <w:rtl/>
        </w:rPr>
      </w:pPr>
      <w:r>
        <w:rPr>
          <w:rtl/>
        </w:rPr>
        <w:t xml:space="preserve">وأخرجه المناوي في كنوز الدقائق عن طريق الطبراني، والديلمي على ما نقله عنه القندوزي في ينابيع المودة: 179، ومحمد اليوسفي المدني الشنقيطي في كفاية الطالب لمناقب علي بن أبي طالب: 48 والحنفي البلجراني في كتابه سبع سنابل، والقاضي الباقلاني في مناقب الائمة (مخطوط) والطبري في تهذيب الآثار، و </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أبومحمد عزالدين السلمي الشافعي على ما نقله عنه شهاب الدين أحمد في توضيح الدلائل في ترجيح الفضائل، وصدر الدين الهروي في كتابه نزهة الارواح.</w:t>
      </w:r>
    </w:p>
    <w:p w:rsidR="00481D79" w:rsidRDefault="00481D79" w:rsidP="00D11BDC">
      <w:pPr>
        <w:pStyle w:val="libFootnote0"/>
        <w:rPr>
          <w:rtl/>
        </w:rPr>
      </w:pPr>
      <w:r>
        <w:rPr>
          <w:rtl/>
        </w:rPr>
        <w:t xml:space="preserve">والحافظ أبوالحجاج يوسف بن عبدالرحمن المزي ضمن ترجمة أمير المؤمنين </w:t>
      </w:r>
      <w:r w:rsidR="004226A8" w:rsidRPr="001E111A">
        <w:rPr>
          <w:rStyle w:val="libFootnoteAlaemChar"/>
          <w:rtl/>
        </w:rPr>
        <w:t>عليه‌السلام</w:t>
      </w:r>
      <w:r>
        <w:rPr>
          <w:rtl/>
        </w:rPr>
        <w:t xml:space="preserve"> من كتابه تهذيب الكمال.</w:t>
      </w:r>
    </w:p>
    <w:p w:rsidR="00481D79" w:rsidRDefault="00481D79" w:rsidP="00D11BDC">
      <w:pPr>
        <w:pStyle w:val="libFootnote0"/>
        <w:rPr>
          <w:rtl/>
        </w:rPr>
      </w:pPr>
      <w:r>
        <w:rPr>
          <w:rtl/>
        </w:rPr>
        <w:t>والشيخ نظام الدين محمد بن أحمد البخاري، على ما نقله عنه الشيخ عبدالرحمن الچشتي في مرآة الاسرار عن سير الاولياء.</w:t>
      </w:r>
    </w:p>
    <w:p w:rsidR="00481D79" w:rsidRDefault="00481D79" w:rsidP="00D11BDC">
      <w:pPr>
        <w:pStyle w:val="libFootnote0"/>
        <w:rPr>
          <w:rtl/>
        </w:rPr>
      </w:pPr>
      <w:r>
        <w:rPr>
          <w:rtl/>
        </w:rPr>
        <w:t>وأخرجه شهاب الدين أحمد في كتابه توضيح الدلائل على ترجيح الفضائل من طريق الشيخ أبومحمد عزالدين السلمي الشافعي وزين الدين أبوبكر الخوافي.</w:t>
      </w:r>
    </w:p>
    <w:p w:rsidR="00481D79" w:rsidRDefault="00481D79" w:rsidP="00D11BDC">
      <w:pPr>
        <w:pStyle w:val="libFootnote0"/>
        <w:rPr>
          <w:rtl/>
        </w:rPr>
      </w:pPr>
      <w:r>
        <w:rPr>
          <w:rtl/>
        </w:rPr>
        <w:t>وإمام الدين محمد الهجروي الايجي في كتابه أسماء النبي وخلفاء‌ه الاربعة.</w:t>
      </w:r>
    </w:p>
    <w:p w:rsidR="00481D79" w:rsidRDefault="00481D79" w:rsidP="00D11BDC">
      <w:pPr>
        <w:pStyle w:val="libFootnote0"/>
        <w:rPr>
          <w:rtl/>
        </w:rPr>
      </w:pPr>
      <w:r>
        <w:rPr>
          <w:rtl/>
        </w:rPr>
        <w:t>والشيخ عبدالرحمن البسطامي الحنفي في كتابه درة المعارف الالهية على ما نقله عنه القندوزي في ينابيع المودة: 400.</w:t>
      </w:r>
    </w:p>
    <w:p w:rsidR="00481D79" w:rsidRDefault="00481D79" w:rsidP="00D11BDC">
      <w:pPr>
        <w:pStyle w:val="libFootnote0"/>
        <w:rPr>
          <w:rtl/>
        </w:rPr>
      </w:pPr>
      <w:r>
        <w:rPr>
          <w:rtl/>
        </w:rPr>
        <w:t>وشهاب الدين الزاولي الدولت آبادي في كتابه هداية السعداء.</w:t>
      </w:r>
    </w:p>
    <w:p w:rsidR="00481D79" w:rsidRDefault="00481D79" w:rsidP="00D11BDC">
      <w:pPr>
        <w:pStyle w:val="libFootnote0"/>
        <w:rPr>
          <w:rtl/>
        </w:rPr>
      </w:pPr>
      <w:r>
        <w:rPr>
          <w:rtl/>
        </w:rPr>
        <w:t>وشمس الدين محمد بن يحيى الجيلاني اللاهجي النوربخش في كتابه مفاتيح الاعجاز في شرح كلشن راز. وجلال الدين محمد بن أسعد الدواني في شرح رسالة الزوراء.</w:t>
      </w:r>
    </w:p>
    <w:p w:rsidR="00481D79" w:rsidRDefault="00481D79" w:rsidP="00D11BDC">
      <w:pPr>
        <w:pStyle w:val="libFootnote0"/>
        <w:rPr>
          <w:rtl/>
        </w:rPr>
      </w:pPr>
      <w:r>
        <w:rPr>
          <w:rtl/>
        </w:rPr>
        <w:t>والشيخ علي القاري الهروي الحنفي في المرقاة في شرح المشكاة.</w:t>
      </w:r>
    </w:p>
    <w:p w:rsidR="00481D79" w:rsidRDefault="00481D79" w:rsidP="00D11BDC">
      <w:pPr>
        <w:pStyle w:val="libFootnote0"/>
        <w:rPr>
          <w:rtl/>
        </w:rPr>
      </w:pPr>
      <w:r>
        <w:rPr>
          <w:rtl/>
        </w:rPr>
        <w:t>وعبد الحق الدهلوي في اللمعات في شرح المشكاة.</w:t>
      </w:r>
    </w:p>
    <w:p w:rsidR="00481D79" w:rsidRDefault="00481D79" w:rsidP="00D11BDC">
      <w:pPr>
        <w:pStyle w:val="libFootnote0"/>
        <w:rPr>
          <w:rtl/>
        </w:rPr>
      </w:pPr>
      <w:r>
        <w:rPr>
          <w:rtl/>
        </w:rPr>
        <w:t>وفي كتابه مدارج النبوة، وابن بينا حكيم الجشتي العثماني في سر الاقطاب.</w:t>
      </w:r>
    </w:p>
    <w:p w:rsidR="00481D79" w:rsidRDefault="00481D79" w:rsidP="00D11BDC">
      <w:pPr>
        <w:pStyle w:val="libFootnote0"/>
        <w:rPr>
          <w:rtl/>
        </w:rPr>
      </w:pPr>
      <w:r>
        <w:rPr>
          <w:rtl/>
        </w:rPr>
        <w:t>والشيخ بن علي بن محمد الخفري في كنز البراهين الكسبية.</w:t>
      </w:r>
    </w:p>
    <w:p w:rsidR="00481D79" w:rsidRDefault="00481D79" w:rsidP="00D11BDC">
      <w:pPr>
        <w:pStyle w:val="libFootnote0"/>
        <w:rPr>
          <w:rtl/>
        </w:rPr>
      </w:pPr>
      <w:r>
        <w:rPr>
          <w:rtl/>
        </w:rPr>
        <w:t>والشيخ تاج الدين السنبهلي في رسالة إشغال النقشبندية.</w:t>
      </w:r>
    </w:p>
    <w:p w:rsidR="00481D79" w:rsidRDefault="00481D79" w:rsidP="00D11BDC">
      <w:pPr>
        <w:pStyle w:val="libFootnote0"/>
        <w:rPr>
          <w:rtl/>
        </w:rPr>
      </w:pPr>
      <w:r>
        <w:rPr>
          <w:rtl/>
        </w:rPr>
        <w:t>ومحمد بن عبد الرسول البرزنجي في رسالته الاشاعة في أشراط الساعة.</w:t>
      </w:r>
    </w:p>
    <w:p w:rsidR="00481D79" w:rsidRDefault="00481D79" w:rsidP="00D11BDC">
      <w:pPr>
        <w:pStyle w:val="libFootnote0"/>
        <w:rPr>
          <w:rtl/>
        </w:rPr>
      </w:pPr>
      <w:r>
        <w:rPr>
          <w:rtl/>
        </w:rPr>
        <w:t>والشيخ اسماعيل بن سليمان الكردي في كتابه جلاء النظر في دفع شبهات ابن حجر.</w:t>
      </w:r>
    </w:p>
    <w:p w:rsidR="00481D79" w:rsidRDefault="00481D79" w:rsidP="00D11BDC">
      <w:pPr>
        <w:pStyle w:val="libFootnote0"/>
        <w:rPr>
          <w:rtl/>
        </w:rPr>
      </w:pPr>
      <w:r>
        <w:rPr>
          <w:rtl/>
        </w:rPr>
        <w:t>والمولى يعقوب اللاهوري في رسالة الاعتقاد.</w:t>
      </w:r>
    </w:p>
    <w:p w:rsidR="00481D79" w:rsidRDefault="00481D79" w:rsidP="00D11BDC">
      <w:pPr>
        <w:pStyle w:val="libFootnote0"/>
        <w:rPr>
          <w:rtl/>
        </w:rPr>
      </w:pPr>
      <w:r>
        <w:rPr>
          <w:rtl/>
        </w:rPr>
        <w:t>والشيخ سالم بن عبدالله السالم البصري الشافعي في رسالته الامداد بمعرفة الاسناد.</w:t>
      </w:r>
    </w:p>
    <w:p w:rsidR="00481D79" w:rsidRDefault="00481D79" w:rsidP="00D11BDC">
      <w:pPr>
        <w:pStyle w:val="libFootnote0"/>
        <w:rPr>
          <w:rtl/>
        </w:rPr>
      </w:pPr>
      <w:r>
        <w:rPr>
          <w:rtl/>
        </w:rPr>
        <w:t>والشيخ سليمان جمل في الفتوحات الاحمدية بالمنح المحمدية.</w:t>
      </w:r>
    </w:p>
    <w:p w:rsidR="00481D79" w:rsidRDefault="00481D79" w:rsidP="00D11BDC">
      <w:pPr>
        <w:pStyle w:val="libFootnote0"/>
        <w:rPr>
          <w:rtl/>
        </w:rPr>
      </w:pPr>
      <w:r>
        <w:rPr>
          <w:rtl/>
        </w:rPr>
        <w:t>والشيخ محمد السندي في كتابه دراسات اللبيب.</w:t>
      </w:r>
    </w:p>
    <w:p w:rsidR="00481D79" w:rsidRDefault="00481D79" w:rsidP="00D11BDC">
      <w:pPr>
        <w:pStyle w:val="libFootnote0"/>
        <w:rPr>
          <w:rtl/>
        </w:rPr>
      </w:pPr>
      <w:r>
        <w:rPr>
          <w:rtl/>
        </w:rPr>
        <w:t>وشهاب الدين أحمد بن عبد القادر العجيلي الشافعي في عدة مواضع من كتابه ذخيرة المآل في شرح عقد الآل ومحمد رشيد الدين خان الدهلوي في إيضاح لطافة المقال.</w:t>
      </w:r>
    </w:p>
    <w:p w:rsidR="00481D79" w:rsidRDefault="00481D79" w:rsidP="00D11BDC">
      <w:pPr>
        <w:pStyle w:val="libFootnote0"/>
        <w:rPr>
          <w:rtl/>
        </w:rPr>
      </w:pPr>
      <w:r>
        <w:rPr>
          <w:rtl/>
        </w:rPr>
        <w:t>والقاضي محمد بن علي الشوكاني الصنعاني في الفوائد المجموعة في الاحاديث الموضوعة.</w:t>
      </w:r>
    </w:p>
    <w:p w:rsidR="00481D79" w:rsidRDefault="00481D79" w:rsidP="00D11BDC">
      <w:pPr>
        <w:pStyle w:val="libFootnote0"/>
        <w:rPr>
          <w:rtl/>
        </w:rPr>
      </w:pPr>
      <w:r>
        <w:rPr>
          <w:rtl/>
        </w:rPr>
        <w:t>والشيخ جواد ساباط بن إبراهيم ساباط الساباطي الحنفي في كتابه البراهين الساباطية.</w:t>
      </w:r>
    </w:p>
    <w:p w:rsidR="00827655" w:rsidRDefault="00481D79" w:rsidP="00D11BDC">
      <w:pPr>
        <w:pStyle w:val="libFootnote0"/>
        <w:rPr>
          <w:rtl/>
        </w:rPr>
      </w:pPr>
      <w:r>
        <w:rPr>
          <w:rtl/>
        </w:rPr>
        <w:t xml:space="preserve">والشيخ محمد مبين بن محب الله السهالوي في كتابه وسيلة النجاة. </w:t>
      </w:r>
      <w:r w:rsidR="00827655">
        <w:rPr>
          <w:rtl/>
        </w:rPr>
        <w:t>=</w:t>
      </w:r>
    </w:p>
    <w:p w:rsidR="00481D79" w:rsidRDefault="00481D79" w:rsidP="00481D79">
      <w:pPr>
        <w:pStyle w:val="libNormal"/>
        <w:rPr>
          <w:rtl/>
        </w:rPr>
      </w:pPr>
      <w:r>
        <w:rPr>
          <w:rtl/>
        </w:rPr>
        <w:br w:type="page"/>
      </w:r>
    </w:p>
    <w:p w:rsidR="00481D79" w:rsidRPr="00481D79" w:rsidRDefault="00481D79" w:rsidP="001E111A">
      <w:pPr>
        <w:pStyle w:val="libNormal"/>
        <w:rPr>
          <w:rtl/>
        </w:rPr>
      </w:pPr>
      <w:r w:rsidRPr="00481D79">
        <w:rPr>
          <w:rtl/>
        </w:rPr>
        <w:lastRenderedPageBreak/>
        <w:t xml:space="preserve">(83) وبإسناده قال: قال رسول الله </w:t>
      </w:r>
      <w:r w:rsidR="004226A8" w:rsidRPr="004226A8">
        <w:rPr>
          <w:rStyle w:val="libAlaemChar"/>
          <w:rtl/>
        </w:rPr>
        <w:t>صلى‌الله‌عليه‌وآله</w:t>
      </w:r>
      <w:r w:rsidRPr="00481D79">
        <w:rPr>
          <w:rtl/>
        </w:rPr>
        <w:t xml:space="preserve">: " إذا كان يوم القيامة نوديت من بطنان </w:t>
      </w:r>
      <w:r w:rsidR="001E111A" w:rsidRPr="001E111A">
        <w:rPr>
          <w:rStyle w:val="libFootnotenumChar"/>
          <w:rFonts w:hint="cs"/>
          <w:rtl/>
        </w:rPr>
        <w:t>(1)</w:t>
      </w:r>
      <w:r w:rsidRPr="00481D79">
        <w:rPr>
          <w:rtl/>
        </w:rPr>
        <w:t xml:space="preserve"> العرش: [ يا محمد ] </w:t>
      </w:r>
      <w:r w:rsidR="001E111A" w:rsidRPr="001E111A">
        <w:rPr>
          <w:rStyle w:val="libFootnotenumChar"/>
          <w:rFonts w:hint="cs"/>
          <w:rtl/>
        </w:rPr>
        <w:t>(2)</w:t>
      </w:r>
      <w:r w:rsidRPr="00481D79">
        <w:rPr>
          <w:rtl/>
        </w:rPr>
        <w:t xml:space="preserve"> نعم الاب أبوك إبراهيم </w:t>
      </w:r>
      <w:r w:rsidR="001E111A" w:rsidRPr="001E111A">
        <w:rPr>
          <w:rStyle w:val="libFootnotenumChar"/>
          <w:rFonts w:hint="cs"/>
          <w:rtl/>
        </w:rPr>
        <w:t>(3)</w:t>
      </w:r>
      <w:r w:rsidRPr="00481D79">
        <w:rPr>
          <w:rtl/>
        </w:rPr>
        <w:t xml:space="preserve">، ونعم الاخ أخوك علي بن أبي طالب " </w:t>
      </w:r>
      <w:r w:rsidR="001E111A" w:rsidRPr="001E111A">
        <w:rPr>
          <w:rStyle w:val="libFootnotenumChar"/>
          <w:rFonts w:hint="cs"/>
          <w:rtl/>
        </w:rPr>
        <w:t>(4)</w:t>
      </w:r>
      <w:r w:rsidRPr="00481D79">
        <w:rPr>
          <w:rtl/>
        </w:rPr>
        <w:t>.</w:t>
      </w:r>
    </w:p>
    <w:p w:rsidR="00827655"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والقاضي ثناء الله پاني بتي في السيف المسلول. أخرجاه من طريق الحاكم وابن حجر. ونور الدين إسماعيل السليماني في الدر اليتيم. أخرجه من طريق الحاكم والخطيب وأبي نعيم. وعمر بن أحمد الخرپوتي الحنفي في كتابه عصيدة الشهدة في شرح قصيدة البردة. عند شرحه قوله: فاق النبيين في خلق وفي خلق * ولم يدانوه في علم ولا كرم والسيد قمر الدين الحسيني الاورنك آبادي في نور الكريمتين. وميرزا حسن علي اللكهنوي في كتابه تفريح الاحباب بمناقب الآل والاصحاب. وولي الله السهاوي اللكهنوي في مرآة المؤمنين. والشيخ سلامة الله البدايوني في كتابه معركة الآراء. والشيخ علي بن سليمان المغربي المالكي الشاذلي في كتابه نفع قوت المغتذي على صحيح الترمذي. وابن باكثير الشافعي في وسيلة المآل في عد مناقب الآل، نقلا عن أبي عمر صاحب الاستيعاب. وعبد الغني أفندي الغنيمي، حكاه عنه سليم محمد أفندي في قرة الاعيان. وحسن الزمان المولوي في القول المستحسن في فخر الحسن.</w:t>
      </w:r>
    </w:p>
    <w:p w:rsidR="00481D79" w:rsidRDefault="00481D79" w:rsidP="00D11BDC">
      <w:pPr>
        <w:pStyle w:val="libFootnote0"/>
        <w:rPr>
          <w:rtl/>
        </w:rPr>
      </w:pPr>
      <w:r>
        <w:rPr>
          <w:rtl/>
        </w:rPr>
        <w:t>اقول: هذه بعض مصادر الحديث ومن اراد الاطلاع على طرقه وأسانيده ومتونه فليراجع: عبقات الانوار للسيد مير حامد حسين الموسوي اللكهنوي: المجلد الخامس الخاص بهذا الحديث الجليل.</w:t>
      </w:r>
    </w:p>
    <w:p w:rsidR="00481D79" w:rsidRDefault="00481D79" w:rsidP="00D11BDC">
      <w:pPr>
        <w:pStyle w:val="libFootnote0"/>
        <w:rPr>
          <w:rtl/>
        </w:rPr>
      </w:pPr>
      <w:r>
        <w:rPr>
          <w:rtl/>
        </w:rPr>
        <w:t>الغدير: 6 / 61 - 77 للاميني.</w:t>
      </w:r>
    </w:p>
    <w:p w:rsidR="00481D79" w:rsidRDefault="00481D79" w:rsidP="00D11BDC">
      <w:pPr>
        <w:pStyle w:val="libFootnote0"/>
        <w:rPr>
          <w:rtl/>
        </w:rPr>
      </w:pPr>
      <w:r>
        <w:rPr>
          <w:rtl/>
        </w:rPr>
        <w:t>ملحقات احقاق الحق: 5 / 468 - 501 وج 16 / 277 - 297.</w:t>
      </w:r>
    </w:p>
    <w:p w:rsidR="00481D79" w:rsidRDefault="00481D79" w:rsidP="001E111A">
      <w:pPr>
        <w:pStyle w:val="libFootnote0"/>
        <w:rPr>
          <w:rtl/>
        </w:rPr>
      </w:pPr>
      <w:r>
        <w:rPr>
          <w:rtl/>
        </w:rPr>
        <w:t>1</w:t>
      </w:r>
      <w:r w:rsidR="001E111A">
        <w:rPr>
          <w:rFonts w:hint="cs"/>
          <w:rtl/>
        </w:rPr>
        <w:t>-</w:t>
      </w:r>
      <w:r>
        <w:rPr>
          <w:rtl/>
        </w:rPr>
        <w:t xml:space="preserve"> قال ابن الاثير في النهاية: 1 / 137: وفيه (ينادي مناد من بطنان العرش) أي من وسطه، وقيل: من أصله، وقيل: البطنان جمع بطن وهو الغامض من الارض، يريد من دواخل العرش.</w:t>
      </w:r>
    </w:p>
    <w:p w:rsidR="00481D79" w:rsidRDefault="00481D79" w:rsidP="001E111A">
      <w:pPr>
        <w:pStyle w:val="libFootnote0"/>
        <w:rPr>
          <w:rtl/>
        </w:rPr>
      </w:pPr>
      <w:r>
        <w:rPr>
          <w:rtl/>
        </w:rPr>
        <w:t>2</w:t>
      </w:r>
      <w:r w:rsidR="001E111A">
        <w:rPr>
          <w:rFonts w:hint="cs"/>
          <w:rtl/>
        </w:rPr>
        <w:t>-</w:t>
      </w:r>
      <w:r>
        <w:rPr>
          <w:rtl/>
        </w:rPr>
        <w:t xml:space="preserve"> من خ</w:t>
      </w:r>
    </w:p>
    <w:p w:rsidR="00481D79" w:rsidRDefault="00481D79" w:rsidP="001E111A">
      <w:pPr>
        <w:pStyle w:val="libFootnote0"/>
        <w:rPr>
          <w:rtl/>
        </w:rPr>
      </w:pPr>
      <w:r>
        <w:rPr>
          <w:rtl/>
        </w:rPr>
        <w:t>3</w:t>
      </w:r>
      <w:r w:rsidR="001E111A">
        <w:rPr>
          <w:rFonts w:hint="cs"/>
          <w:rtl/>
        </w:rPr>
        <w:t>-</w:t>
      </w:r>
      <w:r>
        <w:rPr>
          <w:rtl/>
        </w:rPr>
        <w:t xml:space="preserve"> في البحار: إبراهيم الخليل.</w:t>
      </w:r>
    </w:p>
    <w:p w:rsidR="00481D79" w:rsidRDefault="00481D79" w:rsidP="001E111A">
      <w:pPr>
        <w:pStyle w:val="libFootnote0"/>
        <w:rPr>
          <w:rtl/>
        </w:rPr>
      </w:pPr>
      <w:r>
        <w:rPr>
          <w:rtl/>
        </w:rPr>
        <w:t>4</w:t>
      </w:r>
      <w:r w:rsidR="001E111A">
        <w:rPr>
          <w:rFonts w:hint="cs"/>
          <w:rtl/>
        </w:rPr>
        <w:t>-</w:t>
      </w:r>
      <w:r>
        <w:rPr>
          <w:rtl/>
        </w:rPr>
        <w:t xml:space="preserve"> رواه الشيخ الصدوق في عيون أخبار الرضا: 2 / 30 ح 39، وفي الامالي: 266 ح 14 بإسناده عن محدوج بن زيد الهذلي في حديث مثله، وعنه البحار: 8 / 1 ح 1 وج 12 / 3 ح 2.</w:t>
      </w:r>
    </w:p>
    <w:p w:rsidR="00827655" w:rsidRDefault="00481D79" w:rsidP="001E111A">
      <w:pPr>
        <w:pStyle w:val="libFootnote0"/>
        <w:rPr>
          <w:rtl/>
        </w:rPr>
      </w:pPr>
      <w:r>
        <w:rPr>
          <w:rtl/>
        </w:rPr>
        <w:t xml:space="preserve">وروى مثله البرقي في المحاسن: 1 / 179 ح 169 بإسناده عن علي بن أبي علي اللهبي رفعه إلى النبي </w:t>
      </w:r>
      <w:r w:rsidR="001E111A" w:rsidRPr="009F72B0">
        <w:rPr>
          <w:rStyle w:val="libFootnoteAlaemChar"/>
          <w:rtl/>
        </w:rPr>
        <w:t>صلى‌الله‌عليه‌وآله</w:t>
      </w:r>
      <w:r w:rsidR="001E111A">
        <w:rPr>
          <w:rtl/>
        </w:rPr>
        <w:t xml:space="preserve"> </w:t>
      </w:r>
      <w:r>
        <w:rPr>
          <w:rtl/>
        </w:rPr>
        <w:t xml:space="preserve">، وعنه البحار: 7 / 329 ح 5. ورواه القمي في تفسيره: 117، عند تفسير قوله تعالى " فمن زحزح عن النار وادخل الجنة " آل عمران: 185 باسناده عن أبي بصير، عن الصادق </w:t>
      </w:r>
      <w:r w:rsidR="004226A8" w:rsidRPr="009F72B0">
        <w:rPr>
          <w:rStyle w:val="libFootnoteAlaemChar"/>
          <w:rtl/>
        </w:rPr>
        <w:t>عليه‌السلام</w:t>
      </w:r>
      <w:r>
        <w:rPr>
          <w:rtl/>
        </w:rPr>
        <w:t xml:space="preserve"> في حديث، عنه البحار: 7 / 328 ح 3 وج 12 / 6 ح 14 و ج 23 / 130 ح 63. </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ورواه ابن المغازلي في مناقبه: 67 ح 96 بالاسناد رقم 25، وفي ص 42 بإسناده إلى أبي زيد الباهلي في حديث، ورواه بلفظ آخر في ص 44 ح 66 بالاسناد رقم 24.</w:t>
      </w:r>
    </w:p>
    <w:p w:rsidR="00481D79" w:rsidRDefault="00481D79" w:rsidP="00D11BDC">
      <w:pPr>
        <w:pStyle w:val="libFootnote0"/>
        <w:rPr>
          <w:rtl/>
        </w:rPr>
      </w:pPr>
      <w:r>
        <w:rPr>
          <w:rtl/>
        </w:rPr>
        <w:t xml:space="preserve">ورواه ابن عساكر في تاريخ دمشق ضمن ترجمة الامام أميرالمؤمنين </w:t>
      </w:r>
      <w:r w:rsidR="004226A8" w:rsidRPr="009F72B0">
        <w:rPr>
          <w:rStyle w:val="libFootnoteAlaemChar"/>
          <w:rtl/>
        </w:rPr>
        <w:t>عليه‌السلام</w:t>
      </w:r>
      <w:r>
        <w:rPr>
          <w:rtl/>
        </w:rPr>
        <w:t>: 1 / 131 ح 159 بالاسناد رقم 33. ورواه الكنجي في كفاية الطالب: 185 بالاسناد رقم " 43 "، والخوارزمي في المناقب: 209 بالاسناد رقم " 29 ".</w:t>
      </w:r>
    </w:p>
    <w:p w:rsidR="00481D79" w:rsidRDefault="00481D79" w:rsidP="00D11BDC">
      <w:pPr>
        <w:pStyle w:val="libFootnote0"/>
        <w:rPr>
          <w:rtl/>
        </w:rPr>
      </w:pPr>
      <w:r>
        <w:rPr>
          <w:rtl/>
        </w:rPr>
        <w:t>ورواه ابن عساكر في كتابه المذكور: 1 / 111 ح 150، والخوارزمي في مقتل الحسين: 1 / 49، و أحمد بن حنبل في فضائل علي: 179 ح 252 جميعا بإسنادهم إلى محدوج بن زيد الهذلي في حديث. وأخرجه القندوزي في ينابيع المودة: 142 من طريق مسند أحمد، وفي ص 57 من طريق عبدالله بن أحمد في زوائد المسند، ومحب الدين الطبري في ذخائر العقبى: 75، وفي الرياض النضرة: 2 / 201، وسبط ابن الجوزي في تذكرة الخواص: 24 نقلا من كتاب المناقب لاحمد بن حنبل، وباكثير الحضرمي في وسيلة المآل: 116 (مخطوط)، وابن أبي الحديد في شرح نهج البلاغة: 9 / 169 من طريق أحمد بن حنبل في المسند والمناقب، والباعوني في جواهر المطالب: 25 من طريق أحمد في المناقب. وأخرجه العصامي في سمط النجوم العوالي: 2 / 490 من طريق أحمد في المناقب والملا في سيرته، وص 492 ح 74 من طريق الحاكمي، وفي مصباح الانوار: 90 وص 91 باسناده عن محدوج، وص 111 باسناده عن علي. والامرتسري في أرجح المطالب: 428 وص 666 باسناده عن محدوج. وأشار لهذا الحديث كل من: ابن الاثير في اسد الغابة: 4 / 306 في ترجمة محدوج الهذلي، ثم قال: أخرجه أبونعيم وأبوموسى. وابن حجر في الاصابة: 3 / 367 رقم 7740.</w:t>
      </w:r>
    </w:p>
    <w:p w:rsidR="00481D79" w:rsidRDefault="00481D79" w:rsidP="00D11BDC">
      <w:pPr>
        <w:pStyle w:val="libFootnote0"/>
        <w:rPr>
          <w:rtl/>
        </w:rPr>
      </w:pPr>
      <w:r>
        <w:rPr>
          <w:rtl/>
        </w:rPr>
        <w:t xml:space="preserve">ورواه أبوالخير القزويني في كتابه الاربعون المنتقى من مناقب المرتضى: 118 باب 31 ح 38 (المطبوع في العدد الاول من مجلة تراثنا) باسناده إلى الصادق </w:t>
      </w:r>
      <w:r w:rsidR="004226A8" w:rsidRPr="009F72B0">
        <w:rPr>
          <w:rStyle w:val="libFootnoteAlaemChar"/>
          <w:rtl/>
        </w:rPr>
        <w:t>عليه‌السلام</w:t>
      </w:r>
      <w:r>
        <w:rPr>
          <w:rtl/>
        </w:rPr>
        <w:t xml:space="preserve">، عن آبائه </w:t>
      </w:r>
      <w:r w:rsidR="004226A8" w:rsidRPr="009F72B0">
        <w:rPr>
          <w:rStyle w:val="libFootnoteAlaemChar"/>
          <w:rtl/>
        </w:rPr>
        <w:t>عليهم‌السلام</w:t>
      </w:r>
      <w:r>
        <w:rPr>
          <w:rtl/>
        </w:rPr>
        <w:t>.</w:t>
      </w:r>
    </w:p>
    <w:p w:rsidR="00481D79" w:rsidRDefault="00481D79" w:rsidP="00D11BDC">
      <w:pPr>
        <w:pStyle w:val="libFootnote0"/>
        <w:rPr>
          <w:rtl/>
        </w:rPr>
      </w:pPr>
      <w:r>
        <w:rPr>
          <w:rtl/>
        </w:rPr>
        <w:t xml:space="preserve">ورواه الحمويني في فرائد السمطين: 1 / 110 ح 77 بإسناده عن الباقر </w:t>
      </w:r>
      <w:r w:rsidR="004226A8" w:rsidRPr="009F72B0">
        <w:rPr>
          <w:rStyle w:val="libFootnoteAlaemChar"/>
          <w:rtl/>
        </w:rPr>
        <w:t>عليه‌السلام</w:t>
      </w:r>
      <w:r>
        <w:rPr>
          <w:rtl/>
        </w:rPr>
        <w:t xml:space="preserve"> في حديث، وح 78 بإسناده عن الصادق </w:t>
      </w:r>
      <w:r w:rsidR="004226A8" w:rsidRPr="009F72B0">
        <w:rPr>
          <w:rStyle w:val="libFootnoteAlaemChar"/>
          <w:rtl/>
        </w:rPr>
        <w:t>عليه‌السلام</w:t>
      </w:r>
      <w:r>
        <w:rPr>
          <w:rtl/>
        </w:rPr>
        <w:t xml:space="preserve">. ونحوه في كتاب الرقائق: 303 مرسلا. ورواه السيوطي في ذيل اللئالي: 60 بالاسناد إلى أحمد بن علي بن صدقة الدقي، عن الرضا </w:t>
      </w:r>
      <w:r w:rsidR="004226A8" w:rsidRPr="009F72B0">
        <w:rPr>
          <w:rStyle w:val="libFootnoteAlaemChar"/>
          <w:rtl/>
        </w:rPr>
        <w:t>عليه‌السلام</w:t>
      </w:r>
      <w:r>
        <w:rPr>
          <w:rtl/>
        </w:rPr>
        <w:t>.</w:t>
      </w:r>
    </w:p>
    <w:p w:rsidR="00481D79" w:rsidRDefault="00481D79" w:rsidP="00D11BDC">
      <w:pPr>
        <w:pStyle w:val="libFootnote0"/>
        <w:rPr>
          <w:rtl/>
        </w:rPr>
      </w:pPr>
      <w:r>
        <w:rPr>
          <w:rtl/>
        </w:rPr>
        <w:t xml:space="preserve">وأخرجه الحنفي الترمذي في المناقب المرتضوية: 223 نقلا من كتاب كفاية الطالب ووسيلة المتعبدين عن جابر. وأخرجه العيني الحيدر آبادي في كتابه مناقب علي </w:t>
      </w:r>
      <w:r w:rsidR="004226A8" w:rsidRPr="009F72B0">
        <w:rPr>
          <w:rStyle w:val="libFootnoteAlaemChar"/>
          <w:rtl/>
        </w:rPr>
        <w:t>عليه‌السلام</w:t>
      </w:r>
      <w:r>
        <w:rPr>
          <w:rtl/>
        </w:rPr>
        <w:t>: 54 من طريق البيهقي. وأخرجه الرافعي في التدوين في ترجمة علي بن الحسن بن بندار التميمي العنبري. راجع ملحقات إحقاق الحق: 4 / 182 - 186 وج 15 / 482 - 487.</w:t>
      </w:r>
    </w:p>
    <w:p w:rsidR="00481D79" w:rsidRDefault="00481D79" w:rsidP="00481D79">
      <w:pPr>
        <w:pStyle w:val="libNormal"/>
        <w:rPr>
          <w:rtl/>
        </w:rPr>
      </w:pPr>
      <w:r>
        <w:rPr>
          <w:rtl/>
        </w:rPr>
        <w:br w:type="page"/>
      </w:r>
    </w:p>
    <w:p w:rsidR="00481D79" w:rsidRPr="00481D79" w:rsidRDefault="00481D79" w:rsidP="009F72B0">
      <w:pPr>
        <w:pStyle w:val="libNormal"/>
        <w:rPr>
          <w:rtl/>
        </w:rPr>
      </w:pPr>
      <w:r w:rsidRPr="00481D79">
        <w:rPr>
          <w:rtl/>
        </w:rPr>
        <w:lastRenderedPageBreak/>
        <w:t xml:space="preserve">(84) وبإسناده قال: قال رسول الله </w:t>
      </w:r>
      <w:r w:rsidR="004226A8" w:rsidRPr="004226A8">
        <w:rPr>
          <w:rStyle w:val="libAlaemChar"/>
          <w:rtl/>
        </w:rPr>
        <w:t>صلى‌الله‌عليه‌وآله</w:t>
      </w:r>
      <w:r w:rsidRPr="00481D79">
        <w:rPr>
          <w:rtl/>
        </w:rPr>
        <w:t xml:space="preserve">: " كأني دعيت فأجبت، وإني تارك فيكم الثقلين، أحدهما اكبر من الآخر: كتاب الله عزوجل حبل ممدود من لسماء إلى الارض، وعترتي أهل بيتي، فانطروا كيف تخلفونني فيهما " </w:t>
      </w:r>
      <w:r w:rsidR="009F72B0" w:rsidRPr="009F72B0">
        <w:rPr>
          <w:rStyle w:val="libFootnotenumChar"/>
          <w:rFonts w:hint="cs"/>
          <w:rtl/>
        </w:rPr>
        <w:t>(1)</w:t>
      </w:r>
      <w:r w:rsidRPr="00481D79">
        <w:rPr>
          <w:rtl/>
        </w:rPr>
        <w:t>.</w:t>
      </w:r>
    </w:p>
    <w:p w:rsidR="00481D79" w:rsidRDefault="005B067E" w:rsidP="005B067E">
      <w:pPr>
        <w:pStyle w:val="libLine"/>
        <w:rPr>
          <w:rtl/>
        </w:rPr>
      </w:pPr>
      <w:r>
        <w:rPr>
          <w:rtl/>
        </w:rPr>
        <w:t>____________________</w:t>
      </w:r>
    </w:p>
    <w:p w:rsidR="00827655" w:rsidRDefault="00481D79" w:rsidP="009F72B0">
      <w:pPr>
        <w:pStyle w:val="libFootnote0"/>
        <w:rPr>
          <w:rtl/>
        </w:rPr>
      </w:pPr>
      <w:r>
        <w:rPr>
          <w:rtl/>
        </w:rPr>
        <w:t>1</w:t>
      </w:r>
      <w:r w:rsidR="009F72B0">
        <w:rPr>
          <w:rFonts w:hint="cs"/>
          <w:rtl/>
        </w:rPr>
        <w:t>-</w:t>
      </w:r>
      <w:r>
        <w:rPr>
          <w:rtl/>
        </w:rPr>
        <w:t xml:space="preserve"> عنه البحار: 23 / 144 ح 101 وعن عيون الاخبار: 2 / 30 ح 40. وأخرجه في البحار: 92 / 13 ح 2 عن العيون. وهذا الحديث الشريف العظيم الشأن رواه ونقله معظم علماء الفريقين بطرق وأسانيد ومتون عديدة. وقد صدر منه </w:t>
      </w:r>
      <w:r w:rsidR="004226A8" w:rsidRPr="009F72B0">
        <w:rPr>
          <w:rStyle w:val="libFootnoteAlaemChar"/>
          <w:rtl/>
        </w:rPr>
        <w:t>صلى‌الله‌عليه‌وآله</w:t>
      </w:r>
      <w:r>
        <w:rPr>
          <w:rtl/>
        </w:rPr>
        <w:t xml:space="preserve"> في خمسة مواضع هي: يوم عرفة على ناقته القصوى. في مسجد خيف. في خطبة يوم الغدير في حجة الوداع. يوم قبض في خطبته على المنبر وعلى فراشه الشريف. ورواه أكثر من أربعين صحابيا وتابعيا نذكر منهم: الامام أمير المؤمنين </w:t>
      </w:r>
      <w:r w:rsidR="004226A8" w:rsidRPr="009F72B0">
        <w:rPr>
          <w:rStyle w:val="libFootnoteAlaemChar"/>
          <w:rtl/>
        </w:rPr>
        <w:t>عليه‌السلام</w:t>
      </w:r>
      <w:r>
        <w:rPr>
          <w:rtl/>
        </w:rPr>
        <w:t xml:space="preserve"> رواه بإسناده عنه الصدوق في العيون: 1 / 46 ح 25 والمعاني: 90 ح 4 وكمال الدين: 1 / 240 ح 64. عنهم البحار: 23 / 147 ح 10 وأورده الطبرسي في إعلام الورى: 396. ورواه الحمويني في فرائد السمطين: 1 / 147 ح 441 بإسناده عن ابن بابويه. ورواه سليم بن قيس الهلالي في كتابه: 121 عنه البحار: 8 / 362 " ط. حجر "، والقندوزي في ينابيع المودة: 34 وفي ص 116 من طريق الحمويني بإسناده عن سليم. ورواه النعماني في الغيبة: 41 ح 2 بعدة طرق عنه البحار: 92 / 102 ح 80. ورواه البزار في مسنده: 1 / 75 بإسناده عن علي </w:t>
      </w:r>
      <w:r w:rsidR="004226A8" w:rsidRPr="009F72B0">
        <w:rPr>
          <w:rStyle w:val="libFootnoteAlaemChar"/>
          <w:rtl/>
        </w:rPr>
        <w:t>عليه‌السلام</w:t>
      </w:r>
      <w:r>
        <w:rPr>
          <w:rtl/>
        </w:rPr>
        <w:t xml:space="preserve">، أخرجه من طريقه: نور الدين الهيثمي في مجمع الزوائد: 9 / 163، والسيوطي في إحياء الميت: 247 ح 23 (المطبوع بهامش الاتحاف للشبراوي). والمناوي في الجامع الازهر: 8 / 491 (المطبوع في آخر كتاب جامع الاحاديث) ورواه البلاذري في أنساب الاشراف: 1 / 315 في ترجمته </w:t>
      </w:r>
      <w:r w:rsidR="004226A8" w:rsidRPr="009F72B0">
        <w:rPr>
          <w:rStyle w:val="libFootnoteAlaemChar"/>
          <w:rtl/>
        </w:rPr>
        <w:t>عليه‌السلام</w:t>
      </w:r>
      <w:r>
        <w:rPr>
          <w:rtl/>
        </w:rPr>
        <w:t xml:space="preserve">. وأبواليقظان الكازروني في شرف النبي: 288 (مخطوط) في وصيته </w:t>
      </w:r>
      <w:r w:rsidR="004226A8" w:rsidRPr="009F72B0">
        <w:rPr>
          <w:rStyle w:val="libFootnoteAlaemChar"/>
          <w:rtl/>
        </w:rPr>
        <w:t>عليه‌السلام</w:t>
      </w:r>
      <w:r>
        <w:rPr>
          <w:rtl/>
        </w:rPr>
        <w:t xml:space="preserve">. والخوارزمي في مقتل الحسين: 1 / 114 بإسناده عن زيد بن علي، عن أبيه، عن جده الحسين، عن علي </w:t>
      </w:r>
      <w:r w:rsidR="004226A8" w:rsidRPr="009F72B0">
        <w:rPr>
          <w:rStyle w:val="libFootnoteAlaemChar"/>
          <w:rtl/>
        </w:rPr>
        <w:t>عليه‌السلام</w:t>
      </w:r>
      <w:r>
        <w:rPr>
          <w:rtl/>
        </w:rPr>
        <w:t xml:space="preserve">. وأخرجه المتقي الهندي في كنز العمال: 1 / 340 من طريق ابن جرير. وحسن الزمان في الفقه الاكبر: 2 / 95 من طريق أبي نعيم في الحلية. </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والامر تسري في أرجح المطالب: 336 من طريق البزار، ومن طريق بن راهويه في المسند.</w:t>
      </w:r>
    </w:p>
    <w:p w:rsidR="00481D79" w:rsidRDefault="00481D79" w:rsidP="00D11BDC">
      <w:pPr>
        <w:pStyle w:val="libFootnote0"/>
        <w:rPr>
          <w:rtl/>
        </w:rPr>
      </w:pPr>
      <w:r>
        <w:rPr>
          <w:rtl/>
        </w:rPr>
        <w:t>ومن طريق الدولابي في العترة الطاهرة عن عبدالله بن موسى، عن أبيه، عن جده، عن علي، وبهذا الطريق أخرجه الحضرمي في وسيلة المآل: 57 (مخطوط).</w:t>
      </w:r>
    </w:p>
    <w:p w:rsidR="00481D79" w:rsidRDefault="00481D79" w:rsidP="00D11BDC">
      <w:pPr>
        <w:pStyle w:val="libFootnote0"/>
        <w:rPr>
          <w:rtl/>
        </w:rPr>
      </w:pPr>
      <w:r>
        <w:rPr>
          <w:rtl/>
        </w:rPr>
        <w:t>وأخرجه القندوزي في ينابيع المودة: 39 من طريق ابن عقدة بإسناده عن سعد بن ظريف.</w:t>
      </w:r>
    </w:p>
    <w:p w:rsidR="00481D79" w:rsidRDefault="00481D79" w:rsidP="00D11BDC">
      <w:pPr>
        <w:pStyle w:val="libFootnote0"/>
        <w:rPr>
          <w:rtl/>
        </w:rPr>
      </w:pPr>
      <w:r>
        <w:rPr>
          <w:rtl/>
        </w:rPr>
        <w:t>عن الاصبغ بن نباتة، عن علي، وعن أبي رافع.</w:t>
      </w:r>
    </w:p>
    <w:p w:rsidR="00481D79" w:rsidRDefault="00481D79" w:rsidP="00D11BDC">
      <w:pPr>
        <w:pStyle w:val="libFootnote0"/>
        <w:rPr>
          <w:rtl/>
        </w:rPr>
      </w:pPr>
      <w:r>
        <w:rPr>
          <w:rtl/>
        </w:rPr>
        <w:t>ومن طريق إسحاق بن راهويه في مسنده من طريق كثير بن زيد، عن محمد بن عمر، عن علي بن أبى طالب، عن أبيه، عن جده.</w:t>
      </w:r>
    </w:p>
    <w:p w:rsidR="00481D79" w:rsidRDefault="00481D79" w:rsidP="00D11BDC">
      <w:pPr>
        <w:pStyle w:val="libFootnote0"/>
        <w:rPr>
          <w:rtl/>
        </w:rPr>
      </w:pPr>
      <w:r>
        <w:rPr>
          <w:rtl/>
        </w:rPr>
        <w:t xml:space="preserve">ومن طريق الدولابي في الذرية الطاهرة، والحافظ الجعابي بإسناده عن عبدالله بن الحسن، عن أبيه، عن جده، عن علي </w:t>
      </w:r>
      <w:r w:rsidR="004226A8" w:rsidRPr="009F72B0">
        <w:rPr>
          <w:rStyle w:val="libFootnoteAlaemChar"/>
          <w:rtl/>
        </w:rPr>
        <w:t>عليه‌السلام</w:t>
      </w:r>
      <w:r>
        <w:rPr>
          <w:rtl/>
        </w:rPr>
        <w:t>.</w:t>
      </w:r>
    </w:p>
    <w:p w:rsidR="00481D79" w:rsidRDefault="00481D79" w:rsidP="00D11BDC">
      <w:pPr>
        <w:pStyle w:val="libFootnote0"/>
        <w:rPr>
          <w:rtl/>
        </w:rPr>
      </w:pPr>
      <w:r>
        <w:rPr>
          <w:rtl/>
        </w:rPr>
        <w:t xml:space="preserve">فاطمة الزهراء </w:t>
      </w:r>
      <w:r w:rsidR="004226A8" w:rsidRPr="009F72B0">
        <w:rPr>
          <w:rStyle w:val="libFootnoteAlaemChar"/>
          <w:rtl/>
        </w:rPr>
        <w:t>عليها‌السلام</w:t>
      </w:r>
      <w:r>
        <w:rPr>
          <w:rtl/>
        </w:rPr>
        <w:t xml:space="preserve"> أخرج روايتها القندوزي في ينابيع المودة: 40 من طريق ابن عقدة في الموالاة بإسناده عن عروة بن خارجة عنها </w:t>
      </w:r>
      <w:r w:rsidR="004226A8" w:rsidRPr="009F72B0">
        <w:rPr>
          <w:rStyle w:val="libFootnoteAlaemChar"/>
          <w:rtl/>
        </w:rPr>
        <w:t>عليها‌السلام</w:t>
      </w:r>
      <w:r>
        <w:rPr>
          <w:rtl/>
        </w:rPr>
        <w:t>.</w:t>
      </w:r>
    </w:p>
    <w:p w:rsidR="00481D79" w:rsidRDefault="00481D79" w:rsidP="00D11BDC">
      <w:pPr>
        <w:pStyle w:val="libFootnote0"/>
        <w:rPr>
          <w:rtl/>
        </w:rPr>
      </w:pPr>
      <w:r>
        <w:rPr>
          <w:rtl/>
        </w:rPr>
        <w:t xml:space="preserve">الامام الحسن </w:t>
      </w:r>
      <w:r w:rsidR="004226A8" w:rsidRPr="009F72B0">
        <w:rPr>
          <w:rStyle w:val="libFootnoteAlaemChar"/>
          <w:rtl/>
        </w:rPr>
        <w:t>عليه‌السلام</w:t>
      </w:r>
      <w:r>
        <w:rPr>
          <w:rtl/>
        </w:rPr>
        <w:t xml:space="preserve"> روى الحديث عنه أبوالقاسم الخزاز القمي الرازي: 162 عنه البحار: 36 / 338 ح 101.</w:t>
      </w:r>
    </w:p>
    <w:p w:rsidR="00481D79" w:rsidRDefault="00481D79" w:rsidP="00D11BDC">
      <w:pPr>
        <w:pStyle w:val="libFootnote0"/>
        <w:rPr>
          <w:rtl/>
        </w:rPr>
      </w:pPr>
      <w:r>
        <w:rPr>
          <w:rtl/>
        </w:rPr>
        <w:t>وأخرجه القندوزي في ينابيع المودة: 20 من طريق عبدالله بن الحسن المثنى ابن الحسن المجتبى.</w:t>
      </w:r>
    </w:p>
    <w:p w:rsidR="00481D79" w:rsidRDefault="00481D79" w:rsidP="00D11BDC">
      <w:pPr>
        <w:pStyle w:val="libFootnote0"/>
        <w:rPr>
          <w:rtl/>
        </w:rPr>
      </w:pPr>
      <w:r>
        <w:rPr>
          <w:rtl/>
        </w:rPr>
        <w:t xml:space="preserve">الامام الباقر </w:t>
      </w:r>
      <w:r w:rsidR="004226A8" w:rsidRPr="009F72B0">
        <w:rPr>
          <w:rStyle w:val="libFootnoteAlaemChar"/>
          <w:rtl/>
        </w:rPr>
        <w:t>عليه‌السلام</w:t>
      </w:r>
      <w:r>
        <w:rPr>
          <w:rtl/>
        </w:rPr>
        <w:t xml:space="preserve"> روى الحديث بإسناده عنه: الصفار في بصائر الدرجات: 413 ح 3 وص 414 ح 6. عنه البحار: 23 / 140 ح 90 و 91. وسعد بن عبدالله في مختصر بصائر الدرجات: 90 وص 91. والطبرسي في الاحتجاج: 1 / 75 عنه البحار: 37 / 209. وأورده ابن شعبة الحراني في روضة الواعظين: 114.</w:t>
      </w:r>
    </w:p>
    <w:p w:rsidR="00481D79" w:rsidRDefault="00481D79" w:rsidP="00D11BDC">
      <w:pPr>
        <w:pStyle w:val="libFootnote0"/>
        <w:rPr>
          <w:rtl/>
        </w:rPr>
      </w:pPr>
      <w:r>
        <w:rPr>
          <w:rtl/>
        </w:rPr>
        <w:t>وأخرجه ابن طاووس في إقبال الاعمال: 459 من كتاب النشر والطي عنه البحار: 37 / 132.</w:t>
      </w:r>
    </w:p>
    <w:p w:rsidR="00481D79" w:rsidRDefault="00481D79" w:rsidP="00D11BDC">
      <w:pPr>
        <w:pStyle w:val="libFootnote0"/>
        <w:rPr>
          <w:rtl/>
        </w:rPr>
      </w:pPr>
      <w:r>
        <w:rPr>
          <w:rtl/>
        </w:rPr>
        <w:t xml:space="preserve">الامام الصادق </w:t>
      </w:r>
      <w:r w:rsidR="004226A8" w:rsidRPr="009F72B0">
        <w:rPr>
          <w:rStyle w:val="libFootnoteAlaemChar"/>
          <w:rtl/>
        </w:rPr>
        <w:t>عليه‌السلام</w:t>
      </w:r>
      <w:r>
        <w:rPr>
          <w:rtl/>
        </w:rPr>
        <w:t xml:space="preserve"> روى الحديث بإسناده عنه الصفار في بصائر الدرجات: 414 ح 4، عنه البحار: 23 / 140 ح 88 وسعد بن عبدالله في مختصر بصائر الدرجات: 90.</w:t>
      </w:r>
    </w:p>
    <w:p w:rsidR="00827655" w:rsidRDefault="00481D79" w:rsidP="009F72B0">
      <w:pPr>
        <w:pStyle w:val="libFootnote0"/>
        <w:rPr>
          <w:rtl/>
        </w:rPr>
      </w:pPr>
      <w:r>
        <w:rPr>
          <w:rtl/>
        </w:rPr>
        <w:t>ورواه الصدوق في كمال الدين: 1 / 244، ومعاني الاخبار: 91 ح 5 عنهما البحار: 23 / 147 ح 111. والعياشي في تفسيره: 1 / 5 ح 9 عنه البحار: 92 / 27 ح 29.</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الامام الرضا </w:t>
      </w:r>
      <w:r w:rsidR="004226A8" w:rsidRPr="009F72B0">
        <w:rPr>
          <w:rStyle w:val="libFootnoteAlaemChar"/>
          <w:rtl/>
        </w:rPr>
        <w:t>عليه‌السلام</w:t>
      </w:r>
      <w:r w:rsidR="00481D79">
        <w:rPr>
          <w:rtl/>
        </w:rPr>
        <w:t xml:space="preserve"> روى الحديث بإسناد عنه: الصدوق في عيون الاخبار: 2 / 62 ح 259.</w:t>
      </w:r>
    </w:p>
    <w:p w:rsidR="00481D79" w:rsidRDefault="00481D79" w:rsidP="00D11BDC">
      <w:pPr>
        <w:pStyle w:val="libFootnote0"/>
        <w:rPr>
          <w:rtl/>
        </w:rPr>
      </w:pPr>
      <w:r>
        <w:rPr>
          <w:rtl/>
        </w:rPr>
        <w:t>وفي كمال الدين: 239 ح 58 بإسناد التميمي، عن الرضا، عنه البحار: 23 / 145 ح 105.</w:t>
      </w:r>
    </w:p>
    <w:p w:rsidR="00481D79" w:rsidRDefault="00481D79" w:rsidP="00D11BDC">
      <w:pPr>
        <w:pStyle w:val="libFootnote0"/>
        <w:rPr>
          <w:rtl/>
        </w:rPr>
      </w:pPr>
      <w:r>
        <w:rPr>
          <w:rtl/>
        </w:rPr>
        <w:t>عبدالله بن عباس رواه عنه ابن المغازلي في المناقب: 15 (مخطوط) من طريق الحاكم في كتاب السفينة نقلا من كتاب الفتوح لابن أعثم، عن ابن عباس في حديث طويل.</w:t>
      </w:r>
    </w:p>
    <w:p w:rsidR="00481D79" w:rsidRDefault="00481D79" w:rsidP="00D11BDC">
      <w:pPr>
        <w:pStyle w:val="libFootnote0"/>
        <w:rPr>
          <w:rtl/>
        </w:rPr>
      </w:pPr>
      <w:r>
        <w:rPr>
          <w:rtl/>
        </w:rPr>
        <w:t>وأخرجه الخوارزمي في مقتل الحسين: 1 / 164 من طريق أحمد بن أعثم الكوفي في تاريخه.</w:t>
      </w:r>
    </w:p>
    <w:p w:rsidR="00481D79" w:rsidRDefault="00481D79" w:rsidP="00D11BDC">
      <w:pPr>
        <w:pStyle w:val="libFootnote0"/>
        <w:rPr>
          <w:rtl/>
        </w:rPr>
      </w:pPr>
      <w:r>
        <w:rPr>
          <w:rtl/>
        </w:rPr>
        <w:t>والقندوزي في ينابيع المودة: 35 عن عطاء بن السائب، عن أبي يحيى، عنه.</w:t>
      </w:r>
    </w:p>
    <w:p w:rsidR="00481D79" w:rsidRDefault="00481D79" w:rsidP="00D11BDC">
      <w:pPr>
        <w:pStyle w:val="libFootnote0"/>
        <w:rPr>
          <w:rtl/>
        </w:rPr>
      </w:pPr>
      <w:r>
        <w:rPr>
          <w:rtl/>
        </w:rPr>
        <w:t>أبوأيوب الانصاري، خزيمة بن ثابت، سهل بن سعد، عدي بن حاتم، عقبة بن عامر، أبوسعيد الخدري، أبوقدامة الانصاري، أبوليلى الانصاري، الهيثم بن التيهان، وشريح الخزاعي.</w:t>
      </w:r>
    </w:p>
    <w:p w:rsidR="00481D79" w:rsidRDefault="00481D79" w:rsidP="00D11BDC">
      <w:pPr>
        <w:pStyle w:val="libFootnote0"/>
        <w:rPr>
          <w:rtl/>
        </w:rPr>
      </w:pPr>
      <w:r>
        <w:rPr>
          <w:rtl/>
        </w:rPr>
        <w:t>روى الحديث عنهم: الامر تسري في أرجح المطالب: 576 وص 339 من طريق ابن عقدة، وأبوحاتم محمد بن حيان السبتي، ومحب الدين الطبري في الرياض النضرة، وابن عساكر، والسمهودي في جواهر العقدين بإسنادهم عن أبي الطفيل في حديث المناشدة.</w:t>
      </w:r>
    </w:p>
    <w:p w:rsidR="00481D79" w:rsidRDefault="00481D79" w:rsidP="00D11BDC">
      <w:pPr>
        <w:pStyle w:val="libFootnote0"/>
        <w:rPr>
          <w:rtl/>
        </w:rPr>
      </w:pPr>
      <w:r>
        <w:rPr>
          <w:rtl/>
        </w:rPr>
        <w:t>وشمس الدين السخاوي في استجلاب ارتقاء الغرف بحب أقرباء الرسول ذوي الشرف (مخطوط)، من طريق ابن عقدة (على ما نقله عنه المير سيد حامد الموسوي في عبقات الانوار مجلد حديث الثقلين: 243).</w:t>
      </w:r>
    </w:p>
    <w:p w:rsidR="00481D79" w:rsidRDefault="00481D79" w:rsidP="00D11BDC">
      <w:pPr>
        <w:pStyle w:val="libFootnote0"/>
        <w:rPr>
          <w:rtl/>
        </w:rPr>
      </w:pPr>
      <w:r>
        <w:rPr>
          <w:rtl/>
        </w:rPr>
        <w:t>وأخرجه القندوزي في ينابيع المودة: 38 من طريق أبي نعيم وغيره، عن ابي الطفيل.</w:t>
      </w:r>
    </w:p>
    <w:p w:rsidR="00481D79" w:rsidRDefault="00481D79" w:rsidP="00D11BDC">
      <w:pPr>
        <w:pStyle w:val="libFootnote0"/>
        <w:rPr>
          <w:rtl/>
        </w:rPr>
      </w:pPr>
      <w:r>
        <w:rPr>
          <w:rtl/>
        </w:rPr>
        <w:t>أبوذر الغفاري روى الحديث بإسناده عنه: الصدوق في كمال الدين: 1 / 239 ح 59 عنه البحار: 23 / 135 ح 74.</w:t>
      </w:r>
    </w:p>
    <w:p w:rsidR="00481D79" w:rsidRDefault="00481D79" w:rsidP="00D11BDC">
      <w:pPr>
        <w:pStyle w:val="libFootnote0"/>
        <w:rPr>
          <w:rtl/>
        </w:rPr>
      </w:pPr>
      <w:r>
        <w:rPr>
          <w:rtl/>
        </w:rPr>
        <w:t>وأخرجه من طريق سليم بن قيس الهلالي: الطبرسي في الاحتجاج: 1 / 228 عنه البحار: 23 / 119.</w:t>
      </w:r>
    </w:p>
    <w:p w:rsidR="00481D79" w:rsidRDefault="00481D79" w:rsidP="00D11BDC">
      <w:pPr>
        <w:pStyle w:val="libFootnote0"/>
        <w:rPr>
          <w:rtl/>
        </w:rPr>
      </w:pPr>
      <w:r>
        <w:rPr>
          <w:rtl/>
        </w:rPr>
        <w:t>ح 38، وأبوالتيسير عثمان مدوخ في العدل الشاهد: 123، والحمويني في فرائد السمطين.</w:t>
      </w:r>
    </w:p>
    <w:p w:rsidR="00481D79" w:rsidRDefault="00481D79" w:rsidP="00D11BDC">
      <w:pPr>
        <w:pStyle w:val="libFootnote0"/>
        <w:rPr>
          <w:rtl/>
        </w:rPr>
      </w:pPr>
      <w:r>
        <w:rPr>
          <w:rtl/>
        </w:rPr>
        <w:t>ورواه الطبراني في المعجم الكبير: 5 / 538 بإسناده عن حنش بن المعتمر عنه.</w:t>
      </w:r>
    </w:p>
    <w:p w:rsidR="00481D79" w:rsidRDefault="00481D79" w:rsidP="00D11BDC">
      <w:pPr>
        <w:pStyle w:val="libFootnote0"/>
        <w:rPr>
          <w:rtl/>
        </w:rPr>
      </w:pPr>
      <w:r>
        <w:rPr>
          <w:rtl/>
        </w:rPr>
        <w:t>ورواه أبومحمد العاصمي في زين الفتى في تفسير سورة " هل أتى " (مخطوط).</w:t>
      </w:r>
    </w:p>
    <w:p w:rsidR="00481D79" w:rsidRDefault="00481D79" w:rsidP="00D11BDC">
      <w:pPr>
        <w:pStyle w:val="libFootnote0"/>
        <w:rPr>
          <w:rtl/>
        </w:rPr>
      </w:pPr>
      <w:r>
        <w:rPr>
          <w:rtl/>
        </w:rPr>
        <w:t>نقله عنه المير سيد حامد الموسوي في عبقات الانوار المجلد الاول من حديث الثقلين: 176.</w:t>
      </w:r>
    </w:p>
    <w:p w:rsidR="00481D79" w:rsidRDefault="00481D79" w:rsidP="00D11BDC">
      <w:pPr>
        <w:pStyle w:val="libFootnote0"/>
        <w:rPr>
          <w:rtl/>
        </w:rPr>
      </w:pPr>
      <w:r>
        <w:rPr>
          <w:rtl/>
        </w:rPr>
        <w:t>وأورده الحضرمي في وسيلة المآل: 57.</w:t>
      </w:r>
    </w:p>
    <w:p w:rsidR="00481D79" w:rsidRDefault="00481D79" w:rsidP="00D11BDC">
      <w:pPr>
        <w:pStyle w:val="libFootnote0"/>
        <w:rPr>
          <w:rtl/>
        </w:rPr>
      </w:pPr>
      <w:r>
        <w:rPr>
          <w:rtl/>
        </w:rPr>
        <w:t>والسمهودي في الاشراف على فضل الاشراف: 34 (مخطوط).</w:t>
      </w:r>
    </w:p>
    <w:p w:rsidR="00481D79" w:rsidRDefault="00481D79" w:rsidP="00D11BDC">
      <w:pPr>
        <w:pStyle w:val="libFootnote0"/>
        <w:rPr>
          <w:rtl/>
        </w:rPr>
      </w:pPr>
      <w:r>
        <w:rPr>
          <w:rtl/>
        </w:rPr>
        <w:t>والامرتسري في أرجح المطالب: 527.</w:t>
      </w:r>
    </w:p>
    <w:p w:rsidR="00481D79" w:rsidRDefault="00481D79" w:rsidP="00D11BDC">
      <w:pPr>
        <w:pStyle w:val="libFootnote0"/>
        <w:rPr>
          <w:rtl/>
        </w:rPr>
      </w:pPr>
      <w:r>
        <w:rPr>
          <w:rtl/>
        </w:rPr>
        <w:t>وفي ص 337 من طريق الترمذي.</w:t>
      </w:r>
    </w:p>
    <w:p w:rsidR="00827655" w:rsidRDefault="00481D79" w:rsidP="00D11BDC">
      <w:pPr>
        <w:pStyle w:val="libFootnote0"/>
        <w:rPr>
          <w:rtl/>
        </w:rPr>
      </w:pPr>
      <w:r>
        <w:rPr>
          <w:rtl/>
        </w:rPr>
        <w:t>وكذا القندوزي في ينابيع المودة: 39.</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أبورافع مولى رسول الله </w:t>
      </w:r>
      <w:r w:rsidR="004226A8" w:rsidRPr="009F72B0">
        <w:rPr>
          <w:rStyle w:val="libFootnoteAlaemChar"/>
          <w:rtl/>
        </w:rPr>
        <w:t>صلى‌الله‌عليه‌وآله</w:t>
      </w:r>
      <w:r w:rsidR="00481D79">
        <w:rPr>
          <w:rtl/>
        </w:rPr>
        <w:t xml:space="preserve"> نقل الحديث عنه: الامرتسري في أرجح المطالب: 337 من طريق ابن عقدة.</w:t>
      </w:r>
    </w:p>
    <w:p w:rsidR="00481D79" w:rsidRDefault="00481D79" w:rsidP="00D11BDC">
      <w:pPr>
        <w:pStyle w:val="libFootnote0"/>
        <w:rPr>
          <w:rtl/>
        </w:rPr>
      </w:pPr>
      <w:r>
        <w:rPr>
          <w:rtl/>
        </w:rPr>
        <w:t>وكذا الحضرمي في وسيلة المآل: 58 (مخطوط) وقال: أشار إليه الترمذي في جامعه.</w:t>
      </w:r>
    </w:p>
    <w:p w:rsidR="00481D79" w:rsidRDefault="00481D79" w:rsidP="00D11BDC">
      <w:pPr>
        <w:pStyle w:val="libFootnote0"/>
        <w:rPr>
          <w:rtl/>
        </w:rPr>
      </w:pPr>
      <w:r>
        <w:rPr>
          <w:rtl/>
        </w:rPr>
        <w:t>والسمهودي في الاشراف على فضل الاشراف (مخطوط).</w:t>
      </w:r>
    </w:p>
    <w:p w:rsidR="00481D79" w:rsidRDefault="00481D79" w:rsidP="00D11BDC">
      <w:pPr>
        <w:pStyle w:val="libFootnote0"/>
        <w:rPr>
          <w:rtl/>
        </w:rPr>
      </w:pPr>
      <w:r>
        <w:rPr>
          <w:rtl/>
        </w:rPr>
        <w:t>أبوسعيد الخدري روى الحديث عنه: الصدوق في كمال الدين: 1 / 235 ح 46، ومعاني الاخبار: 90 ح 2، عنه البحار: 23 / 147 ح 109.</w:t>
      </w:r>
    </w:p>
    <w:p w:rsidR="00481D79" w:rsidRDefault="00481D79" w:rsidP="00D11BDC">
      <w:pPr>
        <w:pStyle w:val="libFootnote0"/>
        <w:rPr>
          <w:rtl/>
        </w:rPr>
      </w:pPr>
      <w:r>
        <w:rPr>
          <w:rtl/>
        </w:rPr>
        <w:t>وفي كمال الدين أيضا: 2 / 237 ح 50 وص 240 ح 61، ومعاني الاخبار: 90 ح 1، والخصال: 65 ح 97 عنها البحار: 23 / 131 ح 64.</w:t>
      </w:r>
    </w:p>
    <w:p w:rsidR="00481D79" w:rsidRDefault="00481D79" w:rsidP="00D11BDC">
      <w:pPr>
        <w:pStyle w:val="libFootnote0"/>
        <w:rPr>
          <w:rtl/>
        </w:rPr>
      </w:pPr>
      <w:r>
        <w:rPr>
          <w:rtl/>
        </w:rPr>
        <w:t>وفي كمال الدين أيضا: 1 / 238 ح 57 عنه البحار: 23 / 134 ح 73.</w:t>
      </w:r>
    </w:p>
    <w:p w:rsidR="00481D79" w:rsidRDefault="00481D79" w:rsidP="00D11BDC">
      <w:pPr>
        <w:pStyle w:val="libFootnote0"/>
        <w:rPr>
          <w:rtl/>
        </w:rPr>
      </w:pPr>
      <w:r>
        <w:rPr>
          <w:rtl/>
        </w:rPr>
        <w:t>وج 1 / 240 ح 61 عنه البحار المذكور ص 136 ح 76.</w:t>
      </w:r>
    </w:p>
    <w:p w:rsidR="00481D79" w:rsidRDefault="00481D79" w:rsidP="00D11BDC">
      <w:pPr>
        <w:pStyle w:val="libFootnote0"/>
        <w:rPr>
          <w:rtl/>
        </w:rPr>
      </w:pPr>
      <w:r>
        <w:rPr>
          <w:rtl/>
        </w:rPr>
        <w:t>ورواه الطوسي في أماليه: 1 / 261 عنه البحار: 22 / 311 ح 14 وج 23 / 146 ح 107.</w:t>
      </w:r>
    </w:p>
    <w:p w:rsidR="00481D79" w:rsidRDefault="00481D79" w:rsidP="00D11BDC">
      <w:pPr>
        <w:pStyle w:val="libFootnote0"/>
        <w:rPr>
          <w:rtl/>
        </w:rPr>
      </w:pPr>
      <w:r>
        <w:rPr>
          <w:rtl/>
        </w:rPr>
        <w:t>وتأويل الآيات في تفسير قوله تعالى " سنفرغ لكم أيها الثقلان ": 2 / 638 ح 19 بإسناد محمد بن العباس بن مروان عنه.</w:t>
      </w:r>
    </w:p>
    <w:p w:rsidR="00481D79" w:rsidRDefault="00481D79" w:rsidP="00D11BDC">
      <w:pPr>
        <w:pStyle w:val="libFootnote0"/>
        <w:rPr>
          <w:rtl/>
        </w:rPr>
      </w:pPr>
      <w:r>
        <w:rPr>
          <w:rtl/>
        </w:rPr>
        <w:t>ورواه الطبراني في المعجم الصغير: 73.</w:t>
      </w:r>
    </w:p>
    <w:p w:rsidR="00481D79" w:rsidRDefault="00481D79" w:rsidP="00D11BDC">
      <w:pPr>
        <w:pStyle w:val="libFootnote0"/>
        <w:rPr>
          <w:rtl/>
        </w:rPr>
      </w:pPr>
      <w:r>
        <w:rPr>
          <w:rtl/>
        </w:rPr>
        <w:t>وفي المعجم الكبير: 1 / 131 و 135 بطريقين عنه.</w:t>
      </w:r>
    </w:p>
    <w:p w:rsidR="00481D79" w:rsidRDefault="00481D79" w:rsidP="00D11BDC">
      <w:pPr>
        <w:pStyle w:val="libFootnote0"/>
        <w:rPr>
          <w:rtl/>
        </w:rPr>
      </w:pPr>
      <w:r>
        <w:rPr>
          <w:rtl/>
        </w:rPr>
        <w:t>أخرجه من طريق المناوي في الجامع الازهر: 8 / 13 (المطبوع في آخر كتاب جامع الاحاديث).</w:t>
      </w:r>
    </w:p>
    <w:p w:rsidR="00481D79" w:rsidRDefault="00481D79" w:rsidP="00D11BDC">
      <w:pPr>
        <w:pStyle w:val="libFootnote0"/>
        <w:rPr>
          <w:rtl/>
        </w:rPr>
      </w:pPr>
      <w:r>
        <w:rPr>
          <w:rtl/>
        </w:rPr>
        <w:t>ورواه ابن سعد في الطبقات الكبرى: 2 / 194.</w:t>
      </w:r>
    </w:p>
    <w:p w:rsidR="00481D79" w:rsidRDefault="00481D79" w:rsidP="00D11BDC">
      <w:pPr>
        <w:pStyle w:val="libFootnote0"/>
        <w:rPr>
          <w:rtl/>
        </w:rPr>
      </w:pPr>
      <w:r>
        <w:rPr>
          <w:rtl/>
        </w:rPr>
        <w:t>وأحمد بن حنبل في المناقب: 76 ح 114 وفي مسنده: 3 / 14، 17، 26 و 59، أخرجه من طريقه: ابن طاووس في الطرائف: 114 ح 17 عنه البحار: 23 / 106 ح 7.</w:t>
      </w:r>
    </w:p>
    <w:p w:rsidR="00481D79" w:rsidRDefault="00481D79" w:rsidP="00D11BDC">
      <w:pPr>
        <w:pStyle w:val="libFootnote0"/>
        <w:rPr>
          <w:rtl/>
        </w:rPr>
      </w:pPr>
      <w:r>
        <w:rPr>
          <w:rtl/>
        </w:rPr>
        <w:t>وابن البطريق في العمدة: 34 عنه البحار المذكور ص 113 ح 21.</w:t>
      </w:r>
    </w:p>
    <w:p w:rsidR="00481D79" w:rsidRDefault="00481D79" w:rsidP="00D11BDC">
      <w:pPr>
        <w:pStyle w:val="libFootnote0"/>
        <w:rPr>
          <w:rtl/>
        </w:rPr>
      </w:pPr>
      <w:r>
        <w:rPr>
          <w:rtl/>
        </w:rPr>
        <w:t>وابن الصبان في إسعاف الراغبين: 119 (المطبوع بهامش نور الابصار).</w:t>
      </w:r>
    </w:p>
    <w:p w:rsidR="00481D79" w:rsidRDefault="00481D79" w:rsidP="00D11BDC">
      <w:pPr>
        <w:pStyle w:val="libFootnote0"/>
        <w:rPr>
          <w:rtl/>
        </w:rPr>
      </w:pPr>
      <w:r>
        <w:rPr>
          <w:rtl/>
        </w:rPr>
        <w:t>والقندوزي في ينابيع المودة: 31، 36 وص 241 وفيها وفي ص 32 نقلا عن الثعلبي أيضا.</w:t>
      </w:r>
    </w:p>
    <w:p w:rsidR="00481D79" w:rsidRDefault="00481D79" w:rsidP="00D11BDC">
      <w:pPr>
        <w:pStyle w:val="libFootnote0"/>
        <w:rPr>
          <w:rtl/>
        </w:rPr>
      </w:pPr>
      <w:r>
        <w:rPr>
          <w:rtl/>
        </w:rPr>
        <w:t>ورواه ابن المغازلي في المناقب: 235 بطريقين، أخرجه عنه ابن البطريق في العمدة: 35 ومن طريق الثعلبي.</w:t>
      </w:r>
    </w:p>
    <w:p w:rsidR="00481D79" w:rsidRDefault="00481D79" w:rsidP="00D11BDC">
      <w:pPr>
        <w:pStyle w:val="libFootnote0"/>
        <w:rPr>
          <w:rtl/>
        </w:rPr>
      </w:pPr>
      <w:r>
        <w:rPr>
          <w:rtl/>
        </w:rPr>
        <w:t>ورواه الحمويني في فرائد السمطين: 2 / 272 ح 538 بثلاث طرق.</w:t>
      </w:r>
    </w:p>
    <w:p w:rsidR="00827655" w:rsidRDefault="00481D79" w:rsidP="009F72B0">
      <w:pPr>
        <w:pStyle w:val="libFootnote0"/>
        <w:rPr>
          <w:rtl/>
        </w:rPr>
      </w:pPr>
      <w:r>
        <w:rPr>
          <w:rtl/>
        </w:rPr>
        <w:t>والزرندي في نظم درر السمطين: 232.</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والخوارزمي في مقتل الحسين: 1 / 104.</w:t>
      </w:r>
    </w:p>
    <w:p w:rsidR="00481D79" w:rsidRDefault="00481D79" w:rsidP="00D11BDC">
      <w:pPr>
        <w:pStyle w:val="libFootnote0"/>
        <w:rPr>
          <w:rtl/>
        </w:rPr>
      </w:pPr>
      <w:r>
        <w:rPr>
          <w:rtl/>
        </w:rPr>
        <w:t>والحافظ العسقلاني في المواهب اللدنية: 7 / 7.</w:t>
      </w:r>
    </w:p>
    <w:p w:rsidR="00481D79" w:rsidRDefault="00481D79" w:rsidP="00D11BDC">
      <w:pPr>
        <w:pStyle w:val="libFootnote0"/>
        <w:rPr>
          <w:rtl/>
        </w:rPr>
      </w:pPr>
      <w:r>
        <w:rPr>
          <w:rtl/>
        </w:rPr>
        <w:t>والمحاملي في أماليه: 3 / 38.</w:t>
      </w:r>
    </w:p>
    <w:p w:rsidR="00481D79" w:rsidRDefault="00481D79" w:rsidP="00D11BDC">
      <w:pPr>
        <w:pStyle w:val="libFootnote0"/>
        <w:rPr>
          <w:rtl/>
        </w:rPr>
      </w:pPr>
      <w:r>
        <w:rPr>
          <w:rtl/>
        </w:rPr>
        <w:t>وأبويوسف البصري في المعرفة والتاريخ: 1 / 537 بطريقين.</w:t>
      </w:r>
    </w:p>
    <w:p w:rsidR="00481D79" w:rsidRDefault="00481D79" w:rsidP="00D11BDC">
      <w:pPr>
        <w:pStyle w:val="libFootnote0"/>
        <w:rPr>
          <w:rtl/>
        </w:rPr>
      </w:pPr>
      <w:r>
        <w:rPr>
          <w:rtl/>
        </w:rPr>
        <w:t>والقرطبي المالكي في التذكار في أفضل الاذكار: 612.</w:t>
      </w:r>
    </w:p>
    <w:p w:rsidR="00481D79" w:rsidRDefault="00481D79" w:rsidP="00D11BDC">
      <w:pPr>
        <w:pStyle w:val="libFootnote0"/>
        <w:rPr>
          <w:rtl/>
        </w:rPr>
      </w:pPr>
      <w:r>
        <w:rPr>
          <w:rtl/>
        </w:rPr>
        <w:t>والحضرمي في وسيلة المآل: 55.</w:t>
      </w:r>
    </w:p>
    <w:p w:rsidR="00481D79" w:rsidRDefault="00481D79" w:rsidP="00D11BDC">
      <w:pPr>
        <w:pStyle w:val="libFootnote0"/>
        <w:rPr>
          <w:rtl/>
        </w:rPr>
      </w:pPr>
      <w:r>
        <w:rPr>
          <w:rtl/>
        </w:rPr>
        <w:t>والسمهودي في الاشراف على فضل الاشراف: 32.</w:t>
      </w:r>
    </w:p>
    <w:p w:rsidR="00481D79" w:rsidRDefault="00481D79" w:rsidP="00D11BDC">
      <w:pPr>
        <w:pStyle w:val="libFootnote0"/>
        <w:rPr>
          <w:rtl/>
        </w:rPr>
      </w:pPr>
      <w:r>
        <w:rPr>
          <w:rtl/>
        </w:rPr>
        <w:t>والهمداني في مودة القربى: 35.</w:t>
      </w:r>
    </w:p>
    <w:p w:rsidR="00481D79" w:rsidRDefault="00481D79" w:rsidP="00D11BDC">
      <w:pPr>
        <w:pStyle w:val="libFootnote0"/>
        <w:rPr>
          <w:rtl/>
        </w:rPr>
      </w:pPr>
      <w:r>
        <w:rPr>
          <w:rtl/>
        </w:rPr>
        <w:t>ومحب الدين الطبري في ذخائر العقبى: 16.</w:t>
      </w:r>
    </w:p>
    <w:p w:rsidR="00481D79" w:rsidRDefault="00481D79" w:rsidP="00D11BDC">
      <w:pPr>
        <w:pStyle w:val="libFootnote0"/>
        <w:rPr>
          <w:rtl/>
        </w:rPr>
      </w:pPr>
      <w:r>
        <w:rPr>
          <w:rtl/>
        </w:rPr>
        <w:t>والسمعاني النيسابوري في الرسالة القوامية في مناقب الصحابة (مخطوط).</w:t>
      </w:r>
    </w:p>
    <w:p w:rsidR="00481D79" w:rsidRDefault="00481D79" w:rsidP="00D11BDC">
      <w:pPr>
        <w:pStyle w:val="libFootnote0"/>
        <w:rPr>
          <w:rtl/>
        </w:rPr>
      </w:pPr>
      <w:r>
        <w:rPr>
          <w:rtl/>
        </w:rPr>
        <w:t>والنبهاني في الانوار المحمدية: 435.</w:t>
      </w:r>
    </w:p>
    <w:p w:rsidR="00481D79" w:rsidRDefault="00481D79" w:rsidP="00D11BDC">
      <w:pPr>
        <w:pStyle w:val="libFootnote0"/>
        <w:rPr>
          <w:rtl/>
        </w:rPr>
      </w:pPr>
      <w:r>
        <w:rPr>
          <w:rtl/>
        </w:rPr>
        <w:t>وأبوالبقاء عبدالله بن الحسين العكبري في إعراب الحديث النبوي: 97.</w:t>
      </w:r>
    </w:p>
    <w:p w:rsidR="00481D79" w:rsidRDefault="00481D79" w:rsidP="00D11BDC">
      <w:pPr>
        <w:pStyle w:val="libFootnote0"/>
        <w:rPr>
          <w:rtl/>
        </w:rPr>
      </w:pPr>
      <w:r>
        <w:rPr>
          <w:rtl/>
        </w:rPr>
        <w:t>والمحدث أحمد خيارالدين الحنفي النقشبندي الگمشخانوي في راموز الاحاديث: 144.</w:t>
      </w:r>
    </w:p>
    <w:p w:rsidR="00481D79" w:rsidRDefault="00481D79" w:rsidP="00D11BDC">
      <w:pPr>
        <w:pStyle w:val="libFootnote0"/>
        <w:rPr>
          <w:rtl/>
        </w:rPr>
      </w:pPr>
      <w:r>
        <w:rPr>
          <w:rtl/>
        </w:rPr>
        <w:t>وأحمد زيني دحلان مفتي مكة المكرمة في السيرة النبوية: 3 / 330 (المطبوع بهامش السيرة الحلبية).</w:t>
      </w:r>
    </w:p>
    <w:p w:rsidR="00481D79" w:rsidRDefault="00481D79" w:rsidP="00D11BDC">
      <w:pPr>
        <w:pStyle w:val="libFootnote0"/>
        <w:rPr>
          <w:rtl/>
        </w:rPr>
      </w:pPr>
      <w:r>
        <w:rPr>
          <w:rtl/>
        </w:rPr>
        <w:t>وأخرجه البدخشي في مفتاح النجا: 51 من طريق الحافظين أبوبكر عبد الله بن محمد بن عبيد الاموي البغدادي المعروف بابن أبي الدنيا، وأبوالحسين محمد بن المظفر البغدادي.</w:t>
      </w:r>
    </w:p>
    <w:p w:rsidR="00481D79" w:rsidRDefault="00481D79" w:rsidP="00D11BDC">
      <w:pPr>
        <w:pStyle w:val="libFootnote0"/>
        <w:rPr>
          <w:rtl/>
        </w:rPr>
      </w:pPr>
      <w:r>
        <w:rPr>
          <w:rtl/>
        </w:rPr>
        <w:t>وأخرجه في موضع آخر من طريق أبي يعلى والطبراني في الكبير.</w:t>
      </w:r>
    </w:p>
    <w:p w:rsidR="00481D79" w:rsidRDefault="00481D79" w:rsidP="00D11BDC">
      <w:pPr>
        <w:pStyle w:val="libFootnote0"/>
        <w:rPr>
          <w:rtl/>
        </w:rPr>
      </w:pPr>
      <w:r>
        <w:rPr>
          <w:rtl/>
        </w:rPr>
        <w:t>وأخرجه السيوطي في الدر المنثور: 2 / 60 من طريق ابن سعد وأحمد و الطبراني عنه البحار: 23 / 152 ح 113.</w:t>
      </w:r>
    </w:p>
    <w:p w:rsidR="00481D79" w:rsidRDefault="00481D79" w:rsidP="00D11BDC">
      <w:pPr>
        <w:pStyle w:val="libFootnote0"/>
        <w:rPr>
          <w:rtl/>
        </w:rPr>
      </w:pPr>
      <w:r>
        <w:rPr>
          <w:rtl/>
        </w:rPr>
        <w:t>وفي إحياء الميت في فضائل أهل البيت: 241 ح 8 من طريق أحمد وأبويعلى وفي ص 269 ح 55 من طريق البارودي.</w:t>
      </w:r>
    </w:p>
    <w:p w:rsidR="00481D79" w:rsidRDefault="00481D79" w:rsidP="00D11BDC">
      <w:pPr>
        <w:pStyle w:val="libFootnote0"/>
        <w:rPr>
          <w:rtl/>
        </w:rPr>
      </w:pPr>
      <w:r>
        <w:rPr>
          <w:rtl/>
        </w:rPr>
        <w:t>والامرتسري في أرجح المطالب: 336 من طريق أحمد والطبراني وأبي يعلى.</w:t>
      </w:r>
    </w:p>
    <w:p w:rsidR="00481D79" w:rsidRDefault="00481D79" w:rsidP="00D11BDC">
      <w:pPr>
        <w:pStyle w:val="libFootnote0"/>
        <w:rPr>
          <w:rtl/>
        </w:rPr>
      </w:pPr>
      <w:r>
        <w:rPr>
          <w:rtl/>
        </w:rPr>
        <w:t>والمتقي الهندي في كنز العمال: 1 / 342 من طريق ابن جرير.</w:t>
      </w:r>
    </w:p>
    <w:p w:rsidR="00481D79" w:rsidRDefault="00481D79" w:rsidP="00D11BDC">
      <w:pPr>
        <w:pStyle w:val="libFootnote0"/>
        <w:rPr>
          <w:rtl/>
        </w:rPr>
      </w:pPr>
      <w:r>
        <w:rPr>
          <w:rtl/>
        </w:rPr>
        <w:t>والقندوزي في ينابيع المودة: 191 وص 245.</w:t>
      </w:r>
    </w:p>
    <w:p w:rsidR="00481D79" w:rsidRDefault="00481D79" w:rsidP="00D11BDC">
      <w:pPr>
        <w:pStyle w:val="libFootnote0"/>
        <w:rPr>
          <w:rtl/>
        </w:rPr>
      </w:pPr>
      <w:r>
        <w:rPr>
          <w:rtl/>
        </w:rPr>
        <w:t>أبوهريرة روى الحديث بإسناده عنه: الصدوق في كمال الدين: 1 / 235 ح 47 عنه البحار: 23 / 132 ح 66.</w:t>
      </w:r>
    </w:p>
    <w:p w:rsidR="00481D79" w:rsidRDefault="00481D79" w:rsidP="00D11BDC">
      <w:pPr>
        <w:pStyle w:val="libFootnote0"/>
        <w:rPr>
          <w:rtl/>
        </w:rPr>
      </w:pPr>
      <w:r>
        <w:rPr>
          <w:rtl/>
        </w:rPr>
        <w:t>وأخرجه من طريق البزار: السيوطي في إحياء الميت: 247 ح 22.</w:t>
      </w:r>
    </w:p>
    <w:p w:rsidR="00481D79" w:rsidRDefault="00481D79" w:rsidP="00D11BDC">
      <w:pPr>
        <w:pStyle w:val="libFootnote0"/>
        <w:rPr>
          <w:rtl/>
        </w:rPr>
      </w:pPr>
      <w:r>
        <w:rPr>
          <w:rtl/>
        </w:rPr>
        <w:t>ونور الدينالهيثمي في مجمع الزوائد: 9 / 163.</w:t>
      </w:r>
    </w:p>
    <w:p w:rsidR="00827655" w:rsidRDefault="00481D79" w:rsidP="00D11BDC">
      <w:pPr>
        <w:pStyle w:val="libFootnote0"/>
        <w:rPr>
          <w:rtl/>
        </w:rPr>
      </w:pPr>
      <w:r>
        <w:rPr>
          <w:rtl/>
        </w:rPr>
        <w:t xml:space="preserve">والامرتسري في أرجح المطالب: 337. والمناوي في الجامع الازهر: 8 / 483. </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وأخرجه في ينابيع المودة: 39 من طريق ابن عقدة بإسناده عن أبي رافع عنه.</w:t>
      </w:r>
    </w:p>
    <w:p w:rsidR="00481D79" w:rsidRDefault="00481D79" w:rsidP="00D11BDC">
      <w:pPr>
        <w:pStyle w:val="libFootnote0"/>
        <w:rPr>
          <w:rtl/>
        </w:rPr>
      </w:pPr>
      <w:r>
        <w:rPr>
          <w:rtl/>
        </w:rPr>
        <w:t>وأورده الحضرمي في وسيلة المآل (مخطوط).</w:t>
      </w:r>
    </w:p>
    <w:p w:rsidR="00481D79" w:rsidRDefault="00481D79" w:rsidP="00D11BDC">
      <w:pPr>
        <w:pStyle w:val="libFootnote0"/>
        <w:rPr>
          <w:rtl/>
        </w:rPr>
      </w:pPr>
      <w:r>
        <w:rPr>
          <w:rtl/>
        </w:rPr>
        <w:t>أم سلمة روى الحديث عنها: الطوسي في أماليه: 2 / 92 عنه البحار: 38 / 118 ح 61 وج 92 / 80 ح 5.</w:t>
      </w:r>
    </w:p>
    <w:p w:rsidR="00481D79" w:rsidRDefault="00481D79" w:rsidP="00D11BDC">
      <w:pPr>
        <w:pStyle w:val="libFootnote0"/>
        <w:rPr>
          <w:rtl/>
        </w:rPr>
      </w:pPr>
      <w:r>
        <w:rPr>
          <w:rtl/>
        </w:rPr>
        <w:t>وأورده الاربلي في كشف الغمة: 2 / 34 عنه البحار: 22 / 476 ح 26.</w:t>
      </w:r>
    </w:p>
    <w:p w:rsidR="00481D79" w:rsidRDefault="00481D79" w:rsidP="00D11BDC">
      <w:pPr>
        <w:pStyle w:val="libFootnote0"/>
        <w:rPr>
          <w:rtl/>
        </w:rPr>
      </w:pPr>
      <w:r>
        <w:rPr>
          <w:rtl/>
        </w:rPr>
        <w:t>وأخرجه الامرتسري في أرجح المطالب: 338 من طريق ابن عقدة.</w:t>
      </w:r>
    </w:p>
    <w:p w:rsidR="00481D79" w:rsidRDefault="00481D79" w:rsidP="00D11BDC">
      <w:pPr>
        <w:pStyle w:val="libFootnote0"/>
        <w:rPr>
          <w:rtl/>
        </w:rPr>
      </w:pPr>
      <w:r>
        <w:rPr>
          <w:rtl/>
        </w:rPr>
        <w:t>أم هانئ أخرج الحديث عنها: الامرتسري في أرجح المطالب: 337، والقندوزي في الينابيع: 40 من طريق البزار.</w:t>
      </w:r>
    </w:p>
    <w:p w:rsidR="00481D79" w:rsidRDefault="00481D79" w:rsidP="00D11BDC">
      <w:pPr>
        <w:pStyle w:val="libFootnote0"/>
        <w:rPr>
          <w:rtl/>
        </w:rPr>
      </w:pPr>
      <w:r>
        <w:rPr>
          <w:rtl/>
        </w:rPr>
        <w:t>ومن طريقه وطريق ابن عقدة أخرجه الحضرمي في وسيلة المآل: 59.</w:t>
      </w:r>
    </w:p>
    <w:p w:rsidR="00481D79" w:rsidRDefault="00481D79" w:rsidP="00D11BDC">
      <w:pPr>
        <w:pStyle w:val="libFootnote0"/>
        <w:rPr>
          <w:rtl/>
        </w:rPr>
      </w:pPr>
      <w:r>
        <w:rPr>
          <w:rtl/>
        </w:rPr>
        <w:t>جابر بن عبدالله الانصاري روى الحديث بإسناده عنه: الصفار في بصائر الدرجات: 414 ح 5 عنه البحار: 23 / 140 ح 89.</w:t>
      </w:r>
    </w:p>
    <w:p w:rsidR="00481D79" w:rsidRDefault="00481D79" w:rsidP="00D11BDC">
      <w:pPr>
        <w:pStyle w:val="libFootnote0"/>
        <w:rPr>
          <w:rtl/>
        </w:rPr>
      </w:pPr>
      <w:r>
        <w:rPr>
          <w:rtl/>
        </w:rPr>
        <w:t>ومثله في مختصر بصائر الدرجات: 90.</w:t>
      </w:r>
    </w:p>
    <w:p w:rsidR="00481D79" w:rsidRDefault="00481D79" w:rsidP="00D11BDC">
      <w:pPr>
        <w:pStyle w:val="libFootnote0"/>
        <w:rPr>
          <w:rtl/>
        </w:rPr>
      </w:pPr>
      <w:r>
        <w:rPr>
          <w:rtl/>
        </w:rPr>
        <w:t>والصدوق في كمال الدين: 1 / 237 ح 53 عنه البحار: 23 / 133 ح 70.</w:t>
      </w:r>
    </w:p>
    <w:p w:rsidR="00481D79" w:rsidRDefault="00481D79" w:rsidP="00D11BDC">
      <w:pPr>
        <w:pStyle w:val="libFootnote0"/>
        <w:rPr>
          <w:rtl/>
        </w:rPr>
      </w:pPr>
      <w:r>
        <w:rPr>
          <w:rtl/>
        </w:rPr>
        <w:t>ورواه الطبراني في المعجم الكبير: 137.</w:t>
      </w:r>
    </w:p>
    <w:p w:rsidR="00481D79" w:rsidRDefault="00481D79" w:rsidP="00D11BDC">
      <w:pPr>
        <w:pStyle w:val="libFootnote0"/>
        <w:rPr>
          <w:rtl/>
        </w:rPr>
      </w:pPr>
      <w:r>
        <w:rPr>
          <w:rtl/>
        </w:rPr>
        <w:t xml:space="preserve">ورواه الترمذي في صحيحه: 5 كتاب المناقب باب 22 ص 662 ح 3786 بإسناده عن الامام الصادق </w:t>
      </w:r>
      <w:r w:rsidR="004226A8" w:rsidRPr="00326CE2">
        <w:rPr>
          <w:rStyle w:val="libFootnoteAlaemChar"/>
          <w:rtl/>
        </w:rPr>
        <w:t>عليه‌السلام</w:t>
      </w:r>
      <w:r>
        <w:rPr>
          <w:rtl/>
        </w:rPr>
        <w:t xml:space="preserve"> عنه.</w:t>
      </w:r>
    </w:p>
    <w:p w:rsidR="00481D79" w:rsidRDefault="00481D79" w:rsidP="00D11BDC">
      <w:pPr>
        <w:pStyle w:val="libFootnote0"/>
        <w:rPr>
          <w:rtl/>
        </w:rPr>
      </w:pPr>
      <w:r>
        <w:rPr>
          <w:rtl/>
        </w:rPr>
        <w:t>ومن طريقه أخرجه: ابن الاثير الجزري في جامع الاصول: 10 / 470 عنه البحار: 23 / 118 ح 35. والسيوطي في إحياء الميت: 258 ح 40.</w:t>
      </w:r>
    </w:p>
    <w:p w:rsidR="00481D79" w:rsidRDefault="00481D79" w:rsidP="00D11BDC">
      <w:pPr>
        <w:pStyle w:val="libFootnote0"/>
        <w:rPr>
          <w:rtl/>
        </w:rPr>
      </w:pPr>
      <w:r>
        <w:rPr>
          <w:rtl/>
        </w:rPr>
        <w:t>والخطيب التبريزي في مشكاة المصابيح: 569 (وفي طبعة اخرى: 3 / 258).</w:t>
      </w:r>
    </w:p>
    <w:p w:rsidR="00481D79" w:rsidRDefault="00481D79" w:rsidP="00D11BDC">
      <w:pPr>
        <w:pStyle w:val="libFootnote0"/>
        <w:rPr>
          <w:rtl/>
        </w:rPr>
      </w:pPr>
      <w:r>
        <w:rPr>
          <w:rtl/>
        </w:rPr>
        <w:t>وعلي بن سلطان القاري في مرقاة المفاتيح في شرح مشكاة المصابيح: 11 / 385 وفي كتابه السيف الماسح: 157. والبدخشي في مفتاح النجا: 9، وينابيع المودة: 30 و 41 ومن طريق ابن عقدة.</w:t>
      </w:r>
    </w:p>
    <w:p w:rsidR="00481D79" w:rsidRDefault="00481D79" w:rsidP="00D11BDC">
      <w:pPr>
        <w:pStyle w:val="libFootnote0"/>
        <w:rPr>
          <w:rtl/>
        </w:rPr>
      </w:pPr>
      <w:r>
        <w:rPr>
          <w:rtl/>
        </w:rPr>
        <w:t>والنبهاني في الفتح الكبير: 1 / 503 وج 3 / 385، وفي الشرف المؤبد: 18.</w:t>
      </w:r>
    </w:p>
    <w:p w:rsidR="00481D79" w:rsidRDefault="00481D79" w:rsidP="00D11BDC">
      <w:pPr>
        <w:pStyle w:val="libFootnote0"/>
        <w:rPr>
          <w:rtl/>
        </w:rPr>
      </w:pPr>
      <w:r>
        <w:rPr>
          <w:rtl/>
        </w:rPr>
        <w:t>والامرتسري في أرجح المطالب: 336.</w:t>
      </w:r>
    </w:p>
    <w:p w:rsidR="00827655" w:rsidRDefault="00481D79" w:rsidP="00326CE2">
      <w:pPr>
        <w:pStyle w:val="libFootnote0"/>
        <w:rPr>
          <w:rtl/>
        </w:rPr>
      </w:pPr>
      <w:r>
        <w:rPr>
          <w:rtl/>
        </w:rPr>
        <w:t>وأحمد بن سودة الحسني الادريسي في رفع اللبس والشبهات: 11 وص 15.</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والسيد محمد صديقي في الادراك: 50.</w:t>
      </w:r>
    </w:p>
    <w:p w:rsidR="00481D79" w:rsidRDefault="00481D79" w:rsidP="00D11BDC">
      <w:pPr>
        <w:pStyle w:val="libFootnote0"/>
        <w:rPr>
          <w:rtl/>
        </w:rPr>
      </w:pPr>
      <w:r>
        <w:rPr>
          <w:rtl/>
        </w:rPr>
        <w:t>ورواه الحكيم الترمذي في نوادر الاصول: 68 (على ما نقله عنه في عبقات الانوار المجلد الاول من حديث الثقلين: 114).</w:t>
      </w:r>
    </w:p>
    <w:p w:rsidR="00481D79" w:rsidRDefault="00481D79" w:rsidP="00D11BDC">
      <w:pPr>
        <w:pStyle w:val="libFootnote0"/>
        <w:rPr>
          <w:rtl/>
        </w:rPr>
      </w:pPr>
      <w:r>
        <w:rPr>
          <w:rtl/>
        </w:rPr>
        <w:t>ونقله عنه أيضا خواجة پارسا البخاري في فصل الخطاب (مخطوط).</w:t>
      </w:r>
    </w:p>
    <w:p w:rsidR="00481D79" w:rsidRDefault="00481D79" w:rsidP="00D11BDC">
      <w:pPr>
        <w:pStyle w:val="libFootnote0"/>
        <w:rPr>
          <w:rtl/>
        </w:rPr>
      </w:pPr>
      <w:r>
        <w:rPr>
          <w:rtl/>
        </w:rPr>
        <w:t>ورواه البغوي في مصابيح السنة: 206.</w:t>
      </w:r>
    </w:p>
    <w:p w:rsidR="00481D79" w:rsidRDefault="00481D79" w:rsidP="00D11BDC">
      <w:pPr>
        <w:pStyle w:val="libFootnote0"/>
        <w:rPr>
          <w:rtl/>
        </w:rPr>
      </w:pPr>
      <w:r>
        <w:rPr>
          <w:rtl/>
        </w:rPr>
        <w:t>والزرندي في نظم درر السمطين: 232.</w:t>
      </w:r>
    </w:p>
    <w:p w:rsidR="00481D79" w:rsidRDefault="00481D79" w:rsidP="00D11BDC">
      <w:pPr>
        <w:pStyle w:val="libFootnote0"/>
        <w:rPr>
          <w:rtl/>
        </w:rPr>
      </w:pPr>
      <w:r>
        <w:rPr>
          <w:rtl/>
        </w:rPr>
        <w:t>وابن كثير الدمشقي في تفسيره: 5 / 662 ح 3786.</w:t>
      </w:r>
    </w:p>
    <w:p w:rsidR="00481D79" w:rsidRDefault="00481D79" w:rsidP="00D11BDC">
      <w:pPr>
        <w:pStyle w:val="libFootnote0"/>
        <w:rPr>
          <w:rtl/>
        </w:rPr>
      </w:pPr>
      <w:r>
        <w:rPr>
          <w:rtl/>
        </w:rPr>
        <w:t>والسيد خواجة المتخلص بدرد في علم الكتاب: 264.</w:t>
      </w:r>
    </w:p>
    <w:p w:rsidR="00481D79" w:rsidRDefault="00481D79" w:rsidP="00D11BDC">
      <w:pPr>
        <w:pStyle w:val="libFootnote0"/>
        <w:rPr>
          <w:rtl/>
        </w:rPr>
      </w:pPr>
      <w:r>
        <w:rPr>
          <w:rtl/>
        </w:rPr>
        <w:t>والكركي في نفحات اللاهوت: 86.</w:t>
      </w:r>
    </w:p>
    <w:p w:rsidR="00481D79" w:rsidRDefault="00481D79" w:rsidP="00D11BDC">
      <w:pPr>
        <w:pStyle w:val="libFootnote0"/>
        <w:rPr>
          <w:rtl/>
        </w:rPr>
      </w:pPr>
      <w:r>
        <w:rPr>
          <w:rtl/>
        </w:rPr>
        <w:t>وأمان الله الدهلوي في تجهيز الجيش: 304.</w:t>
      </w:r>
    </w:p>
    <w:p w:rsidR="00481D79" w:rsidRDefault="00481D79" w:rsidP="00D11BDC">
      <w:pPr>
        <w:pStyle w:val="libFootnote0"/>
        <w:rPr>
          <w:rtl/>
        </w:rPr>
      </w:pPr>
      <w:r>
        <w:rPr>
          <w:rtl/>
        </w:rPr>
        <w:t>ومحمد بن يوسف التونسي في السيف اليماني المسلول: 10.</w:t>
      </w:r>
    </w:p>
    <w:p w:rsidR="00481D79" w:rsidRDefault="00481D79" w:rsidP="00D11BDC">
      <w:pPr>
        <w:pStyle w:val="libFootnote0"/>
        <w:rPr>
          <w:rtl/>
        </w:rPr>
      </w:pPr>
      <w:r>
        <w:rPr>
          <w:rtl/>
        </w:rPr>
        <w:t>وأخرجه المتقي الهندي في كنز العمال: 1 / 153 ح 872 من طريقين.</w:t>
      </w:r>
    </w:p>
    <w:p w:rsidR="00481D79" w:rsidRDefault="00481D79" w:rsidP="00D11BDC">
      <w:pPr>
        <w:pStyle w:val="libFootnote0"/>
        <w:rPr>
          <w:rtl/>
        </w:rPr>
      </w:pPr>
      <w:r>
        <w:rPr>
          <w:rtl/>
        </w:rPr>
        <w:t>والقندوزي في ينابيع المودة: 40 من طريق أبي الحسن يحيى بن الحسن في كتابه اخبار المدينة.</w:t>
      </w:r>
    </w:p>
    <w:p w:rsidR="00481D79" w:rsidRDefault="00481D79" w:rsidP="00D11BDC">
      <w:pPr>
        <w:pStyle w:val="libFootnote0"/>
        <w:rPr>
          <w:rtl/>
        </w:rPr>
      </w:pPr>
      <w:r>
        <w:rPr>
          <w:rtl/>
        </w:rPr>
        <w:t>جبير بن مطعم أخرج الحديث عنه: الهمداني في مودة القربى: 40 عنه ينابيع المودة: 31 وص 246.</w:t>
      </w:r>
    </w:p>
    <w:p w:rsidR="00481D79" w:rsidRDefault="00481D79" w:rsidP="00D11BDC">
      <w:pPr>
        <w:pStyle w:val="libFootnote0"/>
        <w:rPr>
          <w:rtl/>
        </w:rPr>
      </w:pPr>
      <w:r>
        <w:rPr>
          <w:rtl/>
        </w:rPr>
        <w:t>حذيفة بن اسيد الغفاري روى الحديث بإسناده عنه: أبوالقاسم الخزاز القمي الرازي في كتابه كفاية الاثر: 17، عنه البحار: 36 / 328 ح 185.</w:t>
      </w:r>
    </w:p>
    <w:p w:rsidR="00481D79" w:rsidRDefault="00481D79" w:rsidP="00D11BDC">
      <w:pPr>
        <w:pStyle w:val="libFootnote0"/>
        <w:rPr>
          <w:rtl/>
        </w:rPr>
      </w:pPr>
      <w:r>
        <w:rPr>
          <w:rtl/>
        </w:rPr>
        <w:t>والطبراني في المعجم الكبير: 137 وص 157 (مخطوط)، أخرجه عنه: الهيثمي في مجمع الزوائد: 9 / 164 وج 10 / 363.</w:t>
      </w:r>
    </w:p>
    <w:p w:rsidR="00481D79" w:rsidRDefault="00481D79" w:rsidP="00D11BDC">
      <w:pPr>
        <w:pStyle w:val="libFootnote0"/>
        <w:rPr>
          <w:rtl/>
        </w:rPr>
      </w:pPr>
      <w:r>
        <w:rPr>
          <w:rtl/>
        </w:rPr>
        <w:t>ورواه الحافظ الخطيب البغدادي في تاريخ بغداد: 8 / 442، أخرجه من طريقه وطريق الطبراني: السيوطي في الجامع الصغير: 7 / 640.</w:t>
      </w:r>
    </w:p>
    <w:p w:rsidR="00481D79" w:rsidRDefault="00481D79" w:rsidP="00D11BDC">
      <w:pPr>
        <w:pStyle w:val="libFootnote0"/>
        <w:rPr>
          <w:rtl/>
        </w:rPr>
      </w:pPr>
      <w:r>
        <w:rPr>
          <w:rtl/>
        </w:rPr>
        <w:t>ورواه الحمويني في فرائد السمطين: 2 / 274 ح 539.</w:t>
      </w:r>
    </w:p>
    <w:p w:rsidR="00481D79" w:rsidRDefault="00481D79" w:rsidP="00D11BDC">
      <w:pPr>
        <w:pStyle w:val="libFootnote0"/>
        <w:rPr>
          <w:rtl/>
        </w:rPr>
      </w:pPr>
      <w:r>
        <w:rPr>
          <w:rtl/>
        </w:rPr>
        <w:t>وأبونعيم في الحلية: 1 / 355.</w:t>
      </w:r>
    </w:p>
    <w:p w:rsidR="00481D79" w:rsidRDefault="00481D79" w:rsidP="00D11BDC">
      <w:pPr>
        <w:pStyle w:val="libFootnote0"/>
        <w:rPr>
          <w:rtl/>
        </w:rPr>
      </w:pPr>
      <w:r>
        <w:rPr>
          <w:rtl/>
        </w:rPr>
        <w:t>والنبهاني في الشرف المؤبد: 18.</w:t>
      </w:r>
    </w:p>
    <w:p w:rsidR="00481D79" w:rsidRDefault="00481D79" w:rsidP="00D11BDC">
      <w:pPr>
        <w:pStyle w:val="libFootnote0"/>
        <w:rPr>
          <w:rtl/>
        </w:rPr>
      </w:pPr>
      <w:r>
        <w:rPr>
          <w:rtl/>
        </w:rPr>
        <w:t>وأخرجه الحضرمي في وسيلة المآل: 118 (مخطوط) من طريق الطبراني والضياء في المختار، ومن طريق أبي نعيم.</w:t>
      </w:r>
    </w:p>
    <w:p w:rsidR="00481D79" w:rsidRDefault="00481D79" w:rsidP="00D11BDC">
      <w:pPr>
        <w:pStyle w:val="libFootnote0"/>
        <w:rPr>
          <w:rtl/>
        </w:rPr>
      </w:pPr>
      <w:r>
        <w:rPr>
          <w:rtl/>
        </w:rPr>
        <w:t>و أخرجه ابن كثير الدمشقي في البداية والنهاية: 7 / 348 من طريق ابن عساكر.</w:t>
      </w:r>
    </w:p>
    <w:p w:rsidR="00827655" w:rsidRDefault="00481D79" w:rsidP="00326CE2">
      <w:pPr>
        <w:pStyle w:val="libFootnote0"/>
        <w:rPr>
          <w:rtl/>
        </w:rPr>
      </w:pPr>
      <w:r>
        <w:rPr>
          <w:rtl/>
        </w:rPr>
        <w:t>و القندوزي في ينابيع المودة: 30 وص 370 نقلا من كتاب نوادر الاصول للحكيم الترمذي.</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حذيفة بن اليمان أخرج الحديث عنه في ينابيع المودة: 35 من كتاب المناقب، عن أحمد بن عبدالله بن سلام.</w:t>
      </w:r>
    </w:p>
    <w:p w:rsidR="00481D79" w:rsidRDefault="00481D79" w:rsidP="00D11BDC">
      <w:pPr>
        <w:pStyle w:val="libFootnote0"/>
        <w:rPr>
          <w:rtl/>
        </w:rPr>
      </w:pPr>
      <w:r>
        <w:rPr>
          <w:rtl/>
        </w:rPr>
        <w:t>زيد بن أرقم روى الحديث بإسناده عنه: والد الصدوق في الامامة والتبصرة: 135 ح 150.</w:t>
      </w:r>
    </w:p>
    <w:p w:rsidR="00481D79" w:rsidRDefault="00481D79" w:rsidP="00D11BDC">
      <w:pPr>
        <w:pStyle w:val="libFootnote0"/>
        <w:rPr>
          <w:rtl/>
        </w:rPr>
      </w:pPr>
      <w:r>
        <w:rPr>
          <w:rtl/>
        </w:rPr>
        <w:t>والصدوق في كمال الدين: 1 / 234 ح 44، وص 237 ح 54 وص 238 ح 56 وص 260 ح 62 بعدة طرق وأسانيد عنه البحار: 23 / 133 ح 69 و 71 وص 134 ح 72 وص 136 ح 77 على الترتيب.</w:t>
      </w:r>
    </w:p>
    <w:p w:rsidR="00481D79" w:rsidRDefault="00481D79" w:rsidP="00D11BDC">
      <w:pPr>
        <w:pStyle w:val="libFootnote0"/>
        <w:rPr>
          <w:rtl/>
        </w:rPr>
      </w:pPr>
      <w:r>
        <w:rPr>
          <w:rtl/>
        </w:rPr>
        <w:t>ورواه الحمويني في فرائد السمطين: 2 / 142 ح 436 بإسناده إلى ابن بابويه.</w:t>
      </w:r>
    </w:p>
    <w:p w:rsidR="00481D79" w:rsidRDefault="00481D79" w:rsidP="00D11BDC">
      <w:pPr>
        <w:pStyle w:val="libFootnote0"/>
        <w:rPr>
          <w:rtl/>
        </w:rPr>
      </w:pPr>
      <w:r>
        <w:rPr>
          <w:rtl/>
        </w:rPr>
        <w:t>وص 233 ح 513 بطريقين.</w:t>
      </w:r>
    </w:p>
    <w:p w:rsidR="00481D79" w:rsidRDefault="00481D79" w:rsidP="00D11BDC">
      <w:pPr>
        <w:pStyle w:val="libFootnote0"/>
        <w:rPr>
          <w:rtl/>
        </w:rPr>
      </w:pPr>
      <w:r>
        <w:rPr>
          <w:rtl/>
        </w:rPr>
        <w:t>وص 267 ح 535 و 536.</w:t>
      </w:r>
    </w:p>
    <w:p w:rsidR="00481D79" w:rsidRDefault="00481D79" w:rsidP="00D11BDC">
      <w:pPr>
        <w:pStyle w:val="libFootnote0"/>
        <w:rPr>
          <w:rtl/>
        </w:rPr>
      </w:pPr>
      <w:r>
        <w:rPr>
          <w:rtl/>
        </w:rPr>
        <w:t>ورواه الدارمي في سننه: 2 / 431.</w:t>
      </w:r>
    </w:p>
    <w:p w:rsidR="00481D79" w:rsidRDefault="00481D79" w:rsidP="00D11BDC">
      <w:pPr>
        <w:pStyle w:val="libFootnote0"/>
        <w:rPr>
          <w:rtl/>
        </w:rPr>
      </w:pPr>
      <w:r>
        <w:rPr>
          <w:rtl/>
        </w:rPr>
        <w:t>وعبد بن حميد في مسنده: 40.</w:t>
      </w:r>
    </w:p>
    <w:p w:rsidR="00481D79" w:rsidRDefault="00481D79" w:rsidP="00D11BDC">
      <w:pPr>
        <w:pStyle w:val="libFootnote0"/>
        <w:rPr>
          <w:rtl/>
        </w:rPr>
      </w:pPr>
      <w:r>
        <w:rPr>
          <w:rtl/>
        </w:rPr>
        <w:t>والطبراني في الكبير: 5 / 190 بثلاث طرق، وص 205 بطريقين وص 206 بطريق واحد.</w:t>
      </w:r>
    </w:p>
    <w:p w:rsidR="00481D79" w:rsidRDefault="00481D79" w:rsidP="00D11BDC">
      <w:pPr>
        <w:pStyle w:val="libFootnote0"/>
        <w:rPr>
          <w:rtl/>
        </w:rPr>
      </w:pPr>
      <w:r>
        <w:rPr>
          <w:rtl/>
        </w:rPr>
        <w:t>أخرجه عنه السيوطي في الدر المنثور: 2 / 60 عنه البحار: 23 / 152 ح 130.</w:t>
      </w:r>
    </w:p>
    <w:p w:rsidR="00481D79" w:rsidRDefault="00481D79" w:rsidP="00D11BDC">
      <w:pPr>
        <w:pStyle w:val="libFootnote0"/>
        <w:rPr>
          <w:rtl/>
        </w:rPr>
      </w:pPr>
      <w:r>
        <w:rPr>
          <w:rtl/>
        </w:rPr>
        <w:t>ورواه مسلم في الصحيح: 4 / كتاب فضائل الصحابة باب: 4 ص 1873 ح 36 و 37 بعدة طرق.</w:t>
      </w:r>
    </w:p>
    <w:p w:rsidR="00481D79" w:rsidRDefault="00481D79" w:rsidP="00D11BDC">
      <w:pPr>
        <w:pStyle w:val="libFootnote0"/>
        <w:rPr>
          <w:rtl/>
        </w:rPr>
      </w:pPr>
      <w:r>
        <w:rPr>
          <w:rtl/>
        </w:rPr>
        <w:t>وأخرجه من طريقه: السيد ابن طاووس في الطرائف: 114 ح 174 عنه البحار: 23 / 107 ح 10. وابن البطريق في العمدة: 34 عنه البحار المذكور ص 114 ح 23.</w:t>
      </w:r>
    </w:p>
    <w:p w:rsidR="00481D79" w:rsidRDefault="00481D79" w:rsidP="00D11BDC">
      <w:pPr>
        <w:pStyle w:val="libFootnote0"/>
        <w:rPr>
          <w:rtl/>
        </w:rPr>
      </w:pPr>
      <w:r>
        <w:rPr>
          <w:rtl/>
        </w:rPr>
        <w:t>وعز الدين ابن الاثير في اسد الغابة: 2 / 12.</w:t>
      </w:r>
    </w:p>
    <w:p w:rsidR="00481D79" w:rsidRDefault="00481D79" w:rsidP="00D11BDC">
      <w:pPr>
        <w:pStyle w:val="libFootnote0"/>
        <w:rPr>
          <w:rtl/>
        </w:rPr>
      </w:pPr>
      <w:r>
        <w:rPr>
          <w:rtl/>
        </w:rPr>
        <w:t>وابن الصبان في إسعاف الراغبين: 117 (المطبوع بهامش نور الابصار).</w:t>
      </w:r>
    </w:p>
    <w:p w:rsidR="00481D79" w:rsidRDefault="00481D79" w:rsidP="00D11BDC">
      <w:pPr>
        <w:pStyle w:val="libFootnote0"/>
        <w:rPr>
          <w:rtl/>
        </w:rPr>
      </w:pPr>
      <w:r>
        <w:rPr>
          <w:rtl/>
        </w:rPr>
        <w:t>والسمهودي في الاشراف على فضل الاشراف: 32.</w:t>
      </w:r>
    </w:p>
    <w:p w:rsidR="00481D79" w:rsidRDefault="00481D79" w:rsidP="00D11BDC">
      <w:pPr>
        <w:pStyle w:val="libFootnote0"/>
        <w:rPr>
          <w:rtl/>
        </w:rPr>
      </w:pPr>
      <w:r>
        <w:rPr>
          <w:rtl/>
        </w:rPr>
        <w:t>والقلندر في الروض الازهر: 358.</w:t>
      </w:r>
    </w:p>
    <w:p w:rsidR="00481D79" w:rsidRDefault="00481D79" w:rsidP="00D11BDC">
      <w:pPr>
        <w:pStyle w:val="libFootnote0"/>
        <w:rPr>
          <w:rtl/>
        </w:rPr>
      </w:pPr>
      <w:r>
        <w:rPr>
          <w:rtl/>
        </w:rPr>
        <w:t>وشاه ولي الله الحنفي في إزالة الخفاء: 2 / 445.</w:t>
      </w:r>
    </w:p>
    <w:p w:rsidR="00481D79" w:rsidRDefault="00481D79" w:rsidP="00D11BDC">
      <w:pPr>
        <w:pStyle w:val="libFootnote0"/>
        <w:rPr>
          <w:rtl/>
        </w:rPr>
      </w:pPr>
      <w:r>
        <w:rPr>
          <w:rtl/>
        </w:rPr>
        <w:t>والتبريزي العمري في مشكاة المصابيح: 3 / 255.</w:t>
      </w:r>
    </w:p>
    <w:p w:rsidR="00481D79" w:rsidRDefault="00481D79" w:rsidP="00D11BDC">
      <w:pPr>
        <w:pStyle w:val="libFootnote0"/>
        <w:rPr>
          <w:rtl/>
        </w:rPr>
      </w:pPr>
      <w:r>
        <w:rPr>
          <w:rtl/>
        </w:rPr>
        <w:t>وعلي بن سلطان محمد القاري في مرقاة المفاتيح في شرح المصابيح: 11 / 375.</w:t>
      </w:r>
    </w:p>
    <w:p w:rsidR="00481D79" w:rsidRDefault="00481D79" w:rsidP="00D11BDC">
      <w:pPr>
        <w:pStyle w:val="libFootnote0"/>
        <w:rPr>
          <w:rtl/>
        </w:rPr>
      </w:pPr>
      <w:r>
        <w:rPr>
          <w:rtl/>
        </w:rPr>
        <w:t>والنبهاني في الشرف المؤبد: 17.</w:t>
      </w:r>
    </w:p>
    <w:p w:rsidR="00481D79" w:rsidRDefault="00481D79" w:rsidP="00D11BDC">
      <w:pPr>
        <w:pStyle w:val="libFootnote0"/>
        <w:rPr>
          <w:rtl/>
        </w:rPr>
      </w:pPr>
      <w:r>
        <w:rPr>
          <w:rtl/>
        </w:rPr>
        <w:t>والصديقي الشافعي في دليل الفالحين لطرق رياض السالكين: 2 / 199.</w:t>
      </w:r>
    </w:p>
    <w:p w:rsidR="00481D79" w:rsidRDefault="00481D79" w:rsidP="00D11BDC">
      <w:pPr>
        <w:pStyle w:val="libFootnote0"/>
        <w:rPr>
          <w:rtl/>
        </w:rPr>
      </w:pPr>
      <w:r>
        <w:rPr>
          <w:rtl/>
        </w:rPr>
        <w:t>وابن محمد الياس الحنفي في حياة الصحابة: 2 / 428.</w:t>
      </w:r>
    </w:p>
    <w:p w:rsidR="00827655" w:rsidRDefault="00481D79" w:rsidP="00326CE2">
      <w:pPr>
        <w:pStyle w:val="libFootnote0"/>
        <w:rPr>
          <w:rtl/>
        </w:rPr>
      </w:pPr>
      <w:r>
        <w:rPr>
          <w:rtl/>
        </w:rPr>
        <w:t>والحضرمي في وسيلة المآل: 55.</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وولي الله اللكهنوي في مرآة المؤمنين: 14.</w:t>
      </w:r>
    </w:p>
    <w:p w:rsidR="00481D79" w:rsidRDefault="00481D79" w:rsidP="00D11BDC">
      <w:pPr>
        <w:pStyle w:val="libFootnote0"/>
        <w:rPr>
          <w:rtl/>
        </w:rPr>
      </w:pPr>
      <w:r>
        <w:rPr>
          <w:rtl/>
        </w:rPr>
        <w:t>والقندوزي في ينابيع المودة: 29.</w:t>
      </w:r>
    </w:p>
    <w:p w:rsidR="00481D79" w:rsidRDefault="00481D79" w:rsidP="00D11BDC">
      <w:pPr>
        <w:pStyle w:val="libFootnote0"/>
        <w:rPr>
          <w:rtl/>
        </w:rPr>
      </w:pPr>
      <w:r>
        <w:rPr>
          <w:rtl/>
        </w:rPr>
        <w:t>والنابلسي الدمشقي في ذخائر المواريث: 1 / 215.</w:t>
      </w:r>
    </w:p>
    <w:p w:rsidR="00481D79" w:rsidRDefault="00481D79" w:rsidP="00D11BDC">
      <w:pPr>
        <w:pStyle w:val="libFootnote0"/>
        <w:rPr>
          <w:rtl/>
        </w:rPr>
      </w:pPr>
      <w:r>
        <w:rPr>
          <w:rtl/>
        </w:rPr>
        <w:t>والشبراوي الشافعي في الاتحاف بحب الاشراف: 6 ومن طريق الترمذي.</w:t>
      </w:r>
    </w:p>
    <w:p w:rsidR="00481D79" w:rsidRDefault="00481D79" w:rsidP="00D11BDC">
      <w:pPr>
        <w:pStyle w:val="libFootnote0"/>
        <w:rPr>
          <w:rtl/>
        </w:rPr>
      </w:pPr>
      <w:r>
        <w:rPr>
          <w:rtl/>
        </w:rPr>
        <w:t>وكذا الشيخ منصور بن علي في التاج الجامع للاصول: 3 / 308.</w:t>
      </w:r>
    </w:p>
    <w:p w:rsidR="00481D79" w:rsidRDefault="00481D79" w:rsidP="00D11BDC">
      <w:pPr>
        <w:pStyle w:val="libFootnote0"/>
        <w:rPr>
          <w:rtl/>
        </w:rPr>
      </w:pPr>
      <w:r>
        <w:rPr>
          <w:rtl/>
        </w:rPr>
        <w:t>ورواه الترمذي في الصحيح: 5 / كتاب المناقب باب: 32 ص 663 ح 3788.</w:t>
      </w:r>
    </w:p>
    <w:p w:rsidR="00481D79" w:rsidRDefault="00481D79" w:rsidP="00D11BDC">
      <w:pPr>
        <w:pStyle w:val="libFootnote0"/>
        <w:rPr>
          <w:rtl/>
        </w:rPr>
      </w:pPr>
      <w:r>
        <w:rPr>
          <w:rtl/>
        </w:rPr>
        <w:t>أخرجه من طريق الخطيب، العمري التبريزي في مشكاة المصابيح: 568 وص 569 وأخرجه عن المشكاة أمان الله الدهلوي في تجهيز الجيش: 141 وص 304.</w:t>
      </w:r>
    </w:p>
    <w:p w:rsidR="00481D79" w:rsidRDefault="00481D79" w:rsidP="00D11BDC">
      <w:pPr>
        <w:pStyle w:val="libFootnote0"/>
        <w:rPr>
          <w:rtl/>
        </w:rPr>
      </w:pPr>
      <w:r>
        <w:rPr>
          <w:rtl/>
        </w:rPr>
        <w:t>وأخرجه من طريق الترمذي أيضا: ابن الديبغ الشيباني في تيسير الوصول: 1 / 16، و 2 / 161.</w:t>
      </w:r>
    </w:p>
    <w:p w:rsidR="00481D79" w:rsidRDefault="00481D79" w:rsidP="00D11BDC">
      <w:pPr>
        <w:pStyle w:val="libFootnote0"/>
        <w:rPr>
          <w:rtl/>
        </w:rPr>
      </w:pPr>
      <w:r>
        <w:rPr>
          <w:rtl/>
        </w:rPr>
        <w:t>والكركي في نفحات اللاهوت: 85 و 86.</w:t>
      </w:r>
    </w:p>
    <w:p w:rsidR="00481D79" w:rsidRDefault="00481D79" w:rsidP="00D11BDC">
      <w:pPr>
        <w:pStyle w:val="libFootnote0"/>
        <w:rPr>
          <w:rtl/>
        </w:rPr>
      </w:pPr>
      <w:r>
        <w:rPr>
          <w:rtl/>
        </w:rPr>
        <w:t>والسمهودي في الاشراف على فضل الاشراف: 31.</w:t>
      </w:r>
    </w:p>
    <w:p w:rsidR="00481D79" w:rsidRDefault="00481D79" w:rsidP="00D11BDC">
      <w:pPr>
        <w:pStyle w:val="libFootnote0"/>
        <w:rPr>
          <w:rtl/>
        </w:rPr>
      </w:pPr>
      <w:r>
        <w:rPr>
          <w:rtl/>
        </w:rPr>
        <w:t>وفي جواهر العقدين على ما نقله عنه في ينابيع المودة: 36.</w:t>
      </w:r>
    </w:p>
    <w:p w:rsidR="00481D79" w:rsidRDefault="00481D79" w:rsidP="00D11BDC">
      <w:pPr>
        <w:pStyle w:val="libFootnote0"/>
        <w:rPr>
          <w:rtl/>
        </w:rPr>
      </w:pPr>
      <w:r>
        <w:rPr>
          <w:rtl/>
        </w:rPr>
        <w:t>والسيد محمد النقوي الهندي اللكهنوي في السيف الماسح: 157.</w:t>
      </w:r>
    </w:p>
    <w:p w:rsidR="00481D79" w:rsidRDefault="00481D79" w:rsidP="00D11BDC">
      <w:pPr>
        <w:pStyle w:val="libFootnote0"/>
        <w:rPr>
          <w:rtl/>
        </w:rPr>
      </w:pPr>
      <w:r>
        <w:rPr>
          <w:rtl/>
        </w:rPr>
        <w:t>وابن مسعود الشافعي في المنتقى في سيرة المصطفى: 198.</w:t>
      </w:r>
    </w:p>
    <w:p w:rsidR="00481D79" w:rsidRDefault="00481D79" w:rsidP="00D11BDC">
      <w:pPr>
        <w:pStyle w:val="libFootnote0"/>
        <w:rPr>
          <w:rtl/>
        </w:rPr>
      </w:pPr>
      <w:r>
        <w:rPr>
          <w:rtl/>
        </w:rPr>
        <w:t>والمتقي الهندي في كنز العمال: 1 / 153.</w:t>
      </w:r>
    </w:p>
    <w:p w:rsidR="00481D79" w:rsidRDefault="00481D79" w:rsidP="00D11BDC">
      <w:pPr>
        <w:pStyle w:val="libFootnote0"/>
        <w:rPr>
          <w:rtl/>
        </w:rPr>
      </w:pPr>
      <w:r>
        <w:rPr>
          <w:rtl/>
        </w:rPr>
        <w:t>وابن الاثير الجزري في جامع الاصول كما نقله عنه البحار: 23 / 118.</w:t>
      </w:r>
    </w:p>
    <w:p w:rsidR="00481D79" w:rsidRDefault="00481D79" w:rsidP="00D11BDC">
      <w:pPr>
        <w:pStyle w:val="libFootnote0"/>
        <w:rPr>
          <w:rtl/>
        </w:rPr>
      </w:pPr>
      <w:r>
        <w:rPr>
          <w:rtl/>
        </w:rPr>
        <w:t>ومحمد بن سليمان في جمع الفوائد من جامع الاصول ومجمع الزوائد: 1 / 16.</w:t>
      </w:r>
    </w:p>
    <w:p w:rsidR="00481D79" w:rsidRDefault="00481D79" w:rsidP="00D11BDC">
      <w:pPr>
        <w:pStyle w:val="libFootnote0"/>
        <w:rPr>
          <w:rtl/>
        </w:rPr>
      </w:pPr>
      <w:r>
        <w:rPr>
          <w:rtl/>
        </w:rPr>
        <w:t>والقندوزي في ينابيع المودة: 30 وص 36 وص 91.</w:t>
      </w:r>
    </w:p>
    <w:p w:rsidR="00481D79" w:rsidRDefault="00481D79" w:rsidP="00D11BDC">
      <w:pPr>
        <w:pStyle w:val="libFootnote0"/>
        <w:rPr>
          <w:rtl/>
        </w:rPr>
      </w:pPr>
      <w:r>
        <w:rPr>
          <w:rtl/>
        </w:rPr>
        <w:t>ورواه الحافظ البيهقي في السنن الكبرى: 2 / 148 وج 7 / 30 وج 10 / 113.</w:t>
      </w:r>
    </w:p>
    <w:p w:rsidR="00481D79" w:rsidRDefault="00481D79" w:rsidP="00D11BDC">
      <w:pPr>
        <w:pStyle w:val="libFootnote0"/>
        <w:rPr>
          <w:rtl/>
        </w:rPr>
      </w:pPr>
      <w:r>
        <w:rPr>
          <w:rtl/>
        </w:rPr>
        <w:t>وفي كتابه الاعتقاد: 164.</w:t>
      </w:r>
    </w:p>
    <w:p w:rsidR="00481D79" w:rsidRDefault="00481D79" w:rsidP="00D11BDC">
      <w:pPr>
        <w:pStyle w:val="libFootnote0"/>
        <w:rPr>
          <w:rtl/>
        </w:rPr>
      </w:pPr>
      <w:r>
        <w:rPr>
          <w:rtl/>
        </w:rPr>
        <w:t>ورواه الحاكم النيسابوري في مستدرك الصحيحين: 3 / 109 بطريقين وص 148، وتبعه في ذلك الذهبي في تلخيصه المطبوع بهامشه.</w:t>
      </w:r>
    </w:p>
    <w:p w:rsidR="00481D79" w:rsidRDefault="00481D79" w:rsidP="00D11BDC">
      <w:pPr>
        <w:pStyle w:val="libFootnote0"/>
        <w:rPr>
          <w:rtl/>
        </w:rPr>
      </w:pPr>
      <w:r>
        <w:rPr>
          <w:rtl/>
        </w:rPr>
        <w:t>ومن طريقه وطريق الترمذي أخرجه السيوطي في إحياء الميت: 240 ح 6.</w:t>
      </w:r>
    </w:p>
    <w:p w:rsidR="00481D79" w:rsidRDefault="00481D79" w:rsidP="00D11BDC">
      <w:pPr>
        <w:pStyle w:val="libFootnote0"/>
        <w:rPr>
          <w:rtl/>
        </w:rPr>
      </w:pPr>
      <w:r>
        <w:rPr>
          <w:rtl/>
        </w:rPr>
        <w:t>وأخرجه باكثير الحضرمي في وسيلة المآل: 55 (مخطوط) من طريق الحاكم بثلاث طرق، ومن طريق الترمذي والزرندي في نظم درر السمطين.</w:t>
      </w:r>
    </w:p>
    <w:p w:rsidR="00481D79" w:rsidRDefault="00481D79" w:rsidP="00D11BDC">
      <w:pPr>
        <w:pStyle w:val="libFootnote0"/>
        <w:rPr>
          <w:rtl/>
        </w:rPr>
      </w:pPr>
      <w:r>
        <w:rPr>
          <w:rtl/>
        </w:rPr>
        <w:t>وفي ص 56 من طريق الحاكم والطبراني بطريقين.</w:t>
      </w:r>
    </w:p>
    <w:p w:rsidR="00481D79" w:rsidRDefault="00481D79" w:rsidP="00D11BDC">
      <w:pPr>
        <w:pStyle w:val="libFootnote0"/>
        <w:rPr>
          <w:rtl/>
        </w:rPr>
      </w:pPr>
      <w:r>
        <w:rPr>
          <w:rtl/>
        </w:rPr>
        <w:t>وأخرجه الامرتسري في ارجح المطالب: 335 من طريق أحمد ومسلم والترمذي والحاكم.</w:t>
      </w:r>
    </w:p>
    <w:p w:rsidR="00481D79" w:rsidRDefault="00481D79" w:rsidP="00D11BDC">
      <w:pPr>
        <w:pStyle w:val="libFootnote0"/>
        <w:rPr>
          <w:rtl/>
        </w:rPr>
      </w:pPr>
      <w:r>
        <w:rPr>
          <w:rtl/>
        </w:rPr>
        <w:t>ورواه أحمد بن حنبل في المناقب: 60 ح 92.</w:t>
      </w:r>
    </w:p>
    <w:p w:rsidR="00827655" w:rsidRDefault="00481D79" w:rsidP="00D11BDC">
      <w:pPr>
        <w:pStyle w:val="libFootnote0"/>
        <w:rPr>
          <w:rtl/>
        </w:rPr>
      </w:pPr>
      <w:r>
        <w:rPr>
          <w:rtl/>
        </w:rPr>
        <w:t xml:space="preserve">وفي مسند أحمد: 4 / 366 وص 371، أخرجه من طريقه: </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ابن طاووس في الطرائف: 114 ح 172 و 173 عنه البحار: 23 / 106 ح 8 وص 107 ح 9.</w:t>
      </w:r>
    </w:p>
    <w:p w:rsidR="00481D79" w:rsidRDefault="00481D79" w:rsidP="00D11BDC">
      <w:pPr>
        <w:pStyle w:val="libFootnote0"/>
        <w:rPr>
          <w:rtl/>
        </w:rPr>
      </w:pPr>
      <w:r>
        <w:rPr>
          <w:rtl/>
        </w:rPr>
        <w:t>وابن البطريق في العمدة: 34 عنه البحار المذكور ص 113 ح 20.</w:t>
      </w:r>
    </w:p>
    <w:p w:rsidR="00481D79" w:rsidRDefault="00481D79" w:rsidP="00D11BDC">
      <w:pPr>
        <w:pStyle w:val="libFootnote0"/>
        <w:rPr>
          <w:rtl/>
        </w:rPr>
      </w:pPr>
      <w:r>
        <w:rPr>
          <w:rtl/>
        </w:rPr>
        <w:t>والامرتسري في أرجح المطالب: 336 ومن طريق الطبراني.</w:t>
      </w:r>
    </w:p>
    <w:p w:rsidR="00481D79" w:rsidRDefault="00481D79" w:rsidP="00D11BDC">
      <w:pPr>
        <w:pStyle w:val="libFootnote0"/>
        <w:rPr>
          <w:rtl/>
        </w:rPr>
      </w:pPr>
      <w:r>
        <w:rPr>
          <w:rtl/>
        </w:rPr>
        <w:t>وكذا عبد الحفيظ الفهري الفاسي المالكي في كتابه رياض الجنة: 1 / 2.</w:t>
      </w:r>
    </w:p>
    <w:p w:rsidR="00481D79" w:rsidRDefault="00481D79" w:rsidP="00D11BDC">
      <w:pPr>
        <w:pStyle w:val="libFootnote0"/>
        <w:rPr>
          <w:rtl/>
        </w:rPr>
      </w:pPr>
      <w:r>
        <w:rPr>
          <w:rtl/>
        </w:rPr>
        <w:t>وأخرجه في ينابيع المودة: 32 نقلا عن زيادات المسند.</w:t>
      </w:r>
    </w:p>
    <w:p w:rsidR="00481D79" w:rsidRDefault="00481D79" w:rsidP="00D11BDC">
      <w:pPr>
        <w:pStyle w:val="libFootnote0"/>
        <w:rPr>
          <w:rtl/>
        </w:rPr>
      </w:pPr>
      <w:r>
        <w:rPr>
          <w:rtl/>
        </w:rPr>
        <w:t>ورواه الحافظ الحميدي الاندلسي في الجمع بين الصحيحين (مخطوط) بطريقين عنه الطرائف: 129 ح 186 عنه البحار المذكور ص 117 ح 34.</w:t>
      </w:r>
    </w:p>
    <w:p w:rsidR="00481D79" w:rsidRDefault="00481D79" w:rsidP="00D11BDC">
      <w:pPr>
        <w:pStyle w:val="libFootnote0"/>
        <w:rPr>
          <w:rtl/>
        </w:rPr>
      </w:pPr>
      <w:r>
        <w:rPr>
          <w:rtl/>
        </w:rPr>
        <w:t>وابن المغازلي في المناقب: 234 بطريقين، أخرجه عنه ابن طاووس في الطرائف: 116 ح 178 عنه البحار المذكور ص 109 ح 14.</w:t>
      </w:r>
    </w:p>
    <w:p w:rsidR="00481D79" w:rsidRDefault="00481D79" w:rsidP="00D11BDC">
      <w:pPr>
        <w:pStyle w:val="libFootnote0"/>
        <w:rPr>
          <w:rtl/>
        </w:rPr>
      </w:pPr>
      <w:r>
        <w:rPr>
          <w:rtl/>
        </w:rPr>
        <w:t>والمؤرخ ابن حيان في المقتبس في أحوال الاندلس: 167.</w:t>
      </w:r>
    </w:p>
    <w:p w:rsidR="00481D79" w:rsidRDefault="00481D79" w:rsidP="00D11BDC">
      <w:pPr>
        <w:pStyle w:val="libFootnote0"/>
        <w:rPr>
          <w:rtl/>
        </w:rPr>
      </w:pPr>
      <w:r>
        <w:rPr>
          <w:rtl/>
        </w:rPr>
        <w:t xml:space="preserve">والنسائي في خصائص أمير المؤمنين </w:t>
      </w:r>
      <w:r w:rsidR="004226A8" w:rsidRPr="00326CE2">
        <w:rPr>
          <w:rStyle w:val="libFootnoteAlaemChar"/>
          <w:rtl/>
        </w:rPr>
        <w:t>عليه‌السلام</w:t>
      </w:r>
      <w:r>
        <w:rPr>
          <w:rtl/>
        </w:rPr>
        <w:t>: 93 ح 73.</w:t>
      </w:r>
    </w:p>
    <w:p w:rsidR="00481D79" w:rsidRDefault="00481D79" w:rsidP="00D11BDC">
      <w:pPr>
        <w:pStyle w:val="libFootnote0"/>
        <w:rPr>
          <w:rtl/>
        </w:rPr>
      </w:pPr>
      <w:r>
        <w:rPr>
          <w:rtl/>
        </w:rPr>
        <w:t>والدمشقي في منتخب تاريخ ابن عساكر: 5 / 436.</w:t>
      </w:r>
    </w:p>
    <w:p w:rsidR="00481D79" w:rsidRDefault="00481D79" w:rsidP="00D11BDC">
      <w:pPr>
        <w:pStyle w:val="libFootnote0"/>
        <w:rPr>
          <w:rtl/>
        </w:rPr>
      </w:pPr>
      <w:r>
        <w:rPr>
          <w:rtl/>
        </w:rPr>
        <w:t>والعلامة البغوي في مصابيح السنة: 205 وص 206.</w:t>
      </w:r>
    </w:p>
    <w:p w:rsidR="00481D79" w:rsidRDefault="00481D79" w:rsidP="00D11BDC">
      <w:pPr>
        <w:pStyle w:val="libFootnote0"/>
        <w:rPr>
          <w:rtl/>
        </w:rPr>
      </w:pPr>
      <w:r>
        <w:rPr>
          <w:rtl/>
        </w:rPr>
        <w:t>والبغوي المفسر في معالم التنزيل: 5 / 101.</w:t>
      </w:r>
    </w:p>
    <w:p w:rsidR="00481D79" w:rsidRDefault="00481D79" w:rsidP="00D11BDC">
      <w:pPr>
        <w:pStyle w:val="libFootnote0"/>
        <w:rPr>
          <w:rtl/>
        </w:rPr>
      </w:pPr>
      <w:r>
        <w:rPr>
          <w:rtl/>
        </w:rPr>
        <w:t>والبسوي في المعرفة والتاريخ: 536 بأربعة أسانيد.</w:t>
      </w:r>
    </w:p>
    <w:p w:rsidR="00481D79" w:rsidRDefault="00481D79" w:rsidP="00D11BDC">
      <w:pPr>
        <w:pStyle w:val="libFootnote0"/>
        <w:rPr>
          <w:rtl/>
        </w:rPr>
      </w:pPr>
      <w:r>
        <w:rPr>
          <w:rtl/>
        </w:rPr>
        <w:t>والزرندي في نظم درر السمطين: 231 بطريقين وفي ص 233.</w:t>
      </w:r>
    </w:p>
    <w:p w:rsidR="00481D79" w:rsidRDefault="00481D79" w:rsidP="00D11BDC">
      <w:pPr>
        <w:pStyle w:val="libFootnote0"/>
        <w:rPr>
          <w:rtl/>
        </w:rPr>
      </w:pPr>
      <w:r>
        <w:rPr>
          <w:rtl/>
        </w:rPr>
        <w:t>والبدخشي في مفتاح النجا: 8 (مخطوط).</w:t>
      </w:r>
    </w:p>
    <w:p w:rsidR="00481D79" w:rsidRDefault="00481D79" w:rsidP="00D11BDC">
      <w:pPr>
        <w:pStyle w:val="libFootnote0"/>
        <w:rPr>
          <w:rtl/>
        </w:rPr>
      </w:pPr>
      <w:r>
        <w:rPr>
          <w:rtl/>
        </w:rPr>
        <w:t>والسيوطي في زوائد الجامع الصغير على ما في جامع الاحاديث: 2 (ط.</w:t>
      </w:r>
    </w:p>
    <w:p w:rsidR="00481D79" w:rsidRDefault="00481D79" w:rsidP="00D11BDC">
      <w:pPr>
        <w:pStyle w:val="libFootnote0"/>
        <w:rPr>
          <w:rtl/>
        </w:rPr>
      </w:pPr>
      <w:r>
        <w:rPr>
          <w:rtl/>
        </w:rPr>
        <w:t>دمشق). وأخرجه في ينابيع المودة: 183 عن الجامع الصغير.</w:t>
      </w:r>
    </w:p>
    <w:p w:rsidR="00481D79" w:rsidRDefault="00481D79" w:rsidP="00D11BDC">
      <w:pPr>
        <w:pStyle w:val="libFootnote0"/>
        <w:rPr>
          <w:rtl/>
        </w:rPr>
      </w:pPr>
      <w:r>
        <w:rPr>
          <w:rtl/>
        </w:rPr>
        <w:t>ورواه أيضا القدوسي الحنفي في سنن الهدي: 565 وفي ص 38 رواه ملخصا.</w:t>
      </w:r>
    </w:p>
    <w:p w:rsidR="00481D79" w:rsidRDefault="00481D79" w:rsidP="00D11BDC">
      <w:pPr>
        <w:pStyle w:val="libFootnote0"/>
        <w:rPr>
          <w:rtl/>
        </w:rPr>
      </w:pPr>
      <w:r>
        <w:rPr>
          <w:rtl/>
        </w:rPr>
        <w:t>والشيخ علاء الدين الخازن في تفسيره: 1 / 4 وج 6 / 102 بعدة طرق.</w:t>
      </w:r>
    </w:p>
    <w:p w:rsidR="00481D79" w:rsidRDefault="00481D79" w:rsidP="00D11BDC">
      <w:pPr>
        <w:pStyle w:val="libFootnote0"/>
        <w:rPr>
          <w:rtl/>
        </w:rPr>
      </w:pPr>
      <w:r>
        <w:rPr>
          <w:rtl/>
        </w:rPr>
        <w:t>والنبهاني في الانوار المحمدية: 435، وفي كتابه جواهر البحار في فضائل النبي المختار: 1 / 361. والحسني الادريسي في رفع اللبس والشبهات: 52.</w:t>
      </w:r>
    </w:p>
    <w:p w:rsidR="00481D79" w:rsidRDefault="00481D79" w:rsidP="00D11BDC">
      <w:pPr>
        <w:pStyle w:val="libFootnote0"/>
        <w:rPr>
          <w:rtl/>
        </w:rPr>
      </w:pPr>
      <w:r>
        <w:rPr>
          <w:rtl/>
        </w:rPr>
        <w:t>والحضرمي في رشفة الصادي: 70.</w:t>
      </w:r>
    </w:p>
    <w:p w:rsidR="00481D79" w:rsidRDefault="00481D79" w:rsidP="00D11BDC">
      <w:pPr>
        <w:pStyle w:val="libFootnote0"/>
        <w:rPr>
          <w:rtl/>
        </w:rPr>
      </w:pPr>
      <w:r>
        <w:rPr>
          <w:rtl/>
        </w:rPr>
        <w:t>ومحمد مبين الهندي في وسيلة النجاة: 42.</w:t>
      </w:r>
    </w:p>
    <w:p w:rsidR="00481D79" w:rsidRDefault="00481D79" w:rsidP="00D11BDC">
      <w:pPr>
        <w:pStyle w:val="libFootnote0"/>
        <w:rPr>
          <w:rtl/>
        </w:rPr>
      </w:pPr>
      <w:r>
        <w:rPr>
          <w:rtl/>
        </w:rPr>
        <w:t>ومحمد معين في دراسات اللبيب: 231.</w:t>
      </w:r>
    </w:p>
    <w:p w:rsidR="00481D79" w:rsidRDefault="00481D79" w:rsidP="00D11BDC">
      <w:pPr>
        <w:pStyle w:val="libFootnote0"/>
        <w:rPr>
          <w:rtl/>
        </w:rPr>
      </w:pPr>
      <w:r>
        <w:rPr>
          <w:rtl/>
        </w:rPr>
        <w:t xml:space="preserve">والميبدي اليزدي في شرح ديوان أمير المؤمنين </w:t>
      </w:r>
      <w:r w:rsidR="004226A8" w:rsidRPr="00326CE2">
        <w:rPr>
          <w:rStyle w:val="libFootnoteAlaemChar"/>
          <w:rtl/>
        </w:rPr>
        <w:t>عليه‌السلام</w:t>
      </w:r>
      <w:r>
        <w:rPr>
          <w:rtl/>
        </w:rPr>
        <w:t>: 188 (مخطوط).</w:t>
      </w:r>
    </w:p>
    <w:p w:rsidR="00827655" w:rsidRDefault="00481D79" w:rsidP="00D11BDC">
      <w:pPr>
        <w:pStyle w:val="libFootnote0"/>
        <w:rPr>
          <w:rtl/>
        </w:rPr>
      </w:pPr>
      <w:r>
        <w:rPr>
          <w:rtl/>
        </w:rPr>
        <w:t xml:space="preserve">واليماني اليزدي في ابتسام البرق في شرح منظومة القصص الحق في سيرة خير الخلق: 258. </w:t>
      </w:r>
      <w:r w:rsidR="00827655">
        <w:rPr>
          <w:rtl/>
        </w:rPr>
        <w:t>=</w:t>
      </w:r>
    </w:p>
    <w:p w:rsidR="00481D79" w:rsidRDefault="00481D79" w:rsidP="00481D79">
      <w:pPr>
        <w:pStyle w:val="libNormal"/>
        <w:rPr>
          <w:rtl/>
          <w:lang w:bidi="fa-IR"/>
        </w:rPr>
      </w:pPr>
      <w:r>
        <w:rPr>
          <w:rtl/>
          <w:lang w:bidi="fa-IR"/>
        </w:rPr>
        <w:br w:type="page"/>
      </w:r>
    </w:p>
    <w:p w:rsidR="00827655" w:rsidRDefault="005B067E" w:rsidP="005B067E">
      <w:pPr>
        <w:pStyle w:val="libLine"/>
      </w:pPr>
      <w:r>
        <w:rPr>
          <w:rtl/>
        </w:rPr>
        <w:lastRenderedPageBreak/>
        <w:t>____________________</w:t>
      </w:r>
    </w:p>
    <w:p w:rsidR="00481D79" w:rsidRDefault="00827655" w:rsidP="00D11BDC">
      <w:pPr>
        <w:pStyle w:val="libFootnote0"/>
        <w:rPr>
          <w:rtl/>
        </w:rPr>
      </w:pPr>
      <w:r>
        <w:rPr>
          <w:rtl/>
        </w:rPr>
        <w:t>=</w:t>
      </w:r>
      <w:r w:rsidR="00481D79">
        <w:rPr>
          <w:rtl/>
        </w:rPr>
        <w:t xml:space="preserve"> والسمهودي في الاشراف على فضل الاشراف: 24.</w:t>
      </w:r>
    </w:p>
    <w:p w:rsidR="00481D79" w:rsidRDefault="00481D79" w:rsidP="00D11BDC">
      <w:pPr>
        <w:pStyle w:val="libFootnote0"/>
        <w:rPr>
          <w:rtl/>
        </w:rPr>
      </w:pPr>
      <w:r>
        <w:rPr>
          <w:rtl/>
        </w:rPr>
        <w:t>والتونسي في السيف اليماني: 10 بعدة طرق.</w:t>
      </w:r>
    </w:p>
    <w:p w:rsidR="00481D79" w:rsidRDefault="00481D79" w:rsidP="00D11BDC">
      <w:pPr>
        <w:pStyle w:val="libFootnote0"/>
        <w:rPr>
          <w:rtl/>
        </w:rPr>
      </w:pPr>
      <w:r>
        <w:rPr>
          <w:rtl/>
        </w:rPr>
        <w:t>والشيخ سعدي الآبي الشافعي في ارجوزته: 307 (مخطوط).</w:t>
      </w:r>
    </w:p>
    <w:p w:rsidR="00481D79" w:rsidRDefault="00481D79" w:rsidP="00D11BDC">
      <w:pPr>
        <w:pStyle w:val="libFootnote0"/>
        <w:rPr>
          <w:rtl/>
        </w:rPr>
      </w:pPr>
      <w:r>
        <w:rPr>
          <w:rtl/>
        </w:rPr>
        <w:t>والسيد علوي الطاهر الحداد في القول الفصل: 262 بعدة طرق.</w:t>
      </w:r>
    </w:p>
    <w:p w:rsidR="00481D79" w:rsidRDefault="00481D79" w:rsidP="00D11BDC">
      <w:pPr>
        <w:pStyle w:val="libFootnote0"/>
        <w:rPr>
          <w:rtl/>
        </w:rPr>
      </w:pPr>
      <w:r>
        <w:rPr>
          <w:rtl/>
        </w:rPr>
        <w:t>وأحمد زيني دحلان الشافعي في السيرة النبوية: 3 / 330 (المطبوع بهامش السيرة الحلبية).</w:t>
      </w:r>
    </w:p>
    <w:p w:rsidR="00481D79" w:rsidRDefault="00481D79" w:rsidP="00D11BDC">
      <w:pPr>
        <w:pStyle w:val="libFootnote0"/>
        <w:rPr>
          <w:rtl/>
        </w:rPr>
      </w:pPr>
      <w:r>
        <w:rPr>
          <w:rtl/>
        </w:rPr>
        <w:t>وابن حجر الهيتمي في الصواعق المحرقة: 226.</w:t>
      </w:r>
    </w:p>
    <w:p w:rsidR="00481D79" w:rsidRDefault="00481D79" w:rsidP="00D11BDC">
      <w:pPr>
        <w:pStyle w:val="libFootnote0"/>
        <w:rPr>
          <w:rtl/>
        </w:rPr>
      </w:pPr>
      <w:r>
        <w:rPr>
          <w:rtl/>
        </w:rPr>
        <w:t>وأبوالعباس بن تيمية الحنبلي في منهاج السنة: 4 / 104.</w:t>
      </w:r>
    </w:p>
    <w:p w:rsidR="00481D79" w:rsidRDefault="00481D79" w:rsidP="00D11BDC">
      <w:pPr>
        <w:pStyle w:val="libFootnote0"/>
        <w:rPr>
          <w:rtl/>
        </w:rPr>
      </w:pPr>
      <w:r>
        <w:rPr>
          <w:rtl/>
        </w:rPr>
        <w:t>والازدي في تفسيره التبيان: 177 (مخطوط) في تفسير (قل لا أسألكم عليه أجرا إلا المودة في القربى).</w:t>
      </w:r>
    </w:p>
    <w:p w:rsidR="00481D79" w:rsidRDefault="00481D79" w:rsidP="00D11BDC">
      <w:pPr>
        <w:pStyle w:val="libFootnote0"/>
        <w:rPr>
          <w:rtl/>
        </w:rPr>
      </w:pPr>
      <w:r>
        <w:rPr>
          <w:rtl/>
        </w:rPr>
        <w:t>وابن طولون الدمشقي في الشذورات الذهبية: 53 وص 66.</w:t>
      </w:r>
    </w:p>
    <w:p w:rsidR="00481D79" w:rsidRDefault="00481D79" w:rsidP="00D11BDC">
      <w:pPr>
        <w:pStyle w:val="libFootnote0"/>
        <w:rPr>
          <w:rtl/>
        </w:rPr>
      </w:pPr>
      <w:r>
        <w:rPr>
          <w:rtl/>
        </w:rPr>
        <w:t>وخواجه الحنفي الهندي في علم الكتاب: 254 وص 264.</w:t>
      </w:r>
    </w:p>
    <w:p w:rsidR="00481D79" w:rsidRDefault="00481D79" w:rsidP="00D11BDC">
      <w:pPr>
        <w:pStyle w:val="libFootnote0"/>
        <w:rPr>
          <w:rtl/>
        </w:rPr>
      </w:pPr>
      <w:r>
        <w:rPr>
          <w:rtl/>
        </w:rPr>
        <w:t>وينابيع المودة: 191.</w:t>
      </w:r>
    </w:p>
    <w:p w:rsidR="00481D79" w:rsidRDefault="00481D79" w:rsidP="00D11BDC">
      <w:pPr>
        <w:pStyle w:val="libFootnote0"/>
        <w:rPr>
          <w:rtl/>
        </w:rPr>
      </w:pPr>
      <w:r>
        <w:rPr>
          <w:rtl/>
        </w:rPr>
        <w:t>والصفاني في مشارق الانوار، وابن حسن خان الهندي البهوپالي في حسن الاسوة.</w:t>
      </w:r>
    </w:p>
    <w:p w:rsidR="00481D79" w:rsidRDefault="00481D79" w:rsidP="00D11BDC">
      <w:pPr>
        <w:pStyle w:val="libFootnote0"/>
        <w:rPr>
          <w:rtl/>
        </w:rPr>
      </w:pPr>
      <w:r>
        <w:rPr>
          <w:rtl/>
        </w:rPr>
        <w:t>والمتقي الهندي في كنز العمال: 5 / 95 (المطبوع بهامش المسند).</w:t>
      </w:r>
    </w:p>
    <w:p w:rsidR="00481D79" w:rsidRDefault="00481D79" w:rsidP="00D11BDC">
      <w:pPr>
        <w:pStyle w:val="libFootnote0"/>
        <w:rPr>
          <w:rtl/>
        </w:rPr>
      </w:pPr>
      <w:r>
        <w:rPr>
          <w:rtl/>
        </w:rPr>
        <w:t>وأخرجه ابن طاووس في الطرائف: 121 ح 185 من طريق الثعلبي بأسانيده.</w:t>
      </w:r>
    </w:p>
    <w:p w:rsidR="00481D79" w:rsidRDefault="00481D79" w:rsidP="00D11BDC">
      <w:pPr>
        <w:pStyle w:val="libFootnote0"/>
        <w:rPr>
          <w:rtl/>
        </w:rPr>
      </w:pPr>
      <w:r>
        <w:rPr>
          <w:rtl/>
        </w:rPr>
        <w:t>والنبهاني في الفتح الكبير: 1 / 252 و 451 وابن حمزة الحسيني الحنفي الدمشقي في كتابه البيان والتعريف: 1 / 164 كلاهما من طريق أحمد ومسلم وعبد بن حميد.</w:t>
      </w:r>
    </w:p>
    <w:p w:rsidR="00481D79" w:rsidRDefault="00481D79" w:rsidP="00D11BDC">
      <w:pPr>
        <w:pStyle w:val="libFootnote0"/>
        <w:rPr>
          <w:rtl/>
        </w:rPr>
      </w:pPr>
      <w:r>
        <w:rPr>
          <w:rtl/>
        </w:rPr>
        <w:t>وأخرجه ابن كثير الدمشقي في تفسيره: 9 / 114 (المطبوع بهامش فتح البيان) من طريق أحمد والترمذي.</w:t>
      </w:r>
    </w:p>
    <w:p w:rsidR="00481D79" w:rsidRDefault="00481D79" w:rsidP="00D11BDC">
      <w:pPr>
        <w:pStyle w:val="libFootnote0"/>
        <w:rPr>
          <w:rtl/>
        </w:rPr>
      </w:pPr>
      <w:r>
        <w:rPr>
          <w:rtl/>
        </w:rPr>
        <w:t>والكشفي الحنفي في المناقب المرتضوية: 97 نقلا عن صحيح مسلم والمصابيح والمشكاة ومشارق الانوار وهداية السعداء.</w:t>
      </w:r>
    </w:p>
    <w:p w:rsidR="00481D79" w:rsidRDefault="00481D79" w:rsidP="00D11BDC">
      <w:pPr>
        <w:pStyle w:val="libFootnote0"/>
        <w:rPr>
          <w:rtl/>
        </w:rPr>
      </w:pPr>
      <w:r>
        <w:rPr>
          <w:rtl/>
        </w:rPr>
        <w:t>وأورده السيوطي في الخصائص الكبرى: 2 / 266.</w:t>
      </w:r>
    </w:p>
    <w:p w:rsidR="00481D79" w:rsidRDefault="00481D79" w:rsidP="00D11BDC">
      <w:pPr>
        <w:pStyle w:val="libFootnote0"/>
        <w:rPr>
          <w:rtl/>
        </w:rPr>
      </w:pPr>
      <w:r>
        <w:rPr>
          <w:rtl/>
        </w:rPr>
        <w:t>وفي الجامع الصغير: 112. وأخرجه في الاكليل: 190 من طريق الترمذي وابن الانباري في المصاحف. زيد بن ثابت روى الحديث عنه: الصدوق في كمال الدين: 1 / 236 ح 52، عنه البحار: 23 / 135 ح 75. ورواه أيضا في الاكمال: 1 / 239 ح 60 وص 241 ح 65، وفي الامالي: 162 عنهما البحار: 23 / 126 ح 54. ورواه الطبراني في المعجم الكبير: 5 / 171 بطريقين.</w:t>
      </w:r>
    </w:p>
    <w:p w:rsidR="00481D79" w:rsidRDefault="00481D79" w:rsidP="00D11BDC">
      <w:pPr>
        <w:pStyle w:val="libFootnote0"/>
        <w:rPr>
          <w:rtl/>
        </w:rPr>
      </w:pPr>
      <w:r>
        <w:rPr>
          <w:rtl/>
        </w:rPr>
        <w:t>وفي ص 537 بطريقين آخرين، أخرجه عنه: نورالدين الهيثمي في مجمع الزوائد: 9 / 170.</w:t>
      </w:r>
    </w:p>
    <w:p w:rsidR="00481D79" w:rsidRDefault="00481D79" w:rsidP="00D11BDC">
      <w:pPr>
        <w:pStyle w:val="libFootnote0"/>
        <w:rPr>
          <w:rtl/>
        </w:rPr>
      </w:pPr>
      <w:r>
        <w:rPr>
          <w:rtl/>
        </w:rPr>
        <w:t>والبدخشي في مفتاح النجا: 9 (مخطوط).</w:t>
      </w:r>
    </w:p>
    <w:p w:rsidR="00481D79" w:rsidRDefault="00481D79" w:rsidP="00D11BDC">
      <w:pPr>
        <w:pStyle w:val="libFootnote0"/>
        <w:rPr>
          <w:rtl/>
        </w:rPr>
      </w:pPr>
      <w:r>
        <w:rPr>
          <w:rtl/>
        </w:rPr>
        <w:t>والنبهاني في الفتح الكبير: 1 / 451.</w:t>
      </w:r>
    </w:p>
    <w:p w:rsidR="00827655" w:rsidRDefault="00481D79" w:rsidP="00D11BDC">
      <w:pPr>
        <w:pStyle w:val="libFootnote0"/>
        <w:rPr>
          <w:rtl/>
        </w:rPr>
      </w:pPr>
      <w:r>
        <w:rPr>
          <w:rtl/>
        </w:rPr>
        <w:t xml:space="preserve">والامرتسري في أرجح المطالب: 335. </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والمناوي في الجامع الازهر: 8 / 482 (المطبوع في آخر جامع الاحاديث).</w:t>
      </w:r>
    </w:p>
    <w:p w:rsidR="00481D79" w:rsidRDefault="00481D79" w:rsidP="00D11BDC">
      <w:pPr>
        <w:pStyle w:val="libFootnote0"/>
        <w:rPr>
          <w:rtl/>
        </w:rPr>
      </w:pPr>
      <w:r>
        <w:rPr>
          <w:rtl/>
        </w:rPr>
        <w:t>ورواه أحمد في المناقب: 102 ح 154 أخرجه عنه: ابن البطريق في العمدة: 34 عنه البحار: 23 / 114 ح 22. وفي مجمع الزوائد: 9 / 162.</w:t>
      </w:r>
    </w:p>
    <w:p w:rsidR="00481D79" w:rsidRDefault="00481D79" w:rsidP="00D11BDC">
      <w:pPr>
        <w:pStyle w:val="libFootnote0"/>
        <w:rPr>
          <w:rtl/>
        </w:rPr>
      </w:pPr>
      <w:r>
        <w:rPr>
          <w:rtl/>
        </w:rPr>
        <w:t>وأبوالبركات نعمان أفندي في غالية المواعظ ومصباح المتعظ والواعظ.</w:t>
      </w:r>
    </w:p>
    <w:p w:rsidR="00481D79" w:rsidRDefault="00481D79" w:rsidP="00D11BDC">
      <w:pPr>
        <w:pStyle w:val="libFootnote0"/>
        <w:rPr>
          <w:rtl/>
        </w:rPr>
      </w:pPr>
      <w:r>
        <w:rPr>
          <w:rtl/>
        </w:rPr>
        <w:t>واباكثير الحضرمي في وسيلة المآل: 57 (مخطوط).</w:t>
      </w:r>
    </w:p>
    <w:p w:rsidR="00481D79" w:rsidRDefault="00481D79" w:rsidP="00D11BDC">
      <w:pPr>
        <w:pStyle w:val="libFootnote0"/>
        <w:rPr>
          <w:rtl/>
        </w:rPr>
      </w:pPr>
      <w:r>
        <w:rPr>
          <w:rtl/>
        </w:rPr>
        <w:t>وأخرجه السيوطي في إحياء الميت: 241 ح 7 من طريق عبد بن حميد في مسنده، وفي ص 269 ح 56 من طريق أحمد والطبراني، وكذا في الجامع الصغير: 1 / 353.</w:t>
      </w:r>
    </w:p>
    <w:p w:rsidR="00481D79" w:rsidRDefault="00481D79" w:rsidP="00D11BDC">
      <w:pPr>
        <w:pStyle w:val="libFootnote0"/>
        <w:rPr>
          <w:rtl/>
        </w:rPr>
      </w:pPr>
      <w:r>
        <w:rPr>
          <w:rtl/>
        </w:rPr>
        <w:t>وأخرجه زين الدين عبد الرؤوف في فيض القدير لترتيب وشرح الجامع الصغير: 2 / 63.</w:t>
      </w:r>
    </w:p>
    <w:p w:rsidR="00481D79" w:rsidRDefault="00481D79" w:rsidP="00D11BDC">
      <w:pPr>
        <w:pStyle w:val="libFootnote0"/>
        <w:rPr>
          <w:rtl/>
        </w:rPr>
      </w:pPr>
      <w:r>
        <w:rPr>
          <w:rtl/>
        </w:rPr>
        <w:t>وأخرجه السيوطي أيضا في الدر المنثور: 2 / 60 ح 20 عنه البحار: 23 / 151 ح 112.</w:t>
      </w:r>
    </w:p>
    <w:p w:rsidR="00481D79" w:rsidRDefault="00481D79" w:rsidP="00D11BDC">
      <w:pPr>
        <w:pStyle w:val="libFootnote0"/>
        <w:rPr>
          <w:rtl/>
        </w:rPr>
      </w:pPr>
      <w:r>
        <w:rPr>
          <w:rtl/>
        </w:rPr>
        <w:t>وأخرجه المتقي الهندي في كنز العمال: 1 / 345 نقلا عن ابن جرير.</w:t>
      </w:r>
    </w:p>
    <w:p w:rsidR="00481D79" w:rsidRDefault="00481D79" w:rsidP="00D11BDC">
      <w:pPr>
        <w:pStyle w:val="libFootnote0"/>
        <w:rPr>
          <w:rtl/>
        </w:rPr>
      </w:pPr>
      <w:r>
        <w:rPr>
          <w:rtl/>
        </w:rPr>
        <w:t>والبدخشي في مفتاح النجا: 9 (مخطوط) من طريق الحافظين عبد بن حميد وأبي بكر الانباري ومن طريق الحاكم عن زيد بن أرقم وزيد بن ثابت.</w:t>
      </w:r>
    </w:p>
    <w:p w:rsidR="00481D79" w:rsidRDefault="00481D79" w:rsidP="00D11BDC">
      <w:pPr>
        <w:pStyle w:val="libFootnote0"/>
        <w:rPr>
          <w:rtl/>
        </w:rPr>
      </w:pPr>
      <w:r>
        <w:rPr>
          <w:rtl/>
        </w:rPr>
        <w:t>وأخرجه القندوزي في ينابيع المودة: 38 من طريق ابن عقدة في الموالاة.</w:t>
      </w:r>
    </w:p>
    <w:p w:rsidR="00481D79" w:rsidRDefault="00481D79" w:rsidP="00D11BDC">
      <w:pPr>
        <w:pStyle w:val="libFootnote0"/>
        <w:rPr>
          <w:rtl/>
        </w:rPr>
      </w:pPr>
      <w:r>
        <w:rPr>
          <w:rtl/>
        </w:rPr>
        <w:t>وأورده مرسلا في ص 183.</w:t>
      </w:r>
    </w:p>
    <w:p w:rsidR="00481D79" w:rsidRDefault="00481D79" w:rsidP="00D11BDC">
      <w:pPr>
        <w:pStyle w:val="libFootnote0"/>
        <w:rPr>
          <w:rtl/>
        </w:rPr>
      </w:pPr>
      <w:r>
        <w:rPr>
          <w:rtl/>
        </w:rPr>
        <w:t>وأخرجه الزبيدي في الاحقاف: 10 / 508 من طريق ابن أبي عاصم في كتابه السنة، وأبوبكر بن أبي شيبة، والطبراني، والترمذي.</w:t>
      </w:r>
    </w:p>
    <w:p w:rsidR="00481D79" w:rsidRDefault="00481D79" w:rsidP="00D11BDC">
      <w:pPr>
        <w:pStyle w:val="libFootnote0"/>
        <w:rPr>
          <w:rtl/>
        </w:rPr>
      </w:pPr>
      <w:r>
        <w:rPr>
          <w:rtl/>
        </w:rPr>
        <w:t>ورواه بلفظ آخر الديلمي في إرشاد القلوب: 378.</w:t>
      </w:r>
    </w:p>
    <w:p w:rsidR="00481D79" w:rsidRDefault="00481D79" w:rsidP="00D11BDC">
      <w:pPr>
        <w:pStyle w:val="libFootnote0"/>
        <w:rPr>
          <w:rtl/>
        </w:rPr>
      </w:pPr>
      <w:r>
        <w:rPr>
          <w:rtl/>
        </w:rPr>
        <w:t>ومثله ابن شاذان في المائة منقبة ص 61 المنقبة: 86.</w:t>
      </w:r>
    </w:p>
    <w:p w:rsidR="00481D79" w:rsidRDefault="00481D79" w:rsidP="00D11BDC">
      <w:pPr>
        <w:pStyle w:val="libFootnote0"/>
        <w:rPr>
          <w:rtl/>
        </w:rPr>
      </w:pPr>
      <w:r>
        <w:rPr>
          <w:rtl/>
        </w:rPr>
        <w:t>سعد بن أبي وقاص طلحة بن الزبير وعبدالرحمان بن عوف أخرج الحديث عنهم القندوزي في ينابيع المودة: 35.</w:t>
      </w:r>
    </w:p>
    <w:p w:rsidR="00481D79" w:rsidRDefault="00481D79" w:rsidP="00D11BDC">
      <w:pPr>
        <w:pStyle w:val="libFootnote0"/>
        <w:rPr>
          <w:rtl/>
        </w:rPr>
      </w:pPr>
      <w:r>
        <w:rPr>
          <w:rtl/>
        </w:rPr>
        <w:t>حمزة (ضمرة) الاسلمي أخرج الحديث عنه: الامرتسري في أرجح المطالب: 563 من طريق ابن عقدة في الموالاة، والسمهودي في جواهر العقدين.</w:t>
      </w:r>
    </w:p>
    <w:p w:rsidR="00827655" w:rsidRDefault="00481D79" w:rsidP="00D11BDC">
      <w:pPr>
        <w:pStyle w:val="libFootnote0"/>
        <w:rPr>
          <w:rtl/>
        </w:rPr>
      </w:pPr>
      <w:r>
        <w:rPr>
          <w:rtl/>
        </w:rPr>
        <w:t xml:space="preserve">عامر بن ليلى بن ضمرة وحذيفة بن اسيد أخرج الحديث عنهما: </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السمهودي في جواهر العقدين، وابن عقدة في الموالاة من طريق عبدالله بن سنان عن أبي الطفيل عامر عنهما، عنه أبوموسى المدائني في الصحابة.</w:t>
      </w:r>
    </w:p>
    <w:p w:rsidR="00481D79" w:rsidRDefault="00481D79" w:rsidP="00D11BDC">
      <w:pPr>
        <w:pStyle w:val="libFootnote0"/>
        <w:rPr>
          <w:rtl/>
        </w:rPr>
      </w:pPr>
      <w:r>
        <w:rPr>
          <w:rtl/>
        </w:rPr>
        <w:t>وأخرجه بن الاثير في اسد الغابة: 3 / 92 من طريق المدائني.</w:t>
      </w:r>
    </w:p>
    <w:p w:rsidR="00481D79" w:rsidRDefault="00481D79" w:rsidP="00D11BDC">
      <w:pPr>
        <w:pStyle w:val="libFootnote0"/>
        <w:rPr>
          <w:rtl/>
        </w:rPr>
      </w:pPr>
      <w:r>
        <w:rPr>
          <w:rtl/>
        </w:rPr>
        <w:t>عنهما ابن حجر العسقلاني في الاصابة: 2 / 257، وعنهما وعن الطبراني في الكبير أخرجه الامرتسري في أرجح المطالب: 338 وفي ص 561 من طريق الحكيم الترمذي في نوادر الاصول.</w:t>
      </w:r>
    </w:p>
    <w:p w:rsidR="00481D79" w:rsidRDefault="00481D79" w:rsidP="00D11BDC">
      <w:pPr>
        <w:pStyle w:val="libFootnote0"/>
        <w:rPr>
          <w:rtl/>
        </w:rPr>
      </w:pPr>
      <w:r>
        <w:rPr>
          <w:rtl/>
        </w:rPr>
        <w:t>عبدالله بن حنطب أخرج الحديث عنه: عز الدين ابن الاثير في اسد الغابة: 3 / 147.</w:t>
      </w:r>
    </w:p>
    <w:p w:rsidR="00481D79" w:rsidRDefault="00481D79" w:rsidP="00D11BDC">
      <w:pPr>
        <w:pStyle w:val="libFootnote0"/>
        <w:rPr>
          <w:rtl/>
        </w:rPr>
      </w:pPr>
      <w:r>
        <w:rPr>
          <w:rtl/>
        </w:rPr>
        <w:t>وأخرجه من طريق الطبراني: السيوطي في إحياء الميت: 260 - 436، ونور الدين الهيثمي في مجمع الزوائد: 5 / 195.</w:t>
      </w:r>
    </w:p>
    <w:p w:rsidR="00481D79" w:rsidRDefault="00481D79" w:rsidP="00D11BDC">
      <w:pPr>
        <w:pStyle w:val="libFootnote0"/>
        <w:rPr>
          <w:rtl/>
        </w:rPr>
      </w:pPr>
      <w:r>
        <w:rPr>
          <w:rtl/>
        </w:rPr>
        <w:t>عمر بن الخطاب روى الحديث بإسناده عنه: أبوالقاسم الخزاز القمي الرازي في كفاية الاثر: 91، عنه البحار: 36 / 317 ح 165.</w:t>
      </w:r>
    </w:p>
    <w:p w:rsidR="00481D79" w:rsidRDefault="00481D79" w:rsidP="00D11BDC">
      <w:pPr>
        <w:pStyle w:val="libFootnote0"/>
        <w:rPr>
          <w:rtl/>
        </w:rPr>
      </w:pPr>
      <w:r>
        <w:rPr>
          <w:rtl/>
        </w:rPr>
        <w:t>عمرو بن العاص نقل الحديث عنه: الخوارزمي في المناقب: 130 في كتاب كتبه عمرو جواب لكتاب معاوية بن أبي سفيان.</w:t>
      </w:r>
    </w:p>
    <w:p w:rsidR="00481D79" w:rsidRDefault="00481D79" w:rsidP="00D11BDC">
      <w:pPr>
        <w:pStyle w:val="libFootnote0"/>
        <w:rPr>
          <w:rtl/>
        </w:rPr>
      </w:pPr>
      <w:r>
        <w:rPr>
          <w:rtl/>
        </w:rPr>
        <w:t>محمد بن قلاد أخرج الحديث عنه: الامرتسري في أرجح المطالب: 341، من طريق السيد أبوالحسن يحيى بن الحسن في كتابه اخبار المدينة.</w:t>
      </w:r>
    </w:p>
    <w:p w:rsidR="00481D79" w:rsidRDefault="00481D79" w:rsidP="00D11BDC">
      <w:pPr>
        <w:pStyle w:val="libFootnote0"/>
        <w:rPr>
          <w:rtl/>
        </w:rPr>
      </w:pPr>
      <w:r>
        <w:rPr>
          <w:rtl/>
        </w:rPr>
        <w:t>المفضل بن صالح، عن بعض أصحابه روى الحديث عنه: العياشي في تفسيره: 1 / 4 وص 5 ح 3 و 5 عنه البحار: 23 / 141 / ح 92.</w:t>
      </w:r>
    </w:p>
    <w:p w:rsidR="00481D79" w:rsidRDefault="00481D79" w:rsidP="00D11BDC">
      <w:pPr>
        <w:pStyle w:val="libFootnote0"/>
        <w:rPr>
          <w:rtl/>
        </w:rPr>
      </w:pPr>
      <w:r>
        <w:rPr>
          <w:rtl/>
        </w:rPr>
        <w:t xml:space="preserve">ومثله ما رواه عن زرارة، عن الباقر </w:t>
      </w:r>
      <w:r w:rsidR="004226A8" w:rsidRPr="00326CE2">
        <w:rPr>
          <w:rStyle w:val="libFootnoteAlaemChar"/>
          <w:rtl/>
        </w:rPr>
        <w:t>عليه‌السلام</w:t>
      </w:r>
      <w:r>
        <w:rPr>
          <w:rtl/>
        </w:rPr>
        <w:t>.</w:t>
      </w:r>
    </w:p>
    <w:p w:rsidR="00481D79" w:rsidRDefault="00481D79" w:rsidP="00D11BDC">
      <w:pPr>
        <w:pStyle w:val="libFootnote0"/>
        <w:rPr>
          <w:rtl/>
        </w:rPr>
      </w:pPr>
      <w:r>
        <w:rPr>
          <w:rtl/>
        </w:rPr>
        <w:t>ونقل الحديث الشريف عن جماعة مرة واحدة، ومن نقله بهذا الطريق: الساعاتي المصري الشافعي في كتابه بلوغ الاماني: 1 / 186 وج 4 / 26 (المطبوع في ذيل الفتح الرباني) من طريق الترمذي عن أبي ذر وجابر وحذيفة بن اسيد.</w:t>
      </w:r>
    </w:p>
    <w:p w:rsidR="00481D79" w:rsidRDefault="00481D79" w:rsidP="00D11BDC">
      <w:pPr>
        <w:pStyle w:val="libFootnote0"/>
        <w:rPr>
          <w:rtl/>
        </w:rPr>
      </w:pPr>
      <w:r>
        <w:rPr>
          <w:rtl/>
        </w:rPr>
        <w:t>وقال ابن حجر في الصواعق: 75 " لهذا الحديث طرق كثيرة عن بضع وعشرين صحابيا ".</w:t>
      </w:r>
    </w:p>
    <w:p w:rsidR="00481D79" w:rsidRDefault="00481D79" w:rsidP="00D11BDC">
      <w:pPr>
        <w:pStyle w:val="libFootnote0"/>
        <w:rPr>
          <w:rtl/>
        </w:rPr>
      </w:pPr>
      <w:r>
        <w:rPr>
          <w:rtl/>
        </w:rPr>
        <w:t>ومثله الحضرمي في القول الفصل: 1 / 49.</w:t>
      </w:r>
    </w:p>
    <w:p w:rsidR="00481D79" w:rsidRDefault="00481D79" w:rsidP="00D11BDC">
      <w:pPr>
        <w:pStyle w:val="libFootnote0"/>
        <w:rPr>
          <w:rtl/>
        </w:rPr>
      </w:pPr>
      <w:r>
        <w:rPr>
          <w:rtl/>
        </w:rPr>
        <w:t>وأخرجه ابن كثير الدمشقي في البداية والنهاية: 7 / 348 من طريق أحمد بإسناده عن زيد بن أرقم.</w:t>
      </w:r>
    </w:p>
    <w:p w:rsidR="00827655" w:rsidRDefault="00481D79" w:rsidP="00D11BDC">
      <w:pPr>
        <w:pStyle w:val="libFootnote0"/>
        <w:rPr>
          <w:rtl/>
        </w:rPr>
      </w:pPr>
      <w:r>
        <w:rPr>
          <w:rtl/>
        </w:rPr>
        <w:t xml:space="preserve">وعن </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أبي الطفيل عامر بن واثلة.</w:t>
      </w:r>
    </w:p>
    <w:p w:rsidR="00481D79" w:rsidRDefault="00481D79" w:rsidP="00D11BDC">
      <w:pPr>
        <w:pStyle w:val="libFootnote0"/>
        <w:rPr>
          <w:rtl/>
        </w:rPr>
      </w:pPr>
      <w:r>
        <w:rPr>
          <w:rtl/>
        </w:rPr>
        <w:t>ورواه معروف بن خربوذ، عن أبي الطفيل، عن حذيفة.</w:t>
      </w:r>
    </w:p>
    <w:p w:rsidR="00481D79" w:rsidRDefault="00481D79" w:rsidP="00D11BDC">
      <w:pPr>
        <w:pStyle w:val="libFootnote0"/>
        <w:rPr>
          <w:rtl/>
        </w:rPr>
      </w:pPr>
      <w:r>
        <w:rPr>
          <w:rtl/>
        </w:rPr>
        <w:t>وأخرجه في ص 349 عن سعد، طلحة بن عبدالله، جابر بن عبدالله وله عنه طرق كثيرة، أبي سعيد الخدري، حبشي بن جنادة، جرير بن عبدالله، عمر بن الخطاب، وأبي هريرة وله عنه عدة طرق.</w:t>
      </w:r>
    </w:p>
    <w:p w:rsidR="00481D79" w:rsidRDefault="00481D79" w:rsidP="00D11BDC">
      <w:pPr>
        <w:pStyle w:val="libFootnote0"/>
        <w:rPr>
          <w:rtl/>
        </w:rPr>
      </w:pPr>
      <w:r>
        <w:rPr>
          <w:rtl/>
        </w:rPr>
        <w:t xml:space="preserve">وأخرجه في ينابيع المودة: 36 عن أمير المؤمنين والحسن بن علي </w:t>
      </w:r>
      <w:r w:rsidR="004226A8" w:rsidRPr="00326CE2">
        <w:rPr>
          <w:rStyle w:val="libFootnoteAlaemChar"/>
          <w:rtl/>
        </w:rPr>
        <w:t>عليهما‌السلام</w:t>
      </w:r>
      <w:r>
        <w:rPr>
          <w:rtl/>
        </w:rPr>
        <w:t>، وجابر بن عبدالله الانصاري ابن عباس، زيد بن أرقم، أبي سعيد الخدري، أبي ذر، زيد بن ثابت، حذيفة بن اليمان، حذيفة بن اسيد جبير بن مطعم، سلمان الفارسي.</w:t>
      </w:r>
    </w:p>
    <w:p w:rsidR="00481D79" w:rsidRDefault="00481D79" w:rsidP="00D11BDC">
      <w:pPr>
        <w:pStyle w:val="libFootnote0"/>
        <w:rPr>
          <w:rtl/>
        </w:rPr>
      </w:pPr>
      <w:r>
        <w:rPr>
          <w:rtl/>
        </w:rPr>
        <w:t>ونقل الحديث مرسلا: ابن طاووس في الطرائف: 115 ح 175، عنه البحار: 23 / 108 ح 11، وكتاب الجمع بين الصحاح الستة نقلا من صحيح أبي داود والترمذي.</w:t>
      </w:r>
    </w:p>
    <w:p w:rsidR="00481D79" w:rsidRDefault="00481D79" w:rsidP="00D11BDC">
      <w:pPr>
        <w:pStyle w:val="libFootnote0"/>
        <w:rPr>
          <w:rtl/>
        </w:rPr>
      </w:pPr>
      <w:r>
        <w:rPr>
          <w:rtl/>
        </w:rPr>
        <w:t>وفي ص 116 ح 177 عنه البحار المذكور ص 109 ح 13 من طريق ابن أبي الدنيا في كتاب فضائل القرآن.</w:t>
      </w:r>
    </w:p>
    <w:p w:rsidR="00481D79" w:rsidRDefault="00481D79" w:rsidP="00D11BDC">
      <w:pPr>
        <w:pStyle w:val="libFootnote0"/>
        <w:rPr>
          <w:rtl/>
        </w:rPr>
      </w:pPr>
      <w:r>
        <w:rPr>
          <w:rtl/>
        </w:rPr>
        <w:t>وص 117 ح 179 عنه البحار المذكور ص 129 ح 15.</w:t>
      </w:r>
    </w:p>
    <w:p w:rsidR="00481D79" w:rsidRDefault="00481D79" w:rsidP="00D11BDC">
      <w:pPr>
        <w:pStyle w:val="libFootnote0"/>
        <w:rPr>
          <w:rtl/>
        </w:rPr>
      </w:pPr>
      <w:r>
        <w:rPr>
          <w:rtl/>
        </w:rPr>
        <w:t>وص 129 ذ ح 185 عنه البحار المذكور ص 117 ح 33 عن الثعلبي في تفسير قوله تعالى " واعتصموا بحبل الله جميعا ".</w:t>
      </w:r>
    </w:p>
    <w:p w:rsidR="00481D79" w:rsidRDefault="00481D79" w:rsidP="00D11BDC">
      <w:pPr>
        <w:pStyle w:val="libFootnote0"/>
        <w:rPr>
          <w:rtl/>
        </w:rPr>
      </w:pPr>
      <w:r>
        <w:rPr>
          <w:rtl/>
        </w:rPr>
        <w:t>والقمي في تفسيره: 4 عنه البحار المذكور ص 129 ح 61.</w:t>
      </w:r>
    </w:p>
    <w:p w:rsidR="00481D79" w:rsidRDefault="00481D79" w:rsidP="00D11BDC">
      <w:pPr>
        <w:pStyle w:val="libFootnote0"/>
        <w:rPr>
          <w:rtl/>
        </w:rPr>
      </w:pPr>
      <w:r>
        <w:rPr>
          <w:rtl/>
        </w:rPr>
        <w:t>والكفعمي في المصباح: 491.</w:t>
      </w:r>
    </w:p>
    <w:p w:rsidR="00481D79" w:rsidRDefault="00481D79" w:rsidP="00D11BDC">
      <w:pPr>
        <w:pStyle w:val="libFootnote0"/>
        <w:rPr>
          <w:rtl/>
        </w:rPr>
      </w:pPr>
      <w:r>
        <w:rPr>
          <w:rtl/>
        </w:rPr>
        <w:t>وابن أبي الحديد في شرح النهج: 2 / 130 وص 437 وج 9 / 133.</w:t>
      </w:r>
    </w:p>
    <w:p w:rsidR="00481D79" w:rsidRDefault="00481D79" w:rsidP="00D11BDC">
      <w:pPr>
        <w:pStyle w:val="libFootnote0"/>
        <w:rPr>
          <w:rtl/>
        </w:rPr>
      </w:pPr>
      <w:r>
        <w:rPr>
          <w:rtl/>
        </w:rPr>
        <w:t>وابن الاثير الجزري في جامع الاصول: 10 / 102 عنه البحار المذكور ص 116 ح 26 وفي كتابه لنهاية: 1 / 216 " مادة ثقل ".</w:t>
      </w:r>
    </w:p>
    <w:p w:rsidR="00481D79" w:rsidRDefault="00481D79" w:rsidP="00D11BDC">
      <w:pPr>
        <w:pStyle w:val="libFootnote0"/>
        <w:rPr>
          <w:rtl/>
        </w:rPr>
      </w:pPr>
      <w:r>
        <w:rPr>
          <w:rtl/>
        </w:rPr>
        <w:t>والزمخشري في الفائق: 1 / 170 وابن منظور في لسان العرب: 11 / 88.</w:t>
      </w:r>
    </w:p>
    <w:p w:rsidR="00481D79" w:rsidRDefault="00481D79" w:rsidP="00D11BDC">
      <w:pPr>
        <w:pStyle w:val="libFootnote0"/>
        <w:rPr>
          <w:rtl/>
        </w:rPr>
      </w:pPr>
      <w:r>
        <w:rPr>
          <w:rtl/>
        </w:rPr>
        <w:t>والحافظ البغوي في معالم التنزيل: 7 / 6.</w:t>
      </w:r>
    </w:p>
    <w:p w:rsidR="00481D79" w:rsidRDefault="00481D79" w:rsidP="00D11BDC">
      <w:pPr>
        <w:pStyle w:val="libFootnote0"/>
        <w:rPr>
          <w:rtl/>
        </w:rPr>
      </w:pPr>
      <w:r>
        <w:rPr>
          <w:rtl/>
        </w:rPr>
        <w:t>والغرناطي ابن عطية في مقدمة تفسيره الجامع المحرر الصحيح الوجيز: 257.</w:t>
      </w:r>
    </w:p>
    <w:p w:rsidR="00481D79" w:rsidRDefault="00481D79" w:rsidP="00D11BDC">
      <w:pPr>
        <w:pStyle w:val="libFootnote0"/>
        <w:rPr>
          <w:rtl/>
        </w:rPr>
      </w:pPr>
      <w:r>
        <w:rPr>
          <w:rtl/>
        </w:rPr>
        <w:t>وشهاب الدين النويري في نهاية الارب: 18 / 377.</w:t>
      </w:r>
    </w:p>
    <w:p w:rsidR="00481D79" w:rsidRDefault="00481D79" w:rsidP="00D11BDC">
      <w:pPr>
        <w:pStyle w:val="libFootnote0"/>
        <w:rPr>
          <w:rtl/>
        </w:rPr>
      </w:pPr>
      <w:r>
        <w:rPr>
          <w:rtl/>
        </w:rPr>
        <w:t>والقسطلاني في المواهب اللدنية: 7 / 6.</w:t>
      </w:r>
    </w:p>
    <w:p w:rsidR="00481D79" w:rsidRDefault="00481D79" w:rsidP="00D11BDC">
      <w:pPr>
        <w:pStyle w:val="libFootnote0"/>
        <w:rPr>
          <w:rtl/>
        </w:rPr>
      </w:pPr>
      <w:r>
        <w:rPr>
          <w:rtl/>
        </w:rPr>
        <w:t>وطاهر بن علي الصديقي الغتني في مجمع بحار الانوار: 1 / 158 وج 3 / 301.</w:t>
      </w:r>
    </w:p>
    <w:p w:rsidR="00481D79" w:rsidRDefault="00481D79" w:rsidP="00D11BDC">
      <w:pPr>
        <w:pStyle w:val="libFootnote0"/>
        <w:rPr>
          <w:rtl/>
        </w:rPr>
      </w:pPr>
      <w:r>
        <w:rPr>
          <w:rtl/>
        </w:rPr>
        <w:t>وحسن النجار في كتابه الاشراف: 18.</w:t>
      </w:r>
    </w:p>
    <w:p w:rsidR="00481D79" w:rsidRDefault="00481D79" w:rsidP="00D11BDC">
      <w:pPr>
        <w:pStyle w:val="libFootnote0"/>
        <w:rPr>
          <w:rtl/>
        </w:rPr>
      </w:pPr>
      <w:r>
        <w:rPr>
          <w:rtl/>
        </w:rPr>
        <w:t>ومحمد مرتضى الحسيني الزبيدي في تاج العروس: 7 / 245.</w:t>
      </w:r>
    </w:p>
    <w:p w:rsidR="00827655" w:rsidRDefault="00481D79" w:rsidP="00326CE2">
      <w:pPr>
        <w:pStyle w:val="libFootnote0"/>
        <w:rPr>
          <w:rtl/>
        </w:rPr>
      </w:pPr>
      <w:r>
        <w:rPr>
          <w:rtl/>
        </w:rPr>
        <w:t>والقندوزي في ينابيع المودة: 38 وص 153 وص 285 وص 296.</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والقلندر في الروض الازهر: 201، 295، 345، 358، 379، 380.</w:t>
      </w:r>
    </w:p>
    <w:p w:rsidR="00481D79" w:rsidRDefault="00481D79" w:rsidP="00D11BDC">
      <w:pPr>
        <w:pStyle w:val="libFootnote0"/>
        <w:rPr>
          <w:rtl/>
        </w:rPr>
      </w:pPr>
      <w:r>
        <w:rPr>
          <w:rtl/>
        </w:rPr>
        <w:t>والحمزاوي في مشارق الانوار: 9.</w:t>
      </w:r>
    </w:p>
    <w:p w:rsidR="00481D79" w:rsidRDefault="00481D79" w:rsidP="00D11BDC">
      <w:pPr>
        <w:pStyle w:val="libFootnote0"/>
        <w:rPr>
          <w:rtl/>
        </w:rPr>
      </w:pPr>
      <w:r>
        <w:rPr>
          <w:rtl/>
        </w:rPr>
        <w:t>والنبهاني في الشرف المؤبد: 18 وص 24، وفي الانوار المحمدية: 78.</w:t>
      </w:r>
    </w:p>
    <w:p w:rsidR="00481D79" w:rsidRDefault="00481D79" w:rsidP="00D11BDC">
      <w:pPr>
        <w:pStyle w:val="libFootnote0"/>
        <w:rPr>
          <w:rtl/>
        </w:rPr>
      </w:pPr>
      <w:r>
        <w:rPr>
          <w:rtl/>
        </w:rPr>
        <w:t>والحضرمي في رشفة الصادي: 17 وص 70.</w:t>
      </w:r>
    </w:p>
    <w:p w:rsidR="00481D79" w:rsidRDefault="00481D79" w:rsidP="00D11BDC">
      <w:pPr>
        <w:pStyle w:val="libFootnote0"/>
        <w:rPr>
          <w:rtl/>
        </w:rPr>
      </w:pPr>
      <w:r>
        <w:rPr>
          <w:rtl/>
        </w:rPr>
        <w:t>وخواجة محمد في علم الكتاب: 257.</w:t>
      </w:r>
    </w:p>
    <w:p w:rsidR="00481D79" w:rsidRDefault="00481D79" w:rsidP="00D11BDC">
      <w:pPr>
        <w:pStyle w:val="libFootnote0"/>
        <w:rPr>
          <w:rtl/>
        </w:rPr>
      </w:pPr>
      <w:r>
        <w:rPr>
          <w:rtl/>
        </w:rPr>
        <w:t>وابن حجر الهيتمي في الصواعق المحرقة: 226.</w:t>
      </w:r>
    </w:p>
    <w:p w:rsidR="00481D79" w:rsidRDefault="00481D79" w:rsidP="00D11BDC">
      <w:pPr>
        <w:pStyle w:val="libFootnote0"/>
        <w:rPr>
          <w:rtl/>
        </w:rPr>
      </w:pPr>
      <w:r>
        <w:rPr>
          <w:rtl/>
        </w:rPr>
        <w:t>والبدخشي في مفتاح النجا: 3، 8، 109.</w:t>
      </w:r>
    </w:p>
    <w:p w:rsidR="00481D79" w:rsidRDefault="00481D79" w:rsidP="00D11BDC">
      <w:pPr>
        <w:pStyle w:val="libFootnote0"/>
        <w:rPr>
          <w:rtl/>
        </w:rPr>
      </w:pPr>
      <w:r>
        <w:rPr>
          <w:rtl/>
        </w:rPr>
        <w:t>والكشفي الحنفي الترمذي في المناقب المرتضوية: 99.</w:t>
      </w:r>
    </w:p>
    <w:p w:rsidR="00481D79" w:rsidRDefault="00481D79" w:rsidP="00D11BDC">
      <w:pPr>
        <w:pStyle w:val="libFootnote0"/>
        <w:rPr>
          <w:rtl/>
        </w:rPr>
      </w:pPr>
      <w:r>
        <w:rPr>
          <w:rtl/>
        </w:rPr>
        <w:t>وبهجت أفندي في تاريخ آل محمد: 45.</w:t>
      </w:r>
    </w:p>
    <w:p w:rsidR="00481D79" w:rsidRDefault="00481D79" w:rsidP="00D11BDC">
      <w:pPr>
        <w:pStyle w:val="libFootnote0"/>
        <w:rPr>
          <w:rtl/>
        </w:rPr>
      </w:pPr>
      <w:r>
        <w:rPr>
          <w:rtl/>
        </w:rPr>
        <w:t>ومحمد الهاشمي الافغاني في كتابه أئمة الهدى: 148.</w:t>
      </w:r>
    </w:p>
    <w:p w:rsidR="00481D79" w:rsidRDefault="00481D79" w:rsidP="00D11BDC">
      <w:pPr>
        <w:pStyle w:val="libFootnote0"/>
        <w:rPr>
          <w:rtl/>
        </w:rPr>
      </w:pPr>
      <w:r>
        <w:rPr>
          <w:rtl/>
        </w:rPr>
        <w:t>وابن كثير الدمشقي في تفسيره: 9 / 113.</w:t>
      </w:r>
    </w:p>
    <w:p w:rsidR="00481D79" w:rsidRDefault="00481D79" w:rsidP="00D11BDC">
      <w:pPr>
        <w:pStyle w:val="libFootnote0"/>
        <w:rPr>
          <w:rtl/>
        </w:rPr>
      </w:pPr>
      <w:r>
        <w:rPr>
          <w:rtl/>
        </w:rPr>
        <w:t>والحداد الحضرمي في القول الفصل: 3.</w:t>
      </w:r>
    </w:p>
    <w:p w:rsidR="00481D79" w:rsidRDefault="00481D79" w:rsidP="00D11BDC">
      <w:pPr>
        <w:pStyle w:val="libFootnote0"/>
        <w:rPr>
          <w:rtl/>
        </w:rPr>
      </w:pPr>
      <w:r>
        <w:rPr>
          <w:rtl/>
        </w:rPr>
        <w:t>وأبوالتيسير مدوخ في العدل الشاهد: 143.</w:t>
      </w:r>
    </w:p>
    <w:p w:rsidR="00481D79" w:rsidRDefault="00481D79" w:rsidP="00D11BDC">
      <w:pPr>
        <w:pStyle w:val="libFootnote0"/>
        <w:rPr>
          <w:rtl/>
        </w:rPr>
      </w:pPr>
      <w:r>
        <w:rPr>
          <w:rtl/>
        </w:rPr>
        <w:t>وابن عبد ربه في العقد الفريد: 2 / 111.</w:t>
      </w:r>
    </w:p>
    <w:p w:rsidR="00481D79" w:rsidRDefault="00481D79" w:rsidP="00D11BDC">
      <w:pPr>
        <w:pStyle w:val="libFootnote0"/>
        <w:rPr>
          <w:rtl/>
        </w:rPr>
      </w:pPr>
      <w:r>
        <w:rPr>
          <w:rtl/>
        </w:rPr>
        <w:t>والقاضي عياض في الشفاء بتعريف حقوق المصطفى: 2 / 250.</w:t>
      </w:r>
    </w:p>
    <w:p w:rsidR="00481D79" w:rsidRDefault="00481D79" w:rsidP="00D11BDC">
      <w:pPr>
        <w:pStyle w:val="libFootnote0"/>
        <w:rPr>
          <w:rtl/>
        </w:rPr>
      </w:pPr>
      <w:r>
        <w:rPr>
          <w:rtl/>
        </w:rPr>
        <w:t>وابن تيمية الحنبلي الحراني في منهاج السنه: 2 / 250.</w:t>
      </w:r>
    </w:p>
    <w:p w:rsidR="00481D79" w:rsidRDefault="00481D79" w:rsidP="00D11BDC">
      <w:pPr>
        <w:pStyle w:val="libFootnote0"/>
        <w:rPr>
          <w:rtl/>
        </w:rPr>
      </w:pPr>
      <w:r>
        <w:rPr>
          <w:rtl/>
        </w:rPr>
        <w:t>والشعراني في لواقح الانوار القدسية: 1 / 272.</w:t>
      </w:r>
    </w:p>
    <w:p w:rsidR="00481D79" w:rsidRDefault="00481D79" w:rsidP="00D11BDC">
      <w:pPr>
        <w:pStyle w:val="libFootnote0"/>
        <w:rPr>
          <w:rtl/>
        </w:rPr>
      </w:pPr>
      <w:r>
        <w:rPr>
          <w:rtl/>
        </w:rPr>
        <w:t>وسعدي الآبي في ارجوزته: 307 (مخطوط).</w:t>
      </w:r>
    </w:p>
    <w:p w:rsidR="00481D79" w:rsidRDefault="00481D79" w:rsidP="00D11BDC">
      <w:pPr>
        <w:pStyle w:val="libFootnote0"/>
        <w:rPr>
          <w:rtl/>
        </w:rPr>
      </w:pPr>
      <w:r>
        <w:rPr>
          <w:rtl/>
        </w:rPr>
        <w:t>وأبوالمحاسن الحنفي في المعتصر من المختصر للقاضي أبي الوليد الباجي المالكي: 2 / 330.</w:t>
      </w:r>
    </w:p>
    <w:p w:rsidR="00481D79" w:rsidRDefault="00481D79" w:rsidP="00D11BDC">
      <w:pPr>
        <w:pStyle w:val="libFootnote0"/>
        <w:rPr>
          <w:rtl/>
        </w:rPr>
      </w:pPr>
      <w:r>
        <w:rPr>
          <w:rtl/>
        </w:rPr>
        <w:t>ومحمد أمين بن فضل المحبي في كتابه جني الجنتين: 47.</w:t>
      </w:r>
    </w:p>
    <w:p w:rsidR="00481D79" w:rsidRDefault="00481D79" w:rsidP="00D11BDC">
      <w:pPr>
        <w:pStyle w:val="libFootnote0"/>
        <w:rPr>
          <w:rtl/>
        </w:rPr>
      </w:pPr>
      <w:r>
        <w:rPr>
          <w:rtl/>
        </w:rPr>
        <w:t>ومحمد المشتهر بسلطان العلماء في السيف الماسح: 143.</w:t>
      </w:r>
    </w:p>
    <w:p w:rsidR="00481D79" w:rsidRDefault="00481D79" w:rsidP="00D11BDC">
      <w:pPr>
        <w:pStyle w:val="libFootnote0"/>
        <w:rPr>
          <w:rtl/>
        </w:rPr>
      </w:pPr>
      <w:r>
        <w:rPr>
          <w:rtl/>
        </w:rPr>
        <w:t>والعكبري في شرح ديوان المتنبي: 4 / 347.</w:t>
      </w:r>
    </w:p>
    <w:p w:rsidR="00481D79" w:rsidRDefault="00481D79" w:rsidP="00D11BDC">
      <w:pPr>
        <w:pStyle w:val="libFootnote0"/>
        <w:rPr>
          <w:rtl/>
        </w:rPr>
      </w:pPr>
      <w:r>
        <w:rPr>
          <w:rtl/>
        </w:rPr>
        <w:t>والازدي المالكي الاندلسي في بهجة النفوس: 1 / 5، 41، 108، 135 وج 3 / 227 وج 4 / 49.</w:t>
      </w:r>
    </w:p>
    <w:p w:rsidR="00481D79" w:rsidRDefault="00481D79" w:rsidP="00D11BDC">
      <w:pPr>
        <w:pStyle w:val="libFootnote0"/>
        <w:rPr>
          <w:rtl/>
        </w:rPr>
      </w:pPr>
      <w:r>
        <w:rPr>
          <w:rtl/>
        </w:rPr>
        <w:t>ومحمد السمادي اليماني في رسالته: 90 (مخطوط).</w:t>
      </w:r>
    </w:p>
    <w:p w:rsidR="00481D79" w:rsidRDefault="00481D79" w:rsidP="00D11BDC">
      <w:pPr>
        <w:pStyle w:val="libFootnote0"/>
        <w:rPr>
          <w:rtl/>
        </w:rPr>
      </w:pPr>
      <w:r>
        <w:rPr>
          <w:rtl/>
        </w:rPr>
        <w:t>والهمداني في مودة القربى: 10.</w:t>
      </w:r>
    </w:p>
    <w:p w:rsidR="00481D79" w:rsidRDefault="00481D79" w:rsidP="00D11BDC">
      <w:pPr>
        <w:pStyle w:val="libFootnote0"/>
        <w:rPr>
          <w:rtl/>
        </w:rPr>
      </w:pPr>
      <w:r>
        <w:rPr>
          <w:rtl/>
        </w:rPr>
        <w:t>والشيخ أحمد اليماني في مطلع البدور ومجمع البحور (مخطوط).</w:t>
      </w:r>
    </w:p>
    <w:p w:rsidR="00481D79" w:rsidRDefault="00481D79" w:rsidP="00D11BDC">
      <w:pPr>
        <w:pStyle w:val="libFootnote0"/>
        <w:rPr>
          <w:rtl/>
        </w:rPr>
      </w:pPr>
      <w:r>
        <w:rPr>
          <w:rtl/>
        </w:rPr>
        <w:t>والزبيدي في الاتحاف: 10 / 507.</w:t>
      </w:r>
    </w:p>
    <w:p w:rsidR="00481D79" w:rsidRDefault="00481D79" w:rsidP="00D11BDC">
      <w:pPr>
        <w:pStyle w:val="libFootnote0"/>
        <w:rPr>
          <w:rtl/>
        </w:rPr>
      </w:pPr>
      <w:r>
        <w:rPr>
          <w:rtl/>
        </w:rPr>
        <w:t>وباكثير الحضرمي في وسيلة المآل: 119 (مخطوط).</w:t>
      </w:r>
    </w:p>
    <w:p w:rsidR="00827655" w:rsidRDefault="00481D79" w:rsidP="00326CE2">
      <w:pPr>
        <w:pStyle w:val="libFootnote0"/>
        <w:rPr>
          <w:rtl/>
        </w:rPr>
      </w:pPr>
      <w:r>
        <w:rPr>
          <w:rtl/>
        </w:rPr>
        <w:t>وأبوعبدالله العبدي القيرواني التلمساني في المدخل: 1 / 276 وص 328.</w:t>
      </w:r>
      <w:r w:rsidR="00827655">
        <w:rPr>
          <w:rtl/>
        </w:rPr>
        <w:t>=</w:t>
      </w:r>
    </w:p>
    <w:p w:rsidR="00481D79" w:rsidRDefault="00481D79" w:rsidP="00481D79">
      <w:pPr>
        <w:pStyle w:val="libNormal"/>
        <w:rPr>
          <w:rtl/>
        </w:rPr>
      </w:pPr>
      <w:r>
        <w:rPr>
          <w:rtl/>
        </w:rPr>
        <w:br w:type="page"/>
      </w:r>
    </w:p>
    <w:p w:rsidR="00481D79" w:rsidRPr="00481D79" w:rsidRDefault="00481D79" w:rsidP="00326CE2">
      <w:pPr>
        <w:pStyle w:val="libNormal"/>
        <w:rPr>
          <w:rtl/>
        </w:rPr>
      </w:pPr>
      <w:r w:rsidRPr="00481D79">
        <w:rPr>
          <w:rtl/>
        </w:rPr>
        <w:lastRenderedPageBreak/>
        <w:t xml:space="preserve">(85) وبإسناده قال: قال رسول الله </w:t>
      </w:r>
      <w:r w:rsidR="004226A8" w:rsidRPr="004226A8">
        <w:rPr>
          <w:rStyle w:val="libAlaemChar"/>
          <w:rtl/>
        </w:rPr>
        <w:t>صلى‌الله‌عليه‌وآله</w:t>
      </w:r>
      <w:r w:rsidRPr="00481D79">
        <w:rPr>
          <w:rtl/>
        </w:rPr>
        <w:t xml:space="preserve">: " لو يعلم الخلق </w:t>
      </w:r>
      <w:r w:rsidR="00326CE2" w:rsidRPr="00326CE2">
        <w:rPr>
          <w:rStyle w:val="libFootnotenumChar"/>
          <w:rFonts w:hint="cs"/>
          <w:rtl/>
        </w:rPr>
        <w:t>(1)</w:t>
      </w:r>
      <w:r w:rsidRPr="00481D79">
        <w:rPr>
          <w:rtl/>
        </w:rPr>
        <w:t xml:space="preserve"> ما له في </w:t>
      </w:r>
      <w:r w:rsidR="00326CE2" w:rsidRPr="00326CE2">
        <w:rPr>
          <w:rStyle w:val="libFootnotenumChar"/>
          <w:rFonts w:hint="cs"/>
          <w:rtl/>
        </w:rPr>
        <w:t>(2)</w:t>
      </w:r>
      <w:r w:rsidRPr="00481D79">
        <w:rPr>
          <w:rtl/>
        </w:rPr>
        <w:t xml:space="preserve"> حس</w:t>
      </w:r>
      <w:r w:rsidR="00326CE2">
        <w:rPr>
          <w:rtl/>
        </w:rPr>
        <w:t xml:space="preserve">ن الخلق، لعلم أنه </w:t>
      </w:r>
      <w:r w:rsidR="00326CE2" w:rsidRPr="00326CE2">
        <w:rPr>
          <w:rStyle w:val="libFootnotenumChar"/>
          <w:rFonts w:hint="cs"/>
          <w:rtl/>
        </w:rPr>
        <w:t>(3)</w:t>
      </w:r>
      <w:r w:rsidR="00326CE2">
        <w:rPr>
          <w:rtl/>
        </w:rPr>
        <w:t xml:space="preserve"> يحتاج [ إلى</w:t>
      </w:r>
      <w:r w:rsidRPr="00481D79">
        <w:rPr>
          <w:rtl/>
        </w:rPr>
        <w:t xml:space="preserve">] </w:t>
      </w:r>
      <w:r w:rsidR="00326CE2" w:rsidRPr="00326CE2">
        <w:rPr>
          <w:rStyle w:val="libFootnotenumChar"/>
          <w:rFonts w:hint="cs"/>
          <w:rtl/>
        </w:rPr>
        <w:t>(4)</w:t>
      </w:r>
      <w:r w:rsidRPr="00481D79">
        <w:rPr>
          <w:rtl/>
        </w:rPr>
        <w:t xml:space="preserve"> أن يكون له حسن الخلق ". </w:t>
      </w:r>
      <w:r w:rsidR="00326CE2" w:rsidRPr="00326CE2">
        <w:rPr>
          <w:rStyle w:val="libFootnotenumChar"/>
          <w:rFonts w:hint="cs"/>
          <w:rtl/>
        </w:rPr>
        <w:t>(5)</w:t>
      </w:r>
    </w:p>
    <w:p w:rsidR="00481D79" w:rsidRPr="00481D79" w:rsidRDefault="00481D79" w:rsidP="00326CE2">
      <w:pPr>
        <w:pStyle w:val="libNormal"/>
        <w:rPr>
          <w:rtl/>
        </w:rPr>
      </w:pPr>
      <w:r w:rsidRPr="00481D79">
        <w:rPr>
          <w:rtl/>
        </w:rPr>
        <w:t xml:space="preserve">(86) وبإسناده قال: قال رسول الله </w:t>
      </w:r>
      <w:r w:rsidR="004226A8" w:rsidRPr="004226A8">
        <w:rPr>
          <w:rStyle w:val="libAlaemChar"/>
          <w:rtl/>
        </w:rPr>
        <w:t>صلى‌الله‌عليه‌وآله</w:t>
      </w:r>
      <w:r w:rsidRPr="00481D79">
        <w:rPr>
          <w:rtl/>
        </w:rPr>
        <w:t xml:space="preserve">: " عليكم بحسن الخلق، فإن حسن الخلق في الجنة لا محالة، وإياكم وسوء الخلق، فإن سئ </w:t>
      </w:r>
      <w:r w:rsidR="00326CE2" w:rsidRPr="00326CE2">
        <w:rPr>
          <w:rStyle w:val="libFootnotenumChar"/>
          <w:rFonts w:hint="cs"/>
          <w:rtl/>
        </w:rPr>
        <w:t>(6)</w:t>
      </w:r>
      <w:r w:rsidRPr="00481D79">
        <w:rPr>
          <w:rtl/>
        </w:rPr>
        <w:t xml:space="preserve"> الخلق في النار لامحالة " </w:t>
      </w:r>
      <w:r w:rsidR="00326CE2" w:rsidRPr="00326CE2">
        <w:rPr>
          <w:rStyle w:val="libFootnotenumChar"/>
          <w:rFonts w:hint="cs"/>
          <w:rtl/>
        </w:rPr>
        <w:t>(7)</w:t>
      </w:r>
      <w:r w:rsidRPr="00481D79">
        <w:rPr>
          <w:rtl/>
        </w:rPr>
        <w:t>.</w:t>
      </w:r>
    </w:p>
    <w:p w:rsidR="00481D79" w:rsidRPr="00481D79" w:rsidRDefault="00481D79" w:rsidP="00326CE2">
      <w:pPr>
        <w:pStyle w:val="libNormal"/>
        <w:rPr>
          <w:rtl/>
        </w:rPr>
      </w:pPr>
      <w:r w:rsidRPr="00481D79">
        <w:rPr>
          <w:rtl/>
        </w:rPr>
        <w:t xml:space="preserve">(87) وبإسناده قال: قال رسول الله </w:t>
      </w:r>
      <w:r w:rsidR="004226A8" w:rsidRPr="004226A8">
        <w:rPr>
          <w:rStyle w:val="libAlaemChar"/>
          <w:rtl/>
        </w:rPr>
        <w:t>صلى‌الله‌عليه‌وآله</w:t>
      </w:r>
      <w:r w:rsidRPr="00481D79">
        <w:rPr>
          <w:rtl/>
        </w:rPr>
        <w:t xml:space="preserve">: " من قال حين يدخل السوق: سبحان الله والحمد لله ولا اله الا الله [ والله اكبر ] </w:t>
      </w:r>
      <w:r w:rsidR="00326CE2" w:rsidRPr="00326CE2">
        <w:rPr>
          <w:rStyle w:val="libFootnotenumChar"/>
          <w:rFonts w:hint="cs"/>
          <w:rtl/>
        </w:rPr>
        <w:t>(8)</w:t>
      </w:r>
      <w:r w:rsidRPr="00481D79">
        <w:rPr>
          <w:rtl/>
        </w:rPr>
        <w:t xml:space="preserve"> [ ولا حول ولا قوة الا بالله العلي العظيم ] </w:t>
      </w:r>
      <w:r w:rsidR="00326CE2" w:rsidRPr="00326CE2">
        <w:rPr>
          <w:rStyle w:val="libFootnotenumChar"/>
          <w:rFonts w:hint="cs"/>
          <w:rtl/>
        </w:rPr>
        <w:t>(9)</w:t>
      </w:r>
      <w:r w:rsidRPr="00481D79">
        <w:rPr>
          <w:rtl/>
        </w:rPr>
        <w:t xml:space="preserve"> وحده لا شريك له له الملك وله الحمد، يحيي ويميت وهو حي لا يموت، بيده الخير وهو على كل شئ قدير، أعطي من الاجر بعدد ما خلق الله تعالى إلى يوم القيامة " </w:t>
      </w:r>
      <w:r w:rsidR="00326CE2" w:rsidRPr="00326CE2">
        <w:rPr>
          <w:rStyle w:val="libFootnotenumChar"/>
          <w:rFonts w:hint="cs"/>
          <w:rtl/>
        </w:rPr>
        <w:t>(10)</w:t>
      </w:r>
      <w:r w:rsidRPr="00481D79">
        <w:rPr>
          <w:rtl/>
        </w:rPr>
        <w:t>.</w:t>
      </w:r>
    </w:p>
    <w:p w:rsidR="00827655"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والمقريزي في فضل آل البيت: 38.</w:t>
      </w:r>
    </w:p>
    <w:p w:rsidR="00481D79" w:rsidRDefault="00481D79" w:rsidP="00D11BDC">
      <w:pPr>
        <w:pStyle w:val="libFootnote0"/>
        <w:rPr>
          <w:rtl/>
        </w:rPr>
      </w:pPr>
      <w:r>
        <w:rPr>
          <w:rtl/>
        </w:rPr>
        <w:t>وأبوالهدى الرفاعي في ضوء الشمس: 99 وص 122.</w:t>
      </w:r>
    </w:p>
    <w:p w:rsidR="00481D79" w:rsidRDefault="00481D79" w:rsidP="00D11BDC">
      <w:pPr>
        <w:pStyle w:val="libFootnote0"/>
        <w:rPr>
          <w:rtl/>
        </w:rPr>
      </w:pPr>
      <w:r>
        <w:rPr>
          <w:rtl/>
        </w:rPr>
        <w:t>والمولوي اللكهنوي في مرآة المؤمنين: 18 وص 84.</w:t>
      </w:r>
    </w:p>
    <w:p w:rsidR="00481D79" w:rsidRDefault="00481D79" w:rsidP="00D11BDC">
      <w:pPr>
        <w:pStyle w:val="libFootnote0"/>
        <w:rPr>
          <w:rtl/>
        </w:rPr>
      </w:pPr>
      <w:r>
        <w:rPr>
          <w:rtl/>
        </w:rPr>
        <w:t>وشمس الدين بن هندوشاه النخجواني في دستور الكاتب: 1 / 364.</w:t>
      </w:r>
    </w:p>
    <w:p w:rsidR="00481D79" w:rsidRDefault="00481D79" w:rsidP="00D11BDC">
      <w:pPr>
        <w:pStyle w:val="libFootnote0"/>
        <w:rPr>
          <w:rtl/>
        </w:rPr>
      </w:pPr>
      <w:r>
        <w:rPr>
          <w:rtl/>
        </w:rPr>
        <w:t>وعبدالله ميرغني في الدرة اليتيمة في بعض فضائل السيدة العظيمة: 12 (مخطوط).</w:t>
      </w:r>
    </w:p>
    <w:p w:rsidR="00481D79" w:rsidRDefault="00481D79" w:rsidP="00D11BDC">
      <w:pPr>
        <w:pStyle w:val="libFootnote0"/>
        <w:rPr>
          <w:rtl/>
        </w:rPr>
      </w:pPr>
      <w:r>
        <w:rPr>
          <w:rtl/>
        </w:rPr>
        <w:t>وللاطلاع على الحديث بكامل طرقه وأسانيده ومتونه راجع ملحقات إحقاق الحق: 9 / 309 - 375 وج 18 / 261 - 289. ومجلد حديث الثقلين من عبقات الانوار للمير سيد حامد الموسوي.</w:t>
      </w:r>
    </w:p>
    <w:p w:rsidR="00481D79" w:rsidRDefault="00481D79" w:rsidP="00326CE2">
      <w:pPr>
        <w:pStyle w:val="libFootnote0"/>
        <w:rPr>
          <w:rtl/>
        </w:rPr>
      </w:pPr>
      <w:r>
        <w:rPr>
          <w:rtl/>
        </w:rPr>
        <w:t>1</w:t>
      </w:r>
      <w:r w:rsidR="00326CE2">
        <w:rPr>
          <w:rFonts w:hint="cs"/>
          <w:rtl/>
        </w:rPr>
        <w:t>-</w:t>
      </w:r>
      <w:r>
        <w:rPr>
          <w:rtl/>
        </w:rPr>
        <w:t xml:space="preserve"> في بعض النسخ وط وج: علم العبد، وفي ن والبحار: يعلم العبد.</w:t>
      </w:r>
    </w:p>
    <w:p w:rsidR="00481D79" w:rsidRDefault="00481D79" w:rsidP="00326CE2">
      <w:pPr>
        <w:pStyle w:val="libFootnote0"/>
        <w:rPr>
          <w:rtl/>
        </w:rPr>
      </w:pPr>
      <w:r>
        <w:rPr>
          <w:rtl/>
        </w:rPr>
        <w:t>2</w:t>
      </w:r>
      <w:r w:rsidR="00326CE2">
        <w:rPr>
          <w:rFonts w:hint="cs"/>
          <w:rtl/>
        </w:rPr>
        <w:t>-</w:t>
      </w:r>
      <w:r>
        <w:rPr>
          <w:rtl/>
        </w:rPr>
        <w:t xml:space="preserve"> ن: من.</w:t>
      </w:r>
    </w:p>
    <w:p w:rsidR="00481D79" w:rsidRDefault="00481D79" w:rsidP="00326CE2">
      <w:pPr>
        <w:pStyle w:val="libFootnote0"/>
        <w:rPr>
          <w:rtl/>
        </w:rPr>
      </w:pPr>
      <w:r>
        <w:rPr>
          <w:rtl/>
        </w:rPr>
        <w:t>3</w:t>
      </w:r>
      <w:r w:rsidR="00326CE2">
        <w:rPr>
          <w:rFonts w:hint="cs"/>
          <w:rtl/>
        </w:rPr>
        <w:t>-</w:t>
      </w:r>
      <w:r>
        <w:rPr>
          <w:rtl/>
        </w:rPr>
        <w:t xml:space="preserve"> ن: ان، وفي بعض النسخ: أنه ما.</w:t>
      </w:r>
    </w:p>
    <w:p w:rsidR="00481D79" w:rsidRDefault="00481D79" w:rsidP="00326CE2">
      <w:pPr>
        <w:pStyle w:val="libFootnote0"/>
        <w:rPr>
          <w:rtl/>
        </w:rPr>
      </w:pPr>
      <w:r>
        <w:rPr>
          <w:rtl/>
        </w:rPr>
        <w:t>4</w:t>
      </w:r>
      <w:r w:rsidR="00326CE2">
        <w:rPr>
          <w:rFonts w:hint="cs"/>
          <w:rtl/>
        </w:rPr>
        <w:t>-</w:t>
      </w:r>
      <w:r>
        <w:rPr>
          <w:rtl/>
        </w:rPr>
        <w:t xml:space="preserve"> ليس في البحار، وفي ن: إلا.</w:t>
      </w:r>
    </w:p>
    <w:p w:rsidR="00481D79" w:rsidRDefault="00481D79" w:rsidP="00326CE2">
      <w:pPr>
        <w:pStyle w:val="libFootnote0"/>
        <w:rPr>
          <w:rtl/>
        </w:rPr>
      </w:pPr>
      <w:r>
        <w:rPr>
          <w:rtl/>
        </w:rPr>
        <w:t>5</w:t>
      </w:r>
      <w:r w:rsidR="00326CE2">
        <w:rPr>
          <w:rFonts w:hint="cs"/>
          <w:rtl/>
        </w:rPr>
        <w:t>-</w:t>
      </w:r>
      <w:r>
        <w:rPr>
          <w:rtl/>
        </w:rPr>
        <w:t xml:space="preserve"> عنه البحار: 71 / 392 ح 58 ورواه في البحار: 10 / 369 ح 20 بالاسناد رقم " 41 ".</w:t>
      </w:r>
    </w:p>
    <w:p w:rsidR="00481D79" w:rsidRDefault="00481D79" w:rsidP="00326CE2">
      <w:pPr>
        <w:pStyle w:val="libFootnote0"/>
        <w:rPr>
          <w:rtl/>
        </w:rPr>
      </w:pPr>
      <w:r>
        <w:rPr>
          <w:rtl/>
        </w:rPr>
        <w:t>6</w:t>
      </w:r>
      <w:r w:rsidR="00326CE2">
        <w:rPr>
          <w:rFonts w:hint="cs"/>
          <w:rtl/>
        </w:rPr>
        <w:t>-</w:t>
      </w:r>
      <w:r>
        <w:rPr>
          <w:rtl/>
        </w:rPr>
        <w:t xml:space="preserve"> خ: سوء.</w:t>
      </w:r>
    </w:p>
    <w:p w:rsidR="00481D79" w:rsidRDefault="00481D79" w:rsidP="00326CE2">
      <w:pPr>
        <w:pStyle w:val="libFootnote0"/>
        <w:rPr>
          <w:rtl/>
        </w:rPr>
      </w:pPr>
      <w:r>
        <w:rPr>
          <w:rtl/>
        </w:rPr>
        <w:t>7</w:t>
      </w:r>
      <w:r w:rsidR="00326CE2">
        <w:rPr>
          <w:rFonts w:hint="cs"/>
          <w:rtl/>
        </w:rPr>
        <w:t>-</w:t>
      </w:r>
      <w:r>
        <w:rPr>
          <w:rtl/>
        </w:rPr>
        <w:t xml:space="preserve"> عنه الوسائل: 8 / 506 ح 17 والبحار: 71 / 386 ح 31 وعن عيون الاخبار: 2 / 31 ح 41 وأخرجه في الوسائل: 11 / 324 ح 7 عن العيون.</w:t>
      </w:r>
    </w:p>
    <w:p w:rsidR="00481D79" w:rsidRDefault="00481D79" w:rsidP="00D11BDC">
      <w:pPr>
        <w:pStyle w:val="libFootnote0"/>
        <w:rPr>
          <w:rtl/>
        </w:rPr>
      </w:pPr>
      <w:r>
        <w:rPr>
          <w:rtl/>
        </w:rPr>
        <w:t>وأورده الطبرسي في مجمع البيان: 10 / 333 وعنه البحار المذكور ص 383.</w:t>
      </w:r>
    </w:p>
    <w:p w:rsidR="00481D79" w:rsidRDefault="00481D79" w:rsidP="00D11BDC">
      <w:pPr>
        <w:pStyle w:val="libFootnote0"/>
        <w:rPr>
          <w:rtl/>
        </w:rPr>
      </w:pPr>
      <w:r>
        <w:rPr>
          <w:rtl/>
        </w:rPr>
        <w:t xml:space="preserve">ورواه المجلسي " </w:t>
      </w:r>
      <w:r w:rsidR="004226A8" w:rsidRPr="00326CE2">
        <w:rPr>
          <w:rStyle w:val="libFootnoteAlaemChar"/>
          <w:rtl/>
        </w:rPr>
        <w:t>رحمه‌الله</w:t>
      </w:r>
      <w:r>
        <w:rPr>
          <w:rtl/>
        </w:rPr>
        <w:t xml:space="preserve"> " في البحار: 10 / 369 ح 19 بالاسناد رقم " 41 ".</w:t>
      </w:r>
    </w:p>
    <w:p w:rsidR="00481D79" w:rsidRDefault="00481D79" w:rsidP="00D11BDC">
      <w:pPr>
        <w:pStyle w:val="libFootnote0"/>
        <w:rPr>
          <w:rtl/>
        </w:rPr>
      </w:pPr>
      <w:r>
        <w:rPr>
          <w:rtl/>
        </w:rPr>
        <w:t xml:space="preserve">وأورده مرسلا في روضة الواعظين: 441، ومشكاة الانوار: 223 عن النبي </w:t>
      </w:r>
      <w:r w:rsidR="004226A8" w:rsidRPr="00326CE2">
        <w:rPr>
          <w:rStyle w:val="libFootnoteAlaemChar"/>
          <w:rtl/>
        </w:rPr>
        <w:t>صلى‌الله‌عليه‌وآله</w:t>
      </w:r>
      <w:r>
        <w:rPr>
          <w:rtl/>
        </w:rPr>
        <w:t>.</w:t>
      </w:r>
    </w:p>
    <w:p w:rsidR="00481D79" w:rsidRDefault="00481D79" w:rsidP="00D11BDC">
      <w:pPr>
        <w:pStyle w:val="libFootnote0"/>
        <w:rPr>
          <w:rtl/>
        </w:rPr>
      </w:pPr>
      <w:r>
        <w:rPr>
          <w:rtl/>
        </w:rPr>
        <w:t xml:space="preserve">(وأخرجه ابن لال عن علي </w:t>
      </w:r>
      <w:r w:rsidR="004226A8" w:rsidRPr="00326CE2">
        <w:rPr>
          <w:rStyle w:val="libFootnoteAlaemChar"/>
          <w:rtl/>
        </w:rPr>
        <w:t>عليه‌السلام</w:t>
      </w:r>
      <w:r>
        <w:rPr>
          <w:rtl/>
        </w:rPr>
        <w:t>).</w:t>
      </w:r>
    </w:p>
    <w:p w:rsidR="00481D79" w:rsidRDefault="00481D79" w:rsidP="00326CE2">
      <w:pPr>
        <w:pStyle w:val="libFootnote0"/>
        <w:rPr>
          <w:rtl/>
        </w:rPr>
      </w:pPr>
      <w:r>
        <w:rPr>
          <w:rtl/>
        </w:rPr>
        <w:t>8</w:t>
      </w:r>
      <w:r w:rsidR="00326CE2">
        <w:rPr>
          <w:rFonts w:hint="cs"/>
          <w:rtl/>
        </w:rPr>
        <w:t>-</w:t>
      </w:r>
      <w:r>
        <w:rPr>
          <w:rtl/>
        </w:rPr>
        <w:t xml:space="preserve"> ليس في خ وم 2 وط ون والمستدرك.</w:t>
      </w:r>
    </w:p>
    <w:p w:rsidR="00481D79" w:rsidRDefault="00481D79" w:rsidP="00326CE2">
      <w:pPr>
        <w:pStyle w:val="libFootnote0"/>
        <w:rPr>
          <w:rtl/>
        </w:rPr>
      </w:pPr>
      <w:r>
        <w:rPr>
          <w:rtl/>
        </w:rPr>
        <w:t>9</w:t>
      </w:r>
      <w:r w:rsidR="00326CE2">
        <w:rPr>
          <w:rFonts w:hint="cs"/>
          <w:rtl/>
        </w:rPr>
        <w:t>-</w:t>
      </w:r>
      <w:r>
        <w:rPr>
          <w:rtl/>
        </w:rPr>
        <w:t xml:space="preserve"> من ج.</w:t>
      </w:r>
    </w:p>
    <w:p w:rsidR="00827655" w:rsidRDefault="00481D79" w:rsidP="00326CE2">
      <w:pPr>
        <w:pStyle w:val="libFootnote0"/>
        <w:rPr>
          <w:rtl/>
        </w:rPr>
      </w:pPr>
      <w:r>
        <w:rPr>
          <w:rtl/>
        </w:rPr>
        <w:t>10</w:t>
      </w:r>
      <w:r w:rsidR="00326CE2">
        <w:rPr>
          <w:rFonts w:hint="cs"/>
          <w:rtl/>
        </w:rPr>
        <w:t>-</w:t>
      </w:r>
      <w:r>
        <w:rPr>
          <w:rtl/>
        </w:rPr>
        <w:t xml:space="preserve"> عنه البحار: 103 / 97 ح 26 وعن عيون الاخبار: 2 / 30 ح 42. </w:t>
      </w:r>
      <w:r w:rsidR="00827655">
        <w:rPr>
          <w:rtl/>
        </w:rPr>
        <w:t>=</w:t>
      </w:r>
    </w:p>
    <w:p w:rsidR="00481D79" w:rsidRDefault="00481D79" w:rsidP="00481D79">
      <w:pPr>
        <w:pStyle w:val="libNormal"/>
        <w:rPr>
          <w:rtl/>
        </w:rPr>
      </w:pPr>
      <w:r>
        <w:rPr>
          <w:rtl/>
        </w:rPr>
        <w:br w:type="page"/>
      </w:r>
    </w:p>
    <w:p w:rsidR="00481D79" w:rsidRPr="00481D79" w:rsidRDefault="00481D79" w:rsidP="00326CE2">
      <w:pPr>
        <w:pStyle w:val="libNormal"/>
        <w:rPr>
          <w:rtl/>
        </w:rPr>
      </w:pPr>
      <w:r w:rsidRPr="00481D79">
        <w:rPr>
          <w:rtl/>
        </w:rPr>
        <w:lastRenderedPageBreak/>
        <w:t xml:space="preserve">(88) وبإسناده قال: قال رسول الله </w:t>
      </w:r>
      <w:r w:rsidR="004226A8" w:rsidRPr="004226A8">
        <w:rPr>
          <w:rStyle w:val="libAlaemChar"/>
          <w:rtl/>
        </w:rPr>
        <w:t>صلى‌الله‌عليه‌وآله</w:t>
      </w:r>
      <w:r w:rsidRPr="00481D79">
        <w:rPr>
          <w:rtl/>
        </w:rPr>
        <w:t xml:space="preserve">: " إن لله عزوجل عمودا من ياقوت أحمر رأسه تحت العرش، وأسفله على ظهر الحوت في الارض السابعة السفلى، فإذا قال العبد: لا اله الا الله، اهتز العرش وتحرك العمود [ وتحرك الحوت ] </w:t>
      </w:r>
      <w:r w:rsidR="00326CE2" w:rsidRPr="00326CE2">
        <w:rPr>
          <w:rStyle w:val="libFootnotenumChar"/>
          <w:rFonts w:hint="cs"/>
          <w:rtl/>
        </w:rPr>
        <w:t>(1)</w:t>
      </w:r>
      <w:r w:rsidRPr="00481D79">
        <w:rPr>
          <w:rtl/>
        </w:rPr>
        <w:t xml:space="preserve"> فيقول الله عزوجل: " اسكن عرشي ".</w:t>
      </w:r>
    </w:p>
    <w:p w:rsidR="00481D79" w:rsidRPr="00481D79" w:rsidRDefault="00481D79" w:rsidP="00D11BDC">
      <w:pPr>
        <w:pStyle w:val="libNormal"/>
        <w:rPr>
          <w:rtl/>
        </w:rPr>
      </w:pPr>
      <w:r w:rsidRPr="00481D79">
        <w:rPr>
          <w:rtl/>
        </w:rPr>
        <w:t>فيقول: كيف أسكن وانت لم تغفر لقائلها؟.</w:t>
      </w:r>
    </w:p>
    <w:p w:rsidR="00481D79" w:rsidRPr="00481D79" w:rsidRDefault="00481D79" w:rsidP="00326CE2">
      <w:pPr>
        <w:pStyle w:val="libNormal"/>
        <w:rPr>
          <w:rtl/>
        </w:rPr>
      </w:pPr>
      <w:r w:rsidRPr="00481D79">
        <w:rPr>
          <w:rtl/>
        </w:rPr>
        <w:t xml:space="preserve">فيقول </w:t>
      </w:r>
      <w:r w:rsidR="00326CE2" w:rsidRPr="00326CE2">
        <w:rPr>
          <w:rStyle w:val="libFootnotenumChar"/>
          <w:rFonts w:hint="cs"/>
          <w:rtl/>
        </w:rPr>
        <w:t>(2)</w:t>
      </w:r>
      <w:r w:rsidRPr="00481D79">
        <w:rPr>
          <w:rtl/>
        </w:rPr>
        <w:t xml:space="preserve"> الله عزوجل: " اشهدوا سكان سماواتي </w:t>
      </w:r>
      <w:r w:rsidR="00326CE2" w:rsidRPr="00326CE2">
        <w:rPr>
          <w:rStyle w:val="libFootnotenumChar"/>
          <w:rFonts w:hint="cs"/>
          <w:rtl/>
        </w:rPr>
        <w:t>(3)</w:t>
      </w:r>
      <w:r w:rsidRPr="00481D79">
        <w:rPr>
          <w:rtl/>
        </w:rPr>
        <w:t xml:space="preserve"> اني قد غفرت لقائلها " </w:t>
      </w:r>
      <w:r w:rsidR="00326CE2" w:rsidRPr="00326CE2">
        <w:rPr>
          <w:rStyle w:val="libFootnotenumChar"/>
          <w:rFonts w:hint="cs"/>
          <w:rtl/>
        </w:rPr>
        <w:t>(4)</w:t>
      </w:r>
      <w:r w:rsidRPr="00481D79">
        <w:rPr>
          <w:rtl/>
        </w:rPr>
        <w:t>.</w:t>
      </w:r>
    </w:p>
    <w:p w:rsidR="00481D79" w:rsidRPr="00481D79" w:rsidRDefault="00481D79" w:rsidP="00326CE2">
      <w:pPr>
        <w:pStyle w:val="libNormal"/>
        <w:rPr>
          <w:rtl/>
        </w:rPr>
      </w:pPr>
      <w:r w:rsidRPr="00481D79">
        <w:rPr>
          <w:rtl/>
        </w:rPr>
        <w:t xml:space="preserve">(89) وبإسناده قال: قال رسول الله </w:t>
      </w:r>
      <w:r w:rsidR="004226A8" w:rsidRPr="004226A8">
        <w:rPr>
          <w:rStyle w:val="libAlaemChar"/>
          <w:rtl/>
        </w:rPr>
        <w:t>صلى‌الله‌عليه‌وآله</w:t>
      </w:r>
      <w:r w:rsidRPr="00481D79">
        <w:rPr>
          <w:rtl/>
        </w:rPr>
        <w:t xml:space="preserve">: " إن الله عزوجل قدر المقادير، ودبر التدابير قبل أن يخلق آدم بألفي عام " </w:t>
      </w:r>
      <w:r w:rsidR="00326CE2" w:rsidRPr="00326CE2">
        <w:rPr>
          <w:rStyle w:val="libFootnotenumChar"/>
          <w:rFonts w:hint="cs"/>
          <w:rtl/>
        </w:rPr>
        <w:t>(5)</w:t>
      </w:r>
      <w:r w:rsidRPr="00481D79">
        <w:rPr>
          <w:rtl/>
        </w:rPr>
        <w:t>.</w:t>
      </w:r>
    </w:p>
    <w:p w:rsidR="00481D79" w:rsidRPr="00481D79" w:rsidRDefault="00481D79" w:rsidP="00326CE2">
      <w:pPr>
        <w:pStyle w:val="libNormal"/>
        <w:rPr>
          <w:rtl/>
        </w:rPr>
      </w:pPr>
      <w:r w:rsidRPr="00481D79">
        <w:rPr>
          <w:rtl/>
        </w:rPr>
        <w:t xml:space="preserve">(90) وبإسناده قال: قال رسول الله </w:t>
      </w:r>
      <w:r w:rsidR="004226A8" w:rsidRPr="004226A8">
        <w:rPr>
          <w:rStyle w:val="libAlaemChar"/>
          <w:rtl/>
        </w:rPr>
        <w:t>صلى‌الله‌عليه‌وآله</w:t>
      </w:r>
      <w:r w:rsidRPr="00481D79">
        <w:rPr>
          <w:rtl/>
        </w:rPr>
        <w:t xml:space="preserve">: " حافظوا على الصلوات الخمس، فإن الله عزوجل إذا كان يوم القيامة يدعو العبد، فأول شئ يسأل عنه الصلاة، فإن جاء بها تامة وإلا زخ </w:t>
      </w:r>
      <w:r w:rsidR="00326CE2" w:rsidRPr="00326CE2">
        <w:rPr>
          <w:rStyle w:val="libFootnotenumChar"/>
          <w:rFonts w:hint="cs"/>
          <w:rtl/>
        </w:rPr>
        <w:t>(6)</w:t>
      </w:r>
      <w:r w:rsidRPr="00481D79">
        <w:rPr>
          <w:rtl/>
        </w:rPr>
        <w:t xml:space="preserve"> به في النار " </w:t>
      </w:r>
      <w:r w:rsidR="00326CE2" w:rsidRPr="00326CE2">
        <w:rPr>
          <w:rStyle w:val="libFootnotenumChar"/>
          <w:rFonts w:hint="cs"/>
          <w:rtl/>
        </w:rPr>
        <w:t>(7)</w:t>
      </w:r>
      <w:r w:rsidRPr="00481D79">
        <w:rPr>
          <w:rtl/>
        </w:rPr>
        <w:t>.</w:t>
      </w:r>
    </w:p>
    <w:p w:rsidR="00827655"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وأخرجه في المستدرك: 2 / 467 باب 16 ح 2 عن الصحيفة.</w:t>
      </w:r>
    </w:p>
    <w:p w:rsidR="00481D79" w:rsidRDefault="00481D79" w:rsidP="00D11BDC">
      <w:pPr>
        <w:pStyle w:val="libFootnote0"/>
        <w:rPr>
          <w:rtl/>
        </w:rPr>
      </w:pPr>
      <w:r>
        <w:rPr>
          <w:rtl/>
        </w:rPr>
        <w:t>وأخرجه في الوسائل: 12 / 303 ح 3 والبحار: 76 / 72 ح 2 عن عيون الاخبار.</w:t>
      </w:r>
    </w:p>
    <w:p w:rsidR="00481D79" w:rsidRDefault="00481D79" w:rsidP="00D11BDC">
      <w:pPr>
        <w:pStyle w:val="libFootnote0"/>
        <w:rPr>
          <w:rtl/>
        </w:rPr>
      </w:pPr>
      <w:r>
        <w:rPr>
          <w:rtl/>
        </w:rPr>
        <w:t>ورواه المجلسي في البحار: 10 / 369 ح 21 بالاسناد رقم " 41 ".</w:t>
      </w:r>
    </w:p>
    <w:p w:rsidR="00481D79" w:rsidRDefault="00481D79" w:rsidP="00D11BDC">
      <w:pPr>
        <w:pStyle w:val="libFootnote0"/>
        <w:rPr>
          <w:rtl/>
        </w:rPr>
      </w:pPr>
      <w:r>
        <w:rPr>
          <w:rtl/>
        </w:rPr>
        <w:t xml:space="preserve">ورواه ابن ماجة في سننه: 2 / 752 ح 2235، والترمذي في جامعه: 5 / 491 باب 36 ح 3428 و ح 3429 وأحمد بن حنبل في مسنده:1/47 والدارمي في سننه:2 / 293 جميعا بأسانيدهم إلى عبدالله بن عمر، عن النبي </w:t>
      </w:r>
      <w:r w:rsidR="004226A8" w:rsidRPr="00326CE2">
        <w:rPr>
          <w:rStyle w:val="libFootnoteAlaemChar"/>
          <w:rtl/>
        </w:rPr>
        <w:t>صلى‌الله‌عليه‌وآله</w:t>
      </w:r>
      <w:r>
        <w:rPr>
          <w:rtl/>
        </w:rPr>
        <w:t>.</w:t>
      </w:r>
    </w:p>
    <w:p w:rsidR="00481D79" w:rsidRDefault="00481D79" w:rsidP="00326CE2">
      <w:pPr>
        <w:pStyle w:val="libFootnote0"/>
        <w:rPr>
          <w:rtl/>
        </w:rPr>
      </w:pPr>
      <w:r>
        <w:rPr>
          <w:rtl/>
        </w:rPr>
        <w:t>1</w:t>
      </w:r>
      <w:r w:rsidR="00326CE2">
        <w:rPr>
          <w:rFonts w:hint="cs"/>
          <w:rtl/>
        </w:rPr>
        <w:t>-</w:t>
      </w:r>
      <w:r>
        <w:rPr>
          <w:rtl/>
        </w:rPr>
        <w:t xml:space="preserve"> من بعض النسخ.</w:t>
      </w:r>
    </w:p>
    <w:p w:rsidR="00481D79" w:rsidRDefault="00481D79" w:rsidP="00326CE2">
      <w:pPr>
        <w:pStyle w:val="libFootnote0"/>
        <w:rPr>
          <w:rtl/>
        </w:rPr>
      </w:pPr>
      <w:r>
        <w:rPr>
          <w:rtl/>
        </w:rPr>
        <w:t>2</w:t>
      </w:r>
      <w:r w:rsidR="00326CE2">
        <w:rPr>
          <w:rFonts w:hint="cs"/>
          <w:rtl/>
        </w:rPr>
        <w:t>-</w:t>
      </w:r>
      <w:r>
        <w:rPr>
          <w:rtl/>
        </w:rPr>
        <w:t xml:space="preserve"> خ: فقال.</w:t>
      </w:r>
    </w:p>
    <w:p w:rsidR="00481D79" w:rsidRDefault="00481D79" w:rsidP="00326CE2">
      <w:pPr>
        <w:pStyle w:val="libFootnote0"/>
        <w:rPr>
          <w:rtl/>
        </w:rPr>
      </w:pPr>
      <w:r>
        <w:rPr>
          <w:rtl/>
        </w:rPr>
        <w:t>3</w:t>
      </w:r>
      <w:r w:rsidR="00326CE2">
        <w:rPr>
          <w:rFonts w:hint="cs"/>
          <w:rtl/>
        </w:rPr>
        <w:t>-</w:t>
      </w:r>
      <w:r>
        <w:rPr>
          <w:rtl/>
        </w:rPr>
        <w:t xml:space="preserve"> خ: السماوات.</w:t>
      </w:r>
    </w:p>
    <w:p w:rsidR="00481D79" w:rsidRDefault="00481D79" w:rsidP="00326CE2">
      <w:pPr>
        <w:pStyle w:val="libFootnote0"/>
        <w:rPr>
          <w:rtl/>
        </w:rPr>
      </w:pPr>
      <w:r>
        <w:rPr>
          <w:rtl/>
        </w:rPr>
        <w:t>4</w:t>
      </w:r>
      <w:r w:rsidR="00326CE2">
        <w:rPr>
          <w:rFonts w:hint="cs"/>
          <w:rtl/>
        </w:rPr>
        <w:t>-</w:t>
      </w:r>
      <w:r>
        <w:rPr>
          <w:rtl/>
        </w:rPr>
        <w:t xml:space="preserve"> رواه الصدوق في عيون الاخبار: 2 / 30 ح 43 والتوحيد: 23 ح 20 عنهما الوسائل: 4 / 1226 ح 16 والبحار: 93 / 193 ح 6.</w:t>
      </w:r>
    </w:p>
    <w:p w:rsidR="00481D79" w:rsidRDefault="00481D79" w:rsidP="00326CE2">
      <w:pPr>
        <w:pStyle w:val="libFootnote0"/>
        <w:rPr>
          <w:rtl/>
        </w:rPr>
      </w:pPr>
      <w:r>
        <w:rPr>
          <w:rtl/>
        </w:rPr>
        <w:t>5</w:t>
      </w:r>
      <w:r w:rsidR="00326CE2">
        <w:rPr>
          <w:rFonts w:hint="cs"/>
          <w:rtl/>
        </w:rPr>
        <w:t>-</w:t>
      </w:r>
      <w:r>
        <w:rPr>
          <w:rtl/>
        </w:rPr>
        <w:t xml:space="preserve"> عنه البحار: 5 / 93 ح 12 وعن عيون الاخبار: 1 / 115 ح 39 وج 2 / 30 ح 44.</w:t>
      </w:r>
    </w:p>
    <w:p w:rsidR="00481D79" w:rsidRDefault="00481D79" w:rsidP="00D11BDC">
      <w:pPr>
        <w:pStyle w:val="libFootnote0"/>
        <w:rPr>
          <w:rtl/>
        </w:rPr>
      </w:pPr>
      <w:r>
        <w:rPr>
          <w:rtl/>
        </w:rPr>
        <w:t xml:space="preserve">رواه في التوحيد: 376 ح 22 عن أحمد بن عبدالله الجويباري بإسناده إلى الرضا </w:t>
      </w:r>
      <w:r w:rsidR="004226A8" w:rsidRPr="00326CE2">
        <w:rPr>
          <w:rStyle w:val="libFootnoteAlaemChar"/>
          <w:rtl/>
        </w:rPr>
        <w:t>عليه‌السلام</w:t>
      </w:r>
      <w:r>
        <w:rPr>
          <w:rtl/>
        </w:rPr>
        <w:t>.</w:t>
      </w:r>
    </w:p>
    <w:p w:rsidR="00481D79" w:rsidRDefault="00481D79" w:rsidP="00D11BDC">
      <w:pPr>
        <w:pStyle w:val="libFootnote0"/>
        <w:rPr>
          <w:rtl/>
        </w:rPr>
      </w:pPr>
      <w:r>
        <w:rPr>
          <w:rtl/>
        </w:rPr>
        <w:t xml:space="preserve">ورواه بلفظ آخر مسلم في صحيحه: 4 / 2044 ح 16 بطريقين والترمذي في سننه: 4 / 458 باب 18 ح 2156، وأحمد بن حنبل في مسنده: 2 / 169 جميعا بإسنادهم إلى عبدالله بن عمرو، عن النبي </w:t>
      </w:r>
      <w:r w:rsidR="004226A8" w:rsidRPr="00326CE2">
        <w:rPr>
          <w:rStyle w:val="libFootnoteAlaemChar"/>
          <w:rtl/>
        </w:rPr>
        <w:t>صلى‌الله‌عليه‌وآله</w:t>
      </w:r>
      <w:r>
        <w:rPr>
          <w:rtl/>
        </w:rPr>
        <w:t>.</w:t>
      </w:r>
    </w:p>
    <w:p w:rsidR="00481D79" w:rsidRDefault="00481D79" w:rsidP="00326CE2">
      <w:pPr>
        <w:pStyle w:val="libFootnote0"/>
        <w:rPr>
          <w:rtl/>
        </w:rPr>
      </w:pPr>
      <w:r>
        <w:rPr>
          <w:rtl/>
        </w:rPr>
        <w:t>6</w:t>
      </w:r>
      <w:r w:rsidR="00326CE2">
        <w:rPr>
          <w:rFonts w:hint="cs"/>
          <w:rtl/>
        </w:rPr>
        <w:t>-</w:t>
      </w:r>
      <w:r>
        <w:rPr>
          <w:rtl/>
        </w:rPr>
        <w:t xml:space="preserve"> ط ون: زج.</w:t>
      </w:r>
    </w:p>
    <w:p w:rsidR="00481D79" w:rsidRDefault="00481D79" w:rsidP="00D11BDC">
      <w:pPr>
        <w:pStyle w:val="libFootnote0"/>
        <w:rPr>
          <w:rtl/>
        </w:rPr>
      </w:pPr>
      <w:r>
        <w:rPr>
          <w:rtl/>
        </w:rPr>
        <w:t>تقدم ذكر معناهما في الحديث 77.</w:t>
      </w:r>
    </w:p>
    <w:p w:rsidR="00827655" w:rsidRDefault="00481D79" w:rsidP="00326CE2">
      <w:pPr>
        <w:pStyle w:val="libFootnote0"/>
        <w:rPr>
          <w:rtl/>
        </w:rPr>
      </w:pPr>
      <w:r>
        <w:rPr>
          <w:rtl/>
        </w:rPr>
        <w:t>7</w:t>
      </w:r>
      <w:r w:rsidR="00326CE2">
        <w:rPr>
          <w:rFonts w:hint="cs"/>
          <w:rtl/>
        </w:rPr>
        <w:t>-</w:t>
      </w:r>
      <w:r>
        <w:rPr>
          <w:rtl/>
        </w:rPr>
        <w:t xml:space="preserve"> عنه البحار: 82 / 207 ح 15 وعن عيون الاخبار: 2 / 30 ح 45، وأخرجه في مستدرك الوسائل: 1 / 172 ح 4 عن الصحيفة. </w:t>
      </w:r>
      <w:r w:rsidR="00827655">
        <w:rPr>
          <w:rtl/>
        </w:rPr>
        <w:t>=</w:t>
      </w:r>
    </w:p>
    <w:p w:rsidR="00481D79" w:rsidRDefault="00481D79" w:rsidP="00481D79">
      <w:pPr>
        <w:pStyle w:val="libNormal"/>
        <w:rPr>
          <w:rtl/>
        </w:rPr>
      </w:pPr>
      <w:r>
        <w:rPr>
          <w:rtl/>
        </w:rPr>
        <w:br w:type="page"/>
      </w:r>
    </w:p>
    <w:p w:rsidR="00481D79" w:rsidRPr="00481D79" w:rsidRDefault="00481D79" w:rsidP="00326CE2">
      <w:pPr>
        <w:pStyle w:val="libNormal"/>
        <w:rPr>
          <w:rtl/>
        </w:rPr>
      </w:pPr>
      <w:r w:rsidRPr="00481D79">
        <w:rPr>
          <w:rtl/>
        </w:rPr>
        <w:lastRenderedPageBreak/>
        <w:t xml:space="preserve">(91) وبإسناده قال: قال رسول الله </w:t>
      </w:r>
      <w:r w:rsidR="004226A8" w:rsidRPr="004226A8">
        <w:rPr>
          <w:rStyle w:val="libAlaemChar"/>
          <w:rtl/>
        </w:rPr>
        <w:t>صلى‌الله‌عليه‌وآله</w:t>
      </w:r>
      <w:r w:rsidRPr="00481D79">
        <w:rPr>
          <w:rtl/>
        </w:rPr>
        <w:t xml:space="preserve"> [ لاصحابه ]: </w:t>
      </w:r>
      <w:r w:rsidR="00326CE2" w:rsidRPr="00326CE2">
        <w:rPr>
          <w:rStyle w:val="libFootnotenumChar"/>
          <w:rFonts w:hint="cs"/>
          <w:rtl/>
        </w:rPr>
        <w:t>(1)</w:t>
      </w:r>
      <w:r w:rsidRPr="00481D79">
        <w:rPr>
          <w:rtl/>
        </w:rPr>
        <w:t xml:space="preserve"> " لا تضيعوا صلاتكم، فإن من ضيع صلاته حشر [ مع قارون وهامان وفرعون </w:t>
      </w:r>
      <w:r w:rsidR="00326CE2" w:rsidRPr="00326CE2">
        <w:rPr>
          <w:rStyle w:val="libFootnotenumChar"/>
          <w:rFonts w:hint="cs"/>
          <w:rtl/>
        </w:rPr>
        <w:t>(2)</w:t>
      </w:r>
      <w:r w:rsidRPr="00481D79">
        <w:rPr>
          <w:rtl/>
        </w:rPr>
        <w:t xml:space="preserve">، وكان </w:t>
      </w:r>
      <w:r w:rsidR="00326CE2" w:rsidRPr="00326CE2">
        <w:rPr>
          <w:rStyle w:val="libFootnotenumChar"/>
          <w:rFonts w:hint="cs"/>
          <w:rtl/>
        </w:rPr>
        <w:t>(3)</w:t>
      </w:r>
      <w:r w:rsidRPr="00481D79">
        <w:rPr>
          <w:rtl/>
        </w:rPr>
        <w:t xml:space="preserve"> حقا على الله ان يدخله النار ] </w:t>
      </w:r>
      <w:r w:rsidR="00326CE2" w:rsidRPr="00326CE2">
        <w:rPr>
          <w:rStyle w:val="libFootnotenumChar"/>
          <w:rFonts w:hint="cs"/>
          <w:rtl/>
        </w:rPr>
        <w:t>(4)</w:t>
      </w:r>
      <w:r w:rsidRPr="00481D79">
        <w:rPr>
          <w:rtl/>
        </w:rPr>
        <w:t xml:space="preserve"> مع المنافقين.</w:t>
      </w:r>
    </w:p>
    <w:p w:rsidR="00481D79" w:rsidRPr="00481D79" w:rsidRDefault="00481D79" w:rsidP="00326CE2">
      <w:pPr>
        <w:pStyle w:val="libNormal"/>
        <w:rPr>
          <w:rtl/>
        </w:rPr>
      </w:pPr>
      <w:r w:rsidRPr="00481D79">
        <w:rPr>
          <w:rtl/>
        </w:rPr>
        <w:t xml:space="preserve">والويل </w:t>
      </w:r>
      <w:r w:rsidR="00326CE2" w:rsidRPr="00326CE2">
        <w:rPr>
          <w:rStyle w:val="libFootnotenumChar"/>
          <w:rFonts w:hint="cs"/>
          <w:rtl/>
        </w:rPr>
        <w:t>(5)</w:t>
      </w:r>
      <w:r w:rsidRPr="00481D79">
        <w:rPr>
          <w:rtl/>
        </w:rPr>
        <w:t xml:space="preserve"> لمن لم يحافظ على صلاته وأداء سنة بيه </w:t>
      </w:r>
      <w:r w:rsidR="00326CE2" w:rsidRPr="00326CE2">
        <w:rPr>
          <w:rStyle w:val="libFootnotenumChar"/>
          <w:rFonts w:hint="cs"/>
          <w:rtl/>
        </w:rPr>
        <w:t>(6)</w:t>
      </w:r>
      <w:r w:rsidRPr="00481D79">
        <w:rPr>
          <w:rtl/>
        </w:rPr>
        <w:t xml:space="preserve"> " </w:t>
      </w:r>
      <w:r w:rsidR="00326CE2" w:rsidRPr="00326CE2">
        <w:rPr>
          <w:rStyle w:val="libFootnotenumChar"/>
          <w:rFonts w:hint="cs"/>
          <w:rtl/>
        </w:rPr>
        <w:t>(7)</w:t>
      </w:r>
      <w:r w:rsidRPr="00481D79">
        <w:rPr>
          <w:rtl/>
        </w:rPr>
        <w:t>.</w:t>
      </w:r>
    </w:p>
    <w:p w:rsidR="00481D79" w:rsidRPr="00481D79" w:rsidRDefault="00481D79" w:rsidP="00D11BDC">
      <w:pPr>
        <w:pStyle w:val="libNormal"/>
        <w:rPr>
          <w:rtl/>
        </w:rPr>
      </w:pPr>
      <w:r w:rsidRPr="00481D79">
        <w:rPr>
          <w:rtl/>
        </w:rPr>
        <w:t xml:space="preserve">(92) وبإسناده قال: قال رسول الله </w:t>
      </w:r>
      <w:r w:rsidR="004226A8" w:rsidRPr="004226A8">
        <w:rPr>
          <w:rStyle w:val="libAlaemChar"/>
          <w:rtl/>
        </w:rPr>
        <w:t>صلى‌الله‌عليه‌وآله</w:t>
      </w:r>
      <w:r w:rsidRPr="00481D79">
        <w:rPr>
          <w:rtl/>
        </w:rPr>
        <w:t>.</w:t>
      </w:r>
    </w:p>
    <w:p w:rsidR="00481D79" w:rsidRPr="00481D79" w:rsidRDefault="00481D79" w:rsidP="00326CE2">
      <w:pPr>
        <w:pStyle w:val="libNormal"/>
        <w:rPr>
          <w:rtl/>
        </w:rPr>
      </w:pPr>
      <w:r w:rsidRPr="00481D79">
        <w:rPr>
          <w:rtl/>
        </w:rPr>
        <w:t xml:space="preserve">" إن موسى [ بن عمران ] </w:t>
      </w:r>
      <w:r w:rsidR="00326CE2" w:rsidRPr="00326CE2">
        <w:rPr>
          <w:rStyle w:val="libFootnotenumChar"/>
          <w:rFonts w:hint="cs"/>
          <w:rtl/>
        </w:rPr>
        <w:t>(8)</w:t>
      </w:r>
      <w:r w:rsidRPr="00481D79">
        <w:rPr>
          <w:rtl/>
        </w:rPr>
        <w:t xml:space="preserve"> سأل ربه عزوجل فقال: يا رب اجعلني من امة محمد.</w:t>
      </w:r>
    </w:p>
    <w:p w:rsidR="00481D79" w:rsidRPr="00481D79" w:rsidRDefault="00481D79" w:rsidP="00326CE2">
      <w:pPr>
        <w:pStyle w:val="libNormal"/>
        <w:rPr>
          <w:rtl/>
        </w:rPr>
      </w:pPr>
      <w:r w:rsidRPr="00481D79">
        <w:rPr>
          <w:rtl/>
        </w:rPr>
        <w:t xml:space="preserve">فأوحى الله تعالى اليه: " يا موسى </w:t>
      </w:r>
      <w:r w:rsidR="00326CE2" w:rsidRPr="00326CE2">
        <w:rPr>
          <w:rStyle w:val="libFootnotenumChar"/>
          <w:rFonts w:hint="cs"/>
          <w:rtl/>
        </w:rPr>
        <w:t>(9)</w:t>
      </w:r>
      <w:r w:rsidRPr="00481D79">
        <w:rPr>
          <w:rtl/>
        </w:rPr>
        <w:t xml:space="preserve"> إنك لن </w:t>
      </w:r>
      <w:r w:rsidR="00326CE2" w:rsidRPr="00326CE2">
        <w:rPr>
          <w:rStyle w:val="libFootnotenumChar"/>
          <w:rFonts w:hint="cs"/>
          <w:rtl/>
        </w:rPr>
        <w:t>(10)</w:t>
      </w:r>
      <w:r w:rsidRPr="00481D79">
        <w:rPr>
          <w:rtl/>
        </w:rPr>
        <w:t xml:space="preserve"> تصل [ إلى ] </w:t>
      </w:r>
      <w:r w:rsidR="00326CE2" w:rsidRPr="00326CE2">
        <w:rPr>
          <w:rStyle w:val="libFootnotenumChar"/>
          <w:rFonts w:hint="cs"/>
          <w:rtl/>
        </w:rPr>
        <w:t>(11)</w:t>
      </w:r>
      <w:r w:rsidRPr="00481D79">
        <w:rPr>
          <w:rtl/>
        </w:rPr>
        <w:t xml:space="preserve"> ذلك " </w:t>
      </w:r>
      <w:r w:rsidR="00326CE2" w:rsidRPr="00326CE2">
        <w:rPr>
          <w:rStyle w:val="libFootnotenumChar"/>
          <w:rFonts w:hint="cs"/>
          <w:rtl/>
        </w:rPr>
        <w:t>(12)</w:t>
      </w:r>
      <w:r w:rsidRPr="00481D79">
        <w:rPr>
          <w:rtl/>
        </w:rPr>
        <w:t>.</w:t>
      </w:r>
    </w:p>
    <w:p w:rsidR="00827655"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وأخرجه في الوسائل: 3 / 19 ح 6 عن عيون الاخبار. ورواه المجلسي: " </w:t>
      </w:r>
      <w:r w:rsidR="004226A8" w:rsidRPr="00326CE2">
        <w:rPr>
          <w:rStyle w:val="libFootnoteAlaemChar"/>
          <w:rtl/>
        </w:rPr>
        <w:t>رحمه‌الله</w:t>
      </w:r>
      <w:r w:rsidR="00481D79">
        <w:rPr>
          <w:rtl/>
        </w:rPr>
        <w:t xml:space="preserve"> " في البحار: 10 / 369 ح 22 بالاسناد رقم " 41 ". (أخرجه الطبراني في الكبير عن تميم الداري مرفوعا، ولهذا الحديث طرق كثيرة بألفاظ مختلفة).</w:t>
      </w:r>
    </w:p>
    <w:p w:rsidR="00326CE2" w:rsidRDefault="00481D79" w:rsidP="00326CE2">
      <w:pPr>
        <w:pStyle w:val="libFootnote0"/>
        <w:rPr>
          <w:rFonts w:hint="cs"/>
          <w:rtl/>
        </w:rPr>
      </w:pPr>
      <w:r>
        <w:rPr>
          <w:rtl/>
        </w:rPr>
        <w:t>1</w:t>
      </w:r>
      <w:r w:rsidR="00326CE2">
        <w:rPr>
          <w:rFonts w:hint="cs"/>
          <w:rtl/>
        </w:rPr>
        <w:t>-</w:t>
      </w:r>
      <w:r>
        <w:rPr>
          <w:rtl/>
        </w:rPr>
        <w:t xml:space="preserve"> من ج وط ون.</w:t>
      </w:r>
    </w:p>
    <w:p w:rsidR="00481D79" w:rsidRDefault="00481D79" w:rsidP="00326CE2">
      <w:pPr>
        <w:pStyle w:val="libFootnote0"/>
        <w:rPr>
          <w:rtl/>
        </w:rPr>
      </w:pPr>
      <w:r>
        <w:rPr>
          <w:rtl/>
        </w:rPr>
        <w:t>2</w:t>
      </w:r>
      <w:r w:rsidR="00326CE2">
        <w:rPr>
          <w:rFonts w:hint="cs"/>
          <w:rtl/>
        </w:rPr>
        <w:t>-</w:t>
      </w:r>
      <w:r>
        <w:rPr>
          <w:rtl/>
        </w:rPr>
        <w:t xml:space="preserve"> ن: وفرعون وهامان.</w:t>
      </w:r>
    </w:p>
    <w:p w:rsidR="00326CE2" w:rsidRDefault="00481D79" w:rsidP="00326CE2">
      <w:pPr>
        <w:pStyle w:val="libFootnote0"/>
        <w:rPr>
          <w:rFonts w:hint="cs"/>
          <w:rtl/>
        </w:rPr>
      </w:pPr>
      <w:r>
        <w:rPr>
          <w:rtl/>
        </w:rPr>
        <w:t>3</w:t>
      </w:r>
      <w:r w:rsidR="00326CE2">
        <w:rPr>
          <w:rFonts w:hint="cs"/>
          <w:rtl/>
        </w:rPr>
        <w:t>-</w:t>
      </w:r>
      <w:r>
        <w:rPr>
          <w:rtl/>
        </w:rPr>
        <w:t xml:space="preserve"> ط: فكان.</w:t>
      </w:r>
    </w:p>
    <w:p w:rsidR="00481D79" w:rsidRDefault="00481D79" w:rsidP="00326CE2">
      <w:pPr>
        <w:pStyle w:val="libFootnote0"/>
        <w:rPr>
          <w:rtl/>
        </w:rPr>
      </w:pPr>
      <w:r>
        <w:rPr>
          <w:rtl/>
        </w:rPr>
        <w:t>4</w:t>
      </w:r>
      <w:r w:rsidR="00326CE2">
        <w:rPr>
          <w:rFonts w:hint="cs"/>
          <w:rtl/>
        </w:rPr>
        <w:t>-</w:t>
      </w:r>
      <w:r>
        <w:rPr>
          <w:rtl/>
        </w:rPr>
        <w:t xml:space="preserve"> ليس في خ.</w:t>
      </w:r>
    </w:p>
    <w:p w:rsidR="00326CE2" w:rsidRDefault="00481D79" w:rsidP="00326CE2">
      <w:pPr>
        <w:pStyle w:val="libFootnote0"/>
        <w:rPr>
          <w:rFonts w:hint="cs"/>
          <w:rtl/>
        </w:rPr>
      </w:pPr>
      <w:r>
        <w:rPr>
          <w:rtl/>
        </w:rPr>
        <w:t>5</w:t>
      </w:r>
      <w:r w:rsidR="00326CE2">
        <w:rPr>
          <w:rFonts w:hint="cs"/>
          <w:rtl/>
        </w:rPr>
        <w:t>-</w:t>
      </w:r>
      <w:r>
        <w:rPr>
          <w:rtl/>
        </w:rPr>
        <w:t xml:space="preserve"> في خ وج: فالويل.</w:t>
      </w:r>
    </w:p>
    <w:p w:rsidR="00481D79" w:rsidRDefault="00481D79" w:rsidP="00326CE2">
      <w:pPr>
        <w:pStyle w:val="libFootnote0"/>
        <w:rPr>
          <w:rtl/>
        </w:rPr>
      </w:pPr>
      <w:r>
        <w:rPr>
          <w:rtl/>
        </w:rPr>
        <w:t>6</w:t>
      </w:r>
      <w:r w:rsidR="00326CE2">
        <w:rPr>
          <w:rFonts w:hint="cs"/>
          <w:rtl/>
        </w:rPr>
        <w:t>-</w:t>
      </w:r>
      <w:r>
        <w:rPr>
          <w:rtl/>
        </w:rPr>
        <w:t xml:space="preserve"> في خ: سننها، وفي أخرى: سنته.</w:t>
      </w:r>
    </w:p>
    <w:p w:rsidR="00481D79" w:rsidRDefault="00481D79" w:rsidP="00326CE2">
      <w:pPr>
        <w:pStyle w:val="libFootnote0"/>
        <w:rPr>
          <w:rtl/>
        </w:rPr>
      </w:pPr>
      <w:r>
        <w:rPr>
          <w:rtl/>
        </w:rPr>
        <w:t>7</w:t>
      </w:r>
      <w:r w:rsidR="00326CE2">
        <w:rPr>
          <w:rFonts w:hint="cs"/>
          <w:rtl/>
        </w:rPr>
        <w:t>-</w:t>
      </w:r>
      <w:r>
        <w:rPr>
          <w:rtl/>
        </w:rPr>
        <w:t xml:space="preserve"> عنه البحار: 83 / 14 ح 23 وعن عيون الاخبار: 2 / 30 ح 46. وأخرجه في المستدرك: 2 / 172 ح 5 عن الصحيفة. وأخرجه في الوسائل: 3 / 19 ح 7 عن عيون الاخبار. وأخرجه في البحار: 82 / 202 ح 2 عن جامع الاخبار: 87 بإسناده عن النبي </w:t>
      </w:r>
      <w:r w:rsidR="004226A8" w:rsidRPr="00326CE2">
        <w:rPr>
          <w:rStyle w:val="libFootnoteAlaemChar"/>
          <w:rtl/>
        </w:rPr>
        <w:t>صلى‌الله‌عليه‌وآله</w:t>
      </w:r>
      <w:r>
        <w:rPr>
          <w:rtl/>
        </w:rPr>
        <w:t>.</w:t>
      </w:r>
    </w:p>
    <w:p w:rsidR="00326CE2" w:rsidRDefault="00481D79" w:rsidP="00326CE2">
      <w:pPr>
        <w:pStyle w:val="libFootnote0"/>
        <w:rPr>
          <w:rFonts w:hint="cs"/>
          <w:rtl/>
        </w:rPr>
      </w:pPr>
      <w:r>
        <w:rPr>
          <w:rtl/>
        </w:rPr>
        <w:t>8</w:t>
      </w:r>
      <w:r w:rsidR="00326CE2">
        <w:rPr>
          <w:rFonts w:hint="cs"/>
          <w:rtl/>
        </w:rPr>
        <w:t>-</w:t>
      </w:r>
      <w:r>
        <w:rPr>
          <w:rtl/>
        </w:rPr>
        <w:t xml:space="preserve"> من ط وخ.</w:t>
      </w:r>
    </w:p>
    <w:p w:rsidR="00481D79" w:rsidRDefault="00481D79" w:rsidP="00326CE2">
      <w:pPr>
        <w:pStyle w:val="libFootnote0"/>
        <w:rPr>
          <w:rtl/>
        </w:rPr>
      </w:pPr>
      <w:r>
        <w:rPr>
          <w:rtl/>
        </w:rPr>
        <w:t>9</w:t>
      </w:r>
      <w:r w:rsidR="00326CE2">
        <w:rPr>
          <w:rFonts w:hint="cs"/>
          <w:rtl/>
        </w:rPr>
        <w:t>-</w:t>
      </w:r>
      <w:r>
        <w:rPr>
          <w:rtl/>
        </w:rPr>
        <w:t xml:space="preserve"> ن: ان يا موسى.</w:t>
      </w:r>
    </w:p>
    <w:p w:rsidR="00326CE2" w:rsidRDefault="00481D79" w:rsidP="00326CE2">
      <w:pPr>
        <w:pStyle w:val="libFootnote0"/>
        <w:rPr>
          <w:rFonts w:hint="cs"/>
          <w:rtl/>
        </w:rPr>
      </w:pPr>
      <w:r>
        <w:rPr>
          <w:rtl/>
        </w:rPr>
        <w:t>10</w:t>
      </w:r>
      <w:r w:rsidR="00326CE2">
        <w:rPr>
          <w:rFonts w:hint="cs"/>
          <w:rtl/>
        </w:rPr>
        <w:t>-</w:t>
      </w:r>
      <w:r>
        <w:rPr>
          <w:rtl/>
        </w:rPr>
        <w:t xml:space="preserve"> ط: لا.</w:t>
      </w:r>
    </w:p>
    <w:p w:rsidR="00481D79" w:rsidRDefault="00481D79" w:rsidP="00326CE2">
      <w:pPr>
        <w:pStyle w:val="libFootnote0"/>
        <w:rPr>
          <w:rtl/>
        </w:rPr>
      </w:pPr>
      <w:r>
        <w:rPr>
          <w:rtl/>
        </w:rPr>
        <w:t>11</w:t>
      </w:r>
      <w:r w:rsidR="00326CE2">
        <w:rPr>
          <w:rFonts w:hint="cs"/>
          <w:rtl/>
        </w:rPr>
        <w:t>-</w:t>
      </w:r>
      <w:r>
        <w:rPr>
          <w:rtl/>
        </w:rPr>
        <w:t xml:space="preserve"> ليس في ج.</w:t>
      </w:r>
    </w:p>
    <w:p w:rsidR="00481D79" w:rsidRDefault="00481D79" w:rsidP="00326CE2">
      <w:pPr>
        <w:pStyle w:val="libFootnote0"/>
        <w:rPr>
          <w:rtl/>
        </w:rPr>
      </w:pPr>
      <w:r>
        <w:rPr>
          <w:rtl/>
        </w:rPr>
        <w:t>12</w:t>
      </w:r>
      <w:r w:rsidR="00326CE2">
        <w:rPr>
          <w:rFonts w:hint="cs"/>
          <w:rtl/>
        </w:rPr>
        <w:t>-</w:t>
      </w:r>
      <w:r>
        <w:rPr>
          <w:rtl/>
        </w:rPr>
        <w:t xml:space="preserve"> عنه البحار: 16 / 354 ح 39 وج 26 / 268 ح 3 وعن عيون الاخبار: 2 / 31 ح 47.</w:t>
      </w:r>
    </w:p>
    <w:p w:rsidR="00481D79" w:rsidRDefault="00481D79" w:rsidP="00D11BDC">
      <w:pPr>
        <w:pStyle w:val="libFootnote0"/>
        <w:rPr>
          <w:rtl/>
        </w:rPr>
      </w:pPr>
      <w:r>
        <w:rPr>
          <w:rtl/>
        </w:rPr>
        <w:t xml:space="preserve">وأخرجه في البحار: 13 / 344 ح 27 عن عيون الاخبار. (ذكره العلامة عبد الرؤوف المناوي في كتابه " فردوس الجنان في شمائل الانبياء المذكورين في القرآن " وذكر في ذلك طريقين: أحدهما عن أبي هريرة يرفعه: أن موسى لما نزلت عليه التوراة وقرأها وجد فيها ذكر هذه الامة قال: يا رب إني أجد في الالواح امة هم الآخرون السابقون، فاجعلها امتي. قال: تلك أمة أحمد </w:t>
      </w:r>
      <w:r w:rsidR="004226A8" w:rsidRPr="00326CE2">
        <w:rPr>
          <w:rStyle w:val="libFootnoteAlaemChar"/>
          <w:rtl/>
        </w:rPr>
        <w:t>صلى‌الله‌عليه‌وآله</w:t>
      </w:r>
      <w:r>
        <w:rPr>
          <w:rtl/>
        </w:rPr>
        <w:t>.</w:t>
      </w:r>
    </w:p>
    <w:p w:rsidR="00827655" w:rsidRDefault="00481D79" w:rsidP="00D11BDC">
      <w:pPr>
        <w:pStyle w:val="libFootnote0"/>
        <w:rPr>
          <w:rtl/>
        </w:rPr>
      </w:pPr>
      <w:r>
        <w:rPr>
          <w:rtl/>
        </w:rPr>
        <w:t xml:space="preserve">قال: يا رب إني أجد فيها امة هم الشافعون المشفوع لهم، فاجعلها امتي. قال: تلك امة أحمد </w:t>
      </w:r>
      <w:r w:rsidR="004226A8" w:rsidRPr="00326CE2">
        <w:rPr>
          <w:rStyle w:val="libFootnoteAlaemChar"/>
          <w:rtl/>
        </w:rPr>
        <w:t>صلى‌الله‌عليه‌وآله</w:t>
      </w:r>
      <w:r>
        <w:rPr>
          <w:rtl/>
        </w:rPr>
        <w:t xml:space="preserve">. قال: يا رب إني أجد فيها امة هم المسبحون المستجاب لهم، فاجعلهم امتي. قال: تلك امة أحمد </w:t>
      </w:r>
      <w:r w:rsidR="004226A8" w:rsidRPr="00326CE2">
        <w:rPr>
          <w:rStyle w:val="libFootnoteAlaemChar"/>
          <w:rtl/>
        </w:rPr>
        <w:t>صلى‌الله‌عليه‌وآله</w:t>
      </w:r>
      <w:r>
        <w:rPr>
          <w:rtl/>
        </w:rPr>
        <w:t xml:space="preserve">، </w:t>
      </w:r>
      <w:r w:rsidR="00827655">
        <w:rPr>
          <w:rtl/>
        </w:rPr>
        <w:t>=</w:t>
      </w:r>
    </w:p>
    <w:p w:rsidR="00481D79" w:rsidRDefault="00481D79" w:rsidP="00481D79">
      <w:pPr>
        <w:pStyle w:val="libNormal"/>
        <w:rPr>
          <w:rtl/>
        </w:rPr>
      </w:pPr>
      <w:r>
        <w:rPr>
          <w:rtl/>
        </w:rPr>
        <w:br w:type="page"/>
      </w:r>
    </w:p>
    <w:p w:rsidR="00481D79" w:rsidRPr="00481D79" w:rsidRDefault="00481D79" w:rsidP="00326CE2">
      <w:pPr>
        <w:pStyle w:val="libNormal"/>
        <w:rPr>
          <w:rtl/>
        </w:rPr>
      </w:pPr>
      <w:r w:rsidRPr="00481D79">
        <w:rPr>
          <w:rtl/>
        </w:rPr>
        <w:lastRenderedPageBreak/>
        <w:t xml:space="preserve">(93) وبإسناده قال: قال رسول الله </w:t>
      </w:r>
      <w:r w:rsidR="004226A8" w:rsidRPr="004226A8">
        <w:rPr>
          <w:rStyle w:val="libAlaemChar"/>
          <w:rtl/>
        </w:rPr>
        <w:t>صلى‌الله‌عليه‌وآله</w:t>
      </w:r>
      <w:r w:rsidRPr="00481D79">
        <w:rPr>
          <w:rtl/>
        </w:rPr>
        <w:t xml:space="preserve">: " لما اسري بي إلى السماء، رأيت في السماء الثالثة </w:t>
      </w:r>
      <w:r w:rsidR="00326CE2" w:rsidRPr="000B543B">
        <w:rPr>
          <w:rStyle w:val="libFootnotenumChar"/>
          <w:rFonts w:hint="cs"/>
          <w:rtl/>
        </w:rPr>
        <w:t>(1)</w:t>
      </w:r>
      <w:r w:rsidRPr="00481D79">
        <w:rPr>
          <w:rtl/>
        </w:rPr>
        <w:t xml:space="preserve"> رجلا </w:t>
      </w:r>
      <w:r w:rsidR="00326CE2" w:rsidRPr="000B543B">
        <w:rPr>
          <w:rStyle w:val="libFootnotenumChar"/>
          <w:rFonts w:hint="cs"/>
          <w:rtl/>
        </w:rPr>
        <w:t>(2)</w:t>
      </w:r>
      <w:r w:rsidRPr="00481D79">
        <w:rPr>
          <w:rtl/>
        </w:rPr>
        <w:t xml:space="preserve"> قاعدا، رجل له </w:t>
      </w:r>
      <w:r w:rsidR="00326CE2" w:rsidRPr="000B543B">
        <w:rPr>
          <w:rStyle w:val="libFootnotenumChar"/>
          <w:rFonts w:hint="cs"/>
          <w:rtl/>
        </w:rPr>
        <w:t>(3)</w:t>
      </w:r>
      <w:r w:rsidRPr="00481D79">
        <w:rPr>
          <w:rtl/>
        </w:rPr>
        <w:t xml:space="preserve"> في المشرق ورجل له </w:t>
      </w:r>
      <w:r w:rsidR="00326CE2" w:rsidRPr="000B543B">
        <w:rPr>
          <w:rStyle w:val="libFootnotenumChar"/>
          <w:rFonts w:hint="cs"/>
          <w:rtl/>
        </w:rPr>
        <w:t>(4)</w:t>
      </w:r>
      <w:r w:rsidRPr="00481D79">
        <w:rPr>
          <w:rtl/>
        </w:rPr>
        <w:t xml:space="preserve"> في المغرب، وبيده لوح ينظر [ فيه ] </w:t>
      </w:r>
      <w:r w:rsidR="00326CE2" w:rsidRPr="000B543B">
        <w:rPr>
          <w:rStyle w:val="libFootnotenumChar"/>
          <w:rFonts w:hint="cs"/>
          <w:rtl/>
        </w:rPr>
        <w:t>(5)</w:t>
      </w:r>
      <w:r w:rsidRPr="00481D79">
        <w:rPr>
          <w:rtl/>
        </w:rPr>
        <w:t xml:space="preserve"> ويحرك رأسه فقلت </w:t>
      </w:r>
      <w:r w:rsidR="00326CE2" w:rsidRPr="000B543B">
        <w:rPr>
          <w:rStyle w:val="libFootnotenumChar"/>
          <w:rFonts w:hint="cs"/>
          <w:rtl/>
        </w:rPr>
        <w:t>(6)</w:t>
      </w:r>
      <w:r w:rsidRPr="00481D79">
        <w:rPr>
          <w:rtl/>
        </w:rPr>
        <w:t xml:space="preserve">: يا جبرئيل من هذا؟ فقال: هذا ملك الموت " </w:t>
      </w:r>
      <w:r w:rsidR="00326CE2" w:rsidRPr="000B543B">
        <w:rPr>
          <w:rStyle w:val="libFootnotenumChar"/>
          <w:rFonts w:hint="cs"/>
          <w:rtl/>
        </w:rPr>
        <w:t>(7)</w:t>
      </w:r>
      <w:r w:rsidRPr="00481D79">
        <w:rPr>
          <w:rtl/>
        </w:rPr>
        <w:t>.</w:t>
      </w:r>
    </w:p>
    <w:p w:rsidR="00481D79" w:rsidRPr="00481D79" w:rsidRDefault="00481D79" w:rsidP="00326CE2">
      <w:pPr>
        <w:pStyle w:val="libNormal"/>
        <w:rPr>
          <w:rtl/>
        </w:rPr>
      </w:pPr>
      <w:r w:rsidRPr="00481D79">
        <w:rPr>
          <w:rtl/>
        </w:rPr>
        <w:t xml:space="preserve">(94) وبإسناده قال: قال رسول الله </w:t>
      </w:r>
      <w:r w:rsidR="004226A8" w:rsidRPr="004226A8">
        <w:rPr>
          <w:rStyle w:val="libAlaemChar"/>
          <w:rtl/>
        </w:rPr>
        <w:t>صلى‌الله‌عليه‌وآله</w:t>
      </w:r>
      <w:r w:rsidRPr="00481D79">
        <w:rPr>
          <w:rtl/>
        </w:rPr>
        <w:t xml:space="preserve">: " هل تدرون ما تفسير هذه الآية </w:t>
      </w:r>
      <w:r w:rsidR="00326CE2" w:rsidRPr="000B543B">
        <w:rPr>
          <w:rStyle w:val="libFootnotenumChar"/>
          <w:rFonts w:hint="cs"/>
          <w:rtl/>
        </w:rPr>
        <w:t>(8)</w:t>
      </w:r>
      <w:r w:rsidRPr="00481D79">
        <w:rPr>
          <w:rtl/>
        </w:rPr>
        <w:t xml:space="preserve">: (كلا إذا دكت الارض دكا دكا * وجاء ربك والملك صفا صفا * وجئ يومئذ..) </w:t>
      </w:r>
      <w:r w:rsidR="00326CE2" w:rsidRPr="000B543B">
        <w:rPr>
          <w:rStyle w:val="libFootnotenumChar"/>
          <w:rFonts w:hint="cs"/>
          <w:rtl/>
        </w:rPr>
        <w:t>(9)</w:t>
      </w:r>
      <w:r w:rsidRPr="00481D79">
        <w:rPr>
          <w:rtl/>
        </w:rPr>
        <w:t xml:space="preserve"> الآية؟ [ قالوا: الله ورسوله أعلم ] </w:t>
      </w:r>
      <w:r w:rsidR="00326CE2" w:rsidRPr="000B543B">
        <w:rPr>
          <w:rStyle w:val="libFootnotenumChar"/>
          <w:rFonts w:hint="cs"/>
          <w:rtl/>
        </w:rPr>
        <w:t>(10)</w:t>
      </w:r>
      <w:r w:rsidRPr="00481D79">
        <w:rPr>
          <w:rtl/>
        </w:rPr>
        <w:t xml:space="preserve">. قال: إذا كان </w:t>
      </w:r>
      <w:r w:rsidR="00326CE2" w:rsidRPr="000B543B">
        <w:rPr>
          <w:rStyle w:val="libFootnotenumChar"/>
          <w:rFonts w:hint="cs"/>
          <w:rtl/>
        </w:rPr>
        <w:t>(11)</w:t>
      </w:r>
      <w:r w:rsidRPr="00481D79">
        <w:rPr>
          <w:rtl/>
        </w:rPr>
        <w:t xml:space="preserve"> يوم القيامة تقاد جهنم بسبعين ألف زمام [ كل زمام ] </w:t>
      </w:r>
      <w:r w:rsidR="00326CE2" w:rsidRPr="000B543B">
        <w:rPr>
          <w:rStyle w:val="libFootnotenumChar"/>
          <w:rFonts w:hint="cs"/>
          <w:rtl/>
        </w:rPr>
        <w:t>(12)</w:t>
      </w:r>
      <w:r w:rsidRPr="00481D79">
        <w:rPr>
          <w:rtl/>
        </w:rPr>
        <w:t xml:space="preserve"> بيد سبعين ألف ملك فتتشرد </w:t>
      </w:r>
      <w:r w:rsidR="00326CE2" w:rsidRPr="000B543B">
        <w:rPr>
          <w:rStyle w:val="libFootnotenumChar"/>
          <w:rFonts w:hint="cs"/>
          <w:rtl/>
        </w:rPr>
        <w:t>(13)</w:t>
      </w:r>
      <w:r w:rsidRPr="000B543B">
        <w:rPr>
          <w:rStyle w:val="libFootnotenumChar"/>
          <w:rtl/>
        </w:rPr>
        <w:t xml:space="preserve"> </w:t>
      </w:r>
      <w:r w:rsidRPr="00481D79">
        <w:rPr>
          <w:rtl/>
        </w:rPr>
        <w:t xml:space="preserve">شردة لولا أن الله يحبسها </w:t>
      </w:r>
      <w:r w:rsidR="00326CE2" w:rsidRPr="000B543B">
        <w:rPr>
          <w:rStyle w:val="libFootnotenumChar"/>
          <w:rFonts w:hint="cs"/>
          <w:rtl/>
        </w:rPr>
        <w:t>(14)</w:t>
      </w:r>
      <w:r w:rsidRPr="00481D79">
        <w:rPr>
          <w:rtl/>
        </w:rPr>
        <w:t xml:space="preserve"> لاحرقت السماوات والارضين " </w:t>
      </w:r>
      <w:r w:rsidR="00326CE2" w:rsidRPr="000B543B">
        <w:rPr>
          <w:rStyle w:val="libFootnotenumChar"/>
          <w:rFonts w:hint="cs"/>
          <w:rtl/>
        </w:rPr>
        <w:t>(15)</w:t>
      </w:r>
      <w:r w:rsidRPr="00481D79">
        <w:rPr>
          <w:rtl/>
        </w:rPr>
        <w:t>.</w:t>
      </w:r>
    </w:p>
    <w:p w:rsidR="00827655" w:rsidRDefault="005B067E" w:rsidP="005B067E">
      <w:pPr>
        <w:pStyle w:val="libLine"/>
        <w:rPr>
          <w:rtl/>
        </w:rPr>
      </w:pPr>
      <w:r>
        <w:rPr>
          <w:rtl/>
        </w:rPr>
        <w:t>____________________</w:t>
      </w:r>
    </w:p>
    <w:p w:rsidR="00481D79" w:rsidRPr="00D11BDC" w:rsidRDefault="00827655" w:rsidP="00D11BDC">
      <w:pPr>
        <w:pStyle w:val="libFootnote0"/>
        <w:rPr>
          <w:rtl/>
        </w:rPr>
      </w:pPr>
      <w:r>
        <w:rPr>
          <w:rtl/>
        </w:rPr>
        <w:t>=</w:t>
      </w:r>
      <w:r w:rsidR="00481D79">
        <w:rPr>
          <w:rtl/>
        </w:rPr>
        <w:t xml:space="preserve"> ثم ذكر موسى فضائل كثيرة من خصائص هذه الامة إلى أن قال: يا رب إني أجد فيها امة إذا هم أحدهم بحسنة كتبت له حسنة، وإن عملها كتبت له عشرا فاجعلها امتي. قال: تلك أمة أحمد </w:t>
      </w:r>
      <w:r w:rsidR="004226A8" w:rsidRPr="00EF0C40">
        <w:rPr>
          <w:rStyle w:val="libFootnoteAlaemChar"/>
          <w:rtl/>
        </w:rPr>
        <w:t>صلى‌الله‌عليه‌وآله</w:t>
      </w:r>
      <w:r w:rsidR="00481D79">
        <w:rPr>
          <w:rtl/>
        </w:rPr>
        <w:t>. قال: يا رب إني أجد فيها امة إذا هم أحدهم بسيئة لم تكتب، وإذا عملها كتبت له سيئة واحدة، فاجعلها امتي. قال: تلك أمة أحمد. قال: يا رب فاجعلني من أمته. فقال: إنك لن تصل إلى ذلك. فاعطي عند ذلك خصلتين، فقال تعالى: " يا موسى إني اصطفيتك على الناس برسالاتي وبكلامي فخذ ما آتيتك وكن من الشاكرين " الاعراف: 144).</w:t>
      </w:r>
    </w:p>
    <w:p w:rsidR="000B543B" w:rsidRDefault="00481D79" w:rsidP="000B543B">
      <w:pPr>
        <w:pStyle w:val="libFootnote0"/>
        <w:rPr>
          <w:rFonts w:hint="cs"/>
          <w:rtl/>
        </w:rPr>
      </w:pPr>
      <w:r>
        <w:rPr>
          <w:rtl/>
        </w:rPr>
        <w:t>1</w:t>
      </w:r>
      <w:r w:rsidR="000B543B">
        <w:rPr>
          <w:rFonts w:hint="cs"/>
          <w:rtl/>
        </w:rPr>
        <w:t>-</w:t>
      </w:r>
      <w:r>
        <w:rPr>
          <w:rtl/>
        </w:rPr>
        <w:t xml:space="preserve"> ط: الثانية.</w:t>
      </w:r>
    </w:p>
    <w:p w:rsidR="00481D79" w:rsidRPr="00D11BDC" w:rsidRDefault="00481D79" w:rsidP="000B543B">
      <w:pPr>
        <w:pStyle w:val="libFootnote0"/>
        <w:rPr>
          <w:rtl/>
        </w:rPr>
      </w:pPr>
      <w:r>
        <w:rPr>
          <w:rtl/>
        </w:rPr>
        <w:t>2</w:t>
      </w:r>
      <w:r w:rsidR="000B543B">
        <w:rPr>
          <w:rFonts w:hint="cs"/>
          <w:rtl/>
        </w:rPr>
        <w:t>-</w:t>
      </w:r>
      <w:r>
        <w:rPr>
          <w:rtl/>
        </w:rPr>
        <w:t xml:space="preserve"> خ: ملكا، ج: رجلا ملكا.</w:t>
      </w:r>
    </w:p>
    <w:p w:rsidR="000B543B" w:rsidRDefault="00481D79" w:rsidP="000B543B">
      <w:pPr>
        <w:pStyle w:val="libFootnote0"/>
        <w:rPr>
          <w:rFonts w:hint="cs"/>
          <w:rtl/>
        </w:rPr>
      </w:pPr>
      <w:r>
        <w:rPr>
          <w:rtl/>
        </w:rPr>
        <w:t>3، 4</w:t>
      </w:r>
      <w:r w:rsidR="000B543B">
        <w:rPr>
          <w:rFonts w:hint="cs"/>
          <w:rtl/>
        </w:rPr>
        <w:t>-</w:t>
      </w:r>
      <w:r>
        <w:rPr>
          <w:rtl/>
        </w:rPr>
        <w:t xml:space="preserve"> ن: له رجل.</w:t>
      </w:r>
    </w:p>
    <w:p w:rsidR="00481D79" w:rsidRPr="00D11BDC" w:rsidRDefault="00481D79" w:rsidP="000B543B">
      <w:pPr>
        <w:pStyle w:val="libFootnote0"/>
        <w:rPr>
          <w:rtl/>
        </w:rPr>
      </w:pPr>
      <w:r>
        <w:rPr>
          <w:rtl/>
        </w:rPr>
        <w:t>5</w:t>
      </w:r>
      <w:r w:rsidR="000B543B">
        <w:rPr>
          <w:rFonts w:hint="cs"/>
          <w:rtl/>
        </w:rPr>
        <w:t>-</w:t>
      </w:r>
      <w:r>
        <w:rPr>
          <w:rtl/>
        </w:rPr>
        <w:t xml:space="preserve"> ليس في ج، وفي خ: إليه.</w:t>
      </w:r>
    </w:p>
    <w:p w:rsidR="000B543B" w:rsidRDefault="00481D79" w:rsidP="000B543B">
      <w:pPr>
        <w:pStyle w:val="libFootnote0"/>
        <w:rPr>
          <w:rFonts w:hint="cs"/>
          <w:rtl/>
        </w:rPr>
      </w:pPr>
      <w:r>
        <w:rPr>
          <w:rtl/>
        </w:rPr>
        <w:t>6</w:t>
      </w:r>
      <w:r w:rsidR="000B543B">
        <w:rPr>
          <w:rFonts w:hint="cs"/>
          <w:rtl/>
        </w:rPr>
        <w:t>-</w:t>
      </w:r>
      <w:r>
        <w:rPr>
          <w:rtl/>
        </w:rPr>
        <w:t xml:space="preserve"> ج: قلت.</w:t>
      </w:r>
    </w:p>
    <w:p w:rsidR="00481D79" w:rsidRPr="00D11BDC" w:rsidRDefault="00481D79" w:rsidP="000B543B">
      <w:pPr>
        <w:pStyle w:val="libFootnote0"/>
        <w:rPr>
          <w:rtl/>
        </w:rPr>
      </w:pPr>
      <w:r>
        <w:rPr>
          <w:rtl/>
        </w:rPr>
        <w:t>7</w:t>
      </w:r>
      <w:r w:rsidR="000B543B">
        <w:rPr>
          <w:rFonts w:hint="cs"/>
          <w:rtl/>
        </w:rPr>
        <w:t>-</w:t>
      </w:r>
      <w:r>
        <w:rPr>
          <w:rtl/>
        </w:rPr>
        <w:t xml:space="preserve"> عنه البحار: 59 / 252 ح 12. ورواه في عيون الاخبار: 2 / 31 ح 48 عنه البحار: 6 / 141 ح 3 وج 18 / 353 ح 64. (أخرجه الحافظ عمر بن محمد الملا في سيرته عن أبي ذر من حديث طويل، وفي آخره: فتقدمت وسلمت عليه فقال: عليك السلام يا أحمد، ما فعل ابن عمك علي؟ فقلت وهل تعرف ابن عمي عليا؟ فقال: كيف لا أعرفه وقد وكلني الله بقبض أرواح الخلائق ماخلى روحك وروح ابن عمك علي بن أبي طالب، فان الله يتوفاهما بمشيته. كذا نقله الوصابي في كتابه أسنى المطالب في مناقب علي بن أبي طالب).</w:t>
      </w:r>
    </w:p>
    <w:p w:rsidR="000B543B" w:rsidRDefault="00481D79" w:rsidP="000B543B">
      <w:pPr>
        <w:pStyle w:val="libFootnote0"/>
        <w:rPr>
          <w:rFonts w:hint="cs"/>
          <w:rtl/>
        </w:rPr>
      </w:pPr>
      <w:r>
        <w:rPr>
          <w:rtl/>
        </w:rPr>
        <w:t>8</w:t>
      </w:r>
      <w:r w:rsidR="000B543B">
        <w:rPr>
          <w:rFonts w:hint="cs"/>
          <w:rtl/>
        </w:rPr>
        <w:t>-</w:t>
      </w:r>
      <w:r>
        <w:rPr>
          <w:rtl/>
        </w:rPr>
        <w:t xml:space="preserve"> ن: قوله تعالى.</w:t>
      </w:r>
    </w:p>
    <w:p w:rsidR="00481D79" w:rsidRPr="00D11BDC" w:rsidRDefault="00481D79" w:rsidP="000B543B">
      <w:pPr>
        <w:pStyle w:val="libFootnote0"/>
        <w:rPr>
          <w:rtl/>
        </w:rPr>
      </w:pPr>
      <w:r>
        <w:rPr>
          <w:rtl/>
        </w:rPr>
        <w:t>9</w:t>
      </w:r>
      <w:r w:rsidR="000B543B">
        <w:rPr>
          <w:rFonts w:hint="cs"/>
          <w:rtl/>
        </w:rPr>
        <w:t>-</w:t>
      </w:r>
      <w:r>
        <w:rPr>
          <w:rtl/>
        </w:rPr>
        <w:t xml:space="preserve"> الفجر: 21 - 23.</w:t>
      </w:r>
    </w:p>
    <w:p w:rsidR="000B543B" w:rsidRDefault="00481D79" w:rsidP="000B543B">
      <w:pPr>
        <w:pStyle w:val="libFootnote0"/>
        <w:rPr>
          <w:rFonts w:hint="cs"/>
          <w:rtl/>
        </w:rPr>
      </w:pPr>
      <w:r>
        <w:rPr>
          <w:rtl/>
        </w:rPr>
        <w:t>10</w:t>
      </w:r>
      <w:r w:rsidR="000B543B">
        <w:rPr>
          <w:rFonts w:hint="cs"/>
          <w:rtl/>
        </w:rPr>
        <w:t>-</w:t>
      </w:r>
      <w:r>
        <w:rPr>
          <w:rtl/>
        </w:rPr>
        <w:t xml:space="preserve"> ليس في ن وبعض النسخ.</w:t>
      </w:r>
    </w:p>
    <w:p w:rsidR="00481D79" w:rsidRPr="00D11BDC" w:rsidRDefault="00481D79" w:rsidP="000B543B">
      <w:pPr>
        <w:pStyle w:val="libFootnote0"/>
        <w:rPr>
          <w:rtl/>
        </w:rPr>
      </w:pPr>
      <w:r>
        <w:rPr>
          <w:rtl/>
        </w:rPr>
        <w:t>11</w:t>
      </w:r>
      <w:r w:rsidR="000B543B">
        <w:rPr>
          <w:rFonts w:hint="cs"/>
          <w:rtl/>
        </w:rPr>
        <w:t>-</w:t>
      </w:r>
      <w:r>
        <w:rPr>
          <w:rtl/>
        </w:rPr>
        <w:t xml:space="preserve"> ط: جاء.</w:t>
      </w:r>
    </w:p>
    <w:p w:rsidR="000B543B" w:rsidRDefault="00481D79" w:rsidP="000B543B">
      <w:pPr>
        <w:pStyle w:val="libFootnote0"/>
        <w:rPr>
          <w:rFonts w:hint="cs"/>
          <w:rtl/>
        </w:rPr>
      </w:pPr>
      <w:r>
        <w:rPr>
          <w:rtl/>
        </w:rPr>
        <w:t>12</w:t>
      </w:r>
      <w:r w:rsidR="000B543B">
        <w:rPr>
          <w:rFonts w:hint="cs"/>
          <w:rtl/>
        </w:rPr>
        <w:t>-</w:t>
      </w:r>
      <w:r>
        <w:rPr>
          <w:rtl/>
        </w:rPr>
        <w:t xml:space="preserve"> ليس في ج وط ون.</w:t>
      </w:r>
    </w:p>
    <w:p w:rsidR="00481D79" w:rsidRPr="00D11BDC" w:rsidRDefault="00481D79" w:rsidP="000B543B">
      <w:pPr>
        <w:pStyle w:val="libFootnote0"/>
        <w:rPr>
          <w:rtl/>
        </w:rPr>
      </w:pPr>
      <w:r>
        <w:rPr>
          <w:rtl/>
        </w:rPr>
        <w:t>13</w:t>
      </w:r>
      <w:r w:rsidR="000B543B">
        <w:rPr>
          <w:rFonts w:hint="cs"/>
          <w:rtl/>
        </w:rPr>
        <w:t>-</w:t>
      </w:r>
      <w:r>
        <w:rPr>
          <w:rtl/>
        </w:rPr>
        <w:t xml:space="preserve"> ج وط ون وخ: فتشرد.</w:t>
      </w:r>
    </w:p>
    <w:p w:rsidR="000B543B" w:rsidRDefault="00481D79" w:rsidP="000B543B">
      <w:pPr>
        <w:pStyle w:val="libFootnote0"/>
        <w:rPr>
          <w:rFonts w:hint="cs"/>
          <w:rtl/>
        </w:rPr>
      </w:pPr>
      <w:r>
        <w:rPr>
          <w:rtl/>
        </w:rPr>
        <w:t>14</w:t>
      </w:r>
      <w:r w:rsidR="000B543B">
        <w:rPr>
          <w:rFonts w:hint="cs"/>
          <w:rtl/>
        </w:rPr>
        <w:t>-</w:t>
      </w:r>
      <w:r>
        <w:rPr>
          <w:rtl/>
        </w:rPr>
        <w:t xml:space="preserve"> ن: حبسها.</w:t>
      </w:r>
    </w:p>
    <w:p w:rsidR="00827655" w:rsidRDefault="00481D79" w:rsidP="000B543B">
      <w:pPr>
        <w:pStyle w:val="libFootnote0"/>
        <w:rPr>
          <w:rtl/>
        </w:rPr>
      </w:pPr>
      <w:r>
        <w:rPr>
          <w:rtl/>
        </w:rPr>
        <w:t>15</w:t>
      </w:r>
      <w:r w:rsidR="000B543B">
        <w:rPr>
          <w:rFonts w:hint="cs"/>
          <w:rtl/>
        </w:rPr>
        <w:t>-</w:t>
      </w:r>
      <w:r>
        <w:rPr>
          <w:rtl/>
        </w:rPr>
        <w:t xml:space="preserve"> عنه البحار: 7 / 126 ح 2 وعن أمالي الطوسي: 1 / 346 ح 24 بالاسناد رقم " 19 ". </w:t>
      </w:r>
      <w:r w:rsidR="00827655">
        <w:rPr>
          <w:rtl/>
        </w:rPr>
        <w:t>=</w:t>
      </w:r>
    </w:p>
    <w:p w:rsidR="00481D79" w:rsidRDefault="00481D79" w:rsidP="00481D79">
      <w:pPr>
        <w:pStyle w:val="libNormal"/>
        <w:rPr>
          <w:rtl/>
        </w:rPr>
      </w:pPr>
      <w:r>
        <w:rPr>
          <w:rtl/>
        </w:rPr>
        <w:br w:type="page"/>
      </w:r>
    </w:p>
    <w:p w:rsidR="00481D79" w:rsidRPr="00481D79" w:rsidRDefault="00481D79" w:rsidP="00EF0C40">
      <w:pPr>
        <w:pStyle w:val="libNormal"/>
        <w:rPr>
          <w:rtl/>
        </w:rPr>
      </w:pPr>
      <w:r w:rsidRPr="00481D79">
        <w:rPr>
          <w:rtl/>
        </w:rPr>
        <w:lastRenderedPageBreak/>
        <w:t xml:space="preserve">(95) وبإسناده قال: قال رسول الله </w:t>
      </w:r>
      <w:r w:rsidR="004226A8" w:rsidRPr="004226A8">
        <w:rPr>
          <w:rStyle w:val="libAlaemChar"/>
          <w:rtl/>
        </w:rPr>
        <w:t>صلى‌الله‌عليه‌وآله</w:t>
      </w:r>
      <w:r w:rsidRPr="00481D79">
        <w:rPr>
          <w:rtl/>
        </w:rPr>
        <w:t xml:space="preserve">: " إن الله تعالى سخر لي البراق، وهي دابة من دواب الجنة، ليست بالطويل ولا بالقصير، فلو أن الله عزوجل أذن لها لجالت الدنيا والآخرة في جرية واحدة، وهي أحسن الدواب لونا " </w:t>
      </w:r>
      <w:r w:rsidR="00EF0C40" w:rsidRPr="00EF0C40">
        <w:rPr>
          <w:rStyle w:val="libFootnotenumChar"/>
          <w:rFonts w:hint="cs"/>
          <w:rtl/>
        </w:rPr>
        <w:t>(1)</w:t>
      </w:r>
      <w:r w:rsidRPr="00481D79">
        <w:rPr>
          <w:rtl/>
        </w:rPr>
        <w:t>.</w:t>
      </w:r>
    </w:p>
    <w:p w:rsidR="00481D79" w:rsidRPr="00481D79" w:rsidRDefault="00481D79" w:rsidP="00EF0C40">
      <w:pPr>
        <w:pStyle w:val="libNormal"/>
        <w:rPr>
          <w:rtl/>
        </w:rPr>
      </w:pPr>
      <w:r w:rsidRPr="00481D79">
        <w:rPr>
          <w:rtl/>
        </w:rPr>
        <w:t xml:space="preserve">(96) وبإسناده قال: قال رسول الله </w:t>
      </w:r>
      <w:r w:rsidR="004226A8" w:rsidRPr="004226A8">
        <w:rPr>
          <w:rStyle w:val="libAlaemChar"/>
          <w:rtl/>
        </w:rPr>
        <w:t>صلى‌الله‌عليه‌وآله</w:t>
      </w:r>
      <w:r w:rsidRPr="00481D79">
        <w:rPr>
          <w:rtl/>
        </w:rPr>
        <w:t xml:space="preserve">: " إذا كان يوم القيامة يقول الله عزوجل لملك الموت: [ (ياملك) </w:t>
      </w:r>
      <w:r w:rsidR="00EF0C40" w:rsidRPr="00EF0C40">
        <w:rPr>
          <w:rStyle w:val="libFootnotenumChar"/>
          <w:rFonts w:hint="cs"/>
          <w:rtl/>
        </w:rPr>
        <w:t>(2)</w:t>
      </w:r>
      <w:r w:rsidRPr="00481D79">
        <w:rPr>
          <w:rtl/>
        </w:rPr>
        <w:t xml:space="preserve"> وعزتي وجلالي وارتفاعي في علوي </w:t>
      </w:r>
      <w:r w:rsidR="00EF0C40" w:rsidRPr="00EF0C40">
        <w:rPr>
          <w:rStyle w:val="libFootnotenumChar"/>
          <w:rFonts w:hint="cs"/>
          <w:rtl/>
        </w:rPr>
        <w:t>(3)</w:t>
      </w:r>
      <w:r w:rsidRPr="00481D79">
        <w:rPr>
          <w:rtl/>
        </w:rPr>
        <w:t xml:space="preserve"> إني ] </w:t>
      </w:r>
      <w:r w:rsidR="00EF0C40" w:rsidRPr="00EF0C40">
        <w:rPr>
          <w:rStyle w:val="libFootnotenumChar"/>
          <w:rFonts w:hint="cs"/>
          <w:rtl/>
        </w:rPr>
        <w:t>(4)</w:t>
      </w:r>
      <w:r w:rsidRPr="00481D79">
        <w:rPr>
          <w:rtl/>
        </w:rPr>
        <w:t xml:space="preserve"> لاذيقنك طعم الموت كما أذقت </w:t>
      </w:r>
      <w:r w:rsidR="00EF0C40" w:rsidRPr="00EF0C40">
        <w:rPr>
          <w:rStyle w:val="libFootnotenumChar"/>
          <w:rFonts w:hint="cs"/>
          <w:rtl/>
        </w:rPr>
        <w:t>(6)</w:t>
      </w:r>
      <w:r w:rsidRPr="00481D79">
        <w:rPr>
          <w:rtl/>
        </w:rPr>
        <w:t xml:space="preserve"> عبادي " </w:t>
      </w:r>
      <w:r w:rsidR="00EF0C40" w:rsidRPr="00EF0C40">
        <w:rPr>
          <w:rStyle w:val="libFootnotenumChar"/>
          <w:rFonts w:hint="cs"/>
          <w:rtl/>
        </w:rPr>
        <w:t>(7)</w:t>
      </w:r>
      <w:r w:rsidRPr="00481D79">
        <w:rPr>
          <w:rtl/>
        </w:rPr>
        <w:t>.</w:t>
      </w:r>
    </w:p>
    <w:p w:rsidR="00481D79" w:rsidRPr="00481D79" w:rsidRDefault="00481D79" w:rsidP="00EF0C40">
      <w:pPr>
        <w:pStyle w:val="libNormal"/>
        <w:rPr>
          <w:rtl/>
        </w:rPr>
      </w:pPr>
      <w:r w:rsidRPr="00481D79">
        <w:rPr>
          <w:rtl/>
        </w:rPr>
        <w:t xml:space="preserve">(97) وبإسناده قال: قال رسول الله </w:t>
      </w:r>
      <w:r w:rsidR="004226A8" w:rsidRPr="004226A8">
        <w:rPr>
          <w:rStyle w:val="libAlaemChar"/>
          <w:rtl/>
        </w:rPr>
        <w:t>صلى‌الله‌عليه‌وآله</w:t>
      </w:r>
      <w:r w:rsidRPr="00481D79">
        <w:rPr>
          <w:rtl/>
        </w:rPr>
        <w:t xml:space="preserve">: " اختاروا الجنة على النار، ولا تبطلوا أعمالكم فتقذفوا في النار منكسين خالدين فيها أبدا " </w:t>
      </w:r>
      <w:r w:rsidR="00EF0C40" w:rsidRPr="00EF0C40">
        <w:rPr>
          <w:rStyle w:val="libFootnotenumChar"/>
          <w:rFonts w:hint="cs"/>
          <w:rtl/>
        </w:rPr>
        <w:t>(8)</w:t>
      </w:r>
      <w:r w:rsidRPr="00481D79">
        <w:rPr>
          <w:rtl/>
        </w:rPr>
        <w:t>.</w:t>
      </w:r>
    </w:p>
    <w:p w:rsidR="00481D79" w:rsidRPr="00481D79" w:rsidRDefault="00481D79" w:rsidP="00EF0C40">
      <w:pPr>
        <w:pStyle w:val="libNormal"/>
        <w:rPr>
          <w:rtl/>
        </w:rPr>
      </w:pPr>
      <w:r w:rsidRPr="00481D79">
        <w:rPr>
          <w:rtl/>
        </w:rPr>
        <w:t xml:space="preserve">(98) وبإسناده قال: قال رسول الله </w:t>
      </w:r>
      <w:r w:rsidR="004226A8" w:rsidRPr="004226A8">
        <w:rPr>
          <w:rStyle w:val="libAlaemChar"/>
          <w:rtl/>
        </w:rPr>
        <w:t>صلى‌الله‌عليه‌وآله</w:t>
      </w:r>
      <w:r w:rsidRPr="00481D79">
        <w:rPr>
          <w:rtl/>
        </w:rPr>
        <w:t xml:space="preserve">: " تختموا بخواتيم </w:t>
      </w:r>
      <w:r w:rsidR="00EF0C40" w:rsidRPr="00EF0C40">
        <w:rPr>
          <w:rStyle w:val="libFootnotenumChar"/>
          <w:rFonts w:hint="cs"/>
          <w:rtl/>
        </w:rPr>
        <w:t>(9)</w:t>
      </w:r>
      <w:r w:rsidRPr="00481D79">
        <w:rPr>
          <w:rtl/>
        </w:rPr>
        <w:t xml:space="preserve"> العقيق، فإنه لا يصيب أحدكم غم ما دام ذلك عليه " </w:t>
      </w:r>
      <w:r w:rsidR="00EF0C40" w:rsidRPr="00EF0C40">
        <w:rPr>
          <w:rStyle w:val="libFootnotenumChar"/>
          <w:rFonts w:hint="cs"/>
          <w:rtl/>
        </w:rPr>
        <w:t>(10)</w:t>
      </w:r>
      <w:r w:rsidRPr="00481D79">
        <w:rPr>
          <w:rtl/>
        </w:rPr>
        <w:t>.</w:t>
      </w:r>
    </w:p>
    <w:p w:rsidR="00827655"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وأورده الطبري في تفسيره: 30 / 188، والقرطبي في تفسيره: 20 / 55.</w:t>
      </w:r>
    </w:p>
    <w:p w:rsidR="00481D79" w:rsidRDefault="00481D79" w:rsidP="00D11BDC">
      <w:pPr>
        <w:pStyle w:val="libFootnote0"/>
        <w:rPr>
          <w:rtl/>
        </w:rPr>
      </w:pPr>
      <w:r>
        <w:rPr>
          <w:rtl/>
        </w:rPr>
        <w:t xml:space="preserve">وأخرجه السيوطي في الدر المنثور: 6 / 349 - 350 من طريق ابن مردويه عن أبي سعيد الخدري وعن علي </w:t>
      </w:r>
      <w:r w:rsidR="004226A8" w:rsidRPr="00EF0C40">
        <w:rPr>
          <w:rStyle w:val="libFootnoteAlaemChar"/>
          <w:rtl/>
        </w:rPr>
        <w:t>عليه‌السلام</w:t>
      </w:r>
      <w:r>
        <w:rPr>
          <w:rtl/>
        </w:rPr>
        <w:t>، ومن طريق ابن وهب في كتاب الاهوال عن زيد بن أسلم، ومن طريق مسلم والترمذي وابن جرير وابن المنذر وابن أبي حاتم وابن مردويه عن ابن مسعود، ومن طريق ابن أبي شيبة وعبد بن حميد والترمذي، وعبدالله بن أحمد في زوائد المسند عن ابن مسعود.</w:t>
      </w:r>
    </w:p>
    <w:p w:rsidR="00481D79" w:rsidRDefault="00481D79" w:rsidP="00EF0C40">
      <w:pPr>
        <w:pStyle w:val="libFootnote0"/>
        <w:rPr>
          <w:rtl/>
        </w:rPr>
      </w:pPr>
      <w:r>
        <w:rPr>
          <w:rtl/>
        </w:rPr>
        <w:t>1</w:t>
      </w:r>
      <w:r w:rsidR="00EF0C40">
        <w:rPr>
          <w:rFonts w:hint="cs"/>
          <w:rtl/>
        </w:rPr>
        <w:t>-</w:t>
      </w:r>
      <w:r>
        <w:rPr>
          <w:rtl/>
        </w:rPr>
        <w:t xml:space="preserve"> رواه الصدوق في عيون الاخبار: 2 / 31 ح 49، عنه البحار: 18 / 316 ح 29.</w:t>
      </w:r>
    </w:p>
    <w:p w:rsidR="00481D79" w:rsidRDefault="00481D79" w:rsidP="00D11BDC">
      <w:pPr>
        <w:pStyle w:val="libFootnote0"/>
        <w:rPr>
          <w:rtl/>
        </w:rPr>
      </w:pPr>
      <w:r>
        <w:rPr>
          <w:rtl/>
        </w:rPr>
        <w:t>(أخرجه أحمد ومسلم والبزار والطبراني والحاكم وغيرهم بألفاظ في أوائل حديث المعراج الطويل).</w:t>
      </w:r>
    </w:p>
    <w:p w:rsidR="00EF0C40" w:rsidRDefault="00481D79" w:rsidP="00EF0C40">
      <w:pPr>
        <w:pStyle w:val="libFootnote0"/>
        <w:rPr>
          <w:rFonts w:hint="cs"/>
          <w:rtl/>
        </w:rPr>
      </w:pPr>
      <w:r>
        <w:rPr>
          <w:rtl/>
        </w:rPr>
        <w:t>2</w:t>
      </w:r>
      <w:r w:rsidR="00EF0C40">
        <w:rPr>
          <w:rFonts w:hint="cs"/>
          <w:rtl/>
        </w:rPr>
        <w:t>-</w:t>
      </w:r>
      <w:r>
        <w:rPr>
          <w:rtl/>
        </w:rPr>
        <w:t xml:space="preserve"> ليس في ن.</w:t>
      </w:r>
    </w:p>
    <w:p w:rsidR="00481D79" w:rsidRDefault="00481D79" w:rsidP="00EF0C40">
      <w:pPr>
        <w:pStyle w:val="libFootnote0"/>
        <w:rPr>
          <w:rtl/>
        </w:rPr>
      </w:pPr>
      <w:r>
        <w:rPr>
          <w:rtl/>
        </w:rPr>
        <w:t>3</w:t>
      </w:r>
      <w:r w:rsidR="00EF0C40">
        <w:rPr>
          <w:rFonts w:hint="cs"/>
          <w:rtl/>
        </w:rPr>
        <w:t>-</w:t>
      </w:r>
      <w:r>
        <w:rPr>
          <w:rtl/>
        </w:rPr>
        <w:t xml:space="preserve"> ج وخ: علو مكاني.</w:t>
      </w:r>
    </w:p>
    <w:p w:rsidR="00EF0C40" w:rsidRDefault="00481D79" w:rsidP="00EF0C40">
      <w:pPr>
        <w:pStyle w:val="libFootnote0"/>
        <w:rPr>
          <w:rFonts w:hint="cs"/>
          <w:rtl/>
        </w:rPr>
      </w:pPr>
      <w:r>
        <w:rPr>
          <w:rtl/>
        </w:rPr>
        <w:t>4</w:t>
      </w:r>
      <w:r w:rsidR="00EF0C40">
        <w:rPr>
          <w:rFonts w:hint="cs"/>
          <w:rtl/>
        </w:rPr>
        <w:t>-</w:t>
      </w:r>
      <w:r>
        <w:rPr>
          <w:rtl/>
        </w:rPr>
        <w:t xml:space="preserve"> ليس في خ.</w:t>
      </w:r>
    </w:p>
    <w:p w:rsidR="00481D79" w:rsidRDefault="00481D79" w:rsidP="00EF0C40">
      <w:pPr>
        <w:pStyle w:val="libFootnote0"/>
        <w:rPr>
          <w:rtl/>
        </w:rPr>
      </w:pPr>
      <w:r>
        <w:rPr>
          <w:rtl/>
        </w:rPr>
        <w:t>5</w:t>
      </w:r>
      <w:r w:rsidR="00EF0C40">
        <w:rPr>
          <w:rFonts w:hint="cs"/>
          <w:rtl/>
        </w:rPr>
        <w:t>-</w:t>
      </w:r>
      <w:r>
        <w:rPr>
          <w:rtl/>
        </w:rPr>
        <w:t xml:space="preserve"> ن: لاذيقك.</w:t>
      </w:r>
    </w:p>
    <w:p w:rsidR="00EF0C40" w:rsidRDefault="00481D79" w:rsidP="00EF0C40">
      <w:pPr>
        <w:pStyle w:val="libFootnote0"/>
        <w:rPr>
          <w:rFonts w:hint="cs"/>
          <w:rtl/>
        </w:rPr>
      </w:pPr>
      <w:r>
        <w:rPr>
          <w:rtl/>
        </w:rPr>
        <w:t>6</w:t>
      </w:r>
      <w:r w:rsidR="00EF0C40">
        <w:rPr>
          <w:rFonts w:hint="cs"/>
          <w:rtl/>
        </w:rPr>
        <w:t>-</w:t>
      </w:r>
      <w:r>
        <w:rPr>
          <w:rtl/>
        </w:rPr>
        <w:t xml:space="preserve"> ن: أذقته.</w:t>
      </w:r>
    </w:p>
    <w:p w:rsidR="00481D79" w:rsidRDefault="00481D79" w:rsidP="00EF0C40">
      <w:pPr>
        <w:pStyle w:val="libFootnote0"/>
        <w:rPr>
          <w:rtl/>
        </w:rPr>
      </w:pPr>
      <w:r>
        <w:rPr>
          <w:rtl/>
        </w:rPr>
        <w:t>7</w:t>
      </w:r>
      <w:r w:rsidR="00EF0C40">
        <w:rPr>
          <w:rFonts w:hint="cs"/>
          <w:rtl/>
        </w:rPr>
        <w:t>-</w:t>
      </w:r>
      <w:r>
        <w:rPr>
          <w:rtl/>
        </w:rPr>
        <w:t xml:space="preserve"> عنه البحار: 6 / 328 ح 7 وعن عيون الاخبار: 2 / 31 ح 50 وأمالي الطوسي: 1 / 346 بالاسناد رقم " 19 ".</w:t>
      </w:r>
    </w:p>
    <w:p w:rsidR="00481D79" w:rsidRDefault="00481D79" w:rsidP="00D11BDC">
      <w:pPr>
        <w:pStyle w:val="libFootnote0"/>
        <w:rPr>
          <w:rtl/>
        </w:rPr>
      </w:pPr>
      <w:r>
        <w:rPr>
          <w:rtl/>
        </w:rPr>
        <w:t>وأخرجه أيضا في البحار المذكور ص 142 ح 4 و 5 عن العيون، وأمالي الطوسي.</w:t>
      </w:r>
    </w:p>
    <w:p w:rsidR="00481D79" w:rsidRDefault="00481D79" w:rsidP="00EF0C40">
      <w:pPr>
        <w:pStyle w:val="libFootnote0"/>
        <w:rPr>
          <w:rtl/>
        </w:rPr>
      </w:pPr>
      <w:r>
        <w:rPr>
          <w:rtl/>
        </w:rPr>
        <w:t>8</w:t>
      </w:r>
      <w:r w:rsidR="00EF0C40">
        <w:rPr>
          <w:rFonts w:hint="cs"/>
          <w:rtl/>
        </w:rPr>
        <w:t>-</w:t>
      </w:r>
      <w:r>
        <w:rPr>
          <w:rtl/>
        </w:rPr>
        <w:t xml:space="preserve"> عنه البحار: 71 / 174 ح 9 وعن عيون الاخبار: 2 / 31 ح 52. وأخرجه في البحار: 77 / 120 ح 18 عن عيون الاخبار.</w:t>
      </w:r>
    </w:p>
    <w:p w:rsidR="00EF0C40" w:rsidRDefault="00481D79" w:rsidP="00EF0C40">
      <w:pPr>
        <w:pStyle w:val="libFootnote0"/>
        <w:rPr>
          <w:rFonts w:hint="cs"/>
          <w:rtl/>
        </w:rPr>
      </w:pPr>
      <w:r>
        <w:rPr>
          <w:rtl/>
        </w:rPr>
        <w:t>9</w:t>
      </w:r>
      <w:r w:rsidR="00EF0C40">
        <w:rPr>
          <w:rFonts w:hint="cs"/>
          <w:rtl/>
        </w:rPr>
        <w:t>-</w:t>
      </w:r>
      <w:r>
        <w:rPr>
          <w:rtl/>
        </w:rPr>
        <w:t xml:space="preserve"> خ: الخواتيم.</w:t>
      </w:r>
    </w:p>
    <w:p w:rsidR="00481D79" w:rsidRDefault="00481D79" w:rsidP="00EF0C40">
      <w:pPr>
        <w:pStyle w:val="libFootnote0"/>
        <w:rPr>
          <w:rtl/>
        </w:rPr>
      </w:pPr>
      <w:r>
        <w:rPr>
          <w:rtl/>
        </w:rPr>
        <w:t>10</w:t>
      </w:r>
      <w:r w:rsidR="00EF0C40">
        <w:rPr>
          <w:rFonts w:hint="cs"/>
          <w:rtl/>
        </w:rPr>
        <w:t>-</w:t>
      </w:r>
      <w:r>
        <w:rPr>
          <w:rtl/>
        </w:rPr>
        <w:t xml:space="preserve"> عنه الوسائل: 3 / 400 ح 7، وعن عيون الاخبار: 2 / 47 ح 180.</w:t>
      </w:r>
    </w:p>
    <w:p w:rsidR="00481D79" w:rsidRDefault="00481D79" w:rsidP="00D11BDC">
      <w:pPr>
        <w:pStyle w:val="libFootnote0"/>
        <w:rPr>
          <w:rtl/>
        </w:rPr>
      </w:pPr>
      <w:r>
        <w:rPr>
          <w:rtl/>
        </w:rPr>
        <w:t>ورواه أبوجعفر القمي في جامع الاحاديث: 6 حرف التاء.</w:t>
      </w:r>
    </w:p>
    <w:p w:rsidR="00481D79" w:rsidRDefault="00481D79" w:rsidP="00D11BDC">
      <w:pPr>
        <w:pStyle w:val="libFootnote0"/>
        <w:rPr>
          <w:rtl/>
        </w:rPr>
      </w:pPr>
      <w:r>
        <w:rPr>
          <w:rtl/>
        </w:rPr>
        <w:t xml:space="preserve">وأورده الطبرسي في مكارم الاخلاق: 87 مرسلا عن النبي </w:t>
      </w:r>
      <w:r w:rsidR="004226A8" w:rsidRPr="00EF0C40">
        <w:rPr>
          <w:rStyle w:val="libFootnoteAlaemChar"/>
          <w:rtl/>
        </w:rPr>
        <w:t>صلى‌الله‌عليه‌وآله</w:t>
      </w:r>
      <w:r>
        <w:rPr>
          <w:rtl/>
        </w:rPr>
        <w:t>.</w:t>
      </w:r>
    </w:p>
    <w:p w:rsidR="00481D79" w:rsidRDefault="00481D79" w:rsidP="00D11BDC">
      <w:pPr>
        <w:pStyle w:val="libFootnote0"/>
        <w:rPr>
          <w:rtl/>
        </w:rPr>
      </w:pPr>
      <w:r>
        <w:rPr>
          <w:rtl/>
        </w:rPr>
        <w:t>وأخرجه الزمخشري في ربيع الابرار: 4 / 24.</w:t>
      </w:r>
    </w:p>
    <w:p w:rsidR="00481D79" w:rsidRDefault="00481D79" w:rsidP="00481D79">
      <w:pPr>
        <w:pStyle w:val="libNormal"/>
        <w:rPr>
          <w:rtl/>
        </w:rPr>
      </w:pPr>
      <w:r>
        <w:rPr>
          <w:rtl/>
        </w:rPr>
        <w:br w:type="page"/>
      </w:r>
    </w:p>
    <w:p w:rsidR="00481D79" w:rsidRPr="00481D79" w:rsidRDefault="00481D79" w:rsidP="00EF0C40">
      <w:pPr>
        <w:pStyle w:val="libNormal"/>
        <w:rPr>
          <w:rtl/>
        </w:rPr>
      </w:pPr>
      <w:r w:rsidRPr="00481D79">
        <w:rPr>
          <w:rtl/>
        </w:rPr>
        <w:lastRenderedPageBreak/>
        <w:t xml:space="preserve">(99) وبإسناده قال: قال رسول الله </w:t>
      </w:r>
      <w:r w:rsidR="004226A8" w:rsidRPr="004226A8">
        <w:rPr>
          <w:rStyle w:val="libAlaemChar"/>
          <w:rtl/>
        </w:rPr>
        <w:t>صلى‌الله‌عليه‌وآله</w:t>
      </w:r>
      <w:r w:rsidRPr="00481D79">
        <w:rPr>
          <w:rtl/>
        </w:rPr>
        <w:t xml:space="preserve">: " اشتد [ غضب الله و ] </w:t>
      </w:r>
      <w:r w:rsidR="00EF0C40" w:rsidRPr="00EF0C40">
        <w:rPr>
          <w:rStyle w:val="libFootnotenumChar"/>
          <w:rFonts w:hint="cs"/>
          <w:rtl/>
        </w:rPr>
        <w:t>(1)</w:t>
      </w:r>
      <w:r w:rsidRPr="00481D79">
        <w:rPr>
          <w:rtl/>
        </w:rPr>
        <w:t xml:space="preserve"> غضب رسوله على من أهرق </w:t>
      </w:r>
      <w:r w:rsidR="00EF0C40" w:rsidRPr="00EF0C40">
        <w:rPr>
          <w:rStyle w:val="libFootnotenumChar"/>
          <w:rFonts w:hint="cs"/>
          <w:rtl/>
        </w:rPr>
        <w:t>(2)</w:t>
      </w:r>
      <w:r w:rsidRPr="00481D79">
        <w:rPr>
          <w:rtl/>
        </w:rPr>
        <w:t xml:space="preserve"> دم ذريتي أو آذاني </w:t>
      </w:r>
      <w:r w:rsidR="00EF0C40" w:rsidRPr="00EF0C40">
        <w:rPr>
          <w:rStyle w:val="libFootnotenumChar"/>
          <w:rFonts w:hint="cs"/>
          <w:rtl/>
        </w:rPr>
        <w:t>(3)</w:t>
      </w:r>
      <w:r w:rsidRPr="00481D79">
        <w:rPr>
          <w:rtl/>
        </w:rPr>
        <w:t xml:space="preserve"> في عترتي "</w:t>
      </w:r>
      <w:r w:rsidR="00EF0C40" w:rsidRPr="00EF0C40">
        <w:rPr>
          <w:rStyle w:val="libFootnotenumChar"/>
          <w:rFonts w:hint="cs"/>
          <w:rtl/>
        </w:rPr>
        <w:t>(4)</w:t>
      </w:r>
      <w:r w:rsidRPr="00481D79">
        <w:rPr>
          <w:rtl/>
        </w:rPr>
        <w:t>.</w:t>
      </w:r>
    </w:p>
    <w:p w:rsidR="00481D79" w:rsidRPr="00481D79" w:rsidRDefault="00481D79" w:rsidP="00EF0C40">
      <w:pPr>
        <w:pStyle w:val="libNormal"/>
        <w:rPr>
          <w:rtl/>
        </w:rPr>
      </w:pPr>
      <w:r w:rsidRPr="00481D79">
        <w:rPr>
          <w:rtl/>
        </w:rPr>
        <w:t xml:space="preserve">(100) وبإسناده قال: قال رسول الله </w:t>
      </w:r>
      <w:r w:rsidR="004226A8" w:rsidRPr="004226A8">
        <w:rPr>
          <w:rStyle w:val="libAlaemChar"/>
          <w:rtl/>
        </w:rPr>
        <w:t>صلى‌الله‌عليه‌وآله</w:t>
      </w:r>
      <w:r w:rsidRPr="00481D79">
        <w:rPr>
          <w:rtl/>
        </w:rPr>
        <w:t xml:space="preserve">: " إن الله عزوجل أمرني بحب أربعة: علي، وسلمان، وأبي ذر، والمقداد بن الاسود " </w:t>
      </w:r>
      <w:r w:rsidR="00EF0C40" w:rsidRPr="00EF0C40">
        <w:rPr>
          <w:rStyle w:val="libFootnotenumChar"/>
          <w:rFonts w:hint="cs"/>
          <w:rtl/>
        </w:rPr>
        <w:t>(5)</w:t>
      </w:r>
      <w:r w:rsidRPr="00481D79">
        <w:rPr>
          <w:rtl/>
        </w:rPr>
        <w:t>.</w:t>
      </w:r>
    </w:p>
    <w:p w:rsidR="00481D79" w:rsidRDefault="005B067E" w:rsidP="005B067E">
      <w:pPr>
        <w:pStyle w:val="libLine"/>
        <w:rPr>
          <w:rtl/>
        </w:rPr>
      </w:pPr>
      <w:r>
        <w:rPr>
          <w:rtl/>
        </w:rPr>
        <w:t>____________________</w:t>
      </w:r>
    </w:p>
    <w:p w:rsidR="00481D79" w:rsidRDefault="00481D79" w:rsidP="00EF0C40">
      <w:pPr>
        <w:pStyle w:val="libFootnote0"/>
        <w:rPr>
          <w:rtl/>
        </w:rPr>
      </w:pPr>
      <w:r>
        <w:rPr>
          <w:rtl/>
        </w:rPr>
        <w:t>1</w:t>
      </w:r>
      <w:r w:rsidR="00EF0C40">
        <w:rPr>
          <w:rFonts w:hint="cs"/>
          <w:rtl/>
        </w:rPr>
        <w:t>-</w:t>
      </w:r>
      <w:r>
        <w:rPr>
          <w:rtl/>
        </w:rPr>
        <w:t xml:space="preserve"> ليس في ج.</w:t>
      </w:r>
    </w:p>
    <w:p w:rsidR="00481D79" w:rsidRDefault="00481D79" w:rsidP="00EF0C40">
      <w:pPr>
        <w:pStyle w:val="libFootnote0"/>
        <w:rPr>
          <w:rtl/>
        </w:rPr>
      </w:pPr>
      <w:r>
        <w:rPr>
          <w:rtl/>
        </w:rPr>
        <w:t>2</w:t>
      </w:r>
      <w:r w:rsidR="00EF0C40">
        <w:rPr>
          <w:rFonts w:hint="cs"/>
          <w:rtl/>
        </w:rPr>
        <w:t>-</w:t>
      </w:r>
      <w:r>
        <w:rPr>
          <w:rtl/>
        </w:rPr>
        <w:t xml:space="preserve"> خ: أراق.</w:t>
      </w:r>
    </w:p>
    <w:p w:rsidR="00481D79" w:rsidRDefault="00481D79" w:rsidP="00EF0C40">
      <w:pPr>
        <w:pStyle w:val="libFootnote0"/>
        <w:rPr>
          <w:rtl/>
        </w:rPr>
      </w:pPr>
      <w:r>
        <w:rPr>
          <w:rtl/>
        </w:rPr>
        <w:t>3</w:t>
      </w:r>
      <w:r w:rsidR="00EF0C40">
        <w:rPr>
          <w:rFonts w:hint="cs"/>
          <w:rtl/>
        </w:rPr>
        <w:t>-</w:t>
      </w:r>
      <w:r>
        <w:rPr>
          <w:rtl/>
        </w:rPr>
        <w:t xml:space="preserve"> ط: وآذاني.</w:t>
      </w:r>
    </w:p>
    <w:p w:rsidR="00481D79" w:rsidRDefault="00481D79" w:rsidP="00EF0C40">
      <w:pPr>
        <w:pStyle w:val="libFootnote0"/>
        <w:rPr>
          <w:rtl/>
        </w:rPr>
      </w:pPr>
      <w:r>
        <w:rPr>
          <w:rtl/>
        </w:rPr>
        <w:t>4</w:t>
      </w:r>
      <w:r w:rsidR="00EF0C40">
        <w:rPr>
          <w:rFonts w:hint="cs"/>
          <w:rtl/>
        </w:rPr>
        <w:t>-</w:t>
      </w:r>
      <w:r>
        <w:rPr>
          <w:rtl/>
        </w:rPr>
        <w:t xml:space="preserve"> عنه البحار: 27 / 205 ح 9 وعن عيون الاخبار: 2 / 27 ح 11.</w:t>
      </w:r>
    </w:p>
    <w:p w:rsidR="00481D79" w:rsidRDefault="00481D79" w:rsidP="00D11BDC">
      <w:pPr>
        <w:pStyle w:val="libFootnote0"/>
        <w:rPr>
          <w:rtl/>
        </w:rPr>
      </w:pPr>
      <w:r>
        <w:rPr>
          <w:rtl/>
        </w:rPr>
        <w:t xml:space="preserve">وأخرجه محب الدين الطبري في ذخائر العقبى: 39 عن مسند الرضا </w:t>
      </w:r>
      <w:r w:rsidR="004226A8" w:rsidRPr="00EF0C40">
        <w:rPr>
          <w:rStyle w:val="libFootnoteAlaemChar"/>
          <w:rtl/>
        </w:rPr>
        <w:t>عليه‌السلام</w:t>
      </w:r>
      <w:r>
        <w:rPr>
          <w:rtl/>
        </w:rPr>
        <w:t xml:space="preserve"> باللفظ التالي: " اشتد غضب الله وغضب رسوله وغضب ملائكته على من هراق دم نبي وآذاه في عترته ".</w:t>
      </w:r>
    </w:p>
    <w:p w:rsidR="00481D79" w:rsidRDefault="00481D79" w:rsidP="00EF0C40">
      <w:pPr>
        <w:pStyle w:val="libFootnote0"/>
        <w:rPr>
          <w:rtl/>
        </w:rPr>
      </w:pPr>
      <w:r>
        <w:rPr>
          <w:rtl/>
        </w:rPr>
        <w:t>5</w:t>
      </w:r>
      <w:r w:rsidR="00EF0C40">
        <w:rPr>
          <w:rFonts w:hint="cs"/>
          <w:rtl/>
        </w:rPr>
        <w:t>-</w:t>
      </w:r>
      <w:r>
        <w:rPr>
          <w:rtl/>
        </w:rPr>
        <w:t xml:space="preserve"> عنه البحار: 22 / 326 ح 27، وعن عيون الاخبار: 2 / 32 ح 53.</w:t>
      </w:r>
    </w:p>
    <w:p w:rsidR="00481D79" w:rsidRDefault="00481D79" w:rsidP="00D11BDC">
      <w:pPr>
        <w:pStyle w:val="libFootnote0"/>
        <w:rPr>
          <w:rtl/>
        </w:rPr>
      </w:pPr>
      <w:r>
        <w:rPr>
          <w:rtl/>
        </w:rPr>
        <w:t xml:space="preserve">وبهذا اللفظ وألفاظ اخرى رواه: أحمد بن حنبل في مسنده: 5 / 351، أخرجه عنه الذهبي في سير أعلام النبلاء: 1 / 389. ورواه في فضائل الصحابة: 2 / 689 ح 1176 (طبع جامعة ام القرى في مكة) وفي فضائل أمير المؤمنين </w:t>
      </w:r>
      <w:r w:rsidR="004226A8" w:rsidRPr="00EF0C40">
        <w:rPr>
          <w:rStyle w:val="libFootnoteAlaemChar"/>
          <w:rtl/>
        </w:rPr>
        <w:t>عليه‌السلام</w:t>
      </w:r>
      <w:r>
        <w:rPr>
          <w:rtl/>
        </w:rPr>
        <w:t>: 156 ح 225. ورواه أيضا البخاري في الكنى: 31.</w:t>
      </w:r>
    </w:p>
    <w:p w:rsidR="00481D79" w:rsidRDefault="00481D79" w:rsidP="00D11BDC">
      <w:pPr>
        <w:pStyle w:val="libFootnote0"/>
        <w:rPr>
          <w:rtl/>
        </w:rPr>
      </w:pPr>
      <w:r>
        <w:rPr>
          <w:rtl/>
        </w:rPr>
        <w:t>وابن ماجة في سنن المصطفى: 1 / 53. والترمذي في صحيحه: 5 / 636، أخرجه عنه مجد الدين ابن الاثير في جامع الاصول: 9 / 427، والنابلسي في ذخائر المواريث: 1 / 113. والطبري في منتخب الذيل المذيل: 50. ورواه الحاكم في المستدرك: 3 / 130، من طريق أحمد بن حنبل والذهبي في تلخيص المستدرك المطبوع بذيل المستدرك بنفس الصفحة. وأبونعيم في حلية الاولياء: 1 / 172 وص 190. والخوارزمي في المناقب: 34.</w:t>
      </w:r>
    </w:p>
    <w:p w:rsidR="00481D79" w:rsidRDefault="00481D79" w:rsidP="00D11BDC">
      <w:pPr>
        <w:pStyle w:val="libFootnote0"/>
        <w:rPr>
          <w:rtl/>
        </w:rPr>
      </w:pPr>
      <w:r>
        <w:rPr>
          <w:rtl/>
        </w:rPr>
        <w:t>وابن عساكر في تاريخ دمشق على ما في منتخبه: 6 / 198 من طريق أحمد بن حنبل.</w:t>
      </w:r>
    </w:p>
    <w:p w:rsidR="00481D79" w:rsidRDefault="00481D79" w:rsidP="00D11BDC">
      <w:pPr>
        <w:pStyle w:val="libFootnote0"/>
        <w:rPr>
          <w:rtl/>
        </w:rPr>
      </w:pPr>
      <w:r>
        <w:rPr>
          <w:rtl/>
        </w:rPr>
        <w:t>وأخرجه عز الدين ابن الاثير في اسد الغابة: 4 / 410 من طريق الترمذي.</w:t>
      </w:r>
    </w:p>
    <w:p w:rsidR="00481D79" w:rsidRDefault="00481D79" w:rsidP="00D11BDC">
      <w:pPr>
        <w:pStyle w:val="libFootnote0"/>
        <w:rPr>
          <w:rtl/>
        </w:rPr>
      </w:pPr>
      <w:r>
        <w:rPr>
          <w:rtl/>
        </w:rPr>
        <w:t>ومحب الدين الطبري في الرياض النضرة: 2 / 213 من طريق أحمد والترمذي.</w:t>
      </w:r>
    </w:p>
    <w:p w:rsidR="00481D79" w:rsidRDefault="00481D79" w:rsidP="00D11BDC">
      <w:pPr>
        <w:pStyle w:val="libFootnote0"/>
        <w:rPr>
          <w:rtl/>
        </w:rPr>
      </w:pPr>
      <w:r>
        <w:rPr>
          <w:rtl/>
        </w:rPr>
        <w:t>والحمويني في فرائد السمطين: 1 / 294 ح 232 من طريق الترمذي.</w:t>
      </w:r>
    </w:p>
    <w:p w:rsidR="00481D79" w:rsidRDefault="00481D79" w:rsidP="00D11BDC">
      <w:pPr>
        <w:pStyle w:val="libFootnote0"/>
        <w:rPr>
          <w:rtl/>
        </w:rPr>
      </w:pPr>
      <w:r>
        <w:rPr>
          <w:rtl/>
        </w:rPr>
        <w:t>ومحمد خواجةبارسا في فصل الخطاب على ما في ينابيع المودة: 371 من طريق الترمذي جميعا بإسنادهم عن ابن بريدة، عن أبيه.</w:t>
      </w:r>
    </w:p>
    <w:p w:rsidR="00827655" w:rsidRDefault="00481D79" w:rsidP="00D11BDC">
      <w:pPr>
        <w:pStyle w:val="libFootnote0"/>
        <w:rPr>
          <w:rtl/>
        </w:rPr>
      </w:pPr>
      <w:r>
        <w:rPr>
          <w:rtl/>
        </w:rPr>
        <w:t xml:space="preserve">وأخرجه السيوطي في تاريخ الخلفاء: 65 عن صحيح الترمذي والمستدرك للحاكم، وأيضا في الجامع الصغير: 226، وابن عبدالبر في الاستيعاب: 2 / 59 وج 3 / 475 المطبوع بهامش الاصابة لابن حجر، وابن </w:t>
      </w:r>
      <w:r w:rsidR="00827655">
        <w:rPr>
          <w:rtl/>
        </w:rPr>
        <w:t>=</w:t>
      </w:r>
    </w:p>
    <w:p w:rsidR="00481D79" w:rsidRDefault="00481D79" w:rsidP="00481D79">
      <w:pPr>
        <w:pStyle w:val="libNormal"/>
        <w:rPr>
          <w:rtl/>
        </w:rPr>
      </w:pPr>
      <w:r>
        <w:rPr>
          <w:rtl/>
        </w:rPr>
        <w:br w:type="page"/>
      </w:r>
    </w:p>
    <w:p w:rsidR="00481D79" w:rsidRPr="00481D79" w:rsidRDefault="00481D79" w:rsidP="0033058A">
      <w:pPr>
        <w:pStyle w:val="libNormal"/>
        <w:rPr>
          <w:rtl/>
        </w:rPr>
      </w:pPr>
      <w:r w:rsidRPr="00481D79">
        <w:rPr>
          <w:rtl/>
        </w:rPr>
        <w:lastRenderedPageBreak/>
        <w:t xml:space="preserve">(101) وبإسناده قال: قال رسول الله </w:t>
      </w:r>
      <w:r w:rsidR="004226A8" w:rsidRPr="004226A8">
        <w:rPr>
          <w:rStyle w:val="libAlaemChar"/>
          <w:rtl/>
        </w:rPr>
        <w:t>صلى‌الله‌عليه‌وآله</w:t>
      </w:r>
      <w:r w:rsidRPr="00481D79">
        <w:rPr>
          <w:rtl/>
        </w:rPr>
        <w:t xml:space="preserve"> </w:t>
      </w:r>
      <w:r w:rsidR="0033058A" w:rsidRPr="0033058A">
        <w:rPr>
          <w:rStyle w:val="libFootnotenumChar"/>
          <w:rFonts w:hint="cs"/>
          <w:rtl/>
        </w:rPr>
        <w:t>(1)</w:t>
      </w:r>
      <w:r w:rsidRPr="00481D79">
        <w:rPr>
          <w:rtl/>
        </w:rPr>
        <w:t xml:space="preserve">: " ما ينقلب جناح طائر في الهواء إلا وعندنا فيه علم " </w:t>
      </w:r>
      <w:r w:rsidR="0033058A" w:rsidRPr="0033058A">
        <w:rPr>
          <w:rStyle w:val="libFootnotenumChar"/>
          <w:rFonts w:hint="cs"/>
          <w:rtl/>
        </w:rPr>
        <w:t>(2)</w:t>
      </w:r>
      <w:r w:rsidRPr="00481D79">
        <w:rPr>
          <w:rtl/>
        </w:rPr>
        <w:t>.</w:t>
      </w:r>
    </w:p>
    <w:p w:rsidR="00481D79" w:rsidRPr="00481D79" w:rsidRDefault="00481D79" w:rsidP="0033058A">
      <w:pPr>
        <w:pStyle w:val="libNormal"/>
        <w:rPr>
          <w:rtl/>
        </w:rPr>
      </w:pPr>
      <w:r w:rsidRPr="00481D79">
        <w:rPr>
          <w:rtl/>
        </w:rPr>
        <w:t xml:space="preserve">(102) وبإسناده قال: قال رسول الله </w:t>
      </w:r>
      <w:r w:rsidR="004226A8" w:rsidRPr="004226A8">
        <w:rPr>
          <w:rStyle w:val="libAlaemChar"/>
          <w:rtl/>
        </w:rPr>
        <w:t>صلى‌الله‌عليه‌وآله</w:t>
      </w:r>
      <w:r w:rsidRPr="00481D79">
        <w:rPr>
          <w:rtl/>
        </w:rPr>
        <w:t xml:space="preserve">: " إذا كان يوم القيامة نادى مناد [ من بطنان العرش ] </w:t>
      </w:r>
      <w:r w:rsidR="0033058A" w:rsidRPr="0033058A">
        <w:rPr>
          <w:rStyle w:val="libFootnotenumChar"/>
          <w:rFonts w:hint="cs"/>
          <w:rtl/>
        </w:rPr>
        <w:t>(3)</w:t>
      </w:r>
      <w:r w:rsidRPr="00481D79">
        <w:rPr>
          <w:rtl/>
        </w:rPr>
        <w:t xml:space="preserve"> يا معشر الخلائق </w:t>
      </w:r>
      <w:r w:rsidR="0033058A" w:rsidRPr="0033058A">
        <w:rPr>
          <w:rStyle w:val="libFootnotenumChar"/>
          <w:rFonts w:hint="cs"/>
          <w:rtl/>
        </w:rPr>
        <w:t>(4)</w:t>
      </w:r>
      <w:r w:rsidRPr="00481D79">
        <w:rPr>
          <w:rtl/>
        </w:rPr>
        <w:t xml:space="preserve"> غضوا أبصاركم حتى تجوز فاطمة ابنة </w:t>
      </w:r>
      <w:r w:rsidR="0033058A" w:rsidRPr="0033058A">
        <w:rPr>
          <w:rStyle w:val="libFootnotenumChar"/>
          <w:rFonts w:hint="cs"/>
          <w:rtl/>
        </w:rPr>
        <w:t>(5)</w:t>
      </w:r>
      <w:r w:rsidRPr="00481D79">
        <w:rPr>
          <w:rtl/>
        </w:rPr>
        <w:t xml:space="preserve"> محمد " </w:t>
      </w:r>
      <w:r w:rsidR="0033058A" w:rsidRPr="0033058A">
        <w:rPr>
          <w:rStyle w:val="libFootnotenumChar"/>
          <w:rFonts w:hint="cs"/>
          <w:rtl/>
        </w:rPr>
        <w:t>(6)</w:t>
      </w:r>
      <w:r w:rsidRPr="00481D79">
        <w:rPr>
          <w:rtl/>
        </w:rPr>
        <w:t>.</w:t>
      </w:r>
    </w:p>
    <w:p w:rsidR="00827655"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حجر الهيتمي في الصواعق المحرقة: 73 من طريق الترمذي والحاكم، والبدخشي في مفتاح النجا: 53 (مخطوط) من طريق الترمذي والحاكم، والصبان في إسعاف الراغبين: 166 المطبوع بهامش نور الابصار من طريق الترمذي والحاكم، والقندوزي في ينابيع المودة: 125 من طريق أحمد والترمذي وابن ماجة والخوارزمي، وفي ص 183 من طريق الترمذي وابن ماجة والحاكم، وفي ص 251 وص 281 من طريق الترمذي والحاكم، وابن ابي الحديد في شرح النهج: 18 / 36، والذهبي في سير أعلام النبلاء: 2 / 42 وتاريخ الاسلام: 2 / 113 وص 117، وابن حجر العسقلاني في الاصابة: 2 / 62 وج 3 / 455، وتهذيب التهذيب: 10 / 286، والميبدي في شرح ديوان أمير المؤمنين: 191 (مخطوط)، والمناوي في الكواكب الدرية: 1 / 71 والبرزنجي في مقاصد الطالب: 11، والمتقي الهندي في منتخب كنز العمال المطبوع بهامش مسند أحمد: 5 / 126 عن الترمذي والحاكم، وعبدالله الشافعي في المناقب: 20 عن كتاب الموالي والنبهاني في الفتح الكبير: 1 / 260، ومحمد بن محمد مخلوف المالكي في طبقات المالكية: 2 / 85، ومصباح الانوار: 112.</w:t>
      </w:r>
    </w:p>
    <w:p w:rsidR="00481D79" w:rsidRDefault="00481D79" w:rsidP="00D11BDC">
      <w:pPr>
        <w:pStyle w:val="libFootnote0"/>
        <w:rPr>
          <w:rtl/>
        </w:rPr>
      </w:pPr>
      <w:r>
        <w:rPr>
          <w:rtl/>
        </w:rPr>
        <w:t>أخرجه عن بعض هذه المصادر في إحقاق الحق: 6 / 200 - 208.</w:t>
      </w:r>
    </w:p>
    <w:p w:rsidR="00481D79" w:rsidRDefault="00481D79" w:rsidP="0033058A">
      <w:pPr>
        <w:pStyle w:val="libFootnote0"/>
        <w:rPr>
          <w:rtl/>
        </w:rPr>
      </w:pPr>
      <w:r>
        <w:rPr>
          <w:rtl/>
        </w:rPr>
        <w:t>1</w:t>
      </w:r>
      <w:r w:rsidR="0033058A">
        <w:rPr>
          <w:rFonts w:hint="cs"/>
          <w:rtl/>
        </w:rPr>
        <w:t>-</w:t>
      </w:r>
      <w:r>
        <w:rPr>
          <w:rtl/>
        </w:rPr>
        <w:t xml:space="preserve"> أضاف في خ: يقول الله عزوجل.</w:t>
      </w:r>
    </w:p>
    <w:p w:rsidR="00481D79" w:rsidRDefault="00481D79" w:rsidP="0033058A">
      <w:pPr>
        <w:pStyle w:val="libFootnote0"/>
        <w:rPr>
          <w:rtl/>
        </w:rPr>
      </w:pPr>
      <w:r>
        <w:rPr>
          <w:rtl/>
        </w:rPr>
        <w:t>2</w:t>
      </w:r>
      <w:r w:rsidR="0033058A">
        <w:rPr>
          <w:rFonts w:hint="cs"/>
          <w:rtl/>
        </w:rPr>
        <w:t>-</w:t>
      </w:r>
      <w:r>
        <w:rPr>
          <w:rtl/>
        </w:rPr>
        <w:t xml:space="preserve"> رواه في عيون الاخبار: 2 / 31 ح 54 وعنه البحار: 26 / 19 ح 4. وأورده في المحتضر: 114 عن الصادق </w:t>
      </w:r>
      <w:r w:rsidR="004226A8" w:rsidRPr="00A34410">
        <w:rPr>
          <w:rStyle w:val="libFootnoteAlaemChar"/>
          <w:rtl/>
        </w:rPr>
        <w:t>عليه‌السلام</w:t>
      </w:r>
      <w:r>
        <w:rPr>
          <w:rtl/>
        </w:rPr>
        <w:t>. ورواه المجلسي في البحار: 10 / 369 ح 22 بالاسناد رقم " 41 ".</w:t>
      </w:r>
    </w:p>
    <w:p w:rsidR="00481D79" w:rsidRDefault="00481D79" w:rsidP="00D11BDC">
      <w:pPr>
        <w:pStyle w:val="libFootnote0"/>
        <w:rPr>
          <w:rtl/>
        </w:rPr>
      </w:pPr>
      <w:r>
        <w:rPr>
          <w:rtl/>
        </w:rPr>
        <w:t xml:space="preserve">(أخرجه ابن منيع عن أبي الدرداء بلفظ: لقد تركنا رسول الله </w:t>
      </w:r>
      <w:r w:rsidR="004226A8" w:rsidRPr="00A34410">
        <w:rPr>
          <w:rStyle w:val="libFootnoteAlaemChar"/>
          <w:rtl/>
        </w:rPr>
        <w:t>صلى‌الله‌عليه‌وآله</w:t>
      </w:r>
      <w:r>
        <w:rPr>
          <w:rtl/>
        </w:rPr>
        <w:t xml:space="preserve"> وما ينقلب طير بجناحيه في السماء إلا ذكرنا [ لنا ظ ] منه علما).</w:t>
      </w:r>
    </w:p>
    <w:p w:rsidR="00481D79" w:rsidRDefault="00481D79" w:rsidP="0033058A">
      <w:pPr>
        <w:pStyle w:val="libFootnote0"/>
        <w:rPr>
          <w:rtl/>
        </w:rPr>
      </w:pPr>
      <w:r>
        <w:rPr>
          <w:rtl/>
        </w:rPr>
        <w:t>3</w:t>
      </w:r>
      <w:r w:rsidR="0033058A">
        <w:rPr>
          <w:rFonts w:hint="cs"/>
          <w:rtl/>
        </w:rPr>
        <w:t>-</w:t>
      </w:r>
      <w:r>
        <w:rPr>
          <w:rtl/>
        </w:rPr>
        <w:t xml:space="preserve"> من ن.</w:t>
      </w:r>
    </w:p>
    <w:p w:rsidR="00481D79" w:rsidRDefault="00481D79" w:rsidP="0033058A">
      <w:pPr>
        <w:pStyle w:val="libFootnote0"/>
        <w:rPr>
          <w:rtl/>
        </w:rPr>
      </w:pPr>
      <w:r>
        <w:rPr>
          <w:rtl/>
        </w:rPr>
        <w:t>4</w:t>
      </w:r>
      <w:r w:rsidR="0033058A">
        <w:rPr>
          <w:rFonts w:hint="cs"/>
          <w:rtl/>
        </w:rPr>
        <w:t>-</w:t>
      </w:r>
      <w:r>
        <w:rPr>
          <w:rtl/>
        </w:rPr>
        <w:t xml:space="preserve"> خ: الخلائق كلهم.</w:t>
      </w:r>
    </w:p>
    <w:p w:rsidR="00481D79" w:rsidRDefault="00481D79" w:rsidP="0033058A">
      <w:pPr>
        <w:pStyle w:val="libFootnote0"/>
        <w:rPr>
          <w:rtl/>
        </w:rPr>
      </w:pPr>
      <w:r>
        <w:rPr>
          <w:rtl/>
        </w:rPr>
        <w:t>5</w:t>
      </w:r>
      <w:r w:rsidR="0033058A">
        <w:rPr>
          <w:rFonts w:hint="cs"/>
          <w:rtl/>
        </w:rPr>
        <w:t>-</w:t>
      </w:r>
      <w:r>
        <w:rPr>
          <w:rtl/>
        </w:rPr>
        <w:t xml:space="preserve"> ط ون وج: بنت.</w:t>
      </w:r>
    </w:p>
    <w:p w:rsidR="00481D79" w:rsidRDefault="00481D79" w:rsidP="0033058A">
      <w:pPr>
        <w:pStyle w:val="libFootnote0"/>
        <w:rPr>
          <w:rtl/>
        </w:rPr>
      </w:pPr>
      <w:r>
        <w:rPr>
          <w:rtl/>
        </w:rPr>
        <w:t>6</w:t>
      </w:r>
      <w:r w:rsidR="0033058A">
        <w:rPr>
          <w:rFonts w:hint="cs"/>
          <w:rtl/>
        </w:rPr>
        <w:t>-</w:t>
      </w:r>
      <w:r>
        <w:rPr>
          <w:rtl/>
        </w:rPr>
        <w:t xml:space="preserve"> عنه البحار: 43 / 220 ح 5. ورواه الصدوق في عيون الاخبار: 2 / 32 ح 55 عنه البحار المذكور ح 4. وروي هذا الحديث عن الامام علي </w:t>
      </w:r>
      <w:r w:rsidR="004226A8" w:rsidRPr="00A34410">
        <w:rPr>
          <w:rStyle w:val="libFootnoteAlaemChar"/>
          <w:rtl/>
        </w:rPr>
        <w:t>عليه‌السلام</w:t>
      </w:r>
      <w:r>
        <w:rPr>
          <w:rtl/>
        </w:rPr>
        <w:t xml:space="preserve"> ومجموعة من الصحابة: الامام أمير المؤمنين </w:t>
      </w:r>
      <w:r w:rsidR="004226A8" w:rsidRPr="00A34410">
        <w:rPr>
          <w:rStyle w:val="libFootnoteAlaemChar"/>
          <w:rtl/>
        </w:rPr>
        <w:t>عليه‌السلام</w:t>
      </w:r>
      <w:r>
        <w:rPr>
          <w:rtl/>
        </w:rPr>
        <w:t xml:space="preserve"> روى الحديث عنه: الطبراني في المعجم الكبير: 14 (مخطوط).</w:t>
      </w:r>
    </w:p>
    <w:p w:rsidR="00827655" w:rsidRDefault="00481D79" w:rsidP="00D11BDC">
      <w:pPr>
        <w:pStyle w:val="libFootnote0"/>
        <w:rPr>
          <w:rtl/>
        </w:rPr>
      </w:pPr>
      <w:r>
        <w:rPr>
          <w:rtl/>
        </w:rPr>
        <w:t>أخرجه من طريقه: الهيثمي في مجمع الزوائد: 9 / 212، والهروي في مجمع الوسائل: 1 / 270.</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ورواه الحاكم في المستدرك: 3 / 153 وص 161، وقال: هذا حديث صحيح على شرط الشيخين.</w:t>
      </w:r>
    </w:p>
    <w:p w:rsidR="00481D79" w:rsidRDefault="00481D79" w:rsidP="00D11BDC">
      <w:pPr>
        <w:pStyle w:val="libFootnote0"/>
        <w:rPr>
          <w:rtl/>
        </w:rPr>
      </w:pPr>
      <w:r>
        <w:rPr>
          <w:rtl/>
        </w:rPr>
        <w:t>والذهيي في تلخيص المستدرك (المطبوع بهامشه)، أخرجه عنه: المتقي الهندي في كنز العمال: 13 / 93. والنبهاني في جواهر البحار: 36. والسيوطي في الخصائص الكبرى: 2 / 265.</w:t>
      </w:r>
    </w:p>
    <w:p w:rsidR="00481D79" w:rsidRDefault="00481D79" w:rsidP="00D11BDC">
      <w:pPr>
        <w:pStyle w:val="libFootnote0"/>
        <w:rPr>
          <w:rtl/>
        </w:rPr>
      </w:pPr>
      <w:r>
        <w:rPr>
          <w:rtl/>
        </w:rPr>
        <w:t>ورواه في الجامع الصغير: 108 وص 822. وفي كتابه التعقيبات.</w:t>
      </w:r>
    </w:p>
    <w:p w:rsidR="00481D79" w:rsidRDefault="00481D79" w:rsidP="00D11BDC">
      <w:pPr>
        <w:pStyle w:val="libFootnote0"/>
        <w:rPr>
          <w:rtl/>
        </w:rPr>
      </w:pPr>
      <w:r>
        <w:rPr>
          <w:rtl/>
        </w:rPr>
        <w:t>ورواه ايضا صاحب كتاب مقصد الراغب: 121 (مخطوط)، وهاشم بن محمد في مصباح الانوار: 232 (مخطوط)، وابن الاثير في اسد الغابة: 5 / 523، والگنجي في كفاية الطالب: 364، والذهبي في ميزان الاعتدال: 2 / 18 وفي ص 93 من طريق ابن أبي الخير، والهمداني في مودة القربى: 104، والزرندي في نظم درر السمطين: 182، وابن الصباغ المالكي في الفصول المهمة: 127، وبن حجر العسقلاني في لسان الميزان: 3 / 237، والكتاني في " تنزيه الشريعة المرفوعة ": 1 / 418، والنبهاني في الفتح الكبير: 1 / 151، وفي جواهر البحار: 1 / 321 من طريق أبي نعيم، والسمرقندي في بستان العارفين: 151 والشبراوي في الاتحاف: 46 وزاد في آخره: فهي أول من يكسى، والشبلنجي في نور الابصار: 51 والابياري في جالية الكدر: 195، وأخرجه البدخشي في مفتاح النجا: 102 من طريق ابن الاخضر وعبدالله الشافعي في المناقب (مخطوط) نقلا عن مناقب ابن المغازلي وفضائل السمعاني.</w:t>
      </w:r>
    </w:p>
    <w:p w:rsidR="00481D79" w:rsidRDefault="00481D79" w:rsidP="00D11BDC">
      <w:pPr>
        <w:pStyle w:val="libFootnote0"/>
        <w:rPr>
          <w:rtl/>
        </w:rPr>
      </w:pPr>
      <w:r>
        <w:rPr>
          <w:rtl/>
        </w:rPr>
        <w:t xml:space="preserve">وأخرجه الحضرمي في وسيلة المآل: 92، والقندوزي في ينابيع المودة: 182 وص 199 كلاهما من طريق أبي تمام في فوائده. وأخرجه مرسلا عنه </w:t>
      </w:r>
      <w:r w:rsidR="004226A8" w:rsidRPr="00A34410">
        <w:rPr>
          <w:rStyle w:val="libFootnoteAlaemChar"/>
          <w:rtl/>
        </w:rPr>
        <w:t>عليه‌السلام</w:t>
      </w:r>
      <w:r>
        <w:rPr>
          <w:rtl/>
        </w:rPr>
        <w:t>: 260.</w:t>
      </w:r>
    </w:p>
    <w:p w:rsidR="00481D79" w:rsidRDefault="00481D79" w:rsidP="00D11BDC">
      <w:pPr>
        <w:pStyle w:val="libFootnote0"/>
        <w:rPr>
          <w:rtl/>
        </w:rPr>
      </w:pPr>
      <w:r>
        <w:rPr>
          <w:rtl/>
        </w:rPr>
        <w:t>وأخرجه الامرتسري في أرجح المطالب: 448 من طريق الدينوري في مجالسه، وأبونعيم في الدلائل والسيوطي في الدور السافرة. أبوأيوب الانصاري روى الحديث عنه: الخوارزمي في مقتل الحسين: 1 / 55، والقرقاني في أخبار الدول: 87، والزرندي في نظم درر السمطين: 182، وابن الصباغ المالكي في الفصول المهمة: 129، والصفوري في نزهة المجالس: 2 / 226، والسكتواري في محاضرة الاوائل: 88، والنبهاني في الشرف المؤبد: 53 عن كثير من الصحابة منهم أبوأيوب، وابن الجوزي في المدهش: 129، وابن المغازلي في المناقب: 355 ح 404 و 405 والحمويني في فرائد السمطين: 2 / 49، والميرغني في الدرة اليتيمة في بعض مناقب السيدة العظيمة: 4 (مخطوط).</w:t>
      </w:r>
    </w:p>
    <w:p w:rsidR="00481D79" w:rsidRDefault="00481D79" w:rsidP="00D11BDC">
      <w:pPr>
        <w:pStyle w:val="libFootnote0"/>
        <w:rPr>
          <w:rtl/>
        </w:rPr>
      </w:pPr>
      <w:r>
        <w:rPr>
          <w:rtl/>
        </w:rPr>
        <w:t>وأخرجه من طريق أبي سعيد محمد بن علي بن عمر النقاش في فوائد العراقيين: الطبري في ذخائر العقبى: 48، والحضرمي في وسيلة المآل: 92 (مخطوط).</w:t>
      </w:r>
    </w:p>
    <w:p w:rsidR="00827655" w:rsidRDefault="00481D79" w:rsidP="00D11BDC">
      <w:pPr>
        <w:pStyle w:val="libFootnote0"/>
        <w:rPr>
          <w:rtl/>
        </w:rPr>
      </w:pPr>
      <w:r>
        <w:rPr>
          <w:rtl/>
        </w:rPr>
        <w:t xml:space="preserve">وأخرجه نقلا عن الغيلانيات: المتقي الهندي في كنز العمال: 13 / 91، وفي منتخبه: 5 / 96 (المطبوع بهامش المسند)، وابن حجر في الصواعق: 188، والبدخشي في مفتاح النجا: 102 وص 109 </w:t>
      </w:r>
      <w:r w:rsidR="00827655">
        <w:rPr>
          <w:rtl/>
        </w:rPr>
        <w:t>=</w:t>
      </w:r>
    </w:p>
    <w:p w:rsidR="00481D79" w:rsidRDefault="00481D79" w:rsidP="00481D79">
      <w:pPr>
        <w:pStyle w:val="libNormal"/>
        <w:rPr>
          <w:rtl/>
        </w:rPr>
      </w:pPr>
      <w:r>
        <w:rPr>
          <w:rtl/>
        </w:rPr>
        <w:br w:type="page"/>
      </w:r>
    </w:p>
    <w:p w:rsidR="00481D79" w:rsidRPr="00481D79" w:rsidRDefault="00481D79" w:rsidP="00A34410">
      <w:pPr>
        <w:pStyle w:val="libNormal"/>
        <w:rPr>
          <w:rtl/>
        </w:rPr>
      </w:pPr>
      <w:r w:rsidRPr="00481D79">
        <w:rPr>
          <w:rtl/>
        </w:rPr>
        <w:lastRenderedPageBreak/>
        <w:t xml:space="preserve">(103) وبإسناده قال: قال رسول الله </w:t>
      </w:r>
      <w:r w:rsidR="004226A8" w:rsidRPr="004226A8">
        <w:rPr>
          <w:rStyle w:val="libAlaemChar"/>
          <w:rtl/>
        </w:rPr>
        <w:t>صلى‌الله‌عليه‌وآله</w:t>
      </w:r>
      <w:r w:rsidRPr="00481D79">
        <w:rPr>
          <w:rtl/>
        </w:rPr>
        <w:t>: " سيدا شباب اهل الجنة: الحسن والحسين، وأبوهما خير منهما "</w:t>
      </w:r>
      <w:r w:rsidR="00A34410" w:rsidRPr="00A34410">
        <w:rPr>
          <w:rStyle w:val="libFootnotenumChar"/>
          <w:rFonts w:hint="cs"/>
          <w:rtl/>
        </w:rPr>
        <w:t>(1)</w:t>
      </w:r>
      <w:r w:rsidRPr="00481D79">
        <w:rPr>
          <w:rtl/>
        </w:rPr>
        <w:t>.</w:t>
      </w:r>
    </w:p>
    <w:p w:rsidR="00827655"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وابن الصبان في إسعاف الراغبين: 186 (المطبوع بهامش نورالابصار)، والنبهاني في الفتح الكبير: 1 / 151.</w:t>
      </w:r>
    </w:p>
    <w:p w:rsidR="00481D79" w:rsidRDefault="00481D79" w:rsidP="00D11BDC">
      <w:pPr>
        <w:pStyle w:val="libFootnote0"/>
        <w:rPr>
          <w:rtl/>
        </w:rPr>
      </w:pPr>
      <w:r>
        <w:rPr>
          <w:rtl/>
        </w:rPr>
        <w:t>وأخرجه القندوزي في ينابيع المودة: 199 من طريق الحافظ أبوسعيد في شرف النبوة.</w:t>
      </w:r>
    </w:p>
    <w:p w:rsidR="00481D79" w:rsidRDefault="00481D79" w:rsidP="00D11BDC">
      <w:pPr>
        <w:pStyle w:val="libFootnote0"/>
        <w:rPr>
          <w:rtl/>
        </w:rPr>
      </w:pPr>
      <w:r>
        <w:rPr>
          <w:rtl/>
        </w:rPr>
        <w:t>أبوسعيد الخدري أخرج الحديث عنه: ابن حجر العسقلاني في لسان الميزان: 2 / 451 من طريق عبيد الله بن إسحاق.</w:t>
      </w:r>
    </w:p>
    <w:p w:rsidR="00481D79" w:rsidRDefault="00481D79" w:rsidP="00D11BDC">
      <w:pPr>
        <w:pStyle w:val="libFootnote0"/>
        <w:rPr>
          <w:rtl/>
        </w:rPr>
      </w:pPr>
      <w:r>
        <w:rPr>
          <w:rtl/>
        </w:rPr>
        <w:t>عبدالله بن عمر أخرج الحديث عنه: سبط ابن الجوزي في تذكرة الخواص: 320.</w:t>
      </w:r>
    </w:p>
    <w:p w:rsidR="00481D79" w:rsidRDefault="00481D79" w:rsidP="00D11BDC">
      <w:pPr>
        <w:pStyle w:val="libFootnote0"/>
        <w:rPr>
          <w:rtl/>
        </w:rPr>
      </w:pPr>
      <w:r>
        <w:rPr>
          <w:rtl/>
        </w:rPr>
        <w:t>والامر تسري في أرجح المطالب: 48 من طريق إسماعيل بن احمد.</w:t>
      </w:r>
    </w:p>
    <w:p w:rsidR="00481D79" w:rsidRDefault="00481D79" w:rsidP="00D11BDC">
      <w:pPr>
        <w:pStyle w:val="libFootnote0"/>
        <w:rPr>
          <w:rtl/>
        </w:rPr>
      </w:pPr>
      <w:r>
        <w:rPr>
          <w:rtl/>
        </w:rPr>
        <w:t>أبوهريرة روى الحديث عنه: أبونعيم الاصفهاني في دلائل النبوة: 531، عنه النبهاني في جواهر البحار: 1 / 321.</w:t>
      </w:r>
    </w:p>
    <w:p w:rsidR="00481D79" w:rsidRDefault="00481D79" w:rsidP="00D11BDC">
      <w:pPr>
        <w:pStyle w:val="libFootnote0"/>
        <w:rPr>
          <w:rtl/>
        </w:rPr>
      </w:pPr>
      <w:r>
        <w:rPr>
          <w:rtl/>
        </w:rPr>
        <w:t>وأخرجه المشخانوي في راموز الاحاديث:59، والبدخشي في مفتاح النجا:102 (مخطوط) والنبهاني في الفتح الكبير:1/ 151.</w:t>
      </w:r>
    </w:p>
    <w:p w:rsidR="00481D79" w:rsidRDefault="00481D79" w:rsidP="00D11BDC">
      <w:pPr>
        <w:pStyle w:val="libFootnote0"/>
        <w:rPr>
          <w:rtl/>
        </w:rPr>
      </w:pPr>
      <w:r>
        <w:rPr>
          <w:rtl/>
        </w:rPr>
        <w:t>وابن حجر في الصواعق: 188 من طريق أبوبكر الشافعي في الغيلانيات.</w:t>
      </w:r>
    </w:p>
    <w:p w:rsidR="00481D79" w:rsidRDefault="00481D79" w:rsidP="00D11BDC">
      <w:pPr>
        <w:pStyle w:val="libFootnote0"/>
        <w:rPr>
          <w:rtl/>
        </w:rPr>
      </w:pPr>
      <w:r>
        <w:rPr>
          <w:rtl/>
        </w:rPr>
        <w:t>عائشة روى الحديث عنها: الحافظ أبوبكر البغدادي في تاريخ بغداد: 8 / 141 و 148.</w:t>
      </w:r>
    </w:p>
    <w:p w:rsidR="00481D79" w:rsidRDefault="00481D79" w:rsidP="00D11BDC">
      <w:pPr>
        <w:pStyle w:val="libFootnote0"/>
        <w:rPr>
          <w:rtl/>
        </w:rPr>
      </w:pPr>
      <w:r>
        <w:rPr>
          <w:rtl/>
        </w:rPr>
        <w:t>وأخرجه عنه البدخشي في مفتاح النجا: 102 (مخطوط).</w:t>
      </w:r>
    </w:p>
    <w:p w:rsidR="00481D79" w:rsidRDefault="00481D79" w:rsidP="00D11BDC">
      <w:pPr>
        <w:pStyle w:val="libFootnote0"/>
        <w:rPr>
          <w:rtl/>
        </w:rPr>
      </w:pPr>
      <w:r>
        <w:rPr>
          <w:rtl/>
        </w:rPr>
        <w:t>وأخرجه محب الدين الطبري في ذخائر العقبى: 48 من طريق ابن أبي بشران.</w:t>
      </w:r>
    </w:p>
    <w:p w:rsidR="00481D79" w:rsidRDefault="00481D79" w:rsidP="00D11BDC">
      <w:pPr>
        <w:pStyle w:val="libFootnote0"/>
        <w:rPr>
          <w:rtl/>
        </w:rPr>
      </w:pPr>
      <w:r>
        <w:rPr>
          <w:rtl/>
        </w:rPr>
        <w:t>ومن هذا الطريق أخرجه المتقي الهندي في كنز العمال: 13 / 95 ومن طريق الخطيب.</w:t>
      </w:r>
    </w:p>
    <w:p w:rsidR="00481D79" w:rsidRDefault="00481D79" w:rsidP="00D11BDC">
      <w:pPr>
        <w:pStyle w:val="libFootnote0"/>
        <w:rPr>
          <w:rtl/>
        </w:rPr>
      </w:pPr>
      <w:r>
        <w:rPr>
          <w:rtl/>
        </w:rPr>
        <w:t>وأخرجه العلوي الهندي في الروض الازهر: 102 نقلا عن الخطيب.</w:t>
      </w:r>
    </w:p>
    <w:p w:rsidR="00481D79" w:rsidRDefault="00481D79" w:rsidP="00D11BDC">
      <w:pPr>
        <w:pStyle w:val="libFootnote0"/>
        <w:rPr>
          <w:rtl/>
        </w:rPr>
      </w:pPr>
      <w:r>
        <w:rPr>
          <w:rtl/>
        </w:rPr>
        <w:t>وابن حجر العسقلاني في لسان الميزان: 2 / 314 من طريق النجار.</w:t>
      </w:r>
    </w:p>
    <w:p w:rsidR="00481D79" w:rsidRDefault="00481D79" w:rsidP="00D11BDC">
      <w:pPr>
        <w:pStyle w:val="libFootnote0"/>
        <w:rPr>
          <w:rtl/>
        </w:rPr>
      </w:pPr>
      <w:r>
        <w:rPr>
          <w:rtl/>
        </w:rPr>
        <w:t>ورواه الزبيدي الحنفي في تاج العروس: 8 / 174.</w:t>
      </w:r>
    </w:p>
    <w:p w:rsidR="00481D79" w:rsidRDefault="00481D79" w:rsidP="00A34410">
      <w:pPr>
        <w:pStyle w:val="libFootnote0"/>
        <w:rPr>
          <w:rtl/>
        </w:rPr>
      </w:pPr>
      <w:r>
        <w:rPr>
          <w:rtl/>
        </w:rPr>
        <w:t>1</w:t>
      </w:r>
      <w:r w:rsidR="00A34410">
        <w:rPr>
          <w:rFonts w:hint="cs"/>
          <w:rtl/>
        </w:rPr>
        <w:t>-</w:t>
      </w:r>
      <w:r>
        <w:rPr>
          <w:rtl/>
        </w:rPr>
        <w:t xml:space="preserve"> عنه البحار: 39 / 90 ح 1 وعن عيون الاخبار: 2 / 33 ح 56 وقرب الاسناد: 53 عن ابن علوان، عن الصادق </w:t>
      </w:r>
      <w:r w:rsidR="004226A8" w:rsidRPr="00A34410">
        <w:rPr>
          <w:rStyle w:val="libFootnoteAlaemChar"/>
          <w:rtl/>
        </w:rPr>
        <w:t>عليه‌السلام</w:t>
      </w:r>
      <w:r>
        <w:rPr>
          <w:rtl/>
        </w:rPr>
        <w:t>.</w:t>
      </w:r>
    </w:p>
    <w:p w:rsidR="00481D79" w:rsidRDefault="00481D79" w:rsidP="00D11BDC">
      <w:pPr>
        <w:pStyle w:val="libFootnote0"/>
        <w:rPr>
          <w:rtl/>
        </w:rPr>
      </w:pPr>
      <w:r>
        <w:rPr>
          <w:rtl/>
        </w:rPr>
        <w:t>وأخرجه عن العيون وقرب الاسناد في البحار: 43 / 64 ح 14 وص 263 ح 18.</w:t>
      </w:r>
    </w:p>
    <w:p w:rsidR="00827655" w:rsidRDefault="00481D79" w:rsidP="00D11BDC">
      <w:pPr>
        <w:pStyle w:val="libFootnote0"/>
        <w:rPr>
          <w:rtl/>
        </w:rPr>
      </w:pPr>
      <w:r>
        <w:rPr>
          <w:rtl/>
        </w:rPr>
        <w:t>وأخرجه أيضا في مقصد الراغب: 126 من طريق السمعاني.</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وهذا الحديث من المتواتر المشهور عند الفريقين، رووه بألفاظ مختلفة وأسانيد وطرق كثيرة تنتهي إلى مجموعة من الائمة </w:t>
      </w:r>
      <w:r w:rsidR="004226A8" w:rsidRPr="00A34410">
        <w:rPr>
          <w:rStyle w:val="libFootnoteAlaemChar"/>
          <w:rtl/>
        </w:rPr>
        <w:t>عليهم‌السلام</w:t>
      </w:r>
      <w:r w:rsidR="00481D79">
        <w:rPr>
          <w:rtl/>
        </w:rPr>
        <w:t xml:space="preserve"> والصحابة والتابعين، منهم: الامام علي بن أبي طالب </w:t>
      </w:r>
      <w:r w:rsidR="004226A8" w:rsidRPr="00A34410">
        <w:rPr>
          <w:rStyle w:val="libFootnoteAlaemChar"/>
          <w:rtl/>
        </w:rPr>
        <w:t>عليه‌السلام</w:t>
      </w:r>
      <w:r w:rsidR="00481D79">
        <w:rPr>
          <w:rtl/>
        </w:rPr>
        <w:t xml:space="preserve"> روى الحديث بإسناده عنه: الطبراني في المعجم الكبير: 131 (مخطوط) بعدة طرق، وبنحو آخر على ما في إحقاق الحق: 10 / 577.</w:t>
      </w:r>
    </w:p>
    <w:p w:rsidR="00481D79" w:rsidRDefault="00481D79" w:rsidP="00D11BDC">
      <w:pPr>
        <w:pStyle w:val="libFootnote0"/>
        <w:rPr>
          <w:rtl/>
        </w:rPr>
      </w:pPr>
      <w:r>
        <w:rPr>
          <w:rtl/>
        </w:rPr>
        <w:t xml:space="preserve">وأخرجه من طريقه: الذهبي في سير أعلام النبلاء: 3 / 189، ونور الدين في مجمع الزوائد: 9 / 182 وص 183 وص 201 ورواه ابن عساكر في ترجمة الامام الحسن </w:t>
      </w:r>
      <w:r w:rsidR="004226A8" w:rsidRPr="00A34410">
        <w:rPr>
          <w:rStyle w:val="libFootnoteAlaemChar"/>
          <w:rtl/>
        </w:rPr>
        <w:t>عليه‌السلام</w:t>
      </w:r>
      <w:r>
        <w:rPr>
          <w:rtl/>
        </w:rPr>
        <w:t xml:space="preserve"> من تاريخ دمشق: 76 ح 133 وص 77 ح 134 بسندين.</w:t>
      </w:r>
    </w:p>
    <w:p w:rsidR="00481D79" w:rsidRDefault="00481D79" w:rsidP="00D11BDC">
      <w:pPr>
        <w:pStyle w:val="libFootnote0"/>
        <w:rPr>
          <w:rtl/>
        </w:rPr>
      </w:pPr>
      <w:r>
        <w:rPr>
          <w:rtl/>
        </w:rPr>
        <w:t xml:space="preserve">وفي ترجمة الامام الحسين </w:t>
      </w:r>
      <w:r w:rsidR="004226A8" w:rsidRPr="00A34410">
        <w:rPr>
          <w:rStyle w:val="libFootnoteAlaemChar"/>
          <w:rtl/>
        </w:rPr>
        <w:t>عليه‌السلام</w:t>
      </w:r>
      <w:r>
        <w:rPr>
          <w:rtl/>
        </w:rPr>
        <w:t>: 42 ح 62 و 63 و 64 بثلاثة أسانيد.</w:t>
      </w:r>
    </w:p>
    <w:p w:rsidR="00481D79" w:rsidRDefault="00481D79" w:rsidP="00D11BDC">
      <w:pPr>
        <w:pStyle w:val="libFootnote0"/>
        <w:rPr>
          <w:rtl/>
        </w:rPr>
      </w:pPr>
      <w:r>
        <w:rPr>
          <w:rtl/>
        </w:rPr>
        <w:t>وعلى مافي منتخبه: 7 / 365 من طريق ابن خالويه.</w:t>
      </w:r>
    </w:p>
    <w:p w:rsidR="00481D79" w:rsidRDefault="00481D79" w:rsidP="00D11BDC">
      <w:pPr>
        <w:pStyle w:val="libFootnote0"/>
        <w:rPr>
          <w:rtl/>
        </w:rPr>
      </w:pPr>
      <w:r>
        <w:rPr>
          <w:rtl/>
        </w:rPr>
        <w:t xml:space="preserve">وأخرجه من طريقه: ابن حجر الهيثمي في الصواعق المحرقة: 114 ح 11 عن علي </w:t>
      </w:r>
      <w:r w:rsidR="004226A8" w:rsidRPr="00A34410">
        <w:rPr>
          <w:rStyle w:val="libFootnoteAlaemChar"/>
          <w:rtl/>
        </w:rPr>
        <w:t>عليه‌السلام</w:t>
      </w:r>
      <w:r>
        <w:rPr>
          <w:rtl/>
        </w:rPr>
        <w:t xml:space="preserve"> وغيره.</w:t>
      </w:r>
    </w:p>
    <w:p w:rsidR="00481D79" w:rsidRDefault="00481D79" w:rsidP="00D11BDC">
      <w:pPr>
        <w:pStyle w:val="libFootnote0"/>
        <w:rPr>
          <w:rtl/>
        </w:rPr>
      </w:pPr>
      <w:r>
        <w:rPr>
          <w:rtl/>
        </w:rPr>
        <w:t>ورواه أبونعيم في حلية الاولياء: 4 / 140.</w:t>
      </w:r>
    </w:p>
    <w:p w:rsidR="00481D79" w:rsidRDefault="00481D79" w:rsidP="00D11BDC">
      <w:pPr>
        <w:pStyle w:val="libFootnote0"/>
        <w:rPr>
          <w:rtl/>
        </w:rPr>
      </w:pPr>
      <w:r>
        <w:rPr>
          <w:rtl/>
        </w:rPr>
        <w:t>أخرجه من طريق الطبراني وأبي نعيم: البدخشي في مفتاح النجا: 112 (مخطوط).</w:t>
      </w:r>
    </w:p>
    <w:p w:rsidR="00481D79" w:rsidRDefault="00481D79" w:rsidP="00D11BDC">
      <w:pPr>
        <w:pStyle w:val="libFootnote0"/>
        <w:rPr>
          <w:rtl/>
        </w:rPr>
      </w:pPr>
      <w:r>
        <w:rPr>
          <w:rtl/>
        </w:rPr>
        <w:t xml:space="preserve">وأخرجه المتقي الهندي في كنز العمال 13 / 97 ح 554 من طريق ابن عساكر عن علي </w:t>
      </w:r>
      <w:r w:rsidR="004226A8" w:rsidRPr="00A34410">
        <w:rPr>
          <w:rStyle w:val="libFootnoteAlaemChar"/>
          <w:rtl/>
        </w:rPr>
        <w:t>عليه‌السلام</w:t>
      </w:r>
      <w:r>
        <w:rPr>
          <w:rtl/>
        </w:rPr>
        <w:t xml:space="preserve"> وابن عمر.</w:t>
      </w:r>
    </w:p>
    <w:p w:rsidR="00481D79" w:rsidRDefault="00481D79" w:rsidP="00D11BDC">
      <w:pPr>
        <w:pStyle w:val="libFootnote0"/>
        <w:rPr>
          <w:rtl/>
        </w:rPr>
      </w:pPr>
      <w:r>
        <w:rPr>
          <w:rtl/>
        </w:rPr>
        <w:t>وص 107 ح 601 ومنتخبه: 5 / 107 (المطبوع بهامش مسند أحمد) من طريق الطبراني وأبي نعيم.</w:t>
      </w:r>
    </w:p>
    <w:p w:rsidR="00481D79" w:rsidRDefault="00481D79" w:rsidP="00D11BDC">
      <w:pPr>
        <w:pStyle w:val="libFootnote0"/>
        <w:rPr>
          <w:rtl/>
        </w:rPr>
      </w:pPr>
      <w:r>
        <w:rPr>
          <w:rtl/>
        </w:rPr>
        <w:t>وج 16 / 269 ح 638 من طريق ابن شاهين وص 281 ح 685 من طريق البزار.</w:t>
      </w:r>
    </w:p>
    <w:p w:rsidR="00481D79" w:rsidRDefault="00481D79" w:rsidP="00D11BDC">
      <w:pPr>
        <w:pStyle w:val="libFootnote0"/>
        <w:rPr>
          <w:rtl/>
        </w:rPr>
      </w:pPr>
      <w:r>
        <w:rPr>
          <w:rtl/>
        </w:rPr>
        <w:t>والخطيب البغدادي في تاريخ بغداد: 1 / 140 وج 4 / 185 وج 12 / 4.</w:t>
      </w:r>
    </w:p>
    <w:p w:rsidR="00481D79" w:rsidRDefault="00481D79" w:rsidP="00D11BDC">
      <w:pPr>
        <w:pStyle w:val="libFootnote0"/>
        <w:rPr>
          <w:rtl/>
        </w:rPr>
      </w:pPr>
      <w:r>
        <w:rPr>
          <w:rtl/>
        </w:rPr>
        <w:t>وشهاب الدين النويزي المقري في نهاية الارب: 7 / 233.</w:t>
      </w:r>
    </w:p>
    <w:p w:rsidR="00481D79" w:rsidRDefault="00481D79" w:rsidP="00D11BDC">
      <w:pPr>
        <w:pStyle w:val="libFootnote0"/>
        <w:rPr>
          <w:rtl/>
        </w:rPr>
      </w:pPr>
      <w:r>
        <w:rPr>
          <w:rtl/>
        </w:rPr>
        <w:t>والامرتسري في أرجح المطالب: 311، والنبهاني في الفتح الكبير: 1 / 19، والقندوزي في ينابيع المودة: 261.</w:t>
      </w:r>
    </w:p>
    <w:p w:rsidR="00481D79" w:rsidRDefault="00481D79" w:rsidP="00D11BDC">
      <w:pPr>
        <w:pStyle w:val="libFootnote0"/>
        <w:rPr>
          <w:rtl/>
        </w:rPr>
      </w:pPr>
      <w:r>
        <w:rPr>
          <w:rtl/>
        </w:rPr>
        <w:t>والعسقلاني في المطالب العالية: 4 / 71 ح 3993، والسيوطي في الجامع الكبير (على ما في جامع الاحاديث: 7 / 99)، وفي الثغور الباسمة في مناقب سيدتنا فاطمة: 13 عن البزار.</w:t>
      </w:r>
    </w:p>
    <w:p w:rsidR="00481D79" w:rsidRDefault="00481D79" w:rsidP="00D11BDC">
      <w:pPr>
        <w:pStyle w:val="libFootnote0"/>
        <w:rPr>
          <w:rtl/>
        </w:rPr>
      </w:pPr>
      <w:r>
        <w:rPr>
          <w:rtl/>
        </w:rPr>
        <w:t>ومحمد بن خلف بن حيان الشهير بوكيع في أخبار القضاة: 2 / 200.</w:t>
      </w:r>
    </w:p>
    <w:p w:rsidR="00481D79" w:rsidRDefault="00481D79" w:rsidP="00D11BDC">
      <w:pPr>
        <w:pStyle w:val="libFootnote0"/>
        <w:rPr>
          <w:rtl/>
        </w:rPr>
      </w:pPr>
      <w:r>
        <w:rPr>
          <w:rtl/>
        </w:rPr>
        <w:t>وأبوفلاح الحنبلي في شذرات الذهب: 1 / 85.</w:t>
      </w:r>
    </w:p>
    <w:p w:rsidR="00481D79" w:rsidRDefault="00481D79" w:rsidP="00D11BDC">
      <w:pPr>
        <w:pStyle w:val="libFootnote0"/>
        <w:rPr>
          <w:rtl/>
        </w:rPr>
      </w:pPr>
      <w:r>
        <w:rPr>
          <w:rtl/>
        </w:rPr>
        <w:t xml:space="preserve">الامام الحسين بن علي </w:t>
      </w:r>
      <w:r w:rsidR="004226A8" w:rsidRPr="00A34410">
        <w:rPr>
          <w:rStyle w:val="libFootnoteAlaemChar"/>
          <w:rtl/>
        </w:rPr>
        <w:t>عليهما‌السلام</w:t>
      </w:r>
      <w:r>
        <w:rPr>
          <w:rtl/>
        </w:rPr>
        <w:t xml:space="preserve"> أخرجه بإسناده: نور الدين الهيثمي في مجمع الزوائد: 9 / 184 من طريق الطبراني في الاوسط.</w:t>
      </w:r>
    </w:p>
    <w:p w:rsidR="00827655" w:rsidRDefault="00481D79" w:rsidP="00A34410">
      <w:pPr>
        <w:pStyle w:val="libFootnote0"/>
        <w:rPr>
          <w:rtl/>
        </w:rPr>
      </w:pPr>
      <w:r>
        <w:rPr>
          <w:rtl/>
        </w:rPr>
        <w:t>والبدخشي في مفتاح النجا: 112 (مخطوط) من طريق ابن عساكر وابن النجار.</w:t>
      </w:r>
      <w:r w:rsidR="00827655">
        <w:rPr>
          <w:rtl/>
        </w:rPr>
        <w:t>=</w:t>
      </w:r>
    </w:p>
    <w:p w:rsidR="00481D79" w:rsidRDefault="00481D79" w:rsidP="00481D79">
      <w:pPr>
        <w:pStyle w:val="libNormal"/>
        <w:rPr>
          <w:rtl/>
          <w:lang w:bidi="fa-IR"/>
        </w:rPr>
      </w:pPr>
      <w:r>
        <w:rPr>
          <w:rtl/>
          <w:lang w:bidi="fa-IR"/>
        </w:rPr>
        <w:br w:type="page"/>
      </w:r>
    </w:p>
    <w:p w:rsidR="00827655" w:rsidRDefault="005B067E" w:rsidP="005B067E">
      <w:pPr>
        <w:pStyle w:val="libLine"/>
      </w:pPr>
      <w:r>
        <w:rPr>
          <w:rtl/>
        </w:rPr>
        <w:lastRenderedPageBreak/>
        <w:t>____________________</w:t>
      </w:r>
    </w:p>
    <w:p w:rsidR="00481D79" w:rsidRDefault="00827655" w:rsidP="00D11BDC">
      <w:pPr>
        <w:pStyle w:val="libFootnote0"/>
        <w:rPr>
          <w:rtl/>
        </w:rPr>
      </w:pPr>
      <w:r>
        <w:rPr>
          <w:rtl/>
        </w:rPr>
        <w:t>=</w:t>
      </w:r>
      <w:r w:rsidR="00481D79">
        <w:rPr>
          <w:rtl/>
        </w:rPr>
        <w:t xml:space="preserve"> أبوسعيد الخدري روى الحديث بإسناده عنه: أحمد بن حنبل في مسنده بعدة طرق في: 3 / 3، 62، 64، 82.</w:t>
      </w:r>
    </w:p>
    <w:p w:rsidR="00481D79" w:rsidRDefault="00481D79" w:rsidP="00D11BDC">
      <w:pPr>
        <w:pStyle w:val="libFootnote0"/>
        <w:rPr>
          <w:rtl/>
        </w:rPr>
      </w:pPr>
      <w:r>
        <w:rPr>
          <w:rtl/>
        </w:rPr>
        <w:t>وأخرجه من طريق أحمد: سبط ابن الجوزي في تذكرة الخواص: 244 عن المسند، والذهبي في تاريخ الاسلام: 3 / 5 وص 6، وابن كثير الدمشقي في البداية والنهاية: 8 / 206، والشيخ زين الدين عبد الرؤوف في فيض القدير: 2 / 60 (من طريق أحمد وغيره).</w:t>
      </w:r>
    </w:p>
    <w:p w:rsidR="00481D79" w:rsidRDefault="00481D79" w:rsidP="00D11BDC">
      <w:pPr>
        <w:pStyle w:val="libFootnote0"/>
        <w:rPr>
          <w:rtl/>
        </w:rPr>
      </w:pPr>
      <w:r>
        <w:rPr>
          <w:rtl/>
        </w:rPr>
        <w:t xml:space="preserve">وابن عساكر في ترجمة الامام الحسن </w:t>
      </w:r>
      <w:r w:rsidR="004226A8" w:rsidRPr="00A34410">
        <w:rPr>
          <w:rStyle w:val="libFootnoteAlaemChar"/>
          <w:rtl/>
        </w:rPr>
        <w:t>عليه‌السلام</w:t>
      </w:r>
      <w:r>
        <w:rPr>
          <w:rtl/>
        </w:rPr>
        <w:t xml:space="preserve"> من تاريخ دمشق: 80 ح 139 وص 83 ح 143 بثلاثة أسانيد.</w:t>
      </w:r>
    </w:p>
    <w:p w:rsidR="00481D79" w:rsidRDefault="00481D79" w:rsidP="00D11BDC">
      <w:pPr>
        <w:pStyle w:val="libFootnote0"/>
        <w:rPr>
          <w:rtl/>
        </w:rPr>
      </w:pPr>
      <w:r>
        <w:rPr>
          <w:rtl/>
        </w:rPr>
        <w:t xml:space="preserve">وفي ترجمة الامام الحسين </w:t>
      </w:r>
      <w:r w:rsidR="004226A8" w:rsidRPr="00A34410">
        <w:rPr>
          <w:rStyle w:val="libFootnoteAlaemChar"/>
          <w:rtl/>
        </w:rPr>
        <w:t>عليه‌السلام</w:t>
      </w:r>
      <w:r>
        <w:rPr>
          <w:rtl/>
        </w:rPr>
        <w:t>: 52 - 65 ح 75 و 76 و 77 بثلاثة أسانيد.</w:t>
      </w:r>
    </w:p>
    <w:p w:rsidR="00481D79" w:rsidRDefault="00481D79" w:rsidP="00D11BDC">
      <w:pPr>
        <w:pStyle w:val="libFootnote0"/>
        <w:rPr>
          <w:rtl/>
        </w:rPr>
      </w:pPr>
      <w:r>
        <w:rPr>
          <w:rtl/>
        </w:rPr>
        <w:t>والترمذي في صحيحه: 5 / 656 باب 31 ح 3768 (كتاب المناقب) بطريقين.</w:t>
      </w:r>
    </w:p>
    <w:p w:rsidR="00481D79" w:rsidRDefault="00481D79" w:rsidP="00D11BDC">
      <w:pPr>
        <w:pStyle w:val="libFootnote0"/>
        <w:rPr>
          <w:rtl/>
        </w:rPr>
      </w:pPr>
      <w:r>
        <w:rPr>
          <w:rtl/>
        </w:rPr>
        <w:t>وأخرجه من طريقه: ابن الصباغ المالكي في الفصول المهمة: 136، والنووي في تهذيب الاسماء واللغات: 1 / 160، وابن كثير الدمشقي في البداية والنهاية: 8 / 206 والخطيب التبريزي في مشكاة المصابيح: 170، وأمان الله الدهلوي في تجهيز الجيش: 255 (مخطوط) (نقلا عن المشكاة)، وشمس الدين السخاوي في المقاصد الحسنة: 189، وابن طولون في الشذرات الذهبية في تراجم الائمة الاثنى عشرية: 66، وابن الديبغ الشيباني في تيسير الاصول: 2 / 150، والسفاريني في شرح ثلاثيات مسند أحمد: 2 / 558، والروداني في جمع الفوائد من جامع الاصول: 2 / 217، وعبد الغني النابلسي في ذخائر المواريث: 3 / 183، وعبد القادر بن عبدالكريم في سعد الشموس والاقمار: 211، والقندوزي في ينابيع المودة: 164 وعبد الحق الدهلوي في أشعة اللمعات في شرح اللمعات: 4 / 703، وعلي بن سلطان محمد القاري في مرقاة المفاتيح في شرح مشكاة المصابيح: 11 / 390.</w:t>
      </w:r>
    </w:p>
    <w:p w:rsidR="00481D79" w:rsidRDefault="00481D79" w:rsidP="00D11BDC">
      <w:pPr>
        <w:pStyle w:val="libFootnote0"/>
        <w:rPr>
          <w:rtl/>
        </w:rPr>
      </w:pPr>
      <w:r>
        <w:rPr>
          <w:rtl/>
        </w:rPr>
        <w:t>ورواه الحاكم النيشابوري في المستدرك: 3 / 166 وتبعه الذهبي في تلخيص المستدرك بهامش الصفحة: 167.</w:t>
      </w:r>
    </w:p>
    <w:p w:rsidR="00481D79" w:rsidRDefault="00481D79" w:rsidP="00D11BDC">
      <w:pPr>
        <w:pStyle w:val="libFootnote0"/>
        <w:rPr>
          <w:rtl/>
        </w:rPr>
      </w:pPr>
      <w:r>
        <w:rPr>
          <w:rtl/>
        </w:rPr>
        <w:t>أخرجه من طريق الحاكم: النبهاني في جواهر البحار: 1 / 360، والنقشبندي الخالدي في صلح الاخوان: 117، والسيوطي في الخصائص الكبرى: 2 / 265.</w:t>
      </w:r>
    </w:p>
    <w:p w:rsidR="00481D79" w:rsidRDefault="00481D79" w:rsidP="00D11BDC">
      <w:pPr>
        <w:pStyle w:val="libFootnote0"/>
        <w:rPr>
          <w:rtl/>
        </w:rPr>
      </w:pPr>
      <w:r>
        <w:rPr>
          <w:rtl/>
        </w:rPr>
        <w:t>وأخرجه من طريق الترمذي والحاكم: الهيتمي في الصواعق المحرقة: 82 ح 4، والسيوطي في تاريخ الخلفاء: 73.</w:t>
      </w:r>
    </w:p>
    <w:p w:rsidR="00481D79" w:rsidRDefault="00481D79" w:rsidP="00D11BDC">
      <w:pPr>
        <w:pStyle w:val="libFootnote0"/>
        <w:rPr>
          <w:rtl/>
        </w:rPr>
      </w:pPr>
      <w:r>
        <w:rPr>
          <w:rtl/>
        </w:rPr>
        <w:t>وأخرجه من طريق الترمذي وأحمد وابن حبان والحاكم: ابن الديبغ الشيباني في تمييز الطيب من الخبيث: 85، وابن كثير الدمشقي في البداية والنهاية: 2 / 51 من طريق أبي داود الطيالسي وغيره عن الحاكم. والنسائي في الخصائص بعدة طرق: 123 (ط. النجف).</w:t>
      </w:r>
    </w:p>
    <w:p w:rsidR="00827655" w:rsidRDefault="00481D79" w:rsidP="00D11BDC">
      <w:pPr>
        <w:pStyle w:val="libFootnote0"/>
        <w:rPr>
          <w:rtl/>
        </w:rPr>
      </w:pPr>
      <w:r>
        <w:rPr>
          <w:rtl/>
        </w:rPr>
        <w:t xml:space="preserve">أخرجه من طريق النسائي: ابن كثير الدمشقي في البداية والنهاية: 8 / 206، واللكهنوئي في مرآة المؤمنين </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في مناقب أهل بيت سيد المرسلين: 205.</w:t>
      </w:r>
    </w:p>
    <w:p w:rsidR="00481D79" w:rsidRDefault="00481D79" w:rsidP="00D11BDC">
      <w:pPr>
        <w:pStyle w:val="libFootnote0"/>
        <w:rPr>
          <w:rtl/>
        </w:rPr>
      </w:pPr>
      <w:r>
        <w:rPr>
          <w:rtl/>
        </w:rPr>
        <w:t>وأخرجه من طريق النسائي والترمذي: ولي الدين أبوزرعة العراقي في طرح التثريب: 1 / 39.</w:t>
      </w:r>
    </w:p>
    <w:p w:rsidR="00481D79" w:rsidRDefault="00481D79" w:rsidP="00D11BDC">
      <w:pPr>
        <w:pStyle w:val="libFootnote0"/>
        <w:rPr>
          <w:rtl/>
        </w:rPr>
      </w:pPr>
      <w:r>
        <w:rPr>
          <w:rtl/>
        </w:rPr>
        <w:t>والطبراني في المعجم الكبير: 31 (مخطوط) بستة طرق.</w:t>
      </w:r>
    </w:p>
    <w:p w:rsidR="00481D79" w:rsidRDefault="00481D79" w:rsidP="00D11BDC">
      <w:pPr>
        <w:pStyle w:val="libFootnote0"/>
        <w:rPr>
          <w:rtl/>
        </w:rPr>
      </w:pPr>
      <w:r>
        <w:rPr>
          <w:rtl/>
        </w:rPr>
        <w:t>أخرجه محمد أبوالهدى الصيادي في ضوء الشمس: 97 من طريق البخاري وأبي يعلى وابن حسان والطبراني والحاكم.</w:t>
      </w:r>
    </w:p>
    <w:p w:rsidR="00481D79" w:rsidRDefault="00481D79" w:rsidP="00D11BDC">
      <w:pPr>
        <w:pStyle w:val="libFootnote0"/>
        <w:rPr>
          <w:rtl/>
        </w:rPr>
      </w:pPr>
      <w:r>
        <w:rPr>
          <w:rtl/>
        </w:rPr>
        <w:t>والمتقي الهندي في كنز العمال: 13 / 100 ح 567 من طريق أحمد في مسنده وأبي يعلى والطبراني في الكبير والحاكم في المستدرك.</w:t>
      </w:r>
    </w:p>
    <w:p w:rsidR="00481D79" w:rsidRDefault="00481D79" w:rsidP="00D11BDC">
      <w:pPr>
        <w:pStyle w:val="libFootnote0"/>
        <w:rPr>
          <w:rtl/>
        </w:rPr>
      </w:pPr>
      <w:r>
        <w:rPr>
          <w:rtl/>
        </w:rPr>
        <w:t>والنبهاني في الفتح الكبير: 80 عن أحمد في مسنده وأبي يعلى وابن حبان في صحيحه والطبراني في الكبير والحاكم في المستدرك.</w:t>
      </w:r>
    </w:p>
    <w:p w:rsidR="00481D79" w:rsidRDefault="00481D79" w:rsidP="00D11BDC">
      <w:pPr>
        <w:pStyle w:val="libFootnote0"/>
        <w:rPr>
          <w:rtl/>
        </w:rPr>
      </w:pPr>
      <w:r>
        <w:rPr>
          <w:rtl/>
        </w:rPr>
        <w:t>وأبونعيم في حلية الاولياء: 5 / 71 بطريقين، وفي أخبار اصفهان: 2 / 343.</w:t>
      </w:r>
    </w:p>
    <w:p w:rsidR="00481D79" w:rsidRDefault="00481D79" w:rsidP="00D11BDC">
      <w:pPr>
        <w:pStyle w:val="libFootnote0"/>
        <w:rPr>
          <w:rtl/>
        </w:rPr>
      </w:pPr>
      <w:r>
        <w:rPr>
          <w:rtl/>
        </w:rPr>
        <w:t>وأورده من طريق أبي نعيم: الذهبي في تاريخ الاسلام: 4 / 144، ويعقوب بن سفيان البسوي في المعرفة والتاريخ: 644.</w:t>
      </w:r>
    </w:p>
    <w:p w:rsidR="00481D79" w:rsidRDefault="00481D79" w:rsidP="00D11BDC">
      <w:pPr>
        <w:pStyle w:val="libFootnote0"/>
        <w:rPr>
          <w:rtl/>
        </w:rPr>
      </w:pPr>
      <w:r>
        <w:rPr>
          <w:rtl/>
        </w:rPr>
        <w:t>وأورده جماعة اخرى: أبوبكر البيهقي في الاعتقاد: 166، والطحاوي في مشكل الآثار: 2 / 393.</w:t>
      </w:r>
    </w:p>
    <w:p w:rsidR="00481D79" w:rsidRDefault="00481D79" w:rsidP="00D11BDC">
      <w:pPr>
        <w:pStyle w:val="libFootnote0"/>
        <w:rPr>
          <w:rtl/>
        </w:rPr>
      </w:pPr>
      <w:r>
        <w:rPr>
          <w:rtl/>
        </w:rPr>
        <w:t>والبغدادي في تاريخ بغداد بعدة طرق: 4 / 204 وج 9 / 231 و 232 وج 11 / 90.</w:t>
      </w:r>
    </w:p>
    <w:p w:rsidR="00481D79" w:rsidRDefault="00481D79" w:rsidP="00D11BDC">
      <w:pPr>
        <w:pStyle w:val="libFootnote0"/>
        <w:rPr>
          <w:rtl/>
        </w:rPr>
      </w:pPr>
      <w:r>
        <w:rPr>
          <w:rtl/>
        </w:rPr>
        <w:t>وابن الجوزي في صفة الصفوة: 1 / 321، والبغوي في مصابيح السنة: 207.</w:t>
      </w:r>
    </w:p>
    <w:p w:rsidR="00481D79" w:rsidRDefault="00481D79" w:rsidP="00D11BDC">
      <w:pPr>
        <w:pStyle w:val="libFootnote0"/>
        <w:rPr>
          <w:rtl/>
        </w:rPr>
      </w:pPr>
      <w:r>
        <w:rPr>
          <w:rtl/>
        </w:rPr>
        <w:t>وابن الاثير في اسد الغابة: 2 / 11، ومحي الدين الطبري في ذخائر العقبى: 129 من طريق أبوحاتم والمخلص الذهبي وغيرهما، والذهبي في سير أعلام النبلاء: 3 / 167 وص 250 وفي ميزان الاعتدال: 1 / 435 وشهاب الدين العسقلاني في تهذيب التهذيب: 3 / 358 عن طريق ابن أبي شيبة وج 2 / 297 عن أبي سعيد مرسلا.</w:t>
      </w:r>
    </w:p>
    <w:p w:rsidR="00481D79" w:rsidRDefault="00481D79" w:rsidP="00D11BDC">
      <w:pPr>
        <w:pStyle w:val="libFootnote0"/>
        <w:rPr>
          <w:rtl/>
        </w:rPr>
      </w:pPr>
      <w:r>
        <w:rPr>
          <w:rtl/>
        </w:rPr>
        <w:t>وباكثير الحضرمي في وسيلة المآل: 162 من طريق أبي حاتم والمخلص الذهبي، والگمشخانوي الخالدي في راموز الاحاديث: 202، والقندوزي في ينابيع المودة: 222 من طريق أبي حاتم والمخلص الذهبي، والشيخ منصور بن علي ناصف في التاج الجامع للاصول: 3 / 317، وسبط ابن الجوزي في سلوة الاحزان: 191.</w:t>
      </w:r>
    </w:p>
    <w:p w:rsidR="00481D79" w:rsidRDefault="00481D79" w:rsidP="00D11BDC">
      <w:pPr>
        <w:pStyle w:val="libFootnote0"/>
        <w:rPr>
          <w:rtl/>
        </w:rPr>
      </w:pPr>
      <w:r>
        <w:rPr>
          <w:rtl/>
        </w:rPr>
        <w:t>وجمال الدين الحنفي في موارد اللطافة: 15، وعلي بن سلطان محمد الهروي الحنفي في الفقه الاكبر: 145.</w:t>
      </w:r>
    </w:p>
    <w:p w:rsidR="00827655" w:rsidRDefault="00481D79" w:rsidP="00A34410">
      <w:pPr>
        <w:pStyle w:val="libFootnote0"/>
        <w:rPr>
          <w:rtl/>
        </w:rPr>
      </w:pPr>
      <w:r>
        <w:rPr>
          <w:rtl/>
        </w:rPr>
        <w:t>وتوفيق أبوعلم في أهل البيت: 273. أبوهريرة روى الحديث بإسناده عنه: الطبراني في المعجم الكبير: 131 (مخطوط) بطريقين.</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أخرجه من طريق الطبراني وابن النجار المتقي الهندي في كنز العمال: 13 / 103 ح 581.</w:t>
      </w:r>
    </w:p>
    <w:p w:rsidR="00481D79" w:rsidRDefault="00481D79" w:rsidP="00D11BDC">
      <w:pPr>
        <w:pStyle w:val="libFootnote0"/>
        <w:rPr>
          <w:rtl/>
        </w:rPr>
      </w:pPr>
      <w:r>
        <w:rPr>
          <w:rtl/>
        </w:rPr>
        <w:t>ومن طريقه أيضا السيوطي في الحبائك في أخبار الملائك: 105.</w:t>
      </w:r>
    </w:p>
    <w:p w:rsidR="00481D79" w:rsidRDefault="00481D79" w:rsidP="00D11BDC">
      <w:pPr>
        <w:pStyle w:val="libFootnote0"/>
        <w:rPr>
          <w:rtl/>
        </w:rPr>
      </w:pPr>
      <w:r>
        <w:rPr>
          <w:rtl/>
        </w:rPr>
        <w:t>وأورده: ابن عبد ربه الاندلسي في العقد الفريد: 2 / 177 وص 211.</w:t>
      </w:r>
    </w:p>
    <w:p w:rsidR="00481D79" w:rsidRDefault="00481D79" w:rsidP="00D11BDC">
      <w:pPr>
        <w:pStyle w:val="libFootnote0"/>
        <w:rPr>
          <w:rtl/>
        </w:rPr>
      </w:pPr>
      <w:r>
        <w:rPr>
          <w:rtl/>
        </w:rPr>
        <w:t>والزرندي في نظم درر السمطين: 205، والخوارزمي في مقتل الحسين: 1 / 139 عن ابن حمدان في تاريخه، والبدخشي في مفتاح النجا (مخطوط) من طريق المدائني.</w:t>
      </w:r>
    </w:p>
    <w:p w:rsidR="00481D79" w:rsidRDefault="00481D79" w:rsidP="00D11BDC">
      <w:pPr>
        <w:pStyle w:val="libFootnote0"/>
        <w:rPr>
          <w:rtl/>
        </w:rPr>
      </w:pPr>
      <w:r>
        <w:rPr>
          <w:rtl/>
        </w:rPr>
        <w:t>والبلاذري في أنساب الاشراف: 65 من طريق أبي مخنف عن أبي سعيد وأبي هريرة.</w:t>
      </w:r>
    </w:p>
    <w:p w:rsidR="00481D79" w:rsidRDefault="00481D79" w:rsidP="00D11BDC">
      <w:pPr>
        <w:pStyle w:val="libFootnote0"/>
        <w:rPr>
          <w:rtl/>
        </w:rPr>
      </w:pPr>
      <w:r>
        <w:rPr>
          <w:rtl/>
        </w:rPr>
        <w:t>وعلي بن شهاب الدين الحسيني في مودة القربى: 106.</w:t>
      </w:r>
    </w:p>
    <w:p w:rsidR="00481D79" w:rsidRDefault="00481D79" w:rsidP="00D11BDC">
      <w:pPr>
        <w:pStyle w:val="libFootnote0"/>
        <w:rPr>
          <w:rtl/>
        </w:rPr>
      </w:pPr>
      <w:r>
        <w:rPr>
          <w:rtl/>
        </w:rPr>
        <w:t>أبورمثة روى الحديث بإسناده عنه: المتقي الهندي في كنز العمال: 13 / 106 ح 596 من طريق ابن عساكر.</w:t>
      </w:r>
    </w:p>
    <w:p w:rsidR="00481D79" w:rsidRDefault="00481D79" w:rsidP="00D11BDC">
      <w:pPr>
        <w:pStyle w:val="libFootnote0"/>
        <w:rPr>
          <w:rtl/>
        </w:rPr>
      </w:pPr>
      <w:r>
        <w:rPr>
          <w:rtl/>
        </w:rPr>
        <w:t>وبنفس الطريق البدخشي في مفتاح النجا: 112 (مخطوط)، والسيوطي في الجامع الكبير (على ما في جامع الاحاديث: 3 / 764).</w:t>
      </w:r>
    </w:p>
    <w:p w:rsidR="00481D79" w:rsidRDefault="00481D79" w:rsidP="00D11BDC">
      <w:pPr>
        <w:pStyle w:val="libFootnote0"/>
        <w:rPr>
          <w:rtl/>
        </w:rPr>
      </w:pPr>
      <w:r>
        <w:rPr>
          <w:rtl/>
        </w:rPr>
        <w:t>أبوبكر روى الحديث بإسناده عنه: الخوارزمي في مقتل الحسين: 1 / 92 وأخرجه من طريق ابن السمان في الموافقة: محب الدين الطبري في ذخائر العقبى: 129، وباكثير الحضرمي في وسيلة المآل: 162.</w:t>
      </w:r>
    </w:p>
    <w:p w:rsidR="00481D79" w:rsidRDefault="00481D79" w:rsidP="00D11BDC">
      <w:pPr>
        <w:pStyle w:val="libFootnote0"/>
        <w:rPr>
          <w:rtl/>
        </w:rPr>
      </w:pPr>
      <w:r>
        <w:rPr>
          <w:rtl/>
        </w:rPr>
        <w:t>وأخرجه القلندر الهندي في الروض الازهر: 104 من طريق ابن الاخضر.</w:t>
      </w:r>
    </w:p>
    <w:p w:rsidR="00481D79" w:rsidRDefault="00481D79" w:rsidP="00D11BDC">
      <w:pPr>
        <w:pStyle w:val="libFootnote0"/>
        <w:rPr>
          <w:rtl/>
        </w:rPr>
      </w:pPr>
      <w:r>
        <w:rPr>
          <w:rtl/>
        </w:rPr>
        <w:t>أنس بن مالك أورد الحديث بإسناده عنه: المتقي الهندي في كنز العمال: 13 / 107 ح 600 من طريق الديلمي، وج 16 / 269 ح 640 من طريق أبي نعيم.</w:t>
      </w:r>
    </w:p>
    <w:p w:rsidR="00481D79" w:rsidRDefault="00481D79" w:rsidP="00D11BDC">
      <w:pPr>
        <w:pStyle w:val="libFootnote0"/>
        <w:rPr>
          <w:rtl/>
        </w:rPr>
      </w:pPr>
      <w:r>
        <w:rPr>
          <w:rtl/>
        </w:rPr>
        <w:t>وفي منتخبه: 5 / 107 (المطبوع بهامش مسند أحمد) من طريق الديلمي أيضا.</w:t>
      </w:r>
    </w:p>
    <w:p w:rsidR="00481D79" w:rsidRDefault="00481D79" w:rsidP="00D11BDC">
      <w:pPr>
        <w:pStyle w:val="libFootnote0"/>
        <w:rPr>
          <w:rtl/>
        </w:rPr>
      </w:pPr>
      <w:r>
        <w:rPr>
          <w:rtl/>
        </w:rPr>
        <w:t>والسيوطي في الجامع الكبير (على ما في جامع الاحاديث: 7 / 55) من طريق الديلمي.</w:t>
      </w:r>
    </w:p>
    <w:p w:rsidR="00481D79" w:rsidRDefault="00481D79" w:rsidP="00D11BDC">
      <w:pPr>
        <w:pStyle w:val="libFootnote0"/>
        <w:rPr>
          <w:rtl/>
        </w:rPr>
      </w:pPr>
      <w:r>
        <w:rPr>
          <w:rtl/>
        </w:rPr>
        <w:t>وأبوعبدالله محمد فتحا بن عبدالواحد في الدرة الخريدة: 39.</w:t>
      </w:r>
    </w:p>
    <w:p w:rsidR="00481D79" w:rsidRDefault="00481D79" w:rsidP="00D11BDC">
      <w:pPr>
        <w:pStyle w:val="libFootnote0"/>
        <w:rPr>
          <w:rtl/>
        </w:rPr>
      </w:pPr>
      <w:r>
        <w:rPr>
          <w:rtl/>
        </w:rPr>
        <w:t>أسامة بن زيد روى الحديث بإسناده عنه: الطبراني في المعجم الكبير: 132 (مخطوط).</w:t>
      </w:r>
    </w:p>
    <w:p w:rsidR="00827655" w:rsidRDefault="00481D79" w:rsidP="00A34410">
      <w:pPr>
        <w:pStyle w:val="libFootnote0"/>
        <w:rPr>
          <w:rtl/>
        </w:rPr>
      </w:pPr>
      <w:r>
        <w:rPr>
          <w:rtl/>
        </w:rPr>
        <w:t>وأخرجه عنه الهيثمي في مجمع الزوائد: 9 / 183 والمتقي الهندي في كنز العمال: 13 / 105 ح 592.</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البراء بن عازب أورد الحديث عنه: نور الدين الهيثمي في مجمع الزوائد: 9 / 184 من طريق الطبراني.</w:t>
      </w:r>
    </w:p>
    <w:p w:rsidR="00481D79" w:rsidRDefault="00481D79" w:rsidP="00D11BDC">
      <w:pPr>
        <w:pStyle w:val="libFootnote0"/>
        <w:rPr>
          <w:rtl/>
        </w:rPr>
      </w:pPr>
      <w:r>
        <w:rPr>
          <w:rtl/>
        </w:rPr>
        <w:t xml:space="preserve">بريدة الاسلمي رواه ابن عساكر في ترجمة الامام الحسن </w:t>
      </w:r>
      <w:r w:rsidR="004226A8" w:rsidRPr="00A34410">
        <w:rPr>
          <w:rStyle w:val="libFootnoteAlaemChar"/>
          <w:rtl/>
        </w:rPr>
        <w:t>عليه‌السلام</w:t>
      </w:r>
      <w:r>
        <w:rPr>
          <w:rtl/>
        </w:rPr>
        <w:t xml:space="preserve"> من تاريخ دمشق: 79 ح 138.</w:t>
      </w:r>
    </w:p>
    <w:p w:rsidR="00481D79" w:rsidRDefault="00481D79" w:rsidP="00D11BDC">
      <w:pPr>
        <w:pStyle w:val="libFootnote0"/>
        <w:rPr>
          <w:rtl/>
        </w:rPr>
      </w:pPr>
      <w:r>
        <w:rPr>
          <w:rtl/>
        </w:rPr>
        <w:t>جابر بن عبدالله روى الحديث بإسناده عنه: الطبراني في المعجم الكبير: 131 (مخطوط) وأخرجه من طريقه الهيثمي في مجمع الزوائد: 9 / 183، والمناوي في الجامع الازهر (على ما في جامع الاحاديث: 8 / 594).</w:t>
      </w:r>
    </w:p>
    <w:p w:rsidR="00481D79" w:rsidRDefault="00481D79" w:rsidP="00D11BDC">
      <w:pPr>
        <w:pStyle w:val="libFootnote0"/>
        <w:rPr>
          <w:rtl/>
        </w:rPr>
      </w:pPr>
      <w:r>
        <w:rPr>
          <w:rtl/>
        </w:rPr>
        <w:t>ورواه ابن عساكر في تاريخ دمشق (على ما في منتخبه: 4 / 206).</w:t>
      </w:r>
    </w:p>
    <w:p w:rsidR="00481D79" w:rsidRDefault="00481D79" w:rsidP="00D11BDC">
      <w:pPr>
        <w:pStyle w:val="libFootnote0"/>
        <w:rPr>
          <w:rtl/>
        </w:rPr>
      </w:pPr>
      <w:r>
        <w:rPr>
          <w:rtl/>
        </w:rPr>
        <w:t>وأورده باكثير الحضرمي في وسيلة المآل: 162.</w:t>
      </w:r>
    </w:p>
    <w:p w:rsidR="00481D79" w:rsidRDefault="00481D79" w:rsidP="00D11BDC">
      <w:pPr>
        <w:pStyle w:val="libFootnote0"/>
        <w:rPr>
          <w:rtl/>
        </w:rPr>
      </w:pPr>
      <w:r>
        <w:rPr>
          <w:rtl/>
        </w:rPr>
        <w:t xml:space="preserve">جهم روى الحديث بإسناده عنه: ابن عساكر في ترجمة الامام الحسن </w:t>
      </w:r>
      <w:r w:rsidR="004226A8" w:rsidRPr="00A34410">
        <w:rPr>
          <w:rStyle w:val="libFootnoteAlaemChar"/>
          <w:rtl/>
        </w:rPr>
        <w:t>عليه‌السلام</w:t>
      </w:r>
      <w:r>
        <w:rPr>
          <w:rtl/>
        </w:rPr>
        <w:t xml:space="preserve"> من تاريخ دمشق: 82 ح 142.</w:t>
      </w:r>
    </w:p>
    <w:p w:rsidR="00481D79" w:rsidRDefault="00481D79" w:rsidP="00D11BDC">
      <w:pPr>
        <w:pStyle w:val="libFootnote0"/>
        <w:rPr>
          <w:rtl/>
        </w:rPr>
      </w:pPr>
      <w:r>
        <w:rPr>
          <w:rtl/>
        </w:rPr>
        <w:t>وأخرجه من طريقه: السيوطي في الجامع الكبير (على ما في جامع الاحاديث: 2 / 636).</w:t>
      </w:r>
    </w:p>
    <w:p w:rsidR="00481D79" w:rsidRDefault="00481D79" w:rsidP="00D11BDC">
      <w:pPr>
        <w:pStyle w:val="libFootnote0"/>
        <w:rPr>
          <w:rtl/>
        </w:rPr>
      </w:pPr>
      <w:r>
        <w:rPr>
          <w:rtl/>
        </w:rPr>
        <w:t>والمتقي الهندي في كنز العمال: 16 / 273 ح 651 ومن طريق ابن منده وأبي نعيم.</w:t>
      </w:r>
    </w:p>
    <w:p w:rsidR="00481D79" w:rsidRDefault="00481D79" w:rsidP="00D11BDC">
      <w:pPr>
        <w:pStyle w:val="libFootnote0"/>
        <w:rPr>
          <w:rtl/>
        </w:rPr>
      </w:pPr>
      <w:r>
        <w:rPr>
          <w:rtl/>
        </w:rPr>
        <w:t>وأورده ابن حجر العسقلاني في الاصابة: 1 / 255 رقم 1251 عن أبي عزرة في مسنده من طريق ليث.</w:t>
      </w:r>
    </w:p>
    <w:p w:rsidR="00481D79" w:rsidRDefault="00481D79" w:rsidP="00D11BDC">
      <w:pPr>
        <w:pStyle w:val="libFootnote0"/>
        <w:rPr>
          <w:rtl/>
        </w:rPr>
      </w:pPr>
      <w:r>
        <w:rPr>
          <w:rtl/>
        </w:rPr>
        <w:t>والاسكافي في المعيار والموازنة: 151.</w:t>
      </w:r>
    </w:p>
    <w:p w:rsidR="00481D79" w:rsidRDefault="00481D79" w:rsidP="00D11BDC">
      <w:pPr>
        <w:pStyle w:val="libFootnote0"/>
        <w:rPr>
          <w:rtl/>
        </w:rPr>
      </w:pPr>
      <w:r>
        <w:rPr>
          <w:rtl/>
        </w:rPr>
        <w:t>حذيفة بن اليمان روى الحديث بإسناده عنه: أحمد بن حنبل في مسنده من طريقين: 5 / 391 وص 392.</w:t>
      </w:r>
    </w:p>
    <w:p w:rsidR="00481D79" w:rsidRDefault="00481D79" w:rsidP="00D11BDC">
      <w:pPr>
        <w:pStyle w:val="libFootnote0"/>
        <w:rPr>
          <w:rtl/>
        </w:rPr>
      </w:pPr>
      <w:r>
        <w:rPr>
          <w:rtl/>
        </w:rPr>
        <w:t>وأخرجه عنه الذهبي في تاريخ الاسلام: 6، ونور الدين المالكي في الفصول المهمة: 127.</w:t>
      </w:r>
    </w:p>
    <w:p w:rsidR="00481D79" w:rsidRDefault="00481D79" w:rsidP="00D11BDC">
      <w:pPr>
        <w:pStyle w:val="libFootnote0"/>
        <w:rPr>
          <w:rtl/>
        </w:rPr>
      </w:pPr>
      <w:r>
        <w:rPr>
          <w:rtl/>
        </w:rPr>
        <w:t>وأورده من طريق السيوطي في الاكمال عن الجامع الكبير (على ما في جامع الاحاديث: 3 / 723).</w:t>
      </w:r>
    </w:p>
    <w:p w:rsidR="00481D79" w:rsidRDefault="00481D79" w:rsidP="00D11BDC">
      <w:pPr>
        <w:pStyle w:val="libFootnote0"/>
        <w:rPr>
          <w:rtl/>
        </w:rPr>
      </w:pPr>
      <w:r>
        <w:rPr>
          <w:rtl/>
        </w:rPr>
        <w:t>ورواه الترمذي في صحيحه: 5 / 660 باب 31 ح 3781 (كتاب المناقب).</w:t>
      </w:r>
    </w:p>
    <w:p w:rsidR="00827655" w:rsidRDefault="00481D79" w:rsidP="00A34410">
      <w:pPr>
        <w:pStyle w:val="libFootnote0"/>
        <w:rPr>
          <w:rtl/>
        </w:rPr>
      </w:pPr>
      <w:r>
        <w:rPr>
          <w:rtl/>
        </w:rPr>
        <w:t>وأخرجه من طريقه: المتقي الهندي في كنز العمال: 13 / 83 ح 465.</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وابن الاثير في جامع الاصول: 10 / 82 ح 6661.</w:t>
      </w:r>
    </w:p>
    <w:p w:rsidR="00481D79" w:rsidRDefault="00481D79" w:rsidP="00D11BDC">
      <w:pPr>
        <w:pStyle w:val="libFootnote0"/>
        <w:rPr>
          <w:rtl/>
        </w:rPr>
      </w:pPr>
      <w:r>
        <w:rPr>
          <w:rtl/>
        </w:rPr>
        <w:t>وابن الديبغ الشيباني في تيسير الوصول إلى جامع الاصول: 2 / 154 نقلا عنه وابن حجر في الصواعق المحرقة: 111 فصل 2 ح 15، ومحمد صديق خان الهندي البهوبالى في حسن الاسوة: 290، والبدخشي في مفتاح النجا: 17 (مخطوط)، والقندوزي في ينابيع المودة: 165.</w:t>
      </w:r>
    </w:p>
    <w:p w:rsidR="00481D79" w:rsidRDefault="00481D79" w:rsidP="00D11BDC">
      <w:pPr>
        <w:pStyle w:val="libFootnote0"/>
        <w:rPr>
          <w:rtl/>
        </w:rPr>
      </w:pPr>
      <w:r>
        <w:rPr>
          <w:rtl/>
        </w:rPr>
        <w:t>والشفشاوني الورديفي المصري في سعد الشموس والاقمار: 203، والنبهاني في الفتح الكبير: 426 وعلي بن سلطان محمد القاري في مرقاة المفاتيح في شرح مشكاة المصابيح: 11 / 393.</w:t>
      </w:r>
    </w:p>
    <w:p w:rsidR="00481D79" w:rsidRDefault="00481D79" w:rsidP="00D11BDC">
      <w:pPr>
        <w:pStyle w:val="libFootnote0"/>
        <w:rPr>
          <w:rtl/>
        </w:rPr>
      </w:pPr>
      <w:r>
        <w:rPr>
          <w:rtl/>
        </w:rPr>
        <w:t>والخوارزمي في مقتل الحسين: 1 / 81 وص 130، ومحمد صديق أمير الملك في الادراك: 49.</w:t>
      </w:r>
    </w:p>
    <w:p w:rsidR="00481D79" w:rsidRDefault="00481D79" w:rsidP="00D11BDC">
      <w:pPr>
        <w:pStyle w:val="libFootnote0"/>
        <w:rPr>
          <w:rtl/>
        </w:rPr>
      </w:pPr>
      <w:r>
        <w:rPr>
          <w:rtl/>
        </w:rPr>
        <w:t>وأخرجه من طريق أحمد والترمذي: باكثير الحضرمي في وسيلة المآل: 161.</w:t>
      </w:r>
    </w:p>
    <w:p w:rsidR="00481D79" w:rsidRDefault="00481D79" w:rsidP="00D11BDC">
      <w:pPr>
        <w:pStyle w:val="libFootnote0"/>
        <w:rPr>
          <w:rtl/>
        </w:rPr>
      </w:pPr>
      <w:r>
        <w:rPr>
          <w:rtl/>
        </w:rPr>
        <w:t>وأخرجه من طريق أحمد والترمذي وابن حبان والنسائي: المتقي الهندي في كنز العمال: 13 / 97 ح 556.</w:t>
      </w:r>
    </w:p>
    <w:p w:rsidR="00481D79" w:rsidRDefault="00481D79" w:rsidP="00D11BDC">
      <w:pPr>
        <w:pStyle w:val="libFootnote0"/>
        <w:rPr>
          <w:rtl/>
        </w:rPr>
      </w:pPr>
      <w:r>
        <w:rPr>
          <w:rtl/>
        </w:rPr>
        <w:t>ومحب الدين الطبري في ذخائر العقبى: 129، وابن حجر في الصواعق المحرقة: 114 فصل 3 ح 12، والبدخشي في مفتاح النجا: 17، والنبهاني في الفتح الكبير: 1 / 249 ومن طريق الترمذي والنسائي: ابن كثير الدمشقي في البداية والنهاية: 3 / 206.</w:t>
      </w:r>
    </w:p>
    <w:p w:rsidR="00481D79" w:rsidRDefault="00481D79" w:rsidP="00D11BDC">
      <w:pPr>
        <w:pStyle w:val="libFootnote0"/>
        <w:rPr>
          <w:rtl/>
        </w:rPr>
      </w:pPr>
      <w:r>
        <w:rPr>
          <w:rtl/>
        </w:rPr>
        <w:t>ومن طريق أحمد والترمذي والنسائي والروياني وابن حبان والحاكم: البدخشي في مفتاح النجا: 102، والامرتسري في أرجح المطالب: 241.</w:t>
      </w:r>
    </w:p>
    <w:p w:rsidR="00481D79" w:rsidRDefault="00481D79" w:rsidP="00D11BDC">
      <w:pPr>
        <w:pStyle w:val="libFootnote0"/>
        <w:rPr>
          <w:rtl/>
        </w:rPr>
      </w:pPr>
      <w:r>
        <w:rPr>
          <w:rtl/>
        </w:rPr>
        <w:t>ومن طريق الترمذي والنسائي وابن حبان: القلندر الهندي في الروض الازهر: 200.</w:t>
      </w:r>
    </w:p>
    <w:p w:rsidR="00481D79" w:rsidRDefault="00481D79" w:rsidP="00D11BDC">
      <w:pPr>
        <w:pStyle w:val="libFootnote0"/>
        <w:rPr>
          <w:rtl/>
        </w:rPr>
      </w:pPr>
      <w:r>
        <w:rPr>
          <w:rtl/>
        </w:rPr>
        <w:t>ومن طريق الترمذي والطبراني: الهيثمي في مجمع الزوائد: 9 / 183.</w:t>
      </w:r>
    </w:p>
    <w:p w:rsidR="00481D79" w:rsidRDefault="00481D79" w:rsidP="00D11BDC">
      <w:pPr>
        <w:pStyle w:val="libFootnote0"/>
        <w:rPr>
          <w:rtl/>
        </w:rPr>
      </w:pPr>
      <w:r>
        <w:rPr>
          <w:rtl/>
        </w:rPr>
        <w:t>ومن طريق الترمذي وأحمد وأبي حاتم: القندوزي في ينابيع المودة: 222.</w:t>
      </w:r>
    </w:p>
    <w:p w:rsidR="00481D79" w:rsidRDefault="00481D79" w:rsidP="00D11BDC">
      <w:pPr>
        <w:pStyle w:val="libFootnote0"/>
        <w:rPr>
          <w:rtl/>
        </w:rPr>
      </w:pPr>
      <w:r>
        <w:rPr>
          <w:rtl/>
        </w:rPr>
        <w:t>ورواه الحاكم في المستدرك: 3 / 381 من طريق أحمد بن حنبل، عنه المتقي الهندي في منتخب كنز العمال: 5 / 97 (المطبوع بهامش مسند أحمد)، والذهبي في تاريخ الاسلام: 2 / 90، وجلال الدين الشافعي في الخصائص الكبرى: 2 / 226، والنبهاني في جواهر البحار: 1 / 360، والمتقي الهندي في كنز العمال: 97 ح 555 من طريق ابن عد والحاكم في المستدرك.</w:t>
      </w:r>
    </w:p>
    <w:p w:rsidR="00481D79" w:rsidRDefault="00481D79" w:rsidP="00D11BDC">
      <w:pPr>
        <w:pStyle w:val="libFootnote0"/>
        <w:rPr>
          <w:rtl/>
        </w:rPr>
      </w:pPr>
      <w:r>
        <w:rPr>
          <w:rtl/>
        </w:rPr>
        <w:t>ومن طريق الروياني وابن حبان والحاكم: البدخشي في مفتاح النجا: 17 (مخطوط) والمتقي الهندي في كنز العمال: 13 / 88 ح 499. ورواه ابن عساكر في تاريخ دمشق: 4 / 206 (ط. روضة الشام).</w:t>
      </w:r>
    </w:p>
    <w:p w:rsidR="00481D79" w:rsidRDefault="00481D79" w:rsidP="00D11BDC">
      <w:pPr>
        <w:pStyle w:val="libFootnote0"/>
        <w:rPr>
          <w:rtl/>
        </w:rPr>
      </w:pPr>
      <w:r>
        <w:rPr>
          <w:rtl/>
        </w:rPr>
        <w:t xml:space="preserve">وفي ترجمة الامام الحسن </w:t>
      </w:r>
      <w:r w:rsidR="004226A8" w:rsidRPr="00A34410">
        <w:rPr>
          <w:rStyle w:val="libFootnoteAlaemChar"/>
          <w:rtl/>
        </w:rPr>
        <w:t>عليه‌السلام</w:t>
      </w:r>
      <w:r>
        <w:rPr>
          <w:rtl/>
        </w:rPr>
        <w:t xml:space="preserve"> من تاريخ دمشق بأربعة أسانيد في: 72 ح 129 وص 73 ح 130 وص 74 ح 131 و 132.</w:t>
      </w:r>
    </w:p>
    <w:p w:rsidR="00481D79" w:rsidRDefault="00481D79" w:rsidP="00D11BDC">
      <w:pPr>
        <w:pStyle w:val="libFootnote0"/>
        <w:rPr>
          <w:rtl/>
        </w:rPr>
      </w:pPr>
      <w:r>
        <w:rPr>
          <w:rtl/>
        </w:rPr>
        <w:t xml:space="preserve">وفي ترجمة الامام الحسين </w:t>
      </w:r>
      <w:r w:rsidR="004226A8" w:rsidRPr="00A34410">
        <w:rPr>
          <w:rStyle w:val="libFootnoteAlaemChar"/>
          <w:rtl/>
        </w:rPr>
        <w:t>عليه‌السلام</w:t>
      </w:r>
      <w:r>
        <w:rPr>
          <w:rtl/>
        </w:rPr>
        <w:t>: 50 ح 73 و 51 ح 74 بسندين.</w:t>
      </w:r>
    </w:p>
    <w:p w:rsidR="00827655" w:rsidRDefault="00481D79" w:rsidP="00D11BDC">
      <w:pPr>
        <w:pStyle w:val="libFootnote0"/>
        <w:rPr>
          <w:rtl/>
        </w:rPr>
      </w:pPr>
      <w:r>
        <w:rPr>
          <w:rtl/>
        </w:rPr>
        <w:t xml:space="preserve">وأخرجه من طريقه: جلال الدين الشافعي في الجامع الصغير: 1 / 7، والمتقي الهندي في كنز العمال: 13 / 93 ح 524، والنبهاني في الفتح الكبير: 1 / 28. </w:t>
      </w:r>
      <w:r w:rsidR="00827655">
        <w:rPr>
          <w:rtl/>
        </w:rPr>
        <w:t>=</w:t>
      </w:r>
    </w:p>
    <w:p w:rsidR="00481D79" w:rsidRDefault="00481D79" w:rsidP="00481D79">
      <w:pPr>
        <w:pStyle w:val="libNormal"/>
        <w:rPr>
          <w:rtl/>
        </w:rPr>
      </w:pPr>
      <w:r>
        <w:rPr>
          <w:rtl/>
        </w:rPr>
        <w:br w:type="page"/>
      </w:r>
    </w:p>
    <w:p w:rsidR="00481D79" w:rsidRDefault="005B067E" w:rsidP="005B067E">
      <w:pPr>
        <w:pStyle w:val="libLine"/>
        <w:rPr>
          <w:rtl/>
        </w:rPr>
      </w:pPr>
      <w:r>
        <w:rPr>
          <w:rtl/>
        </w:rPr>
        <w:lastRenderedPageBreak/>
        <w:t>____________________</w:t>
      </w:r>
    </w:p>
    <w:p w:rsidR="00827655" w:rsidRDefault="00481D79" w:rsidP="00A34410">
      <w:pPr>
        <w:pStyle w:val="libFootnote0"/>
        <w:rPr>
          <w:rtl/>
        </w:rPr>
      </w:pPr>
      <w:r>
        <w:rPr>
          <w:rtl/>
        </w:rPr>
        <w:t>ومن طريق ابن مندة وابن عساكر: عبدالرحمان السيوطي في الحبائك في أخبار الملائك: 105 (مخطوط). ورواه الطبراني في المعجم الكبير: 131 (مخطوط) بأربعة طرق. وأخرجه من طريقه: المتقي الهندي في كنز العمال: 13 / 107 ح 602، والبدخشي في مفتاح النجا: 16 (مخطوط) وجلال الدين الشافعي في الحبائك في أخبار الملائك: 105، والمناوي في الجامع الازهر على ما في جامع الاحاديث: 8 / 228)، والهيثمي في مجمع الزوائد: 9 / 183، ومنتخب كنز العمال: 5 / 107. وأخرجه من طريق الطبراني وابن عساكر، والطبراني وابن أبي شيبة: المتقي الهندي في كنز العمال: ج 16 / 273 ح 652 و 653 و 654. ورواه أبونعيم في حلية الاولياء: 4 / 190. وأخرجه عنه: محمد بن عثمان البغدادي في المنتخب من صحيح البخاري ومسلم: 219 (مخطوط) نقلا عن الحلية. ومن طريق أبي نعيم وابن مندة: عز الدين الجزري في أسد الغابة: 5 / 574. ورواه أيضا: الخطيب البغدادي في تاريخ بغداد: 6 / 372، والحمويني في فرائد السمطين: 2 / 20 ح 363. والگنجي في كفاية الطالب: 422 (ط. النجف)، والبيهقى في الاعتقاد: 165 (ملخصا)، أخرجه عنه جلال الدين الشافعي في الحاوي للفتاوي: 2 / 267 وفي الدلائل. وأورده الذهبي في سير أعلام النبلاء: 3 / 168 وص 255، ونجم الدين العسكري في الخلفاء من كتب أهل السنة والجماعة: 48 نقلا عن كنز العمال، والمتقي الهندي في كنز العمال: 13 / 106 ح 595 عن البخاري والضياء المقدسي في المختارة، وج 16 / 252 ح 575 عن ابن جرير. وابن حجر العسقلاني في الاصابة: 1 / 330، والنبهاني في الفتح الكبير: 1 / 22. والبدخشي في مفتاح النجا: 16 وص 112 (مخطوط)، والبغوي في مصابيح السنة: 108، والذهبي في تاريخ الاسلام: 2 / 217، والعلامة الدشتكي في روضة الاحباب: 665، وعبدالهادي الابياري في العرايس الواضحة: 195، وجالية الكدر في شرح منظومة البرزنجي: 195. ومنصور علي ناصف في التاج الجامع للاصول: 3 / 317، والملا علي القاري الهروي في جمع الوسائل: 1 / 269 عنه النسائي، وعلي بن شهاب الدين العلوي الهمداني في مودة القربى: 122، والمناوي في الجامع الازهر (على ما في جامع الاحاديث: 8 / 228)، وأبوبكر أحمد بن علي الشافعي في تاريخ بغداد: 10 / 230، ومحب الدين الطبري في ذخائر العقبى: 129 من طريقه علي بن شاذان، ومحمد بن شاكر الشافعي في عيون التواريخ (نسخة إسلامبول)، ومحمد بن يحيى اليماني في إبتسام البرق، والشيخ نجم الدين في منال الطالب: 22. وأبوالبركات الآلوسي في غالية المواعظ ومصباح المتعظ والواعظ، ومحمد مبين الهندي في وسيلة النجاة: 207 وص 225، والشيخ عبد الحق في أشعة اللمعات في شرح المشكاة: 4 / 705، وابن حجر العسقلاني في المطالب العالية: 4 / 67 ح 3978، وعلي بن سلطان محمد القاري في مرقاة المفاتيح في شرح مشكاة المصابيح: 11 / 393 ومجد الدين ابن الاثير في المختار في مناقب الاخبار: 56.</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827655" w:rsidRDefault="00827655" w:rsidP="00D11BDC">
      <w:pPr>
        <w:pStyle w:val="libFootnote0"/>
        <w:rPr>
          <w:rtl/>
        </w:rPr>
      </w:pPr>
      <w:r>
        <w:rPr>
          <w:rtl/>
        </w:rPr>
        <w:t>=</w:t>
      </w:r>
      <w:r w:rsidR="00481D79">
        <w:rPr>
          <w:rtl/>
        </w:rPr>
        <w:t xml:space="preserve"> عبدالله بن عباس روى الحديث بإسناده عنه: الحمويني في فرائد السمطين: 2 / 98 ح 409، والخوارزمي في مقتل الحسين: 1 / 92 قال: سمعت هذا الحديث في الصحاح، وعلى الامام الاجل ركن الاسلام أبي الفضل الكرماني في أمالي فخر القضاة الارسابندي برواية ابن عباس. وأخرجه المتقي الهندي في كنز العمال: 13 / 105 ح 589 من طريق ابن عساكر. عبدالله بن مسعود روى الحديث بإسناده عنه: أبونعيم في حلية الاولياء: 5 / 58. وابن عساكر في ترجمة الامام الحسين </w:t>
      </w:r>
      <w:r w:rsidR="004226A8" w:rsidRPr="00A34410">
        <w:rPr>
          <w:rStyle w:val="libFootnoteAlaemChar"/>
          <w:rtl/>
        </w:rPr>
        <w:t>عليه‌السلام</w:t>
      </w:r>
      <w:r w:rsidR="00481D79">
        <w:rPr>
          <w:rtl/>
        </w:rPr>
        <w:t xml:space="preserve"> من تاريخ دمشق: 47 ح 70. والحاكم في المستدرك: 3 / 167 وتبعه الذهبي في تلخيصه. وأورده: ابن حجر الهيثمي في الصواعق: 114 ح 11، والسيوطي في الجامع الصغير: 1 / 518. والامرتسري في أرجح المطالب: 311 جميعا منه طريق الحاكم. عمر بن الخطاب روى الحديث بإسناده عنه: ابن عساكر في ترجمة الامام الحسين من تاريخ دمشق: 45 ح 67، وأبونعيم في حلية الاولياء: 4 / 139، والطبراني في المعجم الكبير: 131. وأخرجه: المتقي الهندي في كنز العمال: 7 / 15 ح 111 عن الحاكم في الكنى، وأبي نعيم في الحلية. ومحب الدين الطبري في ذخائر العقبى: 129 عن صاحب فضائل عمر. وأبوبكر بن الطيب الباقلاني في مناقب الائمة، وجمال الدين الحموي الشافعي في تجريد الاغاني القسم الثاني ج 2 / 1863، ومحمد بن حمزة اليماني في درر الاحاديث النبوية: 52. عبدالله بن عمر روى الحديث بإسناده عنه: ابن عساكر في ترجمة الامام الحسن </w:t>
      </w:r>
      <w:r w:rsidR="004226A8" w:rsidRPr="00A34410">
        <w:rPr>
          <w:rStyle w:val="libFootnoteAlaemChar"/>
          <w:rtl/>
        </w:rPr>
        <w:t>عليه‌السلام</w:t>
      </w:r>
      <w:r w:rsidR="00481D79">
        <w:rPr>
          <w:rtl/>
        </w:rPr>
        <w:t xml:space="preserve"> من تاريخ دمشق: 78 ح 135. وفي ترجمة الامام الحسين </w:t>
      </w:r>
      <w:r w:rsidR="004226A8" w:rsidRPr="00A34410">
        <w:rPr>
          <w:rStyle w:val="libFootnoteAlaemChar"/>
          <w:rtl/>
        </w:rPr>
        <w:t>عليه‌السلام</w:t>
      </w:r>
      <w:r w:rsidR="00481D79">
        <w:rPr>
          <w:rtl/>
        </w:rPr>
        <w:t xml:space="preserve">: 46 ح 68 و 69 (وعلى ما في منتخبه: 4 / 206). وأخرجه من طريق ابن عساكر: السيوطي في زوائد الجامع الصغير (على مافي جامع الاحاديث 1 / 39)، والمتقي الهندي في كنز العمال: 13 / 97 ح 554. ورواه ايضا ابن ماجة القزويني في سنن المصطفى: 1 / 44 باب 11 ح 118. </w:t>
      </w:r>
      <w:r>
        <w:rPr>
          <w:rtl/>
        </w:rPr>
        <w:t>=</w:t>
      </w:r>
    </w:p>
    <w:p w:rsidR="00D11BDC" w:rsidRDefault="00D11BDC" w:rsidP="00D11BDC">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وأخرجه: محمد حسن ضيف الله في فيض القدير لترتيب وشرح الجامع الصغير: 2 / 60.</w:t>
      </w:r>
    </w:p>
    <w:p w:rsidR="00481D79" w:rsidRDefault="00481D79" w:rsidP="00D11BDC">
      <w:pPr>
        <w:pStyle w:val="libFootnote0"/>
        <w:rPr>
          <w:rtl/>
        </w:rPr>
      </w:pPr>
      <w:r>
        <w:rPr>
          <w:rtl/>
        </w:rPr>
        <w:t>وعبد الغني النابلسي في ذخائر المواريث: 2 / 131، والقندوزي في ينابيع المودة: 166 جميعا من طريقه.</w:t>
      </w:r>
    </w:p>
    <w:p w:rsidR="00481D79" w:rsidRDefault="00481D79" w:rsidP="00D11BDC">
      <w:pPr>
        <w:pStyle w:val="libFootnote0"/>
        <w:rPr>
          <w:rtl/>
        </w:rPr>
      </w:pPr>
      <w:r>
        <w:rPr>
          <w:rtl/>
        </w:rPr>
        <w:t>ورواه الحمويني في فرائد السمطين: 2 / 99 ح 410، والگنجي الشافعي في كفاية الطالب: 341 والحاكم في المستدرك: 3 / 167 وتبعه الذهبي في تلخيصه بهامش الصفحة.</w:t>
      </w:r>
    </w:p>
    <w:p w:rsidR="00481D79" w:rsidRDefault="00481D79" w:rsidP="00D11BDC">
      <w:pPr>
        <w:pStyle w:val="libFootnote0"/>
        <w:rPr>
          <w:rtl/>
        </w:rPr>
      </w:pPr>
      <w:r>
        <w:rPr>
          <w:rtl/>
        </w:rPr>
        <w:t>وأخرجه من طريقه: ابن حجر الهيتمي في الصواعق: 114، والسيوطي في الجامع الصغير: 1 / 518.</w:t>
      </w:r>
    </w:p>
    <w:p w:rsidR="00481D79" w:rsidRDefault="00481D79" w:rsidP="00D11BDC">
      <w:pPr>
        <w:pStyle w:val="libFootnote0"/>
        <w:rPr>
          <w:rtl/>
        </w:rPr>
      </w:pPr>
      <w:r>
        <w:rPr>
          <w:rtl/>
        </w:rPr>
        <w:t>وأورده ابن الصباغ المالكي في الفصول المهمة: 154 عن البخاري والترمذي كل منهما في صحيحه ومجد الدين ابن الاثير في المختار: 22، والقاضي نعمان التميمي في المناقب والمثالب: 240.</w:t>
      </w:r>
    </w:p>
    <w:p w:rsidR="00481D79" w:rsidRDefault="00481D79" w:rsidP="00D11BDC">
      <w:pPr>
        <w:pStyle w:val="libFootnote0"/>
        <w:rPr>
          <w:rtl/>
        </w:rPr>
      </w:pPr>
      <w:r>
        <w:rPr>
          <w:rtl/>
        </w:rPr>
        <w:t>ومحب الدين الطبري في ذخائر العقبى: 129، والامرتسري في أرجح المطالب: 311.</w:t>
      </w:r>
    </w:p>
    <w:p w:rsidR="00481D79" w:rsidRDefault="00481D79" w:rsidP="00D11BDC">
      <w:pPr>
        <w:pStyle w:val="libFootnote0"/>
        <w:rPr>
          <w:rtl/>
        </w:rPr>
      </w:pPr>
      <w:r>
        <w:rPr>
          <w:rtl/>
        </w:rPr>
        <w:t>والكمشخانوي في راموز الاحاديث: 202.</w:t>
      </w:r>
    </w:p>
    <w:p w:rsidR="00481D79" w:rsidRDefault="00481D79" w:rsidP="00D11BDC">
      <w:pPr>
        <w:pStyle w:val="libFootnote0"/>
        <w:rPr>
          <w:rtl/>
        </w:rPr>
      </w:pPr>
      <w:r>
        <w:rPr>
          <w:rtl/>
        </w:rPr>
        <w:t>عائشة أورده البدخشي في مفتاح النجا: 16 (مخطوط).</w:t>
      </w:r>
    </w:p>
    <w:p w:rsidR="00481D79" w:rsidRDefault="00481D79" w:rsidP="00D11BDC">
      <w:pPr>
        <w:pStyle w:val="libFootnote0"/>
        <w:rPr>
          <w:rtl/>
        </w:rPr>
      </w:pPr>
      <w:r>
        <w:rPr>
          <w:rtl/>
        </w:rPr>
        <w:t>قرة بن أياس رواه الطبراني في المعجم الكبير: / 129 وأخرجه من طريقه: نور الدين الهيثمي في مجمع الزوائد: 9 / 183، وابن حجر في الصواعق المحرقة: 114، والسيوطي في الجامع الصغير: 1 / 518.</w:t>
      </w:r>
    </w:p>
    <w:p w:rsidR="00827655" w:rsidRDefault="00481D79" w:rsidP="00D11BDC">
      <w:pPr>
        <w:pStyle w:val="libFootnote0"/>
        <w:rPr>
          <w:rtl/>
        </w:rPr>
      </w:pPr>
      <w:r>
        <w:rPr>
          <w:rtl/>
        </w:rPr>
        <w:t xml:space="preserve">مالك بن الحويرث روى الحديث بإسناده عنه: ابن عساكر في ترجمة الامام الحسين </w:t>
      </w:r>
      <w:r w:rsidR="004226A8" w:rsidRPr="00A34410">
        <w:rPr>
          <w:rStyle w:val="libFootnoteAlaemChar"/>
          <w:rtl/>
        </w:rPr>
        <w:t>عليه‌السلام</w:t>
      </w:r>
      <w:r>
        <w:rPr>
          <w:rtl/>
        </w:rPr>
        <w:t xml:space="preserve"> من تاريخ دمشق: 48 ح 71 و 72 بثلاثة أسانيد. والجرجاني السهمي في تاريخ جرجان: 353. وأخرجه من طريق الطبراني: نور الدين الهيثمي في مجمع الزوائد: 9 / 183، وابن حجر في الصواعق المحرقة: 14. وأورده البغوي في معجم الصحابة: 83 (مخطوط)، والعسقلاني في الاصابة: 3 / 480، والقندوزي في ينابيع المودة: 166 نقلا عن الاصابة، والسيوطي في الجامع الصغير: 1 / 518، والامرتسري في أرجح المطالب: 311. ما روي عن جماعة أخرج الحديث بإسناده عن الرواة المتقدم ذكرهم: </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ابن حجر الهيثمي في الصواعق المحرقة: 114 ح 10 من طريق أحمد والترمذي عن أبي سعيد، والطبراني عن عمر، وعن علي وعن جابر وعن أبي هريرة وعن اسامة بن زيد وعن البراء، وابن عدي عن ابن مسعود. والحديث: 11 من طريق ابن عساكر عن علي وعن ابن عمر، وابن ماجة والحاكم عن ابن عمر والطبراني عن قرة وعن مالك بن الحويرث، والحاكم عن ابن مسعود. وأخرجه بنفس الطرق الاولى أعلاه: السيوطي في الجامع الصغير: 1 / 518، والمتقي الهندي في كنز العمال: 13 / 97 ح 553، والقندوزي في ينابيع المودة: 183 وص 184، والشاه تقي الهندي في الروض الازهر: 199 ثم قال: وأخرجه ابن عساكر عن علي، وعن ابن عمر، وابن ماجة والحاكم عن ابن عمر، والطبراني عن قرة وعن مالك بن الحويرث، والحاكم عن ابن مسعود. والبدخشي في مفتاح النجا: 11 (مخطوط) وزاد حديث ابن عساكر عن عائشة وعن ابن عباس، وابن الاخضر عن أبي بكر، ثم قال: وزاد الطبراني في رواية عن اسامة: اللهم إني احبهما فاحببهما. وأبوبكر البيهقي في الاعتقاد على مذهب السلف: 160 عن أبي سعيد وغيره، ومحمد بن الصبان المصري في إسعاف الراغبين (المطبوع بهامش نور الابصار): 125 قال: وروي من طرق عديدة صحيحة وذكر الحديث.</w:t>
      </w:r>
    </w:p>
    <w:p w:rsidR="00827655" w:rsidRDefault="00481D79" w:rsidP="00D11BDC">
      <w:pPr>
        <w:pStyle w:val="libFootnote0"/>
        <w:rPr>
          <w:rtl/>
        </w:rPr>
      </w:pPr>
      <w:r>
        <w:rPr>
          <w:rtl/>
        </w:rPr>
        <w:t xml:space="preserve">والمتقي الهندي في كنز العمال: 13 / 100 ح 566 أخرجه من طرق النسائي والحاكم في المستدرك عن ابن عمر، وابن مسعود، والطبراني في الكبير عن قرة وعن مالك بن الحويرث. والسيوطي في الدرر المنتثرة: 140 (المطبوع بهامش الفتاوي الحديثة لابن حجر) عن الترمذي عن أبي سعيد، وابن ماجة من حديث ابن عمر. والسخاوي في المقاصد الحسنة، والنبهاني في الفتح الكبير: 2 / 80 أخرجه عن الطبراني في الكبير عن عمر وعن علي وعن جابر وعن أبي هريرة. والطبراني في الاوسط عن اسامة بن زيد وعن البراء، وابن عدي في الكامل عن ابن مسعود. وشاه تقي الكاظمي العلوي الشهير بقلندر في الروض الازهر: 104 أخرجه عن الطبراني عن عمر وغيره وابن عساكر عن عائشة وغيرها. والمولى علي بن سلطان محمد القاري في مرقاة المفاتيح: 11 / 390 من طريق الطبراني عن قرة وعن مالك بن الحويرث. ومحمد بن أبي الفيض في نظم المتناثر في الحديث المتواتر: 125، قال: أورده في الازهار من حديث أبي سعيد وحذيفة بن اليمان وعمر بن الخطاب وعلي وجابر بن عبدالله والحسين بن علي وأسامة بن زيد والبراء بن عازب وقرة بن أياس ومالك بن الحويرث وأبي هريرة وابن عمر وابن مسعود وأنس وبريدة وابن عباس ستة عشر نفسا. ثم قال: ورد أيضا من حديث الحسن بن علي، ونقل أيضا في فيض القدير وفي التيسير عن السيوطي: أنه متواتر. </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827655" w:rsidRDefault="00827655" w:rsidP="00D11BDC">
      <w:pPr>
        <w:pStyle w:val="libFootnote0"/>
        <w:rPr>
          <w:rtl/>
        </w:rPr>
      </w:pPr>
      <w:r>
        <w:rPr>
          <w:rtl/>
        </w:rPr>
        <w:t>=</w:t>
      </w:r>
      <w:r w:rsidR="00481D79">
        <w:rPr>
          <w:rtl/>
        </w:rPr>
        <w:t xml:space="preserve"> ومحمد اكرام الدين في سعادة الكونين: 71 قال: أخرج الحديث من طريق أحمد والترمذي والحاكم عن أبي سعيد، ومن طريق الطبرانى عن عمر وعلي وجابر وأبي هريرة واسامة بن زيد وبراء، وابن عدي عن ابن سعود، وابن عساكر عن عائشة وابن عباس، ومن طريق ابن عباس ومن طريق ابن الاخضر عن أبي بكر. والذهبي في سير أعلام النبلاء: 3 / 282 وقال: عن الحارث عن علي، ويروى عن شريح عن علي وفي الباب عن ابن عمر وابن عباس وعمر وابن مسعود ومالك بن الحويرث وأبي سعيد وحذيفة وأنس وجابر من وجوه يقوي بعضها بعضا. وابن كثير الدمشقي في البداية والنهاية: 8 / 35 من حديث علي وابي سعيد وبريدة. وقال العارف الكاكوردي في الروض الازهر: 104: أخرجه ابن عساكر عن علي وعن ابن عمر وابن ماجة والحاكم عن ابن مسعود. وقال البدخشي في مفتاح النجا: 16 (مخطوط): أخرجه ابن ماجة عن ابن عمر، والحاكم عنه وعن ابن مسعود، والطبراني عن مالك بن الحويرث، وابن عساكر عن ابن عمر وعلي </w:t>
      </w:r>
      <w:r w:rsidR="004226A8" w:rsidRPr="00A34410">
        <w:rPr>
          <w:rStyle w:val="libFootnoteAlaemChar"/>
          <w:rtl/>
        </w:rPr>
        <w:t>عليه‌السلام</w:t>
      </w:r>
      <w:r w:rsidR="00481D79">
        <w:rPr>
          <w:rtl/>
        </w:rPr>
        <w:t xml:space="preserve">. وأخرجه أمان الله الدهلوي في تجهيز الجيش: 255 (مخطوط) من طريق الطبراني وابن ماجة، والحاكم والديلمي وابن عساكر. ما روي مرسلا ورواه مرسلا عن الرسول </w:t>
      </w:r>
      <w:r w:rsidR="004226A8" w:rsidRPr="00A34410">
        <w:rPr>
          <w:rStyle w:val="libFootnoteAlaemChar"/>
          <w:rtl/>
        </w:rPr>
        <w:t>صلى‌الله‌عليه‌وآله</w:t>
      </w:r>
      <w:r w:rsidR="00481D79">
        <w:rPr>
          <w:rtl/>
        </w:rPr>
        <w:t xml:space="preserve"> جماعة هم: أبومظفر الاسفرايني في التبصير في الدين: 162. وابن عبدالبر الاندلسي في الاستيعاب: 1 / 376 (المطبوع بهامش الاصابة لابن حجر العسقلاني). وابن عبد ربه في العقد الفريد: 2 / 194. والخزرجي في خلاصة تذهيب الكمال: 66 وص 67. وأبوالتيسير عثمان مدوخ في العدل الشاهد: 4. وعبدالله بن أحمد المقدسي الحنبلي في لمعة الاعتقاد: 36. ومحمد امين فضل الله في جني الجنتين في تمييز نوعي المثنيين: 139. وشمس الدين الذهبي في دول الاسلام: 205. والشيخ محمد طاهر القتني في مجمع بحار الانوار: 2 / 152 وص 168. ومحمد المالكي المصري في الطبقات المالكية: 2 / 89. والصباغ المالكي في الفصول المهمة: 154. والمناوي في كنوز الحقائق: 36 من طريق أحمد، وفي ص 87 نقلا عن فردوس الاخبار. ونعمان خير الدين بن الآلولسي في جلاء العينين: 302. </w:t>
      </w:r>
      <w:r>
        <w:rPr>
          <w:rtl/>
        </w:rPr>
        <w:t>=</w:t>
      </w:r>
    </w:p>
    <w:p w:rsidR="00481D79" w:rsidRDefault="00481D79" w:rsidP="00481D79">
      <w:pPr>
        <w:pStyle w:val="libNormal"/>
        <w:rPr>
          <w:rtl/>
        </w:rPr>
      </w:pPr>
      <w:r>
        <w:rPr>
          <w:rtl/>
        </w:rPr>
        <w:br w:type="page"/>
      </w:r>
    </w:p>
    <w:p w:rsidR="00481D79" w:rsidRPr="00481D79" w:rsidRDefault="00481D79" w:rsidP="00A34410">
      <w:pPr>
        <w:pStyle w:val="libNormal"/>
        <w:rPr>
          <w:rtl/>
        </w:rPr>
      </w:pPr>
      <w:r w:rsidRPr="00481D79">
        <w:rPr>
          <w:rtl/>
        </w:rPr>
        <w:lastRenderedPageBreak/>
        <w:t xml:space="preserve">(104) - وبإسناده قال: قال رسول الله </w:t>
      </w:r>
      <w:r w:rsidR="004226A8" w:rsidRPr="004226A8">
        <w:rPr>
          <w:rStyle w:val="libAlaemChar"/>
          <w:rtl/>
        </w:rPr>
        <w:t>صلى‌الله‌عليه‌وآله</w:t>
      </w:r>
      <w:r w:rsidRPr="00481D79">
        <w:rPr>
          <w:rtl/>
        </w:rPr>
        <w:t xml:space="preserve">: " إذا كان يوم القيامة تجلى الله لعبده المؤمن، فيوقفه على ذنوبه ذنبا ذنبا، ثم يغفر الله له، ولا يطلع الله [ عزوجل (له) </w:t>
      </w:r>
      <w:r w:rsidR="00A34410" w:rsidRPr="009D3C8D">
        <w:rPr>
          <w:rStyle w:val="libFootnotenumChar"/>
          <w:rFonts w:hint="cs"/>
          <w:rtl/>
        </w:rPr>
        <w:t>(1)</w:t>
      </w:r>
      <w:r w:rsidRPr="00481D79">
        <w:rPr>
          <w:rtl/>
        </w:rPr>
        <w:t xml:space="preserve"> على ذلك ] </w:t>
      </w:r>
      <w:r w:rsidR="00A34410" w:rsidRPr="009D3C8D">
        <w:rPr>
          <w:rStyle w:val="libFootnotenumChar"/>
          <w:rFonts w:hint="cs"/>
          <w:rtl/>
        </w:rPr>
        <w:t>(2)</w:t>
      </w:r>
      <w:r w:rsidRPr="00481D79">
        <w:rPr>
          <w:rtl/>
        </w:rPr>
        <w:t xml:space="preserve"> ملكا مقربا ولا نبيا مرسلا، ويستر </w:t>
      </w:r>
      <w:r w:rsidR="00A34410" w:rsidRPr="009D3C8D">
        <w:rPr>
          <w:rStyle w:val="libFootnotenumChar"/>
          <w:rFonts w:hint="cs"/>
          <w:rtl/>
        </w:rPr>
        <w:t>(3)</w:t>
      </w:r>
      <w:r w:rsidRPr="00481D79">
        <w:rPr>
          <w:rtl/>
        </w:rPr>
        <w:t xml:space="preserve"> عليه ما يكره أن يقف عليه احد، ثم يقول لسيئاته: كن حسنات " </w:t>
      </w:r>
      <w:r w:rsidR="00A34410" w:rsidRPr="009D3C8D">
        <w:rPr>
          <w:rStyle w:val="libFootnotenumChar"/>
          <w:rFonts w:hint="cs"/>
          <w:rtl/>
        </w:rPr>
        <w:t>(4)</w:t>
      </w:r>
      <w:r w:rsidRPr="00481D79">
        <w:rPr>
          <w:rtl/>
        </w:rPr>
        <w:t>.</w:t>
      </w:r>
    </w:p>
    <w:p w:rsidR="00481D79" w:rsidRPr="00481D79" w:rsidRDefault="00481D79" w:rsidP="00A34410">
      <w:pPr>
        <w:pStyle w:val="libNormal"/>
        <w:rPr>
          <w:rtl/>
        </w:rPr>
      </w:pPr>
      <w:r w:rsidRPr="00481D79">
        <w:rPr>
          <w:rtl/>
        </w:rPr>
        <w:t xml:space="preserve">(105) - وبإسناده قال: قال رسول الله </w:t>
      </w:r>
      <w:r w:rsidR="004226A8" w:rsidRPr="004226A8">
        <w:rPr>
          <w:rStyle w:val="libAlaemChar"/>
          <w:rtl/>
        </w:rPr>
        <w:t>صلى‌الله‌عليه‌وآله</w:t>
      </w:r>
      <w:r w:rsidRPr="00481D79">
        <w:rPr>
          <w:rtl/>
        </w:rPr>
        <w:t xml:space="preserve">: " من استذل مؤمنا أو مؤمنة، أو حقره لفقره وقلة ذات يده، شهره الله تعالى يوم القيامة ثم يفضحه " </w:t>
      </w:r>
      <w:r w:rsidR="00A34410" w:rsidRPr="009D3C8D">
        <w:rPr>
          <w:rStyle w:val="libFootnotenumChar"/>
          <w:rFonts w:hint="cs"/>
          <w:rtl/>
        </w:rPr>
        <w:t>(5)</w:t>
      </w:r>
      <w:r w:rsidRPr="00481D79">
        <w:rPr>
          <w:rtl/>
        </w:rPr>
        <w:t>.</w:t>
      </w:r>
    </w:p>
    <w:p w:rsidR="00827655"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والقندوزي في ينابيع المودة: 179 مرسلا عن أحمد. وعبدالوهاب الشعراني المصري في مختصر تذكرة الشيخ عبدالله القرطبي: 120. والنبهاني في الفتح الكبير: 2 / 80. وأبوالعباس المبرد في الفاضل: 103. والخوارزمي في المناقب: 234 ط. تبريز - 209 ط. طهران. والعلامة أبوالفداء إسماعيل صاحب بلدة حماة في مختصر أخبار البشر: 1 / 183. والسيد أحمد المهدي لدين الله في طبقات المعتزلة: 12. والسيد محمد بن درويش الحوت البيروتي في أسنى المطالب: 92 وص 96.</w:t>
      </w:r>
    </w:p>
    <w:p w:rsidR="00481D79" w:rsidRDefault="00481D79" w:rsidP="00D11BDC">
      <w:pPr>
        <w:pStyle w:val="libFootnote0"/>
        <w:rPr>
          <w:rtl/>
        </w:rPr>
      </w:pPr>
      <w:r>
        <w:rPr>
          <w:rtl/>
        </w:rPr>
        <w:t>وأبومحمد عثمان بن عبدالله بن الحسن العراقي الحنفي في الفرق المفترقة بين أهل الزيغ والزندقة: 12. وأمان الله الدهلوي في تجهيز الجيش: 255 (مخطوط). والقاضي نعمان بن أبي عبدالله التميمي المالكي في المناقب والمثالب (نسخة المكتبة الوطنية في لندن). وزين الدين الشهير بابن الوردي في تاريخ ابن الوردى: 1 / 224. والعكبري ابن بطة الحنبلي في الشرح والابانة على أصول السنة والديانة: 62. وللاطلاع على الحديث بأسانيده ومتونه ورواته تجدها في إحقاق الحق: 9 / 229 - 241 وج 10 / 69 - 80 وص 544 - 595 وج 18 / 385 - 388 وج 19 / 32 - 33 وص 232 - 251.</w:t>
      </w:r>
    </w:p>
    <w:p w:rsidR="00481D79" w:rsidRDefault="00481D79" w:rsidP="00772C2A">
      <w:pPr>
        <w:pStyle w:val="libFootnote0"/>
        <w:rPr>
          <w:rtl/>
        </w:rPr>
      </w:pPr>
      <w:r>
        <w:rPr>
          <w:rtl/>
        </w:rPr>
        <w:t>1</w:t>
      </w:r>
      <w:r w:rsidR="00772C2A">
        <w:rPr>
          <w:rFonts w:hint="cs"/>
          <w:rtl/>
        </w:rPr>
        <w:t>-</w:t>
      </w:r>
      <w:r>
        <w:rPr>
          <w:rtl/>
        </w:rPr>
        <w:t xml:space="preserve"> ليس في ج ون وخ.</w:t>
      </w:r>
    </w:p>
    <w:p w:rsidR="00481D79" w:rsidRDefault="00481D79" w:rsidP="00772C2A">
      <w:pPr>
        <w:pStyle w:val="libFootnote0"/>
        <w:rPr>
          <w:rtl/>
        </w:rPr>
      </w:pPr>
      <w:r>
        <w:rPr>
          <w:rtl/>
        </w:rPr>
        <w:t>2</w:t>
      </w:r>
      <w:r w:rsidR="00772C2A">
        <w:rPr>
          <w:rFonts w:hint="cs"/>
          <w:rtl/>
        </w:rPr>
        <w:t>-</w:t>
      </w:r>
      <w:r>
        <w:rPr>
          <w:rtl/>
        </w:rPr>
        <w:t xml:space="preserve"> ليس في خ.</w:t>
      </w:r>
    </w:p>
    <w:p w:rsidR="00481D79" w:rsidRDefault="00481D79" w:rsidP="00772C2A">
      <w:pPr>
        <w:pStyle w:val="libFootnote0"/>
        <w:rPr>
          <w:rtl/>
        </w:rPr>
      </w:pPr>
      <w:r>
        <w:rPr>
          <w:rtl/>
        </w:rPr>
        <w:t>3</w:t>
      </w:r>
      <w:r w:rsidR="00772C2A">
        <w:rPr>
          <w:rFonts w:hint="cs"/>
          <w:rtl/>
        </w:rPr>
        <w:t>-</w:t>
      </w:r>
      <w:r>
        <w:rPr>
          <w:rtl/>
        </w:rPr>
        <w:t xml:space="preserve"> ن: وستر.</w:t>
      </w:r>
    </w:p>
    <w:p w:rsidR="00481D79" w:rsidRDefault="00481D79" w:rsidP="00772C2A">
      <w:pPr>
        <w:pStyle w:val="libFootnote0"/>
        <w:rPr>
          <w:rtl/>
        </w:rPr>
      </w:pPr>
      <w:r>
        <w:rPr>
          <w:rtl/>
        </w:rPr>
        <w:t>4</w:t>
      </w:r>
      <w:r w:rsidR="00772C2A">
        <w:rPr>
          <w:rFonts w:hint="cs"/>
          <w:rtl/>
        </w:rPr>
        <w:t>-</w:t>
      </w:r>
      <w:r>
        <w:rPr>
          <w:rtl/>
        </w:rPr>
        <w:t xml:space="preserve"> عنه البحار: 7 / 287 ح 2 وعن عيون الاخبار: 2 / 33 ح 57. وروى نحوه الحسين بن سعيد في كتاب الزهد: 91 ح 245، والمؤمن: 34 ح 67 عن أبي جعفر </w:t>
      </w:r>
      <w:r w:rsidR="004226A8" w:rsidRPr="00772C2A">
        <w:rPr>
          <w:rStyle w:val="libFootnoteAlaemChar"/>
          <w:rtl/>
        </w:rPr>
        <w:t>عليه‌السلام</w:t>
      </w:r>
      <w:r>
        <w:rPr>
          <w:rtl/>
        </w:rPr>
        <w:t xml:space="preserve"> قطعة منه. وأورده مرسلا في روضة الواعظين: 577 عن الرسول </w:t>
      </w:r>
      <w:r w:rsidR="009D3C8D" w:rsidRPr="00772C2A">
        <w:rPr>
          <w:rStyle w:val="libFootnoteAlaemChar"/>
          <w:rtl/>
        </w:rPr>
        <w:t>صلى‌الله‌عليه‌وآله</w:t>
      </w:r>
      <w:r>
        <w:rPr>
          <w:rtl/>
        </w:rPr>
        <w:t>.</w:t>
      </w:r>
    </w:p>
    <w:p w:rsidR="00827655" w:rsidRDefault="00481D79" w:rsidP="00772C2A">
      <w:pPr>
        <w:pStyle w:val="libFootnote0"/>
        <w:rPr>
          <w:rtl/>
        </w:rPr>
      </w:pPr>
      <w:r>
        <w:rPr>
          <w:rtl/>
        </w:rPr>
        <w:t>5</w:t>
      </w:r>
      <w:r w:rsidR="00772C2A">
        <w:rPr>
          <w:rFonts w:hint="cs"/>
          <w:rtl/>
        </w:rPr>
        <w:t>-</w:t>
      </w:r>
      <w:r>
        <w:rPr>
          <w:rtl/>
        </w:rPr>
        <w:t xml:space="preserve"> عنه البحار: 72 / 44 ح 52. ورواه في عيون الاخبار: 2 / 32 ح 58، عنه الوسائل: 8 / 589 ح 6 والبحار: 75 / 142 ح 4. وأورده في روضة الواعظين: 524، عنه البحار: 72 / 46 ح 57 قطعة. وجامع الاخبار: 130، عنه البحار: 72 / 49 ذ ح 58. </w:t>
      </w:r>
      <w:r w:rsidR="00827655">
        <w:rPr>
          <w:rtl/>
        </w:rPr>
        <w:t>=</w:t>
      </w:r>
    </w:p>
    <w:p w:rsidR="00481D79" w:rsidRDefault="00481D79" w:rsidP="00481D79">
      <w:pPr>
        <w:pStyle w:val="libNormal"/>
        <w:rPr>
          <w:rtl/>
        </w:rPr>
      </w:pPr>
      <w:r>
        <w:rPr>
          <w:rtl/>
        </w:rPr>
        <w:br w:type="page"/>
      </w:r>
    </w:p>
    <w:p w:rsidR="00481D79" w:rsidRPr="00481D79" w:rsidRDefault="00481D79" w:rsidP="00772C2A">
      <w:pPr>
        <w:pStyle w:val="libNormal"/>
        <w:rPr>
          <w:rtl/>
        </w:rPr>
      </w:pPr>
      <w:r w:rsidRPr="00481D79">
        <w:rPr>
          <w:rtl/>
        </w:rPr>
        <w:lastRenderedPageBreak/>
        <w:t xml:space="preserve">(106) - وبإسناده قال: قال رسول الله </w:t>
      </w:r>
      <w:r w:rsidR="004226A8" w:rsidRPr="004226A8">
        <w:rPr>
          <w:rStyle w:val="libAlaemChar"/>
          <w:rtl/>
        </w:rPr>
        <w:t>صلى‌الله‌عليه‌وآله</w:t>
      </w:r>
      <w:r w:rsidRPr="00481D79">
        <w:rPr>
          <w:rtl/>
        </w:rPr>
        <w:t xml:space="preserve">: " يا علي ان الله تعالى قد غفر لك ولاهلك </w:t>
      </w:r>
      <w:r w:rsidR="00772C2A" w:rsidRPr="00772C2A">
        <w:rPr>
          <w:rStyle w:val="libFootnotenumChar"/>
          <w:rFonts w:hint="cs"/>
          <w:rtl/>
        </w:rPr>
        <w:t>(1)</w:t>
      </w:r>
      <w:r w:rsidRPr="00481D79">
        <w:rPr>
          <w:rtl/>
        </w:rPr>
        <w:t xml:space="preserve"> ولشيعتك ولمحبي شيعتك ولمحبي محبي شيعتك </w:t>
      </w:r>
      <w:r w:rsidR="00772C2A" w:rsidRPr="00772C2A">
        <w:rPr>
          <w:rStyle w:val="libFootnotenumChar"/>
          <w:rFonts w:hint="cs"/>
          <w:rtl/>
        </w:rPr>
        <w:t>(2)</w:t>
      </w:r>
      <w:r w:rsidRPr="00481D79">
        <w:rPr>
          <w:rtl/>
        </w:rPr>
        <w:t xml:space="preserve">، فابشر فانك الانزع البطين، منزوع من الشرك، مبطون </w:t>
      </w:r>
      <w:r w:rsidR="00772C2A" w:rsidRPr="00772C2A">
        <w:rPr>
          <w:rStyle w:val="libFootnotenumChar"/>
          <w:rFonts w:hint="cs"/>
          <w:rtl/>
        </w:rPr>
        <w:t>(3)</w:t>
      </w:r>
      <w:r w:rsidRPr="00481D79">
        <w:rPr>
          <w:rtl/>
        </w:rPr>
        <w:t xml:space="preserve"> من العلم </w:t>
      </w:r>
      <w:r w:rsidR="00772C2A" w:rsidRPr="00772C2A">
        <w:rPr>
          <w:rStyle w:val="libFootnotenumChar"/>
          <w:rFonts w:hint="cs"/>
          <w:rtl/>
        </w:rPr>
        <w:t>(4)</w:t>
      </w:r>
      <w:r w:rsidRPr="00481D79">
        <w:rPr>
          <w:rtl/>
        </w:rPr>
        <w:t xml:space="preserve"> " </w:t>
      </w:r>
      <w:r w:rsidR="00772C2A" w:rsidRPr="00772C2A">
        <w:rPr>
          <w:rStyle w:val="libFootnotenumChar"/>
          <w:rFonts w:hint="cs"/>
          <w:rtl/>
        </w:rPr>
        <w:t>(5)</w:t>
      </w:r>
      <w:r w:rsidRPr="00481D79">
        <w:rPr>
          <w:rtl/>
        </w:rPr>
        <w:t>.</w:t>
      </w:r>
    </w:p>
    <w:p w:rsidR="00481D79" w:rsidRPr="00481D79" w:rsidRDefault="00481D79" w:rsidP="00772C2A">
      <w:pPr>
        <w:pStyle w:val="libNormal"/>
        <w:rPr>
          <w:rtl/>
        </w:rPr>
      </w:pPr>
      <w:r w:rsidRPr="00481D79">
        <w:rPr>
          <w:rtl/>
        </w:rPr>
        <w:t xml:space="preserve">(107) - وبإسناده قال: قال رسول الله </w:t>
      </w:r>
      <w:r w:rsidR="004226A8" w:rsidRPr="004226A8">
        <w:rPr>
          <w:rStyle w:val="libAlaemChar"/>
          <w:rtl/>
        </w:rPr>
        <w:t>صلى‌الله‌عليه‌وآله</w:t>
      </w:r>
      <w:r w:rsidRPr="00481D79">
        <w:rPr>
          <w:rtl/>
        </w:rPr>
        <w:t xml:space="preserve">: " ان الله تعالى غافر (كل ذنب) </w:t>
      </w:r>
      <w:r w:rsidR="00772C2A" w:rsidRPr="00772C2A">
        <w:rPr>
          <w:rStyle w:val="libFootnotenumChar"/>
          <w:rFonts w:hint="cs"/>
          <w:rtl/>
        </w:rPr>
        <w:t>(6)</w:t>
      </w:r>
      <w:r w:rsidRPr="00481D79">
        <w:rPr>
          <w:rtl/>
        </w:rPr>
        <w:t xml:space="preserve"> إلا من أخر </w:t>
      </w:r>
      <w:r w:rsidR="00772C2A" w:rsidRPr="00772C2A">
        <w:rPr>
          <w:rStyle w:val="libFootnotenumChar"/>
          <w:rFonts w:hint="cs"/>
          <w:rtl/>
        </w:rPr>
        <w:t>(7)</w:t>
      </w:r>
      <w:r w:rsidRPr="00481D79">
        <w:rPr>
          <w:rtl/>
        </w:rPr>
        <w:t xml:space="preserve"> مهرا، أو اغتصب </w:t>
      </w:r>
      <w:r w:rsidR="00772C2A" w:rsidRPr="00772C2A">
        <w:rPr>
          <w:rStyle w:val="libFootnotenumChar"/>
          <w:rFonts w:hint="cs"/>
          <w:rtl/>
        </w:rPr>
        <w:t>(8)</w:t>
      </w:r>
      <w:r w:rsidRPr="00481D79">
        <w:rPr>
          <w:rtl/>
        </w:rPr>
        <w:t xml:space="preserve"> أجيرا [ أجره ] </w:t>
      </w:r>
      <w:r w:rsidR="00772C2A" w:rsidRPr="00772C2A">
        <w:rPr>
          <w:rStyle w:val="libFootnotenumChar"/>
          <w:rFonts w:hint="cs"/>
          <w:rtl/>
        </w:rPr>
        <w:t>(9)</w:t>
      </w:r>
      <w:r w:rsidRPr="00481D79">
        <w:rPr>
          <w:rtl/>
        </w:rPr>
        <w:t xml:space="preserve">، أو باع رجلا حرا " </w:t>
      </w:r>
      <w:r w:rsidR="00772C2A" w:rsidRPr="00772C2A">
        <w:rPr>
          <w:rStyle w:val="libFootnotenumChar"/>
          <w:rFonts w:hint="cs"/>
          <w:rtl/>
        </w:rPr>
        <w:t>(10)</w:t>
      </w:r>
      <w:r w:rsidRPr="00481D79">
        <w:rPr>
          <w:rtl/>
        </w:rPr>
        <w:t>.</w:t>
      </w:r>
    </w:p>
    <w:p w:rsidR="00827655"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ومشكاة الانوار: 128 جميعا بإسنادهم عن النبي </w:t>
      </w:r>
      <w:r w:rsidR="004226A8" w:rsidRPr="00772C2A">
        <w:rPr>
          <w:rStyle w:val="libFootnoteAlaemChar"/>
          <w:rtl/>
        </w:rPr>
        <w:t>صلى‌الله‌عليه‌وآله</w:t>
      </w:r>
      <w:r w:rsidR="00481D79">
        <w:rPr>
          <w:rtl/>
        </w:rPr>
        <w:t xml:space="preserve">. ورواه في ثواب الاعمال: 299 ح 1 بإسناده عن أبي بصير، عن الصادق </w:t>
      </w:r>
      <w:r w:rsidR="004226A8" w:rsidRPr="00772C2A">
        <w:rPr>
          <w:rStyle w:val="libFootnoteAlaemChar"/>
          <w:rtl/>
        </w:rPr>
        <w:t>عليه‌السلام</w:t>
      </w:r>
      <w:r w:rsidR="00481D79">
        <w:rPr>
          <w:rtl/>
        </w:rPr>
        <w:t xml:space="preserve"> بإختلاف يسير عنه الوسائل: 8 / 589 ح 8. ورواه في الكافي: 2 / 353 ح 9 بإسناده عن ابن أبي عمير، عن بعض أصحابه، عن الصادق </w:t>
      </w:r>
      <w:r w:rsidR="004226A8" w:rsidRPr="00772C2A">
        <w:rPr>
          <w:rStyle w:val="libFootnoteAlaemChar"/>
          <w:rtl/>
        </w:rPr>
        <w:t>عليه‌السلام</w:t>
      </w:r>
      <w:r w:rsidR="00481D79">
        <w:rPr>
          <w:rtl/>
        </w:rPr>
        <w:t xml:space="preserve"> والمحاسن: 1 / 97 ح 60 بإسناده عن أبي بصير، عن الصادق </w:t>
      </w:r>
      <w:r w:rsidR="004226A8" w:rsidRPr="00772C2A">
        <w:rPr>
          <w:rStyle w:val="libFootnoteAlaemChar"/>
          <w:rtl/>
        </w:rPr>
        <w:t>عليه‌السلام</w:t>
      </w:r>
      <w:r w:rsidR="00481D79">
        <w:rPr>
          <w:rtl/>
        </w:rPr>
        <w:t xml:space="preserve"> بإختلاف يسير، وعنه الوسائل: 8 / 591 ح 4. وأورده في تنبيه الخواطر: 208 عن الصادق </w:t>
      </w:r>
      <w:r w:rsidR="004226A8" w:rsidRPr="00772C2A">
        <w:rPr>
          <w:rStyle w:val="libFootnoteAlaemChar"/>
          <w:rtl/>
        </w:rPr>
        <w:t>عليه‌السلام</w:t>
      </w:r>
      <w:r w:rsidR="00481D79">
        <w:rPr>
          <w:rtl/>
        </w:rPr>
        <w:t xml:space="preserve"> بإختلاف يسير.</w:t>
      </w:r>
    </w:p>
    <w:p w:rsidR="00772C2A" w:rsidRDefault="00481D79" w:rsidP="00772C2A">
      <w:pPr>
        <w:pStyle w:val="libFootnote0"/>
        <w:rPr>
          <w:rFonts w:hint="cs"/>
          <w:rtl/>
        </w:rPr>
      </w:pPr>
      <w:r>
        <w:rPr>
          <w:rtl/>
        </w:rPr>
        <w:t>1</w:t>
      </w:r>
      <w:r w:rsidR="00772C2A">
        <w:rPr>
          <w:rFonts w:hint="cs"/>
          <w:rtl/>
        </w:rPr>
        <w:t>-</w:t>
      </w:r>
      <w:r>
        <w:rPr>
          <w:rtl/>
        </w:rPr>
        <w:t xml:space="preserve"> ن: ولذريتك.</w:t>
      </w:r>
    </w:p>
    <w:p w:rsidR="00772C2A" w:rsidRDefault="00481D79" w:rsidP="00772C2A">
      <w:pPr>
        <w:pStyle w:val="libFootnote0"/>
        <w:rPr>
          <w:rFonts w:hint="cs"/>
          <w:rtl/>
        </w:rPr>
      </w:pPr>
      <w:r>
        <w:rPr>
          <w:rtl/>
        </w:rPr>
        <w:t>2</w:t>
      </w:r>
      <w:r w:rsidR="00772C2A">
        <w:rPr>
          <w:rFonts w:hint="cs"/>
          <w:rtl/>
        </w:rPr>
        <w:t>-</w:t>
      </w:r>
      <w:r>
        <w:rPr>
          <w:rtl/>
        </w:rPr>
        <w:t xml:space="preserve"> خ: ولمحب شيعتك ولمحب محب شيعتك.</w:t>
      </w:r>
    </w:p>
    <w:p w:rsidR="00481D79" w:rsidRDefault="00481D79" w:rsidP="00772C2A">
      <w:pPr>
        <w:pStyle w:val="libFootnote0"/>
        <w:rPr>
          <w:rtl/>
        </w:rPr>
      </w:pPr>
      <w:r>
        <w:rPr>
          <w:rtl/>
        </w:rPr>
        <w:t>3</w:t>
      </w:r>
      <w:r w:rsidR="00772C2A">
        <w:rPr>
          <w:rFonts w:hint="cs"/>
          <w:rtl/>
        </w:rPr>
        <w:t>-</w:t>
      </w:r>
      <w:r>
        <w:rPr>
          <w:rtl/>
        </w:rPr>
        <w:t xml:space="preserve"> ط: بطين.</w:t>
      </w:r>
    </w:p>
    <w:p w:rsidR="00481D79" w:rsidRDefault="00481D79" w:rsidP="00772C2A">
      <w:pPr>
        <w:pStyle w:val="libFootnote0"/>
        <w:rPr>
          <w:rtl/>
        </w:rPr>
      </w:pPr>
      <w:r>
        <w:rPr>
          <w:rtl/>
        </w:rPr>
        <w:t>4</w:t>
      </w:r>
      <w:r w:rsidR="00772C2A">
        <w:rPr>
          <w:rFonts w:hint="cs"/>
          <w:rtl/>
        </w:rPr>
        <w:t>-</w:t>
      </w:r>
      <w:r>
        <w:rPr>
          <w:rtl/>
        </w:rPr>
        <w:t xml:space="preserve"> خ: " يا علي أبشر فإنك أنت الانزع البطين، منزوع من الشرك، بطين من العلم ".</w:t>
      </w:r>
    </w:p>
    <w:p w:rsidR="00772C2A" w:rsidRDefault="00481D79" w:rsidP="00772C2A">
      <w:pPr>
        <w:pStyle w:val="libFootnote0"/>
        <w:rPr>
          <w:rFonts w:hint="cs"/>
          <w:rtl/>
        </w:rPr>
      </w:pPr>
      <w:r>
        <w:rPr>
          <w:rtl/>
        </w:rPr>
        <w:t>5</w:t>
      </w:r>
      <w:r w:rsidR="00772C2A">
        <w:rPr>
          <w:rFonts w:hint="cs"/>
          <w:rtl/>
        </w:rPr>
        <w:t>-</w:t>
      </w:r>
      <w:r>
        <w:rPr>
          <w:rtl/>
        </w:rPr>
        <w:t xml:space="preserve"> عنه البحار: 68 / 101 ح 9 وعن أمالي الطوسي: 1 / 300 ح 16 بإسناده عن المنصوري، عن عم أبيه عن أبي الحسن الثالث </w:t>
      </w:r>
      <w:r w:rsidR="004226A8" w:rsidRPr="00772C2A">
        <w:rPr>
          <w:rStyle w:val="libFootnoteAlaemChar"/>
          <w:rtl/>
        </w:rPr>
        <w:t>عليه‌السلام</w:t>
      </w:r>
      <w:r>
        <w:rPr>
          <w:rtl/>
        </w:rPr>
        <w:t xml:space="preserve">. رواه الصدوق في أماليه: 2 / 47 ح 182، عنه البحار: 27 / 79 ح 13، وفي ج 35 / 52 ح 6 عنه وعن أمالي الطوسي. ورواه الطبري في بشارة المصطفى: 227 بإسناده عن عمر بن موسى بن عيسى بن أحمد، عن أبي الحسن الثالث </w:t>
      </w:r>
      <w:r w:rsidR="004226A8" w:rsidRPr="00772C2A">
        <w:rPr>
          <w:rStyle w:val="libFootnoteAlaemChar"/>
          <w:rtl/>
        </w:rPr>
        <w:t>عليه‌السلام</w:t>
      </w:r>
      <w:r>
        <w:rPr>
          <w:rtl/>
        </w:rPr>
        <w:t xml:space="preserve">. ورواه ابن المغازلي في المناقب: 400 ح 455 بالاسناد رقم " 25 ". ورواه الخوارزمي في المناقب: 209 بالاسناد رقم " 29 "، عنه مصباح الانوار: 123 (مخطوط). ورواه الحمويني في فرائد السمطين: 1 / 308 ح 247 بالاسناد رقم " 47 ". وأورده السمهودي في الاشراف على فضل الاشراف: 45، والكشفي الحنفي الترمذي في المناقب المرتضوية: 99، والمناوي في كنوز الحقائق: 202، عنه ينابيع المودة: 182. وأخرجه من طريق الديلمي ابن حجر الهيتمي في الصواعق المحرقة: 96، والبدخشي في مفتاح النجا: 61، والقندوزي في ينابيع المودة: 270، والحضرمي في رشفة الصادي: 81، والامرتسري في أرجح المطالب: 475 وص 660 عن أبي أيوب نحوه، والحضرمي في وسيلة المآل: 131 عن علي </w:t>
      </w:r>
      <w:r w:rsidR="004226A8" w:rsidRPr="00772C2A">
        <w:rPr>
          <w:rStyle w:val="libFootnoteAlaemChar"/>
          <w:rtl/>
        </w:rPr>
        <w:t>عليه‌السلام</w:t>
      </w:r>
      <w:r>
        <w:rPr>
          <w:rtl/>
        </w:rPr>
        <w:t xml:space="preserve"> نحوه. والعيني الحيدرآبادي في المناقب: 602 عن أبي أيوب وص 63 عن علي </w:t>
      </w:r>
      <w:r w:rsidR="004226A8" w:rsidRPr="00772C2A">
        <w:rPr>
          <w:rStyle w:val="libFootnoteAlaemChar"/>
          <w:rtl/>
        </w:rPr>
        <w:t>عليه‌السلام</w:t>
      </w:r>
      <w:r>
        <w:rPr>
          <w:rtl/>
        </w:rPr>
        <w:t xml:space="preserve"> وأبي أيوب نحوه.</w:t>
      </w:r>
    </w:p>
    <w:p w:rsidR="00481D79" w:rsidRDefault="00481D79" w:rsidP="00772C2A">
      <w:pPr>
        <w:pStyle w:val="libFootnote0"/>
        <w:rPr>
          <w:rtl/>
        </w:rPr>
      </w:pPr>
      <w:r>
        <w:rPr>
          <w:rtl/>
        </w:rPr>
        <w:t>6</w:t>
      </w:r>
      <w:r w:rsidR="00772C2A">
        <w:rPr>
          <w:rFonts w:hint="cs"/>
          <w:rtl/>
        </w:rPr>
        <w:t>-</w:t>
      </w:r>
      <w:r>
        <w:rPr>
          <w:rtl/>
        </w:rPr>
        <w:t xml:space="preserve"> خ: الذنب.</w:t>
      </w:r>
    </w:p>
    <w:p w:rsidR="00772C2A" w:rsidRDefault="00481D79" w:rsidP="00772C2A">
      <w:pPr>
        <w:pStyle w:val="libFootnote0"/>
        <w:rPr>
          <w:rFonts w:hint="cs"/>
          <w:rtl/>
        </w:rPr>
      </w:pPr>
      <w:r>
        <w:rPr>
          <w:rtl/>
        </w:rPr>
        <w:t>7</w:t>
      </w:r>
      <w:r w:rsidR="00772C2A">
        <w:rPr>
          <w:rFonts w:hint="cs"/>
          <w:rtl/>
        </w:rPr>
        <w:t>-</w:t>
      </w:r>
      <w:r>
        <w:rPr>
          <w:rtl/>
        </w:rPr>
        <w:t xml:space="preserve"> في البحار والمستدرك: جحد.</w:t>
      </w:r>
    </w:p>
    <w:p w:rsidR="00772C2A" w:rsidRDefault="00481D79" w:rsidP="00772C2A">
      <w:pPr>
        <w:pStyle w:val="libFootnote0"/>
        <w:rPr>
          <w:rFonts w:hint="cs"/>
          <w:rtl/>
        </w:rPr>
      </w:pPr>
      <w:r>
        <w:rPr>
          <w:rtl/>
        </w:rPr>
        <w:t>8</w:t>
      </w:r>
      <w:r w:rsidR="00772C2A">
        <w:rPr>
          <w:rFonts w:hint="cs"/>
          <w:rtl/>
        </w:rPr>
        <w:t>-</w:t>
      </w:r>
      <w:r>
        <w:rPr>
          <w:rtl/>
        </w:rPr>
        <w:t xml:space="preserve"> ج: قهرا إذا غصب.</w:t>
      </w:r>
    </w:p>
    <w:p w:rsidR="00481D79" w:rsidRDefault="00481D79" w:rsidP="00772C2A">
      <w:pPr>
        <w:pStyle w:val="libFootnote0"/>
        <w:rPr>
          <w:rtl/>
        </w:rPr>
      </w:pPr>
      <w:r>
        <w:rPr>
          <w:rtl/>
        </w:rPr>
        <w:t>9</w:t>
      </w:r>
      <w:r w:rsidR="00772C2A">
        <w:rPr>
          <w:rFonts w:hint="cs"/>
          <w:rtl/>
        </w:rPr>
        <w:t>-</w:t>
      </w:r>
      <w:r>
        <w:rPr>
          <w:rtl/>
        </w:rPr>
        <w:t xml:space="preserve"> ليس في ن.</w:t>
      </w:r>
    </w:p>
    <w:p w:rsidR="00481D79" w:rsidRDefault="00481D79" w:rsidP="00772C2A">
      <w:pPr>
        <w:pStyle w:val="libFootnote0"/>
        <w:rPr>
          <w:rtl/>
        </w:rPr>
      </w:pPr>
      <w:r>
        <w:rPr>
          <w:rtl/>
        </w:rPr>
        <w:t>10</w:t>
      </w:r>
      <w:r w:rsidR="00772C2A">
        <w:rPr>
          <w:rFonts w:hint="cs"/>
          <w:rtl/>
        </w:rPr>
        <w:t>-</w:t>
      </w:r>
      <w:r>
        <w:rPr>
          <w:rtl/>
        </w:rPr>
        <w:t xml:space="preserve"> عنه البحار:</w:t>
      </w:r>
    </w:p>
    <w:p w:rsidR="00481D79" w:rsidRDefault="00481D79" w:rsidP="00481D79">
      <w:pPr>
        <w:pStyle w:val="libNormal"/>
        <w:rPr>
          <w:rtl/>
        </w:rPr>
      </w:pPr>
      <w:r>
        <w:rPr>
          <w:rtl/>
        </w:rPr>
        <w:br w:type="page"/>
      </w:r>
    </w:p>
    <w:p w:rsidR="00481D79" w:rsidRPr="00481D79" w:rsidRDefault="00481D79" w:rsidP="00772C2A">
      <w:pPr>
        <w:pStyle w:val="libNormal"/>
        <w:rPr>
          <w:rtl/>
        </w:rPr>
      </w:pPr>
      <w:r w:rsidRPr="00481D79">
        <w:rPr>
          <w:rtl/>
        </w:rPr>
        <w:lastRenderedPageBreak/>
        <w:t xml:space="preserve">(108) - وبإسناده قال: قال رسول الله </w:t>
      </w:r>
      <w:r w:rsidR="004226A8" w:rsidRPr="004226A8">
        <w:rPr>
          <w:rStyle w:val="libAlaemChar"/>
          <w:rtl/>
        </w:rPr>
        <w:t>صلى‌الله‌عليه‌وآله</w:t>
      </w:r>
      <w:r w:rsidRPr="00481D79">
        <w:rPr>
          <w:rtl/>
        </w:rPr>
        <w:t xml:space="preserve">: أتاني ملك فقال: يا محمد ان الله عزوجل يقرأ عليك السلام ويقول: " قد زوجت </w:t>
      </w:r>
      <w:r w:rsidR="00772C2A" w:rsidRPr="00772C2A">
        <w:rPr>
          <w:rStyle w:val="libFootnotenumChar"/>
          <w:rFonts w:hint="cs"/>
          <w:rtl/>
        </w:rPr>
        <w:t>(1)</w:t>
      </w:r>
      <w:r w:rsidRPr="00481D79">
        <w:rPr>
          <w:rtl/>
        </w:rPr>
        <w:t xml:space="preserve"> فاطمة من علي فزوجها منه، [ وقد ] </w:t>
      </w:r>
      <w:r w:rsidR="00772C2A" w:rsidRPr="00CE7487">
        <w:rPr>
          <w:rStyle w:val="libFootnotenumChar"/>
          <w:rFonts w:hint="cs"/>
          <w:rtl/>
        </w:rPr>
        <w:t>(2)</w:t>
      </w:r>
      <w:r w:rsidRPr="00481D79">
        <w:rPr>
          <w:rtl/>
        </w:rPr>
        <w:t xml:space="preserve"> أمرت شجرة طوبى أن تحمل الدر والمرجان والياقوت </w:t>
      </w:r>
      <w:r w:rsidR="00772C2A" w:rsidRPr="00CE7487">
        <w:rPr>
          <w:rStyle w:val="libFootnotenumChar"/>
          <w:rFonts w:hint="cs"/>
          <w:rtl/>
        </w:rPr>
        <w:t>(3)</w:t>
      </w:r>
      <w:r w:rsidRPr="00481D79">
        <w:rPr>
          <w:rtl/>
        </w:rPr>
        <w:t xml:space="preserve"> وان أهل السماء قد فرحوا بذلك، وسيولد لهما ولدان سيدا شباب أهل الجنة، وبهم يتزين </w:t>
      </w:r>
      <w:r w:rsidR="00772C2A" w:rsidRPr="00CE7487">
        <w:rPr>
          <w:rStyle w:val="libFootnotenumChar"/>
          <w:rFonts w:hint="cs"/>
          <w:rtl/>
        </w:rPr>
        <w:t>(4)</w:t>
      </w:r>
      <w:r w:rsidRPr="00481D79">
        <w:rPr>
          <w:rtl/>
        </w:rPr>
        <w:t xml:space="preserve"> أهل الجنة، فأبشر يا محمد فانك </w:t>
      </w:r>
      <w:r w:rsidR="00772C2A" w:rsidRPr="00CE7487">
        <w:rPr>
          <w:rStyle w:val="libFootnotenumChar"/>
          <w:rFonts w:hint="cs"/>
          <w:rtl/>
        </w:rPr>
        <w:t>(5)</w:t>
      </w:r>
      <w:r w:rsidRPr="00481D79">
        <w:rPr>
          <w:rtl/>
        </w:rPr>
        <w:t xml:space="preserve"> خير الاولين والآخرين " </w:t>
      </w:r>
      <w:r w:rsidR="00772C2A" w:rsidRPr="00CE7487">
        <w:rPr>
          <w:rStyle w:val="libFootnotenumChar"/>
          <w:rFonts w:hint="cs"/>
          <w:rtl/>
        </w:rPr>
        <w:t>(6)</w:t>
      </w:r>
      <w:r w:rsidRPr="00481D79">
        <w:rPr>
          <w:rtl/>
        </w:rPr>
        <w:t>.</w:t>
      </w:r>
    </w:p>
    <w:p w:rsidR="00481D79" w:rsidRPr="00481D79" w:rsidRDefault="00481D79" w:rsidP="00772C2A">
      <w:pPr>
        <w:pStyle w:val="libNormal"/>
        <w:rPr>
          <w:rtl/>
        </w:rPr>
      </w:pPr>
      <w:r w:rsidRPr="00481D79">
        <w:rPr>
          <w:rtl/>
        </w:rPr>
        <w:t xml:space="preserve">(109) - وبإسناده قال: قال رسول الله </w:t>
      </w:r>
      <w:r w:rsidR="004226A8" w:rsidRPr="004226A8">
        <w:rPr>
          <w:rStyle w:val="libAlaemChar"/>
          <w:rtl/>
        </w:rPr>
        <w:t>صلى‌الله‌عليه‌وآله</w:t>
      </w:r>
      <w:r w:rsidRPr="00481D79">
        <w:rPr>
          <w:rtl/>
        </w:rPr>
        <w:t xml:space="preserve">: " من كنت مولاه فعلي مولاه، اللهم وال من والاه وعاد من عاداه [ واخذل من خذله ] </w:t>
      </w:r>
      <w:r w:rsidR="00772C2A" w:rsidRPr="00CE7487">
        <w:rPr>
          <w:rStyle w:val="libFootnotenumChar"/>
          <w:rFonts w:hint="cs"/>
          <w:rtl/>
        </w:rPr>
        <w:t>(7)</w:t>
      </w:r>
      <w:r w:rsidRPr="00481D79">
        <w:rPr>
          <w:rtl/>
        </w:rPr>
        <w:t xml:space="preserve"> وانصر من نصره " </w:t>
      </w:r>
      <w:r w:rsidR="00772C2A" w:rsidRPr="00CE7487">
        <w:rPr>
          <w:rStyle w:val="libFootnotenumChar"/>
          <w:rFonts w:hint="cs"/>
          <w:rtl/>
        </w:rPr>
        <w:t>(8)</w:t>
      </w:r>
      <w:r w:rsidRPr="00481D79">
        <w:rPr>
          <w:rtl/>
        </w:rPr>
        <w:t>.</w:t>
      </w:r>
    </w:p>
    <w:p w:rsidR="00827655"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103 / 129 ح 7 وص 168 ح 11 وص 350 ح 18، والمستدرك: 2 / 487 باب 16 ح 4 وص 508 باب 4 ح 2 وص 607 باب 11 ح 4. ورواه في عيون الاخبار: 2 / 32 ح 60 وعنه الوسائل: 11 / 344 ح 2 وج 13 / 247 ح 4، والبحار: 72 / 219 ح 1 وج 103 / 128 ح 3 وص 166 ح 3. ورواه في الكافي: 5 / 382 ح 17 بإسناده عن السكوني، عن الصادق </w:t>
      </w:r>
      <w:r w:rsidR="004226A8" w:rsidRPr="004A2596">
        <w:rPr>
          <w:rStyle w:val="libFootnoteAlaemChar"/>
          <w:rtl/>
        </w:rPr>
        <w:t>عليه‌السلام</w:t>
      </w:r>
      <w:r w:rsidR="00481D79">
        <w:rPr>
          <w:rtl/>
        </w:rPr>
        <w:t>، عنه الوسائل: 15 / 22 ح 4.</w:t>
      </w:r>
    </w:p>
    <w:p w:rsidR="00481D79" w:rsidRDefault="00481D79" w:rsidP="004A2596">
      <w:pPr>
        <w:pStyle w:val="libFootnote0"/>
        <w:rPr>
          <w:rtl/>
        </w:rPr>
      </w:pPr>
      <w:r>
        <w:rPr>
          <w:rtl/>
        </w:rPr>
        <w:t>1</w:t>
      </w:r>
      <w:r w:rsidR="004A2596">
        <w:rPr>
          <w:rFonts w:hint="cs"/>
          <w:rtl/>
        </w:rPr>
        <w:t>-</w:t>
      </w:r>
      <w:r>
        <w:rPr>
          <w:rtl/>
        </w:rPr>
        <w:t xml:space="preserve"> ن: زوج.</w:t>
      </w:r>
    </w:p>
    <w:p w:rsidR="00481D79" w:rsidRDefault="00481D79" w:rsidP="004A2596">
      <w:pPr>
        <w:pStyle w:val="libFootnote0"/>
        <w:rPr>
          <w:rtl/>
        </w:rPr>
      </w:pPr>
      <w:r>
        <w:rPr>
          <w:rtl/>
        </w:rPr>
        <w:t>2</w:t>
      </w:r>
      <w:r w:rsidR="004A2596">
        <w:rPr>
          <w:rFonts w:hint="cs"/>
          <w:rtl/>
        </w:rPr>
        <w:t>-</w:t>
      </w:r>
      <w:r>
        <w:rPr>
          <w:rtl/>
        </w:rPr>
        <w:t xml:space="preserve"> ليس في ن.</w:t>
      </w:r>
    </w:p>
    <w:p w:rsidR="00481D79" w:rsidRDefault="00481D79" w:rsidP="004A2596">
      <w:pPr>
        <w:pStyle w:val="libFootnote0"/>
        <w:rPr>
          <w:rtl/>
        </w:rPr>
      </w:pPr>
      <w:r>
        <w:rPr>
          <w:rtl/>
        </w:rPr>
        <w:t>3</w:t>
      </w:r>
      <w:r w:rsidR="004A2596">
        <w:rPr>
          <w:rFonts w:hint="cs"/>
          <w:rtl/>
        </w:rPr>
        <w:t>-</w:t>
      </w:r>
      <w:r>
        <w:rPr>
          <w:rtl/>
        </w:rPr>
        <w:t xml:space="preserve"> ط ون وج وبعض النسخ: واليواقيت.</w:t>
      </w:r>
    </w:p>
    <w:p w:rsidR="00481D79" w:rsidRDefault="00481D79" w:rsidP="004A2596">
      <w:pPr>
        <w:pStyle w:val="libFootnote0"/>
        <w:rPr>
          <w:rtl/>
        </w:rPr>
      </w:pPr>
      <w:r>
        <w:rPr>
          <w:rtl/>
        </w:rPr>
        <w:t>4</w:t>
      </w:r>
      <w:r w:rsidR="004A2596">
        <w:rPr>
          <w:rFonts w:hint="cs"/>
          <w:rtl/>
        </w:rPr>
        <w:t>-</w:t>
      </w:r>
      <w:r>
        <w:rPr>
          <w:rtl/>
        </w:rPr>
        <w:t xml:space="preserve"> ن: وبهما تزين.</w:t>
      </w:r>
    </w:p>
    <w:p w:rsidR="00481D79" w:rsidRDefault="00481D79" w:rsidP="004A2596">
      <w:pPr>
        <w:pStyle w:val="libFootnote0"/>
        <w:rPr>
          <w:rtl/>
        </w:rPr>
      </w:pPr>
      <w:r>
        <w:rPr>
          <w:rtl/>
        </w:rPr>
        <w:t>5</w:t>
      </w:r>
      <w:r w:rsidR="004A2596">
        <w:rPr>
          <w:rFonts w:hint="cs"/>
          <w:rtl/>
        </w:rPr>
        <w:t>-</w:t>
      </w:r>
      <w:r>
        <w:rPr>
          <w:rtl/>
        </w:rPr>
        <w:t xml:space="preserve"> ن: فأنت.</w:t>
      </w:r>
    </w:p>
    <w:p w:rsidR="00481D79" w:rsidRDefault="00481D79" w:rsidP="004A2596">
      <w:pPr>
        <w:pStyle w:val="libFootnote0"/>
        <w:rPr>
          <w:rtl/>
        </w:rPr>
      </w:pPr>
      <w:r>
        <w:rPr>
          <w:rtl/>
        </w:rPr>
        <w:t>6</w:t>
      </w:r>
      <w:r w:rsidR="004A2596">
        <w:rPr>
          <w:rFonts w:hint="cs"/>
          <w:rtl/>
        </w:rPr>
        <w:t>-</w:t>
      </w:r>
      <w:r>
        <w:rPr>
          <w:rtl/>
        </w:rPr>
        <w:t xml:space="preserve"> عنه البحار: 43 / 105 ح 17 وعن عيون الاخبار: 2 / 27 ح 12، وأخرجه عن العيون في المحتضر: 135. وأخرجه عن الصحيفة محب الدين الطبري في ذخائر العقبى: 31 بإختصار. رواه الخوارزمي في مقتله: 1 / 65 بالاسناد رقم " 30 ". ورواه في المناقب: 246 بالاسناد رقم " 29 "، وأخرجه عنه الاربلي في كشف الغمة: 1 / 353، عن الخوارزمي، عنه البحار: 43 / 124 ح 32.</w:t>
      </w:r>
    </w:p>
    <w:p w:rsidR="00481D79" w:rsidRDefault="00481D79" w:rsidP="00D11BDC">
      <w:pPr>
        <w:pStyle w:val="libFootnote0"/>
        <w:rPr>
          <w:rtl/>
        </w:rPr>
      </w:pPr>
      <w:r>
        <w:rPr>
          <w:rtl/>
        </w:rPr>
        <w:t xml:space="preserve">وأورده في روضة الواعظين: 177 مرسلا عن الرسول </w:t>
      </w:r>
      <w:r w:rsidR="004226A8" w:rsidRPr="004A2596">
        <w:rPr>
          <w:rStyle w:val="libFootnoteAlaemChar"/>
          <w:rtl/>
        </w:rPr>
        <w:t>صلى‌الله‌عليه‌وآله</w:t>
      </w:r>
      <w:r>
        <w:rPr>
          <w:rtl/>
        </w:rPr>
        <w:t xml:space="preserve">. وأخرجه القندوزي في ينابيع المودة: 195 عن علي </w:t>
      </w:r>
      <w:r w:rsidR="004226A8" w:rsidRPr="004A2596">
        <w:rPr>
          <w:rStyle w:val="libFootnoteAlaemChar"/>
          <w:rtl/>
        </w:rPr>
        <w:t>عليه‌السلام</w:t>
      </w:r>
      <w:r>
        <w:rPr>
          <w:rtl/>
        </w:rPr>
        <w:t>. وباكثير الحضرمي في وسيلة المآل: 86 عنه إحقاق الحق: 10 / 386.</w:t>
      </w:r>
    </w:p>
    <w:p w:rsidR="00481D79" w:rsidRDefault="00481D79" w:rsidP="004A2596">
      <w:pPr>
        <w:pStyle w:val="libFootnote0"/>
        <w:rPr>
          <w:rtl/>
        </w:rPr>
      </w:pPr>
      <w:r>
        <w:rPr>
          <w:rtl/>
        </w:rPr>
        <w:t>7</w:t>
      </w:r>
      <w:r w:rsidR="004A2596">
        <w:rPr>
          <w:rFonts w:hint="cs"/>
          <w:rtl/>
        </w:rPr>
        <w:t>-</w:t>
      </w:r>
      <w:r>
        <w:rPr>
          <w:rtl/>
        </w:rPr>
        <w:t xml:space="preserve"> ليس في بعض النسخ.</w:t>
      </w:r>
    </w:p>
    <w:p w:rsidR="00827655" w:rsidRDefault="00481D79" w:rsidP="004A2596">
      <w:pPr>
        <w:pStyle w:val="libFootnote0"/>
        <w:rPr>
          <w:rtl/>
        </w:rPr>
      </w:pPr>
      <w:r>
        <w:rPr>
          <w:rtl/>
        </w:rPr>
        <w:t>8</w:t>
      </w:r>
      <w:r w:rsidR="004A2596">
        <w:rPr>
          <w:rFonts w:hint="cs"/>
          <w:rtl/>
        </w:rPr>
        <w:t>-</w:t>
      </w:r>
      <w:r>
        <w:rPr>
          <w:rtl/>
        </w:rPr>
        <w:t xml:space="preserve"> عنه البحار: 37 / 222 ح 91 وعن بشارة المصطفى: 125 بالاسناد رقم " 37 ". ورواه الحافظ العاصمي في زين الفتى في تفسير سورة هل أتى بالاسناد رقم " 35 ". أما هذا الحديث، حديث النبأ العظيم في غدير خم، حديث الولاية الكبرى، حديث إكمال الدين وإتمام النعمة ورضى الرب على ما نزل به كتابه المبين، وتواترت به سنة نبيه </w:t>
      </w:r>
      <w:r w:rsidR="004226A8" w:rsidRPr="004A2596">
        <w:rPr>
          <w:rStyle w:val="libFootnoteAlaemChar"/>
          <w:rtl/>
        </w:rPr>
        <w:t>صلى‌الله‌عليه‌وآله</w:t>
      </w:r>
      <w:r>
        <w:rPr>
          <w:rtl/>
        </w:rPr>
        <w:t xml:space="preserve">، وتواصلت </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حلقات أسانيده من حجة الوداع وإلى وقتنا هذا. فقد رواه أحمد بن حنبل من أربعين طريقا.</w:t>
      </w:r>
    </w:p>
    <w:p w:rsidR="00481D79" w:rsidRDefault="00481D79" w:rsidP="00D11BDC">
      <w:pPr>
        <w:pStyle w:val="libFootnote0"/>
        <w:rPr>
          <w:rtl/>
        </w:rPr>
      </w:pPr>
      <w:r>
        <w:rPr>
          <w:rtl/>
        </w:rPr>
        <w:t>وابن جرير الطبري من نيف وسبعين طريقا. والجزري المقري من ثمانين طريقا. وابن عقدة من مائة وخمس طرق. وأبوسعيد السجستاني من مائة وعشرين طريقا. وأبوبكر الجعابي من مائة وخمس وعشرين طريقا. والحافظ أبوالعلاء العطار الهمداني بمائتين وخمسين طريقا. ولم يكتفوا بنقله في مواضع متفرقة من كتبهم وتآليفهم، بل بلغ الاهتمام منهم بالحديث أن قاموا بتأليف كتب خاصة بهذا الحديث الشريف، دونوا فيها ما انتهى إليهم من أسانيده، وضبطوا ما صح لديهم من طرقه *. وهذه أسماء رواة حديث الغدير الذين ذكرهم الحافظ أبوالعباس أحمد بن محمد بن سعيد الهمداني المعروف بابن عقدة في كتابه حديث الولاية نقلها عنه السيد ابن طاووس في الطرائف: 140 عنه البحار: 37 / 181 ح 68:</w:t>
      </w:r>
    </w:p>
    <w:p w:rsidR="00827655" w:rsidRDefault="00481D79" w:rsidP="00D11BDC">
      <w:pPr>
        <w:pStyle w:val="libFootnote0"/>
        <w:rPr>
          <w:rtl/>
        </w:rPr>
      </w:pPr>
      <w:r>
        <w:rPr>
          <w:rtl/>
        </w:rPr>
        <w:t xml:space="preserve">1 - أبوبكر عبدالله بن عثمان 2 - عمر بن الخطاب 3 - عثمان بن عفان 4 - علي بن أبي طالب </w:t>
      </w:r>
      <w:r w:rsidR="004226A8" w:rsidRPr="004A2596">
        <w:rPr>
          <w:rStyle w:val="libFootnoteAlaemChar"/>
          <w:rtl/>
        </w:rPr>
        <w:t>عليه‌السلام</w:t>
      </w:r>
      <w:r>
        <w:rPr>
          <w:rtl/>
        </w:rPr>
        <w:t xml:space="preserve"> 5 - طلحة بن عبيد الله 6 - الزبير بن العوام. 7 - عبدالرحمن بن عوف 8 - سعد بن مالك [ أبوسعيد الخدري ] 9 - العباس بن عبدالمطلب 10 - الحسن بن علي بن أبي طالب </w:t>
      </w:r>
      <w:r w:rsidR="004226A8" w:rsidRPr="004A2596">
        <w:rPr>
          <w:rStyle w:val="libFootnoteAlaemChar"/>
          <w:rtl/>
        </w:rPr>
        <w:t>عليهما‌السلام</w:t>
      </w:r>
      <w:r>
        <w:rPr>
          <w:rtl/>
        </w:rPr>
        <w:t xml:space="preserve"> 11 - الحسين بن علي </w:t>
      </w:r>
      <w:r w:rsidR="004226A8" w:rsidRPr="004A2596">
        <w:rPr>
          <w:rStyle w:val="libFootnoteAlaemChar"/>
          <w:rtl/>
        </w:rPr>
        <w:t>عليهما‌السلام</w:t>
      </w:r>
      <w:r>
        <w:rPr>
          <w:rtl/>
        </w:rPr>
        <w:t xml:space="preserve"> 12 - عبدالله بن عباس 13 - عبدالله بن جعفر بن أبي طالب 14 - عبدالله بن مسعود 15 - عمار بن ياسر 16 - أبوذر جندب بن جنادة الغفاري 17 - سلمان الفارسي 18 - أسعد بن زرارة الانصاري 19 - خزيمة بن ثابت الانصاري 20 - أبوأيوب خالد بن زيد الانصاري 21 - سهل بن حنيف الانصاري 22 - حذيفة بن اليمان 23 - عبدالله بن عمر بن الخطاب 24 - البراء بن عمر بن عازب الانصاري 25 - رفاعة بن رافع 26 - سمرة بن جندب 27 - سلمة بن الاكوع الاسلمي 28 - زيد بن ثابت الانصاري * تجد بحث " المؤلفون في حديث الغدير " مفصلا في الغدير: 1 / 152 - 158.</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29 - أبوليلى الانصاري 30 - أبوقدامة الانصاري 31 - سهل بن سعد الانصاري 32 - عدي بن حاتم الطائي 33 - ثابت بن زيد بن وديعة 34 - كعب بن عجرة الانصاري 35 - أبوالهيثم بن التيهان الانصاري 36 - هاشم بن عتبة بن أبي وقاص الزهري 37 - المقداد بن عمرو الكندي 38 - عمر بن أبي سلمة 39 - عبدالله بن [ أبي ] عبدالاسد المخزومي * 40 - عمران بن حصين الخزاعي 41 - يزيد بن الخصيب الاسلمي 42 - جبلة بن عمرو الانصاري 43 - أبوهريرة الدوسي 44 - أبوبرزة نضلة بن عتبة الاسلمي 45 - جابر بن عبدالله الانصاري 46 - حريز بن عبدالله 47 - زيد بن عبدالله 48 - زيد بن أرقم الانصاري 49 - أبورافع مولى رسول الله </w:t>
      </w:r>
      <w:r w:rsidR="004226A8" w:rsidRPr="004A2596">
        <w:rPr>
          <w:rStyle w:val="libFootnoteAlaemChar"/>
          <w:rtl/>
        </w:rPr>
        <w:t>صلى‌الله‌عليه‌وآله</w:t>
      </w:r>
      <w:r w:rsidR="00481D79">
        <w:rPr>
          <w:rtl/>
        </w:rPr>
        <w:t xml:space="preserve"> 50 - أبوعمرة بن عمرو بن محصن الانصاري 51 - أنس بن مالك الانصاري 52 - ناجية بن عمرو الخزاعي 53 - أبوزينب بن عوف الانصاري 54 - يعلى بن مرة الثقفي 55 - سعيد بن سعد بن عبادة الانصاري 56 - حذيفة بن اسيد الغفاري (أبوسريحة) 57 - عمرو بن الحمق الخزاعي 58 - زيد بن حارثة الانصاري 59 - ثابت بن وديعة الانصاري 60 - مالك بن حويرث (أبوسليمان) الليثي 61 - جابر بن سمرة السوائي * * 62 - عبدالله بن ثابت الانصاري 63 - حبشي بن جنادة السلولي 64 - ضميرة الاسدي 65 - عبدالله بن عازب الانصاري 66 - عبدالله بن أبي أوفى الاسلمي 67 - يزيد بن شراحيل الانصاري 68 - عبدالله بن بشير المازني 69 - النعمان بن عجلان الانصاري 70 - عبدالرحمن بن يعمر الديلي 71 - أبوحمزة خادم رسول الله </w:t>
      </w:r>
      <w:r w:rsidR="004226A8" w:rsidRPr="004A2596">
        <w:rPr>
          <w:rStyle w:val="libFootnoteAlaemChar"/>
          <w:rtl/>
        </w:rPr>
        <w:t>صلى‌الله‌عليه‌وآله</w:t>
      </w:r>
      <w:r w:rsidR="00481D79">
        <w:rPr>
          <w:rtl/>
        </w:rPr>
        <w:t xml:space="preserve"> 72 - أبوفضالة الانصاري 73 - عطية بن بشير المازني 74 - عامر بن ليلى الغفاري.</w:t>
      </w:r>
    </w:p>
    <w:p w:rsidR="00481D79" w:rsidRDefault="00827655" w:rsidP="00D11BDC">
      <w:pPr>
        <w:pStyle w:val="libFootnote0"/>
        <w:rPr>
          <w:rtl/>
        </w:rPr>
      </w:pPr>
      <w:r>
        <w:rPr>
          <w:rtl/>
        </w:rPr>
        <w:t>=</w:t>
      </w:r>
      <w:r w:rsidR="00481D79">
        <w:rPr>
          <w:rtl/>
        </w:rPr>
        <w:t xml:space="preserve"> * هكذا في المصدر والبحار والغدير. والصحيح كما في كتب التراجم عبدالله بن عبدالاسد بن هلال لمخزومي، أخو النبي </w:t>
      </w:r>
      <w:r w:rsidR="004226A8" w:rsidRPr="004A2596">
        <w:rPr>
          <w:rStyle w:val="libFootnoteAlaemChar"/>
          <w:rtl/>
        </w:rPr>
        <w:t>صلى‌الله‌عليه‌وآله</w:t>
      </w:r>
      <w:r w:rsidR="00481D79">
        <w:rPr>
          <w:rtl/>
        </w:rPr>
        <w:t xml:space="preserve"> من الرضاعة وابن عمته وزوج ام سلمة التي صارت فيما بعد زوج النبي. الاصابة: 2 / 335 رقم 4783، وتقريب التهذيب: 1 / 427 وغيرهما.</w:t>
      </w:r>
    </w:p>
    <w:p w:rsidR="00481D79" w:rsidRDefault="00481D79" w:rsidP="00D11BDC">
      <w:pPr>
        <w:pStyle w:val="libFootnote0"/>
        <w:rPr>
          <w:rtl/>
        </w:rPr>
      </w:pPr>
      <w:r>
        <w:rPr>
          <w:rtl/>
        </w:rPr>
        <w:t>* * في الاصل والبحار: السواني، وما في المتن من كتب التراجم المعتمدة.</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75 - أبوالطفيل عامر بن واثلة الكناني 76 - عبدالرحمان بن عبد رب الانصاري 77 - حسان بن ثابت لانصاري 78 - سعد بن جنادة العوفي 79 - عامر بن عمير النميري 80 - عبد الله بن ياميل 81 - حبة بن جوين العرني البجلي * 82 - عقبة بن عامر الجهني 83 - أبوذؤيب الشاعر 84 - أبوشريح الخزاعي 85 - أبوجحيفة وهب بن عبدالله النسوي 86 - أبوأمامة صدي بن عجلان الباهلي 87 - عامر بن ليلى بن جندب بن سفيان الغفلي البجلي 88 - أسامة بن زيد بن حارثة الكلبي 89 - وحشي بن حرب 90 - قيس بن ثابت بن شماس الانصاري 91 - عبدالرحمن بن مدلج * * 92 - حبيب بن بديل بن ورقاء الخزاعي 93 - فاطمة بنت رسول الله </w:t>
      </w:r>
      <w:r w:rsidR="004226A8" w:rsidRPr="004A2596">
        <w:rPr>
          <w:rStyle w:val="libFootnoteAlaemChar"/>
          <w:rtl/>
        </w:rPr>
        <w:t>صلى‌الله‌عليه‌وآله</w:t>
      </w:r>
      <w:r w:rsidR="00481D79">
        <w:rPr>
          <w:rtl/>
        </w:rPr>
        <w:t xml:space="preserve"> 94 - عائشة بنت أبي بكر 95 - أم سلمة ام المؤمنين 96 - ام هانئ بنت أبي طالب 97 - فاطمة بنت حمزة بن عبدالمطلب 98 - أسماء بنت عميس الخثعمية.</w:t>
      </w:r>
    </w:p>
    <w:p w:rsidR="00481D79" w:rsidRDefault="00481D79" w:rsidP="00D11BDC">
      <w:pPr>
        <w:pStyle w:val="libFootnote0"/>
        <w:rPr>
          <w:rtl/>
        </w:rPr>
      </w:pPr>
      <w:r>
        <w:rPr>
          <w:rtl/>
        </w:rPr>
        <w:t>قال ابن طاووس: ثم ذكر ابن عقدة ثمانية وعشرين رجلا من الصحابة لم يذكرهم ولم يذكر أسماء‌هم أيضا.</w:t>
      </w:r>
    </w:p>
    <w:p w:rsidR="00481D79" w:rsidRDefault="00481D79" w:rsidP="00D11BDC">
      <w:pPr>
        <w:pStyle w:val="libFootnote0"/>
        <w:rPr>
          <w:rtl/>
        </w:rPr>
      </w:pPr>
      <w:r>
        <w:rPr>
          <w:rtl/>
        </w:rPr>
        <w:t>وذكر ابن شهراشوب في المناقب: 2 / 228 وفي طبعة اخرى ج 3 / 25 نقلا عن الصاحب الكافي عن القاضي أبوبكر الجعابي أسماء من روى الحديث عنهم، وأخرجها العلامة أبوالحسن الشريف في ضياء العالمين نقلا عن كتاب نخب المناقب للجعابي. وهم:</w:t>
      </w:r>
    </w:p>
    <w:p w:rsidR="004A2596" w:rsidRDefault="00481D79" w:rsidP="004A2596">
      <w:pPr>
        <w:pStyle w:val="libFootnote0"/>
        <w:rPr>
          <w:rFonts w:hint="cs"/>
          <w:rtl/>
        </w:rPr>
      </w:pPr>
      <w:r>
        <w:rPr>
          <w:rtl/>
        </w:rPr>
        <w:t xml:space="preserve">1 - أبوبكر 2 - عمر 3 - عثمان 4 - علي 5 - طلحة 6 - الزبير 7 - الحسن 8 - الحسين 9 - عبدالله بن جعفر 10 - العباس بن عبدالمطلب 11 - عبدالله بن عباس 12 - أبوذر 13 - سلمان 14 </w:t>
      </w:r>
      <w:r w:rsidR="004A2596">
        <w:rPr>
          <w:rtl/>
        </w:rPr>
        <w:t>–</w:t>
      </w:r>
      <w:r>
        <w:rPr>
          <w:rtl/>
        </w:rPr>
        <w:t xml:space="preserve"> عبدالرحمن</w:t>
      </w:r>
    </w:p>
    <w:p w:rsidR="00481D79" w:rsidRDefault="00827655" w:rsidP="004A2596">
      <w:pPr>
        <w:pStyle w:val="libFootnote0"/>
        <w:rPr>
          <w:rtl/>
        </w:rPr>
      </w:pPr>
      <w:r>
        <w:rPr>
          <w:rtl/>
        </w:rPr>
        <w:t>=</w:t>
      </w:r>
      <w:r w:rsidR="00481D79">
        <w:rPr>
          <w:rtl/>
        </w:rPr>
        <w:t xml:space="preserve"> * في البحار: حنه بن حرمة العرني، والظاهر انه تصحيف.</w:t>
      </w:r>
    </w:p>
    <w:p w:rsidR="00481D79" w:rsidRDefault="00481D79" w:rsidP="00D11BDC">
      <w:pPr>
        <w:pStyle w:val="libFootnote0"/>
        <w:rPr>
          <w:rtl/>
        </w:rPr>
      </w:pPr>
      <w:r>
        <w:rPr>
          <w:rtl/>
        </w:rPr>
        <w:t>* * في الطرائف: مدبح، والصحيح كما في المتن، تجد ترجمته في اسد الغابة: 3 / 321.</w:t>
      </w:r>
    </w:p>
    <w:p w:rsidR="00481D79" w:rsidRDefault="00481D79" w:rsidP="00481D79">
      <w:pPr>
        <w:pStyle w:val="libNormal"/>
        <w:rPr>
          <w:rtl/>
        </w:rPr>
      </w:pPr>
      <w:r>
        <w:rPr>
          <w:rtl/>
        </w:rPr>
        <w:br w:type="page"/>
      </w:r>
    </w:p>
    <w:p w:rsidR="00481D79" w:rsidRDefault="005B067E" w:rsidP="005B067E">
      <w:pPr>
        <w:pStyle w:val="libLine"/>
        <w:rPr>
          <w:rtl/>
        </w:rPr>
      </w:pPr>
      <w:r>
        <w:rPr>
          <w:rtl/>
        </w:rPr>
        <w:lastRenderedPageBreak/>
        <w:t>____________________</w:t>
      </w:r>
    </w:p>
    <w:p w:rsidR="00827655" w:rsidRDefault="00481D79" w:rsidP="00D11BDC">
      <w:pPr>
        <w:pStyle w:val="libFootnote0"/>
        <w:rPr>
          <w:rtl/>
        </w:rPr>
      </w:pPr>
      <w:r>
        <w:rPr>
          <w:rtl/>
        </w:rPr>
        <w:t xml:space="preserve">15 - أبوقتادة 16 - زيد بن أرقم 17 - جرير بن حميد 18 - عدي بن حاتم 19 - عبدالله بن أنيس 20 - البراء بن عازب 21 - أبوأيوب 22 - أبوبرزة الاسلمي 23 - سهل بن حنيف 24 - سمرة بن جندب 25 - أبوالهيثم 26 - عبدالله بن ثابت الانصاري 27 - سلمة بن الاكوع 28 - الخدري 29 - عقبة بن عامر 30 - أبورافع 31 - كعب بن عجرة 32 - حذيفة بن اليمان 33 - أبومسعود البدري (اسمه عقبة بن عمرو) 34 - حذيفة بن اسيد 35 - زيد بن ثابت 36 - سعد بن عبادة 37 - خزيمة بن ثابت 38 - حباب بن عتبة 39 - جندب بن عبدالله بن سفيان البجلي العلقي 40 - عمر بن أبي سلمة 41 - قيس بن سعد 42 - عبادة بن الصامت 43 - أبوزينب الانصاري 44 - أبوليلى 45 - عبدالله بن ربيعة 46 - اسامة بن زيد 47 - سعد بن جنادة 48 - خباب بن سمرة 49 - يعلى بن مرة 50 - ابن قدامة الانصاري 51 - ناجية بن عميرة (الظاهر أنه هو ناجية بن عمرو الخزاعي) 52 - أبوكاهل الاحمسي 53 - خالد بن الوليد 54 - حسان بن ثابت 55 - النعمان بن عجلان 56 - أبورفاعة العدوي 57 - عمرو بن الحمق 58 - عبد الله بن يعمر 59 - مالك بن الحويرث 60 - أبوالحمراء 61 - ضمرة بن الحبيب (الحديد) (ابن جندب) الاسدي 62 - وحشي بن حرب 63 - عروة بن أبي الجعد 64 - عامر بن النميري 65 - بشير بن عبدالمنذر 66 - رفاعة بن عبدالمنذر </w:t>
      </w:r>
      <w:r w:rsidR="00827655">
        <w:rPr>
          <w:rtl/>
        </w:rPr>
        <w:t>=</w:t>
      </w:r>
    </w:p>
    <w:p w:rsidR="00481D79" w:rsidRDefault="00481D79" w:rsidP="00481D79">
      <w:pPr>
        <w:pStyle w:val="libNormal"/>
        <w:rPr>
          <w:rtl/>
        </w:rPr>
      </w:pPr>
      <w:r>
        <w:rPr>
          <w:rtl/>
        </w:rPr>
        <w:br w:type="page"/>
      </w:r>
    </w:p>
    <w:p w:rsidR="00481D79" w:rsidRDefault="005B067E" w:rsidP="005B067E">
      <w:pPr>
        <w:pStyle w:val="libLine"/>
        <w:rPr>
          <w:rtl/>
        </w:rPr>
      </w:pPr>
      <w:r>
        <w:rPr>
          <w:rtl/>
        </w:rPr>
        <w:lastRenderedPageBreak/>
        <w:t>____________________</w:t>
      </w:r>
    </w:p>
    <w:p w:rsidR="00827655" w:rsidRDefault="00481D79" w:rsidP="00D11BDC">
      <w:pPr>
        <w:pStyle w:val="libFootnote0"/>
        <w:rPr>
          <w:rtl/>
        </w:rPr>
      </w:pPr>
      <w:r>
        <w:rPr>
          <w:rtl/>
        </w:rPr>
        <w:t xml:space="preserve">67 - ثابت بن وديعة 68 - عمرو بن حريث 69 - قيس بن عاصم 70 - عبدالاعلى بن عدي 71 - عثمان بن حنيف 72 - ابي بن كعب 73 - فاطمة الزهراء </w:t>
      </w:r>
      <w:r w:rsidR="004226A8" w:rsidRPr="004A2596">
        <w:rPr>
          <w:rStyle w:val="libFootnoteAlaemChar"/>
          <w:rtl/>
        </w:rPr>
        <w:t>عليها‌السلام</w:t>
      </w:r>
      <w:r>
        <w:rPr>
          <w:rtl/>
        </w:rPr>
        <w:t xml:space="preserve"> 74 - عائشة 75 - ام سلمة 76 - أم هانئ 77 - فاطمة بنت حمزة ونقل الحديث الحافظ شهاب الدين أبي الفيض أحمد بن محمد بن الصديق في كتابه تشنيف الآذان: 77 نقلا عن جمع كثير من الحفاظ بأسانيدهم عن أربع وخمسين صحابيا، عنه الغدير: 1 / 151 رقم 360 وهم: 1 - علي أمير المؤمنين </w:t>
      </w:r>
      <w:r w:rsidR="004226A8" w:rsidRPr="004A2596">
        <w:rPr>
          <w:rStyle w:val="libFootnoteAlaemChar"/>
          <w:rtl/>
        </w:rPr>
        <w:t>عليه‌السلام</w:t>
      </w:r>
      <w:r>
        <w:rPr>
          <w:rtl/>
        </w:rPr>
        <w:t xml:space="preserve"> 2 - الامام الحسن السبط 3 - الامام الحسين السبط 4 - عبدالله بن عباس 5 - البراء بن عازب 6 - زيد بن أرقم 7 - بريدة 8 - أبوأيوب 9 - حذيفة بن اسيد 10 - سعد بن أبي وقاص 11 - أنس بن مالك 12 - أبوسعيد الخدري 13 - جابر بن عبدالله 14 - عمرو بن ذي مر 15 - عبدالله بن عمر 16 - مالك بن الحويرث 17 - حبشي بن جنادة 18 - جرير بن عبدالله البجلي 19 - عمارة 20 - عمار بن ياسر 21 - رياح بن الحارث 22 - عمر بن الخطاب 23 - نبيط بن شريط 24 - سمرة بن جندب 25 - أبوليلى 26 - جندب الانصاري 27 - حبيب بن بديل 28 - قيس بن ثابت 29 - زيد بن شرحبيل 30 - العباس بن عبدالمطلب 31 - عبدالله بن جعفر 32 - سلمة بن الاكوع 33 - زيد بن أبي ثابت 34 - أبوذر الغفاري 35 - سلمان الفارسي 36 - يعلى بن مرة 37 - خزيمة بن ثابت 38 - سهل بن حنيف </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39 - أبورافع 40 - زيد بن حارثة 41 - جابر بن سمرة 42 - ضمرة الاسلمي 43 - عبدالله بن أبي أوفى 44 - عبدالله بن بسر المازني 45 - عبدالرحمن بن يعمر الديلمي 46 - أبوالطفيل عامر 47 - سعد بن جنادة 48 - عامر بن عميرة 49 - حبة العرني 50 - أبوأمامة 51 - عامر بن ليلى 52 - وحشي بن حرب 53 - عائشة 54 - ام سلمة 55 - طلحة بن عبيد الله وذكر سليم بن قيس في كتابه ص 111 حديثا طويلا فيه مفاخرة علي </w:t>
      </w:r>
      <w:r w:rsidR="004226A8" w:rsidRPr="004A2596">
        <w:rPr>
          <w:rStyle w:val="libFootnoteAlaemChar"/>
          <w:rtl/>
        </w:rPr>
        <w:t>عليه‌السلام</w:t>
      </w:r>
      <w:r w:rsidR="00481D79">
        <w:rPr>
          <w:rtl/>
        </w:rPr>
        <w:t xml:space="preserve"> على أكثر من مائتي رجل من المهاجرين والانصار، وقد ناشدهم </w:t>
      </w:r>
      <w:r w:rsidR="004226A8" w:rsidRPr="004A2596">
        <w:rPr>
          <w:rStyle w:val="libFootnoteAlaemChar"/>
          <w:rtl/>
        </w:rPr>
        <w:t>عليه‌السلام</w:t>
      </w:r>
      <w:r w:rsidR="00481D79">
        <w:rPr>
          <w:rtl/>
        </w:rPr>
        <w:t xml:space="preserve"> بحديث الولاية فشهدوا كلهم أنهم سمعوه وشهدوه، ورواه بالاسناد إلى سليم بن قيس الصدوق في كمال الدين: 1 / 274 ح 25، ورواه بالاسناد إلى الصدوق الحمويني في فرائد السمطين: 1 / 312 ح 250. وأورده الطبرسي في الاحتجاج: 1 / 210 عن سليم.</w:t>
      </w:r>
    </w:p>
    <w:p w:rsidR="00481D79" w:rsidRDefault="00481D79" w:rsidP="00D11BDC">
      <w:pPr>
        <w:pStyle w:val="libFootnote0"/>
        <w:rPr>
          <w:rtl/>
        </w:rPr>
      </w:pPr>
      <w:r>
        <w:rPr>
          <w:rtl/>
        </w:rPr>
        <w:t>ذكر سليم أسماء " 32 " رجلا منهم، وهم:</w:t>
      </w:r>
    </w:p>
    <w:p w:rsidR="00827655" w:rsidRDefault="00481D79" w:rsidP="00D11BDC">
      <w:pPr>
        <w:pStyle w:val="libFootnote0"/>
        <w:rPr>
          <w:rtl/>
        </w:rPr>
      </w:pPr>
      <w:r>
        <w:rPr>
          <w:rtl/>
        </w:rPr>
        <w:t xml:space="preserve">1 - سعد بن أبي وقاص 2 - عبد الرحمن بن عوف 3 - طلحة 4 - الزبير 5 - عمار 6 - المقداد 7 - أبوذر 8 - هاشم بن عتبة 9 - ابن عمر 10 - الحسن 11 - الحسين 12 - ابن عباس 13 - محمد بن أبي بكر 14 - عبدالله بن جعفر 15 - عبيد الله بن العباس 16 - ابي بن كعب 17 - زيد بن ثابت 18 - أبوأيوب الانصاري 19 - أبوالهيثم بن التيهان 20 - محمد بن مسلمة 21 - قيس بن سعد بن عبادة 22 - جابر بن عبدالله الانصاري 23 - أبومريم 24 - أنس بن مالك </w:t>
      </w:r>
      <w:r w:rsidR="00827655">
        <w:rPr>
          <w:rtl/>
        </w:rPr>
        <w:t>=</w:t>
      </w:r>
    </w:p>
    <w:p w:rsidR="00481D79" w:rsidRDefault="00481D79" w:rsidP="00481D79">
      <w:pPr>
        <w:pStyle w:val="libNormal"/>
        <w:rPr>
          <w:rtl/>
          <w:lang w:bidi="fa-IR"/>
        </w:rPr>
      </w:pPr>
      <w:r>
        <w:rPr>
          <w:rtl/>
          <w:lang w:bidi="fa-IR"/>
        </w:rPr>
        <w:br w:type="page"/>
      </w:r>
    </w:p>
    <w:p w:rsidR="00827655" w:rsidRDefault="005B067E" w:rsidP="005B067E">
      <w:pPr>
        <w:pStyle w:val="libLine"/>
      </w:pPr>
      <w:r>
        <w:rPr>
          <w:rtl/>
        </w:rPr>
        <w:lastRenderedPageBreak/>
        <w:t>____________________</w:t>
      </w:r>
    </w:p>
    <w:p w:rsidR="00827655" w:rsidRDefault="00827655" w:rsidP="00D11BDC">
      <w:pPr>
        <w:pStyle w:val="libFootnote0"/>
        <w:rPr>
          <w:rtl/>
        </w:rPr>
      </w:pPr>
      <w:r>
        <w:rPr>
          <w:rtl/>
        </w:rPr>
        <w:t>=</w:t>
      </w:r>
      <w:r w:rsidR="00481D79">
        <w:rPr>
          <w:rtl/>
        </w:rPr>
        <w:t xml:space="preserve"> 25 - زيد بن أرقم 26 - عبدالله بن أبي أوفى 27 - أبوليلى 28 - وابنه عبدالرحمن 29 - أبوالحسن البصري 30 - وابنه الحسن 31 - البراء بن عازب 32 - سلمان وذكر الخوارزمي في مقتل الحسين </w:t>
      </w:r>
      <w:r w:rsidR="004226A8" w:rsidRPr="004A2596">
        <w:rPr>
          <w:rStyle w:val="libFootnoteAlaemChar"/>
          <w:rtl/>
        </w:rPr>
        <w:t>عليه‌السلام</w:t>
      </w:r>
      <w:r w:rsidR="00481D79">
        <w:rPr>
          <w:rtl/>
        </w:rPr>
        <w:t xml:space="preserve">: 1 / 48 أسماء " 31 " راويا من رواة حديث الغدير، وهم: 1 - أمير المؤمنين علي بن أبي طالب </w:t>
      </w:r>
      <w:r w:rsidR="004226A8" w:rsidRPr="004A2596">
        <w:rPr>
          <w:rStyle w:val="libFootnoteAlaemChar"/>
          <w:rtl/>
        </w:rPr>
        <w:t>عليه‌السلام</w:t>
      </w:r>
      <w:r w:rsidR="00481D79">
        <w:rPr>
          <w:rtl/>
        </w:rPr>
        <w:t xml:space="preserve"> 2 - السبط الشهيد الحسين بن علي </w:t>
      </w:r>
      <w:r w:rsidR="004226A8" w:rsidRPr="004A2596">
        <w:rPr>
          <w:rStyle w:val="libFootnoteAlaemChar"/>
          <w:rtl/>
        </w:rPr>
        <w:t>عليه‌السلام</w:t>
      </w:r>
      <w:r w:rsidR="00481D79">
        <w:rPr>
          <w:rtl/>
        </w:rPr>
        <w:t xml:space="preserve"> 3 - أبوسعيد الخدري 4 - عمر بن الخطاب 5 - البراء بن عازب 6 - سعد بن أبي وقاص 7 - طلحة بن عبيد الله 8 - ابن مسعود 9 - عمار بن ياسر 10 - أبوذر الغفاري 11 - أبوأيوب الانصاري 12 - ابن عمر 13 - عمران بن حصين 14 - بريدة بن الحصيب 15 - أبوهريرة 16 - جابر بن عبدالله 17 - أبورافع مولى رسول الله </w:t>
      </w:r>
      <w:r w:rsidR="004226A8" w:rsidRPr="004A2596">
        <w:rPr>
          <w:rStyle w:val="libFootnoteAlaemChar"/>
          <w:rtl/>
        </w:rPr>
        <w:t>صلى‌الله‌عليه‌وآله</w:t>
      </w:r>
      <w:r w:rsidR="00481D79">
        <w:rPr>
          <w:rtl/>
        </w:rPr>
        <w:t xml:space="preserve"> 18 - حبشي بن جنادة 19 - زيد بن شراحيل 20 - جرير بن عبدالله 21 - أنس بن مالك 22 - حذيفة بن اسيد الغفاري 23 - زيد بن أرقم 24 - عبدالرحمن بن يعمر الدؤلي 25 - عمرو بن الحمق 26 - عمر بن شرحبيل 27 - ناجية بن عمر 28 - جابر بن سمرة 29 - مالك بن الحويرث 30 - أبوذؤيب الشاعر 31 - عبدالله بن ربيعة وذكر شمس الدين الجزري الشافعي في ص 48 من كتابه أسنى المطالب في مناقب سيدنا علي بن أبي طالب </w:t>
      </w:r>
      <w:r w:rsidR="004226A8" w:rsidRPr="004A2596">
        <w:rPr>
          <w:rStyle w:val="libFootnoteAlaemChar"/>
          <w:rtl/>
        </w:rPr>
        <w:t>عليه‌السلام</w:t>
      </w:r>
      <w:r w:rsidR="00481D79">
        <w:rPr>
          <w:rtl/>
        </w:rPr>
        <w:t xml:space="preserve"> أسماء " 29 " راويا من رواة الحديث، وهم: 1 - أبوبكر 2 - عمر بن الخطاب 3 - طلحة بن عبيد الله 4 - الزبير بن العوام </w:t>
      </w:r>
      <w:r>
        <w:rPr>
          <w:rtl/>
        </w:rPr>
        <w:t>=</w:t>
      </w:r>
    </w:p>
    <w:p w:rsidR="00481D79" w:rsidRDefault="00481D79" w:rsidP="00481D79">
      <w:pPr>
        <w:pStyle w:val="libNormal"/>
        <w:rPr>
          <w:rtl/>
        </w:rPr>
      </w:pPr>
      <w:r>
        <w:rPr>
          <w:rtl/>
        </w:rPr>
        <w:br w:type="page"/>
      </w:r>
    </w:p>
    <w:p w:rsidR="00481D79" w:rsidRDefault="005B067E" w:rsidP="005B067E">
      <w:pPr>
        <w:pStyle w:val="libLine"/>
        <w:rPr>
          <w:rtl/>
        </w:rPr>
      </w:pPr>
      <w:r>
        <w:rPr>
          <w:rtl/>
        </w:rPr>
        <w:lastRenderedPageBreak/>
        <w:t>____________________</w:t>
      </w:r>
    </w:p>
    <w:p w:rsidR="00481D79" w:rsidRDefault="00481D79" w:rsidP="00D11BDC">
      <w:pPr>
        <w:pStyle w:val="libFootnote0"/>
        <w:rPr>
          <w:rtl/>
        </w:rPr>
      </w:pPr>
      <w:r>
        <w:rPr>
          <w:rtl/>
        </w:rPr>
        <w:t xml:space="preserve">5 - سعد بن أبي وقاص 6 - عبدالرحمن بن عوف 7 - العباس بن عبدالمطلب 8 - زيد بن أرقم 9 - البراء بن عازب 10 - بريدة بن الحصيب 11 - أبوهريرة 12 - أبوسعيد الخدري 13 - جابر بن عبدالله 14 - عبدالله بن العباس 15 - حبشي بن جنادة 16 - عبدالله بن مسعود 17 - عمران بن حصين 18 - عبدالله بن عمر 19 - عمار بن ياسر 20 - أبوذر الغفاري 21 - سلمان الفارسي 22 - أسعد بن زرارة 23 - خزيمة بن ثابت 24 - أبوأيوب الانصاري 25 - سهل بن حنيف 26 - حذيفة بن اليمان 27 - سمرة بن جندب 28 - زيد بن ثابت 29 - أنس بن مالك وذكر القاضي بهجت أفندي في كتابه تاريخ آل محمد </w:t>
      </w:r>
      <w:r w:rsidR="004226A8" w:rsidRPr="004A2596">
        <w:rPr>
          <w:rStyle w:val="libFootnoteAlaemChar"/>
          <w:rtl/>
        </w:rPr>
        <w:t>صلى‌الله‌عليه‌وآله</w:t>
      </w:r>
      <w:r>
        <w:rPr>
          <w:rtl/>
        </w:rPr>
        <w:t xml:space="preserve">: 48 على ما نقله عنه في ملحقات إحقاق الحق: 6 / 293 أسماء (23) رجلا من رواة حديث الغدير، وهم: 1 - خزيمة بن ثابت 2 - سهل بن سعد 3 - عدي بن حاتم 4 - عقبة بن عامر الجهني 5 - أبوأيوب الانصاري 6 - أبوالهيثم بن التيهان 7 - عبدالله بن ثابت 8 - أبويعلى الانصاري 9 - نعمان بن عجلان الانصاري 10 - ثابت بن وديعة 11 - أبوفضالة الانصاري 12 - عبدالرحمن بن عبد رب 13 - جنيد بن جندع * 14 - زيد بن أرقم 15 - زيد بن شراحيل 16 - جابر بن عبدالله 17 - عبدالله بن عباس 18 - أبوسعيد الخدري 19 - أبوذر الغفاري 20 - جبير بن مطعم 21 - حذيفة بن اليمان 22 - حذيفة بن اسيد 23 - سلمان الفارسي </w:t>
      </w:r>
      <w:r w:rsidR="00827655">
        <w:rPr>
          <w:rtl/>
        </w:rPr>
        <w:t>=</w:t>
      </w:r>
      <w:r>
        <w:rPr>
          <w:rtl/>
        </w:rPr>
        <w:t xml:space="preserve"> * هكذا في الاصل، والصحيح كما في اسد الغابة: 5 / 163: أبوجنيدة بن جندع بن عمرو بن مازن المازني.</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وذكر ابن الاثير في اسد الغابة: 3 / 307 أسماء جماعة من الصحابة ممن قام لعلي </w:t>
      </w:r>
      <w:r w:rsidR="004226A8" w:rsidRPr="004A2596">
        <w:rPr>
          <w:rStyle w:val="libFootnoteAlaemChar"/>
          <w:rtl/>
        </w:rPr>
        <w:t>عليه‌السلام</w:t>
      </w:r>
      <w:r w:rsidR="00481D79">
        <w:rPr>
          <w:rtl/>
        </w:rPr>
        <w:t xml:space="preserve"> عند مناشدته إياهم في الرحبة، وشهدوا بسماعهم الحديث من الرسول </w:t>
      </w:r>
      <w:r w:rsidR="004226A8" w:rsidRPr="004A2596">
        <w:rPr>
          <w:rStyle w:val="libFootnoteAlaemChar"/>
          <w:rtl/>
        </w:rPr>
        <w:t>صلى‌الله‌عليه‌وآله</w:t>
      </w:r>
      <w:r w:rsidR="00481D79">
        <w:rPr>
          <w:rtl/>
        </w:rPr>
        <w:t xml:space="preserve"> وهم: 1 - أبوأيوب الانصاري 2 - أبوعمرة (بشير أو ثعلبة) * بن عمرو بن محصن 3 - أبوزينب 4 - سهل بن حنيف. 5 - خزيمة بن ثابت 6 - عبدالله بن ثابت الانصاري 7 - حبشي بن جنادة السلولي 8 - عبيد بن عازب الانصاري 9 - النعمان بن عجلان الانصاري 10 - ثابت بن وديعة الانصاري 11 - أبوفضالة الانصاري 12 - عبدالرحمن بن عبد رب الانصاري وذكر الطوسي في كتابه المعروف برجال الكشي: 45 ح 95 في حديث الركبان أسماء أربعة رجال ذكروا لعلي </w:t>
      </w:r>
      <w:r w:rsidR="004226A8" w:rsidRPr="004A2596">
        <w:rPr>
          <w:rStyle w:val="libFootnoteAlaemChar"/>
          <w:rtl/>
        </w:rPr>
        <w:t>عليه‌السلام</w:t>
      </w:r>
      <w:r w:rsidR="00481D79">
        <w:rPr>
          <w:rtl/>
        </w:rPr>
        <w:t xml:space="preserve"> أنهم سمعوا الحديث من رسول الله </w:t>
      </w:r>
      <w:r w:rsidR="004226A8" w:rsidRPr="004A2596">
        <w:rPr>
          <w:rStyle w:val="libFootnoteAlaemChar"/>
          <w:rtl/>
        </w:rPr>
        <w:t>صلى‌الله‌عليه‌وآله</w:t>
      </w:r>
      <w:r w:rsidR="00481D79">
        <w:rPr>
          <w:rtl/>
        </w:rPr>
        <w:t xml:space="preserve"> وهم: 1 - خالد بن زيد أبوأيوب الانصاري 2 - خزيمة بن ثابت ذو الشهادتين 3 - قيس بن سعد بن عبادة 4 - عبدالله بن بديل بن ورقاء ورواه أيضا جمال الدين عطاء الله بن فضل الله الشيرازي في كتابه الاربعين في مناقب أمير المؤمنين </w:t>
      </w:r>
      <w:r w:rsidR="004226A8" w:rsidRPr="004A2596">
        <w:rPr>
          <w:rStyle w:val="libFootnoteAlaemChar"/>
          <w:rtl/>
        </w:rPr>
        <w:t>عليه‌السلام</w:t>
      </w:r>
      <w:r w:rsidR="00481D79">
        <w:rPr>
          <w:rtl/>
        </w:rPr>
        <w:t xml:space="preserve"> وفيه: 1 - خالد بن زيد أبوأيوب الانصاري 2 - خزيمة بن ثابت ذو الشهادتين.</w:t>
      </w:r>
    </w:p>
    <w:p w:rsidR="00481D79" w:rsidRDefault="00481D79" w:rsidP="00D11BDC">
      <w:pPr>
        <w:pStyle w:val="libFootnote0"/>
        <w:rPr>
          <w:rtl/>
        </w:rPr>
      </w:pPr>
      <w:r>
        <w:rPr>
          <w:rtl/>
        </w:rPr>
        <w:t xml:space="preserve">3 - قيس بن ثابت بن شماس 4 - عمار بن ياسر 5 - أبوالهيثم بن التيهان 6 - هاشم بن عتبة بن أبي وقاص 7 - حبيب بن بديل بن ورقاء وهناك أسماء ستة ممن كتموا الحديث عند مناشدته </w:t>
      </w:r>
      <w:r w:rsidR="004226A8" w:rsidRPr="004A2596">
        <w:rPr>
          <w:rStyle w:val="libFootnoteAlaemChar"/>
          <w:rtl/>
        </w:rPr>
        <w:t>عليه‌السلام</w:t>
      </w:r>
      <w:r>
        <w:rPr>
          <w:rtl/>
        </w:rPr>
        <w:t xml:space="preserve"> إياهم فدعا عليهم وهم: 1 - أنس بن مالك 2 - براء بن عازب 3 - جرير بن عبدالله البجلي 4 - زيد بن أرقم الخزرجي 5 - عبدالرحمن بن مدلج 6 - يزيد بن وديعة ونشرع هنا بذكر مصادر الرواية بترتيب الائمة </w:t>
      </w:r>
      <w:r w:rsidR="004226A8" w:rsidRPr="004A2596">
        <w:rPr>
          <w:rStyle w:val="libFootnoteAlaemChar"/>
          <w:rtl/>
        </w:rPr>
        <w:t>عليهم‌السلام</w:t>
      </w:r>
      <w:r>
        <w:rPr>
          <w:rtl/>
        </w:rPr>
        <w:t>، ثم الصحابة حسب الحروف الابجدية.</w:t>
      </w:r>
    </w:p>
    <w:p w:rsidR="00827655" w:rsidRDefault="00481D79" w:rsidP="00D11BDC">
      <w:pPr>
        <w:pStyle w:val="libFootnote0"/>
        <w:rPr>
          <w:rtl/>
        </w:rPr>
      </w:pPr>
      <w:r>
        <w:rPr>
          <w:rtl/>
        </w:rPr>
        <w:t xml:space="preserve">1 - الامام أمير المؤمنين علي </w:t>
      </w:r>
      <w:r w:rsidR="004226A8" w:rsidRPr="004A2596">
        <w:rPr>
          <w:rStyle w:val="libFootnoteAlaemChar"/>
          <w:rtl/>
        </w:rPr>
        <w:t>عليه‌السلام</w:t>
      </w:r>
      <w:r>
        <w:rPr>
          <w:rtl/>
        </w:rPr>
        <w:t xml:space="preserve"> روى الحديث بإسناده عنه </w:t>
      </w:r>
      <w:r w:rsidR="004226A8" w:rsidRPr="004A2596">
        <w:rPr>
          <w:rStyle w:val="libFootnoteAlaemChar"/>
          <w:rtl/>
        </w:rPr>
        <w:t>عليه‌السلام</w:t>
      </w:r>
      <w:r>
        <w:rPr>
          <w:rtl/>
        </w:rPr>
        <w:t xml:space="preserve">: </w:t>
      </w:r>
      <w:r w:rsidR="00827655">
        <w:rPr>
          <w:rtl/>
        </w:rPr>
        <w:t>=</w:t>
      </w:r>
    </w:p>
    <w:p w:rsidR="00481D79" w:rsidRDefault="00481D79" w:rsidP="00D11BDC">
      <w:pPr>
        <w:pStyle w:val="libFootnote0"/>
        <w:rPr>
          <w:rtl/>
        </w:rPr>
      </w:pPr>
      <w:r>
        <w:rPr>
          <w:rtl/>
        </w:rPr>
        <w:t>* هكذا في ترجمته من اسد الغابة: 5 / 263.</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Pr="00D11BDC" w:rsidRDefault="00827655" w:rsidP="00D11BDC">
      <w:pPr>
        <w:pStyle w:val="libFootnote0"/>
        <w:rPr>
          <w:rtl/>
        </w:rPr>
      </w:pPr>
      <w:r>
        <w:rPr>
          <w:rtl/>
        </w:rPr>
        <w:t>=</w:t>
      </w:r>
      <w:r w:rsidR="00481D79">
        <w:rPr>
          <w:rtl/>
        </w:rPr>
        <w:t xml:space="preserve"> الطبري في بشارة المصطفى: 204 بإسناده إلى الحارث عنه البحار: 37 / 168 ح 44، وأحمد بن حنبل في الفضائل ح 324 والمسند: 1 / 152، أخرجه بالاسناد إلى ابن حنبل: ابن بطريق في العمدة: 46 عنه البحار: 37 / 190 ح 74، وأخرجه العيني الحيدرآبادي في مناقب سيدنا علي </w:t>
      </w:r>
      <w:r w:rsidR="004226A8" w:rsidRPr="004A2596">
        <w:rPr>
          <w:rStyle w:val="libFootnoteAlaemChar"/>
          <w:rtl/>
        </w:rPr>
        <w:t>عليه‌السلام</w:t>
      </w:r>
      <w:r w:rsidR="00481D79">
        <w:rPr>
          <w:rtl/>
        </w:rPr>
        <w:t xml:space="preserve">: 52 من طريق أحمد، ومن طريق ابن راهويه وابن جرير وابن أبي عاصم وابن ماجة. وأخرجه نور الدين الهيثمي في مجمع الزوائد: 1 / 107 عن مسند أحمد. ورواه ابن عساكر في ترجمة أمير المؤمنين من تاريخ دمشق: 2 / 26 ح 524 بإسناد عن محمد بن عمر بن علي، عن أبيه، عن علي </w:t>
      </w:r>
      <w:r w:rsidR="004226A8" w:rsidRPr="004A2596">
        <w:rPr>
          <w:rStyle w:val="libFootnoteAlaemChar"/>
          <w:rtl/>
        </w:rPr>
        <w:t>عليه‌السلام</w:t>
      </w:r>
      <w:r w:rsidR="00481D79">
        <w:rPr>
          <w:rtl/>
        </w:rPr>
        <w:t xml:space="preserve">. وفي ص 27 ح 525 بإسناده عن أبي مريم ورجل من جلسائه، عن علي </w:t>
      </w:r>
      <w:r w:rsidR="004226A8" w:rsidRPr="004A2596">
        <w:rPr>
          <w:rStyle w:val="libFootnoteAlaemChar"/>
          <w:rtl/>
        </w:rPr>
        <w:t>عليه‌السلام</w:t>
      </w:r>
      <w:r w:rsidR="00481D79">
        <w:rPr>
          <w:rtl/>
        </w:rPr>
        <w:t xml:space="preserve"> وفي نفس الصفحة ح 526 بإسناده عن أبي الطفيل وفي ص 28 ح 527 بإسناده عن سعيد بن وهب. وفي ص 30 ح 532 بإسناده عن عمرو ذي مر. ورواه الذهبي في ميزان الاعتدال: 2 / 303 بإسناده عن عمرو ذي مر. والطحاوي في مشكل الآثار: 2 / 307 بإسناده عن محمد بن عمر بن علي. وأخرجه ابن كثير في البداية والنهاية: 5 / 211 من طريق ابن جرير، وفي ج 6 / 154 عن مستدرك الحاكم وأحمد الطبراني في الكبير والضياء المقدسي جميعا، عن محمد بن عمر. وفي ج 7 / 448 عن أبي مريم ورجل من جلسائه. ورواه ابن حجر في لسان الميزان: 2 / 379 في ترجمة خالد بن عامر بإسناده عن الحارث، وفي كتابه المطالب العالية: 4 / 65. وأخرجه ابن أبي الحديد في شرح النهج: 3 / 208 من كتاب صفين لابن ديزيل عن رياح بن الحارث في حديث الركبان عنه البحار: 37 / 177. ورواه ابن حسنويه في درر بحر المناقب: 92 من طريق سليم بن قيس، عن سعد بن أبي وقاص عن علي </w:t>
      </w:r>
      <w:r w:rsidR="004226A8" w:rsidRPr="004A2596">
        <w:rPr>
          <w:rStyle w:val="libFootnoteAlaemChar"/>
          <w:rtl/>
        </w:rPr>
        <w:t>عليه‌السلام</w:t>
      </w:r>
      <w:r w:rsidR="00481D79">
        <w:rPr>
          <w:rtl/>
        </w:rPr>
        <w:t>. وأخرجه ابن حجر في الاصابة: 2 / 414 من طريق ابن شاهين. والامرتسري في أرجح المطالب: 581 من طريق أبوموسى وابن الاثير.</w:t>
      </w:r>
    </w:p>
    <w:p w:rsidR="00827655" w:rsidRDefault="00481D79" w:rsidP="00D11BDC">
      <w:pPr>
        <w:pStyle w:val="libFootnote0"/>
        <w:rPr>
          <w:rtl/>
        </w:rPr>
      </w:pPr>
      <w:r>
        <w:rPr>
          <w:rtl/>
        </w:rPr>
        <w:t xml:space="preserve">وأخرجه المتقي الهندي في كنز العمال: 12 / 258 ح 1190 من طريق الحاكم ومن طريق أحمد والطبراني عن علي </w:t>
      </w:r>
      <w:r w:rsidR="004226A8" w:rsidRPr="004A2596">
        <w:rPr>
          <w:rStyle w:val="libFootnoteAlaemChar"/>
          <w:rtl/>
        </w:rPr>
        <w:t>عليه‌السلام</w:t>
      </w:r>
      <w:r>
        <w:rPr>
          <w:rtl/>
        </w:rPr>
        <w:t xml:space="preserve">، وفي ج 15 / 115 ح 333 عن ابن أبي عاصم. وفي ص 122 ح 356 من طريق ابن جرير وابن راهويه وابن أبي عاصم والمحاملي في أماليه. وفي ص 147 ح 426 من طريق ابن راهويه وابن جرير. </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Pr="00D11BDC" w:rsidRDefault="00827655" w:rsidP="00D11BDC">
      <w:pPr>
        <w:pStyle w:val="libFootnote0"/>
        <w:rPr>
          <w:rtl/>
        </w:rPr>
      </w:pPr>
      <w:r>
        <w:rPr>
          <w:rtl/>
        </w:rPr>
        <w:t>=</w:t>
      </w:r>
      <w:r w:rsidR="00481D79">
        <w:rPr>
          <w:rtl/>
        </w:rPr>
        <w:t xml:space="preserve"> وأخرجه السيوطي في كتابه الحبائك في أخبار الملائك: 131 عن الطيالسي والبيهقي.</w:t>
      </w:r>
    </w:p>
    <w:p w:rsidR="00481D79" w:rsidRPr="00D11BDC" w:rsidRDefault="00481D79" w:rsidP="00D11BDC">
      <w:pPr>
        <w:pStyle w:val="libFootnote0"/>
        <w:rPr>
          <w:rtl/>
        </w:rPr>
      </w:pPr>
      <w:r>
        <w:rPr>
          <w:rtl/>
        </w:rPr>
        <w:t>وأخرجه الكتاني المغربي في نظم المتناثر في الحديث المتواتر: 124.</w:t>
      </w:r>
    </w:p>
    <w:p w:rsidR="00481D79" w:rsidRPr="00D11BDC" w:rsidRDefault="00481D79" w:rsidP="00D11BDC">
      <w:pPr>
        <w:pStyle w:val="libFootnote0"/>
        <w:rPr>
          <w:rtl/>
        </w:rPr>
      </w:pPr>
      <w:r>
        <w:rPr>
          <w:rtl/>
        </w:rPr>
        <w:t xml:space="preserve">وقد نقل هذا الحديث عن علي </w:t>
      </w:r>
      <w:r w:rsidR="004226A8" w:rsidRPr="004A2596">
        <w:rPr>
          <w:rStyle w:val="libFootnoteAlaemChar"/>
          <w:rtl/>
        </w:rPr>
        <w:t>عليه‌السلام</w:t>
      </w:r>
      <w:r>
        <w:rPr>
          <w:rtl/>
        </w:rPr>
        <w:t xml:space="preserve"> في حديث المناشدة، رواه عنه مجموعة من التابعين وهم: 1 - الاصبغ بن نباتة، عن علي </w:t>
      </w:r>
      <w:r w:rsidR="004226A8" w:rsidRPr="004A2596">
        <w:rPr>
          <w:rStyle w:val="libFootnoteAlaemChar"/>
          <w:rtl/>
        </w:rPr>
        <w:t>عليه‌السلام</w:t>
      </w:r>
      <w:r>
        <w:rPr>
          <w:rtl/>
        </w:rPr>
        <w:t xml:space="preserve"> اخرج الحديث عنه ابن الاثير في اسد الغابة: 3 / 307 وج 5 / 205 من طريق أبي موسى.</w:t>
      </w:r>
    </w:p>
    <w:p w:rsidR="00481D79" w:rsidRPr="00D11BDC" w:rsidRDefault="00481D79" w:rsidP="00D11BDC">
      <w:pPr>
        <w:pStyle w:val="libFootnote0"/>
        <w:rPr>
          <w:rtl/>
        </w:rPr>
      </w:pPr>
      <w:r>
        <w:rPr>
          <w:rtl/>
        </w:rPr>
        <w:t>والعسقلاني في الاصابة: 2 / 401 وج 4 / 80 عن ابن عقدة في كتاب الموالاة من طريق علي بن الحسين العبدي، عن سعد الاسكاف.</w:t>
      </w:r>
    </w:p>
    <w:p w:rsidR="00481D79" w:rsidRPr="00D11BDC" w:rsidRDefault="00481D79" w:rsidP="00D11BDC">
      <w:pPr>
        <w:pStyle w:val="libFootnote0"/>
        <w:rPr>
          <w:rtl/>
        </w:rPr>
      </w:pPr>
      <w:r>
        <w:rPr>
          <w:rtl/>
        </w:rPr>
        <w:t xml:space="preserve">2 - أبوإياس الضبي، عن علي </w:t>
      </w:r>
      <w:r w:rsidR="004226A8" w:rsidRPr="004A2596">
        <w:rPr>
          <w:rStyle w:val="libFootnoteAlaemChar"/>
          <w:rtl/>
        </w:rPr>
        <w:t>عليه‌السلام</w:t>
      </w:r>
      <w:r>
        <w:rPr>
          <w:rtl/>
        </w:rPr>
        <w:t xml:space="preserve"> روى الخوارزمي في المناقب: 115 حديث المناشدة بإسناده إلى رفاعة بن إياس الضبي، عن أبيه، عن جده. وأخرجه أيضا الامرتسري في أرجح المطالب: 572.</w:t>
      </w:r>
    </w:p>
    <w:p w:rsidR="00481D79" w:rsidRPr="00D11BDC" w:rsidRDefault="00481D79" w:rsidP="00D11BDC">
      <w:pPr>
        <w:pStyle w:val="libFootnote0"/>
        <w:rPr>
          <w:rtl/>
        </w:rPr>
      </w:pPr>
      <w:r>
        <w:rPr>
          <w:rtl/>
        </w:rPr>
        <w:t xml:space="preserve">3 - أبوسليمان المؤذن، عن علي </w:t>
      </w:r>
      <w:r w:rsidR="004226A8" w:rsidRPr="004A2596">
        <w:rPr>
          <w:rStyle w:val="libFootnoteAlaemChar"/>
          <w:rtl/>
        </w:rPr>
        <w:t>عليه‌السلام</w:t>
      </w:r>
      <w:r>
        <w:rPr>
          <w:rtl/>
        </w:rPr>
        <w:t xml:space="preserve"> أخرجه عنه ابن أبي الحديد في شرح النهج: 4 / 74 عنه البحار: 8 / 728 (ط. حجر)، وج 37 / 200.</w:t>
      </w:r>
    </w:p>
    <w:p w:rsidR="00481D79" w:rsidRPr="00D11BDC" w:rsidRDefault="00481D79" w:rsidP="00D11BDC">
      <w:pPr>
        <w:pStyle w:val="libFootnote0"/>
        <w:rPr>
          <w:rtl/>
        </w:rPr>
      </w:pPr>
      <w:r>
        <w:rPr>
          <w:rtl/>
        </w:rPr>
        <w:t xml:space="preserve">4 - أبو الطفيل عامر بن واثلة، عن علي </w:t>
      </w:r>
      <w:r w:rsidR="004226A8" w:rsidRPr="004A2596">
        <w:rPr>
          <w:rStyle w:val="libFootnoteAlaemChar"/>
          <w:rtl/>
        </w:rPr>
        <w:t>عليه‌السلام</w:t>
      </w:r>
      <w:r>
        <w:rPr>
          <w:rtl/>
        </w:rPr>
        <w:t xml:space="preserve"> روى حديث المناشدة عنه ابن حبان في مسنده: 2 / 179. والبزار في مسنده: 1 / 100. وأحمد بن حنبل في الفضائل ح 290، عنه: ابن كثير في البداية والنهاية: 5 / 211 وج 7 / 346 والهيثمي في مجمع الزوائد: 9 / 17 وص، 104، والسيوطي في تاريخ الخلفاء: 169. وأخرجه ابن طاووس في الطرائف: 151 ح 232 وابن البطريق في العمدة: 46 عن أحمد في المسند عنهما البحار: 37 / 188 ح 72. ورواه الكنجي في كفاية الطالب: 56.</w:t>
      </w:r>
    </w:p>
    <w:p w:rsidR="00481D79" w:rsidRPr="00D11BDC" w:rsidRDefault="00481D79" w:rsidP="00D11BDC">
      <w:pPr>
        <w:pStyle w:val="libFootnote0"/>
        <w:rPr>
          <w:rtl/>
        </w:rPr>
      </w:pPr>
      <w:r>
        <w:rPr>
          <w:rtl/>
        </w:rPr>
        <w:t xml:space="preserve">وابن عساكر في ترجمة الامام علي </w:t>
      </w:r>
      <w:r w:rsidR="004226A8" w:rsidRPr="004A2596">
        <w:rPr>
          <w:rStyle w:val="libFootnoteAlaemChar"/>
          <w:rtl/>
        </w:rPr>
        <w:t>عليه‌السلام</w:t>
      </w:r>
      <w:r>
        <w:rPr>
          <w:rtl/>
        </w:rPr>
        <w:t xml:space="preserve"> من تاريخ دمشق: 2 / 6 ح 502 و 503 بطريقين.</w:t>
      </w:r>
    </w:p>
    <w:p w:rsidR="00481D79" w:rsidRPr="00D11BDC" w:rsidRDefault="00481D79" w:rsidP="00D11BDC">
      <w:pPr>
        <w:pStyle w:val="libFootnote0"/>
        <w:rPr>
          <w:rtl/>
        </w:rPr>
      </w:pPr>
      <w:r>
        <w:rPr>
          <w:rtl/>
        </w:rPr>
        <w:t>وأخرجه الامرتسري في أرجح المطالب: 339 وص 557 وص 576 من طريق ابن أبي عاصم والنسائي وابن حبان وابن عقدة.</w:t>
      </w:r>
    </w:p>
    <w:p w:rsidR="00481D79" w:rsidRPr="00D11BDC" w:rsidRDefault="00481D79" w:rsidP="00D11BDC">
      <w:pPr>
        <w:pStyle w:val="libFootnote0"/>
        <w:rPr>
          <w:rtl/>
        </w:rPr>
      </w:pPr>
      <w:r>
        <w:rPr>
          <w:rtl/>
        </w:rPr>
        <w:t>وأخرجه ابن الاثير في اسد الغابة: 5 / 275، والعسقلاني في الاصابة: 4 / 159 عن ابن عقدة في كتاب الموالاة.</w:t>
      </w:r>
    </w:p>
    <w:p w:rsidR="00481D79" w:rsidRPr="00D11BDC" w:rsidRDefault="00481D79" w:rsidP="00D11BDC">
      <w:pPr>
        <w:pStyle w:val="libFootnote0"/>
        <w:rPr>
          <w:rtl/>
        </w:rPr>
      </w:pPr>
      <w:r>
        <w:rPr>
          <w:rtl/>
        </w:rPr>
        <w:t>ورواه النسائي في الخصائص: 100، والذهبي في تاريخ الاسلام: 2 / 196، والبدخشي في مفتاح النجا: 58 (مخطوط) ويوسف الحنفي في المعتصر من المختصر: 2 / 301، والحضرمي في وسيلة المآل.</w:t>
      </w:r>
    </w:p>
    <w:p w:rsidR="00827655" w:rsidRDefault="00481D79" w:rsidP="00D11BDC">
      <w:pPr>
        <w:pStyle w:val="libFootnote0"/>
        <w:rPr>
          <w:rtl/>
        </w:rPr>
      </w:pPr>
      <w:r>
        <w:rPr>
          <w:rtl/>
        </w:rPr>
        <w:t xml:space="preserve">وأخرجه السمهودي في جواهر العقدين (مخطوط) عن حلية الاولياء بإسناده عن أبي الطفيل عنه ينابيع المودة: / 38 </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وأخرجه شمس الدين السخاوي في إستجلاب ارتقاء الغرف بحب أقرباء الرسول ذوي الشرف عن ابن عقدة، وأخرجه الامرتسري في أرجح المطالب: 339 وص 576 عن ابن عقدة وأبوحاتم محمد بن حبان السبتي ومحب الدين الطبري في الرياض النضرة وابن عساكر والسمهودي في جواهر العقدين. وأورده الحضرمي في وسيلة المآل على ما في الغدير: 1 / 176.</w:t>
      </w:r>
    </w:p>
    <w:p w:rsidR="00481D79" w:rsidRDefault="00481D79" w:rsidP="00D11BDC">
      <w:pPr>
        <w:pStyle w:val="libFootnote0"/>
        <w:rPr>
          <w:rtl/>
        </w:rPr>
      </w:pPr>
      <w:r>
        <w:rPr>
          <w:rtl/>
        </w:rPr>
        <w:t xml:space="preserve">5 - حارثة بن نصر، عن علي </w:t>
      </w:r>
      <w:r w:rsidR="004226A8" w:rsidRPr="004A2596">
        <w:rPr>
          <w:rStyle w:val="libFootnoteAlaemChar"/>
          <w:rtl/>
        </w:rPr>
        <w:t>عليه‌السلام</w:t>
      </w:r>
      <w:r>
        <w:rPr>
          <w:rtl/>
        </w:rPr>
        <w:t xml:space="preserve"> رواه النسائي في الخصائص: 40 بإسناده عن سعيد بن وهب عنه.</w:t>
      </w:r>
    </w:p>
    <w:p w:rsidR="00481D79" w:rsidRDefault="00481D79" w:rsidP="00D11BDC">
      <w:pPr>
        <w:pStyle w:val="libFootnote0"/>
        <w:rPr>
          <w:rtl/>
        </w:rPr>
      </w:pPr>
      <w:r>
        <w:rPr>
          <w:rtl/>
        </w:rPr>
        <w:t xml:space="preserve">6 - حبة بن جوين العرني أبوقلابة، عن علي </w:t>
      </w:r>
      <w:r w:rsidR="004226A8" w:rsidRPr="004A2596">
        <w:rPr>
          <w:rStyle w:val="libFootnoteAlaemChar"/>
          <w:rtl/>
        </w:rPr>
        <w:t>عليه‌السلام</w:t>
      </w:r>
      <w:r>
        <w:rPr>
          <w:rtl/>
        </w:rPr>
        <w:t xml:space="preserve"> وهو أحد رواة حديث الغدير. روى حديث المناشدة الدولابي في الكنى والاسماء: 2 / 88 بإسناده إلى يحيى بن سلمة عنه. وابن المغازلي في المناقب: 20 ح 27 بإسناده إلى أبي إسحاق الهمداني، عن عبد خير وعمرو ذي مرة وحبة العرني. وأخرجه عنه ابن البطريق في العمدة: 53 عنه البحار: 37 / 196 ح 79.</w:t>
      </w:r>
    </w:p>
    <w:p w:rsidR="00481D79" w:rsidRDefault="00481D79" w:rsidP="00D11BDC">
      <w:pPr>
        <w:pStyle w:val="libFootnote0"/>
        <w:rPr>
          <w:rtl/>
        </w:rPr>
      </w:pPr>
      <w:r>
        <w:rPr>
          <w:rtl/>
        </w:rPr>
        <w:t xml:space="preserve">7 - زاذان بن عمر الكندي، عن علي </w:t>
      </w:r>
      <w:r w:rsidR="004226A8" w:rsidRPr="004A2596">
        <w:rPr>
          <w:rStyle w:val="libFootnoteAlaemChar"/>
          <w:rtl/>
        </w:rPr>
        <w:t>عليه‌السلام</w:t>
      </w:r>
      <w:r>
        <w:rPr>
          <w:rtl/>
        </w:rPr>
        <w:t xml:space="preserve"> روى حديثه ابن حنبل في الفضائل: 77 ح 115 وفي المسند: 1 / 84. وأخرجه ابن البطريق في العمدة: 46، والطرائف: 151 ح 231 عنه البحار: 37 / 188. وابن الجوزي في صفة الصفوة: 1 / 121، وفي تذكرة الخواص كما في البحار: 37 / 148، وابن كثير في البداية والنهاية: 5 / 210 وص 348. والهيثمي في مجمع الزوائد: 9 / 107، والذهبي في تاريخ الاسلام: 2 / 197، والقندوزي في ينابيع المودة: 33، والامرتسري في أرجح المطالب: 574 جميعا عن أحمد بن حنبل. وأخرجه في ص 681 من أرجح المطالب عن أحمد في المناقب، والطبراني في الاوسط، وأبي نعيم في الدلائل، وفي كنز العمال: 15 / 150 ح 429 عن مسند أحمد وابن أبي عاصم. ورواه في تاريخ دمشق: 2 / 25 ح 522.</w:t>
      </w:r>
    </w:p>
    <w:p w:rsidR="00827655" w:rsidRDefault="00481D79" w:rsidP="00D11BDC">
      <w:pPr>
        <w:pStyle w:val="libFootnote0"/>
        <w:rPr>
          <w:rtl/>
        </w:rPr>
      </w:pPr>
      <w:r>
        <w:rPr>
          <w:rtl/>
        </w:rPr>
        <w:t xml:space="preserve">8 - زياد بن أبي زياد الاسلمي، عن علي </w:t>
      </w:r>
      <w:r w:rsidR="004226A8" w:rsidRPr="004A2596">
        <w:rPr>
          <w:rStyle w:val="libFootnoteAlaemChar"/>
          <w:rtl/>
        </w:rPr>
        <w:t>عليه‌السلام</w:t>
      </w:r>
      <w:r>
        <w:rPr>
          <w:rtl/>
        </w:rPr>
        <w:t xml:space="preserve"> روى حديثه أحمد في المسند: 1 / 88 عنه البداية والنهاية: 7 / 347، وذخائر العقبى: 67، والرياض النضرة: 2 / 170، ومجمع الزوائد: 9 / 106، وأرجح المطالب: 574، ووسيلة المآل: 120. ورواه ابن عساكر في تاريخ دمشق: 2 / 24 ح 521 بالاسناد إلى أحمد بن حنبل. </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9 - زيد بن أرقم، عن علي </w:t>
      </w:r>
      <w:r w:rsidR="004226A8" w:rsidRPr="004A2596">
        <w:rPr>
          <w:rStyle w:val="libFootnoteAlaemChar"/>
          <w:rtl/>
        </w:rPr>
        <w:t>عليه‌السلام</w:t>
      </w:r>
      <w:r w:rsidR="00481D79">
        <w:rPr>
          <w:rtl/>
        </w:rPr>
        <w:t xml:space="preserve"> وهو من رواة حديث الغدير، وممن كتم الحديث عند مناشدة أمير المؤمنين </w:t>
      </w:r>
      <w:r w:rsidR="004226A8" w:rsidRPr="004A2596">
        <w:rPr>
          <w:rStyle w:val="libFootnoteAlaemChar"/>
          <w:rtl/>
        </w:rPr>
        <w:t>عليه‌السلام</w:t>
      </w:r>
      <w:r w:rsidR="00481D79">
        <w:rPr>
          <w:rtl/>
        </w:rPr>
        <w:t>، فأصابته دعوته فعمي.</w:t>
      </w:r>
    </w:p>
    <w:p w:rsidR="00481D79" w:rsidRDefault="00481D79" w:rsidP="00D11BDC">
      <w:pPr>
        <w:pStyle w:val="libFootnote0"/>
        <w:rPr>
          <w:rtl/>
        </w:rPr>
      </w:pPr>
      <w:r>
        <w:rPr>
          <w:rtl/>
        </w:rPr>
        <w:t>روى حديث المناشدة عنه: ابن عساكر في تاريخ دمشق: 2 / 5 ح 501 وص 20 ح 517 بطريقين.</w:t>
      </w:r>
    </w:p>
    <w:p w:rsidR="00481D79" w:rsidRDefault="00481D79" w:rsidP="00D11BDC">
      <w:pPr>
        <w:pStyle w:val="libFootnote0"/>
        <w:rPr>
          <w:rtl/>
        </w:rPr>
      </w:pPr>
      <w:r>
        <w:rPr>
          <w:rtl/>
        </w:rPr>
        <w:t>وابن حنبل في المسند: 4 / 370 عنه مجمع الزوائد: 9 / 107 وينابيع المودة: 206.</w:t>
      </w:r>
    </w:p>
    <w:p w:rsidR="00481D79" w:rsidRDefault="00481D79" w:rsidP="00D11BDC">
      <w:pPr>
        <w:pStyle w:val="libFootnote0"/>
        <w:rPr>
          <w:rtl/>
        </w:rPr>
      </w:pPr>
      <w:r>
        <w:rPr>
          <w:rtl/>
        </w:rPr>
        <w:t>ورواه ابن المغازلي في المناقب: 23 ح 33 بإسناده عنه، ومن طريق أحمد بن حنبل بإسناده إلى أبي الضحى عن زيد، عنه عمدة ابن البطريق: 53 عنه البحار: 37 / 196 ح 79.</w:t>
      </w:r>
    </w:p>
    <w:p w:rsidR="00481D79" w:rsidRDefault="00481D79" w:rsidP="00D11BDC">
      <w:pPr>
        <w:pStyle w:val="libFootnote0"/>
        <w:rPr>
          <w:rtl/>
        </w:rPr>
      </w:pPr>
      <w:r>
        <w:rPr>
          <w:rtl/>
        </w:rPr>
        <w:t>ورواه ابن كثير في البداية والنهاية: 5 / 210 بإسناده عنه، وفي ج 7 / 346 من طريق النسائي.</w:t>
      </w:r>
    </w:p>
    <w:p w:rsidR="00481D79" w:rsidRDefault="00481D79" w:rsidP="00D11BDC">
      <w:pPr>
        <w:pStyle w:val="libFootnote0"/>
        <w:rPr>
          <w:rtl/>
        </w:rPr>
      </w:pPr>
      <w:r>
        <w:rPr>
          <w:rtl/>
        </w:rPr>
        <w:t>وأورده في أرجح المطالب: 213 وص 679 عن زيد، وأخرجه في ص 564 عن الطبراني في الكبير، وفي ص 575 عن طريق النسائي، وفي ص 577 من طريق أحمد في المسند والبغوي في معجمه والبزار والطبراني والمخلص الذهبي جميعا بإسنادهم عن أبي سليمان، عن زيد بن أرقم.</w:t>
      </w:r>
    </w:p>
    <w:p w:rsidR="00481D79" w:rsidRDefault="00481D79" w:rsidP="00D11BDC">
      <w:pPr>
        <w:pStyle w:val="libFootnote0"/>
        <w:rPr>
          <w:rtl/>
        </w:rPr>
      </w:pPr>
      <w:r>
        <w:rPr>
          <w:rtl/>
        </w:rPr>
        <w:t>وفي ص 580 من طريق ابن مردويه وابن المغازلي والطبراني في الكبير.</w:t>
      </w:r>
    </w:p>
    <w:p w:rsidR="00481D79" w:rsidRDefault="00481D79" w:rsidP="00D11BDC">
      <w:pPr>
        <w:pStyle w:val="libFootnote0"/>
        <w:rPr>
          <w:rtl/>
        </w:rPr>
      </w:pPr>
      <w:r>
        <w:rPr>
          <w:rtl/>
        </w:rPr>
        <w:t>وفي كنز العمال: 15 / 138 عن الطبراني في الاوسط.</w:t>
      </w:r>
    </w:p>
    <w:p w:rsidR="00481D79" w:rsidRDefault="00481D79" w:rsidP="00D11BDC">
      <w:pPr>
        <w:pStyle w:val="libFootnote0"/>
        <w:rPr>
          <w:rtl/>
        </w:rPr>
      </w:pPr>
      <w:r>
        <w:rPr>
          <w:rtl/>
        </w:rPr>
        <w:t>مجمع الزوائد: 9 / 104 عن البزار والطبراني وأحمد، وفي ص 106 عن الطبراني في الكبير والاوسط.</w:t>
      </w:r>
    </w:p>
    <w:p w:rsidR="00481D79" w:rsidRDefault="00481D79" w:rsidP="00D11BDC">
      <w:pPr>
        <w:pStyle w:val="libFootnote0"/>
        <w:rPr>
          <w:rtl/>
        </w:rPr>
      </w:pPr>
      <w:r>
        <w:rPr>
          <w:rtl/>
        </w:rPr>
        <w:t>وأورده في ذخائر العقبى: 67، وعبدالله الشافعي في مناقبه (مخطوط)، والخطيب البغدادي في تاريخ بغداد: 5 / 456 والحضرمي في وسيلة المآل: 120.</w:t>
      </w:r>
    </w:p>
    <w:p w:rsidR="00481D79" w:rsidRDefault="00481D79" w:rsidP="00D11BDC">
      <w:pPr>
        <w:pStyle w:val="libFootnote0"/>
        <w:rPr>
          <w:rtl/>
        </w:rPr>
      </w:pPr>
      <w:r>
        <w:rPr>
          <w:rtl/>
        </w:rPr>
        <w:t>وفخر الدين الرازي في نهاية العقول: 199.</w:t>
      </w:r>
    </w:p>
    <w:p w:rsidR="00481D79" w:rsidRDefault="00481D79" w:rsidP="00D11BDC">
      <w:pPr>
        <w:pStyle w:val="libFootnote0"/>
        <w:rPr>
          <w:rtl/>
        </w:rPr>
      </w:pPr>
      <w:r>
        <w:rPr>
          <w:rtl/>
        </w:rPr>
        <w:t xml:space="preserve">10 - زيد بن وهب، عن علي </w:t>
      </w:r>
      <w:r w:rsidR="004226A8" w:rsidRPr="004A2596">
        <w:rPr>
          <w:rStyle w:val="libFootnoteAlaemChar"/>
          <w:rtl/>
        </w:rPr>
        <w:t>عليه‌السلام</w:t>
      </w:r>
      <w:r>
        <w:rPr>
          <w:rtl/>
        </w:rPr>
        <w:t xml:space="preserve"> وهو أخو سعيد بن وهب أخرج حديثه ابن كثير في البداية والنهاية: 5 / 210 من طريق ابن جرير بإسناده عن زيد بن وهب وزيد بن يثيع وعمروذي مر.</w:t>
      </w:r>
    </w:p>
    <w:p w:rsidR="00481D79" w:rsidRDefault="00481D79" w:rsidP="00D11BDC">
      <w:pPr>
        <w:pStyle w:val="libFootnote0"/>
        <w:rPr>
          <w:rtl/>
        </w:rPr>
      </w:pPr>
      <w:r>
        <w:rPr>
          <w:rtl/>
        </w:rPr>
        <w:t xml:space="preserve">11 - زيد بن يثيع، عن علي </w:t>
      </w:r>
      <w:r w:rsidR="004226A8" w:rsidRPr="004A2596">
        <w:rPr>
          <w:rStyle w:val="libFootnoteAlaemChar"/>
          <w:rtl/>
        </w:rPr>
        <w:t>عليه‌السلام</w:t>
      </w:r>
      <w:r>
        <w:rPr>
          <w:rtl/>
        </w:rPr>
        <w:t xml:space="preserve"> روى حديثه النسائي في الخصائص: 96 بإسناده إلى أبوإسحاق عنه.</w:t>
      </w:r>
    </w:p>
    <w:p w:rsidR="00481D79" w:rsidRDefault="00481D79" w:rsidP="00D11BDC">
      <w:pPr>
        <w:pStyle w:val="libFootnote0"/>
        <w:rPr>
          <w:rtl/>
        </w:rPr>
      </w:pPr>
      <w:r>
        <w:rPr>
          <w:rtl/>
        </w:rPr>
        <w:t>وأخرجه النبهاني في الشرف المؤبد: 113، عن ابن أبي شيبة بإسناده إلى زيد.</w:t>
      </w:r>
    </w:p>
    <w:p w:rsidR="00481D79" w:rsidRDefault="00481D79" w:rsidP="00D11BDC">
      <w:pPr>
        <w:pStyle w:val="libFootnote0"/>
        <w:rPr>
          <w:rtl/>
        </w:rPr>
      </w:pPr>
      <w:r>
        <w:rPr>
          <w:rtl/>
        </w:rPr>
        <w:t xml:space="preserve">12 - رواية زيد بن يثيع وسعيد بن وهب، عن علي </w:t>
      </w:r>
      <w:r w:rsidR="004226A8" w:rsidRPr="004A2596">
        <w:rPr>
          <w:rStyle w:val="libFootnoteAlaemChar"/>
          <w:rtl/>
        </w:rPr>
        <w:t>عليه‌السلام</w:t>
      </w:r>
      <w:r>
        <w:rPr>
          <w:rtl/>
        </w:rPr>
        <w:t xml:space="preserve"> روى حديثهما ابن عساكر في تاريخ دمشق: 2 / 19 ح 515 وأخرجه ابن كثير في البداية والنهاية: 5 / 210 عن مسند أحمد بإسناده عنهما ومجمع الزوائد: 9 / 107.</w:t>
      </w:r>
    </w:p>
    <w:p w:rsidR="00481D79" w:rsidRDefault="00481D79" w:rsidP="00D11BDC">
      <w:pPr>
        <w:pStyle w:val="libFootnote0"/>
        <w:rPr>
          <w:rtl/>
        </w:rPr>
      </w:pPr>
      <w:r>
        <w:rPr>
          <w:rtl/>
        </w:rPr>
        <w:t xml:space="preserve">13 - رواية زيد بن يثيع وسعيد بن وهب وعمروذي مر، عن علي </w:t>
      </w:r>
      <w:r w:rsidR="004226A8" w:rsidRPr="004A2596">
        <w:rPr>
          <w:rStyle w:val="libFootnoteAlaemChar"/>
          <w:rtl/>
        </w:rPr>
        <w:t>عليه‌السلام</w:t>
      </w:r>
      <w:r>
        <w:rPr>
          <w:rtl/>
        </w:rPr>
        <w:t xml:space="preserve"> أخرج الحديث عنهم في البداية والنهاية: 7 / 347 عن ابن عقدة بإسناده عنهم.</w:t>
      </w:r>
    </w:p>
    <w:p w:rsidR="00481D79" w:rsidRDefault="00481D79" w:rsidP="00D11BDC">
      <w:pPr>
        <w:pStyle w:val="libFootnote0"/>
        <w:rPr>
          <w:rtl/>
        </w:rPr>
      </w:pPr>
      <w:r>
        <w:rPr>
          <w:rtl/>
        </w:rPr>
        <w:t>ومجمع الزوائد: 9 / 104 من طريق البزار. رواه عنهم ابن عساكر في تاريخ دمشق: 2 / 18 ح 513 و 514.</w:t>
      </w:r>
    </w:p>
    <w:p w:rsidR="00481D79" w:rsidRDefault="00481D79" w:rsidP="00D11BDC">
      <w:pPr>
        <w:pStyle w:val="libFootnote0"/>
        <w:rPr>
          <w:rtl/>
        </w:rPr>
      </w:pPr>
      <w:r>
        <w:rPr>
          <w:rtl/>
        </w:rPr>
        <w:t>روى حديثهم الطوسي في أماليه: 1 / 260 ح 39 بإسناده إلى ابن عقدة عنه البحار: 37 / 124 ح 21.</w:t>
      </w:r>
    </w:p>
    <w:p w:rsidR="00481D79" w:rsidRDefault="00481D79" w:rsidP="00D11BDC">
      <w:pPr>
        <w:pStyle w:val="libFootnote0"/>
        <w:rPr>
          <w:rtl/>
        </w:rPr>
      </w:pPr>
      <w:r>
        <w:rPr>
          <w:rtl/>
        </w:rPr>
        <w:t>ورواه الطبري في بشارة المصطفى: 124 بإسناده إلى الطوسي.</w:t>
      </w:r>
    </w:p>
    <w:p w:rsidR="00481D79" w:rsidRDefault="00481D79" w:rsidP="00D11BDC">
      <w:pPr>
        <w:pStyle w:val="libFootnote0"/>
        <w:rPr>
          <w:rtl/>
        </w:rPr>
      </w:pPr>
      <w:r>
        <w:rPr>
          <w:rtl/>
        </w:rPr>
        <w:t>ورواه النسائي في الخصائص: 103.</w:t>
      </w:r>
    </w:p>
    <w:p w:rsidR="00481D79" w:rsidRDefault="00481D79" w:rsidP="00D11BDC">
      <w:pPr>
        <w:pStyle w:val="libFootnote0"/>
        <w:rPr>
          <w:rtl/>
        </w:rPr>
      </w:pPr>
      <w:r>
        <w:rPr>
          <w:rtl/>
        </w:rPr>
        <w:t>وأخرجه في كنز العمال: 15 / 138 ح 402 من طريق البزار وابن جرير والخلعي بإسنادهم عن أبي إسحاق عنهم.</w:t>
      </w:r>
    </w:p>
    <w:p w:rsidR="00481D79" w:rsidRDefault="00481D79" w:rsidP="00481D79">
      <w:pPr>
        <w:pStyle w:val="libNormal"/>
        <w:rPr>
          <w:rtl/>
        </w:rPr>
      </w:pPr>
      <w:r>
        <w:rPr>
          <w:rtl/>
        </w:rPr>
        <w:br w:type="page"/>
      </w:r>
    </w:p>
    <w:p w:rsidR="00481D79" w:rsidRDefault="005B067E" w:rsidP="005B067E">
      <w:pPr>
        <w:pStyle w:val="libLine"/>
        <w:rPr>
          <w:rtl/>
        </w:rPr>
      </w:pPr>
      <w:r>
        <w:rPr>
          <w:rtl/>
        </w:rPr>
        <w:lastRenderedPageBreak/>
        <w:t>____________________</w:t>
      </w:r>
    </w:p>
    <w:p w:rsidR="00481D79" w:rsidRDefault="00481D79" w:rsidP="00D11BDC">
      <w:pPr>
        <w:pStyle w:val="libFootnote0"/>
        <w:rPr>
          <w:rtl/>
        </w:rPr>
      </w:pPr>
      <w:r>
        <w:rPr>
          <w:rtl/>
        </w:rPr>
        <w:t xml:space="preserve">14 - رواية زيد بن يثيع وسعيد بن وهب وعمروذي مر وهانئ بن هانئ الهمداني، عن علي </w:t>
      </w:r>
      <w:r w:rsidR="004226A8" w:rsidRPr="004A2596">
        <w:rPr>
          <w:rStyle w:val="libFootnoteAlaemChar"/>
          <w:rtl/>
        </w:rPr>
        <w:t>عليه‌السلام</w:t>
      </w:r>
      <w:r>
        <w:rPr>
          <w:rtl/>
        </w:rPr>
        <w:t xml:space="preserve"> أخرج حديثهم في اسد الغابة: 3 / 321 عن ابن عقدة بإسناده عنهم.</w:t>
      </w:r>
    </w:p>
    <w:p w:rsidR="00481D79" w:rsidRDefault="00481D79" w:rsidP="00D11BDC">
      <w:pPr>
        <w:pStyle w:val="libFootnote0"/>
        <w:rPr>
          <w:rtl/>
        </w:rPr>
      </w:pPr>
      <w:r>
        <w:rPr>
          <w:rtl/>
        </w:rPr>
        <w:t>وفي الاصابة: 2 / 421 من طريق ابن شاهين عن ابن عقدة.</w:t>
      </w:r>
    </w:p>
    <w:p w:rsidR="00481D79" w:rsidRDefault="00481D79" w:rsidP="00D11BDC">
      <w:pPr>
        <w:pStyle w:val="libFootnote0"/>
        <w:rPr>
          <w:rtl/>
        </w:rPr>
      </w:pPr>
      <w:r>
        <w:rPr>
          <w:rtl/>
        </w:rPr>
        <w:t xml:space="preserve">15 - سعيد بن وهب، عن علي </w:t>
      </w:r>
      <w:r w:rsidR="004226A8" w:rsidRPr="004A2596">
        <w:rPr>
          <w:rStyle w:val="libFootnoteAlaemChar"/>
          <w:rtl/>
        </w:rPr>
        <w:t>عليه‌السلام</w:t>
      </w:r>
      <w:r>
        <w:rPr>
          <w:rtl/>
        </w:rPr>
        <w:t xml:space="preserve"> روى حديثه أحمد بن حنبل في الفضائل: 96 ح 143، وفي المسند: 5 / 366 عنه مجمع الزوائد: 9 / 104 وفي ص 105 عن البزار، وفي ص 107 عنهما معا.</w:t>
      </w:r>
    </w:p>
    <w:p w:rsidR="00481D79" w:rsidRDefault="00481D79" w:rsidP="00D11BDC">
      <w:pPr>
        <w:pStyle w:val="libFootnote0"/>
        <w:rPr>
          <w:rtl/>
        </w:rPr>
      </w:pPr>
      <w:r>
        <w:rPr>
          <w:rtl/>
        </w:rPr>
        <w:t>ورواه النسائي في الخصائص: 96، والگنجي في كفاية الطالب: 63، وابن عساكر في تاريخ دمشق: 20 ح 519 وص 28 ح 528، والعاصمي في زين الفتى.</w:t>
      </w:r>
    </w:p>
    <w:p w:rsidR="00481D79" w:rsidRDefault="00481D79" w:rsidP="00D11BDC">
      <w:pPr>
        <w:pStyle w:val="libFootnote0"/>
        <w:rPr>
          <w:rtl/>
        </w:rPr>
      </w:pPr>
      <w:r>
        <w:rPr>
          <w:rtl/>
        </w:rPr>
        <w:t>وأخرجه في كنز العمال: 15 / 138 ح 402 عن البزار وابن جرير.</w:t>
      </w:r>
    </w:p>
    <w:p w:rsidR="00481D79" w:rsidRDefault="00481D79" w:rsidP="00D11BDC">
      <w:pPr>
        <w:pStyle w:val="libFootnote0"/>
        <w:rPr>
          <w:rtl/>
        </w:rPr>
      </w:pPr>
      <w:r>
        <w:rPr>
          <w:rtl/>
        </w:rPr>
        <w:t>وفي أرجح المطالب: 574 عن أحمد والنسائي والبزار والخلعي وابن جرير بإسنادهم عنهم.</w:t>
      </w:r>
    </w:p>
    <w:p w:rsidR="00481D79" w:rsidRDefault="00481D79" w:rsidP="00D11BDC">
      <w:pPr>
        <w:pStyle w:val="libFootnote0"/>
        <w:rPr>
          <w:rtl/>
        </w:rPr>
      </w:pPr>
      <w:r>
        <w:rPr>
          <w:rtl/>
        </w:rPr>
        <w:t xml:space="preserve">16 - سعيد بن وهب وعبد خير بن يزيد الهمداني الكوفي، عن علي </w:t>
      </w:r>
      <w:r w:rsidR="004226A8" w:rsidRPr="004A2596">
        <w:rPr>
          <w:rStyle w:val="libFootnoteAlaemChar"/>
          <w:rtl/>
        </w:rPr>
        <w:t>عليه‌السلام</w:t>
      </w:r>
      <w:r>
        <w:rPr>
          <w:rtl/>
        </w:rPr>
        <w:t xml:space="preserve"> رواه عنهما الخوارزمي في المناقب: 95 وابن عساكر في تاريخ دمشق: 2 / 20 ح 518.</w:t>
      </w:r>
    </w:p>
    <w:p w:rsidR="00481D79" w:rsidRDefault="00481D79" w:rsidP="00D11BDC">
      <w:pPr>
        <w:pStyle w:val="libFootnote0"/>
        <w:rPr>
          <w:rtl/>
        </w:rPr>
      </w:pPr>
      <w:r>
        <w:rPr>
          <w:rtl/>
        </w:rPr>
        <w:t>وأخرجه الامرتسري في أرجح المطالب: 573 من طريق ابن كثير والنسائي في الخصائص وأحمد في المسند، وفي البداية والنهاية: 5 / 209 وص 210 من طريق ابن جرير، وفي ج 7 / 347 عن ابن عقدة ابن جرير.</w:t>
      </w:r>
    </w:p>
    <w:p w:rsidR="00481D79" w:rsidRDefault="00481D79" w:rsidP="00D11BDC">
      <w:pPr>
        <w:pStyle w:val="libFootnote0"/>
        <w:rPr>
          <w:rtl/>
        </w:rPr>
      </w:pPr>
      <w:r>
        <w:rPr>
          <w:rtl/>
        </w:rPr>
        <w:t xml:space="preserve">17 - سعيد بن أبي حمدان وعمروذي مر، عن علي </w:t>
      </w:r>
      <w:r w:rsidR="004226A8" w:rsidRPr="004A2596">
        <w:rPr>
          <w:rStyle w:val="libFootnoteAlaemChar"/>
          <w:rtl/>
        </w:rPr>
        <w:t>عليه‌السلام</w:t>
      </w:r>
      <w:r>
        <w:rPr>
          <w:rtl/>
        </w:rPr>
        <w:t xml:space="preserve"> روى حديثهما في فرائد السمطين: 1 / 68 ح 34.</w:t>
      </w:r>
    </w:p>
    <w:p w:rsidR="00481D79" w:rsidRDefault="00481D79" w:rsidP="00D11BDC">
      <w:pPr>
        <w:pStyle w:val="libFootnote0"/>
        <w:rPr>
          <w:rtl/>
        </w:rPr>
      </w:pPr>
      <w:r>
        <w:rPr>
          <w:rtl/>
        </w:rPr>
        <w:t xml:space="preserve">18 - شريك بن عبدالله، عن علي </w:t>
      </w:r>
      <w:r w:rsidR="004226A8" w:rsidRPr="004A2596">
        <w:rPr>
          <w:rStyle w:val="libFootnoteAlaemChar"/>
          <w:rtl/>
        </w:rPr>
        <w:t>عليه‌السلام</w:t>
      </w:r>
      <w:r>
        <w:rPr>
          <w:rtl/>
        </w:rPr>
        <w:t xml:space="preserve"> أورد حديثه ابن أبي الحديد في شرح نهج البلاغة: 2 / 288 عنه البحار: 37 / 199 وج 8 / 737 (ط. حجر).</w:t>
      </w:r>
    </w:p>
    <w:p w:rsidR="00481D79" w:rsidRDefault="00481D79" w:rsidP="00D11BDC">
      <w:pPr>
        <w:pStyle w:val="libFootnote0"/>
        <w:rPr>
          <w:rtl/>
        </w:rPr>
      </w:pPr>
      <w:r>
        <w:rPr>
          <w:rtl/>
        </w:rPr>
        <w:t xml:space="preserve">19 - شقيق بن سلمة، عن علي </w:t>
      </w:r>
      <w:r w:rsidR="004226A8" w:rsidRPr="004A2596">
        <w:rPr>
          <w:rStyle w:val="libFootnoteAlaemChar"/>
          <w:rtl/>
        </w:rPr>
        <w:t>عليه‌السلام</w:t>
      </w:r>
      <w:r>
        <w:rPr>
          <w:rtl/>
        </w:rPr>
        <w:t xml:space="preserve"> روى الحديث بإسناده عنه البلاذري في أنساب الاشراف: 2 / 157.</w:t>
      </w:r>
    </w:p>
    <w:p w:rsidR="00827655" w:rsidRDefault="00481D79" w:rsidP="004A2596">
      <w:pPr>
        <w:pStyle w:val="libFootnote0"/>
        <w:rPr>
          <w:rtl/>
        </w:rPr>
      </w:pPr>
      <w:r>
        <w:rPr>
          <w:rtl/>
        </w:rPr>
        <w:t xml:space="preserve">20 - طلحة بن عمير، عن علي </w:t>
      </w:r>
      <w:r w:rsidR="004226A8" w:rsidRPr="004A2596">
        <w:rPr>
          <w:rStyle w:val="libFootnoteAlaemChar"/>
          <w:rtl/>
        </w:rPr>
        <w:t>عليه‌السلام</w:t>
      </w:r>
      <w:r>
        <w:rPr>
          <w:rtl/>
        </w:rPr>
        <w:t xml:space="preserve"> أورد حديثه الامرتسري في أرجح المطالب: 579.</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21 - عبدالرحمن بن أبي ليلى، عن علي </w:t>
      </w:r>
      <w:r w:rsidR="004226A8" w:rsidRPr="004A2596">
        <w:rPr>
          <w:rStyle w:val="libFootnoteAlaemChar"/>
          <w:rtl/>
        </w:rPr>
        <w:t>عليه‌السلام</w:t>
      </w:r>
      <w:r w:rsidR="00481D79">
        <w:rPr>
          <w:rtl/>
        </w:rPr>
        <w:t xml:space="preserve"> روى حديثه أبونعيم في أخبار أصفهان: 2 / 227، والخطيب في تاريخ بغداد: 14 / 236 رقم 7545 في ترجمة يحيى بن محمد أبي عمر الاخباري وفي كتابه الافراد. والذهبي في تاريخ الاسلام: 2 / 197، والحمويني في فرائد السمطين: 1 / 69 ح 36.</w:t>
      </w:r>
    </w:p>
    <w:p w:rsidR="00481D79" w:rsidRDefault="00481D79" w:rsidP="00D11BDC">
      <w:pPr>
        <w:pStyle w:val="libFootnote0"/>
        <w:rPr>
          <w:rtl/>
        </w:rPr>
      </w:pPr>
      <w:r>
        <w:rPr>
          <w:rtl/>
        </w:rPr>
        <w:t>وابن عساكر في تاريخ دمشق: 2 / 8 - 12 ح 504 - ح 508، وأبويعلى في مسنده: 45، والبزار في مسنده: 57، وأحمد بن حنبل في مسنده: 1 / 119.</w:t>
      </w:r>
    </w:p>
    <w:p w:rsidR="00481D79" w:rsidRDefault="00481D79" w:rsidP="00D11BDC">
      <w:pPr>
        <w:pStyle w:val="libFootnote0"/>
        <w:rPr>
          <w:rtl/>
        </w:rPr>
      </w:pPr>
      <w:r>
        <w:rPr>
          <w:rtl/>
        </w:rPr>
        <w:t>والمحاملي في أماليه: 2 / 87 المجلس الثاني، والعاصمي في زين الفتى (مخطوط)، والطحاوي في مشكل الآثار: 2 / 308، والجزري في أسنى المطالب: 3، وابن جرير في تهذيب الآثار.</w:t>
      </w:r>
    </w:p>
    <w:p w:rsidR="00481D79" w:rsidRDefault="00481D79" w:rsidP="00D11BDC">
      <w:pPr>
        <w:pStyle w:val="libFootnote0"/>
        <w:rPr>
          <w:rtl/>
        </w:rPr>
      </w:pPr>
      <w:r>
        <w:rPr>
          <w:rtl/>
        </w:rPr>
        <w:t>وأخرجه في اسد الغابة: 4 / 28، ومجمع الزوائد: 9 / 105 عن أبي يعلى.</w:t>
      </w:r>
    </w:p>
    <w:p w:rsidR="00481D79" w:rsidRDefault="00481D79" w:rsidP="00D11BDC">
      <w:pPr>
        <w:pStyle w:val="libFootnote0"/>
        <w:rPr>
          <w:rtl/>
        </w:rPr>
      </w:pPr>
      <w:r>
        <w:rPr>
          <w:rtl/>
        </w:rPr>
        <w:t>وفي البداية والنهاية: 5 / 211 وج 7 / 448 عن ابن حنبل، وفي ج 7 / 346 عن أبي يعلى وأحمد. وفي كنز العمال: 15 / 115 ح 332 عن الخطيب، وفي ص 151 ح 430 عن أبي يعلى وابن جرير والخطيب والضياء المقدسي في المختارة.</w:t>
      </w:r>
    </w:p>
    <w:p w:rsidR="00481D79" w:rsidRDefault="00481D79" w:rsidP="00D11BDC">
      <w:pPr>
        <w:pStyle w:val="libFootnote0"/>
        <w:rPr>
          <w:rtl/>
        </w:rPr>
      </w:pPr>
      <w:r>
        <w:rPr>
          <w:rtl/>
        </w:rPr>
        <w:t>وأخرجه الامرتسري في أرجح المطالب: 575 من طريق أحمد في المناقب وأبي يعلى في مسنده وابن كثير في تاريخه وسعيد بن منصور والخطيب والمتقي الهندي في كنز العمال والدار قطني وابن جرير في تاريخه، وفي ص 580 مرسلا عن عبدالرحمن بن أبي ليلى.</w:t>
      </w:r>
    </w:p>
    <w:p w:rsidR="00481D79" w:rsidRDefault="00481D79" w:rsidP="00D11BDC">
      <w:pPr>
        <w:pStyle w:val="libFootnote0"/>
        <w:rPr>
          <w:rtl/>
        </w:rPr>
      </w:pPr>
      <w:r>
        <w:rPr>
          <w:rtl/>
        </w:rPr>
        <w:t xml:space="preserve">22 - عبدالله بن عباس، عن علي </w:t>
      </w:r>
      <w:r w:rsidR="004226A8" w:rsidRPr="004A2596">
        <w:rPr>
          <w:rStyle w:val="libFootnoteAlaemChar"/>
          <w:rtl/>
        </w:rPr>
        <w:t>عليه‌السلام</w:t>
      </w:r>
      <w:r>
        <w:rPr>
          <w:rtl/>
        </w:rPr>
        <w:t xml:space="preserve"> أخرج حديثه القندوزي في ينابيع المودة: 33.</w:t>
      </w:r>
    </w:p>
    <w:p w:rsidR="00481D79" w:rsidRDefault="00481D79" w:rsidP="00D11BDC">
      <w:pPr>
        <w:pStyle w:val="libFootnote0"/>
        <w:rPr>
          <w:rtl/>
        </w:rPr>
      </w:pPr>
      <w:r>
        <w:rPr>
          <w:rtl/>
        </w:rPr>
        <w:t xml:space="preserve">23 - عمروذي مر، عن علي </w:t>
      </w:r>
      <w:r w:rsidR="004226A8" w:rsidRPr="004A2596">
        <w:rPr>
          <w:rStyle w:val="libFootnoteAlaemChar"/>
          <w:rtl/>
        </w:rPr>
        <w:t>عليه‌السلام</w:t>
      </w:r>
      <w:r>
        <w:rPr>
          <w:rtl/>
        </w:rPr>
        <w:t xml:space="preserve"> إضافة إلى ما تقدم: روى الحديث عنه النسائي في الخصائص: 104 عنه أرجح المطالب: 575، ورواه الحمويني في فرائد السمطين: 1 / 67 ح 33.</w:t>
      </w:r>
    </w:p>
    <w:p w:rsidR="00481D79" w:rsidRDefault="00481D79" w:rsidP="00D11BDC">
      <w:pPr>
        <w:pStyle w:val="libFootnote0"/>
        <w:rPr>
          <w:rtl/>
        </w:rPr>
      </w:pPr>
      <w:r>
        <w:rPr>
          <w:rtl/>
        </w:rPr>
        <w:t>وابن عساكر في تاريخ دمشق: 2 / 19 ح 516. والذهبي في ميزان الاعتدال: 2 / 303.</w:t>
      </w:r>
    </w:p>
    <w:p w:rsidR="00481D79" w:rsidRDefault="00481D79" w:rsidP="00D11BDC">
      <w:pPr>
        <w:pStyle w:val="libFootnote0"/>
        <w:rPr>
          <w:rtl/>
        </w:rPr>
      </w:pPr>
      <w:r>
        <w:rPr>
          <w:rtl/>
        </w:rPr>
        <w:t xml:space="preserve">24 - عمير بن سعيد، عن علي </w:t>
      </w:r>
      <w:r w:rsidR="004226A8" w:rsidRPr="004A2596">
        <w:rPr>
          <w:rStyle w:val="libFootnoteAlaemChar"/>
          <w:rtl/>
        </w:rPr>
        <w:t>عليه‌السلام</w:t>
      </w:r>
      <w:r>
        <w:rPr>
          <w:rtl/>
        </w:rPr>
        <w:t xml:space="preserve"> (هكذا ضبطه النووي في تهذيب الاسماء ج 2 / القسم الاول ص 16 رقم 4). روى حديثه الطوسي في أماليه: 1 / 278 ح 47 بطريقين.</w:t>
      </w:r>
    </w:p>
    <w:p w:rsidR="00481D79" w:rsidRDefault="00481D79" w:rsidP="00D11BDC">
      <w:pPr>
        <w:pStyle w:val="libFootnote0"/>
        <w:rPr>
          <w:rtl/>
        </w:rPr>
      </w:pPr>
      <w:r>
        <w:rPr>
          <w:rtl/>
        </w:rPr>
        <w:t>ورواه الطبري في بشارة المصطفى: 156 بإسناده إلى الطوسي عنهما البحار: 37 / 125 ح 22.</w:t>
      </w:r>
    </w:p>
    <w:p w:rsidR="00827655" w:rsidRDefault="00481D79" w:rsidP="00D11BDC">
      <w:pPr>
        <w:pStyle w:val="libFootnote0"/>
        <w:rPr>
          <w:rtl/>
        </w:rPr>
      </w:pPr>
      <w:r>
        <w:rPr>
          <w:rtl/>
        </w:rPr>
        <w:t xml:space="preserve">ورواه النسائي في الخصائص: 95 عنه أرجح المطالب: 574، والطبراني في المعجم الاوسط وفي المعجم </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الصغير: 64 عنه مجمع الزوائد: 9 / 108، والعسقلاني في الكاف الشاف: 96، وكنز العمال: 15 / 135 ح 395 وص 138 ح 401.</w:t>
      </w:r>
    </w:p>
    <w:p w:rsidR="00481D79" w:rsidRDefault="00481D79" w:rsidP="00D11BDC">
      <w:pPr>
        <w:pStyle w:val="libFootnote0"/>
        <w:rPr>
          <w:rtl/>
        </w:rPr>
      </w:pPr>
      <w:r>
        <w:rPr>
          <w:rtl/>
        </w:rPr>
        <w:t>ورواه أبونعيم الاصفهاني في أخبار اصفهان: 1 / 107 في ترجمة أحمد بن إبراهيم بن عبدالله بن كيسان الثقفي.</w:t>
      </w:r>
    </w:p>
    <w:p w:rsidR="00481D79" w:rsidRDefault="00481D79" w:rsidP="00D11BDC">
      <w:pPr>
        <w:pStyle w:val="libFootnote0"/>
        <w:rPr>
          <w:rtl/>
        </w:rPr>
      </w:pPr>
      <w:r>
        <w:rPr>
          <w:rtl/>
        </w:rPr>
        <w:t>وفي حلية الاولياء: 5 / 26 في ترجمة طلحة بن مصرف عنه مستدرك ابن البطريق كما في البحار: 37 / 197 ح 80.</w:t>
      </w:r>
    </w:p>
    <w:p w:rsidR="00481D79" w:rsidRDefault="00481D79" w:rsidP="00D11BDC">
      <w:pPr>
        <w:pStyle w:val="libFootnote0"/>
        <w:rPr>
          <w:rtl/>
        </w:rPr>
      </w:pPr>
      <w:r>
        <w:rPr>
          <w:rtl/>
        </w:rPr>
        <w:t>ورواه ابن المغازلي في المناقب: 26 ح 38 عنه عبدالله الشافعي في المناقب (مخطوط).</w:t>
      </w:r>
    </w:p>
    <w:p w:rsidR="00481D79" w:rsidRDefault="00481D79" w:rsidP="00D11BDC">
      <w:pPr>
        <w:pStyle w:val="libFootnote0"/>
        <w:rPr>
          <w:rtl/>
        </w:rPr>
      </w:pPr>
      <w:r>
        <w:rPr>
          <w:rtl/>
        </w:rPr>
        <w:t>ورواه ابن عساكر في تاريخ دمشق: 2 / 13 - 14 ح 509 - 512.</w:t>
      </w:r>
    </w:p>
    <w:p w:rsidR="00481D79" w:rsidRDefault="00481D79" w:rsidP="00D11BDC">
      <w:pPr>
        <w:pStyle w:val="libFootnote0"/>
        <w:rPr>
          <w:rtl/>
        </w:rPr>
      </w:pPr>
      <w:r>
        <w:rPr>
          <w:rtl/>
        </w:rPr>
        <w:t>والمزي في تهذيب الكمال ضمن ترجمة عميرة بن سعيد، وابن حجر في التهذيب: 1 / 320.</w:t>
      </w:r>
    </w:p>
    <w:p w:rsidR="00481D79" w:rsidRDefault="00481D79" w:rsidP="00D11BDC">
      <w:pPr>
        <w:pStyle w:val="libFootnote0"/>
        <w:rPr>
          <w:rtl/>
        </w:rPr>
      </w:pPr>
      <w:r>
        <w:rPr>
          <w:rtl/>
        </w:rPr>
        <w:t>وابن قتيبة في المبرقعين: 194 وص 391.</w:t>
      </w:r>
    </w:p>
    <w:p w:rsidR="00481D79" w:rsidRDefault="00481D79" w:rsidP="00D11BDC">
      <w:pPr>
        <w:pStyle w:val="libFootnote0"/>
        <w:rPr>
          <w:rtl/>
        </w:rPr>
      </w:pPr>
      <w:r>
        <w:rPr>
          <w:rtl/>
        </w:rPr>
        <w:t>وأخرجه الامرتسري في أرجح المطالب: 575 من طريق الطبراني في الاوسط وابن كثير في تاريخه.</w:t>
      </w:r>
    </w:p>
    <w:p w:rsidR="00481D79" w:rsidRDefault="00481D79" w:rsidP="00D11BDC">
      <w:pPr>
        <w:pStyle w:val="libFootnote0"/>
        <w:rPr>
          <w:rtl/>
        </w:rPr>
      </w:pPr>
      <w:r>
        <w:rPr>
          <w:rtl/>
        </w:rPr>
        <w:t>والمتقي الهندي في كنز العمال: 579 من طريق ابن مردويه.</w:t>
      </w:r>
    </w:p>
    <w:p w:rsidR="00481D79" w:rsidRDefault="00481D79" w:rsidP="00D11BDC">
      <w:pPr>
        <w:pStyle w:val="libFootnote0"/>
        <w:rPr>
          <w:rtl/>
        </w:rPr>
      </w:pPr>
      <w:r>
        <w:rPr>
          <w:rtl/>
        </w:rPr>
        <w:t>وفي ص 580 من طريق البلاذري في أنساب الاشراف.</w:t>
      </w:r>
    </w:p>
    <w:p w:rsidR="00481D79" w:rsidRDefault="00481D79" w:rsidP="00D11BDC">
      <w:pPr>
        <w:pStyle w:val="libFootnote0"/>
        <w:rPr>
          <w:rtl/>
        </w:rPr>
      </w:pPr>
      <w:r>
        <w:rPr>
          <w:rtl/>
        </w:rPr>
        <w:t xml:space="preserve">25 - يعلى بن مرة، عن علي </w:t>
      </w:r>
      <w:r w:rsidR="004226A8" w:rsidRPr="004A2596">
        <w:rPr>
          <w:rStyle w:val="libFootnoteAlaemChar"/>
          <w:rtl/>
        </w:rPr>
        <w:t>عليه‌السلام</w:t>
      </w:r>
      <w:r>
        <w:rPr>
          <w:rtl/>
        </w:rPr>
        <w:t xml:space="preserve"> أخرج حديثه في اسد الغابة: 2 / 233 وج 3 / 93 وج 5 / 6 من طريق ابن عقدة وأبي موسى المديني وأبي نعيم.</w:t>
      </w:r>
    </w:p>
    <w:p w:rsidR="00481D79" w:rsidRDefault="00481D79" w:rsidP="00D11BDC">
      <w:pPr>
        <w:pStyle w:val="libFootnote0"/>
        <w:rPr>
          <w:rtl/>
        </w:rPr>
      </w:pPr>
      <w:r>
        <w:rPr>
          <w:rtl/>
        </w:rPr>
        <w:t>والاصابة: 1 / 550 وص 567 وج 2 / 257 وج 3 / 542 عن ابن عقدة.</w:t>
      </w:r>
    </w:p>
    <w:p w:rsidR="00481D79" w:rsidRDefault="00481D79" w:rsidP="00D11BDC">
      <w:pPr>
        <w:pStyle w:val="libFootnote0"/>
        <w:rPr>
          <w:rtl/>
        </w:rPr>
      </w:pPr>
      <w:r>
        <w:rPr>
          <w:rtl/>
        </w:rPr>
        <w:t xml:space="preserve">26 - مرسلا وروى حديث المناشدة مرسلا عن علي </w:t>
      </w:r>
      <w:r w:rsidR="004226A8" w:rsidRPr="004A2596">
        <w:rPr>
          <w:rStyle w:val="libFootnoteAlaemChar"/>
          <w:rtl/>
        </w:rPr>
        <w:t>عليه‌السلام</w:t>
      </w:r>
      <w:r>
        <w:rPr>
          <w:rtl/>
        </w:rPr>
        <w:t>: رواة البلاذري في أنساب الاشراف كما في البحار: 37 / 197 ح 81.</w:t>
      </w:r>
    </w:p>
    <w:p w:rsidR="00481D79" w:rsidRDefault="00481D79" w:rsidP="00D11BDC">
      <w:pPr>
        <w:pStyle w:val="libFootnote0"/>
        <w:rPr>
          <w:rtl/>
        </w:rPr>
      </w:pPr>
      <w:r>
        <w:rPr>
          <w:rtl/>
        </w:rPr>
        <w:t xml:space="preserve">والتفتازاني في شرح المقاصد: 2 / 212 في حديث خطبته </w:t>
      </w:r>
      <w:r w:rsidR="004226A8" w:rsidRPr="004A2596">
        <w:rPr>
          <w:rStyle w:val="libFootnoteAlaemChar"/>
          <w:rtl/>
        </w:rPr>
        <w:t>عليه‌السلام</w:t>
      </w:r>
      <w:r>
        <w:rPr>
          <w:rtl/>
        </w:rPr>
        <w:t xml:space="preserve"> يوم الشورى.</w:t>
      </w:r>
    </w:p>
    <w:p w:rsidR="00481D79" w:rsidRDefault="00481D79" w:rsidP="00D11BDC">
      <w:pPr>
        <w:pStyle w:val="libFootnote0"/>
        <w:rPr>
          <w:rtl/>
        </w:rPr>
      </w:pPr>
      <w:r>
        <w:rPr>
          <w:rtl/>
        </w:rPr>
        <w:t>ومثله ابن حسنويه في درر بحر المناقب: 74 (مخطوط).</w:t>
      </w:r>
    </w:p>
    <w:p w:rsidR="00481D79" w:rsidRDefault="00481D79" w:rsidP="00D11BDC">
      <w:pPr>
        <w:pStyle w:val="libFootnote0"/>
        <w:rPr>
          <w:rtl/>
        </w:rPr>
      </w:pPr>
      <w:r>
        <w:rPr>
          <w:rtl/>
        </w:rPr>
        <w:t>حديث الركبان ومفاد هذا الحديث أن جماعة من الانصار أتوا الامام أمير المؤمنين وسلموا عليه بقولهم " يامولانا " فسألهم عن سبب قولهم هذا، فأجابوا بأنهم سمعوا الرسول يقول: من كنت مولاه فعلي مولاه، وكان فيهم أبو أيوب الانصاري.</w:t>
      </w:r>
    </w:p>
    <w:p w:rsidR="00827655" w:rsidRDefault="00481D79" w:rsidP="00D11BDC">
      <w:pPr>
        <w:pStyle w:val="libFootnote0"/>
        <w:rPr>
          <w:rtl/>
        </w:rPr>
      </w:pPr>
      <w:r>
        <w:rPr>
          <w:rtl/>
        </w:rPr>
        <w:t>روى الحديث: 1 - أبورميلة أخرج حديثه الاربلي في كشف الغمة: 1 / 318 عن ابن مردويه بإسناده عن حبيب بن يسار عنه.</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2 - رياح بن الحارث النخعي روى حديثه أحمد بن حنبل في المسند: 5 / 419 بطريقين، وفي الفضائل: 59 ح 91.</w:t>
      </w:r>
    </w:p>
    <w:p w:rsidR="00481D79" w:rsidRDefault="00481D79" w:rsidP="00D11BDC">
      <w:pPr>
        <w:pStyle w:val="libFootnote0"/>
        <w:rPr>
          <w:rtl/>
        </w:rPr>
      </w:pPr>
      <w:r>
        <w:rPr>
          <w:rtl/>
        </w:rPr>
        <w:t>وأخرجه عنه ابن بطريق في العمدة: 46 عنه البحار: 37 / 149، والسيوطي في تاريخ الخلفاء: 114 وابن كثير في البداية والنهاية: 5 / 209 و 213، وداود بن سليمان النقشبندي في صلح الاخوان، والقندوزي في ينابيع المودة: 33، ومحب الدين الطبري في الرياض النضرة: 2 / 169.</w:t>
      </w:r>
    </w:p>
    <w:p w:rsidR="00481D79" w:rsidRDefault="00481D79" w:rsidP="00D11BDC">
      <w:pPr>
        <w:pStyle w:val="libFootnote0"/>
        <w:rPr>
          <w:rtl/>
        </w:rPr>
      </w:pPr>
      <w:r>
        <w:rPr>
          <w:rtl/>
        </w:rPr>
        <w:t>ورواه الطبراني في المعجم الكبير: 4 / 207 ح 4052 و 4053، أخرجه عنه وعن أحمد بن حنبل: الهيثمي في مجمع الزوائد: 9 / 103، والشيخ محمد يوسف الياس في حياة الصحابة: 2 / 769، والعيني الحيدرآبادي في المناقب: 52 والبدخشي في نزل الابرار: 20.</w:t>
      </w:r>
    </w:p>
    <w:p w:rsidR="00481D79" w:rsidRDefault="00481D79" w:rsidP="00D11BDC">
      <w:pPr>
        <w:pStyle w:val="libFootnote0"/>
        <w:rPr>
          <w:rtl/>
        </w:rPr>
      </w:pPr>
      <w:r>
        <w:rPr>
          <w:rtl/>
        </w:rPr>
        <w:t>ورواه ابن أبي شيبة في المصنف: 153 عنه البداية والنهاية: 7 / 348.</w:t>
      </w:r>
    </w:p>
    <w:p w:rsidR="00481D79" w:rsidRDefault="00481D79" w:rsidP="00D11BDC">
      <w:pPr>
        <w:pStyle w:val="libFootnote0"/>
        <w:rPr>
          <w:rtl/>
        </w:rPr>
      </w:pPr>
      <w:r>
        <w:rPr>
          <w:rtl/>
        </w:rPr>
        <w:t>وأخرجه الامرتسري في أرجح المطالب: 564 عن الطبراني وأحمد في المناقب والبغوي في معجمه وابن أبي شيبة وابن كثير في تاريخه، وفي ص 577 من طريق أحمد في المسند وابن السمان وابن المغازلي والمخلص الذهبي ومحب الدين الطبري في الرياض النضرة والملا علي القادري في المرقاة في شرح المشكاة والطبراني في المعجم الكبير " مسند أبي أيوب " وابن عساكر.</w:t>
      </w:r>
    </w:p>
    <w:p w:rsidR="00481D79" w:rsidRDefault="00481D79" w:rsidP="00D11BDC">
      <w:pPr>
        <w:pStyle w:val="libFootnote0"/>
        <w:rPr>
          <w:rtl/>
        </w:rPr>
      </w:pPr>
      <w:r>
        <w:rPr>
          <w:rtl/>
        </w:rPr>
        <w:t xml:space="preserve">ورواه ابن عساكر في ترجمة الامام أمير المؤمنين </w:t>
      </w:r>
      <w:r w:rsidR="004226A8" w:rsidRPr="004A2596">
        <w:rPr>
          <w:rStyle w:val="libFootnoteAlaemChar"/>
          <w:rtl/>
        </w:rPr>
        <w:t>عليه‌السلام</w:t>
      </w:r>
      <w:r>
        <w:rPr>
          <w:rtl/>
        </w:rPr>
        <w:t xml:space="preserve"> في تاريخ دمشق: 2 / 22 ح 520 وص 28 - 29 ح 529 - 531 وابن المغازلي في المناقب: 22 ح 30.</w:t>
      </w:r>
    </w:p>
    <w:p w:rsidR="00481D79" w:rsidRDefault="00481D79" w:rsidP="00D11BDC">
      <w:pPr>
        <w:pStyle w:val="libFootnote0"/>
        <w:rPr>
          <w:rtl/>
        </w:rPr>
      </w:pPr>
      <w:r>
        <w:rPr>
          <w:rtl/>
        </w:rPr>
        <w:t>وأخرجه ابن أبي الحديد في شرح نهج البلاغة: 1 / 289 عن ابن ديزيل في كتاب صفين، وعن ابن مردويه.</w:t>
      </w:r>
    </w:p>
    <w:p w:rsidR="00481D79" w:rsidRDefault="00481D79" w:rsidP="00D11BDC">
      <w:pPr>
        <w:pStyle w:val="libFootnote0"/>
        <w:rPr>
          <w:rtl/>
        </w:rPr>
      </w:pPr>
      <w:r>
        <w:rPr>
          <w:rtl/>
        </w:rPr>
        <w:t>3 - زر بن حبيش روى حديثه الطوسي في رجال الكشي: 45 ح 95 عنه البحار: 41 / 213 ح 26.</w:t>
      </w:r>
    </w:p>
    <w:p w:rsidR="00481D79" w:rsidRDefault="00481D79" w:rsidP="00D11BDC">
      <w:pPr>
        <w:pStyle w:val="libFootnote0"/>
        <w:rPr>
          <w:rtl/>
        </w:rPr>
      </w:pPr>
      <w:r>
        <w:rPr>
          <w:rtl/>
        </w:rPr>
        <w:t>وجمال الدين عطاء الله الشيرازي في كتابه الاربعين في مناقب أمير المؤمنين كما في الغدير: 1 / 190 وأخرجه عن ابن عقدة ابن الاثير في اسد الغابة: 1 / 368، والعسقلاني في الاصابة: 1 / 305، وأبو عبدالله الزرقاني في شرح المواهب: 7 / 13.</w:t>
      </w:r>
    </w:p>
    <w:p w:rsidR="00481D79" w:rsidRDefault="00481D79" w:rsidP="00D11BDC">
      <w:pPr>
        <w:pStyle w:val="libFootnote0"/>
        <w:rPr>
          <w:rtl/>
        </w:rPr>
      </w:pPr>
      <w:r>
        <w:rPr>
          <w:rtl/>
        </w:rPr>
        <w:t>وأورده الامرتسري في أرجح المطالب: 578، والهروي في الاربعين حديثا (مخطوط).</w:t>
      </w:r>
    </w:p>
    <w:p w:rsidR="00481D79" w:rsidRDefault="00481D79" w:rsidP="00D11BDC">
      <w:pPr>
        <w:pStyle w:val="libFootnote0"/>
        <w:rPr>
          <w:rtl/>
        </w:rPr>
      </w:pPr>
      <w:r>
        <w:rPr>
          <w:rtl/>
        </w:rPr>
        <w:t xml:space="preserve">* * * 2 - فاطمة الزهراء </w:t>
      </w:r>
      <w:r w:rsidR="004226A8" w:rsidRPr="004A2596">
        <w:rPr>
          <w:rStyle w:val="libFootnoteAlaemChar"/>
          <w:rtl/>
        </w:rPr>
        <w:t>عليها‌السلام</w:t>
      </w:r>
      <w:r>
        <w:rPr>
          <w:rtl/>
        </w:rPr>
        <w:t xml:space="preserve"> روى الحديث عنها </w:t>
      </w:r>
      <w:r w:rsidR="004226A8" w:rsidRPr="004A2596">
        <w:rPr>
          <w:rStyle w:val="libFootnoteAlaemChar"/>
          <w:rtl/>
        </w:rPr>
        <w:t>عليها‌السلام</w:t>
      </w:r>
      <w:r>
        <w:rPr>
          <w:rtl/>
        </w:rPr>
        <w:t>: ابن عقدة في حديث الولاية، وأبي بكر الجعابي في نخب المناقب والمنصور الرازي في كتاب الغدير، والهمداني في مودة القربى.</w:t>
      </w:r>
    </w:p>
    <w:p w:rsidR="00827655" w:rsidRDefault="00481D79" w:rsidP="00D11BDC">
      <w:pPr>
        <w:pStyle w:val="libFootnote0"/>
        <w:rPr>
          <w:rtl/>
        </w:rPr>
      </w:pPr>
      <w:r>
        <w:rPr>
          <w:rtl/>
        </w:rPr>
        <w:t xml:space="preserve">ورواه شمس الدين الجزري الشافعي في أسنى المطالب: 50 بإسناد طويل مسلسل عن </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الفواطم عليهن السلام، ثم قال: وهكذا أخرجه الحافظ الكبير أبوموسى المديني في كتابه المسلسل بالاسماء وقال: هذا الحديث مسلسل من وجه آخر، وهو أن كل واحدة من الفواطم تروي عن عمة لها، فهو رواية خمس نات كل واحدة منهن عن عمتها.</w:t>
      </w:r>
    </w:p>
    <w:p w:rsidR="00481D79" w:rsidRDefault="00481D79" w:rsidP="00D11BDC">
      <w:pPr>
        <w:pStyle w:val="libFootnote0"/>
        <w:rPr>
          <w:rtl/>
        </w:rPr>
      </w:pPr>
      <w:r>
        <w:rPr>
          <w:rtl/>
        </w:rPr>
        <w:t>ومن هذا الطريق أخرج الحديث الامرتسري في أرجح المطالب: 448 وص 571.</w:t>
      </w:r>
    </w:p>
    <w:p w:rsidR="00481D79" w:rsidRDefault="00481D79" w:rsidP="00D11BDC">
      <w:pPr>
        <w:pStyle w:val="libFootnote0"/>
        <w:rPr>
          <w:rtl/>
        </w:rPr>
      </w:pPr>
      <w:r>
        <w:rPr>
          <w:rtl/>
        </w:rPr>
        <w:t>والسخاوي في الضوء اللامع: 9 / 256، والشوكاني في البدر الطالع: 2 / 297.</w:t>
      </w:r>
    </w:p>
    <w:p w:rsidR="00481D79" w:rsidRDefault="00481D79" w:rsidP="00D11BDC">
      <w:pPr>
        <w:pStyle w:val="libFootnote0"/>
        <w:rPr>
          <w:rtl/>
        </w:rPr>
      </w:pPr>
      <w:r>
        <w:rPr>
          <w:rtl/>
        </w:rPr>
        <w:t xml:space="preserve">ورواه ابن عساكر في ترجمة الامام أمير المؤمنين </w:t>
      </w:r>
      <w:r w:rsidR="004226A8" w:rsidRPr="004A2596">
        <w:rPr>
          <w:rStyle w:val="libFootnoteAlaemChar"/>
          <w:rtl/>
        </w:rPr>
        <w:t>عليه‌السلام</w:t>
      </w:r>
      <w:r>
        <w:rPr>
          <w:rtl/>
        </w:rPr>
        <w:t xml:space="preserve"> من تاريخ دمشق: 1 / 364 ح 457.</w:t>
      </w:r>
    </w:p>
    <w:p w:rsidR="00481D79" w:rsidRDefault="00481D79" w:rsidP="00D11BDC">
      <w:pPr>
        <w:pStyle w:val="libFootnote0"/>
        <w:rPr>
          <w:rtl/>
        </w:rPr>
      </w:pPr>
      <w:r>
        <w:rPr>
          <w:rtl/>
        </w:rPr>
        <w:t xml:space="preserve">3 - الامام الحسن المجتبى </w:t>
      </w:r>
      <w:r w:rsidR="004226A8" w:rsidRPr="004A2596">
        <w:rPr>
          <w:rStyle w:val="libFootnoteAlaemChar"/>
          <w:rtl/>
        </w:rPr>
        <w:t>عليه‌السلام</w:t>
      </w:r>
      <w:r>
        <w:rPr>
          <w:rtl/>
        </w:rPr>
        <w:t xml:space="preserve"> ذكره ابن عقدة والجعابي.</w:t>
      </w:r>
    </w:p>
    <w:p w:rsidR="00481D79" w:rsidRDefault="00481D79" w:rsidP="00D11BDC">
      <w:pPr>
        <w:pStyle w:val="libFootnote0"/>
        <w:rPr>
          <w:rtl/>
        </w:rPr>
      </w:pPr>
      <w:r>
        <w:rPr>
          <w:rtl/>
        </w:rPr>
        <w:t xml:space="preserve">4 - الامام الحسين الشهيد </w:t>
      </w:r>
      <w:r w:rsidR="004226A8" w:rsidRPr="004A2596">
        <w:rPr>
          <w:rStyle w:val="libFootnoteAlaemChar"/>
          <w:rtl/>
        </w:rPr>
        <w:t>عليه‌السلام</w:t>
      </w:r>
      <w:r>
        <w:rPr>
          <w:rtl/>
        </w:rPr>
        <w:t xml:space="preserve"> ذكره ابن عقدة والجعابي والخوارزمي.</w:t>
      </w:r>
    </w:p>
    <w:p w:rsidR="00481D79" w:rsidRDefault="00481D79" w:rsidP="00D11BDC">
      <w:pPr>
        <w:pStyle w:val="libFootnote0"/>
        <w:rPr>
          <w:rtl/>
        </w:rPr>
      </w:pPr>
      <w:r>
        <w:rPr>
          <w:rtl/>
        </w:rPr>
        <w:t xml:space="preserve">وروى الحديث عنه سليم بن قيس في كتابه: 206 في خطبته </w:t>
      </w:r>
      <w:r w:rsidR="004226A8" w:rsidRPr="004A2596">
        <w:rPr>
          <w:rStyle w:val="libFootnoteAlaemChar"/>
          <w:rtl/>
        </w:rPr>
        <w:t>عليه‌السلام</w:t>
      </w:r>
      <w:r>
        <w:rPr>
          <w:rtl/>
        </w:rPr>
        <w:t xml:space="preserve"> بمنى بحضور أكثر من مائتين صحابي وسبعمائة تابعي، ومناشدته إياهم بجملة من الاحاديث منها حديث الولاية.</w:t>
      </w:r>
    </w:p>
    <w:p w:rsidR="00481D79" w:rsidRDefault="00481D79" w:rsidP="00D11BDC">
      <w:pPr>
        <w:pStyle w:val="libFootnote0"/>
        <w:rPr>
          <w:rtl/>
        </w:rPr>
      </w:pPr>
      <w:r>
        <w:rPr>
          <w:rtl/>
        </w:rPr>
        <w:t xml:space="preserve">ورواه ابن المغازلي في المناقب: 21 ح 29 بإسناده إلى أبي الفضل محمد بن الحسين البرجي الاصفهاني يرفعه إلى الحسين السبط </w:t>
      </w:r>
      <w:r w:rsidR="004226A8" w:rsidRPr="004A2596">
        <w:rPr>
          <w:rStyle w:val="libFootnoteAlaemChar"/>
          <w:rtl/>
        </w:rPr>
        <w:t>عليه‌السلام</w:t>
      </w:r>
      <w:r>
        <w:rPr>
          <w:rtl/>
        </w:rPr>
        <w:t>.</w:t>
      </w:r>
    </w:p>
    <w:p w:rsidR="00481D79" w:rsidRDefault="00481D79" w:rsidP="00D11BDC">
      <w:pPr>
        <w:pStyle w:val="libFootnote0"/>
        <w:rPr>
          <w:rtl/>
        </w:rPr>
      </w:pPr>
      <w:r>
        <w:rPr>
          <w:rtl/>
        </w:rPr>
        <w:t>والحافظ أبونعيم في حلية الاولياء: 9 / 64.</w:t>
      </w:r>
    </w:p>
    <w:p w:rsidR="00481D79" w:rsidRDefault="00481D79" w:rsidP="00D11BDC">
      <w:pPr>
        <w:pStyle w:val="libFootnote0"/>
        <w:rPr>
          <w:rtl/>
        </w:rPr>
      </w:pPr>
      <w:r>
        <w:rPr>
          <w:rtl/>
        </w:rPr>
        <w:t xml:space="preserve">5 - سيد الساجدين علي بن الحسين </w:t>
      </w:r>
      <w:r w:rsidR="004226A8" w:rsidRPr="004A2596">
        <w:rPr>
          <w:rStyle w:val="libFootnoteAlaemChar"/>
          <w:rtl/>
        </w:rPr>
        <w:t>عليهما‌السلام</w:t>
      </w:r>
      <w:r>
        <w:rPr>
          <w:rtl/>
        </w:rPr>
        <w:t xml:space="preserve"> روى الحديث عنه الصدوق في أماليه: 107 ح 2، وفي معاني الاخبار: 65 ح 1 بإسناده عن أبي إسحاق عنه </w:t>
      </w:r>
      <w:r w:rsidR="004226A8" w:rsidRPr="004A2596">
        <w:rPr>
          <w:rStyle w:val="libFootnoteAlaemChar"/>
          <w:rtl/>
        </w:rPr>
        <w:t>عليه‌السلام</w:t>
      </w:r>
      <w:r>
        <w:rPr>
          <w:rtl/>
        </w:rPr>
        <w:t>، عنهما البحار: 37 / 223 ح 96.</w:t>
      </w:r>
    </w:p>
    <w:p w:rsidR="00481D79" w:rsidRDefault="00481D79" w:rsidP="00D11BDC">
      <w:pPr>
        <w:pStyle w:val="libFootnote0"/>
        <w:rPr>
          <w:rtl/>
        </w:rPr>
      </w:pPr>
      <w:r>
        <w:rPr>
          <w:rtl/>
        </w:rPr>
        <w:t xml:space="preserve">6 - الامام محمد بن علي الباقر </w:t>
      </w:r>
      <w:r w:rsidR="004226A8" w:rsidRPr="004A2596">
        <w:rPr>
          <w:rStyle w:val="libFootnoteAlaemChar"/>
          <w:rtl/>
        </w:rPr>
        <w:t>عليهما‌السلام</w:t>
      </w:r>
      <w:r>
        <w:rPr>
          <w:rtl/>
        </w:rPr>
        <w:t xml:space="preserve"> روى الحديث بالاسناد عنه </w:t>
      </w:r>
      <w:r w:rsidR="004226A8" w:rsidRPr="004A2596">
        <w:rPr>
          <w:rStyle w:val="libFootnoteAlaemChar"/>
          <w:rtl/>
        </w:rPr>
        <w:t>عليه‌السلام</w:t>
      </w:r>
      <w:r>
        <w:rPr>
          <w:rtl/>
        </w:rPr>
        <w:t xml:space="preserve">: العياشي في تفسيره: 1 / 332 ح 153 بإسناده عن حنان بن سدير، عن أبيه، عنه </w:t>
      </w:r>
      <w:r w:rsidR="004226A8" w:rsidRPr="004A2596">
        <w:rPr>
          <w:rStyle w:val="libFootnoteAlaemChar"/>
          <w:rtl/>
        </w:rPr>
        <w:t>عليه‌السلام</w:t>
      </w:r>
      <w:r>
        <w:rPr>
          <w:rtl/>
        </w:rPr>
        <w:t xml:space="preserve"> عنه البحار: 37 / 139 ح 32.</w:t>
      </w:r>
    </w:p>
    <w:p w:rsidR="00481D79" w:rsidRDefault="00481D79" w:rsidP="00D11BDC">
      <w:pPr>
        <w:pStyle w:val="libFootnote0"/>
        <w:rPr>
          <w:rtl/>
        </w:rPr>
      </w:pPr>
      <w:r>
        <w:rPr>
          <w:rtl/>
        </w:rPr>
        <w:t xml:space="preserve">ورواه أيضا في الحديث 154 بإسناده عن زياد بن المنذر عنه </w:t>
      </w:r>
      <w:r w:rsidR="004226A8" w:rsidRPr="004A2596">
        <w:rPr>
          <w:rStyle w:val="libFootnoteAlaemChar"/>
          <w:rtl/>
        </w:rPr>
        <w:t>عليه‌السلام</w:t>
      </w:r>
      <w:r>
        <w:rPr>
          <w:rtl/>
        </w:rPr>
        <w:t>، عنه البحار المذكور ح 34.</w:t>
      </w:r>
    </w:p>
    <w:p w:rsidR="00481D79" w:rsidRDefault="00481D79" w:rsidP="00D11BDC">
      <w:pPr>
        <w:pStyle w:val="libFootnote0"/>
        <w:rPr>
          <w:rtl/>
        </w:rPr>
      </w:pPr>
      <w:r>
        <w:rPr>
          <w:rtl/>
        </w:rPr>
        <w:t xml:space="preserve">ورواه فرات الكوفي في تفسيره: 36 وص 40 بثلاثة طرق عنه </w:t>
      </w:r>
      <w:r w:rsidR="004226A8" w:rsidRPr="004A2596">
        <w:rPr>
          <w:rStyle w:val="libFootnoteAlaemChar"/>
          <w:rtl/>
        </w:rPr>
        <w:t>عليه‌السلام</w:t>
      </w:r>
      <w:r>
        <w:rPr>
          <w:rtl/>
        </w:rPr>
        <w:t>، عنه البحار: 37 / 170 - 171 ح 49 و 50 و 52.</w:t>
      </w:r>
    </w:p>
    <w:p w:rsidR="00481D79" w:rsidRDefault="00481D79" w:rsidP="00D11BDC">
      <w:pPr>
        <w:pStyle w:val="libFootnote0"/>
        <w:rPr>
          <w:rtl/>
        </w:rPr>
      </w:pPr>
      <w:r>
        <w:rPr>
          <w:rtl/>
        </w:rPr>
        <w:t>ورواه القمي في تفسيره:538 بإسناده عن زيد الشحام وأخرجه عنه في تأويل الآيات: 474 ح 6 عنه البحار: 37 / 169.</w:t>
      </w:r>
    </w:p>
    <w:p w:rsidR="00827655" w:rsidRDefault="00481D79" w:rsidP="00D11BDC">
      <w:pPr>
        <w:pStyle w:val="libFootnote0"/>
        <w:rPr>
          <w:rtl/>
        </w:rPr>
      </w:pPr>
      <w:r>
        <w:rPr>
          <w:rtl/>
        </w:rPr>
        <w:t xml:space="preserve">ورواه في تأويل الآيات: 473 ح 5 بإسناده عن عطية العوفي عنه </w:t>
      </w:r>
      <w:r w:rsidR="004226A8" w:rsidRPr="004A2596">
        <w:rPr>
          <w:rStyle w:val="libFootnoteAlaemChar"/>
          <w:rtl/>
        </w:rPr>
        <w:t>عليه‌السلام</w:t>
      </w:r>
      <w:r>
        <w:rPr>
          <w:rtl/>
        </w:rPr>
        <w:t xml:space="preserve">، عنه البحار المذكور </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ص 168 ح 45.</w:t>
      </w:r>
    </w:p>
    <w:p w:rsidR="00481D79" w:rsidRDefault="00481D79" w:rsidP="00D11BDC">
      <w:pPr>
        <w:pStyle w:val="libFootnote0"/>
        <w:rPr>
          <w:rtl/>
        </w:rPr>
      </w:pPr>
      <w:r>
        <w:rPr>
          <w:rtl/>
        </w:rPr>
        <w:t xml:space="preserve">ورواه في معاني الاخبار : 66 ح 2 بإسناده عن أبان بن تغلب عنه </w:t>
      </w:r>
      <w:r w:rsidR="004226A8" w:rsidRPr="004A2596">
        <w:rPr>
          <w:rStyle w:val="libFootnoteAlaemChar"/>
          <w:rtl/>
        </w:rPr>
        <w:t>عليه‌السلام</w:t>
      </w:r>
      <w:r>
        <w:rPr>
          <w:rtl/>
        </w:rPr>
        <w:t xml:space="preserve"> ، عنه البحار : 37 / 223 ح 97 . ورواه الطبرسي في الاحتجاج : 1 / 75 بإسناد طويل عن علقمة بن محمد الحضرمي عنه </w:t>
      </w:r>
      <w:r w:rsidR="004226A8" w:rsidRPr="004A2596">
        <w:rPr>
          <w:rStyle w:val="libFootnoteAlaemChar"/>
          <w:rtl/>
        </w:rPr>
        <w:t>عليه‌السلام</w:t>
      </w:r>
      <w:r>
        <w:rPr>
          <w:rtl/>
        </w:rPr>
        <w:t xml:space="preserve"> في خطبة يوم الغدير ، عنه البحار : 37 / 209 ومثله أخرجه ابن طاووس في اليقين في إمرة أمير المؤمنين : 119 من كتاب أحمد بن محمد الطبري المعروف بالخليلي بإسناده عن الحضرمي. وأورده في روضة الواعظين : 114 مثله . وفي كشف الغمة : 1 / 312 وينابيع المودة : 249 . ورواه الحسكاني في شواهد التنزيل : 1 / 191 ح 248 بإسناده إلى زياد بن المنذر عنه </w:t>
      </w:r>
      <w:r w:rsidR="004226A8" w:rsidRPr="004A2596">
        <w:rPr>
          <w:rStyle w:val="libFootnoteAlaemChar"/>
          <w:rtl/>
        </w:rPr>
        <w:t>عليه‌السلام</w:t>
      </w:r>
      <w:r>
        <w:rPr>
          <w:rtl/>
        </w:rPr>
        <w:t xml:space="preserve"> والرازي في تفسيره : 12 / 49 عنه البحار : 37 / 249 . ورواه ابن المغازلي في مناقبه : 21 ح 29 بإسناده إلى أبان بن تغلب عنه </w:t>
      </w:r>
      <w:r w:rsidR="004226A8" w:rsidRPr="004A2596">
        <w:rPr>
          <w:rStyle w:val="libFootnoteAlaemChar"/>
          <w:rtl/>
        </w:rPr>
        <w:t>عليه‌السلام</w:t>
      </w:r>
      <w:r>
        <w:rPr>
          <w:rtl/>
        </w:rPr>
        <w:t xml:space="preserve"> . 7 - الامام جعفربن محمد الصادق </w:t>
      </w:r>
      <w:r w:rsidR="004226A8" w:rsidRPr="004A2596">
        <w:rPr>
          <w:rStyle w:val="libFootnoteAlaemChar"/>
          <w:rtl/>
        </w:rPr>
        <w:t>عليهما‌السلام</w:t>
      </w:r>
      <w:r>
        <w:rPr>
          <w:rtl/>
        </w:rPr>
        <w:t xml:space="preserve"> روى الحديث عنه : الحميري في قرب الاسناد : 27 بإسناده عن صفوان الجمال ، عن الصادق </w:t>
      </w:r>
      <w:r w:rsidR="004226A8" w:rsidRPr="004A2596">
        <w:rPr>
          <w:rStyle w:val="libFootnoteAlaemChar"/>
          <w:rtl/>
        </w:rPr>
        <w:t>عليه‌السلام</w:t>
      </w:r>
      <w:r>
        <w:rPr>
          <w:rtl/>
        </w:rPr>
        <w:t xml:space="preserve"> عنه البحار : 37 / 118 ح 7 والقمي في تفسيره : 277 بإسناده عن الباقر ، عن أبيه </w:t>
      </w:r>
      <w:r w:rsidR="004226A8" w:rsidRPr="004A2596">
        <w:rPr>
          <w:rStyle w:val="libFootnoteAlaemChar"/>
          <w:rtl/>
        </w:rPr>
        <w:t>عليهما‌السلام</w:t>
      </w:r>
      <w:r>
        <w:rPr>
          <w:rtl/>
        </w:rPr>
        <w:t xml:space="preserve"> عنه البحار : 37 / 119 ح 8 . ورواه في ص 538 بإسناده عن ابن سنان عنه </w:t>
      </w:r>
      <w:r w:rsidR="004226A8" w:rsidRPr="004A2596">
        <w:rPr>
          <w:rStyle w:val="libFootnoteAlaemChar"/>
          <w:rtl/>
        </w:rPr>
        <w:t>عليه‌السلام</w:t>
      </w:r>
      <w:r>
        <w:rPr>
          <w:rtl/>
        </w:rPr>
        <w:t xml:space="preserve"> ، عنه البحار : 37 / 119 ح 9 . والعياشي في تفسيره : 1 / 329 ح 143 باسناده عن صفوان ، عنه </w:t>
      </w:r>
      <w:r w:rsidR="004226A8" w:rsidRPr="004A2596">
        <w:rPr>
          <w:rStyle w:val="libFootnoteAlaemChar"/>
          <w:rtl/>
        </w:rPr>
        <w:t>عليه‌السلام</w:t>
      </w:r>
      <w:r>
        <w:rPr>
          <w:rtl/>
        </w:rPr>
        <w:t xml:space="preserve"> ، عنه البحار : 37 / 138 ح 30 . وبإسناده عن أبان في ج 2 / 100 ح 91 عنه البحار : 37 / 154 . ورواه فرات في تفسيره : 187 عنه البحار : 37 / 173 ح 57 . ورواه في الكافي : 4 / 149 ح 3 عنه الوسائل : 7 / 323 ح 1 والبحار : 37 / 172 ح 54 . ورواه في الكافي : 4 / 566 ح 3 بالاسناد إلى حسان الجمال عنه </w:t>
      </w:r>
      <w:r w:rsidR="004226A8" w:rsidRPr="004A2596">
        <w:rPr>
          <w:rStyle w:val="libFootnoteAlaemChar"/>
          <w:rtl/>
        </w:rPr>
        <w:t>عليه‌السلام</w:t>
      </w:r>
      <w:r>
        <w:rPr>
          <w:rtl/>
        </w:rPr>
        <w:t xml:space="preserve"> عنه الوسائل : 3 / 548 باب 61 ح 1 والبحار المذكور ح 55 . ورواه عن الجمال أيضا في تأويل الآيات : 2 / 713 ح 6 عنه البحار : 37 / 221 ح 89 . ورواه السبزواري في جامع الاخبار : 11 بإسناده إلى زرارة عنه </w:t>
      </w:r>
      <w:r w:rsidR="004226A8" w:rsidRPr="004A2596">
        <w:rPr>
          <w:rStyle w:val="libFootnoteAlaemChar"/>
          <w:rtl/>
        </w:rPr>
        <w:t>عليه‌السلام</w:t>
      </w:r>
      <w:r>
        <w:rPr>
          <w:rtl/>
        </w:rPr>
        <w:t xml:space="preserve"> . وأورده ابن شهر اشوب في المناقب : 2 / 238 عن معاوية بن عمار عنه </w:t>
      </w:r>
      <w:r w:rsidR="004226A8" w:rsidRPr="004A2596">
        <w:rPr>
          <w:rStyle w:val="libFootnoteAlaemChar"/>
          <w:rtl/>
        </w:rPr>
        <w:t>عليه‌السلام</w:t>
      </w:r>
      <w:r>
        <w:rPr>
          <w:rtl/>
        </w:rPr>
        <w:t xml:space="preserve"> عنه البحار : 37 / 160 ، وأورده الزرندي في نظم درر السمطين : 112 عن الصادق ، عن آبائه ، والقندوزي في ينابيع المودة : 480 والشبلنجي في نور الابصار : 87 . ورواه الطبري في بشارة المصطفى : 61 بإسناده عن إبراهيم بن رجاء الشيباني عنه </w:t>
      </w:r>
      <w:r w:rsidR="004226A8" w:rsidRPr="004A2596">
        <w:rPr>
          <w:rStyle w:val="libFootnoteAlaemChar"/>
          <w:rtl/>
        </w:rPr>
        <w:t>عليه‌السلام</w:t>
      </w:r>
      <w:r>
        <w:rPr>
          <w:rtl/>
        </w:rPr>
        <w:t xml:space="preserve"> عنه البحار : 37 / 221 ح 90 . </w:t>
      </w:r>
      <w:r w:rsidR="00827655">
        <w:rPr>
          <w:rtl/>
        </w:rPr>
        <w:t>=</w:t>
      </w:r>
      <w:r>
        <w:rPr>
          <w:rtl/>
        </w:rPr>
        <w:t xml:space="preserve"> ( * )</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ورواه الثعلبي في تفسيره ( مخطوط ) بالاسناد إلى سفيان بن عيينة ، عن أبيه ، عن الصادق </w:t>
      </w:r>
      <w:r w:rsidR="004226A8" w:rsidRPr="004A2596">
        <w:rPr>
          <w:rStyle w:val="libFootnoteAlaemChar"/>
          <w:rtl/>
        </w:rPr>
        <w:t>عليه‌السلام</w:t>
      </w:r>
      <w:r w:rsidR="00481D79">
        <w:rPr>
          <w:rtl/>
        </w:rPr>
        <w:t xml:space="preserve"> . ورواه من طريقه الحمويني في فرائد السمطين ( مخطوط ) . وأخرجه ابن شهر اشوب في المناقب : 2 / 224 ، والزرندي في نظم درر السمطين : 93 ، وابن الصباغ المالكي في الفصول المهمة : 24 ، والكركي في نفحات اللاهوت : 37 ، والقندوزي في ينابيع المودة : 274 نقلا عن الثعلبي . ورواه الهروي في الاربعين حديثا ( مخطوط ) وعبدالله الشافعي في المناقب : 205</w:t>
      </w:r>
    </w:p>
    <w:p w:rsidR="00481D79" w:rsidRDefault="00481D79" w:rsidP="004A2596">
      <w:pPr>
        <w:pStyle w:val="libFootnote0"/>
        <w:rPr>
          <w:rtl/>
        </w:rPr>
      </w:pPr>
      <w:r>
        <w:rPr>
          <w:rtl/>
        </w:rPr>
        <w:t xml:space="preserve">( مخطوط ) بإسنادهما إلى سفيان . وأخرجه الامرتسري في أرجح المطالب : 568 من طريق شهاب الدين الدولت آبادي ، والسمهودي في جواهر العقدين ، وجمال الدين المحدث صاحب روضة الاحباب في أربعينه ، والمناوي في فيض القدير ومحمود بن محمد القادري في الصراط السوي ، والحلبي في إنسان العيون ، وابن باكثير في وسيلة المآل ومحمد بن إسماعيل الامير في الروضة الندية ، والگنجي في كفاية الطالب جميعا بإسنادهم عن سفيان بن عيينة . 8 - الامام موسى بن جعفر </w:t>
      </w:r>
      <w:r w:rsidR="004226A8" w:rsidRPr="004A2596">
        <w:rPr>
          <w:rStyle w:val="libFootnoteAlaemChar"/>
          <w:rtl/>
        </w:rPr>
        <w:t>عليهما‌السلام</w:t>
      </w:r>
      <w:r>
        <w:rPr>
          <w:rtl/>
        </w:rPr>
        <w:t xml:space="preserve"> أورد الحديث عنه في تفسير الامام العسكري </w:t>
      </w:r>
      <w:r w:rsidR="004226A8" w:rsidRPr="004A2596">
        <w:rPr>
          <w:rStyle w:val="libFootnoteAlaemChar"/>
          <w:rtl/>
        </w:rPr>
        <w:t>عليهما‌السلام</w:t>
      </w:r>
      <w:r>
        <w:rPr>
          <w:rtl/>
        </w:rPr>
        <w:t xml:space="preserve"> : 37 عنه البحار : 37 / 141 . 9 - الامام علي بن موسى الرضا </w:t>
      </w:r>
      <w:r w:rsidR="004226A8" w:rsidRPr="004A2596">
        <w:rPr>
          <w:rStyle w:val="libFootnoteAlaemChar"/>
          <w:rtl/>
        </w:rPr>
        <w:t>عليهما‌السلام</w:t>
      </w:r>
      <w:r>
        <w:rPr>
          <w:rtl/>
        </w:rPr>
        <w:t xml:space="preserve"> روى الحديث عنه في عيون الاخبار : 1 / 47 ح 98 بالاسانيد الثلاثة ، عنه البحار : 37 / 121 ح 14 ورواه ابن عساكر في ترجمة الامام أمير المؤمنين </w:t>
      </w:r>
      <w:r w:rsidR="004226A8" w:rsidRPr="004A2596">
        <w:rPr>
          <w:rStyle w:val="libFootnoteAlaemChar"/>
          <w:rtl/>
        </w:rPr>
        <w:t>عليه‌السلام</w:t>
      </w:r>
      <w:r>
        <w:rPr>
          <w:rtl/>
        </w:rPr>
        <w:t xml:space="preserve"> من تاريخ دمشق : 1 / 346 ح 457 بإسناده عن التميمي ، عن أبيه ، عنه </w:t>
      </w:r>
      <w:r w:rsidR="004226A8" w:rsidRPr="004A2596">
        <w:rPr>
          <w:rStyle w:val="libFootnoteAlaemChar"/>
          <w:rtl/>
        </w:rPr>
        <w:t>عليه‌السلام</w:t>
      </w:r>
      <w:r>
        <w:rPr>
          <w:rtl/>
        </w:rPr>
        <w:t xml:space="preserve"> ، ورواه في ج 2 / 25 ح 523 بإسناده إلى أحمد بن علي بن مهدي ، عن أبيه ، عنه </w:t>
      </w:r>
      <w:r w:rsidR="004226A8" w:rsidRPr="004A2596">
        <w:rPr>
          <w:rStyle w:val="libFootnoteAlaemChar"/>
          <w:rtl/>
        </w:rPr>
        <w:t>عليه‌السلام</w:t>
      </w:r>
      <w:r>
        <w:rPr>
          <w:rtl/>
        </w:rPr>
        <w:t xml:space="preserve"> . 10 - الامام الحسن بن علي العسكري </w:t>
      </w:r>
      <w:r w:rsidR="004226A8" w:rsidRPr="004A2596">
        <w:rPr>
          <w:rStyle w:val="libFootnoteAlaemChar"/>
          <w:rtl/>
        </w:rPr>
        <w:t>عليهما‌السلام</w:t>
      </w:r>
      <w:r>
        <w:rPr>
          <w:rtl/>
        </w:rPr>
        <w:t xml:space="preserve"> أورد الحديث عنه </w:t>
      </w:r>
      <w:r w:rsidR="004A2596" w:rsidRPr="004A2596">
        <w:rPr>
          <w:rStyle w:val="libFootnoteAlaemChar"/>
          <w:rtl/>
        </w:rPr>
        <w:t>عليه‌السلام</w:t>
      </w:r>
      <w:r w:rsidR="004A2596">
        <w:rPr>
          <w:rtl/>
        </w:rPr>
        <w:t xml:space="preserve"> </w:t>
      </w:r>
      <w:r>
        <w:rPr>
          <w:rtl/>
        </w:rPr>
        <w:t xml:space="preserve">الاربلي في كشف الغمة : 2 / 423 من طريق دلائل الحميري بإسناده عن الحسن بن طريف ، عنه </w:t>
      </w:r>
      <w:r w:rsidR="004226A8" w:rsidRPr="004A2596">
        <w:rPr>
          <w:rStyle w:val="libFootnoteAlaemChar"/>
          <w:rtl/>
        </w:rPr>
        <w:t>عليه‌السلام</w:t>
      </w:r>
      <w:r>
        <w:rPr>
          <w:rtl/>
        </w:rPr>
        <w:t xml:space="preserve"> عنه البحار : 37 / 223 ح 95 . " الالف " 11 - ابن إمرأة زيد بن أرقم روى الحديث عنه ابن المغازلي في مناقبه : 16 ح 23 ، وأخرجه نقلا عن ابن المغازلي ابن طاووس في الطرائف : 143 ح 218 عنه البحار : 37 / 184 ح 69 ، وابن البطريق في العمدة : 51 . 12 - ابن قدامة الانصاري ذكره الجعابي ، والظاهر أنه أبوقدامة الذي يأتي ذكره . </w:t>
      </w:r>
      <w:r w:rsidR="00827655">
        <w:rPr>
          <w:rtl/>
        </w:rPr>
        <w:t>=</w:t>
      </w:r>
      <w:r>
        <w:rPr>
          <w:rtl/>
        </w:rPr>
        <w:t xml:space="preserve"> ( * )</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13 - أبوامامة صدي بن عجلان الباهلي ذكره ابن عقدة . 14 - أبوأيوب خالد بن زيد الانصاري</w:t>
      </w:r>
    </w:p>
    <w:p w:rsidR="00481D79" w:rsidRDefault="00481D79" w:rsidP="00D11BDC">
      <w:pPr>
        <w:pStyle w:val="libFootnote0"/>
        <w:rPr>
          <w:rtl/>
        </w:rPr>
      </w:pPr>
      <w:r>
        <w:rPr>
          <w:rtl/>
        </w:rPr>
        <w:t>وهو أيضا أحد الشهود بحديث المناشدة ، وأحد الركبان . ذكره ابن عقدة والجعابي والخوارزمي وابن الاثير وأبي عمرو الكشي وبهجت أفندي . تقدم ذكر مصادر الحديث عنه في حديث الركبان فراجع . ورواه عنه أيضا الطبراني في المعجم الكبير : 1 / 205 في مسند أبي أيوب عنه في كنز العمال : 2 / 154 وعن أحمد والضياء المقدسي وفي ص 208 من طريق أحمد والطبراني . وأخرجه النقشبندي في مناقب العشرة : 15 ( مخطوط ) عن البغوي في معجمه . 15 - أبوبرزة فضلة بن عتبة الاسلمي</w:t>
      </w:r>
    </w:p>
    <w:p w:rsidR="00481D79" w:rsidRDefault="00481D79" w:rsidP="00D11BDC">
      <w:pPr>
        <w:pStyle w:val="libFootnote0"/>
        <w:rPr>
          <w:rtl/>
        </w:rPr>
      </w:pPr>
      <w:r>
        <w:rPr>
          <w:rtl/>
        </w:rPr>
        <w:t xml:space="preserve">ذكره ابن عقدة والجعابي . 16 - أبوبسطام مولى اسامة بن زيد روى الحديث بالاسناد إلى مرزوق بن هامان التيمي عنه ، ابن عساكر في ترجمة الامام إمير المؤمنين </w:t>
      </w:r>
      <w:r w:rsidR="004226A8" w:rsidRPr="00B415C5">
        <w:rPr>
          <w:rStyle w:val="libFootnoteAlaemChar"/>
          <w:rtl/>
        </w:rPr>
        <w:t>عليه‌السلام</w:t>
      </w:r>
      <w:r>
        <w:rPr>
          <w:rtl/>
        </w:rPr>
        <w:t xml:space="preserve"> من تاريخ دمشق : 2 / 86 ح 587 . 17 - أبوبكر بن أبي قحافة التيمي روى الحديث عنه ابن عقدة ، والجعابي ، والمنصور الرازي والجزري في أسنى المطالب : 3 . 18 - أبوجنيدة بن جندع بن عمرو بن مازن المازني الانصاري روى حديثه ابن الاثير في اسد الغابة : 1 / 308 بالاسناد إلى أبي عنفوانة المازني عنه . وأخرجه الشيخ محمد صدرالعالم في كتابه معارج العلى في مناقب المرتضى من طريق أبي نعيم والكتاني المغربي في نظم المتناثر في الحديث المتواتر : 124 . وعده بهجت أفندي من رواة الحديث . 19 - أبوالحسن البصري ذكره سليم بن قيس في رواية حديث مفاخرة علي </w:t>
      </w:r>
      <w:r w:rsidR="004226A8" w:rsidRPr="00B415C5">
        <w:rPr>
          <w:rStyle w:val="libFootnoteAlaemChar"/>
          <w:rtl/>
        </w:rPr>
        <w:t>عليه‌السلام</w:t>
      </w:r>
      <w:r>
        <w:rPr>
          <w:rtl/>
        </w:rPr>
        <w:t xml:space="preserve"> على المهاجرين والانصار وغيرهم ، ومنهم : أبوالحسن البصري ، كتاب سليم : 111 ورواه بالاسناد عنه الصدوق في كمال الدين : 1 / 274 ح 25 ورواه بالاسناد إلى الصدوق الحمويني في فرائد السمطين : 1 / 312 ح 250 ، وأورده الطبرسي في الاحتجاج : 1 / 210 عن سليم . 20 - أبوالحمراء خادم رسول الله </w:t>
      </w:r>
      <w:r w:rsidR="004226A8" w:rsidRPr="00B415C5">
        <w:rPr>
          <w:rStyle w:val="libFootnoteAlaemChar"/>
          <w:rtl/>
        </w:rPr>
        <w:t>صلى‌الله‌عليه‌وآله</w:t>
      </w:r>
      <w:r>
        <w:rPr>
          <w:rtl/>
        </w:rPr>
        <w:t xml:space="preserve"> روى الحديث عنه الهمداني في مودة القربى : 50 عنه ملحقات إحقاق الحق : 5 / 38 ح 7 . وأخرجه عنه أيضا الامرتسري في أرجح المطالب : 581 . </w:t>
      </w:r>
      <w:r w:rsidR="00827655">
        <w:rPr>
          <w:rtl/>
        </w:rPr>
        <w:t>=</w:t>
      </w:r>
      <w:r>
        <w:rPr>
          <w:rtl/>
        </w:rPr>
        <w:t xml:space="preserve"> ( * )</w:t>
      </w:r>
    </w:p>
    <w:p w:rsidR="00481D79" w:rsidRDefault="00481D79" w:rsidP="00481D79">
      <w:pPr>
        <w:pStyle w:val="libNormal"/>
        <w:rPr>
          <w:rtl/>
        </w:rPr>
      </w:pPr>
      <w:r>
        <w:rPr>
          <w:rtl/>
        </w:rPr>
        <w:br w:type="page"/>
      </w:r>
    </w:p>
    <w:p w:rsidR="00481D79" w:rsidRDefault="005B067E" w:rsidP="005B067E">
      <w:pPr>
        <w:pStyle w:val="libLine"/>
        <w:rPr>
          <w:rtl/>
        </w:rPr>
      </w:pPr>
      <w:r>
        <w:rPr>
          <w:rtl/>
        </w:rPr>
        <w:lastRenderedPageBreak/>
        <w:t>____________________</w:t>
      </w:r>
    </w:p>
    <w:p w:rsidR="00481D79" w:rsidRDefault="00481D79" w:rsidP="00D11BDC">
      <w:pPr>
        <w:pStyle w:val="libFootnote0"/>
        <w:rPr>
          <w:rtl/>
        </w:rPr>
      </w:pPr>
      <w:r>
        <w:rPr>
          <w:rtl/>
        </w:rPr>
        <w:t xml:space="preserve">وعده الجعابي من رواة الحديث . 21 - أبوحمزة خادم رسول الله </w:t>
      </w:r>
      <w:r w:rsidR="004226A8" w:rsidRPr="00B415C5">
        <w:rPr>
          <w:rStyle w:val="libFootnoteAlaemChar"/>
          <w:rtl/>
        </w:rPr>
        <w:t>صلى‌الله‌عليه‌وآله</w:t>
      </w:r>
      <w:r>
        <w:rPr>
          <w:rtl/>
        </w:rPr>
        <w:t xml:space="preserve"> ذكره ابن عقدة ، والظاهر أنه تصحيف " أبوالحمراء " . 22 - أبوذر الغفاري ذكره ابن عقدة والجعابي والخوارزمي وبهجت أفندي ، والجزري في أسنى المطالب : 48 . وروى حديثه فرات الكوفي في تفسيره : 195 عنه البحار : 37 / 193 ح 76 . وأخرجه العيني الحيدر آبادي في المناقب : 52 من طريق أبي نعيم بإسناده عنه . 23 - أبوذؤيب خويلد ( خالد ) بن خالد بن محرث الهذلي الشاعر ذكره ابن عقدة والخوارزمي . 24 - أبورافع القبطي مولى الرسول </w:t>
      </w:r>
      <w:r w:rsidR="004226A8" w:rsidRPr="00B415C5">
        <w:rPr>
          <w:rStyle w:val="libFootnoteAlaemChar"/>
          <w:rtl/>
        </w:rPr>
        <w:t>صلى‌الله‌عليه‌وآله</w:t>
      </w:r>
      <w:r>
        <w:rPr>
          <w:rtl/>
        </w:rPr>
        <w:t xml:space="preserve"> ذكره ابن عقدة والجعابي والخوارزمي . 25 - أبورفاعة العدوي ذكره الجعابي . 26 - أبورميلة تقدم ذكره في حديث الركبان ، فراجع . 27 - أبوزينب بن عوف الانصاري وهو ممن شهد لعلي </w:t>
      </w:r>
      <w:r w:rsidR="004226A8" w:rsidRPr="00B415C5">
        <w:rPr>
          <w:rStyle w:val="libFootnoteAlaemChar"/>
          <w:rtl/>
        </w:rPr>
        <w:t>عليه‌السلام</w:t>
      </w:r>
      <w:r>
        <w:rPr>
          <w:rtl/>
        </w:rPr>
        <w:t xml:space="preserve"> في حديث المناشدة . ذكره ابن الاثير في اسد الغابة : 3 / 307 وج 5 / 205 . وابن حجر في الاصابة : 3 / 408 بالاسناد إلى الاصبغ بن نباتة في حديث المناشدة . وفي ج 4 / 80 من الاصابة أخرجه عنه من طريق ابن عقدة في حديث الولاية . وأخرجه أبوموسى المديني كما نقله عنه في اسد الغابة . وعده الجعابي من رواة حديث الغدير . 28 - أبوسعيد سعد بن مالك الخدري روى الحديث عنه الصدوق في أماليه : 342 عنه البحار : 37 / 212 ح4 .ورواه الطوسي في أماليه : 154 بإسناده إلى ابن عقدة .</w:t>
      </w:r>
    </w:p>
    <w:p w:rsidR="00481D79" w:rsidRDefault="00481D79" w:rsidP="00D11BDC">
      <w:pPr>
        <w:pStyle w:val="libFootnote0"/>
        <w:rPr>
          <w:rtl/>
        </w:rPr>
      </w:pPr>
      <w:r>
        <w:rPr>
          <w:rtl/>
        </w:rPr>
        <w:t xml:space="preserve">وسليم بن قيس في كتابه : 228 عنه البحار : 37 / 195 ح 78 . والبخاري في التاريخ الكبير : 2 / 194 قسم 2 في ترجمة سهم بن حصين ، والخوارزمي في المناقب : 80 وفي المقتل : 47 ، والحمويني في فرائد السمطين : 1 / 72 ح 39 . </w:t>
      </w:r>
      <w:r w:rsidR="00827655">
        <w:rPr>
          <w:rtl/>
        </w:rPr>
        <w:t>=</w:t>
      </w:r>
      <w:r>
        <w:rPr>
          <w:rtl/>
        </w:rPr>
        <w:t xml:space="preserve"> ( * )</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وابن عساكر في تاريخ دمشق : 2 / 66 ح 563 وص 69 ح 564 وابن المغازلي في المناقب : 20 ح 26 والبلاذري في أنساب الاشراف : 2 / 112 ح 50 ، والحسكاني في شواهد التنزيل : 1 / 157 ح 211 و 212 والنيسابوري في تفسيره : 6 / 194 . وأخرجه في تأويل الآيات : 156 ح 16 عن ابن حنبل ، وابن البطريق في المستدرك كما في البحار : 37 / 178 ح 65 من طريق الحافظ أبونعيم في كتاب " ما نزل في القرآن في علي </w:t>
      </w:r>
      <w:r w:rsidR="004226A8" w:rsidRPr="00B415C5">
        <w:rPr>
          <w:rStyle w:val="libFootnoteAlaemChar"/>
          <w:rtl/>
        </w:rPr>
        <w:t>عليه‌السلام</w:t>
      </w:r>
      <w:r w:rsidR="00481D79">
        <w:rPr>
          <w:rtl/>
        </w:rPr>
        <w:t xml:space="preserve"> " بإسناده إلى أبي هارون العبدي .</w:t>
      </w:r>
    </w:p>
    <w:p w:rsidR="00481D79" w:rsidRDefault="00481D79" w:rsidP="00D11BDC">
      <w:pPr>
        <w:pStyle w:val="libFootnote0"/>
        <w:rPr>
          <w:rtl/>
        </w:rPr>
      </w:pPr>
      <w:r>
        <w:rPr>
          <w:rtl/>
        </w:rPr>
        <w:t>والطبرسي في مجمع البيان : 3 / 159 عنه البحار : 37 / 248 . وأخرجه ابن طاووس في الطرائف : 146 ح 221 ، وابن كثير الدمشقي في تفسيره : 2 / 4 وج 3 / 381 من طريق ابن مردويه ، ثم قال : ورواه محمد بن مروان المرزباني في كتاب سرقات الشعر . وأخرجه السيوطي في الدر المنثور : 2 / 259 عنه البحار : 37 / 189 وفي تاريخ الخلفاء : 114 . وابن كثير في البداية والنهاية : 7 / 349 وص 350 من طريق ابن مردويه وابن عساكر . وفي ص 298 من تاريخ الخلفاء عن ابن أبي حاتم السجستاني وابن مردويه وابن عساكر . وأخرجه في مجمع الزوائد : 9 / 108 والبدخشي في نزل الابرار : 20 وكنز العمال : 15 / 138 من طريق الطبراني في الاوسط .</w:t>
      </w:r>
    </w:p>
    <w:p w:rsidR="00481D79" w:rsidRDefault="00481D79" w:rsidP="00D11BDC">
      <w:pPr>
        <w:pStyle w:val="libFootnote0"/>
        <w:rPr>
          <w:rtl/>
        </w:rPr>
      </w:pPr>
      <w:r>
        <w:rPr>
          <w:rtl/>
        </w:rPr>
        <w:t xml:space="preserve">وأخرجه الامرتسري في أرجح المطالب : 67 وص 568 من طريق أبي نعيم وأبي بكر بن مردويه والسيوطي في الدر المنثور والديلمي وأبي نعيم ، وفي ص 564 عن ابن عقدة . وفي ص 570 من طريق ابن مردويه ، وأبونعيم في كتابه ما نزل من القرآن في علي ، وأخطب خوارزم في المناقب ، وسبط ابن الجوزي في تذكرة خواص الامة ، والسيوطي في كتابه الازهار فيما عقده الشعراء من الاشعار ، والگنجي في كفاية الطالب ، والحمويني في فرائد السمطين ، والنطنزي في الخصائص العلوية . 29 - أبوشريح خويلد بن عمرو الخزاعي ذكره ابن عقدة من رواة الحديث . وهو ممن شهد لعلي بحديث المناشدة رواه عنه أبوالطفيل ، فراجع مصادره هناك . 30 - أبوالطفيل عامر بن واثلة الكناني ذكره ابن عقدة وتقدم ذكره كأحد رواة حديث المناشدة . 31 - أبوفضالة الانصاري ذكره ابن عقدة والقاضي بهجت أفندي . وعده ابن الاثير من الشهود لعلي </w:t>
      </w:r>
      <w:r w:rsidR="004226A8" w:rsidRPr="00B415C5">
        <w:rPr>
          <w:rStyle w:val="libFootnoteAlaemChar"/>
          <w:rtl/>
        </w:rPr>
        <w:t>عليه‌السلام</w:t>
      </w:r>
      <w:r>
        <w:rPr>
          <w:rtl/>
        </w:rPr>
        <w:t xml:space="preserve"> في حديث المناشدة . 32 - أبوعبيدة الجراح من العشرة المبشرة الذين ذكر ابن المغازلي في المناقب : 27 ح 39 أنهم من رواة حديث الغدير . </w:t>
      </w:r>
      <w:r w:rsidR="00827655">
        <w:rPr>
          <w:rtl/>
        </w:rPr>
        <w:t>=</w:t>
      </w:r>
      <w:r>
        <w:rPr>
          <w:rtl/>
        </w:rPr>
        <w:t xml:space="preserve"> ( * )</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33 - أبوقتادة الحارث بن ربعي السلمي الخزرجي الانصاري ذكره الجعابي . 34 - أبوقدامة الانصاري أحد الشهود لعلي </w:t>
      </w:r>
      <w:r w:rsidR="004226A8" w:rsidRPr="00B415C5">
        <w:rPr>
          <w:rStyle w:val="libFootnoteAlaemChar"/>
          <w:rtl/>
        </w:rPr>
        <w:t>عليه‌السلام</w:t>
      </w:r>
      <w:r w:rsidR="00481D79">
        <w:rPr>
          <w:rtl/>
        </w:rPr>
        <w:t xml:space="preserve"> في حديث المناشدة ، وروى حديثه ابن عقدة . وأخرجه في اسد الغابة : 5 / 275 عن ابن عقدة بإسناده إلى أبي الطفيل عنه . وكذا في الاصابة : 4 / 159 رقم 926 . 35 - أبوكاهل الاحمسي ذكره الجعابي . 36 - أبولبابة بشير بن عبدالمنذر الاوسي الانصاري ذكره الجعابي . 37 - أبوليلى ذكره الجعابي ، والحافظ شهاب الدين في تشنيف الآذان ولعل المقصود منه أبوليلى الانصاري . 38 - أبوليلى الانصاري ذكره ابن عقدة . وهو من الشهود لعلي </w:t>
      </w:r>
      <w:r w:rsidR="004226A8" w:rsidRPr="00B415C5">
        <w:rPr>
          <w:rStyle w:val="libFootnoteAlaemChar"/>
          <w:rtl/>
        </w:rPr>
        <w:t>عليه‌السلام</w:t>
      </w:r>
      <w:r w:rsidR="00481D79">
        <w:rPr>
          <w:rtl/>
        </w:rPr>
        <w:t xml:space="preserve"> في حديث المناشدة . 39 - أبوليلى بن سعيد ، عن أبيه روى الحديث عنه ابن عقدة في حديث الولاية ، والسمهودي في جواهر العقدين وابن أبي حاتم في الجرح والتعديل : 4 / 431 ، والسيوطي في تاريخ الخلفاء : 114 . 40 - أبوعمرة ( بشير أو ثعلبة ) بن عمرو بن محصن الانصاري ذكره ابن عقدة ، وعده ابن الاثير في اسد الغابة من الشهود لعلي </w:t>
      </w:r>
      <w:r w:rsidR="004226A8" w:rsidRPr="00B415C5">
        <w:rPr>
          <w:rStyle w:val="libFootnoteAlaemChar"/>
          <w:rtl/>
        </w:rPr>
        <w:t>عليه‌السلام</w:t>
      </w:r>
      <w:r w:rsidR="00481D79">
        <w:rPr>
          <w:rtl/>
        </w:rPr>
        <w:t xml:space="preserve"> في حديث المناشدة . 41 - أبومريم الانصاري ذكره سليم بن قيس ، وأخرج حديثه ابن كثير الدمشقي في البداية والنهاية : 7 / 348 عن الترمذي بإسناده عن أبي مريم أو زيد بن أرقم . 42 - أبومسعود عقبة بن عمرو البدري ذكره الجعابي . 43 - أبوهريرة الدوسي روى حديثه الصدوق في أماليه : 2 عنه البحار : 37 / 108 ح 1 وج 97 / 110 ح 1 . والخوارزمي في المناقب : 94 وص 130 وص 134 ( راجع الاسانيد ) . والحسكاني في شواهد التنزيل : 1 / 156 ح 210 وص 158 ح 213 ، ثم قال : رواه عنه السبيعي في تفسيره . </w:t>
      </w:r>
      <w:r>
        <w:rPr>
          <w:rtl/>
        </w:rPr>
        <w:t>=</w:t>
      </w:r>
      <w:r w:rsidR="00481D79">
        <w:rPr>
          <w:rtl/>
        </w:rPr>
        <w:t xml:space="preserve"> ( * )</w:t>
      </w:r>
    </w:p>
    <w:p w:rsidR="00827655" w:rsidRDefault="00481D79" w:rsidP="00481D79">
      <w:pPr>
        <w:pStyle w:val="libNormal"/>
        <w:rPr>
          <w:rtl/>
        </w:rPr>
      </w:pPr>
      <w:r>
        <w:rPr>
          <w:rtl/>
        </w:rPr>
        <w:br w:type="page"/>
      </w:r>
    </w:p>
    <w:p w:rsidR="00481D79" w:rsidRDefault="00827655" w:rsidP="00D11BDC">
      <w:pPr>
        <w:pStyle w:val="libFootnote0"/>
        <w:rPr>
          <w:rtl/>
        </w:rPr>
      </w:pPr>
      <w:r>
        <w:rPr>
          <w:rtl/>
        </w:rPr>
        <w:lastRenderedPageBreak/>
        <w:t>=</w:t>
      </w:r>
      <w:r w:rsidR="00481D79">
        <w:rPr>
          <w:rtl/>
        </w:rPr>
        <w:t xml:space="preserve"> والحمويني في فرائد السمطين : 1 / 77 ح 44 بإسناده إلى شهر بن حوشب عنه . والخطيب البغدادي في تاريخ بغداد : 8 / 290 رقم 4392 في ترجمة حبشون بن موسى الخلال عنه البحار : 37 / 109 . والبلاذري في أنساب الاشراف : 2 / 108 ح 45 في ترجمة أمير المؤمنين </w:t>
      </w:r>
      <w:r w:rsidR="004226A8" w:rsidRPr="00B415C5">
        <w:rPr>
          <w:rStyle w:val="libFootnoteAlaemChar"/>
          <w:rtl/>
        </w:rPr>
        <w:t>عليه‌السلام</w:t>
      </w:r>
      <w:r w:rsidR="00481D79">
        <w:rPr>
          <w:rtl/>
        </w:rPr>
        <w:t xml:space="preserve"> بإسناده إلى أبي حبيب عن أبي هريرة . والكتاني المغربي في نظم المتناثر في الحديث المتواتر : 124 ، ومحمد صالح الترمذي في المناقب المرتضوية : 125 . والجبري في تعليقه على رسالة أسماء أهل بدر لعبد اللطيف : 62 . وابن عدي في الكامل : 1 / 328 في ترجمة داود بن يزيد الاودي الرعافي الكوفي . ورواه ابن المغازلي في المناقب : 18 ح 23 و 24 بإسناده عن شهر بن حوشب عنه بطريقين .عنه الطرائف : 147 ح 222 ، ومناقب عبدالله الشافعي : 106 ( مخطوط ) .</w:t>
      </w:r>
    </w:p>
    <w:p w:rsidR="00481D79" w:rsidRDefault="00481D79" w:rsidP="00D11BDC">
      <w:pPr>
        <w:pStyle w:val="libFootnote0"/>
        <w:rPr>
          <w:rtl/>
        </w:rPr>
      </w:pPr>
      <w:r>
        <w:rPr>
          <w:rtl/>
        </w:rPr>
        <w:t>ورواه ابن عساكر في تاريخ دمشق : 2 / 72 - 75 ح 570 بإسناده إلى داود الاودي ، عن أبيه عن أبي هريرة بخمس طرق . وفي ص 75 - 78 ح 575 - 578 بإسناده إلى شهر بن حوشب عنه بأربعة طرق . ورواه السمعاني في كتابه فضائل الصحابة ( مخطوط ) بإسناده إلى أبي يزيد الاودي . ورواه عبدالوهاب الكلابي في الاثنان وثلاثون حديثا المنتخبة من مسند دمشق ص 443 ح 31 المطبوع في آخر مناقب ابن المغازلي .</w:t>
      </w:r>
    </w:p>
    <w:p w:rsidR="00481D79" w:rsidRPr="00D11BDC" w:rsidRDefault="00481D79" w:rsidP="00D11BDC">
      <w:pPr>
        <w:pStyle w:val="libFootnote0"/>
        <w:rPr>
          <w:rtl/>
        </w:rPr>
      </w:pPr>
      <w:r>
        <w:rPr>
          <w:rtl/>
        </w:rPr>
        <w:t xml:space="preserve">أورده الثقفي في الغارات : 2 / 656 عنه البحار : 8 ( ط . حجر ) / 735 ، وابن أبي الحديد في شرح نهج البلاغة : 4 / 68 عنه البحار : 37 / 199 كلاهما في حديث مناشدة شاب لابي هريرة بحديث الولاية . والقندوزي في ينابيع المودة : 249 ، وابن الحجاج المزني في تهذيب الكمال ، والذهبي في تذهيب التهذيب : 2 / 57 ، والشيباني في المختار : 3 ، وابن عبدالبر في الاستيعاب : 2 / 473 والجزري في أسنى المطالب : 3 . وأخرجه السيوطي في الدر المنثور : 2 / 259 عن ابن مردويه والخطيب وابن عساكر . وفي كتابه تاريخ الخلفاء : 114 عن أبي يعلي الموصلي . وابن كثير في البداية والنهاية : 5 / 214 عن أبي يعلى وابن جرير . وأخرجه في نزل الابرار : 30 عن أبي يعلى وابن أبي شيبة . والمتقي الهندي في كنز العمال : 12 / 208 وج 15 / 138 عن الطبراني في الاوسط . وأخرجه في مجمع الزوائد : 9 / 105 عن أبي يعلى والبزار والطبراني . </w:t>
      </w:r>
      <w:r w:rsidR="00827655">
        <w:rPr>
          <w:rtl/>
        </w:rPr>
        <w:t>=</w:t>
      </w:r>
      <w:r>
        <w:rPr>
          <w:rtl/>
        </w:rPr>
        <w:t xml:space="preserve"> ( * )</w:t>
      </w:r>
    </w:p>
    <w:p w:rsidR="00481D79" w:rsidRDefault="00481D79" w:rsidP="00481D79">
      <w:pPr>
        <w:pStyle w:val="libNormal"/>
        <w:rPr>
          <w:rtl/>
          <w:lang w:bidi="fa-IR"/>
        </w:rPr>
      </w:pPr>
      <w:r>
        <w:rPr>
          <w:rtl/>
          <w:lang w:bidi="fa-IR"/>
        </w:rPr>
        <w:br w:type="page"/>
      </w:r>
    </w:p>
    <w:p w:rsidR="00827655" w:rsidRDefault="005B067E" w:rsidP="005B067E">
      <w:pPr>
        <w:pStyle w:val="libLine"/>
      </w:pPr>
      <w:r>
        <w:rPr>
          <w:rtl/>
        </w:rPr>
        <w:lastRenderedPageBreak/>
        <w:t>____________________</w:t>
      </w:r>
    </w:p>
    <w:p w:rsidR="00481D79" w:rsidRDefault="00827655" w:rsidP="00D11BDC">
      <w:pPr>
        <w:pStyle w:val="libFootnote0"/>
        <w:rPr>
          <w:rtl/>
        </w:rPr>
      </w:pPr>
      <w:r>
        <w:rPr>
          <w:rtl/>
        </w:rPr>
        <w:t>=</w:t>
      </w:r>
      <w:r w:rsidR="00481D79">
        <w:rPr>
          <w:rtl/>
        </w:rPr>
        <w:t xml:space="preserve"> وفي أرجح المطالب : 67 عن أبي نعيم وأبي بكر بن مردويه ، وفي ص 563 عن ابن المغازلي وابن كثير وابن جرير ، وفي ص 568 عن ابن المغازلي في المناقب ، وإبراهيم النطنزي في الخصائص ، وشهاب الدين أحمد في توضيح الدلائل ، ثم قال : أخرجه الصالحاني . 44 - أبوالهيثم بن التيهان عده ابن عقدة ، والجعابي ، والخوارزمي ، والقاضي بهجت أفندي من رواة حديث الغدير .</w:t>
      </w:r>
    </w:p>
    <w:p w:rsidR="00481D79" w:rsidRDefault="00481D79" w:rsidP="00D11BDC">
      <w:pPr>
        <w:pStyle w:val="libFootnote0"/>
        <w:rPr>
          <w:rtl/>
        </w:rPr>
      </w:pPr>
      <w:r>
        <w:rPr>
          <w:rtl/>
        </w:rPr>
        <w:t xml:space="preserve">45 - أبويعلى شداد بن أوس الانصاري عده القاضي بهجت أفندي من رواة الحديث . 46 - ابي بن كعب الانصاري الخزرجي ذكره الجعابي في نخب المناقب . 47 اسامة بن زيد بن حارثة الكلبي ذكره ابن عقدة والجعابي . 48 - أسعد بن زرارة الانصاري روى حديثه ابن عقدة في حديث الولاية بإسناد إلى ابن كثير الانصاري ، عن عبدالله بن أسعد بن زرارة ، عن أبيه ، عن رسول الله </w:t>
      </w:r>
      <w:r w:rsidR="004226A8" w:rsidRPr="00B415C5">
        <w:rPr>
          <w:rStyle w:val="libFootnoteAlaemChar"/>
          <w:rtl/>
        </w:rPr>
        <w:t>صلى‌الله‌عليه‌وآله</w:t>
      </w:r>
      <w:r>
        <w:rPr>
          <w:rtl/>
        </w:rPr>
        <w:t xml:space="preserve"> . ورواه بالاسناد إلى ابن عقدة : أبومسعود السجستاني في كتاب الولاية . والحافظ البغدادي في موضح أوهام الجمع والتفريق : 1 / 91 . وابن طاووس في اليقين في إمرة أمير المؤمنين : 34 باب 37 عنه البحار : 37 / 233 ح 102 . وأخرجه الامرتسري في أرجح المطالب : 568 عن ابن عقدة والسجستاني . وعده الجعابي وشمس الدين الجزري من رواة الحديث . 49 - أسماء بنت عميس الخثعمية روى الحديث عنها ابن عقدة في حديث الولاية . 50 - ام سلمة روى حديثها ابن عقدة في حديث الولاية بإسناده إلى عمرو بن سعيد بن جعدة بن هبيرة ، عن أبيه ، عن جده ، عن ام سلمة ، عنه الامرتسري في أرجح المطالب : 338 وص 389 ، وباكثير الحضرمي في وسيلة المآل : 118 ( مخطوط ) . ورواه الطوسي في إختيار معرفة الرجال المعروف برجال الكشي : 66 ح 119 بإسناده إلى عبدالله بن سنان ، عن أبي عبدالله </w:t>
      </w:r>
      <w:r w:rsidR="004226A8" w:rsidRPr="00B415C5">
        <w:rPr>
          <w:rStyle w:val="libFootnoteAlaemChar"/>
          <w:rtl/>
        </w:rPr>
        <w:t>عليه‌السلام</w:t>
      </w:r>
      <w:r>
        <w:rPr>
          <w:rtl/>
        </w:rPr>
        <w:t xml:space="preserve"> ، عن زيد بن صوحان ، عن ام سلمة عنه البحار : 37 / 233 ح 103 . وأورده الذهبي في تذهيب التهذيب : 2 / 57 . </w:t>
      </w:r>
      <w:r w:rsidR="00827655">
        <w:rPr>
          <w:rtl/>
        </w:rPr>
        <w:t>=</w:t>
      </w:r>
      <w:r>
        <w:rPr>
          <w:rtl/>
        </w:rPr>
        <w:t xml:space="preserve"> ( * )</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B415C5">
      <w:pPr>
        <w:pStyle w:val="libFootnote0"/>
        <w:rPr>
          <w:rtl/>
        </w:rPr>
      </w:pPr>
      <w:r>
        <w:rPr>
          <w:rtl/>
        </w:rPr>
        <w:t>=</w:t>
      </w:r>
      <w:r w:rsidR="00481D79">
        <w:rPr>
          <w:rtl/>
        </w:rPr>
        <w:t xml:space="preserve"> وأخرجه القندوزي في ينابيع المودة : 40 عن جواهر العقدين للسمهودي . وروى حديثها أيضا الجعابي في نخب المناقب . 51 - ام هانئ روى حديثها ابن عقدة والجعابي والبزار في مسنده . وأخرجه في ينابيع المودة : 40 عن جواهر العقدين للسمهودي . 52 - أنس بن مالك الخزرجي الانصاري خادم النبي </w:t>
      </w:r>
      <w:r w:rsidR="00B415C5" w:rsidRPr="00B415C5">
        <w:rPr>
          <w:rStyle w:val="libFootnoteAlaemChar"/>
          <w:rtl/>
        </w:rPr>
        <w:t>صلى‌الله‌عليه‌وآله</w:t>
      </w:r>
      <w:r w:rsidR="00B415C5">
        <w:rPr>
          <w:rtl/>
        </w:rPr>
        <w:t xml:space="preserve"> </w:t>
      </w:r>
      <w:r w:rsidR="00481D79">
        <w:rPr>
          <w:rtl/>
        </w:rPr>
        <w:t xml:space="preserve">، اصيب بالبرص في جبهته بدعاء الامام أمير المؤمنين </w:t>
      </w:r>
      <w:r w:rsidR="004226A8" w:rsidRPr="00B415C5">
        <w:rPr>
          <w:rStyle w:val="libFootnoteAlaemChar"/>
          <w:rtl/>
        </w:rPr>
        <w:t>عليه‌السلام</w:t>
      </w:r>
      <w:r w:rsidR="00481D79">
        <w:rPr>
          <w:rtl/>
        </w:rPr>
        <w:t xml:space="preserve"> بسبب كتمانه الحديث عند مناشدة أمير المؤمنين الناس في الرحبة ثم آلى على نفسه ألا يكتم حديثا في فضائل علي </w:t>
      </w:r>
      <w:r w:rsidR="004226A8" w:rsidRPr="00B415C5">
        <w:rPr>
          <w:rStyle w:val="libFootnoteAlaemChar"/>
          <w:rtl/>
        </w:rPr>
        <w:t>عليه‌السلام</w:t>
      </w:r>
      <w:r w:rsidR="00481D79">
        <w:rPr>
          <w:rtl/>
        </w:rPr>
        <w:t xml:space="preserve"> . روى الحديث عنه الصدوق في معاني الاخبار : 67 ح 8 عنه البحار : 37 / 123 ح 17 . والطوسي في أماليه : 2 / 341 ح 4 عنه البحار المذكور ص 125 ح 23 . وابن المغازلي في المناقب : 26 ح 38 عنه الطرائف : 148 ح 224 وعنه البحار : 37 / 186 . وابن عساكر في تاريخ دمشق : 2 / 81 ح 580 . والخطيب البغدادي في تاريخ بغداد : 7 / 377 رقم 3905 في ترجمة الحسن بن علي بن سهل العاقولي عنه كنز العمال : 12 / 208 ومناقب سيدنا علي : 52 للعيني الحيدرآبادي . وابن قتيبة في المعارف : 291 . والكتاني المغربي في نظم المتناثر في الحديث المتواتر : 124 . والطبراني في معجمه عنه أرجح المطالب : 564 ، والسيوطي في تاريخ الخلفاء : 114 . والمتقي الهندي في كنز العمال : 15 / 138 . وأخرجه البدخشي في نزل الابرار : 20 عن الطبراني والخطيب . وعده ابن عقدة والجعابي والخوارزمي والجزري من رواة الحديث . " الباء " 53 - البراء بن عازب الانصاري أحد الذين دعا عليهم علي </w:t>
      </w:r>
      <w:r w:rsidR="004226A8" w:rsidRPr="00B415C5">
        <w:rPr>
          <w:rStyle w:val="libFootnoteAlaemChar"/>
          <w:rtl/>
        </w:rPr>
        <w:t>عليه‌السلام</w:t>
      </w:r>
      <w:r w:rsidR="00481D79">
        <w:rPr>
          <w:rtl/>
        </w:rPr>
        <w:t xml:space="preserve"> ، فأصابه العمى بسبب كتمانه الحديث عند المناشدة . ذكره ابن عقدة والخوارزمي وأبوبكر الجعابي . روى حديثه الطبري في بشارة المصطفى : 166 وص 203 عنه البحار : 37 / 167 ح 43 وص 222 ح 94 والسمعاني في فضائل الصحابة ( مخطوط ) عنه البحار : 37 / 198 ح 83 . ورواه الهمداني في مودة القربى : 55 ، والنقشبندي في مناقب العشرة : 15 ( مخطوط ) ، والعياشي في عمدة الاخبار : 191 ، والشيباني في المختار : 3 . </w:t>
      </w:r>
      <w:r>
        <w:rPr>
          <w:rtl/>
        </w:rPr>
        <w:t>=</w:t>
      </w:r>
      <w:r w:rsidR="00481D79">
        <w:rPr>
          <w:rtl/>
        </w:rPr>
        <w:t xml:space="preserve"> ( * )</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رواه ابن عساكر في ترجمة الامام أمير المؤمنين </w:t>
      </w:r>
      <w:r w:rsidR="004226A8" w:rsidRPr="00B415C5">
        <w:rPr>
          <w:rStyle w:val="libFootnoteAlaemChar"/>
          <w:rtl/>
        </w:rPr>
        <w:t>عليه‌السلام</w:t>
      </w:r>
      <w:r w:rsidR="00481D79">
        <w:rPr>
          <w:rtl/>
        </w:rPr>
        <w:t xml:space="preserve"> من تاريخ دمشق : 2 / 47 - 52 الاحاديث 546 - 551 بعدة طرق . والحمويني في فرائد السمطين : 1 / 65 وص 71 . والبلاذري في أنساب الاشراف : 2 / 108 - 109 ح 46 و 47 بطريقين . والدولابي في الكنى والاسماء : 1 / 160 . والخوارزمي في المناقب : 93 . والخطيب البغدادي في تاريخ بغداد : 8 / 290 وج 14 / 236 . والذهبي في تاريخ الاسلام : 2 / 197 ، وتذهيب التهذيب : 2 / 57 . رواه الكتاني المغربي في نظم المتناثر في الحديث المتواتر : 124 . والخطيب التبريزي في مشكاة المصابيح : 565 بإسناده إلى البراء وزيد بن أرقم عنه ينابيع المودة : 31 وتجهيز الجيش للدهلوي : 135 ( مخطوط ) . والشيخ تقي الدين في نزهة الناظرين : 39 . والنسوي في المسند الكبير كما في الغدير : 1 / 272 .</w:t>
      </w:r>
    </w:p>
    <w:p w:rsidR="00481D79" w:rsidRDefault="00481D79" w:rsidP="00D11BDC">
      <w:pPr>
        <w:pStyle w:val="libFootnote0"/>
        <w:rPr>
          <w:rtl/>
        </w:rPr>
      </w:pPr>
      <w:r>
        <w:rPr>
          <w:rtl/>
        </w:rPr>
        <w:t xml:space="preserve">والنسائيفي الخصائص : 93 . ورواه ابن ماجة في السنن : 1 / 28 و 29 عنه العاقولي في كتابه الرصف : 370 ، وابن كثير في البداية والنهاية : 5 / 209 وعن عبدالرزاق وأبويعلى الموصلي والحسن بن سفيان وابن جرير الطبري ، وفي ج 7 / 349 من طريق عبدالرزاق وابن ماجة وموسى بن عثمان الحضرمي . وأخرجه السيوطي في الحاوي للفتاوي : 79 ، وفي الجامع الصغير : 2 / 555 ، والقندوزي في ينابيع المودة : 187 من طريق أحمد وابن ماجة . ورواه الگنجي في كفاية الطالب : 14 . والقرشي الهاشمى الهندي في تفريح الاحباب في مناقب الآل والاصحاب : 307 و 310 و 367 . وأحمد الساعاتي في بدائع المنن : 2 / 503 ، وابن عبدالبر في الاستيعاب : 2 / 473 . ورواه أحمد بن حنبل في المسند : 4 / 281 ، وفي الفضائل : 92 ح 138 وص 111 ح 164 بعدة طرق . عنه عمدة ابن البطريق : 45 والطرائف : 149 ح 226 ومحب الدين الطبري في ذخائر العقبى : 67 والمقريزي في الخطط والآثار المقريزية : 2 / 220 ، والكركي في نفحات اللاهوت : 27 ، والسمهودي في وفاء الوفاء : 2 / 173 والبدخشي في مفتاح النجا: 57 ( مخطوط ) ، وفي كتاب نزل الابرار : 19 وينابيع المودة : 31 ، والخطيب التبريزي في مشكاة المصابيح : 557 وص 565 ، والقاري في مرقاة المصابيح في شرح مشكاة المصابيح : 11 / 349 وأشعة اللمعات في شرح المشكاة : 4 / 689 والعيني الحيدرآبادي : 52 </w:t>
      </w:r>
      <w:r w:rsidR="00827655">
        <w:rPr>
          <w:rtl/>
        </w:rPr>
        <w:t>=</w:t>
      </w:r>
      <w:r>
        <w:rPr>
          <w:rtl/>
        </w:rPr>
        <w:t xml:space="preserve"> ( * )</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والحسيني الواسطي في الادراك: 46 والحاوي للفتاوي: 1 / 122 والحضرمي في وسيلة المآل: 118 (مخطوط)، والفاروقي الدهلوي في قرة العينين في تفضيل الشيخين: 168 وسبط ابن الجوزي في تذكرة الخواص: 34 عنه البحار: 37 / 149 وكفاية الطالب: 58، والميبدي في شرح ديوان أمير المؤمنين (مخطوط) وأخرجه ابن شهر اشوب في المناقب: 2 / 229 وص 236 عن أحمد في الفضائل وعن أحاديث أبي بكر بن مالك وابن بطة في الابانة وفي ص 237 عن شرف النبي للخرگوشي عنه البحار: 37 / 159. وأخرجه في البحار المذكور ص 249 عن تفسير الفخر الرازي: 12 / 49. وأخرجه الحافظ الزرندي في نظم درر السمطين: 109، والمالكي في الفصول المهمة: 23 وفي ص 25 عن أحمد والبيهقي. وأخرجه البدخشي في مفتاح النجا: 58 ونزل الابرار: 21، وكنز العمال: 12 / 207 عن أبي نعيم في فضائل الصحابة. والامرتسري في أرجح المطالب: 562 عن أحمد في المناقب، والبيهقي، وأبويعلى الموصلي، وابن ماجة في سننه، وأبي نعيم، والثعلبي، والمخلص الذهبي، وأبي سعيد، وابن أبي شيبة، والمتقي في كنز العمال والطحاوي في شرح مشكلات الآثار، والحاكم جميعا بإسنادهم إلى البراء. وأخرجه محب الدين الطبري في الرياض النضرة: 2 / 169 من طريق الحافظ بن السمان. وأخرجه العيني الحيدرآبادي: 52 من طريق أحمد والبيهقي وأبي يعلى وابن ماجة وأبي نعيم والطحاوي والحاكم. وكنز العمال: 15 / 117 من طريق ابن أبي شيبة.</w:t>
      </w:r>
    </w:p>
    <w:p w:rsidR="00481D79" w:rsidRDefault="00481D79" w:rsidP="00D11BDC">
      <w:pPr>
        <w:pStyle w:val="libFootnote0"/>
        <w:rPr>
          <w:rtl/>
        </w:rPr>
      </w:pPr>
      <w:r>
        <w:rPr>
          <w:rtl/>
        </w:rPr>
        <w:t>وأورده في ينابيع المودة: 29 وص 206 وص 249.</w:t>
      </w:r>
    </w:p>
    <w:p w:rsidR="00827655" w:rsidRDefault="00481D79" w:rsidP="00D11BDC">
      <w:pPr>
        <w:pStyle w:val="libFootnote0"/>
        <w:rPr>
          <w:rtl/>
        </w:rPr>
      </w:pPr>
      <w:r>
        <w:rPr>
          <w:rtl/>
        </w:rPr>
        <w:t xml:space="preserve">54 - بريدة بن الحصيب روى حديثه: النسائي في الخصائص: 93 وص 94 وص 98 بعدة طرق. والحاكم في المستدرك: 3 / 110 وتبعه في ذلك الذهبي في تلخيص المستدرك المطبوع بهامشه، أخرجه عن المستدرك في البداية والنهاية: 7 / 343 والفاروقي الدهلوي في كتابه قرة العينين: 168. ورواه ابن المغازلي في المناقب: 21 ح 28 وص 24 ح 36 عنه عمدة ابن البطريق: 54، وأخرجه في البحار 37 / 196 ح 79 عن العمدة. ورواه الخوارزمي في المناقب: 79 عنه كشف الغمة: 1 / 289 وعن مسند أحمد. ورواه البلاذري في أنساب الاشراف: 2 / 112 ح 49 في ترجمة الامام أمير المؤمنين </w:t>
      </w:r>
      <w:r w:rsidR="004226A8" w:rsidRPr="00B415C5">
        <w:rPr>
          <w:rStyle w:val="libFootnoteAlaemChar"/>
          <w:rtl/>
        </w:rPr>
        <w:t>عليه‌السلام</w:t>
      </w:r>
      <w:r>
        <w:rPr>
          <w:rtl/>
        </w:rPr>
        <w:t xml:space="preserve">. ورواه الذهبي في ميزان الاعتدال: 2 / 142. والعسقلاني في لسان الميزان: 4 / 42. </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827655" w:rsidRDefault="00827655" w:rsidP="00B415C5">
      <w:pPr>
        <w:pStyle w:val="libFootnote0"/>
        <w:rPr>
          <w:rtl/>
        </w:rPr>
      </w:pPr>
      <w:r>
        <w:rPr>
          <w:rtl/>
        </w:rPr>
        <w:t>=</w:t>
      </w:r>
      <w:r w:rsidR="00481D79">
        <w:rPr>
          <w:rtl/>
        </w:rPr>
        <w:t xml:space="preserve"> وأبونعيم الاصفهاني في حلية الاولياء: 4 / 23. وابن عبدالبر في الاستيعاب: 2 / 473 في ترجمة أمير المؤمنين </w:t>
      </w:r>
      <w:r w:rsidR="004226A8" w:rsidRPr="00B415C5">
        <w:rPr>
          <w:rStyle w:val="libFootnoteAlaemChar"/>
          <w:rtl/>
        </w:rPr>
        <w:t>عليه‌السلام</w:t>
      </w:r>
      <w:r w:rsidR="00481D79">
        <w:rPr>
          <w:rtl/>
        </w:rPr>
        <w:t>. ورواه ابن عساكر في ترجمة الامام أمير المؤمنين من تاريخ دمشق: 1 / 365 - 375 ح 458 - 463 وح 465 وح 470 - 478 بستة عشر طريقا. ورواه الرياني في كتاب مسند الصحابة: 16 / 15 والصفاني في المصنف: 11 / 225، والشيباني في المختار: 3. والجبري في تعليقه على رسالة عبد اللطيف في أسماء أهل بدر: 62. والذهبي في تذهيب التهذيب: 2 / 57. ورواه الطبراني في المعجم الصغير 1 / 71. ورواه أحمد بن حنبل في الفضائل: 76 ح 113، وفي المسند: 5 / 350 و 358 و 361 عنه البحار: 37 / 148، والعمده: 46 - 48 عنه البحار المذكور ص 190 ح 74، وكشف الغمة: 1 / 290 عنه البحار المذكور ص 220، وينابيع المودة: 32، والسيوطي في الجامع الصغير: 2 / 555 ح 900، وتفسير المنار: 6 / 464. وأخرجه في الطرائف: 149 ح 225 عن أحمد بن حنبل في المسند وابن المغازلي في المناقب عنه البحار: 37 / 187. وأخرجه الشوكاني في فتح القدير: 4 / 255، وحسن خان الحنفي في فتح البيان: 7 / 251 عن ابن أبي شيبة وأحمد والنسائي. وأخرجه ابن كثير الدمشقي في البداية والنهاية: 5 / 209 وج 7 / 243 عن أحمد والنسائي. وأخرجه البدخشي في مفتاح النجا: 58 (مخطوط) من طريق أحمد، وابن حبان، والحاكم، والحافظ أبي بشر إسماعيل العبدي الاصبهاني المشهور ب " ستمويه " بإسنادهم إلى ابن عباس عن بريدة. وأخرجه الامرتسري في أرجح المطالب: 559 من طريق أحمد في المسند والمناقب، والترمذي، والنسائي والطبراني، وابن جرير، وأبي نعيم، وابن حبان، والحاكم، والحافظ ستمويه، وابن المغازلي، والسيوطي في الجامع الصغير، والمتقي في كنز العمال جميعا عن بريدة. وأخرجه السيوطي في تاريخ الخلفاء: 114، والهيثمي في مجمع الزوائد: 9 / 108، والشيخ محمد يوسف بن محمد الياس في حياة الصحابة: 2 / 769 جميعا عن البزار. وأخرجه العيني الحيدرآبادي في مناقب علي: 52 عن الطبراني، والنسائي، والترمذي، وأحمد، وابن حبان، والحاكم، والديلمي. وأخرجه المتقي الهندي في كنز العمال: 12 / 208 عن أحمد وابن حبان في صحيحه وستمويه والحاكم. وفي ج 15 / 117 ح 337 عن ابن أبي شيبة، وابن جرير، وأبي نعيم. وفي ص 118 ح 340 عن ابن جرير.</w:t>
      </w:r>
      <w:r>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وأخرجه في الدر المنثور: 5 / 182 عن ابن أبي شيبة وأحمد والنسائي.وأورده محمد بن عثمان البغدادي في المنتخب من صحيحي البخاري ومسلم: 217 (مخطوط).</w:t>
      </w:r>
    </w:p>
    <w:p w:rsidR="00481D79" w:rsidRDefault="00481D79" w:rsidP="00D11BDC">
      <w:pPr>
        <w:pStyle w:val="libFootnote0"/>
        <w:rPr>
          <w:rtl/>
        </w:rPr>
      </w:pPr>
      <w:r>
        <w:rPr>
          <w:rtl/>
        </w:rPr>
        <w:t>" الثاء "</w:t>
      </w:r>
    </w:p>
    <w:p w:rsidR="00481D79" w:rsidRDefault="00481D79" w:rsidP="00D11BDC">
      <w:pPr>
        <w:pStyle w:val="libFootnote0"/>
        <w:rPr>
          <w:rtl/>
        </w:rPr>
      </w:pPr>
      <w:r>
        <w:rPr>
          <w:rtl/>
        </w:rPr>
        <w:t xml:space="preserve">55 - ثابت بن زيد بن وديعة الانصاري الخزرجي المدني المعروف ب (أبي سعيد المدني) أحد الشهود لعلي </w:t>
      </w:r>
      <w:r w:rsidR="004226A8" w:rsidRPr="00B415C5">
        <w:rPr>
          <w:rStyle w:val="libFootnoteAlaemChar"/>
          <w:rtl/>
        </w:rPr>
        <w:t>عليه‌السلام</w:t>
      </w:r>
      <w:r>
        <w:rPr>
          <w:rtl/>
        </w:rPr>
        <w:t xml:space="preserve"> بحديث المناشدة. ذكره الجعابي، والقاضي بهجت أفندي، وابن الاثير في اسد الغابة.</w:t>
      </w:r>
    </w:p>
    <w:p w:rsidR="00481D79" w:rsidRDefault="00481D79" w:rsidP="00D11BDC">
      <w:pPr>
        <w:pStyle w:val="libFootnote0"/>
        <w:rPr>
          <w:rtl/>
        </w:rPr>
      </w:pPr>
      <w:r>
        <w:rPr>
          <w:rtl/>
        </w:rPr>
        <w:t>" الجيم "</w:t>
      </w:r>
    </w:p>
    <w:p w:rsidR="00481D79" w:rsidRDefault="00481D79" w:rsidP="00D11BDC">
      <w:pPr>
        <w:pStyle w:val="libFootnote0"/>
        <w:rPr>
          <w:rtl/>
        </w:rPr>
      </w:pPr>
      <w:r>
        <w:rPr>
          <w:rtl/>
        </w:rPr>
        <w:t>56 - جابر بن سمرة بن جنادة السوائي ذكره ابن عقدة، والخوارزمي. وأخرج حديثه المتقي الهندي في كنز العمال: 6 / 398 عن الحافظ ابن أبي شيبة.</w:t>
      </w:r>
    </w:p>
    <w:p w:rsidR="00481D79" w:rsidRDefault="00481D79" w:rsidP="00D11BDC">
      <w:pPr>
        <w:pStyle w:val="libFootnote0"/>
        <w:rPr>
          <w:rtl/>
        </w:rPr>
      </w:pPr>
      <w:r>
        <w:rPr>
          <w:rtl/>
        </w:rPr>
        <w:t>57 - جابر بن عبدالله الانصاري ذكره ابن عقدة، والخوارزمي، وشمس الدين الجزري، والقاضي بهجت أفندي. روى حديثه ابن المغازلي في المناقب: 25 بإسناده إلى قبيصة بن ذويب وأبي سلمة بن عبدالرحمن عن جابر، وأخرجه عن المناقب: ابن البطريق في العمدة: 53 عنه البحار: 37 / 134، والطرائف: 145 ح 219. ورواه ابن عساكر في تاريخ دمشق: 2 / 59 - 65 ح 555 - 558 وح 560 - 562 بسبعة طرق. ورواه في فرائد السمطين: 1 / 62 ح 29، وشواهد التنزيل: 1 / 192 ح 249، وكفاية الطالب: 61 وابن عبدالبر في الاستيعاب: 2 / 473 والجبري في تعليقه على رسالة عبد اللطيف في أسماء أهل بدر: 62 والعسقلاني في تهذيب التهذيب: 7 / 337، وابن كثير الدمشقي في البداية والنهاية: 5 / 209 و 213 والذهبي في تذهيب التهذيب: 2 / 57، والكتاني في نظم المتناثر في الحديث المتواتر: 124. ورواه الثعلبي في تفسيره على ما نقله عنه عبدالله الشافعي في المناقب (مخطوط) وينابيع المودة: 55 وفي ص 41 عن ابن عقدة. وأخرجه العيني الحيدرآبادي في مناقب سيدنا علي: 52، والامرتسري في أرجح المطالب: 563 عن ابن أبي شيبة والنسائي. وكنز العمال: 15 / 120 ح 348.</w:t>
      </w:r>
    </w:p>
    <w:p w:rsidR="00827655" w:rsidRDefault="00481D79" w:rsidP="00B415C5">
      <w:pPr>
        <w:pStyle w:val="libFootnote0"/>
        <w:rPr>
          <w:rtl/>
        </w:rPr>
      </w:pPr>
      <w:r>
        <w:rPr>
          <w:rtl/>
        </w:rPr>
        <w:t>58 - جابر بن النضر بن الحارث بن كلدة العبدري أخرج حديثه: ابن شهر اشوب في المناقب: 2 / 240 من طريق أبوعبيد، والثعلبي، والنقاش وسفيان بن عيينه، والرازي، والقزويني، والنيسابوري، والطبرسي، والطوسي في تفاسيرهم، وأبونعيم الفضل بن دكين، عنه البحار: 37 / 162.</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59 - جبلة بن عمرو الانصاري ذكره ابن عقدة.</w:t>
      </w:r>
    </w:p>
    <w:p w:rsidR="00481D79" w:rsidRDefault="00481D79" w:rsidP="00D11BDC">
      <w:pPr>
        <w:pStyle w:val="libFootnote0"/>
        <w:rPr>
          <w:rtl/>
        </w:rPr>
      </w:pPr>
      <w:r>
        <w:rPr>
          <w:rtl/>
        </w:rPr>
        <w:t>60 - جبير بن مطعم بن عدي القرشي النوفلي عده القاضي بهجت أفندي من رواة الحديث. روى حديثه الهمداني في مودة القربى. وأخرجه في ينابيع المودة: 31 وص 336.</w:t>
      </w:r>
    </w:p>
    <w:p w:rsidR="00481D79" w:rsidRDefault="00481D79" w:rsidP="00D11BDC">
      <w:pPr>
        <w:pStyle w:val="libFootnote0"/>
        <w:rPr>
          <w:rtl/>
        </w:rPr>
      </w:pPr>
      <w:r>
        <w:rPr>
          <w:rtl/>
        </w:rPr>
        <w:t>61 - جرير بن حميد الحميري ذكره الجعابي.</w:t>
      </w:r>
    </w:p>
    <w:p w:rsidR="00481D79" w:rsidRDefault="00481D79" w:rsidP="00D11BDC">
      <w:pPr>
        <w:pStyle w:val="libFootnote0"/>
        <w:rPr>
          <w:rtl/>
        </w:rPr>
      </w:pPr>
      <w:r>
        <w:rPr>
          <w:rtl/>
        </w:rPr>
        <w:t xml:space="preserve">62 - جرير بن عبدالله البجلي ذكره ابن عقدة والخوارزمي. وهو أحد الذين كتموا الحديث عند مناشدة علي </w:t>
      </w:r>
      <w:r w:rsidR="004226A8" w:rsidRPr="00B415C5">
        <w:rPr>
          <w:rStyle w:val="libFootnoteAlaemChar"/>
          <w:rtl/>
        </w:rPr>
        <w:t>عليه‌السلام</w:t>
      </w:r>
      <w:r>
        <w:rPr>
          <w:rtl/>
        </w:rPr>
        <w:t>. روى حديثه الطبراني في المعجم الكبير: 1 / 121 عنه كنز العمال: 12 / 208 وج 15 / 121 ومنتخبه: 5 / 32 (المطبوع بهامش مسند أحمد) ومجمع الزوائد: 9 / 106، وأرجح المطالب: 572، ومناقب العيني الحيدرآبادي: 52، وتاريخ الخلفاء: 114، والبداية والنهاية: 7 / 349. ورواه ابن عساكر في ترجمة الامام أمير المؤمنين من تاريخ دمشق: 2 / 84 ح 584.</w:t>
      </w:r>
    </w:p>
    <w:p w:rsidR="00481D79" w:rsidRDefault="00481D79" w:rsidP="00D11BDC">
      <w:pPr>
        <w:pStyle w:val="libFootnote0"/>
        <w:rPr>
          <w:rtl/>
        </w:rPr>
      </w:pPr>
      <w:r>
        <w:rPr>
          <w:rtl/>
        </w:rPr>
        <w:t>63 - جندب الانصاري ذكره شهاب الدين في كتابه تشنيف الآذان.</w:t>
      </w:r>
    </w:p>
    <w:p w:rsidR="00481D79" w:rsidRDefault="00481D79" w:rsidP="00D11BDC">
      <w:pPr>
        <w:pStyle w:val="libFootnote0"/>
        <w:rPr>
          <w:rtl/>
        </w:rPr>
      </w:pPr>
      <w:r>
        <w:rPr>
          <w:rtl/>
        </w:rPr>
        <w:t>64 - جندب بن عبدالله بن سفيان البجلي العلقي ذكره الجعابي.</w:t>
      </w:r>
    </w:p>
    <w:p w:rsidR="00481D79" w:rsidRDefault="00481D79" w:rsidP="00D11BDC">
      <w:pPr>
        <w:pStyle w:val="libFootnote0"/>
        <w:rPr>
          <w:rtl/>
        </w:rPr>
      </w:pPr>
      <w:r>
        <w:rPr>
          <w:rtl/>
        </w:rPr>
        <w:t>" الحاء "</w:t>
      </w:r>
    </w:p>
    <w:p w:rsidR="00481D79" w:rsidRDefault="00481D79" w:rsidP="00D11BDC">
      <w:pPr>
        <w:pStyle w:val="libFootnote0"/>
        <w:rPr>
          <w:rtl/>
        </w:rPr>
      </w:pPr>
      <w:r>
        <w:rPr>
          <w:rtl/>
        </w:rPr>
        <w:t>65 - حباب بن عتبة ذكره الجعابي.</w:t>
      </w:r>
    </w:p>
    <w:p w:rsidR="00827655" w:rsidRDefault="00481D79" w:rsidP="00B415C5">
      <w:pPr>
        <w:pStyle w:val="libFootnote0"/>
        <w:rPr>
          <w:rtl/>
        </w:rPr>
      </w:pPr>
      <w:r>
        <w:rPr>
          <w:rtl/>
        </w:rPr>
        <w:t xml:space="preserve">66 - حبشي بن جنادة السلولي ذكره ابن عقدة والخوارزمي، وعده في اسد الغابة من الشهود لعلي </w:t>
      </w:r>
      <w:r w:rsidR="004226A8" w:rsidRPr="00B415C5">
        <w:rPr>
          <w:rStyle w:val="libFootnoteAlaemChar"/>
          <w:rtl/>
        </w:rPr>
        <w:t>عليه‌السلام</w:t>
      </w:r>
      <w:r>
        <w:rPr>
          <w:rtl/>
        </w:rPr>
        <w:t xml:space="preserve"> في حديث المناشدة. روى حديثه في تاريخ دمشق: 2 / 70 - 71 ح 566 و 567 بطريقين. ورواه الطبراني في المجمع الكبير: 1 / 170 في ترجمة حبشي بن جنادة بإسناده إلى أبي إسحاق، عن حبشي. عنه مجمع الزوائد: 9 / 106، وجمع الجوامع للسيوطي كما في الغدير: 1 / 25، والوصابي في الاكتفاء والبدخشي في مفتاح النجا: 58 (مخطوط)، وفي نزل الابرار: 20، وكنز العمال: 12 / 207.</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وأخرجه في أرجح المطالب: 572 عن الطبراني وابن قانع. وفي الرياض النضرة: 2 / 169 عن الذهبي وفي البحار: 37 / 201 عن فردوس الديلمي. ورواهابن كثير الدمشقي في البداية والنهاية: 5 / 211 وص 213 وج 7 / 349. ورواه ابن عدي في الكامل: 1 / 386، والعسقلاني في الكاف الشاف: 95. وأخرجه العيني الحيدرآبادي في مناقب علي: 52 من طريق مالك بن الحويرث وابن قانع.</w:t>
      </w:r>
    </w:p>
    <w:p w:rsidR="00481D79" w:rsidRDefault="00481D79" w:rsidP="00D11BDC">
      <w:pPr>
        <w:pStyle w:val="libFootnote0"/>
        <w:rPr>
          <w:rtl/>
        </w:rPr>
      </w:pPr>
      <w:r>
        <w:rPr>
          <w:rtl/>
        </w:rPr>
        <w:t>67 - حبة بن الجوين العرني البجلي روى حديثه ابن عقدة في حديث الولاية عنه الاصابة: 1 / 372. وأخرجه في اسد الغابة: 1 / 367 عن أبي موسى المديني. وأورد الخطيب في تاريخه: 8 / 276، وينابيع المودة: 34.</w:t>
      </w:r>
    </w:p>
    <w:p w:rsidR="00481D79" w:rsidRDefault="00481D79" w:rsidP="00D11BDC">
      <w:pPr>
        <w:pStyle w:val="libFootnote0"/>
        <w:rPr>
          <w:rtl/>
        </w:rPr>
      </w:pPr>
      <w:r>
        <w:rPr>
          <w:rtl/>
        </w:rPr>
        <w:t xml:space="preserve">68 - حبيب بن بديل بن ورقاء الخزاعي ذكره جمال الدين الشيرازي في الاربعين، وهو أحد الشهود لعلي </w:t>
      </w:r>
      <w:r w:rsidR="004226A8" w:rsidRPr="00B415C5">
        <w:rPr>
          <w:rStyle w:val="libFootnoteAlaemChar"/>
          <w:rtl/>
        </w:rPr>
        <w:t>عليه‌السلام</w:t>
      </w:r>
      <w:r>
        <w:rPr>
          <w:rtl/>
        </w:rPr>
        <w:t xml:space="preserve"> بحديث المناشدة. وأخرج حديثه ابن الاثير في اسد الغابة: 1 / 368 عن ابن عقدة في كتاب الموالاة. وذكر الحديث ابن حجر في الاصابة: 1 / 304 ملخصا. ورواه الكتاني المغربي في نظم المتناثر: 124.</w:t>
      </w:r>
    </w:p>
    <w:p w:rsidR="00481D79" w:rsidRDefault="00481D79" w:rsidP="00D11BDC">
      <w:pPr>
        <w:pStyle w:val="libFootnote0"/>
        <w:rPr>
          <w:rtl/>
        </w:rPr>
      </w:pPr>
      <w:r>
        <w:rPr>
          <w:rtl/>
        </w:rPr>
        <w:t>69 - حذيفة بن اسيد الغفاري أبوسريحة ذكره ابن عقدة، والجعابي والخوارزمي، والقاضي بهجت أفندي. روى حديثه الصدوق في الخصال: 1 / 65 ح 8 بعدة طرق عنه البحار: 37 / 121 ح 15.</w:t>
      </w:r>
    </w:p>
    <w:p w:rsidR="00827655" w:rsidRDefault="00481D79" w:rsidP="00D11BDC">
      <w:pPr>
        <w:pStyle w:val="libFootnote0"/>
        <w:rPr>
          <w:rtl/>
        </w:rPr>
      </w:pPr>
      <w:r>
        <w:rPr>
          <w:rtl/>
        </w:rPr>
        <w:t xml:space="preserve">ورواه الطبراني في المعجم الكبير: 1 / 149 عنه مجمع الزوائد: 9 / 164 والصواعق المحرقة: 25 ومناقب العيني الحيدرآبادي: 52. ورواه الترمذي في صحيحه: 2 / 298 عنه السيوطي في تاريخ الخلفاء: 65 وص 114، والقرماني في أخبار الدول وآثار الاول: 102، والنابلسي في ذخائر المواريث: 1 / 213، ونوادر الاصول لابن الاثير كما في البحار: 37 / 198، والمناوي في كنوز الحقائق في حرف الميم، وينابيع المودة: 31 وص 181، وابن طولون في الشذرات الذهبية: 54، والعلامة سعدي الخزرجي في شرح ارجوزته المسماة ب‍ " سعدية ": 275 وأخرجه في ص 293 عنه وعن أحمد. ورواه ابن عساكر في تاريخ دمشق: 2 / 35 ح 533 وص 45 ح 545 عنه البداية والنهاية: 5 / 209 وج 7 / 348. ورواه ابن الصباغ المالكي في الفصول المهمة: 23، والحافظ أبي الفتوح في كتاب الرجز: 19 وعبدالله بن جعفر الاصفهاني في أخلاق النبي. </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وأخرجه الحلبي في سيرته: 3 / 301 عن الطبراني، والحكيم الترمذي في نوادر الاصول، والطبراني في الكبير. وأخرجه في مفتاح النجا ونزل الابرار: 18 عن الحكيم الترمذي، والطبراني.</w:t>
      </w:r>
    </w:p>
    <w:p w:rsidR="00481D79" w:rsidRDefault="00481D79" w:rsidP="00D11BDC">
      <w:pPr>
        <w:pStyle w:val="libFootnote0"/>
        <w:rPr>
          <w:rtl/>
        </w:rPr>
      </w:pPr>
      <w:r>
        <w:rPr>
          <w:rtl/>
        </w:rPr>
        <w:t>وأخرجه ابن البطريق في العمدة: 46 عن أحمد بن حنبل عنه البحار: 37 / 190 ح 74. وأخرجه ابن عقدة: العسقلاني في الاصابة: 2 / 257، والسمهودي في جواهر العقدين كما في ينابيع المودة: 38. وأخرجه في منتخب كنز العمال: 2 / 390 (المطبوع بهامش المسند) نقلا عن ابن جرير. وأورده في اسد الغابة: 3 / 92 وج 5 / 208، ونظم المتناثر: 124.</w:t>
      </w:r>
    </w:p>
    <w:p w:rsidR="00481D79" w:rsidRDefault="00481D79" w:rsidP="00D11BDC">
      <w:pPr>
        <w:pStyle w:val="libFootnote0"/>
        <w:rPr>
          <w:rtl/>
        </w:rPr>
      </w:pPr>
      <w:r>
        <w:rPr>
          <w:rtl/>
        </w:rPr>
        <w:t>70 - حذيفة بن اليمان ذكره ابن عقدة والجعابي والقاضي بهجت أفندي. روى حديثه الحاكم الحسكاني في كتابه دعاء الهداة إلى أداء حق الموالاة، ثم قال بعد نقل الحديث: قرأت حديثه على أبي بكر محمد بن محمد الصيدلاني فأقر به. وأخرجه عن كتاب الحسكاني السيد ابن طاووس في إقبال الاعمال: 459 وعنه البحار: 37 / 136. ثم قال: وروى هذا الحديث الثعلبي في تفسيره، وصاحب كتاب النشر والطي. ورواه فرات الكوفي في تفسيره: 195 عنه البحار: 37 / 193 ح 77.</w:t>
      </w:r>
    </w:p>
    <w:p w:rsidR="00481D79" w:rsidRDefault="00481D79" w:rsidP="00D11BDC">
      <w:pPr>
        <w:pStyle w:val="libFootnote0"/>
        <w:rPr>
          <w:rtl/>
        </w:rPr>
      </w:pPr>
      <w:r>
        <w:rPr>
          <w:rtl/>
        </w:rPr>
        <w:t>71 - حسان بن ثابت الانصاري ذكره ابن عقدة والجعابي.</w:t>
      </w:r>
    </w:p>
    <w:p w:rsidR="00481D79" w:rsidRDefault="00481D79" w:rsidP="00D11BDC">
      <w:pPr>
        <w:pStyle w:val="libFootnote0"/>
        <w:rPr>
          <w:rtl/>
        </w:rPr>
      </w:pPr>
      <w:r>
        <w:rPr>
          <w:rtl/>
        </w:rPr>
        <w:t>72 - الحسن البصري ذكره سليم بن قيس في روايته.</w:t>
      </w:r>
    </w:p>
    <w:p w:rsidR="00481D79" w:rsidRDefault="00481D79" w:rsidP="00D11BDC">
      <w:pPr>
        <w:pStyle w:val="libFootnote0"/>
        <w:rPr>
          <w:rtl/>
        </w:rPr>
      </w:pPr>
      <w:r>
        <w:rPr>
          <w:rtl/>
        </w:rPr>
        <w:t xml:space="preserve">73 - الحسن بن الحسن بن علي </w:t>
      </w:r>
      <w:r w:rsidR="004226A8" w:rsidRPr="00B415C5">
        <w:rPr>
          <w:rStyle w:val="libFootnoteAlaemChar"/>
          <w:rtl/>
        </w:rPr>
        <w:t>عليهما‌السلام</w:t>
      </w:r>
      <w:r>
        <w:rPr>
          <w:rtl/>
        </w:rPr>
        <w:t xml:space="preserve"> روى حديثه الحافظ البيهقي في الاعتقاد: 182 عنه منتخب تاريخ دمشق: 4 / 166.</w:t>
      </w:r>
    </w:p>
    <w:p w:rsidR="00481D79" w:rsidRDefault="00481D79" w:rsidP="00D11BDC">
      <w:pPr>
        <w:pStyle w:val="libFootnote0"/>
        <w:rPr>
          <w:rtl/>
        </w:rPr>
      </w:pPr>
      <w:r>
        <w:rPr>
          <w:rtl/>
        </w:rPr>
        <w:t>74 - حميد بن عمارة، عن أبيه أخرج حديثه في مجمع الزوائد: 9 / 107 من طريق البزار.</w:t>
      </w:r>
    </w:p>
    <w:p w:rsidR="00481D79" w:rsidRDefault="00481D79" w:rsidP="00D11BDC">
      <w:pPr>
        <w:pStyle w:val="libFootnote0"/>
        <w:rPr>
          <w:rtl/>
        </w:rPr>
      </w:pPr>
      <w:r>
        <w:rPr>
          <w:rtl/>
        </w:rPr>
        <w:t>" الخاء "</w:t>
      </w:r>
    </w:p>
    <w:p w:rsidR="00481D79" w:rsidRDefault="00481D79" w:rsidP="00D11BDC">
      <w:pPr>
        <w:pStyle w:val="libFootnote0"/>
        <w:rPr>
          <w:rtl/>
        </w:rPr>
      </w:pPr>
      <w:r>
        <w:rPr>
          <w:rtl/>
        </w:rPr>
        <w:t>75 - خالد بن الوليد بن المغيرة المخزومي ذكره الجعابي في نخب المناقب.</w:t>
      </w:r>
    </w:p>
    <w:p w:rsidR="00827655" w:rsidRDefault="00481D79" w:rsidP="00B415C5">
      <w:pPr>
        <w:pStyle w:val="libFootnote0"/>
        <w:rPr>
          <w:rtl/>
        </w:rPr>
      </w:pPr>
      <w:r>
        <w:rPr>
          <w:rtl/>
        </w:rPr>
        <w:t>76 - خباب بن سمرة ذكره الجعابي.</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77 - خزيمة بن ثابت الانصاري ذو الشهادتين ذكره ابن عقدة، والجعابي، وجمال الدين الشيرازي، والقاضي بهجت أفندي. وعده الطوسي في رجال الكشي وابن الاثير في اسد الغابة من الشهود لعلي </w:t>
      </w:r>
      <w:r w:rsidR="004226A8" w:rsidRPr="00B415C5">
        <w:rPr>
          <w:rStyle w:val="libFootnoteAlaemChar"/>
          <w:rtl/>
        </w:rPr>
        <w:t>عليه‌السلام</w:t>
      </w:r>
      <w:r w:rsidR="00481D79">
        <w:rPr>
          <w:rtl/>
        </w:rPr>
        <w:t xml:space="preserve"> بحديث المناشدة. وروى حديثه السمهودي في جواهر العقدين بالاسناد إلى أبي الطفيل عنه.</w:t>
      </w:r>
    </w:p>
    <w:p w:rsidR="00481D79" w:rsidRDefault="00481D79" w:rsidP="00D11BDC">
      <w:pPr>
        <w:pStyle w:val="libFootnote0"/>
        <w:rPr>
          <w:rtl/>
        </w:rPr>
      </w:pPr>
      <w:r>
        <w:rPr>
          <w:rtl/>
        </w:rPr>
        <w:t>" الراء "</w:t>
      </w:r>
    </w:p>
    <w:p w:rsidR="00481D79" w:rsidRDefault="00481D79" w:rsidP="00D11BDC">
      <w:pPr>
        <w:pStyle w:val="libFootnote0"/>
        <w:rPr>
          <w:rtl/>
        </w:rPr>
      </w:pPr>
      <w:r>
        <w:rPr>
          <w:rtl/>
        </w:rPr>
        <w:t>78 - رفاعة بن رافع الانصاري وقد وجدت صحابيين بهذا الاسم: الاول: رفاعة بن رافع بن عفراء ابن أخي معاذ بن عفراء الانصاري. الثاني: رفاعة بن رافع بن مالك بن العجلان الانصاري الخزرجي الزرقي. ذكره ابن عقدة ولم يحدد أي منهما الراوي للحديث.</w:t>
      </w:r>
    </w:p>
    <w:p w:rsidR="00481D79" w:rsidRDefault="00481D79" w:rsidP="00D11BDC">
      <w:pPr>
        <w:pStyle w:val="libFootnote0"/>
        <w:rPr>
          <w:rtl/>
        </w:rPr>
      </w:pPr>
      <w:r>
        <w:rPr>
          <w:rtl/>
        </w:rPr>
        <w:t>79 - رفاعة بن عبد المنذر الانصاري ذكره الجعابي.</w:t>
      </w:r>
    </w:p>
    <w:p w:rsidR="00481D79" w:rsidRDefault="00481D79" w:rsidP="00D11BDC">
      <w:pPr>
        <w:pStyle w:val="libFootnote0"/>
        <w:rPr>
          <w:rtl/>
        </w:rPr>
      </w:pPr>
      <w:r>
        <w:rPr>
          <w:rtl/>
        </w:rPr>
        <w:t>80 - رياح بن الحارث ذكره شهاب الدين في تشنيف الآذان.</w:t>
      </w:r>
    </w:p>
    <w:p w:rsidR="00481D79" w:rsidRDefault="00481D79" w:rsidP="00D11BDC">
      <w:pPr>
        <w:pStyle w:val="libFootnote0"/>
        <w:rPr>
          <w:rtl/>
        </w:rPr>
      </w:pPr>
      <w:r>
        <w:rPr>
          <w:rtl/>
        </w:rPr>
        <w:t>" الزاي "</w:t>
      </w:r>
    </w:p>
    <w:p w:rsidR="00481D79" w:rsidRDefault="00481D79" w:rsidP="00D11BDC">
      <w:pPr>
        <w:pStyle w:val="libFootnote0"/>
        <w:rPr>
          <w:rtl/>
        </w:rPr>
      </w:pPr>
      <w:r>
        <w:rPr>
          <w:rtl/>
        </w:rPr>
        <w:t>81 - الزبير بن العوام القرشي ذكره ابن عقدة والجعابي.</w:t>
      </w:r>
    </w:p>
    <w:p w:rsidR="00481D79" w:rsidRDefault="00481D79" w:rsidP="00D11BDC">
      <w:pPr>
        <w:pStyle w:val="libFootnote0"/>
        <w:rPr>
          <w:rtl/>
        </w:rPr>
      </w:pPr>
      <w:r>
        <w:rPr>
          <w:rtl/>
        </w:rPr>
        <w:t>82 - زر بن حبيش تقدم ذكره في حديث الركبان، فراجع.</w:t>
      </w:r>
    </w:p>
    <w:p w:rsidR="00827655" w:rsidRDefault="00481D79" w:rsidP="00D11BDC">
      <w:pPr>
        <w:pStyle w:val="libFootnote0"/>
        <w:rPr>
          <w:rtl/>
        </w:rPr>
      </w:pPr>
      <w:r>
        <w:rPr>
          <w:rtl/>
        </w:rPr>
        <w:t xml:space="preserve">83 - زيد بن أرقم الانصاري روى حديثه الطوسي في أماليه: 1 / 231 ح 46 وص 259 ح 36 عنه البحار: 37 / 123 ح 18. ورواه الصدوق في كمال الدين: 1 / 234 ح 45 بطريقين عنه البحار المذكور ص 137 ح 25. ورواه الطبري في بشارة المصطفى: 166 وص 203 عنه البحار المذكور ص 167 ح 43 وص 222 ح 94. والعياشي في تفسيره: 2 / 97 ح 89 وص 141 ح 10 عنه البحار المذكور ص 151 ح 37. وأخرجه في ص 170 ح 48 من البحار عن تفسير فرات: 36. ورواه مسلم في صحيحه في باب مناقب علي </w:t>
      </w:r>
      <w:r w:rsidR="004226A8" w:rsidRPr="00B415C5">
        <w:rPr>
          <w:rStyle w:val="libFootnoteAlaemChar"/>
          <w:rtl/>
        </w:rPr>
        <w:t>عليه‌السلام</w:t>
      </w:r>
      <w:r>
        <w:rPr>
          <w:rtl/>
        </w:rPr>
        <w:t>: 2 / 325 وفي طبعة اخرى: 7 / 122. ورواه الترمذي في الصحيح: 2 / 298 وفي طبعة اخرى: 13 / 165</w:t>
      </w:r>
      <w:r w:rsidR="00B415C5">
        <w:rPr>
          <w:rtl/>
        </w:rPr>
        <w:t xml:space="preserve"> عنه تيسير الوصول: 2 / 147 وابن</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الاثير في جامع الاصول: 9 / 468 ح 6476 عنه البحار: 37 / 198، وأشعة اللمعات في شرح المشكاة لعبد الحق: 4 / 676، والفصول المهمة: 22، ومطالب السؤول: 16. وأخرجه رزين العبدري في كتابه الجمع بين الصحيحين في الثلث الاخير من الجزء الثالث باب مناقب أمير المؤمنين </w:t>
      </w:r>
      <w:r w:rsidR="004226A8" w:rsidRPr="00B415C5">
        <w:rPr>
          <w:rStyle w:val="libFootnoteAlaemChar"/>
          <w:rtl/>
        </w:rPr>
        <w:t>عليه‌السلام</w:t>
      </w:r>
      <w:r w:rsidR="00481D79">
        <w:rPr>
          <w:rtl/>
        </w:rPr>
        <w:t xml:space="preserve"> نقلا من صحيح الترمذي وأبي داود. وأخرجه في الطرائف: 153 ح 239 عن أبي داود والترمذي والجمع بين الصحاح الستة عنه البحار: 37 / 189. ورواه أحمد بن حنبل في المسند: 4 / 368 وص 370 وص 372 وج 5 / 370. ورواه في الفضائل: 54 ح 82، وص 77 ح 116، وص 93 ح 139، وص 115 ح 170. أخرجه عن أحمد: ابن طاووس في الطرائف: 150 ح 227 وح 228 عنه البحار: 37 / 187 ح 71 وعمدة ابن البطريق: 46 عنه البحار المذكور ص 190 ح 74، ومجمع الزوائد: 9 / 107، والسيوطي في الحاوي للفتاوي: 79 وفي طبعة: 1 / 122، والسمهودي في وفاء الوفاء: 2 / 173، والحسيني الواسطي في الادراك: 46، والعمري الدهلوي في قرة العينين في تفضيل الشيخين: 168، والميبدي في شرح ديوان أمير المؤمنين (مخطوط)، وسبط ابن الجوزي في تذكرة الخواص: 33 عنه البحار: 37 / 149، والخطيب التبريزي العمري في مشكاة المصابيح: 557 وص 565 عنه ينابيع المودة: 31 وعن أحمد والقاري في مرقاة المفاتيح في شرح مشكاة المصابيح: 11 / 349، وعبد الحق في أشعة اللمعات في شرح المشكاة: 4 / 689.</w:t>
      </w:r>
    </w:p>
    <w:p w:rsidR="00481D79" w:rsidRDefault="00481D79" w:rsidP="00D11BDC">
      <w:pPr>
        <w:pStyle w:val="libFootnote0"/>
        <w:rPr>
          <w:rtl/>
        </w:rPr>
      </w:pPr>
      <w:r>
        <w:rPr>
          <w:rtl/>
        </w:rPr>
        <w:t>ورواه النسائي في الخصائص: 93 وص 95. ورواه الحاكم في المستدرك: 3 / 109 وص 533 وتبعه الذهبي في تلخيصه. ورواه الطبراني في المعجم الكبير: 157 وفي طبعة: 5 / 186 وص 196 عنه مجمع الزوائد: 9 / 104 وص 105 وص 106، وص 163، وكنز العمال: 15 / 138.</w:t>
      </w:r>
    </w:p>
    <w:p w:rsidR="00827655" w:rsidRDefault="00481D79" w:rsidP="00D11BDC">
      <w:pPr>
        <w:pStyle w:val="libFootnote0"/>
        <w:rPr>
          <w:rtl/>
        </w:rPr>
      </w:pPr>
      <w:r>
        <w:rPr>
          <w:rtl/>
        </w:rPr>
        <w:t xml:space="preserve">ورواه ابن حبان في صحيحه: 2 / 179، والبزار في صحيحه: 1 / 100 وكذا في تلخيصه. ورواه أبونعيم الاصبهاني في تاريخ اصبهان: 1 / 235 في ترجمة بكر بن بكار الخصيب. ورواه ابن عساكر في ترجمة الامام أمير المؤمنين </w:t>
      </w:r>
      <w:r w:rsidR="004226A8" w:rsidRPr="00B415C5">
        <w:rPr>
          <w:rStyle w:val="libFootnoteAlaemChar"/>
          <w:rtl/>
        </w:rPr>
        <w:t>عليه‌السلام</w:t>
      </w:r>
      <w:r>
        <w:rPr>
          <w:rtl/>
        </w:rPr>
        <w:t xml:space="preserve"> من تاريخ دمشق: 2 / 5 ح 501، وص 7 ح 503، وص 35 - 43 ح 533 - 544، وص 52 ح 551، وفي ج 65 / 323 أو 154 في ترجمة " شارزما " بأكثر من ستة عشر طريقا مسندا إلى زيد بن أرقم. ورواه الخوارزمي في المناقب: 93، عنه ينابيع المودة: 32. ورواه ابن المغازلي في المناقب: 19 ح 25 وص 23 ح 33 عنه مناقب عبدالله الشافعي: 106 (مخطوط). ورواه ابن عدي في كتابه الكامل: 2 / 20 في ترجمة كامل أبي العلاء الكوفي. ومحب الدين الطبري في الرياض النضرة: 2 / 169. </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827655" w:rsidRDefault="00827655" w:rsidP="00D11BDC">
      <w:pPr>
        <w:pStyle w:val="libFootnote0"/>
        <w:rPr>
          <w:rtl/>
        </w:rPr>
      </w:pPr>
      <w:r>
        <w:rPr>
          <w:rtl/>
        </w:rPr>
        <w:t>=</w:t>
      </w:r>
      <w:r w:rsidR="00481D79">
        <w:rPr>
          <w:rtl/>
        </w:rPr>
        <w:t xml:space="preserve"> والدولابي في الكنى والاسماء: 2 / 61. والخطيب البغدادي في تاريخ بغداد: 5 / 456. والبغوي في مصابيح السنة: 202 وفي طبعة ج 2 / 199. والشيباني في المختار: 3. ورواه الگنجي في كفاية الطالب: 58 - 60 بأربعة طرق. والبلاذري في ترجمة الامام أمير المؤمنين </w:t>
      </w:r>
      <w:r w:rsidR="004226A8" w:rsidRPr="00B415C5">
        <w:rPr>
          <w:rStyle w:val="libFootnoteAlaemChar"/>
          <w:rtl/>
        </w:rPr>
        <w:t>عليه‌السلام</w:t>
      </w:r>
      <w:r w:rsidR="00481D79">
        <w:rPr>
          <w:rtl/>
        </w:rPr>
        <w:t xml:space="preserve"> من أنساب الاشراف: 2 / 109 ح 48. ورواه السمعاني في فضائل الصحابة كما نقله عنه البحار: 37 / 197 ح 82. ورواه القاضي يوسف الحنفي في المعتصر من المختصر: 301 وفي طبعة ج 2 / 301. والنقشبندي في مناقب العشرة: 15 (مخطوط). والذهبي في تذهيب التهذيب: 2 / 57، وفي تاريخ الاسلام: 2 / 196، وفي ميزان الاعتدال: 3 / 224. ورواه القرشي الهاشمي الهندي في تفريح الاحباب في مناقب الآل والاصحاب: 307 وص 310 وص 367. وإزالة الخفاء للحنفي الدهلوي: 2 / 446، وأحمد الساعاتي في بدايع المنن: 2 / 503، والكركي في نفحات اللاهوت: 28، ومحمد بن إسماعيل اليمني في الروضة الندية في شرح التحفة العلوية (مخطوط) والحافظ الزرقاني المالكي في شرح المواهب: 7 / 13، وكتاب رياض الصالحين: 152، والعلامة الحميدي المحلي في محاسن الازهار (مخطوط)، والكتاني المغربي في نظم المتناثر: 124، وابن عبدالبر في الاستيعاب: 2 / 473، وابن حجر في التهذيب: 7 / 337، وأبوالحجاج في تهذيب الكمال في أسماء الرجال، والجيرتي في تعليقه على رسالة عبد اللطيف في أسماء أهل بدر: 62، والعياشي في عمدة الاخبار: 191. وأخرجه في البداية والنهاية: 5 / 212، وكنز العمال: 15 / 91 ح 528 عن ابن جرير. وأخرجه في الجامع الصغير: 2 / 555 عن الترمذي والنسائي والضياء المقدسي. وأخرجه في كنز العمال: 12 / 208 عن الخطيب وعن أحمد والطبراني. وأخرجه الكمشخانوي في راموز الاحاديث: 168، والبدخشي في مفتاح النجا: 58 (مخطوط) وكنز العمال: 12 / 207 جميعا عن فضائل الصحابة لابي نعيم الاصفهاني. وأخرجه البدخشي في نزل الابرار: 19 عن أحمد والطبراني، وفي ص 21 عن أبي نعيم والطبراني. وأخرجه ابن الصباغ المالكي في الفصول المهمة: 24 عن الزهري والترمذي. وفي ص 215 نقلا عن كتاب ضياء العالمين عن كتاب الولاية لابن جرير الطبري، وعنه أيضا زين الدين العاملي النباطي في كتاب الصراط المستقيم: 1 / 301 عنه البحار: 37 / 218. وأخرجه العيني الحيدرآبادي في المناقب: 52 عن النسائي، وأحمد، والطبري، وأبي نعيم، والضياء والحاكم، والترمذي، والديلمي، والطبراني. </w:t>
      </w:r>
      <w:r>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وأخرجه في أرجح المطالب: 560 عن ابن الشهاب الزمخشري، وأحمد بن حنبل في المسند، وابن جرير وأبي نعيم، والنسائي في الخصائص والضياء المقدسي، وابن أبي شيبة، والسيوطي في الجامع الصغير جميعا بإسنادهم إلى زيد بن أرقم. وأخرجه في ص 587 عن الخطيب، والديلمي، وصاحب الكنوز، وأبي داود الطيالسي، والمتقي الهندي في كنز العمال. وأخرجه ابن كثير الدمشقي في البداية والنهاية: 5 / 29 عن أحمد، وفي ص 208 عن النسائي، وفي ص 209 رواه بإسناد له إلى زيد، وص 212 عن الترمذي، وابن جرير، وعن أحمد بن حنبل بطريقين. وفي ج 7 / 338 عن الترمذي والنسائي، وفي ص 348 عن الترمذي، وفي ص 366 عن أبي بكر الشافعي. وأخرجه في مجمع الزوائد: 9 / 104 وص 163 عن أحمد والطبراني والبزار بإسنادهم إلى زيد، وفي ص 105 نقلا عن الترمذي والطبراني والبزار. وأخرجه في البيان والتعريف: 2 / 136 عن الطبراني والحاكم، وفي ص 230 عن الترمذي والنسائي والضياء المقدسي. وأورده القندوزي في ينابيع المودة: 249.</w:t>
      </w:r>
    </w:p>
    <w:p w:rsidR="00481D79" w:rsidRDefault="00481D79" w:rsidP="00D11BDC">
      <w:pPr>
        <w:pStyle w:val="libFootnote0"/>
        <w:rPr>
          <w:rtl/>
        </w:rPr>
      </w:pPr>
      <w:r>
        <w:rPr>
          <w:rtl/>
        </w:rPr>
        <w:t>84 - زيد بن ثابت الانصاري ذكره ابن عقدة والجعابي وسليم بن قيس.</w:t>
      </w:r>
    </w:p>
    <w:p w:rsidR="00481D79" w:rsidRDefault="00481D79" w:rsidP="00D11BDC">
      <w:pPr>
        <w:pStyle w:val="libFootnote0"/>
        <w:rPr>
          <w:rtl/>
        </w:rPr>
      </w:pPr>
      <w:r>
        <w:rPr>
          <w:rtl/>
        </w:rPr>
        <w:t>85 - زيد بن حارثة الانصاري ذكره ابن عقدة، وشهاب الدين في تشنيف الآذان.</w:t>
      </w:r>
    </w:p>
    <w:p w:rsidR="00481D79" w:rsidRDefault="00481D79" w:rsidP="00D11BDC">
      <w:pPr>
        <w:pStyle w:val="libFootnote0"/>
        <w:rPr>
          <w:rtl/>
        </w:rPr>
      </w:pPr>
      <w:r>
        <w:rPr>
          <w:rtl/>
        </w:rPr>
        <w:t xml:space="preserve">86 - زيد (أو يزيد) بن شراحيل الانصاري أحد الشهود لعلي </w:t>
      </w:r>
      <w:r w:rsidR="004226A8" w:rsidRPr="00B415C5">
        <w:rPr>
          <w:rStyle w:val="libFootnoteAlaemChar"/>
          <w:rtl/>
        </w:rPr>
        <w:t>عليه‌السلام</w:t>
      </w:r>
      <w:r>
        <w:rPr>
          <w:rtl/>
        </w:rPr>
        <w:t xml:space="preserve"> بحديث المناشدة. نقل حديثه ابن عقدة عنه العيني الحيدرآبادي في المناقب: 52. وذكره الخوارزمي والقاضي بهجت أفندي والكتاني المغربي في كتابه نظم المتناثر: 124. وأخرج حديثه ابن الاثير في اسد الغابة: 2 / 233، وابن حجر في الاصابة: 1 / 567 عن أبي موسى.</w:t>
      </w:r>
    </w:p>
    <w:p w:rsidR="00481D79" w:rsidRDefault="00481D79" w:rsidP="00D11BDC">
      <w:pPr>
        <w:pStyle w:val="libFootnote0"/>
        <w:rPr>
          <w:rtl/>
        </w:rPr>
      </w:pPr>
      <w:r>
        <w:rPr>
          <w:rtl/>
        </w:rPr>
        <w:t>87 - زيد بن عبدالله الانصاري ذكره ابن عقدة.</w:t>
      </w:r>
    </w:p>
    <w:p w:rsidR="00481D79" w:rsidRDefault="00481D79" w:rsidP="00B415C5">
      <w:pPr>
        <w:pStyle w:val="libFootnote0"/>
        <w:rPr>
          <w:rtl/>
        </w:rPr>
      </w:pPr>
      <w:r>
        <w:rPr>
          <w:rtl/>
        </w:rPr>
        <w:t>88 - زيد بن علي روى حديثه الصدوق في أماليه: 107 ح 3، ومعاني الاخبار: 66 ح 3 عنه البحار: 37 / 223 ح 98.</w:t>
      </w:r>
      <w:r w:rsidR="00827655">
        <w:rPr>
          <w:rtl/>
        </w:rPr>
        <w:t>=</w:t>
      </w:r>
      <w:r>
        <w:rPr>
          <w:rtl/>
        </w:rPr>
        <w:t xml:space="preserve"> *)</w:t>
      </w:r>
    </w:p>
    <w:p w:rsidR="00D11BDC" w:rsidRDefault="00D11BDC" w:rsidP="00D11BDC">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 السين "</w:t>
      </w:r>
    </w:p>
    <w:p w:rsidR="00481D79" w:rsidRDefault="00481D79" w:rsidP="00D11BDC">
      <w:pPr>
        <w:pStyle w:val="libFootnote0"/>
        <w:rPr>
          <w:rtl/>
        </w:rPr>
      </w:pPr>
      <w:r>
        <w:rPr>
          <w:rtl/>
        </w:rPr>
        <w:t>89 - سعد بن أبي وقاص ذكره ابن عقدة، وسليم بن قيس. روى حديثه الطبري في بشارة المصطفى: 204، والمفيد في أماليه: 58 ذح 2 عنه البحار: 40 / 49 ح 75. ورواه ابن ماجة في سننه: 1 / 45 ح 121، والنسائي في الخصائص: 47 وص 50 وص 100 بعدة طرق، والذهبي في الجزء الثاني من تاريخ الاسلام. ورواه أحمد بن حنبل في الفضائل: 148 ح 215 عنه عمدة ابن البطريق: 48، وأخرجه ابن طاووس في الطرائف: 151 ح 230 عن مسند أحمد عنه البحار: 37 / 188. ورواه ابن كثير في البداية والنهاية: 7 / 340، والگنجي في كفاية الطالب: 62 وص 285 وتاريخ دمشق: 1 / 211 - 219 ح 275 - 279 وح 281 وج 2 / 53 ح 552، وفرائد السمطين: 1 / 70 ح 37 والمعتصر من المختصر: 2 / 332 والحاكم في المستدرك: 3 / 116 عنه ابن كثير في البداية والنهاية: 7 / 340. ورواه البلاذري في أنساب الاشراف: 2 / 64، والعسقلاني في الكاف الشاف: 95 والهيثم بن كليب في مسند سعد من كتاب مسند الصحابة: 17، واسد الغابة: 4 / 25، والاصابة: 2 / 53، ومروج الذهب: 2 / 44. ورواه أبونعيم في حلية الاولياء: 4 / 356 عنه مناقب العيني الحيدرآبادي: 52، وأخرجه في كنز العمال: 12 / 208 عن أبي نعيم في فضائل الصحابة. وأخرجه البدخشي في نزل الابرار: 20 عن الطبراني وأبي نعيم. وأخرجه في البداية والنهاية: 5 / 212 عن كتاب الغدير لابن جرير الطبري بعدة طرق. وأخرجه في مجمع الزوائد: 9 / 107 عن البزار. وأخرجه في تاريخ الخلفاء: 114 عن الطبراني. وأورده في أرجح المطالب: 565 عن سعد.</w:t>
      </w:r>
    </w:p>
    <w:p w:rsidR="00481D79" w:rsidRDefault="00481D79" w:rsidP="00D11BDC">
      <w:pPr>
        <w:pStyle w:val="libFootnote0"/>
        <w:rPr>
          <w:rtl/>
        </w:rPr>
      </w:pPr>
      <w:r>
        <w:rPr>
          <w:rtl/>
        </w:rPr>
        <w:t>90 - سعد بن جنادة العوفي ذكره ابن عقدة والجعابي.</w:t>
      </w:r>
    </w:p>
    <w:p w:rsidR="00481D79" w:rsidRDefault="00481D79" w:rsidP="00D11BDC">
      <w:pPr>
        <w:pStyle w:val="libFootnote0"/>
        <w:rPr>
          <w:rtl/>
        </w:rPr>
      </w:pPr>
      <w:r>
        <w:rPr>
          <w:rtl/>
        </w:rPr>
        <w:t>91 - سعد بن عبادة الانصاري الخزرجي ذكره الجعابي.</w:t>
      </w:r>
    </w:p>
    <w:p w:rsidR="00481D79" w:rsidRDefault="00481D79" w:rsidP="00D11BDC">
      <w:pPr>
        <w:pStyle w:val="libFootnote0"/>
        <w:rPr>
          <w:rtl/>
        </w:rPr>
      </w:pPr>
      <w:r>
        <w:rPr>
          <w:rtl/>
        </w:rPr>
        <w:t>92 - سعيد بن زيد القرشي العدوي أحد العشرة المبشرة الذين ذكر ابن المغازلي أنهم من رواة الحديث.</w:t>
      </w:r>
    </w:p>
    <w:p w:rsidR="00827655" w:rsidRDefault="00481D79" w:rsidP="00B415C5">
      <w:pPr>
        <w:pStyle w:val="libFootnote0"/>
        <w:rPr>
          <w:rtl/>
        </w:rPr>
      </w:pPr>
      <w:r>
        <w:rPr>
          <w:rtl/>
        </w:rPr>
        <w:t>93 - سعيد بن سعد بن عبادة الانصاري ذكره ابن عقدة.</w:t>
      </w:r>
      <w:r w:rsidR="00827655">
        <w:rPr>
          <w:rtl/>
        </w:rPr>
        <w:t>=</w:t>
      </w:r>
    </w:p>
    <w:p w:rsidR="00481D79" w:rsidRDefault="00481D79" w:rsidP="00481D79">
      <w:pPr>
        <w:pStyle w:val="libNormal"/>
        <w:rPr>
          <w:rtl/>
        </w:rPr>
      </w:pPr>
      <w:r>
        <w:rPr>
          <w:rtl/>
        </w:rPr>
        <w:br w:type="page"/>
      </w:r>
    </w:p>
    <w:p w:rsidR="00481D79" w:rsidRDefault="005B067E" w:rsidP="005B067E">
      <w:pPr>
        <w:pStyle w:val="libLine"/>
        <w:rPr>
          <w:rtl/>
        </w:rPr>
      </w:pPr>
      <w:r>
        <w:rPr>
          <w:rtl/>
        </w:rPr>
        <w:lastRenderedPageBreak/>
        <w:t>____________________</w:t>
      </w:r>
    </w:p>
    <w:p w:rsidR="00481D79" w:rsidRDefault="00481D79" w:rsidP="00D11BDC">
      <w:pPr>
        <w:pStyle w:val="libFootnote0"/>
        <w:rPr>
          <w:rtl/>
        </w:rPr>
      </w:pPr>
      <w:r>
        <w:rPr>
          <w:rtl/>
        </w:rPr>
        <w:t>94 - سلمان الفارسي ذكره ابن عقدة، والجعابي، والقاضي بهجت أفندي، وسليم بن قيس.</w:t>
      </w:r>
    </w:p>
    <w:p w:rsidR="00481D79" w:rsidRDefault="00481D79" w:rsidP="00D11BDC">
      <w:pPr>
        <w:pStyle w:val="libFootnote0"/>
        <w:rPr>
          <w:rtl/>
        </w:rPr>
      </w:pPr>
      <w:r>
        <w:rPr>
          <w:rtl/>
        </w:rPr>
        <w:t>95 - سلمة بن عمرو بن الاكوع الاسلمي ذكره ابن عقدة والجعابي.</w:t>
      </w:r>
    </w:p>
    <w:p w:rsidR="00481D79" w:rsidRDefault="00481D79" w:rsidP="00D11BDC">
      <w:pPr>
        <w:pStyle w:val="libFootnote0"/>
        <w:rPr>
          <w:rtl/>
        </w:rPr>
      </w:pPr>
      <w:r>
        <w:rPr>
          <w:rtl/>
        </w:rPr>
        <w:t>96 - سمرة بن جندب الفزاري ذكره ابن عقدة، والجعابي، وشمس الدين الجزري.</w:t>
      </w:r>
    </w:p>
    <w:p w:rsidR="00481D79" w:rsidRDefault="00481D79" w:rsidP="00D11BDC">
      <w:pPr>
        <w:pStyle w:val="libFootnote0"/>
        <w:rPr>
          <w:rtl/>
        </w:rPr>
      </w:pPr>
      <w:r>
        <w:rPr>
          <w:rtl/>
        </w:rPr>
        <w:t>وروى حديثه ابن عساكر في تاريخ دمشق: 2 / 71 ح 568 بإسناده إلى مطرف بن سمرة بن جندب عن أبيه، والعيني الحيدرآبادي في المناقب: 51.</w:t>
      </w:r>
    </w:p>
    <w:p w:rsidR="00481D79" w:rsidRDefault="00481D79" w:rsidP="00D11BDC">
      <w:pPr>
        <w:pStyle w:val="libFootnote0"/>
        <w:rPr>
          <w:rtl/>
        </w:rPr>
      </w:pPr>
      <w:r>
        <w:rPr>
          <w:rtl/>
        </w:rPr>
        <w:t xml:space="preserve">97 - سهل بن حنيف الانصاري ذكره ابن عقدة، والجعابي، وعده في اسد الغابة من الشهود لعلي </w:t>
      </w:r>
      <w:r w:rsidR="004226A8" w:rsidRPr="00B415C5">
        <w:rPr>
          <w:rStyle w:val="libFootnoteAlaemChar"/>
          <w:rtl/>
        </w:rPr>
        <w:t>عليه‌السلام</w:t>
      </w:r>
      <w:r>
        <w:rPr>
          <w:rtl/>
        </w:rPr>
        <w:t xml:space="preserve"> بحديث المناشدة.</w:t>
      </w:r>
    </w:p>
    <w:p w:rsidR="00481D79" w:rsidRDefault="00481D79" w:rsidP="00D11BDC">
      <w:pPr>
        <w:pStyle w:val="libFootnote0"/>
        <w:rPr>
          <w:rtl/>
        </w:rPr>
      </w:pPr>
      <w:r>
        <w:rPr>
          <w:rtl/>
        </w:rPr>
        <w:t xml:space="preserve">98 - سهل بن سعد الساعدي الانصاري ذكره ابن عقدة والجعابي، وعده في ينابيع المودة: 38 فيما أخرجه عن السمهودي في جواهر العقدين من الشهود لعلي </w:t>
      </w:r>
      <w:r w:rsidR="004226A8" w:rsidRPr="00B415C5">
        <w:rPr>
          <w:rStyle w:val="libFootnoteAlaemChar"/>
          <w:rtl/>
        </w:rPr>
        <w:t>عليه‌السلام</w:t>
      </w:r>
      <w:r>
        <w:rPr>
          <w:rtl/>
        </w:rPr>
        <w:t xml:space="preserve"> بحديث المناشدة.</w:t>
      </w:r>
    </w:p>
    <w:p w:rsidR="00481D79" w:rsidRDefault="00481D79" w:rsidP="00D11BDC">
      <w:pPr>
        <w:pStyle w:val="libFootnote0"/>
        <w:rPr>
          <w:rtl/>
        </w:rPr>
      </w:pPr>
      <w:r>
        <w:rPr>
          <w:rtl/>
        </w:rPr>
        <w:t>" الشين "</w:t>
      </w:r>
    </w:p>
    <w:p w:rsidR="00481D79" w:rsidRDefault="00481D79" w:rsidP="00D11BDC">
      <w:pPr>
        <w:pStyle w:val="libFootnote0"/>
        <w:rPr>
          <w:rtl/>
        </w:rPr>
      </w:pPr>
      <w:r>
        <w:rPr>
          <w:rtl/>
        </w:rPr>
        <w:t xml:space="preserve">99 - شريط بن أنس بن مالك الاشجعي روى حديثه ابن عساكر في ترجمة الامام أمير المؤمنين </w:t>
      </w:r>
      <w:r w:rsidR="004226A8" w:rsidRPr="00B415C5">
        <w:rPr>
          <w:rStyle w:val="libFootnoteAlaemChar"/>
          <w:rtl/>
        </w:rPr>
        <w:t>عليه‌السلام</w:t>
      </w:r>
      <w:r>
        <w:rPr>
          <w:rtl/>
        </w:rPr>
        <w:t xml:space="preserve"> من تاريخ دمشق: 2 / 72 ح 569 بإسناده إلى أحمد بن إبراهيم بن نبيط بن شريط قال: حدثني أبي، عن أبيه، عن جده.</w:t>
      </w:r>
    </w:p>
    <w:p w:rsidR="00481D79" w:rsidRDefault="00481D79" w:rsidP="00D11BDC">
      <w:pPr>
        <w:pStyle w:val="libFootnote0"/>
        <w:rPr>
          <w:rtl/>
        </w:rPr>
      </w:pPr>
      <w:r>
        <w:rPr>
          <w:rtl/>
        </w:rPr>
        <w:t>" الضاد "</w:t>
      </w:r>
    </w:p>
    <w:p w:rsidR="00481D79" w:rsidRDefault="00481D79" w:rsidP="00D11BDC">
      <w:pPr>
        <w:pStyle w:val="libFootnote0"/>
        <w:rPr>
          <w:rtl/>
        </w:rPr>
      </w:pPr>
      <w:r>
        <w:rPr>
          <w:rtl/>
        </w:rPr>
        <w:t>100 - ضميرة الاسدي وقيل: ضمرة، واختلف في إسم أبيه فقيل: حبيب، وقيل: حديد، وقيل: جندب. روى حديثه ابن عقدة والجعابي.</w:t>
      </w:r>
    </w:p>
    <w:p w:rsidR="00481D79" w:rsidRDefault="00481D79" w:rsidP="00D11BDC">
      <w:pPr>
        <w:pStyle w:val="libFootnote0"/>
        <w:rPr>
          <w:rtl/>
        </w:rPr>
      </w:pPr>
      <w:r>
        <w:rPr>
          <w:rtl/>
        </w:rPr>
        <w:t>" الطاء "</w:t>
      </w:r>
    </w:p>
    <w:p w:rsidR="00827655" w:rsidRDefault="00481D79" w:rsidP="00D11BDC">
      <w:pPr>
        <w:pStyle w:val="libFootnote0"/>
        <w:rPr>
          <w:rtl/>
        </w:rPr>
      </w:pPr>
      <w:r>
        <w:rPr>
          <w:rtl/>
        </w:rPr>
        <w:t xml:space="preserve">101 - طاووس بن كيسان روى حديثه أحمد بن حنبل في الفضائل: 87 ح 129. والحافظ عبدالرزاق الصنعاني في المصنف: 11 / 225 ح 20388. </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102 - طلحة بن عبيد الله ذكره ابن عقدة والجعابي والخوارزمي وسليم بن قيس. وقد روي الحديث عنه في مناشدة علي </w:t>
      </w:r>
      <w:r w:rsidR="004226A8" w:rsidRPr="002C22CA">
        <w:rPr>
          <w:rStyle w:val="libFootnoteAlaemChar"/>
          <w:rtl/>
        </w:rPr>
        <w:t>عليه‌السلام</w:t>
      </w:r>
      <w:r w:rsidR="00481D79">
        <w:rPr>
          <w:rtl/>
        </w:rPr>
        <w:t xml:space="preserve"> إياه يوم الجمل. رواه الحافظ البيهقي في الاعتقاد على مذهب السلف أهل السنة والجماعة: 195. والحاكم في المستدرك: 3 / 371 عنه كنز العمال: 12 / 208، والحافظ العسقلاني في الكاف الشاف: 96. ورواه ابن عساكر في ترجمة الامام أمير المؤمنين </w:t>
      </w:r>
      <w:r w:rsidR="004226A8" w:rsidRPr="002C22CA">
        <w:rPr>
          <w:rStyle w:val="libFootnoteAlaemChar"/>
          <w:rtl/>
        </w:rPr>
        <w:t>عليه‌السلام</w:t>
      </w:r>
      <w:r w:rsidR="00481D79">
        <w:rPr>
          <w:rtl/>
        </w:rPr>
        <w:t xml:space="preserve"> من تاريخ دمشق: 2 / 56 ح 553. وج 25 / 441 أو 150 في ترجمة طلحة بن عبيد الله.</w:t>
      </w:r>
    </w:p>
    <w:p w:rsidR="00481D79" w:rsidRDefault="00481D79" w:rsidP="00D11BDC">
      <w:pPr>
        <w:pStyle w:val="libFootnote0"/>
        <w:rPr>
          <w:rtl/>
        </w:rPr>
      </w:pPr>
      <w:r>
        <w:rPr>
          <w:rtl/>
        </w:rPr>
        <w:t>ورواه المسعودي في مروج الذهب: 2 / 364، والعاصمي في زين الفتى كما في الغدير: 1 / 46 والخوارزمي في المناقب: 112. وأخرجه في مجمع الزوائد: 9 / 107 عن البزار، وأخرجه ابن كثير في البداية والنهاية: 7 / 349.</w:t>
      </w:r>
    </w:p>
    <w:p w:rsidR="00481D79" w:rsidRDefault="00481D79" w:rsidP="00D11BDC">
      <w:pPr>
        <w:pStyle w:val="libFootnote0"/>
        <w:rPr>
          <w:rtl/>
        </w:rPr>
      </w:pPr>
      <w:r>
        <w:rPr>
          <w:rtl/>
        </w:rPr>
        <w:t>" العين "</w:t>
      </w:r>
    </w:p>
    <w:p w:rsidR="00481D79" w:rsidRDefault="00481D79" w:rsidP="00D11BDC">
      <w:pPr>
        <w:pStyle w:val="libFootnote0"/>
        <w:rPr>
          <w:rtl/>
        </w:rPr>
      </w:pPr>
      <w:r>
        <w:rPr>
          <w:rtl/>
        </w:rPr>
        <w:t>103 - عائشة بنت أبي بكر روى الحديث عنها: ابن عقدة والجعابي. وأخرجه السيد ابن طاووس في الطرائف: 121 ح 184 عن أبي سعيد مسعود السجستاني عنه البحار: 37 / 180 ح 67.</w:t>
      </w:r>
    </w:p>
    <w:p w:rsidR="00481D79" w:rsidRDefault="00481D79" w:rsidP="00D11BDC">
      <w:pPr>
        <w:pStyle w:val="libFootnote0"/>
        <w:rPr>
          <w:rtl/>
        </w:rPr>
      </w:pPr>
      <w:r>
        <w:rPr>
          <w:rtl/>
        </w:rPr>
        <w:t>104 - عامر بن عمير النميري ذكره ابن عقدة والجعابي. وأخرج حديثه ابن حجر العسقلاني في الاصابة: 2 / 255 عن أبي موسى بن أكتل بن عمير النميري عن عمه عامر.</w:t>
      </w:r>
    </w:p>
    <w:p w:rsidR="00481D79" w:rsidRDefault="00481D79" w:rsidP="00D11BDC">
      <w:pPr>
        <w:pStyle w:val="libFootnote0"/>
        <w:rPr>
          <w:rtl/>
        </w:rPr>
      </w:pPr>
      <w:r>
        <w:rPr>
          <w:rtl/>
        </w:rPr>
        <w:t>105 - عامر بن ليلى بن جندب بن سفيان الغفلي البجلي روى حديثه ابن عقدة.</w:t>
      </w:r>
    </w:p>
    <w:p w:rsidR="00481D79" w:rsidRDefault="00481D79" w:rsidP="00D11BDC">
      <w:pPr>
        <w:pStyle w:val="libFootnote0"/>
        <w:rPr>
          <w:rtl/>
        </w:rPr>
      </w:pPr>
      <w:r>
        <w:rPr>
          <w:rtl/>
        </w:rPr>
        <w:t>106 - عامر بن ليلى الغفاري روى حديثه ابن عقدة.</w:t>
      </w:r>
    </w:p>
    <w:p w:rsidR="00827655" w:rsidRDefault="00481D79" w:rsidP="00D11BDC">
      <w:pPr>
        <w:pStyle w:val="libFootnote0"/>
        <w:rPr>
          <w:rtl/>
        </w:rPr>
      </w:pPr>
      <w:r>
        <w:rPr>
          <w:rtl/>
        </w:rPr>
        <w:t xml:space="preserve">107 - عامر بن ليلى بن ضمرة روى حديثه ابن عقدة، عنه الاصابة: 2 / 257 وأخرجه السمهودي في جواهر العقدين عنه وعن أبي موسى وأبي الفتوح العجلي. </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وأخرجه في اسد الغابة: 3 / 92 عن أبي موسى. وابن الصباغ المالكي نقلا عن كتاب الموجز للحافظ أسعد بن أبي الفضائل. وأورده باكثير الحضرمي في وسيلة المآل.</w:t>
      </w:r>
    </w:p>
    <w:p w:rsidR="00481D79" w:rsidRDefault="00481D79" w:rsidP="00D11BDC">
      <w:pPr>
        <w:pStyle w:val="libFootnote0"/>
        <w:rPr>
          <w:rtl/>
        </w:rPr>
      </w:pPr>
      <w:r>
        <w:rPr>
          <w:rtl/>
        </w:rPr>
        <w:t>108 - عبادة بن الصامت الخزرجي الانصاري ذكره الجعابي.</w:t>
      </w:r>
    </w:p>
    <w:p w:rsidR="00481D79" w:rsidRDefault="00481D79" w:rsidP="00D11BDC">
      <w:pPr>
        <w:pStyle w:val="libFootnote0"/>
        <w:rPr>
          <w:rtl/>
        </w:rPr>
      </w:pPr>
      <w:r>
        <w:rPr>
          <w:rtl/>
        </w:rPr>
        <w:t>109 - العباس بن عبدالمطلب بن هاشم روى حديثه ابن عقدة والجعابي.</w:t>
      </w:r>
    </w:p>
    <w:p w:rsidR="00481D79" w:rsidRDefault="00481D79" w:rsidP="00D11BDC">
      <w:pPr>
        <w:pStyle w:val="libFootnote0"/>
        <w:rPr>
          <w:rtl/>
        </w:rPr>
      </w:pPr>
      <w:r>
        <w:rPr>
          <w:rtl/>
        </w:rPr>
        <w:t>110 - عبدالاعلى بن عدي البهراني ذكره الجعابي.</w:t>
      </w:r>
    </w:p>
    <w:p w:rsidR="00481D79" w:rsidRDefault="00481D79" w:rsidP="00D11BDC">
      <w:pPr>
        <w:pStyle w:val="libFootnote0"/>
        <w:rPr>
          <w:rtl/>
        </w:rPr>
      </w:pPr>
      <w:r>
        <w:rPr>
          <w:rtl/>
        </w:rPr>
        <w:t>111 - عبدالله بن أبي أوفى الاسلمي ذكره ابن عقدة وسليم بن قيس. ورواه ابن المغازلي في المناقب: 23 ح 34 أخرجه عنه في الطرائف: 145 ح 220. وأخرجه في البحار: 37 / 185 ح 70 عن الطرائف. ورواه ابن إدريس في الجرح والتعديل: 4 / 431، والحسكاني في شواهد التنزيل: 1 / 190 ح 247 والحافظ النجار في الكنى: 66.</w:t>
      </w:r>
    </w:p>
    <w:p w:rsidR="00481D79" w:rsidRDefault="00481D79" w:rsidP="00D11BDC">
      <w:pPr>
        <w:pStyle w:val="libFootnote0"/>
        <w:rPr>
          <w:rtl/>
        </w:rPr>
      </w:pPr>
      <w:r>
        <w:rPr>
          <w:rtl/>
        </w:rPr>
        <w:t>112 - عبدالله بن أنيس ذكره الجعابي. [ حمل هذا الاسم ستة من الصحابة وهم: 1 - عبدالله بن أنس أبوفاطمة الاسدي. 2 - عبدالله بن أنيس الاسلمي. 3 - عبدالله بن أنيس الجهني الانصاري.</w:t>
      </w:r>
    </w:p>
    <w:p w:rsidR="00481D79" w:rsidRDefault="00481D79" w:rsidP="00D11BDC">
      <w:pPr>
        <w:pStyle w:val="libFootnote0"/>
        <w:rPr>
          <w:rtl/>
        </w:rPr>
      </w:pPr>
      <w:r>
        <w:rPr>
          <w:rtl/>
        </w:rPr>
        <w:t>4 - عبدالله بن أنيس الزهري.5 -عبدالله بن أنس، وقيل: أنيس.6 -عبدالله بن أنيس العامري. ] 113 - عبدالله بن بديل بن ورقاء ذكره الطوسي في رجال الكشي في حديث الركبان.</w:t>
      </w:r>
    </w:p>
    <w:p w:rsidR="00481D79" w:rsidRDefault="00481D79" w:rsidP="00D11BDC">
      <w:pPr>
        <w:pStyle w:val="libFootnote0"/>
        <w:rPr>
          <w:rtl/>
        </w:rPr>
      </w:pPr>
      <w:r>
        <w:rPr>
          <w:rtl/>
        </w:rPr>
        <w:t>114 - عبدالله بن بشير المازني ذكره ابن عقدة، وشهاب الدين.</w:t>
      </w:r>
    </w:p>
    <w:p w:rsidR="00827655" w:rsidRDefault="00481D79" w:rsidP="002C22CA">
      <w:pPr>
        <w:pStyle w:val="libFootnote0"/>
        <w:rPr>
          <w:rtl/>
        </w:rPr>
      </w:pPr>
      <w:r>
        <w:rPr>
          <w:rtl/>
        </w:rPr>
        <w:t xml:space="preserve">115 - عبدالله بن ثابت الانصاري خادم رسول الله </w:t>
      </w:r>
      <w:r w:rsidR="004226A8" w:rsidRPr="002C22CA">
        <w:rPr>
          <w:rStyle w:val="libFootnoteAlaemChar"/>
          <w:rtl/>
        </w:rPr>
        <w:t>صلى‌الله‌عليه‌وآله</w:t>
      </w:r>
      <w:r>
        <w:rPr>
          <w:rtl/>
        </w:rPr>
        <w:t xml:space="preserve"> ذكره ابن عقدة والجعابي والقاضي بهجت أفندي. وعده ابن الاثير في اسد الغابة من الشهود لعلي </w:t>
      </w:r>
      <w:r w:rsidR="004226A8" w:rsidRPr="002C22CA">
        <w:rPr>
          <w:rStyle w:val="libFootnoteAlaemChar"/>
          <w:rtl/>
        </w:rPr>
        <w:t>عليه‌السلام</w:t>
      </w:r>
      <w:r>
        <w:rPr>
          <w:rtl/>
        </w:rPr>
        <w:t xml:space="preserve"> بحديث المناشدة.</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116 - عبدالله بن جعفر بن أبي طالب ذكره ابن عقدة والجعابي.</w:t>
      </w:r>
    </w:p>
    <w:p w:rsidR="00481D79" w:rsidRDefault="00481D79" w:rsidP="00D11BDC">
      <w:pPr>
        <w:pStyle w:val="libFootnote0"/>
        <w:rPr>
          <w:rtl/>
        </w:rPr>
      </w:pPr>
      <w:r>
        <w:rPr>
          <w:rtl/>
        </w:rPr>
        <w:t xml:space="preserve">وروى سليم بن قيس في كتابه: 231 حديث احتجاج عبدالله بن جعفر على معاوية وسماعه حديث الغدير من الرسول </w:t>
      </w:r>
      <w:r w:rsidR="004226A8" w:rsidRPr="002C22CA">
        <w:rPr>
          <w:rStyle w:val="libFootnoteAlaemChar"/>
          <w:rtl/>
        </w:rPr>
        <w:t>صلى‌الله‌عليه‌وآله</w:t>
      </w:r>
      <w:r>
        <w:rPr>
          <w:rtl/>
        </w:rPr>
        <w:t xml:space="preserve"> وجماعة منهم: عمر بن أبي سلمة واسامة بن زيد وسعد بن أبي وقاص وسلمان الفارسي وأبوذر والمقداد والزبير بن العوام والفضل بن عباس. أخرجه عن كتاب سليم في البحار: 8 / 582 (ط. حجر) والاحتجاج: 2 / 3.</w:t>
      </w:r>
    </w:p>
    <w:p w:rsidR="00481D79" w:rsidRDefault="00481D79" w:rsidP="00D11BDC">
      <w:pPr>
        <w:pStyle w:val="libFootnote0"/>
        <w:rPr>
          <w:rtl/>
        </w:rPr>
      </w:pPr>
      <w:r>
        <w:rPr>
          <w:rtl/>
        </w:rPr>
        <w:t xml:space="preserve">117 - عبدالله بن حنطب المخزومي أخرج قطعة من روايته خطبة الرسول </w:t>
      </w:r>
      <w:r w:rsidR="004226A8" w:rsidRPr="002C22CA">
        <w:rPr>
          <w:rStyle w:val="libFootnoteAlaemChar"/>
          <w:rtl/>
        </w:rPr>
        <w:t>صلى‌الله‌عليه‌وآله</w:t>
      </w:r>
      <w:r>
        <w:rPr>
          <w:rtl/>
        </w:rPr>
        <w:t xml:space="preserve"> بالجحفة السيوطي في إحياء الميت: 260 ح 43 المطبوع بهامش الاتحاف للشبراوي، ومجمع الزوائد: 5 / 195 عن الطبراني. وأورده في اسد الغابة: 3 / 147.</w:t>
      </w:r>
    </w:p>
    <w:p w:rsidR="00481D79" w:rsidRDefault="00481D79" w:rsidP="00D11BDC">
      <w:pPr>
        <w:pStyle w:val="libFootnote0"/>
        <w:rPr>
          <w:rtl/>
        </w:rPr>
      </w:pPr>
      <w:r>
        <w:rPr>
          <w:rtl/>
        </w:rPr>
        <w:t>118 - عبدالله بن ربيعة ذكره الجعابي، والخوارزمي.</w:t>
      </w:r>
    </w:p>
    <w:p w:rsidR="00827655" w:rsidRDefault="00481D79" w:rsidP="00D11BDC">
      <w:pPr>
        <w:pStyle w:val="libFootnote0"/>
        <w:rPr>
          <w:rtl/>
        </w:rPr>
      </w:pPr>
      <w:r>
        <w:rPr>
          <w:rtl/>
        </w:rPr>
        <w:t xml:space="preserve">119 - عبدالله بن عباس ذكره سليم بن قيس وابن عقدة والجعابي والقاضي بهجت أفندي. روى حديثه الصدوق في أماليه: 290 ح 10، عنه البحار: 37 / 109 ح 3. والطبري في بشارة المصطفى: 301، وفرات الكوفي في تفسيره: 190. ورواه الثعلبي في تفسيره (مخطوط) بإسناده إلى أبي صالح عن ابن عباس، عنه الطرائف: 152 ح 234. وأخرجه في البحار: 37 / 189 عن الطرائف، وأرجح المطالب: 576، والكركي في نفحات اللاهوت: 27. وأخرجه عبدالله الشافعي في المناقب: 105 وص 106 (مخطوط) عن الثعلبي والحبري. ورواه الحافظ الحبري فيما نزل من القرآن في علي </w:t>
      </w:r>
      <w:r w:rsidR="004226A8" w:rsidRPr="002C22CA">
        <w:rPr>
          <w:rStyle w:val="libFootnoteAlaemChar"/>
          <w:rtl/>
        </w:rPr>
        <w:t>عليه‌السلام</w:t>
      </w:r>
      <w:r>
        <w:rPr>
          <w:rtl/>
        </w:rPr>
        <w:t xml:space="preserve">: 54. والحسكاني في شواهد التنزيل: 1 / 188 ح 245، ثم قال: رواه جماعة عن الحبري. وأخرجه السبيعي في تفسيره عنه، وقال: طرق الحديث مستقصاة في كتاب دعاء الهداة إلى أداء حق الموالات من تصنيفي في عشرة أجزاء. ورواه في ص 192 ح 249 وح 250، عنه مجمع البيان: 3 / 223 عنه تفسير الثعلبي، وأخرجه في البحار: 37 / 250 عن المجمع. ورواه ابن عساكر في ترجمة الامام علي </w:t>
      </w:r>
      <w:r w:rsidR="004226A8" w:rsidRPr="002C22CA">
        <w:rPr>
          <w:rStyle w:val="libFootnoteAlaemChar"/>
          <w:rtl/>
        </w:rPr>
        <w:t>عليه‌السلام</w:t>
      </w:r>
      <w:r>
        <w:rPr>
          <w:rtl/>
        </w:rPr>
        <w:t xml:space="preserve"> من تاريخ دمشق: 1 / 368 ح 464 وج 2 / 36 ح 33. والنسائي في الخصائص: 64 بإسناده إلى عمرو بن ميمون، عن ابن عباس في حديث طويل. والخوارزمي في المناقب: 75 بإسناد له إلى البيهقي. </w:t>
      </w:r>
      <w:r w:rsidR="00827655">
        <w:rPr>
          <w:rtl/>
        </w:rPr>
        <w:t>=</w:t>
      </w:r>
    </w:p>
    <w:p w:rsidR="00827655" w:rsidRDefault="00481D79" w:rsidP="00481D79">
      <w:pPr>
        <w:pStyle w:val="libNormal"/>
        <w:rPr>
          <w:rtl/>
        </w:rPr>
      </w:pPr>
      <w:r>
        <w:rPr>
          <w:rtl/>
        </w:rPr>
        <w:br w:type="page"/>
      </w:r>
    </w:p>
    <w:p w:rsidR="00481D79" w:rsidRDefault="00827655" w:rsidP="00D11BDC">
      <w:pPr>
        <w:pStyle w:val="libFootnote0"/>
        <w:rPr>
          <w:rtl/>
        </w:rPr>
      </w:pPr>
      <w:r>
        <w:rPr>
          <w:rtl/>
        </w:rPr>
        <w:lastRenderedPageBreak/>
        <w:t>=</w:t>
      </w:r>
      <w:r w:rsidR="00481D79">
        <w:rPr>
          <w:rtl/>
        </w:rPr>
        <w:t xml:space="preserve"> ومحب الدين الطبري في الرياض النضرة: 2 / 203، وذخائر العقبى: 87. ورواه أحمد بن حنبل في مسنده: 1 / 331 عنه البداية والنهاية: 7 / 337. ورواه ابن أبي الفوارس في الاربعين: 39 (مخطوط) وعلوي بن طاهر في القول الفصل: 2 / 221. والحاكم في المستدرك: 3 / 132، والخطيب البغدادي في تاريخ بغداد: 12 / 343. ورواه أبوسعيد مسعود ناصر السجستاني في كتاب الدراية بإسناده من عدة طرق على ما نقله عنه السيد ابن طاووس في إقبال الاعمال: 454 عنه البحار: 37 / 130، وفي الطرائف: 12 ح 184 وح 185 عنه البحار المذكور ص 180 ح 67.</w:t>
      </w:r>
    </w:p>
    <w:p w:rsidR="00481D79" w:rsidRDefault="00481D79" w:rsidP="00D11BDC">
      <w:pPr>
        <w:pStyle w:val="libFootnote0"/>
        <w:rPr>
          <w:rtl/>
        </w:rPr>
      </w:pPr>
      <w:r>
        <w:rPr>
          <w:rtl/>
        </w:rPr>
        <w:t>ورواه المحاملي في أماليه على ما نقله عنه السيوطي في الجامع الصغير: 141 ح 5598، والنبهاني في الفتح الكبير 2 / 242، والوصابي في الاكتفاء. وكنز العمال: 12 / 204، وأخرجه في ينابيع المودة: 185 عن الجامع الصغير. وأخرجه الاربلي في كشف الغمة: 1 / 318 عن ابن مردويه في المناقب عنه البحار: 37 / 177، وأرجح المطالب: 564 وص 570، والبدخشي في مفتاح النجا: 58 (مخطوط). وأخرجه في نزل الابرار: 20 عنه وعن البزار وفي ص 21 عن أحمد وابن حبان والحاكم وستمويه والسجستاني. وفي مجمع الزوائد: 9 / 108 عن أحمد والطبراني. وفي كفاية الطالب: 115 عن أحمد وابن عساكر. وأخرجه السيوطي في تاريخ الخلفاء: 114، ومجمع الزوائد: 9 / 108 عن البزار. والقرشي في شمس الاخبار: 38 عن أمالي المرشد. وأورده نظام الدين النيسابوري في تفسيره: 6 / 194. والآلوسي في روح المعاني: 2 / 348، والفخر الرازي في تفسيره: 12 / 49 عنه البحار: 37 / 249 والاصابة / 509. وأخرجه العيني الحيدرآبادي في المناقب: 52 عن أحمد والحاكم وابن حبان وابن منصور، وفي كشف الغمة: 1 / 312 عن العز المحدث الحنبلي.</w:t>
      </w:r>
    </w:p>
    <w:p w:rsidR="00481D79" w:rsidRDefault="00481D79" w:rsidP="00D11BDC">
      <w:pPr>
        <w:pStyle w:val="libFootnote0"/>
        <w:rPr>
          <w:rtl/>
        </w:rPr>
      </w:pPr>
      <w:r>
        <w:rPr>
          <w:rtl/>
        </w:rPr>
        <w:t xml:space="preserve">120 - عبدالله بن عبدالاسد بن هلال المخزومي أخو النبي </w:t>
      </w:r>
      <w:r w:rsidR="004226A8" w:rsidRPr="002C22CA">
        <w:rPr>
          <w:rStyle w:val="libFootnoteAlaemChar"/>
          <w:rtl/>
        </w:rPr>
        <w:t>صلى‌الله‌عليه‌وآله</w:t>
      </w:r>
      <w:r>
        <w:rPr>
          <w:rtl/>
        </w:rPr>
        <w:t xml:space="preserve"> من الرضاعة وابن عمته وزوج ام سلمة. ذكره ابن عقدة.</w:t>
      </w:r>
    </w:p>
    <w:p w:rsidR="00827655" w:rsidRDefault="00481D79" w:rsidP="00D11BDC">
      <w:pPr>
        <w:pStyle w:val="libFootnote0"/>
        <w:rPr>
          <w:rtl/>
        </w:rPr>
      </w:pPr>
      <w:r>
        <w:rPr>
          <w:rtl/>
        </w:rPr>
        <w:t xml:space="preserve">121 - عبدالله بن عمر بن الخطاب ذكره ابن عقدة، والجعابي، والخوارزمي، وسليم بن قيس، وشمس الدين الجزري. روى حديثه الطبراني في المعجم الكبير على ما نقله عنه في مجمع الزوائد: 9 / 106، والقلندر الهندي في الروض الازهر: 100، والسيوطي في تاريخ الخلفاء: 114 وكنز العمال: 6 / 154. </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ورواه ابن أبي شيبة في سننه على ما أخرجه عنه العيني الحيدرآبادي في مناقب علي: 52، والوصابي في الاكتفاء، والامرتسري في أرجح المطالب: 565. ورواه ابن عساكر في ترجمة الامام أمير المؤمنين </w:t>
      </w:r>
      <w:r w:rsidR="004226A8" w:rsidRPr="002C22CA">
        <w:rPr>
          <w:rStyle w:val="libFootnoteAlaemChar"/>
          <w:rtl/>
        </w:rPr>
        <w:t>عليه‌السلام</w:t>
      </w:r>
      <w:r w:rsidR="00481D79">
        <w:rPr>
          <w:rtl/>
        </w:rPr>
        <w:t xml:space="preserve"> من تاريخ دمشق: 2 / 83 ح 583. وأخرجه الشفشاوي في سعد الشموس والاقمار: 209 عن الترمذي.</w:t>
      </w:r>
    </w:p>
    <w:p w:rsidR="00481D79" w:rsidRDefault="00481D79" w:rsidP="00D11BDC">
      <w:pPr>
        <w:pStyle w:val="libFootnote0"/>
        <w:rPr>
          <w:rtl/>
        </w:rPr>
      </w:pPr>
      <w:r>
        <w:rPr>
          <w:rtl/>
        </w:rPr>
        <w:t xml:space="preserve">122 - عبدالله بن مسعود روى حديثه ابن عقدة والخوارزمي، وابن المغازلي في المناقب: 23 ح 32 عنه عمدة ابن البطريق: 54. وأخرجه في البحار: 37 / 196 ح 79 عن العمدة. ورواه ابن عساكر في ترجمة الامام أمير المؤمنين </w:t>
      </w:r>
      <w:r w:rsidR="004226A8" w:rsidRPr="002C22CA">
        <w:rPr>
          <w:rStyle w:val="libFootnoteAlaemChar"/>
          <w:rtl/>
        </w:rPr>
        <w:t>عليه‌السلام</w:t>
      </w:r>
      <w:r>
        <w:rPr>
          <w:rtl/>
        </w:rPr>
        <w:t xml:space="preserve"> من تاريخ دمشق: 2 / 58 ح 554. والقاضي الشوكاني في تفسيره: 2 / 57.</w:t>
      </w:r>
    </w:p>
    <w:p w:rsidR="00481D79" w:rsidRDefault="00481D79" w:rsidP="00D11BDC">
      <w:pPr>
        <w:pStyle w:val="libFootnote0"/>
        <w:rPr>
          <w:rtl/>
        </w:rPr>
      </w:pPr>
      <w:r>
        <w:rPr>
          <w:rtl/>
        </w:rPr>
        <w:t xml:space="preserve">123 - عبدالله بن ياميل روى حديثه ابن عقدة في حديث الولاية بإسنادة إلى الصادق </w:t>
      </w:r>
      <w:r w:rsidR="004226A8" w:rsidRPr="002C22CA">
        <w:rPr>
          <w:rStyle w:val="libFootnoteAlaemChar"/>
          <w:rtl/>
        </w:rPr>
        <w:t>عليه‌السلام</w:t>
      </w:r>
      <w:r>
        <w:rPr>
          <w:rtl/>
        </w:rPr>
        <w:t xml:space="preserve"> بإسناده إلى عبدالله بن ياميل عنه اسد الغابة: 3 / 274، والاصابة: 2 / 384، وأرجح المطالب: 564. روى حديثه ابن عقدة في كتابه حديث الولاية وفي كتابه المفرد في الحديث بسند له إلى إبراهيم بن محمد، عن جعفر بن محمد، عن أبيه </w:t>
      </w:r>
      <w:r w:rsidR="004226A8" w:rsidRPr="002C22CA">
        <w:rPr>
          <w:rStyle w:val="libFootnoteAlaemChar"/>
          <w:rtl/>
        </w:rPr>
        <w:t>عليهما‌السلام</w:t>
      </w:r>
      <w:r>
        <w:rPr>
          <w:rtl/>
        </w:rPr>
        <w:t xml:space="preserve"> وأيمن بن نابل بن عبدالله بن ياميل، عن عبدالله بن اميل. عنه اسد الغابة: 3 / 274 والاصابة: 2 / 384. وأورده عنه في ينابيع المودة: 34.</w:t>
      </w:r>
    </w:p>
    <w:p w:rsidR="00481D79" w:rsidRDefault="00481D79" w:rsidP="00D11BDC">
      <w:pPr>
        <w:pStyle w:val="libFootnote0"/>
        <w:rPr>
          <w:rtl/>
        </w:rPr>
      </w:pPr>
      <w:r>
        <w:rPr>
          <w:rtl/>
        </w:rPr>
        <w:t xml:space="preserve">124 - عبيد الله بن العباس ذكره سليم بن قيس في حديث مفاخرة علي </w:t>
      </w:r>
      <w:r w:rsidR="004226A8" w:rsidRPr="002C22CA">
        <w:rPr>
          <w:rStyle w:val="libFootnoteAlaemChar"/>
          <w:rtl/>
        </w:rPr>
        <w:t>عليه‌السلام</w:t>
      </w:r>
      <w:r>
        <w:rPr>
          <w:rtl/>
        </w:rPr>
        <w:t xml:space="preserve"> على أكثر من مائتي رجل من المهاجرين والانصار.</w:t>
      </w:r>
    </w:p>
    <w:p w:rsidR="00481D79" w:rsidRDefault="00481D79" w:rsidP="00D11BDC">
      <w:pPr>
        <w:pStyle w:val="libFootnote0"/>
        <w:rPr>
          <w:rtl/>
        </w:rPr>
      </w:pPr>
      <w:r>
        <w:rPr>
          <w:rtl/>
        </w:rPr>
        <w:t xml:space="preserve">125 - عبيد بن عازب الانصاري ذكر ابن عقدة. وعده في اسد الغابة من الشهود لعلي </w:t>
      </w:r>
      <w:r w:rsidR="004226A8" w:rsidRPr="002C22CA">
        <w:rPr>
          <w:rStyle w:val="libFootnoteAlaemChar"/>
          <w:rtl/>
        </w:rPr>
        <w:t>عليه‌السلام</w:t>
      </w:r>
      <w:r>
        <w:rPr>
          <w:rtl/>
        </w:rPr>
        <w:t xml:space="preserve"> بحديث المناشدة.</w:t>
      </w:r>
    </w:p>
    <w:p w:rsidR="00481D79" w:rsidRDefault="00481D79" w:rsidP="00D11BDC">
      <w:pPr>
        <w:pStyle w:val="libFootnote0"/>
        <w:rPr>
          <w:rtl/>
        </w:rPr>
      </w:pPr>
      <w:r>
        <w:rPr>
          <w:rtl/>
        </w:rPr>
        <w:t>126 - عبدالرحمن بن أبي ليلى الانصاري ذكره سليم بن قيس.</w:t>
      </w:r>
    </w:p>
    <w:p w:rsidR="00481D79" w:rsidRDefault="00481D79" w:rsidP="00D11BDC">
      <w:pPr>
        <w:pStyle w:val="libFootnote0"/>
        <w:rPr>
          <w:rtl/>
        </w:rPr>
      </w:pPr>
      <w:r>
        <w:rPr>
          <w:rtl/>
        </w:rPr>
        <w:t xml:space="preserve">127 - عبدالرحمن بن عبد رب الانصاري روى حديثه ابن عقدة والقاضي بهجت أفندي. وعده في اسد الغابة: 3 / 307 وج 5 / 205 والاصابة: 2 / 408 وينابيع المودة: 34 من الشهود لعلي </w:t>
      </w:r>
      <w:r w:rsidR="004226A8" w:rsidRPr="002C22CA">
        <w:rPr>
          <w:rStyle w:val="libFootnoteAlaemChar"/>
          <w:rtl/>
        </w:rPr>
        <w:t>عليه‌السلام</w:t>
      </w:r>
      <w:r>
        <w:rPr>
          <w:rtl/>
        </w:rPr>
        <w:t xml:space="preserve"> بحديث المناشدة.</w:t>
      </w:r>
    </w:p>
    <w:p w:rsidR="00827655" w:rsidRDefault="00481D79" w:rsidP="002C22CA">
      <w:pPr>
        <w:pStyle w:val="libFootnote0"/>
        <w:rPr>
          <w:rtl/>
        </w:rPr>
      </w:pPr>
      <w:r>
        <w:rPr>
          <w:rtl/>
        </w:rPr>
        <w:t>128 - عبدالرحمن بن عوف روى حديثه ابن عقدة والجعابي وسليم بن قيس.</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129 - عبدالرحمن بن مدلج روى حديثه ابن عقدة. وعده في اسد الغابة: 3 / 321 ممن كتم الحديث عند مناشدة علي </w:t>
      </w:r>
      <w:r w:rsidR="004226A8" w:rsidRPr="002C22CA">
        <w:rPr>
          <w:rStyle w:val="libFootnoteAlaemChar"/>
          <w:rtl/>
        </w:rPr>
        <w:t>عليه‌السلام</w:t>
      </w:r>
      <w:r w:rsidR="00481D79">
        <w:rPr>
          <w:rtl/>
        </w:rPr>
        <w:t>.</w:t>
      </w:r>
    </w:p>
    <w:p w:rsidR="00481D79" w:rsidRDefault="00481D79" w:rsidP="00D11BDC">
      <w:pPr>
        <w:pStyle w:val="libFootnote0"/>
        <w:rPr>
          <w:rtl/>
        </w:rPr>
      </w:pPr>
      <w:r>
        <w:rPr>
          <w:rtl/>
        </w:rPr>
        <w:t>130 - عبدالرحمن بن يعمر الدؤلي ذكره ابن عقدة والخوارزمي.</w:t>
      </w:r>
    </w:p>
    <w:p w:rsidR="00481D79" w:rsidRDefault="00481D79" w:rsidP="00D11BDC">
      <w:pPr>
        <w:pStyle w:val="libFootnote0"/>
        <w:rPr>
          <w:rtl/>
        </w:rPr>
      </w:pPr>
      <w:r>
        <w:rPr>
          <w:rtl/>
        </w:rPr>
        <w:t>131 - عثمان بن حنيف الاوسي الانصاري ذكره الجعابي.</w:t>
      </w:r>
    </w:p>
    <w:p w:rsidR="00481D79" w:rsidRDefault="00481D79" w:rsidP="00D11BDC">
      <w:pPr>
        <w:pStyle w:val="libFootnote0"/>
        <w:rPr>
          <w:rtl/>
        </w:rPr>
      </w:pPr>
      <w:r>
        <w:rPr>
          <w:rtl/>
        </w:rPr>
        <w:t>132 - عثمان بن عفان ذكره ابن عقدة، وابن المغازلي. وروى حديثه ابن أبي شيبة في السنن على ما أخرجه عنه العيني الحيدر آبادي في المناقب: 52.</w:t>
      </w:r>
    </w:p>
    <w:p w:rsidR="00481D79" w:rsidRDefault="00481D79" w:rsidP="00D11BDC">
      <w:pPr>
        <w:pStyle w:val="libFootnote0"/>
        <w:rPr>
          <w:rtl/>
        </w:rPr>
      </w:pPr>
      <w:r>
        <w:rPr>
          <w:rtl/>
        </w:rPr>
        <w:t xml:space="preserve">133 - عدي بن حاتم الطائي ذكره ابن عقدة والجعابي والقاضي بهجت أفندي. وعده السمهودي في جواهر العقدين من الشهود لعلي </w:t>
      </w:r>
      <w:r w:rsidR="004226A8" w:rsidRPr="002C22CA">
        <w:rPr>
          <w:rStyle w:val="libFootnoteAlaemChar"/>
          <w:rtl/>
        </w:rPr>
        <w:t>عليه‌السلام</w:t>
      </w:r>
      <w:r>
        <w:rPr>
          <w:rtl/>
        </w:rPr>
        <w:t xml:space="preserve"> بحديث المناشدة على ما نقله عنه في ينابيع المودة: 38. وأورده الشيخ أحمد المكي في وسيلة المآل.</w:t>
      </w:r>
    </w:p>
    <w:p w:rsidR="00481D79" w:rsidRDefault="00481D79" w:rsidP="00D11BDC">
      <w:pPr>
        <w:pStyle w:val="libFootnote0"/>
        <w:rPr>
          <w:rtl/>
        </w:rPr>
      </w:pPr>
      <w:r>
        <w:rPr>
          <w:rtl/>
        </w:rPr>
        <w:t>134 - عروة بن أبي الجعد البارقي ذكره الجعابي.</w:t>
      </w:r>
    </w:p>
    <w:p w:rsidR="00481D79" w:rsidRDefault="00481D79" w:rsidP="00D11BDC">
      <w:pPr>
        <w:pStyle w:val="libFootnote0"/>
        <w:rPr>
          <w:rtl/>
        </w:rPr>
      </w:pPr>
      <w:r>
        <w:rPr>
          <w:rtl/>
        </w:rPr>
        <w:t>135 - عطية بن بسر المازني ذكره ابن عقدة.</w:t>
      </w:r>
    </w:p>
    <w:p w:rsidR="00481D79" w:rsidRDefault="00481D79" w:rsidP="00D11BDC">
      <w:pPr>
        <w:pStyle w:val="libFootnote0"/>
        <w:rPr>
          <w:rtl/>
        </w:rPr>
      </w:pPr>
      <w:r>
        <w:rPr>
          <w:rtl/>
        </w:rPr>
        <w:t xml:space="preserve">136 - عقبة بن عامر الجهني أحد الشهود لعلي </w:t>
      </w:r>
      <w:r w:rsidR="004226A8" w:rsidRPr="002C22CA">
        <w:rPr>
          <w:rStyle w:val="libFootnoteAlaemChar"/>
          <w:rtl/>
        </w:rPr>
        <w:t>عليه‌السلام</w:t>
      </w:r>
      <w:r>
        <w:rPr>
          <w:rtl/>
        </w:rPr>
        <w:t xml:space="preserve"> بحديث المناشدة. رواه عنه ابن عقدة في حديث الولاية، والجعابي، والقاضي بهجت أفندي.</w:t>
      </w:r>
    </w:p>
    <w:p w:rsidR="00827655" w:rsidRDefault="00481D79" w:rsidP="002C22CA">
      <w:pPr>
        <w:pStyle w:val="libFootnote0"/>
        <w:rPr>
          <w:rtl/>
        </w:rPr>
      </w:pPr>
      <w:r>
        <w:rPr>
          <w:rtl/>
        </w:rPr>
        <w:t xml:space="preserve">137 - عمار بن ياسر ذكره سليم بن قيس وابن عقدة والخوارزمي. وعده جمال الدين الشيرازي في كتابه الاربعين من الركبان الذين شهدوا لعلي </w:t>
      </w:r>
      <w:r w:rsidR="004226A8" w:rsidRPr="002C22CA">
        <w:rPr>
          <w:rStyle w:val="libFootnoteAlaemChar"/>
          <w:rtl/>
        </w:rPr>
        <w:t>عليه‌السلام</w:t>
      </w:r>
      <w:r>
        <w:rPr>
          <w:rtl/>
        </w:rPr>
        <w:t xml:space="preserve"> بالحديث. وروى حديثه الطبراني في الاوسط على ما أخرجه عنه في مجمع الزوائد: 7 / 17، والسيوطي في الحاوي للفتاوي: 1 / 119 ورواه الحسكاني في شواهد التنزيل: 1 / 173، ثم قال: ورواه أبوالنضر العياشي في كتابه وفي تفسيره. ورواه الحمويني في فرائد السمطين: 1 / 194 ح 153.</w:t>
      </w:r>
      <w:r w:rsidR="00827655">
        <w:rPr>
          <w:rtl/>
        </w:rPr>
        <w:t>=</w:t>
      </w:r>
    </w:p>
    <w:p w:rsidR="00481D79" w:rsidRDefault="00481D79" w:rsidP="00481D79">
      <w:pPr>
        <w:pStyle w:val="libNormal"/>
        <w:rPr>
          <w:rtl/>
          <w:lang w:bidi="fa-IR"/>
        </w:rPr>
      </w:pPr>
      <w:r>
        <w:rPr>
          <w:rtl/>
          <w:lang w:bidi="fa-IR"/>
        </w:rPr>
        <w:br w:type="page"/>
      </w:r>
    </w:p>
    <w:p w:rsidR="00827655" w:rsidRDefault="005B067E" w:rsidP="005B067E">
      <w:pPr>
        <w:pStyle w:val="libLine"/>
      </w:pPr>
      <w:r>
        <w:rPr>
          <w:rtl/>
        </w:rPr>
        <w:lastRenderedPageBreak/>
        <w:t>____________________</w:t>
      </w:r>
    </w:p>
    <w:p w:rsidR="00481D79" w:rsidRDefault="00827655" w:rsidP="00D11BDC">
      <w:pPr>
        <w:pStyle w:val="libFootnote0"/>
        <w:rPr>
          <w:rtl/>
        </w:rPr>
      </w:pPr>
      <w:r>
        <w:rPr>
          <w:rtl/>
        </w:rPr>
        <w:t>=</w:t>
      </w:r>
      <w:r w:rsidR="00481D79">
        <w:rPr>
          <w:rtl/>
        </w:rPr>
        <w:t xml:space="preserve"> ونصر بن مزاحم في كتاب صفين: 338 في حديث إحتجاج عمار على عمرو بن العاص في يوم صفين، عنه ابن أبي الحديد في شرح نهج البلاغة: 8 / 21.</w:t>
      </w:r>
    </w:p>
    <w:p w:rsidR="00481D79" w:rsidRDefault="00481D79" w:rsidP="00D11BDC">
      <w:pPr>
        <w:pStyle w:val="libFootnote0"/>
        <w:rPr>
          <w:rtl/>
        </w:rPr>
      </w:pPr>
      <w:r>
        <w:rPr>
          <w:rtl/>
        </w:rPr>
        <w:t>138 - عمارة الخزرجي الانصاري ذكره شهاب الدين في تشنيف الآذان. وروى حديثه البزار في سننه على ما أخرجه عنه في مجمع الزوائد: 9 / 107 والبدخشي في مفتاح النجا ونزل الابرار. وأورده السيوطي في تاريخ الخلفاء: 65.</w:t>
      </w:r>
    </w:p>
    <w:p w:rsidR="00481D79" w:rsidRDefault="00481D79" w:rsidP="00D11BDC">
      <w:pPr>
        <w:pStyle w:val="libFootnote0"/>
        <w:rPr>
          <w:rtl/>
        </w:rPr>
      </w:pPr>
      <w:r>
        <w:rPr>
          <w:rtl/>
        </w:rPr>
        <w:t>139 - عمران بن حصين الخزاعي ذكره ابن عقدة والخوارزمي والجزري في أسنى المطالب. وأخرج حديثه الاربلي في كشف الغمة: 1 / 290، والمولوي محمد سالم البخاري من طريق صحيح الترمذي، وأخرجه في البحار: 37 / 220 عن كشف الغمة.</w:t>
      </w:r>
    </w:p>
    <w:p w:rsidR="00481D79" w:rsidRDefault="00481D79" w:rsidP="00D11BDC">
      <w:pPr>
        <w:pStyle w:val="libFootnote0"/>
        <w:rPr>
          <w:rtl/>
        </w:rPr>
      </w:pPr>
      <w:r>
        <w:rPr>
          <w:rtl/>
        </w:rPr>
        <w:t xml:space="preserve">140 - عمر بن أبي سلمة بن عبدالاسد المخزومي ربيب النبي </w:t>
      </w:r>
      <w:r w:rsidR="004226A8" w:rsidRPr="002C22CA">
        <w:rPr>
          <w:rStyle w:val="libFootnoteAlaemChar"/>
          <w:rtl/>
        </w:rPr>
        <w:t>صلى‌الله‌عليه‌وآله</w:t>
      </w:r>
      <w:r>
        <w:rPr>
          <w:rtl/>
        </w:rPr>
        <w:t>، وابن ام سلمة. روى حديثه ابن عقدة، والجعابي، وسليم بن قيس في حديث إحتجاج عبدالله بن جعفر على معاوية.</w:t>
      </w:r>
    </w:p>
    <w:p w:rsidR="00827655" w:rsidRDefault="00481D79" w:rsidP="002C22CA">
      <w:pPr>
        <w:pStyle w:val="libFootnote0"/>
        <w:rPr>
          <w:rtl/>
        </w:rPr>
      </w:pPr>
      <w:r>
        <w:rPr>
          <w:rtl/>
        </w:rPr>
        <w:t xml:space="preserve">141 - عمر بن الخطاب ذكره ابن عقدة والخوارزمي والجعابي. وروى حديثه ابن المغازلي في المناقب: 22 ح 31، عنه مناقب عبدالله الشافعي: 107 (مخطوط) وعمدة ابن البطريق: 54، وأخرجه في البحار: 37 / 196 ح 79 عن العمدة. ورواه أحمد بن حنبل في المسند على ما أخرجه عنه ينابيع المودة: 31 والطرائف: 150 ح 229 وأخرجه في البحار: 37 / 187 ذ ح 71 عن الطرائف. وأخرجه محب الدين الطبري في ذخائر العقبى: 67، والرياض النضرة: 2 / 161 عن مناقب أحمد. وابن السمان. ورواه السمعاني في فضائل الصحابة على ما نقله البحار: 37 / 198 ح 84. ورواه محمد صالح الترمذي في المناقب المرتضوية: 125. والبخاري في التاريخ الكبير 1 قسم 1 / 375. ورواه ابن جرير الطبري على ما نقله عنه في البداية والنهاية: 5 / 213. ورواه ابن عساكر في ترجمة الامام أمير المؤمنين </w:t>
      </w:r>
      <w:r w:rsidR="004226A8" w:rsidRPr="002C22CA">
        <w:rPr>
          <w:rStyle w:val="libFootnoteAlaemChar"/>
          <w:rtl/>
        </w:rPr>
        <w:t>عليه‌السلام</w:t>
      </w:r>
      <w:r>
        <w:rPr>
          <w:rtl/>
        </w:rPr>
        <w:t xml:space="preserve"> من تاريخ دمشق: 2 / 79 ح 578 ومحمد خواجه پارسا في فصل الخطاب. ورواه الهمداني في مودة القربى على ما أخرجه عنه الامرتسري في أرجح المطالب: 565. وأورده العيني الحيدرآبادي في المناقب: 37، وينابيع المودة: 249، والبداية والنهاية: 7 / 349.</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142 - عمرو بن حريث [ حمل هذا الاسم رجلين من الصحابة هما: 1 - عمرو بن حريث بن عثمان القرشي المخزومي. 2 - عمرو بن حريث المخزومي، وهو غير الاول ]. ذكره الجعابي.</w:t>
      </w:r>
    </w:p>
    <w:p w:rsidR="00481D79" w:rsidRDefault="00481D79" w:rsidP="00D11BDC">
      <w:pPr>
        <w:pStyle w:val="libFootnote0"/>
        <w:rPr>
          <w:rtl/>
        </w:rPr>
      </w:pPr>
      <w:r>
        <w:rPr>
          <w:rtl/>
        </w:rPr>
        <w:t>143 - عمرو بن الحمق الخزاعي روى الحديث عنه ابن عقدة والخوارزمي والجعابي.</w:t>
      </w:r>
    </w:p>
    <w:p w:rsidR="00481D79" w:rsidRDefault="00481D79" w:rsidP="00D11BDC">
      <w:pPr>
        <w:pStyle w:val="libFootnote0"/>
        <w:rPr>
          <w:rtl/>
        </w:rPr>
      </w:pPr>
      <w:r>
        <w:rPr>
          <w:rtl/>
        </w:rPr>
        <w:t>144 - عمرو بن ذي مر ذكره شهاب الدين في تشنيف الآذان، ومحمد جعفر الادريسي الكتاني في نظم المتناثر في الحديث المتواتر: 124. وأخرجه في مجمع الزوائد: 9 / 104 عن الطبراني.</w:t>
      </w:r>
    </w:p>
    <w:p w:rsidR="00481D79" w:rsidRDefault="00481D79" w:rsidP="00D11BDC">
      <w:pPr>
        <w:pStyle w:val="libFootnote0"/>
        <w:rPr>
          <w:rtl/>
        </w:rPr>
      </w:pPr>
      <w:r>
        <w:rPr>
          <w:rtl/>
        </w:rPr>
        <w:t>145 - عمرو بن شراحيل ذكره الخوارزمي.</w:t>
      </w:r>
    </w:p>
    <w:p w:rsidR="00481D79" w:rsidRDefault="00481D79" w:rsidP="00D11BDC">
      <w:pPr>
        <w:pStyle w:val="libFootnote0"/>
        <w:rPr>
          <w:rtl/>
        </w:rPr>
      </w:pPr>
      <w:r>
        <w:rPr>
          <w:rtl/>
        </w:rPr>
        <w:t xml:space="preserve">146 - عمرو بن العاص روى الحديث عنه الخوارزمي في المناقب: 129 في جواب كتبه لمعاوية بين فيه فضائل أمير المؤمنين </w:t>
      </w:r>
      <w:r w:rsidR="004226A8" w:rsidRPr="002C22CA">
        <w:rPr>
          <w:rStyle w:val="libFootnoteAlaemChar"/>
          <w:rtl/>
        </w:rPr>
        <w:t>عليه‌السلام</w:t>
      </w:r>
      <w:r>
        <w:rPr>
          <w:rtl/>
        </w:rPr>
        <w:t xml:space="preserve"> ومنها حديث الولاية. وأورده ابن قتيبة في الامامة والسياسة: 93.</w:t>
      </w:r>
    </w:p>
    <w:p w:rsidR="00481D79" w:rsidRDefault="00481D79" w:rsidP="00D11BDC">
      <w:pPr>
        <w:pStyle w:val="libFootnote0"/>
        <w:rPr>
          <w:rtl/>
        </w:rPr>
      </w:pPr>
      <w:r>
        <w:rPr>
          <w:rtl/>
        </w:rPr>
        <w:t>147 - عمرو بن مرة الجهني روى حديثه الطبراني في المعجم الكبير على ما أخرجه عنه كنز العمال: 6 / 154 والبدخشي في مفتاح النجا (مخطوط). وأخرجه في نزل الابرار عن أحمد والطبراني. وأورده الشيخ إبراهيم الوصابي الشافعي في الاكتفاء، ومحمد صدر العالم في معارج العلى والامرتسري في أرجح المطالب: 564.</w:t>
      </w:r>
    </w:p>
    <w:p w:rsidR="00481D79" w:rsidRDefault="00481D79" w:rsidP="00D11BDC">
      <w:pPr>
        <w:pStyle w:val="libFootnote0"/>
        <w:rPr>
          <w:rtl/>
        </w:rPr>
      </w:pPr>
      <w:r>
        <w:rPr>
          <w:rtl/>
        </w:rPr>
        <w:t>" الفاء "</w:t>
      </w:r>
    </w:p>
    <w:p w:rsidR="00481D79" w:rsidRDefault="00481D79" w:rsidP="00D11BDC">
      <w:pPr>
        <w:pStyle w:val="libFootnote0"/>
        <w:rPr>
          <w:rtl/>
        </w:rPr>
      </w:pPr>
      <w:r>
        <w:rPr>
          <w:rtl/>
        </w:rPr>
        <w:t>148 - فاطمة بنت حمزة بن عبدالمطلب روى الحديث عنها: ابن عقدة والجعابي.</w:t>
      </w:r>
    </w:p>
    <w:p w:rsidR="00827655" w:rsidRDefault="00481D79" w:rsidP="002C22CA">
      <w:pPr>
        <w:pStyle w:val="libFootnote0"/>
        <w:rPr>
          <w:rtl/>
        </w:rPr>
      </w:pPr>
      <w:r>
        <w:rPr>
          <w:rtl/>
        </w:rPr>
        <w:t>149 - الفضل بن عباس ذكره سليم بن قيس في كتابه: 231 في حديث إحتجاج عبد الله بن جعفر على معاوية.</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 القاف "</w:t>
      </w:r>
    </w:p>
    <w:p w:rsidR="00481D79" w:rsidRDefault="00481D79" w:rsidP="00D11BDC">
      <w:pPr>
        <w:pStyle w:val="libFootnote0"/>
        <w:rPr>
          <w:rtl/>
        </w:rPr>
      </w:pPr>
      <w:r>
        <w:rPr>
          <w:rtl/>
        </w:rPr>
        <w:t>150 - قيس بن ثابت بن شماس الانصاري أحد الركبان المذكورين في الحديث. روى حديثه ابن عقدة على ما أخرجه عنه في اسد الغابة: 1 / 368، والاصابة: 1 / 305. وذكره الادريسي الكتاني في نظم المتناثر: 124، وجمال الدين الشيرازي في الاربعين، والشيخ محمد صدر العالم في معارج العلى.</w:t>
      </w:r>
    </w:p>
    <w:p w:rsidR="00481D79" w:rsidRDefault="00481D79" w:rsidP="00D11BDC">
      <w:pPr>
        <w:pStyle w:val="libFootnote0"/>
        <w:rPr>
          <w:rtl/>
        </w:rPr>
      </w:pPr>
      <w:r>
        <w:rPr>
          <w:rtl/>
        </w:rPr>
        <w:t xml:space="preserve">151 - قيس بن سعد بن عبادة الانصاري ذكره سليم بن قيس في حديث مفاخرة علي </w:t>
      </w:r>
      <w:r w:rsidR="004226A8" w:rsidRPr="002C22CA">
        <w:rPr>
          <w:rStyle w:val="libFootnoteAlaemChar"/>
          <w:rtl/>
        </w:rPr>
        <w:t>عليه‌السلام</w:t>
      </w:r>
      <w:r>
        <w:rPr>
          <w:rtl/>
        </w:rPr>
        <w:t xml:space="preserve"> على أكثر من مائتي رجل من المهاجرين والانصار في خلافة عثمان. وروى حديثه الجعابي في نخب المناقب. وعده في رجال الكشي من الشهود لعلي </w:t>
      </w:r>
      <w:r w:rsidR="004226A8" w:rsidRPr="002C22CA">
        <w:rPr>
          <w:rStyle w:val="libFootnoteAlaemChar"/>
          <w:rtl/>
        </w:rPr>
        <w:t>عليه‌السلام</w:t>
      </w:r>
      <w:r>
        <w:rPr>
          <w:rtl/>
        </w:rPr>
        <w:t xml:space="preserve"> في حديث الركبان.</w:t>
      </w:r>
    </w:p>
    <w:p w:rsidR="00481D79" w:rsidRDefault="00481D79" w:rsidP="00D11BDC">
      <w:pPr>
        <w:pStyle w:val="libFootnote0"/>
        <w:rPr>
          <w:rtl/>
        </w:rPr>
      </w:pPr>
      <w:r>
        <w:rPr>
          <w:rtl/>
        </w:rPr>
        <w:t>152 - قيس بن عاصم [ حمل هذا الاسم رجلين من الصحابة: 1 - قيس بن عاصم بن أسد بن جعونة النميري. 2 - قيس بن عاصم بن سنان بن خالد التميمي المنقري ]. ذكره الجعابي.</w:t>
      </w:r>
    </w:p>
    <w:p w:rsidR="00481D79" w:rsidRDefault="00481D79" w:rsidP="00D11BDC">
      <w:pPr>
        <w:pStyle w:val="libFootnote0"/>
        <w:rPr>
          <w:rtl/>
        </w:rPr>
      </w:pPr>
      <w:r>
        <w:rPr>
          <w:rtl/>
        </w:rPr>
        <w:t>" الكاف "</w:t>
      </w:r>
    </w:p>
    <w:p w:rsidR="00481D79" w:rsidRDefault="00481D79" w:rsidP="00D11BDC">
      <w:pPr>
        <w:pStyle w:val="libFootnote0"/>
        <w:rPr>
          <w:rtl/>
        </w:rPr>
      </w:pPr>
      <w:r>
        <w:rPr>
          <w:rtl/>
        </w:rPr>
        <w:t>153 - كعب بن عجرة الانصاري روى حديثه ابن عقدة، والجعابي.</w:t>
      </w:r>
    </w:p>
    <w:p w:rsidR="00481D79" w:rsidRDefault="00481D79" w:rsidP="00D11BDC">
      <w:pPr>
        <w:pStyle w:val="libFootnote0"/>
        <w:rPr>
          <w:rtl/>
        </w:rPr>
      </w:pPr>
      <w:r>
        <w:rPr>
          <w:rtl/>
        </w:rPr>
        <w:t>" الميم "</w:t>
      </w:r>
    </w:p>
    <w:p w:rsidR="00481D79" w:rsidRDefault="00481D79" w:rsidP="00D11BDC">
      <w:pPr>
        <w:pStyle w:val="libFootnote0"/>
        <w:rPr>
          <w:rtl/>
        </w:rPr>
      </w:pPr>
      <w:r>
        <w:rPr>
          <w:rtl/>
        </w:rPr>
        <w:t>154 - مالك بن الحويرث الليثي ذكره ابن عقدة، والجعابي، والخوارزمي. وروى حديثه الطبراني على ما أخرجه عنه في مجمع الزوائد: 9 / 106 وص 108، وتاريخ الخلفاء: 114، ونزل الابرار: 20، ومفتاح النجا، ومعارج العلى. وأخرجه الوصابي في الاكتفاء عن أبي نعيم في فضائل الصحابة.</w:t>
      </w:r>
    </w:p>
    <w:p w:rsidR="00827655" w:rsidRDefault="00481D79" w:rsidP="002C22CA">
      <w:pPr>
        <w:pStyle w:val="libFootnote0"/>
        <w:rPr>
          <w:rtl/>
        </w:rPr>
      </w:pPr>
      <w:r>
        <w:rPr>
          <w:rtl/>
        </w:rPr>
        <w:t xml:space="preserve">وأخرجه الامرتسري في أرجح المطالب: 564 عن أبي نعيم وعن أحمد بن حنبل في المسند. ورواه ابن عساكر في ترجمة الامام أمير المؤمنين </w:t>
      </w:r>
      <w:r w:rsidR="004226A8" w:rsidRPr="002C22CA">
        <w:rPr>
          <w:rStyle w:val="libFootnoteAlaemChar"/>
          <w:rtl/>
        </w:rPr>
        <w:t>عليه‌السلام</w:t>
      </w:r>
      <w:r>
        <w:rPr>
          <w:rtl/>
        </w:rPr>
        <w:t xml:space="preserve"> من تاريخ دمشق: 2 / 80 ح 579 وابن عدي في الكامل: 3 / 173 في ترجمة مالك بن الحسن بن مالك بن الحويرث.</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155 - محمد بن أبي بكر ذكره سليم بن قيس في حديث مفاخرة علي </w:t>
      </w:r>
      <w:r w:rsidR="004226A8" w:rsidRPr="002C22CA">
        <w:rPr>
          <w:rStyle w:val="libFootnoteAlaemChar"/>
          <w:rtl/>
        </w:rPr>
        <w:t>عليه‌السلام</w:t>
      </w:r>
      <w:r w:rsidR="00481D79">
        <w:rPr>
          <w:rtl/>
        </w:rPr>
        <w:t xml:space="preserve"> على أكثر من مائتي رجل من المهاجرين والانصار في خلافة عثمان.</w:t>
      </w:r>
    </w:p>
    <w:p w:rsidR="00481D79" w:rsidRDefault="00481D79" w:rsidP="00D11BDC">
      <w:pPr>
        <w:pStyle w:val="libFootnote0"/>
        <w:rPr>
          <w:rtl/>
        </w:rPr>
      </w:pPr>
      <w:r>
        <w:rPr>
          <w:rtl/>
        </w:rPr>
        <w:t>156 - محمد بن مسلمة ذكره سليم بن قيس.</w:t>
      </w:r>
    </w:p>
    <w:p w:rsidR="00481D79" w:rsidRDefault="00481D79" w:rsidP="00D11BDC">
      <w:pPr>
        <w:pStyle w:val="libFootnote0"/>
        <w:rPr>
          <w:rtl/>
        </w:rPr>
      </w:pPr>
      <w:r>
        <w:rPr>
          <w:rtl/>
        </w:rPr>
        <w:t xml:space="preserve">157 - المقداد بن عمرو الكندي أحد الاربعة الذين أمر الله عزوجل رسوله </w:t>
      </w:r>
      <w:r w:rsidR="004226A8" w:rsidRPr="002C22CA">
        <w:rPr>
          <w:rStyle w:val="libFootnoteAlaemChar"/>
          <w:rtl/>
        </w:rPr>
        <w:t>صلى‌الله‌عليه‌وآله</w:t>
      </w:r>
      <w:r>
        <w:rPr>
          <w:rtl/>
        </w:rPr>
        <w:t xml:space="preserve"> بحبهم. روى حديثه ابن عقدة وسليم بن قيس. والحمويني في فرائد السمطين على ما ذكره في الغدير: 1 / 59 رقم 102.</w:t>
      </w:r>
    </w:p>
    <w:p w:rsidR="00481D79" w:rsidRDefault="00481D79" w:rsidP="00D11BDC">
      <w:pPr>
        <w:pStyle w:val="libFootnote0"/>
        <w:rPr>
          <w:rtl/>
        </w:rPr>
      </w:pPr>
      <w:r>
        <w:rPr>
          <w:rtl/>
        </w:rPr>
        <w:t>" النون "</w:t>
      </w:r>
    </w:p>
    <w:p w:rsidR="00481D79" w:rsidRDefault="00481D79" w:rsidP="00D11BDC">
      <w:pPr>
        <w:pStyle w:val="libFootnote0"/>
        <w:rPr>
          <w:rtl/>
        </w:rPr>
      </w:pPr>
      <w:r>
        <w:rPr>
          <w:rtl/>
        </w:rPr>
        <w:t xml:space="preserve">158 - ناجية بن عمرو الخزاعي أحد الشهود لعلي </w:t>
      </w:r>
      <w:r w:rsidR="004226A8" w:rsidRPr="002C22CA">
        <w:rPr>
          <w:rStyle w:val="libFootnoteAlaemChar"/>
          <w:rtl/>
        </w:rPr>
        <w:t>عليه‌السلام</w:t>
      </w:r>
      <w:r>
        <w:rPr>
          <w:rtl/>
        </w:rPr>
        <w:t xml:space="preserve"> بحديث المناشدة. روى حديثه ابن عقدة، والخوارزمي والجعابي. وأخرجه في الاصابة: 3 / 542 عن ابن عقدة، وفي اسد الغابة: 5 / 6 عن أبي نعيم وأبي موسى.</w:t>
      </w:r>
    </w:p>
    <w:p w:rsidR="00481D79" w:rsidRDefault="00481D79" w:rsidP="00D11BDC">
      <w:pPr>
        <w:pStyle w:val="libFootnote0"/>
        <w:rPr>
          <w:rtl/>
        </w:rPr>
      </w:pPr>
      <w:r>
        <w:rPr>
          <w:rtl/>
        </w:rPr>
        <w:t xml:space="preserve">159 - نبيط بن شريط ذكره الحافظ شهاب الدين بن الصديق في تشنيف الآذان 160 - نعمان بن عجلان الانصاري أحد الشهود لعلي </w:t>
      </w:r>
      <w:r w:rsidR="004226A8" w:rsidRPr="002C22CA">
        <w:rPr>
          <w:rStyle w:val="libFootnoteAlaemChar"/>
          <w:rtl/>
        </w:rPr>
        <w:t>عليه‌السلام</w:t>
      </w:r>
      <w:r>
        <w:rPr>
          <w:rtl/>
        </w:rPr>
        <w:t xml:space="preserve"> في حديث المناشدة. روى حديثه ابن عقدة، والجعابي، والقاضي بهجت أفندي، وابن الاثير في اسد الغابة.</w:t>
      </w:r>
    </w:p>
    <w:p w:rsidR="00481D79" w:rsidRDefault="00481D79" w:rsidP="00D11BDC">
      <w:pPr>
        <w:pStyle w:val="libFootnote0"/>
        <w:rPr>
          <w:rtl/>
        </w:rPr>
      </w:pPr>
      <w:r>
        <w:rPr>
          <w:rtl/>
        </w:rPr>
        <w:t>" الهاء "</w:t>
      </w:r>
    </w:p>
    <w:p w:rsidR="00481D79" w:rsidRDefault="00481D79" w:rsidP="00D11BDC">
      <w:pPr>
        <w:pStyle w:val="libFootnote0"/>
        <w:rPr>
          <w:rtl/>
        </w:rPr>
      </w:pPr>
      <w:r>
        <w:rPr>
          <w:rtl/>
        </w:rPr>
        <w:t xml:space="preserve">161 - هاشم بن عتبة بن أبي وقاص الزهري ذكره سليم بن قيس في حديث مفاخرة علي </w:t>
      </w:r>
      <w:r w:rsidR="004226A8" w:rsidRPr="002C22CA">
        <w:rPr>
          <w:rStyle w:val="libFootnoteAlaemChar"/>
          <w:rtl/>
        </w:rPr>
        <w:t>عليه‌السلام</w:t>
      </w:r>
      <w:r>
        <w:rPr>
          <w:rtl/>
        </w:rPr>
        <w:t xml:space="preserve"> على أكثر من مائتي رجل من المهاجرين والانصار. وروى حديثه ابن عقدة في حديث الركبان، عنه اسد الغابة: 1 / 368. ورواه جمال الدين الشيرازي في الاربعين.</w:t>
      </w:r>
    </w:p>
    <w:p w:rsidR="00481D79" w:rsidRDefault="00481D79" w:rsidP="00D11BDC">
      <w:pPr>
        <w:pStyle w:val="libFootnote0"/>
        <w:rPr>
          <w:rtl/>
        </w:rPr>
      </w:pPr>
      <w:r>
        <w:rPr>
          <w:rtl/>
        </w:rPr>
        <w:t>" الواو "</w:t>
      </w:r>
    </w:p>
    <w:p w:rsidR="00827655" w:rsidRDefault="00481D79" w:rsidP="002C22CA">
      <w:pPr>
        <w:pStyle w:val="libFootnote0"/>
        <w:rPr>
          <w:rtl/>
        </w:rPr>
      </w:pPr>
      <w:r>
        <w:rPr>
          <w:rtl/>
        </w:rPr>
        <w:t>162 - وحشي بن حرب الحبشي روى حديثه ابن عقدة، والجعابي.</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163 - وهب بن حمزة أخرج حديثه في الاصابة: 3 / 641.</w:t>
      </w:r>
    </w:p>
    <w:p w:rsidR="00481D79" w:rsidRDefault="00481D79" w:rsidP="00D11BDC">
      <w:pPr>
        <w:pStyle w:val="libFootnote0"/>
        <w:rPr>
          <w:rtl/>
        </w:rPr>
      </w:pPr>
      <w:r>
        <w:rPr>
          <w:rtl/>
        </w:rPr>
        <w:t>164 - وهب بن عبدالله السوائي روى حديثه ابن عقدة.</w:t>
      </w:r>
    </w:p>
    <w:p w:rsidR="00481D79" w:rsidRDefault="00481D79" w:rsidP="00D11BDC">
      <w:pPr>
        <w:pStyle w:val="libFootnote0"/>
        <w:rPr>
          <w:rtl/>
        </w:rPr>
      </w:pPr>
      <w:r>
        <w:rPr>
          <w:rtl/>
        </w:rPr>
        <w:t>" الياء "</w:t>
      </w:r>
    </w:p>
    <w:p w:rsidR="00481D79" w:rsidRDefault="00481D79" w:rsidP="00D11BDC">
      <w:pPr>
        <w:pStyle w:val="libFootnote0"/>
        <w:rPr>
          <w:rtl/>
        </w:rPr>
      </w:pPr>
      <w:r>
        <w:rPr>
          <w:rtl/>
        </w:rPr>
        <w:t>165 - يزيد بن الخصيب الاسلمي ذكره ابن عقدة.</w:t>
      </w:r>
    </w:p>
    <w:p w:rsidR="00481D79" w:rsidRDefault="00481D79" w:rsidP="00D11BDC">
      <w:pPr>
        <w:pStyle w:val="libFootnote0"/>
        <w:rPr>
          <w:rtl/>
        </w:rPr>
      </w:pPr>
      <w:r>
        <w:rPr>
          <w:rtl/>
        </w:rPr>
        <w:t xml:space="preserve">166 - يزيد بن وديعة عده في اسد الغابة: 3 / 321 ممن كتم حديث الولاية عند مناشدة علي </w:t>
      </w:r>
      <w:r w:rsidR="004226A8" w:rsidRPr="002C22CA">
        <w:rPr>
          <w:rStyle w:val="libFootnoteAlaemChar"/>
          <w:rtl/>
        </w:rPr>
        <w:t>عليه‌السلام</w:t>
      </w:r>
      <w:r>
        <w:rPr>
          <w:rtl/>
        </w:rPr>
        <w:t>.</w:t>
      </w:r>
    </w:p>
    <w:p w:rsidR="00827655" w:rsidRDefault="00481D79" w:rsidP="00D11BDC">
      <w:pPr>
        <w:pStyle w:val="libFootnote0"/>
        <w:rPr>
          <w:rtl/>
        </w:rPr>
      </w:pPr>
      <w:r>
        <w:rPr>
          <w:rtl/>
        </w:rPr>
        <w:t xml:space="preserve">167 - يعلى بن مرة الثقفي روى حديثه ابن عقدة، والجعابي. وأخرجه في اسد الغابة: 2 / 233 وج 3 / 93 وج 5 / 6، والاصابة: 3 / 542 عن أبي موسى المديني وأبي نعيم بإسنادهما إلى ابن عقدة. وأخرج الحديث مرسلا كل من: القمي في تفسيره: 159 في تفسير قوله تعالى " يا أيها الرسول بلغ ما انزل إليك من ربك " المائدة: 67. عنه البحار: 37 / 113 ح 6. وأخرجه ابن طاووس في إقبال الاعمال: 457 مرسلا عن الثعلبي عنه البحار المذكور ص 133. والكفعمي في الجنة الواقية: 327. الاصمعي، وابن السكيت، والسجستاني في الاضداد: 25 وص 180. الجاحظ في العثمانية: 134 وص 144. علي بن الحسن باكثير في التحفة العلية والآداب العلمية: 10 (مخطوط). البخاري في التاريخ الكبير: 1 / ق 1 ص 375. ابن قتيبة الدينوري في مختلف الحديث: 52 وص 276. أبوعبيد البكري الاندلسي في معجم ما استعجم: 2 / 368. الثعالبي النيسابوري في ثمار القلوب: 511. الذهبي في دول الاسلام: 1 / 20، وتذكرة الحفاظ: 1 / 10. المناوي في الكواكب الدرية: 1 / 39، وفيض القدير: 1 / 57. التفتازاني في شرح المقاصد: 2 / 219. </w:t>
      </w:r>
      <w:r w:rsidR="00827655">
        <w:rPr>
          <w:rtl/>
        </w:rPr>
        <w:t>=</w:t>
      </w:r>
    </w:p>
    <w:p w:rsidR="00481D79" w:rsidRDefault="00481D79" w:rsidP="00481D79">
      <w:pPr>
        <w:pStyle w:val="libNormal"/>
        <w:rPr>
          <w:rtl/>
        </w:rPr>
      </w:pPr>
      <w:r>
        <w:rPr>
          <w:rtl/>
        </w:rPr>
        <w:br w:type="page"/>
      </w:r>
    </w:p>
    <w:p w:rsidR="00827655" w:rsidRDefault="005B067E" w:rsidP="005B067E">
      <w:pPr>
        <w:pStyle w:val="libLine"/>
        <w:rPr>
          <w:rtl/>
        </w:rPr>
      </w:pPr>
      <w:r>
        <w:rPr>
          <w:rtl/>
        </w:rPr>
        <w:lastRenderedPageBreak/>
        <w:t>____________________</w:t>
      </w:r>
    </w:p>
    <w:p w:rsidR="00481D79" w:rsidRDefault="00827655" w:rsidP="00D11BDC">
      <w:pPr>
        <w:pStyle w:val="libFootnote0"/>
        <w:rPr>
          <w:rtl/>
        </w:rPr>
      </w:pPr>
      <w:r>
        <w:rPr>
          <w:rtl/>
        </w:rPr>
        <w:t>=</w:t>
      </w:r>
      <w:r w:rsidR="00481D79">
        <w:rPr>
          <w:rtl/>
        </w:rPr>
        <w:t xml:space="preserve"> ابن حجر في الصواعق المحرقة: 73. عطاء الله بن فضل الله الحسيني في روضة الاحباب: 576. الحوت البيروتي في أسنى المطالب في أحاديث مختلفة المراتب: 221. أبوعبدالله محمد بن الحارث الاندلسي في قضاة قرطبة: 259. الحافظ ابن عساكر في تاريخ دمشق: 5 / 321. ياقوت الحموي في معجم البلدان: 2 / 389. الحافظ أبي عبيد الهروي في الغريبين مادة " الواو مع اللام ".</w:t>
      </w:r>
    </w:p>
    <w:p w:rsidR="00827655" w:rsidRDefault="00481D79" w:rsidP="002C22CA">
      <w:pPr>
        <w:pStyle w:val="libFootnote0"/>
        <w:rPr>
          <w:rtl/>
        </w:rPr>
      </w:pPr>
      <w:r>
        <w:rPr>
          <w:rtl/>
        </w:rPr>
        <w:t>القاضي عياض في الشفاء: 2 / 41. الحافظ البيهقي في الاعتقاد: 182. ابن الاثير الجزري في النهاية: 4 / 346. عبدالرحمن الايجي في المواقف: 2 / 611. محب الدين الطبري في الرياض النضرة: 2 / 244. البرزنجي في مقاصد الطالب: 11. الساعاتي في بلوغ الاماني: 21 / 213 (المطبوع في ذيل الفتح الرباني). الحسيني الحنفي في حلي الايام في سيرة سيد الانام وخلفاء الاسلام: 197. الانصاري الاسيدي الدباغ في معالم الايمان في معرفة أهل القيروان: 2 / 299. الباقلاني في مناقب الائمة: 98. الامرتسري في أرجح المطالب: 36. ابن أعثم الكوفي في الفتوح: 3 / 121. الاشعري في التمهيد والبيان: 237. قلندر الهندي في الروض الازهر: 94 وص 357. أبوحامد الغزالي في سر العالمين: 21 عنه البحار: 37 / 237. محمد الكازروني في أواخر كتابه السيرة المحمدية (مخطوط). ملا معين الكاشفي في معارج النبوة: 1 / 329. إمام الحرمين الجويني في كتاب الارشاد: 420. سبط ابن الجوزي في مرآة الزمان. محمد زمجي البخاري في روضات الجنات: 158. الميبدي اليزدي في شرح ديوان أمير المؤمنين: 4 (مخطوط).</w:t>
      </w:r>
      <w:r w:rsidR="00827655">
        <w:rPr>
          <w:rtl/>
        </w:rPr>
        <w:t>=</w:t>
      </w:r>
    </w:p>
    <w:p w:rsidR="00D11BDC" w:rsidRDefault="00D11BDC" w:rsidP="00D11BDC">
      <w:pPr>
        <w:pStyle w:val="libNormal"/>
        <w:rPr>
          <w:rtl/>
        </w:rPr>
      </w:pPr>
      <w:r>
        <w:rPr>
          <w:rtl/>
        </w:rPr>
        <w:br w:type="page"/>
      </w:r>
    </w:p>
    <w:p w:rsidR="00481D79" w:rsidRPr="00481D79" w:rsidRDefault="00481D79" w:rsidP="002C22CA">
      <w:pPr>
        <w:pStyle w:val="libNormal"/>
        <w:rPr>
          <w:rtl/>
        </w:rPr>
      </w:pPr>
      <w:r w:rsidRPr="00481D79">
        <w:rPr>
          <w:rtl/>
        </w:rPr>
        <w:lastRenderedPageBreak/>
        <w:t xml:space="preserve">(110) وبإسناده قال: قال رسول الله </w:t>
      </w:r>
      <w:r w:rsidR="004226A8" w:rsidRPr="004226A8">
        <w:rPr>
          <w:rStyle w:val="libAlaemChar"/>
          <w:rtl/>
        </w:rPr>
        <w:t>صلى‌الله‌عليه‌وآله</w:t>
      </w:r>
      <w:r w:rsidRPr="00481D79">
        <w:rPr>
          <w:rtl/>
        </w:rPr>
        <w:t xml:space="preserve">: " إن العبد لينال بحسن خلقه </w:t>
      </w:r>
      <w:r w:rsidR="002C22CA" w:rsidRPr="002C22CA">
        <w:rPr>
          <w:rStyle w:val="libFootnotenumChar"/>
          <w:rFonts w:hint="cs"/>
          <w:rtl/>
        </w:rPr>
        <w:t>(1)</w:t>
      </w:r>
      <w:r w:rsidRPr="00481D79">
        <w:rPr>
          <w:rtl/>
        </w:rPr>
        <w:t xml:space="preserve"> درجة الصائم القائم </w:t>
      </w:r>
      <w:r w:rsidR="002C22CA" w:rsidRPr="002C22CA">
        <w:rPr>
          <w:rStyle w:val="libFootnotenumChar"/>
          <w:rFonts w:hint="cs"/>
          <w:rtl/>
        </w:rPr>
        <w:t>(2)</w:t>
      </w:r>
      <w:r w:rsidRPr="00481D79">
        <w:rPr>
          <w:rtl/>
        </w:rPr>
        <w:t xml:space="preserve"> " </w:t>
      </w:r>
      <w:r w:rsidR="002C22CA" w:rsidRPr="002C22CA">
        <w:rPr>
          <w:rStyle w:val="libFootnotenumChar"/>
          <w:rFonts w:hint="cs"/>
          <w:rtl/>
        </w:rPr>
        <w:t>(3)</w:t>
      </w:r>
      <w:r w:rsidRPr="00481D79">
        <w:rPr>
          <w:rtl/>
        </w:rPr>
        <w:t>.</w:t>
      </w:r>
    </w:p>
    <w:p w:rsidR="00481D79" w:rsidRPr="00481D79" w:rsidRDefault="00481D79" w:rsidP="002C22CA">
      <w:pPr>
        <w:pStyle w:val="libNormal"/>
        <w:rPr>
          <w:rtl/>
        </w:rPr>
      </w:pPr>
      <w:r w:rsidRPr="00481D79">
        <w:rPr>
          <w:rtl/>
        </w:rPr>
        <w:t xml:space="preserve">(111) وبإسناده قال: قال رسول الله </w:t>
      </w:r>
      <w:r w:rsidR="004226A8" w:rsidRPr="004226A8">
        <w:rPr>
          <w:rStyle w:val="libAlaemChar"/>
          <w:rtl/>
        </w:rPr>
        <w:t>صلى‌الله‌عليه‌وآله</w:t>
      </w:r>
      <w:r w:rsidRPr="00481D79">
        <w:rPr>
          <w:rtl/>
        </w:rPr>
        <w:t xml:space="preserve">: " ما من شئ (في الميزان أثقل) </w:t>
      </w:r>
      <w:r w:rsidR="002C22CA" w:rsidRPr="002C22CA">
        <w:rPr>
          <w:rStyle w:val="libFootnotenumChar"/>
          <w:rFonts w:hint="cs"/>
          <w:rtl/>
        </w:rPr>
        <w:t>(4)</w:t>
      </w:r>
      <w:r w:rsidRPr="00481D79">
        <w:rPr>
          <w:rtl/>
        </w:rPr>
        <w:t xml:space="preserve"> من حسن الخلق "</w:t>
      </w:r>
      <w:r w:rsidRPr="002C22CA">
        <w:rPr>
          <w:rStyle w:val="libFootnotenumChar"/>
          <w:rtl/>
        </w:rPr>
        <w:t xml:space="preserve"> </w:t>
      </w:r>
      <w:r w:rsidR="002C22CA" w:rsidRPr="002C22CA">
        <w:rPr>
          <w:rStyle w:val="libFootnotenumChar"/>
          <w:rFonts w:hint="cs"/>
          <w:rtl/>
        </w:rPr>
        <w:t>(5)</w:t>
      </w:r>
      <w:r w:rsidRPr="00481D79">
        <w:rPr>
          <w:rtl/>
        </w:rPr>
        <w:t>.</w:t>
      </w:r>
    </w:p>
    <w:p w:rsidR="00481D79" w:rsidRPr="00481D79" w:rsidRDefault="00481D79" w:rsidP="002C22CA">
      <w:pPr>
        <w:pStyle w:val="libNormal"/>
        <w:rPr>
          <w:rtl/>
        </w:rPr>
      </w:pPr>
      <w:r w:rsidRPr="00481D79">
        <w:rPr>
          <w:rtl/>
        </w:rPr>
        <w:t xml:space="preserve">(112) وبإسناده قال: قال رسول الله </w:t>
      </w:r>
      <w:r w:rsidR="004226A8" w:rsidRPr="004226A8">
        <w:rPr>
          <w:rStyle w:val="libAlaemChar"/>
          <w:rtl/>
        </w:rPr>
        <w:t>صلى‌الله‌عليه‌وآله</w:t>
      </w:r>
      <w:r w:rsidRPr="00481D79">
        <w:rPr>
          <w:rtl/>
        </w:rPr>
        <w:t xml:space="preserve">: " الدعاء سلاح المؤمن، وعمارة </w:t>
      </w:r>
      <w:r w:rsidR="002C22CA" w:rsidRPr="002C22CA">
        <w:rPr>
          <w:rStyle w:val="libFootnotenumChar"/>
          <w:rFonts w:hint="cs"/>
          <w:rtl/>
        </w:rPr>
        <w:t>(6)</w:t>
      </w:r>
      <w:r w:rsidRPr="00481D79">
        <w:rPr>
          <w:rtl/>
        </w:rPr>
        <w:t xml:space="preserve"> الدين، ونور السماوات والارض [ فعليكم بالدعاء وأخلصوا النية ] </w:t>
      </w:r>
      <w:r w:rsidR="002C22CA" w:rsidRPr="002C22CA">
        <w:rPr>
          <w:rStyle w:val="libFootnotenumChar"/>
          <w:rFonts w:hint="cs"/>
          <w:rtl/>
        </w:rPr>
        <w:t>(7)</w:t>
      </w:r>
      <w:r w:rsidRPr="00481D79">
        <w:rPr>
          <w:rtl/>
        </w:rPr>
        <w:t xml:space="preserve"> </w:t>
      </w:r>
      <w:r w:rsidR="002C22CA" w:rsidRPr="002C22CA">
        <w:rPr>
          <w:rStyle w:val="libFootnotenumChar"/>
          <w:rFonts w:hint="cs"/>
          <w:rtl/>
        </w:rPr>
        <w:t>(8)</w:t>
      </w:r>
      <w:r w:rsidRPr="00481D79">
        <w:rPr>
          <w:rtl/>
        </w:rPr>
        <w:t>.</w:t>
      </w:r>
    </w:p>
    <w:p w:rsidR="00827655"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المناوي في كنوز الدقائق: 98. القندوزي في ينابيع المودة: 180 وص 206 وص 274. المتقي الهندي في منتخب كنز العمال: 5 / 30 وص 32 (المطبوع بهامش مسند أحمد). القاضي بهجت أفندي في تاريخ آل محمد: 121. السلمي النيشابوري الشافعي في كتابه 32. القرشي الهندي الحنفي في تفريح الاحباب: 349. محمد بن محمد بن سليمان في جمع الفوائد من جامع الاصول ومجمع الزوائد: 2 / 87. الحافظ شمس الدين في كتاب دول الاسلام: 1 / 20.</w:t>
      </w:r>
    </w:p>
    <w:p w:rsidR="00481D79" w:rsidRDefault="00481D79" w:rsidP="002C22CA">
      <w:pPr>
        <w:pStyle w:val="libFootnote0"/>
        <w:rPr>
          <w:rtl/>
        </w:rPr>
      </w:pPr>
      <w:r>
        <w:rPr>
          <w:rtl/>
        </w:rPr>
        <w:t>1</w:t>
      </w:r>
      <w:r w:rsidR="002C22CA">
        <w:rPr>
          <w:rFonts w:hint="cs"/>
          <w:rtl/>
        </w:rPr>
        <w:t>-</w:t>
      </w:r>
      <w:r>
        <w:rPr>
          <w:rtl/>
        </w:rPr>
        <w:t xml:space="preserve"> ن: الخلق.</w:t>
      </w:r>
    </w:p>
    <w:p w:rsidR="00481D79" w:rsidRDefault="00481D79" w:rsidP="002C22CA">
      <w:pPr>
        <w:pStyle w:val="libFootnote0"/>
        <w:rPr>
          <w:rtl/>
        </w:rPr>
      </w:pPr>
      <w:r>
        <w:rPr>
          <w:rtl/>
        </w:rPr>
        <w:t>2</w:t>
      </w:r>
      <w:r w:rsidR="002C22CA">
        <w:rPr>
          <w:rFonts w:hint="cs"/>
          <w:rtl/>
        </w:rPr>
        <w:t>-</w:t>
      </w:r>
      <w:r>
        <w:rPr>
          <w:rtl/>
        </w:rPr>
        <w:t xml:space="preserve"> خ: والقائم.</w:t>
      </w:r>
    </w:p>
    <w:p w:rsidR="00481D79" w:rsidRDefault="00481D79" w:rsidP="002C22CA">
      <w:pPr>
        <w:pStyle w:val="libFootnote0"/>
        <w:rPr>
          <w:rtl/>
        </w:rPr>
      </w:pPr>
      <w:r>
        <w:rPr>
          <w:rtl/>
        </w:rPr>
        <w:t>3</w:t>
      </w:r>
      <w:r w:rsidR="002C22CA">
        <w:rPr>
          <w:rFonts w:hint="cs"/>
          <w:rtl/>
        </w:rPr>
        <w:t>-</w:t>
      </w:r>
      <w:r>
        <w:rPr>
          <w:rtl/>
        </w:rPr>
        <w:t xml:space="preserve"> عنه الوسائل: 8 / 506 ح 19، والبحار: 71 / 386 ح 32، وعن عيون الاخبار: 2 / 37 ح 97. وأورده مرسلا عن النبي </w:t>
      </w:r>
      <w:r w:rsidR="004226A8" w:rsidRPr="002C22CA">
        <w:rPr>
          <w:rStyle w:val="libFootnoteAlaemChar"/>
          <w:rtl/>
        </w:rPr>
        <w:t>صلى‌الله‌عليه‌وآله</w:t>
      </w:r>
      <w:r>
        <w:rPr>
          <w:rtl/>
        </w:rPr>
        <w:t xml:space="preserve"> في جامع الاخبار: 126 مثله، وفي تنبيه الخواطر: 2 / 228 قطعة منه. (أخرجه أبوداود وابن حبان عن عائشة، والطبراني في الكبير عن أبي إمامة).</w:t>
      </w:r>
    </w:p>
    <w:p w:rsidR="00481D79" w:rsidRDefault="00481D79" w:rsidP="002C22CA">
      <w:pPr>
        <w:pStyle w:val="libFootnote0"/>
        <w:rPr>
          <w:rtl/>
        </w:rPr>
      </w:pPr>
      <w:r>
        <w:rPr>
          <w:rtl/>
        </w:rPr>
        <w:t>4</w:t>
      </w:r>
      <w:r w:rsidR="002C22CA">
        <w:rPr>
          <w:rFonts w:hint="cs"/>
          <w:rtl/>
        </w:rPr>
        <w:t>-</w:t>
      </w:r>
      <w:r>
        <w:rPr>
          <w:rtl/>
        </w:rPr>
        <w:t xml:space="preserve"> ن: أثقل في الميزان.</w:t>
      </w:r>
    </w:p>
    <w:p w:rsidR="00481D79" w:rsidRDefault="00481D79" w:rsidP="002C22CA">
      <w:pPr>
        <w:pStyle w:val="libFootnote0"/>
        <w:rPr>
          <w:rtl/>
        </w:rPr>
      </w:pPr>
      <w:r>
        <w:rPr>
          <w:rtl/>
        </w:rPr>
        <w:t>5</w:t>
      </w:r>
      <w:r w:rsidR="002C22CA">
        <w:rPr>
          <w:rFonts w:hint="cs"/>
          <w:rtl/>
        </w:rPr>
        <w:t>-</w:t>
      </w:r>
      <w:r>
        <w:rPr>
          <w:rtl/>
        </w:rPr>
        <w:t xml:space="preserve"> عنه الوسائل: 8 / 506 ح 20، والبحار: 71 / 386 ح 33 وعن عيون الاخبار: 2 / 37 ح 98. وأورده الطبرسي في مجمع البيان: 10 / 333 مرسلا عن النبي </w:t>
      </w:r>
      <w:r w:rsidR="004226A8" w:rsidRPr="002C22CA">
        <w:rPr>
          <w:rStyle w:val="libFootnoteAlaemChar"/>
          <w:rtl/>
        </w:rPr>
        <w:t>صلى‌الله‌عليه‌وآله</w:t>
      </w:r>
      <w:r>
        <w:rPr>
          <w:rtl/>
        </w:rPr>
        <w:t>: مثله.</w:t>
      </w:r>
    </w:p>
    <w:p w:rsidR="00481D79" w:rsidRDefault="00481D79" w:rsidP="00D11BDC">
      <w:pPr>
        <w:pStyle w:val="libFootnote0"/>
        <w:rPr>
          <w:rtl/>
        </w:rPr>
      </w:pPr>
      <w:r>
        <w:rPr>
          <w:rtl/>
        </w:rPr>
        <w:t>وأخرجه الزمخشري في ربيع الابرار: 2 / 50. (أخرجه الترمذي عن أبي الدرداء، وأخرجه أحمد والبيهقي والطبراني في الكبير بألفاظ).</w:t>
      </w:r>
    </w:p>
    <w:p w:rsidR="00481D79" w:rsidRDefault="00481D79" w:rsidP="002C22CA">
      <w:pPr>
        <w:pStyle w:val="libFootnote0"/>
        <w:rPr>
          <w:rtl/>
        </w:rPr>
      </w:pPr>
      <w:r>
        <w:rPr>
          <w:rtl/>
        </w:rPr>
        <w:t>6</w:t>
      </w:r>
      <w:r w:rsidR="002C22CA">
        <w:rPr>
          <w:rFonts w:hint="cs"/>
          <w:rtl/>
        </w:rPr>
        <w:t>-</w:t>
      </w:r>
      <w:r>
        <w:rPr>
          <w:rtl/>
        </w:rPr>
        <w:t xml:space="preserve"> ط، ن، ج وبعض النسخ: عماد، وفي خ: عمود.</w:t>
      </w:r>
    </w:p>
    <w:p w:rsidR="00481D79" w:rsidRDefault="00481D79" w:rsidP="002C22CA">
      <w:pPr>
        <w:pStyle w:val="libFootnote0"/>
        <w:rPr>
          <w:rtl/>
        </w:rPr>
      </w:pPr>
      <w:r>
        <w:rPr>
          <w:rtl/>
        </w:rPr>
        <w:t>7</w:t>
      </w:r>
      <w:r w:rsidR="002C22CA">
        <w:rPr>
          <w:rFonts w:hint="cs"/>
          <w:rtl/>
        </w:rPr>
        <w:t>-</w:t>
      </w:r>
      <w:r>
        <w:rPr>
          <w:rtl/>
        </w:rPr>
        <w:t xml:space="preserve"> من ن.</w:t>
      </w:r>
    </w:p>
    <w:p w:rsidR="00827655" w:rsidRDefault="00481D79" w:rsidP="002C22CA">
      <w:pPr>
        <w:pStyle w:val="libFootnote0"/>
        <w:rPr>
          <w:rtl/>
        </w:rPr>
      </w:pPr>
      <w:r>
        <w:rPr>
          <w:rtl/>
        </w:rPr>
        <w:t>8</w:t>
      </w:r>
      <w:r w:rsidR="002C22CA">
        <w:rPr>
          <w:rFonts w:hint="cs"/>
          <w:rtl/>
        </w:rPr>
        <w:t>-</w:t>
      </w:r>
      <w:r>
        <w:rPr>
          <w:rtl/>
        </w:rPr>
        <w:t xml:space="preserve"> عنه البحار: 93 / 288 ح 1 وعن عيون الاخبار: 2 / 36 ح 95. رواه في الكافي: 2 / 468 ح 1 بإسناده عن السكوني عن الصادق </w:t>
      </w:r>
      <w:r w:rsidR="004226A8" w:rsidRPr="002C22CA">
        <w:rPr>
          <w:rStyle w:val="libFootnoteAlaemChar"/>
          <w:rtl/>
        </w:rPr>
        <w:t>عليه‌السلام</w:t>
      </w:r>
      <w:r>
        <w:rPr>
          <w:rtl/>
        </w:rPr>
        <w:t>، عنه الوسائل: 4 / 1094 ح 3.</w:t>
      </w:r>
      <w:r w:rsidR="00827655">
        <w:rPr>
          <w:rtl/>
        </w:rPr>
        <w:t>=</w:t>
      </w:r>
    </w:p>
    <w:p w:rsidR="00481D79" w:rsidRDefault="00481D79" w:rsidP="00481D79">
      <w:pPr>
        <w:pStyle w:val="libNormal"/>
        <w:rPr>
          <w:rtl/>
        </w:rPr>
      </w:pPr>
      <w:r>
        <w:rPr>
          <w:rtl/>
        </w:rPr>
        <w:br w:type="page"/>
      </w:r>
    </w:p>
    <w:p w:rsidR="00481D79" w:rsidRPr="00481D79" w:rsidRDefault="00481D79" w:rsidP="002C22CA">
      <w:pPr>
        <w:pStyle w:val="libNormal"/>
        <w:rPr>
          <w:rtl/>
        </w:rPr>
      </w:pPr>
      <w:r w:rsidRPr="00481D79">
        <w:rPr>
          <w:rtl/>
        </w:rPr>
        <w:lastRenderedPageBreak/>
        <w:t xml:space="preserve">(113) وبإسناده قال: قال رسول الله </w:t>
      </w:r>
      <w:r w:rsidR="004226A8" w:rsidRPr="004226A8">
        <w:rPr>
          <w:rStyle w:val="libAlaemChar"/>
          <w:rtl/>
        </w:rPr>
        <w:t>صلى‌الله‌عليه‌وآله</w:t>
      </w:r>
      <w:r w:rsidRPr="00481D79">
        <w:rPr>
          <w:rtl/>
        </w:rPr>
        <w:t xml:space="preserve">: " الخلق السئ يفسد العمل كما يفسد الخل العسل " </w:t>
      </w:r>
      <w:r w:rsidR="002C22CA" w:rsidRPr="002C22CA">
        <w:rPr>
          <w:rStyle w:val="libFootnotenumChar"/>
          <w:rFonts w:hint="cs"/>
          <w:rtl/>
        </w:rPr>
        <w:t>(1)</w:t>
      </w:r>
      <w:r w:rsidRPr="00481D79">
        <w:rPr>
          <w:rtl/>
        </w:rPr>
        <w:t>.</w:t>
      </w:r>
    </w:p>
    <w:p w:rsidR="00481D79" w:rsidRPr="00481D79" w:rsidRDefault="00481D79" w:rsidP="002C22CA">
      <w:pPr>
        <w:pStyle w:val="libNormal"/>
        <w:rPr>
          <w:rtl/>
        </w:rPr>
      </w:pPr>
      <w:r w:rsidRPr="00481D79">
        <w:rPr>
          <w:rtl/>
        </w:rPr>
        <w:t xml:space="preserve">(114) وبإسناده قال: قال رسول الله </w:t>
      </w:r>
      <w:r w:rsidR="004226A8" w:rsidRPr="004226A8">
        <w:rPr>
          <w:rStyle w:val="libAlaemChar"/>
          <w:rtl/>
        </w:rPr>
        <w:t>صلى‌الله‌عليه‌وآله</w:t>
      </w:r>
      <w:r w:rsidRPr="00481D79">
        <w:rPr>
          <w:rtl/>
        </w:rPr>
        <w:t xml:space="preserve">: " من حفظ على </w:t>
      </w:r>
      <w:r w:rsidR="002C22CA" w:rsidRPr="002C22CA">
        <w:rPr>
          <w:rStyle w:val="libFootnotenumChar"/>
          <w:rFonts w:hint="cs"/>
          <w:rtl/>
        </w:rPr>
        <w:t>(2)</w:t>
      </w:r>
      <w:r w:rsidRPr="00481D79">
        <w:rPr>
          <w:rtl/>
        </w:rPr>
        <w:t xml:space="preserve"> امتي اربعين حديثا ينتفعون بها بعثه الله تعالى يوم القيامة فقيها عالما " </w:t>
      </w:r>
      <w:r w:rsidR="002C22CA" w:rsidRPr="002C22CA">
        <w:rPr>
          <w:rStyle w:val="libFootnotenumChar"/>
          <w:rFonts w:hint="cs"/>
          <w:rtl/>
        </w:rPr>
        <w:t>(3)</w:t>
      </w:r>
      <w:r w:rsidRPr="00481D79">
        <w:rPr>
          <w:rtl/>
        </w:rPr>
        <w:t>.</w:t>
      </w:r>
    </w:p>
    <w:p w:rsidR="00827655"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ومكارم الاخلاق: 280 عن النبي </w:t>
      </w:r>
      <w:r w:rsidR="004226A8" w:rsidRPr="002C22CA">
        <w:rPr>
          <w:rStyle w:val="libFootnoteAlaemChar"/>
          <w:rtl/>
        </w:rPr>
        <w:t>صلى‌الله‌عليه‌وآله</w:t>
      </w:r>
      <w:r w:rsidR="00481D79">
        <w:rPr>
          <w:rtl/>
        </w:rPr>
        <w:t xml:space="preserve"> وعنه البحار: 93 / 294 ح 23 قطعة.</w:t>
      </w:r>
    </w:p>
    <w:p w:rsidR="00481D79" w:rsidRDefault="00481D79" w:rsidP="00D11BDC">
      <w:pPr>
        <w:pStyle w:val="libFootnote0"/>
        <w:rPr>
          <w:rtl/>
        </w:rPr>
      </w:pPr>
      <w:r>
        <w:rPr>
          <w:rtl/>
        </w:rPr>
        <w:t xml:space="preserve">ورواه في فلاح السائل: 28 بإسناده عن أحمد بن محمد بن عيسى، عن الصادق </w:t>
      </w:r>
      <w:r w:rsidR="004226A8" w:rsidRPr="002C22CA">
        <w:rPr>
          <w:rStyle w:val="libFootnoteAlaemChar"/>
          <w:rtl/>
        </w:rPr>
        <w:t>عليه‌السلام</w:t>
      </w:r>
      <w:r>
        <w:rPr>
          <w:rtl/>
        </w:rPr>
        <w:t xml:space="preserve"> وعنه البحار: 93 / 297 ح 26 والمستدرك: 1 / 360 باب 2 ح 12.</w:t>
      </w:r>
    </w:p>
    <w:p w:rsidR="00481D79" w:rsidRDefault="00481D79" w:rsidP="002C22CA">
      <w:pPr>
        <w:pStyle w:val="libFootnote0"/>
        <w:rPr>
          <w:rtl/>
        </w:rPr>
      </w:pPr>
      <w:r>
        <w:rPr>
          <w:rtl/>
        </w:rPr>
        <w:t>1</w:t>
      </w:r>
      <w:r w:rsidR="002C22CA">
        <w:rPr>
          <w:rFonts w:hint="cs"/>
          <w:rtl/>
        </w:rPr>
        <w:t>-</w:t>
      </w:r>
      <w:r>
        <w:rPr>
          <w:rtl/>
        </w:rPr>
        <w:t xml:space="preserve"> عنه الوسائل: 8 / 506 ح 18، والبحار: 73 / 297 ح 8، وعن عيون الاخبار: 2 / 37 ح 96. وعنه أيضا مستدرك الوسائل: 2 / 338 باب 69 ح 1. وأورده في أعلام الدين: 105 عن الصادق </w:t>
      </w:r>
      <w:r w:rsidR="004226A8" w:rsidRPr="002C22CA">
        <w:rPr>
          <w:rStyle w:val="libFootnoteAlaemChar"/>
          <w:rtl/>
        </w:rPr>
        <w:t>عليه‌السلام</w:t>
      </w:r>
      <w:r>
        <w:rPr>
          <w:rtl/>
        </w:rPr>
        <w:t xml:space="preserve">، عن الرسول </w:t>
      </w:r>
      <w:r w:rsidR="004226A8" w:rsidRPr="002C22CA">
        <w:rPr>
          <w:rStyle w:val="libFootnoteAlaemChar"/>
          <w:rtl/>
        </w:rPr>
        <w:t>صلى‌الله‌عليه‌وآله</w:t>
      </w:r>
      <w:r>
        <w:rPr>
          <w:rtl/>
        </w:rPr>
        <w:t>. (أخرجه العسكري في الامثال عن علي بلفظه. وأخرجه الحارث، والحاكم في الكنى عن علي وابن عمر. والطبراني في الكبير عن ابن عباس بزيادة في أوله، ولفظه: الخلق الحسن يذيب الخطايا كما يذيب الماء الجليد، والخلق السئ يفسد العمل كما يفسد الخل العسل).</w:t>
      </w:r>
    </w:p>
    <w:p w:rsidR="00481D79" w:rsidRDefault="00481D79" w:rsidP="002C22CA">
      <w:pPr>
        <w:pStyle w:val="libFootnote0"/>
        <w:rPr>
          <w:rtl/>
        </w:rPr>
      </w:pPr>
      <w:r>
        <w:rPr>
          <w:rtl/>
        </w:rPr>
        <w:t>2</w:t>
      </w:r>
      <w:r w:rsidR="002C22CA">
        <w:rPr>
          <w:rFonts w:hint="cs"/>
          <w:rtl/>
        </w:rPr>
        <w:t>-</w:t>
      </w:r>
      <w:r>
        <w:rPr>
          <w:rtl/>
        </w:rPr>
        <w:t xml:space="preserve"> ج: من.</w:t>
      </w:r>
    </w:p>
    <w:p w:rsidR="00481D79" w:rsidRDefault="00481D79" w:rsidP="002C22CA">
      <w:pPr>
        <w:pStyle w:val="libFootnote0"/>
        <w:rPr>
          <w:rtl/>
        </w:rPr>
      </w:pPr>
      <w:r>
        <w:rPr>
          <w:rtl/>
        </w:rPr>
        <w:t>3</w:t>
      </w:r>
      <w:r w:rsidR="002C22CA">
        <w:rPr>
          <w:rFonts w:hint="cs"/>
          <w:rtl/>
        </w:rPr>
        <w:t>-</w:t>
      </w:r>
      <w:r>
        <w:rPr>
          <w:rtl/>
        </w:rPr>
        <w:t xml:space="preserve"> عنه البحار: 2 / 156 ح 8. ورواه الصدوق في عيون الاخبار: 2 / 37 ح 99 عن الرضا </w:t>
      </w:r>
      <w:r w:rsidR="004226A8" w:rsidRPr="002C22CA">
        <w:rPr>
          <w:rStyle w:val="libFootnoteAlaemChar"/>
          <w:rtl/>
        </w:rPr>
        <w:t>عليه‌السلام</w:t>
      </w:r>
      <w:r>
        <w:rPr>
          <w:rtl/>
        </w:rPr>
        <w:t xml:space="preserve"> وابن زهرة في الاربعين: 39 بالطريق الاول من السند رقم " 40 ". ورواه الشهيد الاول في مقدمة أربعينه بالاسناد رقم " 64 ". وأخرجه في كنز العمال: 10 / 225 ح 29185. (أخرجه ابن الجوزي بلفظه عن علي </w:t>
      </w:r>
      <w:r w:rsidR="004226A8" w:rsidRPr="002C22CA">
        <w:rPr>
          <w:rStyle w:val="libFootnoteAlaemChar"/>
          <w:rtl/>
        </w:rPr>
        <w:t>رضي‌الله‌عنه</w:t>
      </w:r>
      <w:r>
        <w:rPr>
          <w:rtl/>
        </w:rPr>
        <w:t>. وأخرجه الدارقطني في العلل عن ابن عباس بلفظ: من حفظ على امتي أربعين حديثا من أمر دينها بعثه الله فقيها عالما. وأخرجه ابن حبان في الضعفاء عنه أيضا. وأخرجه ابن عدي وابن عساكر من طرق عن أبي هريرة. وابن الجوزي أيضا عن أنس. وأخرجه البيهقي في شعب الايمان: عن أبي هريرة مرفوعا. وذكر في التخريج عدة من المحدثين المخرجين لهذا الحديث تركت ذلك اختصارا. انتهى كلام مشحم).</w:t>
      </w:r>
    </w:p>
    <w:p w:rsidR="00481D79" w:rsidRDefault="00481D79" w:rsidP="00481D79">
      <w:pPr>
        <w:pStyle w:val="libNormal"/>
        <w:rPr>
          <w:rtl/>
        </w:rPr>
      </w:pPr>
      <w:r>
        <w:rPr>
          <w:rtl/>
        </w:rPr>
        <w:br w:type="page"/>
      </w:r>
    </w:p>
    <w:p w:rsidR="00481D79" w:rsidRPr="00481D79" w:rsidRDefault="00481D79" w:rsidP="00F72B69">
      <w:pPr>
        <w:pStyle w:val="libNormal"/>
        <w:rPr>
          <w:rtl/>
        </w:rPr>
      </w:pPr>
      <w:r w:rsidRPr="00481D79">
        <w:rPr>
          <w:rtl/>
        </w:rPr>
        <w:lastRenderedPageBreak/>
        <w:t xml:space="preserve">(115) وبإسناده قال: قال علي بن أبي طالب </w:t>
      </w:r>
      <w:r w:rsidR="004226A8" w:rsidRPr="004226A8">
        <w:rPr>
          <w:rStyle w:val="libAlaemChar"/>
          <w:rtl/>
        </w:rPr>
        <w:t>عليه‌السلام</w:t>
      </w:r>
      <w:r w:rsidRPr="00481D79">
        <w:rPr>
          <w:rtl/>
        </w:rPr>
        <w:t xml:space="preserve"> </w:t>
      </w:r>
      <w:r w:rsidR="00F72B69" w:rsidRPr="00F72B69">
        <w:rPr>
          <w:rStyle w:val="libFootnotenumChar"/>
          <w:rFonts w:hint="cs"/>
          <w:rtl/>
        </w:rPr>
        <w:t>(1)</w:t>
      </w:r>
      <w:r w:rsidRPr="00481D79">
        <w:rPr>
          <w:rtl/>
        </w:rPr>
        <w:t xml:space="preserve">: " لما بدئ </w:t>
      </w:r>
      <w:r w:rsidR="00F72B69" w:rsidRPr="00F72B69">
        <w:rPr>
          <w:rStyle w:val="libFootnotenumChar"/>
          <w:rFonts w:hint="cs"/>
          <w:rtl/>
        </w:rPr>
        <w:t>(2)</w:t>
      </w:r>
      <w:r w:rsidRPr="00481D79">
        <w:rPr>
          <w:rtl/>
        </w:rPr>
        <w:t xml:space="preserve"> رسول الله بتعليم الاذان أتى جبرئيل بالبراق [ فاستعصت عليه، فقال لها جبرئيل: ] </w:t>
      </w:r>
      <w:r w:rsidR="00F72B69" w:rsidRPr="00F72B69">
        <w:rPr>
          <w:rStyle w:val="libFootnotenumChar"/>
          <w:rFonts w:hint="cs"/>
          <w:rtl/>
        </w:rPr>
        <w:t>(3)</w:t>
      </w:r>
      <w:r w:rsidRPr="00481D79">
        <w:rPr>
          <w:rtl/>
        </w:rPr>
        <w:t xml:space="preserve"> أسكني براقة </w:t>
      </w:r>
      <w:r w:rsidR="00F72B69" w:rsidRPr="00F72B69">
        <w:rPr>
          <w:rStyle w:val="libFootnotenumChar"/>
          <w:rFonts w:hint="cs"/>
          <w:rtl/>
        </w:rPr>
        <w:t>(4)</w:t>
      </w:r>
      <w:r w:rsidRPr="00481D79">
        <w:rPr>
          <w:rtl/>
        </w:rPr>
        <w:t xml:space="preserve"> فما ركبك أحد أ</w:t>
      </w:r>
      <w:r w:rsidR="00F72B69">
        <w:rPr>
          <w:rtl/>
        </w:rPr>
        <w:t>كرم على الله منه، [فسكنت</w:t>
      </w:r>
      <w:r w:rsidRPr="00481D79">
        <w:rPr>
          <w:rtl/>
        </w:rPr>
        <w:t xml:space="preserve">] </w:t>
      </w:r>
      <w:r w:rsidR="00F72B69" w:rsidRPr="00F72B69">
        <w:rPr>
          <w:rStyle w:val="libFootnotenumChar"/>
          <w:rFonts w:hint="cs"/>
          <w:rtl/>
        </w:rPr>
        <w:t>(5)</w:t>
      </w:r>
      <w:r w:rsidRPr="00481D79">
        <w:rPr>
          <w:rtl/>
        </w:rPr>
        <w:t>.</w:t>
      </w:r>
    </w:p>
    <w:p w:rsidR="00481D79" w:rsidRPr="00481D79" w:rsidRDefault="00481D79" w:rsidP="00F72B69">
      <w:pPr>
        <w:pStyle w:val="libNormal"/>
        <w:rPr>
          <w:rtl/>
        </w:rPr>
      </w:pPr>
      <w:r w:rsidRPr="00481D79">
        <w:rPr>
          <w:rtl/>
        </w:rPr>
        <w:t xml:space="preserve">قال </w:t>
      </w:r>
      <w:r w:rsidR="004226A8" w:rsidRPr="004226A8">
        <w:rPr>
          <w:rStyle w:val="libAlaemChar"/>
          <w:rtl/>
        </w:rPr>
        <w:t>صلى‌الله‌عليه‌وآله</w:t>
      </w:r>
      <w:r w:rsidRPr="00481D79">
        <w:rPr>
          <w:rtl/>
        </w:rPr>
        <w:t xml:space="preserve">: فركبتها حتى انتهيت إلى الحجاب الذي يلي الرحمن عز ربنا وجل فخرج ملك من وراء الحجاب فقال: الله أكبر [ الله أكبر ] </w:t>
      </w:r>
      <w:r w:rsidR="00F72B69" w:rsidRPr="00F72B69">
        <w:rPr>
          <w:rStyle w:val="libFootnotenumChar"/>
          <w:rFonts w:hint="cs"/>
          <w:rtl/>
        </w:rPr>
        <w:t>(6)</w:t>
      </w:r>
      <w:r w:rsidRPr="00481D79">
        <w:rPr>
          <w:rtl/>
        </w:rPr>
        <w:t xml:space="preserve"> قال </w:t>
      </w:r>
      <w:r w:rsidR="004226A8" w:rsidRPr="004226A8">
        <w:rPr>
          <w:rStyle w:val="libAlaemChar"/>
          <w:rtl/>
        </w:rPr>
        <w:t>صلى‌الله‌عليه‌وآله</w:t>
      </w:r>
      <w:r w:rsidRPr="00481D79">
        <w:rPr>
          <w:rtl/>
        </w:rPr>
        <w:t xml:space="preserve">: قلت يا جبرئيل من هذا الملك [ الكريم ] </w:t>
      </w:r>
      <w:r w:rsidR="00F72B69" w:rsidRPr="00F72B69">
        <w:rPr>
          <w:rStyle w:val="libFootnotenumChar"/>
          <w:rFonts w:hint="cs"/>
          <w:rtl/>
        </w:rPr>
        <w:t>(7)</w:t>
      </w:r>
      <w:r w:rsidRPr="00481D79">
        <w:rPr>
          <w:rtl/>
        </w:rPr>
        <w:t xml:space="preserve">؟ قال [ جبرئيل ] </w:t>
      </w:r>
      <w:r w:rsidR="00F72B69" w:rsidRPr="00F72B69">
        <w:rPr>
          <w:rStyle w:val="libFootnotenumChar"/>
          <w:rFonts w:hint="cs"/>
          <w:rtl/>
        </w:rPr>
        <w:t>(8)</w:t>
      </w:r>
      <w:r w:rsidRPr="00481D79">
        <w:rPr>
          <w:rtl/>
        </w:rPr>
        <w:t>: والذي أكرمك بالنبوة ما رأيت هذا الملك قبل ساعتي هذه.</w:t>
      </w:r>
    </w:p>
    <w:p w:rsidR="00481D79" w:rsidRPr="00481D79" w:rsidRDefault="00481D79" w:rsidP="00F72B69">
      <w:pPr>
        <w:pStyle w:val="libNormal"/>
        <w:rPr>
          <w:rtl/>
        </w:rPr>
      </w:pPr>
      <w:r w:rsidRPr="00481D79">
        <w:rPr>
          <w:rtl/>
        </w:rPr>
        <w:t xml:space="preserve">فقال [ الملك ] </w:t>
      </w:r>
      <w:r w:rsidR="00F72B69" w:rsidRPr="00F72B69">
        <w:rPr>
          <w:rStyle w:val="libFootnotenumChar"/>
          <w:rFonts w:hint="cs"/>
          <w:rtl/>
        </w:rPr>
        <w:t>(9)</w:t>
      </w:r>
      <w:r w:rsidRPr="00481D79">
        <w:rPr>
          <w:rtl/>
        </w:rPr>
        <w:t>: الله أكبر الله أكبر، فنودي من وراء الحجاب: صدق عبدي أنا أكبر أنا أكبر.</w:t>
      </w:r>
    </w:p>
    <w:p w:rsidR="00481D79" w:rsidRPr="00481D79" w:rsidRDefault="00481D79" w:rsidP="00F72B69">
      <w:pPr>
        <w:pStyle w:val="libNormal"/>
        <w:rPr>
          <w:rtl/>
        </w:rPr>
      </w:pPr>
      <w:r w:rsidRPr="00481D79">
        <w:rPr>
          <w:rtl/>
        </w:rPr>
        <w:t xml:space="preserve">قال </w:t>
      </w:r>
      <w:r w:rsidR="00F72B69" w:rsidRPr="00F72B69">
        <w:rPr>
          <w:rStyle w:val="libFootnotenumChar"/>
          <w:rFonts w:hint="cs"/>
          <w:rtl/>
        </w:rPr>
        <w:t>(10)</w:t>
      </w:r>
      <w:r w:rsidRPr="00481D79">
        <w:rPr>
          <w:rtl/>
        </w:rPr>
        <w:t xml:space="preserve"> </w:t>
      </w:r>
      <w:r w:rsidR="004226A8" w:rsidRPr="004226A8">
        <w:rPr>
          <w:rStyle w:val="libAlaemChar"/>
          <w:rtl/>
        </w:rPr>
        <w:t>صلى‌الله‌عليه‌وآله</w:t>
      </w:r>
      <w:r w:rsidRPr="00481D79">
        <w:rPr>
          <w:rtl/>
        </w:rPr>
        <w:t xml:space="preserve">: فقال الملك: أشهد أن لا إله إلا الله أشهد أن لا إله إلا الله، فنودي من وراء الحجاب: صدق عبدي أنا الله لاإله إلا أنا </w:t>
      </w:r>
      <w:r w:rsidR="00F72B69" w:rsidRPr="00F72B69">
        <w:rPr>
          <w:rStyle w:val="libFootnotenumChar"/>
          <w:rFonts w:hint="cs"/>
          <w:rtl/>
        </w:rPr>
        <w:t>(11)</w:t>
      </w:r>
      <w:r w:rsidRPr="00481D79">
        <w:rPr>
          <w:rtl/>
        </w:rPr>
        <w:t xml:space="preserve">. قال </w:t>
      </w:r>
      <w:r w:rsidR="004226A8" w:rsidRPr="004226A8">
        <w:rPr>
          <w:rStyle w:val="libAlaemChar"/>
          <w:rtl/>
        </w:rPr>
        <w:t>صلى‌الله‌عليه‌وآله</w:t>
      </w:r>
      <w:r w:rsidRPr="00481D79">
        <w:rPr>
          <w:rtl/>
        </w:rPr>
        <w:t>: فقال الملك: أشهد أن محمدا رسول الله أشهد أن محمدا رسول الله، فنودي من وراء الحجاب: صدق عبدي أنا أرسلت محمدا رسولا.</w:t>
      </w:r>
    </w:p>
    <w:p w:rsidR="00481D79" w:rsidRPr="00481D79" w:rsidRDefault="00481D79" w:rsidP="00D11BDC">
      <w:pPr>
        <w:pStyle w:val="libNormal"/>
        <w:rPr>
          <w:rtl/>
        </w:rPr>
      </w:pPr>
      <w:r w:rsidRPr="00481D79">
        <w:rPr>
          <w:rtl/>
        </w:rPr>
        <w:t xml:space="preserve">قال </w:t>
      </w:r>
      <w:r w:rsidR="004226A8" w:rsidRPr="004226A8">
        <w:rPr>
          <w:rStyle w:val="libAlaemChar"/>
          <w:rtl/>
        </w:rPr>
        <w:t>صلى‌الله‌عليه‌وآله</w:t>
      </w:r>
      <w:r w:rsidRPr="00481D79">
        <w:rPr>
          <w:rtl/>
        </w:rPr>
        <w:t>: فقال الملك: حي على الصلاة حي على الصلاة، فنودي من وراء الحجاب: صدق عبدي ودعا إلى عبادتي.</w:t>
      </w:r>
    </w:p>
    <w:p w:rsidR="00481D79" w:rsidRPr="00481D79" w:rsidRDefault="00481D79" w:rsidP="00F72B69">
      <w:pPr>
        <w:pStyle w:val="libNormal"/>
        <w:rPr>
          <w:rtl/>
        </w:rPr>
      </w:pPr>
      <w:r w:rsidRPr="00481D79">
        <w:rPr>
          <w:rtl/>
        </w:rPr>
        <w:t xml:space="preserve">قال </w:t>
      </w:r>
      <w:r w:rsidR="004226A8" w:rsidRPr="004226A8">
        <w:rPr>
          <w:rStyle w:val="libAlaemChar"/>
          <w:rtl/>
        </w:rPr>
        <w:t>صلى‌الله‌عليه‌وآله</w:t>
      </w:r>
      <w:r w:rsidRPr="00481D79">
        <w:rPr>
          <w:rtl/>
        </w:rPr>
        <w:t xml:space="preserve"> فقال الملك: حي على الفلاح [ حي على الفلاح ] </w:t>
      </w:r>
      <w:r w:rsidR="00F72B69" w:rsidRPr="00F72B69">
        <w:rPr>
          <w:rStyle w:val="libFootnotenumChar"/>
          <w:rFonts w:hint="cs"/>
          <w:rtl/>
        </w:rPr>
        <w:t>(12)</w:t>
      </w:r>
      <w:r w:rsidRPr="00481D79">
        <w:rPr>
          <w:rtl/>
        </w:rPr>
        <w:t xml:space="preserve"> فنودي من وراء</w:t>
      </w:r>
    </w:p>
    <w:p w:rsidR="00481D79" w:rsidRDefault="005B067E" w:rsidP="005B067E">
      <w:pPr>
        <w:pStyle w:val="libLine"/>
        <w:rPr>
          <w:rtl/>
        </w:rPr>
      </w:pPr>
      <w:r>
        <w:rPr>
          <w:rtl/>
        </w:rPr>
        <w:t>____________________</w:t>
      </w:r>
    </w:p>
    <w:p w:rsidR="00481D79" w:rsidRDefault="00481D79" w:rsidP="00F72B69">
      <w:pPr>
        <w:pStyle w:val="libFootnote0"/>
        <w:rPr>
          <w:rtl/>
        </w:rPr>
      </w:pPr>
      <w:r>
        <w:rPr>
          <w:rtl/>
        </w:rPr>
        <w:t>1</w:t>
      </w:r>
      <w:r w:rsidR="00F72B69">
        <w:rPr>
          <w:rFonts w:hint="cs"/>
          <w:rtl/>
        </w:rPr>
        <w:t>-</w:t>
      </w:r>
      <w:r>
        <w:rPr>
          <w:rtl/>
        </w:rPr>
        <w:t xml:space="preserve"> كذا في عوالي اللئالئ والبحار ج 84. وفي سائر النسخ المعتمدة: قال رسول الله </w:t>
      </w:r>
      <w:r w:rsidR="004226A8" w:rsidRPr="00F72B69">
        <w:rPr>
          <w:rStyle w:val="libFootnoteAlaemChar"/>
          <w:rtl/>
        </w:rPr>
        <w:t>صلى‌الله‌عليه‌وآله</w:t>
      </w:r>
      <w:r>
        <w:rPr>
          <w:rtl/>
        </w:rPr>
        <w:t>.</w:t>
      </w:r>
    </w:p>
    <w:p w:rsidR="00481D79" w:rsidRDefault="00481D79" w:rsidP="00F72B69">
      <w:pPr>
        <w:pStyle w:val="libFootnote0"/>
        <w:rPr>
          <w:rtl/>
        </w:rPr>
      </w:pPr>
      <w:r>
        <w:rPr>
          <w:rtl/>
        </w:rPr>
        <w:t>2</w:t>
      </w:r>
      <w:r w:rsidR="00F72B69">
        <w:rPr>
          <w:rFonts w:hint="cs"/>
          <w:rtl/>
        </w:rPr>
        <w:t>-</w:t>
      </w:r>
      <w:r>
        <w:rPr>
          <w:rtl/>
        </w:rPr>
        <w:t xml:space="preserve"> في ن والمستدرك والبحار ج 18: بدأ.</w:t>
      </w:r>
    </w:p>
    <w:p w:rsidR="00481D79" w:rsidRDefault="00481D79" w:rsidP="00F72B69">
      <w:pPr>
        <w:pStyle w:val="libFootnote0"/>
        <w:rPr>
          <w:rtl/>
        </w:rPr>
      </w:pPr>
      <w:r>
        <w:rPr>
          <w:rtl/>
        </w:rPr>
        <w:t>3</w:t>
      </w:r>
      <w:r w:rsidR="00F72B69">
        <w:rPr>
          <w:rFonts w:hint="cs"/>
          <w:rtl/>
        </w:rPr>
        <w:t>-</w:t>
      </w:r>
      <w:r>
        <w:rPr>
          <w:rtl/>
        </w:rPr>
        <w:t xml:space="preserve"> في ن: فاستصعب عليه ثم أتاه بدابة يقال لها براقة فاستصعبت عليه فقال لها جبرئيل وفي البحار والمستدرك: فاستعصت عليه، ثم أتى بدابة يقال لها برقة فاستعصت فقال لها جبرئيل. وفي خ فاستعصت عليه، ثم أتاه بدابة يقال لها براقة فاستعصت عليه فقال لها جبرئيل. وليس في ج.</w:t>
      </w:r>
    </w:p>
    <w:p w:rsidR="00F72B69" w:rsidRDefault="00481D79" w:rsidP="00F72B69">
      <w:pPr>
        <w:pStyle w:val="libFootnote0"/>
        <w:rPr>
          <w:rFonts w:hint="cs"/>
          <w:rtl/>
        </w:rPr>
      </w:pPr>
      <w:r>
        <w:rPr>
          <w:rtl/>
        </w:rPr>
        <w:t>4</w:t>
      </w:r>
      <w:r w:rsidR="00F72B69">
        <w:rPr>
          <w:rFonts w:hint="cs"/>
          <w:rtl/>
        </w:rPr>
        <w:t>-</w:t>
      </w:r>
      <w:r>
        <w:rPr>
          <w:rtl/>
        </w:rPr>
        <w:t xml:space="preserve"> في ط والبحار والمستدرك: برقة.</w:t>
      </w:r>
    </w:p>
    <w:p w:rsidR="00481D79" w:rsidRDefault="00481D79" w:rsidP="00F72B69">
      <w:pPr>
        <w:pStyle w:val="libFootnote0"/>
        <w:rPr>
          <w:rtl/>
        </w:rPr>
      </w:pPr>
      <w:r>
        <w:rPr>
          <w:rtl/>
        </w:rPr>
        <w:t>5</w:t>
      </w:r>
      <w:r w:rsidR="00F72B69">
        <w:rPr>
          <w:rFonts w:hint="cs"/>
          <w:rtl/>
        </w:rPr>
        <w:t>-</w:t>
      </w:r>
      <w:r>
        <w:rPr>
          <w:rtl/>
        </w:rPr>
        <w:t xml:space="preserve"> ليس في البحار والمستدرك.</w:t>
      </w:r>
    </w:p>
    <w:p w:rsidR="00F72B69" w:rsidRDefault="00481D79" w:rsidP="00F72B69">
      <w:pPr>
        <w:pStyle w:val="libFootnote0"/>
        <w:rPr>
          <w:rFonts w:hint="cs"/>
          <w:rtl/>
        </w:rPr>
      </w:pPr>
      <w:r>
        <w:rPr>
          <w:rtl/>
        </w:rPr>
        <w:t>6</w:t>
      </w:r>
      <w:r w:rsidR="00F72B69">
        <w:rPr>
          <w:rFonts w:hint="cs"/>
          <w:rtl/>
        </w:rPr>
        <w:t>-</w:t>
      </w:r>
      <w:r>
        <w:rPr>
          <w:rtl/>
        </w:rPr>
        <w:t xml:space="preserve"> ليس في ج.</w:t>
      </w:r>
    </w:p>
    <w:p w:rsidR="00481D79" w:rsidRDefault="00481D79" w:rsidP="00F72B69">
      <w:pPr>
        <w:pStyle w:val="libFootnote0"/>
        <w:rPr>
          <w:rtl/>
        </w:rPr>
      </w:pPr>
      <w:r>
        <w:rPr>
          <w:rtl/>
        </w:rPr>
        <w:t>7</w:t>
      </w:r>
      <w:r w:rsidR="00F72B69">
        <w:rPr>
          <w:rFonts w:hint="cs"/>
          <w:rtl/>
        </w:rPr>
        <w:t>-</w:t>
      </w:r>
      <w:r>
        <w:rPr>
          <w:rtl/>
        </w:rPr>
        <w:t xml:space="preserve"> من ط.</w:t>
      </w:r>
    </w:p>
    <w:p w:rsidR="00F72B69" w:rsidRDefault="00481D79" w:rsidP="00F72B69">
      <w:pPr>
        <w:pStyle w:val="libFootnote0"/>
        <w:rPr>
          <w:rFonts w:hint="cs"/>
          <w:rtl/>
        </w:rPr>
      </w:pPr>
      <w:r>
        <w:rPr>
          <w:rtl/>
        </w:rPr>
        <w:t>8</w:t>
      </w:r>
      <w:r w:rsidR="00F72B69">
        <w:rPr>
          <w:rFonts w:hint="cs"/>
          <w:rtl/>
        </w:rPr>
        <w:t>-</w:t>
      </w:r>
      <w:r>
        <w:rPr>
          <w:rtl/>
        </w:rPr>
        <w:t xml:space="preserve"> ليس في ن، ج، البحار والمستدرك.</w:t>
      </w:r>
    </w:p>
    <w:p w:rsidR="00481D79" w:rsidRDefault="00481D79" w:rsidP="00F72B69">
      <w:pPr>
        <w:pStyle w:val="libFootnote0"/>
        <w:rPr>
          <w:rtl/>
        </w:rPr>
      </w:pPr>
      <w:r>
        <w:rPr>
          <w:rtl/>
        </w:rPr>
        <w:t>9</w:t>
      </w:r>
      <w:r w:rsidR="00F72B69">
        <w:rPr>
          <w:rFonts w:hint="cs"/>
          <w:rtl/>
        </w:rPr>
        <w:t>-</w:t>
      </w:r>
      <w:r>
        <w:rPr>
          <w:rtl/>
        </w:rPr>
        <w:t xml:space="preserve"> ليس في ن.</w:t>
      </w:r>
    </w:p>
    <w:p w:rsidR="00481D79" w:rsidRDefault="00481D79" w:rsidP="00F72B69">
      <w:pPr>
        <w:pStyle w:val="libFootnote0"/>
        <w:rPr>
          <w:rtl/>
        </w:rPr>
      </w:pPr>
      <w:r>
        <w:rPr>
          <w:rtl/>
        </w:rPr>
        <w:t>10</w:t>
      </w:r>
      <w:r w:rsidR="00F72B69">
        <w:rPr>
          <w:rFonts w:hint="cs"/>
          <w:rtl/>
        </w:rPr>
        <w:t>-</w:t>
      </w:r>
      <w:r>
        <w:rPr>
          <w:rtl/>
        </w:rPr>
        <w:t xml:space="preserve"> ن: قال رسول الله </w:t>
      </w:r>
      <w:r w:rsidR="004226A8" w:rsidRPr="00F72B69">
        <w:rPr>
          <w:rStyle w:val="libFootnoteAlaemChar"/>
          <w:rtl/>
        </w:rPr>
        <w:t>صلى‌الله‌عليه‌وآله</w:t>
      </w:r>
      <w:r>
        <w:rPr>
          <w:rtl/>
        </w:rPr>
        <w:t>، وكذا في المواضع الاربعة الآتية.</w:t>
      </w:r>
    </w:p>
    <w:p w:rsidR="00481D79" w:rsidRDefault="00481D79" w:rsidP="00F72B69">
      <w:pPr>
        <w:pStyle w:val="libFootnote0"/>
        <w:rPr>
          <w:rtl/>
        </w:rPr>
      </w:pPr>
      <w:r>
        <w:rPr>
          <w:rtl/>
        </w:rPr>
        <w:t>11</w:t>
      </w:r>
      <w:r w:rsidR="00F72B69">
        <w:rPr>
          <w:rFonts w:hint="cs"/>
          <w:rtl/>
        </w:rPr>
        <w:t>-</w:t>
      </w:r>
      <w:r>
        <w:rPr>
          <w:rtl/>
        </w:rPr>
        <w:t xml:space="preserve"> أضاف في خ، ط، ج والبحار 84: لا إله إلا أنا، وفي المستدرك: (مرتين).</w:t>
      </w:r>
    </w:p>
    <w:p w:rsidR="00481D79" w:rsidRDefault="00481D79" w:rsidP="00F72B69">
      <w:pPr>
        <w:pStyle w:val="libFootnote0"/>
        <w:rPr>
          <w:rtl/>
        </w:rPr>
      </w:pPr>
      <w:r>
        <w:rPr>
          <w:rtl/>
        </w:rPr>
        <w:t>12</w:t>
      </w:r>
      <w:r w:rsidR="00F72B69">
        <w:rPr>
          <w:rFonts w:hint="cs"/>
          <w:rtl/>
        </w:rPr>
        <w:t>-</w:t>
      </w:r>
      <w:r>
        <w:rPr>
          <w:rtl/>
        </w:rPr>
        <w:t xml:space="preserve"> ليس في ج.</w:t>
      </w:r>
    </w:p>
    <w:p w:rsidR="00481D79" w:rsidRDefault="00481D79" w:rsidP="00481D79">
      <w:pPr>
        <w:pStyle w:val="libNormal"/>
        <w:rPr>
          <w:rtl/>
        </w:rPr>
      </w:pPr>
      <w:r>
        <w:rPr>
          <w:rtl/>
        </w:rPr>
        <w:br w:type="page"/>
      </w:r>
    </w:p>
    <w:p w:rsidR="00481D79" w:rsidRPr="00481D79" w:rsidRDefault="00481D79" w:rsidP="00F72B69">
      <w:pPr>
        <w:pStyle w:val="libNormal0"/>
        <w:rPr>
          <w:rtl/>
        </w:rPr>
      </w:pPr>
      <w:r w:rsidRPr="00481D79">
        <w:rPr>
          <w:rtl/>
        </w:rPr>
        <w:lastRenderedPageBreak/>
        <w:t>الحجاب: صدق عبدي ودعا إلى عبادتي.</w:t>
      </w:r>
    </w:p>
    <w:p w:rsidR="00481D79" w:rsidRPr="00481D79" w:rsidRDefault="00481D79" w:rsidP="00F72B69">
      <w:pPr>
        <w:pStyle w:val="libNormal"/>
        <w:rPr>
          <w:rtl/>
        </w:rPr>
      </w:pPr>
      <w:r w:rsidRPr="00481D79">
        <w:rPr>
          <w:rtl/>
        </w:rPr>
        <w:t xml:space="preserve">[ قال </w:t>
      </w:r>
      <w:r w:rsidR="004226A8" w:rsidRPr="004226A8">
        <w:rPr>
          <w:rStyle w:val="libAlaemChar"/>
          <w:rtl/>
        </w:rPr>
        <w:t>صلى‌الله‌عليه‌وآله</w:t>
      </w:r>
      <w:r w:rsidRPr="00481D79">
        <w:rPr>
          <w:rtl/>
        </w:rPr>
        <w:t xml:space="preserve">: فقال الملك: حي على خير العمل حي على خير العمل، فنودي من وراء الحجاب: صدق عبدي ودعا إلى عبادتي ] </w:t>
      </w:r>
      <w:r w:rsidR="00F72B69" w:rsidRPr="00F72B69">
        <w:rPr>
          <w:rStyle w:val="libFootnotenumChar"/>
          <w:rFonts w:hint="cs"/>
          <w:rtl/>
        </w:rPr>
        <w:t>(1)</w:t>
      </w:r>
      <w:r w:rsidRPr="00481D79">
        <w:rPr>
          <w:rtl/>
        </w:rPr>
        <w:t xml:space="preserve"> قد أفلح من واظب عليها.</w:t>
      </w:r>
    </w:p>
    <w:p w:rsidR="00481D79" w:rsidRPr="00481D79" w:rsidRDefault="00481D79" w:rsidP="00F72B69">
      <w:pPr>
        <w:pStyle w:val="libNormal"/>
        <w:rPr>
          <w:rtl/>
        </w:rPr>
      </w:pPr>
      <w:r w:rsidRPr="00481D79">
        <w:rPr>
          <w:rtl/>
        </w:rPr>
        <w:t xml:space="preserve">قال </w:t>
      </w:r>
      <w:r w:rsidR="004226A8" w:rsidRPr="004226A8">
        <w:rPr>
          <w:rStyle w:val="libAlaemChar"/>
          <w:rtl/>
        </w:rPr>
        <w:t>صلى‌الله‌عليه‌وآله</w:t>
      </w:r>
      <w:r w:rsidRPr="00481D79">
        <w:rPr>
          <w:rtl/>
        </w:rPr>
        <w:t xml:space="preserve">: فيومئذ أكمل الله تعالى لي الشرف على الاولين والآخرين ". </w:t>
      </w:r>
      <w:r w:rsidR="00F72B69" w:rsidRPr="00F72B69">
        <w:rPr>
          <w:rStyle w:val="libFootnotenumChar"/>
          <w:rFonts w:hint="cs"/>
          <w:rtl/>
        </w:rPr>
        <w:t>(2)</w:t>
      </w:r>
    </w:p>
    <w:p w:rsidR="00481D79" w:rsidRPr="00481D79" w:rsidRDefault="00481D79" w:rsidP="00F72B69">
      <w:pPr>
        <w:pStyle w:val="libNormal"/>
        <w:rPr>
          <w:rtl/>
        </w:rPr>
      </w:pPr>
      <w:r w:rsidRPr="00481D79">
        <w:rPr>
          <w:rtl/>
        </w:rPr>
        <w:t xml:space="preserve">(116) وبإسناده قال: " كان رسول الله </w:t>
      </w:r>
      <w:r w:rsidR="004226A8" w:rsidRPr="004226A8">
        <w:rPr>
          <w:rStyle w:val="libAlaemChar"/>
          <w:rtl/>
        </w:rPr>
        <w:t>صلى‌الله‌عليه‌وآله</w:t>
      </w:r>
      <w:r w:rsidRPr="00481D79">
        <w:rPr>
          <w:rtl/>
        </w:rPr>
        <w:t xml:space="preserve"> يسافر يوم الاثنين والخميس ويقول: فيهما ترفع الاعمال إلى الله تعالى، وتعقد فيهما الالوية " </w:t>
      </w:r>
      <w:r w:rsidR="00F72B69" w:rsidRPr="00F72B69">
        <w:rPr>
          <w:rStyle w:val="libFootnotenumChar"/>
          <w:rFonts w:hint="cs"/>
          <w:rtl/>
        </w:rPr>
        <w:t>(3)</w:t>
      </w:r>
      <w:r w:rsidRPr="00481D79">
        <w:rPr>
          <w:rtl/>
        </w:rPr>
        <w:t>.</w:t>
      </w:r>
    </w:p>
    <w:p w:rsidR="00481D79" w:rsidRPr="00481D79" w:rsidRDefault="00481D79" w:rsidP="00F72B69">
      <w:pPr>
        <w:pStyle w:val="libNormal"/>
        <w:rPr>
          <w:rtl/>
        </w:rPr>
      </w:pPr>
      <w:r w:rsidRPr="00481D79">
        <w:rPr>
          <w:rtl/>
        </w:rPr>
        <w:t xml:space="preserve">(117) وبإسناده قال: " كان رسول الله </w:t>
      </w:r>
      <w:r w:rsidR="004226A8" w:rsidRPr="004226A8">
        <w:rPr>
          <w:rStyle w:val="libAlaemChar"/>
          <w:rtl/>
        </w:rPr>
        <w:t>صلى‌الله‌عليه‌وآله</w:t>
      </w:r>
      <w:r w:rsidRPr="00481D79">
        <w:rPr>
          <w:rtl/>
        </w:rPr>
        <w:t xml:space="preserve"> صلى بنا صلاة السفر فقرأ في الاولى الحمد وقل يا أيها الكافرون، وفي الاخرى الحمد وقل هو الله أحد، ثم قال </w:t>
      </w:r>
      <w:r w:rsidR="004226A8" w:rsidRPr="004226A8">
        <w:rPr>
          <w:rStyle w:val="libAlaemChar"/>
          <w:rtl/>
        </w:rPr>
        <w:t>صلى‌الله‌عليه‌وآله</w:t>
      </w:r>
      <w:r w:rsidRPr="00481D79">
        <w:rPr>
          <w:rtl/>
        </w:rPr>
        <w:t xml:space="preserve"> </w:t>
      </w:r>
      <w:r w:rsidR="00F72B69" w:rsidRPr="00F72B69">
        <w:rPr>
          <w:rStyle w:val="libFootnotenumChar"/>
          <w:rFonts w:hint="cs"/>
          <w:rtl/>
        </w:rPr>
        <w:t>(4)</w:t>
      </w:r>
      <w:r w:rsidRPr="00481D79">
        <w:rPr>
          <w:rtl/>
        </w:rPr>
        <w:t xml:space="preserve">: قرأت لكم ثلث القرآن وربعة " </w:t>
      </w:r>
      <w:r w:rsidR="00F72B69" w:rsidRPr="00F72B69">
        <w:rPr>
          <w:rStyle w:val="libFootnotenumChar"/>
          <w:rFonts w:hint="cs"/>
          <w:rtl/>
        </w:rPr>
        <w:t>(5)</w:t>
      </w:r>
      <w:r w:rsidRPr="00481D79">
        <w:rPr>
          <w:rtl/>
        </w:rPr>
        <w:t>.</w:t>
      </w:r>
    </w:p>
    <w:p w:rsidR="00481D79" w:rsidRPr="00481D79" w:rsidRDefault="00481D79" w:rsidP="00F72B69">
      <w:pPr>
        <w:pStyle w:val="libNormal"/>
        <w:rPr>
          <w:rtl/>
        </w:rPr>
      </w:pPr>
      <w:r w:rsidRPr="00481D79">
        <w:rPr>
          <w:rtl/>
        </w:rPr>
        <w:t xml:space="preserve">(118) وبإسناده قال: قال رسول الله </w:t>
      </w:r>
      <w:r w:rsidR="004226A8" w:rsidRPr="004226A8">
        <w:rPr>
          <w:rStyle w:val="libAlaemChar"/>
          <w:rtl/>
        </w:rPr>
        <w:t>صلى‌الله‌عليه‌وآله</w:t>
      </w:r>
      <w:r w:rsidRPr="00481D79">
        <w:rPr>
          <w:rtl/>
        </w:rPr>
        <w:t xml:space="preserve">: " من قرأ إذا زلزلت الارض أربع مرات [ كان ] </w:t>
      </w:r>
      <w:r w:rsidR="00F72B69" w:rsidRPr="00F72B69">
        <w:rPr>
          <w:rStyle w:val="libFootnotenumChar"/>
          <w:rFonts w:hint="cs"/>
          <w:rtl/>
        </w:rPr>
        <w:t>(6)</w:t>
      </w:r>
      <w:r w:rsidRPr="00481D79">
        <w:rPr>
          <w:rtl/>
        </w:rPr>
        <w:t xml:space="preserve">كمن قرأ القرآن كله " </w:t>
      </w:r>
      <w:r w:rsidR="00F72B69" w:rsidRPr="00F72B69">
        <w:rPr>
          <w:rStyle w:val="libFootnotenumChar"/>
          <w:rFonts w:hint="cs"/>
          <w:rtl/>
        </w:rPr>
        <w:t>(7)</w:t>
      </w:r>
      <w:r w:rsidRPr="00481D79">
        <w:rPr>
          <w:rtl/>
        </w:rPr>
        <w:t>.</w:t>
      </w:r>
    </w:p>
    <w:p w:rsidR="00481D79" w:rsidRPr="00481D79" w:rsidRDefault="00481D79" w:rsidP="00F72B69">
      <w:pPr>
        <w:pStyle w:val="libNormal"/>
        <w:rPr>
          <w:rtl/>
        </w:rPr>
      </w:pPr>
      <w:r w:rsidRPr="00481D79">
        <w:rPr>
          <w:rtl/>
        </w:rPr>
        <w:t xml:space="preserve">(119) وبإسناده قال: " حدثني [ (أبي) </w:t>
      </w:r>
      <w:r w:rsidR="00F72B69" w:rsidRPr="00F72B69">
        <w:rPr>
          <w:rStyle w:val="libFootnotenumChar"/>
          <w:rFonts w:hint="cs"/>
          <w:rtl/>
        </w:rPr>
        <w:t>(8)</w:t>
      </w:r>
      <w:r w:rsidRPr="00481D79">
        <w:rPr>
          <w:rtl/>
        </w:rPr>
        <w:t xml:space="preserve"> علي بن أبي طالب ] </w:t>
      </w:r>
      <w:r w:rsidR="00F72B69" w:rsidRPr="00F72B69">
        <w:rPr>
          <w:rStyle w:val="libFootnotenumChar"/>
          <w:rFonts w:hint="cs"/>
          <w:rtl/>
        </w:rPr>
        <w:t>(9)</w:t>
      </w:r>
      <w:r w:rsidRPr="00481D79">
        <w:rPr>
          <w:rtl/>
        </w:rPr>
        <w:t xml:space="preserve"> قال: " من كنوز البر </w:t>
      </w:r>
      <w:r w:rsidR="00F72B69" w:rsidRPr="00F72B69">
        <w:rPr>
          <w:rStyle w:val="libFootnotenumChar"/>
          <w:rFonts w:hint="cs"/>
          <w:rtl/>
        </w:rPr>
        <w:t>(10)</w:t>
      </w:r>
      <w:r w:rsidRPr="00481D79">
        <w:rPr>
          <w:rtl/>
        </w:rPr>
        <w:t xml:space="preserve"> إخفاء العمل، والصبر على الرزايا، وكتمان المصائب " </w:t>
      </w:r>
      <w:r w:rsidR="00F72B69" w:rsidRPr="00F72B69">
        <w:rPr>
          <w:rStyle w:val="libFootnotenumChar"/>
          <w:rFonts w:hint="cs"/>
          <w:rtl/>
        </w:rPr>
        <w:t>(11)</w:t>
      </w:r>
      <w:r w:rsidRPr="00481D79">
        <w:rPr>
          <w:rtl/>
        </w:rPr>
        <w:t>.</w:t>
      </w:r>
    </w:p>
    <w:p w:rsidR="00481D79" w:rsidRDefault="005B067E" w:rsidP="005B067E">
      <w:pPr>
        <w:pStyle w:val="libLine"/>
        <w:rPr>
          <w:rtl/>
        </w:rPr>
      </w:pPr>
      <w:r>
        <w:rPr>
          <w:rtl/>
        </w:rPr>
        <w:t>____________________</w:t>
      </w:r>
    </w:p>
    <w:p w:rsidR="00481D79" w:rsidRDefault="00481D79" w:rsidP="00F72B69">
      <w:pPr>
        <w:pStyle w:val="libFootnote0"/>
        <w:rPr>
          <w:rtl/>
        </w:rPr>
      </w:pPr>
      <w:r>
        <w:rPr>
          <w:rtl/>
        </w:rPr>
        <w:t>1</w:t>
      </w:r>
      <w:r w:rsidR="00F72B69">
        <w:rPr>
          <w:rFonts w:hint="cs"/>
          <w:rtl/>
        </w:rPr>
        <w:t>-</w:t>
      </w:r>
      <w:r>
        <w:rPr>
          <w:rtl/>
        </w:rPr>
        <w:t xml:space="preserve"> ليس في ط، ن، ج، البحار والمستدرك.</w:t>
      </w:r>
    </w:p>
    <w:p w:rsidR="00481D79" w:rsidRDefault="00481D79" w:rsidP="00F72B69">
      <w:pPr>
        <w:pStyle w:val="libFootnote0"/>
        <w:rPr>
          <w:rtl/>
        </w:rPr>
      </w:pPr>
      <w:r>
        <w:rPr>
          <w:rtl/>
        </w:rPr>
        <w:t>2</w:t>
      </w:r>
      <w:r w:rsidR="00F72B69">
        <w:rPr>
          <w:rFonts w:hint="cs"/>
          <w:rtl/>
        </w:rPr>
        <w:t>-</w:t>
      </w:r>
      <w:r>
        <w:rPr>
          <w:rtl/>
        </w:rPr>
        <w:t xml:space="preserve"> عنه البحار: 18 / 377 ح 83 والمستدرك: 1 / 258 ح 4. وأخرجه عنه في البحار: 84 / 151 ح 47 وعن عوالي اللئالئ: 1 / 25 ح 8 بالاسناد رقم " 59 ".</w:t>
      </w:r>
    </w:p>
    <w:p w:rsidR="00481D79" w:rsidRDefault="00481D79" w:rsidP="00F72B69">
      <w:pPr>
        <w:pStyle w:val="libFootnote0"/>
        <w:rPr>
          <w:rtl/>
        </w:rPr>
      </w:pPr>
      <w:r>
        <w:rPr>
          <w:rtl/>
        </w:rPr>
        <w:t>3</w:t>
      </w:r>
      <w:r w:rsidR="00F72B69">
        <w:rPr>
          <w:rFonts w:hint="cs"/>
          <w:rtl/>
        </w:rPr>
        <w:t>-</w:t>
      </w:r>
      <w:r>
        <w:rPr>
          <w:rtl/>
        </w:rPr>
        <w:t xml:space="preserve"> عنه جمال الاسبوع: 171 والبحار: 59 / 48 ح 9. ورواه الصدوق في عيون الاخبار: 2 / 37 ح 100 وفيه: " الولاية " بدل " الالوية ".</w:t>
      </w:r>
    </w:p>
    <w:p w:rsidR="00481D79" w:rsidRDefault="00481D79" w:rsidP="00F72B69">
      <w:pPr>
        <w:pStyle w:val="libFootnote0"/>
        <w:rPr>
          <w:rtl/>
        </w:rPr>
      </w:pPr>
      <w:r>
        <w:rPr>
          <w:rtl/>
        </w:rPr>
        <w:t>4</w:t>
      </w:r>
      <w:r w:rsidR="00F72B69">
        <w:rPr>
          <w:rFonts w:hint="cs"/>
          <w:rtl/>
        </w:rPr>
        <w:t>-</w:t>
      </w:r>
      <w:r>
        <w:rPr>
          <w:rtl/>
        </w:rPr>
        <w:t xml:space="preserve"> خ ومستدرك الوسائل: قل يا أيها الكافرون وفي الاخرى قل هو الله أحد ثم قال.</w:t>
      </w:r>
    </w:p>
    <w:p w:rsidR="00481D79" w:rsidRDefault="00481D79" w:rsidP="00F72B69">
      <w:pPr>
        <w:pStyle w:val="libFootnote0"/>
        <w:rPr>
          <w:rtl/>
        </w:rPr>
      </w:pPr>
      <w:r>
        <w:rPr>
          <w:rtl/>
        </w:rPr>
        <w:t>5</w:t>
      </w:r>
      <w:r w:rsidR="00F72B69">
        <w:rPr>
          <w:rFonts w:hint="cs"/>
          <w:rtl/>
        </w:rPr>
        <w:t>-</w:t>
      </w:r>
      <w:r>
        <w:rPr>
          <w:rtl/>
        </w:rPr>
        <w:t xml:space="preserve"> عنه مستدرك الوسائل: 1 / 280 ح 4. ورواه في عيون الاخبار: 2 / 37 ح 101، عنه الوسائل: 4 / 763 ح 6 والبحار: 85 / 30 ح 19.</w:t>
      </w:r>
    </w:p>
    <w:p w:rsidR="00481D79" w:rsidRDefault="00481D79" w:rsidP="00F72B69">
      <w:pPr>
        <w:pStyle w:val="libFootnote0"/>
        <w:rPr>
          <w:rtl/>
        </w:rPr>
      </w:pPr>
      <w:r>
        <w:rPr>
          <w:rtl/>
        </w:rPr>
        <w:t>6</w:t>
      </w:r>
      <w:r w:rsidR="00F72B69">
        <w:rPr>
          <w:rFonts w:hint="cs"/>
          <w:rtl/>
        </w:rPr>
        <w:t>-</w:t>
      </w:r>
      <w:r>
        <w:rPr>
          <w:rtl/>
        </w:rPr>
        <w:t xml:space="preserve"> ليس في خ.</w:t>
      </w:r>
    </w:p>
    <w:p w:rsidR="00481D79" w:rsidRDefault="00481D79" w:rsidP="00F72B69">
      <w:pPr>
        <w:pStyle w:val="libFootnote0"/>
        <w:rPr>
          <w:rtl/>
        </w:rPr>
      </w:pPr>
      <w:r>
        <w:rPr>
          <w:rtl/>
        </w:rPr>
        <w:t>7</w:t>
      </w:r>
      <w:r w:rsidR="00F72B69">
        <w:rPr>
          <w:rFonts w:hint="cs"/>
          <w:rtl/>
        </w:rPr>
        <w:t>-</w:t>
      </w:r>
      <w:r>
        <w:rPr>
          <w:rtl/>
        </w:rPr>
        <w:t xml:space="preserve"> عنه البحار: 92 / 333 ح 1، ومستدرك الوسائل: 1 / 312 ح 155، وعن عيون الاخبار: 2 / 37 ح 102. وأورده أبوالفتوح الرازي في تفسيره: 12 / 145.</w:t>
      </w:r>
    </w:p>
    <w:p w:rsidR="00481D79" w:rsidRDefault="00481D79" w:rsidP="00F72B69">
      <w:pPr>
        <w:pStyle w:val="libFootnote0"/>
        <w:rPr>
          <w:rtl/>
        </w:rPr>
      </w:pPr>
      <w:r>
        <w:rPr>
          <w:rtl/>
        </w:rPr>
        <w:t>8</w:t>
      </w:r>
      <w:r w:rsidR="00F72B69">
        <w:rPr>
          <w:rFonts w:hint="cs"/>
          <w:rtl/>
        </w:rPr>
        <w:t>-</w:t>
      </w:r>
      <w:r>
        <w:rPr>
          <w:rtl/>
        </w:rPr>
        <w:t xml:space="preserve"> ليس في ط ون.</w:t>
      </w:r>
    </w:p>
    <w:p w:rsidR="00481D79" w:rsidRDefault="00481D79" w:rsidP="00F72B69">
      <w:pPr>
        <w:pStyle w:val="libFootnote0"/>
        <w:rPr>
          <w:rtl/>
        </w:rPr>
      </w:pPr>
      <w:r>
        <w:rPr>
          <w:rtl/>
        </w:rPr>
        <w:t>9</w:t>
      </w:r>
      <w:r w:rsidR="00F72B69">
        <w:rPr>
          <w:rFonts w:hint="cs"/>
          <w:rtl/>
        </w:rPr>
        <w:t>-</w:t>
      </w:r>
      <w:r>
        <w:rPr>
          <w:rtl/>
        </w:rPr>
        <w:t xml:space="preserve"> ليس في خ.</w:t>
      </w:r>
    </w:p>
    <w:p w:rsidR="00481D79" w:rsidRDefault="00481D79" w:rsidP="00F72B69">
      <w:pPr>
        <w:pStyle w:val="libFootnote0"/>
        <w:rPr>
          <w:rtl/>
        </w:rPr>
      </w:pPr>
      <w:r>
        <w:rPr>
          <w:rtl/>
        </w:rPr>
        <w:t>10</w:t>
      </w:r>
      <w:r w:rsidR="00F72B69">
        <w:rPr>
          <w:rFonts w:hint="cs"/>
          <w:rtl/>
        </w:rPr>
        <w:t>-</w:t>
      </w:r>
      <w:r>
        <w:rPr>
          <w:rtl/>
        </w:rPr>
        <w:t xml:space="preserve"> خ والبحار: الجنة.</w:t>
      </w:r>
    </w:p>
    <w:p w:rsidR="00827655" w:rsidRDefault="00481D79" w:rsidP="00F72B69">
      <w:pPr>
        <w:pStyle w:val="libFootnote0"/>
        <w:rPr>
          <w:rtl/>
        </w:rPr>
      </w:pPr>
      <w:r>
        <w:rPr>
          <w:rtl/>
        </w:rPr>
        <w:t>11</w:t>
      </w:r>
      <w:r w:rsidR="00F72B69">
        <w:rPr>
          <w:rFonts w:hint="cs"/>
          <w:rtl/>
        </w:rPr>
        <w:t>-</w:t>
      </w:r>
      <w:r>
        <w:rPr>
          <w:rtl/>
        </w:rPr>
        <w:t xml:space="preserve"> عنه البحار: 70 / 251 ح 3 وعن التمحيص: 66 ح 53 باسناده إلى جابر بن عبدالله عن </w:t>
      </w:r>
      <w:r w:rsidR="00827655">
        <w:rPr>
          <w:rtl/>
        </w:rPr>
        <w:t>=</w:t>
      </w:r>
    </w:p>
    <w:p w:rsidR="00481D79" w:rsidRDefault="00481D79" w:rsidP="00481D79">
      <w:pPr>
        <w:pStyle w:val="libNormal"/>
        <w:rPr>
          <w:rtl/>
        </w:rPr>
      </w:pPr>
      <w:r>
        <w:rPr>
          <w:rtl/>
        </w:rPr>
        <w:br w:type="page"/>
      </w:r>
    </w:p>
    <w:p w:rsidR="00481D79" w:rsidRPr="00481D79" w:rsidRDefault="00481D79" w:rsidP="00B8778F">
      <w:pPr>
        <w:pStyle w:val="libNormal"/>
        <w:rPr>
          <w:rtl/>
        </w:rPr>
      </w:pPr>
      <w:r w:rsidRPr="00481D79">
        <w:rPr>
          <w:rtl/>
        </w:rPr>
        <w:lastRenderedPageBreak/>
        <w:t xml:space="preserve">(120) وبإسناده قال: قال رسول الله </w:t>
      </w:r>
      <w:r w:rsidR="004226A8" w:rsidRPr="004226A8">
        <w:rPr>
          <w:rStyle w:val="libAlaemChar"/>
          <w:rtl/>
        </w:rPr>
        <w:t>صلى‌الله‌عليه‌وآله</w:t>
      </w:r>
      <w:r w:rsidRPr="00481D79">
        <w:rPr>
          <w:rtl/>
        </w:rPr>
        <w:t xml:space="preserve"> </w:t>
      </w:r>
      <w:r w:rsidR="00B8778F" w:rsidRPr="00B8778F">
        <w:rPr>
          <w:rStyle w:val="libFootnotenumChar"/>
          <w:rFonts w:hint="cs"/>
          <w:rtl/>
        </w:rPr>
        <w:t>(1)</w:t>
      </w:r>
      <w:r w:rsidRPr="00481D79">
        <w:rPr>
          <w:rtl/>
        </w:rPr>
        <w:t xml:space="preserve">: " لا اعتكاف إلا بصوم " </w:t>
      </w:r>
      <w:r w:rsidR="00B8778F" w:rsidRPr="00B8778F">
        <w:rPr>
          <w:rStyle w:val="libFootnotenumChar"/>
          <w:rFonts w:hint="cs"/>
          <w:rtl/>
        </w:rPr>
        <w:t>(2)</w:t>
      </w:r>
      <w:r w:rsidRPr="00481D79">
        <w:rPr>
          <w:rtl/>
        </w:rPr>
        <w:t>.</w:t>
      </w:r>
    </w:p>
    <w:p w:rsidR="00481D79" w:rsidRPr="00481D79" w:rsidRDefault="00481D79" w:rsidP="00B8778F">
      <w:pPr>
        <w:pStyle w:val="libNormal"/>
        <w:rPr>
          <w:rtl/>
        </w:rPr>
      </w:pPr>
      <w:r w:rsidRPr="00481D79">
        <w:rPr>
          <w:rtl/>
        </w:rPr>
        <w:t xml:space="preserve">(121) وبإسناده قال: حدثني [ أبي ] </w:t>
      </w:r>
      <w:r w:rsidR="00B8778F" w:rsidRPr="00B8778F">
        <w:rPr>
          <w:rStyle w:val="libFootnotenumChar"/>
          <w:rFonts w:hint="cs"/>
          <w:rtl/>
        </w:rPr>
        <w:t>(3)</w:t>
      </w:r>
      <w:r w:rsidRPr="00481D79">
        <w:rPr>
          <w:rtl/>
        </w:rPr>
        <w:t xml:space="preserve"> علي بن أبي طالب </w:t>
      </w:r>
      <w:r w:rsidR="004226A8" w:rsidRPr="004226A8">
        <w:rPr>
          <w:rStyle w:val="libAlaemChar"/>
          <w:rtl/>
        </w:rPr>
        <w:t>عليه‌السلام</w:t>
      </w:r>
      <w:r w:rsidRPr="00481D79">
        <w:rPr>
          <w:rtl/>
        </w:rPr>
        <w:t>: " حسن الخلق خير قرين ".</w:t>
      </w:r>
    </w:p>
    <w:p w:rsidR="00481D79" w:rsidRPr="00481D79" w:rsidRDefault="00481D79" w:rsidP="00B8778F">
      <w:pPr>
        <w:pStyle w:val="libNormal"/>
        <w:rPr>
          <w:rtl/>
        </w:rPr>
      </w:pPr>
      <w:r w:rsidRPr="00481D79">
        <w:rPr>
          <w:rtl/>
        </w:rPr>
        <w:t xml:space="preserve">وقال </w:t>
      </w:r>
      <w:r w:rsidR="004226A8" w:rsidRPr="004226A8">
        <w:rPr>
          <w:rStyle w:val="libAlaemChar"/>
          <w:rtl/>
        </w:rPr>
        <w:t>عليه‌السلام</w:t>
      </w:r>
      <w:r w:rsidRPr="00481D79">
        <w:rPr>
          <w:rtl/>
        </w:rPr>
        <w:t xml:space="preserve">: " أكملكم إيمانا أحسنكم أخلاقا " </w:t>
      </w:r>
      <w:r w:rsidR="00B8778F" w:rsidRPr="00B8778F">
        <w:rPr>
          <w:rStyle w:val="libFootnotenumChar"/>
          <w:rFonts w:hint="cs"/>
          <w:rtl/>
        </w:rPr>
        <w:t>(4)</w:t>
      </w:r>
      <w:r w:rsidRPr="00481D79">
        <w:rPr>
          <w:rtl/>
        </w:rPr>
        <w:t>.</w:t>
      </w:r>
    </w:p>
    <w:p w:rsidR="00481D79" w:rsidRPr="00481D79" w:rsidRDefault="00481D79" w:rsidP="00B8778F">
      <w:pPr>
        <w:pStyle w:val="libNormal"/>
        <w:rPr>
          <w:rtl/>
        </w:rPr>
      </w:pPr>
      <w:r w:rsidRPr="00481D79">
        <w:rPr>
          <w:rtl/>
        </w:rPr>
        <w:t xml:space="preserve">122 - وبإسناده قال: حدثني أبي علي بن أبي طالب قال: قال </w:t>
      </w:r>
      <w:r w:rsidR="004226A8" w:rsidRPr="004226A8">
        <w:rPr>
          <w:rStyle w:val="libAlaemChar"/>
          <w:rtl/>
        </w:rPr>
        <w:t>صلى‌الله‌عليه‌وآله</w:t>
      </w:r>
      <w:r w:rsidRPr="00481D79">
        <w:rPr>
          <w:rtl/>
        </w:rPr>
        <w:t xml:space="preserve">: " عنوان صحيفة المؤمن </w:t>
      </w:r>
      <w:r w:rsidR="00B8778F" w:rsidRPr="00B8778F">
        <w:rPr>
          <w:rStyle w:val="libFootnotenumChar"/>
          <w:rFonts w:hint="cs"/>
          <w:rtl/>
        </w:rPr>
        <w:t>(5)</w:t>
      </w:r>
      <w:r w:rsidRPr="00481D79">
        <w:rPr>
          <w:rtl/>
        </w:rPr>
        <w:t xml:space="preserve"> حسن خلقة </w:t>
      </w:r>
      <w:r w:rsidR="00B8778F" w:rsidRPr="00B8778F">
        <w:rPr>
          <w:rStyle w:val="libFootnotenumChar"/>
          <w:rFonts w:hint="cs"/>
          <w:rtl/>
        </w:rPr>
        <w:t>(6)</w:t>
      </w:r>
      <w:r w:rsidRPr="00481D79">
        <w:rPr>
          <w:rtl/>
        </w:rPr>
        <w:t xml:space="preserve"> " </w:t>
      </w:r>
      <w:r w:rsidR="00B8778F" w:rsidRPr="00B8778F">
        <w:rPr>
          <w:rStyle w:val="libFootnotenumChar"/>
          <w:rFonts w:hint="cs"/>
          <w:rtl/>
        </w:rPr>
        <w:t>(7)</w:t>
      </w:r>
      <w:r w:rsidRPr="00481D79">
        <w:rPr>
          <w:rtl/>
        </w:rPr>
        <w:t>.</w:t>
      </w:r>
    </w:p>
    <w:p w:rsidR="00827655"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أمير المؤمنين </w:t>
      </w:r>
      <w:r w:rsidR="004226A8" w:rsidRPr="00B8778F">
        <w:rPr>
          <w:rStyle w:val="libFootnoteAlaemChar"/>
          <w:rtl/>
        </w:rPr>
        <w:t>عليه‌السلام</w:t>
      </w:r>
      <w:r w:rsidR="00481D79">
        <w:rPr>
          <w:rtl/>
        </w:rPr>
        <w:t xml:space="preserve"> مثله بإختلاف. وأخرجه في البحار: 71 / 95 ح 59 عن التمحيص.</w:t>
      </w:r>
    </w:p>
    <w:p w:rsidR="00481D79" w:rsidRDefault="00481D79" w:rsidP="00D11BDC">
      <w:pPr>
        <w:pStyle w:val="libFootnote0"/>
        <w:rPr>
          <w:rtl/>
        </w:rPr>
      </w:pPr>
      <w:r>
        <w:rPr>
          <w:rtl/>
        </w:rPr>
        <w:t>ورواه الصدوق في عيون الاخبار: 2 / 38 ح 105.</w:t>
      </w:r>
    </w:p>
    <w:p w:rsidR="00481D79" w:rsidRDefault="00481D79" w:rsidP="00B8778F">
      <w:pPr>
        <w:pStyle w:val="libFootnote0"/>
        <w:rPr>
          <w:rtl/>
        </w:rPr>
      </w:pPr>
      <w:r>
        <w:rPr>
          <w:rtl/>
        </w:rPr>
        <w:t>1</w:t>
      </w:r>
      <w:r w:rsidR="00B8778F">
        <w:rPr>
          <w:rFonts w:hint="cs"/>
          <w:rtl/>
        </w:rPr>
        <w:t>-</w:t>
      </w:r>
      <w:r>
        <w:rPr>
          <w:rtl/>
        </w:rPr>
        <w:t xml:space="preserve"> في المستدرك: قال أمير المؤمنين </w:t>
      </w:r>
      <w:r w:rsidR="004226A8" w:rsidRPr="00B8778F">
        <w:rPr>
          <w:rStyle w:val="libFootnoteAlaemChar"/>
          <w:rtl/>
        </w:rPr>
        <w:t>عليه‌السلام</w:t>
      </w:r>
      <w:r>
        <w:rPr>
          <w:rtl/>
        </w:rPr>
        <w:t xml:space="preserve">، وفي خ: حدثني أمير المؤمنين علي بن أبي طالب صلوات الله عليه قال، وفي ج: قال النبي </w:t>
      </w:r>
      <w:r w:rsidR="004226A8" w:rsidRPr="00B8778F">
        <w:rPr>
          <w:rStyle w:val="libFootnoteAlaemChar"/>
          <w:rtl/>
        </w:rPr>
        <w:t>صلى‌الله‌عليه‌وآله</w:t>
      </w:r>
      <w:r>
        <w:rPr>
          <w:rtl/>
        </w:rPr>
        <w:t>.</w:t>
      </w:r>
    </w:p>
    <w:p w:rsidR="00481D79" w:rsidRDefault="00481D79" w:rsidP="00B8778F">
      <w:pPr>
        <w:pStyle w:val="libFootnote0"/>
        <w:rPr>
          <w:rtl/>
        </w:rPr>
      </w:pPr>
      <w:r>
        <w:rPr>
          <w:rtl/>
        </w:rPr>
        <w:t>2</w:t>
      </w:r>
      <w:r w:rsidR="00B8778F">
        <w:rPr>
          <w:rFonts w:hint="cs"/>
          <w:rtl/>
        </w:rPr>
        <w:t>-</w:t>
      </w:r>
      <w:r>
        <w:rPr>
          <w:rtl/>
        </w:rPr>
        <w:t xml:space="preserve"> عنه البحار: 97 / 128 ح 1 وعن عيون الاخبار: 2 / 37 ح 103. وأخرجه في المستدرك: 1 / 600 باب 2 ح 3 عن الصحيفة. وأخرجه في الوسائل: 7 / 398 ح 4 عن العيون. (أخرجه الحاكم في المستدرك، والبيهقي في السنن، وغيرهما).</w:t>
      </w:r>
    </w:p>
    <w:p w:rsidR="00481D79" w:rsidRDefault="00481D79" w:rsidP="00B8778F">
      <w:pPr>
        <w:pStyle w:val="libFootnote0"/>
        <w:rPr>
          <w:rtl/>
        </w:rPr>
      </w:pPr>
      <w:r>
        <w:rPr>
          <w:rtl/>
        </w:rPr>
        <w:t>3</w:t>
      </w:r>
      <w:r w:rsidR="00B8778F">
        <w:rPr>
          <w:rFonts w:hint="cs"/>
          <w:rtl/>
        </w:rPr>
        <w:t>-</w:t>
      </w:r>
      <w:r>
        <w:rPr>
          <w:rtl/>
        </w:rPr>
        <w:t xml:space="preserve"> ليس في ن، والحديث بكامله ليس في ج.</w:t>
      </w:r>
    </w:p>
    <w:p w:rsidR="00481D79" w:rsidRDefault="00481D79" w:rsidP="00B8778F">
      <w:pPr>
        <w:pStyle w:val="libFootnote0"/>
        <w:rPr>
          <w:rtl/>
        </w:rPr>
      </w:pPr>
      <w:r>
        <w:rPr>
          <w:rtl/>
        </w:rPr>
        <w:t>4</w:t>
      </w:r>
      <w:r w:rsidR="00B8778F">
        <w:rPr>
          <w:rFonts w:hint="cs"/>
          <w:rtl/>
        </w:rPr>
        <w:t>-</w:t>
      </w:r>
      <w:r>
        <w:rPr>
          <w:rtl/>
        </w:rPr>
        <w:t xml:space="preserve"> عنه الوسائل: 8 / 506 ح 21 و 22، والبحار: 71 / 387 ح 34، وعن عيون الاخبار: 2 / 37 ح 04 و 106. وروى ذيله الطوسي في أماليه: 1 / 139 ح 40 بإسناده إلى عبدالله بن محمد بن علي بن عبدالله بن جعفر، عن أبيه، عن الصادق </w:t>
      </w:r>
      <w:r w:rsidR="004226A8" w:rsidRPr="00B8778F">
        <w:rPr>
          <w:rStyle w:val="libFootnoteAlaemChar"/>
          <w:rtl/>
        </w:rPr>
        <w:t>عليه‌السلام</w:t>
      </w:r>
      <w:r>
        <w:rPr>
          <w:rtl/>
        </w:rPr>
        <w:t xml:space="preserve">، عنه الوسائل: 8 / 509 ح 34، والبحار: 71 / 389 ح 44. ورواه أيضا في ج 2 / 6 ح 12 بإسناده إلى أبي هريرة عن النبي </w:t>
      </w:r>
      <w:r w:rsidR="004226A8" w:rsidRPr="00B8778F">
        <w:rPr>
          <w:rStyle w:val="libFootnoteAlaemChar"/>
          <w:rtl/>
        </w:rPr>
        <w:t>صلى‌الله‌عليه‌وآله</w:t>
      </w:r>
      <w:r>
        <w:rPr>
          <w:rtl/>
        </w:rPr>
        <w:t xml:space="preserve">، عنه الوسائل: 8 / 509 ح 35 والبحار: 71 / 389 ح 47 وج 103 / 226 ح 15. (وأخرجه ابن عساكر عن علي </w:t>
      </w:r>
      <w:r w:rsidR="004226A8" w:rsidRPr="00B8778F">
        <w:rPr>
          <w:rStyle w:val="libFootnoteAlaemChar"/>
          <w:rtl/>
        </w:rPr>
        <w:t>رضي‌الله‌عنه</w:t>
      </w:r>
      <w:r>
        <w:rPr>
          <w:rtl/>
        </w:rPr>
        <w:t>).</w:t>
      </w:r>
    </w:p>
    <w:p w:rsidR="00481D79" w:rsidRDefault="00481D79" w:rsidP="00B8778F">
      <w:pPr>
        <w:pStyle w:val="libFootnote0"/>
        <w:rPr>
          <w:rtl/>
        </w:rPr>
      </w:pPr>
      <w:r>
        <w:rPr>
          <w:rtl/>
        </w:rPr>
        <w:t>5</w:t>
      </w:r>
      <w:r w:rsidR="00B8778F">
        <w:rPr>
          <w:rFonts w:hint="cs"/>
          <w:rtl/>
        </w:rPr>
        <w:t>-</w:t>
      </w:r>
      <w:r>
        <w:rPr>
          <w:rtl/>
        </w:rPr>
        <w:t xml:space="preserve"> ن: المسلم.</w:t>
      </w:r>
    </w:p>
    <w:p w:rsidR="00481D79" w:rsidRDefault="00481D79" w:rsidP="00B8778F">
      <w:pPr>
        <w:pStyle w:val="libFootnote0"/>
        <w:rPr>
          <w:rtl/>
        </w:rPr>
      </w:pPr>
      <w:r>
        <w:rPr>
          <w:rtl/>
        </w:rPr>
        <w:t>6</w:t>
      </w:r>
      <w:r w:rsidR="00B8778F">
        <w:rPr>
          <w:rFonts w:hint="cs"/>
          <w:rtl/>
        </w:rPr>
        <w:t>-</w:t>
      </w:r>
      <w:r>
        <w:rPr>
          <w:rtl/>
        </w:rPr>
        <w:t xml:space="preserve"> ن: الخلق.</w:t>
      </w:r>
    </w:p>
    <w:p w:rsidR="00481D79" w:rsidRDefault="00481D79" w:rsidP="00B8778F">
      <w:pPr>
        <w:pStyle w:val="libFootnote0"/>
        <w:rPr>
          <w:rtl/>
        </w:rPr>
      </w:pPr>
      <w:r>
        <w:rPr>
          <w:rtl/>
        </w:rPr>
        <w:t>7</w:t>
      </w:r>
      <w:r w:rsidR="00B8778F">
        <w:rPr>
          <w:rFonts w:hint="cs"/>
          <w:rtl/>
        </w:rPr>
        <w:t>-</w:t>
      </w:r>
      <w:r>
        <w:rPr>
          <w:rtl/>
        </w:rPr>
        <w:t xml:space="preserve"> عنه البحار: 71 / 392 ح 59. وأخرجه الزمخشري في ربيع الابرار: 2 / 50.</w:t>
      </w:r>
    </w:p>
    <w:p w:rsidR="00481D79" w:rsidRDefault="00481D79" w:rsidP="00481D79">
      <w:pPr>
        <w:pStyle w:val="libNormal"/>
        <w:rPr>
          <w:rtl/>
        </w:rPr>
      </w:pPr>
      <w:r>
        <w:rPr>
          <w:rtl/>
        </w:rPr>
        <w:br w:type="page"/>
      </w:r>
    </w:p>
    <w:p w:rsidR="00481D79" w:rsidRPr="00481D79" w:rsidRDefault="00481D79" w:rsidP="00D11BDC">
      <w:pPr>
        <w:pStyle w:val="libNormal"/>
        <w:rPr>
          <w:rtl/>
        </w:rPr>
      </w:pPr>
      <w:r w:rsidRPr="00481D79">
        <w:rPr>
          <w:rtl/>
        </w:rPr>
        <w:lastRenderedPageBreak/>
        <w:t>(123) وبإسناده قال: سئل رسول الله: ما أكثر ما يدخل به الجنة؟ قال: " تقوى الله وحسن الخلق ".</w:t>
      </w:r>
    </w:p>
    <w:p w:rsidR="00481D79" w:rsidRPr="00481D79" w:rsidRDefault="00481D79" w:rsidP="003B5A13">
      <w:pPr>
        <w:pStyle w:val="libNormal"/>
        <w:rPr>
          <w:rtl/>
        </w:rPr>
      </w:pPr>
      <w:r w:rsidRPr="00481D79">
        <w:rPr>
          <w:rtl/>
        </w:rPr>
        <w:t xml:space="preserve">وسئل: (وما أكثر ما يدخل به) </w:t>
      </w:r>
      <w:r w:rsidR="003B5A13" w:rsidRPr="003B5A13">
        <w:rPr>
          <w:rStyle w:val="libFootnotenumChar"/>
          <w:rFonts w:hint="cs"/>
          <w:rtl/>
        </w:rPr>
        <w:t>(1)</w:t>
      </w:r>
      <w:r w:rsidRPr="00481D79">
        <w:rPr>
          <w:rtl/>
        </w:rPr>
        <w:t xml:space="preserve"> النار؟ قال: " الاجوفان: البطن والفرج " </w:t>
      </w:r>
      <w:r w:rsidR="003B5A13" w:rsidRPr="003B5A13">
        <w:rPr>
          <w:rStyle w:val="libFootnotenumChar"/>
          <w:rFonts w:hint="cs"/>
          <w:rtl/>
        </w:rPr>
        <w:t>(2)</w:t>
      </w:r>
      <w:r w:rsidRPr="00481D79">
        <w:rPr>
          <w:rtl/>
        </w:rPr>
        <w:t>.</w:t>
      </w:r>
    </w:p>
    <w:p w:rsidR="00481D79" w:rsidRPr="00481D79" w:rsidRDefault="00481D79" w:rsidP="003B5A13">
      <w:pPr>
        <w:pStyle w:val="libNormal"/>
        <w:rPr>
          <w:rtl/>
        </w:rPr>
      </w:pPr>
      <w:r w:rsidRPr="00481D79">
        <w:rPr>
          <w:rtl/>
        </w:rPr>
        <w:t xml:space="preserve">(124) وبإسناده قال: قال رسول الله </w:t>
      </w:r>
      <w:r w:rsidR="004226A8" w:rsidRPr="004226A8">
        <w:rPr>
          <w:rStyle w:val="libAlaemChar"/>
          <w:rtl/>
        </w:rPr>
        <w:t>صلى‌الله‌عليه‌وآله</w:t>
      </w:r>
      <w:r w:rsidRPr="00481D79">
        <w:rPr>
          <w:rtl/>
        </w:rPr>
        <w:t xml:space="preserve">: " أقربكم [ مني ] </w:t>
      </w:r>
      <w:r w:rsidR="003B5A13" w:rsidRPr="003B5A13">
        <w:rPr>
          <w:rStyle w:val="libFootnotenumChar"/>
          <w:rFonts w:hint="cs"/>
          <w:rtl/>
        </w:rPr>
        <w:t>(3)</w:t>
      </w:r>
      <w:r w:rsidRPr="00481D79">
        <w:rPr>
          <w:rtl/>
        </w:rPr>
        <w:t xml:space="preserve"> مجلسا يوم القيامة أحسنكم خلقا وخيركم </w:t>
      </w:r>
      <w:r w:rsidR="003B5A13" w:rsidRPr="003B5A13">
        <w:rPr>
          <w:rStyle w:val="libFootnotenumChar"/>
          <w:rFonts w:hint="cs"/>
          <w:rtl/>
        </w:rPr>
        <w:t>(4)</w:t>
      </w:r>
      <w:r w:rsidRPr="00481D79">
        <w:rPr>
          <w:rtl/>
        </w:rPr>
        <w:t xml:space="preserve"> [ خيركم ] </w:t>
      </w:r>
      <w:r w:rsidR="003B5A13" w:rsidRPr="003B5A13">
        <w:rPr>
          <w:rStyle w:val="libFootnotenumChar"/>
          <w:rFonts w:hint="cs"/>
          <w:rtl/>
        </w:rPr>
        <w:t>(5)</w:t>
      </w:r>
      <w:r w:rsidRPr="00481D79">
        <w:rPr>
          <w:rtl/>
        </w:rPr>
        <w:t xml:space="preserve"> لاهله " </w:t>
      </w:r>
      <w:r w:rsidR="003B5A13" w:rsidRPr="003B5A13">
        <w:rPr>
          <w:rStyle w:val="libFootnotenumChar"/>
          <w:rFonts w:hint="cs"/>
          <w:rtl/>
        </w:rPr>
        <w:t>(6)</w:t>
      </w:r>
      <w:r w:rsidRPr="00481D79">
        <w:rPr>
          <w:rtl/>
        </w:rPr>
        <w:t>.</w:t>
      </w:r>
    </w:p>
    <w:p w:rsidR="00481D79" w:rsidRPr="00481D79" w:rsidRDefault="00481D79" w:rsidP="003B5A13">
      <w:pPr>
        <w:pStyle w:val="libNormal"/>
        <w:rPr>
          <w:rtl/>
        </w:rPr>
      </w:pPr>
      <w:r w:rsidRPr="00481D79">
        <w:rPr>
          <w:rtl/>
        </w:rPr>
        <w:t xml:space="preserve">(125) وبإسناده قال: قال رسول الله </w:t>
      </w:r>
      <w:r w:rsidR="004226A8" w:rsidRPr="004226A8">
        <w:rPr>
          <w:rStyle w:val="libAlaemChar"/>
          <w:rtl/>
        </w:rPr>
        <w:t>صلى‌الله‌عليه‌وآله</w:t>
      </w:r>
      <w:r w:rsidRPr="00481D79">
        <w:rPr>
          <w:rtl/>
        </w:rPr>
        <w:t xml:space="preserve">: " أحسن الناس إيمانا أحسنهم خلقا وألطفهم بأهله، وأنا ألطفكم بأهلي " </w:t>
      </w:r>
      <w:r w:rsidR="003B5A13" w:rsidRPr="003B5A13">
        <w:rPr>
          <w:rStyle w:val="libFootnotenumChar"/>
          <w:rFonts w:hint="cs"/>
          <w:rtl/>
        </w:rPr>
        <w:t>(7)</w:t>
      </w:r>
      <w:r w:rsidRPr="00481D79">
        <w:rPr>
          <w:rtl/>
        </w:rPr>
        <w:t>.</w:t>
      </w:r>
    </w:p>
    <w:p w:rsidR="00481D79" w:rsidRPr="00481D79" w:rsidRDefault="00481D79" w:rsidP="003B5A13">
      <w:pPr>
        <w:pStyle w:val="libNormal"/>
        <w:rPr>
          <w:rtl/>
        </w:rPr>
      </w:pPr>
      <w:r w:rsidRPr="00481D79">
        <w:rPr>
          <w:rtl/>
        </w:rPr>
        <w:t xml:space="preserve">(126) وبإسناده قال: حدثني أبي عن علي بن أبي طالب </w:t>
      </w:r>
      <w:r w:rsidR="004226A8" w:rsidRPr="004226A8">
        <w:rPr>
          <w:rStyle w:val="libAlaemChar"/>
          <w:rtl/>
        </w:rPr>
        <w:t>عليه‌السلام</w:t>
      </w:r>
      <w:r w:rsidRPr="00481D79">
        <w:rPr>
          <w:rtl/>
        </w:rPr>
        <w:t xml:space="preserve"> في قوله تعالى: " ثم لتسئلن يومئذ عن النعيم " </w:t>
      </w:r>
      <w:r w:rsidR="003B5A13" w:rsidRPr="003B5A13">
        <w:rPr>
          <w:rStyle w:val="libFootnotenumChar"/>
          <w:rFonts w:hint="cs"/>
          <w:rtl/>
        </w:rPr>
        <w:t>(8)</w:t>
      </w:r>
      <w:r w:rsidRPr="00481D79">
        <w:rPr>
          <w:rtl/>
        </w:rPr>
        <w:t xml:space="preserve"> قال: " الرطب والماء البارد " </w:t>
      </w:r>
      <w:r w:rsidR="003B5A13" w:rsidRPr="003B5A13">
        <w:rPr>
          <w:rStyle w:val="libFootnotenumChar"/>
          <w:rFonts w:hint="cs"/>
          <w:rtl/>
        </w:rPr>
        <w:t>(9)</w:t>
      </w:r>
      <w:r w:rsidRPr="00481D79">
        <w:rPr>
          <w:rtl/>
        </w:rPr>
        <w:t>.</w:t>
      </w:r>
    </w:p>
    <w:p w:rsidR="00481D79" w:rsidRDefault="005B067E" w:rsidP="005B067E">
      <w:pPr>
        <w:pStyle w:val="libLine"/>
        <w:rPr>
          <w:rtl/>
        </w:rPr>
      </w:pPr>
      <w:r>
        <w:rPr>
          <w:rtl/>
        </w:rPr>
        <w:t>____________________</w:t>
      </w:r>
    </w:p>
    <w:p w:rsidR="00481D79" w:rsidRDefault="00481D79" w:rsidP="003B5A13">
      <w:pPr>
        <w:pStyle w:val="libFootnote0"/>
        <w:rPr>
          <w:rtl/>
        </w:rPr>
      </w:pPr>
      <w:r>
        <w:rPr>
          <w:rtl/>
        </w:rPr>
        <w:t>1</w:t>
      </w:r>
      <w:r w:rsidR="003B5A13">
        <w:rPr>
          <w:rFonts w:hint="cs"/>
          <w:rtl/>
        </w:rPr>
        <w:t>-</w:t>
      </w:r>
      <w:r>
        <w:rPr>
          <w:rtl/>
        </w:rPr>
        <w:t xml:space="preserve"> ن: أكثر ما يدخل.</w:t>
      </w:r>
    </w:p>
    <w:p w:rsidR="00481D79" w:rsidRDefault="00481D79" w:rsidP="003B5A13">
      <w:pPr>
        <w:pStyle w:val="libFootnote0"/>
        <w:rPr>
          <w:rtl/>
        </w:rPr>
      </w:pPr>
      <w:r>
        <w:rPr>
          <w:rtl/>
        </w:rPr>
        <w:t>2</w:t>
      </w:r>
      <w:r w:rsidR="003B5A13">
        <w:rPr>
          <w:rFonts w:hint="cs"/>
          <w:rtl/>
        </w:rPr>
        <w:t>-</w:t>
      </w:r>
      <w:r>
        <w:rPr>
          <w:rtl/>
        </w:rPr>
        <w:t xml:space="preserve"> أخرج صدره في الوسائل: 8 / 507 ح 23، والبحار: 71 / 387 ح 34 عنه وعن عيون الاخبار: 2 / 38 ح 107. وأخرج صدره أيضا الزمخشري في ربيع الابرار: 2 / 50. (وأخرجه ابن عساكر).</w:t>
      </w:r>
    </w:p>
    <w:p w:rsidR="00481D79" w:rsidRDefault="00481D79" w:rsidP="003B5A13">
      <w:pPr>
        <w:pStyle w:val="libFootnote0"/>
        <w:rPr>
          <w:rtl/>
        </w:rPr>
      </w:pPr>
      <w:r>
        <w:rPr>
          <w:rtl/>
        </w:rPr>
        <w:t>3</w:t>
      </w:r>
      <w:r w:rsidR="003B5A13">
        <w:rPr>
          <w:rFonts w:hint="cs"/>
          <w:rtl/>
        </w:rPr>
        <w:t>-</w:t>
      </w:r>
      <w:r>
        <w:rPr>
          <w:rtl/>
        </w:rPr>
        <w:t xml:space="preserve"> ليس في ط.</w:t>
      </w:r>
    </w:p>
    <w:p w:rsidR="00481D79" w:rsidRDefault="00481D79" w:rsidP="003B5A13">
      <w:pPr>
        <w:pStyle w:val="libFootnote0"/>
        <w:rPr>
          <w:rtl/>
        </w:rPr>
      </w:pPr>
      <w:r>
        <w:rPr>
          <w:rtl/>
        </w:rPr>
        <w:t>4</w:t>
      </w:r>
      <w:r w:rsidR="003B5A13">
        <w:rPr>
          <w:rFonts w:hint="cs"/>
          <w:rtl/>
        </w:rPr>
        <w:t>-</w:t>
      </w:r>
      <w:r>
        <w:rPr>
          <w:rtl/>
        </w:rPr>
        <w:t xml:space="preserve"> في بعض النسخ: خيرتكم.</w:t>
      </w:r>
    </w:p>
    <w:p w:rsidR="00481D79" w:rsidRDefault="00481D79" w:rsidP="003B5A13">
      <w:pPr>
        <w:pStyle w:val="libFootnote0"/>
        <w:rPr>
          <w:rtl/>
        </w:rPr>
      </w:pPr>
      <w:r>
        <w:rPr>
          <w:rtl/>
        </w:rPr>
        <w:t>5</w:t>
      </w:r>
      <w:r w:rsidR="003B5A13">
        <w:rPr>
          <w:rFonts w:hint="cs"/>
          <w:rtl/>
        </w:rPr>
        <w:t>-</w:t>
      </w:r>
      <w:r>
        <w:rPr>
          <w:rtl/>
        </w:rPr>
        <w:t xml:space="preserve"> ليس في ج.</w:t>
      </w:r>
    </w:p>
    <w:p w:rsidR="00481D79" w:rsidRDefault="00481D79" w:rsidP="003B5A13">
      <w:pPr>
        <w:pStyle w:val="libFootnote0"/>
        <w:rPr>
          <w:rtl/>
        </w:rPr>
      </w:pPr>
      <w:r>
        <w:rPr>
          <w:rtl/>
        </w:rPr>
        <w:t>6</w:t>
      </w:r>
      <w:r w:rsidR="003B5A13">
        <w:rPr>
          <w:rFonts w:hint="cs"/>
          <w:rtl/>
        </w:rPr>
        <w:t>-</w:t>
      </w:r>
      <w:r>
        <w:rPr>
          <w:rtl/>
        </w:rPr>
        <w:t xml:space="preserve"> عنه الوسائل: 8 / 507 ح 24 والبحار: 71 / 387 ح 34، وعن عيون الاخبار: 2 / 37 ح 108. (أخرجه ابن النجار عن علي).</w:t>
      </w:r>
    </w:p>
    <w:p w:rsidR="00481D79" w:rsidRDefault="00481D79" w:rsidP="003B5A13">
      <w:pPr>
        <w:pStyle w:val="libFootnote0"/>
        <w:rPr>
          <w:rtl/>
        </w:rPr>
      </w:pPr>
      <w:r>
        <w:rPr>
          <w:rtl/>
        </w:rPr>
        <w:t>7</w:t>
      </w:r>
      <w:r w:rsidR="003B5A13">
        <w:rPr>
          <w:rFonts w:hint="cs"/>
          <w:rtl/>
        </w:rPr>
        <w:t>-</w:t>
      </w:r>
      <w:r>
        <w:rPr>
          <w:rtl/>
        </w:rPr>
        <w:t xml:space="preserve"> عنه الوسائل: 8 / 507 ح 25، والبحار: 71 / 387 ح 34، وعن عيون الاخبار: 2 / 38 ح 109. وأخرجه الزمخشري في ربيع الابرار: 2 / 50 ولفظه: أحسن الناس إيمانا أحسنهم خلقا، وأحسنكم خلقا ألطفكم بأهله وأنا ألطفكم بأهله. ورواه الترمذي في السنن: 5 / 9 باب 6 ح 2612، وأحمد بن حنبل في المسند: 6 / 47 وص 99 بإسنادهما من عدة طرق إلى النبي </w:t>
      </w:r>
      <w:r w:rsidR="004226A8" w:rsidRPr="003B5A13">
        <w:rPr>
          <w:rStyle w:val="libFootnoteAlaemChar"/>
          <w:rtl/>
        </w:rPr>
        <w:t>صلى‌الله‌عليه‌وآله</w:t>
      </w:r>
      <w:r>
        <w:rPr>
          <w:rtl/>
        </w:rPr>
        <w:t>.</w:t>
      </w:r>
    </w:p>
    <w:p w:rsidR="00481D79" w:rsidRDefault="00481D79" w:rsidP="003B5A13">
      <w:pPr>
        <w:pStyle w:val="libFootnote0"/>
        <w:rPr>
          <w:rtl/>
        </w:rPr>
      </w:pPr>
      <w:r>
        <w:rPr>
          <w:rtl/>
        </w:rPr>
        <w:t>8</w:t>
      </w:r>
      <w:r w:rsidR="003B5A13">
        <w:rPr>
          <w:rFonts w:hint="cs"/>
          <w:rtl/>
        </w:rPr>
        <w:t>-</w:t>
      </w:r>
      <w:r>
        <w:rPr>
          <w:rtl/>
        </w:rPr>
        <w:t xml:space="preserve"> سورة التكاثر: 8.</w:t>
      </w:r>
    </w:p>
    <w:p w:rsidR="00481D79" w:rsidRDefault="00481D79" w:rsidP="003B5A13">
      <w:pPr>
        <w:pStyle w:val="libFootnote0"/>
        <w:rPr>
          <w:rtl/>
        </w:rPr>
      </w:pPr>
      <w:r>
        <w:rPr>
          <w:rtl/>
        </w:rPr>
        <w:t>9</w:t>
      </w:r>
      <w:r w:rsidR="003B5A13">
        <w:rPr>
          <w:rFonts w:hint="cs"/>
          <w:rtl/>
        </w:rPr>
        <w:t>-</w:t>
      </w:r>
      <w:r>
        <w:rPr>
          <w:rtl/>
        </w:rPr>
        <w:t xml:space="preserve"> عنه مكارم الاخلاق: 157، وأخرجه في البحار: 66 / 452 ح 23 عن الصحيفة وعن عيون الاخبار: 2 / 38 ح 110 وعنه أيضا مستدرك الوسائل: 3 / 114 باب 56 ح 2. وأخرجه في الوسائل: 17 / 13 ح 16 والبحار: 7 / 273 ح 42 والبحار: 66 / 125 ح 4 عن عيون الاخبار.</w:t>
      </w:r>
    </w:p>
    <w:p w:rsidR="00481D79" w:rsidRDefault="00481D79" w:rsidP="00D11BDC">
      <w:pPr>
        <w:pStyle w:val="libFootnote0"/>
        <w:rPr>
          <w:rtl/>
        </w:rPr>
      </w:pPr>
      <w:r>
        <w:rPr>
          <w:rtl/>
        </w:rPr>
        <w:t xml:space="preserve">وأورده القطب الراوندي في الدعوات: 158 ح 433 عن أمير المؤمنين </w:t>
      </w:r>
      <w:r w:rsidR="004226A8" w:rsidRPr="003B5A13">
        <w:rPr>
          <w:rStyle w:val="libFootnoteAlaemChar"/>
          <w:rtl/>
        </w:rPr>
        <w:t>عليه‌السلام</w:t>
      </w:r>
      <w:r>
        <w:rPr>
          <w:rtl/>
        </w:rPr>
        <w:t>.</w:t>
      </w:r>
    </w:p>
    <w:p w:rsidR="00481D79" w:rsidRDefault="00481D79" w:rsidP="00481D79">
      <w:pPr>
        <w:pStyle w:val="libNormal"/>
        <w:rPr>
          <w:rtl/>
        </w:rPr>
      </w:pPr>
      <w:r>
        <w:rPr>
          <w:rtl/>
        </w:rPr>
        <w:br w:type="page"/>
      </w:r>
    </w:p>
    <w:p w:rsidR="00481D79" w:rsidRPr="00481D79" w:rsidRDefault="00481D79" w:rsidP="00D41621">
      <w:pPr>
        <w:pStyle w:val="libNormal"/>
        <w:rPr>
          <w:rtl/>
        </w:rPr>
      </w:pPr>
      <w:r w:rsidRPr="00481D79">
        <w:rPr>
          <w:rtl/>
        </w:rPr>
        <w:lastRenderedPageBreak/>
        <w:t xml:space="preserve">(127) وبإسناده قال: حدثني أبي عن علي بن أبي طالب </w:t>
      </w:r>
      <w:r w:rsidR="00D41621" w:rsidRPr="00D41621">
        <w:rPr>
          <w:rStyle w:val="libFootnotenumChar"/>
          <w:rFonts w:hint="cs"/>
          <w:rtl/>
        </w:rPr>
        <w:t>(1)</w:t>
      </w:r>
      <w:r w:rsidRPr="00481D79">
        <w:rPr>
          <w:rtl/>
        </w:rPr>
        <w:t xml:space="preserve"> قال: قال رسول الله </w:t>
      </w:r>
      <w:r w:rsidR="004226A8" w:rsidRPr="004226A8">
        <w:rPr>
          <w:rStyle w:val="libAlaemChar"/>
          <w:rtl/>
        </w:rPr>
        <w:t>صلى‌الله‌عليه‌وآله</w:t>
      </w:r>
      <w:r w:rsidRPr="00481D79">
        <w:rPr>
          <w:rtl/>
        </w:rPr>
        <w:t xml:space="preserve">: " ثلاث يزدن في الحفظ ويذهبن بالبلغم </w:t>
      </w:r>
      <w:r w:rsidR="00D41621" w:rsidRPr="00D41621">
        <w:rPr>
          <w:rStyle w:val="libFootnotenumChar"/>
          <w:rFonts w:hint="cs"/>
          <w:rtl/>
        </w:rPr>
        <w:t>(2)</w:t>
      </w:r>
      <w:r w:rsidRPr="00481D79">
        <w:rPr>
          <w:rtl/>
        </w:rPr>
        <w:t xml:space="preserve">: قراء‌ة القرآن، والعسل، واللبان " </w:t>
      </w:r>
      <w:r w:rsidR="00D41621" w:rsidRPr="00D41621">
        <w:rPr>
          <w:rStyle w:val="libFootnotenumChar"/>
          <w:rFonts w:hint="cs"/>
          <w:rtl/>
        </w:rPr>
        <w:t>(3)</w:t>
      </w:r>
      <w:r w:rsidRPr="00481D79">
        <w:rPr>
          <w:rtl/>
        </w:rPr>
        <w:t>.</w:t>
      </w:r>
    </w:p>
    <w:p w:rsidR="00481D79" w:rsidRPr="00481D79" w:rsidRDefault="00481D79" w:rsidP="00D41621">
      <w:pPr>
        <w:pStyle w:val="libNormal"/>
        <w:rPr>
          <w:rtl/>
        </w:rPr>
      </w:pPr>
      <w:r w:rsidRPr="00481D79">
        <w:rPr>
          <w:rtl/>
        </w:rPr>
        <w:t xml:space="preserve">(128) وبإسناده قال: حدثني أبي، عن علي بن أبي طالب </w:t>
      </w:r>
      <w:r w:rsidR="004226A8" w:rsidRPr="004226A8">
        <w:rPr>
          <w:rStyle w:val="libAlaemChar"/>
          <w:rtl/>
        </w:rPr>
        <w:t>عليه‌السلام</w:t>
      </w:r>
      <w:r w:rsidRPr="00481D79">
        <w:rPr>
          <w:rtl/>
        </w:rPr>
        <w:t xml:space="preserve"> قال: قال رسول الله </w:t>
      </w:r>
      <w:r w:rsidR="004226A8" w:rsidRPr="004226A8">
        <w:rPr>
          <w:rStyle w:val="libAlaemChar"/>
          <w:rtl/>
        </w:rPr>
        <w:t>صلى‌الله‌عليه‌وآله</w:t>
      </w:r>
      <w:r w:rsidRPr="00481D79">
        <w:rPr>
          <w:rtl/>
        </w:rPr>
        <w:t xml:space="preserve">: " من أراد البقاء ولا بقاء </w:t>
      </w:r>
      <w:r w:rsidR="00D41621" w:rsidRPr="00D41621">
        <w:rPr>
          <w:rStyle w:val="libFootnotenumChar"/>
          <w:rFonts w:hint="cs"/>
          <w:rtl/>
        </w:rPr>
        <w:t>(4)</w:t>
      </w:r>
      <w:r w:rsidRPr="00481D79">
        <w:rPr>
          <w:rtl/>
        </w:rPr>
        <w:t xml:space="preserve"> فليباكر الغداء (ويجيد الحذاء) </w:t>
      </w:r>
      <w:r w:rsidR="00D41621" w:rsidRPr="00D41621">
        <w:rPr>
          <w:rStyle w:val="libFootnotenumChar"/>
          <w:rFonts w:hint="cs"/>
          <w:rtl/>
        </w:rPr>
        <w:t>(5)</w:t>
      </w:r>
      <w:r w:rsidRPr="00481D79">
        <w:rPr>
          <w:rtl/>
        </w:rPr>
        <w:t xml:space="preserve">، ويخفف الرداء </w:t>
      </w:r>
      <w:r w:rsidR="00D41621" w:rsidRPr="00D41621">
        <w:rPr>
          <w:rStyle w:val="libFootnotenumChar"/>
          <w:rFonts w:hint="cs"/>
          <w:rtl/>
        </w:rPr>
        <w:t>(6)</w:t>
      </w:r>
      <w:r w:rsidRPr="00481D79">
        <w:rPr>
          <w:rtl/>
        </w:rPr>
        <w:t xml:space="preserve"> " </w:t>
      </w:r>
      <w:r w:rsidR="00D41621" w:rsidRPr="00D41621">
        <w:rPr>
          <w:rStyle w:val="libFootnotenumChar"/>
          <w:rFonts w:hint="cs"/>
          <w:rtl/>
        </w:rPr>
        <w:t>(7)</w:t>
      </w:r>
      <w:r w:rsidRPr="00481D79">
        <w:rPr>
          <w:rtl/>
        </w:rPr>
        <w:t>.</w:t>
      </w:r>
    </w:p>
    <w:p w:rsidR="00481D79" w:rsidRDefault="005B067E" w:rsidP="005B067E">
      <w:pPr>
        <w:pStyle w:val="libLine"/>
        <w:rPr>
          <w:rtl/>
        </w:rPr>
      </w:pPr>
      <w:r>
        <w:rPr>
          <w:rtl/>
        </w:rPr>
        <w:t>____________________</w:t>
      </w:r>
    </w:p>
    <w:p w:rsidR="00481D79" w:rsidRDefault="00481D79" w:rsidP="00D41621">
      <w:pPr>
        <w:pStyle w:val="libFootnote0"/>
        <w:rPr>
          <w:rtl/>
        </w:rPr>
      </w:pPr>
      <w:r>
        <w:rPr>
          <w:rtl/>
        </w:rPr>
        <w:t>1</w:t>
      </w:r>
      <w:r w:rsidR="00D41621">
        <w:rPr>
          <w:rFonts w:hint="cs"/>
          <w:rtl/>
        </w:rPr>
        <w:t>-</w:t>
      </w:r>
      <w:r>
        <w:rPr>
          <w:rtl/>
        </w:rPr>
        <w:t xml:space="preserve"> في ن: حدثني علي بن أبي طالب. وفي ط وج: حدثني أبي علي بن أبي طالب.</w:t>
      </w:r>
    </w:p>
    <w:p w:rsidR="00481D79" w:rsidRDefault="00481D79" w:rsidP="00D41621">
      <w:pPr>
        <w:pStyle w:val="libFootnote0"/>
        <w:rPr>
          <w:rtl/>
        </w:rPr>
      </w:pPr>
      <w:r>
        <w:rPr>
          <w:rtl/>
        </w:rPr>
        <w:t>2</w:t>
      </w:r>
      <w:r w:rsidR="00D41621">
        <w:rPr>
          <w:rFonts w:hint="cs"/>
          <w:rtl/>
        </w:rPr>
        <w:t>-</w:t>
      </w:r>
      <w:r>
        <w:rPr>
          <w:rtl/>
        </w:rPr>
        <w:t xml:space="preserve"> ن: البلغم.</w:t>
      </w:r>
    </w:p>
    <w:p w:rsidR="00481D79" w:rsidRDefault="00481D79" w:rsidP="00D41621">
      <w:pPr>
        <w:pStyle w:val="libFootnote0"/>
        <w:rPr>
          <w:rtl/>
        </w:rPr>
      </w:pPr>
      <w:r>
        <w:rPr>
          <w:rtl/>
        </w:rPr>
        <w:t>3</w:t>
      </w:r>
      <w:r w:rsidR="00D41621">
        <w:rPr>
          <w:rFonts w:hint="cs"/>
          <w:rtl/>
        </w:rPr>
        <w:t>-</w:t>
      </w:r>
      <w:r>
        <w:rPr>
          <w:rtl/>
        </w:rPr>
        <w:t xml:space="preserve"> رواه الصدوق في عيون الاخبار: 2 / 37 ح 111، عنه الوسائل: 17 / 13 ح 17، والبحار: 66 / 444 ح 6، وج 92 / 199 ح 11. ورواه بنحو آخر بإسناده في وصية الرسول </w:t>
      </w:r>
      <w:r w:rsidR="004226A8" w:rsidRPr="00D41621">
        <w:rPr>
          <w:rStyle w:val="libFootnoteAlaemChar"/>
          <w:rtl/>
        </w:rPr>
        <w:t>صلى‌الله‌عليه‌وآله</w:t>
      </w:r>
      <w:r>
        <w:rPr>
          <w:rtl/>
        </w:rPr>
        <w:t xml:space="preserve"> لعلي </w:t>
      </w:r>
      <w:r w:rsidR="004226A8" w:rsidRPr="00D41621">
        <w:rPr>
          <w:rStyle w:val="libFootnoteAlaemChar"/>
          <w:rtl/>
        </w:rPr>
        <w:t>عليه‌السلام</w:t>
      </w:r>
      <w:r>
        <w:rPr>
          <w:rtl/>
        </w:rPr>
        <w:t xml:space="preserve"> في الفقيه: 4 / 365، والخصال: 126، والمواعظ: 30، وفيه: اللبان والسواك وقراء‌ة القرآن. وأخرجه عن الفقيه والخصال في الوسائل: 1 / 348 ح 17 والبحار: 66 / 443 ح 3 وج 76 / 319 ح 2. وروى نحوه الشيخ الطوسي في التهذيب: 4 / 191 ح 9 بإسناده عن أبي عبدالله </w:t>
      </w:r>
      <w:r w:rsidR="004226A8" w:rsidRPr="00D41621">
        <w:rPr>
          <w:rStyle w:val="libFootnoteAlaemChar"/>
          <w:rtl/>
        </w:rPr>
        <w:t>عليه‌السلام</w:t>
      </w:r>
      <w:r>
        <w:rPr>
          <w:rtl/>
        </w:rPr>
        <w:t xml:space="preserve"> وفيه: السواك والصوم وقراء‌ة القرآن، عنه البحار: 7 / 292 ح 14.</w:t>
      </w:r>
    </w:p>
    <w:p w:rsidR="00481D79" w:rsidRDefault="00481D79" w:rsidP="00D11BDC">
      <w:pPr>
        <w:pStyle w:val="libFootnote0"/>
        <w:rPr>
          <w:rtl/>
        </w:rPr>
      </w:pPr>
      <w:r>
        <w:rPr>
          <w:rtl/>
        </w:rPr>
        <w:t>وأورده مرسلا الطبرسي في مكارم الاخلاق: 482 والكفعمي في المصباح: 200 نحوه.</w:t>
      </w:r>
    </w:p>
    <w:p w:rsidR="00481D79" w:rsidRDefault="00481D79" w:rsidP="00D41621">
      <w:pPr>
        <w:pStyle w:val="libFootnote0"/>
        <w:rPr>
          <w:rtl/>
        </w:rPr>
      </w:pPr>
      <w:r>
        <w:rPr>
          <w:rtl/>
        </w:rPr>
        <w:t>4</w:t>
      </w:r>
      <w:r w:rsidR="00D41621">
        <w:rPr>
          <w:rFonts w:hint="cs"/>
          <w:rtl/>
        </w:rPr>
        <w:t>-</w:t>
      </w:r>
      <w:r>
        <w:rPr>
          <w:rtl/>
        </w:rPr>
        <w:t xml:space="preserve"> في خ: النقاء والانقاء، وفي نسخة اخرى: النقاء والاتقاء. وفي ج: البقاء.</w:t>
      </w:r>
    </w:p>
    <w:p w:rsidR="00481D79" w:rsidRDefault="00481D79" w:rsidP="00D41621">
      <w:pPr>
        <w:pStyle w:val="libFootnote0"/>
        <w:rPr>
          <w:rtl/>
        </w:rPr>
      </w:pPr>
      <w:r>
        <w:rPr>
          <w:rtl/>
        </w:rPr>
        <w:t>5</w:t>
      </w:r>
      <w:r w:rsidR="00D41621">
        <w:rPr>
          <w:rFonts w:hint="cs"/>
          <w:rtl/>
        </w:rPr>
        <w:t>-</w:t>
      </w:r>
      <w:r>
        <w:rPr>
          <w:rtl/>
        </w:rPr>
        <w:t xml:space="preserve"> في بعض النسخ وط وج: ويحتذ، وفي خ: وليحتذ.</w:t>
      </w:r>
    </w:p>
    <w:p w:rsidR="00481D79" w:rsidRDefault="00481D79" w:rsidP="00D41621">
      <w:pPr>
        <w:pStyle w:val="libFootnote0"/>
        <w:rPr>
          <w:rtl/>
        </w:rPr>
      </w:pPr>
      <w:r>
        <w:rPr>
          <w:rtl/>
        </w:rPr>
        <w:t>6</w:t>
      </w:r>
      <w:r w:rsidR="00D41621">
        <w:rPr>
          <w:rFonts w:hint="cs"/>
          <w:rtl/>
        </w:rPr>
        <w:t>-</w:t>
      </w:r>
      <w:r>
        <w:rPr>
          <w:rtl/>
        </w:rPr>
        <w:t xml:space="preserve"> في مستدرك الوسائل وعيون الاخبار وبعض المصادر زيادة في الحديث وهي: وليقل غشيان النساء.</w:t>
      </w:r>
    </w:p>
    <w:p w:rsidR="00827655" w:rsidRDefault="00481D79" w:rsidP="00D41621">
      <w:pPr>
        <w:pStyle w:val="libFootnote0"/>
        <w:rPr>
          <w:rtl/>
        </w:rPr>
      </w:pPr>
      <w:r>
        <w:rPr>
          <w:rtl/>
        </w:rPr>
        <w:t>7</w:t>
      </w:r>
      <w:r w:rsidR="00D41621">
        <w:rPr>
          <w:rFonts w:hint="cs"/>
          <w:rtl/>
        </w:rPr>
        <w:t>-</w:t>
      </w:r>
      <w:r>
        <w:rPr>
          <w:rtl/>
        </w:rPr>
        <w:t xml:space="preserve"> عنه البحار: 66 / 341 ح 1 و 2 وعن عيون الاخبار: 2 / 38 ح 112 وأمالي الطوسي: 2 / 279، عن أبي عبدالله عن أمير المؤمنين </w:t>
      </w:r>
      <w:r w:rsidR="004226A8" w:rsidRPr="00D41621">
        <w:rPr>
          <w:rStyle w:val="libFootnoteAlaemChar"/>
          <w:rtl/>
        </w:rPr>
        <w:t>عليهما‌السلام</w:t>
      </w:r>
      <w:r>
        <w:rPr>
          <w:rtl/>
        </w:rPr>
        <w:t xml:space="preserve"> وأسقط قوله " ويجيد الحذاء ". وأخرجه في مستدرك الوسائل: 1 / 214 باب 25 ح 3 عن الصحيفة. وأخرجه في الوسائل: 17 / 14 ح 18، والبحار: 103 / 286 ح 14 و 15 عن العيون وأمالي الطوسي وفي الوسائل: 14 / 180 ح 6 عن الامالي. وأورده في تنبيه الخواطر: 2 / 80 عن أمير المؤمنين </w:t>
      </w:r>
      <w:r w:rsidR="004226A8" w:rsidRPr="00D41621">
        <w:rPr>
          <w:rStyle w:val="libFootnoteAlaemChar"/>
          <w:rtl/>
        </w:rPr>
        <w:t>عليه‌السلام</w:t>
      </w:r>
      <w:r>
        <w:rPr>
          <w:rtl/>
        </w:rPr>
        <w:t xml:space="preserve">. وروى نحوه الصدوق في الفقيه: 3 / 555 ح 4902 عن الرسول </w:t>
      </w:r>
      <w:r w:rsidR="004226A8" w:rsidRPr="00D41621">
        <w:rPr>
          <w:rStyle w:val="libFootnoteAlaemChar"/>
          <w:rtl/>
        </w:rPr>
        <w:t>صلى‌الله‌عليه‌وآله</w:t>
      </w:r>
      <w:r>
        <w:rPr>
          <w:rtl/>
        </w:rPr>
        <w:t xml:space="preserve"> وزاد فيه: وقيل يا رسول الله وما قلة الرداء؟ قال: قلة الدين. عنه الوسائل: 3 / 381 ح 5، وج 14 / 179 ح 2. </w:t>
      </w:r>
      <w:r w:rsidR="00827655">
        <w:rPr>
          <w:rtl/>
        </w:rPr>
        <w:t>=</w:t>
      </w:r>
    </w:p>
    <w:p w:rsidR="00481D79" w:rsidRDefault="00481D79" w:rsidP="00481D79">
      <w:pPr>
        <w:pStyle w:val="libNormal"/>
        <w:rPr>
          <w:rtl/>
        </w:rPr>
      </w:pPr>
      <w:r>
        <w:rPr>
          <w:rtl/>
        </w:rPr>
        <w:br w:type="page"/>
      </w:r>
    </w:p>
    <w:p w:rsidR="00481D79" w:rsidRPr="00481D79" w:rsidRDefault="00481D79" w:rsidP="00D41621">
      <w:pPr>
        <w:pStyle w:val="libNormal"/>
        <w:rPr>
          <w:rtl/>
        </w:rPr>
      </w:pPr>
      <w:r w:rsidRPr="00481D79">
        <w:rPr>
          <w:rtl/>
        </w:rPr>
        <w:lastRenderedPageBreak/>
        <w:t xml:space="preserve">(129) وبإسناده قال: " كان </w:t>
      </w:r>
      <w:r w:rsidR="00D41621" w:rsidRPr="00D41621">
        <w:rPr>
          <w:rStyle w:val="libFootnotenumChar"/>
          <w:rFonts w:hint="cs"/>
          <w:rtl/>
        </w:rPr>
        <w:t>(1)</w:t>
      </w:r>
      <w:r w:rsidRPr="00481D79">
        <w:rPr>
          <w:rtl/>
        </w:rPr>
        <w:t xml:space="preserve"> النبي </w:t>
      </w:r>
      <w:r w:rsidR="004226A8" w:rsidRPr="004226A8">
        <w:rPr>
          <w:rStyle w:val="libAlaemChar"/>
          <w:rtl/>
        </w:rPr>
        <w:t>صلى‌الله‌عليه‌وآله</w:t>
      </w:r>
      <w:r w:rsidRPr="00481D79">
        <w:rPr>
          <w:rtl/>
        </w:rPr>
        <w:t xml:space="preserve"> </w:t>
      </w:r>
      <w:r w:rsidR="00D41621" w:rsidRPr="00D41621">
        <w:rPr>
          <w:rStyle w:val="libFootnotenumChar"/>
          <w:rFonts w:hint="cs"/>
          <w:rtl/>
        </w:rPr>
        <w:t>(2)</w:t>
      </w:r>
      <w:r w:rsidRPr="00481D79">
        <w:rPr>
          <w:rtl/>
        </w:rPr>
        <w:t xml:space="preserve">: إذا أكل طعاما يقول </w:t>
      </w:r>
      <w:r w:rsidR="00D41621" w:rsidRPr="00D41621">
        <w:rPr>
          <w:rStyle w:val="libFootnotenumChar"/>
          <w:rFonts w:hint="cs"/>
          <w:rtl/>
        </w:rPr>
        <w:t>(3)</w:t>
      </w:r>
      <w:r w:rsidRPr="00481D79">
        <w:rPr>
          <w:rtl/>
        </w:rPr>
        <w:t xml:space="preserve">: اللهم بارك لنا فيه وارزقنا خيرا منه </w:t>
      </w:r>
      <w:r w:rsidR="00D41621" w:rsidRPr="00D41621">
        <w:rPr>
          <w:rStyle w:val="libFootnotenumChar"/>
          <w:rFonts w:hint="cs"/>
          <w:rtl/>
        </w:rPr>
        <w:t>(4)</w:t>
      </w:r>
      <w:r w:rsidRPr="00481D79">
        <w:rPr>
          <w:rtl/>
        </w:rPr>
        <w:t xml:space="preserve">. وإذا [ أكل التمر </w:t>
      </w:r>
      <w:r w:rsidR="00D41621" w:rsidRPr="00D41621">
        <w:rPr>
          <w:rStyle w:val="libFootnotenumChar"/>
          <w:rFonts w:hint="cs"/>
          <w:rtl/>
        </w:rPr>
        <w:t>(5)</w:t>
      </w:r>
      <w:r w:rsidRPr="00481D79">
        <w:rPr>
          <w:rtl/>
        </w:rPr>
        <w:t xml:space="preserve"> أو ] </w:t>
      </w:r>
      <w:r w:rsidR="00D41621" w:rsidRPr="00D41621">
        <w:rPr>
          <w:rStyle w:val="libFootnotenumChar"/>
          <w:rFonts w:hint="cs"/>
          <w:rtl/>
        </w:rPr>
        <w:t>(6)</w:t>
      </w:r>
      <w:r w:rsidRPr="00481D79">
        <w:rPr>
          <w:rtl/>
        </w:rPr>
        <w:t xml:space="preserve"> شرب </w:t>
      </w:r>
      <w:r w:rsidR="00D41621" w:rsidRPr="00D41621">
        <w:rPr>
          <w:rStyle w:val="libFootnotenumChar"/>
          <w:rFonts w:hint="cs"/>
          <w:rtl/>
        </w:rPr>
        <w:t>(7)</w:t>
      </w:r>
      <w:r w:rsidRPr="00481D79">
        <w:rPr>
          <w:rtl/>
        </w:rPr>
        <w:t xml:space="preserve"> [ اللبن ] </w:t>
      </w:r>
      <w:r w:rsidR="00D41621" w:rsidRPr="00D41621">
        <w:rPr>
          <w:rStyle w:val="libFootnotenumChar"/>
          <w:rFonts w:hint="cs"/>
          <w:rtl/>
        </w:rPr>
        <w:t>(8)</w:t>
      </w:r>
      <w:r w:rsidRPr="00481D79">
        <w:rPr>
          <w:rtl/>
        </w:rPr>
        <w:t xml:space="preserve"> قال: اللهم بارك لنا فيه وارزقنا منه [ خيرا ] </w:t>
      </w:r>
      <w:r w:rsidR="00D41621" w:rsidRPr="00D41621">
        <w:rPr>
          <w:rStyle w:val="libFootnotenumChar"/>
          <w:rFonts w:hint="cs"/>
          <w:rtl/>
        </w:rPr>
        <w:t>(9)</w:t>
      </w:r>
      <w:r w:rsidRPr="00481D79">
        <w:rPr>
          <w:rtl/>
        </w:rPr>
        <w:t xml:space="preserve"> " </w:t>
      </w:r>
      <w:r w:rsidR="00D41621" w:rsidRPr="00D41621">
        <w:rPr>
          <w:rStyle w:val="libFootnotenumChar"/>
          <w:rFonts w:hint="cs"/>
          <w:rtl/>
        </w:rPr>
        <w:t>(10)</w:t>
      </w:r>
      <w:r w:rsidRPr="00481D79">
        <w:rPr>
          <w:rtl/>
        </w:rPr>
        <w:t>.</w:t>
      </w:r>
    </w:p>
    <w:p w:rsidR="00481D79" w:rsidRPr="00481D79" w:rsidRDefault="00481D79" w:rsidP="00D41621">
      <w:pPr>
        <w:pStyle w:val="libNormal"/>
        <w:rPr>
          <w:rtl/>
        </w:rPr>
      </w:pPr>
      <w:r w:rsidRPr="00481D79">
        <w:rPr>
          <w:rtl/>
        </w:rPr>
        <w:t xml:space="preserve">(130) وبإسناده قال: حدثني أبي، [ عن ] </w:t>
      </w:r>
      <w:r w:rsidR="00D41621" w:rsidRPr="00D41621">
        <w:rPr>
          <w:rStyle w:val="libFootnotenumChar"/>
          <w:rFonts w:hint="cs"/>
          <w:rtl/>
        </w:rPr>
        <w:t>(11)</w:t>
      </w:r>
      <w:r w:rsidRPr="00481D79">
        <w:rPr>
          <w:rtl/>
        </w:rPr>
        <w:t xml:space="preserve"> علي بن أبي طالب </w:t>
      </w:r>
      <w:r w:rsidR="004226A8" w:rsidRPr="004226A8">
        <w:rPr>
          <w:rStyle w:val="libAlaemChar"/>
          <w:rtl/>
        </w:rPr>
        <w:t>عليه‌السلام</w:t>
      </w:r>
      <w:r w:rsidRPr="00481D79">
        <w:rPr>
          <w:rtl/>
        </w:rPr>
        <w:t xml:space="preserve"> قال: " قال أبو جحيفة </w:t>
      </w:r>
      <w:r w:rsidR="00D41621" w:rsidRPr="00D41621">
        <w:rPr>
          <w:rStyle w:val="libFootnotenumChar"/>
          <w:rFonts w:hint="cs"/>
          <w:rtl/>
        </w:rPr>
        <w:t>(12)</w:t>
      </w:r>
      <w:r w:rsidRPr="00481D79">
        <w:rPr>
          <w:rtl/>
        </w:rPr>
        <w:t xml:space="preserve">: أتيت النبي </w:t>
      </w:r>
      <w:r w:rsidR="004226A8" w:rsidRPr="004226A8">
        <w:rPr>
          <w:rStyle w:val="libAlaemChar"/>
          <w:rtl/>
        </w:rPr>
        <w:t>صلى‌الله‌عليه‌وآله</w:t>
      </w:r>
      <w:r w:rsidRPr="00481D79">
        <w:rPr>
          <w:rtl/>
        </w:rPr>
        <w:t xml:space="preserve"> وأنا أتجشأ </w:t>
      </w:r>
      <w:r w:rsidR="00D41621" w:rsidRPr="00D41621">
        <w:rPr>
          <w:rStyle w:val="libFootnotenumChar"/>
          <w:rFonts w:hint="cs"/>
          <w:rtl/>
        </w:rPr>
        <w:t>(13)</w:t>
      </w:r>
      <w:r w:rsidRPr="00481D79">
        <w:rPr>
          <w:rtl/>
        </w:rPr>
        <w:t xml:space="preserve"> فقال [ لي ] </w:t>
      </w:r>
      <w:r w:rsidR="00D41621" w:rsidRPr="00D41621">
        <w:rPr>
          <w:rStyle w:val="libFootnotenumChar"/>
          <w:rFonts w:hint="cs"/>
          <w:rtl/>
        </w:rPr>
        <w:t>(14)</w:t>
      </w:r>
      <w:r w:rsidRPr="00481D79">
        <w:rPr>
          <w:rtl/>
        </w:rPr>
        <w:t xml:space="preserve">: " يا أبا جحيفة اكفف جشأك فإن أكثر الناس شبعا في الدنيا أطولهم جوعا يوم القيامة ". قال: فما ملا أبوجحيفة بطنه من طعام حتى لحق بالله عزوجل " </w:t>
      </w:r>
      <w:r w:rsidR="00D41621" w:rsidRPr="00D41621">
        <w:rPr>
          <w:rStyle w:val="libFootnotenumChar"/>
          <w:rFonts w:hint="cs"/>
          <w:rtl/>
        </w:rPr>
        <w:t>(15)</w:t>
      </w:r>
      <w:r w:rsidRPr="00481D79">
        <w:rPr>
          <w:rtl/>
        </w:rPr>
        <w:t>.</w:t>
      </w:r>
    </w:p>
    <w:p w:rsidR="00827655"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ورواه ابني بسطام في طب الائمة: 45، والقاضي النعمان في دعائم الاسلام: 2 / 144 ح 507 إسنادهم إلى الصادق، عن أمير المؤمنين </w:t>
      </w:r>
      <w:r w:rsidR="004226A8" w:rsidRPr="00D41621">
        <w:rPr>
          <w:rStyle w:val="libFootnoteAlaemChar"/>
          <w:rtl/>
        </w:rPr>
        <w:t>عليهما‌السلام</w:t>
      </w:r>
      <w:r w:rsidR="00481D79">
        <w:rPr>
          <w:rtl/>
        </w:rPr>
        <w:t xml:space="preserve">، وعنهما البحار: 62 / 262 ح 19 وص 266 ح 35 نحوه أيضا. وأورده بنحو آخر القطب الراوندي في الدعوات: 75 ح 176 عن أمير المؤمنين </w:t>
      </w:r>
      <w:r w:rsidR="004226A8" w:rsidRPr="00D41621">
        <w:rPr>
          <w:rStyle w:val="libFootnoteAlaemChar"/>
          <w:rtl/>
        </w:rPr>
        <w:t>عليه‌السلام</w:t>
      </w:r>
      <w:r w:rsidR="00481D79">
        <w:rPr>
          <w:rtl/>
        </w:rPr>
        <w:t xml:space="preserve"> وزاد فيه: " وما خفة الرداء يا ولي الله؟ قال </w:t>
      </w:r>
      <w:r w:rsidR="004226A8" w:rsidRPr="00D41621">
        <w:rPr>
          <w:rStyle w:val="libFootnoteAlaemChar"/>
          <w:rtl/>
        </w:rPr>
        <w:t>عليه‌السلام</w:t>
      </w:r>
      <w:r w:rsidR="00481D79">
        <w:rPr>
          <w:rtl/>
        </w:rPr>
        <w:t xml:space="preserve">: قلة الدين ". وأخرجه في كنز العمال: 10 / 48 ضمن ح 407، عن النزال بن سبرة عن أمير المؤمنين </w:t>
      </w:r>
      <w:r w:rsidR="004226A8" w:rsidRPr="00D41621">
        <w:rPr>
          <w:rStyle w:val="libFootnoteAlaemChar"/>
          <w:rtl/>
        </w:rPr>
        <w:t>عليه‌السلام</w:t>
      </w:r>
      <w:r w:rsidR="00481D79">
        <w:rPr>
          <w:rtl/>
        </w:rPr>
        <w:t xml:space="preserve"> قطعة ن حديث له. وأخرجه ابن الاثير في النهاية: 5 / 44 وفيه: من سره النساء ولا نساء. أي تأخير العمر والبقاء.</w:t>
      </w:r>
    </w:p>
    <w:p w:rsidR="00D41621" w:rsidRDefault="00481D79" w:rsidP="00D41621">
      <w:pPr>
        <w:pStyle w:val="libFootnote0"/>
        <w:rPr>
          <w:rFonts w:hint="cs"/>
          <w:rtl/>
        </w:rPr>
      </w:pPr>
      <w:r>
        <w:rPr>
          <w:rtl/>
        </w:rPr>
        <w:t>1</w:t>
      </w:r>
      <w:r w:rsidR="00D41621">
        <w:rPr>
          <w:rFonts w:hint="cs"/>
          <w:rtl/>
        </w:rPr>
        <w:t>-</w:t>
      </w:r>
      <w:r>
        <w:rPr>
          <w:rtl/>
        </w:rPr>
        <w:t xml:space="preserve"> ط: قال.</w:t>
      </w:r>
    </w:p>
    <w:p w:rsidR="00481D79" w:rsidRDefault="00481D79" w:rsidP="00D41621">
      <w:pPr>
        <w:pStyle w:val="libFootnote0"/>
        <w:rPr>
          <w:rtl/>
        </w:rPr>
      </w:pPr>
      <w:r>
        <w:rPr>
          <w:rtl/>
        </w:rPr>
        <w:t>2</w:t>
      </w:r>
      <w:r w:rsidR="00D41621">
        <w:rPr>
          <w:rFonts w:hint="cs"/>
          <w:rtl/>
        </w:rPr>
        <w:t>-</w:t>
      </w:r>
      <w:r>
        <w:rPr>
          <w:rtl/>
        </w:rPr>
        <w:t xml:space="preserve"> ط، ن وج: رسول الله </w:t>
      </w:r>
      <w:r w:rsidR="004226A8" w:rsidRPr="00D41621">
        <w:rPr>
          <w:rStyle w:val="libFootnoteAlaemChar"/>
          <w:rtl/>
        </w:rPr>
        <w:t>صلى‌الله‌عليه‌وآله</w:t>
      </w:r>
      <w:r>
        <w:rPr>
          <w:rtl/>
        </w:rPr>
        <w:t>.</w:t>
      </w:r>
    </w:p>
    <w:p w:rsidR="00D41621" w:rsidRDefault="00481D79" w:rsidP="00D41621">
      <w:pPr>
        <w:pStyle w:val="libFootnote0"/>
        <w:rPr>
          <w:rFonts w:hint="cs"/>
          <w:rtl/>
        </w:rPr>
      </w:pPr>
      <w:r>
        <w:rPr>
          <w:rtl/>
        </w:rPr>
        <w:t>3</w:t>
      </w:r>
      <w:r w:rsidR="00D41621">
        <w:rPr>
          <w:rFonts w:hint="cs"/>
          <w:rtl/>
        </w:rPr>
        <w:t>-</w:t>
      </w:r>
      <w:r>
        <w:rPr>
          <w:rtl/>
        </w:rPr>
        <w:t xml:space="preserve"> ن: قال.</w:t>
      </w:r>
    </w:p>
    <w:p w:rsidR="00481D79" w:rsidRDefault="00481D79" w:rsidP="00D41621">
      <w:pPr>
        <w:pStyle w:val="libFootnote0"/>
        <w:rPr>
          <w:rtl/>
        </w:rPr>
      </w:pPr>
      <w:r>
        <w:rPr>
          <w:rtl/>
        </w:rPr>
        <w:t>4</w:t>
      </w:r>
      <w:r w:rsidR="00D41621">
        <w:rPr>
          <w:rFonts w:hint="cs"/>
          <w:rtl/>
        </w:rPr>
        <w:t>-</w:t>
      </w:r>
      <w:r>
        <w:rPr>
          <w:rtl/>
        </w:rPr>
        <w:t xml:space="preserve"> ط: منه خيرا.</w:t>
      </w:r>
    </w:p>
    <w:p w:rsidR="00D41621" w:rsidRDefault="00481D79" w:rsidP="00D41621">
      <w:pPr>
        <w:pStyle w:val="libFootnote0"/>
        <w:rPr>
          <w:rFonts w:hint="cs"/>
          <w:rtl/>
        </w:rPr>
      </w:pPr>
      <w:r>
        <w:rPr>
          <w:rtl/>
        </w:rPr>
        <w:t>5</w:t>
      </w:r>
      <w:r w:rsidR="00D41621">
        <w:rPr>
          <w:rFonts w:hint="cs"/>
          <w:rtl/>
        </w:rPr>
        <w:t>-</w:t>
      </w:r>
      <w:r>
        <w:rPr>
          <w:rtl/>
        </w:rPr>
        <w:t xml:space="preserve"> في بعض النسخ: لبنا.</w:t>
      </w:r>
    </w:p>
    <w:p w:rsidR="00481D79" w:rsidRDefault="00481D79" w:rsidP="00D41621">
      <w:pPr>
        <w:pStyle w:val="libFootnote0"/>
        <w:rPr>
          <w:rtl/>
        </w:rPr>
      </w:pPr>
      <w:r>
        <w:rPr>
          <w:rtl/>
        </w:rPr>
        <w:t>6</w:t>
      </w:r>
      <w:r w:rsidR="00D41621">
        <w:rPr>
          <w:rFonts w:hint="cs"/>
          <w:rtl/>
        </w:rPr>
        <w:t>-</w:t>
      </w:r>
      <w:r>
        <w:rPr>
          <w:rtl/>
        </w:rPr>
        <w:t xml:space="preserve"> ليس في ن.</w:t>
      </w:r>
    </w:p>
    <w:p w:rsidR="00D41621" w:rsidRDefault="00481D79" w:rsidP="00D41621">
      <w:pPr>
        <w:pStyle w:val="libFootnote0"/>
        <w:rPr>
          <w:rFonts w:hint="cs"/>
          <w:rtl/>
        </w:rPr>
      </w:pPr>
      <w:r>
        <w:rPr>
          <w:rtl/>
        </w:rPr>
        <w:t>7</w:t>
      </w:r>
      <w:r w:rsidR="00D41621">
        <w:rPr>
          <w:rFonts w:hint="cs"/>
          <w:rtl/>
        </w:rPr>
        <w:t>-</w:t>
      </w:r>
      <w:r>
        <w:rPr>
          <w:rtl/>
        </w:rPr>
        <w:t xml:space="preserve"> ج وخ: شربه.</w:t>
      </w:r>
    </w:p>
    <w:p w:rsidR="00481D79" w:rsidRDefault="00481D79" w:rsidP="00D41621">
      <w:pPr>
        <w:pStyle w:val="libFootnote0"/>
        <w:rPr>
          <w:rtl/>
        </w:rPr>
      </w:pPr>
      <w:r>
        <w:rPr>
          <w:rtl/>
        </w:rPr>
        <w:t>8</w:t>
      </w:r>
      <w:r w:rsidR="00D41621">
        <w:rPr>
          <w:rFonts w:hint="cs"/>
          <w:rtl/>
        </w:rPr>
        <w:t>-</w:t>
      </w:r>
      <w:r>
        <w:rPr>
          <w:rtl/>
        </w:rPr>
        <w:t xml:space="preserve"> من ط، وفي ن: لبنا.</w:t>
      </w:r>
    </w:p>
    <w:p w:rsidR="00481D79" w:rsidRDefault="00481D79" w:rsidP="00D41621">
      <w:pPr>
        <w:pStyle w:val="libFootnote0"/>
        <w:rPr>
          <w:rtl/>
        </w:rPr>
      </w:pPr>
      <w:r>
        <w:rPr>
          <w:rtl/>
        </w:rPr>
        <w:t>9</w:t>
      </w:r>
      <w:r w:rsidR="00D41621">
        <w:rPr>
          <w:rFonts w:hint="cs"/>
          <w:rtl/>
        </w:rPr>
        <w:t>-</w:t>
      </w:r>
      <w:r>
        <w:rPr>
          <w:rtl/>
        </w:rPr>
        <w:t xml:space="preserve"> من ن.</w:t>
      </w:r>
    </w:p>
    <w:p w:rsidR="00481D79" w:rsidRDefault="00481D79" w:rsidP="00D41621">
      <w:pPr>
        <w:pStyle w:val="libFootnote0"/>
        <w:rPr>
          <w:rtl/>
        </w:rPr>
      </w:pPr>
      <w:r>
        <w:rPr>
          <w:rtl/>
        </w:rPr>
        <w:t>10</w:t>
      </w:r>
      <w:r w:rsidR="00D41621">
        <w:rPr>
          <w:rFonts w:hint="cs"/>
          <w:rtl/>
        </w:rPr>
        <w:t>-</w:t>
      </w:r>
      <w:r>
        <w:rPr>
          <w:rtl/>
        </w:rPr>
        <w:t xml:space="preserve"> عنه المستدرك: 3 / 110 باب 43 ح 1. وأخرجه في البحار: 66 / 99 ح 11 عنه وعن عيون الاخبار: 2 / 38 ح 114. وفي الوسائل: 17 / 14 ح 20 عن عيون الاخبار. (أخرجه أحمد بن حنبل، والترمذي، وابن ماجة عن ابن عباس وأبوداود والبيهقي في شعب الايمان بلفظ آخر).</w:t>
      </w:r>
    </w:p>
    <w:p w:rsidR="00481D79" w:rsidRDefault="00481D79" w:rsidP="00D41621">
      <w:pPr>
        <w:pStyle w:val="libFootnote0"/>
        <w:rPr>
          <w:rtl/>
        </w:rPr>
      </w:pPr>
      <w:r>
        <w:rPr>
          <w:rtl/>
        </w:rPr>
        <w:t>11</w:t>
      </w:r>
      <w:r w:rsidR="00D41621">
        <w:rPr>
          <w:rFonts w:hint="cs"/>
          <w:rtl/>
        </w:rPr>
        <w:t>-</w:t>
      </w:r>
      <w:r>
        <w:rPr>
          <w:rtl/>
        </w:rPr>
        <w:t xml:space="preserve"> ليس في ج، ن والمستدرك. وفي ط: حدثني علي بن أبي طالب </w:t>
      </w:r>
      <w:r w:rsidR="004226A8" w:rsidRPr="00D41621">
        <w:rPr>
          <w:rStyle w:val="libFootnoteAlaemChar"/>
          <w:rtl/>
        </w:rPr>
        <w:t>عليه‌السلام</w:t>
      </w:r>
      <w:r>
        <w:rPr>
          <w:rtl/>
        </w:rPr>
        <w:t>.</w:t>
      </w:r>
    </w:p>
    <w:p w:rsidR="00481D79" w:rsidRDefault="00481D79" w:rsidP="00D41621">
      <w:pPr>
        <w:pStyle w:val="libFootnote0"/>
        <w:rPr>
          <w:rtl/>
        </w:rPr>
      </w:pPr>
      <w:r>
        <w:rPr>
          <w:rtl/>
        </w:rPr>
        <w:t>12</w:t>
      </w:r>
      <w:r w:rsidR="00D41621">
        <w:rPr>
          <w:rFonts w:hint="cs"/>
          <w:rtl/>
        </w:rPr>
        <w:t>-</w:t>
      </w:r>
      <w:r>
        <w:rPr>
          <w:rtl/>
        </w:rPr>
        <w:t xml:space="preserve"> صاحب النبي </w:t>
      </w:r>
      <w:r w:rsidR="004226A8" w:rsidRPr="00D41621">
        <w:rPr>
          <w:rStyle w:val="libFootnoteAlaemChar"/>
          <w:rtl/>
        </w:rPr>
        <w:t>صلى‌الله‌عليه‌وآله</w:t>
      </w:r>
      <w:r>
        <w:rPr>
          <w:rtl/>
        </w:rPr>
        <w:t xml:space="preserve"> واسمه وهب بن عبدالله، ويقال له وهب الخير. كان صاحب شرطة علي </w:t>
      </w:r>
      <w:r w:rsidR="004226A8" w:rsidRPr="00D41621">
        <w:rPr>
          <w:rStyle w:val="libFootnoteAlaemChar"/>
          <w:rtl/>
        </w:rPr>
        <w:t>عليه‌السلام</w:t>
      </w:r>
      <w:r>
        <w:rPr>
          <w:rtl/>
        </w:rPr>
        <w:t xml:space="preserve"> وقيل إن علي بن أبي طالب </w:t>
      </w:r>
      <w:r w:rsidR="004226A8" w:rsidRPr="00D41621">
        <w:rPr>
          <w:rStyle w:val="libFootnoteAlaemChar"/>
          <w:rtl/>
        </w:rPr>
        <w:t>عليه‌السلام</w:t>
      </w:r>
      <w:r>
        <w:rPr>
          <w:rtl/>
        </w:rPr>
        <w:t xml:space="preserve"> كان إذا خطب، يقوم أبوجحيفة تحت منبره.</w:t>
      </w:r>
    </w:p>
    <w:p w:rsidR="00481D79" w:rsidRDefault="00481D79" w:rsidP="00D11BDC">
      <w:pPr>
        <w:pStyle w:val="libFootnote0"/>
        <w:rPr>
          <w:rtl/>
        </w:rPr>
      </w:pPr>
      <w:r>
        <w:rPr>
          <w:rtl/>
        </w:rPr>
        <w:t>ترجم له في سير أعلام النبلاء: 3 / 202، طبقات ابن سعد: 6 / 63، تاريخ بغداد: 1 / 199 والاصابة: 3 / 642.</w:t>
      </w:r>
    </w:p>
    <w:p w:rsidR="00481D79" w:rsidRDefault="00481D79" w:rsidP="00D41621">
      <w:pPr>
        <w:pStyle w:val="libFootnote0"/>
        <w:rPr>
          <w:rtl/>
        </w:rPr>
      </w:pPr>
      <w:r>
        <w:rPr>
          <w:rtl/>
        </w:rPr>
        <w:t>13</w:t>
      </w:r>
      <w:r w:rsidR="00D41621">
        <w:rPr>
          <w:rFonts w:hint="cs"/>
          <w:rtl/>
        </w:rPr>
        <w:t>-</w:t>
      </w:r>
      <w:r>
        <w:rPr>
          <w:rtl/>
        </w:rPr>
        <w:t xml:space="preserve"> الجشأ: ريح يخرج من الفم مع صوت عند إمتلاء المعدة.</w:t>
      </w:r>
    </w:p>
    <w:p w:rsidR="00481D79" w:rsidRDefault="00481D79" w:rsidP="00D41621">
      <w:pPr>
        <w:pStyle w:val="libFootnote0"/>
        <w:rPr>
          <w:rtl/>
        </w:rPr>
      </w:pPr>
      <w:r>
        <w:rPr>
          <w:rtl/>
        </w:rPr>
        <w:t>14</w:t>
      </w:r>
      <w:r w:rsidR="00D41621">
        <w:rPr>
          <w:rFonts w:hint="cs"/>
          <w:rtl/>
        </w:rPr>
        <w:t>-</w:t>
      </w:r>
      <w:r>
        <w:rPr>
          <w:rtl/>
        </w:rPr>
        <w:t xml:space="preserve"> ليس في ن.</w:t>
      </w:r>
    </w:p>
    <w:p w:rsidR="00827655" w:rsidRDefault="00481D79" w:rsidP="00D41621">
      <w:pPr>
        <w:pStyle w:val="libFootnote0"/>
        <w:rPr>
          <w:rtl/>
        </w:rPr>
      </w:pPr>
      <w:r>
        <w:rPr>
          <w:rtl/>
        </w:rPr>
        <w:t>15</w:t>
      </w:r>
      <w:r w:rsidR="00D41621">
        <w:rPr>
          <w:rFonts w:hint="cs"/>
          <w:rtl/>
        </w:rPr>
        <w:t>-</w:t>
      </w:r>
      <w:r>
        <w:rPr>
          <w:rtl/>
        </w:rPr>
        <w:t xml:space="preserve"> عنه البحار: 66 / 332 ح 12 وعن عيون الاخبار: 2 / 37 ح 113. </w:t>
      </w:r>
      <w:r w:rsidR="00827655">
        <w:rPr>
          <w:rtl/>
        </w:rPr>
        <w:t>=</w:t>
      </w:r>
    </w:p>
    <w:p w:rsidR="00481D79" w:rsidRDefault="00481D79" w:rsidP="00481D79">
      <w:pPr>
        <w:pStyle w:val="libNormal"/>
        <w:rPr>
          <w:rtl/>
        </w:rPr>
      </w:pPr>
      <w:r>
        <w:rPr>
          <w:rtl/>
        </w:rPr>
        <w:br w:type="page"/>
      </w:r>
    </w:p>
    <w:p w:rsidR="00481D79" w:rsidRPr="00481D79" w:rsidRDefault="00481D79" w:rsidP="00D41621">
      <w:pPr>
        <w:pStyle w:val="libNormal"/>
        <w:rPr>
          <w:rtl/>
        </w:rPr>
      </w:pPr>
      <w:r w:rsidRPr="00481D79">
        <w:rPr>
          <w:rtl/>
        </w:rPr>
        <w:lastRenderedPageBreak/>
        <w:t xml:space="preserve">(131) وبإسناده قال </w:t>
      </w:r>
      <w:r w:rsidR="00D41621" w:rsidRPr="00D41621">
        <w:rPr>
          <w:rStyle w:val="libFootnotenumChar"/>
          <w:rFonts w:hint="cs"/>
          <w:rtl/>
        </w:rPr>
        <w:t>(1)</w:t>
      </w:r>
      <w:r w:rsidRPr="00481D79">
        <w:rPr>
          <w:rtl/>
        </w:rPr>
        <w:t xml:space="preserve">: " كان رسول الله </w:t>
      </w:r>
      <w:r w:rsidR="004226A8" w:rsidRPr="004226A8">
        <w:rPr>
          <w:rStyle w:val="libAlaemChar"/>
          <w:rtl/>
        </w:rPr>
        <w:t>صلى‌الله‌عليه‌وآله</w:t>
      </w:r>
      <w:r w:rsidRPr="00481D79">
        <w:rPr>
          <w:rtl/>
        </w:rPr>
        <w:t xml:space="preserve"> إذا شرب </w:t>
      </w:r>
      <w:r w:rsidR="00D41621" w:rsidRPr="00D41621">
        <w:rPr>
          <w:rStyle w:val="libFootnotenumChar"/>
          <w:rFonts w:hint="cs"/>
          <w:rtl/>
        </w:rPr>
        <w:t>(2)</w:t>
      </w:r>
      <w:r w:rsidRPr="00481D79">
        <w:rPr>
          <w:rtl/>
        </w:rPr>
        <w:t xml:space="preserve"> [ لبنا ] </w:t>
      </w:r>
      <w:r w:rsidR="00D41621" w:rsidRPr="00D41621">
        <w:rPr>
          <w:rStyle w:val="libFootnotenumChar"/>
          <w:rFonts w:hint="cs"/>
          <w:rtl/>
        </w:rPr>
        <w:t>(3)</w:t>
      </w:r>
      <w:r w:rsidRPr="00481D79">
        <w:rPr>
          <w:rtl/>
        </w:rPr>
        <w:t xml:space="preserve"> مضمض </w:t>
      </w:r>
      <w:r w:rsidR="00D41621" w:rsidRPr="00D41621">
        <w:rPr>
          <w:rStyle w:val="libFootnotenumChar"/>
          <w:rFonts w:hint="cs"/>
          <w:rtl/>
        </w:rPr>
        <w:t>(4)</w:t>
      </w:r>
      <w:r w:rsidRPr="00481D79">
        <w:rPr>
          <w:rtl/>
        </w:rPr>
        <w:t xml:space="preserve"> فاه وقال: إن له دسما "</w:t>
      </w:r>
      <w:r w:rsidR="00D41621" w:rsidRPr="00D41621">
        <w:rPr>
          <w:rStyle w:val="libFootnotenumChar"/>
          <w:rFonts w:hint="cs"/>
          <w:rtl/>
        </w:rPr>
        <w:t>(5)</w:t>
      </w:r>
      <w:r w:rsidRPr="00481D79">
        <w:rPr>
          <w:rtl/>
        </w:rPr>
        <w:t>.</w:t>
      </w:r>
    </w:p>
    <w:p w:rsidR="00481D79" w:rsidRPr="00481D79" w:rsidRDefault="00481D79" w:rsidP="00D41621">
      <w:pPr>
        <w:pStyle w:val="libNormal"/>
        <w:rPr>
          <w:rtl/>
        </w:rPr>
      </w:pPr>
      <w:r w:rsidRPr="00481D79">
        <w:rPr>
          <w:rtl/>
        </w:rPr>
        <w:t xml:space="preserve">(132) وبإسناده قال: حدثني أبي، [ عن ] </w:t>
      </w:r>
      <w:r w:rsidR="00D41621" w:rsidRPr="00D41621">
        <w:rPr>
          <w:rStyle w:val="libFootnotenumChar"/>
          <w:rFonts w:hint="cs"/>
          <w:rtl/>
        </w:rPr>
        <w:t>(6)</w:t>
      </w:r>
      <w:r w:rsidRPr="00481D79">
        <w:rPr>
          <w:rtl/>
        </w:rPr>
        <w:t xml:space="preserve"> علي بن أبي طالب: " ثلاثة لا يعرضن </w:t>
      </w:r>
      <w:r w:rsidR="00D41621" w:rsidRPr="00D41621">
        <w:rPr>
          <w:rStyle w:val="libFootnotenumChar"/>
          <w:rFonts w:hint="cs"/>
          <w:rtl/>
        </w:rPr>
        <w:t>(7)</w:t>
      </w:r>
      <w:r w:rsidRPr="00481D79">
        <w:rPr>
          <w:rtl/>
        </w:rPr>
        <w:t xml:space="preserve"> أحدكم نفسه عليهن وهو صائم: الحجامة، والحمام، والمرأة الحسناء " </w:t>
      </w:r>
      <w:r w:rsidR="00D41621" w:rsidRPr="00D41621">
        <w:rPr>
          <w:rStyle w:val="libFootnotenumChar"/>
          <w:rFonts w:hint="cs"/>
          <w:rtl/>
        </w:rPr>
        <w:t>(8)</w:t>
      </w:r>
      <w:r w:rsidRPr="00481D79">
        <w:rPr>
          <w:rtl/>
        </w:rPr>
        <w:t>.</w:t>
      </w:r>
    </w:p>
    <w:p w:rsidR="00481D79"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وعنه أيضا مستدرك الوسائل: 3 / 82 باب 3، وعن عيون الاخبار، وروضة الواعظين: 527 مرسلا عن علي </w:t>
      </w:r>
      <w:r w:rsidR="004226A8" w:rsidRPr="00D41621">
        <w:rPr>
          <w:rStyle w:val="libFootnoteAlaemChar"/>
          <w:rtl/>
        </w:rPr>
        <w:t>عليه‌السلام</w:t>
      </w:r>
      <w:r w:rsidR="00481D79">
        <w:rPr>
          <w:rtl/>
        </w:rPr>
        <w:t xml:space="preserve">. وأخرجه في الوسائل: 17 / 14 ح 19 عن العيون، والبحار: 66 / 339 ح 4 عن الروضة. وروى نحوه: البرقي من طريقين في المحاسن: 2 / 447 ح 345 عن أبي عبدالله </w:t>
      </w:r>
      <w:r w:rsidR="004226A8" w:rsidRPr="00D41621">
        <w:rPr>
          <w:rStyle w:val="libFootnoteAlaemChar"/>
          <w:rtl/>
        </w:rPr>
        <w:t>عليه‌السلام</w:t>
      </w:r>
      <w:r w:rsidR="00481D79">
        <w:rPr>
          <w:rtl/>
        </w:rPr>
        <w:t xml:space="preserve">، عن أبي ذر، عن أبي عبدالله عن الرسول </w:t>
      </w:r>
      <w:r w:rsidR="004226A8" w:rsidRPr="00D41621">
        <w:rPr>
          <w:rStyle w:val="libFootnoteAlaemChar"/>
          <w:rtl/>
        </w:rPr>
        <w:t>صلى‌الله‌عليه‌وآله</w:t>
      </w:r>
      <w:r w:rsidR="00481D79">
        <w:rPr>
          <w:rtl/>
        </w:rPr>
        <w:t xml:space="preserve">، عنه البحار: 66 / 339 ح 2، وج 76 / 56 ح 4. والكليني في الكافي: 6 / 269 ح 5 بإسناده عن أبي عبدالله </w:t>
      </w:r>
      <w:r w:rsidR="004226A8" w:rsidRPr="00D41621">
        <w:rPr>
          <w:rStyle w:val="libFootnoteAlaemChar"/>
          <w:rtl/>
        </w:rPr>
        <w:t>عليه‌السلام</w:t>
      </w:r>
      <w:r w:rsidR="00481D79">
        <w:rPr>
          <w:rtl/>
        </w:rPr>
        <w:t xml:space="preserve">، عن أبي ذر، عنه الوسائل: 16 / 410 ح 1، والطوسي في التهذيب: 9 / 92 ح 130 عن محمد بن يعقوب. والطبرسي في مكارم الاخلاق: 146، عنه البحار: 66 / 339 ح 3، عن الصادق عن الرسول </w:t>
      </w:r>
      <w:r w:rsidR="004226A8" w:rsidRPr="00D41621">
        <w:rPr>
          <w:rStyle w:val="libFootnoteAlaemChar"/>
          <w:rtl/>
        </w:rPr>
        <w:t>صلى‌الله‌عليه‌وآله</w:t>
      </w:r>
      <w:r w:rsidR="00481D79">
        <w:rPr>
          <w:rtl/>
        </w:rPr>
        <w:t>. ونحوه مرسلا في عدة الداعي: 74. وتنبيه الخواطر: 1 / 46.</w:t>
      </w:r>
    </w:p>
    <w:p w:rsidR="00481D79" w:rsidRDefault="00481D79" w:rsidP="00D41621">
      <w:pPr>
        <w:pStyle w:val="libFootnote0"/>
        <w:rPr>
          <w:rtl/>
        </w:rPr>
      </w:pPr>
      <w:r>
        <w:rPr>
          <w:rtl/>
        </w:rPr>
        <w:t>1</w:t>
      </w:r>
      <w:r w:rsidR="00D41621">
        <w:rPr>
          <w:rFonts w:hint="cs"/>
          <w:rtl/>
        </w:rPr>
        <w:t>-</w:t>
      </w:r>
      <w:r>
        <w:rPr>
          <w:rtl/>
        </w:rPr>
        <w:t xml:space="preserve"> في ط كرر كلمة " قال " مرتين.</w:t>
      </w:r>
    </w:p>
    <w:p w:rsidR="00481D79" w:rsidRDefault="00481D79" w:rsidP="00D41621">
      <w:pPr>
        <w:pStyle w:val="libFootnote0"/>
        <w:rPr>
          <w:rtl/>
        </w:rPr>
      </w:pPr>
      <w:r>
        <w:rPr>
          <w:rtl/>
        </w:rPr>
        <w:t>2</w:t>
      </w:r>
      <w:r w:rsidR="00D41621">
        <w:rPr>
          <w:rFonts w:hint="cs"/>
          <w:rtl/>
        </w:rPr>
        <w:t>-</w:t>
      </w:r>
      <w:r>
        <w:rPr>
          <w:rtl/>
        </w:rPr>
        <w:t xml:space="preserve"> في بعض النسخ: أكل.</w:t>
      </w:r>
    </w:p>
    <w:p w:rsidR="00481D79" w:rsidRDefault="00481D79" w:rsidP="00D41621">
      <w:pPr>
        <w:pStyle w:val="libFootnote0"/>
        <w:rPr>
          <w:rtl/>
        </w:rPr>
      </w:pPr>
      <w:r>
        <w:rPr>
          <w:rtl/>
        </w:rPr>
        <w:t>3</w:t>
      </w:r>
      <w:r w:rsidR="00D41621">
        <w:rPr>
          <w:rFonts w:hint="cs"/>
          <w:rtl/>
        </w:rPr>
        <w:t>-</w:t>
      </w:r>
      <w:r>
        <w:rPr>
          <w:rtl/>
        </w:rPr>
        <w:t xml:space="preserve"> ليس في البحار، و (المراد باللبن " الحليب " المسمى في عرفنا قبل أن تنزع الزبدة، فالدسومة باقية وأما بعد نزعها فيسمى: مخيضا، أي مخض ونزعت زبدته).</w:t>
      </w:r>
    </w:p>
    <w:p w:rsidR="00481D79" w:rsidRDefault="00481D79" w:rsidP="00D41621">
      <w:pPr>
        <w:pStyle w:val="libFootnote0"/>
        <w:rPr>
          <w:rtl/>
        </w:rPr>
      </w:pPr>
      <w:r>
        <w:rPr>
          <w:rtl/>
        </w:rPr>
        <w:t>4</w:t>
      </w:r>
      <w:r w:rsidR="00D41621">
        <w:rPr>
          <w:rFonts w:hint="cs"/>
          <w:rtl/>
        </w:rPr>
        <w:t>-</w:t>
      </w:r>
      <w:r>
        <w:rPr>
          <w:rtl/>
        </w:rPr>
        <w:t xml:space="preserve"> ط: يمضمض.</w:t>
      </w:r>
    </w:p>
    <w:p w:rsidR="00481D79" w:rsidRDefault="00481D79" w:rsidP="00D41621">
      <w:pPr>
        <w:pStyle w:val="libFootnote0"/>
        <w:rPr>
          <w:rtl/>
        </w:rPr>
      </w:pPr>
      <w:r>
        <w:rPr>
          <w:rtl/>
        </w:rPr>
        <w:t>5</w:t>
      </w:r>
      <w:r w:rsidR="00D41621">
        <w:rPr>
          <w:rFonts w:hint="cs"/>
          <w:rtl/>
        </w:rPr>
        <w:t>-</w:t>
      </w:r>
      <w:r>
        <w:rPr>
          <w:rtl/>
        </w:rPr>
        <w:t xml:space="preserve"> عنه البحار: 66 / 355 ح 12. وأخرجه في ص 103 ح 35 عن مكارم الاخلاق: 197 عن النبي </w:t>
      </w:r>
      <w:r w:rsidR="004226A8" w:rsidRPr="00D41621">
        <w:rPr>
          <w:rStyle w:val="libFootnoteAlaemChar"/>
          <w:rtl/>
        </w:rPr>
        <w:t>صلى‌الله‌عليه‌وآله</w:t>
      </w:r>
      <w:r>
        <w:rPr>
          <w:rtl/>
        </w:rPr>
        <w:t xml:space="preserve"> نحوه. (أخرجه ابن جرير وصححه عن أنس).</w:t>
      </w:r>
    </w:p>
    <w:p w:rsidR="00481D79" w:rsidRDefault="00481D79" w:rsidP="00D41621">
      <w:pPr>
        <w:pStyle w:val="libFootnote0"/>
        <w:rPr>
          <w:rtl/>
        </w:rPr>
      </w:pPr>
      <w:r>
        <w:rPr>
          <w:rtl/>
        </w:rPr>
        <w:t>6</w:t>
      </w:r>
      <w:r w:rsidR="00D41621">
        <w:rPr>
          <w:rFonts w:hint="cs"/>
          <w:rtl/>
        </w:rPr>
        <w:t>-</w:t>
      </w:r>
      <w:r>
        <w:rPr>
          <w:rtl/>
        </w:rPr>
        <w:t xml:space="preserve"> ليس في ن وج.</w:t>
      </w:r>
    </w:p>
    <w:p w:rsidR="00481D79" w:rsidRDefault="00481D79" w:rsidP="00D41621">
      <w:pPr>
        <w:pStyle w:val="libFootnote0"/>
        <w:rPr>
          <w:rtl/>
        </w:rPr>
      </w:pPr>
      <w:r>
        <w:rPr>
          <w:rtl/>
        </w:rPr>
        <w:t>7</w:t>
      </w:r>
      <w:r w:rsidR="00D41621">
        <w:rPr>
          <w:rFonts w:hint="cs"/>
          <w:rtl/>
        </w:rPr>
        <w:t>-</w:t>
      </w:r>
      <w:r>
        <w:rPr>
          <w:rtl/>
        </w:rPr>
        <w:t xml:space="preserve"> في بعض النسخ: لا يعرض.</w:t>
      </w:r>
    </w:p>
    <w:p w:rsidR="00827655" w:rsidRDefault="00481D79" w:rsidP="00D41621">
      <w:pPr>
        <w:pStyle w:val="libFootnote0"/>
        <w:rPr>
          <w:rtl/>
        </w:rPr>
      </w:pPr>
      <w:r>
        <w:rPr>
          <w:rtl/>
        </w:rPr>
        <w:t>8</w:t>
      </w:r>
      <w:r w:rsidR="00D41621">
        <w:rPr>
          <w:rFonts w:hint="cs"/>
          <w:rtl/>
        </w:rPr>
        <w:t>-</w:t>
      </w:r>
      <w:r>
        <w:rPr>
          <w:rtl/>
        </w:rPr>
        <w:t xml:space="preserve"> عنه البحار: 96 / 291 ح 12. ورواه الصدوق في عيون الاخبار: 2 / 38 ح 115، عنه الوسائل: 7 / 55 ح 7 وص 70 ح 10. ورواه في الجعفريات: 61 بإسناده عن موسى بن جعفر، عن أبيه، عن آبائه عن الرسول </w:t>
      </w:r>
      <w:r w:rsidR="004226A8" w:rsidRPr="00D41621">
        <w:rPr>
          <w:rStyle w:val="libFootnoteAlaemChar"/>
          <w:rtl/>
        </w:rPr>
        <w:t>صلى‌الله‌عليه‌وآله</w:t>
      </w:r>
      <w:r>
        <w:rPr>
          <w:rtl/>
        </w:rPr>
        <w:t xml:space="preserve">، عنه </w:t>
      </w:r>
      <w:r w:rsidR="00827655">
        <w:rPr>
          <w:rtl/>
        </w:rPr>
        <w:t>=</w:t>
      </w:r>
    </w:p>
    <w:p w:rsidR="00481D79" w:rsidRDefault="00481D79" w:rsidP="00481D79">
      <w:pPr>
        <w:pStyle w:val="libNormal"/>
        <w:rPr>
          <w:rtl/>
        </w:rPr>
      </w:pPr>
      <w:r>
        <w:rPr>
          <w:rtl/>
        </w:rPr>
        <w:br w:type="page"/>
      </w:r>
    </w:p>
    <w:p w:rsidR="00481D79" w:rsidRPr="00481D79" w:rsidRDefault="00481D79" w:rsidP="00D41621">
      <w:pPr>
        <w:pStyle w:val="libNormal"/>
        <w:rPr>
          <w:rtl/>
        </w:rPr>
      </w:pPr>
      <w:r w:rsidRPr="00481D79">
        <w:rPr>
          <w:rtl/>
        </w:rPr>
        <w:lastRenderedPageBreak/>
        <w:t xml:space="preserve">(133) وبإسناده قال: حدثني أبي، عن علي بن أبي طالب </w:t>
      </w:r>
      <w:r w:rsidR="004226A8" w:rsidRPr="004226A8">
        <w:rPr>
          <w:rStyle w:val="libAlaemChar"/>
          <w:rtl/>
        </w:rPr>
        <w:t>عليه‌السلام</w:t>
      </w:r>
      <w:r w:rsidRPr="00481D79">
        <w:rPr>
          <w:rtl/>
        </w:rPr>
        <w:t xml:space="preserve"> قال: [ قال ] </w:t>
      </w:r>
      <w:r w:rsidR="00D41621" w:rsidRPr="00434E13">
        <w:rPr>
          <w:rStyle w:val="libFootnotenumChar"/>
          <w:rFonts w:hint="cs"/>
          <w:rtl/>
        </w:rPr>
        <w:t>(1)</w:t>
      </w:r>
      <w:r w:rsidRPr="00481D79">
        <w:rPr>
          <w:rtl/>
        </w:rPr>
        <w:t xml:space="preserve"> </w:t>
      </w:r>
      <w:r w:rsidR="004226A8" w:rsidRPr="004226A8">
        <w:rPr>
          <w:rStyle w:val="libAlaemChar"/>
          <w:rtl/>
        </w:rPr>
        <w:t>صلى‌الله‌عليه‌وآله</w:t>
      </w:r>
      <w:r w:rsidRPr="00481D79">
        <w:rPr>
          <w:rtl/>
        </w:rPr>
        <w:t xml:space="preserve"> </w:t>
      </w:r>
      <w:r w:rsidR="00D41621" w:rsidRPr="00434E13">
        <w:rPr>
          <w:rStyle w:val="libFootnotenumChar"/>
          <w:rFonts w:hint="cs"/>
          <w:rtl/>
        </w:rPr>
        <w:t>(2)</w:t>
      </w:r>
      <w:r w:rsidRPr="00481D79">
        <w:rPr>
          <w:rtl/>
        </w:rPr>
        <w:t xml:space="preserve">: " للمرأة عشر عورات، إذا تزوجت سترت </w:t>
      </w:r>
      <w:r w:rsidR="00D41621" w:rsidRPr="00434E13">
        <w:rPr>
          <w:rStyle w:val="libFootnotenumChar"/>
          <w:rFonts w:hint="cs"/>
          <w:rtl/>
        </w:rPr>
        <w:t>(3)</w:t>
      </w:r>
      <w:r w:rsidRPr="00481D79">
        <w:rPr>
          <w:rtl/>
        </w:rPr>
        <w:t xml:space="preserve"> عورة [ واحدة ] </w:t>
      </w:r>
      <w:r w:rsidR="00D41621" w:rsidRPr="00434E13">
        <w:rPr>
          <w:rStyle w:val="libFootnotenumChar"/>
          <w:rFonts w:hint="cs"/>
          <w:rtl/>
        </w:rPr>
        <w:t>(4)</w:t>
      </w:r>
      <w:r w:rsidRPr="00481D79">
        <w:rPr>
          <w:rtl/>
        </w:rPr>
        <w:t xml:space="preserve">، وإذا ماتت سترت </w:t>
      </w:r>
      <w:r w:rsidR="00D41621" w:rsidRPr="00434E13">
        <w:rPr>
          <w:rStyle w:val="libFootnotenumChar"/>
          <w:rFonts w:hint="cs"/>
          <w:rtl/>
        </w:rPr>
        <w:t>(5)</w:t>
      </w:r>
      <w:r w:rsidRPr="00481D79">
        <w:rPr>
          <w:rtl/>
        </w:rPr>
        <w:t xml:space="preserve"> عوراتها كلها " </w:t>
      </w:r>
      <w:r w:rsidR="00D41621" w:rsidRPr="00434E13">
        <w:rPr>
          <w:rStyle w:val="libFootnotenumChar"/>
          <w:rFonts w:hint="cs"/>
          <w:rtl/>
        </w:rPr>
        <w:t>(6)</w:t>
      </w:r>
      <w:r w:rsidRPr="00481D79">
        <w:rPr>
          <w:rtl/>
        </w:rPr>
        <w:t>.</w:t>
      </w:r>
    </w:p>
    <w:p w:rsidR="00481D79" w:rsidRPr="00481D79" w:rsidRDefault="00481D79" w:rsidP="00D41621">
      <w:pPr>
        <w:pStyle w:val="libNormal"/>
        <w:rPr>
          <w:rtl/>
        </w:rPr>
      </w:pPr>
      <w:r w:rsidRPr="00481D79">
        <w:rPr>
          <w:rtl/>
        </w:rPr>
        <w:t xml:space="preserve">(134) وبإسناده قال: حدثني أبي علي بن أبي طالب </w:t>
      </w:r>
      <w:r w:rsidR="004226A8" w:rsidRPr="004226A8">
        <w:rPr>
          <w:rStyle w:val="libAlaemChar"/>
          <w:rtl/>
        </w:rPr>
        <w:t>عليه‌السلام</w:t>
      </w:r>
      <w:r w:rsidRPr="00481D79">
        <w:rPr>
          <w:rtl/>
        </w:rPr>
        <w:t xml:space="preserve"> </w:t>
      </w:r>
      <w:r w:rsidR="00D41621" w:rsidRPr="00434E13">
        <w:rPr>
          <w:rStyle w:val="libFootnotenumChar"/>
          <w:rFonts w:hint="cs"/>
          <w:rtl/>
        </w:rPr>
        <w:t>(7)</w:t>
      </w:r>
      <w:r w:rsidRPr="00481D79">
        <w:rPr>
          <w:rtl/>
        </w:rPr>
        <w:t xml:space="preserve">: " سئل النبي عن امرأة زنت، فذكرت [ المرأة ] </w:t>
      </w:r>
      <w:r w:rsidR="00D41621" w:rsidRPr="00434E13">
        <w:rPr>
          <w:rStyle w:val="libFootnotenumChar"/>
          <w:rFonts w:hint="cs"/>
          <w:rtl/>
        </w:rPr>
        <w:t>(8)</w:t>
      </w:r>
      <w:r w:rsidRPr="00481D79">
        <w:rPr>
          <w:rtl/>
        </w:rPr>
        <w:t xml:space="preserve"> انها بكر، فأمرني [ النبي ] </w:t>
      </w:r>
      <w:r w:rsidR="00D41621" w:rsidRPr="00434E13">
        <w:rPr>
          <w:rStyle w:val="libFootnotenumChar"/>
          <w:rFonts w:hint="cs"/>
          <w:rtl/>
        </w:rPr>
        <w:t>(9)</w:t>
      </w:r>
      <w:r w:rsidRPr="00481D79">
        <w:rPr>
          <w:rtl/>
        </w:rPr>
        <w:t xml:space="preserve"> أن آمر النساء ينظرن [ إليها، فنظرن ] </w:t>
      </w:r>
      <w:r w:rsidR="00D41621" w:rsidRPr="00434E13">
        <w:rPr>
          <w:rStyle w:val="libFootnotenumChar"/>
          <w:rFonts w:hint="cs"/>
          <w:rtl/>
        </w:rPr>
        <w:t>(10)</w:t>
      </w:r>
      <w:r w:rsidRPr="00481D79">
        <w:rPr>
          <w:rtl/>
        </w:rPr>
        <w:t xml:space="preserve">، فوجدنها بكرا فقال </w:t>
      </w:r>
      <w:r w:rsidR="004226A8" w:rsidRPr="004226A8">
        <w:rPr>
          <w:rStyle w:val="libAlaemChar"/>
          <w:rtl/>
        </w:rPr>
        <w:t>صلى‌الله‌عليه‌وآله</w:t>
      </w:r>
      <w:r w:rsidRPr="00481D79">
        <w:rPr>
          <w:rtl/>
        </w:rPr>
        <w:t>: " ما كنت لاضرب من عليه خاتم من الله عزوجل ".</w:t>
      </w:r>
    </w:p>
    <w:p w:rsidR="00481D79" w:rsidRPr="00481D79" w:rsidRDefault="00481D79" w:rsidP="00D41621">
      <w:pPr>
        <w:pStyle w:val="libNormal"/>
        <w:rPr>
          <w:rtl/>
        </w:rPr>
      </w:pPr>
      <w:r w:rsidRPr="00481D79">
        <w:rPr>
          <w:rtl/>
        </w:rPr>
        <w:t xml:space="preserve">وكان </w:t>
      </w:r>
      <w:r w:rsidR="004226A8" w:rsidRPr="004226A8">
        <w:rPr>
          <w:rStyle w:val="libAlaemChar"/>
          <w:rtl/>
        </w:rPr>
        <w:t>صلى‌الله‌عليه‌وآله</w:t>
      </w:r>
      <w:r w:rsidRPr="00481D79">
        <w:rPr>
          <w:rtl/>
        </w:rPr>
        <w:t xml:space="preserve"> يجيز شهادة </w:t>
      </w:r>
      <w:r w:rsidR="00D41621" w:rsidRPr="00434E13">
        <w:rPr>
          <w:rStyle w:val="libFootnotenumChar"/>
          <w:rFonts w:hint="cs"/>
          <w:rtl/>
        </w:rPr>
        <w:t>(11)</w:t>
      </w:r>
      <w:r w:rsidRPr="00481D79">
        <w:rPr>
          <w:rtl/>
        </w:rPr>
        <w:t xml:space="preserve"> النساء في مثل هذا " </w:t>
      </w:r>
      <w:r w:rsidR="00D41621" w:rsidRPr="00434E13">
        <w:rPr>
          <w:rStyle w:val="libFootnotenumChar"/>
          <w:rFonts w:hint="cs"/>
          <w:rtl/>
        </w:rPr>
        <w:t>(12)</w:t>
      </w:r>
      <w:r w:rsidRPr="00481D79">
        <w:rPr>
          <w:rtl/>
        </w:rPr>
        <w:t>.</w:t>
      </w:r>
    </w:p>
    <w:p w:rsidR="00827655"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مستدرك الوسائل: 1 / 560 باب 17 ح 1. وأورده السيد فضل الله الراوندي في النوادر: 54 عن الصادق، عن أبيه، عن آبائه، عن الرسول </w:t>
      </w:r>
      <w:r w:rsidR="004226A8" w:rsidRPr="00434E13">
        <w:rPr>
          <w:rStyle w:val="libFootnoteAlaemChar"/>
          <w:rtl/>
        </w:rPr>
        <w:t>صلى‌الله‌عليه‌وآله</w:t>
      </w:r>
      <w:r w:rsidR="00481D79">
        <w:rPr>
          <w:rtl/>
        </w:rPr>
        <w:t>، عنه البحار: 96 / 277 ذ ح 27. (وأخرجه الديلمي عن أبي إمامة، وقال فيه: والمرأة الشابة).</w:t>
      </w:r>
    </w:p>
    <w:p w:rsidR="00481D79" w:rsidRDefault="00481D79" w:rsidP="00434E13">
      <w:pPr>
        <w:pStyle w:val="libFootnote0"/>
        <w:rPr>
          <w:rtl/>
        </w:rPr>
      </w:pPr>
      <w:r>
        <w:rPr>
          <w:rtl/>
        </w:rPr>
        <w:t>1</w:t>
      </w:r>
      <w:r w:rsidR="00434E13">
        <w:rPr>
          <w:rFonts w:hint="cs"/>
          <w:rtl/>
        </w:rPr>
        <w:t>-</w:t>
      </w:r>
      <w:r>
        <w:rPr>
          <w:rtl/>
        </w:rPr>
        <w:t xml:space="preserve"> من خ.</w:t>
      </w:r>
    </w:p>
    <w:p w:rsidR="00481D79" w:rsidRDefault="00481D79" w:rsidP="00434E13">
      <w:pPr>
        <w:pStyle w:val="libFootnote0"/>
        <w:rPr>
          <w:rtl/>
        </w:rPr>
      </w:pPr>
      <w:r>
        <w:rPr>
          <w:rtl/>
        </w:rPr>
        <w:t>2</w:t>
      </w:r>
      <w:r w:rsidR="00434E13">
        <w:rPr>
          <w:rFonts w:hint="cs"/>
          <w:rtl/>
        </w:rPr>
        <w:t>-</w:t>
      </w:r>
      <w:r>
        <w:rPr>
          <w:rtl/>
        </w:rPr>
        <w:t xml:space="preserve"> ط: حدثني أبي علي بن أبي طالب </w:t>
      </w:r>
      <w:r w:rsidR="004226A8" w:rsidRPr="00434E13">
        <w:rPr>
          <w:rStyle w:val="libFootnoteAlaemChar"/>
          <w:rtl/>
        </w:rPr>
        <w:t>عليه‌السلام</w:t>
      </w:r>
      <w:r>
        <w:rPr>
          <w:rtl/>
        </w:rPr>
        <w:t xml:space="preserve">. ن: حدثني علي بن أبي طالب </w:t>
      </w:r>
      <w:r w:rsidR="004226A8" w:rsidRPr="00434E13">
        <w:rPr>
          <w:rStyle w:val="libFootnoteAlaemChar"/>
          <w:rtl/>
        </w:rPr>
        <w:t>عليه‌السلام</w:t>
      </w:r>
      <w:r>
        <w:rPr>
          <w:rtl/>
        </w:rPr>
        <w:t>.</w:t>
      </w:r>
    </w:p>
    <w:p w:rsidR="00481D79" w:rsidRDefault="00481D79" w:rsidP="00434E13">
      <w:pPr>
        <w:pStyle w:val="libFootnote0"/>
        <w:rPr>
          <w:rtl/>
        </w:rPr>
      </w:pPr>
      <w:r>
        <w:rPr>
          <w:rtl/>
        </w:rPr>
        <w:t>3 و 5</w:t>
      </w:r>
      <w:r w:rsidR="00434E13">
        <w:rPr>
          <w:rFonts w:hint="cs"/>
          <w:rtl/>
        </w:rPr>
        <w:t>-</w:t>
      </w:r>
      <w:r>
        <w:rPr>
          <w:rtl/>
        </w:rPr>
        <w:t xml:space="preserve"> ن وخ: استترت.</w:t>
      </w:r>
    </w:p>
    <w:p w:rsidR="00481D79" w:rsidRDefault="00481D79" w:rsidP="00434E13">
      <w:pPr>
        <w:pStyle w:val="libFootnote0"/>
        <w:rPr>
          <w:rtl/>
        </w:rPr>
      </w:pPr>
      <w:r>
        <w:rPr>
          <w:rtl/>
        </w:rPr>
        <w:t>4</w:t>
      </w:r>
      <w:r w:rsidR="00434E13">
        <w:rPr>
          <w:rFonts w:hint="cs"/>
          <w:rtl/>
        </w:rPr>
        <w:t>-</w:t>
      </w:r>
      <w:r>
        <w:rPr>
          <w:rtl/>
        </w:rPr>
        <w:t xml:space="preserve"> من كتاب مكارم الاخلاق.</w:t>
      </w:r>
    </w:p>
    <w:p w:rsidR="00481D79" w:rsidRDefault="00481D79" w:rsidP="00434E13">
      <w:pPr>
        <w:pStyle w:val="libFootnote0"/>
        <w:rPr>
          <w:rtl/>
        </w:rPr>
      </w:pPr>
      <w:r>
        <w:rPr>
          <w:rtl/>
        </w:rPr>
        <w:t>6</w:t>
      </w:r>
      <w:r w:rsidR="00434E13">
        <w:rPr>
          <w:rFonts w:hint="cs"/>
          <w:rtl/>
        </w:rPr>
        <w:t>-</w:t>
      </w:r>
      <w:r>
        <w:rPr>
          <w:rtl/>
        </w:rPr>
        <w:t xml:space="preserve"> عنه البحار: 103 / 259 ح 10. وعنه مكارم الاخلاق: 246، والبحار: 103 / 259 ح 10.</w:t>
      </w:r>
    </w:p>
    <w:p w:rsidR="00481D79" w:rsidRDefault="00481D79" w:rsidP="00D11BDC">
      <w:pPr>
        <w:pStyle w:val="libFootnote0"/>
        <w:rPr>
          <w:rtl/>
        </w:rPr>
      </w:pPr>
      <w:r>
        <w:rPr>
          <w:rtl/>
        </w:rPr>
        <w:t>ورواه في عيون الاخبار: 2 / 38 ح 116 عنه البحار المذكور ص 226 ح 17.</w:t>
      </w:r>
    </w:p>
    <w:p w:rsidR="00481D79" w:rsidRDefault="00481D79" w:rsidP="00434E13">
      <w:pPr>
        <w:pStyle w:val="libFootnote0"/>
        <w:rPr>
          <w:rtl/>
        </w:rPr>
      </w:pPr>
      <w:r>
        <w:rPr>
          <w:rtl/>
        </w:rPr>
        <w:t>7</w:t>
      </w:r>
      <w:r w:rsidR="00434E13">
        <w:rPr>
          <w:rFonts w:hint="cs"/>
          <w:rtl/>
        </w:rPr>
        <w:t>-</w:t>
      </w:r>
      <w:r>
        <w:rPr>
          <w:rtl/>
        </w:rPr>
        <w:t xml:space="preserve"> في ط: حدثني علي بن أبي طالب </w:t>
      </w:r>
      <w:r w:rsidR="004226A8" w:rsidRPr="00434E13">
        <w:rPr>
          <w:rStyle w:val="libFootnoteAlaemChar"/>
          <w:rtl/>
        </w:rPr>
        <w:t>عليه‌السلام</w:t>
      </w:r>
      <w:r>
        <w:rPr>
          <w:rtl/>
        </w:rPr>
        <w:t xml:space="preserve">، وفي بعض النسخ: حدثني أبي، عن علي بن أبي طالب </w:t>
      </w:r>
      <w:r w:rsidR="004226A8" w:rsidRPr="00434E13">
        <w:rPr>
          <w:rStyle w:val="libFootnoteAlaemChar"/>
          <w:rtl/>
        </w:rPr>
        <w:t>عليه‌السلام</w:t>
      </w:r>
      <w:r>
        <w:rPr>
          <w:rtl/>
        </w:rPr>
        <w:t>.</w:t>
      </w:r>
    </w:p>
    <w:p w:rsidR="00481D79" w:rsidRDefault="00481D79" w:rsidP="00434E13">
      <w:pPr>
        <w:pStyle w:val="libFootnote0"/>
        <w:rPr>
          <w:rtl/>
        </w:rPr>
      </w:pPr>
      <w:r>
        <w:rPr>
          <w:rtl/>
        </w:rPr>
        <w:t>8</w:t>
      </w:r>
      <w:r w:rsidR="00434E13">
        <w:rPr>
          <w:rFonts w:hint="cs"/>
          <w:rtl/>
        </w:rPr>
        <w:t>-</w:t>
      </w:r>
      <w:r>
        <w:rPr>
          <w:rtl/>
        </w:rPr>
        <w:t xml:space="preserve"> ليس في ج.</w:t>
      </w:r>
    </w:p>
    <w:p w:rsidR="00481D79" w:rsidRDefault="00481D79" w:rsidP="00434E13">
      <w:pPr>
        <w:pStyle w:val="libFootnote0"/>
        <w:rPr>
          <w:rtl/>
        </w:rPr>
      </w:pPr>
      <w:r>
        <w:rPr>
          <w:rtl/>
        </w:rPr>
        <w:t>9</w:t>
      </w:r>
      <w:r w:rsidR="00434E13">
        <w:rPr>
          <w:rFonts w:hint="cs"/>
          <w:rtl/>
        </w:rPr>
        <w:t>-</w:t>
      </w:r>
      <w:r>
        <w:rPr>
          <w:rtl/>
        </w:rPr>
        <w:t xml:space="preserve"> ليس في ن.</w:t>
      </w:r>
    </w:p>
    <w:p w:rsidR="00481D79" w:rsidRDefault="00481D79" w:rsidP="00434E13">
      <w:pPr>
        <w:pStyle w:val="libFootnote0"/>
        <w:rPr>
          <w:rtl/>
        </w:rPr>
      </w:pPr>
      <w:r>
        <w:rPr>
          <w:rtl/>
        </w:rPr>
        <w:t>10</w:t>
      </w:r>
      <w:r w:rsidR="00434E13">
        <w:rPr>
          <w:rFonts w:hint="cs"/>
          <w:rtl/>
        </w:rPr>
        <w:t>-</w:t>
      </w:r>
      <w:r>
        <w:rPr>
          <w:rtl/>
        </w:rPr>
        <w:t xml:space="preserve"> ليس في خ، وفي اخرى: ننظر إليها، وفي ن والمستدرك: ينظرن إليها، فنظرن إليها، وفي ط: فقال </w:t>
      </w:r>
      <w:r w:rsidR="004226A8" w:rsidRPr="00434E13">
        <w:rPr>
          <w:rStyle w:val="libFootnoteAlaemChar"/>
          <w:rtl/>
        </w:rPr>
        <w:t>صلى‌الله‌عليه‌وآله</w:t>
      </w:r>
      <w:r>
        <w:rPr>
          <w:rtl/>
        </w:rPr>
        <w:t>: أن أمر النساء ينظرون إليها فنظرن.</w:t>
      </w:r>
    </w:p>
    <w:p w:rsidR="00481D79" w:rsidRDefault="00481D79" w:rsidP="00434E13">
      <w:pPr>
        <w:pStyle w:val="libFootnote0"/>
        <w:rPr>
          <w:rtl/>
        </w:rPr>
      </w:pPr>
      <w:r>
        <w:rPr>
          <w:rtl/>
        </w:rPr>
        <w:t>11</w:t>
      </w:r>
      <w:r w:rsidR="00434E13">
        <w:rPr>
          <w:rFonts w:hint="cs"/>
          <w:rtl/>
        </w:rPr>
        <w:t>-</w:t>
      </w:r>
      <w:r>
        <w:rPr>
          <w:rtl/>
        </w:rPr>
        <w:t xml:space="preserve"> في بعض النسخ: بشهادة.</w:t>
      </w:r>
    </w:p>
    <w:p w:rsidR="00481D79" w:rsidRDefault="00481D79" w:rsidP="00434E13">
      <w:pPr>
        <w:pStyle w:val="libFootnote0"/>
        <w:rPr>
          <w:rtl/>
        </w:rPr>
      </w:pPr>
      <w:r>
        <w:rPr>
          <w:rtl/>
        </w:rPr>
        <w:t>12</w:t>
      </w:r>
      <w:r w:rsidR="00434E13">
        <w:rPr>
          <w:rFonts w:hint="cs"/>
          <w:rtl/>
        </w:rPr>
        <w:t>-</w:t>
      </w:r>
      <w:r>
        <w:rPr>
          <w:rtl/>
        </w:rPr>
        <w:t xml:space="preserve"> عنه مستدرك الوسائل: 3 / 211 ح 10. وعنه أيضا البحار: 79 / 36 ح 8 وج 104 / 321 ح 2 وعن عيون الاخبار: 2 / 39 ح 117. وأخرجه عن العيون في الوسائل: 18 / 268 ح 49. وروى مثله بإختلاف يسير: الكليني في الكافي: 7 / 404 ح 10 عنه الوسائل: 18 / 261 ح 13. والشيخ الطوسي في التهذيب: 6 / 278 ح 166 وج 10 / 19 ح 57، عنه الوسائل: 18 / 394 ح 1. بإسنادهما عن أبي عبدالله، عن علي </w:t>
      </w:r>
      <w:r w:rsidR="004226A8" w:rsidRPr="00434E13">
        <w:rPr>
          <w:rStyle w:val="libFootnoteAlaemChar"/>
          <w:rtl/>
        </w:rPr>
        <w:t>عليهما‌السلام</w:t>
      </w:r>
      <w:r>
        <w:rPr>
          <w:rtl/>
        </w:rPr>
        <w:t>. (أخرجه محمد بن منصور المرادي).</w:t>
      </w:r>
    </w:p>
    <w:p w:rsidR="00D11BDC" w:rsidRDefault="00D11BDC" w:rsidP="00D11BDC">
      <w:pPr>
        <w:pStyle w:val="libNormal"/>
        <w:rPr>
          <w:rtl/>
        </w:rPr>
      </w:pPr>
      <w:r>
        <w:rPr>
          <w:rtl/>
        </w:rPr>
        <w:br w:type="page"/>
      </w:r>
    </w:p>
    <w:p w:rsidR="00481D79" w:rsidRPr="00481D79" w:rsidRDefault="00481D79" w:rsidP="00434E13">
      <w:pPr>
        <w:pStyle w:val="libNormal"/>
        <w:rPr>
          <w:rtl/>
        </w:rPr>
      </w:pPr>
      <w:r w:rsidRPr="00481D79">
        <w:rPr>
          <w:rtl/>
        </w:rPr>
        <w:lastRenderedPageBreak/>
        <w:t xml:space="preserve">(135) وبإسناده قال: حدثني [ أبي، عن ] </w:t>
      </w:r>
      <w:r w:rsidR="00434E13" w:rsidRPr="00434E13">
        <w:rPr>
          <w:rStyle w:val="libFootnotenumChar"/>
          <w:rFonts w:hint="cs"/>
          <w:rtl/>
        </w:rPr>
        <w:t>(1)</w:t>
      </w:r>
      <w:r w:rsidRPr="00481D79">
        <w:rPr>
          <w:rtl/>
        </w:rPr>
        <w:t xml:space="preserve"> علي بن أبي طالب قال: [ قال </w:t>
      </w:r>
      <w:r w:rsidR="004226A8" w:rsidRPr="004226A8">
        <w:rPr>
          <w:rStyle w:val="libAlaemChar"/>
          <w:rtl/>
        </w:rPr>
        <w:t>صلى‌الله‌عليه‌وآله</w:t>
      </w:r>
      <w:r w:rsidRPr="00481D79">
        <w:rPr>
          <w:rtl/>
        </w:rPr>
        <w:t xml:space="preserve">: ] </w:t>
      </w:r>
      <w:r w:rsidR="00434E13" w:rsidRPr="00434E13">
        <w:rPr>
          <w:rStyle w:val="libFootnotenumChar"/>
          <w:rFonts w:hint="cs"/>
          <w:rtl/>
        </w:rPr>
        <w:t>(2)</w:t>
      </w:r>
      <w:r w:rsidRPr="00481D79">
        <w:rPr>
          <w:rtl/>
        </w:rPr>
        <w:t xml:space="preserve"> " إذا سألت المرأة من فجر بك؟ فقالت: فلان، جلدتها حدين، [ حدا ] </w:t>
      </w:r>
      <w:r w:rsidR="00434E13" w:rsidRPr="00434E13">
        <w:rPr>
          <w:rStyle w:val="libFootnotenumChar"/>
          <w:rFonts w:hint="cs"/>
          <w:rtl/>
        </w:rPr>
        <w:t>(3)</w:t>
      </w:r>
      <w:r w:rsidRPr="00481D79">
        <w:rPr>
          <w:rtl/>
        </w:rPr>
        <w:t xml:space="preserve"> لفريتها على الرجل، وحدا لما أقرت على نفسها بالفجور " </w:t>
      </w:r>
      <w:r w:rsidR="00434E13" w:rsidRPr="00434E13">
        <w:rPr>
          <w:rStyle w:val="libFootnotenumChar"/>
          <w:rFonts w:hint="cs"/>
          <w:rtl/>
        </w:rPr>
        <w:t>(4)</w:t>
      </w:r>
      <w:r w:rsidRPr="00481D79">
        <w:rPr>
          <w:rtl/>
        </w:rPr>
        <w:t>.</w:t>
      </w:r>
    </w:p>
    <w:p w:rsidR="00481D79" w:rsidRPr="00481D79" w:rsidRDefault="00481D79" w:rsidP="00434E13">
      <w:pPr>
        <w:pStyle w:val="libNormal"/>
        <w:rPr>
          <w:rtl/>
        </w:rPr>
      </w:pPr>
      <w:r w:rsidRPr="00481D79">
        <w:rPr>
          <w:rtl/>
        </w:rPr>
        <w:t xml:space="preserve">(136) وبإسناده قال: قال علي بن أبي طالب </w:t>
      </w:r>
      <w:r w:rsidR="004226A8" w:rsidRPr="004226A8">
        <w:rPr>
          <w:rStyle w:val="libAlaemChar"/>
          <w:rtl/>
        </w:rPr>
        <w:t>عليه‌السلام</w:t>
      </w:r>
      <w:r w:rsidRPr="00481D79">
        <w:rPr>
          <w:rtl/>
        </w:rPr>
        <w:t xml:space="preserve">: " ليس في القرآن " يا أيها الذين آمنوا " إلا في التوراة يا أيها المساكين </w:t>
      </w:r>
      <w:r w:rsidR="00434E13" w:rsidRPr="00434E13">
        <w:rPr>
          <w:rStyle w:val="libFootnotenumChar"/>
          <w:rFonts w:hint="cs"/>
          <w:rtl/>
        </w:rPr>
        <w:t>(6)</w:t>
      </w:r>
      <w:r w:rsidRPr="00481D79">
        <w:rPr>
          <w:rtl/>
        </w:rPr>
        <w:t xml:space="preserve"> " </w:t>
      </w:r>
      <w:r w:rsidR="00434E13" w:rsidRPr="00434E13">
        <w:rPr>
          <w:rStyle w:val="libFootnotenumChar"/>
          <w:rFonts w:hint="cs"/>
          <w:rtl/>
        </w:rPr>
        <w:t>(7)</w:t>
      </w:r>
      <w:r w:rsidRPr="00481D79">
        <w:rPr>
          <w:rtl/>
        </w:rPr>
        <w:t>.</w:t>
      </w:r>
    </w:p>
    <w:p w:rsidR="00481D79" w:rsidRPr="00481D79" w:rsidRDefault="00481D79" w:rsidP="00434E13">
      <w:pPr>
        <w:pStyle w:val="libNormal"/>
        <w:rPr>
          <w:rtl/>
        </w:rPr>
      </w:pPr>
      <w:r w:rsidRPr="00481D79">
        <w:rPr>
          <w:rtl/>
        </w:rPr>
        <w:t xml:space="preserve">(137) وبإسناده قال: قال علي بن أبي طالب </w:t>
      </w:r>
      <w:r w:rsidR="004226A8" w:rsidRPr="004226A8">
        <w:rPr>
          <w:rStyle w:val="libAlaemChar"/>
          <w:rtl/>
        </w:rPr>
        <w:t>عليه‌السلام</w:t>
      </w:r>
      <w:r w:rsidRPr="00481D79">
        <w:rPr>
          <w:rtl/>
        </w:rPr>
        <w:t xml:space="preserve">: " لو رأى العبد أجله وسرعته [ إليه ] </w:t>
      </w:r>
      <w:r w:rsidR="00434E13" w:rsidRPr="00434E13">
        <w:rPr>
          <w:rStyle w:val="libFootnotenumChar"/>
          <w:rFonts w:hint="cs"/>
          <w:rtl/>
        </w:rPr>
        <w:t>(8)</w:t>
      </w:r>
      <w:r w:rsidRPr="00481D79">
        <w:rPr>
          <w:rtl/>
        </w:rPr>
        <w:t xml:space="preserve"> لابغض الامل </w:t>
      </w:r>
      <w:r w:rsidR="00434E13" w:rsidRPr="00434E13">
        <w:rPr>
          <w:rStyle w:val="libFootnotenumChar"/>
          <w:rFonts w:hint="cs"/>
          <w:rtl/>
        </w:rPr>
        <w:t>(9)</w:t>
      </w:r>
      <w:r w:rsidRPr="00481D79">
        <w:rPr>
          <w:rtl/>
        </w:rPr>
        <w:t xml:space="preserve"> وطلبه </w:t>
      </w:r>
      <w:r w:rsidR="00434E13" w:rsidRPr="00434E13">
        <w:rPr>
          <w:rStyle w:val="libFootnotenumChar"/>
          <w:rFonts w:hint="cs"/>
          <w:rtl/>
        </w:rPr>
        <w:t>(10)</w:t>
      </w:r>
      <w:r w:rsidRPr="00481D79">
        <w:rPr>
          <w:rtl/>
        </w:rPr>
        <w:t xml:space="preserve"> الدنيا " </w:t>
      </w:r>
      <w:r w:rsidR="00434E13" w:rsidRPr="00434E13">
        <w:rPr>
          <w:rStyle w:val="libFootnotenumChar"/>
          <w:rFonts w:hint="cs"/>
          <w:rtl/>
        </w:rPr>
        <w:t>(11)</w:t>
      </w:r>
      <w:r w:rsidRPr="00481D79">
        <w:rPr>
          <w:rtl/>
        </w:rPr>
        <w:t>.</w:t>
      </w:r>
    </w:p>
    <w:p w:rsidR="00481D79" w:rsidRPr="00D11BDC" w:rsidRDefault="005B067E" w:rsidP="005B067E">
      <w:pPr>
        <w:pStyle w:val="libLine"/>
        <w:rPr>
          <w:rtl/>
        </w:rPr>
      </w:pPr>
      <w:r>
        <w:rPr>
          <w:rtl/>
        </w:rPr>
        <w:t>____________________</w:t>
      </w:r>
    </w:p>
    <w:p w:rsidR="00481D79" w:rsidRPr="00D11BDC" w:rsidRDefault="00481D79" w:rsidP="00434E13">
      <w:pPr>
        <w:pStyle w:val="libFootnote0"/>
        <w:rPr>
          <w:rtl/>
        </w:rPr>
      </w:pPr>
      <w:r>
        <w:rPr>
          <w:rtl/>
        </w:rPr>
        <w:t>1</w:t>
      </w:r>
      <w:r w:rsidR="00434E13">
        <w:rPr>
          <w:rFonts w:hint="cs"/>
          <w:rtl/>
        </w:rPr>
        <w:t>-</w:t>
      </w:r>
      <w:r>
        <w:rPr>
          <w:rtl/>
        </w:rPr>
        <w:t xml:space="preserve"> ليس في ن، ج والمستدرك.</w:t>
      </w:r>
    </w:p>
    <w:p w:rsidR="00481D79" w:rsidRPr="00D11BDC" w:rsidRDefault="00481D79" w:rsidP="00434E13">
      <w:pPr>
        <w:pStyle w:val="libFootnote0"/>
        <w:rPr>
          <w:rtl/>
        </w:rPr>
      </w:pPr>
      <w:r>
        <w:rPr>
          <w:rtl/>
        </w:rPr>
        <w:t>2</w:t>
      </w:r>
      <w:r w:rsidR="00434E13">
        <w:rPr>
          <w:rFonts w:hint="cs"/>
          <w:rtl/>
        </w:rPr>
        <w:t>-</w:t>
      </w:r>
      <w:r>
        <w:rPr>
          <w:rtl/>
        </w:rPr>
        <w:t xml:space="preserve"> ليس في ن والمستدرك.</w:t>
      </w:r>
    </w:p>
    <w:p w:rsidR="00481D79" w:rsidRPr="00D11BDC" w:rsidRDefault="00481D79" w:rsidP="00434E13">
      <w:pPr>
        <w:pStyle w:val="libFootnote0"/>
        <w:rPr>
          <w:rtl/>
        </w:rPr>
      </w:pPr>
      <w:r>
        <w:rPr>
          <w:rtl/>
        </w:rPr>
        <w:t>3</w:t>
      </w:r>
      <w:r w:rsidR="00434E13">
        <w:rPr>
          <w:rFonts w:hint="cs"/>
          <w:rtl/>
        </w:rPr>
        <w:t>-</w:t>
      </w:r>
      <w:r>
        <w:rPr>
          <w:rtl/>
        </w:rPr>
        <w:t xml:space="preserve"> ليس في ط وج.</w:t>
      </w:r>
    </w:p>
    <w:p w:rsidR="00481D79" w:rsidRPr="00D11BDC" w:rsidRDefault="00481D79" w:rsidP="00434E13">
      <w:pPr>
        <w:pStyle w:val="libFootnote0"/>
        <w:rPr>
          <w:rtl/>
        </w:rPr>
      </w:pPr>
      <w:r>
        <w:rPr>
          <w:rtl/>
        </w:rPr>
        <w:t>4</w:t>
      </w:r>
      <w:r w:rsidR="00434E13">
        <w:rPr>
          <w:rFonts w:hint="cs"/>
          <w:rtl/>
        </w:rPr>
        <w:t>-</w:t>
      </w:r>
      <w:r>
        <w:rPr>
          <w:rtl/>
        </w:rPr>
        <w:t xml:space="preserve"> عنه المستدرك: 3 / 227 باب 37 ح 3. وفي البحار: 79 / 36 ح 9 وص 118 ح 7 عنه وعن عيون الاخبار: 2 / 38 ح 118. وأخرجه في الوسائل: 18 / 411 ح 3 عن العيون. روى نحوه في الكافي: 7 / 209 ح 20 والتهذيب: 10 / 48 ح 178 وص 67 ح 12 بإسنادهما إلى لسكوني، عن الصادق </w:t>
      </w:r>
      <w:r w:rsidR="004226A8" w:rsidRPr="00434E13">
        <w:rPr>
          <w:rStyle w:val="libFootnoteAlaemChar"/>
          <w:rtl/>
        </w:rPr>
        <w:t>عليه‌السلام</w:t>
      </w:r>
      <w:r>
        <w:rPr>
          <w:rtl/>
        </w:rPr>
        <w:t>، عنه الوسائل: 18 / 432 ح 3 وص 411 ح 2 عن التهذيب. (وأخرجه الدارقطني في سننه بنحو هذا.)</w:t>
      </w:r>
    </w:p>
    <w:p w:rsidR="00481D79" w:rsidRPr="00D11BDC" w:rsidRDefault="00481D79" w:rsidP="00434E13">
      <w:pPr>
        <w:pStyle w:val="libFootnote0"/>
        <w:rPr>
          <w:rtl/>
        </w:rPr>
      </w:pPr>
      <w:r>
        <w:rPr>
          <w:rtl/>
        </w:rPr>
        <w:t>5</w:t>
      </w:r>
      <w:r w:rsidR="00434E13">
        <w:rPr>
          <w:rFonts w:hint="cs"/>
          <w:rtl/>
        </w:rPr>
        <w:t>-</w:t>
      </w:r>
      <w:r>
        <w:rPr>
          <w:rtl/>
        </w:rPr>
        <w:t xml:space="preserve"> ط: من.</w:t>
      </w:r>
    </w:p>
    <w:p w:rsidR="00481D79" w:rsidRPr="00D11BDC" w:rsidRDefault="00481D79" w:rsidP="00434E13">
      <w:pPr>
        <w:pStyle w:val="libFootnote0"/>
        <w:rPr>
          <w:rtl/>
        </w:rPr>
      </w:pPr>
      <w:r>
        <w:rPr>
          <w:rtl/>
        </w:rPr>
        <w:t>6</w:t>
      </w:r>
      <w:r w:rsidR="00434E13">
        <w:rPr>
          <w:rFonts w:hint="cs"/>
          <w:rtl/>
        </w:rPr>
        <w:t>-</w:t>
      </w:r>
      <w:r>
        <w:rPr>
          <w:rtl/>
        </w:rPr>
        <w:t xml:space="preserve"> خ: الناس.</w:t>
      </w:r>
    </w:p>
    <w:p w:rsidR="00481D79" w:rsidRPr="00D11BDC" w:rsidRDefault="00481D79" w:rsidP="00434E13">
      <w:pPr>
        <w:pStyle w:val="libFootnote0"/>
        <w:rPr>
          <w:rtl/>
        </w:rPr>
      </w:pPr>
      <w:r>
        <w:rPr>
          <w:rtl/>
        </w:rPr>
        <w:t>7</w:t>
      </w:r>
      <w:r w:rsidR="00434E13">
        <w:rPr>
          <w:rFonts w:hint="cs"/>
          <w:rtl/>
        </w:rPr>
        <w:t>-</w:t>
      </w:r>
      <w:r>
        <w:rPr>
          <w:rtl/>
        </w:rPr>
        <w:t xml:space="preserve"> في ن الحديث هكذا " قال علي بن أبي طالب </w:t>
      </w:r>
      <w:r w:rsidR="004226A8" w:rsidRPr="00434E13">
        <w:rPr>
          <w:rStyle w:val="libFootnoteAlaemChar"/>
          <w:rtl/>
        </w:rPr>
        <w:t>عليه‌السلام</w:t>
      </w:r>
      <w:r>
        <w:rPr>
          <w:rtl/>
        </w:rPr>
        <w:t xml:space="preserve">: ليس في التوراة كما في القرآن (يا ايها الذين آمنوا) بل في التوراة يا ايها المساكين ". عنه البحار: 93 / 143 ح 4 وعن العياشي: 1 / 289 ح 4 بإسناده إلى السكوني، عن الصادق </w:t>
      </w:r>
      <w:r w:rsidR="004226A8" w:rsidRPr="00434E13">
        <w:rPr>
          <w:rStyle w:val="libFootnoteAlaemChar"/>
          <w:rtl/>
        </w:rPr>
        <w:t>عليه‌السلام</w:t>
      </w:r>
      <w:r>
        <w:rPr>
          <w:rtl/>
        </w:rPr>
        <w:t xml:space="preserve">. ورواه العياشي في الحديث 8 بإسناده عن العمركي، عن علي بن جعفر، عن أخيه موسى بن جعفر </w:t>
      </w:r>
      <w:r w:rsidR="004226A8" w:rsidRPr="00434E13">
        <w:rPr>
          <w:rStyle w:val="libFootnoteAlaemChar"/>
          <w:rtl/>
        </w:rPr>
        <w:t>عليهما‌السلام</w:t>
      </w:r>
      <w:r>
        <w:rPr>
          <w:rtl/>
        </w:rPr>
        <w:t>، عنه البحار المذكور ح 5.</w:t>
      </w:r>
    </w:p>
    <w:p w:rsidR="00481D79" w:rsidRPr="00D11BDC" w:rsidRDefault="00481D79" w:rsidP="00D11BDC">
      <w:pPr>
        <w:pStyle w:val="libFootnote0"/>
        <w:rPr>
          <w:rtl/>
        </w:rPr>
      </w:pPr>
      <w:r>
        <w:rPr>
          <w:rtl/>
        </w:rPr>
        <w:t>ورواه في عيون الاخبار: 2 / 38 ح 119 عنه البحار: 13 / 345 ح 28 وج 93 / 142 ح 1 (أخرجه أبوعبدالله الجرجاني في كتاب الاعتبار وسلوة العارفين عن ابن عباس.)</w:t>
      </w:r>
    </w:p>
    <w:p w:rsidR="00434E13" w:rsidRDefault="00481D79" w:rsidP="00434E13">
      <w:pPr>
        <w:pStyle w:val="libFootnote0"/>
        <w:rPr>
          <w:rFonts w:hint="cs"/>
          <w:rtl/>
        </w:rPr>
      </w:pPr>
      <w:r>
        <w:rPr>
          <w:rtl/>
        </w:rPr>
        <w:t>8</w:t>
      </w:r>
      <w:r w:rsidR="00434E13">
        <w:rPr>
          <w:rFonts w:hint="cs"/>
          <w:rtl/>
        </w:rPr>
        <w:t>-</w:t>
      </w:r>
      <w:r>
        <w:rPr>
          <w:rtl/>
        </w:rPr>
        <w:t xml:space="preserve"> ليس في ن وج.</w:t>
      </w:r>
    </w:p>
    <w:p w:rsidR="00481D79" w:rsidRPr="00D11BDC" w:rsidRDefault="00481D79" w:rsidP="00434E13">
      <w:pPr>
        <w:pStyle w:val="libFootnote0"/>
        <w:rPr>
          <w:rtl/>
        </w:rPr>
      </w:pPr>
      <w:r>
        <w:rPr>
          <w:rtl/>
        </w:rPr>
        <w:t>9</w:t>
      </w:r>
      <w:r w:rsidR="00434E13">
        <w:rPr>
          <w:rFonts w:hint="cs"/>
          <w:rtl/>
        </w:rPr>
        <w:t>-</w:t>
      </w:r>
      <w:r>
        <w:rPr>
          <w:rtl/>
        </w:rPr>
        <w:t xml:space="preserve"> ن: العمل.</w:t>
      </w:r>
    </w:p>
    <w:p w:rsidR="00481D79" w:rsidRPr="00D11BDC" w:rsidRDefault="00481D79" w:rsidP="00434E13">
      <w:pPr>
        <w:pStyle w:val="libFootnote0"/>
        <w:rPr>
          <w:rtl/>
        </w:rPr>
      </w:pPr>
      <w:r>
        <w:rPr>
          <w:rtl/>
        </w:rPr>
        <w:t>10</w:t>
      </w:r>
      <w:r w:rsidR="00434E13">
        <w:rPr>
          <w:rFonts w:hint="cs"/>
          <w:rtl/>
        </w:rPr>
        <w:t>-</w:t>
      </w:r>
      <w:r>
        <w:rPr>
          <w:rtl/>
        </w:rPr>
        <w:t xml:space="preserve"> ن وج: طلبة، وفي بعض النسخ: طلب.</w:t>
      </w:r>
    </w:p>
    <w:p w:rsidR="00481D79" w:rsidRPr="00D11BDC" w:rsidRDefault="00481D79" w:rsidP="00434E13">
      <w:pPr>
        <w:pStyle w:val="libFootnote0"/>
        <w:rPr>
          <w:rtl/>
        </w:rPr>
      </w:pPr>
      <w:r>
        <w:rPr>
          <w:rtl/>
        </w:rPr>
        <w:t>11</w:t>
      </w:r>
      <w:r w:rsidR="00434E13">
        <w:rPr>
          <w:rFonts w:hint="cs"/>
          <w:rtl/>
        </w:rPr>
        <w:t>-</w:t>
      </w:r>
      <w:r>
        <w:rPr>
          <w:rtl/>
        </w:rPr>
        <w:t xml:space="preserve"> رواه المفيد في أماليه: 309 ح 8 بالاسناد رقم " 11 ". والطوسي في أماليه: 1 / 76 ح 24 بالاسناد رقم " 16 "، عنهما البحار: 73 / 95 ح 79. ورواه في عيون الاخبار: 2 / 38 ح 120 عنه البحار: 73 / 164 ح 22. أخرجه المجلسي في البحار: 10 / 368 ح 14 بالاسناد رقم " 41 ".</w:t>
      </w:r>
    </w:p>
    <w:p w:rsidR="00481D79" w:rsidRPr="00D11BDC" w:rsidRDefault="00481D79" w:rsidP="00D11BDC">
      <w:pPr>
        <w:pStyle w:val="libFootnote0"/>
        <w:rPr>
          <w:rtl/>
        </w:rPr>
      </w:pPr>
      <w:r>
        <w:rPr>
          <w:rtl/>
        </w:rPr>
        <w:t xml:space="preserve">ورواه الكليني في الكافي: 3 / 259 ح 30 بإسناده إلى إسماعيل بن أبي زياد، عن الصادق </w:t>
      </w:r>
      <w:r w:rsidR="004226A8" w:rsidRPr="00434E13">
        <w:rPr>
          <w:rStyle w:val="libFootnoteAlaemChar"/>
          <w:rtl/>
        </w:rPr>
        <w:t>عليه‌السلام</w:t>
      </w:r>
      <w:r>
        <w:rPr>
          <w:rtl/>
        </w:rPr>
        <w:t xml:space="preserve"> </w:t>
      </w:r>
      <w:r w:rsidR="00827655">
        <w:rPr>
          <w:rtl/>
        </w:rPr>
        <w:t>=</w:t>
      </w:r>
      <w:r>
        <w:rPr>
          <w:rtl/>
        </w:rPr>
        <w:t xml:space="preserve"> نحوه، عنه الوسائل: 2 / 651 ح 1.</w:t>
      </w:r>
    </w:p>
    <w:p w:rsidR="00481D79" w:rsidRDefault="00481D79" w:rsidP="00481D79">
      <w:pPr>
        <w:pStyle w:val="libNormal"/>
        <w:rPr>
          <w:rtl/>
          <w:lang w:bidi="fa-IR"/>
        </w:rPr>
      </w:pPr>
      <w:r>
        <w:rPr>
          <w:rtl/>
          <w:lang w:bidi="fa-IR"/>
        </w:rPr>
        <w:br w:type="page"/>
      </w:r>
    </w:p>
    <w:p w:rsidR="00481D79" w:rsidRPr="00481D79" w:rsidRDefault="00481D79" w:rsidP="00434E13">
      <w:pPr>
        <w:pStyle w:val="libNormal"/>
      </w:pPr>
      <w:r w:rsidRPr="00481D79">
        <w:rPr>
          <w:rtl/>
        </w:rPr>
        <w:lastRenderedPageBreak/>
        <w:t xml:space="preserve">(138) وبإسناده قال: حدثني [ أبي ] </w:t>
      </w:r>
      <w:r w:rsidR="00434E13" w:rsidRPr="00434E13">
        <w:rPr>
          <w:rStyle w:val="libFootnotenumChar"/>
          <w:rFonts w:hint="cs"/>
          <w:rtl/>
        </w:rPr>
        <w:t>(1)</w:t>
      </w:r>
      <w:r w:rsidRPr="00481D79">
        <w:rPr>
          <w:rtl/>
        </w:rPr>
        <w:t xml:space="preserve"> علي بن أبي طالب </w:t>
      </w:r>
      <w:r w:rsidR="004226A8" w:rsidRPr="004226A8">
        <w:rPr>
          <w:rStyle w:val="libAlaemChar"/>
          <w:rtl/>
        </w:rPr>
        <w:t>عليه‌السلام</w:t>
      </w:r>
      <w:r w:rsidRPr="00481D79">
        <w:rPr>
          <w:rtl/>
        </w:rPr>
        <w:t xml:space="preserve">: " إن الحسن والحسين كانا يلعبان عند النبي حتى مضى عامة الليل ثم قال لهما: إنصرفا إلى امكما، فبرقت برقة فما زالت تضئ لهما حتى دخلا على فاطمة، والنبي ينظر إلى البرقة فقال: الحمد لله الذي أكرمنا أهل البيت " </w:t>
      </w:r>
      <w:r w:rsidR="00434E13" w:rsidRPr="00434E13">
        <w:rPr>
          <w:rStyle w:val="libFootnotenumChar"/>
          <w:rFonts w:hint="cs"/>
          <w:rtl/>
        </w:rPr>
        <w:t>(2)</w:t>
      </w:r>
      <w:r w:rsidRPr="00481D79">
        <w:rPr>
          <w:rtl/>
        </w:rPr>
        <w:t>.</w:t>
      </w:r>
    </w:p>
    <w:p w:rsidR="00481D79" w:rsidRDefault="005B067E" w:rsidP="005B067E">
      <w:pPr>
        <w:pStyle w:val="libLine"/>
        <w:rPr>
          <w:rtl/>
        </w:rPr>
      </w:pPr>
      <w:r>
        <w:rPr>
          <w:rtl/>
        </w:rPr>
        <w:t>____________________</w:t>
      </w:r>
    </w:p>
    <w:p w:rsidR="00481D79" w:rsidRDefault="00481D79" w:rsidP="00434E13">
      <w:pPr>
        <w:pStyle w:val="libFootnote0"/>
        <w:rPr>
          <w:rtl/>
        </w:rPr>
      </w:pPr>
      <w:r>
        <w:rPr>
          <w:rtl/>
        </w:rPr>
        <w:t>1</w:t>
      </w:r>
      <w:r w:rsidR="00434E13">
        <w:rPr>
          <w:rFonts w:hint="cs"/>
          <w:rtl/>
        </w:rPr>
        <w:t>-</w:t>
      </w:r>
      <w:r>
        <w:rPr>
          <w:rtl/>
        </w:rPr>
        <w:t xml:space="preserve"> ليس في ن.</w:t>
      </w:r>
    </w:p>
    <w:p w:rsidR="00481D79" w:rsidRDefault="00481D79" w:rsidP="00434E13">
      <w:pPr>
        <w:pStyle w:val="libFootnote0"/>
        <w:rPr>
          <w:rtl/>
        </w:rPr>
      </w:pPr>
      <w:r>
        <w:rPr>
          <w:rtl/>
        </w:rPr>
        <w:t>2</w:t>
      </w:r>
      <w:r w:rsidR="00434E13">
        <w:rPr>
          <w:rFonts w:hint="cs"/>
          <w:rtl/>
        </w:rPr>
        <w:t>-</w:t>
      </w:r>
      <w:r>
        <w:rPr>
          <w:rtl/>
        </w:rPr>
        <w:t xml:space="preserve"> عنه البحار: 43 / 266 ح 24 وعن عيون الاخبار: 2 / 38 ح 121. وأخرجه ابن شهر اشوب في المناقب: 4 / 390 من طريق أحمد بن حنبل في المسند: وابن بطة في الانابة والنطنزي في الخصائص، والخرگوشي في شرف النبي. وقال: ورواه السمعاني، وأبوالسعادات في فضائلهما عن أبي جحيفة. ورواه ابن المغازلي في مناقبه: 214 (مخطوط) عنه إحقاق: 10 / 735. وأورده في روضة الواعظين: 199 عن علي </w:t>
      </w:r>
      <w:r w:rsidR="004226A8" w:rsidRPr="00434E13">
        <w:rPr>
          <w:rStyle w:val="libFootnoteAlaemChar"/>
          <w:rtl/>
        </w:rPr>
        <w:t>عليه‌السلام</w:t>
      </w:r>
      <w:r>
        <w:rPr>
          <w:rtl/>
        </w:rPr>
        <w:t xml:space="preserve">. ورواه ابن عساكر في ترجمة الامام الحسن من تاريخ دمشق من عدة طرق: 87 ح 147 و 148، وص 88 ح 149. وفي ترجمة الامام الحسين </w:t>
      </w:r>
      <w:r w:rsidR="004226A8" w:rsidRPr="00434E13">
        <w:rPr>
          <w:rStyle w:val="libFootnoteAlaemChar"/>
          <w:rtl/>
        </w:rPr>
        <w:t>عليه‌السلام</w:t>
      </w:r>
      <w:r>
        <w:rPr>
          <w:rtl/>
        </w:rPr>
        <w:t xml:space="preserve">: 103 ح 138 - 141 بعدة طرق. ورواه الحمويني في فرائد السمطين: 2 / 94 ح 407 بالاسناد رقم " 51 ". ورواه المزي في ترجمة الامام الحسن </w:t>
      </w:r>
      <w:r w:rsidR="004226A8" w:rsidRPr="00434E13">
        <w:rPr>
          <w:rStyle w:val="libFootnoteAlaemChar"/>
          <w:rtl/>
        </w:rPr>
        <w:t>عليه‌السلام</w:t>
      </w:r>
      <w:r>
        <w:rPr>
          <w:rtl/>
        </w:rPr>
        <w:t xml:space="preserve"> من تهذيب الكمال: 2 / 270، والطبراني في المعجم الكبير في ترجمته </w:t>
      </w:r>
      <w:r w:rsidR="004226A8" w:rsidRPr="00434E13">
        <w:rPr>
          <w:rStyle w:val="libFootnoteAlaemChar"/>
          <w:rtl/>
        </w:rPr>
        <w:t>عليه‌السلام</w:t>
      </w:r>
      <w:r>
        <w:rPr>
          <w:rtl/>
        </w:rPr>
        <w:t xml:space="preserve"> ح 131، وأحمد في مسنده: 2 / 513، والخوارزمي في مقتل الحسين: 1 / 97، ونور الدين الهيثمي في مجمع الزوائد: 9 / 181 من طريق أحمد والبزار، والكنجي في كفاية الطالب: 354 وص 355 والحاكم في المستدرك: 3 / 167، وتبعه في ذلك الذهبي بتلخيصه في نفس الصفحة. وأخرجه القندوزي في ينابيع المودة: 222 من طريق أحمد وابن سعد، والزرندي في نظم درر السمطين: 211 مرسلا، والمتقي الهندي في منتخب كنز العمال: 5 / 110، ومحب الدين الطبري في ذخائر العقبى: 131. جميعا بأسانيدهم عن أبي صالح، عن أبي هريرة. وروى أيضا نحوه العسقلاني في تهذيب التهذيب: 2 / 297، والذهبي في سير أعلام النبلاء: 3 / 169، وميزان الاعتدال: 2 / 352، وتاريخ الاسلام: 3 / 5 وفي ص 6 أخرجه عن كفاية الطالب. وأورده أبوالفداء في البداية والنهاية: 8 / 207، وباكثير الحضرمي في وسيلة المآل: 165 من طريق أبي سعيد، وص 164 من طريق أحمد بن حنبل ومحمد بن عثمان البغدادي في المنتخب من صحيحي البخاري ومسلم: 7 (مخطوط)، والساعاتي في بدايع المنن: 2 / 495، والامرتسري في أرجح المطالب: 304، جميعا عن أبي هريرة عن الرسول </w:t>
      </w:r>
      <w:r w:rsidR="004226A8" w:rsidRPr="00434E13">
        <w:rPr>
          <w:rStyle w:val="libFootnoteAlaemChar"/>
          <w:rtl/>
        </w:rPr>
        <w:t>صلى‌الله‌عليه‌وآله</w:t>
      </w:r>
      <w:r>
        <w:rPr>
          <w:rtl/>
        </w:rPr>
        <w:t xml:space="preserve"> عنهم إحقاق الحق: 10 / 734 - 738. ورواه ابن سعد في الحديث (14) من ترجمة الامام الحسين من الطبقات الكبرى الجزء الثامن.</w:t>
      </w:r>
    </w:p>
    <w:p w:rsidR="00481D79" w:rsidRDefault="00481D79" w:rsidP="00481D79">
      <w:pPr>
        <w:pStyle w:val="libNormal"/>
        <w:rPr>
          <w:rtl/>
        </w:rPr>
      </w:pPr>
      <w:r>
        <w:rPr>
          <w:rtl/>
        </w:rPr>
        <w:br w:type="page"/>
      </w:r>
    </w:p>
    <w:p w:rsidR="00481D79" w:rsidRPr="00481D79" w:rsidRDefault="00481D79" w:rsidP="00104291">
      <w:pPr>
        <w:pStyle w:val="libNormal"/>
        <w:rPr>
          <w:rtl/>
        </w:rPr>
      </w:pPr>
      <w:r w:rsidRPr="00481D79">
        <w:rPr>
          <w:rtl/>
        </w:rPr>
        <w:lastRenderedPageBreak/>
        <w:t xml:space="preserve">(139) وبإسناده قال: حدثني أبي علي بن أبي طالب </w:t>
      </w:r>
      <w:r w:rsidR="004226A8" w:rsidRPr="004226A8">
        <w:rPr>
          <w:rStyle w:val="libAlaemChar"/>
          <w:rtl/>
        </w:rPr>
        <w:t>عليه‌السلام</w:t>
      </w:r>
      <w:r w:rsidRPr="00481D79">
        <w:rPr>
          <w:rtl/>
        </w:rPr>
        <w:t xml:space="preserve">: " ورثت عن </w:t>
      </w:r>
      <w:r w:rsidR="00104291" w:rsidRPr="00104291">
        <w:rPr>
          <w:rStyle w:val="libFootnotenumChar"/>
          <w:rFonts w:hint="cs"/>
          <w:rtl/>
        </w:rPr>
        <w:t>(1)</w:t>
      </w:r>
      <w:r w:rsidRPr="00481D79">
        <w:rPr>
          <w:rtl/>
        </w:rPr>
        <w:t xml:space="preserve"> رسول الله كتابين: كتاب الله عزوجل وكتابا في قراب سيفي " [ فقيل: يا أمير المؤمنين وما الكتاب الذي في قراب سيفك؟ ] </w:t>
      </w:r>
      <w:r w:rsidR="00104291" w:rsidRPr="00104291">
        <w:rPr>
          <w:rStyle w:val="libFootnotenumChar"/>
          <w:rFonts w:hint="cs"/>
          <w:rtl/>
        </w:rPr>
        <w:t>(2)</w:t>
      </w:r>
      <w:r w:rsidRPr="00481D79">
        <w:rPr>
          <w:rtl/>
        </w:rPr>
        <w:t xml:space="preserve"> قال: " من قتل غير قاتله، أو ضرب غير ضاربه فعليه لعنة الله " </w:t>
      </w:r>
      <w:r w:rsidR="00104291" w:rsidRPr="00104291">
        <w:rPr>
          <w:rStyle w:val="libFootnotenumChar"/>
          <w:rFonts w:hint="cs"/>
          <w:rtl/>
        </w:rPr>
        <w:t>(3)</w:t>
      </w:r>
      <w:r w:rsidRPr="00481D79">
        <w:rPr>
          <w:rtl/>
        </w:rPr>
        <w:t>.</w:t>
      </w:r>
    </w:p>
    <w:p w:rsidR="00481D79" w:rsidRPr="00481D79" w:rsidRDefault="00481D79" w:rsidP="00104291">
      <w:pPr>
        <w:pStyle w:val="libNormal"/>
        <w:rPr>
          <w:rtl/>
        </w:rPr>
      </w:pPr>
      <w:r w:rsidRPr="00481D79">
        <w:rPr>
          <w:rtl/>
        </w:rPr>
        <w:t xml:space="preserve">(140) وبإسناده قال: حدثني [ أبي، عن ] </w:t>
      </w:r>
      <w:r w:rsidR="00104291" w:rsidRPr="00104291">
        <w:rPr>
          <w:rStyle w:val="libFootnotenumChar"/>
          <w:rFonts w:hint="cs"/>
          <w:rtl/>
        </w:rPr>
        <w:t>(4)</w:t>
      </w:r>
      <w:r w:rsidRPr="00481D79">
        <w:rPr>
          <w:rtl/>
        </w:rPr>
        <w:t xml:space="preserve"> علي بن أبي طالب </w:t>
      </w:r>
      <w:r w:rsidR="004226A8" w:rsidRPr="004226A8">
        <w:rPr>
          <w:rStyle w:val="libAlaemChar"/>
          <w:rtl/>
        </w:rPr>
        <w:t>عليه‌السلام</w:t>
      </w:r>
      <w:r w:rsidRPr="00481D79">
        <w:rPr>
          <w:rtl/>
        </w:rPr>
        <w:t xml:space="preserve">: " من عرض نفسه للتهمة فلا يلومن من أساء الظن به </w:t>
      </w:r>
      <w:r w:rsidR="00104291" w:rsidRPr="00104291">
        <w:rPr>
          <w:rStyle w:val="libFootnotenumChar"/>
          <w:rFonts w:hint="cs"/>
          <w:rtl/>
        </w:rPr>
        <w:t>(5)</w:t>
      </w:r>
      <w:r w:rsidRPr="00481D79">
        <w:rPr>
          <w:rtl/>
        </w:rPr>
        <w:t xml:space="preserve"> " </w:t>
      </w:r>
      <w:r w:rsidR="00104291" w:rsidRPr="00104291">
        <w:rPr>
          <w:rStyle w:val="libFootnotenumChar"/>
          <w:rFonts w:hint="cs"/>
          <w:rtl/>
        </w:rPr>
        <w:t>(6)</w:t>
      </w:r>
      <w:r w:rsidRPr="00481D79">
        <w:rPr>
          <w:rtl/>
        </w:rPr>
        <w:t>.</w:t>
      </w:r>
    </w:p>
    <w:p w:rsidR="00481D79" w:rsidRPr="00481D79" w:rsidRDefault="00481D79" w:rsidP="00104291">
      <w:pPr>
        <w:pStyle w:val="libNormal"/>
        <w:rPr>
          <w:rtl/>
        </w:rPr>
      </w:pPr>
      <w:r w:rsidRPr="00481D79">
        <w:rPr>
          <w:rtl/>
        </w:rPr>
        <w:t xml:space="preserve">(141) وبإسناده قال علي: " كنا مع النبي </w:t>
      </w:r>
      <w:r w:rsidR="004226A8" w:rsidRPr="004226A8">
        <w:rPr>
          <w:rStyle w:val="libAlaemChar"/>
          <w:rtl/>
        </w:rPr>
        <w:t>صلى‌الله‌عليه‌وآله</w:t>
      </w:r>
      <w:r w:rsidRPr="00481D79">
        <w:rPr>
          <w:rtl/>
        </w:rPr>
        <w:t xml:space="preserve"> في حفر الخندق، اذ جاء‌ت فاطمة ومعها كسيرة </w:t>
      </w:r>
      <w:r w:rsidR="00104291" w:rsidRPr="00104291">
        <w:rPr>
          <w:rStyle w:val="libFootnotenumChar"/>
          <w:rFonts w:hint="cs"/>
          <w:rtl/>
        </w:rPr>
        <w:t>(7)</w:t>
      </w:r>
      <w:r w:rsidRPr="00481D79">
        <w:rPr>
          <w:rtl/>
        </w:rPr>
        <w:t xml:space="preserve"> من خبز، فدفعتها إلى النبي </w:t>
      </w:r>
      <w:r w:rsidR="004226A8" w:rsidRPr="004226A8">
        <w:rPr>
          <w:rStyle w:val="libAlaemChar"/>
          <w:rtl/>
        </w:rPr>
        <w:t>صلى‌الله‌عليه‌وآله</w:t>
      </w:r>
      <w:r w:rsidRPr="00481D79">
        <w:rPr>
          <w:rtl/>
        </w:rPr>
        <w:t xml:space="preserve">، فقال [ لها ] </w:t>
      </w:r>
      <w:r w:rsidR="00104291" w:rsidRPr="00104291">
        <w:rPr>
          <w:rStyle w:val="libFootnotenumChar"/>
          <w:rFonts w:hint="cs"/>
          <w:rtl/>
        </w:rPr>
        <w:t>(8)</w:t>
      </w:r>
      <w:r w:rsidRPr="00481D79">
        <w:rPr>
          <w:rtl/>
        </w:rPr>
        <w:t xml:space="preserve"> النبي </w:t>
      </w:r>
      <w:r w:rsidR="004226A8" w:rsidRPr="004226A8">
        <w:rPr>
          <w:rStyle w:val="libAlaemChar"/>
          <w:rtl/>
        </w:rPr>
        <w:t>صلى‌الله‌عليه‌وآله</w:t>
      </w:r>
      <w:r w:rsidRPr="00481D79">
        <w:rPr>
          <w:rtl/>
        </w:rPr>
        <w:t>: " ما هذه</w:t>
      </w:r>
    </w:p>
    <w:p w:rsidR="00481D79" w:rsidRDefault="005B067E" w:rsidP="005B067E">
      <w:pPr>
        <w:pStyle w:val="libLine"/>
        <w:rPr>
          <w:rtl/>
        </w:rPr>
      </w:pPr>
      <w:r>
        <w:rPr>
          <w:rtl/>
        </w:rPr>
        <w:t>____________________</w:t>
      </w:r>
    </w:p>
    <w:p w:rsidR="00481D79" w:rsidRDefault="00481D79" w:rsidP="00104291">
      <w:pPr>
        <w:pStyle w:val="libFootnote0"/>
        <w:rPr>
          <w:rtl/>
        </w:rPr>
      </w:pPr>
      <w:r>
        <w:rPr>
          <w:rtl/>
        </w:rPr>
        <w:t>1</w:t>
      </w:r>
      <w:r w:rsidR="00104291">
        <w:rPr>
          <w:rFonts w:hint="cs"/>
          <w:rtl/>
        </w:rPr>
        <w:t>-</w:t>
      </w:r>
      <w:r>
        <w:rPr>
          <w:rtl/>
        </w:rPr>
        <w:t xml:space="preserve"> ن: من.</w:t>
      </w:r>
    </w:p>
    <w:p w:rsidR="00481D79" w:rsidRDefault="00481D79" w:rsidP="00104291">
      <w:pPr>
        <w:pStyle w:val="libFootnote0"/>
        <w:rPr>
          <w:rtl/>
        </w:rPr>
      </w:pPr>
      <w:r>
        <w:rPr>
          <w:rtl/>
        </w:rPr>
        <w:t>2</w:t>
      </w:r>
      <w:r w:rsidR="00104291">
        <w:rPr>
          <w:rFonts w:hint="cs"/>
          <w:rtl/>
        </w:rPr>
        <w:t>-</w:t>
      </w:r>
      <w:r>
        <w:rPr>
          <w:rtl/>
        </w:rPr>
        <w:t xml:space="preserve"> ليس في خ.</w:t>
      </w:r>
    </w:p>
    <w:p w:rsidR="00481D79" w:rsidRDefault="00481D79" w:rsidP="00104291">
      <w:pPr>
        <w:pStyle w:val="libFootnote0"/>
        <w:rPr>
          <w:rtl/>
        </w:rPr>
      </w:pPr>
      <w:r>
        <w:rPr>
          <w:rtl/>
        </w:rPr>
        <w:t>3</w:t>
      </w:r>
      <w:r w:rsidR="00104291">
        <w:rPr>
          <w:rFonts w:hint="cs"/>
          <w:rtl/>
        </w:rPr>
        <w:t>-</w:t>
      </w:r>
      <w:r>
        <w:rPr>
          <w:rtl/>
        </w:rPr>
        <w:t xml:space="preserve"> عنه البحار: 75 / 149 ح 11. وأخرجه في البحار: 104 / 373 ح 17 عنه وعن عيون الاخبار: 2 / 40 ح 122. (وأخرجه ابن أبي شيبة عن الامام جعفر بن محمد </w:t>
      </w:r>
      <w:r w:rsidR="004226A8" w:rsidRPr="00104291">
        <w:rPr>
          <w:rStyle w:val="libFootnoteAlaemChar"/>
          <w:rtl/>
        </w:rPr>
        <w:t>عليهما‌السلام</w:t>
      </w:r>
      <w:r>
        <w:rPr>
          <w:rtl/>
        </w:rPr>
        <w:t xml:space="preserve"> قال: وجد في قراب سيف رسول الله </w:t>
      </w:r>
      <w:r w:rsidR="004226A8" w:rsidRPr="00104291">
        <w:rPr>
          <w:rStyle w:val="libFootnoteAlaemChar"/>
          <w:rtl/>
        </w:rPr>
        <w:t>صلى‌الله‌عليه‌وآله</w:t>
      </w:r>
      <w:r>
        <w:rPr>
          <w:rtl/>
        </w:rPr>
        <w:t>: من قتل غير قاتله أو ضرب غير ضاربه أو آوى محدثا فلا يقبل الله منه حرفا ولا عدلا، ومن تولى غير مواليه فهو كافر بما أنزل الله على رسوله) م 2.</w:t>
      </w:r>
    </w:p>
    <w:p w:rsidR="00481D79" w:rsidRDefault="00481D79" w:rsidP="00104291">
      <w:pPr>
        <w:pStyle w:val="libFootnote0"/>
        <w:rPr>
          <w:rtl/>
        </w:rPr>
      </w:pPr>
      <w:r>
        <w:rPr>
          <w:rtl/>
        </w:rPr>
        <w:t>4</w:t>
      </w:r>
      <w:r w:rsidR="00104291">
        <w:rPr>
          <w:rFonts w:hint="cs"/>
          <w:rtl/>
        </w:rPr>
        <w:t>-</w:t>
      </w:r>
      <w:r>
        <w:rPr>
          <w:rtl/>
        </w:rPr>
        <w:t xml:space="preserve"> ليس في ن، وفي ط وج: عن.</w:t>
      </w:r>
    </w:p>
    <w:p w:rsidR="00481D79" w:rsidRDefault="00481D79" w:rsidP="00104291">
      <w:pPr>
        <w:pStyle w:val="libFootnote0"/>
        <w:rPr>
          <w:rtl/>
        </w:rPr>
      </w:pPr>
      <w:r>
        <w:rPr>
          <w:rtl/>
        </w:rPr>
        <w:t>5</w:t>
      </w:r>
      <w:r w:rsidR="00104291">
        <w:rPr>
          <w:rFonts w:hint="cs"/>
          <w:rtl/>
        </w:rPr>
        <w:t>-</w:t>
      </w:r>
      <w:r>
        <w:rPr>
          <w:rtl/>
        </w:rPr>
        <w:t xml:space="preserve"> ن: به الظن.</w:t>
      </w:r>
    </w:p>
    <w:p w:rsidR="00481D79" w:rsidRDefault="00481D79" w:rsidP="00104291">
      <w:pPr>
        <w:pStyle w:val="libFootnote0"/>
        <w:rPr>
          <w:rtl/>
        </w:rPr>
      </w:pPr>
      <w:r>
        <w:rPr>
          <w:rtl/>
        </w:rPr>
        <w:t>6</w:t>
      </w:r>
      <w:r w:rsidR="00104291">
        <w:rPr>
          <w:rFonts w:hint="cs"/>
          <w:rtl/>
        </w:rPr>
        <w:t>-</w:t>
      </w:r>
      <w:r>
        <w:rPr>
          <w:rtl/>
        </w:rPr>
        <w:t xml:space="preserve"> عنه البحار: 75 / 91 ح 6. ورواه الكليني في الكافي: 8 / 152 ح 137 بإسناده إلى السكوني، عن الصادق، عنه الوسائل: 8 / 422 ح 1. ورواه الصدوق في أماليه: 25 ح 8 بإسناده إلى ابي الجارود، عن الباقر </w:t>
      </w:r>
      <w:r w:rsidR="004226A8" w:rsidRPr="00104291">
        <w:rPr>
          <w:rStyle w:val="libFootnoteAlaemChar"/>
          <w:rtl/>
        </w:rPr>
        <w:t>عليه‌السلام</w:t>
      </w:r>
      <w:r>
        <w:rPr>
          <w:rtl/>
        </w:rPr>
        <w:t xml:space="preserve">. عنه الوسائل: 8 / 422 ح 3 والبحار: 74 / 186 ح 7 وج 75 / 90 ح 4. ورواه الشيخ المفيد في الاختصاص: 221 بإسناده إلى أبي الجارود يرفعه إلى أمير المؤمنين </w:t>
      </w:r>
      <w:r w:rsidR="004226A8" w:rsidRPr="00104291">
        <w:rPr>
          <w:rStyle w:val="libFootnoteAlaemChar"/>
          <w:rtl/>
        </w:rPr>
        <w:t>عليه‌السلام</w:t>
      </w:r>
      <w:r>
        <w:rPr>
          <w:rtl/>
        </w:rPr>
        <w:t xml:space="preserve">، عنه المستدرك: 2 / 65 باب 17 ح 4. وأورده الشريف الرضي في نهج البلاغة: 500 ح 159، عنه الوسائل: 8 / 423 ح 6. وأورده في أعلام الدين: 140، وتنبيه الخواطر: 2 / 147، وتحف العقول: 220، عنه البحار: 78 / 59 ح 132 عن أمير المؤمنين </w:t>
      </w:r>
      <w:r w:rsidR="004226A8" w:rsidRPr="00104291">
        <w:rPr>
          <w:rStyle w:val="libFootnoteAlaemChar"/>
          <w:rtl/>
        </w:rPr>
        <w:t>عليه‌السلام</w:t>
      </w:r>
      <w:r>
        <w:rPr>
          <w:rtl/>
        </w:rPr>
        <w:t>. (وأخرجه الخطيب في المتفق وابن النجار)</w:t>
      </w:r>
    </w:p>
    <w:p w:rsidR="00481D79" w:rsidRDefault="00481D79" w:rsidP="00104291">
      <w:pPr>
        <w:pStyle w:val="libFootnote0"/>
        <w:rPr>
          <w:rtl/>
        </w:rPr>
      </w:pPr>
      <w:r>
        <w:rPr>
          <w:rtl/>
        </w:rPr>
        <w:t>7</w:t>
      </w:r>
      <w:r w:rsidR="00104291">
        <w:rPr>
          <w:rFonts w:hint="cs"/>
          <w:rtl/>
        </w:rPr>
        <w:t>-</w:t>
      </w:r>
      <w:r>
        <w:rPr>
          <w:rtl/>
        </w:rPr>
        <w:t xml:space="preserve"> وفي بعض النسخ ون: كسرة، وكذا في الموضعين التاليين من الحديث.</w:t>
      </w:r>
    </w:p>
    <w:p w:rsidR="00481D79" w:rsidRDefault="00481D79" w:rsidP="00104291">
      <w:pPr>
        <w:pStyle w:val="libFootnote0"/>
        <w:rPr>
          <w:rtl/>
        </w:rPr>
      </w:pPr>
      <w:r>
        <w:rPr>
          <w:rtl/>
        </w:rPr>
        <w:t>8</w:t>
      </w:r>
      <w:r w:rsidR="00104291">
        <w:rPr>
          <w:rFonts w:hint="cs"/>
          <w:rtl/>
        </w:rPr>
        <w:t>-</w:t>
      </w:r>
      <w:r>
        <w:rPr>
          <w:rtl/>
        </w:rPr>
        <w:t xml:space="preserve"> من بعض النسخ.</w:t>
      </w:r>
    </w:p>
    <w:p w:rsidR="00481D79" w:rsidRDefault="00481D79" w:rsidP="00481D79">
      <w:pPr>
        <w:pStyle w:val="libNormal"/>
        <w:rPr>
          <w:rtl/>
        </w:rPr>
      </w:pPr>
      <w:r>
        <w:rPr>
          <w:rtl/>
        </w:rPr>
        <w:br w:type="page"/>
      </w:r>
    </w:p>
    <w:p w:rsidR="00481D79" w:rsidRPr="00481D79" w:rsidRDefault="00481D79" w:rsidP="00104291">
      <w:pPr>
        <w:pStyle w:val="libNormal0"/>
        <w:rPr>
          <w:rtl/>
        </w:rPr>
      </w:pPr>
      <w:r w:rsidRPr="00481D79">
        <w:rPr>
          <w:rtl/>
        </w:rPr>
        <w:lastRenderedPageBreak/>
        <w:t xml:space="preserve">الكسيرة "؟ قالت: قرص شعير خبزته </w:t>
      </w:r>
      <w:r w:rsidR="00104291" w:rsidRPr="00104291">
        <w:rPr>
          <w:rStyle w:val="libFootnotenumChar"/>
          <w:rFonts w:hint="cs"/>
          <w:rtl/>
        </w:rPr>
        <w:t>(1)</w:t>
      </w:r>
      <w:r w:rsidRPr="00481D79">
        <w:rPr>
          <w:rtl/>
        </w:rPr>
        <w:t xml:space="preserve"> [ للحسن والحسين ] </w:t>
      </w:r>
      <w:r w:rsidR="00104291" w:rsidRPr="00104291">
        <w:rPr>
          <w:rStyle w:val="libFootnotenumChar"/>
          <w:rFonts w:hint="cs"/>
          <w:rtl/>
        </w:rPr>
        <w:t>(2)</w:t>
      </w:r>
      <w:r w:rsidRPr="00481D79">
        <w:rPr>
          <w:rtl/>
        </w:rPr>
        <w:t xml:space="preserve"> جئتك منه بهذه الكسيرة، فقال النبي </w:t>
      </w:r>
      <w:r w:rsidR="004226A8" w:rsidRPr="004226A8">
        <w:rPr>
          <w:rStyle w:val="libAlaemChar"/>
          <w:rtl/>
        </w:rPr>
        <w:t>صلى‌الله‌عليه‌وآله</w:t>
      </w:r>
      <w:r w:rsidRPr="00481D79">
        <w:rPr>
          <w:rtl/>
        </w:rPr>
        <w:t xml:space="preserve">: " يا فاطمة أما </w:t>
      </w:r>
      <w:r w:rsidR="00104291" w:rsidRPr="00104291">
        <w:rPr>
          <w:rStyle w:val="libFootnotenumChar"/>
          <w:rFonts w:hint="cs"/>
          <w:rtl/>
        </w:rPr>
        <w:t>(3)</w:t>
      </w:r>
      <w:r w:rsidRPr="00481D79">
        <w:rPr>
          <w:rtl/>
        </w:rPr>
        <w:t xml:space="preserve"> إنه أول طعام دخل فم </w:t>
      </w:r>
      <w:r w:rsidR="00104291" w:rsidRPr="00104291">
        <w:rPr>
          <w:rStyle w:val="libFootnotenumChar"/>
          <w:rFonts w:hint="cs"/>
          <w:rtl/>
        </w:rPr>
        <w:t>(4)</w:t>
      </w:r>
      <w:r w:rsidRPr="00481D79">
        <w:rPr>
          <w:rtl/>
        </w:rPr>
        <w:t xml:space="preserve"> أبيك منذ (ثلاثة أيام) " </w:t>
      </w:r>
      <w:r w:rsidR="00104291" w:rsidRPr="00104291">
        <w:rPr>
          <w:rStyle w:val="libFootnotenumChar"/>
          <w:rFonts w:hint="cs"/>
          <w:rtl/>
        </w:rPr>
        <w:t>(6)</w:t>
      </w:r>
      <w:r w:rsidRPr="00481D79">
        <w:rPr>
          <w:rtl/>
        </w:rPr>
        <w:t>.</w:t>
      </w:r>
    </w:p>
    <w:p w:rsidR="00481D79" w:rsidRPr="00481D79" w:rsidRDefault="00481D79" w:rsidP="00104291">
      <w:pPr>
        <w:pStyle w:val="libNormal"/>
        <w:rPr>
          <w:rtl/>
        </w:rPr>
      </w:pPr>
      <w:r w:rsidRPr="00481D79">
        <w:rPr>
          <w:rtl/>
        </w:rPr>
        <w:t xml:space="preserve">(142) وبإسناده قال: [ قال علي ] </w:t>
      </w:r>
      <w:r w:rsidR="00104291" w:rsidRPr="00104291">
        <w:rPr>
          <w:rStyle w:val="libFootnotenumChar"/>
          <w:rFonts w:hint="cs"/>
          <w:rtl/>
        </w:rPr>
        <w:t>(7)</w:t>
      </w:r>
      <w:r w:rsidRPr="00481D79">
        <w:rPr>
          <w:rtl/>
        </w:rPr>
        <w:t xml:space="preserve"> </w:t>
      </w:r>
      <w:r w:rsidR="004226A8" w:rsidRPr="004226A8">
        <w:rPr>
          <w:rStyle w:val="libAlaemChar"/>
          <w:rtl/>
        </w:rPr>
        <w:t>عليه‌السلام</w:t>
      </w:r>
      <w:r w:rsidRPr="00481D79">
        <w:rPr>
          <w:rtl/>
        </w:rPr>
        <w:t xml:space="preserve">: " اتي النبي </w:t>
      </w:r>
      <w:r w:rsidR="004226A8" w:rsidRPr="004226A8">
        <w:rPr>
          <w:rStyle w:val="libAlaemChar"/>
          <w:rtl/>
        </w:rPr>
        <w:t>صلى‌الله‌عليه‌وآله</w:t>
      </w:r>
      <w:r w:rsidRPr="00481D79">
        <w:rPr>
          <w:rtl/>
        </w:rPr>
        <w:t xml:space="preserve"> بطعام فأدخل اصبعه [ فيه ] </w:t>
      </w:r>
      <w:r w:rsidR="00104291" w:rsidRPr="00104291">
        <w:rPr>
          <w:rStyle w:val="libFootnotenumChar"/>
          <w:rFonts w:hint="cs"/>
          <w:rtl/>
        </w:rPr>
        <w:t>(8)</w:t>
      </w:r>
      <w:r w:rsidRPr="00481D79">
        <w:rPr>
          <w:rtl/>
        </w:rPr>
        <w:t xml:space="preserve"> فاذا هو حار فقال: " دعوه حتى يبرد فإنه أعظم بركة، (فإن الله تعالى) </w:t>
      </w:r>
      <w:r w:rsidR="00104291" w:rsidRPr="00104291">
        <w:rPr>
          <w:rStyle w:val="libFootnotenumChar"/>
          <w:rFonts w:hint="cs"/>
          <w:rtl/>
        </w:rPr>
        <w:t>(9)</w:t>
      </w:r>
      <w:r w:rsidRPr="00481D79">
        <w:rPr>
          <w:rtl/>
        </w:rPr>
        <w:t xml:space="preserve"> لم يطعمنا الحار </w:t>
      </w:r>
      <w:r w:rsidR="00104291" w:rsidRPr="00104291">
        <w:rPr>
          <w:rStyle w:val="libFootnotenumChar"/>
          <w:rFonts w:hint="cs"/>
          <w:rtl/>
        </w:rPr>
        <w:t>(10)</w:t>
      </w:r>
      <w:r w:rsidRPr="00481D79">
        <w:rPr>
          <w:rtl/>
        </w:rPr>
        <w:t xml:space="preserve"> " </w:t>
      </w:r>
      <w:r w:rsidR="00104291" w:rsidRPr="00104291">
        <w:rPr>
          <w:rStyle w:val="libFootnotenumChar"/>
          <w:rFonts w:hint="cs"/>
          <w:rtl/>
        </w:rPr>
        <w:t>(11)</w:t>
      </w:r>
      <w:r w:rsidRPr="00481D79">
        <w:rPr>
          <w:rtl/>
        </w:rPr>
        <w:t>.</w:t>
      </w:r>
    </w:p>
    <w:p w:rsidR="00481D79" w:rsidRDefault="005B067E" w:rsidP="005B067E">
      <w:pPr>
        <w:pStyle w:val="libLine"/>
        <w:rPr>
          <w:rtl/>
        </w:rPr>
      </w:pPr>
      <w:r>
        <w:rPr>
          <w:rtl/>
        </w:rPr>
        <w:t>____________________</w:t>
      </w:r>
    </w:p>
    <w:p w:rsidR="00481D79" w:rsidRDefault="00481D79" w:rsidP="00104291">
      <w:pPr>
        <w:pStyle w:val="libFootnote0"/>
        <w:rPr>
          <w:rtl/>
        </w:rPr>
      </w:pPr>
      <w:r>
        <w:rPr>
          <w:rtl/>
        </w:rPr>
        <w:t>1</w:t>
      </w:r>
      <w:r w:rsidR="00104291">
        <w:rPr>
          <w:rFonts w:hint="cs"/>
          <w:rtl/>
        </w:rPr>
        <w:t>-</w:t>
      </w:r>
      <w:r>
        <w:rPr>
          <w:rtl/>
        </w:rPr>
        <w:t xml:space="preserve"> في بعض النسخ: قرصا خبزته. وفي البحار: خبزته قرصا.</w:t>
      </w:r>
    </w:p>
    <w:p w:rsidR="00481D79" w:rsidRDefault="00481D79" w:rsidP="00104291">
      <w:pPr>
        <w:pStyle w:val="libFootnote0"/>
        <w:rPr>
          <w:rtl/>
        </w:rPr>
      </w:pPr>
      <w:r>
        <w:rPr>
          <w:rtl/>
        </w:rPr>
        <w:t>2</w:t>
      </w:r>
      <w:r w:rsidR="00104291">
        <w:rPr>
          <w:rFonts w:hint="cs"/>
          <w:rtl/>
        </w:rPr>
        <w:t>-</w:t>
      </w:r>
      <w:r>
        <w:rPr>
          <w:rtl/>
        </w:rPr>
        <w:t xml:space="preserve"> ليس في خ.</w:t>
      </w:r>
    </w:p>
    <w:p w:rsidR="00481D79" w:rsidRDefault="00481D79" w:rsidP="00104291">
      <w:pPr>
        <w:pStyle w:val="libFootnote0"/>
        <w:rPr>
          <w:rtl/>
        </w:rPr>
      </w:pPr>
      <w:r>
        <w:rPr>
          <w:rtl/>
        </w:rPr>
        <w:t>3</w:t>
      </w:r>
      <w:r w:rsidR="00104291">
        <w:rPr>
          <w:rFonts w:hint="cs"/>
          <w:rtl/>
        </w:rPr>
        <w:t>-</w:t>
      </w:r>
      <w:r>
        <w:rPr>
          <w:rtl/>
        </w:rPr>
        <w:t xml:space="preserve"> في بعض النسخ: يا فاطمة إنما، وفي ط: فاطمة أما، وفي خ: أما.</w:t>
      </w:r>
    </w:p>
    <w:p w:rsidR="00481D79" w:rsidRDefault="00481D79" w:rsidP="00104291">
      <w:pPr>
        <w:pStyle w:val="libFootnote0"/>
        <w:rPr>
          <w:rtl/>
        </w:rPr>
      </w:pPr>
      <w:r>
        <w:rPr>
          <w:rtl/>
        </w:rPr>
        <w:t>4</w:t>
      </w:r>
      <w:r w:rsidR="00104291">
        <w:rPr>
          <w:rFonts w:hint="cs"/>
          <w:rtl/>
        </w:rPr>
        <w:t>-</w:t>
      </w:r>
      <w:r>
        <w:rPr>
          <w:rtl/>
        </w:rPr>
        <w:t xml:space="preserve"> في البحار: جوف.</w:t>
      </w:r>
    </w:p>
    <w:p w:rsidR="00481D79" w:rsidRDefault="00481D79" w:rsidP="00104291">
      <w:pPr>
        <w:pStyle w:val="libFootnote0"/>
        <w:rPr>
          <w:rtl/>
        </w:rPr>
      </w:pPr>
      <w:r>
        <w:rPr>
          <w:rtl/>
        </w:rPr>
        <w:t>5</w:t>
      </w:r>
      <w:r w:rsidR="00104291">
        <w:rPr>
          <w:rFonts w:hint="cs"/>
          <w:rtl/>
        </w:rPr>
        <w:t>-</w:t>
      </w:r>
      <w:r>
        <w:rPr>
          <w:rtl/>
        </w:rPr>
        <w:t xml:space="preserve"> في بعض النسخ: ثلاث.</w:t>
      </w:r>
    </w:p>
    <w:p w:rsidR="00481D79" w:rsidRDefault="00481D79" w:rsidP="00104291">
      <w:pPr>
        <w:pStyle w:val="libFootnote0"/>
        <w:rPr>
          <w:rtl/>
        </w:rPr>
      </w:pPr>
      <w:r>
        <w:rPr>
          <w:rtl/>
        </w:rPr>
        <w:t>6</w:t>
      </w:r>
      <w:r w:rsidR="00104291">
        <w:rPr>
          <w:rFonts w:hint="cs"/>
          <w:rtl/>
        </w:rPr>
        <w:t>-</w:t>
      </w:r>
      <w:r>
        <w:rPr>
          <w:rtl/>
        </w:rPr>
        <w:t xml:space="preserve"> عنه البحار: 16 / 225 ح 28 وج 20 / 245 ح 10 وعن عيون الاخبار: 2 / 39 ح 123.</w:t>
      </w:r>
    </w:p>
    <w:p w:rsidR="00481D79" w:rsidRDefault="00481D79" w:rsidP="00D11BDC">
      <w:pPr>
        <w:pStyle w:val="libFootnote0"/>
        <w:rPr>
          <w:rtl/>
        </w:rPr>
      </w:pPr>
      <w:r>
        <w:rPr>
          <w:rtl/>
        </w:rPr>
        <w:t>وأخرجه عن العيون في الوسائل: 17 / 14 ح 21. وأخرجه محب الدين الطبري في ذخائر العقبى: 47 عن الصحيفة. وأورده في تنبيه الخواطر: 1 / 102 مرسلا، عن أنس. وأخرج مثله: القندوزي في ينابيع المودة: 199، وباكثير الحضرمي في وسيلة المآل: 90 (عنه إحقاق الحق: 10 / 286).</w:t>
      </w:r>
    </w:p>
    <w:p w:rsidR="00481D79" w:rsidRDefault="00481D79" w:rsidP="00D11BDC">
      <w:pPr>
        <w:pStyle w:val="libFootnote0"/>
        <w:rPr>
          <w:rtl/>
        </w:rPr>
      </w:pPr>
      <w:r>
        <w:rPr>
          <w:rtl/>
        </w:rPr>
        <w:t>وروى نحوه: الشيخ ابن هوازن الشافعي في الرسالة القشيرية: 72، والطبراني في المعجم الكبير: 41، ونور الدين في مجمع الزوائد: 10 / 312، والزبيدي الحنفي في إتحاف السادة المتقين: 7 / 391، وعبدالله بن جعفر الاصفهاني في أخلاق النبي: 298، (عنهم إحقاق الحق: 10 / 285 - 286).</w:t>
      </w:r>
    </w:p>
    <w:p w:rsidR="00481D79" w:rsidRDefault="00481D79" w:rsidP="00104291">
      <w:pPr>
        <w:pStyle w:val="libFootnote0"/>
        <w:rPr>
          <w:rtl/>
        </w:rPr>
      </w:pPr>
      <w:r>
        <w:rPr>
          <w:rtl/>
        </w:rPr>
        <w:t>7</w:t>
      </w:r>
      <w:r w:rsidR="00104291">
        <w:rPr>
          <w:rFonts w:hint="cs"/>
          <w:rtl/>
        </w:rPr>
        <w:t>-</w:t>
      </w:r>
      <w:r>
        <w:rPr>
          <w:rtl/>
        </w:rPr>
        <w:t xml:space="preserve"> من بعض النسخ.</w:t>
      </w:r>
    </w:p>
    <w:p w:rsidR="00481D79" w:rsidRDefault="00481D79" w:rsidP="00104291">
      <w:pPr>
        <w:pStyle w:val="libFootnote0"/>
        <w:rPr>
          <w:rtl/>
        </w:rPr>
      </w:pPr>
      <w:r>
        <w:rPr>
          <w:rtl/>
        </w:rPr>
        <w:t>8</w:t>
      </w:r>
      <w:r w:rsidR="00104291">
        <w:rPr>
          <w:rFonts w:hint="cs"/>
          <w:rtl/>
        </w:rPr>
        <w:t>-</w:t>
      </w:r>
      <w:r>
        <w:rPr>
          <w:rtl/>
        </w:rPr>
        <w:t xml:space="preserve"> ليس في ط، ن وج.</w:t>
      </w:r>
    </w:p>
    <w:p w:rsidR="00481D79" w:rsidRDefault="00481D79" w:rsidP="00104291">
      <w:pPr>
        <w:pStyle w:val="libFootnote0"/>
        <w:rPr>
          <w:rtl/>
        </w:rPr>
      </w:pPr>
      <w:r>
        <w:rPr>
          <w:rtl/>
        </w:rPr>
        <w:t>9</w:t>
      </w:r>
      <w:r w:rsidR="00104291">
        <w:rPr>
          <w:rFonts w:hint="cs"/>
          <w:rtl/>
        </w:rPr>
        <w:t>-</w:t>
      </w:r>
      <w:r>
        <w:rPr>
          <w:rtl/>
        </w:rPr>
        <w:t xml:space="preserve"> خ: والله.</w:t>
      </w:r>
    </w:p>
    <w:p w:rsidR="00481D79" w:rsidRDefault="00481D79" w:rsidP="00104291">
      <w:pPr>
        <w:pStyle w:val="libFootnote0"/>
        <w:rPr>
          <w:rtl/>
        </w:rPr>
      </w:pPr>
      <w:r>
        <w:rPr>
          <w:rtl/>
        </w:rPr>
        <w:t>10</w:t>
      </w:r>
      <w:r w:rsidR="00104291">
        <w:rPr>
          <w:rFonts w:hint="cs"/>
          <w:rtl/>
        </w:rPr>
        <w:t>-</w:t>
      </w:r>
      <w:r>
        <w:rPr>
          <w:rtl/>
        </w:rPr>
        <w:t xml:space="preserve"> في المستدرك: النار.</w:t>
      </w:r>
    </w:p>
    <w:p w:rsidR="00481D79" w:rsidRDefault="00481D79" w:rsidP="00104291">
      <w:pPr>
        <w:pStyle w:val="libFootnote0"/>
        <w:rPr>
          <w:rtl/>
        </w:rPr>
      </w:pPr>
      <w:r>
        <w:rPr>
          <w:rtl/>
        </w:rPr>
        <w:t>11</w:t>
      </w:r>
      <w:r w:rsidR="00104291">
        <w:rPr>
          <w:rFonts w:hint="cs"/>
          <w:rtl/>
        </w:rPr>
        <w:t>-</w:t>
      </w:r>
      <w:r>
        <w:rPr>
          <w:rtl/>
        </w:rPr>
        <w:t xml:space="preserve"> عنه المستدرك: 3 / 99 باب 81 ح 4، وأخرجه في البحار: 66 / 401 ح 4 عنه وعن عيون الاخبار: 2 / 39 ح 124. وأخرجه في الوسائل: 17 / 14 ح 22 عن العيون. وأورده في الآداب الدينية: 14 عن النبي </w:t>
      </w:r>
      <w:r w:rsidR="004226A8" w:rsidRPr="00104291">
        <w:rPr>
          <w:rStyle w:val="libFootnoteAlaemChar"/>
          <w:rtl/>
        </w:rPr>
        <w:t>صلى‌الله‌عليه‌وآله</w:t>
      </w:r>
      <w:r>
        <w:rPr>
          <w:rtl/>
        </w:rPr>
        <w:t xml:space="preserve"> إلى قوله: بركة. (وأخرجه أحمد بن حنبل عن أسماء بنت يزيد بلفظ: أبردوا بالطعام فانه أعظم للبركة. والطبراني في الاوسط عن أبي هريرة وغيره بألفاظ).</w:t>
      </w:r>
    </w:p>
    <w:p w:rsidR="00481D79" w:rsidRDefault="00481D79" w:rsidP="00481D79">
      <w:pPr>
        <w:pStyle w:val="libNormal"/>
        <w:rPr>
          <w:rtl/>
        </w:rPr>
      </w:pPr>
      <w:r>
        <w:rPr>
          <w:rtl/>
        </w:rPr>
        <w:br w:type="page"/>
      </w:r>
    </w:p>
    <w:p w:rsidR="00481D79" w:rsidRPr="00481D79" w:rsidRDefault="00481D79" w:rsidP="000A57F0">
      <w:pPr>
        <w:pStyle w:val="libNormal"/>
        <w:rPr>
          <w:rtl/>
        </w:rPr>
      </w:pPr>
      <w:r w:rsidRPr="00481D79">
        <w:rPr>
          <w:rtl/>
        </w:rPr>
        <w:lastRenderedPageBreak/>
        <w:t xml:space="preserve">(143) وبإسناده قال: حدثني أبي علي بن أبي طالب </w:t>
      </w:r>
      <w:r w:rsidR="004226A8" w:rsidRPr="004226A8">
        <w:rPr>
          <w:rStyle w:val="libAlaemChar"/>
          <w:rtl/>
        </w:rPr>
        <w:t>عليه‌السلام</w:t>
      </w:r>
      <w:r w:rsidRPr="00481D79">
        <w:rPr>
          <w:rtl/>
        </w:rPr>
        <w:t xml:space="preserve"> قال </w:t>
      </w:r>
      <w:r w:rsidR="000A57F0" w:rsidRPr="0007433B">
        <w:rPr>
          <w:rStyle w:val="libFootnotenumChar"/>
          <w:rFonts w:hint="cs"/>
          <w:rtl/>
        </w:rPr>
        <w:t>(1)</w:t>
      </w:r>
      <w:r w:rsidRPr="00481D79">
        <w:rPr>
          <w:rtl/>
        </w:rPr>
        <w:t xml:space="preserve">: " إذا أراد أحدكم الحاجة </w:t>
      </w:r>
      <w:r w:rsidR="000A57F0" w:rsidRPr="0007433B">
        <w:rPr>
          <w:rStyle w:val="libFootnotenumChar"/>
          <w:rFonts w:hint="cs"/>
          <w:rtl/>
        </w:rPr>
        <w:t>(2)</w:t>
      </w:r>
      <w:r w:rsidRPr="00481D79">
        <w:rPr>
          <w:rtl/>
        </w:rPr>
        <w:t xml:space="preserve"> فليباكر </w:t>
      </w:r>
      <w:r w:rsidR="000A57F0" w:rsidRPr="0007433B">
        <w:rPr>
          <w:rStyle w:val="libFootnotenumChar"/>
          <w:rFonts w:hint="cs"/>
          <w:rtl/>
        </w:rPr>
        <w:t>(3)</w:t>
      </w:r>
      <w:r w:rsidRPr="00481D79">
        <w:rPr>
          <w:rtl/>
        </w:rPr>
        <w:t xml:space="preserve"> في طلبها يوم الخميس وليقرأ </w:t>
      </w:r>
      <w:r w:rsidR="000A57F0" w:rsidRPr="0007433B">
        <w:rPr>
          <w:rStyle w:val="libFootnotenumChar"/>
          <w:rFonts w:hint="cs"/>
          <w:rtl/>
        </w:rPr>
        <w:t>(4)</w:t>
      </w:r>
      <w:r w:rsidRPr="00481D79">
        <w:rPr>
          <w:rtl/>
        </w:rPr>
        <w:t xml:space="preserve"> إذا خرج من منزله آخر [ سورة ] </w:t>
      </w:r>
      <w:r w:rsidR="000A57F0" w:rsidRPr="0007433B">
        <w:rPr>
          <w:rStyle w:val="libFootnotenumChar"/>
          <w:rFonts w:hint="cs"/>
          <w:rtl/>
        </w:rPr>
        <w:t>(5)</w:t>
      </w:r>
      <w:r w:rsidRPr="00481D79">
        <w:rPr>
          <w:rtl/>
        </w:rPr>
        <w:t xml:space="preserve"> آل عمران وآية الكرسي وإنا أنزلناه (وأم الكتاب) </w:t>
      </w:r>
      <w:r w:rsidR="000A57F0" w:rsidRPr="0007433B">
        <w:rPr>
          <w:rStyle w:val="libFootnotenumChar"/>
          <w:rFonts w:hint="cs"/>
          <w:rtl/>
        </w:rPr>
        <w:t>(7)</w:t>
      </w:r>
      <w:r w:rsidRPr="00481D79">
        <w:rPr>
          <w:rtl/>
        </w:rPr>
        <w:t xml:space="preserve"> فإن فيها 7 قضاء حوائج الدنيا والآخرة " </w:t>
      </w:r>
      <w:r w:rsidR="000A57F0" w:rsidRPr="0007433B">
        <w:rPr>
          <w:rStyle w:val="libFootnotenumChar"/>
          <w:rFonts w:hint="cs"/>
          <w:rtl/>
        </w:rPr>
        <w:t>(8)</w:t>
      </w:r>
      <w:r w:rsidRPr="00481D79">
        <w:rPr>
          <w:rtl/>
        </w:rPr>
        <w:t>.</w:t>
      </w:r>
    </w:p>
    <w:p w:rsidR="00481D79" w:rsidRPr="00481D79" w:rsidRDefault="00481D79" w:rsidP="000A57F0">
      <w:pPr>
        <w:pStyle w:val="libNormal"/>
        <w:rPr>
          <w:rtl/>
        </w:rPr>
      </w:pPr>
      <w:r w:rsidRPr="00481D79">
        <w:rPr>
          <w:rtl/>
        </w:rPr>
        <w:t xml:space="preserve">(144) وبإسناده قال: حدثني أبي [ عن ] </w:t>
      </w:r>
      <w:r w:rsidR="000A57F0" w:rsidRPr="0007433B">
        <w:rPr>
          <w:rStyle w:val="libFootnotenumChar"/>
          <w:rFonts w:hint="cs"/>
          <w:rtl/>
        </w:rPr>
        <w:t>(9)</w:t>
      </w:r>
      <w:r w:rsidRPr="00481D79">
        <w:rPr>
          <w:rtl/>
        </w:rPr>
        <w:t xml:space="preserve"> علي بن أبي طالب </w:t>
      </w:r>
      <w:r w:rsidR="004226A8" w:rsidRPr="004226A8">
        <w:rPr>
          <w:rStyle w:val="libAlaemChar"/>
          <w:rtl/>
        </w:rPr>
        <w:t>عليه‌السلام</w:t>
      </w:r>
      <w:r w:rsidRPr="00481D79">
        <w:rPr>
          <w:rtl/>
        </w:rPr>
        <w:t xml:space="preserve">: [ قال رسول الله ] </w:t>
      </w:r>
      <w:r w:rsidR="000A57F0" w:rsidRPr="0007433B">
        <w:rPr>
          <w:rStyle w:val="libFootnotenumChar"/>
          <w:rFonts w:hint="cs"/>
          <w:rtl/>
        </w:rPr>
        <w:t>(10)</w:t>
      </w:r>
      <w:r w:rsidRPr="00481D79">
        <w:rPr>
          <w:rtl/>
        </w:rPr>
        <w:t xml:space="preserve"> </w:t>
      </w:r>
      <w:r w:rsidR="004226A8" w:rsidRPr="004226A8">
        <w:rPr>
          <w:rStyle w:val="libAlaemChar"/>
          <w:rtl/>
        </w:rPr>
        <w:t>صلى‌الله‌عليه‌وآله</w:t>
      </w:r>
      <w:r w:rsidRPr="00481D79">
        <w:rPr>
          <w:rtl/>
        </w:rPr>
        <w:t xml:space="preserve">: " الطيب يسر </w:t>
      </w:r>
      <w:r w:rsidR="000A57F0" w:rsidRPr="0007433B">
        <w:rPr>
          <w:rStyle w:val="libFootnotenumChar"/>
          <w:rFonts w:hint="cs"/>
          <w:rtl/>
        </w:rPr>
        <w:t>(11)</w:t>
      </w:r>
      <w:r w:rsidRPr="00481D79">
        <w:rPr>
          <w:rtl/>
        </w:rPr>
        <w:t xml:space="preserve">، [ والعسل يسر، ] </w:t>
      </w:r>
      <w:r w:rsidR="000A57F0" w:rsidRPr="0007433B">
        <w:rPr>
          <w:rStyle w:val="libFootnotenumChar"/>
          <w:rFonts w:hint="cs"/>
          <w:rtl/>
        </w:rPr>
        <w:t>(12)</w:t>
      </w:r>
      <w:r w:rsidRPr="00481D79">
        <w:rPr>
          <w:rtl/>
        </w:rPr>
        <w:t xml:space="preserve"> والنظر إلى الخضرة يسر، والركوب يسر </w:t>
      </w:r>
      <w:r w:rsidR="000A57F0" w:rsidRPr="0007433B">
        <w:rPr>
          <w:rStyle w:val="libFootnotenumChar"/>
          <w:rFonts w:hint="cs"/>
          <w:rtl/>
        </w:rPr>
        <w:t>(13)</w:t>
      </w:r>
      <w:r w:rsidRPr="00481D79">
        <w:rPr>
          <w:rtl/>
        </w:rPr>
        <w:t xml:space="preserve"> " </w:t>
      </w:r>
      <w:r w:rsidR="000A57F0" w:rsidRPr="0007433B">
        <w:rPr>
          <w:rStyle w:val="libFootnotenumChar"/>
          <w:rFonts w:hint="cs"/>
          <w:rtl/>
        </w:rPr>
        <w:t>(14)</w:t>
      </w:r>
      <w:r w:rsidRPr="00481D79">
        <w:rPr>
          <w:rtl/>
        </w:rPr>
        <w:t>.</w:t>
      </w:r>
    </w:p>
    <w:p w:rsidR="00481D79" w:rsidRDefault="005B067E" w:rsidP="005B067E">
      <w:pPr>
        <w:pStyle w:val="libLine"/>
        <w:rPr>
          <w:rtl/>
        </w:rPr>
      </w:pPr>
      <w:r>
        <w:rPr>
          <w:rtl/>
        </w:rPr>
        <w:t>____________________</w:t>
      </w:r>
    </w:p>
    <w:p w:rsidR="00481D79" w:rsidRDefault="00481D79" w:rsidP="0007433B">
      <w:pPr>
        <w:pStyle w:val="libFootnote0"/>
        <w:rPr>
          <w:rtl/>
        </w:rPr>
      </w:pPr>
      <w:r>
        <w:rPr>
          <w:rtl/>
        </w:rPr>
        <w:t>1</w:t>
      </w:r>
      <w:r w:rsidR="0007433B">
        <w:rPr>
          <w:rFonts w:hint="cs"/>
          <w:rtl/>
        </w:rPr>
        <w:t>-</w:t>
      </w:r>
      <w:r>
        <w:rPr>
          <w:rtl/>
        </w:rPr>
        <w:t xml:space="preserve"> أضاف في بعض النسخ: قال: قال رسول الله </w:t>
      </w:r>
      <w:r w:rsidR="004226A8" w:rsidRPr="004226A8">
        <w:rPr>
          <w:rStyle w:val="libAlaemChar"/>
          <w:rtl/>
        </w:rPr>
        <w:t>صلى‌الله‌عليه‌وآله</w:t>
      </w:r>
      <w:r>
        <w:rPr>
          <w:rtl/>
        </w:rPr>
        <w:t>.</w:t>
      </w:r>
    </w:p>
    <w:p w:rsidR="00481D79" w:rsidRDefault="00481D79" w:rsidP="0007433B">
      <w:pPr>
        <w:pStyle w:val="libFootnote0"/>
        <w:rPr>
          <w:rtl/>
        </w:rPr>
      </w:pPr>
      <w:r>
        <w:rPr>
          <w:rtl/>
        </w:rPr>
        <w:t>2</w:t>
      </w:r>
      <w:r w:rsidR="0007433B">
        <w:rPr>
          <w:rFonts w:hint="cs"/>
          <w:rtl/>
        </w:rPr>
        <w:t>-</w:t>
      </w:r>
      <w:r>
        <w:rPr>
          <w:rtl/>
        </w:rPr>
        <w:t xml:space="preserve"> ن: حاجة.</w:t>
      </w:r>
    </w:p>
    <w:p w:rsidR="00481D79" w:rsidRDefault="00481D79" w:rsidP="0007433B">
      <w:pPr>
        <w:pStyle w:val="libFootnote0"/>
        <w:rPr>
          <w:rtl/>
        </w:rPr>
      </w:pPr>
      <w:r>
        <w:rPr>
          <w:rtl/>
        </w:rPr>
        <w:t>3</w:t>
      </w:r>
      <w:r w:rsidR="0007433B">
        <w:rPr>
          <w:rFonts w:hint="cs"/>
          <w:rtl/>
        </w:rPr>
        <w:t>-</w:t>
      </w:r>
      <w:r>
        <w:rPr>
          <w:rtl/>
        </w:rPr>
        <w:t xml:space="preserve"> في بعض النسخ: فليبكر.</w:t>
      </w:r>
    </w:p>
    <w:p w:rsidR="00481D79" w:rsidRDefault="00481D79" w:rsidP="0007433B">
      <w:pPr>
        <w:pStyle w:val="libFootnote0"/>
        <w:rPr>
          <w:rtl/>
        </w:rPr>
      </w:pPr>
      <w:r>
        <w:rPr>
          <w:rtl/>
        </w:rPr>
        <w:t>4</w:t>
      </w:r>
      <w:r w:rsidR="0007433B">
        <w:rPr>
          <w:rFonts w:hint="cs"/>
          <w:rtl/>
        </w:rPr>
        <w:t>-</w:t>
      </w:r>
      <w:r>
        <w:rPr>
          <w:rtl/>
        </w:rPr>
        <w:t xml:space="preserve"> ط: ويقرأ.</w:t>
      </w:r>
    </w:p>
    <w:p w:rsidR="00481D79" w:rsidRDefault="00481D79" w:rsidP="0007433B">
      <w:pPr>
        <w:pStyle w:val="libFootnote0"/>
        <w:rPr>
          <w:rtl/>
        </w:rPr>
      </w:pPr>
      <w:r>
        <w:rPr>
          <w:rtl/>
        </w:rPr>
        <w:t>5</w:t>
      </w:r>
      <w:r w:rsidR="0007433B">
        <w:rPr>
          <w:rFonts w:hint="cs"/>
          <w:rtl/>
        </w:rPr>
        <w:t>-</w:t>
      </w:r>
      <w:r>
        <w:rPr>
          <w:rtl/>
        </w:rPr>
        <w:t xml:space="preserve"> ليس في ن.</w:t>
      </w:r>
    </w:p>
    <w:p w:rsidR="00481D79" w:rsidRDefault="00481D79" w:rsidP="0007433B">
      <w:pPr>
        <w:pStyle w:val="libFootnote0"/>
        <w:rPr>
          <w:rtl/>
        </w:rPr>
      </w:pPr>
      <w:r>
        <w:rPr>
          <w:rtl/>
        </w:rPr>
        <w:t>6</w:t>
      </w:r>
      <w:r w:rsidR="0007433B">
        <w:rPr>
          <w:rFonts w:hint="cs"/>
          <w:rtl/>
        </w:rPr>
        <w:t>-</w:t>
      </w:r>
      <w:r>
        <w:rPr>
          <w:rtl/>
        </w:rPr>
        <w:t xml:space="preserve"> خ: واقرأ القرآن.</w:t>
      </w:r>
    </w:p>
    <w:p w:rsidR="00481D79" w:rsidRDefault="00481D79" w:rsidP="0007433B">
      <w:pPr>
        <w:pStyle w:val="libFootnote0"/>
        <w:rPr>
          <w:rtl/>
        </w:rPr>
      </w:pPr>
      <w:r>
        <w:rPr>
          <w:rtl/>
        </w:rPr>
        <w:t>7</w:t>
      </w:r>
      <w:r w:rsidR="0007433B">
        <w:rPr>
          <w:rFonts w:hint="cs"/>
          <w:rtl/>
        </w:rPr>
        <w:t>-</w:t>
      </w:r>
      <w:r>
        <w:rPr>
          <w:rtl/>
        </w:rPr>
        <w:t xml:space="preserve"> خ: فيه.</w:t>
      </w:r>
    </w:p>
    <w:p w:rsidR="00481D79" w:rsidRDefault="00481D79" w:rsidP="0007433B">
      <w:pPr>
        <w:pStyle w:val="libFootnote0"/>
        <w:rPr>
          <w:rtl/>
        </w:rPr>
      </w:pPr>
      <w:r>
        <w:rPr>
          <w:rtl/>
        </w:rPr>
        <w:t>8</w:t>
      </w:r>
      <w:r w:rsidR="0007433B">
        <w:rPr>
          <w:rFonts w:hint="cs"/>
          <w:rtl/>
        </w:rPr>
        <w:t>-</w:t>
      </w:r>
      <w:r>
        <w:rPr>
          <w:rtl/>
        </w:rPr>
        <w:t xml:space="preserve"> عنه المستدرك: 2 / 23 باب 6 ح 1. وأخرجه في الوسائل: 8 / 260 ح 6 عنه وعن عيون الاخبار: 2 / 39 ح 125 والخصال: 623 في حديث الاربعمائة. وأخرجه في البحار: 76 / 169 ح 14 عنه وعن العيون. وفي ج 95 / 135 ح 5 وص 159، ومكارم الاخلاق: 371 عن العيون.</w:t>
      </w:r>
    </w:p>
    <w:p w:rsidR="00481D79" w:rsidRDefault="00481D79" w:rsidP="00D11BDC">
      <w:pPr>
        <w:pStyle w:val="libFootnote0"/>
        <w:rPr>
          <w:rtl/>
        </w:rPr>
      </w:pPr>
      <w:r>
        <w:rPr>
          <w:rtl/>
        </w:rPr>
        <w:t xml:space="preserve">وفي ج 76 / 166 ذ ح 1، وص 170 ذ ح 15، وج 95 / 135 ح 6 عن الخصال. وفي ج 92 / 272 ح 25، عن الدر المنثور: 6 / 377 من طريق الزجاجي في أماليه عن علي </w:t>
      </w:r>
      <w:r w:rsidR="004226A8" w:rsidRPr="004226A8">
        <w:rPr>
          <w:rStyle w:val="libAlaemChar"/>
          <w:rtl/>
        </w:rPr>
        <w:t>عليه‌السلام</w:t>
      </w:r>
      <w:r>
        <w:rPr>
          <w:rtl/>
        </w:rPr>
        <w:t xml:space="preserve">. وأورده في تحف العقول: 113 عن أمير المؤمنين </w:t>
      </w:r>
      <w:r w:rsidR="004226A8" w:rsidRPr="004226A8">
        <w:rPr>
          <w:rStyle w:val="libAlaemChar"/>
          <w:rtl/>
        </w:rPr>
        <w:t>عليه‌السلام</w:t>
      </w:r>
      <w:r>
        <w:rPr>
          <w:rtl/>
        </w:rPr>
        <w:t>. (وأخرجه الزمخشري في ربيع الابرار: 2 / 654) م 2.</w:t>
      </w:r>
    </w:p>
    <w:p w:rsidR="00481D79" w:rsidRDefault="00481D79" w:rsidP="0007433B">
      <w:pPr>
        <w:pStyle w:val="libFootnote0"/>
        <w:rPr>
          <w:rtl/>
        </w:rPr>
      </w:pPr>
      <w:r>
        <w:rPr>
          <w:rtl/>
        </w:rPr>
        <w:t>9</w:t>
      </w:r>
      <w:r w:rsidR="0007433B">
        <w:rPr>
          <w:rFonts w:hint="cs"/>
          <w:rtl/>
        </w:rPr>
        <w:t>-</w:t>
      </w:r>
      <w:r>
        <w:rPr>
          <w:rtl/>
        </w:rPr>
        <w:t xml:space="preserve"> ليس في خ وج.</w:t>
      </w:r>
    </w:p>
    <w:p w:rsidR="00481D79" w:rsidRDefault="00481D79" w:rsidP="0007433B">
      <w:pPr>
        <w:pStyle w:val="libFootnote0"/>
        <w:rPr>
          <w:rtl/>
        </w:rPr>
      </w:pPr>
      <w:r>
        <w:rPr>
          <w:rtl/>
        </w:rPr>
        <w:t>10</w:t>
      </w:r>
      <w:r w:rsidR="0007433B">
        <w:rPr>
          <w:rFonts w:hint="cs"/>
          <w:rtl/>
        </w:rPr>
        <w:t>-</w:t>
      </w:r>
      <w:r>
        <w:rPr>
          <w:rtl/>
        </w:rPr>
        <w:t xml:space="preserve"> من ط ون والمستدرك.</w:t>
      </w:r>
    </w:p>
    <w:p w:rsidR="00481D79" w:rsidRDefault="00481D79" w:rsidP="0007433B">
      <w:pPr>
        <w:pStyle w:val="libFootnote0"/>
        <w:rPr>
          <w:rtl/>
        </w:rPr>
      </w:pPr>
      <w:r>
        <w:rPr>
          <w:rtl/>
        </w:rPr>
        <w:t>11</w:t>
      </w:r>
      <w:r w:rsidR="0007433B">
        <w:rPr>
          <w:rFonts w:hint="cs"/>
          <w:rtl/>
        </w:rPr>
        <w:t>-</w:t>
      </w:r>
      <w:r>
        <w:rPr>
          <w:rtl/>
        </w:rPr>
        <w:t xml:space="preserve"> في المواضع الاربعة في ن: يشرة. وفي بعض النسخ والوسائل والبحار: نشرة.</w:t>
      </w:r>
    </w:p>
    <w:p w:rsidR="00481D79" w:rsidRDefault="00481D79" w:rsidP="0007433B">
      <w:pPr>
        <w:pStyle w:val="libFootnote0"/>
        <w:rPr>
          <w:rtl/>
        </w:rPr>
      </w:pPr>
      <w:r>
        <w:rPr>
          <w:rtl/>
        </w:rPr>
        <w:t>12</w:t>
      </w:r>
      <w:r w:rsidR="0007433B">
        <w:rPr>
          <w:rFonts w:hint="cs"/>
          <w:rtl/>
        </w:rPr>
        <w:t>-</w:t>
      </w:r>
      <w:r>
        <w:rPr>
          <w:rtl/>
        </w:rPr>
        <w:t xml:space="preserve"> ليس في ط وج، وفي الاخير تقديم وتأخير في الفقرات.</w:t>
      </w:r>
    </w:p>
    <w:p w:rsidR="00481D79" w:rsidRDefault="00481D79" w:rsidP="0007433B">
      <w:pPr>
        <w:pStyle w:val="libFootnote0"/>
        <w:rPr>
          <w:rtl/>
        </w:rPr>
      </w:pPr>
      <w:r>
        <w:rPr>
          <w:rtl/>
        </w:rPr>
        <w:t>13</w:t>
      </w:r>
      <w:r w:rsidR="0007433B">
        <w:rPr>
          <w:rFonts w:hint="cs"/>
          <w:rtl/>
        </w:rPr>
        <w:t>-</w:t>
      </w:r>
      <w:r>
        <w:rPr>
          <w:rtl/>
        </w:rPr>
        <w:t xml:space="preserve"> أضاف في ط: " والنظر إلى المرأة يسر ".</w:t>
      </w:r>
    </w:p>
    <w:p w:rsidR="00827655" w:rsidRDefault="00481D79" w:rsidP="0007433B">
      <w:pPr>
        <w:pStyle w:val="libFootnote0"/>
        <w:rPr>
          <w:rtl/>
        </w:rPr>
      </w:pPr>
      <w:r>
        <w:rPr>
          <w:rtl/>
        </w:rPr>
        <w:t>14</w:t>
      </w:r>
      <w:r w:rsidR="0007433B">
        <w:rPr>
          <w:rFonts w:hint="cs"/>
          <w:rtl/>
        </w:rPr>
        <w:t>-</w:t>
      </w:r>
      <w:r>
        <w:rPr>
          <w:rtl/>
        </w:rPr>
        <w:t xml:space="preserve"> عنه المستدرك: 3 / 109 باب 37 ح 9. عنه البحار: 66 / 219 ح 3 قطعة وعن عيون الاخبار: 2 / 39 ح 126.</w:t>
      </w:r>
      <w:r w:rsidR="00827655">
        <w:rPr>
          <w:rtl/>
        </w:rPr>
        <w:t>=</w:t>
      </w:r>
    </w:p>
    <w:p w:rsidR="00481D79" w:rsidRDefault="00481D79" w:rsidP="00481D79">
      <w:pPr>
        <w:pStyle w:val="libNormal"/>
        <w:rPr>
          <w:rtl/>
        </w:rPr>
      </w:pPr>
      <w:r>
        <w:rPr>
          <w:rtl/>
        </w:rPr>
        <w:br w:type="page"/>
      </w:r>
    </w:p>
    <w:p w:rsidR="00481D79" w:rsidRPr="00481D79" w:rsidRDefault="00481D79" w:rsidP="000A4479">
      <w:pPr>
        <w:pStyle w:val="libNormal"/>
        <w:rPr>
          <w:rtl/>
        </w:rPr>
      </w:pPr>
      <w:r w:rsidRPr="00481D79">
        <w:rPr>
          <w:rtl/>
        </w:rPr>
        <w:lastRenderedPageBreak/>
        <w:t xml:space="preserve">(145) وبإسناده قال: حدثني أبي، عن علي بن أبي طالب </w:t>
      </w:r>
      <w:r w:rsidR="004226A8" w:rsidRPr="004226A8">
        <w:rPr>
          <w:rStyle w:val="libAlaemChar"/>
          <w:rtl/>
        </w:rPr>
        <w:t>عليه‌السلام</w:t>
      </w:r>
      <w:r w:rsidRPr="00481D79">
        <w:rPr>
          <w:rtl/>
        </w:rPr>
        <w:t xml:space="preserve"> قال: </w:t>
      </w:r>
      <w:r w:rsidR="000A4479" w:rsidRPr="000A4479">
        <w:rPr>
          <w:rStyle w:val="libFootnotenumChar"/>
          <w:rFonts w:hint="cs"/>
          <w:rtl/>
        </w:rPr>
        <w:t>(1)</w:t>
      </w:r>
      <w:r w:rsidRPr="00481D79">
        <w:rPr>
          <w:rtl/>
        </w:rPr>
        <w:t xml:space="preserve"> " كلوا خل الخمر [ على الريق ] </w:t>
      </w:r>
      <w:r w:rsidR="000A4479" w:rsidRPr="000A4479">
        <w:rPr>
          <w:rStyle w:val="libFootnotenumChar"/>
          <w:rFonts w:hint="cs"/>
          <w:rtl/>
        </w:rPr>
        <w:t>(2)</w:t>
      </w:r>
      <w:r w:rsidRPr="00481D79">
        <w:rPr>
          <w:rtl/>
        </w:rPr>
        <w:t xml:space="preserve"> فإنه يقتل الديدان في البطن " </w:t>
      </w:r>
      <w:r w:rsidR="000A4479" w:rsidRPr="000A4479">
        <w:rPr>
          <w:rStyle w:val="libFootnotenumChar"/>
          <w:rFonts w:hint="cs"/>
          <w:rtl/>
        </w:rPr>
        <w:t>(3)</w:t>
      </w:r>
      <w:r w:rsidRPr="00481D79">
        <w:rPr>
          <w:rtl/>
        </w:rPr>
        <w:t>.</w:t>
      </w:r>
    </w:p>
    <w:p w:rsidR="00481D79" w:rsidRPr="00481D79" w:rsidRDefault="00481D79" w:rsidP="000A4479">
      <w:pPr>
        <w:pStyle w:val="libNormal"/>
        <w:rPr>
          <w:rtl/>
        </w:rPr>
      </w:pPr>
      <w:r w:rsidRPr="00481D79">
        <w:rPr>
          <w:rtl/>
        </w:rPr>
        <w:t xml:space="preserve">(146) وبإسناده قال: حدثني [ أبي ] </w:t>
      </w:r>
      <w:r w:rsidR="000A4479" w:rsidRPr="000A4479">
        <w:rPr>
          <w:rStyle w:val="libFootnotenumChar"/>
          <w:rFonts w:hint="cs"/>
          <w:rtl/>
        </w:rPr>
        <w:t>(4)</w:t>
      </w:r>
      <w:r w:rsidRPr="00481D79">
        <w:rPr>
          <w:rtl/>
        </w:rPr>
        <w:t xml:space="preserve">، عن علي بن الحسين قال: " حدثتني أسماء بنت عميس </w:t>
      </w:r>
      <w:r w:rsidR="000A4479" w:rsidRPr="000A4479">
        <w:rPr>
          <w:rStyle w:val="libFootnotenumChar"/>
          <w:rFonts w:hint="cs"/>
          <w:rtl/>
        </w:rPr>
        <w:t>(5)</w:t>
      </w:r>
      <w:r w:rsidRPr="00481D79">
        <w:rPr>
          <w:rtl/>
        </w:rPr>
        <w:t xml:space="preserve"> قالت: قبلت جدتك فاطمة بالحسن والحسين، فلما ولد الحسن جاء النبي فقال: " يا أسماء هات ابني "، فدفعته إليه في خرقة صفراء، فرمى بها النبي </w:t>
      </w:r>
      <w:r w:rsidR="004226A8" w:rsidRPr="004226A8">
        <w:rPr>
          <w:rStyle w:val="libAlaemChar"/>
          <w:rtl/>
        </w:rPr>
        <w:t>صلى‌الله‌عليه‌وآله</w:t>
      </w:r>
      <w:r w:rsidRPr="00481D79">
        <w:rPr>
          <w:rtl/>
        </w:rPr>
        <w:t xml:space="preserve"> وقال: " يا أسماء ألم</w:t>
      </w:r>
    </w:p>
    <w:p w:rsidR="00827655"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وأخرجه في الوسائل: 1 / 442 ح 10، والبحار: 76 / 141 ح 4، وص 300 ح 1، وج 79 / 289 ح 2 عن العيون. أورده في دعوات الراوندي: 151 ح 403 عن أمير المؤمنين </w:t>
      </w:r>
      <w:r w:rsidR="004226A8" w:rsidRPr="000A4479">
        <w:rPr>
          <w:rStyle w:val="libFootnoteAlaemChar"/>
          <w:rtl/>
        </w:rPr>
        <w:t>عليه‌السلام</w:t>
      </w:r>
      <w:r w:rsidR="00481D79">
        <w:rPr>
          <w:rtl/>
        </w:rPr>
        <w:t xml:space="preserve"> مثله بإختلاف. وأخرجه الزمخشري في ربيع الابرار: 3 / 462.</w:t>
      </w:r>
    </w:p>
    <w:p w:rsidR="00481D79" w:rsidRDefault="00481D79" w:rsidP="000A4479">
      <w:pPr>
        <w:pStyle w:val="libFootnote0"/>
        <w:rPr>
          <w:rtl/>
        </w:rPr>
      </w:pPr>
      <w:r>
        <w:rPr>
          <w:rtl/>
        </w:rPr>
        <w:t>1</w:t>
      </w:r>
      <w:r w:rsidR="000A4479">
        <w:rPr>
          <w:rFonts w:hint="cs"/>
          <w:rtl/>
        </w:rPr>
        <w:t>-</w:t>
      </w:r>
      <w:r>
        <w:rPr>
          <w:rtl/>
        </w:rPr>
        <w:t xml:space="preserve"> ط: حدثني أبي، علي بن أبي طالب </w:t>
      </w:r>
      <w:r w:rsidR="004226A8" w:rsidRPr="000A4479">
        <w:rPr>
          <w:rStyle w:val="libFootnoteAlaemChar"/>
          <w:rtl/>
        </w:rPr>
        <w:t>عليه‌السلام</w:t>
      </w:r>
      <w:r>
        <w:rPr>
          <w:rtl/>
        </w:rPr>
        <w:t xml:space="preserve">، قال </w:t>
      </w:r>
      <w:r w:rsidR="004226A8" w:rsidRPr="000A4479">
        <w:rPr>
          <w:rStyle w:val="libFootnoteAlaemChar"/>
          <w:rtl/>
        </w:rPr>
        <w:t>صلى‌الله‌عليه‌وآله</w:t>
      </w:r>
      <w:r>
        <w:rPr>
          <w:rtl/>
        </w:rPr>
        <w:t xml:space="preserve">. وفي ج: عن علي </w:t>
      </w:r>
      <w:r w:rsidR="004226A8" w:rsidRPr="000A4479">
        <w:rPr>
          <w:rStyle w:val="libFootnoteAlaemChar"/>
          <w:rtl/>
        </w:rPr>
        <w:t>عليه‌السلام</w:t>
      </w:r>
      <w:r>
        <w:rPr>
          <w:rtl/>
        </w:rPr>
        <w:t xml:space="preserve"> أنه قال </w:t>
      </w:r>
      <w:r w:rsidR="004226A8" w:rsidRPr="000A4479">
        <w:rPr>
          <w:rStyle w:val="libFootnoteAlaemChar"/>
          <w:rtl/>
        </w:rPr>
        <w:t>صلى‌الله‌عليه‌وآله</w:t>
      </w:r>
      <w:r>
        <w:rPr>
          <w:rtl/>
        </w:rPr>
        <w:t xml:space="preserve">. وفي المستدرك: عن آبائه </w:t>
      </w:r>
      <w:r w:rsidR="004226A8" w:rsidRPr="000A4479">
        <w:rPr>
          <w:rStyle w:val="libFootnoteAlaemChar"/>
          <w:rtl/>
        </w:rPr>
        <w:t>عليهم‌السلام</w:t>
      </w:r>
      <w:r>
        <w:rPr>
          <w:rtl/>
        </w:rPr>
        <w:t xml:space="preserve"> قال: قال رسول الله </w:t>
      </w:r>
      <w:r w:rsidR="004226A8" w:rsidRPr="000A4479">
        <w:rPr>
          <w:rStyle w:val="libFootnoteAlaemChar"/>
          <w:rtl/>
        </w:rPr>
        <w:t>صلى‌الله‌عليه‌وآله</w:t>
      </w:r>
      <w:r>
        <w:rPr>
          <w:rtl/>
        </w:rPr>
        <w:t xml:space="preserve">. وفي موضع آخر فيه: عن آبائه </w:t>
      </w:r>
      <w:r w:rsidR="004226A8" w:rsidRPr="000A4479">
        <w:rPr>
          <w:rStyle w:val="libFootnoteAlaemChar"/>
          <w:rtl/>
        </w:rPr>
        <w:t>عليهم‌السلام</w:t>
      </w:r>
      <w:r>
        <w:rPr>
          <w:rtl/>
        </w:rPr>
        <w:t xml:space="preserve"> قال: قال أمير المؤمنين </w:t>
      </w:r>
      <w:r w:rsidR="004226A8" w:rsidRPr="000A4479">
        <w:rPr>
          <w:rStyle w:val="libFootnoteAlaemChar"/>
          <w:rtl/>
        </w:rPr>
        <w:t>عليه‌السلام</w:t>
      </w:r>
      <w:r>
        <w:rPr>
          <w:rtl/>
        </w:rPr>
        <w:t>.</w:t>
      </w:r>
    </w:p>
    <w:p w:rsidR="00481D79" w:rsidRDefault="00481D79" w:rsidP="000A4479">
      <w:pPr>
        <w:pStyle w:val="libFootnote0"/>
        <w:rPr>
          <w:rtl/>
        </w:rPr>
      </w:pPr>
      <w:r>
        <w:rPr>
          <w:rtl/>
        </w:rPr>
        <w:t>2</w:t>
      </w:r>
      <w:r w:rsidR="000A4479">
        <w:rPr>
          <w:rFonts w:hint="cs"/>
          <w:rtl/>
        </w:rPr>
        <w:t>-</w:t>
      </w:r>
      <w:r>
        <w:rPr>
          <w:rtl/>
        </w:rPr>
        <w:t xml:space="preserve"> ليس في ج والمستدرك ص 133.</w:t>
      </w:r>
    </w:p>
    <w:p w:rsidR="00481D79" w:rsidRDefault="00481D79" w:rsidP="000A4479">
      <w:pPr>
        <w:pStyle w:val="libFootnote0"/>
        <w:rPr>
          <w:rtl/>
        </w:rPr>
      </w:pPr>
      <w:r>
        <w:rPr>
          <w:rtl/>
        </w:rPr>
        <w:t>3</w:t>
      </w:r>
      <w:r w:rsidR="000A4479">
        <w:rPr>
          <w:rFonts w:hint="cs"/>
          <w:rtl/>
        </w:rPr>
        <w:t>-</w:t>
      </w:r>
      <w:r>
        <w:rPr>
          <w:rtl/>
        </w:rPr>
        <w:t xml:space="preserve"> عنه المستدرك: 3 / 109 باب 35 ح 1، وص 133 باب 28 ح 1. ورواه الصدوق في عيون الاخبار: 2 / 39 ح 127 عنه الوسائل: 17 / 14 ح 23 والبحار: 62 / 165 ح 1، وج 66 / 305 ح 23، وص 524 ح 2، وج 79 / 178 ح 2.</w:t>
      </w:r>
    </w:p>
    <w:p w:rsidR="00481D79" w:rsidRDefault="00481D79" w:rsidP="000A4479">
      <w:pPr>
        <w:pStyle w:val="libFootnote0"/>
        <w:rPr>
          <w:rtl/>
        </w:rPr>
      </w:pPr>
      <w:r>
        <w:rPr>
          <w:rtl/>
        </w:rPr>
        <w:t>4</w:t>
      </w:r>
      <w:r w:rsidR="000A4479">
        <w:rPr>
          <w:rFonts w:hint="cs"/>
          <w:rtl/>
        </w:rPr>
        <w:t>-</w:t>
      </w:r>
      <w:r>
        <w:rPr>
          <w:rtl/>
        </w:rPr>
        <w:t xml:space="preserve"> ليس في ط ون والمستدرك.</w:t>
      </w:r>
    </w:p>
    <w:p w:rsidR="00481D79" w:rsidRDefault="00481D79" w:rsidP="000A4479">
      <w:pPr>
        <w:pStyle w:val="libFootnote0"/>
        <w:rPr>
          <w:rtl/>
        </w:rPr>
      </w:pPr>
      <w:r>
        <w:rPr>
          <w:rtl/>
        </w:rPr>
        <w:t>5</w:t>
      </w:r>
      <w:r w:rsidR="000A4479">
        <w:rPr>
          <w:rFonts w:hint="cs"/>
          <w:rtl/>
        </w:rPr>
        <w:t>-</w:t>
      </w:r>
      <w:r>
        <w:rPr>
          <w:rtl/>
        </w:rPr>
        <w:t xml:space="preserve"> وقد وقع ههنا إشكال وهو أن أسماء بنت عميس هاجرت مع زوجها جعفر بن أبي طالب إلى الحبشة قبل الهجرة ورجعا في سنة سبع من الهجرة يوم فتح خيبر. وكانت ولادة الحسن </w:t>
      </w:r>
      <w:r w:rsidR="004226A8" w:rsidRPr="000A4479">
        <w:rPr>
          <w:rStyle w:val="libFootnoteAlaemChar"/>
          <w:rtl/>
        </w:rPr>
        <w:t>عليه‌السلام</w:t>
      </w:r>
      <w:r>
        <w:rPr>
          <w:rtl/>
        </w:rPr>
        <w:t xml:space="preserve"> في 15 رمضان سنة ثلاث من الهجرة، وولادة أخيه الحسين </w:t>
      </w:r>
      <w:r w:rsidR="004226A8" w:rsidRPr="000A4479">
        <w:rPr>
          <w:rStyle w:val="libFootnoteAlaemChar"/>
          <w:rtl/>
        </w:rPr>
        <w:t>عليه‌السلام</w:t>
      </w:r>
      <w:r>
        <w:rPr>
          <w:rtl/>
        </w:rPr>
        <w:t xml:space="preserve"> في 3 شعبان سنة أربع من الهجرة على أصح وأشهر الروايات. إذا كانت ولادتهما </w:t>
      </w:r>
      <w:r w:rsidR="004226A8" w:rsidRPr="000A4479">
        <w:rPr>
          <w:rStyle w:val="libFootnoteAlaemChar"/>
          <w:rtl/>
        </w:rPr>
        <w:t>عليهما‌السلام</w:t>
      </w:r>
      <w:r>
        <w:rPr>
          <w:rtl/>
        </w:rPr>
        <w:t xml:space="preserve"> في الوقت الذي كانت أسماء في الحبشة. والظاهر أن القابلة كانت سلمى بنت عميس زوجة حمزة بن عبدالمطلب حيث كانت في المدينة، وعبر عنها باختها لانها كانت أشهر عند الرواة، علما أن جميع المصادر التي نقل فيها هذا الحديث ذكرت " أسماء " لا اختها. وقد وجدت قولا ضعفه ابن الاثير في اسد الغابة: 5 / 395 وص 479 مفاده " أن أسماء زوجة حمزة لا جعفر ". وعلى هذا القول فلا اشكال في الحديث.</w:t>
      </w:r>
    </w:p>
    <w:p w:rsidR="00481D79" w:rsidRDefault="00481D79" w:rsidP="00481D79">
      <w:pPr>
        <w:pStyle w:val="libNormal"/>
        <w:rPr>
          <w:rtl/>
        </w:rPr>
      </w:pPr>
      <w:r>
        <w:rPr>
          <w:rtl/>
        </w:rPr>
        <w:br w:type="page"/>
      </w:r>
    </w:p>
    <w:p w:rsidR="00481D79" w:rsidRPr="00481D79" w:rsidRDefault="00481D79" w:rsidP="000A4479">
      <w:pPr>
        <w:pStyle w:val="libNormal0"/>
        <w:rPr>
          <w:rtl/>
        </w:rPr>
      </w:pPr>
      <w:r w:rsidRPr="00481D79">
        <w:rPr>
          <w:rtl/>
        </w:rPr>
        <w:lastRenderedPageBreak/>
        <w:t xml:space="preserve">أعهد إليكم </w:t>
      </w:r>
      <w:r w:rsidR="000A4479" w:rsidRPr="000A4479">
        <w:rPr>
          <w:rStyle w:val="libFootnotenumChar"/>
          <w:rFonts w:hint="cs"/>
          <w:rtl/>
        </w:rPr>
        <w:t>(1)</w:t>
      </w:r>
      <w:r w:rsidRPr="00481D79">
        <w:rPr>
          <w:rtl/>
        </w:rPr>
        <w:t xml:space="preserve"> ألا تلفوا </w:t>
      </w:r>
      <w:r w:rsidR="000A4479" w:rsidRPr="000A4479">
        <w:rPr>
          <w:rStyle w:val="libFootnotenumChar"/>
          <w:rFonts w:hint="cs"/>
          <w:rtl/>
        </w:rPr>
        <w:t>(2)</w:t>
      </w:r>
      <w:r w:rsidRPr="00481D79">
        <w:rPr>
          <w:rtl/>
        </w:rPr>
        <w:t xml:space="preserve"> المولود في خرقة صفراء؟ ! فلففته </w:t>
      </w:r>
      <w:r w:rsidR="000A4479" w:rsidRPr="000A4479">
        <w:rPr>
          <w:rStyle w:val="libFootnotenumChar"/>
          <w:rFonts w:hint="cs"/>
          <w:rtl/>
        </w:rPr>
        <w:t>(3)</w:t>
      </w:r>
      <w:r w:rsidRPr="00481D79">
        <w:rPr>
          <w:rtl/>
        </w:rPr>
        <w:t xml:space="preserve"> في خرقة بيضاء، ودفعته إليه، فأذن في أذنه اليمنى وأقام في اليسرى </w:t>
      </w:r>
      <w:r w:rsidR="000A4479" w:rsidRPr="000A4479">
        <w:rPr>
          <w:rStyle w:val="libFootnotenumChar"/>
          <w:rFonts w:hint="cs"/>
          <w:rtl/>
        </w:rPr>
        <w:t>(4)</w:t>
      </w:r>
      <w:r w:rsidRPr="00481D79">
        <w:rPr>
          <w:rtl/>
        </w:rPr>
        <w:t xml:space="preserve">. ثم قال لعلي </w:t>
      </w:r>
      <w:r w:rsidR="000A4479" w:rsidRPr="000A4479">
        <w:rPr>
          <w:rStyle w:val="libFootnotenumChar"/>
          <w:rFonts w:hint="cs"/>
          <w:rtl/>
        </w:rPr>
        <w:t>(5)</w:t>
      </w:r>
      <w:r w:rsidRPr="00481D79">
        <w:rPr>
          <w:rtl/>
        </w:rPr>
        <w:t xml:space="preserve">: " بأي شئ سميت ابني هذا "؟ قال علي: ما كنت لاسبقك بإسمه يا رسول الله وقد كنت أحب أن أسميه حربا. فقال النبي </w:t>
      </w:r>
      <w:r w:rsidR="004226A8" w:rsidRPr="004226A8">
        <w:rPr>
          <w:rStyle w:val="libAlaemChar"/>
          <w:rtl/>
        </w:rPr>
        <w:t>صلى‌الله‌عليه‌وآله</w:t>
      </w:r>
      <w:r w:rsidRPr="00481D79">
        <w:rPr>
          <w:rtl/>
        </w:rPr>
        <w:t xml:space="preserve">: " وأنا </w:t>
      </w:r>
      <w:r w:rsidR="000A4479" w:rsidRPr="000A4479">
        <w:rPr>
          <w:rStyle w:val="libFootnotenumChar"/>
          <w:rFonts w:hint="cs"/>
          <w:rtl/>
        </w:rPr>
        <w:t>(6)</w:t>
      </w:r>
      <w:r w:rsidRPr="00481D79">
        <w:rPr>
          <w:rtl/>
        </w:rPr>
        <w:t xml:space="preserve"> لا اسبق بإسمه ربي عزوجل ". فهبط </w:t>
      </w:r>
      <w:r w:rsidR="000A4479" w:rsidRPr="000A4479">
        <w:rPr>
          <w:rStyle w:val="libFootnotenumChar"/>
          <w:rFonts w:hint="cs"/>
          <w:rtl/>
        </w:rPr>
        <w:t>(7)</w:t>
      </w:r>
      <w:r w:rsidRPr="00481D79">
        <w:rPr>
          <w:rtl/>
        </w:rPr>
        <w:t xml:space="preserve"> جبرئيل </w:t>
      </w:r>
      <w:r w:rsidR="004226A8" w:rsidRPr="004226A8">
        <w:rPr>
          <w:rStyle w:val="libAlaemChar"/>
          <w:rtl/>
        </w:rPr>
        <w:t>عليه‌السلام</w:t>
      </w:r>
      <w:r w:rsidRPr="00481D79">
        <w:rPr>
          <w:rtl/>
        </w:rPr>
        <w:t xml:space="preserve"> فقال: [ يا محمد ] </w:t>
      </w:r>
      <w:r w:rsidR="000A4479" w:rsidRPr="000A4479">
        <w:rPr>
          <w:rStyle w:val="libFootnotenumChar"/>
          <w:rFonts w:hint="cs"/>
          <w:rtl/>
        </w:rPr>
        <w:t>(8)</w:t>
      </w:r>
      <w:r w:rsidRPr="00481D79">
        <w:rPr>
          <w:rtl/>
        </w:rPr>
        <w:t xml:space="preserve"> العلي الاعلى يقرؤك السلام ويقول [ لك ] </w:t>
      </w:r>
      <w:r w:rsidR="000A4479" w:rsidRPr="000A4479">
        <w:rPr>
          <w:rStyle w:val="libFootnotenumChar"/>
          <w:rFonts w:hint="cs"/>
          <w:rtl/>
        </w:rPr>
        <w:t>(9)</w:t>
      </w:r>
      <w:r w:rsidRPr="00481D79">
        <w:rPr>
          <w:rtl/>
        </w:rPr>
        <w:t xml:space="preserve">: " علي منك بمنزلة هارون من موسى ولا نبي بعدك، فسم ابنك هذا بإسم ابن هارون ". فقال النبي </w:t>
      </w:r>
      <w:r w:rsidR="004226A8" w:rsidRPr="004226A8">
        <w:rPr>
          <w:rStyle w:val="libAlaemChar"/>
          <w:rtl/>
        </w:rPr>
        <w:t>صلى‌الله‌عليه‌وآله</w:t>
      </w:r>
      <w:r w:rsidRPr="00481D79">
        <w:rPr>
          <w:rtl/>
        </w:rPr>
        <w:t>: " وما اسم ابن هارون يا جبرئيل "؟ قال: شبر.</w:t>
      </w:r>
    </w:p>
    <w:p w:rsidR="00481D79" w:rsidRPr="00481D79" w:rsidRDefault="00481D79" w:rsidP="000A4479">
      <w:pPr>
        <w:pStyle w:val="libNormal"/>
        <w:rPr>
          <w:rtl/>
        </w:rPr>
      </w:pPr>
      <w:r w:rsidRPr="00481D79">
        <w:rPr>
          <w:rtl/>
        </w:rPr>
        <w:t xml:space="preserve">فقال النبي </w:t>
      </w:r>
      <w:r w:rsidR="004226A8" w:rsidRPr="004226A8">
        <w:rPr>
          <w:rStyle w:val="libAlaemChar"/>
          <w:rtl/>
        </w:rPr>
        <w:t>صلى‌الله‌عليه‌وآله</w:t>
      </w:r>
      <w:r w:rsidRPr="00481D79">
        <w:rPr>
          <w:rtl/>
        </w:rPr>
        <w:t xml:space="preserve">: " لساني عربي " ! قال: سمه الحسن. [ قالت أسماء: فسماه الحسن ] </w:t>
      </w:r>
      <w:r w:rsidR="000A4479" w:rsidRPr="000A4479">
        <w:rPr>
          <w:rStyle w:val="libFootnotenumChar"/>
          <w:rFonts w:hint="cs"/>
          <w:rtl/>
        </w:rPr>
        <w:t>(10)</w:t>
      </w:r>
      <w:r w:rsidRPr="00481D79">
        <w:rPr>
          <w:rtl/>
        </w:rPr>
        <w:t xml:space="preserve"> فلما كان يوم سابعه عق عنه النبي </w:t>
      </w:r>
      <w:r w:rsidR="004226A8" w:rsidRPr="004226A8">
        <w:rPr>
          <w:rStyle w:val="libAlaemChar"/>
          <w:rtl/>
        </w:rPr>
        <w:t>صلى‌الله‌عليه‌وآله</w:t>
      </w:r>
      <w:r w:rsidRPr="00481D79">
        <w:rPr>
          <w:rtl/>
        </w:rPr>
        <w:t xml:space="preserve"> بكبشين أملحين، فأعطى </w:t>
      </w:r>
      <w:r w:rsidR="000A4479" w:rsidRPr="000A4479">
        <w:rPr>
          <w:rStyle w:val="libFootnotenumChar"/>
          <w:rFonts w:hint="cs"/>
          <w:rtl/>
        </w:rPr>
        <w:t>(11)</w:t>
      </w:r>
      <w:r w:rsidRPr="00481D79">
        <w:rPr>
          <w:rtl/>
        </w:rPr>
        <w:t xml:space="preserve"> القابلة فخد كبش </w:t>
      </w:r>
      <w:r w:rsidR="000A4479" w:rsidRPr="000A4479">
        <w:rPr>
          <w:rStyle w:val="libFootnotenumChar"/>
          <w:rFonts w:hint="cs"/>
          <w:rtl/>
        </w:rPr>
        <w:t>(12)</w:t>
      </w:r>
      <w:r w:rsidRPr="00481D79">
        <w:rPr>
          <w:rtl/>
        </w:rPr>
        <w:t xml:space="preserve">، وحلق رأسه وتصدق بوزن الشعر ورقا </w:t>
      </w:r>
      <w:r w:rsidR="000A4479" w:rsidRPr="000A4479">
        <w:rPr>
          <w:rStyle w:val="libFootnotenumChar"/>
          <w:rFonts w:hint="cs"/>
          <w:rtl/>
        </w:rPr>
        <w:t>(13)</w:t>
      </w:r>
      <w:r w:rsidRPr="00481D79">
        <w:rPr>
          <w:rtl/>
        </w:rPr>
        <w:t xml:space="preserve">، وطلى رأسه بالخلوق </w:t>
      </w:r>
      <w:r w:rsidR="000A4479" w:rsidRPr="000A4479">
        <w:rPr>
          <w:rStyle w:val="libFootnotenumChar"/>
          <w:rFonts w:hint="cs"/>
          <w:rtl/>
        </w:rPr>
        <w:t>(14)</w:t>
      </w:r>
      <w:r w:rsidRPr="00481D79">
        <w:rPr>
          <w:rtl/>
        </w:rPr>
        <w:t xml:space="preserve"> ثم قال: " يا أسماء الدم فعل الجاهلية ". قالت أسماء: فلما كان بعد حول من مولد حسن، ولد الحسين فجاء </w:t>
      </w:r>
      <w:r w:rsidR="000A4479" w:rsidRPr="000A4479">
        <w:rPr>
          <w:rStyle w:val="libFootnotenumChar"/>
          <w:rFonts w:hint="cs"/>
          <w:rtl/>
        </w:rPr>
        <w:t>(15)</w:t>
      </w:r>
      <w:r w:rsidRPr="00481D79">
        <w:rPr>
          <w:rtl/>
        </w:rPr>
        <w:t xml:space="preserve"> النبي فقال: [ يا أسماء ] </w:t>
      </w:r>
      <w:r w:rsidR="000A4479" w:rsidRPr="000A4479">
        <w:rPr>
          <w:rStyle w:val="libFootnotenumChar"/>
          <w:rFonts w:hint="cs"/>
          <w:rtl/>
        </w:rPr>
        <w:t>(16)</w:t>
      </w:r>
      <w:r w:rsidRPr="00481D79">
        <w:rPr>
          <w:rtl/>
        </w:rPr>
        <w:t xml:space="preserve"> هلمي هات ابني </w:t>
      </w:r>
      <w:r w:rsidR="000A4479" w:rsidRPr="000A4479">
        <w:rPr>
          <w:rStyle w:val="libFootnotenumChar"/>
          <w:rFonts w:hint="cs"/>
          <w:rtl/>
        </w:rPr>
        <w:t>(17)</w:t>
      </w:r>
      <w:r w:rsidRPr="00481D79">
        <w:rPr>
          <w:rtl/>
        </w:rPr>
        <w:t xml:space="preserve">، فدفعته إليه في خرقة بيضاء، فأذن في اذنه اليمنى وأقام في اليسرى ووضعه </w:t>
      </w:r>
      <w:r w:rsidR="000A4479" w:rsidRPr="000A4479">
        <w:rPr>
          <w:rStyle w:val="libFootnotenumChar"/>
          <w:rFonts w:hint="cs"/>
          <w:rtl/>
        </w:rPr>
        <w:t>(18)</w:t>
      </w:r>
      <w:r w:rsidRPr="00481D79">
        <w:rPr>
          <w:rtl/>
        </w:rPr>
        <w:t xml:space="preserve"> في حجره وبكى.</w:t>
      </w:r>
    </w:p>
    <w:p w:rsidR="00481D79" w:rsidRDefault="005B067E" w:rsidP="005B067E">
      <w:pPr>
        <w:pStyle w:val="libLine"/>
        <w:rPr>
          <w:rtl/>
        </w:rPr>
      </w:pPr>
      <w:r>
        <w:rPr>
          <w:rtl/>
        </w:rPr>
        <w:t>____________________</w:t>
      </w:r>
    </w:p>
    <w:p w:rsidR="000A4479" w:rsidRDefault="00481D79" w:rsidP="000A4479">
      <w:pPr>
        <w:pStyle w:val="libFootnote0"/>
        <w:rPr>
          <w:rFonts w:hint="cs"/>
          <w:rtl/>
        </w:rPr>
      </w:pPr>
      <w:r>
        <w:rPr>
          <w:rtl/>
        </w:rPr>
        <w:t>1</w:t>
      </w:r>
      <w:r w:rsidR="000A4479">
        <w:rPr>
          <w:rFonts w:hint="cs"/>
          <w:rtl/>
        </w:rPr>
        <w:t>-</w:t>
      </w:r>
      <w:r>
        <w:rPr>
          <w:rtl/>
        </w:rPr>
        <w:t xml:space="preserve"> خ ون: إليك.</w:t>
      </w:r>
    </w:p>
    <w:p w:rsidR="00481D79" w:rsidRDefault="00481D79" w:rsidP="000A4479">
      <w:pPr>
        <w:pStyle w:val="libFootnote0"/>
        <w:rPr>
          <w:rtl/>
        </w:rPr>
      </w:pPr>
      <w:r>
        <w:rPr>
          <w:rtl/>
        </w:rPr>
        <w:t>2</w:t>
      </w:r>
      <w:r w:rsidR="000A4479">
        <w:rPr>
          <w:rFonts w:hint="cs"/>
          <w:rtl/>
        </w:rPr>
        <w:t>-</w:t>
      </w:r>
      <w:r>
        <w:rPr>
          <w:rtl/>
        </w:rPr>
        <w:t xml:space="preserve"> خ: تلفي.</w:t>
      </w:r>
    </w:p>
    <w:p w:rsidR="000A4479" w:rsidRDefault="00481D79" w:rsidP="000A4479">
      <w:pPr>
        <w:pStyle w:val="libFootnote0"/>
        <w:rPr>
          <w:rFonts w:hint="cs"/>
          <w:rtl/>
        </w:rPr>
      </w:pPr>
      <w:r>
        <w:rPr>
          <w:rtl/>
        </w:rPr>
        <w:t>3</w:t>
      </w:r>
      <w:r w:rsidR="000A4479">
        <w:rPr>
          <w:rFonts w:hint="cs"/>
          <w:rtl/>
        </w:rPr>
        <w:t>-</w:t>
      </w:r>
      <w:r>
        <w:rPr>
          <w:rtl/>
        </w:rPr>
        <w:t xml:space="preserve"> ن: فلفته.</w:t>
      </w:r>
    </w:p>
    <w:p w:rsidR="00481D79" w:rsidRDefault="00481D79" w:rsidP="000A4479">
      <w:pPr>
        <w:pStyle w:val="libFootnote0"/>
        <w:rPr>
          <w:rtl/>
        </w:rPr>
      </w:pPr>
      <w:r>
        <w:rPr>
          <w:rtl/>
        </w:rPr>
        <w:t>4</w:t>
      </w:r>
      <w:r w:rsidR="000A4479">
        <w:rPr>
          <w:rFonts w:hint="cs"/>
          <w:rtl/>
        </w:rPr>
        <w:t>-</w:t>
      </w:r>
      <w:r>
        <w:rPr>
          <w:rtl/>
        </w:rPr>
        <w:t xml:space="preserve"> ن وط: اذنه اليسرى، وكذا في الموضع الآتي.</w:t>
      </w:r>
    </w:p>
    <w:p w:rsidR="00481D79" w:rsidRDefault="00481D79" w:rsidP="000A4479">
      <w:pPr>
        <w:pStyle w:val="libFootnote0"/>
        <w:rPr>
          <w:rtl/>
        </w:rPr>
      </w:pPr>
      <w:r>
        <w:rPr>
          <w:rtl/>
        </w:rPr>
        <w:t>5</w:t>
      </w:r>
      <w:r w:rsidR="000A4479">
        <w:rPr>
          <w:rFonts w:hint="cs"/>
          <w:rtl/>
        </w:rPr>
        <w:t>-</w:t>
      </w:r>
      <w:r>
        <w:rPr>
          <w:rtl/>
        </w:rPr>
        <w:t xml:space="preserve"> في ن ذكر اسم علي مؤخرا إلى آخر مقولة الرسول </w:t>
      </w:r>
      <w:r w:rsidR="004226A8" w:rsidRPr="000A4479">
        <w:rPr>
          <w:rStyle w:val="libFootnoteAlaemChar"/>
          <w:rtl/>
        </w:rPr>
        <w:t>صلى‌الله‌عليه‌وآله</w:t>
      </w:r>
      <w:r>
        <w:rPr>
          <w:rtl/>
        </w:rPr>
        <w:t xml:space="preserve"> بصيغة " يا علي ".</w:t>
      </w:r>
    </w:p>
    <w:p w:rsidR="000A4479" w:rsidRDefault="00481D79" w:rsidP="000A4479">
      <w:pPr>
        <w:pStyle w:val="libFootnote0"/>
        <w:rPr>
          <w:rFonts w:hint="cs"/>
          <w:rtl/>
        </w:rPr>
      </w:pPr>
      <w:r>
        <w:rPr>
          <w:rtl/>
        </w:rPr>
        <w:t>6</w:t>
      </w:r>
      <w:r w:rsidR="000A4479">
        <w:rPr>
          <w:rFonts w:hint="cs"/>
          <w:rtl/>
        </w:rPr>
        <w:t>-</w:t>
      </w:r>
      <w:r>
        <w:rPr>
          <w:rtl/>
        </w:rPr>
        <w:t xml:space="preserve"> ن: إني.</w:t>
      </w:r>
    </w:p>
    <w:p w:rsidR="00481D79" w:rsidRDefault="00481D79" w:rsidP="000A4479">
      <w:pPr>
        <w:pStyle w:val="libFootnote0"/>
        <w:rPr>
          <w:rtl/>
        </w:rPr>
      </w:pPr>
      <w:r>
        <w:rPr>
          <w:rtl/>
        </w:rPr>
        <w:t>7</w:t>
      </w:r>
      <w:r w:rsidR="000A4479">
        <w:rPr>
          <w:rFonts w:hint="cs"/>
          <w:rtl/>
        </w:rPr>
        <w:t>-</w:t>
      </w:r>
      <w:r>
        <w:rPr>
          <w:rtl/>
        </w:rPr>
        <w:t xml:space="preserve"> ن وج: ثم هبط.</w:t>
      </w:r>
    </w:p>
    <w:p w:rsidR="00481D79" w:rsidRDefault="00481D79" w:rsidP="000A4479">
      <w:pPr>
        <w:pStyle w:val="libFootnote0"/>
        <w:rPr>
          <w:rtl/>
        </w:rPr>
      </w:pPr>
      <w:r>
        <w:rPr>
          <w:rtl/>
        </w:rPr>
        <w:t>8</w:t>
      </w:r>
      <w:r w:rsidR="000A4479">
        <w:rPr>
          <w:rFonts w:hint="cs"/>
          <w:rtl/>
        </w:rPr>
        <w:t>-</w:t>
      </w:r>
      <w:r>
        <w:rPr>
          <w:rtl/>
        </w:rPr>
        <w:t xml:space="preserve"> ليس في المستدرك، وفي خ: السلام عليك يا محمد.</w:t>
      </w:r>
    </w:p>
    <w:p w:rsidR="000A4479" w:rsidRDefault="00481D79" w:rsidP="000A4479">
      <w:pPr>
        <w:pStyle w:val="libFootnote0"/>
        <w:rPr>
          <w:rFonts w:hint="cs"/>
          <w:rtl/>
        </w:rPr>
      </w:pPr>
      <w:r>
        <w:rPr>
          <w:rtl/>
        </w:rPr>
        <w:t>9</w:t>
      </w:r>
      <w:r w:rsidR="000A4479">
        <w:rPr>
          <w:rFonts w:hint="cs"/>
          <w:rtl/>
        </w:rPr>
        <w:t>-</w:t>
      </w:r>
      <w:r>
        <w:rPr>
          <w:rtl/>
        </w:rPr>
        <w:t xml:space="preserve"> ليس في ن وج.</w:t>
      </w:r>
    </w:p>
    <w:p w:rsidR="00481D79" w:rsidRDefault="00481D79" w:rsidP="000A4479">
      <w:pPr>
        <w:pStyle w:val="libFootnote0"/>
        <w:rPr>
          <w:rtl/>
        </w:rPr>
      </w:pPr>
      <w:r>
        <w:rPr>
          <w:rtl/>
        </w:rPr>
        <w:t>10</w:t>
      </w:r>
      <w:r w:rsidR="000A4479">
        <w:rPr>
          <w:rFonts w:hint="cs"/>
          <w:rtl/>
        </w:rPr>
        <w:t>-</w:t>
      </w:r>
      <w:r>
        <w:rPr>
          <w:rtl/>
        </w:rPr>
        <w:t xml:space="preserve"> ليس في المستدرك.</w:t>
      </w:r>
    </w:p>
    <w:p w:rsidR="00481D79" w:rsidRDefault="00481D79" w:rsidP="000A4479">
      <w:pPr>
        <w:pStyle w:val="libFootnote0"/>
        <w:rPr>
          <w:rtl/>
        </w:rPr>
      </w:pPr>
      <w:r>
        <w:rPr>
          <w:rtl/>
        </w:rPr>
        <w:t>11</w:t>
      </w:r>
      <w:r w:rsidR="000A4479">
        <w:rPr>
          <w:rFonts w:hint="cs"/>
          <w:rtl/>
        </w:rPr>
        <w:t>-</w:t>
      </w:r>
      <w:r>
        <w:rPr>
          <w:rtl/>
        </w:rPr>
        <w:t xml:space="preserve"> خ: وأعطى.</w:t>
      </w:r>
    </w:p>
    <w:p w:rsidR="00481D79" w:rsidRDefault="00481D79" w:rsidP="000A4479">
      <w:pPr>
        <w:pStyle w:val="libFootnote0"/>
        <w:rPr>
          <w:rtl/>
        </w:rPr>
      </w:pPr>
      <w:r>
        <w:rPr>
          <w:rtl/>
        </w:rPr>
        <w:t>12</w:t>
      </w:r>
      <w:r w:rsidR="000A4479">
        <w:rPr>
          <w:rFonts w:hint="cs"/>
          <w:rtl/>
        </w:rPr>
        <w:t>-</w:t>
      </w:r>
      <w:r>
        <w:rPr>
          <w:rtl/>
        </w:rPr>
        <w:t xml:space="preserve"> خ: فأعطى القابلة فخذ، ط: فأعطى القابلة كبشا.</w:t>
      </w:r>
    </w:p>
    <w:p w:rsidR="00481D79" w:rsidRDefault="00481D79" w:rsidP="000A4479">
      <w:pPr>
        <w:pStyle w:val="libFootnote0"/>
        <w:rPr>
          <w:rtl/>
        </w:rPr>
      </w:pPr>
      <w:r>
        <w:rPr>
          <w:rtl/>
        </w:rPr>
        <w:t>13</w:t>
      </w:r>
      <w:r w:rsidR="000A4479">
        <w:rPr>
          <w:rFonts w:hint="cs"/>
          <w:rtl/>
        </w:rPr>
        <w:t>-</w:t>
      </w:r>
      <w:r>
        <w:rPr>
          <w:rtl/>
        </w:rPr>
        <w:t xml:space="preserve"> الورق - بكسر الراء -: الفضة.</w:t>
      </w:r>
    </w:p>
    <w:p w:rsidR="000A4479" w:rsidRDefault="00481D79" w:rsidP="000A4479">
      <w:pPr>
        <w:pStyle w:val="libFootnote0"/>
        <w:rPr>
          <w:rFonts w:hint="cs"/>
          <w:rtl/>
        </w:rPr>
      </w:pPr>
      <w:r>
        <w:rPr>
          <w:rtl/>
        </w:rPr>
        <w:t>14</w:t>
      </w:r>
      <w:r w:rsidR="000A4479">
        <w:rPr>
          <w:rFonts w:hint="cs"/>
          <w:rtl/>
        </w:rPr>
        <w:t>-</w:t>
      </w:r>
      <w:r>
        <w:rPr>
          <w:rtl/>
        </w:rPr>
        <w:t xml:space="preserve"> الخلوق: طيب مركب يتخذ من الزعفران وغيره من أنواع الطيب، والغالب عليه الصفرة أو الحمرة.</w:t>
      </w:r>
    </w:p>
    <w:p w:rsidR="00481D79" w:rsidRDefault="00481D79" w:rsidP="000A4479">
      <w:pPr>
        <w:pStyle w:val="libFootnote0"/>
        <w:rPr>
          <w:rtl/>
        </w:rPr>
      </w:pPr>
      <w:r>
        <w:rPr>
          <w:rtl/>
        </w:rPr>
        <w:t>15</w:t>
      </w:r>
      <w:r w:rsidR="000A4479">
        <w:rPr>
          <w:rFonts w:hint="cs"/>
          <w:rtl/>
        </w:rPr>
        <w:t>-</w:t>
      </w:r>
      <w:r>
        <w:rPr>
          <w:rtl/>
        </w:rPr>
        <w:t xml:space="preserve"> ط والمستدرك: فجاء‌ني.</w:t>
      </w:r>
    </w:p>
    <w:p w:rsidR="00481D79" w:rsidRDefault="00481D79" w:rsidP="000A4479">
      <w:pPr>
        <w:pStyle w:val="libFootnote0"/>
        <w:rPr>
          <w:rtl/>
        </w:rPr>
      </w:pPr>
      <w:r>
        <w:rPr>
          <w:rtl/>
        </w:rPr>
        <w:t>16</w:t>
      </w:r>
      <w:r w:rsidR="000A4479">
        <w:rPr>
          <w:rFonts w:hint="cs"/>
          <w:rtl/>
        </w:rPr>
        <w:t>-</w:t>
      </w:r>
      <w:r>
        <w:rPr>
          <w:rtl/>
        </w:rPr>
        <w:t xml:space="preserve"> ليس في ط.</w:t>
      </w:r>
    </w:p>
    <w:p w:rsidR="00481D79" w:rsidRDefault="00481D79" w:rsidP="000A4479">
      <w:pPr>
        <w:pStyle w:val="libFootnote0"/>
        <w:rPr>
          <w:rtl/>
        </w:rPr>
      </w:pPr>
      <w:r>
        <w:rPr>
          <w:rtl/>
        </w:rPr>
        <w:t>17</w:t>
      </w:r>
      <w:r w:rsidR="000A4479">
        <w:rPr>
          <w:rFonts w:hint="cs"/>
          <w:rtl/>
        </w:rPr>
        <w:t>-</w:t>
      </w:r>
      <w:r>
        <w:rPr>
          <w:rtl/>
        </w:rPr>
        <w:t xml:space="preserve"> في ن وج: يا أسماء هلمي ابني، وفي المستدرك: يا أسماء هاتي.</w:t>
      </w:r>
    </w:p>
    <w:p w:rsidR="00481D79" w:rsidRDefault="00481D79" w:rsidP="000A4479">
      <w:pPr>
        <w:pStyle w:val="libFootnote0"/>
        <w:rPr>
          <w:rtl/>
        </w:rPr>
      </w:pPr>
      <w:r>
        <w:rPr>
          <w:rtl/>
        </w:rPr>
        <w:t>18</w:t>
      </w:r>
      <w:r w:rsidR="000A4479">
        <w:rPr>
          <w:rFonts w:hint="cs"/>
          <w:rtl/>
        </w:rPr>
        <w:t>-</w:t>
      </w:r>
      <w:r>
        <w:rPr>
          <w:rtl/>
        </w:rPr>
        <w:t xml:space="preserve"> ن: ووضعته.</w:t>
      </w:r>
    </w:p>
    <w:p w:rsidR="00481D79" w:rsidRDefault="00481D79" w:rsidP="00481D79">
      <w:pPr>
        <w:pStyle w:val="libNormal"/>
        <w:rPr>
          <w:rtl/>
        </w:rPr>
      </w:pPr>
      <w:r>
        <w:rPr>
          <w:rtl/>
        </w:rPr>
        <w:br w:type="page"/>
      </w:r>
    </w:p>
    <w:p w:rsidR="00481D79" w:rsidRPr="00481D79" w:rsidRDefault="00481D79" w:rsidP="00AF0867">
      <w:pPr>
        <w:pStyle w:val="libNormal"/>
        <w:rPr>
          <w:rtl/>
        </w:rPr>
      </w:pPr>
      <w:r w:rsidRPr="00481D79">
        <w:rPr>
          <w:rtl/>
        </w:rPr>
        <w:lastRenderedPageBreak/>
        <w:t xml:space="preserve">قالت أسماء: قلت: فداك أبي وامي مم بكاؤك؟ قال </w:t>
      </w:r>
      <w:r w:rsidR="00AF0867" w:rsidRPr="00F458C0">
        <w:rPr>
          <w:rStyle w:val="libFootnotenumChar"/>
          <w:rFonts w:hint="cs"/>
          <w:rtl/>
        </w:rPr>
        <w:t>(1)</w:t>
      </w:r>
      <w:r w:rsidRPr="00481D79">
        <w:rPr>
          <w:rtl/>
        </w:rPr>
        <w:t xml:space="preserve">: [ من ابني هذا. قلت: إنه ولد الساعة! قال:] </w:t>
      </w:r>
      <w:r w:rsidR="00AF0867" w:rsidRPr="00F458C0">
        <w:rPr>
          <w:rStyle w:val="libFootnotenumChar"/>
          <w:rFonts w:hint="cs"/>
          <w:rtl/>
        </w:rPr>
        <w:t>(2)</w:t>
      </w:r>
      <w:r w:rsidRPr="00481D79">
        <w:rPr>
          <w:rtl/>
        </w:rPr>
        <w:t xml:space="preserve"> " [ يا أسماء ] </w:t>
      </w:r>
      <w:r w:rsidR="00AF0867" w:rsidRPr="00F458C0">
        <w:rPr>
          <w:rStyle w:val="libFootnotenumChar"/>
          <w:rFonts w:hint="cs"/>
          <w:rtl/>
        </w:rPr>
        <w:t>(3)</w:t>
      </w:r>
      <w:r w:rsidRPr="00481D79">
        <w:rPr>
          <w:rtl/>
        </w:rPr>
        <w:t xml:space="preserve"> تقتله الفئة الباغية من بعدي، لا أنالهم الله شفاعتي ". [ ثم ] </w:t>
      </w:r>
      <w:r w:rsidR="00AF0867" w:rsidRPr="00F458C0">
        <w:rPr>
          <w:rStyle w:val="libFootnotenumChar"/>
          <w:rFonts w:hint="cs"/>
          <w:rtl/>
        </w:rPr>
        <w:t>(4)</w:t>
      </w:r>
      <w:r w:rsidRPr="00481D79">
        <w:rPr>
          <w:rtl/>
        </w:rPr>
        <w:t xml:space="preserve"> قال: " يا أسماء لا تخبري فاطمة فإنها قريبة </w:t>
      </w:r>
      <w:r w:rsidR="00AF0867" w:rsidRPr="00F458C0">
        <w:rPr>
          <w:rStyle w:val="libFootnotenumChar"/>
          <w:rFonts w:hint="cs"/>
          <w:rtl/>
        </w:rPr>
        <w:t>(5)</w:t>
      </w:r>
      <w:r w:rsidRPr="00481D79">
        <w:rPr>
          <w:rtl/>
        </w:rPr>
        <w:t xml:space="preserve"> عهد بولادة ". ثم قال لعلي: " بأي شئ سميت ابني هذا؟ ". قال </w:t>
      </w:r>
      <w:r w:rsidR="004226A8" w:rsidRPr="004226A8">
        <w:rPr>
          <w:rStyle w:val="libAlaemChar"/>
          <w:rtl/>
        </w:rPr>
        <w:t>عليه‌السلام</w:t>
      </w:r>
      <w:r w:rsidRPr="00481D79">
        <w:rPr>
          <w:rtl/>
        </w:rPr>
        <w:t xml:space="preserve">: ما كنت لاسبقك باسمه [ يا رسول الله ] </w:t>
      </w:r>
      <w:r w:rsidR="00AF0867" w:rsidRPr="00F458C0">
        <w:rPr>
          <w:rStyle w:val="libFootnotenumChar"/>
          <w:rFonts w:hint="cs"/>
          <w:rtl/>
        </w:rPr>
        <w:t>(6)</w:t>
      </w:r>
      <w:r w:rsidRPr="00481D79">
        <w:rPr>
          <w:rtl/>
        </w:rPr>
        <w:t xml:space="preserve">، وقد كنت أحب أن أسميه حربا، فقال رسول الله </w:t>
      </w:r>
      <w:r w:rsidR="004226A8" w:rsidRPr="004226A8">
        <w:rPr>
          <w:rStyle w:val="libAlaemChar"/>
          <w:rtl/>
        </w:rPr>
        <w:t>صلى‌الله‌عليه‌وآله</w:t>
      </w:r>
      <w:r w:rsidRPr="00481D79">
        <w:rPr>
          <w:rtl/>
        </w:rPr>
        <w:t xml:space="preserve">: " ما كنت لاسبق </w:t>
      </w:r>
      <w:r w:rsidR="00AF0867" w:rsidRPr="00F458C0">
        <w:rPr>
          <w:rStyle w:val="libFootnotenumChar"/>
          <w:rFonts w:hint="cs"/>
          <w:rtl/>
        </w:rPr>
        <w:t>(7)</w:t>
      </w:r>
      <w:r w:rsidRPr="00481D79">
        <w:rPr>
          <w:rtl/>
        </w:rPr>
        <w:t xml:space="preserve"> باسمه ربي عزوجل ". فأتاه جبرئيل </w:t>
      </w:r>
      <w:r w:rsidR="004226A8" w:rsidRPr="004226A8">
        <w:rPr>
          <w:rStyle w:val="libAlaemChar"/>
          <w:rtl/>
        </w:rPr>
        <w:t>عليه‌السلام</w:t>
      </w:r>
      <w:r w:rsidRPr="00481D79">
        <w:rPr>
          <w:rtl/>
        </w:rPr>
        <w:t xml:space="preserve"> فقال: الجبار يقرأ عليك السلام </w:t>
      </w:r>
      <w:r w:rsidR="00AF0867" w:rsidRPr="00F458C0">
        <w:rPr>
          <w:rStyle w:val="libFootnotenumChar"/>
          <w:rFonts w:hint="cs"/>
          <w:rtl/>
        </w:rPr>
        <w:t>(8)</w:t>
      </w:r>
      <w:r w:rsidRPr="00481D79">
        <w:rPr>
          <w:rtl/>
        </w:rPr>
        <w:t xml:space="preserve"> ويقول: " [ علي منك بمنزلة هارون من موسى ولا نبي بعدك ] </w:t>
      </w:r>
      <w:r w:rsidR="00AF0867" w:rsidRPr="00F458C0">
        <w:rPr>
          <w:rStyle w:val="libFootnotenumChar"/>
          <w:rFonts w:hint="cs"/>
          <w:rtl/>
        </w:rPr>
        <w:t>(9)</w:t>
      </w:r>
      <w:r w:rsidRPr="00481D79">
        <w:rPr>
          <w:rtl/>
        </w:rPr>
        <w:t xml:space="preserve"> (سم ابنك هذا) </w:t>
      </w:r>
      <w:r w:rsidR="00AF0867" w:rsidRPr="00F458C0">
        <w:rPr>
          <w:rStyle w:val="libFootnotenumChar"/>
          <w:rFonts w:hint="cs"/>
          <w:rtl/>
        </w:rPr>
        <w:t>(10)</w:t>
      </w:r>
      <w:r w:rsidRPr="00481D79">
        <w:rPr>
          <w:rtl/>
        </w:rPr>
        <w:t xml:space="preserve"> بإسم ابن هارون ". فقال </w:t>
      </w:r>
      <w:r w:rsidR="004226A8" w:rsidRPr="004226A8">
        <w:rPr>
          <w:rStyle w:val="libAlaemChar"/>
          <w:rtl/>
        </w:rPr>
        <w:t>عليه‌السلام</w:t>
      </w:r>
      <w:r w:rsidRPr="00481D79">
        <w:rPr>
          <w:rtl/>
        </w:rPr>
        <w:t xml:space="preserve">: " وما اسم ابن هارون؟ " قال: شبير. فقال </w:t>
      </w:r>
      <w:r w:rsidR="004226A8" w:rsidRPr="004226A8">
        <w:rPr>
          <w:rStyle w:val="libAlaemChar"/>
          <w:rtl/>
        </w:rPr>
        <w:t>صلى‌الله‌عليه‌وآله</w:t>
      </w:r>
      <w:r w:rsidRPr="00481D79">
        <w:rPr>
          <w:rtl/>
        </w:rPr>
        <w:t xml:space="preserve">: " لساني عربي ". قال سمه الحسين. [ فسماه الحسين ] </w:t>
      </w:r>
      <w:r w:rsidR="00AF0867" w:rsidRPr="00F458C0">
        <w:rPr>
          <w:rStyle w:val="libFootnotenumChar"/>
          <w:rFonts w:hint="cs"/>
          <w:rtl/>
        </w:rPr>
        <w:t>(11)</w:t>
      </w:r>
      <w:r w:rsidRPr="00481D79">
        <w:rPr>
          <w:rtl/>
        </w:rPr>
        <w:t xml:space="preserve">، (ثم عق عنه يوم سابعه) </w:t>
      </w:r>
      <w:r w:rsidR="00AF0867" w:rsidRPr="00F458C0">
        <w:rPr>
          <w:rStyle w:val="libFootnotenumChar"/>
          <w:rFonts w:hint="cs"/>
          <w:rtl/>
        </w:rPr>
        <w:t>(12)</w:t>
      </w:r>
      <w:r w:rsidRPr="00481D79">
        <w:rPr>
          <w:rtl/>
        </w:rPr>
        <w:t xml:space="preserve"> بكبشين أملحين، (وأعطى القابلة فخذ كبش) </w:t>
      </w:r>
      <w:r w:rsidR="00AF0867" w:rsidRPr="00F458C0">
        <w:rPr>
          <w:rStyle w:val="libFootnotenumChar"/>
          <w:rFonts w:hint="cs"/>
          <w:rtl/>
        </w:rPr>
        <w:t>(13)</w:t>
      </w:r>
      <w:r w:rsidRPr="00481D79">
        <w:rPr>
          <w:rtl/>
        </w:rPr>
        <w:t xml:space="preserve"> وحلق رأسه وتصدق بوزن شعره ورقا، وطلى رأسه بالخلوق. ثم قال </w:t>
      </w:r>
      <w:r w:rsidR="00AF0867" w:rsidRPr="00F458C0">
        <w:rPr>
          <w:rStyle w:val="libFootnotenumChar"/>
          <w:rFonts w:hint="cs"/>
          <w:rtl/>
        </w:rPr>
        <w:t>(14)</w:t>
      </w:r>
      <w:r w:rsidRPr="00481D79">
        <w:rPr>
          <w:rtl/>
        </w:rPr>
        <w:t xml:space="preserve"> </w:t>
      </w:r>
      <w:r w:rsidR="004226A8" w:rsidRPr="004226A8">
        <w:rPr>
          <w:rStyle w:val="libAlaemChar"/>
          <w:rtl/>
        </w:rPr>
        <w:t>صلى‌الله‌عليه‌وآله</w:t>
      </w:r>
      <w:r w:rsidRPr="00481D79">
        <w:rPr>
          <w:rtl/>
        </w:rPr>
        <w:t xml:space="preserve"> " [ يا أسماء ] </w:t>
      </w:r>
      <w:r w:rsidR="00AF0867" w:rsidRPr="00F458C0">
        <w:rPr>
          <w:rStyle w:val="libFootnotenumChar"/>
          <w:rFonts w:hint="cs"/>
          <w:rtl/>
        </w:rPr>
        <w:t>(15)</w:t>
      </w:r>
      <w:r w:rsidRPr="00481D79">
        <w:rPr>
          <w:rtl/>
        </w:rPr>
        <w:t xml:space="preserve"> الدم فعل الجاهلية " </w:t>
      </w:r>
      <w:r w:rsidR="00AF0867" w:rsidRPr="00F458C0">
        <w:rPr>
          <w:rStyle w:val="libFootnotenumChar"/>
          <w:rFonts w:hint="cs"/>
          <w:rtl/>
        </w:rPr>
        <w:t>(16)</w:t>
      </w:r>
      <w:r w:rsidRPr="00481D79">
        <w:rPr>
          <w:rtl/>
        </w:rPr>
        <w:t>.</w:t>
      </w:r>
    </w:p>
    <w:p w:rsidR="00481D79" w:rsidRDefault="005B067E" w:rsidP="005B067E">
      <w:pPr>
        <w:pStyle w:val="libLine"/>
        <w:rPr>
          <w:rtl/>
        </w:rPr>
      </w:pPr>
      <w:r>
        <w:rPr>
          <w:rtl/>
        </w:rPr>
        <w:t>____________________</w:t>
      </w:r>
    </w:p>
    <w:p w:rsidR="00F458C0" w:rsidRDefault="00481D79" w:rsidP="00F458C0">
      <w:pPr>
        <w:pStyle w:val="libFootnote0"/>
        <w:rPr>
          <w:rFonts w:hint="cs"/>
          <w:rtl/>
        </w:rPr>
      </w:pPr>
      <w:r>
        <w:rPr>
          <w:rtl/>
        </w:rPr>
        <w:t>1</w:t>
      </w:r>
      <w:r w:rsidR="00F458C0">
        <w:rPr>
          <w:rFonts w:hint="cs"/>
          <w:rtl/>
        </w:rPr>
        <w:t>-</w:t>
      </w:r>
      <w:r>
        <w:rPr>
          <w:rtl/>
        </w:rPr>
        <w:t xml:space="preserve"> ن: فقال.</w:t>
      </w:r>
    </w:p>
    <w:p w:rsidR="00481D79" w:rsidRDefault="00481D79" w:rsidP="00F458C0">
      <w:pPr>
        <w:pStyle w:val="libFootnote0"/>
        <w:rPr>
          <w:rtl/>
        </w:rPr>
      </w:pPr>
      <w:r>
        <w:rPr>
          <w:rtl/>
        </w:rPr>
        <w:t>2</w:t>
      </w:r>
      <w:r w:rsidR="00F458C0">
        <w:rPr>
          <w:rFonts w:hint="cs"/>
          <w:rtl/>
        </w:rPr>
        <w:t>-</w:t>
      </w:r>
      <w:r>
        <w:rPr>
          <w:rtl/>
        </w:rPr>
        <w:t xml:space="preserve"> ليس في م 2.</w:t>
      </w:r>
    </w:p>
    <w:p w:rsidR="00F458C0" w:rsidRDefault="00481D79" w:rsidP="00F458C0">
      <w:pPr>
        <w:pStyle w:val="libFootnote0"/>
        <w:rPr>
          <w:rFonts w:hint="cs"/>
          <w:rtl/>
        </w:rPr>
      </w:pPr>
      <w:r>
        <w:rPr>
          <w:rtl/>
        </w:rPr>
        <w:t>3</w:t>
      </w:r>
      <w:r w:rsidR="00F458C0">
        <w:rPr>
          <w:rFonts w:hint="cs"/>
          <w:rtl/>
        </w:rPr>
        <w:t>-</w:t>
      </w:r>
      <w:r>
        <w:rPr>
          <w:rtl/>
        </w:rPr>
        <w:t xml:space="preserve"> ليس في ن.</w:t>
      </w:r>
    </w:p>
    <w:p w:rsidR="00481D79" w:rsidRDefault="00481D79" w:rsidP="00F458C0">
      <w:pPr>
        <w:pStyle w:val="libFootnote0"/>
        <w:rPr>
          <w:rtl/>
        </w:rPr>
      </w:pPr>
      <w:r>
        <w:rPr>
          <w:rtl/>
        </w:rPr>
        <w:t>4</w:t>
      </w:r>
      <w:r w:rsidR="00F458C0">
        <w:rPr>
          <w:rFonts w:hint="cs"/>
          <w:rtl/>
        </w:rPr>
        <w:t>-</w:t>
      </w:r>
      <w:r>
        <w:rPr>
          <w:rtl/>
        </w:rPr>
        <w:t xml:space="preserve"> ليس في ط وج والمستدرك.</w:t>
      </w:r>
    </w:p>
    <w:p w:rsidR="00481D79" w:rsidRDefault="00481D79" w:rsidP="00F458C0">
      <w:pPr>
        <w:pStyle w:val="libFootnote0"/>
        <w:rPr>
          <w:rtl/>
        </w:rPr>
      </w:pPr>
      <w:r>
        <w:rPr>
          <w:rtl/>
        </w:rPr>
        <w:t>5</w:t>
      </w:r>
      <w:r w:rsidR="00F458C0">
        <w:rPr>
          <w:rFonts w:hint="cs"/>
          <w:rtl/>
        </w:rPr>
        <w:t>-</w:t>
      </w:r>
      <w:r>
        <w:rPr>
          <w:rtl/>
        </w:rPr>
        <w:t xml:space="preserve"> خ: قريب، وفي ط، ن، ج والمستدرك وبعض النسخ: حديثة.</w:t>
      </w:r>
    </w:p>
    <w:p w:rsidR="00F458C0" w:rsidRDefault="00481D79" w:rsidP="00F458C0">
      <w:pPr>
        <w:pStyle w:val="libFootnote0"/>
        <w:rPr>
          <w:rFonts w:hint="cs"/>
          <w:rtl/>
        </w:rPr>
      </w:pPr>
      <w:r>
        <w:rPr>
          <w:rtl/>
        </w:rPr>
        <w:t>6</w:t>
      </w:r>
      <w:r w:rsidR="00F458C0">
        <w:rPr>
          <w:rFonts w:hint="cs"/>
          <w:rtl/>
        </w:rPr>
        <w:t>-</w:t>
      </w:r>
      <w:r>
        <w:rPr>
          <w:rtl/>
        </w:rPr>
        <w:t xml:space="preserve"> ليس في ن.</w:t>
      </w:r>
    </w:p>
    <w:p w:rsidR="00481D79" w:rsidRDefault="00481D79" w:rsidP="00F458C0">
      <w:pPr>
        <w:pStyle w:val="libFootnote0"/>
        <w:rPr>
          <w:rtl/>
        </w:rPr>
      </w:pPr>
      <w:r>
        <w:rPr>
          <w:rtl/>
        </w:rPr>
        <w:t>7</w:t>
      </w:r>
      <w:r w:rsidR="00F458C0">
        <w:rPr>
          <w:rFonts w:hint="cs"/>
          <w:rtl/>
        </w:rPr>
        <w:t>-</w:t>
      </w:r>
      <w:r>
        <w:rPr>
          <w:rtl/>
        </w:rPr>
        <w:t xml:space="preserve"> ط: لا أسبق.</w:t>
      </w:r>
    </w:p>
    <w:p w:rsidR="00481D79" w:rsidRDefault="00481D79" w:rsidP="00F458C0">
      <w:pPr>
        <w:pStyle w:val="libFootnote0"/>
        <w:rPr>
          <w:rtl/>
        </w:rPr>
      </w:pPr>
      <w:r>
        <w:rPr>
          <w:rtl/>
        </w:rPr>
        <w:t>8</w:t>
      </w:r>
      <w:r w:rsidR="00F458C0">
        <w:rPr>
          <w:rFonts w:hint="cs"/>
          <w:rtl/>
        </w:rPr>
        <w:t>-</w:t>
      </w:r>
      <w:r>
        <w:rPr>
          <w:rtl/>
        </w:rPr>
        <w:t xml:space="preserve"> ط: العلي الاعلى يقرأ عليك السلام، وفي ن والمستدرك: الجبار يقرئك السلام.</w:t>
      </w:r>
    </w:p>
    <w:p w:rsidR="00F458C0" w:rsidRDefault="00481D79" w:rsidP="00F458C0">
      <w:pPr>
        <w:pStyle w:val="libFootnote0"/>
        <w:rPr>
          <w:rFonts w:hint="cs"/>
          <w:rtl/>
        </w:rPr>
      </w:pPr>
      <w:r>
        <w:rPr>
          <w:rtl/>
        </w:rPr>
        <w:t>9</w:t>
      </w:r>
      <w:r w:rsidR="00F458C0">
        <w:rPr>
          <w:rFonts w:hint="cs"/>
          <w:rtl/>
        </w:rPr>
        <w:t>-</w:t>
      </w:r>
      <w:r>
        <w:rPr>
          <w:rtl/>
        </w:rPr>
        <w:t xml:space="preserve"> ليس في ط ون.</w:t>
      </w:r>
    </w:p>
    <w:p w:rsidR="00481D79" w:rsidRDefault="00481D79" w:rsidP="00F458C0">
      <w:pPr>
        <w:pStyle w:val="libFootnote0"/>
        <w:rPr>
          <w:rtl/>
        </w:rPr>
      </w:pPr>
      <w:r>
        <w:rPr>
          <w:rtl/>
        </w:rPr>
        <w:t>10</w:t>
      </w:r>
      <w:r w:rsidR="00F458C0">
        <w:rPr>
          <w:rFonts w:hint="cs"/>
          <w:rtl/>
        </w:rPr>
        <w:t>-</w:t>
      </w:r>
      <w:r>
        <w:rPr>
          <w:rtl/>
        </w:rPr>
        <w:t xml:space="preserve"> في بعض النسخ: سمه.</w:t>
      </w:r>
    </w:p>
    <w:p w:rsidR="00481D79" w:rsidRDefault="00481D79" w:rsidP="00F458C0">
      <w:pPr>
        <w:pStyle w:val="libFootnote0"/>
        <w:rPr>
          <w:rtl/>
        </w:rPr>
      </w:pPr>
      <w:r>
        <w:rPr>
          <w:rtl/>
        </w:rPr>
        <w:t>11</w:t>
      </w:r>
      <w:r w:rsidR="00F458C0">
        <w:rPr>
          <w:rFonts w:hint="cs"/>
          <w:rtl/>
        </w:rPr>
        <w:t>-</w:t>
      </w:r>
      <w:r>
        <w:rPr>
          <w:rtl/>
        </w:rPr>
        <w:t xml:space="preserve"> ليس في ط، وفي ن: فسماه.</w:t>
      </w:r>
    </w:p>
    <w:p w:rsidR="00481D79" w:rsidRDefault="00481D79" w:rsidP="00F458C0">
      <w:pPr>
        <w:pStyle w:val="libFootnote0"/>
        <w:rPr>
          <w:rtl/>
        </w:rPr>
      </w:pPr>
      <w:r>
        <w:rPr>
          <w:rtl/>
        </w:rPr>
        <w:t>12</w:t>
      </w:r>
      <w:r w:rsidR="00F458C0">
        <w:rPr>
          <w:rFonts w:hint="cs"/>
          <w:rtl/>
        </w:rPr>
        <w:t>-</w:t>
      </w:r>
      <w:r>
        <w:rPr>
          <w:rtl/>
        </w:rPr>
        <w:t xml:space="preserve"> ن: ثم عق عنه النبي، وفي ط: فلما كان يوم سابعه عق عنه النبي.</w:t>
      </w:r>
    </w:p>
    <w:p w:rsidR="00481D79" w:rsidRDefault="00481D79" w:rsidP="00F458C0">
      <w:pPr>
        <w:pStyle w:val="libFootnote0"/>
        <w:rPr>
          <w:rtl/>
        </w:rPr>
      </w:pPr>
      <w:r>
        <w:rPr>
          <w:rtl/>
        </w:rPr>
        <w:t>13</w:t>
      </w:r>
      <w:r w:rsidR="00F458C0">
        <w:rPr>
          <w:rFonts w:hint="cs"/>
          <w:rtl/>
        </w:rPr>
        <w:t>-</w:t>
      </w:r>
      <w:r>
        <w:rPr>
          <w:rtl/>
        </w:rPr>
        <w:t xml:space="preserve"> محل هذه العبارة في بعض النسخ في آخر الرواية.</w:t>
      </w:r>
    </w:p>
    <w:p w:rsidR="00F458C0" w:rsidRDefault="00481D79" w:rsidP="00F458C0">
      <w:pPr>
        <w:pStyle w:val="libFootnote0"/>
        <w:rPr>
          <w:rFonts w:hint="cs"/>
          <w:rtl/>
        </w:rPr>
      </w:pPr>
      <w:r>
        <w:rPr>
          <w:rtl/>
        </w:rPr>
        <w:t>14</w:t>
      </w:r>
      <w:r w:rsidR="00F458C0">
        <w:rPr>
          <w:rFonts w:hint="cs"/>
          <w:rtl/>
        </w:rPr>
        <w:t>-</w:t>
      </w:r>
      <w:r>
        <w:rPr>
          <w:rtl/>
        </w:rPr>
        <w:t xml:space="preserve"> في بعض النسخ: وقال، وفي المستدرك: فقال.</w:t>
      </w:r>
    </w:p>
    <w:p w:rsidR="00481D79" w:rsidRDefault="00481D79" w:rsidP="00F458C0">
      <w:pPr>
        <w:pStyle w:val="libFootnote0"/>
        <w:rPr>
          <w:rtl/>
        </w:rPr>
      </w:pPr>
      <w:r>
        <w:rPr>
          <w:rtl/>
        </w:rPr>
        <w:t>15</w:t>
      </w:r>
      <w:r w:rsidR="00F458C0">
        <w:rPr>
          <w:rFonts w:hint="cs"/>
          <w:rtl/>
        </w:rPr>
        <w:t>-</w:t>
      </w:r>
      <w:r>
        <w:rPr>
          <w:rtl/>
        </w:rPr>
        <w:t xml:space="preserve"> من ط.</w:t>
      </w:r>
    </w:p>
    <w:p w:rsidR="00827655" w:rsidRDefault="00481D79" w:rsidP="00F458C0">
      <w:pPr>
        <w:pStyle w:val="libFootnote0"/>
        <w:rPr>
          <w:rtl/>
        </w:rPr>
      </w:pPr>
      <w:r>
        <w:rPr>
          <w:rtl/>
        </w:rPr>
        <w:t>16</w:t>
      </w:r>
      <w:r w:rsidR="00F458C0">
        <w:rPr>
          <w:rFonts w:hint="cs"/>
          <w:rtl/>
        </w:rPr>
        <w:t>-</w:t>
      </w:r>
      <w:r>
        <w:rPr>
          <w:rtl/>
        </w:rPr>
        <w:t xml:space="preserve"> عنه مستدرك الوسائل: 2 / 621 باب 32 ح 7. وعنه البحار: 43 / 238 ح 4، وعن عيون الاخبار: 2 / 25 ح 5. ورواه في مقتل الخوارزمي: 1 / 87 بالاسناد رقم " 32 ". وأخرجه عن عيون الاخبار في الوسائل: 15 / 138 ح 5، والبحار: 104 / 110 ح 18. وأورده في روضة الواعظين: 1 / 184 مرسلا. وأخرجه ابن شهراشوب في المناقب: 4 / 25 عن الواعظ في شرف النبي، والسمعاني في فضائل الصحابة.</w:t>
      </w:r>
      <w:r w:rsidR="00827655">
        <w:rPr>
          <w:rtl/>
        </w:rPr>
        <w:t>=</w:t>
      </w:r>
    </w:p>
    <w:p w:rsidR="00481D79" w:rsidRDefault="00481D79" w:rsidP="00481D79">
      <w:pPr>
        <w:pStyle w:val="libNormal"/>
        <w:rPr>
          <w:rtl/>
        </w:rPr>
      </w:pPr>
      <w:r>
        <w:rPr>
          <w:rtl/>
        </w:rPr>
        <w:br w:type="page"/>
      </w:r>
    </w:p>
    <w:p w:rsidR="00481D79" w:rsidRPr="00481D79" w:rsidRDefault="00481D79" w:rsidP="00F458C0">
      <w:pPr>
        <w:pStyle w:val="libNormal"/>
        <w:rPr>
          <w:rtl/>
        </w:rPr>
      </w:pPr>
      <w:r w:rsidRPr="00481D79">
        <w:rPr>
          <w:rtl/>
        </w:rPr>
        <w:lastRenderedPageBreak/>
        <w:t xml:space="preserve">(147) وبإسناده قال: حدثني أبي عن علي بن أبي طالب </w:t>
      </w:r>
      <w:r w:rsidR="004226A8" w:rsidRPr="004226A8">
        <w:rPr>
          <w:rStyle w:val="libAlaemChar"/>
          <w:rtl/>
        </w:rPr>
        <w:t>عليه‌السلام</w:t>
      </w:r>
      <w:r w:rsidRPr="00481D79">
        <w:rPr>
          <w:rtl/>
        </w:rPr>
        <w:t xml:space="preserve"> </w:t>
      </w:r>
      <w:r w:rsidR="00F458C0" w:rsidRPr="00F458C0">
        <w:rPr>
          <w:rStyle w:val="libFootnotenumChar"/>
          <w:rFonts w:hint="cs"/>
          <w:rtl/>
        </w:rPr>
        <w:t>(1)</w:t>
      </w:r>
      <w:r w:rsidRPr="00481D79">
        <w:rPr>
          <w:rtl/>
        </w:rPr>
        <w:t xml:space="preserve">: " كلوا خل الخمر مما </w:t>
      </w:r>
      <w:r w:rsidR="00F458C0" w:rsidRPr="00F458C0">
        <w:rPr>
          <w:rStyle w:val="libFootnotenumChar"/>
          <w:rFonts w:hint="cs"/>
          <w:rtl/>
        </w:rPr>
        <w:t>(2)</w:t>
      </w:r>
      <w:r w:rsidRPr="00F458C0">
        <w:rPr>
          <w:rStyle w:val="libFootnotenumChar"/>
          <w:rtl/>
        </w:rPr>
        <w:t xml:space="preserve"> </w:t>
      </w:r>
      <w:r w:rsidRPr="00481D79">
        <w:rPr>
          <w:rtl/>
        </w:rPr>
        <w:t xml:space="preserve">فسد، ولا تأكلوا ما أفسدتموه أنتم " </w:t>
      </w:r>
      <w:r w:rsidR="00F458C0" w:rsidRPr="00F458C0">
        <w:rPr>
          <w:rStyle w:val="libFootnotenumChar"/>
          <w:rFonts w:hint="cs"/>
          <w:rtl/>
        </w:rPr>
        <w:t>(3)</w:t>
      </w:r>
      <w:r w:rsidRPr="00481D79">
        <w:rPr>
          <w:rtl/>
        </w:rPr>
        <w:t>.</w:t>
      </w:r>
    </w:p>
    <w:p w:rsidR="00481D79" w:rsidRPr="00481D79" w:rsidRDefault="00481D79" w:rsidP="00F458C0">
      <w:pPr>
        <w:pStyle w:val="libNormal"/>
        <w:rPr>
          <w:rtl/>
        </w:rPr>
      </w:pPr>
      <w:r w:rsidRPr="00481D79">
        <w:rPr>
          <w:rtl/>
        </w:rPr>
        <w:t xml:space="preserve">(148) وبإسناده قال: قال علي </w:t>
      </w:r>
      <w:r w:rsidR="00F458C0" w:rsidRPr="00F458C0">
        <w:rPr>
          <w:rStyle w:val="libFootnotenumChar"/>
          <w:rFonts w:hint="cs"/>
          <w:rtl/>
        </w:rPr>
        <w:t>(4)</w:t>
      </w:r>
      <w:r w:rsidRPr="00481D79">
        <w:rPr>
          <w:rtl/>
        </w:rPr>
        <w:t xml:space="preserve"> </w:t>
      </w:r>
      <w:r w:rsidR="004226A8" w:rsidRPr="004226A8">
        <w:rPr>
          <w:rStyle w:val="libAlaemChar"/>
          <w:rtl/>
        </w:rPr>
        <w:t>عليه‌السلام</w:t>
      </w:r>
      <w:r w:rsidRPr="00481D79">
        <w:rPr>
          <w:rtl/>
        </w:rPr>
        <w:t xml:space="preserve">: " حباني </w:t>
      </w:r>
      <w:r w:rsidR="00F458C0" w:rsidRPr="00F458C0">
        <w:rPr>
          <w:rStyle w:val="libFootnotenumChar"/>
          <w:rFonts w:hint="cs"/>
          <w:rtl/>
        </w:rPr>
        <w:t>(5)</w:t>
      </w:r>
      <w:r w:rsidRPr="00481D79">
        <w:rPr>
          <w:rtl/>
        </w:rPr>
        <w:t xml:space="preserve"> رسول الله بالورد بكلتا يديه، فلما أدنيته إلى </w:t>
      </w:r>
      <w:r w:rsidR="00F458C0" w:rsidRPr="00F458C0">
        <w:rPr>
          <w:rStyle w:val="libFootnotenumChar"/>
          <w:rFonts w:hint="cs"/>
          <w:rtl/>
        </w:rPr>
        <w:t>(6)</w:t>
      </w:r>
      <w:r w:rsidRPr="00481D79">
        <w:rPr>
          <w:rtl/>
        </w:rPr>
        <w:t xml:space="preserve"> أنفي قال رسول الله </w:t>
      </w:r>
      <w:r w:rsidR="004226A8" w:rsidRPr="004226A8">
        <w:rPr>
          <w:rStyle w:val="libAlaemChar"/>
          <w:rtl/>
        </w:rPr>
        <w:t>صلى‌الله‌عليه‌وآله</w:t>
      </w:r>
      <w:r w:rsidRPr="00481D79">
        <w:rPr>
          <w:rtl/>
        </w:rPr>
        <w:t xml:space="preserve">: " [ أما ] </w:t>
      </w:r>
      <w:r w:rsidR="00F458C0" w:rsidRPr="00F458C0">
        <w:rPr>
          <w:rStyle w:val="libFootnotenumChar"/>
          <w:rFonts w:hint="cs"/>
          <w:rtl/>
        </w:rPr>
        <w:t>(7)</w:t>
      </w:r>
      <w:r w:rsidRPr="00481D79">
        <w:rPr>
          <w:rtl/>
        </w:rPr>
        <w:t xml:space="preserve"> أنه سيد </w:t>
      </w:r>
      <w:r w:rsidR="00F458C0" w:rsidRPr="00F458C0">
        <w:rPr>
          <w:rStyle w:val="libFootnotenumChar"/>
          <w:rFonts w:hint="cs"/>
          <w:rtl/>
        </w:rPr>
        <w:t>(8)</w:t>
      </w:r>
      <w:r w:rsidRPr="00481D79">
        <w:rPr>
          <w:rtl/>
        </w:rPr>
        <w:t xml:space="preserve"> ريحان الجنة بعد الآس " </w:t>
      </w:r>
      <w:r w:rsidR="00F458C0" w:rsidRPr="00F458C0">
        <w:rPr>
          <w:rStyle w:val="libFootnotenumChar"/>
          <w:rFonts w:hint="cs"/>
          <w:rtl/>
        </w:rPr>
        <w:t>(9)</w:t>
      </w:r>
      <w:r w:rsidRPr="00481D79">
        <w:rPr>
          <w:rtl/>
        </w:rPr>
        <w:t>.</w:t>
      </w:r>
    </w:p>
    <w:p w:rsidR="00481D79" w:rsidRPr="00481D79" w:rsidRDefault="00481D79" w:rsidP="00F458C0">
      <w:pPr>
        <w:pStyle w:val="libNormal"/>
        <w:rPr>
          <w:rtl/>
        </w:rPr>
      </w:pPr>
      <w:r w:rsidRPr="00481D79">
        <w:rPr>
          <w:rtl/>
        </w:rPr>
        <w:t xml:space="preserve">(149) وبإسناده (قال: حدثني أبي [ عن ] </w:t>
      </w:r>
      <w:r w:rsidR="00F458C0" w:rsidRPr="00F458C0">
        <w:rPr>
          <w:rStyle w:val="libFootnotenumChar"/>
          <w:rFonts w:hint="cs"/>
          <w:rtl/>
        </w:rPr>
        <w:t>(10)</w:t>
      </w:r>
      <w:r w:rsidRPr="00481D79">
        <w:rPr>
          <w:rtl/>
        </w:rPr>
        <w:t xml:space="preserve"> علي بن أبي طالب </w:t>
      </w:r>
      <w:r w:rsidR="004226A8" w:rsidRPr="004226A8">
        <w:rPr>
          <w:rStyle w:val="libAlaemChar"/>
          <w:rtl/>
        </w:rPr>
        <w:t>عليه‌السلام</w:t>
      </w:r>
      <w:r w:rsidRPr="00481D79">
        <w:rPr>
          <w:rtl/>
        </w:rPr>
        <w:t xml:space="preserve"> قال: قال </w:t>
      </w:r>
      <w:r w:rsidR="004226A8" w:rsidRPr="004226A8">
        <w:rPr>
          <w:rStyle w:val="libAlaemChar"/>
          <w:rtl/>
        </w:rPr>
        <w:t>صلى‌الله‌عليه‌وآله</w:t>
      </w:r>
      <w:r w:rsidRPr="00481D79">
        <w:rPr>
          <w:rtl/>
        </w:rPr>
        <w:t xml:space="preserve">) </w:t>
      </w:r>
      <w:r w:rsidR="00F458C0" w:rsidRPr="00F458C0">
        <w:rPr>
          <w:rStyle w:val="libFootnotenumChar"/>
          <w:rFonts w:hint="cs"/>
          <w:rtl/>
        </w:rPr>
        <w:t>(11)</w:t>
      </w:r>
      <w:r w:rsidRPr="00481D79">
        <w:rPr>
          <w:rtl/>
        </w:rPr>
        <w:t xml:space="preserve">: " عليكم باللحم فانه ينبت اللحم، ومن ترك اللحم أربعين يوما ساء خلقه " </w:t>
      </w:r>
      <w:r w:rsidR="00F458C0" w:rsidRPr="00F458C0">
        <w:rPr>
          <w:rStyle w:val="libFootnotenumChar"/>
          <w:rFonts w:hint="cs"/>
          <w:rtl/>
        </w:rPr>
        <w:t>(12)</w:t>
      </w:r>
      <w:r w:rsidRPr="00481D79">
        <w:rPr>
          <w:rtl/>
        </w:rPr>
        <w:t>.</w:t>
      </w:r>
    </w:p>
    <w:p w:rsidR="00827655"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وروى مثله الشيخ الطوسي في الامالي: 1 / 377 بإسناده عن علي بن الحسين </w:t>
      </w:r>
      <w:r w:rsidR="004226A8" w:rsidRPr="00F458C0">
        <w:rPr>
          <w:rStyle w:val="libFootnoteAlaemChar"/>
          <w:rtl/>
        </w:rPr>
        <w:t>عليه‌السلام</w:t>
      </w:r>
      <w:r w:rsidR="00481D79">
        <w:rPr>
          <w:rtl/>
        </w:rPr>
        <w:t xml:space="preserve">، عنه الوسائل: 15 / 142 ح 5 والبحار: 44 / 250 ح 1. وأخرجه محب الدين الطبري في ذخائر العقبى: 120، والقندوزي في ينابيع المودة: 220 عن الرضا </w:t>
      </w:r>
      <w:r w:rsidR="004226A8" w:rsidRPr="00F458C0">
        <w:rPr>
          <w:rStyle w:val="libFootnoteAlaemChar"/>
          <w:rtl/>
        </w:rPr>
        <w:t>عليه‌السلام</w:t>
      </w:r>
      <w:r w:rsidR="00481D79">
        <w:rPr>
          <w:rtl/>
        </w:rPr>
        <w:t>. وأخرج مثله البدخشي في مفتاح النجا (مخطوط). وباكثير الحضرمي في وسيلة المآل: 160 عنهما إحقاق الحق: 10 / 502.</w:t>
      </w:r>
    </w:p>
    <w:p w:rsidR="00481D79" w:rsidRDefault="00481D79" w:rsidP="00F458C0">
      <w:pPr>
        <w:pStyle w:val="libFootnote0"/>
        <w:rPr>
          <w:rtl/>
        </w:rPr>
      </w:pPr>
      <w:r>
        <w:rPr>
          <w:rtl/>
        </w:rPr>
        <w:t>1</w:t>
      </w:r>
      <w:r w:rsidR="00F458C0">
        <w:rPr>
          <w:rFonts w:hint="cs"/>
          <w:rtl/>
        </w:rPr>
        <w:t>-</w:t>
      </w:r>
      <w:r>
        <w:rPr>
          <w:rtl/>
        </w:rPr>
        <w:t xml:space="preserve"> خ: علي بن أبي طالب </w:t>
      </w:r>
      <w:r w:rsidR="004226A8" w:rsidRPr="00F458C0">
        <w:rPr>
          <w:rStyle w:val="libFootnoteAlaemChar"/>
          <w:rtl/>
        </w:rPr>
        <w:t>عليه‌السلام</w:t>
      </w:r>
      <w:r>
        <w:rPr>
          <w:rtl/>
        </w:rPr>
        <w:t xml:space="preserve"> قال.</w:t>
      </w:r>
    </w:p>
    <w:p w:rsidR="00481D79" w:rsidRDefault="00481D79" w:rsidP="00F458C0">
      <w:pPr>
        <w:pStyle w:val="libFootnote0"/>
        <w:rPr>
          <w:rtl/>
        </w:rPr>
      </w:pPr>
      <w:r>
        <w:rPr>
          <w:rtl/>
        </w:rPr>
        <w:t>2</w:t>
      </w:r>
      <w:r w:rsidR="00F458C0">
        <w:rPr>
          <w:rFonts w:hint="cs"/>
          <w:rtl/>
        </w:rPr>
        <w:t>-</w:t>
      </w:r>
      <w:r>
        <w:rPr>
          <w:rtl/>
        </w:rPr>
        <w:t xml:space="preserve"> ط، ن وج: ما.</w:t>
      </w:r>
    </w:p>
    <w:p w:rsidR="00481D79" w:rsidRDefault="00481D79" w:rsidP="00F458C0">
      <w:pPr>
        <w:pStyle w:val="libFootnote0"/>
        <w:rPr>
          <w:rtl/>
        </w:rPr>
      </w:pPr>
      <w:r>
        <w:rPr>
          <w:rtl/>
        </w:rPr>
        <w:t>3</w:t>
      </w:r>
      <w:r w:rsidR="00F458C0">
        <w:rPr>
          <w:rFonts w:hint="cs"/>
          <w:rtl/>
        </w:rPr>
        <w:t>-</w:t>
      </w:r>
      <w:r>
        <w:rPr>
          <w:rtl/>
        </w:rPr>
        <w:t xml:space="preserve"> عنه مكارم الاخلاق: 194 بلفظ " كلوا من خل الخمر ما فسد، ولا تأكلوا ما أفسدتموه ". ورواه في عيون الاخبار: 2 / 39 ذ ح 127، عنه الوسائل: 17 / 14 ح 24، والبحار: 66 / 524 ذ ح 2 وج 79 / 178 ذ ح 2.</w:t>
      </w:r>
    </w:p>
    <w:p w:rsidR="00481D79" w:rsidRDefault="00481D79" w:rsidP="00F458C0">
      <w:pPr>
        <w:pStyle w:val="libFootnote0"/>
        <w:rPr>
          <w:rtl/>
        </w:rPr>
      </w:pPr>
      <w:r>
        <w:rPr>
          <w:rtl/>
        </w:rPr>
        <w:t>4</w:t>
      </w:r>
      <w:r w:rsidR="00F458C0">
        <w:rPr>
          <w:rFonts w:hint="cs"/>
          <w:rtl/>
        </w:rPr>
        <w:t>-</w:t>
      </w:r>
      <w:r>
        <w:rPr>
          <w:rtl/>
        </w:rPr>
        <w:t xml:space="preserve"> خ أبي.</w:t>
      </w:r>
    </w:p>
    <w:p w:rsidR="00481D79" w:rsidRDefault="00481D79" w:rsidP="00F458C0">
      <w:pPr>
        <w:pStyle w:val="libFootnote0"/>
        <w:rPr>
          <w:rtl/>
        </w:rPr>
      </w:pPr>
      <w:r>
        <w:rPr>
          <w:rtl/>
        </w:rPr>
        <w:t>5</w:t>
      </w:r>
      <w:r w:rsidR="00F458C0">
        <w:rPr>
          <w:rFonts w:hint="cs"/>
          <w:rtl/>
        </w:rPr>
        <w:t>-</w:t>
      </w:r>
      <w:r>
        <w:rPr>
          <w:rtl/>
        </w:rPr>
        <w:t xml:space="preserve"> الحباء: العطية، وفي ط: حياني، من التحية، وفي ن: جاء‌ني.</w:t>
      </w:r>
    </w:p>
    <w:p w:rsidR="00481D79" w:rsidRDefault="00481D79" w:rsidP="00F458C0">
      <w:pPr>
        <w:pStyle w:val="libFootnote0"/>
        <w:rPr>
          <w:rtl/>
        </w:rPr>
      </w:pPr>
      <w:r>
        <w:rPr>
          <w:rtl/>
        </w:rPr>
        <w:t>6</w:t>
      </w:r>
      <w:r w:rsidR="00F458C0">
        <w:rPr>
          <w:rFonts w:hint="cs"/>
          <w:rtl/>
        </w:rPr>
        <w:t>-</w:t>
      </w:r>
      <w:r>
        <w:rPr>
          <w:rtl/>
        </w:rPr>
        <w:t xml:space="preserve"> ن: من.</w:t>
      </w:r>
    </w:p>
    <w:p w:rsidR="00481D79" w:rsidRDefault="00481D79" w:rsidP="00F458C0">
      <w:pPr>
        <w:pStyle w:val="libFootnote0"/>
        <w:rPr>
          <w:rtl/>
        </w:rPr>
      </w:pPr>
      <w:r>
        <w:rPr>
          <w:rtl/>
        </w:rPr>
        <w:t>7</w:t>
      </w:r>
      <w:r w:rsidR="00F458C0">
        <w:rPr>
          <w:rFonts w:hint="cs"/>
          <w:rtl/>
        </w:rPr>
        <w:t>-</w:t>
      </w:r>
      <w:r>
        <w:rPr>
          <w:rtl/>
        </w:rPr>
        <w:t xml:space="preserve"> ليس في المستدرك.</w:t>
      </w:r>
    </w:p>
    <w:p w:rsidR="00481D79" w:rsidRDefault="00481D79" w:rsidP="00F458C0">
      <w:pPr>
        <w:pStyle w:val="libFootnote0"/>
        <w:rPr>
          <w:rtl/>
        </w:rPr>
      </w:pPr>
      <w:r>
        <w:rPr>
          <w:rtl/>
        </w:rPr>
        <w:t>8</w:t>
      </w:r>
      <w:r w:rsidR="00F458C0">
        <w:rPr>
          <w:rFonts w:hint="cs"/>
          <w:rtl/>
        </w:rPr>
        <w:t>-</w:t>
      </w:r>
      <w:r>
        <w:rPr>
          <w:rtl/>
        </w:rPr>
        <w:t xml:space="preserve"> م 2: فسيد.</w:t>
      </w:r>
    </w:p>
    <w:p w:rsidR="00481D79" w:rsidRDefault="00481D79" w:rsidP="00F458C0">
      <w:pPr>
        <w:pStyle w:val="libFootnote0"/>
        <w:rPr>
          <w:rtl/>
        </w:rPr>
      </w:pPr>
      <w:r>
        <w:rPr>
          <w:rtl/>
        </w:rPr>
        <w:t>9</w:t>
      </w:r>
      <w:r w:rsidR="00F458C0">
        <w:rPr>
          <w:rFonts w:hint="cs"/>
          <w:rtl/>
        </w:rPr>
        <w:t>-</w:t>
      </w:r>
      <w:r>
        <w:rPr>
          <w:rtl/>
        </w:rPr>
        <w:t xml:space="preserve"> عنه المستدرك: 1 / 63 باب 77 ح 1. وفي البحار: 76 / 146 ح 1 عنه وعن عيون الاخبار: 2 / 39 ح 128. وأخرجه في الوسائل: 1 / 461 ح 2 عن العيون.</w:t>
      </w:r>
    </w:p>
    <w:p w:rsidR="00481D79" w:rsidRDefault="00481D79" w:rsidP="00F458C0">
      <w:pPr>
        <w:pStyle w:val="libFootnote0"/>
        <w:rPr>
          <w:rtl/>
        </w:rPr>
      </w:pPr>
      <w:r>
        <w:rPr>
          <w:rtl/>
        </w:rPr>
        <w:t>10</w:t>
      </w:r>
      <w:r w:rsidR="00F458C0">
        <w:rPr>
          <w:rFonts w:hint="cs"/>
          <w:rtl/>
        </w:rPr>
        <w:t>-</w:t>
      </w:r>
      <w:r>
        <w:rPr>
          <w:rtl/>
        </w:rPr>
        <w:t xml:space="preserve"> ليس في ج.</w:t>
      </w:r>
    </w:p>
    <w:p w:rsidR="00481D79" w:rsidRDefault="00481D79" w:rsidP="00F458C0">
      <w:pPr>
        <w:pStyle w:val="libFootnote0"/>
        <w:rPr>
          <w:rtl/>
        </w:rPr>
      </w:pPr>
      <w:r>
        <w:rPr>
          <w:rtl/>
        </w:rPr>
        <w:t>11</w:t>
      </w:r>
      <w:r w:rsidR="00F458C0">
        <w:rPr>
          <w:rFonts w:hint="cs"/>
          <w:rtl/>
        </w:rPr>
        <w:t>-</w:t>
      </w:r>
      <w:r>
        <w:rPr>
          <w:rtl/>
        </w:rPr>
        <w:t xml:space="preserve"> خ: إن علي بن أبي طالب قال، وفي ط ون: قال: قال رسول الله </w:t>
      </w:r>
      <w:r w:rsidR="004226A8" w:rsidRPr="00F458C0">
        <w:rPr>
          <w:rStyle w:val="libFootnoteAlaemChar"/>
          <w:rtl/>
        </w:rPr>
        <w:t>صلى‌الله‌عليه‌وآله</w:t>
      </w:r>
      <w:r>
        <w:rPr>
          <w:rtl/>
        </w:rPr>
        <w:t xml:space="preserve">، وفي المستدرك: قال: قال أمير المؤمنين </w:t>
      </w:r>
      <w:r w:rsidR="004226A8" w:rsidRPr="00F458C0">
        <w:rPr>
          <w:rStyle w:val="libFootnoteAlaemChar"/>
          <w:rtl/>
        </w:rPr>
        <w:t>عليه‌السلام</w:t>
      </w:r>
      <w:r>
        <w:rPr>
          <w:rtl/>
        </w:rPr>
        <w:t>.</w:t>
      </w:r>
    </w:p>
    <w:p w:rsidR="00827655" w:rsidRDefault="00481D79" w:rsidP="00F458C0">
      <w:pPr>
        <w:pStyle w:val="libFootnote0"/>
        <w:rPr>
          <w:rtl/>
        </w:rPr>
      </w:pPr>
      <w:r>
        <w:rPr>
          <w:rtl/>
        </w:rPr>
        <w:t>12</w:t>
      </w:r>
      <w:r w:rsidR="00F458C0">
        <w:rPr>
          <w:rFonts w:hint="cs"/>
          <w:rtl/>
        </w:rPr>
        <w:t>-</w:t>
      </w:r>
      <w:r>
        <w:rPr>
          <w:rtl/>
        </w:rPr>
        <w:t xml:space="preserve"> عنه مستدرك الوسائل: 3 / 105 باب 10 ح 5. وأخرجه في البحار: 66 / 58 ح 6 و 7 عنه وعن عيون الاخبار: 2 / 41 ح 129. وأخرجه في الوسائل: 17 / 14 ح 25 عن العيون.</w:t>
      </w:r>
      <w:r w:rsidR="00827655">
        <w:rPr>
          <w:rtl/>
        </w:rPr>
        <w:t>=</w:t>
      </w:r>
    </w:p>
    <w:p w:rsidR="00481D79" w:rsidRDefault="00481D79" w:rsidP="00481D79">
      <w:pPr>
        <w:pStyle w:val="libNormal"/>
        <w:rPr>
          <w:rtl/>
        </w:rPr>
      </w:pPr>
      <w:r>
        <w:rPr>
          <w:rtl/>
        </w:rPr>
        <w:br w:type="page"/>
      </w:r>
    </w:p>
    <w:p w:rsidR="00481D79" w:rsidRPr="00481D79" w:rsidRDefault="00481D79" w:rsidP="00A5390C">
      <w:pPr>
        <w:pStyle w:val="libNormal"/>
        <w:rPr>
          <w:rtl/>
        </w:rPr>
      </w:pPr>
      <w:r w:rsidRPr="00481D79">
        <w:rPr>
          <w:rtl/>
        </w:rPr>
        <w:lastRenderedPageBreak/>
        <w:t xml:space="preserve">(150) وبإسناده قال: قال [ رسول الله </w:t>
      </w:r>
      <w:r w:rsidR="004226A8" w:rsidRPr="004226A8">
        <w:rPr>
          <w:rStyle w:val="libAlaemChar"/>
          <w:rtl/>
        </w:rPr>
        <w:t>صلى‌الله‌عليه‌وآله</w:t>
      </w:r>
      <w:r w:rsidRPr="00481D79">
        <w:rPr>
          <w:rtl/>
        </w:rPr>
        <w:t xml:space="preserve"> ]: </w:t>
      </w:r>
      <w:r w:rsidR="00A5390C" w:rsidRPr="00A5390C">
        <w:rPr>
          <w:rStyle w:val="libFootnotenumChar"/>
          <w:rFonts w:hint="cs"/>
          <w:rtl/>
        </w:rPr>
        <w:t>(1)</w:t>
      </w:r>
      <w:r w:rsidRPr="00481D79">
        <w:rPr>
          <w:rtl/>
        </w:rPr>
        <w:t xml:space="preserve"> " عليكم بالعدس فإنه مبارك مقدس </w:t>
      </w:r>
      <w:r w:rsidR="00A5390C" w:rsidRPr="00A5390C">
        <w:rPr>
          <w:rStyle w:val="libFootnotenumChar"/>
          <w:rFonts w:hint="cs"/>
          <w:rtl/>
        </w:rPr>
        <w:t>(2)</w:t>
      </w:r>
      <w:r w:rsidRPr="00481D79">
        <w:rPr>
          <w:rtl/>
        </w:rPr>
        <w:t xml:space="preserve"> [ وإنه ] </w:t>
      </w:r>
      <w:r w:rsidR="00A5390C" w:rsidRPr="00A5390C">
        <w:rPr>
          <w:rStyle w:val="libFootnotenumChar"/>
          <w:rFonts w:hint="cs"/>
          <w:rtl/>
        </w:rPr>
        <w:t>(3)</w:t>
      </w:r>
      <w:r w:rsidRPr="00481D79">
        <w:rPr>
          <w:rtl/>
        </w:rPr>
        <w:t xml:space="preserve"> يرق القلب، ويكثر الدمعة، وإنه بارك فيه سبعون نبيا آخرهم </w:t>
      </w:r>
      <w:r w:rsidR="00A5390C" w:rsidRPr="00A5390C">
        <w:rPr>
          <w:rStyle w:val="libFootnotenumChar"/>
          <w:rFonts w:hint="cs"/>
          <w:rtl/>
        </w:rPr>
        <w:t>(4)</w:t>
      </w:r>
      <w:r w:rsidRPr="00481D79">
        <w:rPr>
          <w:rtl/>
        </w:rPr>
        <w:t xml:space="preserve"> عيسى بن مريم " </w:t>
      </w:r>
      <w:r w:rsidR="00A5390C" w:rsidRPr="00A5390C">
        <w:rPr>
          <w:rStyle w:val="libFootnotenumChar"/>
          <w:rFonts w:hint="cs"/>
          <w:rtl/>
        </w:rPr>
        <w:t>(5)</w:t>
      </w:r>
      <w:r w:rsidRPr="00481D79">
        <w:rPr>
          <w:rtl/>
        </w:rPr>
        <w:t>.</w:t>
      </w:r>
    </w:p>
    <w:p w:rsidR="00481D79" w:rsidRPr="00481D79" w:rsidRDefault="00481D79" w:rsidP="00A5390C">
      <w:pPr>
        <w:pStyle w:val="libNormal"/>
        <w:rPr>
          <w:rtl/>
        </w:rPr>
      </w:pPr>
      <w:r w:rsidRPr="00481D79">
        <w:rPr>
          <w:rtl/>
        </w:rPr>
        <w:t xml:space="preserve">(151) وبإسناده قال </w:t>
      </w:r>
      <w:r w:rsidR="00A5390C" w:rsidRPr="00A5390C">
        <w:rPr>
          <w:rStyle w:val="libFootnotenumChar"/>
          <w:rFonts w:hint="cs"/>
          <w:rtl/>
        </w:rPr>
        <w:t>(6)</w:t>
      </w:r>
      <w:r w:rsidRPr="00481D79">
        <w:rPr>
          <w:rtl/>
        </w:rPr>
        <w:t xml:space="preserve">: " ذكر اللحم والشحم </w:t>
      </w:r>
      <w:r w:rsidR="00A5390C" w:rsidRPr="00A5390C">
        <w:rPr>
          <w:rStyle w:val="libFootnotenumChar"/>
          <w:rFonts w:hint="cs"/>
          <w:rtl/>
        </w:rPr>
        <w:t>(7)</w:t>
      </w:r>
      <w:r w:rsidRPr="00A5390C">
        <w:rPr>
          <w:rStyle w:val="libFootnotenumChar"/>
          <w:rtl/>
        </w:rPr>
        <w:t xml:space="preserve"> </w:t>
      </w:r>
      <w:r w:rsidRPr="00481D79">
        <w:rPr>
          <w:rtl/>
        </w:rPr>
        <w:t xml:space="preserve">عند النبي </w:t>
      </w:r>
      <w:r w:rsidR="004226A8" w:rsidRPr="004226A8">
        <w:rPr>
          <w:rStyle w:val="libAlaemChar"/>
          <w:rtl/>
        </w:rPr>
        <w:t>صلى‌الله‌عليه‌وآله</w:t>
      </w:r>
      <w:r w:rsidRPr="00481D79">
        <w:rPr>
          <w:rtl/>
        </w:rPr>
        <w:t xml:space="preserve"> فقال: " ليس منهما بضعة تقع في المعدة إلا انبتت مكانها شفاء، وأخرجت </w:t>
      </w:r>
      <w:r w:rsidR="00A5390C" w:rsidRPr="00A5390C">
        <w:rPr>
          <w:rStyle w:val="libFootnotenumChar"/>
          <w:rFonts w:hint="cs"/>
          <w:rtl/>
        </w:rPr>
        <w:t>(8)</w:t>
      </w:r>
      <w:r w:rsidRPr="00A5390C">
        <w:rPr>
          <w:rStyle w:val="libFootnotenumChar"/>
          <w:rtl/>
        </w:rPr>
        <w:t xml:space="preserve"> </w:t>
      </w:r>
      <w:r w:rsidRPr="00481D79">
        <w:rPr>
          <w:rtl/>
        </w:rPr>
        <w:t xml:space="preserve">مكانها داء " </w:t>
      </w:r>
      <w:r w:rsidR="00A5390C" w:rsidRPr="00A5390C">
        <w:rPr>
          <w:rStyle w:val="libFootnotenumChar"/>
          <w:rFonts w:hint="cs"/>
          <w:rtl/>
        </w:rPr>
        <w:t>(9)</w:t>
      </w:r>
      <w:r w:rsidRPr="00481D79">
        <w:rPr>
          <w:rtl/>
        </w:rPr>
        <w:t>.</w:t>
      </w:r>
    </w:p>
    <w:p w:rsidR="00827655"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وأورده المستغفري في طب النبي </w:t>
      </w:r>
      <w:r w:rsidR="004226A8" w:rsidRPr="00A5390C">
        <w:rPr>
          <w:rStyle w:val="libFootnoteAlaemChar"/>
          <w:rtl/>
        </w:rPr>
        <w:t>صلى‌الله‌عليه‌وآله</w:t>
      </w:r>
      <w:r w:rsidR="00481D79">
        <w:rPr>
          <w:rtl/>
        </w:rPr>
        <w:t xml:space="preserve">، عنه البحار: 62 / 293، ومستدرك الوسائل: 3 / 05 باب 10 ذ ح 3 مرسلا مثله. ورواه البرقي في المحاسن: 2 / 465 ح 432 بإسناده عن الصادق </w:t>
      </w:r>
      <w:r w:rsidR="004226A8" w:rsidRPr="00A5390C">
        <w:rPr>
          <w:rStyle w:val="libFootnoteAlaemChar"/>
          <w:rtl/>
        </w:rPr>
        <w:t>عليه‌السلام</w:t>
      </w:r>
      <w:r w:rsidR="00481D79">
        <w:rPr>
          <w:rtl/>
        </w:rPr>
        <w:t>، ونحوه في الاحاديث 433 - 435، وعنه الوسائل: 17 / 25 - 26 ح 5 وح 1 وح 6 وح 7، والبحار: 66 / 66 - 67 ح 41 و 42 - 44، وج 84 / 151 ح 45 و 46. ورواه الكليني في الكافي: 6 / 309 ح 1، عنه الوسائل: 16 / 514 باب 88 ح 1. وروى نحوه في الدعائم: 2 / 109 ح 354، عنه البحار: 66 / 76 ح 73 ومستدرك الوسائل: 3 / 105 باب 10 ح 2. والقطب الراوندي في الدعوات: 153 ح 414، عنه البحار: 66 / 75 ح 71، ومستدرك الوسائل: 3 / 105 باب 10 ح 3. والطبرسي في مكارم الاخلاق: 236، عنه البحار: 104 / 122 ح 61. و (أخرجه أبونعيم في الطب عن علي بلفظ: من لم يأكل اللحم أربعين يوما ساء خلقه).</w:t>
      </w:r>
    </w:p>
    <w:p w:rsidR="00481D79" w:rsidRDefault="00481D79" w:rsidP="00D11BDC">
      <w:pPr>
        <w:pStyle w:val="libFootnote0"/>
        <w:rPr>
          <w:rtl/>
        </w:rPr>
      </w:pPr>
      <w:r>
        <w:rPr>
          <w:rtl/>
        </w:rPr>
        <w:t xml:space="preserve">(1) خ: </w:t>
      </w:r>
      <w:r w:rsidR="004226A8" w:rsidRPr="00A5390C">
        <w:rPr>
          <w:rStyle w:val="libFootnoteAlaemChar"/>
          <w:rtl/>
        </w:rPr>
        <w:t>عليه‌السلام</w:t>
      </w:r>
      <w:r>
        <w:rPr>
          <w:rtl/>
        </w:rPr>
        <w:t>.</w:t>
      </w:r>
    </w:p>
    <w:p w:rsidR="00481D79" w:rsidRDefault="00481D79" w:rsidP="00D11BDC">
      <w:pPr>
        <w:pStyle w:val="libFootnote0"/>
        <w:rPr>
          <w:rtl/>
        </w:rPr>
      </w:pPr>
      <w:r>
        <w:rPr>
          <w:rtl/>
        </w:rPr>
        <w:t>(2) خ: ومقدس.</w:t>
      </w:r>
    </w:p>
    <w:p w:rsidR="00481D79" w:rsidRDefault="00481D79" w:rsidP="00D11BDC">
      <w:pPr>
        <w:pStyle w:val="libFootnote0"/>
        <w:rPr>
          <w:rtl/>
        </w:rPr>
      </w:pPr>
      <w:r>
        <w:rPr>
          <w:rtl/>
        </w:rPr>
        <w:t>(3) ليس في ن، وفي خ: فانه.</w:t>
      </w:r>
    </w:p>
    <w:p w:rsidR="00481D79" w:rsidRDefault="00481D79" w:rsidP="00D11BDC">
      <w:pPr>
        <w:pStyle w:val="libFootnote0"/>
        <w:rPr>
          <w:rtl/>
        </w:rPr>
      </w:pPr>
      <w:r>
        <w:rPr>
          <w:rtl/>
        </w:rPr>
        <w:t>(4) خ: أحدهم.</w:t>
      </w:r>
    </w:p>
    <w:p w:rsidR="00481D79" w:rsidRDefault="00481D79" w:rsidP="00D11BDC">
      <w:pPr>
        <w:pStyle w:val="libFootnote0"/>
        <w:rPr>
          <w:rtl/>
        </w:rPr>
      </w:pPr>
      <w:r>
        <w:rPr>
          <w:rtl/>
        </w:rPr>
        <w:t>(5) عنه مكارم الاخلاق: 191، ومستدرك الوسائل: 3 / 111 باب 49 ح 1. والبحار: 66 / 257 ح 1 وعن عيون الاخبار: 2 / 41 ح 136، ومكارم الاخلاق. وأخرجه في الوسائل: 17 / 15 ح 32، والبحار: 14 / 254 ح 48 عن العيون. وأورده مرسلا القطب الراوندي في الدعوات: 148 ح 392. وروى نحوه البرقي في المحاسن: 2 / 504 ح 638، عنه الوسائل: 17 / 100 ح 9 والبحار: 66 / 258 خ 5. ورواه في دعائم الاسلام: 2 / 112 ح 370، عنه البحار: 66 / 259 ح 9 ومستدرك الوسائل: 3 / 111 باب 49 ح 2. وأخرجه الديلمي وأبونعيم عن واثلة بلفظ " عليكم بالعدس فإنه مقدس على لسان سبعين نبيا ".</w:t>
      </w:r>
    </w:p>
    <w:p w:rsidR="00481D79" w:rsidRDefault="00481D79" w:rsidP="00D11BDC">
      <w:pPr>
        <w:pStyle w:val="libFootnote0"/>
        <w:rPr>
          <w:rtl/>
        </w:rPr>
      </w:pPr>
      <w:r>
        <w:rPr>
          <w:rtl/>
        </w:rPr>
        <w:t xml:space="preserve">(6) ن: قال: قال: علي </w:t>
      </w:r>
      <w:r w:rsidR="004226A8" w:rsidRPr="00A5390C">
        <w:rPr>
          <w:rStyle w:val="libFootnoteAlaemChar"/>
          <w:rtl/>
        </w:rPr>
        <w:t>عليه‌السلام</w:t>
      </w:r>
      <w:r>
        <w:rPr>
          <w:rtl/>
        </w:rPr>
        <w:t xml:space="preserve"> (7) ن: الشحم واللحم.</w:t>
      </w:r>
    </w:p>
    <w:p w:rsidR="00481D79" w:rsidRDefault="00481D79" w:rsidP="00D11BDC">
      <w:pPr>
        <w:pStyle w:val="libFootnote0"/>
        <w:rPr>
          <w:rtl/>
        </w:rPr>
      </w:pPr>
      <w:r>
        <w:rPr>
          <w:rtl/>
        </w:rPr>
        <w:t>(8) ن: خرجت. م 2: أخرجت من.</w:t>
      </w:r>
    </w:p>
    <w:p w:rsidR="00827655" w:rsidRDefault="00481D79" w:rsidP="00A5390C">
      <w:pPr>
        <w:pStyle w:val="libFootnote0"/>
        <w:rPr>
          <w:rtl/>
        </w:rPr>
      </w:pPr>
      <w:r>
        <w:rPr>
          <w:rtl/>
        </w:rPr>
        <w:t>(9) عنه مكارم الاخلاق: 159.</w:t>
      </w:r>
      <w:r w:rsidR="00827655">
        <w:rPr>
          <w:rtl/>
        </w:rPr>
        <w:t>=</w:t>
      </w:r>
    </w:p>
    <w:p w:rsidR="00481D79" w:rsidRDefault="00481D79" w:rsidP="00481D79">
      <w:pPr>
        <w:pStyle w:val="libNormal"/>
        <w:rPr>
          <w:rtl/>
        </w:rPr>
      </w:pPr>
      <w:r>
        <w:rPr>
          <w:rtl/>
        </w:rPr>
        <w:br w:type="page"/>
      </w:r>
    </w:p>
    <w:p w:rsidR="00481D79" w:rsidRPr="00481D79" w:rsidRDefault="00481D79" w:rsidP="00A5390C">
      <w:pPr>
        <w:pStyle w:val="libNormal"/>
        <w:rPr>
          <w:rtl/>
        </w:rPr>
      </w:pPr>
      <w:r w:rsidRPr="00481D79">
        <w:rPr>
          <w:rtl/>
        </w:rPr>
        <w:lastRenderedPageBreak/>
        <w:t xml:space="preserve">(152) وبإسناده قال [: حدثني أبي (عن) </w:t>
      </w:r>
      <w:r w:rsidR="00A5390C" w:rsidRPr="00A5390C">
        <w:rPr>
          <w:rStyle w:val="libFootnotenumChar"/>
          <w:rFonts w:hint="cs"/>
          <w:rtl/>
        </w:rPr>
        <w:t>(1)</w:t>
      </w:r>
      <w:r w:rsidRPr="00481D79">
        <w:rPr>
          <w:rtl/>
        </w:rPr>
        <w:t xml:space="preserve"> علي بن أبي طالب </w:t>
      </w:r>
      <w:r w:rsidR="004226A8" w:rsidRPr="004226A8">
        <w:rPr>
          <w:rStyle w:val="libAlaemChar"/>
          <w:rtl/>
        </w:rPr>
        <w:t>عليه‌السلام</w:t>
      </w:r>
      <w:r w:rsidRPr="00481D79">
        <w:rPr>
          <w:rtl/>
        </w:rPr>
        <w:t xml:space="preserve"> قال ] </w:t>
      </w:r>
      <w:r w:rsidR="00A5390C" w:rsidRPr="00A5390C">
        <w:rPr>
          <w:rStyle w:val="libFootnotenumChar"/>
          <w:rFonts w:hint="cs"/>
          <w:rtl/>
        </w:rPr>
        <w:t>(2)</w:t>
      </w:r>
      <w:r w:rsidRPr="00481D79">
        <w:rPr>
          <w:rtl/>
        </w:rPr>
        <w:t xml:space="preserve">: " كان رسول الله </w:t>
      </w:r>
      <w:r w:rsidR="004226A8" w:rsidRPr="004226A8">
        <w:rPr>
          <w:rStyle w:val="libAlaemChar"/>
          <w:rtl/>
        </w:rPr>
        <w:t>صلى‌الله‌عليه‌وآله</w:t>
      </w:r>
      <w:r w:rsidRPr="00481D79">
        <w:rPr>
          <w:rtl/>
        </w:rPr>
        <w:t xml:space="preserve"> إذا أكل التمر يطرح النوى </w:t>
      </w:r>
      <w:r w:rsidR="00A5390C" w:rsidRPr="00A5390C">
        <w:rPr>
          <w:rStyle w:val="libFootnotenumChar"/>
          <w:rFonts w:hint="cs"/>
          <w:rtl/>
        </w:rPr>
        <w:t>(3)</w:t>
      </w:r>
      <w:r w:rsidRPr="00481D79">
        <w:rPr>
          <w:rtl/>
        </w:rPr>
        <w:t xml:space="preserve"> على ظهر كفه ثم يقذف به " </w:t>
      </w:r>
      <w:r w:rsidR="00A5390C" w:rsidRPr="00A5390C">
        <w:rPr>
          <w:rStyle w:val="libFootnotenumChar"/>
          <w:rFonts w:hint="cs"/>
          <w:rtl/>
        </w:rPr>
        <w:t>(4)</w:t>
      </w:r>
      <w:r w:rsidRPr="00481D79">
        <w:rPr>
          <w:rtl/>
        </w:rPr>
        <w:t>.</w:t>
      </w:r>
    </w:p>
    <w:p w:rsidR="00481D79" w:rsidRPr="00481D79" w:rsidRDefault="00481D79" w:rsidP="00A5390C">
      <w:pPr>
        <w:pStyle w:val="libNormal"/>
        <w:rPr>
          <w:rtl/>
        </w:rPr>
      </w:pPr>
      <w:r w:rsidRPr="00481D79">
        <w:rPr>
          <w:rtl/>
        </w:rPr>
        <w:t xml:space="preserve">(153) وبإسناده (عن علي </w:t>
      </w:r>
      <w:r w:rsidR="004226A8" w:rsidRPr="004226A8">
        <w:rPr>
          <w:rStyle w:val="libAlaemChar"/>
          <w:rtl/>
        </w:rPr>
        <w:t>عليه‌السلام</w:t>
      </w:r>
      <w:r w:rsidRPr="00481D79">
        <w:rPr>
          <w:rtl/>
        </w:rPr>
        <w:t xml:space="preserve"> قال: " جاء جبرئيل </w:t>
      </w:r>
      <w:r w:rsidR="004226A8" w:rsidRPr="004226A8">
        <w:rPr>
          <w:rStyle w:val="libAlaemChar"/>
          <w:rtl/>
        </w:rPr>
        <w:t>عليه‌السلام</w:t>
      </w:r>
      <w:r w:rsidRPr="00481D79">
        <w:rPr>
          <w:rtl/>
        </w:rPr>
        <w:t xml:space="preserve"> إلى النبي </w:t>
      </w:r>
      <w:r w:rsidR="004226A8" w:rsidRPr="004226A8">
        <w:rPr>
          <w:rStyle w:val="libAlaemChar"/>
          <w:rtl/>
        </w:rPr>
        <w:t>صلى‌الله‌عليه‌وآله</w:t>
      </w:r>
      <w:r w:rsidRPr="00481D79">
        <w:rPr>
          <w:rtl/>
        </w:rPr>
        <w:t xml:space="preserve"> عليكم بالبرني </w:t>
      </w:r>
      <w:r w:rsidR="00A5390C" w:rsidRPr="00A5390C">
        <w:rPr>
          <w:rStyle w:val="libFootnotenumChar"/>
          <w:rFonts w:hint="cs"/>
          <w:rtl/>
        </w:rPr>
        <w:t>(7)</w:t>
      </w:r>
      <w:r w:rsidRPr="00481D79">
        <w:rPr>
          <w:rtl/>
        </w:rPr>
        <w:t xml:space="preserve"> فإنه خير تموركم </w:t>
      </w:r>
      <w:r w:rsidR="00A5390C" w:rsidRPr="00A5390C">
        <w:rPr>
          <w:rStyle w:val="libFootnotenumChar"/>
          <w:rFonts w:hint="cs"/>
          <w:rtl/>
        </w:rPr>
        <w:t>(8)</w:t>
      </w:r>
      <w:r w:rsidRPr="00481D79">
        <w:rPr>
          <w:rtl/>
        </w:rPr>
        <w:t xml:space="preserve"> يقرب من الله، ويباعد </w:t>
      </w:r>
      <w:r w:rsidR="00A5390C" w:rsidRPr="00A5390C">
        <w:rPr>
          <w:rStyle w:val="libFootnotenumChar"/>
          <w:rFonts w:hint="cs"/>
          <w:rtl/>
        </w:rPr>
        <w:t>(9)</w:t>
      </w:r>
      <w:r w:rsidRPr="00481D79">
        <w:rPr>
          <w:rtl/>
        </w:rPr>
        <w:t xml:space="preserve"> من </w:t>
      </w:r>
      <w:r w:rsidR="00A5390C" w:rsidRPr="00A5390C">
        <w:rPr>
          <w:rStyle w:val="libFootnotenumChar"/>
          <w:rFonts w:hint="cs"/>
          <w:rtl/>
        </w:rPr>
        <w:t>(10)</w:t>
      </w:r>
      <w:r w:rsidRPr="00481D79">
        <w:rPr>
          <w:rtl/>
        </w:rPr>
        <w:t xml:space="preserve"> النار " </w:t>
      </w:r>
      <w:r w:rsidR="00A5390C" w:rsidRPr="00A5390C">
        <w:rPr>
          <w:rStyle w:val="libFootnotenumChar"/>
          <w:rFonts w:hint="cs"/>
          <w:rtl/>
        </w:rPr>
        <w:t>(11)</w:t>
      </w:r>
      <w:r w:rsidRPr="00481D79">
        <w:rPr>
          <w:rtl/>
        </w:rPr>
        <w:t>.</w:t>
      </w:r>
    </w:p>
    <w:p w:rsidR="00481D79" w:rsidRPr="00481D79" w:rsidRDefault="00481D79" w:rsidP="00A5390C">
      <w:pPr>
        <w:pStyle w:val="libNormal"/>
        <w:rPr>
          <w:rtl/>
        </w:rPr>
      </w:pPr>
      <w:r w:rsidRPr="00481D79">
        <w:rPr>
          <w:rtl/>
        </w:rPr>
        <w:t xml:space="preserve">(154) وبإسناده [ قال: حدثني أبي [ عن ] </w:t>
      </w:r>
      <w:r w:rsidR="00A5390C" w:rsidRPr="00A5390C">
        <w:rPr>
          <w:rStyle w:val="libFootnotenumChar"/>
          <w:rFonts w:hint="cs"/>
          <w:rtl/>
        </w:rPr>
        <w:t>(12)</w:t>
      </w:r>
      <w:r w:rsidRPr="00481D79">
        <w:rPr>
          <w:rtl/>
        </w:rPr>
        <w:t xml:space="preserve"> علي بن أبي طالب </w:t>
      </w:r>
      <w:r w:rsidR="004226A8" w:rsidRPr="004226A8">
        <w:rPr>
          <w:rStyle w:val="libAlaemChar"/>
          <w:rtl/>
        </w:rPr>
        <w:t>عليه‌السلام</w:t>
      </w:r>
      <w:r w:rsidRPr="00481D79">
        <w:rPr>
          <w:rtl/>
        </w:rPr>
        <w:t xml:space="preserve"> ] </w:t>
      </w:r>
      <w:r w:rsidR="00A5390C" w:rsidRPr="00A5390C">
        <w:rPr>
          <w:rStyle w:val="libFootnotenumChar"/>
          <w:rFonts w:hint="cs"/>
          <w:rtl/>
        </w:rPr>
        <w:t>(13)</w:t>
      </w:r>
      <w:r w:rsidRPr="00481D79">
        <w:rPr>
          <w:rtl/>
        </w:rPr>
        <w:t xml:space="preserve"> قال: " عليكم [ بالقرع ] </w:t>
      </w:r>
      <w:r w:rsidR="00A5390C" w:rsidRPr="00A5390C">
        <w:rPr>
          <w:rStyle w:val="libFootnotenumChar"/>
          <w:rFonts w:hint="cs"/>
          <w:rtl/>
        </w:rPr>
        <w:t>(14)</w:t>
      </w:r>
      <w:r w:rsidRPr="00481D79">
        <w:rPr>
          <w:rtl/>
        </w:rPr>
        <w:t xml:space="preserve"> فإنه يزيد في الدماغ " </w:t>
      </w:r>
      <w:r w:rsidR="00A5390C" w:rsidRPr="00A5390C">
        <w:rPr>
          <w:rStyle w:val="libFootnotenumChar"/>
          <w:rFonts w:hint="cs"/>
          <w:rtl/>
        </w:rPr>
        <w:t>(15)</w:t>
      </w:r>
      <w:r w:rsidRPr="00481D79">
        <w:rPr>
          <w:rtl/>
        </w:rPr>
        <w:t>.</w:t>
      </w:r>
    </w:p>
    <w:p w:rsidR="00827655"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وأخرجه في البحار: 66 / 58 ح 8 عن عيون الاخبار: 2 / 40 ح 130. وأخرجه في الوسائل: 17 / 15 ح 26 عن العيون.</w:t>
      </w:r>
    </w:p>
    <w:p w:rsidR="00481D79" w:rsidRDefault="00481D79" w:rsidP="00A5390C">
      <w:pPr>
        <w:pStyle w:val="libFootnote0"/>
        <w:rPr>
          <w:rtl/>
        </w:rPr>
      </w:pPr>
      <w:r>
        <w:rPr>
          <w:rtl/>
        </w:rPr>
        <w:t>1</w:t>
      </w:r>
      <w:r w:rsidR="00A5390C">
        <w:rPr>
          <w:rFonts w:hint="cs"/>
          <w:rtl/>
        </w:rPr>
        <w:t>-</w:t>
      </w:r>
      <w:r>
        <w:rPr>
          <w:rtl/>
        </w:rPr>
        <w:t xml:space="preserve"> ليس في ط وج.</w:t>
      </w:r>
    </w:p>
    <w:p w:rsidR="00481D79" w:rsidRDefault="00481D79" w:rsidP="00A5390C">
      <w:pPr>
        <w:pStyle w:val="libFootnote0"/>
        <w:rPr>
          <w:rtl/>
        </w:rPr>
      </w:pPr>
      <w:r>
        <w:rPr>
          <w:rtl/>
        </w:rPr>
        <w:t>2</w:t>
      </w:r>
      <w:r w:rsidR="00A5390C">
        <w:rPr>
          <w:rFonts w:hint="cs"/>
          <w:rtl/>
        </w:rPr>
        <w:t>-</w:t>
      </w:r>
      <w:r>
        <w:rPr>
          <w:rtl/>
        </w:rPr>
        <w:t xml:space="preserve"> ليس في خ، وفي ن: قال علي بن أبي طالب </w:t>
      </w:r>
      <w:r w:rsidR="004226A8" w:rsidRPr="00A5390C">
        <w:rPr>
          <w:rStyle w:val="libFootnoteAlaemChar"/>
          <w:rtl/>
        </w:rPr>
        <w:t>عليه‌السلام</w:t>
      </w:r>
      <w:r>
        <w:rPr>
          <w:rtl/>
        </w:rPr>
        <w:t>.</w:t>
      </w:r>
    </w:p>
    <w:p w:rsidR="00481D79" w:rsidRDefault="00481D79" w:rsidP="00A5390C">
      <w:pPr>
        <w:pStyle w:val="libFootnote0"/>
        <w:rPr>
          <w:rtl/>
        </w:rPr>
      </w:pPr>
      <w:r>
        <w:rPr>
          <w:rtl/>
        </w:rPr>
        <w:t>3</w:t>
      </w:r>
      <w:r w:rsidR="00A5390C">
        <w:rPr>
          <w:rFonts w:hint="cs"/>
          <w:rtl/>
        </w:rPr>
        <w:t>-</w:t>
      </w:r>
      <w:r>
        <w:rPr>
          <w:rtl/>
        </w:rPr>
        <w:t xml:space="preserve"> ن: نواه.</w:t>
      </w:r>
    </w:p>
    <w:p w:rsidR="00481D79" w:rsidRDefault="00481D79" w:rsidP="00A5390C">
      <w:pPr>
        <w:pStyle w:val="libFootnote0"/>
        <w:rPr>
          <w:rtl/>
        </w:rPr>
      </w:pPr>
      <w:r>
        <w:rPr>
          <w:rtl/>
        </w:rPr>
        <w:t>4</w:t>
      </w:r>
      <w:r w:rsidR="00A5390C">
        <w:rPr>
          <w:rFonts w:hint="cs"/>
          <w:rtl/>
        </w:rPr>
        <w:t>-</w:t>
      </w:r>
      <w:r>
        <w:rPr>
          <w:rtl/>
        </w:rPr>
        <w:t xml:space="preserve"> عنه مكارم الاخلاق: 170، ومستدرك الوسائل: 3 / 12 باب 51 ح 2. ورواه الصدوق في عيون الاخبار: 2 / 40 ح 134، عنه الوسائل: 17 / 15 ح 30، والبحار: 66 / 125 ح 4. ورواه الطبرسي في الآداب الدينية: 16 مرسلا عن النبي </w:t>
      </w:r>
      <w:r w:rsidR="004226A8" w:rsidRPr="00A5390C">
        <w:rPr>
          <w:rStyle w:val="libFootnoteAlaemChar"/>
          <w:rtl/>
        </w:rPr>
        <w:t>صلى‌الله‌عليه‌وآله</w:t>
      </w:r>
      <w:r>
        <w:rPr>
          <w:rtl/>
        </w:rPr>
        <w:t>.</w:t>
      </w:r>
    </w:p>
    <w:p w:rsidR="00481D79" w:rsidRDefault="00481D79" w:rsidP="00A5390C">
      <w:pPr>
        <w:pStyle w:val="libFootnote0"/>
        <w:rPr>
          <w:rtl/>
        </w:rPr>
      </w:pPr>
      <w:r>
        <w:rPr>
          <w:rtl/>
        </w:rPr>
        <w:t>5</w:t>
      </w:r>
      <w:r w:rsidR="00A5390C">
        <w:rPr>
          <w:rFonts w:hint="cs"/>
          <w:rtl/>
        </w:rPr>
        <w:t>-</w:t>
      </w:r>
      <w:r>
        <w:rPr>
          <w:rtl/>
        </w:rPr>
        <w:t xml:space="preserve"> في المستدرك: قال، وفي خ: فقال.</w:t>
      </w:r>
    </w:p>
    <w:p w:rsidR="00481D79" w:rsidRDefault="00481D79" w:rsidP="00A5390C">
      <w:pPr>
        <w:pStyle w:val="libFootnote0"/>
        <w:rPr>
          <w:rtl/>
        </w:rPr>
      </w:pPr>
      <w:r>
        <w:rPr>
          <w:rtl/>
        </w:rPr>
        <w:t>6</w:t>
      </w:r>
      <w:r w:rsidR="00A5390C">
        <w:rPr>
          <w:rFonts w:hint="cs"/>
          <w:rtl/>
        </w:rPr>
        <w:t>-</w:t>
      </w:r>
      <w:r>
        <w:rPr>
          <w:rtl/>
        </w:rPr>
        <w:t xml:space="preserve"> خ: قال: جاء جبرئيل </w:t>
      </w:r>
      <w:r w:rsidR="004226A8" w:rsidRPr="00A5390C">
        <w:rPr>
          <w:rStyle w:val="libFootnoteAlaemChar"/>
          <w:rtl/>
        </w:rPr>
        <w:t>عليه‌السلام</w:t>
      </w:r>
      <w:r>
        <w:rPr>
          <w:rtl/>
        </w:rPr>
        <w:t xml:space="preserve"> فقال.</w:t>
      </w:r>
    </w:p>
    <w:p w:rsidR="00481D79" w:rsidRDefault="00481D79" w:rsidP="00A5390C">
      <w:pPr>
        <w:pStyle w:val="libFootnote0"/>
        <w:rPr>
          <w:rtl/>
        </w:rPr>
      </w:pPr>
      <w:r>
        <w:rPr>
          <w:rtl/>
        </w:rPr>
        <w:t>7</w:t>
      </w:r>
      <w:r w:rsidR="00A5390C">
        <w:rPr>
          <w:rFonts w:hint="cs"/>
          <w:rtl/>
        </w:rPr>
        <w:t>-</w:t>
      </w:r>
      <w:r>
        <w:rPr>
          <w:rtl/>
        </w:rPr>
        <w:t xml:space="preserve"> ن: بالتمر البرني.</w:t>
      </w:r>
    </w:p>
    <w:p w:rsidR="00481D79" w:rsidRDefault="00481D79" w:rsidP="00A5390C">
      <w:pPr>
        <w:pStyle w:val="libFootnote0"/>
        <w:rPr>
          <w:rtl/>
        </w:rPr>
      </w:pPr>
      <w:r>
        <w:rPr>
          <w:rtl/>
        </w:rPr>
        <w:t>8</w:t>
      </w:r>
      <w:r w:rsidR="00A5390C">
        <w:rPr>
          <w:rFonts w:hint="cs"/>
          <w:rtl/>
        </w:rPr>
        <w:t>-</w:t>
      </w:r>
      <w:r>
        <w:rPr>
          <w:rtl/>
        </w:rPr>
        <w:t xml:space="preserve"> ن: تمركم.</w:t>
      </w:r>
    </w:p>
    <w:p w:rsidR="00481D79" w:rsidRDefault="00481D79" w:rsidP="00A5390C">
      <w:pPr>
        <w:pStyle w:val="libFootnote0"/>
        <w:rPr>
          <w:rtl/>
        </w:rPr>
      </w:pPr>
      <w:r>
        <w:rPr>
          <w:rtl/>
        </w:rPr>
        <w:t>9</w:t>
      </w:r>
      <w:r w:rsidR="00A5390C">
        <w:rPr>
          <w:rFonts w:hint="cs"/>
          <w:rtl/>
        </w:rPr>
        <w:t>-</w:t>
      </w:r>
      <w:r>
        <w:rPr>
          <w:rtl/>
        </w:rPr>
        <w:t xml:space="preserve"> ن: يبعد.</w:t>
      </w:r>
    </w:p>
    <w:p w:rsidR="00481D79" w:rsidRDefault="00481D79" w:rsidP="00A5390C">
      <w:pPr>
        <w:pStyle w:val="libFootnote0"/>
        <w:rPr>
          <w:rtl/>
        </w:rPr>
      </w:pPr>
      <w:r>
        <w:rPr>
          <w:rtl/>
        </w:rPr>
        <w:t>10</w:t>
      </w:r>
      <w:r w:rsidR="00A5390C">
        <w:rPr>
          <w:rFonts w:hint="cs"/>
          <w:rtl/>
        </w:rPr>
        <w:t>-</w:t>
      </w:r>
      <w:r>
        <w:rPr>
          <w:rtl/>
        </w:rPr>
        <w:t xml:space="preserve"> خ: عن.</w:t>
      </w:r>
    </w:p>
    <w:p w:rsidR="00481D79" w:rsidRDefault="00481D79" w:rsidP="00A5390C">
      <w:pPr>
        <w:pStyle w:val="libFootnote0"/>
        <w:rPr>
          <w:rtl/>
        </w:rPr>
      </w:pPr>
      <w:r>
        <w:rPr>
          <w:rtl/>
        </w:rPr>
        <w:t>11</w:t>
      </w:r>
      <w:r w:rsidR="00A5390C">
        <w:rPr>
          <w:rFonts w:hint="cs"/>
          <w:rtl/>
        </w:rPr>
        <w:t>-</w:t>
      </w:r>
      <w:r>
        <w:rPr>
          <w:rtl/>
        </w:rPr>
        <w:t xml:space="preserve"> عنه المستدرك: 3 / 112 باب 53 ح 1. رواه في عيون الاخبار: 2 / 40 ح 135، عنه الوسائل: 17 / 15 ح 31، والبحار: 66 / 126 ح 4 قطعة. و (أخرجه أبونعيم بلفظ: قال: يا محمد خير تمركم البرني).</w:t>
      </w:r>
    </w:p>
    <w:p w:rsidR="00481D79" w:rsidRDefault="00481D79" w:rsidP="00A5390C">
      <w:pPr>
        <w:pStyle w:val="libFootnote0"/>
        <w:rPr>
          <w:rtl/>
        </w:rPr>
      </w:pPr>
      <w:r>
        <w:rPr>
          <w:rtl/>
        </w:rPr>
        <w:t>12</w:t>
      </w:r>
      <w:r w:rsidR="00A5390C">
        <w:rPr>
          <w:rFonts w:hint="cs"/>
          <w:rtl/>
        </w:rPr>
        <w:t>-</w:t>
      </w:r>
      <w:r>
        <w:rPr>
          <w:rtl/>
        </w:rPr>
        <w:t xml:space="preserve"> ليس في ط وج.</w:t>
      </w:r>
    </w:p>
    <w:p w:rsidR="00481D79" w:rsidRDefault="00481D79" w:rsidP="00A5390C">
      <w:pPr>
        <w:pStyle w:val="libFootnote0"/>
        <w:rPr>
          <w:rtl/>
        </w:rPr>
      </w:pPr>
      <w:r>
        <w:rPr>
          <w:rtl/>
        </w:rPr>
        <w:t>13</w:t>
      </w:r>
      <w:r w:rsidR="00A5390C">
        <w:rPr>
          <w:rFonts w:hint="cs"/>
          <w:rtl/>
        </w:rPr>
        <w:t>-</w:t>
      </w:r>
      <w:r>
        <w:rPr>
          <w:rtl/>
        </w:rPr>
        <w:t xml:space="preserve"> ليس في خ. وفي ن: وبإسناده قال: قال رسول الله </w:t>
      </w:r>
      <w:r w:rsidR="004226A8" w:rsidRPr="00A5390C">
        <w:rPr>
          <w:rStyle w:val="libFootnoteAlaemChar"/>
          <w:rtl/>
        </w:rPr>
        <w:t>صلى‌الله‌عليه‌وآله</w:t>
      </w:r>
      <w:r>
        <w:rPr>
          <w:rtl/>
        </w:rPr>
        <w:t>.</w:t>
      </w:r>
    </w:p>
    <w:p w:rsidR="00481D79" w:rsidRDefault="00481D79" w:rsidP="00A5390C">
      <w:pPr>
        <w:pStyle w:val="libFootnote0"/>
        <w:rPr>
          <w:rtl/>
        </w:rPr>
      </w:pPr>
      <w:r>
        <w:rPr>
          <w:rtl/>
        </w:rPr>
        <w:t>14</w:t>
      </w:r>
      <w:r w:rsidR="00A5390C">
        <w:rPr>
          <w:rFonts w:hint="cs"/>
          <w:rtl/>
        </w:rPr>
        <w:t>-</w:t>
      </w:r>
      <w:r>
        <w:rPr>
          <w:rtl/>
        </w:rPr>
        <w:t xml:space="preserve"> ليس في بعض النسخ.</w:t>
      </w:r>
    </w:p>
    <w:p w:rsidR="00827655" w:rsidRDefault="00481D79" w:rsidP="00A5390C">
      <w:pPr>
        <w:pStyle w:val="libFootnote0"/>
        <w:rPr>
          <w:rtl/>
        </w:rPr>
      </w:pPr>
      <w:r>
        <w:rPr>
          <w:rtl/>
        </w:rPr>
        <w:t>15</w:t>
      </w:r>
      <w:r w:rsidR="00A5390C">
        <w:rPr>
          <w:rFonts w:hint="cs"/>
          <w:rtl/>
        </w:rPr>
        <w:t>-</w:t>
      </w:r>
      <w:r>
        <w:rPr>
          <w:rtl/>
        </w:rPr>
        <w:t xml:space="preserve"> عنه البحار: 66 / 225 ح 3 وعن عيون الاخبار: 2 / 36 ح 86 وص 41 ح 137، وعن مكارم الاخلاق: 179 عن الصادق </w:t>
      </w:r>
      <w:r w:rsidR="004226A8" w:rsidRPr="00A5390C">
        <w:rPr>
          <w:rStyle w:val="libFootnoteAlaemChar"/>
          <w:rtl/>
        </w:rPr>
        <w:t>عليه‌السلام</w:t>
      </w:r>
      <w:r>
        <w:rPr>
          <w:rtl/>
        </w:rPr>
        <w:t xml:space="preserve"> نحوه. وأخرجه في مستدرك الوسائل: 3 / 120 باب 92 ح 3 عن الصحيفة. وأخرجه في الوسائل: 17 / 13 ح 13، وص 15 ح 33 عن العيون.</w:t>
      </w:r>
      <w:r w:rsidR="00827655">
        <w:rPr>
          <w:rtl/>
        </w:rPr>
        <w:t>=</w:t>
      </w:r>
    </w:p>
    <w:p w:rsidR="00481D79" w:rsidRDefault="00481D79" w:rsidP="00481D79">
      <w:pPr>
        <w:pStyle w:val="libNormal"/>
        <w:rPr>
          <w:rtl/>
        </w:rPr>
      </w:pPr>
      <w:r>
        <w:rPr>
          <w:rtl/>
        </w:rPr>
        <w:br w:type="page"/>
      </w:r>
    </w:p>
    <w:p w:rsidR="00481D79" w:rsidRPr="00481D79" w:rsidRDefault="00481D79" w:rsidP="00A5390C">
      <w:pPr>
        <w:pStyle w:val="libNormal"/>
        <w:rPr>
          <w:rtl/>
        </w:rPr>
      </w:pPr>
      <w:r w:rsidRPr="00481D79">
        <w:rPr>
          <w:rtl/>
        </w:rPr>
        <w:lastRenderedPageBreak/>
        <w:t xml:space="preserve">(155) وبإسناده قال: [ حدثني أبي الحسين بن علي </w:t>
      </w:r>
      <w:r w:rsidR="004226A8" w:rsidRPr="004226A8">
        <w:rPr>
          <w:rStyle w:val="libAlaemChar"/>
          <w:rtl/>
        </w:rPr>
        <w:t>عليهما‌السلام</w:t>
      </w:r>
      <w:r w:rsidRPr="00481D79">
        <w:rPr>
          <w:rtl/>
        </w:rPr>
        <w:t xml:space="preserve"> قال ] </w:t>
      </w:r>
      <w:r w:rsidR="00A5390C" w:rsidRPr="00A5390C">
        <w:rPr>
          <w:rStyle w:val="libFootnotenumChar"/>
          <w:rFonts w:hint="cs"/>
          <w:rtl/>
        </w:rPr>
        <w:t>(1)</w:t>
      </w:r>
      <w:r w:rsidRPr="00481D79">
        <w:rPr>
          <w:rtl/>
        </w:rPr>
        <w:t xml:space="preserve">: " دعا رجل [ أمير المؤمنين ] </w:t>
      </w:r>
      <w:r w:rsidR="00A5390C" w:rsidRPr="00A5390C">
        <w:rPr>
          <w:rStyle w:val="libFootnotenumChar"/>
          <w:rFonts w:hint="cs"/>
          <w:rtl/>
        </w:rPr>
        <w:t>(2)</w:t>
      </w:r>
      <w:r w:rsidRPr="00481D79">
        <w:rPr>
          <w:rtl/>
        </w:rPr>
        <w:t xml:space="preserve"> علي بن أبي طالب </w:t>
      </w:r>
      <w:r w:rsidR="004226A8" w:rsidRPr="004226A8">
        <w:rPr>
          <w:rStyle w:val="libAlaemChar"/>
          <w:rtl/>
        </w:rPr>
        <w:t>عليه‌السلام</w:t>
      </w:r>
      <w:r w:rsidRPr="00481D79">
        <w:rPr>
          <w:rtl/>
        </w:rPr>
        <w:t xml:space="preserve"> فقال له: أجبتك </w:t>
      </w:r>
      <w:r w:rsidR="00A5390C" w:rsidRPr="00A5390C">
        <w:rPr>
          <w:rStyle w:val="libFootnotenumChar"/>
          <w:rFonts w:hint="cs"/>
          <w:rtl/>
        </w:rPr>
        <w:t>(3)</w:t>
      </w:r>
      <w:r w:rsidRPr="00481D79">
        <w:rPr>
          <w:rtl/>
        </w:rPr>
        <w:t xml:space="preserve"> على أن تضمن لي ثلاث خصال. قال: وما هي </w:t>
      </w:r>
      <w:r w:rsidR="00A5390C" w:rsidRPr="00A5390C">
        <w:rPr>
          <w:rStyle w:val="libFootnotenumChar"/>
          <w:rFonts w:hint="cs"/>
          <w:rtl/>
        </w:rPr>
        <w:t>(4)</w:t>
      </w:r>
      <w:r w:rsidRPr="00481D79">
        <w:rPr>
          <w:rtl/>
        </w:rPr>
        <w:t xml:space="preserve"> يا أمير المؤمنين؟ قال </w:t>
      </w:r>
      <w:r w:rsidR="00A5390C" w:rsidRPr="00A5390C">
        <w:rPr>
          <w:rStyle w:val="libFootnotenumChar"/>
          <w:rFonts w:hint="cs"/>
          <w:rtl/>
        </w:rPr>
        <w:t>(5)</w:t>
      </w:r>
      <w:r w:rsidRPr="00481D79">
        <w:rPr>
          <w:rtl/>
        </w:rPr>
        <w:t xml:space="preserve">: أن لا تدخل علي شيئا من خارج، ولا تدخر عني </w:t>
      </w:r>
      <w:r w:rsidR="00A5390C" w:rsidRPr="00A5390C">
        <w:rPr>
          <w:rStyle w:val="libFootnotenumChar"/>
          <w:rFonts w:hint="cs"/>
          <w:rtl/>
        </w:rPr>
        <w:t>(6)</w:t>
      </w:r>
      <w:r w:rsidRPr="00481D79">
        <w:rPr>
          <w:rtl/>
        </w:rPr>
        <w:t xml:space="preserve"> شيئا في البيت، ولا تجحف بالعيال. قال: ذلك لك، فأجابه [ علي ] </w:t>
      </w:r>
      <w:r w:rsidR="00A5390C" w:rsidRPr="00A5390C">
        <w:rPr>
          <w:rStyle w:val="libFootnotenumChar"/>
          <w:rFonts w:hint="cs"/>
          <w:rtl/>
        </w:rPr>
        <w:t>(7)</w:t>
      </w:r>
      <w:r w:rsidRPr="00481D79">
        <w:rPr>
          <w:rtl/>
        </w:rPr>
        <w:t xml:space="preserve"> " </w:t>
      </w:r>
      <w:r w:rsidR="00A5390C" w:rsidRPr="00A5390C">
        <w:rPr>
          <w:rStyle w:val="libFootnotenumChar"/>
          <w:rFonts w:hint="cs"/>
          <w:rtl/>
        </w:rPr>
        <w:t>(8)</w:t>
      </w:r>
      <w:r w:rsidRPr="00481D79">
        <w:rPr>
          <w:rtl/>
        </w:rPr>
        <w:t>.</w:t>
      </w:r>
    </w:p>
    <w:p w:rsidR="00481D79" w:rsidRPr="00481D79" w:rsidRDefault="00481D79" w:rsidP="00A5390C">
      <w:pPr>
        <w:pStyle w:val="libNormal"/>
        <w:rPr>
          <w:rtl/>
        </w:rPr>
      </w:pPr>
      <w:r w:rsidRPr="00481D79">
        <w:rPr>
          <w:rtl/>
        </w:rPr>
        <w:t xml:space="preserve">(156) وبإسناده قال: قال علي بن أبي طالب </w:t>
      </w:r>
      <w:r w:rsidR="004226A8" w:rsidRPr="004226A8">
        <w:rPr>
          <w:rStyle w:val="libAlaemChar"/>
          <w:rtl/>
        </w:rPr>
        <w:t>عليه‌السلام</w:t>
      </w:r>
      <w:r w:rsidRPr="00481D79">
        <w:rPr>
          <w:rtl/>
        </w:rPr>
        <w:t xml:space="preserve">: " الحناء بعد النورة أمان من الجذام والبرص " </w:t>
      </w:r>
      <w:r w:rsidR="00A5390C" w:rsidRPr="00A5390C">
        <w:rPr>
          <w:rStyle w:val="libFootnotenumChar"/>
          <w:rFonts w:hint="cs"/>
          <w:rtl/>
        </w:rPr>
        <w:t>(9)</w:t>
      </w:r>
      <w:r w:rsidRPr="00481D79">
        <w:rPr>
          <w:rtl/>
        </w:rPr>
        <w:t>.</w:t>
      </w:r>
    </w:p>
    <w:p w:rsidR="00481D79" w:rsidRPr="00481D79" w:rsidRDefault="00481D79" w:rsidP="00A5390C">
      <w:pPr>
        <w:pStyle w:val="libNormal"/>
        <w:rPr>
          <w:rtl/>
        </w:rPr>
      </w:pPr>
      <w:r w:rsidRPr="00481D79">
        <w:rPr>
          <w:rtl/>
        </w:rPr>
        <w:t xml:space="preserve">(157) وبإسناده قال: قال رسول الله </w:t>
      </w:r>
      <w:r w:rsidR="004226A8" w:rsidRPr="004226A8">
        <w:rPr>
          <w:rStyle w:val="libAlaemChar"/>
          <w:rtl/>
        </w:rPr>
        <w:t>صلى‌الله‌عليه‌وآله</w:t>
      </w:r>
      <w:r w:rsidRPr="00481D79">
        <w:rPr>
          <w:rtl/>
        </w:rPr>
        <w:t xml:space="preserve">: " يا علي لولاك لما عرف المؤمنون بعدي " </w:t>
      </w:r>
      <w:r w:rsidR="00A5390C" w:rsidRPr="00A5390C">
        <w:rPr>
          <w:rStyle w:val="libFootnotenumChar"/>
          <w:rFonts w:hint="cs"/>
          <w:rtl/>
        </w:rPr>
        <w:t>(10)</w:t>
      </w:r>
      <w:r w:rsidRPr="00481D79">
        <w:rPr>
          <w:rtl/>
        </w:rPr>
        <w:t>.</w:t>
      </w:r>
    </w:p>
    <w:p w:rsidR="00481D79" w:rsidRDefault="005B067E" w:rsidP="005B067E">
      <w:pPr>
        <w:pStyle w:val="libLine"/>
        <w:rPr>
          <w:rtl/>
        </w:rPr>
      </w:pPr>
      <w:r>
        <w:rPr>
          <w:rtl/>
        </w:rPr>
        <w:t>____________________</w:t>
      </w:r>
    </w:p>
    <w:p w:rsidR="00481D79" w:rsidRDefault="00481D79" w:rsidP="00D11BDC">
      <w:pPr>
        <w:pStyle w:val="libFootnote0"/>
        <w:rPr>
          <w:rtl/>
        </w:rPr>
      </w:pPr>
      <w:r>
        <w:rPr>
          <w:rtl/>
        </w:rPr>
        <w:t>وأخرجه في البحار: 62 / 298 عن طب الائمة للمستغفري. وأورده القطب الراوندي في الدعوات: 148 ح 391 مرسلا مثله. (أخرجه الديلمي عن الحسن بن علي بزيادة. وأخرجه الطبراني في الكبير عن واثلة بلفظ: عليكم بالقرع فإنه يزيد في الدماغ، وعليكم بالعدس فإنه مبارك إلخ.)</w:t>
      </w:r>
    </w:p>
    <w:p w:rsidR="00481D79" w:rsidRDefault="00481D79" w:rsidP="00A5390C">
      <w:pPr>
        <w:pStyle w:val="libFootnote0"/>
        <w:rPr>
          <w:rtl/>
        </w:rPr>
      </w:pPr>
      <w:r>
        <w:rPr>
          <w:rtl/>
        </w:rPr>
        <w:t>1 و 2</w:t>
      </w:r>
      <w:r w:rsidR="00A5390C">
        <w:rPr>
          <w:rFonts w:hint="cs"/>
          <w:rtl/>
        </w:rPr>
        <w:t>-</w:t>
      </w:r>
      <w:r>
        <w:rPr>
          <w:rtl/>
        </w:rPr>
        <w:t xml:space="preserve"> ليس في خ.</w:t>
      </w:r>
    </w:p>
    <w:p w:rsidR="00481D79" w:rsidRDefault="00481D79" w:rsidP="00A5390C">
      <w:pPr>
        <w:pStyle w:val="libFootnote0"/>
        <w:rPr>
          <w:rtl/>
        </w:rPr>
      </w:pPr>
      <w:r>
        <w:rPr>
          <w:rtl/>
        </w:rPr>
        <w:t>3</w:t>
      </w:r>
      <w:r w:rsidR="00A5390C">
        <w:rPr>
          <w:rFonts w:hint="cs"/>
          <w:rtl/>
        </w:rPr>
        <w:t>-</w:t>
      </w:r>
      <w:r>
        <w:rPr>
          <w:rtl/>
        </w:rPr>
        <w:t xml:space="preserve"> ن: فقال له علي </w:t>
      </w:r>
      <w:r w:rsidR="004226A8" w:rsidRPr="00A5390C">
        <w:rPr>
          <w:rStyle w:val="libFootnoteAlaemChar"/>
          <w:rtl/>
        </w:rPr>
        <w:t>عليه‌السلام</w:t>
      </w:r>
      <w:r>
        <w:rPr>
          <w:rtl/>
        </w:rPr>
        <w:t xml:space="preserve"> قد أجبتك، خ: فقال له قد أجبتك.</w:t>
      </w:r>
    </w:p>
    <w:p w:rsidR="00481D79" w:rsidRDefault="00481D79" w:rsidP="00A5390C">
      <w:pPr>
        <w:pStyle w:val="libFootnote0"/>
        <w:rPr>
          <w:rtl/>
        </w:rPr>
      </w:pPr>
      <w:r>
        <w:rPr>
          <w:rtl/>
        </w:rPr>
        <w:t>4</w:t>
      </w:r>
      <w:r w:rsidR="00A5390C">
        <w:rPr>
          <w:rFonts w:hint="cs"/>
          <w:rtl/>
        </w:rPr>
        <w:t>-</w:t>
      </w:r>
      <w:r>
        <w:rPr>
          <w:rtl/>
        </w:rPr>
        <w:t xml:space="preserve"> في بعض النسخ: وما هن.</w:t>
      </w:r>
    </w:p>
    <w:p w:rsidR="00481D79" w:rsidRDefault="00481D79" w:rsidP="00A5390C">
      <w:pPr>
        <w:pStyle w:val="libFootnote0"/>
        <w:rPr>
          <w:rtl/>
        </w:rPr>
      </w:pPr>
      <w:r>
        <w:rPr>
          <w:rtl/>
        </w:rPr>
        <w:t>5</w:t>
      </w:r>
      <w:r w:rsidR="00A5390C">
        <w:rPr>
          <w:rFonts w:hint="cs"/>
          <w:rtl/>
        </w:rPr>
        <w:t>-</w:t>
      </w:r>
      <w:r>
        <w:rPr>
          <w:rtl/>
        </w:rPr>
        <w:t xml:space="preserve"> ط: قال على.</w:t>
      </w:r>
    </w:p>
    <w:p w:rsidR="00481D79" w:rsidRDefault="00481D79" w:rsidP="00A5390C">
      <w:pPr>
        <w:pStyle w:val="libFootnote0"/>
        <w:rPr>
          <w:rtl/>
        </w:rPr>
      </w:pPr>
      <w:r>
        <w:rPr>
          <w:rtl/>
        </w:rPr>
        <w:t>6</w:t>
      </w:r>
      <w:r w:rsidR="00A5390C">
        <w:rPr>
          <w:rFonts w:hint="cs"/>
          <w:rtl/>
        </w:rPr>
        <w:t>-</w:t>
      </w:r>
      <w:r>
        <w:rPr>
          <w:rtl/>
        </w:rPr>
        <w:t xml:space="preserve"> خ ون: علي.</w:t>
      </w:r>
    </w:p>
    <w:p w:rsidR="00481D79" w:rsidRDefault="00481D79" w:rsidP="00A5390C">
      <w:pPr>
        <w:pStyle w:val="libFootnote0"/>
        <w:rPr>
          <w:rtl/>
        </w:rPr>
      </w:pPr>
      <w:r>
        <w:rPr>
          <w:rtl/>
        </w:rPr>
        <w:t>7</w:t>
      </w:r>
      <w:r w:rsidR="00A5390C">
        <w:rPr>
          <w:rFonts w:hint="cs"/>
          <w:rtl/>
        </w:rPr>
        <w:t>-</w:t>
      </w:r>
      <w:r>
        <w:rPr>
          <w:rtl/>
        </w:rPr>
        <w:t xml:space="preserve"> ليس في ن.</w:t>
      </w:r>
    </w:p>
    <w:p w:rsidR="00481D79" w:rsidRDefault="00481D79" w:rsidP="00A5390C">
      <w:pPr>
        <w:pStyle w:val="libFootnote0"/>
        <w:rPr>
          <w:rtl/>
        </w:rPr>
      </w:pPr>
      <w:r>
        <w:rPr>
          <w:rtl/>
        </w:rPr>
        <w:t>8</w:t>
      </w:r>
      <w:r w:rsidR="00A5390C">
        <w:rPr>
          <w:rFonts w:hint="cs"/>
          <w:rtl/>
        </w:rPr>
        <w:t>-</w:t>
      </w:r>
      <w:r>
        <w:rPr>
          <w:rtl/>
        </w:rPr>
        <w:t xml:space="preserve"> عنه البحار: 75 / 451 ح 4، وعن عيون الاخبار: 1 / 258 ح 16 وج 2 / 42 ح 138 مثله. وأخرجه في الوسائل: 16 / 433 ح 3 وج 17 / 15 ح 34، والبحار: 27 / 255 ح 2 عن العيون. ورواه الصدوق أيضا في كتاب الخصال: 188 ح 260 بالاسناد رقم " 7 ". وأخرجه في مستدرك الوسائل: 3 / 85 باب 19 ح 1 عن دعائم الاسلام - ولم نجده فيه -. وأورده الطبرسي في الآداب الدينية: 16 مرسلا، عنه أمان الاخطار لابن طاووس: 48.</w:t>
      </w:r>
    </w:p>
    <w:p w:rsidR="00481D79" w:rsidRDefault="00481D79" w:rsidP="00A5390C">
      <w:pPr>
        <w:pStyle w:val="libFootnote0"/>
        <w:rPr>
          <w:rtl/>
        </w:rPr>
      </w:pPr>
      <w:r>
        <w:rPr>
          <w:rtl/>
        </w:rPr>
        <w:t>9</w:t>
      </w:r>
      <w:r w:rsidR="00A5390C">
        <w:rPr>
          <w:rFonts w:hint="cs"/>
          <w:rtl/>
        </w:rPr>
        <w:t>-</w:t>
      </w:r>
      <w:r>
        <w:rPr>
          <w:rtl/>
        </w:rPr>
        <w:t xml:space="preserve"> عنه المستدرك: 1 / 57 باب 20 ح 2. وأخرجه في البحار: 76 / 89 ح 6 عنه وعن عيون الاخبار: 2 / 48 ح 186. وأخرجه في الوسائل: 1 / 393 ح 8 عن العيون. وأخرجه في كنز العمال: 1 / 92 عن أبي نعيم.</w:t>
      </w:r>
    </w:p>
    <w:p w:rsidR="00481D79" w:rsidRDefault="00481D79" w:rsidP="00A5390C">
      <w:pPr>
        <w:pStyle w:val="libFootnote0"/>
        <w:rPr>
          <w:rtl/>
        </w:rPr>
      </w:pPr>
      <w:r>
        <w:rPr>
          <w:rtl/>
        </w:rPr>
        <w:t>10</w:t>
      </w:r>
      <w:r w:rsidR="00A5390C">
        <w:rPr>
          <w:rFonts w:hint="cs"/>
          <w:rtl/>
        </w:rPr>
        <w:t>-</w:t>
      </w:r>
      <w:r>
        <w:rPr>
          <w:rtl/>
        </w:rPr>
        <w:t xml:space="preserve"> رواه الصدوق في عيون الاخبار: 2 / 48 ح 187، عنه البحار: 40 / 26 ح 51. ورواه المتقي الهندي في كنز العمال: 15 / 133 ح 392 بالاسناد رقم " 60 ". ورواه ابن المغازلي في المناقب: 70 ح 101 بالاسناد رقم " 25 ". عنه الطرائف: 77 ح 103. وأخرجه الامرتسري في أرجح المطالب: 544 عن إبن عباس. ثم قال: أخرجه ابن المغازلي.</w:t>
      </w:r>
    </w:p>
    <w:p w:rsidR="00481D79" w:rsidRDefault="00481D79" w:rsidP="00481D79">
      <w:pPr>
        <w:pStyle w:val="libNormal"/>
        <w:rPr>
          <w:rtl/>
        </w:rPr>
      </w:pPr>
      <w:r>
        <w:rPr>
          <w:rtl/>
        </w:rPr>
        <w:br w:type="page"/>
      </w:r>
    </w:p>
    <w:p w:rsidR="00481D79" w:rsidRPr="00481D79" w:rsidRDefault="00481D79" w:rsidP="00A5390C">
      <w:pPr>
        <w:pStyle w:val="libNormal"/>
        <w:rPr>
          <w:rtl/>
        </w:rPr>
      </w:pPr>
      <w:r w:rsidRPr="00481D79">
        <w:rPr>
          <w:rtl/>
        </w:rPr>
        <w:lastRenderedPageBreak/>
        <w:t xml:space="preserve">(158) وبإسناده قال: قال رسول الله </w:t>
      </w:r>
      <w:r w:rsidR="004226A8" w:rsidRPr="004226A8">
        <w:rPr>
          <w:rStyle w:val="libAlaemChar"/>
          <w:rtl/>
        </w:rPr>
        <w:t>صلى‌الله‌عليه‌وآله</w:t>
      </w:r>
      <w:r w:rsidRPr="00481D79">
        <w:rPr>
          <w:rtl/>
        </w:rPr>
        <w:t xml:space="preserve">: " يا علي إنك أعطيت ثلاثا [ ما أعطيت مثلهن ] </w:t>
      </w:r>
      <w:r w:rsidR="00A5390C" w:rsidRPr="00A5390C">
        <w:rPr>
          <w:rStyle w:val="libFootnotenumChar"/>
          <w:rFonts w:hint="cs"/>
          <w:rtl/>
        </w:rPr>
        <w:t>(1)</w:t>
      </w:r>
      <w:r w:rsidRPr="00481D79">
        <w:rPr>
          <w:rtl/>
        </w:rPr>
        <w:t xml:space="preserve"> قلت: فداك أبي وامي وما أعطيت؟ قال </w:t>
      </w:r>
      <w:r w:rsidR="004226A8" w:rsidRPr="004226A8">
        <w:rPr>
          <w:rStyle w:val="libAlaemChar"/>
          <w:rtl/>
        </w:rPr>
        <w:t>صلى‌الله‌عليه‌وآله</w:t>
      </w:r>
      <w:r w:rsidRPr="00481D79">
        <w:rPr>
          <w:rtl/>
        </w:rPr>
        <w:t xml:space="preserve">: " أعطيت صهرا مثلي، وأعطيت مثل زوجتك فاطمة، وأعطيت مثل ولديك الحسن والحسين " </w:t>
      </w:r>
      <w:r w:rsidR="00A5390C" w:rsidRPr="00A5390C">
        <w:rPr>
          <w:rStyle w:val="libFootnotenumChar"/>
          <w:rFonts w:hint="cs"/>
          <w:rtl/>
        </w:rPr>
        <w:t>(2)</w:t>
      </w:r>
      <w:r w:rsidRPr="00481D79">
        <w:rPr>
          <w:rtl/>
        </w:rPr>
        <w:t>.</w:t>
      </w:r>
    </w:p>
    <w:p w:rsidR="00481D79" w:rsidRPr="00481D79" w:rsidRDefault="00481D79" w:rsidP="00A5390C">
      <w:pPr>
        <w:pStyle w:val="libNormal"/>
        <w:rPr>
          <w:rtl/>
        </w:rPr>
      </w:pPr>
      <w:r w:rsidRPr="00481D79">
        <w:rPr>
          <w:rtl/>
        </w:rPr>
        <w:t xml:space="preserve">(159) وبإسناده قال: [ قال رسول الله </w:t>
      </w:r>
      <w:r w:rsidR="004226A8" w:rsidRPr="004226A8">
        <w:rPr>
          <w:rStyle w:val="libAlaemChar"/>
          <w:rtl/>
        </w:rPr>
        <w:t>صلى‌الله‌عليه‌وآله</w:t>
      </w:r>
      <w:r w:rsidRPr="00481D79">
        <w:rPr>
          <w:rtl/>
        </w:rPr>
        <w:t xml:space="preserve"> ]</w:t>
      </w:r>
      <w:r w:rsidR="00A5390C" w:rsidRPr="00A5390C">
        <w:rPr>
          <w:rStyle w:val="libFootnotenumChar"/>
          <w:rFonts w:hint="cs"/>
          <w:rtl/>
        </w:rPr>
        <w:t>(3)</w:t>
      </w:r>
      <w:r w:rsidRPr="00481D79">
        <w:rPr>
          <w:rtl/>
        </w:rPr>
        <w:t xml:space="preserve">: " يا علي ليس في القيامة راكب غيرنا ونحن أربعة ". فقام [ إليه ] </w:t>
      </w:r>
      <w:r w:rsidR="00A5390C" w:rsidRPr="00A5390C">
        <w:rPr>
          <w:rStyle w:val="libFootnotenumChar"/>
          <w:rFonts w:hint="cs"/>
          <w:rtl/>
        </w:rPr>
        <w:t>(4)</w:t>
      </w:r>
      <w:r w:rsidRPr="00481D79">
        <w:rPr>
          <w:rtl/>
        </w:rPr>
        <w:t xml:space="preserve"> رجل من الانصار (وقال فداك أبي وأمي ومن هم؟ قال) </w:t>
      </w:r>
      <w:r w:rsidR="00A5390C" w:rsidRPr="00A5390C">
        <w:rPr>
          <w:rStyle w:val="libFootnotenumChar"/>
          <w:rFonts w:hint="cs"/>
          <w:rtl/>
        </w:rPr>
        <w:t>(5)</w:t>
      </w:r>
      <w:r w:rsidRPr="00481D79">
        <w:rPr>
          <w:rtl/>
        </w:rPr>
        <w:t xml:space="preserve"> </w:t>
      </w:r>
      <w:r w:rsidR="004226A8" w:rsidRPr="004226A8">
        <w:rPr>
          <w:rStyle w:val="libAlaemChar"/>
          <w:rtl/>
        </w:rPr>
        <w:t>صلى‌الله‌عليه‌وآله</w:t>
      </w:r>
      <w:r w:rsidRPr="00481D79">
        <w:rPr>
          <w:rtl/>
        </w:rPr>
        <w:t xml:space="preserve">: أنا على دابة [ الله ] </w:t>
      </w:r>
      <w:r w:rsidR="00A5390C" w:rsidRPr="00A5390C">
        <w:rPr>
          <w:rStyle w:val="libFootnotenumChar"/>
          <w:rFonts w:hint="cs"/>
          <w:rtl/>
        </w:rPr>
        <w:t>(6)</w:t>
      </w:r>
      <w:r w:rsidRPr="00481D79">
        <w:rPr>
          <w:rtl/>
        </w:rPr>
        <w:t xml:space="preserve"> البراق وأخي صالح على ناقة الله تعالى التي عقرت، وعمي حمزة على ناقتي العضباء، وأخي علي على ناقة من نوق الجنة وبيده لواء الحمد ينادي: لا إله إلا الله محمد رسول الله. فيقول الآدميون: ما هذا إلا ملك مقرب [ أو نبي مرسل أو حامل عرش؟ ! فيجيبهم ملك من (تحت) </w:t>
      </w:r>
      <w:r w:rsidR="00A5390C" w:rsidRPr="00A5390C">
        <w:rPr>
          <w:rStyle w:val="libFootnotenumChar"/>
          <w:rFonts w:hint="cs"/>
          <w:rtl/>
        </w:rPr>
        <w:t>(7)</w:t>
      </w:r>
      <w:r w:rsidRPr="00481D79">
        <w:rPr>
          <w:rtl/>
        </w:rPr>
        <w:t xml:space="preserve"> بطنان العرش: يا معشر الآدميين ليس (هذا) </w:t>
      </w:r>
      <w:r w:rsidR="00A5390C" w:rsidRPr="00A5390C">
        <w:rPr>
          <w:rStyle w:val="libFootnotenumChar"/>
          <w:rFonts w:hint="cs"/>
          <w:rtl/>
        </w:rPr>
        <w:t>(8)</w:t>
      </w:r>
      <w:r w:rsidRPr="00481D79">
        <w:rPr>
          <w:rtl/>
        </w:rPr>
        <w:t xml:space="preserve"> ملك مقرب ] </w:t>
      </w:r>
      <w:r w:rsidR="00A5390C" w:rsidRPr="00A5390C">
        <w:rPr>
          <w:rStyle w:val="libFootnotenumChar"/>
          <w:rFonts w:hint="cs"/>
          <w:rtl/>
        </w:rPr>
        <w:t>(9)</w:t>
      </w:r>
      <w:r w:rsidRPr="00481D79">
        <w:rPr>
          <w:rtl/>
        </w:rPr>
        <w:t xml:space="preserve"> ولا نبي مرسل ولا حامل عرش، هذا علي بن أبي طالب " </w:t>
      </w:r>
      <w:r w:rsidR="00A5390C" w:rsidRPr="00A5390C">
        <w:rPr>
          <w:rStyle w:val="libFootnotenumChar"/>
          <w:rFonts w:hint="cs"/>
          <w:rtl/>
        </w:rPr>
        <w:t>(10)</w:t>
      </w:r>
      <w:r w:rsidRPr="00481D79">
        <w:rPr>
          <w:rtl/>
        </w:rPr>
        <w:t>.</w:t>
      </w:r>
    </w:p>
    <w:p w:rsidR="00481D79" w:rsidRDefault="005B067E" w:rsidP="005B067E">
      <w:pPr>
        <w:pStyle w:val="libLine"/>
        <w:rPr>
          <w:rtl/>
        </w:rPr>
      </w:pPr>
      <w:r>
        <w:rPr>
          <w:rtl/>
        </w:rPr>
        <w:t>____________________</w:t>
      </w:r>
    </w:p>
    <w:p w:rsidR="00481D79" w:rsidRDefault="00481D79" w:rsidP="00A5390C">
      <w:pPr>
        <w:pStyle w:val="libFootnote0"/>
        <w:rPr>
          <w:rtl/>
        </w:rPr>
      </w:pPr>
      <w:r>
        <w:rPr>
          <w:rtl/>
        </w:rPr>
        <w:t>1</w:t>
      </w:r>
      <w:r w:rsidR="00A5390C">
        <w:rPr>
          <w:rFonts w:hint="cs"/>
          <w:rtl/>
        </w:rPr>
        <w:t>-</w:t>
      </w:r>
      <w:r>
        <w:rPr>
          <w:rtl/>
        </w:rPr>
        <w:t xml:space="preserve"> من ن، وفي بعض النسخ: " مثله " بدل " مثلهن ".</w:t>
      </w:r>
    </w:p>
    <w:p w:rsidR="00481D79" w:rsidRDefault="00481D79" w:rsidP="00A5390C">
      <w:pPr>
        <w:pStyle w:val="libFootnote0"/>
        <w:rPr>
          <w:rtl/>
        </w:rPr>
      </w:pPr>
      <w:r>
        <w:rPr>
          <w:rtl/>
        </w:rPr>
        <w:t>2</w:t>
      </w:r>
      <w:r w:rsidR="00A5390C">
        <w:rPr>
          <w:rFonts w:hint="cs"/>
          <w:rtl/>
        </w:rPr>
        <w:t>-</w:t>
      </w:r>
      <w:r>
        <w:rPr>
          <w:rtl/>
        </w:rPr>
        <w:t xml:space="preserve"> عنه البحار: 39 / 89 ح 2 وعن عيون الاخبار: 2 / 48 ح 188. ورواه الطوسي في الامالي: 1 / 354 بالاسناد رقم " 19 "، عنه البحار المذكور ح 1. ورواه الخوارزمي في المناقب: 209 بالاسناد المرقم " 29 "، وفي المقتل: 1 / 109 بالاسناد رقم " 31 "، والحمويني في فرائد السمطين: 1 / 142 ح 106 بالاسناد رقم " 45 ". وأخرجه ابن شهراشوب في المناقب: 3 / 261، ومناقب الكاشي: 72 - على ما في إحقاق الحق: 4 / 444 - عن شرف النبي للخرگوشي. وأورده في مقصد الراغب: 13 (مخطوط)، والزرندي في نظم درر السمطين: 113، وابن حسنويه في درر بحر المناقب: 29 (مخطوط)، عنه إحقاق الحق: 5 / 75. (وأورده في أسنى المطالب، وقال: أخرجه أبوسعيد السمان في شرف النبوة).</w:t>
      </w:r>
    </w:p>
    <w:p w:rsidR="00481D79" w:rsidRDefault="00481D79" w:rsidP="00A5390C">
      <w:pPr>
        <w:pStyle w:val="libFootnote0"/>
        <w:rPr>
          <w:rtl/>
        </w:rPr>
      </w:pPr>
      <w:r>
        <w:rPr>
          <w:rtl/>
        </w:rPr>
        <w:t>3</w:t>
      </w:r>
      <w:r w:rsidR="00A5390C">
        <w:rPr>
          <w:rFonts w:hint="cs"/>
          <w:rtl/>
        </w:rPr>
        <w:t>-</w:t>
      </w:r>
      <w:r>
        <w:rPr>
          <w:rtl/>
        </w:rPr>
        <w:t xml:space="preserve"> خ: إنه.</w:t>
      </w:r>
    </w:p>
    <w:p w:rsidR="00481D79" w:rsidRDefault="00481D79" w:rsidP="00A5390C">
      <w:pPr>
        <w:pStyle w:val="libFootnote0"/>
        <w:rPr>
          <w:rtl/>
        </w:rPr>
      </w:pPr>
      <w:r>
        <w:rPr>
          <w:rtl/>
        </w:rPr>
        <w:t>4</w:t>
      </w:r>
      <w:r w:rsidR="00A5390C">
        <w:rPr>
          <w:rFonts w:hint="cs"/>
          <w:rtl/>
        </w:rPr>
        <w:t>-</w:t>
      </w:r>
      <w:r>
        <w:rPr>
          <w:rtl/>
        </w:rPr>
        <w:t xml:space="preserve"> ليس في ط.</w:t>
      </w:r>
    </w:p>
    <w:p w:rsidR="00481D79" w:rsidRDefault="00481D79" w:rsidP="00A5390C">
      <w:pPr>
        <w:pStyle w:val="libFootnote0"/>
        <w:rPr>
          <w:rtl/>
        </w:rPr>
      </w:pPr>
      <w:r>
        <w:rPr>
          <w:rtl/>
        </w:rPr>
        <w:t>5</w:t>
      </w:r>
      <w:r w:rsidR="00A5390C">
        <w:rPr>
          <w:rFonts w:hint="cs"/>
          <w:rtl/>
        </w:rPr>
        <w:t>-</w:t>
      </w:r>
      <w:r>
        <w:rPr>
          <w:rtl/>
        </w:rPr>
        <w:t xml:space="preserve"> ن: فقال له يا رسول الله من هم؟ فقال.</w:t>
      </w:r>
    </w:p>
    <w:p w:rsidR="00481D79" w:rsidRDefault="00481D79" w:rsidP="00A5390C">
      <w:pPr>
        <w:pStyle w:val="libFootnote0"/>
        <w:rPr>
          <w:rtl/>
        </w:rPr>
      </w:pPr>
      <w:r>
        <w:rPr>
          <w:rtl/>
        </w:rPr>
        <w:t>6</w:t>
      </w:r>
      <w:r w:rsidR="00A5390C">
        <w:rPr>
          <w:rFonts w:hint="cs"/>
          <w:rtl/>
        </w:rPr>
        <w:t>-</w:t>
      </w:r>
      <w:r>
        <w:rPr>
          <w:rtl/>
        </w:rPr>
        <w:t xml:space="preserve"> من خ.</w:t>
      </w:r>
    </w:p>
    <w:p w:rsidR="00481D79" w:rsidRDefault="00481D79" w:rsidP="00A5390C">
      <w:pPr>
        <w:pStyle w:val="libFootnote0"/>
        <w:rPr>
          <w:rtl/>
        </w:rPr>
      </w:pPr>
      <w:r>
        <w:rPr>
          <w:rtl/>
        </w:rPr>
        <w:t>7</w:t>
      </w:r>
      <w:r w:rsidR="00A5390C">
        <w:rPr>
          <w:rFonts w:hint="cs"/>
          <w:rtl/>
        </w:rPr>
        <w:t xml:space="preserve"> </w:t>
      </w:r>
      <w:r>
        <w:rPr>
          <w:rtl/>
        </w:rPr>
        <w:t>و 8</w:t>
      </w:r>
      <w:r w:rsidR="00A5390C">
        <w:rPr>
          <w:rFonts w:hint="cs"/>
          <w:rtl/>
        </w:rPr>
        <w:t>-</w:t>
      </w:r>
      <w:r>
        <w:rPr>
          <w:rtl/>
        </w:rPr>
        <w:t xml:space="preserve"> ليس في ن.</w:t>
      </w:r>
    </w:p>
    <w:p w:rsidR="00481D79" w:rsidRDefault="00481D79" w:rsidP="00A5390C">
      <w:pPr>
        <w:pStyle w:val="libFootnote0"/>
        <w:rPr>
          <w:rtl/>
        </w:rPr>
      </w:pPr>
      <w:r>
        <w:rPr>
          <w:rtl/>
        </w:rPr>
        <w:t>9</w:t>
      </w:r>
      <w:r w:rsidR="00A5390C">
        <w:rPr>
          <w:rFonts w:hint="cs"/>
          <w:rtl/>
        </w:rPr>
        <w:t>-</w:t>
      </w:r>
      <w:r>
        <w:rPr>
          <w:rtl/>
        </w:rPr>
        <w:t xml:space="preserve"> ليس في ج.</w:t>
      </w:r>
    </w:p>
    <w:p w:rsidR="00481D79" w:rsidRDefault="00481D79" w:rsidP="00A5390C">
      <w:pPr>
        <w:pStyle w:val="libFootnote0"/>
        <w:rPr>
          <w:rtl/>
        </w:rPr>
      </w:pPr>
      <w:r>
        <w:rPr>
          <w:rtl/>
        </w:rPr>
        <w:t>10</w:t>
      </w:r>
      <w:r w:rsidR="00A5390C">
        <w:rPr>
          <w:rFonts w:hint="cs"/>
          <w:rtl/>
        </w:rPr>
        <w:t>-</w:t>
      </w:r>
      <w:r>
        <w:rPr>
          <w:rtl/>
        </w:rPr>
        <w:t xml:space="preserve"> عنه البحار: 7 / 235 ح 6 وعن عيون الاخبار: 2 / 48 ح 189، وعن أمالي الطوسي: 1 / 355 بالاسناد رقم " 19 ". وأورده ابن شهراشوب في المناقب: 3 / 231 عن الرضا </w:t>
      </w:r>
      <w:r w:rsidR="004226A8" w:rsidRPr="00A5390C">
        <w:rPr>
          <w:rStyle w:val="libFootnoteAlaemChar"/>
          <w:rtl/>
        </w:rPr>
        <w:t>عليه‌السلام</w:t>
      </w:r>
      <w:r>
        <w:rPr>
          <w:rtl/>
        </w:rPr>
        <w:t xml:space="preserve">، عنه البحار: 39 / 223 ح 1 قطعة منه. والاربلي في كشف الغمة: 1 / 89 عن الرضا </w:t>
      </w:r>
      <w:r w:rsidR="004226A8" w:rsidRPr="00A5390C">
        <w:rPr>
          <w:rStyle w:val="libFootnoteAlaemChar"/>
          <w:rtl/>
        </w:rPr>
        <w:t>عليه‌السلام</w:t>
      </w:r>
      <w:r>
        <w:rPr>
          <w:rtl/>
        </w:rPr>
        <w:t>.</w:t>
      </w:r>
    </w:p>
    <w:p w:rsidR="00827655" w:rsidRDefault="00481D79" w:rsidP="00D11BDC">
      <w:pPr>
        <w:pStyle w:val="libFootnote0"/>
        <w:rPr>
          <w:rtl/>
        </w:rPr>
      </w:pPr>
      <w:r>
        <w:rPr>
          <w:rtl/>
        </w:rPr>
        <w:t xml:space="preserve">والخوارزمي في المناقب: 209 بالاسناد رقم " 29 "، ورواه في ص 259 بإسناده إلى ابن عباس. والحمويني في فرائد السمطين: 1 / 87 ح 56 بالاسناد رقم " 48 ". </w:t>
      </w:r>
      <w:r w:rsidR="00827655">
        <w:rPr>
          <w:rtl/>
        </w:rPr>
        <w:t>=</w:t>
      </w:r>
    </w:p>
    <w:p w:rsidR="00481D79" w:rsidRDefault="00481D79" w:rsidP="00481D79">
      <w:pPr>
        <w:pStyle w:val="libNormal"/>
        <w:rPr>
          <w:rtl/>
        </w:rPr>
      </w:pPr>
      <w:r>
        <w:rPr>
          <w:rtl/>
        </w:rPr>
        <w:br w:type="page"/>
      </w:r>
    </w:p>
    <w:p w:rsidR="00481D79" w:rsidRPr="00481D79" w:rsidRDefault="00481D79" w:rsidP="00A5390C">
      <w:pPr>
        <w:pStyle w:val="libNormal"/>
        <w:rPr>
          <w:rtl/>
        </w:rPr>
      </w:pPr>
      <w:r w:rsidRPr="00481D79">
        <w:rPr>
          <w:rtl/>
        </w:rPr>
        <w:lastRenderedPageBreak/>
        <w:t xml:space="preserve">(160) وبإسناده (قال: حدثني أبي [ عن ] </w:t>
      </w:r>
      <w:r w:rsidR="00A5390C" w:rsidRPr="00F30332">
        <w:rPr>
          <w:rStyle w:val="libFootnotenumChar"/>
          <w:rFonts w:hint="cs"/>
          <w:rtl/>
        </w:rPr>
        <w:t>(1)</w:t>
      </w:r>
      <w:r w:rsidRPr="00481D79">
        <w:rPr>
          <w:rtl/>
        </w:rPr>
        <w:t xml:space="preserve"> علي بن أبي طالب </w:t>
      </w:r>
      <w:r w:rsidR="004226A8" w:rsidRPr="004226A8">
        <w:rPr>
          <w:rStyle w:val="libAlaemChar"/>
          <w:rtl/>
        </w:rPr>
        <w:t>عليه‌السلام</w:t>
      </w:r>
      <w:r w:rsidRPr="00481D79">
        <w:rPr>
          <w:rtl/>
        </w:rPr>
        <w:t xml:space="preserve">) </w:t>
      </w:r>
      <w:r w:rsidR="00A5390C" w:rsidRPr="00F30332">
        <w:rPr>
          <w:rStyle w:val="libFootnotenumChar"/>
          <w:rFonts w:hint="cs"/>
          <w:rtl/>
        </w:rPr>
        <w:t>(2)</w:t>
      </w:r>
      <w:r w:rsidRPr="00481D79">
        <w:rPr>
          <w:rtl/>
        </w:rPr>
        <w:t xml:space="preserve"> قال: " الطاعون ميتة وحية </w:t>
      </w:r>
      <w:r w:rsidR="00A5390C" w:rsidRPr="00F30332">
        <w:rPr>
          <w:rStyle w:val="libFootnotenumChar"/>
          <w:rFonts w:hint="cs"/>
          <w:rtl/>
        </w:rPr>
        <w:t>(3)</w:t>
      </w:r>
      <w:r w:rsidRPr="00481D79">
        <w:rPr>
          <w:rtl/>
        </w:rPr>
        <w:t xml:space="preserve"> " </w:t>
      </w:r>
      <w:r w:rsidR="00A5390C" w:rsidRPr="00F30332">
        <w:rPr>
          <w:rStyle w:val="libFootnotenumChar"/>
          <w:rFonts w:hint="cs"/>
          <w:rtl/>
        </w:rPr>
        <w:t>(4)</w:t>
      </w:r>
      <w:r w:rsidRPr="00481D79">
        <w:rPr>
          <w:rtl/>
        </w:rPr>
        <w:t>.</w:t>
      </w:r>
    </w:p>
    <w:p w:rsidR="00481D79" w:rsidRPr="00481D79" w:rsidRDefault="00481D79" w:rsidP="00817D07">
      <w:pPr>
        <w:pStyle w:val="libNormal"/>
        <w:rPr>
          <w:rtl/>
        </w:rPr>
      </w:pPr>
      <w:r w:rsidRPr="00481D79">
        <w:rPr>
          <w:rtl/>
        </w:rPr>
        <w:t xml:space="preserve">(161) وبإسناده قال علي بن الحسين </w:t>
      </w:r>
      <w:r w:rsidR="004226A8" w:rsidRPr="004226A8">
        <w:rPr>
          <w:rStyle w:val="libAlaemChar"/>
          <w:rtl/>
        </w:rPr>
        <w:t>عليه‌السلام</w:t>
      </w:r>
      <w:r w:rsidRPr="00481D79">
        <w:rPr>
          <w:rtl/>
        </w:rPr>
        <w:t xml:space="preserve"> </w:t>
      </w:r>
      <w:r w:rsidR="00A5390C" w:rsidRPr="00F30332">
        <w:rPr>
          <w:rStyle w:val="libFootnotenumChar"/>
          <w:rFonts w:hint="cs"/>
          <w:rtl/>
        </w:rPr>
        <w:t>(5)</w:t>
      </w:r>
      <w:r w:rsidRPr="00481D79">
        <w:rPr>
          <w:rtl/>
        </w:rPr>
        <w:t xml:space="preserve">: " كأني بالقصور وقد شيدت </w:t>
      </w:r>
      <w:r w:rsidR="00A5390C" w:rsidRPr="00F30332">
        <w:rPr>
          <w:rStyle w:val="libFootnotenumChar"/>
          <w:rFonts w:hint="cs"/>
          <w:rtl/>
        </w:rPr>
        <w:t>(6)</w:t>
      </w:r>
      <w:r w:rsidRPr="00481D79">
        <w:rPr>
          <w:rtl/>
        </w:rPr>
        <w:t xml:space="preserve"> حول قبر الحسين </w:t>
      </w:r>
      <w:r w:rsidR="00A5390C" w:rsidRPr="00F30332">
        <w:rPr>
          <w:rStyle w:val="libFootnotenumChar"/>
          <w:rFonts w:hint="cs"/>
          <w:rtl/>
        </w:rPr>
        <w:t>(7)</w:t>
      </w:r>
      <w:r w:rsidRPr="00481D79">
        <w:rPr>
          <w:rtl/>
        </w:rPr>
        <w:t xml:space="preserve">، وكأني بالاسواق </w:t>
      </w:r>
      <w:r w:rsidR="00A5390C" w:rsidRPr="00F30332">
        <w:rPr>
          <w:rStyle w:val="libFootnotenumChar"/>
          <w:rFonts w:hint="cs"/>
          <w:rtl/>
        </w:rPr>
        <w:t>(8)</w:t>
      </w:r>
      <w:r w:rsidRPr="00481D79">
        <w:rPr>
          <w:rtl/>
        </w:rPr>
        <w:t xml:space="preserve"> قد </w:t>
      </w:r>
      <w:r w:rsidR="00A5390C" w:rsidRPr="00F30332">
        <w:rPr>
          <w:rStyle w:val="libFootnotenumChar"/>
          <w:rFonts w:hint="cs"/>
          <w:rtl/>
        </w:rPr>
        <w:t>(9)</w:t>
      </w:r>
      <w:r w:rsidRPr="00481D79">
        <w:rPr>
          <w:rtl/>
        </w:rPr>
        <w:t xml:space="preserve"> حفت حول قبره </w:t>
      </w:r>
      <w:r w:rsidR="00A5390C" w:rsidRPr="00F30332">
        <w:rPr>
          <w:rStyle w:val="libFootnotenumChar"/>
          <w:rFonts w:hint="cs"/>
          <w:rtl/>
        </w:rPr>
        <w:t>(10)</w:t>
      </w:r>
      <w:r w:rsidRPr="00481D79">
        <w:rPr>
          <w:rtl/>
        </w:rPr>
        <w:t xml:space="preserve"> [ فلا </w:t>
      </w:r>
      <w:r w:rsidR="00A5390C" w:rsidRPr="00F30332">
        <w:rPr>
          <w:rStyle w:val="libFootnotenumChar"/>
          <w:rFonts w:hint="cs"/>
          <w:rtl/>
        </w:rPr>
        <w:t>(11)</w:t>
      </w:r>
      <w:r w:rsidRPr="00481D79">
        <w:rPr>
          <w:rtl/>
        </w:rPr>
        <w:t xml:space="preserve"> تذهب الايام والليالي ] </w:t>
      </w:r>
      <w:r w:rsidR="00A5390C" w:rsidRPr="00F30332">
        <w:rPr>
          <w:rStyle w:val="libFootnotenumChar"/>
          <w:rFonts w:hint="cs"/>
          <w:rtl/>
        </w:rPr>
        <w:t>(12)</w:t>
      </w:r>
      <w:r w:rsidRPr="00481D79">
        <w:rPr>
          <w:rtl/>
        </w:rPr>
        <w:t xml:space="preserve"> حتى يسار </w:t>
      </w:r>
      <w:r w:rsidR="00A5390C" w:rsidRPr="00F30332">
        <w:rPr>
          <w:rStyle w:val="libFootnotenumChar"/>
          <w:rFonts w:hint="cs"/>
          <w:rtl/>
        </w:rPr>
        <w:t>(13)</w:t>
      </w:r>
      <w:r w:rsidRPr="00481D79">
        <w:rPr>
          <w:rtl/>
        </w:rPr>
        <w:t xml:space="preserve"> إليه من الآفاق وذلك عند انقطاع [ ملك ] </w:t>
      </w:r>
      <w:r w:rsidR="00A5390C" w:rsidRPr="00F30332">
        <w:rPr>
          <w:rStyle w:val="libFootnotenumChar"/>
          <w:rFonts w:hint="cs"/>
          <w:rtl/>
        </w:rPr>
        <w:t>(14)</w:t>
      </w:r>
      <w:r w:rsidRPr="00481D79">
        <w:rPr>
          <w:rtl/>
        </w:rPr>
        <w:t xml:space="preserve"> بني مروان " </w:t>
      </w:r>
      <w:r w:rsidR="00A5390C" w:rsidRPr="00F30332">
        <w:rPr>
          <w:rStyle w:val="libFootnotenumChar"/>
          <w:rFonts w:hint="cs"/>
          <w:rtl/>
        </w:rPr>
        <w:t>(15)</w:t>
      </w:r>
      <w:r w:rsidRPr="00481D79">
        <w:rPr>
          <w:rtl/>
        </w:rPr>
        <w:t>.</w:t>
      </w:r>
    </w:p>
    <w:p w:rsidR="00481D79" w:rsidRPr="00481D79" w:rsidRDefault="00481D79" w:rsidP="00A5390C">
      <w:pPr>
        <w:pStyle w:val="libNormal"/>
        <w:rPr>
          <w:rtl/>
        </w:rPr>
      </w:pPr>
      <w:r w:rsidRPr="00481D79">
        <w:rPr>
          <w:rtl/>
        </w:rPr>
        <w:t xml:space="preserve">(162) وبإسناده (قال: قال علي بن أبي طالب </w:t>
      </w:r>
      <w:r w:rsidR="004226A8" w:rsidRPr="004226A8">
        <w:rPr>
          <w:rStyle w:val="libAlaemChar"/>
          <w:rtl/>
        </w:rPr>
        <w:t>عليه‌السلام</w:t>
      </w:r>
      <w:r w:rsidRPr="00481D79">
        <w:rPr>
          <w:rtl/>
        </w:rPr>
        <w:t xml:space="preserve">: سمعت رسول الله </w:t>
      </w:r>
      <w:r w:rsidR="004226A8" w:rsidRPr="004226A8">
        <w:rPr>
          <w:rStyle w:val="libAlaemChar"/>
          <w:rtl/>
        </w:rPr>
        <w:t>صلى‌الله‌عليه‌وآله</w:t>
      </w:r>
      <w:r w:rsidRPr="00481D79">
        <w:rPr>
          <w:rtl/>
        </w:rPr>
        <w:t xml:space="preserve"> يقول) </w:t>
      </w:r>
      <w:r w:rsidR="00A5390C" w:rsidRPr="00F30332">
        <w:rPr>
          <w:rStyle w:val="libFootnotenumChar"/>
          <w:rFonts w:hint="cs"/>
          <w:rtl/>
        </w:rPr>
        <w:t>(16)</w:t>
      </w:r>
      <w:r w:rsidRPr="00481D79">
        <w:rPr>
          <w:rtl/>
        </w:rPr>
        <w:t xml:space="preserve">: " إني أخاف عليكم استخفافا بالدين </w:t>
      </w:r>
      <w:r w:rsidR="00A5390C" w:rsidRPr="00F30332">
        <w:rPr>
          <w:rStyle w:val="libFootnotenumChar"/>
          <w:rFonts w:hint="cs"/>
          <w:rtl/>
        </w:rPr>
        <w:t>(17)</w:t>
      </w:r>
      <w:r w:rsidRPr="00481D79">
        <w:rPr>
          <w:rtl/>
        </w:rPr>
        <w:t xml:space="preserve">، ومنع </w:t>
      </w:r>
      <w:r w:rsidR="00A5390C" w:rsidRPr="00F30332">
        <w:rPr>
          <w:rStyle w:val="libFootnotenumChar"/>
          <w:rFonts w:hint="cs"/>
          <w:rtl/>
        </w:rPr>
        <w:t>(18)</w:t>
      </w:r>
      <w:r w:rsidRPr="00481D79">
        <w:rPr>
          <w:rtl/>
        </w:rPr>
        <w:t xml:space="preserve"> الحكم، وقطيعة الرحم، وأن تتخذوا القرآن (من امة) </w:t>
      </w:r>
      <w:r w:rsidR="00A5390C" w:rsidRPr="00F30332">
        <w:rPr>
          <w:rStyle w:val="libFootnotenumChar"/>
          <w:rFonts w:hint="cs"/>
          <w:rtl/>
        </w:rPr>
        <w:t>(19)</w:t>
      </w:r>
      <w:r w:rsidRPr="00F30332">
        <w:rPr>
          <w:rStyle w:val="libFootnotenumChar"/>
          <w:rtl/>
        </w:rPr>
        <w:t xml:space="preserve"> </w:t>
      </w:r>
      <w:r w:rsidRPr="00481D79">
        <w:rPr>
          <w:rtl/>
        </w:rPr>
        <w:t xml:space="preserve">يقدمون أحدهم وليس بأفضلهم </w:t>
      </w:r>
      <w:r w:rsidR="00A5390C" w:rsidRPr="00F30332">
        <w:rPr>
          <w:rStyle w:val="libFootnotenumChar"/>
          <w:rFonts w:hint="cs"/>
          <w:rtl/>
        </w:rPr>
        <w:t>(20)</w:t>
      </w:r>
      <w:r w:rsidRPr="00481D79">
        <w:rPr>
          <w:rtl/>
        </w:rPr>
        <w:t xml:space="preserve"> في الدين " </w:t>
      </w:r>
      <w:r w:rsidR="00A5390C" w:rsidRPr="00F30332">
        <w:rPr>
          <w:rStyle w:val="libFootnotenumChar"/>
          <w:rFonts w:hint="cs"/>
          <w:rtl/>
        </w:rPr>
        <w:t>(21)</w:t>
      </w:r>
      <w:r w:rsidRPr="00481D79">
        <w:rPr>
          <w:rtl/>
        </w:rPr>
        <w:t>.</w:t>
      </w:r>
    </w:p>
    <w:p w:rsidR="00827655"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وأخرجه المتقي الهندي في كنز العمال: 15 / 133 ح 393 بالاسناد رقم " 60 ". ورواه ابن عساكر في ترجمة الامام علي </w:t>
      </w:r>
      <w:r w:rsidR="004226A8" w:rsidRPr="006F765D">
        <w:rPr>
          <w:rStyle w:val="libFootnoteAlaemChar"/>
          <w:rtl/>
        </w:rPr>
        <w:t>عليه‌السلام</w:t>
      </w:r>
      <w:r w:rsidR="00481D79">
        <w:rPr>
          <w:rtl/>
        </w:rPr>
        <w:t xml:space="preserve"> من تاريخ دمشق: 2 / 333 ح 837 بإسناده إلى ابن عباس. والخطيب البغدادي في تاريخه: 11 / 112 بإسناده إلى الاصبغ بن نباتة، عن ابن عباس في ترجمة عبدالجبار بن أحمد السمسار. وفي ج: 13 / 122 بإسناده إلى عكرمة عن ابن عباس، بإختلاف يسير.</w:t>
      </w:r>
    </w:p>
    <w:p w:rsidR="00481D79" w:rsidRDefault="00481D79" w:rsidP="006F765D">
      <w:pPr>
        <w:pStyle w:val="libFootnote0"/>
        <w:rPr>
          <w:rtl/>
        </w:rPr>
      </w:pPr>
      <w:r>
        <w:rPr>
          <w:rtl/>
        </w:rPr>
        <w:t>1</w:t>
      </w:r>
      <w:r w:rsidR="006F765D">
        <w:rPr>
          <w:rFonts w:hint="cs"/>
          <w:rtl/>
        </w:rPr>
        <w:t>-</w:t>
      </w:r>
      <w:r>
        <w:rPr>
          <w:rtl/>
        </w:rPr>
        <w:t xml:space="preserve"> ليس في ط.</w:t>
      </w:r>
    </w:p>
    <w:p w:rsidR="00481D79" w:rsidRDefault="00481D79" w:rsidP="00817D07">
      <w:pPr>
        <w:pStyle w:val="libFootnote0"/>
        <w:rPr>
          <w:rtl/>
        </w:rPr>
      </w:pPr>
      <w:r>
        <w:rPr>
          <w:rtl/>
        </w:rPr>
        <w:t>2</w:t>
      </w:r>
      <w:r w:rsidR="006F765D">
        <w:rPr>
          <w:rFonts w:hint="cs"/>
          <w:rtl/>
        </w:rPr>
        <w:t>-</w:t>
      </w:r>
      <w:r>
        <w:rPr>
          <w:rtl/>
        </w:rPr>
        <w:t xml:space="preserve"> خ: ان علي بن أبي طالب </w:t>
      </w:r>
      <w:r w:rsidR="004226A8" w:rsidRPr="006F765D">
        <w:rPr>
          <w:rStyle w:val="libFootnoteAlaemChar"/>
          <w:rtl/>
        </w:rPr>
        <w:t>عليه‌السلام</w:t>
      </w:r>
      <w:r>
        <w:rPr>
          <w:rtl/>
        </w:rPr>
        <w:t xml:space="preserve">، ن: قال علي بن أبي طالب </w:t>
      </w:r>
      <w:r w:rsidR="00817D07" w:rsidRPr="006F765D">
        <w:rPr>
          <w:rStyle w:val="libFootnoteAlaemChar"/>
          <w:rtl/>
        </w:rPr>
        <w:t>عليه‌السلام</w:t>
      </w:r>
      <w:r>
        <w:rPr>
          <w:rtl/>
        </w:rPr>
        <w:t>.</w:t>
      </w:r>
    </w:p>
    <w:p w:rsidR="00481D79" w:rsidRDefault="00481D79" w:rsidP="006F765D">
      <w:pPr>
        <w:pStyle w:val="libFootnote0"/>
        <w:rPr>
          <w:rtl/>
        </w:rPr>
      </w:pPr>
      <w:r>
        <w:rPr>
          <w:rtl/>
        </w:rPr>
        <w:t>3</w:t>
      </w:r>
      <w:r w:rsidR="006F765D">
        <w:rPr>
          <w:rFonts w:hint="cs"/>
          <w:rtl/>
        </w:rPr>
        <w:t>-</w:t>
      </w:r>
      <w:r>
        <w:rPr>
          <w:rtl/>
        </w:rPr>
        <w:t xml:space="preserve"> أي سريعة. (4) عنه البحار: 6 / 121 ح 2 وعن عيون الاخبار: 2 / 42 ح 139.</w:t>
      </w:r>
    </w:p>
    <w:p w:rsidR="006F765D" w:rsidRDefault="00481D79" w:rsidP="006F765D">
      <w:pPr>
        <w:pStyle w:val="libFootnote0"/>
        <w:rPr>
          <w:rFonts w:hint="cs"/>
          <w:rtl/>
        </w:rPr>
      </w:pPr>
      <w:r>
        <w:rPr>
          <w:rtl/>
        </w:rPr>
        <w:t>5</w:t>
      </w:r>
      <w:r w:rsidR="006F765D">
        <w:rPr>
          <w:rFonts w:hint="cs"/>
          <w:rtl/>
        </w:rPr>
        <w:t>-</w:t>
      </w:r>
      <w:r>
        <w:rPr>
          <w:rtl/>
        </w:rPr>
        <w:t xml:space="preserve"> ن: قال علي بن أبي طالب </w:t>
      </w:r>
      <w:r w:rsidR="004226A8" w:rsidRPr="006F765D">
        <w:rPr>
          <w:rStyle w:val="libFootnoteAlaemChar"/>
          <w:rtl/>
        </w:rPr>
        <w:t>عليه‌السلام</w:t>
      </w:r>
      <w:r>
        <w:rPr>
          <w:rtl/>
        </w:rPr>
        <w:t>.</w:t>
      </w:r>
    </w:p>
    <w:p w:rsidR="00481D79" w:rsidRDefault="00481D79" w:rsidP="006F765D">
      <w:pPr>
        <w:pStyle w:val="libFootnote0"/>
        <w:rPr>
          <w:rtl/>
        </w:rPr>
      </w:pPr>
      <w:r>
        <w:rPr>
          <w:rtl/>
        </w:rPr>
        <w:t>6</w:t>
      </w:r>
      <w:r w:rsidR="006F765D">
        <w:rPr>
          <w:rFonts w:hint="cs"/>
          <w:rtl/>
        </w:rPr>
        <w:t>-</w:t>
      </w:r>
      <w:r>
        <w:rPr>
          <w:rtl/>
        </w:rPr>
        <w:t xml:space="preserve"> في بعض النسخ: شدت.</w:t>
      </w:r>
    </w:p>
    <w:p w:rsidR="006F765D" w:rsidRDefault="00481D79" w:rsidP="006F765D">
      <w:pPr>
        <w:pStyle w:val="libFootnote0"/>
        <w:rPr>
          <w:rFonts w:hint="cs"/>
          <w:rtl/>
        </w:rPr>
      </w:pPr>
      <w:r>
        <w:rPr>
          <w:rtl/>
        </w:rPr>
        <w:t>7</w:t>
      </w:r>
      <w:r w:rsidR="006F765D">
        <w:rPr>
          <w:rFonts w:hint="cs"/>
          <w:rtl/>
        </w:rPr>
        <w:t>-</w:t>
      </w:r>
      <w:r>
        <w:rPr>
          <w:rtl/>
        </w:rPr>
        <w:t xml:space="preserve"> خ: الحسين بن علي، ج: حول الحسين.</w:t>
      </w:r>
    </w:p>
    <w:p w:rsidR="00481D79" w:rsidRDefault="00481D79" w:rsidP="006F765D">
      <w:pPr>
        <w:pStyle w:val="libFootnote0"/>
        <w:rPr>
          <w:rtl/>
        </w:rPr>
      </w:pPr>
      <w:r>
        <w:rPr>
          <w:rtl/>
        </w:rPr>
        <w:t>8</w:t>
      </w:r>
      <w:r w:rsidR="006F765D">
        <w:rPr>
          <w:rFonts w:hint="cs"/>
          <w:rtl/>
        </w:rPr>
        <w:t>-</w:t>
      </w:r>
      <w:r>
        <w:rPr>
          <w:rtl/>
        </w:rPr>
        <w:t xml:space="preserve"> خ: في الاسواق.</w:t>
      </w:r>
    </w:p>
    <w:p w:rsidR="006F765D" w:rsidRDefault="00481D79" w:rsidP="006F765D">
      <w:pPr>
        <w:pStyle w:val="libFootnote0"/>
        <w:rPr>
          <w:rFonts w:hint="cs"/>
          <w:rtl/>
        </w:rPr>
      </w:pPr>
      <w:r>
        <w:rPr>
          <w:rtl/>
        </w:rPr>
        <w:t>9</w:t>
      </w:r>
      <w:r w:rsidR="006F765D">
        <w:rPr>
          <w:rFonts w:hint="cs"/>
          <w:rtl/>
        </w:rPr>
        <w:t>-</w:t>
      </w:r>
      <w:r>
        <w:rPr>
          <w:rtl/>
        </w:rPr>
        <w:t xml:space="preserve"> ط ون: وقد.</w:t>
      </w:r>
    </w:p>
    <w:p w:rsidR="00481D79" w:rsidRDefault="00481D79" w:rsidP="006F765D">
      <w:pPr>
        <w:pStyle w:val="libFootnote0"/>
        <w:rPr>
          <w:rtl/>
        </w:rPr>
      </w:pPr>
      <w:r>
        <w:rPr>
          <w:rtl/>
        </w:rPr>
        <w:t>10</w:t>
      </w:r>
      <w:r w:rsidR="006F765D">
        <w:rPr>
          <w:rFonts w:hint="cs"/>
          <w:rtl/>
        </w:rPr>
        <w:t>-</w:t>
      </w:r>
      <w:r>
        <w:rPr>
          <w:rtl/>
        </w:rPr>
        <w:t xml:space="preserve"> في بعض النسخ: قبر الحسين.</w:t>
      </w:r>
    </w:p>
    <w:p w:rsidR="006F765D" w:rsidRDefault="00481D79" w:rsidP="006F765D">
      <w:pPr>
        <w:pStyle w:val="libFootnote0"/>
        <w:rPr>
          <w:rFonts w:hint="cs"/>
          <w:rtl/>
        </w:rPr>
      </w:pPr>
      <w:r>
        <w:rPr>
          <w:rtl/>
        </w:rPr>
        <w:t>11</w:t>
      </w:r>
      <w:r w:rsidR="006F765D">
        <w:rPr>
          <w:rFonts w:hint="cs"/>
          <w:rtl/>
        </w:rPr>
        <w:t>-</w:t>
      </w:r>
      <w:r>
        <w:rPr>
          <w:rtl/>
        </w:rPr>
        <w:t xml:space="preserve"> ج: فما.</w:t>
      </w:r>
    </w:p>
    <w:p w:rsidR="00481D79" w:rsidRDefault="00481D79" w:rsidP="006F765D">
      <w:pPr>
        <w:pStyle w:val="libFootnote0"/>
        <w:rPr>
          <w:rtl/>
        </w:rPr>
      </w:pPr>
      <w:r>
        <w:rPr>
          <w:rtl/>
        </w:rPr>
        <w:t>12</w:t>
      </w:r>
      <w:r w:rsidR="006F765D">
        <w:rPr>
          <w:rFonts w:hint="cs"/>
          <w:rtl/>
        </w:rPr>
        <w:t>-</w:t>
      </w:r>
      <w:r>
        <w:rPr>
          <w:rtl/>
        </w:rPr>
        <w:t xml:space="preserve"> ليس في بعض النسخ.</w:t>
      </w:r>
    </w:p>
    <w:p w:rsidR="00481D79" w:rsidRDefault="00481D79" w:rsidP="006F765D">
      <w:pPr>
        <w:pStyle w:val="libFootnote0"/>
        <w:rPr>
          <w:rtl/>
        </w:rPr>
      </w:pPr>
      <w:r>
        <w:rPr>
          <w:rtl/>
        </w:rPr>
        <w:t>13</w:t>
      </w:r>
      <w:r w:rsidR="006F765D">
        <w:rPr>
          <w:rFonts w:hint="cs"/>
          <w:rtl/>
        </w:rPr>
        <w:t>-</w:t>
      </w:r>
      <w:r>
        <w:rPr>
          <w:rtl/>
        </w:rPr>
        <w:t xml:space="preserve"> م 2: يشار. (14) ليس في ن.</w:t>
      </w:r>
    </w:p>
    <w:p w:rsidR="00481D79" w:rsidRDefault="00481D79" w:rsidP="006F765D">
      <w:pPr>
        <w:pStyle w:val="libFootnote0"/>
        <w:rPr>
          <w:rtl/>
        </w:rPr>
      </w:pPr>
      <w:r>
        <w:rPr>
          <w:rtl/>
        </w:rPr>
        <w:t>15</w:t>
      </w:r>
      <w:r w:rsidR="006F765D">
        <w:rPr>
          <w:rFonts w:hint="cs"/>
          <w:rtl/>
        </w:rPr>
        <w:t>-</w:t>
      </w:r>
      <w:r>
        <w:rPr>
          <w:rtl/>
        </w:rPr>
        <w:t xml:space="preserve"> عنه البحار: 101 / 114 ح 36. ورواه الصدوق في عيون الاخبار: 2 / 48 ح 190 وفيه (وكأني بالحامل (في البحار: المحامل) تخرج من الكوفة إلى قبر الحسين ولا تذهب الليالي والايام...)، عنه البحار: 41 / 287 ح 9.</w:t>
      </w:r>
    </w:p>
    <w:p w:rsidR="006F765D" w:rsidRDefault="00481D79" w:rsidP="006F765D">
      <w:pPr>
        <w:pStyle w:val="libFootnote0"/>
        <w:rPr>
          <w:rFonts w:hint="cs"/>
          <w:rtl/>
        </w:rPr>
      </w:pPr>
      <w:r>
        <w:rPr>
          <w:rtl/>
        </w:rPr>
        <w:t>16</w:t>
      </w:r>
      <w:r w:rsidR="006F765D">
        <w:rPr>
          <w:rFonts w:hint="cs"/>
          <w:rtl/>
        </w:rPr>
        <w:t>-</w:t>
      </w:r>
      <w:r>
        <w:rPr>
          <w:rtl/>
        </w:rPr>
        <w:t xml:space="preserve"> خ: إن النبي </w:t>
      </w:r>
      <w:r w:rsidR="004226A8" w:rsidRPr="006F765D">
        <w:rPr>
          <w:rStyle w:val="libFootnoteAlaemChar"/>
          <w:rtl/>
        </w:rPr>
        <w:t>عليه‌السلام</w:t>
      </w:r>
      <w:r>
        <w:rPr>
          <w:rtl/>
        </w:rPr>
        <w:t xml:space="preserve"> قال.</w:t>
      </w:r>
    </w:p>
    <w:p w:rsidR="00481D79" w:rsidRDefault="00481D79" w:rsidP="006F765D">
      <w:pPr>
        <w:pStyle w:val="libFootnote0"/>
        <w:rPr>
          <w:rtl/>
        </w:rPr>
      </w:pPr>
      <w:r>
        <w:rPr>
          <w:rtl/>
        </w:rPr>
        <w:t>17</w:t>
      </w:r>
      <w:r w:rsidR="006F765D">
        <w:rPr>
          <w:rFonts w:hint="cs"/>
          <w:rtl/>
        </w:rPr>
        <w:t>-</w:t>
      </w:r>
      <w:r>
        <w:rPr>
          <w:rtl/>
        </w:rPr>
        <w:t xml:space="preserve"> خ: بالدم.</w:t>
      </w:r>
    </w:p>
    <w:p w:rsidR="006F765D" w:rsidRDefault="00481D79" w:rsidP="006F765D">
      <w:pPr>
        <w:pStyle w:val="libFootnote0"/>
        <w:rPr>
          <w:rFonts w:hint="cs"/>
          <w:rtl/>
        </w:rPr>
      </w:pPr>
      <w:r>
        <w:rPr>
          <w:rtl/>
        </w:rPr>
        <w:t>18</w:t>
      </w:r>
      <w:r w:rsidR="006F765D">
        <w:rPr>
          <w:rFonts w:hint="cs"/>
          <w:rtl/>
        </w:rPr>
        <w:t>-</w:t>
      </w:r>
      <w:r>
        <w:rPr>
          <w:rtl/>
        </w:rPr>
        <w:t xml:space="preserve"> خ: وبيع.</w:t>
      </w:r>
    </w:p>
    <w:p w:rsidR="00481D79" w:rsidRDefault="00481D79" w:rsidP="006F765D">
      <w:pPr>
        <w:pStyle w:val="libFootnote0"/>
        <w:rPr>
          <w:rtl/>
        </w:rPr>
      </w:pPr>
      <w:r>
        <w:rPr>
          <w:rtl/>
        </w:rPr>
        <w:t>19</w:t>
      </w:r>
      <w:r w:rsidR="006F765D">
        <w:rPr>
          <w:rFonts w:hint="cs"/>
          <w:rtl/>
        </w:rPr>
        <w:t>-</w:t>
      </w:r>
      <w:r>
        <w:rPr>
          <w:rtl/>
        </w:rPr>
        <w:t xml:space="preserve"> ن: مزامير.</w:t>
      </w:r>
    </w:p>
    <w:p w:rsidR="00481D79" w:rsidRDefault="00481D79" w:rsidP="006F765D">
      <w:pPr>
        <w:pStyle w:val="libFootnote0"/>
        <w:rPr>
          <w:rtl/>
        </w:rPr>
      </w:pPr>
      <w:r>
        <w:rPr>
          <w:rtl/>
        </w:rPr>
        <w:t>20</w:t>
      </w:r>
      <w:r w:rsidR="006F765D">
        <w:rPr>
          <w:rFonts w:hint="cs"/>
          <w:rtl/>
        </w:rPr>
        <w:t>-</w:t>
      </w:r>
      <w:r>
        <w:rPr>
          <w:rtl/>
        </w:rPr>
        <w:t xml:space="preserve"> ن: بأفضلكم. وفي عيون الاخبار: وتقدمون أحدكم وليس بأفضلكم في الدين.</w:t>
      </w:r>
    </w:p>
    <w:p w:rsidR="00827655" w:rsidRDefault="00481D79" w:rsidP="006F765D">
      <w:pPr>
        <w:pStyle w:val="libFootnote0"/>
        <w:rPr>
          <w:rtl/>
        </w:rPr>
      </w:pPr>
      <w:r>
        <w:rPr>
          <w:rtl/>
        </w:rPr>
        <w:t>21</w:t>
      </w:r>
      <w:r w:rsidR="006F765D">
        <w:rPr>
          <w:rFonts w:hint="cs"/>
          <w:rtl/>
        </w:rPr>
        <w:t>-</w:t>
      </w:r>
      <w:r>
        <w:rPr>
          <w:rtl/>
        </w:rPr>
        <w:t xml:space="preserve"> عنه مستدرك الوسائل: 2 / 104 باب 129 ح 1.</w:t>
      </w:r>
      <w:r w:rsidR="00827655">
        <w:rPr>
          <w:rtl/>
        </w:rPr>
        <w:t>=</w:t>
      </w:r>
    </w:p>
    <w:p w:rsidR="00481D79" w:rsidRDefault="00481D79" w:rsidP="00481D79">
      <w:pPr>
        <w:pStyle w:val="libNormal"/>
        <w:rPr>
          <w:rtl/>
        </w:rPr>
      </w:pPr>
      <w:r>
        <w:rPr>
          <w:rtl/>
        </w:rPr>
        <w:br w:type="page"/>
      </w:r>
    </w:p>
    <w:p w:rsidR="00481D79" w:rsidRPr="00481D79" w:rsidRDefault="00481D79" w:rsidP="006F765D">
      <w:pPr>
        <w:pStyle w:val="libNormal"/>
        <w:rPr>
          <w:rtl/>
        </w:rPr>
      </w:pPr>
      <w:r w:rsidRPr="00481D79">
        <w:rPr>
          <w:rtl/>
        </w:rPr>
        <w:lastRenderedPageBreak/>
        <w:t xml:space="preserve">(163) وبإسناده (قال: حدثني) </w:t>
      </w:r>
      <w:r w:rsidR="006F765D" w:rsidRPr="006F765D">
        <w:rPr>
          <w:rStyle w:val="libFootnotenumChar"/>
          <w:rFonts w:hint="cs"/>
          <w:rtl/>
        </w:rPr>
        <w:t>(1)</w:t>
      </w:r>
      <w:r w:rsidRPr="00481D79">
        <w:rPr>
          <w:rtl/>
        </w:rPr>
        <w:t xml:space="preserve"> علي بن أبي طالب </w:t>
      </w:r>
      <w:r w:rsidR="004226A8" w:rsidRPr="004226A8">
        <w:rPr>
          <w:rStyle w:val="libAlaemChar"/>
          <w:rtl/>
        </w:rPr>
        <w:t>عليه‌السلام</w:t>
      </w:r>
      <w:r w:rsidRPr="00481D79">
        <w:rPr>
          <w:rtl/>
        </w:rPr>
        <w:t xml:space="preserve"> [ قال ] </w:t>
      </w:r>
      <w:r w:rsidR="006F765D" w:rsidRPr="006F765D">
        <w:rPr>
          <w:rStyle w:val="libFootnotenumChar"/>
          <w:rFonts w:hint="cs"/>
          <w:rtl/>
        </w:rPr>
        <w:t>(2)</w:t>
      </w:r>
      <w:r w:rsidRPr="00481D79">
        <w:rPr>
          <w:rtl/>
        </w:rPr>
        <w:t xml:space="preserve">: " ومن بدأ بالملح أذهب الله عنه سبعين داء أولها </w:t>
      </w:r>
      <w:r w:rsidR="006F765D" w:rsidRPr="006F765D">
        <w:rPr>
          <w:rStyle w:val="libFootnotenumChar"/>
          <w:rFonts w:hint="cs"/>
          <w:rtl/>
        </w:rPr>
        <w:t>(3)</w:t>
      </w:r>
      <w:r w:rsidRPr="00481D79">
        <w:rPr>
          <w:rtl/>
        </w:rPr>
        <w:t xml:space="preserve"> الجذام " </w:t>
      </w:r>
      <w:r w:rsidR="006F765D" w:rsidRPr="006F765D">
        <w:rPr>
          <w:rStyle w:val="libFootnotenumChar"/>
          <w:rFonts w:hint="cs"/>
          <w:rtl/>
        </w:rPr>
        <w:t>(4)</w:t>
      </w:r>
      <w:r w:rsidRPr="00481D79">
        <w:rPr>
          <w:rtl/>
        </w:rPr>
        <w:t>.</w:t>
      </w:r>
    </w:p>
    <w:p w:rsidR="00481D79" w:rsidRPr="00481D79" w:rsidRDefault="00481D79" w:rsidP="006F765D">
      <w:pPr>
        <w:pStyle w:val="libNormal"/>
        <w:rPr>
          <w:rtl/>
        </w:rPr>
      </w:pPr>
      <w:r w:rsidRPr="00481D79">
        <w:rPr>
          <w:rtl/>
        </w:rPr>
        <w:t xml:space="preserve">(164) وبإسناده قال: قال رسول الله </w:t>
      </w:r>
      <w:r w:rsidR="004226A8" w:rsidRPr="004226A8">
        <w:rPr>
          <w:rStyle w:val="libAlaemChar"/>
          <w:rtl/>
        </w:rPr>
        <w:t>صلى‌الله‌عليه‌وآله</w:t>
      </w:r>
      <w:r w:rsidRPr="00481D79">
        <w:rPr>
          <w:rtl/>
        </w:rPr>
        <w:t xml:space="preserve">: " يا علي عليك بالزيت كله وادهن به فإن </w:t>
      </w:r>
      <w:r w:rsidR="006F765D" w:rsidRPr="006F765D">
        <w:rPr>
          <w:rStyle w:val="libFootnotenumChar"/>
          <w:rFonts w:hint="cs"/>
          <w:rtl/>
        </w:rPr>
        <w:t>(5)</w:t>
      </w:r>
      <w:r w:rsidRPr="00481D79">
        <w:rPr>
          <w:rtl/>
        </w:rPr>
        <w:t xml:space="preserve"> من أكله وادهن به لم يقربه الشيطان </w:t>
      </w:r>
      <w:r w:rsidR="006F765D" w:rsidRPr="006F765D">
        <w:rPr>
          <w:rStyle w:val="libFootnotenumChar"/>
          <w:rFonts w:hint="cs"/>
          <w:rtl/>
        </w:rPr>
        <w:t>(6)</w:t>
      </w:r>
      <w:r w:rsidRPr="00481D79">
        <w:rPr>
          <w:rtl/>
        </w:rPr>
        <w:t xml:space="preserve"> أربعين يوما </w:t>
      </w:r>
      <w:r w:rsidR="006F765D" w:rsidRPr="006F765D">
        <w:rPr>
          <w:rStyle w:val="libFootnotenumChar"/>
          <w:rFonts w:hint="cs"/>
          <w:rtl/>
        </w:rPr>
        <w:t>(7)</w:t>
      </w:r>
      <w:r w:rsidRPr="00481D79">
        <w:rPr>
          <w:rtl/>
        </w:rPr>
        <w:t xml:space="preserve"> " </w:t>
      </w:r>
      <w:r w:rsidR="006F765D" w:rsidRPr="006F765D">
        <w:rPr>
          <w:rStyle w:val="libFootnotenumChar"/>
          <w:rFonts w:hint="cs"/>
          <w:rtl/>
        </w:rPr>
        <w:t>(8)</w:t>
      </w:r>
      <w:r w:rsidRPr="00481D79">
        <w:rPr>
          <w:rtl/>
        </w:rPr>
        <w:t>.</w:t>
      </w:r>
    </w:p>
    <w:p w:rsidR="00481D79" w:rsidRPr="00481D79" w:rsidRDefault="00481D79" w:rsidP="006F765D">
      <w:pPr>
        <w:pStyle w:val="libNormal"/>
        <w:rPr>
          <w:rtl/>
        </w:rPr>
      </w:pPr>
      <w:r w:rsidRPr="00481D79">
        <w:rPr>
          <w:rtl/>
        </w:rPr>
        <w:t xml:space="preserve">(165) وبإسناده قال: قال رسول الله </w:t>
      </w:r>
      <w:r w:rsidR="004226A8" w:rsidRPr="004226A8">
        <w:rPr>
          <w:rStyle w:val="libAlaemChar"/>
          <w:rtl/>
        </w:rPr>
        <w:t>صلى‌الله‌عليه‌وآله</w:t>
      </w:r>
      <w:r w:rsidRPr="00481D79">
        <w:rPr>
          <w:rtl/>
        </w:rPr>
        <w:t xml:space="preserve">: " عليكم </w:t>
      </w:r>
      <w:r w:rsidR="006F765D" w:rsidRPr="006F765D">
        <w:rPr>
          <w:rStyle w:val="libFootnotenumChar"/>
          <w:rFonts w:hint="cs"/>
          <w:rtl/>
        </w:rPr>
        <w:t>(9)</w:t>
      </w:r>
      <w:r w:rsidRPr="00481D79">
        <w:rPr>
          <w:rtl/>
        </w:rPr>
        <w:t xml:space="preserve"> بالملح فإنه شفاء من سبعين داء منها </w:t>
      </w:r>
      <w:r w:rsidR="006F765D" w:rsidRPr="006F765D">
        <w:rPr>
          <w:rStyle w:val="libFootnotenumChar"/>
          <w:rFonts w:hint="cs"/>
          <w:rtl/>
        </w:rPr>
        <w:t>(10)</w:t>
      </w:r>
      <w:r w:rsidRPr="00481D79">
        <w:rPr>
          <w:rtl/>
        </w:rPr>
        <w:t xml:space="preserve"> الجذام والبرص والجنون " </w:t>
      </w:r>
      <w:r w:rsidR="006F765D" w:rsidRPr="006F765D">
        <w:rPr>
          <w:rStyle w:val="libFootnotenumChar"/>
          <w:rFonts w:hint="cs"/>
          <w:rtl/>
        </w:rPr>
        <w:t>(11)</w:t>
      </w:r>
      <w:r w:rsidRPr="00481D79">
        <w:rPr>
          <w:rtl/>
        </w:rPr>
        <w:t>.</w:t>
      </w:r>
    </w:p>
    <w:p w:rsidR="00827655"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وعنه البحار: 74 / 92 ح 17 وعن عيون الاخبار: 2 / 42 ح 140.</w:t>
      </w:r>
    </w:p>
    <w:p w:rsidR="00481D79" w:rsidRDefault="00481D79" w:rsidP="00D11BDC">
      <w:pPr>
        <w:pStyle w:val="libFootnote0"/>
        <w:rPr>
          <w:rtl/>
        </w:rPr>
      </w:pPr>
      <w:r>
        <w:rPr>
          <w:rtl/>
        </w:rPr>
        <w:t>وأخرجه عن العيون في الوسائل: 12 / 228 ح 18، والبحار: 22 / 452 ح 8، وج 72 / 227 ح 8 وج 79 / 243 ح 15، وج 88 / 72 ح 22، وج 92 / 194 ح 8.</w:t>
      </w:r>
    </w:p>
    <w:p w:rsidR="00481D79" w:rsidRDefault="00481D79" w:rsidP="00057DFA">
      <w:pPr>
        <w:pStyle w:val="libFootnote0"/>
        <w:rPr>
          <w:rtl/>
        </w:rPr>
      </w:pPr>
      <w:r>
        <w:rPr>
          <w:rtl/>
        </w:rPr>
        <w:t>1</w:t>
      </w:r>
      <w:r w:rsidR="00057DFA">
        <w:rPr>
          <w:rFonts w:hint="cs"/>
          <w:rtl/>
        </w:rPr>
        <w:t>-</w:t>
      </w:r>
      <w:r>
        <w:rPr>
          <w:rtl/>
        </w:rPr>
        <w:t xml:space="preserve"> خ: أن.</w:t>
      </w:r>
    </w:p>
    <w:p w:rsidR="00481D79" w:rsidRDefault="00481D79" w:rsidP="00057DFA">
      <w:pPr>
        <w:pStyle w:val="libFootnote0"/>
        <w:rPr>
          <w:rtl/>
        </w:rPr>
      </w:pPr>
      <w:r>
        <w:rPr>
          <w:rtl/>
        </w:rPr>
        <w:t>2</w:t>
      </w:r>
      <w:r w:rsidR="00057DFA">
        <w:rPr>
          <w:rFonts w:hint="cs"/>
          <w:rtl/>
        </w:rPr>
        <w:t>-</w:t>
      </w:r>
      <w:r>
        <w:rPr>
          <w:rtl/>
        </w:rPr>
        <w:t xml:space="preserve"> ليس في المستدرك.</w:t>
      </w:r>
    </w:p>
    <w:p w:rsidR="00481D79" w:rsidRDefault="00481D79" w:rsidP="00057DFA">
      <w:pPr>
        <w:pStyle w:val="libFootnote0"/>
        <w:rPr>
          <w:rtl/>
        </w:rPr>
      </w:pPr>
      <w:r>
        <w:rPr>
          <w:rtl/>
        </w:rPr>
        <w:t>3</w:t>
      </w:r>
      <w:r w:rsidR="00057DFA">
        <w:rPr>
          <w:rFonts w:hint="cs"/>
          <w:rtl/>
        </w:rPr>
        <w:t>-</w:t>
      </w:r>
      <w:r>
        <w:rPr>
          <w:rtl/>
        </w:rPr>
        <w:t xml:space="preserve"> خ: اوله.</w:t>
      </w:r>
    </w:p>
    <w:p w:rsidR="00481D79" w:rsidRDefault="00481D79" w:rsidP="00057DFA">
      <w:pPr>
        <w:pStyle w:val="libFootnote0"/>
        <w:rPr>
          <w:rtl/>
        </w:rPr>
      </w:pPr>
      <w:r>
        <w:rPr>
          <w:rtl/>
        </w:rPr>
        <w:t>4</w:t>
      </w:r>
      <w:r w:rsidR="00057DFA">
        <w:rPr>
          <w:rFonts w:hint="cs"/>
          <w:rtl/>
        </w:rPr>
        <w:t>-</w:t>
      </w:r>
      <w:r>
        <w:rPr>
          <w:rtl/>
        </w:rPr>
        <w:t xml:space="preserve"> عنه البحار: 66 / 397 ح 15 والمستدرك: 3 / 99 باب 84 ح 3 وعن عيون الاخبار: 2 / 42 ح 44. وأخرجه في الوسائل: 17 / 16 ح 37 عن العيون.</w:t>
      </w:r>
    </w:p>
    <w:p w:rsidR="00481D79" w:rsidRDefault="00481D79" w:rsidP="00057DFA">
      <w:pPr>
        <w:pStyle w:val="libFootnote0"/>
        <w:rPr>
          <w:rtl/>
        </w:rPr>
      </w:pPr>
      <w:r>
        <w:rPr>
          <w:rtl/>
        </w:rPr>
        <w:t>5</w:t>
      </w:r>
      <w:r w:rsidR="00057DFA">
        <w:rPr>
          <w:rFonts w:hint="cs"/>
          <w:rtl/>
        </w:rPr>
        <w:t>-</w:t>
      </w:r>
      <w:r>
        <w:rPr>
          <w:rtl/>
        </w:rPr>
        <w:t xml:space="preserve"> ج والمستدرك: فإنه.</w:t>
      </w:r>
    </w:p>
    <w:p w:rsidR="00481D79" w:rsidRDefault="00481D79" w:rsidP="00057DFA">
      <w:pPr>
        <w:pStyle w:val="libFootnote0"/>
        <w:rPr>
          <w:rtl/>
        </w:rPr>
      </w:pPr>
      <w:r>
        <w:rPr>
          <w:rtl/>
        </w:rPr>
        <w:t>6</w:t>
      </w:r>
      <w:r w:rsidR="00057DFA">
        <w:rPr>
          <w:rFonts w:hint="cs"/>
          <w:rtl/>
        </w:rPr>
        <w:t>-</w:t>
      </w:r>
      <w:r>
        <w:rPr>
          <w:rtl/>
        </w:rPr>
        <w:t xml:space="preserve"> ن: شيطان.</w:t>
      </w:r>
    </w:p>
    <w:p w:rsidR="00481D79" w:rsidRDefault="00481D79" w:rsidP="00057DFA">
      <w:pPr>
        <w:pStyle w:val="libFootnote0"/>
        <w:rPr>
          <w:rtl/>
        </w:rPr>
      </w:pPr>
      <w:r>
        <w:rPr>
          <w:rtl/>
        </w:rPr>
        <w:t>7</w:t>
      </w:r>
      <w:r w:rsidR="00057DFA">
        <w:rPr>
          <w:rFonts w:hint="cs"/>
          <w:rtl/>
        </w:rPr>
        <w:t>-</w:t>
      </w:r>
      <w:r>
        <w:rPr>
          <w:rtl/>
        </w:rPr>
        <w:t xml:space="preserve"> خ: فإنه شفاء من أربعين داء منها الجذام والبرص والجنون.</w:t>
      </w:r>
    </w:p>
    <w:p w:rsidR="00481D79" w:rsidRDefault="00481D79" w:rsidP="00057DFA">
      <w:pPr>
        <w:pStyle w:val="libFootnote0"/>
        <w:rPr>
          <w:rtl/>
        </w:rPr>
      </w:pPr>
      <w:r>
        <w:rPr>
          <w:rtl/>
        </w:rPr>
        <w:t>8</w:t>
      </w:r>
      <w:r w:rsidR="00057DFA">
        <w:rPr>
          <w:rFonts w:hint="cs"/>
          <w:rtl/>
        </w:rPr>
        <w:t>-</w:t>
      </w:r>
      <w:r>
        <w:rPr>
          <w:rtl/>
        </w:rPr>
        <w:t xml:space="preserve"> عنه المستدرك: 1 / 64 ح 24 وج 3 / 109 باب 36 ح 1. وعنه البحار: 66 / 179 ح 1 وعن عيون الاخبار: 2 / 41 ح 141. وأخرجه في الوسائل: 17 / 15 ح 35 عن العيون. ورواه في المحاسن: 2 / 485 ح 532، عنه الوسائل: 17 / 71 ح 4. وأورده الطبرسي في مكارم الاخلاق: 194، عنه البحار: 66 / 183 ح 18 وعن المحاسن.</w:t>
      </w:r>
    </w:p>
    <w:p w:rsidR="00481D79" w:rsidRDefault="00481D79" w:rsidP="00057DFA">
      <w:pPr>
        <w:pStyle w:val="libFootnote0"/>
        <w:rPr>
          <w:rtl/>
        </w:rPr>
      </w:pPr>
      <w:r>
        <w:rPr>
          <w:rtl/>
        </w:rPr>
        <w:t>9</w:t>
      </w:r>
      <w:r w:rsidR="00057DFA">
        <w:rPr>
          <w:rFonts w:hint="cs"/>
          <w:rtl/>
        </w:rPr>
        <w:t>-</w:t>
      </w:r>
      <w:r>
        <w:rPr>
          <w:rtl/>
        </w:rPr>
        <w:t xml:space="preserve"> في المستدرك: لعلي </w:t>
      </w:r>
      <w:r w:rsidR="004226A8" w:rsidRPr="00057DFA">
        <w:rPr>
          <w:rStyle w:val="libFootnoteAlaemChar"/>
          <w:rtl/>
        </w:rPr>
        <w:t>عليه‌السلام</w:t>
      </w:r>
      <w:r>
        <w:rPr>
          <w:rtl/>
        </w:rPr>
        <w:t>: عليك.</w:t>
      </w:r>
    </w:p>
    <w:p w:rsidR="00481D79" w:rsidRDefault="00481D79" w:rsidP="00057DFA">
      <w:pPr>
        <w:pStyle w:val="libFootnote0"/>
        <w:rPr>
          <w:rtl/>
        </w:rPr>
      </w:pPr>
      <w:r>
        <w:rPr>
          <w:rtl/>
        </w:rPr>
        <w:t>10</w:t>
      </w:r>
      <w:r w:rsidR="00057DFA">
        <w:rPr>
          <w:rFonts w:hint="cs"/>
          <w:rtl/>
        </w:rPr>
        <w:t>-</w:t>
      </w:r>
      <w:r>
        <w:rPr>
          <w:rtl/>
        </w:rPr>
        <w:t xml:space="preserve"> في المستدرك: أدناها.</w:t>
      </w:r>
    </w:p>
    <w:p w:rsidR="00481D79" w:rsidRDefault="00481D79" w:rsidP="00057DFA">
      <w:pPr>
        <w:pStyle w:val="libFootnote0"/>
        <w:rPr>
          <w:rtl/>
        </w:rPr>
      </w:pPr>
      <w:r>
        <w:rPr>
          <w:rtl/>
        </w:rPr>
        <w:t>11</w:t>
      </w:r>
      <w:r w:rsidR="00057DFA">
        <w:rPr>
          <w:rFonts w:hint="cs"/>
          <w:rtl/>
        </w:rPr>
        <w:t>-</w:t>
      </w:r>
      <w:r>
        <w:rPr>
          <w:rtl/>
        </w:rPr>
        <w:t xml:space="preserve"> عنه المستدرك: 3 / 108 باب 31 ح 3. وعنه البحار: 66 / 397 ح 14 وعن عيون الاخبار: 2 / 41 ح 142. وأخرجه في الوسائل: 17 / 16 ح 36 عن العيون. وأورده في دعوات الراوندي: 145 ح 377 عن النبي </w:t>
      </w:r>
      <w:r w:rsidR="004226A8" w:rsidRPr="00057DFA">
        <w:rPr>
          <w:rStyle w:val="libFootnoteAlaemChar"/>
          <w:rtl/>
        </w:rPr>
        <w:t>صلى‌الله‌عليه‌وآله</w:t>
      </w:r>
      <w:r>
        <w:rPr>
          <w:rtl/>
        </w:rPr>
        <w:t xml:space="preserve">. وروى نحوه في المحاسن: 2 / 593 ح 108، والكافي: 6 / 326 ح 2 بإسنادهما إلى هشام بن سالم عن الصادق </w:t>
      </w:r>
      <w:r w:rsidR="004226A8" w:rsidRPr="00057DFA">
        <w:rPr>
          <w:rStyle w:val="libFootnoteAlaemChar"/>
          <w:rtl/>
        </w:rPr>
        <w:t>عليه‌السلام</w:t>
      </w:r>
      <w:r>
        <w:rPr>
          <w:rtl/>
        </w:rPr>
        <w:t>، عنهما الوسائل: 16 / 519 ح 1، وأخرجه في البحار: 66 / 398 ح 18 عن المحاسن.</w:t>
      </w:r>
    </w:p>
    <w:p w:rsidR="00481D79" w:rsidRDefault="00481D79" w:rsidP="00481D79">
      <w:pPr>
        <w:pStyle w:val="libNormal"/>
        <w:rPr>
          <w:rtl/>
        </w:rPr>
      </w:pPr>
      <w:r>
        <w:rPr>
          <w:rtl/>
        </w:rPr>
        <w:br w:type="page"/>
      </w:r>
    </w:p>
    <w:p w:rsidR="00481D79" w:rsidRPr="00481D79" w:rsidRDefault="00481D79" w:rsidP="00057DFA">
      <w:pPr>
        <w:pStyle w:val="libNormal"/>
        <w:rPr>
          <w:rtl/>
        </w:rPr>
      </w:pPr>
      <w:r w:rsidRPr="00481D79">
        <w:rPr>
          <w:rtl/>
        </w:rPr>
        <w:lastRenderedPageBreak/>
        <w:t xml:space="preserve">(166) وبإسناده قال: " كان علي </w:t>
      </w:r>
      <w:r w:rsidR="004226A8" w:rsidRPr="004226A8">
        <w:rPr>
          <w:rStyle w:val="libAlaemChar"/>
          <w:rtl/>
        </w:rPr>
        <w:t>عليه‌السلام</w:t>
      </w:r>
      <w:r w:rsidRPr="00481D79">
        <w:rPr>
          <w:rtl/>
        </w:rPr>
        <w:t xml:space="preserve"> يأكل البطيخ بالسكر " </w:t>
      </w:r>
      <w:r w:rsidR="00057DFA" w:rsidRPr="00057DFA">
        <w:rPr>
          <w:rStyle w:val="libFootnotenumChar"/>
          <w:rFonts w:hint="cs"/>
          <w:rtl/>
        </w:rPr>
        <w:t>(1)</w:t>
      </w:r>
      <w:r w:rsidRPr="00481D79">
        <w:rPr>
          <w:rtl/>
        </w:rPr>
        <w:t>.</w:t>
      </w:r>
    </w:p>
    <w:p w:rsidR="00481D79" w:rsidRPr="00481D79" w:rsidRDefault="00481D79" w:rsidP="00057DFA">
      <w:pPr>
        <w:pStyle w:val="libNormal"/>
        <w:rPr>
          <w:rtl/>
        </w:rPr>
      </w:pPr>
      <w:r w:rsidRPr="00481D79">
        <w:rPr>
          <w:rtl/>
        </w:rPr>
        <w:t xml:space="preserve">(167) وبإسناده قال: " إن النبي </w:t>
      </w:r>
      <w:r w:rsidR="004226A8" w:rsidRPr="004226A8">
        <w:rPr>
          <w:rStyle w:val="libAlaemChar"/>
          <w:rtl/>
        </w:rPr>
        <w:t>صلى‌الله‌عليه‌وآله</w:t>
      </w:r>
      <w:r w:rsidRPr="00481D79">
        <w:rPr>
          <w:rtl/>
        </w:rPr>
        <w:t xml:space="preserve"> اتي ببطيخ ورطب فأكل منهما وقال: " هذان الاطيبان " </w:t>
      </w:r>
      <w:r w:rsidR="00057DFA" w:rsidRPr="00057DFA">
        <w:rPr>
          <w:rStyle w:val="libFootnotenumChar"/>
          <w:rFonts w:hint="cs"/>
          <w:rtl/>
        </w:rPr>
        <w:t>(2)</w:t>
      </w:r>
      <w:r w:rsidRPr="00481D79">
        <w:rPr>
          <w:rtl/>
        </w:rPr>
        <w:t>.</w:t>
      </w:r>
    </w:p>
    <w:p w:rsidR="00481D79" w:rsidRPr="00481D79" w:rsidRDefault="00481D79" w:rsidP="00057DFA">
      <w:pPr>
        <w:pStyle w:val="libNormal"/>
        <w:rPr>
          <w:rtl/>
        </w:rPr>
      </w:pPr>
      <w:r w:rsidRPr="00481D79">
        <w:rPr>
          <w:rtl/>
        </w:rPr>
        <w:t xml:space="preserve">(168) وبإسناده قال: قال جعفر بن محمد </w:t>
      </w:r>
      <w:r w:rsidR="004226A8" w:rsidRPr="004226A8">
        <w:rPr>
          <w:rStyle w:val="libAlaemChar"/>
          <w:rtl/>
        </w:rPr>
        <w:t>عليهما‌السلام</w:t>
      </w:r>
      <w:r w:rsidRPr="00481D79">
        <w:rPr>
          <w:rtl/>
        </w:rPr>
        <w:t xml:space="preserve">: " السبت لنا، والاحد لشيعتنا والاثنين لبني أمية، والثلاثاء لشيعتهم، والاربعاء لبني العباس، والخميس لشيعتهم، والجمعة لله عزوجل، وليس فيه سفر، قال عزوجل: (فإذا قضيت الصلاة فانتشروا في الارض وابتغوا من فضل الله) </w:t>
      </w:r>
      <w:r w:rsidR="00057DFA" w:rsidRPr="00057DFA">
        <w:rPr>
          <w:rStyle w:val="libFootnotenumChar"/>
          <w:rFonts w:hint="cs"/>
          <w:rtl/>
        </w:rPr>
        <w:t>(3)</w:t>
      </w:r>
      <w:r w:rsidRPr="00481D79">
        <w:rPr>
          <w:rtl/>
        </w:rPr>
        <w:t xml:space="preserve"> يعني [ سفر ] </w:t>
      </w:r>
      <w:r w:rsidR="00057DFA" w:rsidRPr="00057DFA">
        <w:rPr>
          <w:rStyle w:val="libFootnotenumChar"/>
          <w:rFonts w:hint="cs"/>
          <w:rtl/>
        </w:rPr>
        <w:t>(4)</w:t>
      </w:r>
      <w:r w:rsidRPr="00481D79">
        <w:rPr>
          <w:rtl/>
        </w:rPr>
        <w:t xml:space="preserve"> يوم السبت " </w:t>
      </w:r>
      <w:r w:rsidR="00057DFA" w:rsidRPr="00057DFA">
        <w:rPr>
          <w:rStyle w:val="libFootnotenumChar"/>
          <w:rFonts w:hint="cs"/>
          <w:rtl/>
        </w:rPr>
        <w:t>(5)</w:t>
      </w:r>
      <w:r w:rsidRPr="00481D79">
        <w:rPr>
          <w:rtl/>
        </w:rPr>
        <w:t>.</w:t>
      </w:r>
    </w:p>
    <w:p w:rsidR="00481D79" w:rsidRPr="00481D79" w:rsidRDefault="00481D79" w:rsidP="00057DFA">
      <w:pPr>
        <w:pStyle w:val="libNormal"/>
        <w:rPr>
          <w:rtl/>
        </w:rPr>
      </w:pPr>
      <w:r w:rsidRPr="00481D79">
        <w:rPr>
          <w:rtl/>
        </w:rPr>
        <w:t xml:space="preserve">(169) وبإسناده قال: حدثني أبي موسى بن جعفر قال: " كان [ على ] </w:t>
      </w:r>
      <w:r w:rsidR="00057DFA" w:rsidRPr="00057DFA">
        <w:rPr>
          <w:rStyle w:val="libFootnotenumChar"/>
          <w:rFonts w:hint="cs"/>
          <w:rtl/>
        </w:rPr>
        <w:t>(6)</w:t>
      </w:r>
      <w:r w:rsidRPr="00481D79">
        <w:rPr>
          <w:rtl/>
        </w:rPr>
        <w:t xml:space="preserve"> خاتم محمد بن علي </w:t>
      </w:r>
      <w:r w:rsidR="004226A8" w:rsidRPr="004226A8">
        <w:rPr>
          <w:rStyle w:val="libAlaemChar"/>
          <w:rtl/>
        </w:rPr>
        <w:t>عليهما‌السلام</w:t>
      </w:r>
      <w:r w:rsidRPr="00481D79">
        <w:rPr>
          <w:rtl/>
        </w:rPr>
        <w:t xml:space="preserve">: ظني بالله حسن، وبالنبي المؤتمن، وبالوصي ذي المنن، وبالحسين </w:t>
      </w:r>
      <w:r w:rsidR="00057DFA" w:rsidRPr="00057DFA">
        <w:rPr>
          <w:rStyle w:val="libFootnotenumChar"/>
          <w:rFonts w:hint="cs"/>
          <w:rtl/>
        </w:rPr>
        <w:t>(7)</w:t>
      </w:r>
      <w:r w:rsidRPr="00481D79">
        <w:rPr>
          <w:rtl/>
        </w:rPr>
        <w:t xml:space="preserve"> وبالحسن " </w:t>
      </w:r>
      <w:r w:rsidR="00057DFA" w:rsidRPr="00057DFA">
        <w:rPr>
          <w:rStyle w:val="libFootnotenumChar"/>
          <w:rFonts w:hint="cs"/>
          <w:rtl/>
        </w:rPr>
        <w:t>(8)</w:t>
      </w:r>
      <w:r w:rsidRPr="00481D79">
        <w:rPr>
          <w:rtl/>
        </w:rPr>
        <w:t>.</w:t>
      </w:r>
    </w:p>
    <w:p w:rsidR="00481D79" w:rsidRPr="00481D79" w:rsidRDefault="00481D79" w:rsidP="00057DFA">
      <w:pPr>
        <w:pStyle w:val="libNormal"/>
        <w:rPr>
          <w:rtl/>
        </w:rPr>
      </w:pPr>
      <w:r w:rsidRPr="00481D79">
        <w:rPr>
          <w:rtl/>
        </w:rPr>
        <w:t xml:space="preserve">(170) وبإسناده قال: حدثني [ أبي، عن ] </w:t>
      </w:r>
      <w:r w:rsidR="00057DFA" w:rsidRPr="00057DFA">
        <w:rPr>
          <w:rStyle w:val="libFootnotenumChar"/>
          <w:rFonts w:hint="cs"/>
          <w:rtl/>
        </w:rPr>
        <w:t>(9)</w:t>
      </w:r>
      <w:r w:rsidRPr="00481D79">
        <w:rPr>
          <w:rtl/>
        </w:rPr>
        <w:t xml:space="preserve"> علي بن الحسين </w:t>
      </w:r>
      <w:r w:rsidR="004226A8" w:rsidRPr="004226A8">
        <w:rPr>
          <w:rStyle w:val="libAlaemChar"/>
          <w:rtl/>
        </w:rPr>
        <w:t>عليه‌السلام</w:t>
      </w:r>
      <w:r w:rsidRPr="00481D79">
        <w:rPr>
          <w:rtl/>
        </w:rPr>
        <w:t xml:space="preserve"> " أنه سمي حسنا يوم سابعه، واشتق من اسم حسن حسين </w:t>
      </w:r>
      <w:r w:rsidR="00057DFA" w:rsidRPr="00057DFA">
        <w:rPr>
          <w:rStyle w:val="libFootnotenumChar"/>
          <w:rFonts w:hint="cs"/>
          <w:rtl/>
        </w:rPr>
        <w:t>(10)</w:t>
      </w:r>
      <w:r w:rsidRPr="00481D79">
        <w:rPr>
          <w:rtl/>
        </w:rPr>
        <w:t xml:space="preserve">، وذكر أنه لم يكن بينهما إلا الحمل " </w:t>
      </w:r>
      <w:r w:rsidR="00057DFA" w:rsidRPr="00057DFA">
        <w:rPr>
          <w:rStyle w:val="libFootnotenumChar"/>
          <w:rFonts w:hint="cs"/>
          <w:rtl/>
        </w:rPr>
        <w:t>(11)</w:t>
      </w:r>
      <w:r w:rsidRPr="00481D79">
        <w:rPr>
          <w:rtl/>
        </w:rPr>
        <w:t>.</w:t>
      </w:r>
    </w:p>
    <w:p w:rsidR="00481D79" w:rsidRDefault="005B067E" w:rsidP="005B067E">
      <w:pPr>
        <w:pStyle w:val="libLine"/>
        <w:rPr>
          <w:rtl/>
        </w:rPr>
      </w:pPr>
      <w:r>
        <w:rPr>
          <w:rtl/>
        </w:rPr>
        <w:t>____________________</w:t>
      </w:r>
    </w:p>
    <w:p w:rsidR="00481D79" w:rsidRDefault="00481D79" w:rsidP="00057DFA">
      <w:pPr>
        <w:pStyle w:val="libFootnote0"/>
        <w:rPr>
          <w:rtl/>
        </w:rPr>
      </w:pPr>
      <w:r>
        <w:rPr>
          <w:rtl/>
        </w:rPr>
        <w:t>1</w:t>
      </w:r>
      <w:r w:rsidR="00057DFA">
        <w:rPr>
          <w:rFonts w:hint="cs"/>
          <w:rtl/>
        </w:rPr>
        <w:t>-</w:t>
      </w:r>
      <w:r>
        <w:rPr>
          <w:rtl/>
        </w:rPr>
        <w:t xml:space="preserve"> عنه البحار: 66 / 196 ح 16.</w:t>
      </w:r>
    </w:p>
    <w:p w:rsidR="00481D79" w:rsidRDefault="00481D79" w:rsidP="00057DFA">
      <w:pPr>
        <w:pStyle w:val="libFootnote0"/>
        <w:rPr>
          <w:rtl/>
        </w:rPr>
      </w:pPr>
      <w:r>
        <w:rPr>
          <w:rtl/>
        </w:rPr>
        <w:t>2</w:t>
      </w:r>
      <w:r w:rsidR="00057DFA">
        <w:rPr>
          <w:rFonts w:hint="cs"/>
          <w:rtl/>
        </w:rPr>
        <w:t>-</w:t>
      </w:r>
      <w:r>
        <w:rPr>
          <w:rtl/>
        </w:rPr>
        <w:t xml:space="preserve"> عنه المستدرك: 3 / 117 باب 77 ح 2. وعنه البحار: 66 / 195 ح 11 وعن عيون الاخبار: 2 / 41 ح 143. وأخرجه في الوسائل: 17 / 16 ح 38 والبحار: 66 / 126 عن عيون الاخبار. (أخرجه أبوداود، وابن ماجة، والبيهقي في السنن، وابن عدي في الكامل [ بلفظ ]: كان يأكل البطيخ بالرطب ويقول: يكسر حر هذا برد هذا).</w:t>
      </w:r>
    </w:p>
    <w:p w:rsidR="00481D79" w:rsidRDefault="00481D79" w:rsidP="00057DFA">
      <w:pPr>
        <w:pStyle w:val="libFootnote0"/>
        <w:rPr>
          <w:rtl/>
        </w:rPr>
      </w:pPr>
      <w:r>
        <w:rPr>
          <w:rtl/>
        </w:rPr>
        <w:t>3</w:t>
      </w:r>
      <w:r w:rsidR="00057DFA">
        <w:rPr>
          <w:rFonts w:hint="cs"/>
          <w:rtl/>
        </w:rPr>
        <w:t>-</w:t>
      </w:r>
      <w:r>
        <w:rPr>
          <w:rtl/>
        </w:rPr>
        <w:t xml:space="preserve"> الجمعة: 10.</w:t>
      </w:r>
    </w:p>
    <w:p w:rsidR="00481D79" w:rsidRDefault="00481D79" w:rsidP="00057DFA">
      <w:pPr>
        <w:pStyle w:val="libFootnote0"/>
        <w:rPr>
          <w:rtl/>
        </w:rPr>
      </w:pPr>
      <w:r>
        <w:rPr>
          <w:rtl/>
        </w:rPr>
        <w:t>4</w:t>
      </w:r>
      <w:r w:rsidR="00057DFA">
        <w:rPr>
          <w:rFonts w:hint="cs"/>
          <w:rtl/>
        </w:rPr>
        <w:t>-</w:t>
      </w:r>
      <w:r>
        <w:rPr>
          <w:rtl/>
        </w:rPr>
        <w:t xml:space="preserve"> ليس في ط، ن وج.</w:t>
      </w:r>
    </w:p>
    <w:p w:rsidR="00481D79" w:rsidRDefault="00481D79" w:rsidP="00057DFA">
      <w:pPr>
        <w:pStyle w:val="libFootnote0"/>
        <w:rPr>
          <w:rtl/>
        </w:rPr>
      </w:pPr>
      <w:r>
        <w:rPr>
          <w:rtl/>
        </w:rPr>
        <w:t>5</w:t>
      </w:r>
      <w:r w:rsidR="00057DFA">
        <w:rPr>
          <w:rFonts w:hint="cs"/>
          <w:rtl/>
        </w:rPr>
        <w:t>-</w:t>
      </w:r>
      <w:r>
        <w:rPr>
          <w:rtl/>
        </w:rPr>
        <w:t xml:space="preserve"> عنه مستدرك الوسائل: 2 / 23 باب 5 ح 1. وعنه أيضا البحار: 59 / 27 ح 11 وعن عيون الاخبار: 2 / 42 ح 146. وأخرجه في الوسائل: 8 / 258 ح 2، والبحار: 89 / 347 ح 20 عن العيون.</w:t>
      </w:r>
    </w:p>
    <w:p w:rsidR="00481D79" w:rsidRDefault="00481D79" w:rsidP="00057DFA">
      <w:pPr>
        <w:pStyle w:val="libFootnote0"/>
        <w:rPr>
          <w:rtl/>
        </w:rPr>
      </w:pPr>
      <w:r>
        <w:rPr>
          <w:rtl/>
        </w:rPr>
        <w:t>6</w:t>
      </w:r>
      <w:r w:rsidR="00057DFA">
        <w:rPr>
          <w:rFonts w:hint="cs"/>
          <w:rtl/>
        </w:rPr>
        <w:t>-</w:t>
      </w:r>
      <w:r>
        <w:rPr>
          <w:rtl/>
        </w:rPr>
        <w:t xml:space="preserve"> ليس في ن.</w:t>
      </w:r>
    </w:p>
    <w:p w:rsidR="00481D79" w:rsidRDefault="00481D79" w:rsidP="00057DFA">
      <w:pPr>
        <w:pStyle w:val="libFootnote0"/>
        <w:rPr>
          <w:rtl/>
        </w:rPr>
      </w:pPr>
      <w:r>
        <w:rPr>
          <w:rtl/>
        </w:rPr>
        <w:t>7</w:t>
      </w:r>
      <w:r w:rsidR="00057DFA">
        <w:rPr>
          <w:rFonts w:hint="cs"/>
          <w:rtl/>
        </w:rPr>
        <w:t>-</w:t>
      </w:r>
      <w:r>
        <w:rPr>
          <w:rtl/>
        </w:rPr>
        <w:t xml:space="preserve"> ن: بالخيرين الحسين.</w:t>
      </w:r>
    </w:p>
    <w:p w:rsidR="00481D79" w:rsidRDefault="00481D79" w:rsidP="00057DFA">
      <w:pPr>
        <w:pStyle w:val="libFootnote0"/>
        <w:rPr>
          <w:rtl/>
        </w:rPr>
      </w:pPr>
      <w:r>
        <w:rPr>
          <w:rtl/>
        </w:rPr>
        <w:t>8</w:t>
      </w:r>
      <w:r w:rsidR="00057DFA">
        <w:rPr>
          <w:rFonts w:hint="cs"/>
          <w:rtl/>
        </w:rPr>
        <w:t>-</w:t>
      </w:r>
      <w:r>
        <w:rPr>
          <w:rtl/>
        </w:rPr>
        <w:t xml:space="preserve"> رواه في عيون الاخبار: 2 / 27 ح 15، عنه الوسائل: 3 / 411 ح 7، والبحار: 46 / 221 ح 4. وأخرجه الاربلي في كشف الغمة: 2 / 119 عن تفسير الثعلبي.</w:t>
      </w:r>
    </w:p>
    <w:p w:rsidR="00481D79" w:rsidRDefault="00481D79" w:rsidP="00057DFA">
      <w:pPr>
        <w:pStyle w:val="libFootnote0"/>
        <w:rPr>
          <w:rtl/>
        </w:rPr>
      </w:pPr>
      <w:r>
        <w:rPr>
          <w:rtl/>
        </w:rPr>
        <w:t>9</w:t>
      </w:r>
      <w:r w:rsidR="00057DFA">
        <w:rPr>
          <w:rFonts w:hint="cs"/>
          <w:rtl/>
        </w:rPr>
        <w:t>-</w:t>
      </w:r>
      <w:r>
        <w:rPr>
          <w:rtl/>
        </w:rPr>
        <w:t xml:space="preserve"> ليس في ط وج، وفي ن: أبي.</w:t>
      </w:r>
    </w:p>
    <w:p w:rsidR="00481D79" w:rsidRDefault="00481D79" w:rsidP="00D11BDC">
      <w:pPr>
        <w:pStyle w:val="libFootnote0"/>
        <w:rPr>
          <w:rtl/>
        </w:rPr>
      </w:pPr>
      <w:r>
        <w:rPr>
          <w:rtl/>
        </w:rPr>
        <w:t>10</w:t>
      </w:r>
      <w:r w:rsidR="00057DFA">
        <w:rPr>
          <w:rFonts w:hint="cs"/>
          <w:rtl/>
        </w:rPr>
        <w:t>-</w:t>
      </w:r>
      <w:r>
        <w:rPr>
          <w:rtl/>
        </w:rPr>
        <w:t xml:space="preserve"> خ وط: حسينا. وفي ن: الحسن والحسين.</w:t>
      </w:r>
    </w:p>
    <w:p w:rsidR="00481D79" w:rsidRPr="00D11BDC" w:rsidRDefault="00481D79" w:rsidP="00057DFA">
      <w:pPr>
        <w:pStyle w:val="libFootnote0"/>
        <w:rPr>
          <w:rtl/>
        </w:rPr>
      </w:pPr>
      <w:r>
        <w:rPr>
          <w:rtl/>
        </w:rPr>
        <w:t>11</w:t>
      </w:r>
      <w:r w:rsidR="00057DFA">
        <w:rPr>
          <w:rFonts w:hint="cs"/>
          <w:rtl/>
        </w:rPr>
        <w:t>-</w:t>
      </w:r>
      <w:r>
        <w:rPr>
          <w:rtl/>
        </w:rPr>
        <w:t xml:space="preserve"> عنه الوسائل: 15 / 140 ح 6 والبحار: 43 / 240 ح 5 وعن عيون الاخبار: 2 / 41 ح 145. وأخرجه في البحار: 104 / 127 ح 3 عن العيون. رواه الخوارزمي في مقتله: 1 / 88 بالاسناد رقم " 32 ".</w:t>
      </w:r>
    </w:p>
    <w:p w:rsidR="00481D79" w:rsidRDefault="00481D79" w:rsidP="00481D79">
      <w:pPr>
        <w:pStyle w:val="libNormal"/>
        <w:rPr>
          <w:rtl/>
          <w:lang w:bidi="fa-IR"/>
        </w:rPr>
      </w:pPr>
      <w:r>
        <w:rPr>
          <w:rtl/>
          <w:lang w:bidi="fa-IR"/>
        </w:rPr>
        <w:br w:type="page"/>
      </w:r>
    </w:p>
    <w:p w:rsidR="00481D79" w:rsidRPr="00481D79" w:rsidRDefault="00481D79" w:rsidP="00367283">
      <w:pPr>
        <w:pStyle w:val="libNormal"/>
      </w:pPr>
      <w:r w:rsidRPr="00481D79">
        <w:rPr>
          <w:rtl/>
        </w:rPr>
        <w:lastRenderedPageBreak/>
        <w:t xml:space="preserve">(171) وبإسناده قال: حدثني أبي، عن جعفر بن محمد </w:t>
      </w:r>
      <w:r w:rsidR="004226A8" w:rsidRPr="004226A8">
        <w:rPr>
          <w:rStyle w:val="libAlaemChar"/>
          <w:rtl/>
        </w:rPr>
        <w:t>عليهما‌السلام</w:t>
      </w:r>
      <w:r w:rsidRPr="00481D79">
        <w:rPr>
          <w:rtl/>
        </w:rPr>
        <w:t xml:space="preserve"> قال: " دعا </w:t>
      </w:r>
      <w:r w:rsidR="00367283" w:rsidRPr="00367283">
        <w:rPr>
          <w:rStyle w:val="libFootnotenumChar"/>
          <w:rFonts w:hint="cs"/>
          <w:rtl/>
        </w:rPr>
        <w:t>(1)</w:t>
      </w:r>
      <w:r w:rsidRPr="00481D79">
        <w:rPr>
          <w:rtl/>
        </w:rPr>
        <w:t xml:space="preserve"> أبي بدهن [ فادهن ] </w:t>
      </w:r>
      <w:r w:rsidR="00367283" w:rsidRPr="00367283">
        <w:rPr>
          <w:rStyle w:val="libFootnotenumChar"/>
          <w:rFonts w:hint="cs"/>
          <w:rtl/>
        </w:rPr>
        <w:t>(2)</w:t>
      </w:r>
      <w:r w:rsidRPr="00481D79">
        <w:rPr>
          <w:rtl/>
        </w:rPr>
        <w:t xml:space="preserve"> فقال: ادهن. قلت: ادهنت </w:t>
      </w:r>
      <w:r w:rsidR="00367283" w:rsidRPr="00367283">
        <w:rPr>
          <w:rStyle w:val="libFootnotenumChar"/>
          <w:rFonts w:hint="cs"/>
          <w:rtl/>
        </w:rPr>
        <w:t>(3)</w:t>
      </w:r>
      <w:r w:rsidRPr="00481D79">
        <w:rPr>
          <w:rtl/>
        </w:rPr>
        <w:t xml:space="preserve">، قال: إنه البنفسج. قلت: وما فضل البنفسج؟ قال: حدثني أبي، عن أبيه </w:t>
      </w:r>
      <w:r w:rsidR="00367283" w:rsidRPr="00367283">
        <w:rPr>
          <w:rStyle w:val="libFootnotenumChar"/>
          <w:rFonts w:hint="cs"/>
          <w:rtl/>
        </w:rPr>
        <w:t>(4)</w:t>
      </w:r>
      <w:r w:rsidRPr="00481D79">
        <w:rPr>
          <w:rtl/>
        </w:rPr>
        <w:t xml:space="preserve"> الحسين بن علي [ </w:t>
      </w:r>
      <w:r w:rsidR="004226A8" w:rsidRPr="004226A8">
        <w:rPr>
          <w:rStyle w:val="libAlaemChar"/>
          <w:rtl/>
        </w:rPr>
        <w:t>عليهما‌السلام</w:t>
      </w:r>
      <w:r w:rsidRPr="00481D79">
        <w:rPr>
          <w:rtl/>
        </w:rPr>
        <w:t xml:space="preserve">، عن أبيه علي ] </w:t>
      </w:r>
      <w:r w:rsidR="00367283" w:rsidRPr="00367283">
        <w:rPr>
          <w:rStyle w:val="libFootnotenumChar"/>
          <w:rFonts w:hint="cs"/>
          <w:rtl/>
        </w:rPr>
        <w:t>(5)</w:t>
      </w:r>
      <w:r w:rsidRPr="00481D79">
        <w:rPr>
          <w:rtl/>
        </w:rPr>
        <w:t xml:space="preserve"> بن أبي طالب </w:t>
      </w:r>
      <w:r w:rsidR="004226A8" w:rsidRPr="004226A8">
        <w:rPr>
          <w:rStyle w:val="libAlaemChar"/>
          <w:rtl/>
        </w:rPr>
        <w:t>عليه‌السلام</w:t>
      </w:r>
      <w:r w:rsidRPr="00481D79">
        <w:rPr>
          <w:rtl/>
        </w:rPr>
        <w:t xml:space="preserve"> قال: قال رسول الله </w:t>
      </w:r>
      <w:r w:rsidR="004226A8" w:rsidRPr="004226A8">
        <w:rPr>
          <w:rStyle w:val="libAlaemChar"/>
          <w:rtl/>
        </w:rPr>
        <w:t>صلى‌الله‌عليه‌وآله</w:t>
      </w:r>
      <w:r w:rsidRPr="00481D79">
        <w:rPr>
          <w:rtl/>
        </w:rPr>
        <w:t xml:space="preserve">: " فضل البنفسج على [ سائر ] </w:t>
      </w:r>
      <w:r w:rsidR="00367283" w:rsidRPr="00367283">
        <w:rPr>
          <w:rStyle w:val="libFootnotenumChar"/>
          <w:rFonts w:hint="cs"/>
          <w:rtl/>
        </w:rPr>
        <w:t>(6)</w:t>
      </w:r>
      <w:r w:rsidRPr="00481D79">
        <w:rPr>
          <w:rtl/>
        </w:rPr>
        <w:t xml:space="preserve"> الادهان كفضل الاسلام على سائر الاديان " </w:t>
      </w:r>
      <w:r w:rsidR="00367283" w:rsidRPr="00367283">
        <w:rPr>
          <w:rStyle w:val="libFootnotenumChar"/>
          <w:rFonts w:hint="cs"/>
          <w:rtl/>
        </w:rPr>
        <w:t>(7)</w:t>
      </w:r>
      <w:r w:rsidRPr="00481D79">
        <w:rPr>
          <w:rtl/>
        </w:rPr>
        <w:t>.</w:t>
      </w:r>
    </w:p>
    <w:p w:rsidR="00481D79" w:rsidRPr="00481D79" w:rsidRDefault="00481D79" w:rsidP="00367283">
      <w:pPr>
        <w:pStyle w:val="libNormal"/>
        <w:rPr>
          <w:rtl/>
        </w:rPr>
      </w:pPr>
      <w:r w:rsidRPr="00481D79">
        <w:rPr>
          <w:rtl/>
        </w:rPr>
        <w:t xml:space="preserve">(172) وبإسناده قال: حدثني [ أبي، عن ] </w:t>
      </w:r>
      <w:r w:rsidR="00367283" w:rsidRPr="00367283">
        <w:rPr>
          <w:rStyle w:val="libFootnotenumChar"/>
          <w:rFonts w:hint="cs"/>
          <w:rtl/>
        </w:rPr>
        <w:t>(8)</w:t>
      </w:r>
      <w:r w:rsidRPr="00481D79">
        <w:rPr>
          <w:rtl/>
        </w:rPr>
        <w:t xml:space="preserve"> علي بن الحسين، عن أبيه قال: قال علي </w:t>
      </w:r>
      <w:r w:rsidR="004226A8" w:rsidRPr="004226A8">
        <w:rPr>
          <w:rStyle w:val="libAlaemChar"/>
          <w:rtl/>
        </w:rPr>
        <w:t>عليه‌السلام</w:t>
      </w:r>
      <w:r w:rsidRPr="00481D79">
        <w:rPr>
          <w:rtl/>
        </w:rPr>
        <w:t xml:space="preserve"> " (لادين لمن دان) </w:t>
      </w:r>
      <w:r w:rsidR="00367283" w:rsidRPr="00367283">
        <w:rPr>
          <w:rStyle w:val="libFootnotenumChar"/>
          <w:rFonts w:hint="cs"/>
          <w:rtl/>
        </w:rPr>
        <w:t>(9)</w:t>
      </w:r>
      <w:r w:rsidRPr="00481D79">
        <w:rPr>
          <w:rtl/>
        </w:rPr>
        <w:t xml:space="preserve"> لمخلوق في معصية الخالق " </w:t>
      </w:r>
      <w:r w:rsidR="00367283" w:rsidRPr="00367283">
        <w:rPr>
          <w:rStyle w:val="libFootnotenumChar"/>
          <w:rFonts w:hint="cs"/>
          <w:rtl/>
        </w:rPr>
        <w:t>(10)</w:t>
      </w:r>
      <w:r w:rsidRPr="00481D79">
        <w:rPr>
          <w:rtl/>
        </w:rPr>
        <w:t>.</w:t>
      </w:r>
    </w:p>
    <w:p w:rsidR="00481D79" w:rsidRPr="00481D79" w:rsidRDefault="00481D79" w:rsidP="00367283">
      <w:pPr>
        <w:pStyle w:val="libNormal"/>
        <w:rPr>
          <w:rtl/>
        </w:rPr>
      </w:pPr>
      <w:r w:rsidRPr="00481D79">
        <w:rPr>
          <w:rtl/>
        </w:rPr>
        <w:t xml:space="preserve">(173) وبإسناده قال: قال علي بن أبي طالب </w:t>
      </w:r>
      <w:r w:rsidR="004226A8" w:rsidRPr="004226A8">
        <w:rPr>
          <w:rStyle w:val="libAlaemChar"/>
          <w:rtl/>
        </w:rPr>
        <w:t>عليه‌السلام</w:t>
      </w:r>
      <w:r w:rsidRPr="00481D79">
        <w:rPr>
          <w:rtl/>
        </w:rPr>
        <w:t xml:space="preserve">: " كلوا الرمان بشحمه فإنه دباغ المعدة " </w:t>
      </w:r>
      <w:r w:rsidR="00367283" w:rsidRPr="00367283">
        <w:rPr>
          <w:rStyle w:val="libFootnotenumChar"/>
          <w:rFonts w:hint="cs"/>
          <w:rtl/>
        </w:rPr>
        <w:t>(11)</w:t>
      </w:r>
      <w:r w:rsidRPr="00481D79">
        <w:rPr>
          <w:rtl/>
        </w:rPr>
        <w:t>.</w:t>
      </w:r>
    </w:p>
    <w:p w:rsidR="00481D79" w:rsidRDefault="005B067E" w:rsidP="005B067E">
      <w:pPr>
        <w:pStyle w:val="libLine"/>
        <w:rPr>
          <w:rtl/>
        </w:rPr>
      </w:pPr>
      <w:r>
        <w:rPr>
          <w:rtl/>
        </w:rPr>
        <w:t>____________________</w:t>
      </w:r>
    </w:p>
    <w:p w:rsidR="00481D79" w:rsidRDefault="00481D79" w:rsidP="00367283">
      <w:pPr>
        <w:pStyle w:val="libFootnote0"/>
        <w:rPr>
          <w:rtl/>
        </w:rPr>
      </w:pPr>
      <w:r>
        <w:rPr>
          <w:rtl/>
        </w:rPr>
        <w:t>1</w:t>
      </w:r>
      <w:r w:rsidR="00367283">
        <w:rPr>
          <w:rFonts w:hint="cs"/>
          <w:rtl/>
        </w:rPr>
        <w:t>-</w:t>
      </w:r>
      <w:r>
        <w:rPr>
          <w:rtl/>
        </w:rPr>
        <w:t xml:space="preserve"> في المستدرك: دعاني.</w:t>
      </w:r>
    </w:p>
    <w:p w:rsidR="00481D79" w:rsidRDefault="00481D79" w:rsidP="00367283">
      <w:pPr>
        <w:pStyle w:val="libFootnote0"/>
        <w:rPr>
          <w:rtl/>
        </w:rPr>
      </w:pPr>
      <w:r>
        <w:rPr>
          <w:rtl/>
        </w:rPr>
        <w:t>2</w:t>
      </w:r>
      <w:r w:rsidR="00367283">
        <w:rPr>
          <w:rFonts w:hint="cs"/>
          <w:rtl/>
        </w:rPr>
        <w:t>-</w:t>
      </w:r>
      <w:r>
        <w:rPr>
          <w:rtl/>
        </w:rPr>
        <w:t xml:space="preserve"> ليس في خ، وفي خ ل المستدرك: ليدهن.</w:t>
      </w:r>
    </w:p>
    <w:p w:rsidR="00481D79" w:rsidRDefault="00367283" w:rsidP="00D11BDC">
      <w:pPr>
        <w:pStyle w:val="libFootnote0"/>
        <w:rPr>
          <w:rtl/>
        </w:rPr>
      </w:pPr>
      <w:r>
        <w:rPr>
          <w:rtl/>
        </w:rPr>
        <w:t>3</w:t>
      </w:r>
      <w:r>
        <w:rPr>
          <w:rFonts w:hint="cs"/>
          <w:rtl/>
        </w:rPr>
        <w:t>-</w:t>
      </w:r>
      <w:r w:rsidR="00481D79">
        <w:rPr>
          <w:rtl/>
        </w:rPr>
        <w:t xml:space="preserve"> خ ل المستدرك: قد ادهنت.</w:t>
      </w:r>
    </w:p>
    <w:p w:rsidR="00481D79" w:rsidRDefault="00481D79" w:rsidP="00367283">
      <w:pPr>
        <w:pStyle w:val="libFootnote0"/>
        <w:rPr>
          <w:rtl/>
        </w:rPr>
      </w:pPr>
      <w:r>
        <w:rPr>
          <w:rtl/>
        </w:rPr>
        <w:t>4</w:t>
      </w:r>
      <w:r w:rsidR="00367283">
        <w:rPr>
          <w:rFonts w:hint="cs"/>
          <w:rtl/>
        </w:rPr>
        <w:t>-</w:t>
      </w:r>
      <w:r>
        <w:rPr>
          <w:rtl/>
        </w:rPr>
        <w:t xml:space="preserve"> كذا موافقا لما في العيون، وهو الصحيح. وفي سائر النسخ المعتمدة اضيف: عن جده.</w:t>
      </w:r>
    </w:p>
    <w:p w:rsidR="00481D79" w:rsidRDefault="00481D79" w:rsidP="00367283">
      <w:pPr>
        <w:pStyle w:val="libFootnote0"/>
        <w:rPr>
          <w:rtl/>
        </w:rPr>
      </w:pPr>
      <w:r>
        <w:rPr>
          <w:rtl/>
        </w:rPr>
        <w:t>5</w:t>
      </w:r>
      <w:r w:rsidR="00367283">
        <w:rPr>
          <w:rFonts w:hint="cs"/>
          <w:rtl/>
        </w:rPr>
        <w:t>-</w:t>
      </w:r>
      <w:r>
        <w:rPr>
          <w:rtl/>
        </w:rPr>
        <w:t xml:space="preserve"> ليس في المستدرك.</w:t>
      </w:r>
    </w:p>
    <w:p w:rsidR="00481D79" w:rsidRDefault="00481D79" w:rsidP="00367283">
      <w:pPr>
        <w:pStyle w:val="libFootnote0"/>
        <w:rPr>
          <w:rtl/>
        </w:rPr>
      </w:pPr>
      <w:r>
        <w:rPr>
          <w:rtl/>
        </w:rPr>
        <w:t>6</w:t>
      </w:r>
      <w:r w:rsidR="00367283">
        <w:rPr>
          <w:rFonts w:hint="cs"/>
          <w:rtl/>
        </w:rPr>
        <w:t>-</w:t>
      </w:r>
      <w:r>
        <w:rPr>
          <w:rtl/>
        </w:rPr>
        <w:t xml:space="preserve"> من المستدرك.</w:t>
      </w:r>
    </w:p>
    <w:p w:rsidR="00481D79" w:rsidRDefault="00481D79" w:rsidP="00367283">
      <w:pPr>
        <w:pStyle w:val="libFootnote0"/>
        <w:rPr>
          <w:rtl/>
        </w:rPr>
      </w:pPr>
      <w:r>
        <w:rPr>
          <w:rtl/>
        </w:rPr>
        <w:t>7</w:t>
      </w:r>
      <w:r w:rsidR="00367283">
        <w:rPr>
          <w:rFonts w:hint="cs"/>
          <w:rtl/>
        </w:rPr>
        <w:t>-</w:t>
      </w:r>
      <w:r>
        <w:rPr>
          <w:rtl/>
        </w:rPr>
        <w:t xml:space="preserve"> عنه مستدرك الوسائل: 1 / 62 باب 71 ح 4. ورواه الصدوق في عيون الاخبار: 2 / 43 ح 148 عنه الوسائل: 1 / 455 ح 11. وأورد مثله القطب الراوندي في الدعوات: 156 ح 426 مرسلا. و (أخرجه الطبراني في الكبير بلفظه).</w:t>
      </w:r>
    </w:p>
    <w:p w:rsidR="00481D79" w:rsidRDefault="00481D79" w:rsidP="00367283">
      <w:pPr>
        <w:pStyle w:val="libFootnote0"/>
        <w:rPr>
          <w:rtl/>
        </w:rPr>
      </w:pPr>
      <w:r>
        <w:rPr>
          <w:rtl/>
        </w:rPr>
        <w:t>8</w:t>
      </w:r>
      <w:r w:rsidR="00367283">
        <w:rPr>
          <w:rFonts w:hint="cs"/>
          <w:rtl/>
        </w:rPr>
        <w:t>-</w:t>
      </w:r>
      <w:r>
        <w:rPr>
          <w:rtl/>
        </w:rPr>
        <w:t xml:space="preserve"> ليس في ط وج.</w:t>
      </w:r>
    </w:p>
    <w:p w:rsidR="00481D79" w:rsidRDefault="00481D79" w:rsidP="00367283">
      <w:pPr>
        <w:pStyle w:val="libFootnote0"/>
        <w:rPr>
          <w:rtl/>
        </w:rPr>
      </w:pPr>
      <w:r>
        <w:rPr>
          <w:rtl/>
        </w:rPr>
        <w:t>9</w:t>
      </w:r>
      <w:r w:rsidR="00367283">
        <w:rPr>
          <w:rFonts w:hint="cs"/>
          <w:rtl/>
        </w:rPr>
        <w:t>-</w:t>
      </w:r>
      <w:r>
        <w:rPr>
          <w:rtl/>
        </w:rPr>
        <w:t xml:space="preserve"> ن: لاطاعة.</w:t>
      </w:r>
    </w:p>
    <w:p w:rsidR="00481D79" w:rsidRDefault="00481D79" w:rsidP="00367283">
      <w:pPr>
        <w:pStyle w:val="libFootnote0"/>
        <w:rPr>
          <w:rtl/>
        </w:rPr>
      </w:pPr>
      <w:r>
        <w:rPr>
          <w:rtl/>
        </w:rPr>
        <w:t>10</w:t>
      </w:r>
      <w:r w:rsidR="00367283">
        <w:rPr>
          <w:rFonts w:hint="cs"/>
          <w:rtl/>
        </w:rPr>
        <w:t>-</w:t>
      </w:r>
      <w:r>
        <w:rPr>
          <w:rtl/>
        </w:rPr>
        <w:t xml:space="preserve"> عنه البحار: 73 / 393 ح 6، وعن عيون الاخبار: 2 / 42 ح 149. وأخرجه في الوسائل: 11 / 422 ح 8 عن العيون.</w:t>
      </w:r>
    </w:p>
    <w:p w:rsidR="00827655" w:rsidRDefault="00481D79" w:rsidP="00367283">
      <w:pPr>
        <w:pStyle w:val="libFootnote0"/>
        <w:rPr>
          <w:rtl/>
        </w:rPr>
      </w:pPr>
      <w:r>
        <w:rPr>
          <w:rtl/>
        </w:rPr>
        <w:t>11</w:t>
      </w:r>
      <w:r w:rsidR="00367283">
        <w:rPr>
          <w:rFonts w:hint="cs"/>
          <w:rtl/>
        </w:rPr>
        <w:t>-</w:t>
      </w:r>
      <w:r>
        <w:rPr>
          <w:rtl/>
        </w:rPr>
        <w:t xml:space="preserve"> عنه المستدرك: 3 / 115 باب 65 ح 2. ورواه في المحاسن: 2 / 543 ح 842، والكافي: 6 / 354 ح 13 بإسنادهما عن ابن القداح عن أبي عبدالله </w:t>
      </w:r>
      <w:r w:rsidR="004226A8" w:rsidRPr="00367283">
        <w:rPr>
          <w:rStyle w:val="libFootnoteAlaemChar"/>
          <w:rtl/>
        </w:rPr>
        <w:t>عليه‌السلام</w:t>
      </w:r>
      <w:r>
        <w:rPr>
          <w:rtl/>
        </w:rPr>
        <w:t xml:space="preserve">، عنهما الوسائل: 17 / 122 ح 2 وص 123 ح 5، وأخرجه في البحار: 66 / 160 ح 30 عن المحاسن. ورواه في المحاسن: 2 / 542 ح 839 عن النوفلي بإسنادهما إلى علي </w:t>
      </w:r>
      <w:r w:rsidR="004226A8" w:rsidRPr="00367283">
        <w:rPr>
          <w:rStyle w:val="libFootnoteAlaemChar"/>
          <w:rtl/>
        </w:rPr>
        <w:t>عليه‌السلام</w:t>
      </w:r>
      <w:r>
        <w:rPr>
          <w:rtl/>
        </w:rPr>
        <w:t xml:space="preserve"> عنه الوسائل: 17 / 122 ح 3. وفي عيون الاخبار: 2 / 42 ح 150 عنه الوسائل: 17 / 16 ح 39، والبحار: 66 / 154 ح 1. </w:t>
      </w:r>
      <w:r w:rsidR="00827655">
        <w:rPr>
          <w:rtl/>
        </w:rPr>
        <w:t>=</w:t>
      </w:r>
    </w:p>
    <w:p w:rsidR="00481D79" w:rsidRDefault="00481D79" w:rsidP="00481D79">
      <w:pPr>
        <w:pStyle w:val="libNormal"/>
        <w:rPr>
          <w:rtl/>
        </w:rPr>
      </w:pPr>
      <w:r>
        <w:rPr>
          <w:rtl/>
        </w:rPr>
        <w:br w:type="page"/>
      </w:r>
    </w:p>
    <w:p w:rsidR="00481D79" w:rsidRPr="00481D79" w:rsidRDefault="00481D79" w:rsidP="00367283">
      <w:pPr>
        <w:pStyle w:val="libNormal"/>
        <w:rPr>
          <w:rtl/>
        </w:rPr>
      </w:pPr>
      <w:r w:rsidRPr="00481D79">
        <w:rPr>
          <w:rtl/>
        </w:rPr>
        <w:lastRenderedPageBreak/>
        <w:t xml:space="preserve">(174) وبإسناده قال: حدثني أبي، عن علي بن الحسين </w:t>
      </w:r>
      <w:r w:rsidR="004226A8" w:rsidRPr="004226A8">
        <w:rPr>
          <w:rStyle w:val="libAlaemChar"/>
          <w:rtl/>
        </w:rPr>
        <w:t>عليهما‌السلام</w:t>
      </w:r>
      <w:r w:rsidRPr="00481D79">
        <w:rPr>
          <w:rtl/>
        </w:rPr>
        <w:t xml:space="preserve"> </w:t>
      </w:r>
      <w:r w:rsidR="00367283" w:rsidRPr="00817D07">
        <w:rPr>
          <w:rStyle w:val="libFootnotenumChar"/>
          <w:rFonts w:hint="cs"/>
          <w:rtl/>
        </w:rPr>
        <w:t>(1)</w:t>
      </w:r>
      <w:r w:rsidRPr="00481D79">
        <w:rPr>
          <w:rtl/>
        </w:rPr>
        <w:t xml:space="preserve"> قال: " كان عبدالله بن عباس </w:t>
      </w:r>
      <w:r w:rsidR="00367283" w:rsidRPr="00817D07">
        <w:rPr>
          <w:rStyle w:val="libFootnotenumChar"/>
          <w:rFonts w:hint="cs"/>
          <w:rtl/>
        </w:rPr>
        <w:t>(2)</w:t>
      </w:r>
      <w:r w:rsidRPr="00481D79">
        <w:rPr>
          <w:rtl/>
        </w:rPr>
        <w:t xml:space="preserve"> إذا أكل الرمانة لا يشركه فيها أحد ويقول: في كل رمانة حبة من حب الجنة " </w:t>
      </w:r>
      <w:r w:rsidR="00367283" w:rsidRPr="00817D07">
        <w:rPr>
          <w:rStyle w:val="libFootnotenumChar"/>
          <w:rFonts w:hint="cs"/>
          <w:rtl/>
        </w:rPr>
        <w:t>(3)</w:t>
      </w:r>
      <w:r w:rsidRPr="00481D79">
        <w:rPr>
          <w:rtl/>
        </w:rPr>
        <w:t>.</w:t>
      </w:r>
    </w:p>
    <w:p w:rsidR="00481D79" w:rsidRPr="00481D79" w:rsidRDefault="00481D79" w:rsidP="00367283">
      <w:pPr>
        <w:pStyle w:val="libNormal"/>
        <w:rPr>
          <w:rtl/>
        </w:rPr>
      </w:pPr>
      <w:r w:rsidRPr="00481D79">
        <w:rPr>
          <w:rtl/>
        </w:rPr>
        <w:t xml:space="preserve">(175) وبإسناده قال: حدثني أبي الحسين بن علي </w:t>
      </w:r>
      <w:r w:rsidR="004226A8" w:rsidRPr="004226A8">
        <w:rPr>
          <w:rStyle w:val="libAlaemChar"/>
          <w:rtl/>
        </w:rPr>
        <w:t>عليهما‌السلام</w:t>
      </w:r>
      <w:r w:rsidRPr="00481D79">
        <w:rPr>
          <w:rtl/>
        </w:rPr>
        <w:t xml:space="preserve"> قال: " دخل رسول الله </w:t>
      </w:r>
      <w:r w:rsidR="004226A8" w:rsidRPr="004226A8">
        <w:rPr>
          <w:rStyle w:val="libAlaemChar"/>
          <w:rtl/>
        </w:rPr>
        <w:t>صلى‌الله‌عليه‌وآله</w:t>
      </w:r>
      <w:r w:rsidRPr="00481D79">
        <w:rPr>
          <w:rtl/>
        </w:rPr>
        <w:t xml:space="preserve"> على علي بن أبي طالب </w:t>
      </w:r>
      <w:r w:rsidR="004226A8" w:rsidRPr="004226A8">
        <w:rPr>
          <w:rStyle w:val="libAlaemChar"/>
          <w:rtl/>
        </w:rPr>
        <w:t>عليه‌السلام</w:t>
      </w:r>
      <w:r w:rsidRPr="00481D79">
        <w:rPr>
          <w:rtl/>
        </w:rPr>
        <w:t xml:space="preserve"> وهو محموم، فأمره أن يأكل الغبيراء </w:t>
      </w:r>
      <w:r w:rsidR="00367283" w:rsidRPr="00817D07">
        <w:rPr>
          <w:rStyle w:val="libFootnotenumChar"/>
          <w:rFonts w:hint="cs"/>
          <w:rtl/>
        </w:rPr>
        <w:t>(4)</w:t>
      </w:r>
      <w:r w:rsidRPr="00481D79">
        <w:rPr>
          <w:rtl/>
        </w:rPr>
        <w:t xml:space="preserve"> " </w:t>
      </w:r>
      <w:r w:rsidR="00367283" w:rsidRPr="00817D07">
        <w:rPr>
          <w:rStyle w:val="libFootnotenumChar"/>
          <w:rFonts w:hint="cs"/>
          <w:rtl/>
        </w:rPr>
        <w:t>(5)</w:t>
      </w:r>
      <w:r w:rsidRPr="00481D79">
        <w:rPr>
          <w:rtl/>
        </w:rPr>
        <w:t>.</w:t>
      </w:r>
    </w:p>
    <w:p w:rsidR="00481D79" w:rsidRPr="00481D79" w:rsidRDefault="00481D79" w:rsidP="00367283">
      <w:pPr>
        <w:pStyle w:val="libNormal"/>
        <w:rPr>
          <w:rtl/>
        </w:rPr>
      </w:pPr>
      <w:r w:rsidRPr="00481D79">
        <w:rPr>
          <w:rtl/>
        </w:rPr>
        <w:t xml:space="preserve">(176) وبإسناده قال: " إختصم إلى علي بن أبي طالب </w:t>
      </w:r>
      <w:r w:rsidR="004226A8" w:rsidRPr="004226A8">
        <w:rPr>
          <w:rStyle w:val="libAlaemChar"/>
          <w:rtl/>
        </w:rPr>
        <w:t>عليه‌السلام</w:t>
      </w:r>
      <w:r w:rsidRPr="00481D79">
        <w:rPr>
          <w:rtl/>
        </w:rPr>
        <w:t xml:space="preserve"> رجلان أحدهما باع الآخر بعيرا واستثنى </w:t>
      </w:r>
      <w:r w:rsidR="00367283" w:rsidRPr="00817D07">
        <w:rPr>
          <w:rStyle w:val="libFootnotenumChar"/>
          <w:rFonts w:hint="cs"/>
          <w:rtl/>
        </w:rPr>
        <w:t>(6)</w:t>
      </w:r>
      <w:r w:rsidRPr="00481D79">
        <w:rPr>
          <w:rtl/>
        </w:rPr>
        <w:t xml:space="preserve"> الرأس والجلد، ثم بدا له أن ينحره </w:t>
      </w:r>
      <w:r w:rsidR="00367283" w:rsidRPr="00817D07">
        <w:rPr>
          <w:rStyle w:val="libFootnotenumChar"/>
          <w:rFonts w:hint="cs"/>
          <w:rtl/>
        </w:rPr>
        <w:t>(7)</w:t>
      </w:r>
      <w:r w:rsidRPr="00481D79">
        <w:rPr>
          <w:rtl/>
        </w:rPr>
        <w:t xml:space="preserve">. قال علي </w:t>
      </w:r>
      <w:r w:rsidR="004226A8" w:rsidRPr="004226A8">
        <w:rPr>
          <w:rStyle w:val="libAlaemChar"/>
          <w:rtl/>
        </w:rPr>
        <w:t>عليه‌السلام</w:t>
      </w:r>
      <w:r w:rsidRPr="00481D79">
        <w:rPr>
          <w:rtl/>
        </w:rPr>
        <w:t xml:space="preserve">: (هو شريكه </w:t>
      </w:r>
      <w:r w:rsidR="00367283" w:rsidRPr="00817D07">
        <w:rPr>
          <w:rStyle w:val="libFootnotenumChar"/>
          <w:rFonts w:hint="cs"/>
          <w:rtl/>
        </w:rPr>
        <w:t>(8)</w:t>
      </w:r>
      <w:r w:rsidRPr="00481D79">
        <w:rPr>
          <w:rtl/>
        </w:rPr>
        <w:t xml:space="preserve"> في البعير على</w:t>
      </w:r>
    </w:p>
    <w:p w:rsidR="00827655"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وفي الجعفريات: 244 بإسناده عن موسى بن إسماعيل، عن أبيه، عن جده، عن الصادق </w:t>
      </w:r>
      <w:r w:rsidR="004226A8" w:rsidRPr="00817D07">
        <w:rPr>
          <w:rStyle w:val="libFootnoteAlaemChar"/>
          <w:rtl/>
        </w:rPr>
        <w:t>عليه‌السلام</w:t>
      </w:r>
      <w:r w:rsidR="00481D79">
        <w:rPr>
          <w:rtl/>
        </w:rPr>
        <w:t xml:space="preserve"> مثله، عنه المستدرك: 3 / 115 باب 65 ح 1. وأورده في مكارم الاخلاق: 172 عن الصادق </w:t>
      </w:r>
      <w:r w:rsidR="004226A8" w:rsidRPr="00817D07">
        <w:rPr>
          <w:rStyle w:val="libFootnoteAlaemChar"/>
          <w:rtl/>
        </w:rPr>
        <w:t>عليه‌السلام</w:t>
      </w:r>
      <w:r w:rsidR="00481D79">
        <w:rPr>
          <w:rtl/>
        </w:rPr>
        <w:t xml:space="preserve">. وفي دعوات الراوندي: 157 ح 429 عن أمير المؤمنين </w:t>
      </w:r>
      <w:r w:rsidR="004226A8" w:rsidRPr="00817D07">
        <w:rPr>
          <w:rStyle w:val="libFootnoteAlaemChar"/>
          <w:rtl/>
        </w:rPr>
        <w:t>عليه‌السلام</w:t>
      </w:r>
      <w:r w:rsidR="00481D79">
        <w:rPr>
          <w:rtl/>
        </w:rPr>
        <w:t xml:space="preserve">. (أخرجه أحمد، والديلمي، والدينوري، وابن السني، وأبونعيم في الطب، والبيهقي في شعب الايمان عن علي </w:t>
      </w:r>
      <w:r w:rsidR="004226A8" w:rsidRPr="00817D07">
        <w:rPr>
          <w:rStyle w:val="libFootnoteAlaemChar"/>
          <w:rtl/>
        </w:rPr>
        <w:t>عليه‌السلام</w:t>
      </w:r>
      <w:r w:rsidR="00481D79">
        <w:rPr>
          <w:rtl/>
        </w:rPr>
        <w:t>).</w:t>
      </w:r>
    </w:p>
    <w:p w:rsidR="00481D79" w:rsidRDefault="00481D79" w:rsidP="00817D07">
      <w:pPr>
        <w:pStyle w:val="libFootnote0"/>
        <w:rPr>
          <w:rtl/>
        </w:rPr>
      </w:pPr>
      <w:r>
        <w:rPr>
          <w:rtl/>
        </w:rPr>
        <w:t>1</w:t>
      </w:r>
      <w:r w:rsidR="00817D07">
        <w:rPr>
          <w:rFonts w:hint="cs"/>
          <w:rtl/>
        </w:rPr>
        <w:t>-</w:t>
      </w:r>
      <w:r>
        <w:rPr>
          <w:rtl/>
        </w:rPr>
        <w:t xml:space="preserve"> ط: حدثني علي بن الحسين </w:t>
      </w:r>
      <w:r w:rsidR="004226A8" w:rsidRPr="00817D07">
        <w:rPr>
          <w:rStyle w:val="libFootnoteAlaemChar"/>
          <w:rtl/>
        </w:rPr>
        <w:t>عليهما‌السلام</w:t>
      </w:r>
      <w:r>
        <w:rPr>
          <w:rtl/>
        </w:rPr>
        <w:t xml:space="preserve">، ن: قال علي بن الحسين </w:t>
      </w:r>
      <w:r w:rsidR="004226A8" w:rsidRPr="00817D07">
        <w:rPr>
          <w:rStyle w:val="libFootnoteAlaemChar"/>
          <w:rtl/>
        </w:rPr>
        <w:t>عليهما‌السلام</w:t>
      </w:r>
      <w:r>
        <w:rPr>
          <w:rtl/>
        </w:rPr>
        <w:t xml:space="preserve">، ج: حدثني أبي علي بن الحسين </w:t>
      </w:r>
      <w:r w:rsidR="004226A8" w:rsidRPr="00817D07">
        <w:rPr>
          <w:rStyle w:val="libFootnoteAlaemChar"/>
          <w:rtl/>
        </w:rPr>
        <w:t>عليهما‌السلام</w:t>
      </w:r>
      <w:r>
        <w:rPr>
          <w:rtl/>
        </w:rPr>
        <w:t>.</w:t>
      </w:r>
    </w:p>
    <w:p w:rsidR="00481D79" w:rsidRDefault="00481D79" w:rsidP="00817D07">
      <w:pPr>
        <w:pStyle w:val="libFootnote0"/>
        <w:rPr>
          <w:rtl/>
        </w:rPr>
      </w:pPr>
      <w:r>
        <w:rPr>
          <w:rtl/>
        </w:rPr>
        <w:t>2</w:t>
      </w:r>
      <w:r w:rsidR="00817D07">
        <w:rPr>
          <w:rFonts w:hint="cs"/>
          <w:rtl/>
        </w:rPr>
        <w:t>-</w:t>
      </w:r>
      <w:r>
        <w:rPr>
          <w:rtl/>
        </w:rPr>
        <w:t xml:space="preserve"> عبدالله بن عباس بن عبدالمطلب، حبر الامة وفقيه عصره، وإمام التفسير، ولد بشعب بني هاشم - وهو الشعب الذي آوى إليه رسول الله </w:t>
      </w:r>
      <w:r w:rsidR="004226A8" w:rsidRPr="00817D07">
        <w:rPr>
          <w:rStyle w:val="libFootnoteAlaemChar"/>
          <w:rtl/>
        </w:rPr>
        <w:t>صلى‌الله‌عليه‌وآله</w:t>
      </w:r>
      <w:r>
        <w:rPr>
          <w:rtl/>
        </w:rPr>
        <w:t xml:space="preserve"> وبنو هاشم لما تحالفت عليهم قريش - قبل عام الهجرة بثلاث سنين، وفضله وعلمه أشهر من أن يذكر. ضع يدك على أي من كتب التراجم تجد ترجمته كافية شافية.</w:t>
      </w:r>
    </w:p>
    <w:p w:rsidR="00481D79" w:rsidRDefault="00481D79" w:rsidP="00817D07">
      <w:pPr>
        <w:pStyle w:val="libFootnote0"/>
        <w:rPr>
          <w:rtl/>
        </w:rPr>
      </w:pPr>
      <w:r>
        <w:rPr>
          <w:rtl/>
        </w:rPr>
        <w:t>3</w:t>
      </w:r>
      <w:r w:rsidR="00817D07">
        <w:rPr>
          <w:rFonts w:hint="cs"/>
          <w:rtl/>
        </w:rPr>
        <w:t>-</w:t>
      </w:r>
      <w:r>
        <w:rPr>
          <w:rtl/>
        </w:rPr>
        <w:t xml:space="preserve"> عنه المستدرك: 3 / 100 باب 87 ح 4، وعنه البحار: 66 / 154 ح 1 وعن عيون الاخبار: 2 / 42 ح 51، وأخرجه في الوسائل: 17 / 16 ح 40 عن العيون. وأورده: في الآداب الدينية: 16 عن الرضا </w:t>
      </w:r>
      <w:r w:rsidR="004226A8" w:rsidRPr="00817D07">
        <w:rPr>
          <w:rStyle w:val="libFootnoteAlaemChar"/>
          <w:rtl/>
        </w:rPr>
        <w:t>عليه‌السلام</w:t>
      </w:r>
      <w:r>
        <w:rPr>
          <w:rtl/>
        </w:rPr>
        <w:t xml:space="preserve">، ودعوات الراوندي: 157 ح 430 عن زين العابدين </w:t>
      </w:r>
      <w:r w:rsidR="004226A8" w:rsidRPr="00817D07">
        <w:rPr>
          <w:rStyle w:val="libFootnoteAlaemChar"/>
          <w:rtl/>
        </w:rPr>
        <w:t>عليه‌السلام</w:t>
      </w:r>
      <w:r>
        <w:rPr>
          <w:rtl/>
        </w:rPr>
        <w:t>.</w:t>
      </w:r>
    </w:p>
    <w:p w:rsidR="00481D79" w:rsidRDefault="00481D79" w:rsidP="00817D07">
      <w:pPr>
        <w:pStyle w:val="libFootnote0"/>
        <w:rPr>
          <w:rtl/>
        </w:rPr>
      </w:pPr>
      <w:r>
        <w:rPr>
          <w:rtl/>
        </w:rPr>
        <w:t>4</w:t>
      </w:r>
      <w:r w:rsidR="00817D07">
        <w:rPr>
          <w:rFonts w:hint="cs"/>
          <w:rtl/>
        </w:rPr>
        <w:t>-</w:t>
      </w:r>
      <w:r>
        <w:rPr>
          <w:rtl/>
        </w:rPr>
        <w:t xml:space="preserve"> وهو ما يقال له بالفارسية " سنجد ".</w:t>
      </w:r>
    </w:p>
    <w:p w:rsidR="00481D79" w:rsidRDefault="00481D79" w:rsidP="00817D07">
      <w:pPr>
        <w:pStyle w:val="libFootnote0"/>
        <w:rPr>
          <w:rtl/>
        </w:rPr>
      </w:pPr>
      <w:r>
        <w:rPr>
          <w:rtl/>
        </w:rPr>
        <w:t>5</w:t>
      </w:r>
      <w:r w:rsidR="00817D07">
        <w:rPr>
          <w:rFonts w:hint="cs"/>
          <w:rtl/>
        </w:rPr>
        <w:t>-</w:t>
      </w:r>
      <w:r>
        <w:rPr>
          <w:rtl/>
        </w:rPr>
        <w:t xml:space="preserve"> عنه مكارم الاخلاق: 178، والمستدرك: 3 / 117 باب 76 ح 1، وعنه البحار: 66 / 188 ح 1 وعن عيون الاخبار: 2 / 43 ح 152 وأخرجه في الوسائل: 17 / 16 ح 41، والبحار: 62 / 96 ح 11 عن العيون. وأورده القطب الراوندي في الدعوات: 157 ح 431 مرسلا.</w:t>
      </w:r>
    </w:p>
    <w:p w:rsidR="00481D79" w:rsidRDefault="00481D79" w:rsidP="00817D07">
      <w:pPr>
        <w:pStyle w:val="libFootnote0"/>
        <w:rPr>
          <w:rtl/>
        </w:rPr>
      </w:pPr>
      <w:r>
        <w:rPr>
          <w:rtl/>
        </w:rPr>
        <w:t>6</w:t>
      </w:r>
      <w:r w:rsidR="00817D07">
        <w:rPr>
          <w:rFonts w:hint="cs"/>
          <w:rtl/>
        </w:rPr>
        <w:t>-</w:t>
      </w:r>
      <w:r>
        <w:rPr>
          <w:rtl/>
        </w:rPr>
        <w:t xml:space="preserve"> ط: فاستثنى.</w:t>
      </w:r>
    </w:p>
    <w:p w:rsidR="00481D79" w:rsidRDefault="00481D79" w:rsidP="00817D07">
      <w:pPr>
        <w:pStyle w:val="libFootnote0"/>
        <w:rPr>
          <w:rtl/>
        </w:rPr>
      </w:pPr>
      <w:r>
        <w:rPr>
          <w:rtl/>
        </w:rPr>
        <w:t>7</w:t>
      </w:r>
      <w:r w:rsidR="00817D07">
        <w:rPr>
          <w:rFonts w:hint="cs"/>
          <w:rtl/>
        </w:rPr>
        <w:t>-</w:t>
      </w:r>
      <w:r>
        <w:rPr>
          <w:rtl/>
        </w:rPr>
        <w:t xml:space="preserve"> ن: لا ينحره.</w:t>
      </w:r>
    </w:p>
    <w:p w:rsidR="00481D79" w:rsidRDefault="00481D79" w:rsidP="00817D07">
      <w:pPr>
        <w:pStyle w:val="libFootnote0"/>
        <w:rPr>
          <w:rtl/>
        </w:rPr>
      </w:pPr>
      <w:r>
        <w:rPr>
          <w:rtl/>
        </w:rPr>
        <w:t>8</w:t>
      </w:r>
      <w:r w:rsidR="00817D07">
        <w:rPr>
          <w:rFonts w:hint="cs"/>
          <w:rtl/>
        </w:rPr>
        <w:t>-</w:t>
      </w:r>
      <w:r>
        <w:rPr>
          <w:rtl/>
        </w:rPr>
        <w:t xml:space="preserve"> في بعض النسخ: شريك له.</w:t>
      </w:r>
    </w:p>
    <w:p w:rsidR="00481D79" w:rsidRDefault="00481D79" w:rsidP="00481D79">
      <w:pPr>
        <w:pStyle w:val="libNormal"/>
        <w:rPr>
          <w:rtl/>
        </w:rPr>
      </w:pPr>
      <w:r>
        <w:rPr>
          <w:rtl/>
        </w:rPr>
        <w:br w:type="page"/>
      </w:r>
    </w:p>
    <w:p w:rsidR="00481D79" w:rsidRPr="00481D79" w:rsidRDefault="00481D79" w:rsidP="00817D07">
      <w:pPr>
        <w:pStyle w:val="libNormal0"/>
        <w:rPr>
          <w:rtl/>
        </w:rPr>
      </w:pPr>
      <w:r w:rsidRPr="00481D79">
        <w:rPr>
          <w:rtl/>
        </w:rPr>
        <w:lastRenderedPageBreak/>
        <w:t xml:space="preserve">قدر </w:t>
      </w:r>
      <w:r w:rsidR="00817D07" w:rsidRPr="00817D07">
        <w:rPr>
          <w:rStyle w:val="libFootnotenumChar"/>
          <w:rFonts w:hint="cs"/>
          <w:rtl/>
        </w:rPr>
        <w:t>(1)</w:t>
      </w:r>
      <w:r w:rsidRPr="00481D79">
        <w:rPr>
          <w:rtl/>
        </w:rPr>
        <w:t xml:space="preserve"> </w:t>
      </w:r>
      <w:r w:rsidR="00817D07" w:rsidRPr="00817D07">
        <w:rPr>
          <w:rStyle w:val="libFootnotenumChar"/>
          <w:rFonts w:hint="cs"/>
          <w:rtl/>
        </w:rPr>
        <w:t>(2)</w:t>
      </w:r>
      <w:r w:rsidRPr="00481D79">
        <w:rPr>
          <w:rtl/>
        </w:rPr>
        <w:t xml:space="preserve"> الرأس والجلد "</w:t>
      </w:r>
      <w:r w:rsidRPr="00817D07">
        <w:rPr>
          <w:rStyle w:val="libFootnotenumChar"/>
          <w:rtl/>
        </w:rPr>
        <w:t xml:space="preserve"> </w:t>
      </w:r>
      <w:r w:rsidR="00817D07" w:rsidRPr="00817D07">
        <w:rPr>
          <w:rStyle w:val="libFootnotenumChar"/>
          <w:rFonts w:hint="cs"/>
          <w:rtl/>
        </w:rPr>
        <w:t>(3)</w:t>
      </w:r>
      <w:r w:rsidRPr="00481D79">
        <w:rPr>
          <w:rtl/>
        </w:rPr>
        <w:t>.</w:t>
      </w:r>
    </w:p>
    <w:p w:rsidR="00481D79" w:rsidRPr="00481D79" w:rsidRDefault="00481D79" w:rsidP="00817D07">
      <w:pPr>
        <w:pStyle w:val="libNormal"/>
        <w:rPr>
          <w:rtl/>
        </w:rPr>
      </w:pPr>
      <w:r w:rsidRPr="00481D79">
        <w:rPr>
          <w:rtl/>
        </w:rPr>
        <w:t xml:space="preserve">(177) وبإسناده قال: حدثني [ أبي، عن ] </w:t>
      </w:r>
      <w:r w:rsidR="00817D07" w:rsidRPr="00817D07">
        <w:rPr>
          <w:rStyle w:val="libFootnotenumChar"/>
          <w:rFonts w:hint="cs"/>
          <w:rtl/>
        </w:rPr>
        <w:t>(4)</w:t>
      </w:r>
      <w:r w:rsidRPr="00481D79">
        <w:rPr>
          <w:rtl/>
        </w:rPr>
        <w:t xml:space="preserve"> علي بن الحسين: " إن الحسين بن علي </w:t>
      </w:r>
      <w:r w:rsidR="004226A8" w:rsidRPr="004226A8">
        <w:rPr>
          <w:rStyle w:val="libAlaemChar"/>
          <w:rtl/>
        </w:rPr>
        <w:t>عليهما‌السلام</w:t>
      </w:r>
      <w:r w:rsidRPr="00481D79">
        <w:rPr>
          <w:rtl/>
        </w:rPr>
        <w:t xml:space="preserve"> دخل المستراح فوجد لقمة ملقاة فدفعها إلى غلام له فقال: يا غلام ذكرني عن هذه اللقمة إذا خرجت.</w:t>
      </w:r>
    </w:p>
    <w:p w:rsidR="00481D79" w:rsidRPr="00481D79" w:rsidRDefault="00481D79" w:rsidP="00817D07">
      <w:pPr>
        <w:pStyle w:val="libNormal"/>
        <w:rPr>
          <w:rtl/>
        </w:rPr>
      </w:pPr>
      <w:r w:rsidRPr="00481D79">
        <w:rPr>
          <w:rtl/>
        </w:rPr>
        <w:t xml:space="preserve">فأكلها الغلام. فلما خرج الحسين </w:t>
      </w:r>
      <w:r w:rsidR="004226A8" w:rsidRPr="004226A8">
        <w:rPr>
          <w:rStyle w:val="libAlaemChar"/>
          <w:rtl/>
        </w:rPr>
        <w:t>عليه‌السلام</w:t>
      </w:r>
      <w:r w:rsidRPr="00481D79">
        <w:rPr>
          <w:rtl/>
        </w:rPr>
        <w:t xml:space="preserve"> قال: يا غلام [ هات ] </w:t>
      </w:r>
      <w:r w:rsidR="00817D07" w:rsidRPr="00817D07">
        <w:rPr>
          <w:rStyle w:val="libFootnotenumChar"/>
          <w:rFonts w:hint="cs"/>
          <w:rtl/>
        </w:rPr>
        <w:t>(5)</w:t>
      </w:r>
      <w:r w:rsidRPr="00481D79">
        <w:rPr>
          <w:rtl/>
        </w:rPr>
        <w:t xml:space="preserve"> اللقمة قال: أكلتها يا مولاي، قال: أنت حر لوجه الله تعالى. فقال له رجل: أعتقته يا سيدي؟ قال: نعم سمعت جدي رسول الله </w:t>
      </w:r>
      <w:r w:rsidR="004226A8" w:rsidRPr="004226A8">
        <w:rPr>
          <w:rStyle w:val="libAlaemChar"/>
          <w:rtl/>
        </w:rPr>
        <w:t>صلى‌الله‌عليه‌وآله</w:t>
      </w:r>
      <w:r w:rsidRPr="00481D79">
        <w:rPr>
          <w:rtl/>
        </w:rPr>
        <w:t xml:space="preserve"> [ وهو ] </w:t>
      </w:r>
      <w:r w:rsidR="00817D07" w:rsidRPr="00817D07">
        <w:rPr>
          <w:rStyle w:val="libFootnotenumChar"/>
          <w:rFonts w:hint="cs"/>
          <w:rtl/>
        </w:rPr>
        <w:t>(6)</w:t>
      </w:r>
      <w:r w:rsidRPr="00481D79">
        <w:rPr>
          <w:rtl/>
        </w:rPr>
        <w:t xml:space="preserve"> يقول: من وجد لقمة ملقاة فمسح منها ما مسح </w:t>
      </w:r>
      <w:r w:rsidR="00817D07" w:rsidRPr="00817D07">
        <w:rPr>
          <w:rStyle w:val="libFootnotenumChar"/>
          <w:rFonts w:hint="cs"/>
          <w:rtl/>
        </w:rPr>
        <w:t>(7)</w:t>
      </w:r>
      <w:r w:rsidRPr="00481D79">
        <w:rPr>
          <w:rtl/>
        </w:rPr>
        <w:t xml:space="preserve"> وغسل منها ما غسل </w:t>
      </w:r>
      <w:r w:rsidR="00817D07" w:rsidRPr="00817D07">
        <w:rPr>
          <w:rStyle w:val="libFootnotenumChar"/>
          <w:rFonts w:hint="cs"/>
          <w:rtl/>
        </w:rPr>
        <w:t>(8)</w:t>
      </w:r>
      <w:r w:rsidRPr="00481D79">
        <w:rPr>
          <w:rtl/>
        </w:rPr>
        <w:t xml:space="preserve">، ثم أكلها لم تستقر في جوفه حتى يعتقه الله تعالى من النار. ولم أكن لاستعبد </w:t>
      </w:r>
      <w:r w:rsidR="00817D07" w:rsidRPr="00817D07">
        <w:rPr>
          <w:rStyle w:val="libFootnotenumChar"/>
          <w:rFonts w:hint="cs"/>
          <w:rtl/>
        </w:rPr>
        <w:t>(9)</w:t>
      </w:r>
      <w:r w:rsidRPr="00481D79">
        <w:rPr>
          <w:rtl/>
        </w:rPr>
        <w:t xml:space="preserve"> رجلا أعتقه الله تعالى من النار " </w:t>
      </w:r>
      <w:r w:rsidR="00817D07" w:rsidRPr="00817D07">
        <w:rPr>
          <w:rStyle w:val="libFootnotenumChar"/>
          <w:rFonts w:hint="cs"/>
          <w:rtl/>
        </w:rPr>
        <w:t>(10)</w:t>
      </w:r>
    </w:p>
    <w:p w:rsidR="00481D79" w:rsidRDefault="005B067E" w:rsidP="005B067E">
      <w:pPr>
        <w:pStyle w:val="libLine"/>
        <w:rPr>
          <w:rtl/>
        </w:rPr>
      </w:pPr>
      <w:r>
        <w:rPr>
          <w:rtl/>
        </w:rPr>
        <w:t>____________________</w:t>
      </w:r>
    </w:p>
    <w:p w:rsidR="00481D79" w:rsidRDefault="00481D79" w:rsidP="00817D07">
      <w:pPr>
        <w:pStyle w:val="libFootnote0"/>
        <w:rPr>
          <w:rtl/>
        </w:rPr>
      </w:pPr>
      <w:r>
        <w:rPr>
          <w:rtl/>
        </w:rPr>
        <w:t>1</w:t>
      </w:r>
      <w:r w:rsidR="00817D07">
        <w:rPr>
          <w:rFonts w:hint="cs"/>
          <w:rtl/>
        </w:rPr>
        <w:t>-</w:t>
      </w:r>
      <w:r>
        <w:rPr>
          <w:rtl/>
        </w:rPr>
        <w:t xml:space="preserve"> خ: عدد.</w:t>
      </w:r>
    </w:p>
    <w:p w:rsidR="00481D79" w:rsidRDefault="00481D79" w:rsidP="00817D07">
      <w:pPr>
        <w:pStyle w:val="libFootnote0"/>
        <w:rPr>
          <w:rtl/>
        </w:rPr>
      </w:pPr>
      <w:r>
        <w:rPr>
          <w:rtl/>
        </w:rPr>
        <w:t>2</w:t>
      </w:r>
      <w:r w:rsidR="00817D07">
        <w:rPr>
          <w:rFonts w:hint="cs"/>
          <w:rtl/>
        </w:rPr>
        <w:t>-</w:t>
      </w:r>
      <w:r>
        <w:rPr>
          <w:rtl/>
        </w:rPr>
        <w:t xml:space="preserve"> ن: هو شريكه في البعير ما عدا، وفي ج: هو شريكه على عدد، وفي المستدرك: هو شريكه على قدر، في خ أشركه في البعير عدا.</w:t>
      </w:r>
    </w:p>
    <w:p w:rsidR="00481D79" w:rsidRDefault="00481D79" w:rsidP="00817D07">
      <w:pPr>
        <w:pStyle w:val="libFootnote0"/>
        <w:rPr>
          <w:rtl/>
        </w:rPr>
      </w:pPr>
      <w:r>
        <w:rPr>
          <w:rtl/>
        </w:rPr>
        <w:t>3</w:t>
      </w:r>
      <w:r w:rsidR="00817D07">
        <w:rPr>
          <w:rFonts w:hint="cs"/>
          <w:rtl/>
        </w:rPr>
        <w:t>-</w:t>
      </w:r>
      <w:r>
        <w:rPr>
          <w:rtl/>
        </w:rPr>
        <w:t xml:space="preserve"> عنه المستدرك: 2 / 486 باب 14 ح 1. وعنه البحار: 103 / 134 ح 2 وعن عيون الاخبار: 2 / 42 ح 153. وأخرجه في الوسائل: 13 / 49 ح 3 عن العيون. (وأخرجه أبوعبدالله الحسني في الجامع الكافي بمعناه).</w:t>
      </w:r>
    </w:p>
    <w:p w:rsidR="00481D79" w:rsidRDefault="00481D79" w:rsidP="00817D07">
      <w:pPr>
        <w:pStyle w:val="libFootnote0"/>
        <w:rPr>
          <w:rtl/>
        </w:rPr>
      </w:pPr>
      <w:r>
        <w:rPr>
          <w:rtl/>
        </w:rPr>
        <w:t>4</w:t>
      </w:r>
      <w:r w:rsidR="00817D07">
        <w:rPr>
          <w:rFonts w:hint="cs"/>
          <w:rtl/>
        </w:rPr>
        <w:t>-</w:t>
      </w:r>
      <w:r>
        <w:rPr>
          <w:rtl/>
        </w:rPr>
        <w:t xml:space="preserve"> ليس في ط، ن وج.</w:t>
      </w:r>
    </w:p>
    <w:p w:rsidR="00481D79" w:rsidRDefault="00481D79" w:rsidP="00817D07">
      <w:pPr>
        <w:pStyle w:val="libFootnote0"/>
        <w:rPr>
          <w:rtl/>
        </w:rPr>
      </w:pPr>
      <w:r>
        <w:rPr>
          <w:rtl/>
        </w:rPr>
        <w:t>5</w:t>
      </w:r>
      <w:r w:rsidR="00817D07">
        <w:rPr>
          <w:rFonts w:hint="cs"/>
          <w:rtl/>
        </w:rPr>
        <w:t>-</w:t>
      </w:r>
      <w:r>
        <w:rPr>
          <w:rtl/>
        </w:rPr>
        <w:t xml:space="preserve"> ليس في ط، وفي ن: أين.</w:t>
      </w:r>
    </w:p>
    <w:p w:rsidR="00481D79" w:rsidRDefault="00481D79" w:rsidP="00817D07">
      <w:pPr>
        <w:pStyle w:val="libFootnote0"/>
        <w:rPr>
          <w:rtl/>
        </w:rPr>
      </w:pPr>
      <w:r>
        <w:rPr>
          <w:rtl/>
        </w:rPr>
        <w:t>6</w:t>
      </w:r>
      <w:r w:rsidR="00817D07">
        <w:rPr>
          <w:rFonts w:hint="cs"/>
          <w:rtl/>
        </w:rPr>
        <w:t>-</w:t>
      </w:r>
      <w:r>
        <w:rPr>
          <w:rtl/>
        </w:rPr>
        <w:t xml:space="preserve"> ليس في ط.</w:t>
      </w:r>
    </w:p>
    <w:p w:rsidR="00481D79" w:rsidRDefault="00481D79" w:rsidP="00817D07">
      <w:pPr>
        <w:pStyle w:val="libFootnote0"/>
        <w:rPr>
          <w:rtl/>
        </w:rPr>
      </w:pPr>
      <w:r>
        <w:rPr>
          <w:rtl/>
        </w:rPr>
        <w:t>7</w:t>
      </w:r>
      <w:r w:rsidR="00817D07">
        <w:rPr>
          <w:rFonts w:hint="cs"/>
          <w:rtl/>
        </w:rPr>
        <w:t>-</w:t>
      </w:r>
      <w:r>
        <w:rPr>
          <w:rtl/>
        </w:rPr>
        <w:t xml:space="preserve"> خ ون: يمسح.</w:t>
      </w:r>
    </w:p>
    <w:p w:rsidR="00481D79" w:rsidRDefault="00481D79" w:rsidP="00817D07">
      <w:pPr>
        <w:pStyle w:val="libFootnote0"/>
        <w:rPr>
          <w:rtl/>
        </w:rPr>
      </w:pPr>
      <w:r>
        <w:rPr>
          <w:rtl/>
        </w:rPr>
        <w:t>8</w:t>
      </w:r>
      <w:r w:rsidR="00817D07">
        <w:rPr>
          <w:rFonts w:hint="cs"/>
          <w:rtl/>
        </w:rPr>
        <w:t>-</w:t>
      </w:r>
      <w:r>
        <w:rPr>
          <w:rtl/>
        </w:rPr>
        <w:t xml:space="preserve"> خ ون: يغسل، وفي ج: يفسد.</w:t>
      </w:r>
    </w:p>
    <w:p w:rsidR="00481D79" w:rsidRDefault="00481D79" w:rsidP="00817D07">
      <w:pPr>
        <w:pStyle w:val="libFootnote0"/>
        <w:rPr>
          <w:rtl/>
        </w:rPr>
      </w:pPr>
      <w:r>
        <w:rPr>
          <w:rtl/>
        </w:rPr>
        <w:t>9</w:t>
      </w:r>
      <w:r w:rsidR="00817D07">
        <w:rPr>
          <w:rFonts w:hint="cs"/>
          <w:rtl/>
        </w:rPr>
        <w:t>-</w:t>
      </w:r>
      <w:r>
        <w:rPr>
          <w:rtl/>
        </w:rPr>
        <w:t xml:space="preserve"> في ط: لاتعبد.</w:t>
      </w:r>
    </w:p>
    <w:p w:rsidR="00481D79" w:rsidRDefault="00481D79" w:rsidP="00817D07">
      <w:pPr>
        <w:pStyle w:val="libFootnote0"/>
        <w:rPr>
          <w:rtl/>
        </w:rPr>
      </w:pPr>
      <w:r>
        <w:rPr>
          <w:rtl/>
        </w:rPr>
        <w:t>10</w:t>
      </w:r>
      <w:r w:rsidR="00817D07">
        <w:rPr>
          <w:rFonts w:hint="cs"/>
          <w:rtl/>
        </w:rPr>
        <w:t>-</w:t>
      </w:r>
      <w:r>
        <w:rPr>
          <w:rtl/>
        </w:rPr>
        <w:t xml:space="preserve"> عنه الوسائل: 1 / 254 ح 2، والبحار: 66 / 433 ح 21، وج 80 / 186 ح 42، وعن عيون الاخبار: 2 / 43 ح 154. وعنه أيضا ذخائر العقبى: 143. ورواه الخوارزمي في مقتل الحسين: 1 / 147 بالاسناد المرقم " 32 ". وباكثير الحضرمي في وسيلة المآل: 183 (مخطوط)، عنه احقاق الحق: 11 / 448. وروى نحوه الصدوق في الفقيه: 1 / 27 ح 49 عن أبي جعفر </w:t>
      </w:r>
      <w:r w:rsidR="004226A8" w:rsidRPr="00817D07">
        <w:rPr>
          <w:rStyle w:val="libFootnoteAlaemChar"/>
          <w:rtl/>
        </w:rPr>
        <w:t>عليه‌السلام</w:t>
      </w:r>
      <w:r>
        <w:rPr>
          <w:rtl/>
        </w:rPr>
        <w:t xml:space="preserve">، عنه الوسائل: 16 / 32 ح 1. وفي دعائم الاسلام 2 / 114 ح 380 عن علي بن الحسين </w:t>
      </w:r>
      <w:r w:rsidR="004226A8" w:rsidRPr="00817D07">
        <w:rPr>
          <w:rStyle w:val="libFootnoteAlaemChar"/>
          <w:rtl/>
        </w:rPr>
        <w:t>عليهما‌السلام</w:t>
      </w:r>
      <w:r>
        <w:rPr>
          <w:rtl/>
        </w:rPr>
        <w:t xml:space="preserve">، عنه البحار: 66 / 433 ح 16 ومستدرك الوسائل: 1 / 40 باب 27 ح 1 وج 3 / 41 باب 24 ح 1. وأورده مرسلا عن النبي </w:t>
      </w:r>
      <w:r w:rsidR="004226A8" w:rsidRPr="00817D07">
        <w:rPr>
          <w:rStyle w:val="libFootnoteAlaemChar"/>
          <w:rtl/>
        </w:rPr>
        <w:t>صلى‌الله‌عليه‌وآله</w:t>
      </w:r>
      <w:r>
        <w:rPr>
          <w:rtl/>
        </w:rPr>
        <w:t xml:space="preserve"> القطب الراوندي في الدعوات: 138 ح 342، عنه البحار: 66 / 431 ح 15 ومستدرك الوسائل: 3 / 95 باب 69 ح 5. وأخرجه القندوزي في ينابيع المودة: 225 مرسلا عن الرضا </w:t>
      </w:r>
      <w:r w:rsidR="004226A8" w:rsidRPr="00817D07">
        <w:rPr>
          <w:rStyle w:val="libFootnoteAlaemChar"/>
          <w:rtl/>
        </w:rPr>
        <w:t>عليه‌السلام</w:t>
      </w:r>
      <w:r>
        <w:rPr>
          <w:rtl/>
        </w:rPr>
        <w:t xml:space="preserve">، وذكر " الحسن المجتبى " بدل " الحسين " </w:t>
      </w:r>
      <w:r w:rsidR="004226A8" w:rsidRPr="00817D07">
        <w:rPr>
          <w:rStyle w:val="libFootnoteAlaemChar"/>
          <w:rtl/>
        </w:rPr>
        <w:t>عليهما‌السلام</w:t>
      </w:r>
      <w:r>
        <w:rPr>
          <w:rtl/>
        </w:rPr>
        <w:t>.</w:t>
      </w:r>
    </w:p>
    <w:p w:rsidR="00481D79" w:rsidRDefault="00481D79" w:rsidP="00481D79">
      <w:pPr>
        <w:pStyle w:val="libNormal"/>
        <w:rPr>
          <w:rtl/>
        </w:rPr>
      </w:pPr>
      <w:r>
        <w:rPr>
          <w:rtl/>
        </w:rPr>
        <w:br w:type="page"/>
      </w:r>
    </w:p>
    <w:p w:rsidR="00481D79" w:rsidRPr="00481D79" w:rsidRDefault="00481D79" w:rsidP="00817D07">
      <w:pPr>
        <w:pStyle w:val="libNormal"/>
        <w:rPr>
          <w:rtl/>
        </w:rPr>
      </w:pPr>
      <w:r w:rsidRPr="00481D79">
        <w:rPr>
          <w:rtl/>
        </w:rPr>
        <w:lastRenderedPageBreak/>
        <w:t xml:space="preserve">(178) وبإسناده قال: حدثني أبي محمد بن علي قال: قال [ علي ] </w:t>
      </w:r>
      <w:r w:rsidR="00817D07" w:rsidRPr="00817D07">
        <w:rPr>
          <w:rStyle w:val="libFootnotenumChar"/>
          <w:rFonts w:hint="cs"/>
          <w:rtl/>
        </w:rPr>
        <w:t>(1)</w:t>
      </w:r>
      <w:r w:rsidRPr="00481D79">
        <w:rPr>
          <w:rtl/>
        </w:rPr>
        <w:t xml:space="preserve"> </w:t>
      </w:r>
      <w:r w:rsidR="004226A8" w:rsidRPr="004226A8">
        <w:rPr>
          <w:rStyle w:val="libAlaemChar"/>
          <w:rtl/>
        </w:rPr>
        <w:t>عليه‌السلام</w:t>
      </w:r>
      <w:r w:rsidRPr="00481D79">
        <w:rPr>
          <w:rtl/>
        </w:rPr>
        <w:t xml:space="preserve">: " خمسة لو دخلتم </w:t>
      </w:r>
      <w:r w:rsidR="00817D07" w:rsidRPr="00817D07">
        <w:rPr>
          <w:rStyle w:val="libFootnotenumChar"/>
          <w:rFonts w:hint="cs"/>
          <w:rtl/>
        </w:rPr>
        <w:t>(2)</w:t>
      </w:r>
      <w:r w:rsidRPr="00481D79">
        <w:rPr>
          <w:rtl/>
        </w:rPr>
        <w:t xml:space="preserve"> فيهن ما قدرتم على مثلهن: لا يخاف عبد إلا ذنبه ولا يرجو إلا ربه، ولا يستحي </w:t>
      </w:r>
      <w:r w:rsidR="00817D07" w:rsidRPr="00817D07">
        <w:rPr>
          <w:rStyle w:val="libFootnotenumChar"/>
          <w:rFonts w:hint="cs"/>
          <w:rtl/>
        </w:rPr>
        <w:t>(3)</w:t>
      </w:r>
      <w:r w:rsidRPr="00481D79">
        <w:rPr>
          <w:rtl/>
        </w:rPr>
        <w:t xml:space="preserve"> الجاهل إذا سئل عما لا </w:t>
      </w:r>
      <w:r w:rsidR="00817D07" w:rsidRPr="00817D07">
        <w:rPr>
          <w:rStyle w:val="libFootnotenumChar"/>
          <w:rFonts w:hint="cs"/>
          <w:rtl/>
        </w:rPr>
        <w:t>(4)</w:t>
      </w:r>
      <w:r w:rsidRPr="00481D79">
        <w:rPr>
          <w:rtl/>
        </w:rPr>
        <w:t xml:space="preserve"> يعلم [ أن يقول: الله ورسوله أعلم، ولا يستحي الذي لا يعلم ] </w:t>
      </w:r>
      <w:r w:rsidR="00817D07" w:rsidRPr="00817D07">
        <w:rPr>
          <w:rStyle w:val="libFootnotenumChar"/>
          <w:rFonts w:hint="cs"/>
          <w:rtl/>
        </w:rPr>
        <w:t>(5)</w:t>
      </w:r>
      <w:r w:rsidRPr="00481D79">
        <w:rPr>
          <w:rtl/>
        </w:rPr>
        <w:t xml:space="preserve"> أن يتعلم والصبر من الايمان بمنزلة الرأس من الجسد، ولا إيمان لمن لا صبر له " </w:t>
      </w:r>
      <w:r w:rsidR="00817D07" w:rsidRPr="00817D07">
        <w:rPr>
          <w:rStyle w:val="libFootnotenumChar"/>
          <w:rFonts w:hint="cs"/>
          <w:rtl/>
        </w:rPr>
        <w:t>(6)</w:t>
      </w:r>
      <w:r w:rsidRPr="00481D79">
        <w:rPr>
          <w:rtl/>
        </w:rPr>
        <w:t>.</w:t>
      </w:r>
    </w:p>
    <w:p w:rsidR="00481D79" w:rsidRPr="00481D79" w:rsidRDefault="00481D79" w:rsidP="00817D07">
      <w:pPr>
        <w:pStyle w:val="libNormal"/>
        <w:rPr>
          <w:rtl/>
        </w:rPr>
      </w:pPr>
      <w:r w:rsidRPr="00481D79">
        <w:rPr>
          <w:rtl/>
        </w:rPr>
        <w:t xml:space="preserve">(179) وبإسناده قال: حدثني [ أبي ] </w:t>
      </w:r>
      <w:r w:rsidR="00817D07" w:rsidRPr="00817D07">
        <w:rPr>
          <w:rStyle w:val="libFootnotenumChar"/>
          <w:rFonts w:hint="cs"/>
          <w:rtl/>
        </w:rPr>
        <w:t>(7)</w:t>
      </w:r>
      <w:r w:rsidRPr="00481D79">
        <w:rPr>
          <w:rtl/>
        </w:rPr>
        <w:t xml:space="preserve"> الحسين بن علي </w:t>
      </w:r>
      <w:r w:rsidR="004226A8" w:rsidRPr="004226A8">
        <w:rPr>
          <w:rStyle w:val="libAlaemChar"/>
          <w:rtl/>
        </w:rPr>
        <w:t>عليهما‌السلام</w:t>
      </w:r>
      <w:r w:rsidRPr="00481D79">
        <w:rPr>
          <w:rtl/>
        </w:rPr>
        <w:t xml:space="preserve">: " إن أعمال هذه الامة ما من صباح إلا تعرض على الله تعالى " </w:t>
      </w:r>
      <w:r w:rsidR="00817D07" w:rsidRPr="00817D07">
        <w:rPr>
          <w:rStyle w:val="libFootnotenumChar"/>
          <w:rFonts w:hint="cs"/>
          <w:rtl/>
        </w:rPr>
        <w:t>(8)</w:t>
      </w:r>
      <w:r w:rsidRPr="00481D79">
        <w:rPr>
          <w:rtl/>
        </w:rPr>
        <w:t>.</w:t>
      </w:r>
    </w:p>
    <w:p w:rsidR="00481D79" w:rsidRPr="00481D79" w:rsidRDefault="00481D79" w:rsidP="00817D07">
      <w:pPr>
        <w:pStyle w:val="libNormal"/>
        <w:rPr>
          <w:rtl/>
        </w:rPr>
      </w:pPr>
      <w:r w:rsidRPr="00481D79">
        <w:rPr>
          <w:rtl/>
        </w:rPr>
        <w:t xml:space="preserve">(180) وبإسناده قال: حدثني [ أبي، عن ] </w:t>
      </w:r>
      <w:r w:rsidR="00817D07" w:rsidRPr="00817D07">
        <w:rPr>
          <w:rStyle w:val="libFootnotenumChar"/>
          <w:rFonts w:hint="cs"/>
          <w:rtl/>
        </w:rPr>
        <w:t>(9)</w:t>
      </w:r>
      <w:r w:rsidRPr="00481D79">
        <w:rPr>
          <w:rtl/>
        </w:rPr>
        <w:t xml:space="preserve"> الحسين بن علي </w:t>
      </w:r>
      <w:r w:rsidR="004226A8" w:rsidRPr="004226A8">
        <w:rPr>
          <w:rStyle w:val="libAlaemChar"/>
          <w:rtl/>
        </w:rPr>
        <w:t>عليهما‌السلام</w:t>
      </w:r>
      <w:r w:rsidRPr="00481D79">
        <w:rPr>
          <w:rtl/>
        </w:rPr>
        <w:t xml:space="preserve"> قال: " وجد لوح تحت حائط (مدينة من المدائن مكتوب فيه: " أنا الله لا إله إلا أنا ومحمد نبيي) </w:t>
      </w:r>
      <w:r w:rsidR="00817D07" w:rsidRPr="00817D07">
        <w:rPr>
          <w:rStyle w:val="libFootnotenumChar"/>
          <w:rFonts w:hint="cs"/>
          <w:rtl/>
        </w:rPr>
        <w:t>(10)</w:t>
      </w:r>
      <w:r w:rsidRPr="00481D79">
        <w:rPr>
          <w:rtl/>
        </w:rPr>
        <w:t xml:space="preserve">، عجبت لمن أيقن بالموت كيف يفرح، وعجبت لمن أيقن بالقدر كيف يحزن، وعجبت لمن اختبر الدنيا </w:t>
      </w:r>
      <w:r w:rsidR="00817D07" w:rsidRPr="00817D07">
        <w:rPr>
          <w:rStyle w:val="libFootnotenumChar"/>
          <w:rFonts w:hint="cs"/>
          <w:rtl/>
        </w:rPr>
        <w:t>(11)</w:t>
      </w:r>
      <w:r w:rsidRPr="00481D79">
        <w:rPr>
          <w:rtl/>
        </w:rPr>
        <w:t xml:space="preserve">كيف اطمأن </w:t>
      </w:r>
      <w:r w:rsidR="00817D07" w:rsidRPr="00817D07">
        <w:rPr>
          <w:rStyle w:val="libFootnotenumChar"/>
          <w:rFonts w:hint="cs"/>
          <w:rtl/>
        </w:rPr>
        <w:t>(12)</w:t>
      </w:r>
      <w:r w:rsidRPr="00481D79">
        <w:rPr>
          <w:rtl/>
        </w:rPr>
        <w:t xml:space="preserve"> إليها، وعجبت لمن أيقن بالحساب كيف يذنب "</w:t>
      </w:r>
      <w:r w:rsidR="00817D07" w:rsidRPr="00817D07">
        <w:rPr>
          <w:rStyle w:val="libFootnotenumChar"/>
          <w:rFonts w:hint="cs"/>
          <w:rtl/>
        </w:rPr>
        <w:t>(13)</w:t>
      </w:r>
      <w:r w:rsidRPr="00481D79">
        <w:rPr>
          <w:rtl/>
        </w:rPr>
        <w:t>.</w:t>
      </w:r>
    </w:p>
    <w:p w:rsidR="00481D79" w:rsidRDefault="005B067E" w:rsidP="005B067E">
      <w:pPr>
        <w:pStyle w:val="libLine"/>
        <w:rPr>
          <w:rtl/>
        </w:rPr>
      </w:pPr>
      <w:r>
        <w:rPr>
          <w:rtl/>
        </w:rPr>
        <w:t>____________________</w:t>
      </w:r>
    </w:p>
    <w:p w:rsidR="00481D79" w:rsidRDefault="00481D79" w:rsidP="00817D07">
      <w:pPr>
        <w:pStyle w:val="libFootnote0"/>
        <w:rPr>
          <w:rtl/>
        </w:rPr>
      </w:pPr>
      <w:r>
        <w:rPr>
          <w:rtl/>
        </w:rPr>
        <w:t>1</w:t>
      </w:r>
      <w:r w:rsidR="00817D07">
        <w:rPr>
          <w:rFonts w:hint="cs"/>
          <w:rtl/>
        </w:rPr>
        <w:t>-</w:t>
      </w:r>
      <w:r>
        <w:rPr>
          <w:rtl/>
        </w:rPr>
        <w:t xml:space="preserve"> ليس في ن، وفي خ: حدثني أبي علي.</w:t>
      </w:r>
    </w:p>
    <w:p w:rsidR="00481D79" w:rsidRDefault="00481D79" w:rsidP="00817D07">
      <w:pPr>
        <w:pStyle w:val="libFootnote0"/>
        <w:rPr>
          <w:rtl/>
        </w:rPr>
      </w:pPr>
      <w:r>
        <w:rPr>
          <w:rtl/>
        </w:rPr>
        <w:t>2</w:t>
      </w:r>
      <w:r w:rsidR="00817D07">
        <w:rPr>
          <w:rFonts w:hint="cs"/>
          <w:rtl/>
        </w:rPr>
        <w:t>-</w:t>
      </w:r>
      <w:r>
        <w:rPr>
          <w:rtl/>
        </w:rPr>
        <w:t xml:space="preserve"> خ: رحلتم.</w:t>
      </w:r>
    </w:p>
    <w:p w:rsidR="00481D79" w:rsidRDefault="00481D79" w:rsidP="00817D07">
      <w:pPr>
        <w:pStyle w:val="libFootnote0"/>
        <w:rPr>
          <w:rtl/>
        </w:rPr>
      </w:pPr>
      <w:r>
        <w:rPr>
          <w:rtl/>
        </w:rPr>
        <w:t>3</w:t>
      </w:r>
      <w:r w:rsidR="00817D07">
        <w:rPr>
          <w:rFonts w:hint="cs"/>
          <w:rtl/>
        </w:rPr>
        <w:t>-</w:t>
      </w:r>
      <w:r>
        <w:rPr>
          <w:rtl/>
        </w:rPr>
        <w:t xml:space="preserve"> ط، ن وج: يستحيي، وكذا في الموضع الآتي.</w:t>
      </w:r>
    </w:p>
    <w:p w:rsidR="00481D79" w:rsidRDefault="00481D79" w:rsidP="00817D07">
      <w:pPr>
        <w:pStyle w:val="libFootnote0"/>
        <w:rPr>
          <w:rtl/>
        </w:rPr>
      </w:pPr>
      <w:r>
        <w:rPr>
          <w:rtl/>
        </w:rPr>
        <w:t>4</w:t>
      </w:r>
      <w:r w:rsidR="00817D07">
        <w:rPr>
          <w:rFonts w:hint="cs"/>
          <w:rtl/>
        </w:rPr>
        <w:t>-</w:t>
      </w:r>
      <w:r>
        <w:rPr>
          <w:rtl/>
        </w:rPr>
        <w:t xml:space="preserve"> ن: لم.</w:t>
      </w:r>
    </w:p>
    <w:p w:rsidR="00481D79" w:rsidRDefault="00481D79" w:rsidP="00817D07">
      <w:pPr>
        <w:pStyle w:val="libFootnote0"/>
        <w:rPr>
          <w:rtl/>
        </w:rPr>
      </w:pPr>
      <w:r>
        <w:rPr>
          <w:rtl/>
        </w:rPr>
        <w:t>5</w:t>
      </w:r>
      <w:r w:rsidR="00817D07">
        <w:rPr>
          <w:rFonts w:hint="cs"/>
          <w:rtl/>
        </w:rPr>
        <w:t>-</w:t>
      </w:r>
      <w:r>
        <w:rPr>
          <w:rtl/>
        </w:rPr>
        <w:t xml:space="preserve"> ليس في خ.</w:t>
      </w:r>
    </w:p>
    <w:p w:rsidR="00481D79" w:rsidRDefault="00481D79" w:rsidP="00817D07">
      <w:pPr>
        <w:pStyle w:val="libFootnote0"/>
        <w:rPr>
          <w:rtl/>
        </w:rPr>
      </w:pPr>
      <w:r>
        <w:rPr>
          <w:rtl/>
        </w:rPr>
        <w:t>6</w:t>
      </w:r>
      <w:r w:rsidR="00817D07">
        <w:rPr>
          <w:rFonts w:hint="cs"/>
          <w:rtl/>
        </w:rPr>
        <w:t>-</w:t>
      </w:r>
      <w:r>
        <w:rPr>
          <w:rtl/>
        </w:rPr>
        <w:t xml:space="preserve"> عنه البحار: 2 / 114 ح 9 وعن عيون الاخبار: 2 / 43 ح 155. ورواه الصدوق في الخصال: 315 ح 95 بالاسناد المرقم " 7 "، عنه البحار: 2 / 114 ح 8. أخرجه في البحار: 69 / 376 ح 27 عن العيون والخصال. وأورده في جامع الاخبار: 135 عنه البحار: 71 / 91 ح 46.</w:t>
      </w:r>
    </w:p>
    <w:p w:rsidR="00481D79" w:rsidRDefault="00481D79" w:rsidP="00D11BDC">
      <w:pPr>
        <w:pStyle w:val="libFootnote0"/>
        <w:rPr>
          <w:rtl/>
        </w:rPr>
      </w:pPr>
      <w:r>
        <w:rPr>
          <w:rtl/>
        </w:rPr>
        <w:t xml:space="preserve">وأورد نحوه في روضة الواعظين: 490 عن أمير المؤمنين </w:t>
      </w:r>
      <w:r w:rsidR="004226A8" w:rsidRPr="00817D07">
        <w:rPr>
          <w:rStyle w:val="libFootnoteAlaemChar"/>
          <w:rtl/>
        </w:rPr>
        <w:t>عليه‌السلام</w:t>
      </w:r>
      <w:r>
        <w:rPr>
          <w:rtl/>
        </w:rPr>
        <w:t xml:space="preserve">. (أخرجه وكيع في الغرر، والدينوري، وأبونعيم في الحلية، وابن عبدالبر في العلم، والبيهقي في شعب الايمان، وابن عساكر عن علي </w:t>
      </w:r>
      <w:r w:rsidR="004226A8" w:rsidRPr="00817D07">
        <w:rPr>
          <w:rStyle w:val="libFootnoteAlaemChar"/>
          <w:rtl/>
        </w:rPr>
        <w:t>عليه‌السلام</w:t>
      </w:r>
      <w:r>
        <w:rPr>
          <w:rtl/>
        </w:rPr>
        <w:t xml:space="preserve"> موقوفا بلفظ: عليكم بخمس لو ضربتم إليهن بالمطي لافنيتموهن قبل أن تدركوا مثلهن).</w:t>
      </w:r>
    </w:p>
    <w:p w:rsidR="00481D79" w:rsidRDefault="00481D79" w:rsidP="00817D07">
      <w:pPr>
        <w:pStyle w:val="libFootnote0"/>
        <w:rPr>
          <w:rtl/>
        </w:rPr>
      </w:pPr>
      <w:r>
        <w:rPr>
          <w:rtl/>
        </w:rPr>
        <w:t>7</w:t>
      </w:r>
      <w:r w:rsidR="00817D07">
        <w:rPr>
          <w:rFonts w:hint="cs"/>
          <w:rtl/>
        </w:rPr>
        <w:t>-</w:t>
      </w:r>
      <w:r>
        <w:rPr>
          <w:rtl/>
        </w:rPr>
        <w:t xml:space="preserve"> ليس في ن.</w:t>
      </w:r>
    </w:p>
    <w:p w:rsidR="00481D79" w:rsidRDefault="00481D79" w:rsidP="00817D07">
      <w:pPr>
        <w:pStyle w:val="libFootnote0"/>
        <w:rPr>
          <w:rtl/>
        </w:rPr>
      </w:pPr>
      <w:r>
        <w:rPr>
          <w:rtl/>
        </w:rPr>
        <w:t>8</w:t>
      </w:r>
      <w:r w:rsidR="00817D07">
        <w:rPr>
          <w:rFonts w:hint="cs"/>
          <w:rtl/>
        </w:rPr>
        <w:t>-</w:t>
      </w:r>
      <w:r>
        <w:rPr>
          <w:rtl/>
        </w:rPr>
        <w:t xml:space="preserve"> عنه البحار: 73 / 353 ح 54، وعن عيون الاخبار: 2 / 44 ح 156. وأخرجه في الوسائل: 12 / 389 ح 12 عن العيون.</w:t>
      </w:r>
    </w:p>
    <w:p w:rsidR="00481D79" w:rsidRDefault="00481D79" w:rsidP="00817D07">
      <w:pPr>
        <w:pStyle w:val="libFootnote0"/>
        <w:rPr>
          <w:rtl/>
        </w:rPr>
      </w:pPr>
      <w:r>
        <w:rPr>
          <w:rtl/>
        </w:rPr>
        <w:t>9</w:t>
      </w:r>
      <w:r w:rsidR="00817D07">
        <w:rPr>
          <w:rFonts w:hint="cs"/>
          <w:rtl/>
        </w:rPr>
        <w:t>-</w:t>
      </w:r>
      <w:r>
        <w:rPr>
          <w:rtl/>
        </w:rPr>
        <w:t xml:space="preserve"> ليس في ن وفي ط وج: عن.</w:t>
      </w:r>
    </w:p>
    <w:p w:rsidR="00481D79" w:rsidRDefault="00481D79" w:rsidP="00817D07">
      <w:pPr>
        <w:pStyle w:val="libFootnote0"/>
        <w:rPr>
          <w:rtl/>
        </w:rPr>
      </w:pPr>
      <w:r>
        <w:rPr>
          <w:rtl/>
        </w:rPr>
        <w:t>10</w:t>
      </w:r>
      <w:r w:rsidR="00817D07">
        <w:rPr>
          <w:rFonts w:hint="cs"/>
          <w:rtl/>
        </w:rPr>
        <w:t>-</w:t>
      </w:r>
      <w:r>
        <w:rPr>
          <w:rtl/>
        </w:rPr>
        <w:t xml:space="preserve"> خ: من مدينة من المدائن فيه مكتوب لا إله إلا أنا محمد رسولي.</w:t>
      </w:r>
    </w:p>
    <w:p w:rsidR="00481D79" w:rsidRDefault="00481D79" w:rsidP="00817D07">
      <w:pPr>
        <w:pStyle w:val="libFootnote0"/>
        <w:rPr>
          <w:rtl/>
        </w:rPr>
      </w:pPr>
      <w:r>
        <w:rPr>
          <w:rtl/>
        </w:rPr>
        <w:t>11</w:t>
      </w:r>
      <w:r w:rsidR="00817D07">
        <w:rPr>
          <w:rFonts w:hint="cs"/>
          <w:rtl/>
        </w:rPr>
        <w:t>-</w:t>
      </w:r>
      <w:r>
        <w:rPr>
          <w:rtl/>
        </w:rPr>
        <w:t xml:space="preserve"> ن: بالدنيا.</w:t>
      </w:r>
    </w:p>
    <w:p w:rsidR="00481D79" w:rsidRDefault="00481D79" w:rsidP="00817D07">
      <w:pPr>
        <w:pStyle w:val="libFootnote0"/>
        <w:rPr>
          <w:rtl/>
        </w:rPr>
      </w:pPr>
      <w:r>
        <w:rPr>
          <w:rtl/>
        </w:rPr>
        <w:t>12</w:t>
      </w:r>
      <w:r w:rsidR="00817D07">
        <w:rPr>
          <w:rFonts w:hint="cs"/>
          <w:rtl/>
        </w:rPr>
        <w:t>-</w:t>
      </w:r>
      <w:r>
        <w:rPr>
          <w:rtl/>
        </w:rPr>
        <w:t xml:space="preserve"> ن والبحار: يطمئن.</w:t>
      </w:r>
    </w:p>
    <w:p w:rsidR="00827655" w:rsidRDefault="00481D79" w:rsidP="00817D07">
      <w:pPr>
        <w:pStyle w:val="libFootnote0"/>
        <w:rPr>
          <w:rtl/>
        </w:rPr>
      </w:pPr>
      <w:r>
        <w:rPr>
          <w:rtl/>
        </w:rPr>
        <w:t>13</w:t>
      </w:r>
      <w:r w:rsidR="00817D07">
        <w:rPr>
          <w:rFonts w:hint="cs"/>
          <w:rtl/>
        </w:rPr>
        <w:t>-</w:t>
      </w:r>
      <w:r>
        <w:rPr>
          <w:rtl/>
        </w:rPr>
        <w:t xml:space="preserve"> عنه البحار: 78 / 450 ح 13. </w:t>
      </w:r>
      <w:r w:rsidR="00827655">
        <w:rPr>
          <w:rtl/>
        </w:rPr>
        <w:t>=</w:t>
      </w:r>
    </w:p>
    <w:p w:rsidR="00481D79" w:rsidRDefault="00481D79" w:rsidP="00481D79">
      <w:pPr>
        <w:pStyle w:val="libNormal"/>
        <w:rPr>
          <w:rtl/>
        </w:rPr>
      </w:pPr>
      <w:r>
        <w:rPr>
          <w:rtl/>
        </w:rPr>
        <w:br w:type="page"/>
      </w:r>
    </w:p>
    <w:p w:rsidR="00481D79" w:rsidRPr="00481D79" w:rsidRDefault="00481D79" w:rsidP="00817D07">
      <w:pPr>
        <w:pStyle w:val="libNormal"/>
        <w:rPr>
          <w:rtl/>
        </w:rPr>
      </w:pPr>
      <w:r w:rsidRPr="00481D79">
        <w:rPr>
          <w:rtl/>
        </w:rPr>
        <w:lastRenderedPageBreak/>
        <w:t xml:space="preserve">(181) وبإسناده قال: " سئل جعفر بن محمد </w:t>
      </w:r>
      <w:r w:rsidR="004226A8" w:rsidRPr="004226A8">
        <w:rPr>
          <w:rStyle w:val="libAlaemChar"/>
          <w:rtl/>
        </w:rPr>
        <w:t>عليهما‌السلام</w:t>
      </w:r>
      <w:r w:rsidRPr="00481D79">
        <w:rPr>
          <w:rtl/>
        </w:rPr>
        <w:t xml:space="preserve"> [ عن زيارة قبر الحسين </w:t>
      </w:r>
      <w:r w:rsidR="004226A8" w:rsidRPr="004226A8">
        <w:rPr>
          <w:rStyle w:val="libAlaemChar"/>
          <w:rtl/>
        </w:rPr>
        <w:t>عليه‌السلام</w:t>
      </w:r>
      <w:r w:rsidRPr="00481D79">
        <w:rPr>
          <w:rtl/>
        </w:rPr>
        <w:t xml:space="preserve"> ] </w:t>
      </w:r>
      <w:r w:rsidR="00817D07" w:rsidRPr="00817D07">
        <w:rPr>
          <w:rStyle w:val="libFootnotenumChar"/>
          <w:rFonts w:hint="cs"/>
          <w:rtl/>
        </w:rPr>
        <w:t>(1)</w:t>
      </w:r>
      <w:r w:rsidRPr="00481D79">
        <w:rPr>
          <w:rtl/>
        </w:rPr>
        <w:t xml:space="preserve"> قال: أخبرني أبي قال: من زار قبر الحسين بن علي </w:t>
      </w:r>
      <w:r w:rsidR="004226A8" w:rsidRPr="004226A8">
        <w:rPr>
          <w:rStyle w:val="libAlaemChar"/>
          <w:rtl/>
        </w:rPr>
        <w:t>عليهما‌السلام</w:t>
      </w:r>
      <w:r w:rsidRPr="00481D79">
        <w:rPr>
          <w:rtl/>
        </w:rPr>
        <w:t xml:space="preserve"> عارفا بحقه كتبه الله تعالى في عليين </w:t>
      </w:r>
      <w:r w:rsidR="00817D07" w:rsidRPr="00817D07">
        <w:rPr>
          <w:rStyle w:val="libFootnotenumChar"/>
          <w:rFonts w:hint="cs"/>
          <w:rtl/>
        </w:rPr>
        <w:t>(2)</w:t>
      </w:r>
      <w:r w:rsidRPr="00481D79">
        <w:rPr>
          <w:rtl/>
        </w:rPr>
        <w:t xml:space="preserve">. ثم قال: إن حول قبره </w:t>
      </w:r>
      <w:r w:rsidR="004226A8" w:rsidRPr="004226A8">
        <w:rPr>
          <w:rStyle w:val="libAlaemChar"/>
          <w:rtl/>
        </w:rPr>
        <w:t>عليه‌السلام</w:t>
      </w:r>
      <w:r w:rsidRPr="00481D79">
        <w:rPr>
          <w:rtl/>
        </w:rPr>
        <w:t xml:space="preserve"> لسبعين </w:t>
      </w:r>
      <w:r w:rsidR="00817D07" w:rsidRPr="00817D07">
        <w:rPr>
          <w:rStyle w:val="libFootnotenumChar"/>
          <w:rFonts w:hint="cs"/>
          <w:rtl/>
        </w:rPr>
        <w:t>(3)</w:t>
      </w:r>
      <w:r w:rsidRPr="00481D79">
        <w:rPr>
          <w:rtl/>
        </w:rPr>
        <w:t xml:space="preserve"> ألف ملك شعثا غبرا يبكون عليه إلى أن تقوم الساعة " </w:t>
      </w:r>
      <w:r w:rsidR="00817D07" w:rsidRPr="00817D07">
        <w:rPr>
          <w:rStyle w:val="libFootnotenumChar"/>
          <w:rFonts w:hint="cs"/>
          <w:rtl/>
        </w:rPr>
        <w:t>(4)</w:t>
      </w:r>
      <w:r w:rsidRPr="00481D79">
        <w:rPr>
          <w:rtl/>
        </w:rPr>
        <w:t>.</w:t>
      </w:r>
    </w:p>
    <w:p w:rsidR="00481D79" w:rsidRPr="00481D79" w:rsidRDefault="00481D79" w:rsidP="00817D07">
      <w:pPr>
        <w:pStyle w:val="libNormal"/>
        <w:rPr>
          <w:rtl/>
        </w:rPr>
      </w:pPr>
      <w:r w:rsidRPr="00481D79">
        <w:rPr>
          <w:rtl/>
        </w:rPr>
        <w:t xml:space="preserve">(182) وبإسناده قال: حدثني أبي، (عن جعفر بن محمد) </w:t>
      </w:r>
      <w:r w:rsidR="00817D07" w:rsidRPr="00817D07">
        <w:rPr>
          <w:rStyle w:val="libFootnotenumChar"/>
          <w:rFonts w:hint="cs"/>
          <w:rtl/>
        </w:rPr>
        <w:t>(5)</w:t>
      </w:r>
      <w:r w:rsidRPr="00481D79">
        <w:rPr>
          <w:rtl/>
        </w:rPr>
        <w:t xml:space="preserve"> قال: " أدنى العقوق أف </w:t>
      </w:r>
      <w:r w:rsidR="00817D07" w:rsidRPr="00817D07">
        <w:rPr>
          <w:rStyle w:val="libFootnotenumChar"/>
          <w:rFonts w:hint="cs"/>
          <w:rtl/>
        </w:rPr>
        <w:t>(6)</w:t>
      </w:r>
      <w:r w:rsidRPr="00481D79">
        <w:rPr>
          <w:rtl/>
        </w:rPr>
        <w:t xml:space="preserve"> ولو علم الله تعالى شيئا أهون من أف لنهى عنه " </w:t>
      </w:r>
      <w:r w:rsidR="00817D07" w:rsidRPr="00817D07">
        <w:rPr>
          <w:rStyle w:val="libFootnotenumChar"/>
          <w:rFonts w:hint="cs"/>
          <w:rtl/>
        </w:rPr>
        <w:t>(7)</w:t>
      </w:r>
      <w:r w:rsidRPr="00481D79">
        <w:rPr>
          <w:rtl/>
        </w:rPr>
        <w:t>.</w:t>
      </w:r>
    </w:p>
    <w:p w:rsidR="00827655"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ورواه في عيون الاخبار: 2 / 43 ح 158، عنه البحار: 13 / 295 ح 11 وج 73 / 95 ح 76. (أخرجه البيهقي في شعب الايمان في قوله تعالى " وكان تحته كنز لهما " [ الكهف: 82] قال: كان لوحا من ذهب مكتوب فيه " لا إله إلا الله محمد رسول الله جبا ".. إلخ، وأخرجه ابن مردويه وابن عساكر بألفاظ).</w:t>
      </w:r>
    </w:p>
    <w:p w:rsidR="00481D79" w:rsidRDefault="00481D79" w:rsidP="00817D07">
      <w:pPr>
        <w:pStyle w:val="libFootnote0"/>
        <w:rPr>
          <w:rtl/>
        </w:rPr>
      </w:pPr>
      <w:r>
        <w:rPr>
          <w:rtl/>
        </w:rPr>
        <w:t>1</w:t>
      </w:r>
      <w:r w:rsidR="00817D07">
        <w:rPr>
          <w:rFonts w:hint="cs"/>
          <w:rtl/>
        </w:rPr>
        <w:t>-</w:t>
      </w:r>
      <w:r>
        <w:rPr>
          <w:rtl/>
        </w:rPr>
        <w:t xml:space="preserve"> ليس في ط.</w:t>
      </w:r>
    </w:p>
    <w:p w:rsidR="00481D79" w:rsidRDefault="00481D79" w:rsidP="00817D07">
      <w:pPr>
        <w:pStyle w:val="libFootnote0"/>
        <w:rPr>
          <w:rtl/>
        </w:rPr>
      </w:pPr>
      <w:r>
        <w:rPr>
          <w:rtl/>
        </w:rPr>
        <w:t>2</w:t>
      </w:r>
      <w:r w:rsidR="00817D07">
        <w:rPr>
          <w:rFonts w:hint="cs"/>
          <w:rtl/>
        </w:rPr>
        <w:t>-</w:t>
      </w:r>
      <w:r>
        <w:rPr>
          <w:rtl/>
        </w:rPr>
        <w:t xml:space="preserve"> ط وج: العليين، ن: أعلى عليين.</w:t>
      </w:r>
    </w:p>
    <w:p w:rsidR="00481D79" w:rsidRDefault="00481D79" w:rsidP="00817D07">
      <w:pPr>
        <w:pStyle w:val="libFootnote0"/>
        <w:rPr>
          <w:rtl/>
        </w:rPr>
      </w:pPr>
      <w:r>
        <w:rPr>
          <w:rtl/>
        </w:rPr>
        <w:t>3</w:t>
      </w:r>
      <w:r w:rsidR="00817D07">
        <w:rPr>
          <w:rFonts w:hint="cs"/>
          <w:rtl/>
        </w:rPr>
        <w:t>-</w:t>
      </w:r>
      <w:r>
        <w:rPr>
          <w:rtl/>
        </w:rPr>
        <w:t xml:space="preserve"> خ تسعون.</w:t>
      </w:r>
    </w:p>
    <w:p w:rsidR="00481D79" w:rsidRDefault="00481D79" w:rsidP="00817D07">
      <w:pPr>
        <w:pStyle w:val="libFootnote0"/>
        <w:rPr>
          <w:rtl/>
        </w:rPr>
      </w:pPr>
      <w:r>
        <w:rPr>
          <w:rtl/>
        </w:rPr>
        <w:t>4</w:t>
      </w:r>
      <w:r w:rsidR="00817D07">
        <w:rPr>
          <w:rFonts w:hint="cs"/>
          <w:rtl/>
        </w:rPr>
        <w:t>-</w:t>
      </w:r>
      <w:r>
        <w:rPr>
          <w:rtl/>
        </w:rPr>
        <w:t xml:space="preserve"> عنه الوسائل: 10 / 330 ح 36. ورواه الصدوق في عيون الاخبار: 2 / 44 ح 159، عنه الوسائل: 10 / 329 ح 32 والبحار: 101 / 69 ح 1. ورواه الخوارزمي في مقتل الحسين: 2 / 169 بالاسناد رقم " 29 ". والحمويني في فرائد السمطين: 2 / 174 ح 461 بالاسناد رقم " 52 ".</w:t>
      </w:r>
    </w:p>
    <w:p w:rsidR="00481D79" w:rsidRDefault="00481D79" w:rsidP="00D11BDC">
      <w:pPr>
        <w:pStyle w:val="libFootnote0"/>
        <w:rPr>
          <w:rtl/>
        </w:rPr>
      </w:pPr>
      <w:r>
        <w:rPr>
          <w:rtl/>
        </w:rPr>
        <w:t xml:space="preserve">وأخرجه محب الدين الطبري في ذخائر العقبى: 151 عن الرضا </w:t>
      </w:r>
      <w:r w:rsidR="004226A8" w:rsidRPr="00817D07">
        <w:rPr>
          <w:rStyle w:val="libFootnoteAlaemChar"/>
          <w:rtl/>
        </w:rPr>
        <w:t>عليه‌السلام</w:t>
      </w:r>
      <w:r>
        <w:rPr>
          <w:rtl/>
        </w:rPr>
        <w:t xml:space="preserve">، وقال: أخرجه أبوالحسين العتيقي. وأورده في جامع الاخبار: 27 مرسلا عن الصادق </w:t>
      </w:r>
      <w:r w:rsidR="004226A8" w:rsidRPr="00817D07">
        <w:rPr>
          <w:rStyle w:val="libFootnoteAlaemChar"/>
          <w:rtl/>
        </w:rPr>
        <w:t>عليه‌السلام</w:t>
      </w:r>
      <w:r>
        <w:rPr>
          <w:rtl/>
        </w:rPr>
        <w:t xml:space="preserve"> مثله.</w:t>
      </w:r>
    </w:p>
    <w:p w:rsidR="00481D79" w:rsidRDefault="00481D79" w:rsidP="00817D07">
      <w:pPr>
        <w:pStyle w:val="libFootnote0"/>
        <w:rPr>
          <w:rtl/>
        </w:rPr>
      </w:pPr>
      <w:r>
        <w:rPr>
          <w:rtl/>
        </w:rPr>
        <w:t>5</w:t>
      </w:r>
      <w:r w:rsidR="00817D07">
        <w:rPr>
          <w:rFonts w:hint="cs"/>
          <w:rtl/>
        </w:rPr>
        <w:t>-</w:t>
      </w:r>
      <w:r>
        <w:rPr>
          <w:rtl/>
        </w:rPr>
        <w:t xml:space="preserve"> ن: أبوجعفر، ط وج: جعفر.</w:t>
      </w:r>
    </w:p>
    <w:p w:rsidR="00481D79" w:rsidRDefault="00481D79" w:rsidP="00817D07">
      <w:pPr>
        <w:pStyle w:val="libFootnote0"/>
        <w:rPr>
          <w:rtl/>
        </w:rPr>
      </w:pPr>
      <w:r>
        <w:rPr>
          <w:rtl/>
        </w:rPr>
        <w:t>6</w:t>
      </w:r>
      <w:r w:rsidR="00817D07">
        <w:rPr>
          <w:rFonts w:hint="cs"/>
          <w:rtl/>
        </w:rPr>
        <w:t>-</w:t>
      </w:r>
      <w:r>
        <w:rPr>
          <w:rtl/>
        </w:rPr>
        <w:t xml:space="preserve"> إشارة إلى قوله تعالى في سورة الاسراء: 26 " ولا تقل لهما اف ولا تنهرهما ".</w:t>
      </w:r>
    </w:p>
    <w:p w:rsidR="00481D79" w:rsidRDefault="00481D79" w:rsidP="00817D07">
      <w:pPr>
        <w:pStyle w:val="libFootnote0"/>
        <w:rPr>
          <w:rtl/>
        </w:rPr>
      </w:pPr>
      <w:r>
        <w:rPr>
          <w:rtl/>
        </w:rPr>
        <w:t>7</w:t>
      </w:r>
      <w:r w:rsidR="00817D07">
        <w:rPr>
          <w:rFonts w:hint="cs"/>
          <w:rtl/>
        </w:rPr>
        <w:t>-</w:t>
      </w:r>
      <w:r>
        <w:rPr>
          <w:rtl/>
        </w:rPr>
        <w:t xml:space="preserve"> عنه البحار: 74 / 72 ح 54، وعن عيون الاخبار: 2 / 44 ح 160 وروى مثله الكليني في الكافي: 2 / 348 ح 1 وص 349 ح 9 بإسناده إلى أبي عبدالله </w:t>
      </w:r>
      <w:r w:rsidR="004226A8" w:rsidRPr="00817D07">
        <w:rPr>
          <w:rStyle w:val="libFootnoteAlaemChar"/>
          <w:rtl/>
        </w:rPr>
        <w:t>عليه‌السلام</w:t>
      </w:r>
      <w:r>
        <w:rPr>
          <w:rtl/>
        </w:rPr>
        <w:t xml:space="preserve">، عنه الوسائل: 15 / 216 ح 2، والبحار: 74 / 59 ح 22. وأورده في مشكاة الانوار: 162، والديلمي في الارشاد: 179 مرسلا عن الصادق </w:t>
      </w:r>
      <w:r w:rsidR="004226A8" w:rsidRPr="00817D07">
        <w:rPr>
          <w:rStyle w:val="libFootnoteAlaemChar"/>
          <w:rtl/>
        </w:rPr>
        <w:t>عليه‌السلام</w:t>
      </w:r>
      <w:r>
        <w:rPr>
          <w:rtl/>
        </w:rPr>
        <w:t xml:space="preserve"> مثله. والطبرسي في مجمع البيان: 6 / 409، عنه البحار: 74 / 42، ومصباح الكفعمي: 162 (حاشية). وأخرج نحوه الزمخشري في ربيع الابرار: 2 / 576 بزيادة. و (أخرجه أبوالليث السمرقندي في كتاب تنبيه الغافلين عن زيد بن علي، عن أبيه، عن جده عن الرسول </w:t>
      </w:r>
      <w:r w:rsidR="004226A8" w:rsidRPr="00817D07">
        <w:rPr>
          <w:rStyle w:val="libFootnoteAlaemChar"/>
          <w:rtl/>
        </w:rPr>
        <w:t>صلى‌الله‌عليه‌وآله</w:t>
      </w:r>
      <w:r>
        <w:rPr>
          <w:rtl/>
        </w:rPr>
        <w:t xml:space="preserve"> نحوه.)</w:t>
      </w:r>
    </w:p>
    <w:p w:rsidR="00481D79" w:rsidRDefault="00481D79" w:rsidP="00481D79">
      <w:pPr>
        <w:pStyle w:val="libNormal"/>
        <w:rPr>
          <w:rtl/>
        </w:rPr>
      </w:pPr>
      <w:r>
        <w:rPr>
          <w:rtl/>
        </w:rPr>
        <w:br w:type="page"/>
      </w:r>
    </w:p>
    <w:p w:rsidR="00481D79" w:rsidRPr="00481D79" w:rsidRDefault="00481D79" w:rsidP="00817D07">
      <w:pPr>
        <w:pStyle w:val="libNormal"/>
        <w:rPr>
          <w:rtl/>
        </w:rPr>
      </w:pPr>
      <w:r w:rsidRPr="00481D79">
        <w:rPr>
          <w:rtl/>
        </w:rPr>
        <w:lastRenderedPageBreak/>
        <w:t xml:space="preserve">(183) وبإسناده قال: حدثني [ أبي، عن ] </w:t>
      </w:r>
      <w:r w:rsidR="00817D07" w:rsidRPr="00203658">
        <w:rPr>
          <w:rStyle w:val="libFootnotenumChar"/>
          <w:rFonts w:hint="cs"/>
          <w:rtl/>
        </w:rPr>
        <w:t>(1)</w:t>
      </w:r>
      <w:r w:rsidRPr="00481D79">
        <w:rPr>
          <w:rtl/>
        </w:rPr>
        <w:t xml:space="preserve"> علي بن أبي طالب </w:t>
      </w:r>
      <w:r w:rsidR="004226A8" w:rsidRPr="004226A8">
        <w:rPr>
          <w:rStyle w:val="libAlaemChar"/>
          <w:rtl/>
        </w:rPr>
        <w:t>عليه‌السلام</w:t>
      </w:r>
      <w:r w:rsidRPr="00481D79">
        <w:rPr>
          <w:rtl/>
        </w:rPr>
        <w:t xml:space="preserve"> في قول الله تعالى: " أكالون للسحت " </w:t>
      </w:r>
      <w:r w:rsidR="00817D07" w:rsidRPr="00203658">
        <w:rPr>
          <w:rStyle w:val="libFootnotenumChar"/>
          <w:rFonts w:hint="cs"/>
          <w:rtl/>
        </w:rPr>
        <w:t>(2)</w:t>
      </w:r>
      <w:r w:rsidRPr="00481D79">
        <w:rPr>
          <w:rtl/>
        </w:rPr>
        <w:t xml:space="preserve"> قال: " هو الرجل [ الذي ] </w:t>
      </w:r>
      <w:r w:rsidR="00817D07" w:rsidRPr="00203658">
        <w:rPr>
          <w:rStyle w:val="libFootnotenumChar"/>
          <w:rFonts w:hint="cs"/>
          <w:rtl/>
        </w:rPr>
        <w:t>(3)</w:t>
      </w:r>
      <w:r w:rsidRPr="00481D79">
        <w:rPr>
          <w:rtl/>
        </w:rPr>
        <w:t xml:space="preserve"> يقضي لاخيه الحاجة ثم يقبل هديته " </w:t>
      </w:r>
      <w:r w:rsidR="00817D07" w:rsidRPr="00203658">
        <w:rPr>
          <w:rStyle w:val="libFootnotenumChar"/>
          <w:rFonts w:hint="cs"/>
          <w:rtl/>
        </w:rPr>
        <w:t>(4)</w:t>
      </w:r>
      <w:r w:rsidRPr="00481D79">
        <w:rPr>
          <w:rtl/>
        </w:rPr>
        <w:t>.</w:t>
      </w:r>
    </w:p>
    <w:p w:rsidR="00481D79" w:rsidRPr="00481D79" w:rsidRDefault="00481D79" w:rsidP="00203658">
      <w:pPr>
        <w:pStyle w:val="libNormal"/>
        <w:rPr>
          <w:rtl/>
        </w:rPr>
      </w:pPr>
      <w:r w:rsidRPr="00481D79">
        <w:rPr>
          <w:rtl/>
        </w:rPr>
        <w:t xml:space="preserve">(184) وبإسناده قال: حدثني أبي موسى بن جعفر </w:t>
      </w:r>
      <w:r w:rsidR="004226A8" w:rsidRPr="004226A8">
        <w:rPr>
          <w:rStyle w:val="libAlaemChar"/>
          <w:rtl/>
        </w:rPr>
        <w:t>عليه‌السلام</w:t>
      </w:r>
      <w:r w:rsidRPr="00481D79">
        <w:rPr>
          <w:rtl/>
        </w:rPr>
        <w:t xml:space="preserve"> قال: حدثني أبو عبدالله: " صلة الارحام وحسن الخلق زيادة في الايمان </w:t>
      </w:r>
      <w:r w:rsidR="00203658" w:rsidRPr="00203658">
        <w:rPr>
          <w:rStyle w:val="libFootnotenumChar"/>
          <w:rFonts w:hint="cs"/>
          <w:rtl/>
        </w:rPr>
        <w:t>(6)</w:t>
      </w:r>
      <w:r w:rsidRPr="00481D79">
        <w:rPr>
          <w:rtl/>
        </w:rPr>
        <w:t xml:space="preserve"> " </w:t>
      </w:r>
      <w:r w:rsidR="00203658" w:rsidRPr="00203658">
        <w:rPr>
          <w:rStyle w:val="libFootnotenumChar"/>
          <w:rFonts w:hint="cs"/>
          <w:rtl/>
        </w:rPr>
        <w:t>(7)</w:t>
      </w:r>
      <w:r w:rsidRPr="00481D79">
        <w:rPr>
          <w:rtl/>
        </w:rPr>
        <w:t>.</w:t>
      </w:r>
    </w:p>
    <w:p w:rsidR="00481D79" w:rsidRPr="00481D79" w:rsidRDefault="00481D79" w:rsidP="00203658">
      <w:pPr>
        <w:pStyle w:val="libNormal"/>
        <w:rPr>
          <w:rtl/>
        </w:rPr>
      </w:pPr>
      <w:r w:rsidRPr="00481D79">
        <w:rPr>
          <w:rtl/>
        </w:rPr>
        <w:t xml:space="preserve">(185) وبإسناده قال: حدثني أبي، [ عن ] </w:t>
      </w:r>
      <w:r w:rsidR="00203658" w:rsidRPr="00203658">
        <w:rPr>
          <w:rStyle w:val="libFootnotenumChar"/>
          <w:rFonts w:hint="cs"/>
          <w:rtl/>
        </w:rPr>
        <w:t>(8)</w:t>
      </w:r>
      <w:r w:rsidRPr="00481D79">
        <w:rPr>
          <w:rtl/>
        </w:rPr>
        <w:t xml:space="preserve"> علي بن الحسين </w:t>
      </w:r>
      <w:r w:rsidR="004226A8" w:rsidRPr="004226A8">
        <w:rPr>
          <w:rStyle w:val="libAlaemChar"/>
          <w:rtl/>
        </w:rPr>
        <w:t>عليهما‌السلام</w:t>
      </w:r>
      <w:r w:rsidRPr="00481D79">
        <w:rPr>
          <w:rtl/>
        </w:rPr>
        <w:t xml:space="preserve"> قال: " حدثتني أسماء بنت عميس قالت: كنت عند فاطمة جدتك </w:t>
      </w:r>
      <w:r w:rsidR="00203658" w:rsidRPr="00203658">
        <w:rPr>
          <w:rStyle w:val="libFootnotenumChar"/>
          <w:rFonts w:hint="cs"/>
          <w:rtl/>
        </w:rPr>
        <w:t>(9)</w:t>
      </w:r>
      <w:r w:rsidRPr="00481D79">
        <w:rPr>
          <w:rtl/>
        </w:rPr>
        <w:t xml:space="preserve">، إذ دخل رسول الله، وفي عنقها قلادة من ذهب كان علي بن أبي طالب اشتراها له من فئ له، فقال: </w:t>
      </w:r>
      <w:r w:rsidR="00203658" w:rsidRPr="00203658">
        <w:rPr>
          <w:rStyle w:val="libFootnotenumChar"/>
          <w:rFonts w:hint="cs"/>
          <w:rtl/>
        </w:rPr>
        <w:t>(10)</w:t>
      </w:r>
      <w:r w:rsidRPr="00481D79">
        <w:rPr>
          <w:rtl/>
        </w:rPr>
        <w:t xml:space="preserve"> النبي: " لا يغرنك الناس أن يقولوا ابنة </w:t>
      </w:r>
      <w:r w:rsidR="00203658" w:rsidRPr="00203658">
        <w:rPr>
          <w:rStyle w:val="libFootnotenumChar"/>
          <w:rFonts w:hint="cs"/>
          <w:rtl/>
        </w:rPr>
        <w:t>(11)</w:t>
      </w:r>
      <w:r w:rsidRPr="00481D79">
        <w:rPr>
          <w:rtl/>
        </w:rPr>
        <w:t xml:space="preserve"> محمد، وعليك لبس الجبابرة "، فقطعتها وباعتها واشترت بها </w:t>
      </w:r>
      <w:r w:rsidR="00203658" w:rsidRPr="00203658">
        <w:rPr>
          <w:rStyle w:val="libFootnotenumChar"/>
          <w:rFonts w:hint="cs"/>
          <w:rtl/>
        </w:rPr>
        <w:t>(12)</w:t>
      </w:r>
      <w:r w:rsidRPr="00481D79">
        <w:rPr>
          <w:rtl/>
        </w:rPr>
        <w:t xml:space="preserve"> رقبة فأعتقتها </w:t>
      </w:r>
      <w:r w:rsidR="00203658" w:rsidRPr="00203658">
        <w:rPr>
          <w:rStyle w:val="libFootnotenumChar"/>
          <w:rFonts w:hint="cs"/>
          <w:rtl/>
        </w:rPr>
        <w:t>(13)</w:t>
      </w:r>
      <w:r w:rsidRPr="00481D79">
        <w:rPr>
          <w:rtl/>
        </w:rPr>
        <w:t xml:space="preserve">، فسر رسول الله </w:t>
      </w:r>
      <w:r w:rsidR="004226A8" w:rsidRPr="004226A8">
        <w:rPr>
          <w:rStyle w:val="libAlaemChar"/>
          <w:rtl/>
        </w:rPr>
        <w:t>صلى‌الله‌عليه‌وآله</w:t>
      </w:r>
      <w:r w:rsidRPr="00481D79">
        <w:rPr>
          <w:rtl/>
        </w:rPr>
        <w:t xml:space="preserve"> لذلك </w:t>
      </w:r>
      <w:r w:rsidR="00203658" w:rsidRPr="00203658">
        <w:rPr>
          <w:rStyle w:val="libFootnotenumChar"/>
          <w:rFonts w:hint="cs"/>
          <w:rtl/>
        </w:rPr>
        <w:t>(14)</w:t>
      </w:r>
      <w:r w:rsidRPr="00481D79">
        <w:rPr>
          <w:rtl/>
        </w:rPr>
        <w:t xml:space="preserve"> " </w:t>
      </w:r>
      <w:r w:rsidR="00203658" w:rsidRPr="00203658">
        <w:rPr>
          <w:rStyle w:val="libFootnotenumChar"/>
          <w:rFonts w:hint="cs"/>
          <w:rtl/>
        </w:rPr>
        <w:t>(15)</w:t>
      </w:r>
      <w:r w:rsidRPr="00481D79">
        <w:rPr>
          <w:rtl/>
        </w:rPr>
        <w:t>.</w:t>
      </w:r>
    </w:p>
    <w:p w:rsidR="00481D79" w:rsidRDefault="005B067E" w:rsidP="005B067E">
      <w:pPr>
        <w:pStyle w:val="libLine"/>
        <w:rPr>
          <w:rtl/>
        </w:rPr>
      </w:pPr>
      <w:r>
        <w:rPr>
          <w:rtl/>
        </w:rPr>
        <w:t>____________________</w:t>
      </w:r>
    </w:p>
    <w:p w:rsidR="00481D79" w:rsidRDefault="00481D79" w:rsidP="00203658">
      <w:pPr>
        <w:pStyle w:val="libFootnote0"/>
        <w:rPr>
          <w:rtl/>
        </w:rPr>
      </w:pPr>
      <w:r>
        <w:rPr>
          <w:rtl/>
        </w:rPr>
        <w:t>1</w:t>
      </w:r>
      <w:r w:rsidR="00203658">
        <w:rPr>
          <w:rFonts w:hint="cs"/>
          <w:rtl/>
        </w:rPr>
        <w:t>-</w:t>
      </w:r>
      <w:r>
        <w:rPr>
          <w:rtl/>
        </w:rPr>
        <w:t xml:space="preserve"> ليس في ن، وفي ط وج: أبي.</w:t>
      </w:r>
    </w:p>
    <w:p w:rsidR="00481D79" w:rsidRDefault="00481D79" w:rsidP="00203658">
      <w:pPr>
        <w:pStyle w:val="libFootnote0"/>
        <w:rPr>
          <w:rtl/>
        </w:rPr>
      </w:pPr>
      <w:r>
        <w:rPr>
          <w:rtl/>
        </w:rPr>
        <w:t>2</w:t>
      </w:r>
      <w:r w:rsidR="00203658">
        <w:rPr>
          <w:rFonts w:hint="cs"/>
          <w:rtl/>
        </w:rPr>
        <w:t>-</w:t>
      </w:r>
      <w:r>
        <w:rPr>
          <w:rtl/>
        </w:rPr>
        <w:t xml:space="preserve"> المائدة 42.</w:t>
      </w:r>
    </w:p>
    <w:p w:rsidR="00481D79" w:rsidRDefault="00481D79" w:rsidP="00203658">
      <w:pPr>
        <w:pStyle w:val="libFootnote0"/>
        <w:rPr>
          <w:rtl/>
        </w:rPr>
      </w:pPr>
      <w:r>
        <w:rPr>
          <w:rtl/>
        </w:rPr>
        <w:t>3</w:t>
      </w:r>
      <w:r w:rsidR="00203658">
        <w:rPr>
          <w:rFonts w:hint="cs"/>
          <w:rtl/>
        </w:rPr>
        <w:t>-</w:t>
      </w:r>
      <w:r>
        <w:rPr>
          <w:rtl/>
        </w:rPr>
        <w:t xml:space="preserve"> ليس في ط، ن وج.</w:t>
      </w:r>
    </w:p>
    <w:p w:rsidR="00481D79" w:rsidRDefault="00481D79" w:rsidP="00203658">
      <w:pPr>
        <w:pStyle w:val="libFootnote0"/>
        <w:rPr>
          <w:rtl/>
        </w:rPr>
      </w:pPr>
      <w:r>
        <w:rPr>
          <w:rtl/>
        </w:rPr>
        <w:t>4</w:t>
      </w:r>
      <w:r w:rsidR="00203658">
        <w:rPr>
          <w:rFonts w:hint="cs"/>
          <w:rtl/>
        </w:rPr>
        <w:t>-</w:t>
      </w:r>
      <w:r>
        <w:rPr>
          <w:rtl/>
        </w:rPr>
        <w:t xml:space="preserve"> عنه البحار: 104 / 273 ح 5، وعن عيون الاخبار: 2 / 27 ح 16. وأخرجه في الوسائل: 12 / 64 ح 11 عن العيون.</w:t>
      </w:r>
    </w:p>
    <w:p w:rsidR="00481D79" w:rsidRDefault="00481D79" w:rsidP="00203658">
      <w:pPr>
        <w:pStyle w:val="libFootnote0"/>
        <w:rPr>
          <w:rtl/>
        </w:rPr>
      </w:pPr>
      <w:r>
        <w:rPr>
          <w:rtl/>
        </w:rPr>
        <w:t>5</w:t>
      </w:r>
      <w:r w:rsidR="00203658">
        <w:rPr>
          <w:rFonts w:hint="cs"/>
          <w:rtl/>
        </w:rPr>
        <w:t>-</w:t>
      </w:r>
      <w:r>
        <w:rPr>
          <w:rtl/>
        </w:rPr>
        <w:t xml:space="preserve"> خ: أبي جعفر بن محمد </w:t>
      </w:r>
      <w:r w:rsidR="004226A8" w:rsidRPr="00203658">
        <w:rPr>
          <w:rStyle w:val="libFootnoteAlaemChar"/>
          <w:rtl/>
        </w:rPr>
        <w:t>عليه‌السلام</w:t>
      </w:r>
      <w:r>
        <w:rPr>
          <w:rtl/>
        </w:rPr>
        <w:t xml:space="preserve"> قال: (6) هكذا في نسخة الكمپاني للبحار، وفي الطبعة الحديثة: الاعمار.</w:t>
      </w:r>
    </w:p>
    <w:p w:rsidR="00481D79" w:rsidRDefault="00481D79" w:rsidP="00203658">
      <w:pPr>
        <w:pStyle w:val="libFootnote0"/>
        <w:rPr>
          <w:rtl/>
        </w:rPr>
      </w:pPr>
      <w:r>
        <w:rPr>
          <w:rtl/>
        </w:rPr>
        <w:t>7</w:t>
      </w:r>
      <w:r w:rsidR="00203658">
        <w:rPr>
          <w:rFonts w:hint="cs"/>
          <w:rtl/>
        </w:rPr>
        <w:t>-</w:t>
      </w:r>
      <w:r>
        <w:rPr>
          <w:rtl/>
        </w:rPr>
        <w:t xml:space="preserve"> عنه البحار: 74 / 97 ح 31.</w:t>
      </w:r>
    </w:p>
    <w:p w:rsidR="00481D79" w:rsidRDefault="00481D79" w:rsidP="00203658">
      <w:pPr>
        <w:pStyle w:val="libFootnote0"/>
        <w:rPr>
          <w:rtl/>
        </w:rPr>
      </w:pPr>
      <w:r>
        <w:rPr>
          <w:rtl/>
        </w:rPr>
        <w:t>8</w:t>
      </w:r>
      <w:r w:rsidR="00203658">
        <w:rPr>
          <w:rFonts w:hint="cs"/>
          <w:rtl/>
        </w:rPr>
        <w:t>-</w:t>
      </w:r>
      <w:r>
        <w:rPr>
          <w:rtl/>
        </w:rPr>
        <w:t xml:space="preserve"> ليس في ط، ون ج.</w:t>
      </w:r>
    </w:p>
    <w:p w:rsidR="00481D79" w:rsidRDefault="00481D79" w:rsidP="00203658">
      <w:pPr>
        <w:pStyle w:val="libFootnote0"/>
        <w:rPr>
          <w:rtl/>
        </w:rPr>
      </w:pPr>
      <w:r>
        <w:rPr>
          <w:rtl/>
        </w:rPr>
        <w:t>9</w:t>
      </w:r>
      <w:r w:rsidR="00203658">
        <w:rPr>
          <w:rFonts w:hint="cs"/>
          <w:rtl/>
        </w:rPr>
        <w:t>-</w:t>
      </w:r>
      <w:r>
        <w:rPr>
          <w:rtl/>
        </w:rPr>
        <w:t xml:space="preserve"> ن: جدتك فاطمة.</w:t>
      </w:r>
    </w:p>
    <w:p w:rsidR="00481D79" w:rsidRDefault="00481D79" w:rsidP="00203658">
      <w:pPr>
        <w:pStyle w:val="libFootnote0"/>
        <w:rPr>
          <w:rtl/>
        </w:rPr>
      </w:pPr>
      <w:r>
        <w:rPr>
          <w:rtl/>
        </w:rPr>
        <w:t>10</w:t>
      </w:r>
      <w:r w:rsidR="00203658">
        <w:rPr>
          <w:rFonts w:hint="cs"/>
          <w:rtl/>
        </w:rPr>
        <w:t>-</w:t>
      </w:r>
      <w:r>
        <w:rPr>
          <w:rtl/>
        </w:rPr>
        <w:t xml:space="preserve"> أضاف في ن: لها.</w:t>
      </w:r>
    </w:p>
    <w:p w:rsidR="00481D79" w:rsidRDefault="00481D79" w:rsidP="00203658">
      <w:pPr>
        <w:pStyle w:val="libFootnote0"/>
        <w:rPr>
          <w:rtl/>
        </w:rPr>
      </w:pPr>
      <w:r>
        <w:rPr>
          <w:rtl/>
        </w:rPr>
        <w:t>11</w:t>
      </w:r>
      <w:r w:rsidR="00203658">
        <w:rPr>
          <w:rFonts w:hint="cs"/>
          <w:rtl/>
        </w:rPr>
        <w:t>-</w:t>
      </w:r>
      <w:r>
        <w:rPr>
          <w:rtl/>
        </w:rPr>
        <w:t xml:space="preserve"> ط، ن، ج والبحار: بنت.</w:t>
      </w:r>
    </w:p>
    <w:p w:rsidR="00203658" w:rsidRDefault="00481D79" w:rsidP="00203658">
      <w:pPr>
        <w:pStyle w:val="libFootnote0"/>
        <w:rPr>
          <w:rFonts w:hint="cs"/>
          <w:rtl/>
        </w:rPr>
      </w:pPr>
      <w:r>
        <w:rPr>
          <w:rtl/>
        </w:rPr>
        <w:t>12</w:t>
      </w:r>
      <w:r w:rsidR="00203658">
        <w:rPr>
          <w:rFonts w:hint="cs"/>
          <w:rtl/>
        </w:rPr>
        <w:t>-</w:t>
      </w:r>
      <w:r>
        <w:rPr>
          <w:rtl/>
        </w:rPr>
        <w:t xml:space="preserve"> ن: لها</w:t>
      </w:r>
    </w:p>
    <w:p w:rsidR="00481D79" w:rsidRDefault="00481D79" w:rsidP="00203658">
      <w:pPr>
        <w:pStyle w:val="libFootnote0"/>
        <w:rPr>
          <w:rtl/>
        </w:rPr>
      </w:pPr>
      <w:r>
        <w:rPr>
          <w:rtl/>
        </w:rPr>
        <w:t>13</w:t>
      </w:r>
      <w:r w:rsidR="00203658">
        <w:rPr>
          <w:rFonts w:hint="cs"/>
          <w:rtl/>
        </w:rPr>
        <w:t>-</w:t>
      </w:r>
      <w:r>
        <w:rPr>
          <w:rtl/>
        </w:rPr>
        <w:t xml:space="preserve"> ن: واعتقتها.</w:t>
      </w:r>
    </w:p>
    <w:p w:rsidR="00481D79" w:rsidRDefault="00481D79" w:rsidP="00203658">
      <w:pPr>
        <w:pStyle w:val="libFootnote0"/>
        <w:rPr>
          <w:rtl/>
        </w:rPr>
      </w:pPr>
      <w:r>
        <w:rPr>
          <w:rtl/>
        </w:rPr>
        <w:t>14</w:t>
      </w:r>
      <w:r w:rsidR="00203658">
        <w:rPr>
          <w:rFonts w:hint="cs"/>
          <w:rtl/>
        </w:rPr>
        <w:t>-</w:t>
      </w:r>
      <w:r>
        <w:rPr>
          <w:rtl/>
        </w:rPr>
        <w:t xml:space="preserve"> ط، ج والبحار: بذلك.</w:t>
      </w:r>
    </w:p>
    <w:p w:rsidR="00481D79" w:rsidRDefault="00481D79" w:rsidP="00203658">
      <w:pPr>
        <w:pStyle w:val="libFootnote0"/>
        <w:rPr>
          <w:rtl/>
        </w:rPr>
      </w:pPr>
      <w:r>
        <w:rPr>
          <w:rtl/>
        </w:rPr>
        <w:t>15</w:t>
      </w:r>
      <w:r w:rsidR="00203658">
        <w:rPr>
          <w:rFonts w:hint="cs"/>
          <w:rtl/>
        </w:rPr>
        <w:t>-</w:t>
      </w:r>
      <w:r>
        <w:rPr>
          <w:rtl/>
        </w:rPr>
        <w:t xml:space="preserve"> عنه ذخائر العقبى: 51، والبحار: 43 / 26 ح 28. ورواه الصدوق في عيون الاخبار: 2 / 44 ح 161. وأخرجه القندوزي في ينابيع المودة: 200 من طريق الرضا </w:t>
      </w:r>
      <w:r w:rsidR="004226A8" w:rsidRPr="00203658">
        <w:rPr>
          <w:rStyle w:val="libFootnoteAlaemChar"/>
          <w:rtl/>
        </w:rPr>
        <w:t>عليه‌السلام</w:t>
      </w:r>
      <w:r>
        <w:rPr>
          <w:rtl/>
        </w:rPr>
        <w:t>. وباكثير الحضرمي في وسيلة المآل: 92 عن أسماء عنه احقاق الحق: 10 / 290.</w:t>
      </w:r>
    </w:p>
    <w:p w:rsidR="00481D79" w:rsidRDefault="00481D79" w:rsidP="00481D79">
      <w:pPr>
        <w:pStyle w:val="libNormal"/>
        <w:rPr>
          <w:rtl/>
        </w:rPr>
      </w:pPr>
      <w:r>
        <w:rPr>
          <w:rtl/>
        </w:rPr>
        <w:br w:type="page"/>
      </w:r>
    </w:p>
    <w:p w:rsidR="00481D79" w:rsidRPr="00481D79" w:rsidRDefault="00481D79" w:rsidP="00C60F1A">
      <w:pPr>
        <w:pStyle w:val="libNormal"/>
        <w:rPr>
          <w:rtl/>
        </w:rPr>
      </w:pPr>
      <w:r w:rsidRPr="00481D79">
        <w:rPr>
          <w:rtl/>
        </w:rPr>
        <w:lastRenderedPageBreak/>
        <w:t xml:space="preserve">(186) وبإسناده قال: (حدثني [ أبي، عن ] </w:t>
      </w:r>
      <w:r w:rsidR="00C60F1A" w:rsidRPr="00C60F1A">
        <w:rPr>
          <w:rStyle w:val="libFootnotenumChar"/>
          <w:rFonts w:hint="cs"/>
          <w:rtl/>
        </w:rPr>
        <w:t>(1)</w:t>
      </w:r>
      <w:r w:rsidRPr="00481D79">
        <w:rPr>
          <w:rtl/>
        </w:rPr>
        <w:t xml:space="preserve"> علي بن الحسين </w:t>
      </w:r>
      <w:r w:rsidR="004226A8" w:rsidRPr="004226A8">
        <w:rPr>
          <w:rStyle w:val="libAlaemChar"/>
          <w:rtl/>
        </w:rPr>
        <w:t>عليهما‌السلام</w:t>
      </w:r>
      <w:r w:rsidRPr="00481D79">
        <w:rPr>
          <w:rtl/>
        </w:rPr>
        <w:t xml:space="preserve">) </w:t>
      </w:r>
      <w:r w:rsidR="00C60F1A" w:rsidRPr="00C60F1A">
        <w:rPr>
          <w:rStyle w:val="libFootnotenumChar"/>
          <w:rFonts w:hint="cs"/>
          <w:rtl/>
        </w:rPr>
        <w:t>(2)</w:t>
      </w:r>
      <w:r w:rsidRPr="00481D79">
        <w:rPr>
          <w:rtl/>
        </w:rPr>
        <w:t xml:space="preserve">: في قول الله </w:t>
      </w:r>
      <w:r w:rsidR="00C60F1A" w:rsidRPr="00C60F1A">
        <w:rPr>
          <w:rStyle w:val="libFootnotenumChar"/>
          <w:rFonts w:hint="cs"/>
          <w:rtl/>
        </w:rPr>
        <w:t>(3)</w:t>
      </w:r>
      <w:r w:rsidRPr="00481D79">
        <w:rPr>
          <w:rtl/>
        </w:rPr>
        <w:t xml:space="preserve"> عزوجل: " (لولا أن رأى برهان ربه) </w:t>
      </w:r>
      <w:r w:rsidR="00C60F1A" w:rsidRPr="00C60F1A">
        <w:rPr>
          <w:rStyle w:val="libFootnotenumChar"/>
          <w:rFonts w:hint="cs"/>
          <w:rtl/>
        </w:rPr>
        <w:t>(4)</w:t>
      </w:r>
      <w:r w:rsidRPr="00481D79">
        <w:rPr>
          <w:rtl/>
        </w:rPr>
        <w:t xml:space="preserve"> قال: قامت امرأة العزيز إلى الصنم </w:t>
      </w:r>
      <w:r w:rsidR="00C60F1A" w:rsidRPr="00C60F1A">
        <w:rPr>
          <w:rStyle w:val="libFootnotenumChar"/>
          <w:rFonts w:hint="cs"/>
          <w:rtl/>
        </w:rPr>
        <w:t>(5)</w:t>
      </w:r>
      <w:r w:rsidRPr="00481D79">
        <w:rPr>
          <w:rtl/>
        </w:rPr>
        <w:t xml:space="preserve"> فسترته، وقالت: </w:t>
      </w:r>
      <w:r w:rsidR="00C60F1A" w:rsidRPr="00C60F1A">
        <w:rPr>
          <w:rStyle w:val="libFootnotenumChar"/>
          <w:rFonts w:hint="cs"/>
          <w:rtl/>
        </w:rPr>
        <w:t>(6)</w:t>
      </w:r>
      <w:r w:rsidRPr="00481D79">
        <w:rPr>
          <w:rtl/>
        </w:rPr>
        <w:t xml:space="preserve"> إنه يرانا [ فقال لها يوسف: ما هذا؟ فقالت </w:t>
      </w:r>
      <w:r w:rsidR="00C60F1A" w:rsidRPr="00C60F1A">
        <w:rPr>
          <w:rStyle w:val="libFootnotenumChar"/>
          <w:rFonts w:hint="cs"/>
          <w:rtl/>
        </w:rPr>
        <w:t>(7)</w:t>
      </w:r>
      <w:r w:rsidRPr="00481D79">
        <w:rPr>
          <w:rtl/>
        </w:rPr>
        <w:t xml:space="preserve">: أستحي </w:t>
      </w:r>
      <w:r w:rsidR="00C60F1A" w:rsidRPr="00C60F1A">
        <w:rPr>
          <w:rStyle w:val="libFootnotenumChar"/>
          <w:rFonts w:hint="cs"/>
          <w:rtl/>
        </w:rPr>
        <w:t>(8)</w:t>
      </w:r>
      <w:r w:rsidRPr="00481D79">
        <w:rPr>
          <w:rtl/>
        </w:rPr>
        <w:t xml:space="preserve"> من الصنم أن يراني </w:t>
      </w:r>
      <w:r w:rsidR="00C60F1A" w:rsidRPr="00C60F1A">
        <w:rPr>
          <w:rStyle w:val="libFootnotenumChar"/>
          <w:rFonts w:hint="cs"/>
          <w:rtl/>
        </w:rPr>
        <w:t>(9)</w:t>
      </w:r>
      <w:r w:rsidRPr="00481D79">
        <w:rPr>
          <w:rtl/>
        </w:rPr>
        <w:t xml:space="preserve">] </w:t>
      </w:r>
      <w:r w:rsidR="00C60F1A" w:rsidRPr="00C60F1A">
        <w:rPr>
          <w:rStyle w:val="libFootnotenumChar"/>
          <w:rFonts w:hint="cs"/>
          <w:rtl/>
        </w:rPr>
        <w:t>(10)</w:t>
      </w:r>
      <w:r w:rsidRPr="00481D79">
        <w:rPr>
          <w:rtl/>
        </w:rPr>
        <w:t xml:space="preserve">. فقال [ لها ] </w:t>
      </w:r>
      <w:r w:rsidR="00C60F1A" w:rsidRPr="00C60F1A">
        <w:rPr>
          <w:rStyle w:val="libFootnotenumChar"/>
          <w:rFonts w:hint="cs"/>
          <w:rtl/>
        </w:rPr>
        <w:t>(11)</w:t>
      </w:r>
      <w:r w:rsidRPr="00481D79">
        <w:rPr>
          <w:rtl/>
        </w:rPr>
        <w:t xml:space="preserve"> يوسف: أتستحين </w:t>
      </w:r>
      <w:r w:rsidR="00C60F1A" w:rsidRPr="00C60F1A">
        <w:rPr>
          <w:rStyle w:val="libFootnotenumChar"/>
          <w:rFonts w:hint="cs"/>
          <w:rtl/>
        </w:rPr>
        <w:t>(12)</w:t>
      </w:r>
      <w:r w:rsidRPr="00481D79">
        <w:rPr>
          <w:rtl/>
        </w:rPr>
        <w:t xml:space="preserve"> ممن لا يسمع ولا يبصر ولا ينفع ولا يضر، ولا تستحين </w:t>
      </w:r>
      <w:r w:rsidR="00C60F1A" w:rsidRPr="00C60F1A">
        <w:rPr>
          <w:rStyle w:val="libFootnotenumChar"/>
          <w:rFonts w:hint="cs"/>
          <w:rtl/>
        </w:rPr>
        <w:t>(13)</w:t>
      </w:r>
      <w:r w:rsidRPr="00481D79">
        <w:rPr>
          <w:rtl/>
        </w:rPr>
        <w:t xml:space="preserve"> ممن خلق الاشياء وعلمها </w:t>
      </w:r>
      <w:r w:rsidR="00C60F1A" w:rsidRPr="00C60F1A">
        <w:rPr>
          <w:rStyle w:val="libFootnotenumChar"/>
          <w:rFonts w:hint="cs"/>
          <w:rtl/>
        </w:rPr>
        <w:t>(14)</w:t>
      </w:r>
      <w:r w:rsidRPr="00481D79">
        <w:rPr>
          <w:rtl/>
        </w:rPr>
        <w:t xml:space="preserve">. فذلك قوله تعالى: ([ لولا أن رأى ] </w:t>
      </w:r>
      <w:r w:rsidR="00C60F1A" w:rsidRPr="00C60F1A">
        <w:rPr>
          <w:rStyle w:val="libFootnotenumChar"/>
          <w:rFonts w:hint="cs"/>
          <w:rtl/>
        </w:rPr>
        <w:t>(15)</w:t>
      </w:r>
      <w:r w:rsidRPr="00481D79">
        <w:rPr>
          <w:rtl/>
        </w:rPr>
        <w:t xml:space="preserve"> برهان ربه) " </w:t>
      </w:r>
      <w:r w:rsidR="00C60F1A" w:rsidRPr="00C60F1A">
        <w:rPr>
          <w:rStyle w:val="libFootnotenumChar"/>
          <w:rFonts w:hint="cs"/>
          <w:rtl/>
        </w:rPr>
        <w:t>(16)</w:t>
      </w:r>
      <w:r w:rsidRPr="00481D79">
        <w:rPr>
          <w:rtl/>
        </w:rPr>
        <w:t>.</w:t>
      </w:r>
    </w:p>
    <w:p w:rsidR="00481D79" w:rsidRPr="00481D79" w:rsidRDefault="00481D79" w:rsidP="00C60F1A">
      <w:pPr>
        <w:pStyle w:val="libNormal"/>
        <w:rPr>
          <w:rtl/>
        </w:rPr>
      </w:pPr>
      <w:r w:rsidRPr="00481D79">
        <w:rPr>
          <w:rtl/>
        </w:rPr>
        <w:t xml:space="preserve">(187) وبإسناده قال: " كان علي بن أبي طالب </w:t>
      </w:r>
      <w:r w:rsidR="004226A8" w:rsidRPr="004226A8">
        <w:rPr>
          <w:rStyle w:val="libAlaemChar"/>
          <w:rtl/>
        </w:rPr>
        <w:t>عليه‌السلام</w:t>
      </w:r>
      <w:r w:rsidRPr="00481D79">
        <w:rPr>
          <w:rtl/>
        </w:rPr>
        <w:t xml:space="preserve"> </w:t>
      </w:r>
      <w:r w:rsidR="00C60F1A" w:rsidRPr="00C60F1A">
        <w:rPr>
          <w:rStyle w:val="libFootnotenumChar"/>
          <w:rFonts w:hint="cs"/>
          <w:rtl/>
        </w:rPr>
        <w:t>(17)</w:t>
      </w:r>
      <w:r w:rsidRPr="00481D79">
        <w:rPr>
          <w:rtl/>
        </w:rPr>
        <w:t xml:space="preserve"> إذا رأى المريض (قد برأ يقول) </w:t>
      </w:r>
      <w:r w:rsidR="00C60F1A" w:rsidRPr="00C60F1A">
        <w:rPr>
          <w:rStyle w:val="libFootnotenumChar"/>
          <w:rFonts w:hint="cs"/>
          <w:rtl/>
        </w:rPr>
        <w:t>(18)</w:t>
      </w:r>
      <w:r w:rsidRPr="00481D79">
        <w:rPr>
          <w:rtl/>
        </w:rPr>
        <w:t xml:space="preserve">: يهنئك الطهور من الذنوب " </w:t>
      </w:r>
      <w:r w:rsidR="00C60F1A" w:rsidRPr="00C60F1A">
        <w:rPr>
          <w:rStyle w:val="libFootnotenumChar"/>
          <w:rFonts w:hint="cs"/>
          <w:rtl/>
        </w:rPr>
        <w:t>(19)</w:t>
      </w:r>
      <w:r w:rsidRPr="00481D79">
        <w:rPr>
          <w:rtl/>
        </w:rPr>
        <w:t>.</w:t>
      </w:r>
    </w:p>
    <w:p w:rsidR="00481D79" w:rsidRPr="00481D79" w:rsidRDefault="00481D79" w:rsidP="00C60F1A">
      <w:pPr>
        <w:pStyle w:val="libNormal"/>
        <w:rPr>
          <w:rtl/>
        </w:rPr>
      </w:pPr>
      <w:r w:rsidRPr="00481D79">
        <w:rPr>
          <w:rtl/>
        </w:rPr>
        <w:t xml:space="preserve">(188) وبإسناده قال: حدثني أبي [ عن ] </w:t>
      </w:r>
      <w:r w:rsidR="00C60F1A" w:rsidRPr="00C60F1A">
        <w:rPr>
          <w:rStyle w:val="libFootnotenumChar"/>
          <w:rFonts w:hint="cs"/>
          <w:rtl/>
        </w:rPr>
        <w:t>(20)</w:t>
      </w:r>
      <w:r w:rsidRPr="00481D79">
        <w:rPr>
          <w:rtl/>
        </w:rPr>
        <w:t xml:space="preserve"> علي بن الحسين </w:t>
      </w:r>
      <w:r w:rsidR="004226A8" w:rsidRPr="004226A8">
        <w:rPr>
          <w:rStyle w:val="libAlaemChar"/>
          <w:rtl/>
        </w:rPr>
        <w:t>عليهما‌السلام</w:t>
      </w:r>
      <w:r w:rsidRPr="00481D79">
        <w:rPr>
          <w:rtl/>
        </w:rPr>
        <w:t xml:space="preserve"> قال: " أخذنا ثلاثة عن </w:t>
      </w:r>
      <w:r w:rsidR="00C60F1A" w:rsidRPr="00C60F1A">
        <w:rPr>
          <w:rStyle w:val="libFootnotenumChar"/>
          <w:rFonts w:hint="cs"/>
          <w:rtl/>
        </w:rPr>
        <w:t>(21)</w:t>
      </w:r>
      <w:r w:rsidR="00C60F1A">
        <w:rPr>
          <w:rFonts w:hint="cs"/>
          <w:rtl/>
        </w:rPr>
        <w:t xml:space="preserve"> </w:t>
      </w:r>
      <w:r w:rsidRPr="00481D79">
        <w:rPr>
          <w:rtl/>
        </w:rPr>
        <w:t xml:space="preserve">ثلاثة. [ أخذنا ] </w:t>
      </w:r>
      <w:r w:rsidR="00C60F1A" w:rsidRPr="00C60F1A">
        <w:rPr>
          <w:rStyle w:val="libFootnotenumChar"/>
          <w:rFonts w:hint="cs"/>
          <w:rtl/>
        </w:rPr>
        <w:t>(22)</w:t>
      </w:r>
      <w:r w:rsidRPr="00481D79">
        <w:rPr>
          <w:rtl/>
        </w:rPr>
        <w:t xml:space="preserve"> الصبر عن أيوب، والشكر عن نوح، والحسد </w:t>
      </w:r>
      <w:r w:rsidR="00C60F1A" w:rsidRPr="00C60F1A">
        <w:rPr>
          <w:rStyle w:val="libFootnotenumChar"/>
          <w:rFonts w:hint="cs"/>
          <w:rtl/>
        </w:rPr>
        <w:t>(23)</w:t>
      </w:r>
      <w:r w:rsidRPr="00481D79">
        <w:rPr>
          <w:rtl/>
        </w:rPr>
        <w:t xml:space="preserve"> عن </w:t>
      </w:r>
      <w:r w:rsidR="00C60F1A" w:rsidRPr="00C60F1A">
        <w:rPr>
          <w:rStyle w:val="libFootnotenumChar"/>
          <w:rFonts w:hint="cs"/>
          <w:rtl/>
        </w:rPr>
        <w:t>(24)</w:t>
      </w:r>
      <w:r w:rsidRPr="00481D79">
        <w:rPr>
          <w:rtl/>
        </w:rPr>
        <w:t xml:space="preserve"> بني يعقوب " </w:t>
      </w:r>
      <w:r w:rsidR="00C60F1A" w:rsidRPr="00C60F1A">
        <w:rPr>
          <w:rStyle w:val="libFootnotenumChar"/>
          <w:rFonts w:hint="cs"/>
          <w:rtl/>
        </w:rPr>
        <w:t>(25)</w:t>
      </w:r>
      <w:r w:rsidRPr="00481D79">
        <w:rPr>
          <w:rtl/>
        </w:rPr>
        <w:t>.</w:t>
      </w:r>
    </w:p>
    <w:p w:rsidR="00481D79" w:rsidRDefault="005B067E" w:rsidP="005B067E">
      <w:pPr>
        <w:pStyle w:val="libLine"/>
        <w:rPr>
          <w:rtl/>
        </w:rPr>
      </w:pPr>
      <w:r>
        <w:rPr>
          <w:rtl/>
        </w:rPr>
        <w:t>____________________</w:t>
      </w:r>
    </w:p>
    <w:p w:rsidR="00C60F1A" w:rsidRDefault="00481D79" w:rsidP="00C60F1A">
      <w:pPr>
        <w:pStyle w:val="libFootnote0"/>
        <w:rPr>
          <w:rFonts w:hint="cs"/>
          <w:rtl/>
        </w:rPr>
      </w:pPr>
      <w:r>
        <w:rPr>
          <w:rtl/>
        </w:rPr>
        <w:t>1</w:t>
      </w:r>
      <w:r w:rsidR="00C60F1A">
        <w:rPr>
          <w:rFonts w:hint="cs"/>
          <w:rtl/>
        </w:rPr>
        <w:t>-</w:t>
      </w:r>
      <w:r>
        <w:rPr>
          <w:rtl/>
        </w:rPr>
        <w:t xml:space="preserve"> ليس في ج، وفي ط: عن.</w:t>
      </w:r>
    </w:p>
    <w:p w:rsidR="00481D79" w:rsidRDefault="00481D79" w:rsidP="00C60F1A">
      <w:pPr>
        <w:pStyle w:val="libFootnote0"/>
        <w:rPr>
          <w:rtl/>
        </w:rPr>
      </w:pPr>
      <w:r>
        <w:rPr>
          <w:rtl/>
        </w:rPr>
        <w:t>2</w:t>
      </w:r>
      <w:r w:rsidR="00C60F1A">
        <w:rPr>
          <w:rFonts w:hint="cs"/>
          <w:rtl/>
        </w:rPr>
        <w:t>-</w:t>
      </w:r>
      <w:r>
        <w:rPr>
          <w:rtl/>
        </w:rPr>
        <w:t xml:space="preserve"> ن: حدثني أبي علي بن أبي طالب </w:t>
      </w:r>
      <w:r w:rsidR="004226A8" w:rsidRPr="008C192E">
        <w:rPr>
          <w:rStyle w:val="libFootnoteAlaemChar"/>
          <w:rtl/>
        </w:rPr>
        <w:t>عليه‌السلام</w:t>
      </w:r>
      <w:r>
        <w:rPr>
          <w:rtl/>
        </w:rPr>
        <w:t>.</w:t>
      </w:r>
    </w:p>
    <w:p w:rsidR="00C60F1A" w:rsidRDefault="00481D79" w:rsidP="00C60F1A">
      <w:pPr>
        <w:pStyle w:val="libFootnote0"/>
        <w:rPr>
          <w:rFonts w:hint="cs"/>
          <w:rtl/>
        </w:rPr>
      </w:pPr>
      <w:r>
        <w:rPr>
          <w:rtl/>
        </w:rPr>
        <w:t>3</w:t>
      </w:r>
      <w:r w:rsidR="00C60F1A">
        <w:rPr>
          <w:rFonts w:hint="cs"/>
          <w:rtl/>
        </w:rPr>
        <w:t>-</w:t>
      </w:r>
      <w:r>
        <w:rPr>
          <w:rtl/>
        </w:rPr>
        <w:t xml:space="preserve"> ن: قوله.</w:t>
      </w:r>
    </w:p>
    <w:p w:rsidR="00C60F1A" w:rsidRDefault="00481D79" w:rsidP="00C60F1A">
      <w:pPr>
        <w:pStyle w:val="libFootnote0"/>
        <w:rPr>
          <w:rFonts w:hint="cs"/>
          <w:rtl/>
        </w:rPr>
      </w:pPr>
      <w:r>
        <w:rPr>
          <w:rtl/>
        </w:rPr>
        <w:t>4</w:t>
      </w:r>
      <w:r w:rsidR="00C60F1A">
        <w:rPr>
          <w:rFonts w:hint="cs"/>
          <w:rtl/>
        </w:rPr>
        <w:t>-</w:t>
      </w:r>
      <w:r>
        <w:rPr>
          <w:rtl/>
        </w:rPr>
        <w:t xml:space="preserve"> يوسف: 24.</w:t>
      </w:r>
    </w:p>
    <w:p w:rsidR="00C60F1A" w:rsidRDefault="00481D79" w:rsidP="00C60F1A">
      <w:pPr>
        <w:pStyle w:val="libFootnote0"/>
        <w:rPr>
          <w:rFonts w:hint="cs"/>
          <w:rtl/>
        </w:rPr>
      </w:pPr>
      <w:r>
        <w:rPr>
          <w:rtl/>
        </w:rPr>
        <w:t>5</w:t>
      </w:r>
      <w:r w:rsidR="00C60F1A">
        <w:rPr>
          <w:rFonts w:hint="cs"/>
          <w:rtl/>
        </w:rPr>
        <w:t>-</w:t>
      </w:r>
      <w:r>
        <w:rPr>
          <w:rtl/>
        </w:rPr>
        <w:t xml:space="preserve"> ن: على صنم لها.</w:t>
      </w:r>
    </w:p>
    <w:p w:rsidR="00C60F1A" w:rsidRDefault="00481D79" w:rsidP="00C60F1A">
      <w:pPr>
        <w:pStyle w:val="libFootnote0"/>
        <w:rPr>
          <w:rFonts w:hint="cs"/>
          <w:rtl/>
        </w:rPr>
      </w:pPr>
      <w:r>
        <w:rPr>
          <w:rtl/>
        </w:rPr>
        <w:t>6</w:t>
      </w:r>
      <w:r w:rsidR="00C60F1A">
        <w:rPr>
          <w:rFonts w:hint="cs"/>
          <w:rtl/>
        </w:rPr>
        <w:t>-</w:t>
      </w:r>
      <w:r>
        <w:rPr>
          <w:rtl/>
        </w:rPr>
        <w:t xml:space="preserve"> ن: فقالت.</w:t>
      </w:r>
    </w:p>
    <w:p w:rsidR="00481D79" w:rsidRDefault="00481D79" w:rsidP="00C60F1A">
      <w:pPr>
        <w:pStyle w:val="libFootnote0"/>
        <w:rPr>
          <w:rtl/>
        </w:rPr>
      </w:pPr>
      <w:r>
        <w:rPr>
          <w:rtl/>
        </w:rPr>
        <w:t>7</w:t>
      </w:r>
      <w:r w:rsidR="00C60F1A">
        <w:rPr>
          <w:rFonts w:hint="cs"/>
          <w:rtl/>
        </w:rPr>
        <w:t>-</w:t>
      </w:r>
      <w:r>
        <w:rPr>
          <w:rtl/>
        </w:rPr>
        <w:t xml:space="preserve"> قالت.</w:t>
      </w:r>
    </w:p>
    <w:p w:rsidR="00C60F1A" w:rsidRDefault="00481D79" w:rsidP="00C60F1A">
      <w:pPr>
        <w:pStyle w:val="libFootnote0"/>
        <w:rPr>
          <w:rFonts w:hint="cs"/>
          <w:rtl/>
        </w:rPr>
      </w:pPr>
      <w:r>
        <w:rPr>
          <w:rtl/>
        </w:rPr>
        <w:t>8</w:t>
      </w:r>
      <w:r w:rsidR="00C60F1A">
        <w:rPr>
          <w:rFonts w:hint="cs"/>
          <w:rtl/>
        </w:rPr>
        <w:t>-</w:t>
      </w:r>
      <w:r>
        <w:rPr>
          <w:rtl/>
        </w:rPr>
        <w:t xml:space="preserve"> ج: استحيي.</w:t>
      </w:r>
    </w:p>
    <w:p w:rsidR="00C60F1A" w:rsidRDefault="00481D79" w:rsidP="00C60F1A">
      <w:pPr>
        <w:pStyle w:val="libFootnote0"/>
        <w:rPr>
          <w:rFonts w:hint="cs"/>
          <w:rtl/>
        </w:rPr>
      </w:pPr>
      <w:r>
        <w:rPr>
          <w:rtl/>
        </w:rPr>
        <w:t>9</w:t>
      </w:r>
      <w:r w:rsidR="00C60F1A">
        <w:rPr>
          <w:rFonts w:hint="cs"/>
          <w:rtl/>
        </w:rPr>
        <w:t>-</w:t>
      </w:r>
      <w:r>
        <w:rPr>
          <w:rtl/>
        </w:rPr>
        <w:t xml:space="preserve"> ن: يرانا.</w:t>
      </w:r>
    </w:p>
    <w:p w:rsidR="00C60F1A" w:rsidRDefault="00481D79" w:rsidP="00C60F1A">
      <w:pPr>
        <w:pStyle w:val="libFootnote0"/>
        <w:rPr>
          <w:rFonts w:hint="cs"/>
          <w:rtl/>
        </w:rPr>
      </w:pPr>
      <w:r>
        <w:rPr>
          <w:rtl/>
        </w:rPr>
        <w:t>10</w:t>
      </w:r>
      <w:r w:rsidR="00C60F1A">
        <w:rPr>
          <w:rFonts w:hint="cs"/>
          <w:rtl/>
        </w:rPr>
        <w:t>-</w:t>
      </w:r>
      <w:r>
        <w:rPr>
          <w:rtl/>
        </w:rPr>
        <w:t xml:space="preserve"> ليس في ط وفي بعض النسخ.</w:t>
      </w:r>
    </w:p>
    <w:p w:rsidR="00481D79" w:rsidRDefault="00481D79" w:rsidP="00C60F1A">
      <w:pPr>
        <w:pStyle w:val="libFootnote0"/>
        <w:rPr>
          <w:rtl/>
        </w:rPr>
      </w:pPr>
      <w:r>
        <w:rPr>
          <w:rtl/>
        </w:rPr>
        <w:t>11</w:t>
      </w:r>
      <w:r w:rsidR="00C60F1A">
        <w:rPr>
          <w:rFonts w:hint="cs"/>
          <w:rtl/>
        </w:rPr>
        <w:t>-</w:t>
      </w:r>
      <w:r>
        <w:rPr>
          <w:rtl/>
        </w:rPr>
        <w:t xml:space="preserve"> ليس في ط، ن وج.</w:t>
      </w:r>
    </w:p>
    <w:p w:rsidR="00C60F1A" w:rsidRDefault="00481D79" w:rsidP="00C60F1A">
      <w:pPr>
        <w:pStyle w:val="libFootnote0"/>
        <w:rPr>
          <w:rFonts w:hint="cs"/>
          <w:rtl/>
        </w:rPr>
      </w:pPr>
      <w:r>
        <w:rPr>
          <w:rtl/>
        </w:rPr>
        <w:t>12</w:t>
      </w:r>
      <w:r w:rsidR="00C60F1A">
        <w:rPr>
          <w:rFonts w:hint="cs"/>
          <w:rtl/>
        </w:rPr>
        <w:t>-</w:t>
      </w:r>
      <w:r>
        <w:rPr>
          <w:rtl/>
        </w:rPr>
        <w:t xml:space="preserve"> ط وج: أتستحيين، ن: أتستحيي.</w:t>
      </w:r>
    </w:p>
    <w:p w:rsidR="00C60F1A" w:rsidRDefault="00481D79" w:rsidP="00C60F1A">
      <w:pPr>
        <w:pStyle w:val="libFootnote0"/>
        <w:rPr>
          <w:rFonts w:hint="cs"/>
          <w:rtl/>
        </w:rPr>
      </w:pPr>
      <w:r>
        <w:rPr>
          <w:rtl/>
        </w:rPr>
        <w:t>13</w:t>
      </w:r>
      <w:r w:rsidR="00C60F1A">
        <w:rPr>
          <w:rFonts w:hint="cs"/>
          <w:rtl/>
        </w:rPr>
        <w:t>-</w:t>
      </w:r>
      <w:r>
        <w:rPr>
          <w:rtl/>
        </w:rPr>
        <w:t xml:space="preserve"> ط وج: أستحيي، ن: تستحيي.</w:t>
      </w:r>
    </w:p>
    <w:p w:rsidR="00481D79" w:rsidRDefault="00481D79" w:rsidP="00C60F1A">
      <w:pPr>
        <w:pStyle w:val="libFootnote0"/>
        <w:rPr>
          <w:rtl/>
        </w:rPr>
      </w:pPr>
      <w:r>
        <w:rPr>
          <w:rtl/>
        </w:rPr>
        <w:t>14</w:t>
      </w:r>
      <w:r w:rsidR="00C60F1A">
        <w:rPr>
          <w:rFonts w:hint="cs"/>
          <w:rtl/>
        </w:rPr>
        <w:t>-</w:t>
      </w:r>
      <w:r>
        <w:rPr>
          <w:rtl/>
        </w:rPr>
        <w:t xml:space="preserve"> ن: علم بها.</w:t>
      </w:r>
    </w:p>
    <w:p w:rsidR="00C60F1A" w:rsidRDefault="00481D79" w:rsidP="00C60F1A">
      <w:pPr>
        <w:pStyle w:val="libFootnote0"/>
        <w:rPr>
          <w:rFonts w:hint="cs"/>
          <w:rtl/>
        </w:rPr>
      </w:pPr>
      <w:r>
        <w:rPr>
          <w:rtl/>
        </w:rPr>
        <w:t>15</w:t>
      </w:r>
      <w:r w:rsidR="00C60F1A">
        <w:rPr>
          <w:rFonts w:hint="cs"/>
          <w:rtl/>
        </w:rPr>
        <w:t>-</w:t>
      </w:r>
      <w:r>
        <w:rPr>
          <w:rtl/>
        </w:rPr>
        <w:t xml:space="preserve"> ليس في ن.</w:t>
      </w:r>
    </w:p>
    <w:p w:rsidR="00C60F1A" w:rsidRDefault="00481D79" w:rsidP="00C60F1A">
      <w:pPr>
        <w:pStyle w:val="libFootnote0"/>
        <w:rPr>
          <w:rFonts w:hint="cs"/>
          <w:rtl/>
        </w:rPr>
      </w:pPr>
      <w:r>
        <w:rPr>
          <w:rtl/>
        </w:rPr>
        <w:t>16</w:t>
      </w:r>
      <w:r w:rsidR="00C60F1A">
        <w:rPr>
          <w:rFonts w:hint="cs"/>
          <w:rtl/>
        </w:rPr>
        <w:t>-</w:t>
      </w:r>
      <w:r>
        <w:rPr>
          <w:rtl/>
        </w:rPr>
        <w:t xml:space="preserve"> عنه البحار: 12 / 266 ح 35، وعن عيون الاخبار: 2 / 44 ح 162. (وأخرجه أبونعيم في الحلية عن علي </w:t>
      </w:r>
      <w:r w:rsidR="004226A8" w:rsidRPr="008C192E">
        <w:rPr>
          <w:rStyle w:val="libFootnoteAlaemChar"/>
          <w:rtl/>
        </w:rPr>
        <w:t>عليه‌السلام</w:t>
      </w:r>
      <w:r>
        <w:rPr>
          <w:rtl/>
        </w:rPr>
        <w:t xml:space="preserve"> في قوله: " همت به وهم بها " قال: طمعت منه فقامت إلى صنم مكلل بالدر والياقوت فسترته. إلى آخره ") م 2.</w:t>
      </w:r>
    </w:p>
    <w:p w:rsidR="00481D79" w:rsidRDefault="00481D79" w:rsidP="00C60F1A">
      <w:pPr>
        <w:pStyle w:val="libFootnote0"/>
        <w:rPr>
          <w:rtl/>
        </w:rPr>
      </w:pPr>
      <w:r>
        <w:rPr>
          <w:rtl/>
        </w:rPr>
        <w:t>17</w:t>
      </w:r>
      <w:r w:rsidR="00C60F1A">
        <w:rPr>
          <w:rFonts w:hint="cs"/>
          <w:rtl/>
        </w:rPr>
        <w:t>-</w:t>
      </w:r>
      <w:r>
        <w:rPr>
          <w:rtl/>
        </w:rPr>
        <w:t xml:space="preserve"> أضاف في ج: يقول.</w:t>
      </w:r>
    </w:p>
    <w:p w:rsidR="00481D79" w:rsidRDefault="00481D79" w:rsidP="00C60F1A">
      <w:pPr>
        <w:pStyle w:val="libFootnote0"/>
        <w:rPr>
          <w:rtl/>
        </w:rPr>
      </w:pPr>
      <w:r>
        <w:rPr>
          <w:rtl/>
        </w:rPr>
        <w:t>18</w:t>
      </w:r>
      <w:r w:rsidR="00C60F1A">
        <w:rPr>
          <w:rFonts w:hint="cs"/>
          <w:rtl/>
        </w:rPr>
        <w:t>-</w:t>
      </w:r>
      <w:r>
        <w:rPr>
          <w:rtl/>
        </w:rPr>
        <w:t xml:space="preserve"> ج: فبرأ، وفي بعض النسخ: فبرأ قال. 19</w:t>
      </w:r>
      <w:r w:rsidR="00C60F1A">
        <w:rPr>
          <w:rFonts w:hint="cs"/>
          <w:rtl/>
        </w:rPr>
        <w:t>-</w:t>
      </w:r>
      <w:r>
        <w:rPr>
          <w:rtl/>
        </w:rPr>
        <w:t xml:space="preserve"> رواه الصدوق في عيون الاخبار: 2 / 44 ح 163. وفي التمحيص: 42 ح 46 بإسناده عن جابر بن عبدالله عن علي بن الحسين </w:t>
      </w:r>
      <w:r w:rsidR="004226A8" w:rsidRPr="008C192E">
        <w:rPr>
          <w:rStyle w:val="libFootnoteAlaemChar"/>
          <w:rtl/>
        </w:rPr>
        <w:t>عليهما‌السلام</w:t>
      </w:r>
      <w:r>
        <w:rPr>
          <w:rtl/>
        </w:rPr>
        <w:t xml:space="preserve">، عنه المستدرك: 1 / 80 ح 41. وأورده في دعوات الراوندي: 228 ح 633 عن أمير المؤمنين </w:t>
      </w:r>
      <w:r w:rsidR="004226A8" w:rsidRPr="008C192E">
        <w:rPr>
          <w:rStyle w:val="libFootnoteAlaemChar"/>
          <w:rtl/>
        </w:rPr>
        <w:t>عليه‌السلام</w:t>
      </w:r>
      <w:r>
        <w:rPr>
          <w:rtl/>
        </w:rPr>
        <w:t>، عنه البحار: 81 / 224 ح 32. 20</w:t>
      </w:r>
      <w:r w:rsidR="00C60F1A">
        <w:rPr>
          <w:rFonts w:hint="cs"/>
          <w:rtl/>
        </w:rPr>
        <w:t>-</w:t>
      </w:r>
      <w:r>
        <w:rPr>
          <w:rtl/>
        </w:rPr>
        <w:t xml:space="preserve"> ليس في ج وط. 21 و 24</w:t>
      </w:r>
      <w:r w:rsidR="00C60F1A">
        <w:rPr>
          <w:rFonts w:hint="cs"/>
          <w:rtl/>
        </w:rPr>
        <w:t>-</w:t>
      </w:r>
      <w:r>
        <w:rPr>
          <w:rtl/>
        </w:rPr>
        <w:t xml:space="preserve"> في بعض النسخ: من. 22</w:t>
      </w:r>
      <w:r w:rsidR="00C60F1A">
        <w:rPr>
          <w:rFonts w:hint="cs"/>
          <w:rtl/>
        </w:rPr>
        <w:t>-</w:t>
      </w:r>
      <w:r>
        <w:rPr>
          <w:rtl/>
        </w:rPr>
        <w:t xml:space="preserve"> ليس في ن. 23</w:t>
      </w:r>
      <w:r w:rsidR="00C60F1A">
        <w:rPr>
          <w:rFonts w:hint="cs"/>
          <w:rtl/>
        </w:rPr>
        <w:t>-</w:t>
      </w:r>
      <w:r>
        <w:rPr>
          <w:rtl/>
        </w:rPr>
        <w:t xml:space="preserve"> أى نحن المحسودون. 25</w:t>
      </w:r>
      <w:r w:rsidR="00C60F1A">
        <w:rPr>
          <w:rFonts w:hint="cs"/>
          <w:rtl/>
        </w:rPr>
        <w:t>-</w:t>
      </w:r>
      <w:r>
        <w:rPr>
          <w:rtl/>
        </w:rPr>
        <w:t xml:space="preserve"> عنه البحار: 12 / 267 ح 36 وعن عيون الاخبار: 2 / 45 ح 164 وفيه: " أخذ الناس ثلاثة من ثلاثة " وذكر مثله. وأخرجه في البحار: 71 / 486 ح 34 عن عيون الاخبار.</w:t>
      </w:r>
    </w:p>
    <w:p w:rsidR="00481D79" w:rsidRDefault="00481D79" w:rsidP="00481D79">
      <w:pPr>
        <w:pStyle w:val="libNormal"/>
        <w:rPr>
          <w:rtl/>
        </w:rPr>
      </w:pPr>
      <w:r>
        <w:rPr>
          <w:rtl/>
        </w:rPr>
        <w:br w:type="page"/>
      </w:r>
    </w:p>
    <w:p w:rsidR="00481D79" w:rsidRPr="00481D79" w:rsidRDefault="00481D79" w:rsidP="00A8058D">
      <w:pPr>
        <w:pStyle w:val="libNormal"/>
        <w:rPr>
          <w:rtl/>
        </w:rPr>
      </w:pPr>
      <w:r w:rsidRPr="00481D79">
        <w:rPr>
          <w:rtl/>
        </w:rPr>
        <w:lastRenderedPageBreak/>
        <w:t xml:space="preserve">(189) وبإسناده قال: علي </w:t>
      </w:r>
      <w:r w:rsidR="00A8058D" w:rsidRPr="00A8058D">
        <w:rPr>
          <w:rStyle w:val="libFootnotenumChar"/>
          <w:rFonts w:hint="cs"/>
          <w:rtl/>
        </w:rPr>
        <w:t>(1)</w:t>
      </w:r>
      <w:r w:rsidRPr="00481D79">
        <w:rPr>
          <w:rtl/>
        </w:rPr>
        <w:t xml:space="preserve"> </w:t>
      </w:r>
      <w:r w:rsidR="004226A8" w:rsidRPr="004226A8">
        <w:rPr>
          <w:rStyle w:val="libAlaemChar"/>
          <w:rtl/>
        </w:rPr>
        <w:t>عليه‌السلام</w:t>
      </w:r>
      <w:r w:rsidRPr="00481D79">
        <w:rPr>
          <w:rtl/>
        </w:rPr>
        <w:t xml:space="preserve">: " لا تجد في أربعين أصلعا رجل سوء، ولا تجد في أربعين كوسجا رجلا صالحا، وأصلع سوء أحب إلي من كوسج صالح " </w:t>
      </w:r>
      <w:r w:rsidR="00A8058D" w:rsidRPr="00A8058D">
        <w:rPr>
          <w:rStyle w:val="libFootnotenumChar"/>
          <w:rFonts w:hint="cs"/>
          <w:rtl/>
        </w:rPr>
        <w:t>(2)</w:t>
      </w:r>
      <w:r w:rsidRPr="00481D79">
        <w:rPr>
          <w:rtl/>
        </w:rPr>
        <w:t>.</w:t>
      </w:r>
    </w:p>
    <w:p w:rsidR="00481D79" w:rsidRPr="00481D79" w:rsidRDefault="00481D79" w:rsidP="00A8058D">
      <w:pPr>
        <w:pStyle w:val="libNormal"/>
        <w:rPr>
          <w:rtl/>
        </w:rPr>
      </w:pPr>
      <w:r w:rsidRPr="00481D79">
        <w:rPr>
          <w:rtl/>
        </w:rPr>
        <w:t xml:space="preserve">(190) وبإسناده قال: " رأيت النبي </w:t>
      </w:r>
      <w:r w:rsidR="004226A8" w:rsidRPr="004226A8">
        <w:rPr>
          <w:rStyle w:val="libAlaemChar"/>
          <w:rtl/>
        </w:rPr>
        <w:t>صلى‌الله‌عليه‌وآله</w:t>
      </w:r>
      <w:r w:rsidRPr="00481D79">
        <w:rPr>
          <w:rtl/>
        </w:rPr>
        <w:t xml:space="preserve"> كبر </w:t>
      </w:r>
      <w:r w:rsidR="00A8058D" w:rsidRPr="00A8058D">
        <w:rPr>
          <w:rStyle w:val="libFootnotenumChar"/>
          <w:rFonts w:hint="cs"/>
          <w:rtl/>
        </w:rPr>
        <w:t>(3)</w:t>
      </w:r>
      <w:r w:rsidRPr="00481D79">
        <w:rPr>
          <w:rtl/>
        </w:rPr>
        <w:t xml:space="preserve"> على عمه حمزة خمس تكبيرات وكبر على الشهداء بعده خمس تكبيرات، فلحق حمزة سبعين </w:t>
      </w:r>
      <w:r w:rsidR="00A8058D" w:rsidRPr="00A8058D">
        <w:rPr>
          <w:rStyle w:val="libFootnotenumChar"/>
          <w:rFonts w:hint="cs"/>
          <w:rtl/>
        </w:rPr>
        <w:t>(4)</w:t>
      </w:r>
      <w:r w:rsidRPr="00A8058D">
        <w:rPr>
          <w:rStyle w:val="libFootnotenumChar"/>
          <w:rtl/>
        </w:rPr>
        <w:t xml:space="preserve"> </w:t>
      </w:r>
      <w:r w:rsidRPr="00481D79">
        <w:rPr>
          <w:rtl/>
        </w:rPr>
        <w:t xml:space="preserve">تكبيرة، [ ووضع يده اليمنى على اليسرى ] </w:t>
      </w:r>
      <w:r w:rsidR="00A8058D" w:rsidRPr="00A8058D">
        <w:rPr>
          <w:rStyle w:val="libFootnotenumChar"/>
          <w:rFonts w:hint="cs"/>
          <w:rtl/>
        </w:rPr>
        <w:t>(5)</w:t>
      </w:r>
      <w:r w:rsidRPr="00481D79">
        <w:rPr>
          <w:rtl/>
        </w:rPr>
        <w:t xml:space="preserve"> " </w:t>
      </w:r>
      <w:r w:rsidR="00A8058D" w:rsidRPr="00A8058D">
        <w:rPr>
          <w:rStyle w:val="libFootnotenumChar"/>
          <w:rFonts w:hint="cs"/>
          <w:rtl/>
        </w:rPr>
        <w:t>(6)</w:t>
      </w:r>
      <w:r w:rsidRPr="00481D79">
        <w:rPr>
          <w:rtl/>
        </w:rPr>
        <w:t>.</w:t>
      </w:r>
    </w:p>
    <w:p w:rsidR="00481D79" w:rsidRPr="00481D79" w:rsidRDefault="00481D79" w:rsidP="00A8058D">
      <w:pPr>
        <w:pStyle w:val="libNormal"/>
        <w:rPr>
          <w:rtl/>
        </w:rPr>
      </w:pPr>
      <w:r w:rsidRPr="00481D79">
        <w:rPr>
          <w:rtl/>
        </w:rPr>
        <w:t xml:space="preserve">(191) وبإسناده قال: " سألت </w:t>
      </w:r>
      <w:r w:rsidR="00A8058D" w:rsidRPr="00A8058D">
        <w:rPr>
          <w:rStyle w:val="libFootnotenumChar"/>
          <w:rFonts w:hint="cs"/>
          <w:rtl/>
        </w:rPr>
        <w:t>(7)</w:t>
      </w:r>
      <w:r w:rsidRPr="00481D79">
        <w:rPr>
          <w:rtl/>
        </w:rPr>
        <w:t xml:space="preserve"> محمد بن علي بن الحسين </w:t>
      </w:r>
      <w:r w:rsidR="004226A8" w:rsidRPr="004226A8">
        <w:rPr>
          <w:rStyle w:val="libAlaemChar"/>
          <w:rtl/>
        </w:rPr>
        <w:t>عليهم‌السلام</w:t>
      </w:r>
      <w:r w:rsidRPr="00481D79">
        <w:rPr>
          <w:rtl/>
        </w:rPr>
        <w:t xml:space="preserve"> لم أوتم النبي </w:t>
      </w:r>
      <w:r w:rsidR="004226A8" w:rsidRPr="004226A8">
        <w:rPr>
          <w:rStyle w:val="libAlaemChar"/>
          <w:rtl/>
        </w:rPr>
        <w:t>صلى‌الله‌عليه‌وآله</w:t>
      </w:r>
      <w:r w:rsidRPr="00481D79">
        <w:rPr>
          <w:rtl/>
        </w:rPr>
        <w:t xml:space="preserve"> من أبويه؟ قال: لئلا يوجد </w:t>
      </w:r>
      <w:r w:rsidR="00A8058D" w:rsidRPr="00A8058D">
        <w:rPr>
          <w:rStyle w:val="libFootnotenumChar"/>
          <w:rFonts w:hint="cs"/>
          <w:rtl/>
        </w:rPr>
        <w:t>(8)</w:t>
      </w:r>
      <w:r w:rsidRPr="00481D79">
        <w:rPr>
          <w:rtl/>
        </w:rPr>
        <w:t xml:space="preserve"> عليه حق لمخلوق </w:t>
      </w:r>
      <w:r w:rsidR="00A8058D" w:rsidRPr="00A8058D">
        <w:rPr>
          <w:rStyle w:val="libFootnotenumChar"/>
          <w:rFonts w:hint="cs"/>
          <w:rtl/>
        </w:rPr>
        <w:t>(9)</w:t>
      </w:r>
      <w:r w:rsidRPr="00481D79">
        <w:rPr>
          <w:rtl/>
        </w:rPr>
        <w:t xml:space="preserve"> " </w:t>
      </w:r>
      <w:r w:rsidR="00A8058D" w:rsidRPr="00A8058D">
        <w:rPr>
          <w:rStyle w:val="libFootnotenumChar"/>
          <w:rFonts w:hint="cs"/>
          <w:rtl/>
        </w:rPr>
        <w:t>(10)</w:t>
      </w:r>
      <w:r w:rsidRPr="00481D79">
        <w:rPr>
          <w:rtl/>
        </w:rPr>
        <w:t>.</w:t>
      </w:r>
    </w:p>
    <w:p w:rsidR="00481D79" w:rsidRPr="00481D79" w:rsidRDefault="00481D79" w:rsidP="00A8058D">
      <w:pPr>
        <w:pStyle w:val="libNormal"/>
        <w:rPr>
          <w:rtl/>
        </w:rPr>
      </w:pPr>
      <w:r w:rsidRPr="00481D79">
        <w:rPr>
          <w:rtl/>
        </w:rPr>
        <w:t xml:space="preserve">(192) وبإسناده قال: (إن رسول الله </w:t>
      </w:r>
      <w:r w:rsidR="004226A8" w:rsidRPr="004226A8">
        <w:rPr>
          <w:rStyle w:val="libAlaemChar"/>
          <w:rtl/>
        </w:rPr>
        <w:t>صلى‌الله‌عليه‌وآله</w:t>
      </w:r>
      <w:r w:rsidRPr="00481D79">
        <w:rPr>
          <w:rtl/>
        </w:rPr>
        <w:t xml:space="preserve"> قال) </w:t>
      </w:r>
      <w:r w:rsidR="00A8058D" w:rsidRPr="00A8058D">
        <w:rPr>
          <w:rStyle w:val="libFootnotenumChar"/>
          <w:rFonts w:hint="cs"/>
          <w:rtl/>
        </w:rPr>
        <w:t>(11)</w:t>
      </w:r>
      <w:r w:rsidRPr="00481D79">
        <w:rPr>
          <w:rtl/>
        </w:rPr>
        <w:t xml:space="preserve">: " من أنعم الله عليه بنعمة </w:t>
      </w:r>
      <w:r w:rsidR="00A8058D" w:rsidRPr="00A8058D">
        <w:rPr>
          <w:rStyle w:val="libFootnotenumChar"/>
          <w:rFonts w:hint="cs"/>
          <w:rtl/>
        </w:rPr>
        <w:t>(12)</w:t>
      </w:r>
      <w:r w:rsidRPr="00481D79">
        <w:rPr>
          <w:rtl/>
        </w:rPr>
        <w:t xml:space="preserve"> فليحمد الله [ عليها ] </w:t>
      </w:r>
      <w:r w:rsidR="00A8058D" w:rsidRPr="00A8058D">
        <w:rPr>
          <w:rStyle w:val="libFootnotenumChar"/>
          <w:rFonts w:hint="cs"/>
          <w:rtl/>
        </w:rPr>
        <w:t>(13)</w:t>
      </w:r>
      <w:r w:rsidRPr="00481D79">
        <w:rPr>
          <w:rtl/>
        </w:rPr>
        <w:t xml:space="preserve">، ومن أستبطأ الرزق فليستغفر الله، ومن أحزنه </w:t>
      </w:r>
      <w:r w:rsidR="00A8058D" w:rsidRPr="00A8058D">
        <w:rPr>
          <w:rStyle w:val="libFootnotenumChar"/>
          <w:rFonts w:hint="cs"/>
          <w:rtl/>
        </w:rPr>
        <w:t>(14)</w:t>
      </w:r>
      <w:r w:rsidRPr="00481D79">
        <w:rPr>
          <w:rtl/>
        </w:rPr>
        <w:t xml:space="preserve"> أمر فليقل: لا حول ولا قوة الا بالله [ العلي العظيم ] </w:t>
      </w:r>
      <w:r w:rsidR="00A8058D" w:rsidRPr="00A8058D">
        <w:rPr>
          <w:rStyle w:val="libFootnotenumChar"/>
          <w:rFonts w:hint="cs"/>
          <w:rtl/>
        </w:rPr>
        <w:t>(15)</w:t>
      </w:r>
      <w:r w:rsidRPr="00481D79">
        <w:rPr>
          <w:rtl/>
        </w:rPr>
        <w:t xml:space="preserve"> " </w:t>
      </w:r>
      <w:r w:rsidR="00A8058D" w:rsidRPr="00A8058D">
        <w:rPr>
          <w:rStyle w:val="libFootnotenumChar"/>
          <w:rFonts w:hint="cs"/>
          <w:rtl/>
        </w:rPr>
        <w:t>(16)</w:t>
      </w:r>
      <w:r w:rsidRPr="00481D79">
        <w:rPr>
          <w:rtl/>
        </w:rPr>
        <w:t>.</w:t>
      </w:r>
    </w:p>
    <w:p w:rsidR="00481D79" w:rsidRDefault="005B067E" w:rsidP="005B067E">
      <w:pPr>
        <w:pStyle w:val="libLine"/>
        <w:rPr>
          <w:rtl/>
        </w:rPr>
      </w:pPr>
      <w:r>
        <w:rPr>
          <w:rtl/>
        </w:rPr>
        <w:t>____________________</w:t>
      </w:r>
    </w:p>
    <w:p w:rsidR="00A8058D" w:rsidRDefault="00481D79" w:rsidP="00A8058D">
      <w:pPr>
        <w:pStyle w:val="libFootnote0"/>
        <w:rPr>
          <w:rFonts w:hint="cs"/>
          <w:rtl/>
        </w:rPr>
      </w:pPr>
      <w:r>
        <w:rPr>
          <w:rtl/>
        </w:rPr>
        <w:t>1</w:t>
      </w:r>
      <w:r w:rsidR="00A8058D">
        <w:rPr>
          <w:rFonts w:hint="cs"/>
          <w:rtl/>
        </w:rPr>
        <w:t>-</w:t>
      </w:r>
      <w:r>
        <w:rPr>
          <w:rtl/>
        </w:rPr>
        <w:t xml:space="preserve"> ج: قال رسول الله </w:t>
      </w:r>
      <w:r w:rsidR="004226A8" w:rsidRPr="00A8058D">
        <w:rPr>
          <w:rStyle w:val="libFootnoteAlaemChar"/>
          <w:rtl/>
        </w:rPr>
        <w:t>صلى‌الله‌عليه‌وآله</w:t>
      </w:r>
      <w:r>
        <w:rPr>
          <w:rtl/>
        </w:rPr>
        <w:t>.</w:t>
      </w:r>
    </w:p>
    <w:p w:rsidR="00A8058D" w:rsidRDefault="00481D79" w:rsidP="00A8058D">
      <w:pPr>
        <w:pStyle w:val="libFootnote0"/>
        <w:rPr>
          <w:rFonts w:hint="cs"/>
          <w:rtl/>
        </w:rPr>
      </w:pPr>
      <w:r>
        <w:rPr>
          <w:rtl/>
        </w:rPr>
        <w:t>2</w:t>
      </w:r>
      <w:r w:rsidR="00A8058D">
        <w:rPr>
          <w:rFonts w:hint="cs"/>
          <w:rtl/>
        </w:rPr>
        <w:t>-</w:t>
      </w:r>
      <w:r>
        <w:rPr>
          <w:rtl/>
        </w:rPr>
        <w:t xml:space="preserve"> عنه البحار: 5 / 280 ح 9 وعن عيون الاخبار: 2 / 45 ح 166.</w:t>
      </w:r>
    </w:p>
    <w:p w:rsidR="00A8058D" w:rsidRDefault="00481D79" w:rsidP="00A8058D">
      <w:pPr>
        <w:pStyle w:val="libFootnote0"/>
        <w:rPr>
          <w:rFonts w:hint="cs"/>
          <w:rtl/>
        </w:rPr>
      </w:pPr>
      <w:r>
        <w:rPr>
          <w:rtl/>
        </w:rPr>
        <w:t>3</w:t>
      </w:r>
      <w:r w:rsidR="00A8058D">
        <w:rPr>
          <w:rFonts w:hint="cs"/>
          <w:rtl/>
        </w:rPr>
        <w:t>-</w:t>
      </w:r>
      <w:r>
        <w:rPr>
          <w:rtl/>
        </w:rPr>
        <w:t xml:space="preserve"> خ: صلى.</w:t>
      </w:r>
    </w:p>
    <w:p w:rsidR="00481D79" w:rsidRDefault="00481D79" w:rsidP="00A8058D">
      <w:pPr>
        <w:pStyle w:val="libFootnote0"/>
        <w:rPr>
          <w:rtl/>
        </w:rPr>
      </w:pPr>
      <w:r>
        <w:rPr>
          <w:rtl/>
        </w:rPr>
        <w:t>4</w:t>
      </w:r>
      <w:r w:rsidR="00A8058D">
        <w:rPr>
          <w:rFonts w:hint="cs"/>
          <w:rtl/>
        </w:rPr>
        <w:t>-</w:t>
      </w:r>
      <w:r>
        <w:rPr>
          <w:rtl/>
        </w:rPr>
        <w:t xml:space="preserve"> ط، ج والمستدرك: بسبعين.</w:t>
      </w:r>
    </w:p>
    <w:p w:rsidR="00A8058D" w:rsidRDefault="00481D79" w:rsidP="00A8058D">
      <w:pPr>
        <w:pStyle w:val="libFootnote0"/>
        <w:rPr>
          <w:rFonts w:hint="cs"/>
          <w:rtl/>
        </w:rPr>
      </w:pPr>
      <w:r>
        <w:rPr>
          <w:rtl/>
        </w:rPr>
        <w:t>5</w:t>
      </w:r>
      <w:r w:rsidR="00A8058D">
        <w:rPr>
          <w:rFonts w:hint="cs"/>
          <w:rtl/>
        </w:rPr>
        <w:t>-</w:t>
      </w:r>
      <w:r>
        <w:rPr>
          <w:rtl/>
        </w:rPr>
        <w:t xml:space="preserve"> ليس ف</w:t>
      </w:r>
      <w:r w:rsidR="00A8058D">
        <w:rPr>
          <w:rtl/>
        </w:rPr>
        <w:t>ي عيون الاخبار ومستدرك الوسائل.</w:t>
      </w:r>
    </w:p>
    <w:p w:rsidR="00481D79" w:rsidRDefault="00481D79" w:rsidP="00A8058D">
      <w:pPr>
        <w:pStyle w:val="libFootnote0"/>
        <w:rPr>
          <w:rtl/>
        </w:rPr>
      </w:pPr>
      <w:r>
        <w:rPr>
          <w:rtl/>
        </w:rPr>
        <w:t>6</w:t>
      </w:r>
      <w:r w:rsidR="00A8058D">
        <w:rPr>
          <w:rFonts w:hint="cs"/>
          <w:rtl/>
        </w:rPr>
        <w:t>-</w:t>
      </w:r>
      <w:r>
        <w:rPr>
          <w:rtl/>
        </w:rPr>
        <w:t xml:space="preserve"> عنه مستدرك الوسائل: 1 / 114 باب 6 ح 17. ورواه الصدوق في عيون الاخبار: 2 / 45 ح 167، عنه البحار: 81 / 349 ح 21.</w:t>
      </w:r>
    </w:p>
    <w:p w:rsidR="00A8058D" w:rsidRDefault="00481D79" w:rsidP="00A8058D">
      <w:pPr>
        <w:pStyle w:val="libFootnote0"/>
        <w:rPr>
          <w:rFonts w:hint="cs"/>
          <w:rtl/>
        </w:rPr>
      </w:pPr>
      <w:r>
        <w:rPr>
          <w:rtl/>
        </w:rPr>
        <w:t>7</w:t>
      </w:r>
      <w:r w:rsidR="00A8058D">
        <w:rPr>
          <w:rFonts w:hint="cs"/>
          <w:rtl/>
        </w:rPr>
        <w:t>-</w:t>
      </w:r>
      <w:r>
        <w:rPr>
          <w:rtl/>
        </w:rPr>
        <w:t xml:space="preserve"> في بعض النسخ، ط ون: سئل.</w:t>
      </w:r>
    </w:p>
    <w:p w:rsidR="00A8058D" w:rsidRDefault="00481D79" w:rsidP="00A8058D">
      <w:pPr>
        <w:pStyle w:val="libFootnote0"/>
        <w:rPr>
          <w:rFonts w:hint="cs"/>
          <w:rtl/>
        </w:rPr>
      </w:pPr>
      <w:r>
        <w:rPr>
          <w:rtl/>
        </w:rPr>
        <w:t>8</w:t>
      </w:r>
      <w:r w:rsidR="00A8058D">
        <w:rPr>
          <w:rFonts w:hint="cs"/>
          <w:rtl/>
        </w:rPr>
        <w:t>-</w:t>
      </w:r>
      <w:r>
        <w:rPr>
          <w:rtl/>
        </w:rPr>
        <w:t xml:space="preserve"> خ: يجب.</w:t>
      </w:r>
    </w:p>
    <w:p w:rsidR="00481D79" w:rsidRDefault="00481D79" w:rsidP="00A8058D">
      <w:pPr>
        <w:pStyle w:val="libFootnote0"/>
        <w:rPr>
          <w:rtl/>
        </w:rPr>
      </w:pPr>
      <w:r>
        <w:rPr>
          <w:rtl/>
        </w:rPr>
        <w:t>9</w:t>
      </w:r>
      <w:r w:rsidR="00A8058D">
        <w:rPr>
          <w:rFonts w:hint="cs"/>
          <w:rtl/>
        </w:rPr>
        <w:t>-</w:t>
      </w:r>
      <w:r>
        <w:rPr>
          <w:rtl/>
        </w:rPr>
        <w:t xml:space="preserve"> ج: لمخلوقه.</w:t>
      </w:r>
    </w:p>
    <w:p w:rsidR="00481D79" w:rsidRDefault="00481D79" w:rsidP="00A8058D">
      <w:pPr>
        <w:pStyle w:val="libFootnote0"/>
        <w:rPr>
          <w:rtl/>
        </w:rPr>
      </w:pPr>
      <w:r>
        <w:rPr>
          <w:rtl/>
        </w:rPr>
        <w:t>10</w:t>
      </w:r>
      <w:r w:rsidR="00A8058D">
        <w:rPr>
          <w:rFonts w:hint="cs"/>
          <w:rtl/>
        </w:rPr>
        <w:t>-</w:t>
      </w:r>
      <w:r>
        <w:rPr>
          <w:rtl/>
        </w:rPr>
        <w:t xml:space="preserve"> عنه البحار: 16 / 143 ح 7. ورواه الصدوق في عيون الاخبار: 2 / 45 ح 169، عنه البحار: 16 / 141 ح 1.</w:t>
      </w:r>
    </w:p>
    <w:p w:rsidR="00A8058D" w:rsidRDefault="00481D79" w:rsidP="00A8058D">
      <w:pPr>
        <w:pStyle w:val="libFootnote0"/>
        <w:rPr>
          <w:rFonts w:hint="cs"/>
          <w:rtl/>
        </w:rPr>
      </w:pPr>
      <w:r>
        <w:rPr>
          <w:rtl/>
        </w:rPr>
        <w:t>11</w:t>
      </w:r>
      <w:r w:rsidR="00A8058D">
        <w:rPr>
          <w:rFonts w:hint="cs"/>
          <w:rtl/>
        </w:rPr>
        <w:t>-</w:t>
      </w:r>
      <w:r>
        <w:rPr>
          <w:rtl/>
        </w:rPr>
        <w:t xml:space="preserve"> ط ون: قال رسول الله </w:t>
      </w:r>
      <w:r w:rsidR="004226A8" w:rsidRPr="00A8058D">
        <w:rPr>
          <w:rStyle w:val="libFootnoteAlaemChar"/>
          <w:rtl/>
        </w:rPr>
        <w:t>صلى‌الله‌عليه‌وآله</w:t>
      </w:r>
      <w:r>
        <w:rPr>
          <w:rtl/>
        </w:rPr>
        <w:t>.</w:t>
      </w:r>
    </w:p>
    <w:p w:rsidR="00481D79" w:rsidRDefault="00481D79" w:rsidP="00A8058D">
      <w:pPr>
        <w:pStyle w:val="libFootnote0"/>
        <w:rPr>
          <w:rtl/>
        </w:rPr>
      </w:pPr>
      <w:r>
        <w:rPr>
          <w:rtl/>
        </w:rPr>
        <w:t>12</w:t>
      </w:r>
      <w:r w:rsidR="00A8058D">
        <w:rPr>
          <w:rFonts w:hint="cs"/>
          <w:rtl/>
        </w:rPr>
        <w:t>-</w:t>
      </w:r>
      <w:r>
        <w:rPr>
          <w:rtl/>
        </w:rPr>
        <w:t xml:space="preserve"> في بعض النسخ: نعمة.</w:t>
      </w:r>
    </w:p>
    <w:p w:rsidR="00A8058D" w:rsidRDefault="00481D79" w:rsidP="00A8058D">
      <w:pPr>
        <w:pStyle w:val="libFootnote0"/>
        <w:rPr>
          <w:rFonts w:hint="cs"/>
          <w:rtl/>
        </w:rPr>
      </w:pPr>
      <w:r>
        <w:rPr>
          <w:rtl/>
        </w:rPr>
        <w:t>13</w:t>
      </w:r>
      <w:r w:rsidR="00A8058D">
        <w:rPr>
          <w:rFonts w:hint="cs"/>
          <w:rtl/>
        </w:rPr>
        <w:t>-</w:t>
      </w:r>
      <w:r>
        <w:rPr>
          <w:rtl/>
        </w:rPr>
        <w:t xml:space="preserve"> من ن.</w:t>
      </w:r>
    </w:p>
    <w:p w:rsidR="00A8058D" w:rsidRDefault="00481D79" w:rsidP="00A8058D">
      <w:pPr>
        <w:pStyle w:val="libFootnote0"/>
        <w:rPr>
          <w:rFonts w:hint="cs"/>
          <w:rtl/>
        </w:rPr>
      </w:pPr>
      <w:r>
        <w:rPr>
          <w:rtl/>
        </w:rPr>
        <w:t>14</w:t>
      </w:r>
      <w:r w:rsidR="00A8058D">
        <w:rPr>
          <w:rFonts w:hint="cs"/>
          <w:rtl/>
        </w:rPr>
        <w:t>-</w:t>
      </w:r>
      <w:r>
        <w:rPr>
          <w:rtl/>
        </w:rPr>
        <w:t xml:space="preserve"> في بعض النسخ: حزنه.</w:t>
      </w:r>
    </w:p>
    <w:p w:rsidR="00481D79" w:rsidRDefault="00481D79" w:rsidP="00A8058D">
      <w:pPr>
        <w:pStyle w:val="libFootnote0"/>
        <w:rPr>
          <w:rtl/>
        </w:rPr>
      </w:pPr>
      <w:r>
        <w:rPr>
          <w:rtl/>
        </w:rPr>
        <w:t>15</w:t>
      </w:r>
      <w:r w:rsidR="00A8058D">
        <w:rPr>
          <w:rFonts w:hint="cs"/>
          <w:rtl/>
        </w:rPr>
        <w:t>-</w:t>
      </w:r>
      <w:r>
        <w:rPr>
          <w:rtl/>
        </w:rPr>
        <w:t xml:space="preserve"> من بعض النسخ.</w:t>
      </w:r>
    </w:p>
    <w:p w:rsidR="00481D79" w:rsidRDefault="00481D79" w:rsidP="00A8058D">
      <w:pPr>
        <w:pStyle w:val="libFootnote0"/>
        <w:rPr>
          <w:rtl/>
        </w:rPr>
      </w:pPr>
      <w:r>
        <w:rPr>
          <w:rtl/>
        </w:rPr>
        <w:t>16</w:t>
      </w:r>
      <w:r w:rsidR="00A8058D">
        <w:rPr>
          <w:rFonts w:hint="cs"/>
          <w:rtl/>
        </w:rPr>
        <w:t>-</w:t>
      </w:r>
      <w:r>
        <w:rPr>
          <w:rtl/>
        </w:rPr>
        <w:t xml:space="preserve"> أخرج ذيله في البحار: 93 / 190 ح 29 والمستدرك: 1 / 369 ح 14 عن الصحيفة، وتمامه في البحار: 93 / 210 ح 5، وص 277 ح 2 عنه وعن عيون الاخبار: 2 / 45 ح 171.</w:t>
      </w:r>
    </w:p>
    <w:p w:rsidR="00481D79" w:rsidRDefault="00481D79" w:rsidP="00D11BDC">
      <w:pPr>
        <w:pStyle w:val="libFootnote0"/>
        <w:rPr>
          <w:rtl/>
        </w:rPr>
      </w:pPr>
      <w:r>
        <w:rPr>
          <w:rtl/>
        </w:rPr>
        <w:t>وأخرجه في البحار: 71 / 45 ح 49 عن عيون الاخبار.</w:t>
      </w:r>
    </w:p>
    <w:p w:rsidR="00481D79" w:rsidRDefault="00481D79" w:rsidP="00D11BDC">
      <w:pPr>
        <w:pStyle w:val="libFootnote0"/>
        <w:rPr>
          <w:rtl/>
        </w:rPr>
      </w:pPr>
      <w:r>
        <w:rPr>
          <w:rtl/>
        </w:rPr>
        <w:t xml:space="preserve">وروى قطعة منه الطوسي في أماليه: 2 / 94 ح 17، عنه البحار: 78 / 197 ح 20، والمستدرك: 1 / 396 ح 10 وج 2 / 397 باب 9 ح 4 بإسناده عن سفيان الثوري، عن الصادق </w:t>
      </w:r>
      <w:r w:rsidR="004226A8" w:rsidRPr="00A8058D">
        <w:rPr>
          <w:rStyle w:val="libFootnoteAlaemChar"/>
          <w:rtl/>
        </w:rPr>
        <w:t>عليه‌السلام</w:t>
      </w:r>
      <w:r>
        <w:rPr>
          <w:rtl/>
        </w:rPr>
        <w:t>.</w:t>
      </w:r>
    </w:p>
    <w:p w:rsidR="00827655" w:rsidRDefault="00481D79" w:rsidP="00A8058D">
      <w:pPr>
        <w:pStyle w:val="libFootnote0"/>
        <w:rPr>
          <w:rtl/>
        </w:rPr>
      </w:pPr>
      <w:r>
        <w:rPr>
          <w:rtl/>
        </w:rPr>
        <w:t xml:space="preserve">(أخرجه الحاكم في تاريخه، والبيهقي في شعب الايمان عن علي </w:t>
      </w:r>
      <w:r w:rsidR="004226A8" w:rsidRPr="00A8058D">
        <w:rPr>
          <w:rStyle w:val="libFootnoteAlaemChar"/>
          <w:rtl/>
        </w:rPr>
        <w:t>عليه‌السلام</w:t>
      </w:r>
      <w:r>
        <w:rPr>
          <w:rtl/>
        </w:rPr>
        <w:t xml:space="preserve"> بلفظه.</w:t>
      </w:r>
      <w:r w:rsidR="00827655">
        <w:rPr>
          <w:rtl/>
        </w:rPr>
        <w:t>=</w:t>
      </w:r>
    </w:p>
    <w:p w:rsidR="00481D79" w:rsidRDefault="00481D79" w:rsidP="00481D79">
      <w:pPr>
        <w:pStyle w:val="libNormal"/>
        <w:rPr>
          <w:rtl/>
        </w:rPr>
      </w:pPr>
      <w:r>
        <w:rPr>
          <w:rtl/>
        </w:rPr>
        <w:br w:type="page"/>
      </w:r>
    </w:p>
    <w:p w:rsidR="00481D79" w:rsidRPr="00481D79" w:rsidRDefault="00481D79" w:rsidP="00A8058D">
      <w:pPr>
        <w:pStyle w:val="libNormal"/>
        <w:rPr>
          <w:rtl/>
        </w:rPr>
      </w:pPr>
      <w:r w:rsidRPr="00481D79">
        <w:rPr>
          <w:rtl/>
        </w:rPr>
        <w:lastRenderedPageBreak/>
        <w:t xml:space="preserve">(193) وبإسناده قال: حدثني أبي، عن الحسين بن علي </w:t>
      </w:r>
      <w:r w:rsidR="00A8058D" w:rsidRPr="00A8058D">
        <w:rPr>
          <w:rStyle w:val="libFootnotenumChar"/>
          <w:rFonts w:hint="cs"/>
          <w:rtl/>
        </w:rPr>
        <w:t>(1)</w:t>
      </w:r>
      <w:r w:rsidRPr="00481D79">
        <w:rPr>
          <w:rtl/>
        </w:rPr>
        <w:t xml:space="preserve"> </w:t>
      </w:r>
      <w:r w:rsidR="004226A8" w:rsidRPr="004226A8">
        <w:rPr>
          <w:rStyle w:val="libAlaemChar"/>
          <w:rtl/>
        </w:rPr>
        <w:t>عليهما‌السلام</w:t>
      </w:r>
      <w:r w:rsidRPr="00481D79">
        <w:rPr>
          <w:rtl/>
        </w:rPr>
        <w:t xml:space="preserve">: " إن يهوديا سأل علي بن أبي طالب </w:t>
      </w:r>
      <w:r w:rsidR="004226A8" w:rsidRPr="004226A8">
        <w:rPr>
          <w:rStyle w:val="libAlaemChar"/>
          <w:rtl/>
        </w:rPr>
        <w:t>عليه‌السلام</w:t>
      </w:r>
      <w:r w:rsidRPr="00481D79">
        <w:rPr>
          <w:rtl/>
        </w:rPr>
        <w:t xml:space="preserve"> وقال: أخبرني عما ليس لله، وعما ليس عند الله، وعما لا يعلمه الله تعالى؟.</w:t>
      </w:r>
    </w:p>
    <w:p w:rsidR="00481D79" w:rsidRPr="00481D79" w:rsidRDefault="00481D79" w:rsidP="00A8058D">
      <w:pPr>
        <w:pStyle w:val="libNormal"/>
        <w:rPr>
          <w:rtl/>
        </w:rPr>
      </w:pPr>
      <w:r w:rsidRPr="00481D79">
        <w:rPr>
          <w:rtl/>
        </w:rPr>
        <w:t xml:space="preserve">فقال علي </w:t>
      </w:r>
      <w:r w:rsidR="004226A8" w:rsidRPr="004226A8">
        <w:rPr>
          <w:rStyle w:val="libAlaemChar"/>
          <w:rtl/>
        </w:rPr>
        <w:t>عليه‌السلام</w:t>
      </w:r>
      <w:r w:rsidRPr="00481D79">
        <w:rPr>
          <w:rtl/>
        </w:rPr>
        <w:t xml:space="preserve">: أما ما لا يعلمه الله فذلك قولكم يا معاشر اليهود: إن عزيرا ابن الله، والله لا يعلم [ أن ] </w:t>
      </w:r>
      <w:r w:rsidR="00A8058D" w:rsidRPr="00A8058D">
        <w:rPr>
          <w:rStyle w:val="libFootnotenumChar"/>
          <w:rFonts w:hint="cs"/>
          <w:rtl/>
        </w:rPr>
        <w:t>(2)</w:t>
      </w:r>
      <w:r w:rsidRPr="00481D79">
        <w:rPr>
          <w:rtl/>
        </w:rPr>
        <w:t xml:space="preserve"> له ولدا. وأما ما ليس </w:t>
      </w:r>
      <w:r w:rsidR="00A8058D" w:rsidRPr="00A8058D">
        <w:rPr>
          <w:rStyle w:val="libFootnotenumChar"/>
          <w:rFonts w:hint="cs"/>
          <w:rtl/>
        </w:rPr>
        <w:t>(3)</w:t>
      </w:r>
      <w:r w:rsidRPr="00481D79">
        <w:rPr>
          <w:rtl/>
        </w:rPr>
        <w:t xml:space="preserve"> عند الله فليس عند الله ظلم للعباد </w:t>
      </w:r>
      <w:r w:rsidR="00A8058D" w:rsidRPr="00A8058D">
        <w:rPr>
          <w:rStyle w:val="libFootnotenumChar"/>
          <w:rFonts w:hint="cs"/>
          <w:rtl/>
        </w:rPr>
        <w:t>(4)</w:t>
      </w:r>
      <w:r w:rsidRPr="00481D79">
        <w:rPr>
          <w:rtl/>
        </w:rPr>
        <w:t xml:space="preserve">، وأما ما ليس لله فليس لله شريك. قال اليهودي: فأنا </w:t>
      </w:r>
      <w:r w:rsidR="00A8058D" w:rsidRPr="00A8058D">
        <w:rPr>
          <w:rStyle w:val="libFootnotenumChar"/>
          <w:rFonts w:hint="cs"/>
          <w:rtl/>
        </w:rPr>
        <w:t>(5)</w:t>
      </w:r>
      <w:r w:rsidRPr="00481D79">
        <w:rPr>
          <w:rtl/>
        </w:rPr>
        <w:t xml:space="preserve"> أشهد أن لا إله إلا الله، و [ أشهد ] </w:t>
      </w:r>
      <w:r w:rsidR="00A8058D" w:rsidRPr="00A8058D">
        <w:rPr>
          <w:rStyle w:val="libFootnotenumChar"/>
          <w:rFonts w:hint="cs"/>
          <w:rtl/>
        </w:rPr>
        <w:t>(6)</w:t>
      </w:r>
      <w:r w:rsidRPr="00481D79">
        <w:rPr>
          <w:rtl/>
        </w:rPr>
        <w:t xml:space="preserve"> أن محمدا رسول الله " </w:t>
      </w:r>
      <w:r w:rsidR="00A8058D" w:rsidRPr="00A8058D">
        <w:rPr>
          <w:rStyle w:val="libFootnotenumChar"/>
          <w:rFonts w:hint="cs"/>
          <w:rtl/>
        </w:rPr>
        <w:t>(7)</w:t>
      </w:r>
      <w:r w:rsidRPr="00481D79">
        <w:rPr>
          <w:rtl/>
        </w:rPr>
        <w:t>.</w:t>
      </w:r>
    </w:p>
    <w:p w:rsidR="00481D79" w:rsidRPr="00481D79" w:rsidRDefault="00481D79" w:rsidP="00A8058D">
      <w:pPr>
        <w:pStyle w:val="libNormal"/>
        <w:rPr>
          <w:rtl/>
        </w:rPr>
      </w:pPr>
      <w:r w:rsidRPr="00481D79">
        <w:rPr>
          <w:rtl/>
        </w:rPr>
        <w:t xml:space="preserve">(194) وبإسناده قال: حدثني أبي الحسين بن علي </w:t>
      </w:r>
      <w:r w:rsidR="004226A8" w:rsidRPr="004226A8">
        <w:rPr>
          <w:rStyle w:val="libAlaemChar"/>
          <w:rtl/>
        </w:rPr>
        <w:t>عليهما‌السلام</w:t>
      </w:r>
      <w:r w:rsidRPr="00481D79">
        <w:rPr>
          <w:rtl/>
        </w:rPr>
        <w:t xml:space="preserve"> [ قال ] </w:t>
      </w:r>
      <w:r w:rsidR="00A8058D" w:rsidRPr="00A8058D">
        <w:rPr>
          <w:rStyle w:val="libFootnotenumChar"/>
          <w:rFonts w:hint="cs"/>
          <w:rtl/>
        </w:rPr>
        <w:t>(8)</w:t>
      </w:r>
      <w:r w:rsidRPr="00481D79">
        <w:rPr>
          <w:rtl/>
        </w:rPr>
        <w:t xml:space="preserve">: " كنا أنا وأخي الحسن وأخي محمد بن الحنفية وبنو عمي عبدالله بن عباس وقثم والفضل على مائدة [ واحدة ] </w:t>
      </w:r>
      <w:r w:rsidR="00A8058D" w:rsidRPr="00A8058D">
        <w:rPr>
          <w:rStyle w:val="libFootnotenumChar"/>
          <w:rFonts w:hint="cs"/>
          <w:rtl/>
        </w:rPr>
        <w:t>(9)</w:t>
      </w:r>
      <w:r w:rsidRPr="00481D79">
        <w:rPr>
          <w:rtl/>
        </w:rPr>
        <w:t xml:space="preserve"> [ نأكل ] </w:t>
      </w:r>
      <w:r w:rsidR="00A8058D" w:rsidRPr="00A8058D">
        <w:rPr>
          <w:rStyle w:val="libFootnotenumChar"/>
          <w:rFonts w:hint="cs"/>
          <w:rtl/>
        </w:rPr>
        <w:t>(10)</w:t>
      </w:r>
      <w:r w:rsidRPr="00481D79">
        <w:rPr>
          <w:rtl/>
        </w:rPr>
        <w:t xml:space="preserve">، فوقعت جرادة على المائدة فأخذها عبدالله بن عباس فقال للحسن: يا سيدي [ أتعلم ] </w:t>
      </w:r>
      <w:r w:rsidR="00A8058D" w:rsidRPr="00A8058D">
        <w:rPr>
          <w:rStyle w:val="libFootnotenumChar"/>
          <w:rFonts w:hint="cs"/>
          <w:rtl/>
        </w:rPr>
        <w:t>(11)</w:t>
      </w:r>
      <w:r w:rsidRPr="00481D79">
        <w:rPr>
          <w:rtl/>
        </w:rPr>
        <w:t xml:space="preserve"> ما المكتوب على جناح الجرادة؟ قال </w:t>
      </w:r>
      <w:r w:rsidR="004226A8" w:rsidRPr="004226A8">
        <w:rPr>
          <w:rStyle w:val="libAlaemChar"/>
          <w:rtl/>
        </w:rPr>
        <w:t>عليه‌السلام</w:t>
      </w:r>
      <w:r w:rsidRPr="00481D79">
        <w:rPr>
          <w:rtl/>
        </w:rPr>
        <w:t>: سألت أميرالمؤمنين</w:t>
      </w:r>
      <w:r w:rsidR="00A8058D" w:rsidRPr="00A8058D">
        <w:rPr>
          <w:rStyle w:val="libFootnotenumChar"/>
          <w:rFonts w:hint="cs"/>
          <w:rtl/>
        </w:rPr>
        <w:t>(12)</w:t>
      </w:r>
      <w:r w:rsidRPr="00481D79">
        <w:rPr>
          <w:rtl/>
        </w:rPr>
        <w:t xml:space="preserve"> فقال: سألت جدك [ رسول الله ] </w:t>
      </w:r>
      <w:r w:rsidR="00A8058D" w:rsidRPr="00A8058D">
        <w:rPr>
          <w:rStyle w:val="libFootnotenumChar"/>
          <w:rFonts w:hint="cs"/>
          <w:rtl/>
        </w:rPr>
        <w:t>(13)</w:t>
      </w:r>
      <w:r w:rsidRPr="00481D79">
        <w:rPr>
          <w:rtl/>
        </w:rPr>
        <w:t xml:space="preserve"> فقال [ لي ] </w:t>
      </w:r>
      <w:r w:rsidR="00A8058D" w:rsidRPr="00A8058D">
        <w:rPr>
          <w:rStyle w:val="libFootnotenumChar"/>
          <w:rFonts w:hint="cs"/>
          <w:rtl/>
        </w:rPr>
        <w:t>(14)</w:t>
      </w:r>
      <w:r w:rsidRPr="00481D79">
        <w:rPr>
          <w:rtl/>
        </w:rPr>
        <w:t xml:space="preserve">: " على جناح الجرادة مكتوب: [ إني ] </w:t>
      </w:r>
      <w:r w:rsidR="00A8058D" w:rsidRPr="00A8058D">
        <w:rPr>
          <w:rStyle w:val="libFootnotenumChar"/>
          <w:rFonts w:hint="cs"/>
          <w:rtl/>
        </w:rPr>
        <w:t>(15)</w:t>
      </w:r>
      <w:r w:rsidRPr="00481D79">
        <w:rPr>
          <w:rtl/>
        </w:rPr>
        <w:t xml:space="preserve"> أنا الله لا إله إلا أنا رب الجرادة ورازقها، [ إذا شئت بعثتها لقوم رزقا، ] </w:t>
      </w:r>
      <w:r w:rsidR="00A8058D" w:rsidRPr="00A8058D">
        <w:rPr>
          <w:rStyle w:val="libFootnotenumChar"/>
          <w:rFonts w:hint="cs"/>
          <w:rtl/>
        </w:rPr>
        <w:t>(16)</w:t>
      </w:r>
      <w:r w:rsidRPr="00481D79">
        <w:rPr>
          <w:rtl/>
        </w:rPr>
        <w:t xml:space="preserve"> وإذا شئت بعثتها على قوم بلاء </w:t>
      </w:r>
      <w:r w:rsidR="00A8058D" w:rsidRPr="00A8058D">
        <w:rPr>
          <w:rStyle w:val="libFootnotenumChar"/>
          <w:rFonts w:hint="cs"/>
          <w:rtl/>
        </w:rPr>
        <w:t>(17)</w:t>
      </w:r>
      <w:r w:rsidRPr="00481D79">
        <w:rPr>
          <w:rtl/>
        </w:rPr>
        <w:t xml:space="preserve"> ".</w:t>
      </w:r>
    </w:p>
    <w:p w:rsidR="00827655"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وأخرجه الخطيب عن أنس بلفظ: من تظاهرت عليه النعم فليكثر الحمد لله، ومن كثرت همومه فعليه بالاستغفار، ومن ألح عليه لفقر فليكثر من لا حول وقوة إلا بالله العلي العظيم).</w:t>
      </w:r>
    </w:p>
    <w:p w:rsidR="00481D79" w:rsidRDefault="00481D79" w:rsidP="00A8058D">
      <w:pPr>
        <w:pStyle w:val="libFootnote0"/>
        <w:rPr>
          <w:rtl/>
        </w:rPr>
      </w:pPr>
      <w:r>
        <w:rPr>
          <w:rtl/>
        </w:rPr>
        <w:t>1</w:t>
      </w:r>
      <w:r w:rsidR="00A8058D">
        <w:rPr>
          <w:rFonts w:hint="cs"/>
          <w:rtl/>
        </w:rPr>
        <w:t>-</w:t>
      </w:r>
      <w:r>
        <w:rPr>
          <w:rtl/>
        </w:rPr>
        <w:t xml:space="preserve"> خ: حدثني أبي عن علي بن الحسين. ط: حدثني أبي علي بن الحسين. ن: حدثني علي بن الحسين.</w:t>
      </w:r>
    </w:p>
    <w:p w:rsidR="00481D79" w:rsidRDefault="00481D79" w:rsidP="00A8058D">
      <w:pPr>
        <w:pStyle w:val="libFootnote0"/>
        <w:rPr>
          <w:rtl/>
        </w:rPr>
      </w:pPr>
      <w:r>
        <w:rPr>
          <w:rtl/>
        </w:rPr>
        <w:t>2</w:t>
      </w:r>
      <w:r w:rsidR="00A8058D">
        <w:rPr>
          <w:rFonts w:hint="cs"/>
          <w:rtl/>
        </w:rPr>
        <w:t>-</w:t>
      </w:r>
      <w:r>
        <w:rPr>
          <w:rtl/>
        </w:rPr>
        <w:t xml:space="preserve"> ليس في ن.</w:t>
      </w:r>
    </w:p>
    <w:p w:rsidR="00481D79" w:rsidRDefault="00481D79" w:rsidP="00A8058D">
      <w:pPr>
        <w:pStyle w:val="libFootnote0"/>
        <w:rPr>
          <w:rtl/>
        </w:rPr>
      </w:pPr>
      <w:r>
        <w:rPr>
          <w:rtl/>
        </w:rPr>
        <w:t>3</w:t>
      </w:r>
      <w:r w:rsidR="00A8058D">
        <w:rPr>
          <w:rFonts w:hint="cs"/>
          <w:rtl/>
        </w:rPr>
        <w:t>-</w:t>
      </w:r>
      <w:r>
        <w:rPr>
          <w:rtl/>
        </w:rPr>
        <w:t xml:space="preserve"> خ: وأما قولك أخبرني عما ليس. وكذا في الموضع الآتي.</w:t>
      </w:r>
    </w:p>
    <w:p w:rsidR="00A8058D" w:rsidRDefault="00481D79" w:rsidP="00A8058D">
      <w:pPr>
        <w:pStyle w:val="libFootnote0"/>
        <w:rPr>
          <w:rFonts w:hint="cs"/>
          <w:rtl/>
        </w:rPr>
      </w:pPr>
      <w:r>
        <w:rPr>
          <w:rtl/>
        </w:rPr>
        <w:t>4</w:t>
      </w:r>
      <w:r w:rsidR="00A8058D">
        <w:rPr>
          <w:rFonts w:hint="cs"/>
          <w:rtl/>
        </w:rPr>
        <w:t>-</w:t>
      </w:r>
      <w:r>
        <w:rPr>
          <w:rtl/>
        </w:rPr>
        <w:t xml:space="preserve"> ن: للعبيد.</w:t>
      </w:r>
    </w:p>
    <w:p w:rsidR="00481D79" w:rsidRDefault="00481D79" w:rsidP="00A8058D">
      <w:pPr>
        <w:pStyle w:val="libFootnote0"/>
        <w:rPr>
          <w:rtl/>
        </w:rPr>
      </w:pPr>
      <w:r>
        <w:rPr>
          <w:rtl/>
        </w:rPr>
        <w:t>5</w:t>
      </w:r>
      <w:r w:rsidR="00A8058D">
        <w:rPr>
          <w:rFonts w:hint="cs"/>
          <w:rtl/>
        </w:rPr>
        <w:t>-</w:t>
      </w:r>
      <w:r>
        <w:rPr>
          <w:rtl/>
        </w:rPr>
        <w:t xml:space="preserve"> ن: وأنا.</w:t>
      </w:r>
    </w:p>
    <w:p w:rsidR="00481D79" w:rsidRDefault="00481D79" w:rsidP="00A8058D">
      <w:pPr>
        <w:pStyle w:val="libFootnote0"/>
        <w:rPr>
          <w:rtl/>
        </w:rPr>
      </w:pPr>
      <w:r>
        <w:rPr>
          <w:rtl/>
        </w:rPr>
        <w:t>6</w:t>
      </w:r>
      <w:r w:rsidR="00A8058D">
        <w:rPr>
          <w:rFonts w:hint="cs"/>
          <w:rtl/>
        </w:rPr>
        <w:t>-</w:t>
      </w:r>
      <w:r>
        <w:rPr>
          <w:rtl/>
        </w:rPr>
        <w:t xml:space="preserve"> ليس في ن وج.</w:t>
      </w:r>
    </w:p>
    <w:p w:rsidR="00481D79" w:rsidRDefault="00481D79" w:rsidP="00A8058D">
      <w:pPr>
        <w:pStyle w:val="libFootnote0"/>
        <w:rPr>
          <w:rtl/>
        </w:rPr>
      </w:pPr>
      <w:r>
        <w:rPr>
          <w:rtl/>
        </w:rPr>
        <w:t>7</w:t>
      </w:r>
      <w:r w:rsidR="00A8058D">
        <w:rPr>
          <w:rFonts w:hint="cs"/>
          <w:rtl/>
        </w:rPr>
        <w:t>-</w:t>
      </w:r>
      <w:r>
        <w:rPr>
          <w:rtl/>
        </w:rPr>
        <w:t xml:space="preserve"> عنه البحار: 10 / 11 ح 5 وعن عيون الاخبار: 1 / 141 ح 40 بالاسناد رقم " 8 "، وفي ج 2 / 46 ح 172 بالاسناد رقم " 2 ". ورواه في التوحيد: 377 ح 23 بالاسناد رقم " 8 " أيضا. ورواه في أمالي الطوسي: 1 / 282 ح 65 بإسناده عن محمد بن أحمد بن عبيد الله المنصوري، عن علي بن محمد لعسكري </w:t>
      </w:r>
      <w:r w:rsidR="004226A8" w:rsidRPr="00A8058D">
        <w:rPr>
          <w:rStyle w:val="libFootnoteAlaemChar"/>
          <w:rtl/>
        </w:rPr>
        <w:t>عليه‌السلام</w:t>
      </w:r>
      <w:r>
        <w:rPr>
          <w:rtl/>
        </w:rPr>
        <w:t>، عنه البحار: 10 / 11 ح 6.</w:t>
      </w:r>
    </w:p>
    <w:p w:rsidR="00A8058D" w:rsidRDefault="00481D79" w:rsidP="00A8058D">
      <w:pPr>
        <w:pStyle w:val="libFootnote0"/>
        <w:rPr>
          <w:rFonts w:hint="cs"/>
          <w:rtl/>
        </w:rPr>
      </w:pPr>
      <w:r>
        <w:rPr>
          <w:rtl/>
        </w:rPr>
        <w:t>8</w:t>
      </w:r>
      <w:r w:rsidR="00A8058D">
        <w:rPr>
          <w:rFonts w:hint="cs"/>
          <w:rtl/>
        </w:rPr>
        <w:t>-</w:t>
      </w:r>
      <w:r>
        <w:rPr>
          <w:rtl/>
        </w:rPr>
        <w:t xml:space="preserve"> من ن وط.</w:t>
      </w:r>
    </w:p>
    <w:p w:rsidR="00A8058D" w:rsidRDefault="00481D79" w:rsidP="00A8058D">
      <w:pPr>
        <w:pStyle w:val="libFootnote0"/>
        <w:rPr>
          <w:rFonts w:hint="cs"/>
          <w:rtl/>
        </w:rPr>
      </w:pPr>
      <w:r>
        <w:rPr>
          <w:rtl/>
        </w:rPr>
        <w:t>9</w:t>
      </w:r>
      <w:r w:rsidR="00A8058D">
        <w:rPr>
          <w:rFonts w:hint="cs"/>
          <w:rtl/>
        </w:rPr>
        <w:t>-</w:t>
      </w:r>
      <w:r>
        <w:rPr>
          <w:rtl/>
        </w:rPr>
        <w:t xml:space="preserve"> من ط.</w:t>
      </w:r>
    </w:p>
    <w:p w:rsidR="00A8058D" w:rsidRDefault="00481D79" w:rsidP="00A8058D">
      <w:pPr>
        <w:pStyle w:val="libFootnote0"/>
        <w:rPr>
          <w:rFonts w:hint="cs"/>
          <w:rtl/>
        </w:rPr>
      </w:pPr>
      <w:r>
        <w:rPr>
          <w:rtl/>
        </w:rPr>
        <w:t>10</w:t>
      </w:r>
      <w:r w:rsidR="00A8058D">
        <w:rPr>
          <w:rFonts w:hint="cs"/>
          <w:rtl/>
        </w:rPr>
        <w:t>-</w:t>
      </w:r>
      <w:r>
        <w:rPr>
          <w:rtl/>
        </w:rPr>
        <w:t xml:space="preserve"> ليس في ن.</w:t>
      </w:r>
    </w:p>
    <w:p w:rsidR="00A8058D" w:rsidRDefault="00481D79" w:rsidP="00A8058D">
      <w:pPr>
        <w:pStyle w:val="libFootnote0"/>
        <w:rPr>
          <w:rFonts w:hint="cs"/>
          <w:rtl/>
        </w:rPr>
      </w:pPr>
      <w:r>
        <w:rPr>
          <w:rtl/>
        </w:rPr>
        <w:t>11</w:t>
      </w:r>
      <w:r w:rsidR="00A8058D">
        <w:rPr>
          <w:rFonts w:hint="cs"/>
          <w:rtl/>
        </w:rPr>
        <w:t>-</w:t>
      </w:r>
      <w:r>
        <w:rPr>
          <w:rtl/>
        </w:rPr>
        <w:t xml:space="preserve"> ليس في المستدرك، وفي ط وج: تعلم. وفي ن: تعلم يا سيدي. (12) خ: أبي علي بن أبي طالب، ن: أبي أمير المؤمنين علي بن أبي طالب، وفي نسخة أخرى: سألت أبي.</w:t>
      </w:r>
    </w:p>
    <w:p w:rsidR="00A8058D" w:rsidRDefault="00481D79" w:rsidP="00A8058D">
      <w:pPr>
        <w:pStyle w:val="libFootnote0"/>
        <w:rPr>
          <w:rFonts w:hint="cs"/>
          <w:rtl/>
        </w:rPr>
      </w:pPr>
      <w:r>
        <w:rPr>
          <w:rtl/>
        </w:rPr>
        <w:t>13، 14</w:t>
      </w:r>
      <w:r w:rsidR="00A8058D">
        <w:rPr>
          <w:rFonts w:hint="cs"/>
          <w:rtl/>
        </w:rPr>
        <w:t>-</w:t>
      </w:r>
      <w:r>
        <w:rPr>
          <w:rtl/>
        </w:rPr>
        <w:t xml:space="preserve"> من ن.</w:t>
      </w:r>
    </w:p>
    <w:p w:rsidR="00A8058D" w:rsidRDefault="00481D79" w:rsidP="00A8058D">
      <w:pPr>
        <w:pStyle w:val="libFootnote0"/>
        <w:rPr>
          <w:rFonts w:hint="cs"/>
          <w:rtl/>
        </w:rPr>
      </w:pPr>
      <w:r>
        <w:rPr>
          <w:rtl/>
        </w:rPr>
        <w:t>15</w:t>
      </w:r>
      <w:r w:rsidR="00A8058D">
        <w:rPr>
          <w:rFonts w:hint="cs"/>
          <w:rtl/>
        </w:rPr>
        <w:t>-</w:t>
      </w:r>
      <w:r>
        <w:rPr>
          <w:rtl/>
        </w:rPr>
        <w:t xml:space="preserve"> من البحار والمستدرك.</w:t>
      </w:r>
    </w:p>
    <w:p w:rsidR="00481D79" w:rsidRDefault="00481D79" w:rsidP="00A8058D">
      <w:pPr>
        <w:pStyle w:val="libFootnote0"/>
        <w:rPr>
          <w:rtl/>
        </w:rPr>
      </w:pPr>
      <w:r>
        <w:rPr>
          <w:rtl/>
        </w:rPr>
        <w:t>16</w:t>
      </w:r>
      <w:r w:rsidR="00A8058D">
        <w:rPr>
          <w:rFonts w:hint="cs"/>
          <w:rtl/>
        </w:rPr>
        <w:t>-</w:t>
      </w:r>
      <w:r>
        <w:rPr>
          <w:rtl/>
        </w:rPr>
        <w:t xml:space="preserve"> ليس في ج.</w:t>
      </w:r>
    </w:p>
    <w:p w:rsidR="00481D79" w:rsidRDefault="00481D79" w:rsidP="00A8058D">
      <w:pPr>
        <w:pStyle w:val="libFootnote0"/>
        <w:rPr>
          <w:rtl/>
        </w:rPr>
      </w:pPr>
      <w:r>
        <w:rPr>
          <w:rtl/>
        </w:rPr>
        <w:t>17</w:t>
      </w:r>
      <w:r w:rsidR="00A8058D">
        <w:rPr>
          <w:rFonts w:hint="cs"/>
          <w:rtl/>
        </w:rPr>
        <w:t>-</w:t>
      </w:r>
      <w:r>
        <w:rPr>
          <w:rtl/>
        </w:rPr>
        <w:t xml:space="preserve"> خ: بلاء وبالا.</w:t>
      </w:r>
    </w:p>
    <w:p w:rsidR="00481D79" w:rsidRDefault="00481D79" w:rsidP="00481D79">
      <w:pPr>
        <w:pStyle w:val="libNormal"/>
        <w:rPr>
          <w:rtl/>
        </w:rPr>
      </w:pPr>
      <w:r>
        <w:rPr>
          <w:rtl/>
        </w:rPr>
        <w:br w:type="page"/>
      </w:r>
    </w:p>
    <w:p w:rsidR="00481D79" w:rsidRPr="00481D79" w:rsidRDefault="00481D79" w:rsidP="00A8058D">
      <w:pPr>
        <w:pStyle w:val="libNormal"/>
        <w:rPr>
          <w:rtl/>
        </w:rPr>
      </w:pPr>
      <w:r w:rsidRPr="00481D79">
        <w:rPr>
          <w:rtl/>
        </w:rPr>
        <w:lastRenderedPageBreak/>
        <w:t xml:space="preserve">فقام عبدالله بن العباس (فقرب من) </w:t>
      </w:r>
      <w:r w:rsidR="00A8058D" w:rsidRPr="009A4F11">
        <w:rPr>
          <w:rStyle w:val="libFootnotenumChar"/>
          <w:rFonts w:hint="cs"/>
          <w:rtl/>
        </w:rPr>
        <w:t>(1)</w:t>
      </w:r>
      <w:r w:rsidRPr="00481D79">
        <w:rPr>
          <w:rtl/>
        </w:rPr>
        <w:t xml:space="preserve"> الحسن بن علي </w:t>
      </w:r>
      <w:r w:rsidR="004226A8" w:rsidRPr="004226A8">
        <w:rPr>
          <w:rStyle w:val="libAlaemChar"/>
          <w:rtl/>
        </w:rPr>
        <w:t>عليه‌السلام</w:t>
      </w:r>
      <w:r w:rsidRPr="00481D79">
        <w:rPr>
          <w:rtl/>
        </w:rPr>
        <w:t>.</w:t>
      </w:r>
    </w:p>
    <w:p w:rsidR="00481D79" w:rsidRPr="00481D79" w:rsidRDefault="00481D79" w:rsidP="00A8058D">
      <w:pPr>
        <w:pStyle w:val="libNormal"/>
        <w:rPr>
          <w:rtl/>
        </w:rPr>
      </w:pPr>
      <w:r w:rsidRPr="00481D79">
        <w:rPr>
          <w:rtl/>
        </w:rPr>
        <w:t xml:space="preserve">ثم قال: هذا والله من مكنون العلم " </w:t>
      </w:r>
      <w:r w:rsidR="00A8058D" w:rsidRPr="009A4F11">
        <w:rPr>
          <w:rStyle w:val="libFootnotenumChar"/>
          <w:rFonts w:hint="cs"/>
          <w:rtl/>
        </w:rPr>
        <w:t>(2)</w:t>
      </w:r>
      <w:r w:rsidRPr="00481D79">
        <w:rPr>
          <w:rtl/>
        </w:rPr>
        <w:t>.</w:t>
      </w:r>
    </w:p>
    <w:p w:rsidR="00481D79" w:rsidRPr="00481D79" w:rsidRDefault="00481D79" w:rsidP="00A8058D">
      <w:pPr>
        <w:pStyle w:val="libNormal"/>
        <w:rPr>
          <w:rtl/>
        </w:rPr>
      </w:pPr>
      <w:r w:rsidRPr="00481D79">
        <w:rPr>
          <w:rtl/>
        </w:rPr>
        <w:t xml:space="preserve">(195) وبإسناده قال: قال: علي بن الحسين: " إياكم والغيبة فإنها أدام كلاب [ أهل ] </w:t>
      </w:r>
      <w:r w:rsidR="00A8058D" w:rsidRPr="009A4F11">
        <w:rPr>
          <w:rStyle w:val="libFootnotenumChar"/>
          <w:rFonts w:hint="cs"/>
          <w:rtl/>
        </w:rPr>
        <w:t>(3)</w:t>
      </w:r>
      <w:r w:rsidRPr="00481D79">
        <w:rPr>
          <w:rtl/>
        </w:rPr>
        <w:t xml:space="preserve"> النار " </w:t>
      </w:r>
      <w:r w:rsidR="00A8058D" w:rsidRPr="009A4F11">
        <w:rPr>
          <w:rStyle w:val="libFootnotenumChar"/>
          <w:rFonts w:hint="cs"/>
          <w:rtl/>
        </w:rPr>
        <w:t>(4)</w:t>
      </w:r>
      <w:r w:rsidRPr="00481D79">
        <w:rPr>
          <w:rtl/>
        </w:rPr>
        <w:t>.</w:t>
      </w:r>
    </w:p>
    <w:p w:rsidR="00481D79" w:rsidRPr="00481D79" w:rsidRDefault="00481D79" w:rsidP="00A8058D">
      <w:pPr>
        <w:pStyle w:val="libNormal"/>
        <w:rPr>
          <w:rtl/>
        </w:rPr>
      </w:pPr>
      <w:r w:rsidRPr="00481D79">
        <w:rPr>
          <w:rtl/>
        </w:rPr>
        <w:t xml:space="preserve">(196) وبإسناده قال: قال علي بن الحسين: " من كف عن أعراض المسلمين </w:t>
      </w:r>
      <w:r w:rsidR="00A8058D" w:rsidRPr="009A4F11">
        <w:rPr>
          <w:rStyle w:val="libFootnotenumChar"/>
          <w:rFonts w:hint="cs"/>
          <w:rtl/>
        </w:rPr>
        <w:t>(5)</w:t>
      </w:r>
      <w:r w:rsidRPr="00481D79">
        <w:rPr>
          <w:rtl/>
        </w:rPr>
        <w:t xml:space="preserve"> أقاله </w:t>
      </w:r>
      <w:r w:rsidR="00A8058D" w:rsidRPr="009A4F11">
        <w:rPr>
          <w:rStyle w:val="libFootnotenumChar"/>
          <w:rFonts w:hint="cs"/>
          <w:rtl/>
        </w:rPr>
        <w:t>(6)</w:t>
      </w:r>
      <w:r w:rsidRPr="00481D79">
        <w:rPr>
          <w:rtl/>
        </w:rPr>
        <w:t xml:space="preserve"> الله عزوجل عثرته </w:t>
      </w:r>
      <w:r w:rsidR="00A8058D" w:rsidRPr="009A4F11">
        <w:rPr>
          <w:rStyle w:val="libFootnotenumChar"/>
          <w:rFonts w:hint="cs"/>
          <w:rtl/>
        </w:rPr>
        <w:t>(7)</w:t>
      </w:r>
      <w:r w:rsidRPr="00481D79">
        <w:rPr>
          <w:rtl/>
        </w:rPr>
        <w:t xml:space="preserve"> يوم القيامة " </w:t>
      </w:r>
      <w:r w:rsidR="00A8058D" w:rsidRPr="009A4F11">
        <w:rPr>
          <w:rStyle w:val="libFootnotenumChar"/>
          <w:rFonts w:hint="cs"/>
          <w:rtl/>
        </w:rPr>
        <w:t>(8)</w:t>
      </w:r>
      <w:r w:rsidRPr="00481D79">
        <w:rPr>
          <w:rtl/>
        </w:rPr>
        <w:t>.</w:t>
      </w:r>
    </w:p>
    <w:p w:rsidR="00481D79" w:rsidRPr="00481D79" w:rsidRDefault="00481D79" w:rsidP="00A8058D">
      <w:pPr>
        <w:pStyle w:val="libNormal"/>
        <w:rPr>
          <w:rtl/>
        </w:rPr>
      </w:pPr>
      <w:r w:rsidRPr="00481D79">
        <w:rPr>
          <w:rtl/>
        </w:rPr>
        <w:t xml:space="preserve">(197) وبإسناده قال: حدثني </w:t>
      </w:r>
      <w:r w:rsidR="00A8058D" w:rsidRPr="009A4F11">
        <w:rPr>
          <w:rStyle w:val="libFootnotenumChar"/>
          <w:rFonts w:hint="cs"/>
          <w:rtl/>
        </w:rPr>
        <w:t>(9)</w:t>
      </w:r>
      <w:r w:rsidRPr="00481D79">
        <w:rPr>
          <w:rtl/>
        </w:rPr>
        <w:t xml:space="preserve"> محمد بن علي قال: " صلة الارحام وحسن الجوار زيادة في الاموال " </w:t>
      </w:r>
      <w:r w:rsidR="00A8058D" w:rsidRPr="009A4F11">
        <w:rPr>
          <w:rStyle w:val="libFootnotenumChar"/>
          <w:rFonts w:hint="cs"/>
          <w:rtl/>
        </w:rPr>
        <w:t>(10)</w:t>
      </w:r>
    </w:p>
    <w:p w:rsidR="00481D79" w:rsidRDefault="005B067E" w:rsidP="005B067E">
      <w:pPr>
        <w:pStyle w:val="libLine"/>
        <w:rPr>
          <w:rtl/>
        </w:rPr>
      </w:pPr>
      <w:r>
        <w:rPr>
          <w:rtl/>
        </w:rPr>
        <w:t>____________________</w:t>
      </w:r>
    </w:p>
    <w:p w:rsidR="00481D79" w:rsidRDefault="00481D79" w:rsidP="009A4F11">
      <w:pPr>
        <w:pStyle w:val="libFootnote0"/>
        <w:rPr>
          <w:rtl/>
        </w:rPr>
      </w:pPr>
      <w:r>
        <w:rPr>
          <w:rtl/>
        </w:rPr>
        <w:t>1</w:t>
      </w:r>
      <w:r w:rsidR="009A4F11">
        <w:rPr>
          <w:rFonts w:hint="cs"/>
          <w:rtl/>
        </w:rPr>
        <w:t>-</w:t>
      </w:r>
      <w:r>
        <w:rPr>
          <w:rtl/>
        </w:rPr>
        <w:t xml:space="preserve"> في البحار والمستدرك: فقبل رأس.</w:t>
      </w:r>
    </w:p>
    <w:p w:rsidR="00481D79" w:rsidRDefault="00481D79" w:rsidP="009A4F11">
      <w:pPr>
        <w:pStyle w:val="libFootnote0"/>
        <w:rPr>
          <w:rtl/>
        </w:rPr>
      </w:pPr>
      <w:r>
        <w:rPr>
          <w:rtl/>
        </w:rPr>
        <w:t>2</w:t>
      </w:r>
      <w:r w:rsidR="009A4F11">
        <w:rPr>
          <w:rFonts w:hint="cs"/>
          <w:rtl/>
        </w:rPr>
        <w:t>-</w:t>
      </w:r>
      <w:r>
        <w:rPr>
          <w:rtl/>
        </w:rPr>
        <w:t xml:space="preserve"> عنه البحار: 65 / 206 ح 34، وعن دعوات الراوندي: 145 ح 376. وأخرجه في المستدرك: 3 / 70 باب 33 ح 5 عن الصحيفة. وروى نحوه في المحاسن: 2 / 479 ح 501 بإسناده إلى مقسم مولى ابن عباس، وفي ح 502 بإسناده عن عمر بن علي، عن أبي الحسن الاول </w:t>
      </w:r>
      <w:r w:rsidR="004226A8" w:rsidRPr="009A4F11">
        <w:rPr>
          <w:rStyle w:val="libFootnoteAlaemChar"/>
          <w:rtl/>
        </w:rPr>
        <w:t>عليه‌السلام</w:t>
      </w:r>
      <w:r>
        <w:rPr>
          <w:rtl/>
        </w:rPr>
        <w:t xml:space="preserve">، عنهما البحار: 65 / 212 ح 59 و 60. وأخرجه في الدر المنثور: 3 / 110 عن طريق الطبراني، وإسماعيل بن عبد الغافر الفارسى في الاربعين، والبيهقي عن الحسين بن علي </w:t>
      </w:r>
      <w:r w:rsidR="004226A8" w:rsidRPr="009A4F11">
        <w:rPr>
          <w:rStyle w:val="libFootnoteAlaemChar"/>
          <w:rtl/>
        </w:rPr>
        <w:t>عليهما‌السلام</w:t>
      </w:r>
      <w:r>
        <w:rPr>
          <w:rtl/>
        </w:rPr>
        <w:t xml:space="preserve">، عنه البحار: 65 / 193 ح 9. وأخرجه الدميري في حياة الحيوان: 1 / 135 بإسناد الطبراني عن الحسن بن علي </w:t>
      </w:r>
      <w:r w:rsidR="004226A8" w:rsidRPr="009A4F11">
        <w:rPr>
          <w:rStyle w:val="libFootnoteAlaemChar"/>
          <w:rtl/>
        </w:rPr>
        <w:t>عليهما‌السلام</w:t>
      </w:r>
      <w:r>
        <w:rPr>
          <w:rtl/>
        </w:rPr>
        <w:t>، عنه البحار: 65 / 193 ح 10.</w:t>
      </w:r>
    </w:p>
    <w:p w:rsidR="00481D79" w:rsidRDefault="00481D79" w:rsidP="009A4F11">
      <w:pPr>
        <w:pStyle w:val="libFootnote0"/>
        <w:rPr>
          <w:rtl/>
        </w:rPr>
      </w:pPr>
      <w:r>
        <w:rPr>
          <w:rtl/>
        </w:rPr>
        <w:t>3</w:t>
      </w:r>
      <w:r w:rsidR="009A4F11">
        <w:rPr>
          <w:rFonts w:hint="cs"/>
          <w:rtl/>
        </w:rPr>
        <w:t>-</w:t>
      </w:r>
      <w:r>
        <w:rPr>
          <w:rtl/>
        </w:rPr>
        <w:t xml:space="preserve"> من ن.</w:t>
      </w:r>
    </w:p>
    <w:p w:rsidR="00481D79" w:rsidRDefault="00481D79" w:rsidP="009A4F11">
      <w:pPr>
        <w:pStyle w:val="libFootnote0"/>
        <w:rPr>
          <w:rtl/>
        </w:rPr>
      </w:pPr>
      <w:r>
        <w:rPr>
          <w:rtl/>
        </w:rPr>
        <w:t>4</w:t>
      </w:r>
      <w:r w:rsidR="009A4F11">
        <w:rPr>
          <w:rFonts w:hint="cs"/>
          <w:rtl/>
        </w:rPr>
        <w:t>-</w:t>
      </w:r>
      <w:r>
        <w:rPr>
          <w:rtl/>
        </w:rPr>
        <w:t xml:space="preserve"> عنه البحار: 75 / 256 ح 43. وروى قطعة منه في أمالي الصدوق: 174 ح 9 بإسناده إلى نوف البكالي، عن أمير المؤمنين عنه الوسائل: 8 / 600 ح 16 والبحار: 75 / 248 ح 13 وج 77 / 382 ح 9. وأورد قطعة منه في أعلام الدين: 107 (مخطوط)، وفي تنبيه الخواطر: 2 / 164 عن نوف البكالي.</w:t>
      </w:r>
    </w:p>
    <w:p w:rsidR="00481D79" w:rsidRDefault="00481D79" w:rsidP="009A4F11">
      <w:pPr>
        <w:pStyle w:val="libFootnote0"/>
        <w:rPr>
          <w:rtl/>
        </w:rPr>
      </w:pPr>
      <w:r>
        <w:rPr>
          <w:rtl/>
        </w:rPr>
        <w:t>5</w:t>
      </w:r>
      <w:r w:rsidR="009A4F11">
        <w:rPr>
          <w:rFonts w:hint="cs"/>
          <w:rtl/>
        </w:rPr>
        <w:t>-</w:t>
      </w:r>
      <w:r>
        <w:rPr>
          <w:rtl/>
        </w:rPr>
        <w:t xml:space="preserve"> ن: الناس.</w:t>
      </w:r>
    </w:p>
    <w:p w:rsidR="00481D79" w:rsidRDefault="00481D79" w:rsidP="009A4F11">
      <w:pPr>
        <w:pStyle w:val="libFootnote0"/>
        <w:rPr>
          <w:rtl/>
        </w:rPr>
      </w:pPr>
      <w:r>
        <w:rPr>
          <w:rtl/>
        </w:rPr>
        <w:t>6</w:t>
      </w:r>
      <w:r w:rsidR="009A4F11">
        <w:rPr>
          <w:rFonts w:hint="cs"/>
          <w:rtl/>
        </w:rPr>
        <w:t>-</w:t>
      </w:r>
      <w:r>
        <w:rPr>
          <w:rtl/>
        </w:rPr>
        <w:t xml:space="preserve"> خ: أقال.</w:t>
      </w:r>
    </w:p>
    <w:p w:rsidR="00481D79" w:rsidRDefault="00481D79" w:rsidP="009A4F11">
      <w:pPr>
        <w:pStyle w:val="libFootnote0"/>
        <w:rPr>
          <w:rtl/>
        </w:rPr>
      </w:pPr>
      <w:r>
        <w:rPr>
          <w:rtl/>
        </w:rPr>
        <w:t>7</w:t>
      </w:r>
      <w:r w:rsidR="009A4F11">
        <w:rPr>
          <w:rFonts w:hint="cs"/>
          <w:rtl/>
        </w:rPr>
        <w:t>-</w:t>
      </w:r>
      <w:r>
        <w:rPr>
          <w:rtl/>
        </w:rPr>
        <w:t xml:space="preserve"> خ: عثرة.</w:t>
      </w:r>
    </w:p>
    <w:p w:rsidR="00481D79" w:rsidRDefault="00481D79" w:rsidP="009A4F11">
      <w:pPr>
        <w:pStyle w:val="libFootnote0"/>
        <w:rPr>
          <w:rtl/>
        </w:rPr>
      </w:pPr>
      <w:r>
        <w:rPr>
          <w:rtl/>
        </w:rPr>
        <w:t>8</w:t>
      </w:r>
      <w:r w:rsidR="009A4F11">
        <w:rPr>
          <w:rFonts w:hint="cs"/>
          <w:rtl/>
        </w:rPr>
        <w:t>-</w:t>
      </w:r>
      <w:r>
        <w:rPr>
          <w:rtl/>
        </w:rPr>
        <w:t xml:space="preserve"> عنه البحار: 75 / 256 ح 42. و (أخرجه الديلمي عن علي </w:t>
      </w:r>
      <w:r w:rsidR="004226A8" w:rsidRPr="009A4F11">
        <w:rPr>
          <w:rStyle w:val="libFootnoteAlaemChar"/>
          <w:rtl/>
        </w:rPr>
        <w:t>عليه‌السلام</w:t>
      </w:r>
      <w:r>
        <w:rPr>
          <w:rtl/>
        </w:rPr>
        <w:t xml:space="preserve"> بلفظه).</w:t>
      </w:r>
    </w:p>
    <w:p w:rsidR="00481D79" w:rsidRDefault="00481D79" w:rsidP="009A4F11">
      <w:pPr>
        <w:pStyle w:val="libFootnote0"/>
        <w:rPr>
          <w:rtl/>
        </w:rPr>
      </w:pPr>
      <w:r>
        <w:rPr>
          <w:rtl/>
        </w:rPr>
        <w:t>9</w:t>
      </w:r>
      <w:r w:rsidR="009A4F11">
        <w:rPr>
          <w:rFonts w:hint="cs"/>
          <w:rtl/>
        </w:rPr>
        <w:t>-</w:t>
      </w:r>
      <w:r>
        <w:rPr>
          <w:rtl/>
        </w:rPr>
        <w:t xml:space="preserve"> أضاف في خ: أبي.</w:t>
      </w:r>
    </w:p>
    <w:p w:rsidR="00481D79" w:rsidRDefault="00481D79" w:rsidP="009A4F11">
      <w:pPr>
        <w:pStyle w:val="libFootnote0"/>
        <w:rPr>
          <w:rtl/>
        </w:rPr>
      </w:pPr>
      <w:r>
        <w:rPr>
          <w:rtl/>
        </w:rPr>
        <w:t>10</w:t>
      </w:r>
      <w:r w:rsidR="009A4F11">
        <w:rPr>
          <w:rFonts w:hint="cs"/>
          <w:rtl/>
        </w:rPr>
        <w:t>-</w:t>
      </w:r>
      <w:r>
        <w:rPr>
          <w:rtl/>
        </w:rPr>
        <w:t xml:space="preserve"> عنه البحار: 74 / 97 ح 32، ومستدرك الوسائل: 2 / 641 ح 37.</w:t>
      </w:r>
    </w:p>
    <w:p w:rsidR="00481D79" w:rsidRDefault="00481D79" w:rsidP="00481D79">
      <w:pPr>
        <w:pStyle w:val="libNormal"/>
        <w:rPr>
          <w:rtl/>
        </w:rPr>
      </w:pPr>
      <w:r>
        <w:rPr>
          <w:rtl/>
        </w:rPr>
        <w:br w:type="page"/>
      </w:r>
    </w:p>
    <w:p w:rsidR="00481D79" w:rsidRPr="00481D79" w:rsidRDefault="00481D79" w:rsidP="008F29DE">
      <w:pPr>
        <w:pStyle w:val="libNormal"/>
        <w:rPr>
          <w:rtl/>
        </w:rPr>
      </w:pPr>
      <w:r w:rsidRPr="00481D79">
        <w:rPr>
          <w:rtl/>
        </w:rPr>
        <w:lastRenderedPageBreak/>
        <w:t xml:space="preserve">(198) وبإسناده قال: قال علي بن أبي طالب </w:t>
      </w:r>
      <w:r w:rsidR="004226A8" w:rsidRPr="004226A8">
        <w:rPr>
          <w:rStyle w:val="libAlaemChar"/>
          <w:rtl/>
        </w:rPr>
        <w:t>عليه‌السلام</w:t>
      </w:r>
      <w:r w:rsidRPr="00481D79">
        <w:rPr>
          <w:rtl/>
        </w:rPr>
        <w:t xml:space="preserve">: " إن لابليس كحلا وسفوفا </w:t>
      </w:r>
      <w:r w:rsidR="008F29DE" w:rsidRPr="008F29DE">
        <w:rPr>
          <w:rStyle w:val="libFootnotenumChar"/>
          <w:rFonts w:hint="cs"/>
          <w:rtl/>
        </w:rPr>
        <w:t>(1)</w:t>
      </w:r>
      <w:r w:rsidRPr="00481D79">
        <w:rPr>
          <w:rtl/>
        </w:rPr>
        <w:t xml:space="preserve"> ولعوقا.</w:t>
      </w:r>
    </w:p>
    <w:p w:rsidR="00481D79" w:rsidRPr="00481D79" w:rsidRDefault="00481D79" w:rsidP="008F29DE">
      <w:pPr>
        <w:pStyle w:val="libNormal"/>
        <w:rPr>
          <w:rtl/>
        </w:rPr>
      </w:pPr>
      <w:r w:rsidRPr="00481D79">
        <w:rPr>
          <w:rtl/>
        </w:rPr>
        <w:t xml:space="preserve">فأما كحله فالنوم، وأما سفوفه </w:t>
      </w:r>
      <w:r w:rsidR="008F29DE" w:rsidRPr="008F29DE">
        <w:rPr>
          <w:rStyle w:val="libFootnotenumChar"/>
          <w:rFonts w:hint="cs"/>
          <w:rtl/>
        </w:rPr>
        <w:t>(2)</w:t>
      </w:r>
      <w:r w:rsidRPr="00481D79">
        <w:rPr>
          <w:rtl/>
        </w:rPr>
        <w:t xml:space="preserve"> فالغضب، وأما لعوقه فالكذب </w:t>
      </w:r>
      <w:r w:rsidR="008F29DE" w:rsidRPr="008F29DE">
        <w:rPr>
          <w:rStyle w:val="libFootnotenumChar"/>
          <w:rFonts w:hint="cs"/>
          <w:rtl/>
        </w:rPr>
        <w:t>(3)</w:t>
      </w:r>
      <w:r w:rsidRPr="00481D79">
        <w:rPr>
          <w:rtl/>
        </w:rPr>
        <w:t xml:space="preserve"> " </w:t>
      </w:r>
      <w:r w:rsidR="008F29DE" w:rsidRPr="008F29DE">
        <w:rPr>
          <w:rStyle w:val="libFootnotenumChar"/>
          <w:rFonts w:hint="cs"/>
          <w:rtl/>
        </w:rPr>
        <w:t>(4)</w:t>
      </w:r>
      <w:r w:rsidRPr="00481D79">
        <w:rPr>
          <w:rtl/>
        </w:rPr>
        <w:t>.</w:t>
      </w:r>
    </w:p>
    <w:p w:rsidR="00481D79" w:rsidRPr="00481D79" w:rsidRDefault="00481D79" w:rsidP="008F29DE">
      <w:pPr>
        <w:pStyle w:val="libNormal"/>
        <w:rPr>
          <w:rtl/>
        </w:rPr>
      </w:pPr>
      <w:r w:rsidRPr="00481D79">
        <w:rPr>
          <w:rtl/>
        </w:rPr>
        <w:t xml:space="preserve">(199) وبإسناده قال: قال علي بن الحسين </w:t>
      </w:r>
      <w:r w:rsidR="004226A8" w:rsidRPr="004226A8">
        <w:rPr>
          <w:rStyle w:val="libAlaemChar"/>
          <w:rtl/>
        </w:rPr>
        <w:t>عليهما‌السلام</w:t>
      </w:r>
      <w:r w:rsidRPr="00481D79">
        <w:rPr>
          <w:rtl/>
        </w:rPr>
        <w:t xml:space="preserve">: " سادة </w:t>
      </w:r>
      <w:r w:rsidR="008F29DE" w:rsidRPr="008F29DE">
        <w:rPr>
          <w:rStyle w:val="libFootnotenumChar"/>
          <w:rFonts w:hint="cs"/>
          <w:rtl/>
        </w:rPr>
        <w:t>(5)</w:t>
      </w:r>
      <w:r w:rsidRPr="00481D79">
        <w:rPr>
          <w:rtl/>
        </w:rPr>
        <w:t xml:space="preserve"> الناس في الدنيا الاسخياء، وسادة الناس في الآخرة الاتقياء " </w:t>
      </w:r>
      <w:r w:rsidR="008F29DE" w:rsidRPr="008F29DE">
        <w:rPr>
          <w:rStyle w:val="libFootnotenumChar"/>
          <w:rFonts w:hint="cs"/>
          <w:rtl/>
        </w:rPr>
        <w:t>(6)</w:t>
      </w:r>
      <w:r w:rsidRPr="00481D79">
        <w:rPr>
          <w:rtl/>
        </w:rPr>
        <w:t>.</w:t>
      </w:r>
    </w:p>
    <w:p w:rsidR="00481D79" w:rsidRPr="00481D79" w:rsidRDefault="00481D79" w:rsidP="008F29DE">
      <w:pPr>
        <w:pStyle w:val="libNormal"/>
        <w:rPr>
          <w:rtl/>
        </w:rPr>
      </w:pPr>
      <w:r w:rsidRPr="00481D79">
        <w:rPr>
          <w:rtl/>
        </w:rPr>
        <w:t xml:space="preserve">(200) وبإسناده قال: قال علي بن الحسين </w:t>
      </w:r>
      <w:r w:rsidR="004226A8" w:rsidRPr="004226A8">
        <w:rPr>
          <w:rStyle w:val="libAlaemChar"/>
          <w:rtl/>
        </w:rPr>
        <w:t>عليهما‌السلام</w:t>
      </w:r>
      <w:r w:rsidRPr="00481D79">
        <w:rPr>
          <w:rtl/>
        </w:rPr>
        <w:t xml:space="preserve">: " العافية ملك خفي " </w:t>
      </w:r>
      <w:r w:rsidR="008F29DE" w:rsidRPr="008F29DE">
        <w:rPr>
          <w:rStyle w:val="libFootnotenumChar"/>
          <w:rFonts w:hint="cs"/>
          <w:rtl/>
        </w:rPr>
        <w:t>(7)</w:t>
      </w:r>
      <w:r w:rsidRPr="00481D79">
        <w:rPr>
          <w:rtl/>
        </w:rPr>
        <w:t>.</w:t>
      </w:r>
    </w:p>
    <w:p w:rsidR="00481D79" w:rsidRDefault="005B067E" w:rsidP="005B067E">
      <w:pPr>
        <w:pStyle w:val="libLine"/>
        <w:rPr>
          <w:rtl/>
        </w:rPr>
      </w:pPr>
      <w:r>
        <w:rPr>
          <w:rtl/>
        </w:rPr>
        <w:t>____________________</w:t>
      </w:r>
    </w:p>
    <w:p w:rsidR="00481D79" w:rsidRDefault="00481D79" w:rsidP="008F29DE">
      <w:pPr>
        <w:pStyle w:val="libFootnote0"/>
        <w:rPr>
          <w:rtl/>
        </w:rPr>
      </w:pPr>
      <w:r>
        <w:rPr>
          <w:rtl/>
        </w:rPr>
        <w:t>1</w:t>
      </w:r>
      <w:r w:rsidR="008F29DE">
        <w:rPr>
          <w:rFonts w:hint="cs"/>
          <w:rtl/>
        </w:rPr>
        <w:t>-</w:t>
      </w:r>
      <w:r>
        <w:rPr>
          <w:rtl/>
        </w:rPr>
        <w:t xml:space="preserve"> خ: سعوطا، ن: نشوقا. وهما بمعنى واحد.</w:t>
      </w:r>
    </w:p>
    <w:p w:rsidR="00481D79" w:rsidRDefault="00481D79" w:rsidP="008F29DE">
      <w:pPr>
        <w:pStyle w:val="libFootnote0"/>
        <w:rPr>
          <w:rtl/>
        </w:rPr>
      </w:pPr>
      <w:r>
        <w:rPr>
          <w:rtl/>
        </w:rPr>
        <w:t>2</w:t>
      </w:r>
      <w:r w:rsidR="008F29DE">
        <w:rPr>
          <w:rFonts w:hint="cs"/>
          <w:rtl/>
        </w:rPr>
        <w:t>-</w:t>
      </w:r>
      <w:r>
        <w:rPr>
          <w:rtl/>
        </w:rPr>
        <w:t xml:space="preserve"> خ: سعوط، ن: نشوقه.</w:t>
      </w:r>
    </w:p>
    <w:p w:rsidR="00481D79" w:rsidRDefault="00481D79" w:rsidP="008F29DE">
      <w:pPr>
        <w:pStyle w:val="libFootnote0"/>
        <w:rPr>
          <w:rtl/>
        </w:rPr>
      </w:pPr>
      <w:r>
        <w:rPr>
          <w:rtl/>
        </w:rPr>
        <w:t>3</w:t>
      </w:r>
      <w:r w:rsidR="008F29DE">
        <w:rPr>
          <w:rFonts w:hint="cs"/>
          <w:rtl/>
        </w:rPr>
        <w:t>-</w:t>
      </w:r>
      <w:r>
        <w:rPr>
          <w:rtl/>
        </w:rPr>
        <w:t xml:space="preserve"> مناسبة الكحل للنوم ظاهر، وأما السفوف للغضب فلان أكثر السفوفات من المسهلات توجب خروج الامور الردية، والغضب أيضايوجب صدور ما لا ينبغي من الانسان وبروز الاخلاق الذميمة منه. وفي القاموس: 3 / 152: سففت الدواء - بالكسر - سفا واستففته: قمحته أو أخذته غير ملتوت، وهو سفوف كصبور. إنتهى. وأما اللعوق فلانه غالبا مما يتلذذ به ويكثر منه، والكذب كذلك، وفي النهاية: 2 / 118، وج 4 / 254: فيه إن للشيطان لعوقا ودساما، اللعوق - بالفتح -: إسم لما يلعق به أى يؤكل بالملعقة. والدسام - بالكسر -: ما تسد به الاذن فلا تعي ذكرا ولا موعظة، وكل شئ سددته فقد دسمته. يعني أن وساوس الشيطان مهما وجدت منفذا دخلت فيه. (من هامش البحار: 63 بتصرف).</w:t>
      </w:r>
    </w:p>
    <w:p w:rsidR="00481D79" w:rsidRDefault="00481D79" w:rsidP="008F29DE">
      <w:pPr>
        <w:pStyle w:val="libFootnote0"/>
        <w:rPr>
          <w:rtl/>
        </w:rPr>
      </w:pPr>
      <w:r>
        <w:rPr>
          <w:rtl/>
        </w:rPr>
        <w:t>4</w:t>
      </w:r>
      <w:r w:rsidR="008F29DE">
        <w:rPr>
          <w:rFonts w:hint="cs"/>
          <w:rtl/>
        </w:rPr>
        <w:t>-</w:t>
      </w:r>
      <w:r>
        <w:rPr>
          <w:rtl/>
        </w:rPr>
        <w:t xml:space="preserve"> أخرجه في البحار: 63 / 217 ح 53 عن كتاب المحاسن بإسناده إلى الرضا، عن آبائه </w:t>
      </w:r>
      <w:r w:rsidR="004226A8" w:rsidRPr="008F29DE">
        <w:rPr>
          <w:rStyle w:val="libFootnoteAlaemChar"/>
          <w:rtl/>
        </w:rPr>
        <w:t>عليهم‌السلام</w:t>
      </w:r>
      <w:r>
        <w:rPr>
          <w:rtl/>
        </w:rPr>
        <w:t xml:space="preserve"> ولم نجده فيه. ورواه الصدوق في معاني الاخبار: 138 ح 1 بإسناده إلى ابن فضال رفعه إلى أبي جعفر </w:t>
      </w:r>
      <w:r w:rsidR="004226A8" w:rsidRPr="008F29DE">
        <w:rPr>
          <w:rStyle w:val="libFootnoteAlaemChar"/>
          <w:rtl/>
        </w:rPr>
        <w:t>عليه‌السلام</w:t>
      </w:r>
      <w:r>
        <w:rPr>
          <w:rtl/>
        </w:rPr>
        <w:t xml:space="preserve"> عن رسول الله </w:t>
      </w:r>
      <w:r w:rsidR="004226A8" w:rsidRPr="008F29DE">
        <w:rPr>
          <w:rStyle w:val="libFootnoteAlaemChar"/>
          <w:rtl/>
        </w:rPr>
        <w:t>صلى‌الله‌عليه‌وآله</w:t>
      </w:r>
      <w:r>
        <w:rPr>
          <w:rtl/>
        </w:rPr>
        <w:t>، عنه الوسائل: 8 / 574 ح 14، وج 11 / 300 ح 11 والبحار: 63 / 242 ح 90 وج 72 / 260 ح 30، وج 73 / 234 ح 34، وج 76 / 180 ح 6. (وأخرجه الطبراني في الكبير والبيهقي في شعب الايمان عن سمرة مرفوعا بلفظ: إن للشيطان كحلا إلخ.)</w:t>
      </w:r>
    </w:p>
    <w:p w:rsidR="00481D79" w:rsidRDefault="00481D79" w:rsidP="008F29DE">
      <w:pPr>
        <w:pStyle w:val="libFootnote0"/>
        <w:rPr>
          <w:rtl/>
        </w:rPr>
      </w:pPr>
      <w:r>
        <w:rPr>
          <w:rtl/>
        </w:rPr>
        <w:t>5</w:t>
      </w:r>
      <w:r w:rsidR="008F29DE">
        <w:rPr>
          <w:rFonts w:hint="cs"/>
          <w:rtl/>
        </w:rPr>
        <w:t>-</w:t>
      </w:r>
      <w:r>
        <w:rPr>
          <w:rtl/>
        </w:rPr>
        <w:t xml:space="preserve"> ن: سادات، وكذا في الموضع الآتي.</w:t>
      </w:r>
    </w:p>
    <w:p w:rsidR="00481D79" w:rsidRDefault="00481D79" w:rsidP="008F29DE">
      <w:pPr>
        <w:pStyle w:val="libFootnote0"/>
        <w:rPr>
          <w:rtl/>
        </w:rPr>
      </w:pPr>
      <w:r>
        <w:rPr>
          <w:rtl/>
        </w:rPr>
        <w:t>6</w:t>
      </w:r>
      <w:r w:rsidR="008F29DE">
        <w:rPr>
          <w:rFonts w:hint="cs"/>
          <w:rtl/>
        </w:rPr>
        <w:t>-</w:t>
      </w:r>
      <w:r>
        <w:rPr>
          <w:rtl/>
        </w:rPr>
        <w:t xml:space="preserve"> عنه البحار: 71 / 350 ح 1، وعن أمالي الصدوق: 36 ح 1 بإسناده إلى إبراهيم بن عبيد الله، عن أبيه عن جده، عن علي </w:t>
      </w:r>
      <w:r w:rsidR="004226A8" w:rsidRPr="008F29DE">
        <w:rPr>
          <w:rStyle w:val="libFootnoteAlaemChar"/>
          <w:rtl/>
        </w:rPr>
        <w:t>عليه‌السلام</w:t>
      </w:r>
      <w:r>
        <w:rPr>
          <w:rtl/>
        </w:rPr>
        <w:t>. وأورده في مشكاة الانوار: 232، وروضة الواعظين: 448 وص 449 وتنبيه الخواطر: 2 / 237 مرسلا.</w:t>
      </w:r>
    </w:p>
    <w:p w:rsidR="00481D79" w:rsidRDefault="00481D79" w:rsidP="008F29DE">
      <w:pPr>
        <w:pStyle w:val="libFootnote0"/>
        <w:rPr>
          <w:rtl/>
        </w:rPr>
      </w:pPr>
      <w:r>
        <w:rPr>
          <w:rtl/>
        </w:rPr>
        <w:t>7</w:t>
      </w:r>
      <w:r w:rsidR="008F29DE">
        <w:rPr>
          <w:rFonts w:hint="cs"/>
          <w:rtl/>
        </w:rPr>
        <w:t>-</w:t>
      </w:r>
      <w:r>
        <w:rPr>
          <w:rtl/>
        </w:rPr>
        <w:t xml:space="preserve"> أورده في دعوات الراوندي: 114 ح 260 عن عيسى </w:t>
      </w:r>
      <w:r w:rsidR="004226A8" w:rsidRPr="008F29DE">
        <w:rPr>
          <w:rStyle w:val="libFootnoteAlaemChar"/>
          <w:rtl/>
        </w:rPr>
        <w:t>عليه‌السلام</w:t>
      </w:r>
      <w:r>
        <w:rPr>
          <w:rtl/>
        </w:rPr>
        <w:t xml:space="preserve"> قال: في حكمة آل داود..</w:t>
      </w:r>
    </w:p>
    <w:p w:rsidR="00481D79" w:rsidRDefault="00481D79" w:rsidP="00D11BDC">
      <w:pPr>
        <w:pStyle w:val="libFootnote0"/>
        <w:rPr>
          <w:rtl/>
        </w:rPr>
      </w:pPr>
      <w:r>
        <w:rPr>
          <w:rtl/>
        </w:rPr>
        <w:t xml:space="preserve">ورواه الصدوق في الامالي: 190 ضمن ح 13 بإسناده إلى محمد بن حرب الهلالي أمير المدينة، عن الصادق </w:t>
      </w:r>
      <w:r w:rsidR="004226A8" w:rsidRPr="008F29DE">
        <w:rPr>
          <w:rStyle w:val="libFootnoteAlaemChar"/>
          <w:rtl/>
        </w:rPr>
        <w:t>عليه‌السلام</w:t>
      </w:r>
      <w:r>
        <w:rPr>
          <w:rtl/>
        </w:rPr>
        <w:t>، عنه البحار: 81 / 172 ح 5. وفي الفقيه 4 / 406 ح 5878، والمواعظ: 101. وأورده في روضة الواعظين: 544. جميعا بلفظ: العافية نعمة خفية. الحديث.</w:t>
      </w:r>
    </w:p>
    <w:p w:rsidR="00481D79" w:rsidRDefault="00481D79" w:rsidP="00481D79">
      <w:pPr>
        <w:pStyle w:val="libNormal"/>
        <w:rPr>
          <w:rtl/>
        </w:rPr>
      </w:pPr>
      <w:r>
        <w:rPr>
          <w:rtl/>
        </w:rPr>
        <w:br w:type="page"/>
      </w:r>
    </w:p>
    <w:p w:rsidR="00481D79" w:rsidRPr="00481D79" w:rsidRDefault="00481D79" w:rsidP="009A4458">
      <w:pPr>
        <w:pStyle w:val="libNormal"/>
        <w:rPr>
          <w:rtl/>
        </w:rPr>
      </w:pPr>
      <w:r w:rsidRPr="00481D79">
        <w:rPr>
          <w:rtl/>
        </w:rPr>
        <w:lastRenderedPageBreak/>
        <w:t xml:space="preserve">(201) وبإسناده قال: قال علي بن أبي طالب </w:t>
      </w:r>
      <w:r w:rsidR="004226A8" w:rsidRPr="004226A8">
        <w:rPr>
          <w:rStyle w:val="libAlaemChar"/>
          <w:rtl/>
        </w:rPr>
        <w:t>عليه‌السلام</w:t>
      </w:r>
      <w:r w:rsidRPr="00481D79">
        <w:rPr>
          <w:rtl/>
        </w:rPr>
        <w:t xml:space="preserve"> قال رسول الله </w:t>
      </w:r>
      <w:r w:rsidR="004226A8" w:rsidRPr="004226A8">
        <w:rPr>
          <w:rStyle w:val="libAlaemChar"/>
          <w:rtl/>
        </w:rPr>
        <w:t>صلى‌الله‌عليه‌وآله</w:t>
      </w:r>
      <w:r w:rsidRPr="00481D79">
        <w:rPr>
          <w:rtl/>
        </w:rPr>
        <w:t xml:space="preserve">: " من اصطنع صنيعة </w:t>
      </w:r>
      <w:r w:rsidR="009A4458" w:rsidRPr="009A4458">
        <w:rPr>
          <w:rStyle w:val="libFootnotenumChar"/>
          <w:rFonts w:hint="cs"/>
          <w:rtl/>
        </w:rPr>
        <w:t>(1)</w:t>
      </w:r>
      <w:r w:rsidRPr="009A4458">
        <w:rPr>
          <w:rStyle w:val="libFootnotenumChar"/>
          <w:rtl/>
        </w:rPr>
        <w:t xml:space="preserve"> </w:t>
      </w:r>
      <w:r w:rsidRPr="00481D79">
        <w:rPr>
          <w:rtl/>
        </w:rPr>
        <w:t xml:space="preserve">إلى واحد من ولد </w:t>
      </w:r>
      <w:r w:rsidR="009A4458" w:rsidRPr="009A4458">
        <w:rPr>
          <w:rStyle w:val="libFootnotenumChar"/>
          <w:rFonts w:hint="cs"/>
          <w:rtl/>
        </w:rPr>
        <w:t>(2)</w:t>
      </w:r>
      <w:r w:rsidRPr="00481D79">
        <w:rPr>
          <w:rtl/>
        </w:rPr>
        <w:t xml:space="preserve"> عبدالمطلب ولم يجازه عليها </w:t>
      </w:r>
      <w:r w:rsidR="009A4458" w:rsidRPr="009A4458">
        <w:rPr>
          <w:rStyle w:val="libFootnotenumChar"/>
          <w:rFonts w:hint="cs"/>
          <w:rtl/>
        </w:rPr>
        <w:t>(3)</w:t>
      </w:r>
      <w:r w:rsidRPr="00481D79">
        <w:rPr>
          <w:rtl/>
        </w:rPr>
        <w:t xml:space="preserve"> فأنا أجازيه غدا إذا لقيني </w:t>
      </w:r>
      <w:r w:rsidR="009A4458" w:rsidRPr="009A4458">
        <w:rPr>
          <w:rStyle w:val="libFootnotenumChar"/>
          <w:rFonts w:hint="cs"/>
          <w:rtl/>
        </w:rPr>
        <w:t>(4)</w:t>
      </w:r>
      <w:r w:rsidRPr="00481D79">
        <w:rPr>
          <w:rtl/>
        </w:rPr>
        <w:t xml:space="preserve"> يوم القيامة " </w:t>
      </w:r>
      <w:r w:rsidR="009A4458" w:rsidRPr="009A4458">
        <w:rPr>
          <w:rStyle w:val="libFootnotenumChar"/>
          <w:rFonts w:hint="cs"/>
          <w:rtl/>
        </w:rPr>
        <w:t>(5)</w:t>
      </w:r>
      <w:r w:rsidRPr="00481D79">
        <w:rPr>
          <w:rtl/>
        </w:rPr>
        <w:t>.</w:t>
      </w:r>
    </w:p>
    <w:p w:rsidR="00481D79" w:rsidRPr="00481D79" w:rsidRDefault="00481D79" w:rsidP="009A4458">
      <w:pPr>
        <w:pStyle w:val="libNormal"/>
        <w:rPr>
          <w:rtl/>
        </w:rPr>
      </w:pPr>
      <w:r w:rsidRPr="00481D79">
        <w:rPr>
          <w:rtl/>
        </w:rPr>
        <w:t xml:space="preserve">(202) وبإسناده قال: قال [ لي ] </w:t>
      </w:r>
      <w:r w:rsidR="009A4458" w:rsidRPr="009A4458">
        <w:rPr>
          <w:rStyle w:val="libFootnotenumChar"/>
          <w:rFonts w:hint="cs"/>
          <w:rtl/>
        </w:rPr>
        <w:t>(6)</w:t>
      </w:r>
      <w:r w:rsidRPr="00481D79">
        <w:rPr>
          <w:rtl/>
        </w:rPr>
        <w:t xml:space="preserve"> رسول الله </w:t>
      </w:r>
      <w:r w:rsidR="004226A8" w:rsidRPr="004226A8">
        <w:rPr>
          <w:rStyle w:val="libAlaemChar"/>
          <w:rtl/>
        </w:rPr>
        <w:t>صلى‌الله‌عليه‌وآله</w:t>
      </w:r>
      <w:r w:rsidRPr="00481D79">
        <w:rPr>
          <w:rtl/>
        </w:rPr>
        <w:t xml:space="preserve">: " يا علي </w:t>
      </w:r>
      <w:r w:rsidR="009A4458" w:rsidRPr="009A4458">
        <w:rPr>
          <w:rStyle w:val="libFootnotenumChar"/>
          <w:rFonts w:hint="cs"/>
          <w:rtl/>
        </w:rPr>
        <w:t>(7)</w:t>
      </w:r>
      <w:r w:rsidRPr="00481D79">
        <w:rPr>
          <w:rtl/>
        </w:rPr>
        <w:t xml:space="preserve"> إذا صليت على جنازة فقل: اللهم [ إن هذا ] </w:t>
      </w:r>
      <w:r w:rsidR="009A4458" w:rsidRPr="009A4458">
        <w:rPr>
          <w:rStyle w:val="libFootnotenumChar"/>
          <w:rFonts w:hint="cs"/>
          <w:rtl/>
        </w:rPr>
        <w:t>(8)</w:t>
      </w:r>
      <w:r w:rsidRPr="00481D79">
        <w:rPr>
          <w:rtl/>
        </w:rPr>
        <w:t xml:space="preserve"> عبدك وابن عبدك وابن أمتك ماض فيه حكمك، [ خلقته ] </w:t>
      </w:r>
      <w:r w:rsidR="009A4458" w:rsidRPr="009A4458">
        <w:rPr>
          <w:rStyle w:val="libFootnotenumChar"/>
          <w:rFonts w:hint="cs"/>
          <w:rtl/>
        </w:rPr>
        <w:t>(9)</w:t>
      </w:r>
      <w:r w:rsidRPr="00481D79">
        <w:rPr>
          <w:rtl/>
        </w:rPr>
        <w:t xml:space="preserve"> ولم يكن شيئا مذكورا. زارك وأنت خير مزور. اللهم لقنه حجته وألحقه </w:t>
      </w:r>
      <w:r w:rsidR="009A4458" w:rsidRPr="009A4458">
        <w:rPr>
          <w:rStyle w:val="libFootnotenumChar"/>
          <w:rFonts w:hint="cs"/>
          <w:rtl/>
        </w:rPr>
        <w:t>(10)</w:t>
      </w:r>
      <w:r w:rsidRPr="00481D79">
        <w:rPr>
          <w:rtl/>
        </w:rPr>
        <w:t xml:space="preserve"> بنبيه </w:t>
      </w:r>
      <w:r w:rsidR="009A4458" w:rsidRPr="009A4458">
        <w:rPr>
          <w:rStyle w:val="libFootnotenumChar"/>
          <w:rFonts w:hint="cs"/>
          <w:rtl/>
        </w:rPr>
        <w:t>(11)</w:t>
      </w:r>
      <w:r w:rsidRPr="00481D79">
        <w:rPr>
          <w:rtl/>
        </w:rPr>
        <w:t xml:space="preserve"> ونور له في قبره، ووسع عليه في مدخله، وثبته بالقول الثابت، فإنه افتقر إليك واستغنيت عنه، وكان يشهد أن لا إله إلا أنت فاغفر له. اللهم لا تحرمنا أجره ولا تفتنا بعده. يا علي إذا صليت على امرأة </w:t>
      </w:r>
      <w:r w:rsidR="009A4458" w:rsidRPr="009A4458">
        <w:rPr>
          <w:rStyle w:val="libFootnotenumChar"/>
          <w:rFonts w:hint="cs"/>
          <w:rtl/>
        </w:rPr>
        <w:t>(12)</w:t>
      </w:r>
      <w:r w:rsidRPr="00481D79">
        <w:rPr>
          <w:rtl/>
        </w:rPr>
        <w:t xml:space="preserve"> فقل: اللهم أنت خلقتها </w:t>
      </w:r>
      <w:r w:rsidR="009A4458" w:rsidRPr="009A4458">
        <w:rPr>
          <w:rStyle w:val="libFootnotenumChar"/>
          <w:rFonts w:hint="cs"/>
          <w:rtl/>
        </w:rPr>
        <w:t>(13)</w:t>
      </w:r>
      <w:r w:rsidRPr="00481D79">
        <w:rPr>
          <w:rtl/>
        </w:rPr>
        <w:t xml:space="preserve"> وأنت أحييتها وأنت أمتها وأنت أعلم بسرها وعلانيتها، جئناك شفعاء لها [ فاغفر لها ] </w:t>
      </w:r>
      <w:r w:rsidR="009A4458" w:rsidRPr="009A4458">
        <w:rPr>
          <w:rStyle w:val="libFootnotenumChar"/>
          <w:rFonts w:hint="cs"/>
          <w:rtl/>
        </w:rPr>
        <w:t>(14)</w:t>
      </w:r>
      <w:r w:rsidRPr="00481D79">
        <w:rPr>
          <w:rtl/>
        </w:rPr>
        <w:t xml:space="preserve">. اللهم لا تحرمنا أجرها ولا تفتنا بعدها. يا علي إذا صليت على طفل فقل: اللهم اجعله لابويه سلفا [ واجعله لهما فرطا ]، </w:t>
      </w:r>
      <w:r w:rsidR="009A4458" w:rsidRPr="009A4458">
        <w:rPr>
          <w:rStyle w:val="libFootnotenumChar"/>
          <w:rFonts w:hint="cs"/>
          <w:rtl/>
        </w:rPr>
        <w:t>(15)</w:t>
      </w:r>
      <w:r w:rsidRPr="00481D79">
        <w:rPr>
          <w:rtl/>
        </w:rPr>
        <w:t xml:space="preserve"> واجعله لهما نورا ورشدا، وأعقب والديه الجنة، إنك على كل شئ قدير ". </w:t>
      </w:r>
      <w:r w:rsidR="009A4458" w:rsidRPr="009A4458">
        <w:rPr>
          <w:rStyle w:val="libFootnotenumChar"/>
          <w:rFonts w:hint="cs"/>
          <w:rtl/>
        </w:rPr>
        <w:t>(16)</w:t>
      </w:r>
      <w:r w:rsidRPr="00481D79">
        <w:rPr>
          <w:rtl/>
        </w:rPr>
        <w:t xml:space="preserve"> (203) وبإسناده قال: قال علي بن أبي طالب </w:t>
      </w:r>
      <w:r w:rsidR="004226A8" w:rsidRPr="004226A8">
        <w:rPr>
          <w:rStyle w:val="libAlaemChar"/>
          <w:rtl/>
        </w:rPr>
        <w:t>عليه‌السلام</w:t>
      </w:r>
      <w:r w:rsidRPr="00481D79">
        <w:rPr>
          <w:rtl/>
        </w:rPr>
        <w:t xml:space="preserve">: " من أحبني وجدني عند مماته بحيث </w:t>
      </w:r>
      <w:r w:rsidR="009A4458" w:rsidRPr="009A4458">
        <w:rPr>
          <w:rStyle w:val="libFootnotenumChar"/>
          <w:rFonts w:hint="cs"/>
          <w:rtl/>
        </w:rPr>
        <w:t>(17)</w:t>
      </w:r>
      <w:r w:rsidRPr="00481D79">
        <w:rPr>
          <w:rtl/>
        </w:rPr>
        <w:t xml:space="preserve"> يحب، ومن أبغضني وجدني عند مماته بحيث يكره " </w:t>
      </w:r>
      <w:r w:rsidR="009A4458" w:rsidRPr="009A4458">
        <w:rPr>
          <w:rStyle w:val="libFootnotenumChar"/>
          <w:rFonts w:hint="cs"/>
          <w:rtl/>
        </w:rPr>
        <w:t>(17)</w:t>
      </w:r>
      <w:r w:rsidRPr="00481D79">
        <w:rPr>
          <w:rtl/>
        </w:rPr>
        <w:t>.</w:t>
      </w:r>
    </w:p>
    <w:p w:rsidR="00481D79" w:rsidRDefault="005B067E" w:rsidP="005B067E">
      <w:pPr>
        <w:pStyle w:val="libLine"/>
        <w:rPr>
          <w:rtl/>
        </w:rPr>
      </w:pPr>
      <w:r>
        <w:rPr>
          <w:rtl/>
        </w:rPr>
        <w:t>____________________</w:t>
      </w:r>
    </w:p>
    <w:p w:rsidR="00481D79" w:rsidRDefault="00481D79" w:rsidP="009A4458">
      <w:pPr>
        <w:pStyle w:val="libFootnote0"/>
        <w:rPr>
          <w:rtl/>
        </w:rPr>
      </w:pPr>
      <w:r>
        <w:rPr>
          <w:rtl/>
        </w:rPr>
        <w:t>1</w:t>
      </w:r>
      <w:r w:rsidR="009A4458">
        <w:rPr>
          <w:rFonts w:hint="cs"/>
          <w:rtl/>
        </w:rPr>
        <w:t>-</w:t>
      </w:r>
      <w:r>
        <w:rPr>
          <w:rtl/>
        </w:rPr>
        <w:t xml:space="preserve"> خ: صنعة.</w:t>
      </w:r>
    </w:p>
    <w:p w:rsidR="00481D79" w:rsidRDefault="00481D79" w:rsidP="009A4458">
      <w:pPr>
        <w:pStyle w:val="libFootnote0"/>
        <w:rPr>
          <w:rtl/>
        </w:rPr>
      </w:pPr>
      <w:r>
        <w:rPr>
          <w:rtl/>
        </w:rPr>
        <w:t>2</w:t>
      </w:r>
      <w:r w:rsidR="009A4458">
        <w:rPr>
          <w:rFonts w:hint="cs"/>
          <w:rtl/>
        </w:rPr>
        <w:t>-</w:t>
      </w:r>
      <w:r>
        <w:rPr>
          <w:rtl/>
        </w:rPr>
        <w:t xml:space="preserve"> ن: أولاد.</w:t>
      </w:r>
    </w:p>
    <w:p w:rsidR="00481D79" w:rsidRDefault="00481D79" w:rsidP="009A4458">
      <w:pPr>
        <w:pStyle w:val="libFootnote0"/>
        <w:rPr>
          <w:rtl/>
        </w:rPr>
      </w:pPr>
      <w:r>
        <w:rPr>
          <w:rtl/>
        </w:rPr>
        <w:t>3</w:t>
      </w:r>
      <w:r w:rsidR="009A4458">
        <w:rPr>
          <w:rFonts w:hint="cs"/>
          <w:rtl/>
        </w:rPr>
        <w:t>-</w:t>
      </w:r>
      <w:r>
        <w:rPr>
          <w:rtl/>
        </w:rPr>
        <w:t xml:space="preserve"> أضاف في البحار والمستدرك: في الدنيا.</w:t>
      </w:r>
    </w:p>
    <w:p w:rsidR="00481D79" w:rsidRDefault="00481D79" w:rsidP="009A4458">
      <w:pPr>
        <w:pStyle w:val="libFootnote0"/>
        <w:rPr>
          <w:rtl/>
        </w:rPr>
      </w:pPr>
      <w:r>
        <w:rPr>
          <w:rtl/>
        </w:rPr>
        <w:t>4</w:t>
      </w:r>
      <w:r w:rsidR="009A4458">
        <w:rPr>
          <w:rFonts w:hint="cs"/>
          <w:rtl/>
        </w:rPr>
        <w:t>-</w:t>
      </w:r>
      <w:r>
        <w:rPr>
          <w:rtl/>
        </w:rPr>
        <w:t xml:space="preserve"> ن: لقيته.</w:t>
      </w:r>
    </w:p>
    <w:p w:rsidR="00481D79" w:rsidRDefault="00481D79" w:rsidP="009A4458">
      <w:pPr>
        <w:pStyle w:val="libFootnote0"/>
        <w:rPr>
          <w:rtl/>
        </w:rPr>
      </w:pPr>
      <w:r>
        <w:rPr>
          <w:rtl/>
        </w:rPr>
        <w:t>5</w:t>
      </w:r>
      <w:r w:rsidR="009A4458">
        <w:rPr>
          <w:rFonts w:hint="cs"/>
          <w:rtl/>
        </w:rPr>
        <w:t>-</w:t>
      </w:r>
      <w:r>
        <w:rPr>
          <w:rtl/>
        </w:rPr>
        <w:t xml:space="preserve"> عنه البحار: 96 / 225 ح 25، ومستدرك الوسائل: 20 / 399 باب 17 ح 1. ورواه ابن زهرة في الاربعين: 43 ح 2 بالطريق الثاني من المسند المرقم " 38 ". وأخرجه ابن البطريق في العمدة: 26 عن الثعلبي بالاسناد رقم " 36 "، عنه البحار: 26 / 228. ورواه في فرائد السمطين: 2 / 278 ذ ح 542 بالاسناد رقم " 55 ". وأخرجه في مجمع الزوائد: 9 / 173 عن المعجم الاوسط للطبراني بإسناده إلى عثمان. (وأخرجه ابن عساكر عن علي </w:t>
      </w:r>
      <w:r w:rsidR="004226A8" w:rsidRPr="009A4458">
        <w:rPr>
          <w:rStyle w:val="libFootnoteAlaemChar"/>
          <w:rtl/>
        </w:rPr>
        <w:t>عليه‌السلام</w:t>
      </w:r>
      <w:r>
        <w:rPr>
          <w:rtl/>
        </w:rPr>
        <w:t>).</w:t>
      </w:r>
    </w:p>
    <w:p w:rsidR="009A4458" w:rsidRDefault="00481D79" w:rsidP="009A4458">
      <w:pPr>
        <w:pStyle w:val="libFootnote0"/>
        <w:rPr>
          <w:rFonts w:hint="cs"/>
          <w:rtl/>
        </w:rPr>
      </w:pPr>
      <w:r>
        <w:rPr>
          <w:rtl/>
        </w:rPr>
        <w:t>6</w:t>
      </w:r>
      <w:r w:rsidR="009A4458">
        <w:rPr>
          <w:rFonts w:hint="cs"/>
          <w:rtl/>
        </w:rPr>
        <w:t>-</w:t>
      </w:r>
      <w:r>
        <w:rPr>
          <w:rtl/>
        </w:rPr>
        <w:t xml:space="preserve"> من خ.</w:t>
      </w:r>
    </w:p>
    <w:p w:rsidR="009A4458" w:rsidRDefault="00481D79" w:rsidP="009A4458">
      <w:pPr>
        <w:pStyle w:val="libFootnote0"/>
        <w:rPr>
          <w:rFonts w:hint="cs"/>
          <w:rtl/>
        </w:rPr>
      </w:pPr>
      <w:r>
        <w:rPr>
          <w:rtl/>
        </w:rPr>
        <w:t>7</w:t>
      </w:r>
      <w:r w:rsidR="009A4458">
        <w:rPr>
          <w:rFonts w:hint="cs"/>
          <w:rtl/>
        </w:rPr>
        <w:t>-</w:t>
      </w:r>
      <w:r>
        <w:rPr>
          <w:rtl/>
        </w:rPr>
        <w:t xml:space="preserve"> أضاف في م 2: إنك.</w:t>
      </w:r>
    </w:p>
    <w:p w:rsidR="00481D79" w:rsidRDefault="00481D79" w:rsidP="009A4458">
      <w:pPr>
        <w:pStyle w:val="libFootnote0"/>
        <w:rPr>
          <w:rtl/>
        </w:rPr>
      </w:pPr>
      <w:r>
        <w:rPr>
          <w:rtl/>
        </w:rPr>
        <w:t>8</w:t>
      </w:r>
      <w:r w:rsidR="009A4458">
        <w:rPr>
          <w:rFonts w:hint="cs"/>
          <w:rtl/>
        </w:rPr>
        <w:t>-</w:t>
      </w:r>
      <w:r>
        <w:rPr>
          <w:rtl/>
        </w:rPr>
        <w:t xml:space="preserve"> من ن. وفي المستدرك: هذا.</w:t>
      </w:r>
    </w:p>
    <w:p w:rsidR="009A4458" w:rsidRDefault="00481D79" w:rsidP="009A4458">
      <w:pPr>
        <w:pStyle w:val="libFootnote0"/>
        <w:rPr>
          <w:rFonts w:hint="cs"/>
          <w:rtl/>
        </w:rPr>
      </w:pPr>
      <w:r>
        <w:rPr>
          <w:rtl/>
        </w:rPr>
        <w:t>9</w:t>
      </w:r>
      <w:r w:rsidR="009A4458">
        <w:rPr>
          <w:rFonts w:hint="cs"/>
          <w:rtl/>
        </w:rPr>
        <w:t>-</w:t>
      </w:r>
      <w:r>
        <w:rPr>
          <w:rtl/>
        </w:rPr>
        <w:t xml:space="preserve"> ليس في ج.</w:t>
      </w:r>
    </w:p>
    <w:p w:rsidR="009A4458" w:rsidRDefault="00481D79" w:rsidP="009A4458">
      <w:pPr>
        <w:pStyle w:val="libFootnote0"/>
        <w:rPr>
          <w:rFonts w:hint="cs"/>
          <w:rtl/>
        </w:rPr>
      </w:pPr>
      <w:r>
        <w:rPr>
          <w:rtl/>
        </w:rPr>
        <w:t>10</w:t>
      </w:r>
      <w:r w:rsidR="009A4458">
        <w:rPr>
          <w:rFonts w:hint="cs"/>
          <w:rtl/>
        </w:rPr>
        <w:t>-</w:t>
      </w:r>
      <w:r>
        <w:rPr>
          <w:rtl/>
        </w:rPr>
        <w:t xml:space="preserve"> ط وج: وألقه.</w:t>
      </w:r>
    </w:p>
    <w:p w:rsidR="00481D79" w:rsidRDefault="00481D79" w:rsidP="009A4458">
      <w:pPr>
        <w:pStyle w:val="libFootnote0"/>
        <w:rPr>
          <w:rtl/>
        </w:rPr>
      </w:pPr>
      <w:r>
        <w:rPr>
          <w:rtl/>
        </w:rPr>
        <w:t>11</w:t>
      </w:r>
      <w:r w:rsidR="009A4458">
        <w:rPr>
          <w:rFonts w:hint="cs"/>
          <w:rtl/>
        </w:rPr>
        <w:t>-</w:t>
      </w:r>
      <w:r>
        <w:rPr>
          <w:rtl/>
        </w:rPr>
        <w:t xml:space="preserve"> ن: بنبيك، خ: بنبيك محمد </w:t>
      </w:r>
      <w:r w:rsidR="004226A8" w:rsidRPr="009A4458">
        <w:rPr>
          <w:rStyle w:val="libFootnoteAlaemChar"/>
          <w:rtl/>
        </w:rPr>
        <w:t>صلى‌الله‌عليه‌وآله</w:t>
      </w:r>
      <w:r>
        <w:rPr>
          <w:rtl/>
        </w:rPr>
        <w:t>.</w:t>
      </w:r>
    </w:p>
    <w:p w:rsidR="009A4458" w:rsidRDefault="00481D79" w:rsidP="009A4458">
      <w:pPr>
        <w:pStyle w:val="libFootnote0"/>
        <w:rPr>
          <w:rFonts w:hint="cs"/>
          <w:rtl/>
        </w:rPr>
      </w:pPr>
      <w:r>
        <w:rPr>
          <w:rtl/>
        </w:rPr>
        <w:t>12</w:t>
      </w:r>
      <w:r w:rsidR="009A4458">
        <w:rPr>
          <w:rFonts w:hint="cs"/>
          <w:rtl/>
        </w:rPr>
        <w:t>-</w:t>
      </w:r>
      <w:r>
        <w:rPr>
          <w:rtl/>
        </w:rPr>
        <w:t xml:space="preserve"> في بعض النسخ: المرأة.</w:t>
      </w:r>
    </w:p>
    <w:p w:rsidR="009A4458" w:rsidRDefault="00481D79" w:rsidP="009A4458">
      <w:pPr>
        <w:pStyle w:val="libFootnote0"/>
        <w:rPr>
          <w:rFonts w:hint="cs"/>
          <w:rtl/>
        </w:rPr>
      </w:pPr>
      <w:r>
        <w:rPr>
          <w:rtl/>
        </w:rPr>
        <w:t>13</w:t>
      </w:r>
      <w:r w:rsidR="009A4458">
        <w:rPr>
          <w:rFonts w:hint="cs"/>
          <w:rtl/>
        </w:rPr>
        <w:t>-</w:t>
      </w:r>
      <w:r>
        <w:rPr>
          <w:rtl/>
        </w:rPr>
        <w:t xml:space="preserve"> ج: أنت أعلم بسر خلقتها.</w:t>
      </w:r>
    </w:p>
    <w:p w:rsidR="00481D79" w:rsidRDefault="00481D79" w:rsidP="009A4458">
      <w:pPr>
        <w:pStyle w:val="libFootnote0"/>
        <w:rPr>
          <w:rtl/>
        </w:rPr>
      </w:pPr>
      <w:r>
        <w:rPr>
          <w:rtl/>
        </w:rPr>
        <w:t>14</w:t>
      </w:r>
      <w:r w:rsidR="009A4458">
        <w:rPr>
          <w:rFonts w:hint="cs"/>
          <w:rtl/>
        </w:rPr>
        <w:t>-</w:t>
      </w:r>
      <w:r>
        <w:rPr>
          <w:rtl/>
        </w:rPr>
        <w:t xml:space="preserve"> ليس في ج.</w:t>
      </w:r>
    </w:p>
    <w:p w:rsidR="00481D79" w:rsidRDefault="00481D79" w:rsidP="009A4458">
      <w:pPr>
        <w:pStyle w:val="libFootnote0"/>
        <w:rPr>
          <w:rtl/>
        </w:rPr>
      </w:pPr>
      <w:r>
        <w:rPr>
          <w:rtl/>
        </w:rPr>
        <w:t>15</w:t>
      </w:r>
      <w:r w:rsidR="009A4458">
        <w:rPr>
          <w:rFonts w:hint="cs"/>
          <w:rtl/>
        </w:rPr>
        <w:t>-</w:t>
      </w:r>
      <w:r>
        <w:rPr>
          <w:rtl/>
        </w:rPr>
        <w:t xml:space="preserve"> ليس في ج، وفي ن: وذخرا واجعله فرطا.</w:t>
      </w:r>
    </w:p>
    <w:p w:rsidR="00481D79" w:rsidRDefault="00481D79" w:rsidP="009A4458">
      <w:pPr>
        <w:pStyle w:val="libFootnote0"/>
        <w:rPr>
          <w:rtl/>
        </w:rPr>
      </w:pPr>
      <w:r>
        <w:rPr>
          <w:rtl/>
        </w:rPr>
        <w:t>16</w:t>
      </w:r>
      <w:r w:rsidR="009A4458">
        <w:rPr>
          <w:rFonts w:hint="cs"/>
          <w:rtl/>
        </w:rPr>
        <w:t>-</w:t>
      </w:r>
      <w:r>
        <w:rPr>
          <w:rtl/>
        </w:rPr>
        <w:t xml:space="preserve"> عنه مستدرك الوسائل: 1 / 112 باب 2 ح 4، وص 115 باب 12 ح 4.</w:t>
      </w:r>
    </w:p>
    <w:p w:rsidR="00481D79" w:rsidRDefault="00481D79" w:rsidP="009A4458">
      <w:pPr>
        <w:pStyle w:val="libFootnote0"/>
        <w:rPr>
          <w:rtl/>
        </w:rPr>
      </w:pPr>
      <w:r>
        <w:rPr>
          <w:rtl/>
        </w:rPr>
        <w:t>17</w:t>
      </w:r>
      <w:r w:rsidR="009A4458">
        <w:rPr>
          <w:rFonts w:hint="cs"/>
          <w:rtl/>
        </w:rPr>
        <w:t>-</w:t>
      </w:r>
      <w:r>
        <w:rPr>
          <w:rtl/>
        </w:rPr>
        <w:t xml:space="preserve"> أضاف في ن: ما.</w:t>
      </w:r>
      <w:r w:rsidR="009A4458">
        <w:rPr>
          <w:rFonts w:hint="cs"/>
          <w:rtl/>
        </w:rPr>
        <w:t xml:space="preserve"> </w:t>
      </w:r>
      <w:r>
        <w:rPr>
          <w:rtl/>
        </w:rPr>
        <w:t>18</w:t>
      </w:r>
      <w:r w:rsidR="009A4458">
        <w:rPr>
          <w:rFonts w:hint="cs"/>
          <w:rtl/>
        </w:rPr>
        <w:t>-</w:t>
      </w:r>
      <w:r>
        <w:rPr>
          <w:rtl/>
        </w:rPr>
        <w:t xml:space="preserve"> عنه البحار: 6 / 188 ح 25.</w:t>
      </w:r>
    </w:p>
    <w:p w:rsidR="00481D79" w:rsidRDefault="00481D79" w:rsidP="00481D79">
      <w:pPr>
        <w:pStyle w:val="libNormal"/>
        <w:rPr>
          <w:rtl/>
        </w:rPr>
      </w:pPr>
      <w:r>
        <w:rPr>
          <w:rtl/>
        </w:rPr>
        <w:br w:type="page"/>
      </w:r>
    </w:p>
    <w:p w:rsidR="00481D79" w:rsidRPr="00481D79" w:rsidRDefault="00481D79" w:rsidP="009A4458">
      <w:pPr>
        <w:pStyle w:val="libNormal"/>
        <w:rPr>
          <w:rtl/>
        </w:rPr>
      </w:pPr>
      <w:r w:rsidRPr="00481D79">
        <w:rPr>
          <w:rtl/>
        </w:rPr>
        <w:lastRenderedPageBreak/>
        <w:t xml:space="preserve">(204) وبإسناده قال: وحدثنا أبوالقاسم الطائي، قال: حدثني أبي، قال: حدثني علي بن موسى الرضا، قال: حدثني أبي موسى بن جعفر، قال: حدثني أبي جعفر بن محمد، قال: حدثني أبي محمد بن علي، قال: حدثني علي بن الحسين، قال: حدثني أبي الحسين بن علي، قال: حدثني أبي علي بن أبي طالب </w:t>
      </w:r>
      <w:r w:rsidR="004226A8" w:rsidRPr="004226A8">
        <w:rPr>
          <w:rStyle w:val="libAlaemChar"/>
          <w:rtl/>
        </w:rPr>
        <w:t>عليه‌السلام</w:t>
      </w:r>
      <w:r w:rsidRPr="00481D79">
        <w:rPr>
          <w:rtl/>
        </w:rPr>
        <w:t xml:space="preserve"> قال: قال رسول الله </w:t>
      </w:r>
      <w:r w:rsidR="004226A8" w:rsidRPr="004226A8">
        <w:rPr>
          <w:rStyle w:val="libAlaemChar"/>
          <w:rtl/>
        </w:rPr>
        <w:t>صلى‌الله‌عليه‌وآله</w:t>
      </w:r>
      <w:r w:rsidRPr="00481D79">
        <w:rPr>
          <w:rtl/>
        </w:rPr>
        <w:t xml:space="preserve">: " إن موسى بن عمران [ سأل ربه ] </w:t>
      </w:r>
      <w:r w:rsidR="009A4458" w:rsidRPr="009A4458">
        <w:rPr>
          <w:rStyle w:val="libFootnotenumChar"/>
          <w:rFonts w:hint="cs"/>
          <w:rtl/>
        </w:rPr>
        <w:t>(1)</w:t>
      </w:r>
      <w:r w:rsidRPr="00481D79">
        <w:rPr>
          <w:rtl/>
        </w:rPr>
        <w:t xml:space="preserve"> ورفع يديه وقال: يارب إن أخي هارون قد مات فاغفر له، فأوحى الله تعالى [ إليه ] </w:t>
      </w:r>
      <w:r w:rsidR="009A4458" w:rsidRPr="009A4458">
        <w:rPr>
          <w:rStyle w:val="libFootnotenumChar"/>
          <w:rFonts w:hint="cs"/>
          <w:rtl/>
        </w:rPr>
        <w:t>(2)</w:t>
      </w:r>
      <w:r w:rsidRPr="00481D79">
        <w:rPr>
          <w:rtl/>
        </w:rPr>
        <w:t xml:space="preserve">: يا موسى لو سألتني في الاولين والآخرين لاجبتك ما خلا قاتل الحسين بن علي فإني أنتقم له من قاتله " </w:t>
      </w:r>
      <w:r w:rsidR="009A4458" w:rsidRPr="009A4458">
        <w:rPr>
          <w:rStyle w:val="libFootnotenumChar"/>
          <w:rFonts w:hint="cs"/>
          <w:rtl/>
        </w:rPr>
        <w:t>(3)</w:t>
      </w:r>
      <w:r w:rsidRPr="00481D79">
        <w:rPr>
          <w:rtl/>
        </w:rPr>
        <w:t>.</w:t>
      </w:r>
    </w:p>
    <w:p w:rsidR="00481D79" w:rsidRDefault="005B067E" w:rsidP="005B067E">
      <w:pPr>
        <w:pStyle w:val="libLine"/>
        <w:rPr>
          <w:rtl/>
        </w:rPr>
      </w:pPr>
      <w:r>
        <w:rPr>
          <w:rtl/>
        </w:rPr>
        <w:t>____________________</w:t>
      </w:r>
    </w:p>
    <w:p w:rsidR="00481D79" w:rsidRDefault="00481D79" w:rsidP="009A4458">
      <w:pPr>
        <w:pStyle w:val="libFootnote0"/>
        <w:rPr>
          <w:rtl/>
        </w:rPr>
      </w:pPr>
      <w:r>
        <w:rPr>
          <w:rtl/>
        </w:rPr>
        <w:t>1</w:t>
      </w:r>
      <w:r w:rsidR="009A4458">
        <w:rPr>
          <w:rFonts w:hint="cs"/>
          <w:rtl/>
        </w:rPr>
        <w:t>-</w:t>
      </w:r>
      <w:r>
        <w:rPr>
          <w:rtl/>
        </w:rPr>
        <w:t xml:space="preserve"> ليس في بعض النسخ.</w:t>
      </w:r>
    </w:p>
    <w:p w:rsidR="00481D79" w:rsidRDefault="00481D79" w:rsidP="009A4458">
      <w:pPr>
        <w:pStyle w:val="libFootnote0"/>
        <w:rPr>
          <w:rtl/>
        </w:rPr>
      </w:pPr>
      <w:r>
        <w:rPr>
          <w:rtl/>
        </w:rPr>
        <w:t>2</w:t>
      </w:r>
      <w:r w:rsidR="009A4458">
        <w:rPr>
          <w:rFonts w:hint="cs"/>
          <w:rtl/>
        </w:rPr>
        <w:t>-</w:t>
      </w:r>
      <w:r>
        <w:rPr>
          <w:rtl/>
        </w:rPr>
        <w:t xml:space="preserve"> ليس في ن.</w:t>
      </w:r>
    </w:p>
    <w:p w:rsidR="00481D79" w:rsidRPr="00D11BDC" w:rsidRDefault="00481D79" w:rsidP="009A4458">
      <w:pPr>
        <w:pStyle w:val="libFootnote0"/>
        <w:rPr>
          <w:rtl/>
        </w:rPr>
      </w:pPr>
      <w:r>
        <w:rPr>
          <w:rtl/>
        </w:rPr>
        <w:t>3</w:t>
      </w:r>
      <w:r w:rsidR="009A4458">
        <w:rPr>
          <w:rFonts w:hint="cs"/>
          <w:rtl/>
        </w:rPr>
        <w:t>-</w:t>
      </w:r>
      <w:r>
        <w:rPr>
          <w:rtl/>
        </w:rPr>
        <w:t xml:space="preserve"> عنه البحار: 44 / 300 ح 4 وعن عيون الاخبار: 2 / 47 ح 179. وأخرجه في البحار: 13 / 345 ح 30 عن العيون. ورواه ابن المغازلي في المناقب: 68 ح 98 بالاسناد رقم " 25 ". وفي فرائد السمطين: 2 / 263 ح 531 بالاسناد رقم " 55 ". والسيوطي في ذيل اللئالي: 76 بإسناده عن طلحة، عن الرسول </w:t>
      </w:r>
      <w:r w:rsidR="004226A8" w:rsidRPr="009A4458">
        <w:rPr>
          <w:rStyle w:val="libFootnoteAlaemChar"/>
          <w:rtl/>
        </w:rPr>
        <w:t>صلى‌الله‌عليه‌وآله</w:t>
      </w:r>
      <w:r>
        <w:rPr>
          <w:rtl/>
        </w:rPr>
        <w:t xml:space="preserve">. وقال: وأخرجه ابن النجار وأبونعيم بإسناده عن أبي الصلت عن الرضا </w:t>
      </w:r>
      <w:r w:rsidR="004226A8" w:rsidRPr="009A4458">
        <w:rPr>
          <w:rStyle w:val="libFootnoteAlaemChar"/>
          <w:rtl/>
        </w:rPr>
        <w:t>عليه‌السلام</w:t>
      </w:r>
      <w:r>
        <w:rPr>
          <w:rtl/>
        </w:rPr>
        <w:t xml:space="preserve">، والديلمي من طريق أبي نعيم. وأخرجه البدخشي في مفتاح النجا: 136 (مخطوط) من طريق ابن النجار، عن طلحة. عنه إحقاق الحق: 11 / 324 وعن ذيل اللئالي. ورواه الخوارزمي في مقتل الحسين: 2 / 85 عن الديلمي بإسناده إلى علي </w:t>
      </w:r>
      <w:r w:rsidR="004226A8" w:rsidRPr="009A4458">
        <w:rPr>
          <w:rStyle w:val="libFootnoteAlaemChar"/>
          <w:rtl/>
        </w:rPr>
        <w:t>عليه‌السلام</w:t>
      </w:r>
      <w:r>
        <w:rPr>
          <w:rtl/>
        </w:rPr>
        <w:t>.</w:t>
      </w:r>
    </w:p>
    <w:p w:rsidR="00481D79" w:rsidRDefault="00481D79" w:rsidP="00481D79">
      <w:pPr>
        <w:pStyle w:val="libNormal"/>
        <w:rPr>
          <w:rtl/>
          <w:lang w:bidi="fa-IR"/>
        </w:rPr>
      </w:pPr>
      <w:r>
        <w:rPr>
          <w:rtl/>
          <w:lang w:bidi="fa-IR"/>
        </w:rPr>
        <w:br w:type="page"/>
      </w:r>
    </w:p>
    <w:p w:rsidR="00481D79" w:rsidRDefault="00481D79" w:rsidP="00BD46BF">
      <w:pPr>
        <w:pStyle w:val="Heading2Center"/>
      </w:pPr>
      <w:bookmarkStart w:id="6" w:name="03"/>
      <w:bookmarkStart w:id="7" w:name="_Toc491511708"/>
      <w:bookmarkStart w:id="8" w:name="_Toc491792038"/>
      <w:r>
        <w:rPr>
          <w:rtl/>
        </w:rPr>
        <w:lastRenderedPageBreak/>
        <w:t xml:space="preserve">الاربعون حديثا المستدركة </w:t>
      </w:r>
      <w:r w:rsidR="00BD46BF">
        <w:rPr>
          <w:rFonts w:hint="cs"/>
          <w:rtl/>
        </w:rPr>
        <w:t>ل</w:t>
      </w:r>
      <w:r>
        <w:rPr>
          <w:rtl/>
        </w:rPr>
        <w:t xml:space="preserve">صحيفة الامام الرضا </w:t>
      </w:r>
      <w:r w:rsidR="004226A8" w:rsidRPr="004226A8">
        <w:rPr>
          <w:rStyle w:val="libAlaemChar"/>
          <w:rtl/>
        </w:rPr>
        <w:t>عليه‌السلام</w:t>
      </w:r>
      <w:bookmarkEnd w:id="6"/>
      <w:bookmarkEnd w:id="7"/>
      <w:bookmarkEnd w:id="8"/>
    </w:p>
    <w:p w:rsidR="00481D79" w:rsidRDefault="00481D79" w:rsidP="00D11BDC">
      <w:pPr>
        <w:pStyle w:val="libCenterBold1"/>
        <w:rPr>
          <w:rtl/>
        </w:rPr>
      </w:pPr>
      <w:r>
        <w:rPr>
          <w:rtl/>
        </w:rPr>
        <w:t>بسم الله الرحمن الرحيم</w:t>
      </w:r>
    </w:p>
    <w:p w:rsidR="00481D79" w:rsidRPr="00481D79" w:rsidRDefault="00481D79" w:rsidP="00FB13CD">
      <w:pPr>
        <w:pStyle w:val="libNormal"/>
        <w:rPr>
          <w:rtl/>
        </w:rPr>
      </w:pPr>
      <w:r w:rsidRPr="00481D79">
        <w:rPr>
          <w:rtl/>
        </w:rPr>
        <w:t xml:space="preserve">1 - (وبإسناده قال: حدثني أبي الحسين بن علي </w:t>
      </w:r>
      <w:r w:rsidR="004226A8" w:rsidRPr="004226A8">
        <w:rPr>
          <w:rStyle w:val="libAlaemChar"/>
          <w:rtl/>
        </w:rPr>
        <w:t>عليهما‌السلام</w:t>
      </w:r>
      <w:r w:rsidRPr="00481D79">
        <w:rPr>
          <w:rtl/>
        </w:rPr>
        <w:t xml:space="preserve">) </w:t>
      </w:r>
      <w:r w:rsidR="00FB13CD" w:rsidRPr="00FB13CD">
        <w:rPr>
          <w:rStyle w:val="libFootnotenumChar"/>
          <w:rFonts w:hint="cs"/>
          <w:rtl/>
        </w:rPr>
        <w:t>(1)</w:t>
      </w:r>
      <w:r w:rsidRPr="00481D79">
        <w:rPr>
          <w:rtl/>
        </w:rPr>
        <w:t xml:space="preserve"> قال: " بينما </w:t>
      </w:r>
      <w:r w:rsidR="00FB13CD" w:rsidRPr="00FB13CD">
        <w:rPr>
          <w:rStyle w:val="libFootnotenumChar"/>
          <w:rFonts w:hint="cs"/>
          <w:rtl/>
        </w:rPr>
        <w:t>(2)</w:t>
      </w:r>
      <w:r w:rsidRPr="00481D79">
        <w:rPr>
          <w:rtl/>
        </w:rPr>
        <w:t xml:space="preserve"> أمير المؤمنين </w:t>
      </w:r>
      <w:r w:rsidR="004226A8" w:rsidRPr="004226A8">
        <w:rPr>
          <w:rStyle w:val="libAlaemChar"/>
          <w:rtl/>
        </w:rPr>
        <w:t>عليه‌السلام</w:t>
      </w:r>
      <w:r w:rsidRPr="00481D79">
        <w:rPr>
          <w:rtl/>
        </w:rPr>
        <w:t xml:space="preserve"> يخطب الناس ويحرضهم </w:t>
      </w:r>
      <w:r w:rsidR="00FB13CD" w:rsidRPr="00FB13CD">
        <w:rPr>
          <w:rStyle w:val="libFootnotenumChar"/>
          <w:rFonts w:hint="cs"/>
          <w:rtl/>
        </w:rPr>
        <w:t>(3)</w:t>
      </w:r>
      <w:r w:rsidRPr="00481D79">
        <w:rPr>
          <w:rtl/>
        </w:rPr>
        <w:t xml:space="preserve"> على الجهاد، إذ قام </w:t>
      </w:r>
      <w:r w:rsidR="00FB13CD" w:rsidRPr="00FB13CD">
        <w:rPr>
          <w:rStyle w:val="libFootnotenumChar"/>
          <w:rFonts w:hint="cs"/>
          <w:rtl/>
        </w:rPr>
        <w:t>(4)</w:t>
      </w:r>
      <w:r w:rsidRPr="00481D79">
        <w:rPr>
          <w:rtl/>
        </w:rPr>
        <w:t xml:space="preserve"> إليه شاب فقال: يا أمير المؤمنين أخبرني عن فضل الغزاة </w:t>
      </w:r>
      <w:r w:rsidR="00FB13CD" w:rsidRPr="00FB13CD">
        <w:rPr>
          <w:rStyle w:val="libFootnotenumChar"/>
          <w:rFonts w:hint="cs"/>
          <w:rtl/>
        </w:rPr>
        <w:t>(5)</w:t>
      </w:r>
      <w:r w:rsidRPr="00481D79">
        <w:rPr>
          <w:rtl/>
        </w:rPr>
        <w:t xml:space="preserve"> في سبيل الله؟ فقال علي صلوات الله عليه: كنت رديف رسول الله </w:t>
      </w:r>
      <w:r w:rsidR="004226A8" w:rsidRPr="004226A8">
        <w:rPr>
          <w:rStyle w:val="libAlaemChar"/>
          <w:rtl/>
        </w:rPr>
        <w:t>صلى‌الله‌عليه‌وآله</w:t>
      </w:r>
      <w:r w:rsidRPr="00481D79">
        <w:rPr>
          <w:rtl/>
        </w:rPr>
        <w:t xml:space="preserve"> على ناقته العضباء ونحن قافلون </w:t>
      </w:r>
      <w:r w:rsidR="00FB13CD" w:rsidRPr="00FB13CD">
        <w:rPr>
          <w:rStyle w:val="libFootnotenumChar"/>
          <w:rFonts w:hint="cs"/>
          <w:rtl/>
        </w:rPr>
        <w:t>(6)</w:t>
      </w:r>
      <w:r w:rsidRPr="00481D79">
        <w:rPr>
          <w:rtl/>
        </w:rPr>
        <w:t xml:space="preserve"> من غزوة ذات السلاسل، فسألته عما سألتني عنه فقال: " إن الغزاة إذا هموا بالغزو كتب الله لهم براء‌ة من النار، (وإذا برزوا نحو عدوهم) </w:t>
      </w:r>
      <w:r w:rsidR="00FB13CD" w:rsidRPr="00FB13CD">
        <w:rPr>
          <w:rStyle w:val="libFootnotenumChar"/>
          <w:rFonts w:hint="cs"/>
          <w:rtl/>
        </w:rPr>
        <w:t>(7)</w:t>
      </w:r>
      <w:r w:rsidRPr="00481D79">
        <w:rPr>
          <w:rtl/>
        </w:rPr>
        <w:t xml:space="preserve"> باهى الله الملائكة فإذا ودعهم </w:t>
      </w:r>
      <w:r w:rsidR="00FB13CD" w:rsidRPr="00FB13CD">
        <w:rPr>
          <w:rStyle w:val="libFootnotenumChar"/>
          <w:rFonts w:hint="cs"/>
          <w:rtl/>
        </w:rPr>
        <w:t>(8)</w:t>
      </w:r>
      <w:r w:rsidRPr="00481D79">
        <w:rPr>
          <w:rtl/>
        </w:rPr>
        <w:t xml:space="preserve"> أهلوهم بكت عليهم الحيطان والبيوت، ويخرجون من ذنوبهم </w:t>
      </w:r>
      <w:r w:rsidR="00FB13CD" w:rsidRPr="00FB13CD">
        <w:rPr>
          <w:rStyle w:val="libFootnotenumChar"/>
          <w:rFonts w:hint="cs"/>
          <w:rtl/>
        </w:rPr>
        <w:t>(9)</w:t>
      </w:r>
      <w:r w:rsidRPr="00481D79">
        <w:rPr>
          <w:rtl/>
        </w:rPr>
        <w:t xml:space="preserve"> كما تخرج الحية من سلخها، ويوكل الله عزوجل </w:t>
      </w:r>
      <w:r w:rsidR="00FB13CD" w:rsidRPr="00FB13CD">
        <w:rPr>
          <w:rStyle w:val="libFootnotenumChar"/>
          <w:rFonts w:hint="cs"/>
          <w:rtl/>
        </w:rPr>
        <w:t>(10)</w:t>
      </w:r>
      <w:r w:rsidRPr="00481D79">
        <w:rPr>
          <w:rtl/>
        </w:rPr>
        <w:t xml:space="preserve"> بكل رجل </w:t>
      </w:r>
      <w:r w:rsidR="00FB13CD" w:rsidRPr="00FB13CD">
        <w:rPr>
          <w:rStyle w:val="libFootnotenumChar"/>
          <w:rFonts w:hint="cs"/>
          <w:rtl/>
        </w:rPr>
        <w:t>(11)</w:t>
      </w:r>
      <w:r w:rsidRPr="00481D79">
        <w:rPr>
          <w:rtl/>
        </w:rPr>
        <w:t xml:space="preserve"> منهم أربعين [ ألف ] </w:t>
      </w:r>
      <w:r w:rsidR="00FB13CD" w:rsidRPr="00FB13CD">
        <w:rPr>
          <w:rStyle w:val="libFootnotenumChar"/>
          <w:rFonts w:hint="cs"/>
          <w:rtl/>
        </w:rPr>
        <w:t>(12)</w:t>
      </w:r>
      <w:r w:rsidRPr="00481D79">
        <w:rPr>
          <w:rtl/>
        </w:rPr>
        <w:t xml:space="preserve"> ملك يحفظونه [ من ] </w:t>
      </w:r>
      <w:r w:rsidR="00FB13CD" w:rsidRPr="00FB13CD">
        <w:rPr>
          <w:rStyle w:val="libFootnotenumChar"/>
          <w:rFonts w:hint="cs"/>
          <w:rtl/>
        </w:rPr>
        <w:t>(13)</w:t>
      </w:r>
      <w:r w:rsidRPr="00481D79">
        <w:rPr>
          <w:rtl/>
        </w:rPr>
        <w:t xml:space="preserve"> بين يديه </w:t>
      </w:r>
      <w:r w:rsidR="00FB13CD" w:rsidRPr="00FB13CD">
        <w:rPr>
          <w:rStyle w:val="libFootnotenumChar"/>
          <w:rFonts w:hint="cs"/>
          <w:rtl/>
        </w:rPr>
        <w:t>(14)</w:t>
      </w:r>
      <w:r w:rsidRPr="00481D79">
        <w:rPr>
          <w:rtl/>
        </w:rPr>
        <w:t xml:space="preserve"> ومن خلفه وعن يمينه وعن شماله ولا يعملون </w:t>
      </w:r>
      <w:r w:rsidR="00FB13CD" w:rsidRPr="00FB13CD">
        <w:rPr>
          <w:rStyle w:val="libFootnotenumChar"/>
          <w:rFonts w:hint="cs"/>
          <w:rtl/>
        </w:rPr>
        <w:t>(15)</w:t>
      </w:r>
      <w:r w:rsidRPr="00481D79">
        <w:rPr>
          <w:rtl/>
        </w:rPr>
        <w:t xml:space="preserve"> حسنة إلا (ضعفت له) </w:t>
      </w:r>
      <w:r w:rsidR="00FB13CD" w:rsidRPr="00FB13CD">
        <w:rPr>
          <w:rStyle w:val="libFootnotenumChar"/>
          <w:rFonts w:hint="cs"/>
          <w:rtl/>
        </w:rPr>
        <w:t>(16)</w:t>
      </w:r>
      <w:r w:rsidRPr="00481D79">
        <w:rPr>
          <w:rtl/>
        </w:rPr>
        <w:t xml:space="preserve"> ويكتب له كل يوم عبادة ألف</w:t>
      </w:r>
    </w:p>
    <w:p w:rsidR="00481D79" w:rsidRDefault="005B067E" w:rsidP="005B067E">
      <w:pPr>
        <w:pStyle w:val="libLine"/>
        <w:rPr>
          <w:rtl/>
        </w:rPr>
      </w:pPr>
      <w:r>
        <w:rPr>
          <w:rtl/>
        </w:rPr>
        <w:t>____________________</w:t>
      </w:r>
    </w:p>
    <w:p w:rsidR="00481D79" w:rsidRDefault="00481D79" w:rsidP="00FB13CD">
      <w:pPr>
        <w:pStyle w:val="libFootnote0"/>
        <w:rPr>
          <w:rtl/>
        </w:rPr>
      </w:pPr>
      <w:r>
        <w:rPr>
          <w:rtl/>
        </w:rPr>
        <w:t>1</w:t>
      </w:r>
      <w:r w:rsidR="00FB13CD">
        <w:rPr>
          <w:rFonts w:hint="cs"/>
          <w:rtl/>
        </w:rPr>
        <w:t>-</w:t>
      </w:r>
      <w:r>
        <w:rPr>
          <w:rtl/>
        </w:rPr>
        <w:t xml:space="preserve"> في ن والبحار والمستدرك: بإسناده عن علي بن الحسين </w:t>
      </w:r>
      <w:r w:rsidR="004226A8" w:rsidRPr="00FB13CD">
        <w:rPr>
          <w:rStyle w:val="libFootnoteAlaemChar"/>
          <w:rtl/>
        </w:rPr>
        <w:t>عليه‌السلام</w:t>
      </w:r>
      <w:r>
        <w:rPr>
          <w:rtl/>
        </w:rPr>
        <w:t>.</w:t>
      </w:r>
    </w:p>
    <w:p w:rsidR="00481D79" w:rsidRDefault="00481D79" w:rsidP="00FB13CD">
      <w:pPr>
        <w:pStyle w:val="libFootnote0"/>
        <w:rPr>
          <w:rtl/>
        </w:rPr>
      </w:pPr>
      <w:r>
        <w:rPr>
          <w:rtl/>
        </w:rPr>
        <w:t>2</w:t>
      </w:r>
      <w:r w:rsidR="00FB13CD">
        <w:rPr>
          <w:rFonts w:hint="cs"/>
          <w:rtl/>
        </w:rPr>
        <w:t>-</w:t>
      </w:r>
      <w:r>
        <w:rPr>
          <w:rtl/>
        </w:rPr>
        <w:t xml:space="preserve"> ن: ما بينما.</w:t>
      </w:r>
    </w:p>
    <w:p w:rsidR="00481D79" w:rsidRDefault="00481D79" w:rsidP="00FB13CD">
      <w:pPr>
        <w:pStyle w:val="libFootnote0"/>
        <w:rPr>
          <w:rtl/>
        </w:rPr>
      </w:pPr>
      <w:r>
        <w:rPr>
          <w:rtl/>
        </w:rPr>
        <w:t>3</w:t>
      </w:r>
      <w:r w:rsidR="00FB13CD">
        <w:rPr>
          <w:rFonts w:hint="cs"/>
          <w:rtl/>
        </w:rPr>
        <w:t>-</w:t>
      </w:r>
      <w:r>
        <w:rPr>
          <w:rtl/>
        </w:rPr>
        <w:t xml:space="preserve"> في ط ون وج والبحار والمستدرك: ويحضهم، خ: ويحثهم.</w:t>
      </w:r>
    </w:p>
    <w:p w:rsidR="00481D79" w:rsidRDefault="00481D79" w:rsidP="00FB13CD">
      <w:pPr>
        <w:pStyle w:val="libFootnote0"/>
        <w:rPr>
          <w:rtl/>
        </w:rPr>
      </w:pPr>
      <w:r>
        <w:rPr>
          <w:rtl/>
        </w:rPr>
        <w:t>4</w:t>
      </w:r>
      <w:r w:rsidR="00FB13CD">
        <w:rPr>
          <w:rFonts w:hint="cs"/>
          <w:rtl/>
        </w:rPr>
        <w:t>-</w:t>
      </w:r>
      <w:r>
        <w:rPr>
          <w:rtl/>
        </w:rPr>
        <w:t xml:space="preserve"> ط وبعض النسخ: فقام.</w:t>
      </w:r>
    </w:p>
    <w:p w:rsidR="00481D79" w:rsidRDefault="00481D79" w:rsidP="00FB13CD">
      <w:pPr>
        <w:pStyle w:val="libFootnote0"/>
        <w:rPr>
          <w:rtl/>
        </w:rPr>
      </w:pPr>
      <w:r>
        <w:rPr>
          <w:rtl/>
        </w:rPr>
        <w:t>5</w:t>
      </w:r>
      <w:r w:rsidR="00FB13CD">
        <w:rPr>
          <w:rFonts w:hint="cs"/>
          <w:rtl/>
        </w:rPr>
        <w:t>-</w:t>
      </w:r>
      <w:r>
        <w:rPr>
          <w:rtl/>
        </w:rPr>
        <w:t xml:space="preserve"> ج: أخبرنا على فضل الجهاد.</w:t>
      </w:r>
    </w:p>
    <w:p w:rsidR="00481D79" w:rsidRDefault="00481D79" w:rsidP="00FB13CD">
      <w:pPr>
        <w:pStyle w:val="libFootnote0"/>
        <w:rPr>
          <w:rtl/>
        </w:rPr>
      </w:pPr>
      <w:r>
        <w:rPr>
          <w:rtl/>
        </w:rPr>
        <w:t>6</w:t>
      </w:r>
      <w:r w:rsidR="00FB13CD">
        <w:rPr>
          <w:rFonts w:hint="cs"/>
          <w:rtl/>
        </w:rPr>
        <w:t>-</w:t>
      </w:r>
      <w:r>
        <w:rPr>
          <w:rtl/>
        </w:rPr>
        <w:t xml:space="preserve"> ط وج: منقلبون، ن: مقفلون.</w:t>
      </w:r>
    </w:p>
    <w:p w:rsidR="00481D79" w:rsidRDefault="00481D79" w:rsidP="00FB13CD">
      <w:pPr>
        <w:pStyle w:val="libFootnote0"/>
        <w:rPr>
          <w:rtl/>
        </w:rPr>
      </w:pPr>
      <w:r>
        <w:rPr>
          <w:rtl/>
        </w:rPr>
        <w:t>7</w:t>
      </w:r>
      <w:r w:rsidR="00FB13CD">
        <w:rPr>
          <w:rFonts w:hint="cs"/>
          <w:rtl/>
        </w:rPr>
        <w:t>-</w:t>
      </w:r>
      <w:r>
        <w:rPr>
          <w:rtl/>
        </w:rPr>
        <w:t xml:space="preserve"> في خ ون وط وج والبحار والمستدرك: فإذا تجهزوا لغزوهم.</w:t>
      </w:r>
    </w:p>
    <w:p w:rsidR="00481D79" w:rsidRDefault="00481D79" w:rsidP="00FB13CD">
      <w:pPr>
        <w:pStyle w:val="libFootnote0"/>
        <w:rPr>
          <w:rtl/>
        </w:rPr>
      </w:pPr>
      <w:r>
        <w:rPr>
          <w:rtl/>
        </w:rPr>
        <w:t>8</w:t>
      </w:r>
      <w:r w:rsidR="00FB13CD">
        <w:rPr>
          <w:rFonts w:hint="cs"/>
          <w:rtl/>
        </w:rPr>
        <w:t>-</w:t>
      </w:r>
      <w:r>
        <w:rPr>
          <w:rtl/>
        </w:rPr>
        <w:t xml:space="preserve"> ج: وادعهم.</w:t>
      </w:r>
    </w:p>
    <w:p w:rsidR="00481D79" w:rsidRDefault="00481D79" w:rsidP="00FB13CD">
      <w:pPr>
        <w:pStyle w:val="libFootnote0"/>
        <w:rPr>
          <w:rtl/>
        </w:rPr>
      </w:pPr>
      <w:r>
        <w:rPr>
          <w:rtl/>
        </w:rPr>
        <w:t>9</w:t>
      </w:r>
      <w:r w:rsidR="00FB13CD">
        <w:rPr>
          <w:rFonts w:hint="cs"/>
          <w:rtl/>
        </w:rPr>
        <w:t>-</w:t>
      </w:r>
      <w:r>
        <w:rPr>
          <w:rtl/>
        </w:rPr>
        <w:t xml:space="preserve"> ج: الذنوب.</w:t>
      </w:r>
    </w:p>
    <w:p w:rsidR="00481D79" w:rsidRDefault="00481D79" w:rsidP="00FB13CD">
      <w:pPr>
        <w:pStyle w:val="libFootnote0"/>
        <w:rPr>
          <w:rtl/>
        </w:rPr>
      </w:pPr>
      <w:r>
        <w:rPr>
          <w:rtl/>
        </w:rPr>
        <w:t>10</w:t>
      </w:r>
      <w:r w:rsidR="00FB13CD">
        <w:rPr>
          <w:rFonts w:hint="cs"/>
          <w:rtl/>
        </w:rPr>
        <w:t>-</w:t>
      </w:r>
      <w:r>
        <w:rPr>
          <w:rtl/>
        </w:rPr>
        <w:t xml:space="preserve"> في خ والبحار: ويوكل الله عزوجل بهم.</w:t>
      </w:r>
    </w:p>
    <w:p w:rsidR="00481D79" w:rsidRDefault="00481D79" w:rsidP="00FB13CD">
      <w:pPr>
        <w:pStyle w:val="libFootnote0"/>
        <w:rPr>
          <w:rtl/>
        </w:rPr>
      </w:pPr>
      <w:r>
        <w:rPr>
          <w:rtl/>
        </w:rPr>
        <w:t>11</w:t>
      </w:r>
      <w:r w:rsidR="00FB13CD">
        <w:rPr>
          <w:rFonts w:hint="cs"/>
          <w:rtl/>
        </w:rPr>
        <w:t>-</w:t>
      </w:r>
      <w:r>
        <w:rPr>
          <w:rtl/>
        </w:rPr>
        <w:t xml:space="preserve"> ن: واحد.</w:t>
      </w:r>
    </w:p>
    <w:p w:rsidR="00481D79" w:rsidRDefault="00481D79" w:rsidP="00FB13CD">
      <w:pPr>
        <w:pStyle w:val="libFootnote0"/>
        <w:rPr>
          <w:rtl/>
        </w:rPr>
      </w:pPr>
      <w:r>
        <w:rPr>
          <w:rtl/>
        </w:rPr>
        <w:t>12</w:t>
      </w:r>
      <w:r w:rsidR="00FB13CD">
        <w:rPr>
          <w:rFonts w:hint="cs"/>
          <w:rtl/>
        </w:rPr>
        <w:t>-</w:t>
      </w:r>
      <w:r>
        <w:rPr>
          <w:rtl/>
        </w:rPr>
        <w:t xml:space="preserve"> ليس في خ.</w:t>
      </w:r>
    </w:p>
    <w:p w:rsidR="00481D79" w:rsidRDefault="00481D79" w:rsidP="00FB13CD">
      <w:pPr>
        <w:pStyle w:val="libFootnote0"/>
        <w:rPr>
          <w:rtl/>
        </w:rPr>
      </w:pPr>
      <w:r>
        <w:rPr>
          <w:rtl/>
        </w:rPr>
        <w:t>13</w:t>
      </w:r>
      <w:r w:rsidR="00FB13CD">
        <w:rPr>
          <w:rFonts w:hint="cs"/>
          <w:rtl/>
        </w:rPr>
        <w:t>-</w:t>
      </w:r>
      <w:r>
        <w:rPr>
          <w:rtl/>
        </w:rPr>
        <w:t xml:space="preserve"> ليس في ج.</w:t>
      </w:r>
    </w:p>
    <w:p w:rsidR="00481D79" w:rsidRDefault="00481D79" w:rsidP="00FB13CD">
      <w:pPr>
        <w:pStyle w:val="libFootnote0"/>
        <w:rPr>
          <w:rtl/>
        </w:rPr>
      </w:pPr>
      <w:r>
        <w:rPr>
          <w:rtl/>
        </w:rPr>
        <w:t>14</w:t>
      </w:r>
      <w:r w:rsidR="00FB13CD">
        <w:rPr>
          <w:rFonts w:hint="cs"/>
          <w:rtl/>
        </w:rPr>
        <w:t>-</w:t>
      </w:r>
      <w:r>
        <w:rPr>
          <w:rtl/>
        </w:rPr>
        <w:t xml:space="preserve"> خ: ايديه.</w:t>
      </w:r>
    </w:p>
    <w:p w:rsidR="00481D79" w:rsidRDefault="00481D79" w:rsidP="00FB13CD">
      <w:pPr>
        <w:pStyle w:val="libFootnote0"/>
        <w:rPr>
          <w:rtl/>
        </w:rPr>
      </w:pPr>
      <w:r>
        <w:rPr>
          <w:rtl/>
        </w:rPr>
        <w:t>15</w:t>
      </w:r>
      <w:r w:rsidR="00FB13CD">
        <w:rPr>
          <w:rFonts w:hint="cs"/>
          <w:rtl/>
        </w:rPr>
        <w:t>-</w:t>
      </w:r>
      <w:r>
        <w:rPr>
          <w:rtl/>
        </w:rPr>
        <w:t xml:space="preserve"> ط: لا يعمل، وفي خ ون وج والبحار: ولا يعمل.</w:t>
      </w:r>
    </w:p>
    <w:p w:rsidR="00481D79" w:rsidRDefault="00481D79" w:rsidP="00FB13CD">
      <w:pPr>
        <w:pStyle w:val="libFootnote0"/>
        <w:rPr>
          <w:rtl/>
        </w:rPr>
      </w:pPr>
      <w:r>
        <w:rPr>
          <w:rtl/>
        </w:rPr>
        <w:t>16</w:t>
      </w:r>
      <w:r w:rsidR="00FB13CD">
        <w:rPr>
          <w:rFonts w:hint="cs"/>
          <w:rtl/>
        </w:rPr>
        <w:t>-</w:t>
      </w:r>
      <w:r>
        <w:rPr>
          <w:rtl/>
        </w:rPr>
        <w:t xml:space="preserve"> ط: ضعفت، ج: اضعف.</w:t>
      </w:r>
    </w:p>
    <w:p w:rsidR="00481D79" w:rsidRDefault="00481D79" w:rsidP="00481D79">
      <w:pPr>
        <w:pStyle w:val="libNormal"/>
        <w:rPr>
          <w:rtl/>
        </w:rPr>
      </w:pPr>
      <w:r>
        <w:rPr>
          <w:rtl/>
        </w:rPr>
        <w:br w:type="page"/>
      </w:r>
    </w:p>
    <w:p w:rsidR="00481D79" w:rsidRPr="00481D79" w:rsidRDefault="00481D79" w:rsidP="00C72AA4">
      <w:pPr>
        <w:pStyle w:val="libNormal0"/>
        <w:rPr>
          <w:rtl/>
        </w:rPr>
      </w:pPr>
      <w:r w:rsidRPr="00481D79">
        <w:rPr>
          <w:rtl/>
        </w:rPr>
        <w:lastRenderedPageBreak/>
        <w:t xml:space="preserve">رجل يعبدون </w:t>
      </w:r>
      <w:r w:rsidR="00C72AA4" w:rsidRPr="00C72AA4">
        <w:rPr>
          <w:rStyle w:val="libFootnotenumChar"/>
          <w:rFonts w:hint="cs"/>
          <w:rtl/>
        </w:rPr>
        <w:t>(1)</w:t>
      </w:r>
      <w:r w:rsidRPr="00481D79">
        <w:rPr>
          <w:rtl/>
        </w:rPr>
        <w:t xml:space="preserve"> الله ألف سنة كل سنة ثلاثمائة وستون يوما، [ اليوم ] </w:t>
      </w:r>
      <w:r w:rsidR="00C72AA4" w:rsidRPr="00C72AA4">
        <w:rPr>
          <w:rStyle w:val="libFootnotenumChar"/>
          <w:rFonts w:hint="cs"/>
          <w:rtl/>
        </w:rPr>
        <w:t>(2)</w:t>
      </w:r>
      <w:r w:rsidRPr="00481D79">
        <w:rPr>
          <w:rtl/>
        </w:rPr>
        <w:t xml:space="preserve"> مثل عمر الدنيا، واذا </w:t>
      </w:r>
      <w:r w:rsidR="00C72AA4" w:rsidRPr="00C72AA4">
        <w:rPr>
          <w:rStyle w:val="libFootnotenumChar"/>
          <w:rFonts w:hint="cs"/>
          <w:rtl/>
        </w:rPr>
        <w:t>(3)</w:t>
      </w:r>
      <w:r w:rsidRPr="00481D79">
        <w:rPr>
          <w:rtl/>
        </w:rPr>
        <w:t xml:space="preserve"> صاروا بحضرة عدوهم انقطع علم أهل الدنيا عن ثواب الله إياهم، وإذا </w:t>
      </w:r>
      <w:r w:rsidR="00C72AA4" w:rsidRPr="00C72AA4">
        <w:rPr>
          <w:rStyle w:val="libFootnotenumChar"/>
          <w:rFonts w:hint="cs"/>
          <w:rtl/>
        </w:rPr>
        <w:t>(4)</w:t>
      </w:r>
      <w:r w:rsidRPr="00481D79">
        <w:rPr>
          <w:rtl/>
        </w:rPr>
        <w:t xml:space="preserve"> برزوا لعدوهم وأشرعت الاسنة وفوقت السهام، وتقدم الرجل إلى الرجل، حفتهم </w:t>
      </w:r>
      <w:r w:rsidR="00C72AA4" w:rsidRPr="00C72AA4">
        <w:rPr>
          <w:rStyle w:val="libFootnotenumChar"/>
          <w:rFonts w:hint="cs"/>
          <w:rtl/>
        </w:rPr>
        <w:t>(5)</w:t>
      </w:r>
      <w:r w:rsidRPr="00481D79">
        <w:rPr>
          <w:rtl/>
        </w:rPr>
        <w:t xml:space="preserve"> الملائكة بأجنحتهم </w:t>
      </w:r>
      <w:r w:rsidR="00C72AA4" w:rsidRPr="00C72AA4">
        <w:rPr>
          <w:rStyle w:val="libFootnotenumChar"/>
          <w:rFonts w:hint="cs"/>
          <w:rtl/>
        </w:rPr>
        <w:t>(6)</w:t>
      </w:r>
      <w:r w:rsidRPr="00481D79">
        <w:rPr>
          <w:rtl/>
        </w:rPr>
        <w:t xml:space="preserve">، ويدعون الله تعالى لهم بالنصر والتثبيت </w:t>
      </w:r>
      <w:r w:rsidR="00C72AA4" w:rsidRPr="00C72AA4">
        <w:rPr>
          <w:rStyle w:val="libFootnotenumChar"/>
          <w:rFonts w:hint="cs"/>
          <w:rtl/>
        </w:rPr>
        <w:t>(7)</w:t>
      </w:r>
      <w:r w:rsidRPr="00481D79">
        <w:rPr>
          <w:rtl/>
        </w:rPr>
        <w:t xml:space="preserve">، ونادى </w:t>
      </w:r>
      <w:r w:rsidR="00C72AA4" w:rsidRPr="00C72AA4">
        <w:rPr>
          <w:rStyle w:val="libFootnotenumChar"/>
          <w:rFonts w:hint="cs"/>
          <w:rtl/>
        </w:rPr>
        <w:t>(8)</w:t>
      </w:r>
      <w:r w:rsidRPr="00481D79">
        <w:rPr>
          <w:rtl/>
        </w:rPr>
        <w:t xml:space="preserve"> مناد: الجنة تحت ظلال السيوف، فتكون (الطعنة والضربة) </w:t>
      </w:r>
      <w:r w:rsidR="00C72AA4" w:rsidRPr="00C72AA4">
        <w:rPr>
          <w:rStyle w:val="libFootnotenumChar"/>
          <w:rFonts w:hint="cs"/>
          <w:rtl/>
        </w:rPr>
        <w:t>(9)</w:t>
      </w:r>
      <w:r w:rsidRPr="00481D79">
        <w:rPr>
          <w:rtl/>
        </w:rPr>
        <w:t xml:space="preserve"> (أهون على الشهيد) </w:t>
      </w:r>
      <w:r w:rsidR="00C72AA4" w:rsidRPr="00C72AA4">
        <w:rPr>
          <w:rStyle w:val="libFootnotenumChar"/>
          <w:rFonts w:hint="cs"/>
          <w:rtl/>
        </w:rPr>
        <w:t>(10)</w:t>
      </w:r>
      <w:r w:rsidRPr="00481D79">
        <w:rPr>
          <w:rtl/>
        </w:rPr>
        <w:t xml:space="preserve"> من شرب الماء البارد في اليوم الصائف.</w:t>
      </w:r>
    </w:p>
    <w:p w:rsidR="00481D79" w:rsidRPr="00481D79" w:rsidRDefault="00481D79" w:rsidP="00C72AA4">
      <w:pPr>
        <w:pStyle w:val="libNormal"/>
        <w:rPr>
          <w:rtl/>
        </w:rPr>
      </w:pPr>
      <w:r w:rsidRPr="00481D79">
        <w:rPr>
          <w:rtl/>
        </w:rPr>
        <w:t xml:space="preserve">وإذا </w:t>
      </w:r>
      <w:r w:rsidR="00C72AA4" w:rsidRPr="00C72AA4">
        <w:rPr>
          <w:rStyle w:val="libFootnotenumChar"/>
          <w:rFonts w:hint="cs"/>
          <w:rtl/>
        </w:rPr>
        <w:t>(11)</w:t>
      </w:r>
      <w:r w:rsidRPr="00481D79">
        <w:rPr>
          <w:rtl/>
        </w:rPr>
        <w:t xml:space="preserve"> زال </w:t>
      </w:r>
      <w:r w:rsidR="00C72AA4" w:rsidRPr="00C72AA4">
        <w:rPr>
          <w:rStyle w:val="libFootnotenumChar"/>
          <w:rFonts w:hint="cs"/>
          <w:rtl/>
        </w:rPr>
        <w:t>(12)</w:t>
      </w:r>
      <w:r w:rsidRPr="00481D79">
        <w:rPr>
          <w:rtl/>
        </w:rPr>
        <w:t xml:space="preserve"> الشهيد من </w:t>
      </w:r>
      <w:r w:rsidR="00C72AA4" w:rsidRPr="00C72AA4">
        <w:rPr>
          <w:rStyle w:val="libFootnotenumChar"/>
          <w:rFonts w:hint="cs"/>
          <w:rtl/>
        </w:rPr>
        <w:t>(13)</w:t>
      </w:r>
      <w:r w:rsidRPr="00481D79">
        <w:rPr>
          <w:rtl/>
        </w:rPr>
        <w:t xml:space="preserve"> فرسه بطعنة أو بضربة </w:t>
      </w:r>
      <w:r w:rsidR="00C72AA4" w:rsidRPr="00C72AA4">
        <w:rPr>
          <w:rStyle w:val="libFootnotenumChar"/>
          <w:rFonts w:hint="cs"/>
          <w:rtl/>
        </w:rPr>
        <w:t>(14)</w:t>
      </w:r>
      <w:r w:rsidRPr="00481D79">
        <w:rPr>
          <w:rtl/>
        </w:rPr>
        <w:t xml:space="preserve"> لم يصل إلى الارض حتى يبعث الله عزوجل </w:t>
      </w:r>
      <w:r w:rsidR="00C72AA4" w:rsidRPr="00C72AA4">
        <w:rPr>
          <w:rStyle w:val="libFootnotenumChar"/>
          <w:rFonts w:hint="cs"/>
          <w:rtl/>
        </w:rPr>
        <w:t>(15)</w:t>
      </w:r>
      <w:r w:rsidRPr="00481D79">
        <w:rPr>
          <w:rtl/>
        </w:rPr>
        <w:t xml:space="preserve"> زوجته من الحور العين، فتبشره بما أعد الله عزوجل له من الكرامة، فإذا </w:t>
      </w:r>
      <w:r w:rsidR="00C72AA4" w:rsidRPr="00C72AA4">
        <w:rPr>
          <w:rStyle w:val="libFootnotenumChar"/>
          <w:rFonts w:hint="cs"/>
          <w:rtl/>
        </w:rPr>
        <w:t>(16)</w:t>
      </w:r>
      <w:r w:rsidRPr="00481D79">
        <w:rPr>
          <w:rtl/>
        </w:rPr>
        <w:t xml:space="preserve"> وصل إلى الارض تقول له </w:t>
      </w:r>
      <w:r w:rsidR="00C72AA4" w:rsidRPr="00C72AA4">
        <w:rPr>
          <w:rStyle w:val="libFootnotenumChar"/>
          <w:rFonts w:hint="cs"/>
          <w:rtl/>
        </w:rPr>
        <w:t>(17)</w:t>
      </w:r>
      <w:r w:rsidRPr="00481D79">
        <w:rPr>
          <w:rtl/>
        </w:rPr>
        <w:t xml:space="preserve">: مرحبا بالروح الطيبة التي خرجت </w:t>
      </w:r>
      <w:r w:rsidR="00C72AA4" w:rsidRPr="00C72AA4">
        <w:rPr>
          <w:rStyle w:val="libFootnotenumChar"/>
          <w:rFonts w:hint="cs"/>
          <w:rtl/>
        </w:rPr>
        <w:t>(18)</w:t>
      </w:r>
      <w:r w:rsidRPr="00481D79">
        <w:rPr>
          <w:rtl/>
        </w:rPr>
        <w:t xml:space="preserve"> من البدن </w:t>
      </w:r>
      <w:r w:rsidR="00C72AA4" w:rsidRPr="00C72AA4">
        <w:rPr>
          <w:rStyle w:val="libFootnotenumChar"/>
          <w:rFonts w:hint="cs"/>
          <w:rtl/>
        </w:rPr>
        <w:t>(19)</w:t>
      </w:r>
      <w:r w:rsidRPr="00481D79">
        <w:rPr>
          <w:rtl/>
        </w:rPr>
        <w:t xml:space="preserve"> الطيب، أبشر فإن لك ما لا عين رأت، ولا أذن سمعت، ولا خطر على قلب بشر، ويقول الله عزوجل: " أنا خليفته في أهله ومن أرضاهم فقد أرضاني ومن أسخطهم فقد أسخطني " ويجعل الله روحه في حواصل طير خضر تسرح في الجنة حيث تشاء </w:t>
      </w:r>
      <w:r w:rsidR="00C72AA4" w:rsidRPr="00C72AA4">
        <w:rPr>
          <w:rStyle w:val="libFootnotenumChar"/>
          <w:rFonts w:hint="cs"/>
          <w:rtl/>
        </w:rPr>
        <w:t>(20)</w:t>
      </w:r>
      <w:r w:rsidRPr="00481D79">
        <w:rPr>
          <w:rtl/>
        </w:rPr>
        <w:t xml:space="preserve">، تأكل من ثمارها، وتأوي إلى قناديل من ذهب معلقة بالعرش ويعطى الرجل منهم سبعين غرفة (من غرف الفردوس، سلوك كل غرفة ما بين صنعاء والشام) </w:t>
      </w:r>
      <w:r w:rsidR="00C72AA4" w:rsidRPr="00C72AA4">
        <w:rPr>
          <w:rStyle w:val="libFootnotenumChar"/>
          <w:rFonts w:hint="cs"/>
          <w:rtl/>
        </w:rPr>
        <w:t>(21)</w:t>
      </w:r>
      <w:r w:rsidRPr="00481D79">
        <w:rPr>
          <w:rtl/>
        </w:rPr>
        <w:t xml:space="preserve">، يملا نورها ما بين الخافقين، في كل غرفة سبعون بابا (على كل باب ستور مسبلة) </w:t>
      </w:r>
      <w:r w:rsidR="00C72AA4" w:rsidRPr="00C72AA4">
        <w:rPr>
          <w:rStyle w:val="libFootnotenumChar"/>
          <w:rFonts w:hint="cs"/>
          <w:rtl/>
        </w:rPr>
        <w:t>(22)</w:t>
      </w:r>
      <w:r w:rsidRPr="00481D79">
        <w:rPr>
          <w:rtl/>
        </w:rPr>
        <w:t xml:space="preserve"> في كل غرفة سبعون خيمة في كل</w:t>
      </w:r>
    </w:p>
    <w:p w:rsidR="00481D79" w:rsidRDefault="005B067E" w:rsidP="005B067E">
      <w:pPr>
        <w:pStyle w:val="libLine"/>
        <w:rPr>
          <w:rtl/>
        </w:rPr>
      </w:pPr>
      <w:r>
        <w:rPr>
          <w:rtl/>
        </w:rPr>
        <w:t>____________________</w:t>
      </w:r>
    </w:p>
    <w:p w:rsidR="00481D79" w:rsidRDefault="00481D79" w:rsidP="00C72AA4">
      <w:pPr>
        <w:pStyle w:val="libFootnote0"/>
        <w:rPr>
          <w:rtl/>
        </w:rPr>
      </w:pPr>
      <w:r>
        <w:rPr>
          <w:rtl/>
        </w:rPr>
        <w:t>1</w:t>
      </w:r>
      <w:r w:rsidR="00C72AA4">
        <w:rPr>
          <w:rFonts w:hint="cs"/>
          <w:rtl/>
        </w:rPr>
        <w:t>-</w:t>
      </w:r>
      <w:r>
        <w:rPr>
          <w:rtl/>
        </w:rPr>
        <w:t xml:space="preserve"> خ: يعبد.</w:t>
      </w:r>
      <w:r w:rsidR="00C72AA4">
        <w:rPr>
          <w:rtl/>
        </w:rPr>
        <w:t xml:space="preserve"> </w:t>
      </w:r>
      <w:r>
        <w:rPr>
          <w:rtl/>
        </w:rPr>
        <w:t>2</w:t>
      </w:r>
      <w:r w:rsidR="00C72AA4">
        <w:rPr>
          <w:rFonts w:hint="cs"/>
          <w:rtl/>
        </w:rPr>
        <w:t>-</w:t>
      </w:r>
      <w:r>
        <w:rPr>
          <w:rtl/>
        </w:rPr>
        <w:t xml:space="preserve"> ليس في ج، وفي ط ون والبحار: واليوم. 3</w:t>
      </w:r>
      <w:r w:rsidR="00C72AA4">
        <w:rPr>
          <w:rFonts w:hint="cs"/>
          <w:rtl/>
        </w:rPr>
        <w:t>-</w:t>
      </w:r>
      <w:r>
        <w:rPr>
          <w:rtl/>
        </w:rPr>
        <w:t xml:space="preserve"> خ: فإذا.</w:t>
      </w:r>
    </w:p>
    <w:p w:rsidR="009E27B7" w:rsidRDefault="00481D79" w:rsidP="009E27B7">
      <w:pPr>
        <w:pStyle w:val="libFootnote0"/>
        <w:rPr>
          <w:rFonts w:hint="cs"/>
          <w:rtl/>
        </w:rPr>
      </w:pPr>
      <w:r>
        <w:rPr>
          <w:rtl/>
        </w:rPr>
        <w:t>4</w:t>
      </w:r>
      <w:r w:rsidR="00C72AA4">
        <w:rPr>
          <w:rFonts w:hint="cs"/>
          <w:rtl/>
        </w:rPr>
        <w:t>-</w:t>
      </w:r>
      <w:r>
        <w:rPr>
          <w:rtl/>
        </w:rPr>
        <w:t xml:space="preserve"> في ط ون وج والبحار: فإذا.</w:t>
      </w:r>
    </w:p>
    <w:p w:rsidR="009E27B7" w:rsidRDefault="00481D79" w:rsidP="009E27B7">
      <w:pPr>
        <w:pStyle w:val="libFootnote0"/>
        <w:rPr>
          <w:rFonts w:hint="cs"/>
          <w:rtl/>
        </w:rPr>
      </w:pPr>
      <w:r>
        <w:rPr>
          <w:rtl/>
        </w:rPr>
        <w:t>5</w:t>
      </w:r>
      <w:r w:rsidR="00C72AA4">
        <w:rPr>
          <w:rFonts w:hint="cs"/>
          <w:rtl/>
        </w:rPr>
        <w:t>-</w:t>
      </w:r>
      <w:r>
        <w:rPr>
          <w:rtl/>
        </w:rPr>
        <w:t xml:space="preserve"> ج: حفظهم.</w:t>
      </w:r>
    </w:p>
    <w:p w:rsidR="00481D79" w:rsidRDefault="00481D79" w:rsidP="009E27B7">
      <w:pPr>
        <w:pStyle w:val="libFootnote0"/>
        <w:rPr>
          <w:rtl/>
        </w:rPr>
      </w:pPr>
      <w:r>
        <w:rPr>
          <w:rtl/>
        </w:rPr>
        <w:t>6</w:t>
      </w:r>
      <w:r w:rsidR="00C72AA4">
        <w:rPr>
          <w:rFonts w:hint="cs"/>
          <w:rtl/>
        </w:rPr>
        <w:t>-</w:t>
      </w:r>
      <w:r>
        <w:rPr>
          <w:rtl/>
        </w:rPr>
        <w:t xml:space="preserve"> خ وط ون وج: بأجنحتها.</w:t>
      </w:r>
    </w:p>
    <w:p w:rsidR="009E27B7" w:rsidRDefault="00481D79" w:rsidP="009E27B7">
      <w:pPr>
        <w:pStyle w:val="libFootnote0"/>
        <w:rPr>
          <w:rFonts w:hint="cs"/>
          <w:rtl/>
        </w:rPr>
      </w:pPr>
      <w:r>
        <w:rPr>
          <w:rtl/>
        </w:rPr>
        <w:t>7</w:t>
      </w:r>
      <w:r w:rsidR="00C72AA4">
        <w:rPr>
          <w:rFonts w:hint="cs"/>
          <w:rtl/>
        </w:rPr>
        <w:t>-</w:t>
      </w:r>
      <w:r>
        <w:rPr>
          <w:rtl/>
        </w:rPr>
        <w:t xml:space="preserve"> ج: والثبت.</w:t>
      </w:r>
    </w:p>
    <w:p w:rsidR="009E27B7" w:rsidRDefault="00481D79" w:rsidP="009E27B7">
      <w:pPr>
        <w:pStyle w:val="libFootnote0"/>
        <w:rPr>
          <w:rFonts w:hint="cs"/>
          <w:rtl/>
        </w:rPr>
      </w:pPr>
      <w:r>
        <w:rPr>
          <w:rtl/>
        </w:rPr>
        <w:t>8</w:t>
      </w:r>
      <w:r w:rsidR="00DB0701">
        <w:rPr>
          <w:rFonts w:hint="cs"/>
          <w:rtl/>
        </w:rPr>
        <w:t>-</w:t>
      </w:r>
      <w:r>
        <w:rPr>
          <w:rtl/>
        </w:rPr>
        <w:t xml:space="preserve"> في ط ون والبحار: فينادي، ج: فنادى.</w:t>
      </w:r>
    </w:p>
    <w:p w:rsidR="00481D79" w:rsidRDefault="00481D79" w:rsidP="009E27B7">
      <w:pPr>
        <w:pStyle w:val="libFootnote0"/>
        <w:rPr>
          <w:rtl/>
        </w:rPr>
      </w:pPr>
      <w:r>
        <w:rPr>
          <w:rtl/>
        </w:rPr>
        <w:t>9</w:t>
      </w:r>
      <w:r w:rsidR="00DB0701">
        <w:rPr>
          <w:rFonts w:hint="cs"/>
          <w:rtl/>
        </w:rPr>
        <w:t>-</w:t>
      </w:r>
      <w:r>
        <w:rPr>
          <w:rtl/>
        </w:rPr>
        <w:t xml:space="preserve"> خ: الضربة والطعنة.</w:t>
      </w:r>
    </w:p>
    <w:p w:rsidR="00481D79" w:rsidRDefault="00481D79" w:rsidP="00DB0701">
      <w:pPr>
        <w:pStyle w:val="libFootnote0"/>
        <w:rPr>
          <w:rtl/>
        </w:rPr>
      </w:pPr>
      <w:r>
        <w:rPr>
          <w:rtl/>
        </w:rPr>
        <w:t>10</w:t>
      </w:r>
      <w:r w:rsidR="00C72AA4">
        <w:rPr>
          <w:rFonts w:hint="cs"/>
          <w:rtl/>
        </w:rPr>
        <w:t>-</w:t>
      </w:r>
      <w:r>
        <w:rPr>
          <w:rtl/>
        </w:rPr>
        <w:t xml:space="preserve"> في ط ون وج والبحار: على الشهيد أهون. 11</w:t>
      </w:r>
      <w:r w:rsidR="00DB0701">
        <w:rPr>
          <w:rFonts w:hint="cs"/>
          <w:rtl/>
        </w:rPr>
        <w:t>-</w:t>
      </w:r>
      <w:r>
        <w:rPr>
          <w:rtl/>
        </w:rPr>
        <w:t xml:space="preserve"> خ: فإذا.</w:t>
      </w:r>
    </w:p>
    <w:p w:rsidR="009E27B7" w:rsidRDefault="00481D79" w:rsidP="009E27B7">
      <w:pPr>
        <w:pStyle w:val="libFootnote0"/>
        <w:rPr>
          <w:rFonts w:hint="cs"/>
          <w:rtl/>
        </w:rPr>
      </w:pPr>
      <w:r>
        <w:rPr>
          <w:rtl/>
        </w:rPr>
        <w:t>12</w:t>
      </w:r>
      <w:r w:rsidR="00C72AA4">
        <w:rPr>
          <w:rFonts w:hint="cs"/>
          <w:rtl/>
        </w:rPr>
        <w:t>-</w:t>
      </w:r>
      <w:r>
        <w:rPr>
          <w:rtl/>
        </w:rPr>
        <w:t xml:space="preserve"> ج: دال، ن: زل.</w:t>
      </w:r>
    </w:p>
    <w:p w:rsidR="00481D79" w:rsidRDefault="00481D79" w:rsidP="009E27B7">
      <w:pPr>
        <w:pStyle w:val="libFootnote0"/>
        <w:rPr>
          <w:rtl/>
        </w:rPr>
      </w:pPr>
      <w:r>
        <w:rPr>
          <w:rtl/>
        </w:rPr>
        <w:t>13</w:t>
      </w:r>
      <w:r w:rsidR="00DB0701">
        <w:rPr>
          <w:rFonts w:hint="cs"/>
          <w:rtl/>
        </w:rPr>
        <w:t>-</w:t>
      </w:r>
      <w:r>
        <w:rPr>
          <w:rtl/>
        </w:rPr>
        <w:t xml:space="preserve"> في ط ون وج والبحار: عن.</w:t>
      </w:r>
    </w:p>
    <w:p w:rsidR="00481D79" w:rsidRDefault="00481D79" w:rsidP="00DB0701">
      <w:pPr>
        <w:pStyle w:val="libFootnote0"/>
        <w:rPr>
          <w:rtl/>
        </w:rPr>
      </w:pPr>
      <w:r>
        <w:rPr>
          <w:rtl/>
        </w:rPr>
        <w:t>14</w:t>
      </w:r>
      <w:r w:rsidR="00C72AA4">
        <w:rPr>
          <w:rFonts w:hint="cs"/>
          <w:rtl/>
        </w:rPr>
        <w:t>-</w:t>
      </w:r>
      <w:r>
        <w:rPr>
          <w:rtl/>
        </w:rPr>
        <w:t xml:space="preserve"> في ط ون وج والبحار: ضربة. 15</w:t>
      </w:r>
      <w:r w:rsidR="00DB0701">
        <w:rPr>
          <w:rFonts w:hint="cs"/>
          <w:rtl/>
        </w:rPr>
        <w:t>-</w:t>
      </w:r>
      <w:r>
        <w:rPr>
          <w:rtl/>
        </w:rPr>
        <w:t xml:space="preserve"> ط ون وج: يبعث الله عزوجل إليه.</w:t>
      </w:r>
    </w:p>
    <w:p w:rsidR="009E27B7" w:rsidRDefault="00481D79" w:rsidP="009E27B7">
      <w:pPr>
        <w:pStyle w:val="libFootnote0"/>
        <w:rPr>
          <w:rFonts w:hint="cs"/>
          <w:rtl/>
        </w:rPr>
      </w:pPr>
      <w:r>
        <w:rPr>
          <w:rtl/>
        </w:rPr>
        <w:t>16</w:t>
      </w:r>
      <w:r w:rsidR="00C72AA4">
        <w:rPr>
          <w:rFonts w:hint="cs"/>
          <w:rtl/>
        </w:rPr>
        <w:t>-</w:t>
      </w:r>
      <w:r>
        <w:rPr>
          <w:rtl/>
        </w:rPr>
        <w:t xml:space="preserve"> ج: وإذا.</w:t>
      </w:r>
    </w:p>
    <w:p w:rsidR="00481D79" w:rsidRDefault="00481D79" w:rsidP="009E27B7">
      <w:pPr>
        <w:pStyle w:val="libFootnote0"/>
        <w:rPr>
          <w:rtl/>
        </w:rPr>
      </w:pPr>
      <w:r>
        <w:rPr>
          <w:rtl/>
        </w:rPr>
        <w:t>17</w:t>
      </w:r>
      <w:r w:rsidR="00DB0701">
        <w:rPr>
          <w:rFonts w:hint="cs"/>
          <w:rtl/>
        </w:rPr>
        <w:t>-</w:t>
      </w:r>
      <w:r>
        <w:rPr>
          <w:rtl/>
        </w:rPr>
        <w:t xml:space="preserve"> ن وج: تقول له الارض.</w:t>
      </w:r>
    </w:p>
    <w:p w:rsidR="00481D79" w:rsidRDefault="00481D79" w:rsidP="00DB0701">
      <w:pPr>
        <w:pStyle w:val="libFootnote0"/>
        <w:rPr>
          <w:rtl/>
        </w:rPr>
      </w:pPr>
      <w:r>
        <w:rPr>
          <w:rtl/>
        </w:rPr>
        <w:t>18</w:t>
      </w:r>
      <w:r w:rsidR="00C72AA4">
        <w:rPr>
          <w:rFonts w:hint="cs"/>
          <w:rtl/>
        </w:rPr>
        <w:t>-</w:t>
      </w:r>
      <w:r>
        <w:rPr>
          <w:rtl/>
        </w:rPr>
        <w:t xml:space="preserve"> في خ وط وج والبحار: اخرجت. 19</w:t>
      </w:r>
      <w:r w:rsidR="00DB0701">
        <w:rPr>
          <w:rFonts w:hint="cs"/>
          <w:rtl/>
        </w:rPr>
        <w:t>-</w:t>
      </w:r>
      <w:r>
        <w:rPr>
          <w:rtl/>
        </w:rPr>
        <w:t xml:space="preserve"> ن: الجسد.</w:t>
      </w:r>
    </w:p>
    <w:p w:rsidR="00481D79" w:rsidRDefault="00481D79" w:rsidP="00C72AA4">
      <w:pPr>
        <w:pStyle w:val="libFootnote0"/>
        <w:rPr>
          <w:rtl/>
        </w:rPr>
      </w:pPr>
      <w:r>
        <w:rPr>
          <w:rtl/>
        </w:rPr>
        <w:t>20</w:t>
      </w:r>
      <w:r w:rsidR="00C72AA4">
        <w:rPr>
          <w:rFonts w:hint="cs"/>
          <w:rtl/>
        </w:rPr>
        <w:t>-</w:t>
      </w:r>
      <w:r>
        <w:rPr>
          <w:rtl/>
        </w:rPr>
        <w:t xml:space="preserve"> ن: شاء‌ت.</w:t>
      </w:r>
    </w:p>
    <w:p w:rsidR="00481D79" w:rsidRDefault="00481D79" w:rsidP="009E27B7">
      <w:pPr>
        <w:pStyle w:val="libFootnote0"/>
        <w:rPr>
          <w:rtl/>
        </w:rPr>
      </w:pPr>
      <w:r>
        <w:rPr>
          <w:rtl/>
        </w:rPr>
        <w:t>21</w:t>
      </w:r>
      <w:r w:rsidR="00C72AA4">
        <w:rPr>
          <w:rFonts w:hint="cs"/>
          <w:rtl/>
        </w:rPr>
        <w:t>-</w:t>
      </w:r>
      <w:r>
        <w:rPr>
          <w:rtl/>
        </w:rPr>
        <w:t xml:space="preserve"> ن: ما بين صنعاء والشام، ج: من غرف الفردوس سلوك غرقه ما بين الصنعاء إلى الشام، وفي البحار: من غرف الفردوس ما بين صنعاء والشام.</w:t>
      </w:r>
      <w:r w:rsidR="009E27B7">
        <w:rPr>
          <w:rFonts w:hint="cs"/>
          <w:rtl/>
        </w:rPr>
        <w:t xml:space="preserve"> </w:t>
      </w:r>
      <w:r>
        <w:rPr>
          <w:rtl/>
        </w:rPr>
        <w:t>22</w:t>
      </w:r>
      <w:r w:rsidR="00C72AA4">
        <w:rPr>
          <w:rFonts w:hint="cs"/>
          <w:rtl/>
        </w:rPr>
        <w:t>-</w:t>
      </w:r>
      <w:r>
        <w:rPr>
          <w:rtl/>
        </w:rPr>
        <w:t xml:space="preserve"> ط: على كل باب سبعون مصراعا (مصراعان) من ذهب على كل باب ستون مسبلة.</w:t>
      </w:r>
    </w:p>
    <w:p w:rsidR="00481D79" w:rsidRDefault="00481D79" w:rsidP="00D11BDC">
      <w:pPr>
        <w:pStyle w:val="libFootnote0"/>
        <w:rPr>
          <w:rtl/>
        </w:rPr>
      </w:pPr>
      <w:r>
        <w:rPr>
          <w:rtl/>
        </w:rPr>
        <w:t>ج: على كل باب سبعون مصراعا من ذهب على كل باب ستر يسبل.</w:t>
      </w:r>
    </w:p>
    <w:p w:rsidR="00481D79" w:rsidRDefault="00481D79" w:rsidP="00D11BDC">
      <w:pPr>
        <w:pStyle w:val="libFootnote0"/>
        <w:rPr>
          <w:rtl/>
        </w:rPr>
      </w:pPr>
      <w:r>
        <w:rPr>
          <w:rtl/>
        </w:rPr>
        <w:t>ن والبحار: على كل باب سبعون مصراعا من ذهب على كل باب ستور مسبلة.</w:t>
      </w:r>
    </w:p>
    <w:p w:rsidR="00481D79" w:rsidRDefault="00481D79" w:rsidP="00481D79">
      <w:pPr>
        <w:pStyle w:val="libNormal"/>
        <w:rPr>
          <w:rtl/>
        </w:rPr>
      </w:pPr>
      <w:r>
        <w:rPr>
          <w:rtl/>
        </w:rPr>
        <w:br w:type="page"/>
      </w:r>
    </w:p>
    <w:p w:rsidR="00481D79" w:rsidRPr="00481D79" w:rsidRDefault="00481D79" w:rsidP="006D3C18">
      <w:pPr>
        <w:pStyle w:val="libNormal0"/>
        <w:rPr>
          <w:rtl/>
        </w:rPr>
      </w:pPr>
      <w:r w:rsidRPr="00481D79">
        <w:rPr>
          <w:rtl/>
        </w:rPr>
        <w:lastRenderedPageBreak/>
        <w:t xml:space="preserve">خيمة سبعون سريرا من ذهب، قوائمها الدر والزبرجد، مرصوصة </w:t>
      </w:r>
      <w:r w:rsidR="006D3C18" w:rsidRPr="006D3C18">
        <w:rPr>
          <w:rStyle w:val="libFootnotenumChar"/>
          <w:rFonts w:hint="cs"/>
          <w:rtl/>
        </w:rPr>
        <w:t>(1)</w:t>
      </w:r>
      <w:r w:rsidRPr="00481D79">
        <w:rPr>
          <w:rtl/>
        </w:rPr>
        <w:t xml:space="preserve"> بقضبان الزمرد، </w:t>
      </w:r>
      <w:r w:rsidR="006D3C18" w:rsidRPr="006D3C18">
        <w:rPr>
          <w:rStyle w:val="libFootnotenumChar"/>
          <w:rFonts w:hint="cs"/>
          <w:rtl/>
        </w:rPr>
        <w:t>(2)</w:t>
      </w:r>
      <w:r w:rsidRPr="00481D79">
        <w:rPr>
          <w:rtl/>
        </w:rPr>
        <w:t xml:space="preserve"> على كل سرير (أربعون فراشا غلظ) </w:t>
      </w:r>
      <w:r w:rsidR="006D3C18" w:rsidRPr="006D3C18">
        <w:rPr>
          <w:rStyle w:val="libFootnotenumChar"/>
          <w:rFonts w:hint="cs"/>
          <w:rtl/>
        </w:rPr>
        <w:t>(3)</w:t>
      </w:r>
      <w:r w:rsidRPr="00481D79">
        <w:rPr>
          <w:rtl/>
        </w:rPr>
        <w:t xml:space="preserve">، كل فراش </w:t>
      </w:r>
      <w:r w:rsidR="006D3C18" w:rsidRPr="006D3C18">
        <w:rPr>
          <w:rStyle w:val="libFootnotenumChar"/>
          <w:rFonts w:hint="cs"/>
          <w:rtl/>
        </w:rPr>
        <w:t>(4)</w:t>
      </w:r>
      <w:r w:rsidRPr="00481D79">
        <w:rPr>
          <w:rtl/>
        </w:rPr>
        <w:t xml:space="preserve"> أربعون ذراعا، (على كل فراش) </w:t>
      </w:r>
      <w:r w:rsidR="006D3C18" w:rsidRPr="006D3C18">
        <w:rPr>
          <w:rStyle w:val="libFootnotenumChar"/>
          <w:rFonts w:hint="cs"/>
          <w:rtl/>
        </w:rPr>
        <w:t>(5)</w:t>
      </w:r>
      <w:r w:rsidRPr="00481D79">
        <w:rPr>
          <w:rtl/>
        </w:rPr>
        <w:t xml:space="preserve"> (سبعون زوجا) </w:t>
      </w:r>
      <w:r w:rsidR="006D3C18" w:rsidRPr="006D3C18">
        <w:rPr>
          <w:rStyle w:val="libFootnotenumChar"/>
          <w:rFonts w:hint="cs"/>
          <w:rtl/>
        </w:rPr>
        <w:t>(6)</w:t>
      </w:r>
      <w:r w:rsidRPr="00481D79">
        <w:rPr>
          <w:rtl/>
        </w:rPr>
        <w:t xml:space="preserve"> من الحور العين عربا أترابا ". فقال الشاب </w:t>
      </w:r>
      <w:r w:rsidR="006D3C18" w:rsidRPr="006D3C18">
        <w:rPr>
          <w:rStyle w:val="libFootnotenumChar"/>
          <w:rFonts w:hint="cs"/>
          <w:rtl/>
        </w:rPr>
        <w:t>(7)</w:t>
      </w:r>
      <w:r w:rsidRPr="00481D79">
        <w:rPr>
          <w:rtl/>
        </w:rPr>
        <w:t xml:space="preserve">: يا أمير المؤمنين (أخبرني عن التربة ما هي) </w:t>
      </w:r>
      <w:r w:rsidR="006D3C18" w:rsidRPr="006D3C18">
        <w:rPr>
          <w:rStyle w:val="libFootnotenumChar"/>
          <w:rFonts w:hint="cs"/>
          <w:rtl/>
        </w:rPr>
        <w:t>(8)</w:t>
      </w:r>
      <w:r w:rsidRPr="00481D79">
        <w:rPr>
          <w:rtl/>
        </w:rPr>
        <w:t>.</w:t>
      </w:r>
    </w:p>
    <w:p w:rsidR="00481D79" w:rsidRPr="00481D79" w:rsidRDefault="00481D79" w:rsidP="006D3C18">
      <w:pPr>
        <w:pStyle w:val="libNormal"/>
        <w:rPr>
          <w:rtl/>
        </w:rPr>
      </w:pPr>
      <w:r w:rsidRPr="00481D79">
        <w:rPr>
          <w:rtl/>
        </w:rPr>
        <w:t xml:space="preserve">قال: هي " الزوجة </w:t>
      </w:r>
      <w:r w:rsidR="006D3C18" w:rsidRPr="006D3C18">
        <w:rPr>
          <w:rStyle w:val="libFootnotenumChar"/>
          <w:rFonts w:hint="cs"/>
          <w:rtl/>
        </w:rPr>
        <w:t>(9)</w:t>
      </w:r>
      <w:r w:rsidRPr="00481D79">
        <w:rPr>
          <w:rtl/>
        </w:rPr>
        <w:t xml:space="preserve"> الرضية [ المرضية ] </w:t>
      </w:r>
      <w:r w:rsidR="006D3C18" w:rsidRPr="006D3C18">
        <w:rPr>
          <w:rStyle w:val="libFootnotenumChar"/>
          <w:rFonts w:hint="cs"/>
          <w:rtl/>
        </w:rPr>
        <w:t>(10)</w:t>
      </w:r>
      <w:r w:rsidRPr="00481D79">
        <w:rPr>
          <w:rtl/>
        </w:rPr>
        <w:t xml:space="preserve"> الشهية، [ لها سبعون ألف وصيف ] </w:t>
      </w:r>
      <w:r w:rsidR="006D3C18" w:rsidRPr="006D3C18">
        <w:rPr>
          <w:rStyle w:val="libFootnotenumChar"/>
          <w:rFonts w:hint="cs"/>
          <w:rtl/>
        </w:rPr>
        <w:t>(11)</w:t>
      </w:r>
      <w:r w:rsidRPr="00481D79">
        <w:rPr>
          <w:rtl/>
        </w:rPr>
        <w:t xml:space="preserve"> وسبعون ألف (وصيفة) </w:t>
      </w:r>
      <w:r w:rsidR="006D3C18" w:rsidRPr="006D3C18">
        <w:rPr>
          <w:rStyle w:val="libFootnotenumChar"/>
          <w:rFonts w:hint="cs"/>
          <w:rtl/>
        </w:rPr>
        <w:t>(12)</w:t>
      </w:r>
      <w:r w:rsidRPr="00481D79">
        <w:rPr>
          <w:rtl/>
        </w:rPr>
        <w:t xml:space="preserve">، صفر </w:t>
      </w:r>
      <w:r w:rsidR="006D3C18" w:rsidRPr="006D3C18">
        <w:rPr>
          <w:rStyle w:val="libFootnotenumChar"/>
          <w:rFonts w:hint="cs"/>
          <w:rtl/>
        </w:rPr>
        <w:t>(13)</w:t>
      </w:r>
      <w:r w:rsidRPr="00481D79">
        <w:rPr>
          <w:rtl/>
        </w:rPr>
        <w:t xml:space="preserve"> الحلي، بيض </w:t>
      </w:r>
      <w:r w:rsidR="006D3C18" w:rsidRPr="006D3C18">
        <w:rPr>
          <w:rStyle w:val="libFootnotenumChar"/>
          <w:rFonts w:hint="cs"/>
          <w:rtl/>
        </w:rPr>
        <w:t>(14)</w:t>
      </w:r>
      <w:r w:rsidRPr="00481D79">
        <w:rPr>
          <w:rtl/>
        </w:rPr>
        <w:t xml:space="preserve"> الوجوه، عليهم تيجان اللؤلؤ على رقابهم المناديل، بأيديهم الاكوبة والاباريق.</w:t>
      </w:r>
    </w:p>
    <w:p w:rsidR="00481D79" w:rsidRPr="00481D79" w:rsidRDefault="00481D79" w:rsidP="006D3C18">
      <w:pPr>
        <w:pStyle w:val="libNormal"/>
        <w:rPr>
          <w:rtl/>
        </w:rPr>
      </w:pPr>
      <w:r w:rsidRPr="00481D79">
        <w:rPr>
          <w:rtl/>
        </w:rPr>
        <w:t xml:space="preserve">وإذا كان يوم القيامة [ يخرج من قبره شاهرا سيفه، تشخب أوداجه دما، اللون لون الدم، والرائحة المسك، يحضر </w:t>
      </w:r>
      <w:r w:rsidR="006D3C18" w:rsidRPr="006D3C18">
        <w:rPr>
          <w:rStyle w:val="libFootnotenumChar"/>
          <w:rFonts w:hint="cs"/>
          <w:rtl/>
        </w:rPr>
        <w:t>(15)</w:t>
      </w:r>
      <w:r w:rsidRPr="00481D79">
        <w:rPr>
          <w:rtl/>
        </w:rPr>
        <w:t xml:space="preserve"> في عرصة </w:t>
      </w:r>
      <w:r w:rsidR="006D3C18" w:rsidRPr="006D3C18">
        <w:rPr>
          <w:rStyle w:val="libFootnotenumChar"/>
          <w:rFonts w:hint="cs"/>
          <w:rtl/>
        </w:rPr>
        <w:t>(16)</w:t>
      </w:r>
      <w:r w:rsidRPr="00481D79">
        <w:rPr>
          <w:rtl/>
        </w:rPr>
        <w:t xml:space="preserve"> القيامة. ] </w:t>
      </w:r>
      <w:r w:rsidR="006D3C18" w:rsidRPr="006D3C18">
        <w:rPr>
          <w:rStyle w:val="libFootnotenumChar"/>
          <w:rFonts w:hint="cs"/>
          <w:rtl/>
        </w:rPr>
        <w:t>(17)</w:t>
      </w:r>
      <w:r w:rsidRPr="00481D79">
        <w:rPr>
          <w:rtl/>
        </w:rPr>
        <w:t xml:space="preserve"> فو الذي نفسي بيده (لو كان الانبياء على طريقهم) </w:t>
      </w:r>
      <w:r w:rsidR="006D3C18" w:rsidRPr="006D3C18">
        <w:rPr>
          <w:rStyle w:val="libFootnotenumChar"/>
          <w:rFonts w:hint="cs"/>
          <w:rtl/>
        </w:rPr>
        <w:t>(18)</w:t>
      </w:r>
      <w:r w:rsidRPr="00481D79">
        <w:rPr>
          <w:rtl/>
        </w:rPr>
        <w:t xml:space="preserve"> لترجلوا لهم مما </w:t>
      </w:r>
      <w:r w:rsidR="006D3C18" w:rsidRPr="006D3C18">
        <w:rPr>
          <w:rStyle w:val="libFootnotenumChar"/>
          <w:rFonts w:hint="cs"/>
          <w:rtl/>
        </w:rPr>
        <w:t>(19)</w:t>
      </w:r>
      <w:r w:rsidRPr="00481D79">
        <w:rPr>
          <w:rtl/>
        </w:rPr>
        <w:t xml:space="preserve"> يرون </w:t>
      </w:r>
      <w:r w:rsidR="006D3C18" w:rsidRPr="006D3C18">
        <w:rPr>
          <w:rStyle w:val="libFootnotenumChar"/>
          <w:rFonts w:hint="cs"/>
          <w:rtl/>
        </w:rPr>
        <w:t>(20)</w:t>
      </w:r>
      <w:r w:rsidRPr="00481D79">
        <w:rPr>
          <w:rtl/>
        </w:rPr>
        <w:t xml:space="preserve"> من بهائهم (حتى يأتوا على موائد من الجوهر) </w:t>
      </w:r>
      <w:r w:rsidR="006D3C18" w:rsidRPr="006D3C18">
        <w:rPr>
          <w:rStyle w:val="libFootnotenumChar"/>
          <w:rFonts w:hint="cs"/>
          <w:rtl/>
        </w:rPr>
        <w:t>(21)</w:t>
      </w:r>
      <w:r w:rsidRPr="00481D79">
        <w:rPr>
          <w:rtl/>
        </w:rPr>
        <w:t xml:space="preserve"> فيقعدون عليها، ويشفع الرجل منهم في سبعين ألفا من أهل بيته وجيرته </w:t>
      </w:r>
      <w:r w:rsidR="006D3C18" w:rsidRPr="006D3C18">
        <w:rPr>
          <w:rStyle w:val="libFootnotenumChar"/>
          <w:rFonts w:hint="cs"/>
          <w:rtl/>
        </w:rPr>
        <w:t>(22)</w:t>
      </w:r>
      <w:r w:rsidRPr="00481D79">
        <w:rPr>
          <w:rtl/>
        </w:rPr>
        <w:t xml:space="preserve">، حتى أن الجارين يختصمان </w:t>
      </w:r>
      <w:r w:rsidR="006D3C18" w:rsidRPr="006D3C18">
        <w:rPr>
          <w:rStyle w:val="libFootnotenumChar"/>
          <w:rFonts w:hint="cs"/>
          <w:rtl/>
        </w:rPr>
        <w:t>(23)</w:t>
      </w:r>
      <w:r w:rsidRPr="00481D79">
        <w:rPr>
          <w:rtl/>
        </w:rPr>
        <w:t xml:space="preserve"> أيهما أقرب </w:t>
      </w:r>
      <w:r w:rsidR="006D3C18" w:rsidRPr="006D3C18">
        <w:rPr>
          <w:rStyle w:val="libFootnotenumChar"/>
          <w:rFonts w:hint="cs"/>
          <w:rtl/>
        </w:rPr>
        <w:t>(24)</w:t>
      </w:r>
      <w:r w:rsidRPr="00481D79">
        <w:rPr>
          <w:rtl/>
        </w:rPr>
        <w:t xml:space="preserve"> فيقعدون معي </w:t>
      </w:r>
      <w:r w:rsidR="006D3C18" w:rsidRPr="006D3C18">
        <w:rPr>
          <w:rStyle w:val="libFootnotenumChar"/>
          <w:rFonts w:hint="cs"/>
          <w:rtl/>
        </w:rPr>
        <w:t>(25)</w:t>
      </w:r>
      <w:r w:rsidRPr="00481D79">
        <w:rPr>
          <w:rtl/>
        </w:rPr>
        <w:t xml:space="preserve"> ومع إبراهيم </w:t>
      </w:r>
      <w:r w:rsidR="004226A8" w:rsidRPr="004226A8">
        <w:rPr>
          <w:rStyle w:val="libAlaemChar"/>
          <w:rtl/>
        </w:rPr>
        <w:t>عليه‌السلام</w:t>
      </w:r>
    </w:p>
    <w:p w:rsidR="00481D79" w:rsidRDefault="005B067E" w:rsidP="005B067E">
      <w:pPr>
        <w:pStyle w:val="libLine"/>
        <w:rPr>
          <w:rtl/>
        </w:rPr>
      </w:pPr>
      <w:r>
        <w:rPr>
          <w:rtl/>
        </w:rPr>
        <w:t>____________________</w:t>
      </w:r>
    </w:p>
    <w:p w:rsidR="006D3C18" w:rsidRDefault="00481D79" w:rsidP="006D3C18">
      <w:pPr>
        <w:pStyle w:val="libFootnote0"/>
        <w:rPr>
          <w:rFonts w:hint="cs"/>
          <w:rtl/>
        </w:rPr>
      </w:pPr>
      <w:r>
        <w:rPr>
          <w:rtl/>
        </w:rPr>
        <w:t>1</w:t>
      </w:r>
      <w:r w:rsidR="006D3C18">
        <w:rPr>
          <w:rFonts w:hint="cs"/>
          <w:rtl/>
        </w:rPr>
        <w:t>-</w:t>
      </w:r>
      <w:r>
        <w:rPr>
          <w:rtl/>
        </w:rPr>
        <w:t xml:space="preserve"> في ط ون وج والبحار: موصولة.</w:t>
      </w:r>
    </w:p>
    <w:p w:rsidR="006D3C18" w:rsidRDefault="00481D79" w:rsidP="006D3C18">
      <w:pPr>
        <w:pStyle w:val="libFootnote0"/>
        <w:rPr>
          <w:rFonts w:hint="cs"/>
          <w:rtl/>
        </w:rPr>
      </w:pPr>
      <w:r>
        <w:rPr>
          <w:rtl/>
        </w:rPr>
        <w:t>2</w:t>
      </w:r>
      <w:r w:rsidR="006D3C18">
        <w:rPr>
          <w:rFonts w:hint="cs"/>
          <w:rtl/>
        </w:rPr>
        <w:t>-</w:t>
      </w:r>
      <w:r>
        <w:rPr>
          <w:rtl/>
        </w:rPr>
        <w:t xml:space="preserve"> في ط ون والبحار: من زمرد.</w:t>
      </w:r>
    </w:p>
    <w:p w:rsidR="006D3C18" w:rsidRDefault="00481D79" w:rsidP="006D3C18">
      <w:pPr>
        <w:pStyle w:val="libFootnote0"/>
        <w:rPr>
          <w:rFonts w:hint="cs"/>
          <w:rtl/>
        </w:rPr>
      </w:pPr>
      <w:r>
        <w:rPr>
          <w:rtl/>
        </w:rPr>
        <w:t>3</w:t>
      </w:r>
      <w:r w:rsidR="006D3C18">
        <w:rPr>
          <w:rFonts w:hint="cs"/>
          <w:rtl/>
        </w:rPr>
        <w:t>-</w:t>
      </w:r>
      <w:r>
        <w:rPr>
          <w:rtl/>
        </w:rPr>
        <w:t xml:space="preserve"> ج: سبعون فراشا غلظة...، في ن والبحار: أربعون فراشا غلظ. وفي خ: أربعون فراشا على كل فراش زوجة من الحور العين عربا أترابا.</w:t>
      </w:r>
    </w:p>
    <w:p w:rsidR="006D3C18" w:rsidRDefault="00481D79" w:rsidP="006D3C18">
      <w:pPr>
        <w:pStyle w:val="libFootnote0"/>
        <w:rPr>
          <w:rFonts w:hint="cs"/>
          <w:rtl/>
        </w:rPr>
      </w:pPr>
      <w:r>
        <w:rPr>
          <w:rtl/>
        </w:rPr>
        <w:t>4</w:t>
      </w:r>
      <w:r w:rsidR="006D3C18">
        <w:rPr>
          <w:rFonts w:hint="cs"/>
          <w:rtl/>
        </w:rPr>
        <w:t>-</w:t>
      </w:r>
      <w:r>
        <w:rPr>
          <w:rtl/>
        </w:rPr>
        <w:t xml:space="preserve"> ن: فرش.</w:t>
      </w:r>
    </w:p>
    <w:p w:rsidR="006D3C18" w:rsidRDefault="00481D79" w:rsidP="006D3C18">
      <w:pPr>
        <w:pStyle w:val="libFootnote0"/>
        <w:rPr>
          <w:rFonts w:hint="cs"/>
          <w:rtl/>
        </w:rPr>
      </w:pPr>
      <w:r>
        <w:rPr>
          <w:rtl/>
        </w:rPr>
        <w:t>5</w:t>
      </w:r>
      <w:r w:rsidR="006D3C18">
        <w:rPr>
          <w:rFonts w:hint="cs"/>
          <w:rtl/>
        </w:rPr>
        <w:t>-</w:t>
      </w:r>
      <w:r>
        <w:rPr>
          <w:rtl/>
        </w:rPr>
        <w:t xml:space="preserve"> ن: في كل فرش.</w:t>
      </w:r>
    </w:p>
    <w:p w:rsidR="00481D79" w:rsidRDefault="00481D79" w:rsidP="006D3C18">
      <w:pPr>
        <w:pStyle w:val="libFootnote0"/>
        <w:rPr>
          <w:rtl/>
        </w:rPr>
      </w:pPr>
      <w:r>
        <w:rPr>
          <w:rtl/>
        </w:rPr>
        <w:t>6</w:t>
      </w:r>
      <w:r w:rsidR="006D3C18">
        <w:rPr>
          <w:rFonts w:hint="cs"/>
          <w:rtl/>
        </w:rPr>
        <w:t>-</w:t>
      </w:r>
      <w:r>
        <w:rPr>
          <w:rtl/>
        </w:rPr>
        <w:t xml:space="preserve"> في ط ون وج والبحار: زوجة.</w:t>
      </w:r>
    </w:p>
    <w:p w:rsidR="006D3C18" w:rsidRDefault="00481D79" w:rsidP="006D3C18">
      <w:pPr>
        <w:pStyle w:val="libFootnote0"/>
        <w:rPr>
          <w:rFonts w:hint="cs"/>
          <w:rtl/>
        </w:rPr>
      </w:pPr>
      <w:r>
        <w:rPr>
          <w:rtl/>
        </w:rPr>
        <w:t>7</w:t>
      </w:r>
      <w:r w:rsidR="006D3C18">
        <w:rPr>
          <w:rFonts w:hint="cs"/>
          <w:rtl/>
        </w:rPr>
        <w:t>-</w:t>
      </w:r>
      <w:r>
        <w:rPr>
          <w:rtl/>
        </w:rPr>
        <w:t xml:space="preserve"> خ: الشباب.</w:t>
      </w:r>
    </w:p>
    <w:p w:rsidR="006D3C18" w:rsidRDefault="00481D79" w:rsidP="006D3C18">
      <w:pPr>
        <w:pStyle w:val="libFootnote0"/>
        <w:rPr>
          <w:rFonts w:hint="cs"/>
          <w:rtl/>
        </w:rPr>
      </w:pPr>
      <w:r>
        <w:rPr>
          <w:rtl/>
        </w:rPr>
        <w:t>8</w:t>
      </w:r>
      <w:r w:rsidR="006D3C18">
        <w:rPr>
          <w:rFonts w:hint="cs"/>
          <w:rtl/>
        </w:rPr>
        <w:t>-</w:t>
      </w:r>
      <w:r>
        <w:rPr>
          <w:rtl/>
        </w:rPr>
        <w:t xml:space="preserve"> ج: من العروب، خ: أخبرني عن العربة ما هي؟ ط: أخبرني عن العروب؟ وفي ن والبحار: أخبرني عن العربة؟</w:t>
      </w:r>
    </w:p>
    <w:p w:rsidR="006D3C18" w:rsidRDefault="00481D79" w:rsidP="006D3C18">
      <w:pPr>
        <w:pStyle w:val="libFootnote0"/>
        <w:rPr>
          <w:rFonts w:hint="cs"/>
          <w:rtl/>
        </w:rPr>
      </w:pPr>
      <w:r>
        <w:rPr>
          <w:rtl/>
        </w:rPr>
        <w:t>9</w:t>
      </w:r>
      <w:r w:rsidR="006D3C18">
        <w:rPr>
          <w:rFonts w:hint="cs"/>
          <w:rtl/>
        </w:rPr>
        <w:t>-</w:t>
      </w:r>
      <w:r>
        <w:rPr>
          <w:rtl/>
        </w:rPr>
        <w:t xml:space="preserve"> في ط وج والبحار: الغنجة.</w:t>
      </w:r>
    </w:p>
    <w:p w:rsidR="006D3C18" w:rsidRDefault="00481D79" w:rsidP="006D3C18">
      <w:pPr>
        <w:pStyle w:val="libFootnote0"/>
        <w:rPr>
          <w:rFonts w:hint="cs"/>
          <w:rtl/>
        </w:rPr>
      </w:pPr>
      <w:r>
        <w:rPr>
          <w:rtl/>
        </w:rPr>
        <w:t>10</w:t>
      </w:r>
      <w:r w:rsidR="006D3C18">
        <w:rPr>
          <w:rFonts w:hint="cs"/>
          <w:rtl/>
        </w:rPr>
        <w:t>-</w:t>
      </w:r>
      <w:r>
        <w:rPr>
          <w:rtl/>
        </w:rPr>
        <w:t xml:space="preserve"> ليس في ن وج.</w:t>
      </w:r>
    </w:p>
    <w:p w:rsidR="006D3C18" w:rsidRDefault="00481D79" w:rsidP="006D3C18">
      <w:pPr>
        <w:pStyle w:val="libFootnote0"/>
        <w:rPr>
          <w:rFonts w:hint="cs"/>
          <w:rtl/>
        </w:rPr>
      </w:pPr>
      <w:r>
        <w:rPr>
          <w:rtl/>
        </w:rPr>
        <w:t>11</w:t>
      </w:r>
      <w:r w:rsidR="006D3C18">
        <w:rPr>
          <w:rFonts w:hint="cs"/>
          <w:rtl/>
        </w:rPr>
        <w:t>-</w:t>
      </w:r>
      <w:r>
        <w:rPr>
          <w:rtl/>
        </w:rPr>
        <w:t xml:space="preserve"> ط ون: لها سبعون ألف وصيفة، ليس في ج.</w:t>
      </w:r>
    </w:p>
    <w:p w:rsidR="006D3C18" w:rsidRDefault="00481D79" w:rsidP="006D3C18">
      <w:pPr>
        <w:pStyle w:val="libFootnote0"/>
        <w:rPr>
          <w:rFonts w:hint="cs"/>
          <w:rtl/>
        </w:rPr>
      </w:pPr>
      <w:r>
        <w:rPr>
          <w:rtl/>
        </w:rPr>
        <w:t>12</w:t>
      </w:r>
      <w:r w:rsidR="006D3C18">
        <w:rPr>
          <w:rFonts w:hint="cs"/>
          <w:rtl/>
        </w:rPr>
        <w:t>-</w:t>
      </w:r>
      <w:r>
        <w:rPr>
          <w:rtl/>
        </w:rPr>
        <w:t xml:space="preserve"> ط ون: وصيف.</w:t>
      </w:r>
    </w:p>
    <w:p w:rsidR="006D3C18" w:rsidRDefault="00481D79" w:rsidP="006D3C18">
      <w:pPr>
        <w:pStyle w:val="libFootnote0"/>
        <w:rPr>
          <w:rFonts w:hint="cs"/>
          <w:rtl/>
        </w:rPr>
      </w:pPr>
      <w:r>
        <w:rPr>
          <w:rtl/>
        </w:rPr>
        <w:t>13</w:t>
      </w:r>
      <w:r w:rsidR="006D3C18">
        <w:rPr>
          <w:rFonts w:hint="cs"/>
          <w:rtl/>
        </w:rPr>
        <w:t>-</w:t>
      </w:r>
      <w:r>
        <w:rPr>
          <w:rtl/>
        </w:rPr>
        <w:t xml:space="preserve"> ج: صفراء.</w:t>
      </w:r>
    </w:p>
    <w:p w:rsidR="006D3C18" w:rsidRDefault="00481D79" w:rsidP="006D3C18">
      <w:pPr>
        <w:pStyle w:val="libFootnote0"/>
        <w:rPr>
          <w:rFonts w:hint="cs"/>
          <w:rtl/>
        </w:rPr>
      </w:pPr>
      <w:r>
        <w:rPr>
          <w:rtl/>
        </w:rPr>
        <w:t>14</w:t>
      </w:r>
      <w:r w:rsidR="006D3C18">
        <w:rPr>
          <w:rFonts w:hint="cs"/>
          <w:rtl/>
        </w:rPr>
        <w:t>-</w:t>
      </w:r>
      <w:r>
        <w:rPr>
          <w:rtl/>
        </w:rPr>
        <w:t xml:space="preserve"> ج: البيض.</w:t>
      </w:r>
    </w:p>
    <w:p w:rsidR="006D3C18" w:rsidRDefault="00481D79" w:rsidP="006D3C18">
      <w:pPr>
        <w:pStyle w:val="libFootnote0"/>
        <w:rPr>
          <w:rFonts w:hint="cs"/>
          <w:rtl/>
        </w:rPr>
      </w:pPr>
      <w:r>
        <w:rPr>
          <w:rtl/>
        </w:rPr>
        <w:t>15</w:t>
      </w:r>
      <w:r w:rsidR="006D3C18">
        <w:rPr>
          <w:rFonts w:hint="cs"/>
          <w:rtl/>
        </w:rPr>
        <w:t>-</w:t>
      </w:r>
      <w:r>
        <w:rPr>
          <w:rtl/>
        </w:rPr>
        <w:t xml:space="preserve"> في البحار: يخطو، ط ون: يخطر.</w:t>
      </w:r>
    </w:p>
    <w:p w:rsidR="006D3C18" w:rsidRDefault="00481D79" w:rsidP="006D3C18">
      <w:pPr>
        <w:pStyle w:val="libFootnote0"/>
        <w:rPr>
          <w:rFonts w:hint="cs"/>
          <w:rtl/>
        </w:rPr>
      </w:pPr>
      <w:r>
        <w:rPr>
          <w:rtl/>
        </w:rPr>
        <w:t>16</w:t>
      </w:r>
      <w:r w:rsidR="006D3C18">
        <w:rPr>
          <w:rFonts w:hint="cs"/>
          <w:rtl/>
        </w:rPr>
        <w:t>-</w:t>
      </w:r>
      <w:r>
        <w:rPr>
          <w:rtl/>
        </w:rPr>
        <w:t xml:space="preserve"> ن: عرصات.</w:t>
      </w:r>
    </w:p>
    <w:p w:rsidR="006D3C18" w:rsidRDefault="00481D79" w:rsidP="006D3C18">
      <w:pPr>
        <w:pStyle w:val="libFootnote0"/>
        <w:rPr>
          <w:rFonts w:hint="cs"/>
          <w:rtl/>
        </w:rPr>
      </w:pPr>
      <w:r>
        <w:rPr>
          <w:rtl/>
        </w:rPr>
        <w:t>17</w:t>
      </w:r>
      <w:r w:rsidR="006D3C18">
        <w:rPr>
          <w:rFonts w:hint="cs"/>
          <w:rtl/>
        </w:rPr>
        <w:t>-</w:t>
      </w:r>
      <w:r>
        <w:rPr>
          <w:rtl/>
        </w:rPr>
        <w:t xml:space="preserve"> ليس في ج.</w:t>
      </w:r>
    </w:p>
    <w:p w:rsidR="006D3C18" w:rsidRDefault="00481D79" w:rsidP="006D3C18">
      <w:pPr>
        <w:pStyle w:val="libFootnote0"/>
        <w:rPr>
          <w:rFonts w:hint="cs"/>
          <w:rtl/>
        </w:rPr>
      </w:pPr>
      <w:r>
        <w:rPr>
          <w:rtl/>
        </w:rPr>
        <w:t>18</w:t>
      </w:r>
      <w:r w:rsidR="006D3C18">
        <w:rPr>
          <w:rFonts w:hint="cs"/>
          <w:rtl/>
        </w:rPr>
        <w:t>-</w:t>
      </w:r>
      <w:r>
        <w:rPr>
          <w:rtl/>
        </w:rPr>
        <w:t xml:space="preserve"> ج: لو كانت الانبياء على طريقتهم.</w:t>
      </w:r>
    </w:p>
    <w:p w:rsidR="006D3C18" w:rsidRDefault="00481D79" w:rsidP="006D3C18">
      <w:pPr>
        <w:pStyle w:val="libFootnote0"/>
        <w:rPr>
          <w:rFonts w:hint="cs"/>
          <w:rtl/>
        </w:rPr>
      </w:pPr>
      <w:r>
        <w:rPr>
          <w:rtl/>
        </w:rPr>
        <w:t>19</w:t>
      </w:r>
      <w:r w:rsidR="006D3C18">
        <w:rPr>
          <w:rFonts w:hint="cs"/>
          <w:rtl/>
        </w:rPr>
        <w:t>-</w:t>
      </w:r>
      <w:r>
        <w:rPr>
          <w:rtl/>
        </w:rPr>
        <w:t xml:space="preserve"> ط ون وج: لما.</w:t>
      </w:r>
    </w:p>
    <w:p w:rsidR="006D3C18" w:rsidRDefault="00481D79" w:rsidP="006D3C18">
      <w:pPr>
        <w:pStyle w:val="libFootnote0"/>
        <w:rPr>
          <w:rFonts w:hint="cs"/>
          <w:rtl/>
        </w:rPr>
      </w:pPr>
      <w:r>
        <w:rPr>
          <w:rtl/>
        </w:rPr>
        <w:t>20</w:t>
      </w:r>
      <w:r w:rsidR="006D3C18">
        <w:rPr>
          <w:rFonts w:hint="cs"/>
          <w:rtl/>
        </w:rPr>
        <w:t>-</w:t>
      </w:r>
      <w:r>
        <w:rPr>
          <w:rtl/>
        </w:rPr>
        <w:t xml:space="preserve"> ج: يرونه.</w:t>
      </w:r>
    </w:p>
    <w:p w:rsidR="006D3C18" w:rsidRDefault="00481D79" w:rsidP="006D3C18">
      <w:pPr>
        <w:pStyle w:val="libFootnote0"/>
        <w:rPr>
          <w:rFonts w:hint="cs"/>
          <w:rtl/>
        </w:rPr>
      </w:pPr>
      <w:r>
        <w:rPr>
          <w:rtl/>
        </w:rPr>
        <w:t>21</w:t>
      </w:r>
      <w:r w:rsidR="006D3C18">
        <w:rPr>
          <w:rFonts w:hint="cs"/>
          <w:rtl/>
        </w:rPr>
        <w:t>-</w:t>
      </w:r>
      <w:r>
        <w:rPr>
          <w:rtl/>
        </w:rPr>
        <w:t xml:space="preserve"> في ط ون والبحار: حتى ياتوا إلى موائد من الجواهر، ج: يأتون إلى موائد من الجواهر.</w:t>
      </w:r>
    </w:p>
    <w:p w:rsidR="006D3C18" w:rsidRDefault="00481D79" w:rsidP="006D3C18">
      <w:pPr>
        <w:pStyle w:val="libFootnote0"/>
        <w:rPr>
          <w:rFonts w:hint="cs"/>
          <w:rtl/>
        </w:rPr>
      </w:pPr>
      <w:r>
        <w:rPr>
          <w:rtl/>
        </w:rPr>
        <w:t>22</w:t>
      </w:r>
      <w:r w:rsidR="006D3C18">
        <w:rPr>
          <w:rFonts w:hint="cs"/>
          <w:rtl/>
        </w:rPr>
        <w:t>-</w:t>
      </w:r>
      <w:r>
        <w:rPr>
          <w:rtl/>
        </w:rPr>
        <w:t xml:space="preserve"> ط ون: وجيرانه.</w:t>
      </w:r>
    </w:p>
    <w:p w:rsidR="00481D79" w:rsidRDefault="00481D79" w:rsidP="006D3C18">
      <w:pPr>
        <w:pStyle w:val="libFootnote0"/>
        <w:rPr>
          <w:rtl/>
        </w:rPr>
      </w:pPr>
      <w:r>
        <w:rPr>
          <w:rtl/>
        </w:rPr>
        <w:t>23</w:t>
      </w:r>
      <w:r w:rsidR="006D3C18">
        <w:rPr>
          <w:rFonts w:hint="cs"/>
          <w:rtl/>
        </w:rPr>
        <w:t>-</w:t>
      </w:r>
      <w:r>
        <w:rPr>
          <w:rtl/>
        </w:rPr>
        <w:t xml:space="preserve"> خ وج: يتخاصمان. 24</w:t>
      </w:r>
      <w:r w:rsidR="006D3C18">
        <w:rPr>
          <w:rFonts w:hint="cs"/>
          <w:rtl/>
        </w:rPr>
        <w:t>-</w:t>
      </w:r>
      <w:r>
        <w:rPr>
          <w:rtl/>
        </w:rPr>
        <w:t xml:space="preserve"> خ وط ون وج: أقرب جوارا. 25</w:t>
      </w:r>
      <w:r w:rsidR="006D3C18">
        <w:rPr>
          <w:rFonts w:hint="cs"/>
          <w:rtl/>
        </w:rPr>
        <w:t>-</w:t>
      </w:r>
      <w:r>
        <w:rPr>
          <w:rtl/>
        </w:rPr>
        <w:t xml:space="preserve"> في البحار: معه.</w:t>
      </w:r>
    </w:p>
    <w:p w:rsidR="00481D79" w:rsidRDefault="00481D79" w:rsidP="00481D79">
      <w:pPr>
        <w:pStyle w:val="libNormal"/>
        <w:rPr>
          <w:rtl/>
        </w:rPr>
      </w:pPr>
      <w:r>
        <w:rPr>
          <w:rtl/>
        </w:rPr>
        <w:br w:type="page"/>
      </w:r>
    </w:p>
    <w:p w:rsidR="00481D79" w:rsidRPr="00481D79" w:rsidRDefault="00481D79" w:rsidP="00595CB6">
      <w:pPr>
        <w:pStyle w:val="libNormal"/>
        <w:rPr>
          <w:rtl/>
        </w:rPr>
      </w:pPr>
      <w:r w:rsidRPr="00481D79">
        <w:rPr>
          <w:rtl/>
        </w:rPr>
        <w:lastRenderedPageBreak/>
        <w:t xml:space="preserve">على مائدة </w:t>
      </w:r>
      <w:r w:rsidR="00595CB6" w:rsidRPr="006100BF">
        <w:rPr>
          <w:rStyle w:val="libFootnotenumChar"/>
          <w:rFonts w:hint="cs"/>
          <w:rtl/>
        </w:rPr>
        <w:t>(1)</w:t>
      </w:r>
      <w:r w:rsidRPr="00481D79">
        <w:rPr>
          <w:rtl/>
        </w:rPr>
        <w:t xml:space="preserve"> الخلد، فينظرون إلى </w:t>
      </w:r>
      <w:r w:rsidR="00595CB6" w:rsidRPr="006100BF">
        <w:rPr>
          <w:rStyle w:val="libFootnotenumChar"/>
          <w:rFonts w:hint="cs"/>
          <w:rtl/>
        </w:rPr>
        <w:t>(2)</w:t>
      </w:r>
      <w:r w:rsidRPr="00481D79">
        <w:rPr>
          <w:rtl/>
        </w:rPr>
        <w:t xml:space="preserve"> الله تعالى في كل </w:t>
      </w:r>
      <w:r w:rsidR="00595CB6" w:rsidRPr="006100BF">
        <w:rPr>
          <w:rStyle w:val="libFootnotenumChar"/>
          <w:rFonts w:hint="cs"/>
          <w:rtl/>
        </w:rPr>
        <w:t>(3)</w:t>
      </w:r>
      <w:r w:rsidRPr="00481D79">
        <w:rPr>
          <w:rtl/>
        </w:rPr>
        <w:t xml:space="preserve"> بكرة وعشية ". </w:t>
      </w:r>
      <w:r w:rsidR="00595CB6" w:rsidRPr="006100BF">
        <w:rPr>
          <w:rStyle w:val="libFootnotenumChar"/>
          <w:rFonts w:hint="cs"/>
          <w:rtl/>
        </w:rPr>
        <w:t>(4)</w:t>
      </w:r>
    </w:p>
    <w:p w:rsidR="00481D79" w:rsidRPr="00481D79" w:rsidRDefault="00481D79" w:rsidP="006100BF">
      <w:pPr>
        <w:pStyle w:val="libNormal"/>
        <w:rPr>
          <w:rtl/>
        </w:rPr>
      </w:pPr>
      <w:r w:rsidRPr="00481D79">
        <w:rPr>
          <w:rtl/>
        </w:rPr>
        <w:t xml:space="preserve">(2) وبإسناده قال: حدثني (أبي الحسين) </w:t>
      </w:r>
      <w:r w:rsidR="00595CB6" w:rsidRPr="006100BF">
        <w:rPr>
          <w:rStyle w:val="libFootnotenumChar"/>
          <w:rFonts w:hint="cs"/>
          <w:rtl/>
        </w:rPr>
        <w:t>(5)</w:t>
      </w:r>
      <w:r w:rsidRPr="00481D79">
        <w:rPr>
          <w:rtl/>
        </w:rPr>
        <w:t xml:space="preserve"> بن علي </w:t>
      </w:r>
      <w:r w:rsidR="004226A8" w:rsidRPr="004226A8">
        <w:rPr>
          <w:rStyle w:val="libAlaemChar"/>
          <w:rtl/>
        </w:rPr>
        <w:t>عليهما‌السلام</w:t>
      </w:r>
      <w:r w:rsidRPr="00481D79">
        <w:rPr>
          <w:rtl/>
        </w:rPr>
        <w:t xml:space="preserve"> قال: " خطبنا أمير المؤمنين </w:t>
      </w:r>
      <w:r w:rsidR="004226A8" w:rsidRPr="004226A8">
        <w:rPr>
          <w:rStyle w:val="libAlaemChar"/>
          <w:rtl/>
        </w:rPr>
        <w:t>عليه‌السلام</w:t>
      </w:r>
      <w:r w:rsidRPr="00481D79">
        <w:rPr>
          <w:rtl/>
        </w:rPr>
        <w:t xml:space="preserve"> </w:t>
      </w:r>
      <w:r w:rsidR="00595CB6" w:rsidRPr="006100BF">
        <w:rPr>
          <w:rStyle w:val="libFootnotenumChar"/>
          <w:rFonts w:hint="cs"/>
          <w:rtl/>
        </w:rPr>
        <w:t>(6)</w:t>
      </w:r>
      <w:r w:rsidRPr="00481D79">
        <w:rPr>
          <w:rtl/>
        </w:rPr>
        <w:t xml:space="preserve"> قال: سيأتي على الناس زمان [ عضوض ] </w:t>
      </w:r>
      <w:r w:rsidR="00595CB6" w:rsidRPr="006100BF">
        <w:rPr>
          <w:rStyle w:val="libFootnotenumChar"/>
          <w:rFonts w:hint="cs"/>
          <w:rtl/>
        </w:rPr>
        <w:t>(7)</w:t>
      </w:r>
      <w:r w:rsidRPr="00481D79">
        <w:rPr>
          <w:rtl/>
        </w:rPr>
        <w:t xml:space="preserve"> يعض الموسر </w:t>
      </w:r>
      <w:r w:rsidR="00595CB6" w:rsidRPr="006100BF">
        <w:rPr>
          <w:rStyle w:val="libFootnotenumChar"/>
          <w:rFonts w:hint="cs"/>
          <w:rtl/>
        </w:rPr>
        <w:t>(8)</w:t>
      </w:r>
      <w:r w:rsidRPr="00481D79">
        <w:rPr>
          <w:rtl/>
        </w:rPr>
        <w:t xml:space="preserve"> ما في يده </w:t>
      </w:r>
      <w:r w:rsidR="00595CB6" w:rsidRPr="006100BF">
        <w:rPr>
          <w:rStyle w:val="libFootnotenumChar"/>
          <w:rFonts w:hint="cs"/>
          <w:rtl/>
        </w:rPr>
        <w:t>(9)</w:t>
      </w:r>
      <w:r w:rsidRPr="00481D79">
        <w:rPr>
          <w:rtl/>
        </w:rPr>
        <w:t xml:space="preserve"> ولم يؤثر </w:t>
      </w:r>
      <w:r w:rsidR="00595CB6" w:rsidRPr="006100BF">
        <w:rPr>
          <w:rStyle w:val="libFootnotenumChar"/>
          <w:rFonts w:hint="cs"/>
          <w:rtl/>
        </w:rPr>
        <w:t>(10)</w:t>
      </w:r>
      <w:r w:rsidRPr="00481D79">
        <w:rPr>
          <w:rtl/>
        </w:rPr>
        <w:t xml:space="preserve"> بذلك. قال الله تعالى: (ولا تنسوا الفضل بينكم إن الله بما تعملون بصير) </w:t>
      </w:r>
      <w:r w:rsidR="00595CB6" w:rsidRPr="006100BF">
        <w:rPr>
          <w:rStyle w:val="libFootnotenumChar"/>
          <w:rFonts w:hint="cs"/>
          <w:rtl/>
        </w:rPr>
        <w:t>(11)</w:t>
      </w:r>
      <w:r w:rsidRPr="00481D79">
        <w:rPr>
          <w:rtl/>
        </w:rPr>
        <w:t xml:space="preserve">. (وسيأتي على الناس زمان يقوم الاشرار وليسوا بأخيار، ويبيع المضطر) </w:t>
      </w:r>
      <w:r w:rsidR="00595CB6" w:rsidRPr="006100BF">
        <w:rPr>
          <w:rStyle w:val="libFootnotenumChar"/>
          <w:rFonts w:hint="cs"/>
          <w:rtl/>
        </w:rPr>
        <w:t>(12)</w:t>
      </w:r>
      <w:r w:rsidRPr="00481D79">
        <w:rPr>
          <w:rtl/>
        </w:rPr>
        <w:t xml:space="preserve">، [ وقد نهى رسول الله </w:t>
      </w:r>
      <w:r w:rsidR="004226A8" w:rsidRPr="004226A8">
        <w:rPr>
          <w:rStyle w:val="libAlaemChar"/>
          <w:rtl/>
        </w:rPr>
        <w:t>صلى‌الله‌عليه‌وآله</w:t>
      </w:r>
      <w:r w:rsidRPr="00481D79">
        <w:rPr>
          <w:rtl/>
        </w:rPr>
        <w:t xml:space="preserve"> عن بيع الغرر قبل أن يدرك، </w:t>
      </w:r>
      <w:r w:rsidR="00595CB6" w:rsidRPr="006100BF">
        <w:rPr>
          <w:rStyle w:val="libFootnotenumChar"/>
          <w:rFonts w:hint="cs"/>
          <w:rtl/>
        </w:rPr>
        <w:t>(13)</w:t>
      </w:r>
      <w:r w:rsidRPr="00481D79">
        <w:rPr>
          <w:rtl/>
        </w:rPr>
        <w:t xml:space="preserve"> فاتقوا الله عزوجل أيها </w:t>
      </w:r>
      <w:r w:rsidR="00595CB6" w:rsidRPr="006100BF">
        <w:rPr>
          <w:rStyle w:val="libFootnotenumChar"/>
          <w:rFonts w:hint="cs"/>
          <w:rtl/>
        </w:rPr>
        <w:t>(14)</w:t>
      </w:r>
      <w:r w:rsidRPr="00481D79">
        <w:rPr>
          <w:rtl/>
        </w:rPr>
        <w:t xml:space="preserve"> الناس واصلحوا ذات بينكم واحفظوني في أهلي </w:t>
      </w:r>
      <w:r w:rsidR="00595CB6" w:rsidRPr="006100BF">
        <w:rPr>
          <w:rStyle w:val="libFootnotenumChar"/>
          <w:rFonts w:hint="cs"/>
          <w:rtl/>
        </w:rPr>
        <w:t>(15)</w:t>
      </w:r>
      <w:r w:rsidRPr="00481D79">
        <w:rPr>
          <w:rtl/>
        </w:rPr>
        <w:t xml:space="preserve">] </w:t>
      </w:r>
      <w:r w:rsidR="00595CB6" w:rsidRPr="006100BF">
        <w:rPr>
          <w:rStyle w:val="libFootnotenumChar"/>
          <w:rFonts w:hint="cs"/>
          <w:rtl/>
        </w:rPr>
        <w:t>(16)</w:t>
      </w:r>
      <w:r w:rsidRPr="00481D79">
        <w:rPr>
          <w:rtl/>
        </w:rPr>
        <w:t xml:space="preserve"> " </w:t>
      </w:r>
      <w:r w:rsidR="00595CB6" w:rsidRPr="006100BF">
        <w:rPr>
          <w:rStyle w:val="libFootnotenumChar"/>
          <w:rFonts w:hint="cs"/>
          <w:rtl/>
        </w:rPr>
        <w:t>(17)</w:t>
      </w:r>
      <w:r w:rsidRPr="00481D79">
        <w:rPr>
          <w:rtl/>
        </w:rPr>
        <w:t>.</w:t>
      </w:r>
    </w:p>
    <w:p w:rsidR="00481D79" w:rsidRDefault="005B067E" w:rsidP="005B067E">
      <w:pPr>
        <w:pStyle w:val="libLine"/>
        <w:rPr>
          <w:rtl/>
        </w:rPr>
      </w:pPr>
      <w:r>
        <w:rPr>
          <w:rtl/>
        </w:rPr>
        <w:t>____________________</w:t>
      </w:r>
    </w:p>
    <w:p w:rsidR="00481D79" w:rsidRDefault="00481D79" w:rsidP="006100BF">
      <w:pPr>
        <w:pStyle w:val="libFootnote0"/>
        <w:rPr>
          <w:rtl/>
        </w:rPr>
      </w:pPr>
      <w:r>
        <w:rPr>
          <w:rtl/>
        </w:rPr>
        <w:t>1</w:t>
      </w:r>
      <w:r w:rsidR="006100BF">
        <w:rPr>
          <w:rFonts w:hint="cs"/>
          <w:rtl/>
        </w:rPr>
        <w:t>-</w:t>
      </w:r>
      <w:r>
        <w:rPr>
          <w:rtl/>
        </w:rPr>
        <w:t xml:space="preserve"> ج: موائد.</w:t>
      </w:r>
    </w:p>
    <w:p w:rsidR="00481D79" w:rsidRDefault="00481D79" w:rsidP="006100BF">
      <w:pPr>
        <w:pStyle w:val="libFootnote0"/>
        <w:rPr>
          <w:rtl/>
        </w:rPr>
      </w:pPr>
      <w:r>
        <w:rPr>
          <w:rtl/>
        </w:rPr>
        <w:t>2</w:t>
      </w:r>
      <w:r w:rsidR="006100BF">
        <w:rPr>
          <w:rFonts w:hint="cs"/>
          <w:rtl/>
        </w:rPr>
        <w:t>-</w:t>
      </w:r>
      <w:r>
        <w:rPr>
          <w:rtl/>
        </w:rPr>
        <w:t xml:space="preserve"> ج: إلى وجه.</w:t>
      </w:r>
    </w:p>
    <w:p w:rsidR="00481D79" w:rsidRDefault="00481D79" w:rsidP="006100BF">
      <w:pPr>
        <w:pStyle w:val="libFootnote0"/>
        <w:rPr>
          <w:rtl/>
        </w:rPr>
      </w:pPr>
      <w:r>
        <w:rPr>
          <w:rtl/>
        </w:rPr>
        <w:t>3</w:t>
      </w:r>
      <w:r w:rsidR="006100BF">
        <w:rPr>
          <w:rFonts w:hint="cs"/>
          <w:rtl/>
        </w:rPr>
        <w:t>-</w:t>
      </w:r>
      <w:r>
        <w:rPr>
          <w:rtl/>
        </w:rPr>
        <w:t xml:space="preserve"> ط ون وج: في كل يوم.</w:t>
      </w:r>
    </w:p>
    <w:p w:rsidR="00481D79" w:rsidRDefault="00481D79" w:rsidP="006100BF">
      <w:pPr>
        <w:pStyle w:val="libFootnote0"/>
        <w:rPr>
          <w:rtl/>
        </w:rPr>
      </w:pPr>
      <w:r>
        <w:rPr>
          <w:rtl/>
        </w:rPr>
        <w:t>4</w:t>
      </w:r>
      <w:r w:rsidR="006100BF">
        <w:rPr>
          <w:rFonts w:hint="cs"/>
          <w:rtl/>
        </w:rPr>
        <w:t>-</w:t>
      </w:r>
      <w:r>
        <w:rPr>
          <w:rtl/>
        </w:rPr>
        <w:t xml:space="preserve"> الحديث من ط، ن، ج، البحار ومستدرك الوسائل، ومن نسخة مكتبة الاكاديمية الوطنية في لينجه بروما. وكذا الحديث الذي بعده. عنه البحار: 100 / 12 ح 27، ومستدرك الوسائل: 2 / 242 باب 1 ح 15. وأورده أبوالفتوح الرازي في تفسيره: 3 / 251 عن الطائي.</w:t>
      </w:r>
    </w:p>
    <w:p w:rsidR="00481D79" w:rsidRDefault="00481D79" w:rsidP="006100BF">
      <w:pPr>
        <w:pStyle w:val="libFootnote0"/>
        <w:rPr>
          <w:rtl/>
        </w:rPr>
      </w:pPr>
      <w:r>
        <w:rPr>
          <w:rtl/>
        </w:rPr>
        <w:t>5</w:t>
      </w:r>
      <w:r w:rsidR="006100BF">
        <w:rPr>
          <w:rFonts w:hint="cs"/>
          <w:rtl/>
        </w:rPr>
        <w:t>-</w:t>
      </w:r>
      <w:r>
        <w:rPr>
          <w:rtl/>
        </w:rPr>
        <w:t xml:space="preserve"> خ: أبي محمد بن علي بن الحسين. ج: أبي علي بن الحسين.</w:t>
      </w:r>
    </w:p>
    <w:p w:rsidR="00481D79" w:rsidRDefault="00481D79" w:rsidP="006100BF">
      <w:pPr>
        <w:pStyle w:val="libFootnote0"/>
        <w:rPr>
          <w:rtl/>
        </w:rPr>
      </w:pPr>
      <w:r>
        <w:rPr>
          <w:rtl/>
        </w:rPr>
        <w:t>6</w:t>
      </w:r>
      <w:r w:rsidR="006100BF">
        <w:rPr>
          <w:rFonts w:hint="cs"/>
          <w:rtl/>
        </w:rPr>
        <w:t>-</w:t>
      </w:r>
      <w:r>
        <w:rPr>
          <w:rtl/>
        </w:rPr>
        <w:t xml:space="preserve"> أضاف في المستدرك: على المنبر.</w:t>
      </w:r>
    </w:p>
    <w:p w:rsidR="00481D79" w:rsidRDefault="00481D79" w:rsidP="006100BF">
      <w:pPr>
        <w:pStyle w:val="libFootnote0"/>
        <w:rPr>
          <w:rtl/>
        </w:rPr>
      </w:pPr>
      <w:r>
        <w:rPr>
          <w:rtl/>
        </w:rPr>
        <w:t>7</w:t>
      </w:r>
      <w:r w:rsidR="006100BF">
        <w:rPr>
          <w:rFonts w:hint="cs"/>
          <w:rtl/>
        </w:rPr>
        <w:t>-</w:t>
      </w:r>
      <w:r>
        <w:rPr>
          <w:rtl/>
        </w:rPr>
        <w:t xml:space="preserve"> ليس في المستدرك.</w:t>
      </w:r>
    </w:p>
    <w:p w:rsidR="00481D79" w:rsidRDefault="00481D79" w:rsidP="006100BF">
      <w:pPr>
        <w:pStyle w:val="libFootnote0"/>
        <w:rPr>
          <w:rtl/>
        </w:rPr>
      </w:pPr>
      <w:r>
        <w:rPr>
          <w:rtl/>
        </w:rPr>
        <w:t>8</w:t>
      </w:r>
      <w:r w:rsidR="006100BF">
        <w:rPr>
          <w:rFonts w:hint="cs"/>
          <w:rtl/>
        </w:rPr>
        <w:t>-</w:t>
      </w:r>
      <w:r>
        <w:rPr>
          <w:rtl/>
        </w:rPr>
        <w:t xml:space="preserve"> ط وج: المؤمن.</w:t>
      </w:r>
    </w:p>
    <w:p w:rsidR="00481D79" w:rsidRDefault="00481D79" w:rsidP="006100BF">
      <w:pPr>
        <w:pStyle w:val="libFootnote0"/>
        <w:rPr>
          <w:rtl/>
        </w:rPr>
      </w:pPr>
      <w:r>
        <w:rPr>
          <w:rtl/>
        </w:rPr>
        <w:t>9</w:t>
      </w:r>
      <w:r w:rsidR="006100BF">
        <w:rPr>
          <w:rFonts w:hint="cs"/>
          <w:rtl/>
        </w:rPr>
        <w:t>-</w:t>
      </w:r>
      <w:r>
        <w:rPr>
          <w:rtl/>
        </w:rPr>
        <w:t xml:space="preserve"> في المستدرك: يديه.</w:t>
      </w:r>
    </w:p>
    <w:p w:rsidR="00481D79" w:rsidRDefault="00481D79" w:rsidP="006100BF">
      <w:pPr>
        <w:pStyle w:val="libFootnote0"/>
        <w:rPr>
          <w:rtl/>
        </w:rPr>
      </w:pPr>
      <w:r>
        <w:rPr>
          <w:rtl/>
        </w:rPr>
        <w:t>10</w:t>
      </w:r>
      <w:r w:rsidR="006100BF">
        <w:rPr>
          <w:rFonts w:hint="cs"/>
          <w:rtl/>
        </w:rPr>
        <w:t>-</w:t>
      </w:r>
      <w:r>
        <w:rPr>
          <w:rtl/>
        </w:rPr>
        <w:t xml:space="preserve"> ط: يؤمن. ن وج والمستدرك: يؤمر.</w:t>
      </w:r>
    </w:p>
    <w:p w:rsidR="00481D79" w:rsidRDefault="00481D79" w:rsidP="006100BF">
      <w:pPr>
        <w:pStyle w:val="libFootnote0"/>
        <w:rPr>
          <w:rtl/>
        </w:rPr>
      </w:pPr>
      <w:r>
        <w:rPr>
          <w:rtl/>
        </w:rPr>
        <w:t>11</w:t>
      </w:r>
      <w:r w:rsidR="006100BF">
        <w:rPr>
          <w:rFonts w:hint="cs"/>
          <w:rtl/>
        </w:rPr>
        <w:t>-</w:t>
      </w:r>
      <w:r>
        <w:rPr>
          <w:rtl/>
        </w:rPr>
        <w:t xml:space="preserve"> البقرة: 237.</w:t>
      </w:r>
    </w:p>
    <w:p w:rsidR="006100BF" w:rsidRDefault="00481D79" w:rsidP="006100BF">
      <w:pPr>
        <w:pStyle w:val="libFootnote0"/>
        <w:rPr>
          <w:rFonts w:hint="cs"/>
          <w:rtl/>
        </w:rPr>
      </w:pPr>
      <w:r>
        <w:rPr>
          <w:rtl/>
        </w:rPr>
        <w:t>12</w:t>
      </w:r>
      <w:r w:rsidR="006100BF">
        <w:rPr>
          <w:rFonts w:hint="cs"/>
          <w:rtl/>
        </w:rPr>
        <w:t>-</w:t>
      </w:r>
      <w:r>
        <w:rPr>
          <w:rtl/>
        </w:rPr>
        <w:t xml:space="preserve"> ج: فسيأتي زمان تقدم الاشراف وليسوا بالاختيار ويبايع المضطر. ح: يقدم فيه الاشرار وينسئ فيه الاخيار. ط: يقدم فيه الاشرار ويستذل الاخيار ويبايع المضطرون. ن: يقدم فيه الاشرار ويستذل الاخيار ويبايع المضطرون. وفي المستدرك: يقدم الاشرار وليسوا بأخيار ويباع المضطر.</w:t>
      </w:r>
    </w:p>
    <w:p w:rsidR="00481D79" w:rsidRDefault="00481D79" w:rsidP="006100BF">
      <w:pPr>
        <w:pStyle w:val="libFootnote0"/>
        <w:rPr>
          <w:rtl/>
        </w:rPr>
      </w:pPr>
      <w:r>
        <w:rPr>
          <w:rtl/>
        </w:rPr>
        <w:t>13</w:t>
      </w:r>
      <w:r w:rsidR="006100BF">
        <w:rPr>
          <w:rFonts w:hint="cs"/>
          <w:rtl/>
        </w:rPr>
        <w:t>-</w:t>
      </w:r>
      <w:r>
        <w:rPr>
          <w:rtl/>
        </w:rPr>
        <w:t xml:space="preserve"> ط: بيع [ المضطر ] وعن بيع الثمر. ن: عن بيع الغرر وعن بيع الثمر. وفي المستدرك: عن بيع المضطر وعن بيع الغرر وعن بيع الثمار حتى تدرك.</w:t>
      </w:r>
    </w:p>
    <w:p w:rsidR="00481D79" w:rsidRDefault="00481D79" w:rsidP="006100BF">
      <w:pPr>
        <w:pStyle w:val="libFootnote0"/>
        <w:rPr>
          <w:rtl/>
        </w:rPr>
      </w:pPr>
      <w:r>
        <w:rPr>
          <w:rtl/>
        </w:rPr>
        <w:t>14</w:t>
      </w:r>
      <w:r w:rsidR="006100BF">
        <w:rPr>
          <w:rFonts w:hint="cs"/>
          <w:rtl/>
        </w:rPr>
        <w:t>-</w:t>
      </w:r>
      <w:r>
        <w:rPr>
          <w:rtl/>
        </w:rPr>
        <w:t xml:space="preserve"> ط ون: يا أيها.</w:t>
      </w:r>
    </w:p>
    <w:p w:rsidR="00481D79" w:rsidRDefault="00481D79" w:rsidP="006100BF">
      <w:pPr>
        <w:pStyle w:val="libFootnote0"/>
        <w:rPr>
          <w:rtl/>
        </w:rPr>
      </w:pPr>
      <w:r>
        <w:rPr>
          <w:rtl/>
        </w:rPr>
        <w:t>15</w:t>
      </w:r>
      <w:r w:rsidR="006100BF">
        <w:rPr>
          <w:rFonts w:hint="cs"/>
          <w:rtl/>
        </w:rPr>
        <w:t>-</w:t>
      </w:r>
      <w:r>
        <w:rPr>
          <w:rtl/>
        </w:rPr>
        <w:t xml:space="preserve"> في المستدرك: احفظوني في أهل بيتي وأصلحوا ذات بينكم.</w:t>
      </w:r>
    </w:p>
    <w:p w:rsidR="00481D79" w:rsidRDefault="00481D79" w:rsidP="006100BF">
      <w:pPr>
        <w:pStyle w:val="libFootnote0"/>
        <w:rPr>
          <w:rtl/>
        </w:rPr>
      </w:pPr>
      <w:r>
        <w:rPr>
          <w:rtl/>
        </w:rPr>
        <w:t>16</w:t>
      </w:r>
      <w:r w:rsidR="006100BF">
        <w:rPr>
          <w:rFonts w:hint="cs"/>
          <w:rtl/>
        </w:rPr>
        <w:t>-</w:t>
      </w:r>
      <w:r>
        <w:rPr>
          <w:rtl/>
        </w:rPr>
        <w:t xml:space="preserve"> ليس في ج.</w:t>
      </w:r>
    </w:p>
    <w:p w:rsidR="00827655" w:rsidRDefault="00481D79" w:rsidP="006100BF">
      <w:pPr>
        <w:pStyle w:val="libFootnote0"/>
        <w:rPr>
          <w:rtl/>
        </w:rPr>
      </w:pPr>
      <w:r>
        <w:rPr>
          <w:rtl/>
        </w:rPr>
        <w:t>17</w:t>
      </w:r>
      <w:r w:rsidR="006100BF">
        <w:rPr>
          <w:rFonts w:hint="cs"/>
          <w:rtl/>
        </w:rPr>
        <w:t>-</w:t>
      </w:r>
      <w:r>
        <w:rPr>
          <w:rtl/>
        </w:rPr>
        <w:t xml:space="preserve"> عنه مستدرك الوسائل: 2 / 470 باب 31 ح 1.</w:t>
      </w:r>
      <w:r w:rsidR="00827655">
        <w:rPr>
          <w:rtl/>
        </w:rPr>
        <w:t>=</w:t>
      </w:r>
    </w:p>
    <w:p w:rsidR="00481D79" w:rsidRDefault="00481D79" w:rsidP="00481D79">
      <w:pPr>
        <w:pStyle w:val="libNormal"/>
        <w:rPr>
          <w:rtl/>
        </w:rPr>
      </w:pPr>
      <w:r>
        <w:rPr>
          <w:rtl/>
        </w:rPr>
        <w:br w:type="page"/>
      </w:r>
    </w:p>
    <w:p w:rsidR="00481D79" w:rsidRPr="00481D79" w:rsidRDefault="00481D79" w:rsidP="00DA56D0">
      <w:pPr>
        <w:pStyle w:val="libNormal"/>
        <w:rPr>
          <w:rtl/>
        </w:rPr>
      </w:pPr>
      <w:r w:rsidRPr="00481D79">
        <w:rPr>
          <w:rtl/>
        </w:rPr>
        <w:lastRenderedPageBreak/>
        <w:t xml:space="preserve">(3) وبإسناده </w:t>
      </w:r>
      <w:r w:rsidR="00DA56D0" w:rsidRPr="00DA56D0">
        <w:rPr>
          <w:rStyle w:val="libFootnotenumChar"/>
          <w:rFonts w:hint="cs"/>
          <w:rtl/>
        </w:rPr>
        <w:t>(1)</w:t>
      </w:r>
      <w:r w:rsidRPr="00481D79">
        <w:rPr>
          <w:rtl/>
        </w:rPr>
        <w:t xml:space="preserve"> " سئل أبي محمد بن علي </w:t>
      </w:r>
      <w:r w:rsidR="004226A8" w:rsidRPr="004226A8">
        <w:rPr>
          <w:rStyle w:val="libAlaemChar"/>
          <w:rtl/>
        </w:rPr>
        <w:t>عليهما‌السلام</w:t>
      </w:r>
      <w:r w:rsidRPr="00481D79">
        <w:rPr>
          <w:rtl/>
        </w:rPr>
        <w:t xml:space="preserve"> عن الصلاة [ في السفر ] </w:t>
      </w:r>
      <w:r w:rsidR="00DA56D0" w:rsidRPr="00DA56D0">
        <w:rPr>
          <w:rStyle w:val="libFootnotenumChar"/>
          <w:rFonts w:hint="cs"/>
          <w:rtl/>
        </w:rPr>
        <w:t>(2)</w:t>
      </w:r>
      <w:r w:rsidRPr="00481D79">
        <w:rPr>
          <w:rtl/>
        </w:rPr>
        <w:t xml:space="preserve"> فذكر </w:t>
      </w:r>
      <w:r w:rsidR="00DA56D0" w:rsidRPr="00DA56D0">
        <w:rPr>
          <w:rStyle w:val="libFootnotenumChar"/>
          <w:rFonts w:hint="cs"/>
          <w:rtl/>
        </w:rPr>
        <w:t>(3)</w:t>
      </w:r>
      <w:r w:rsidRPr="00481D79">
        <w:rPr>
          <w:rtl/>
        </w:rPr>
        <w:t xml:space="preserve"> أن أباه كان يقصر </w:t>
      </w:r>
      <w:r w:rsidR="00DA56D0" w:rsidRPr="00DA56D0">
        <w:rPr>
          <w:rStyle w:val="libFootnotenumChar"/>
          <w:rFonts w:hint="cs"/>
          <w:rtl/>
        </w:rPr>
        <w:t>(4)</w:t>
      </w:r>
      <w:r w:rsidRPr="00481D79">
        <w:rPr>
          <w:rtl/>
        </w:rPr>
        <w:t xml:space="preserve"> الصلاة في السفر " </w:t>
      </w:r>
      <w:r w:rsidR="00DA56D0" w:rsidRPr="00DA56D0">
        <w:rPr>
          <w:rStyle w:val="libFootnotenumChar"/>
          <w:rFonts w:hint="cs"/>
          <w:rtl/>
        </w:rPr>
        <w:t>(5)</w:t>
      </w:r>
      <w:r w:rsidRPr="00481D79">
        <w:rPr>
          <w:rtl/>
        </w:rPr>
        <w:t>.</w:t>
      </w:r>
    </w:p>
    <w:p w:rsidR="00481D79" w:rsidRPr="00481D79" w:rsidRDefault="00481D79" w:rsidP="00DA56D0">
      <w:pPr>
        <w:pStyle w:val="libNormal"/>
        <w:rPr>
          <w:rtl/>
        </w:rPr>
      </w:pPr>
      <w:r w:rsidRPr="00481D79">
        <w:rPr>
          <w:rtl/>
        </w:rPr>
        <w:t xml:space="preserve">4 - وبإسناده </w:t>
      </w:r>
      <w:r w:rsidR="00DA56D0" w:rsidRPr="00DA56D0">
        <w:rPr>
          <w:rStyle w:val="libFootnotenumChar"/>
          <w:rFonts w:hint="cs"/>
          <w:rtl/>
        </w:rPr>
        <w:t>(6)</w:t>
      </w:r>
      <w:r w:rsidRPr="00481D79">
        <w:rPr>
          <w:rtl/>
        </w:rPr>
        <w:t xml:space="preserve"> قال: حدثني أبي الحسين بن علي </w:t>
      </w:r>
      <w:r w:rsidR="004226A8" w:rsidRPr="004226A8">
        <w:rPr>
          <w:rStyle w:val="libAlaemChar"/>
          <w:rtl/>
        </w:rPr>
        <w:t>عليهما‌السلام</w:t>
      </w:r>
      <w:r w:rsidRPr="00481D79">
        <w:rPr>
          <w:rtl/>
        </w:rPr>
        <w:t xml:space="preserve"> قال: " كان أمير المؤمنين </w:t>
      </w:r>
      <w:r w:rsidR="004226A8" w:rsidRPr="004226A8">
        <w:rPr>
          <w:rStyle w:val="libAlaemChar"/>
          <w:rtl/>
        </w:rPr>
        <w:t>عليه‌السلام</w:t>
      </w:r>
      <w:r w:rsidRPr="00481D79">
        <w:rPr>
          <w:rtl/>
        </w:rPr>
        <w:t xml:space="preserve"> (قد أمرنا) </w:t>
      </w:r>
      <w:r w:rsidR="00DA56D0" w:rsidRPr="00DA56D0">
        <w:rPr>
          <w:rStyle w:val="libFootnotenumChar"/>
          <w:rFonts w:hint="cs"/>
          <w:rtl/>
        </w:rPr>
        <w:t>(7)</w:t>
      </w:r>
      <w:r w:rsidRPr="00481D79">
        <w:rPr>
          <w:rtl/>
        </w:rPr>
        <w:t xml:space="preserve"> إذا تخللنا </w:t>
      </w:r>
      <w:r w:rsidR="00DA56D0" w:rsidRPr="00DA56D0">
        <w:rPr>
          <w:rStyle w:val="libFootnotenumChar"/>
          <w:rFonts w:hint="cs"/>
          <w:rtl/>
        </w:rPr>
        <w:t>(8)</w:t>
      </w:r>
      <w:r w:rsidRPr="00481D79">
        <w:rPr>
          <w:rtl/>
        </w:rPr>
        <w:t xml:space="preserve"> ألا نشرب [ الماء ] </w:t>
      </w:r>
      <w:r w:rsidR="00DA56D0" w:rsidRPr="00DA56D0">
        <w:rPr>
          <w:rStyle w:val="libFootnotenumChar"/>
          <w:rFonts w:hint="cs"/>
          <w:rtl/>
        </w:rPr>
        <w:t>(9)</w:t>
      </w:r>
      <w:r w:rsidRPr="00481D79">
        <w:rPr>
          <w:rtl/>
        </w:rPr>
        <w:t xml:space="preserve"> حتى نتمضمض </w:t>
      </w:r>
      <w:r w:rsidR="00DA56D0" w:rsidRPr="00DA56D0">
        <w:rPr>
          <w:rStyle w:val="libFootnotenumChar"/>
          <w:rFonts w:hint="cs"/>
          <w:rtl/>
        </w:rPr>
        <w:t>(10)</w:t>
      </w:r>
      <w:r w:rsidRPr="00481D79">
        <w:rPr>
          <w:rtl/>
        </w:rPr>
        <w:t xml:space="preserve"> [ ثلاثا ] </w:t>
      </w:r>
      <w:r w:rsidR="00DA56D0" w:rsidRPr="00DA56D0">
        <w:rPr>
          <w:rStyle w:val="libFootnotenumChar"/>
          <w:rFonts w:hint="cs"/>
          <w:rtl/>
        </w:rPr>
        <w:t>(11)</w:t>
      </w:r>
      <w:r w:rsidRPr="00481D79">
        <w:rPr>
          <w:rtl/>
        </w:rPr>
        <w:t xml:space="preserve"> " </w:t>
      </w:r>
      <w:r w:rsidR="00DA56D0" w:rsidRPr="00DA56D0">
        <w:rPr>
          <w:rStyle w:val="libFootnotenumChar"/>
          <w:rFonts w:hint="cs"/>
          <w:rtl/>
        </w:rPr>
        <w:t>(12)</w:t>
      </w:r>
      <w:r w:rsidRPr="00481D79">
        <w:rPr>
          <w:rtl/>
        </w:rPr>
        <w:t>.</w:t>
      </w:r>
    </w:p>
    <w:p w:rsidR="00481D79" w:rsidRPr="00481D79" w:rsidRDefault="00481D79" w:rsidP="00DA56D0">
      <w:pPr>
        <w:pStyle w:val="libNormal"/>
        <w:rPr>
          <w:rtl/>
        </w:rPr>
      </w:pPr>
      <w:r w:rsidRPr="00481D79">
        <w:rPr>
          <w:rtl/>
        </w:rPr>
        <w:t xml:space="preserve">(5) وبإسناده </w:t>
      </w:r>
      <w:r w:rsidR="00DA56D0" w:rsidRPr="00DA56D0">
        <w:rPr>
          <w:rStyle w:val="libFootnotenumChar"/>
          <w:rFonts w:hint="cs"/>
          <w:rtl/>
        </w:rPr>
        <w:t>(13)</w:t>
      </w:r>
      <w:r w:rsidRPr="00481D79">
        <w:rPr>
          <w:rtl/>
        </w:rPr>
        <w:t xml:space="preserve"> قال: قال رسول الله </w:t>
      </w:r>
      <w:r w:rsidR="004226A8" w:rsidRPr="004226A8">
        <w:rPr>
          <w:rStyle w:val="libAlaemChar"/>
          <w:rtl/>
        </w:rPr>
        <w:t>صلى‌الله‌عليه‌وآله</w:t>
      </w:r>
      <w:r w:rsidRPr="00481D79">
        <w:rPr>
          <w:rtl/>
        </w:rPr>
        <w:t xml:space="preserve">: " لما نزلت هذه الآية: (إنك ميت وإنهم ميتون) </w:t>
      </w:r>
      <w:r w:rsidR="00DA56D0" w:rsidRPr="00DA56D0">
        <w:rPr>
          <w:rStyle w:val="libFootnotenumChar"/>
          <w:rFonts w:hint="cs"/>
          <w:rtl/>
        </w:rPr>
        <w:t>(14)</w:t>
      </w:r>
      <w:r w:rsidRPr="00481D79">
        <w:rPr>
          <w:rtl/>
        </w:rPr>
        <w:t xml:space="preserve"> قلت: يا رب اتموت الخلائق [ كلهم ] </w:t>
      </w:r>
      <w:r w:rsidR="00DA56D0" w:rsidRPr="00DA56D0">
        <w:rPr>
          <w:rStyle w:val="libFootnotenumChar"/>
          <w:rFonts w:hint="cs"/>
          <w:rtl/>
        </w:rPr>
        <w:t>(15)</w:t>
      </w:r>
      <w:r w:rsidRPr="00481D79">
        <w:rPr>
          <w:rtl/>
        </w:rPr>
        <w:t xml:space="preserve"> وتبقى الملائكة </w:t>
      </w:r>
      <w:r w:rsidR="00DA56D0" w:rsidRPr="00DA56D0">
        <w:rPr>
          <w:rStyle w:val="libFootnotenumChar"/>
          <w:rFonts w:hint="cs"/>
          <w:rtl/>
        </w:rPr>
        <w:t>(16)</w:t>
      </w:r>
      <w:r w:rsidRPr="00481D79">
        <w:rPr>
          <w:rtl/>
        </w:rPr>
        <w:t xml:space="preserve">؟ فنزلت [ هذه الآية ] </w:t>
      </w:r>
      <w:r w:rsidR="00DA56D0" w:rsidRPr="00DA56D0">
        <w:rPr>
          <w:rStyle w:val="libFootnotenumChar"/>
          <w:rFonts w:hint="cs"/>
          <w:rtl/>
        </w:rPr>
        <w:t>(17)</w:t>
      </w:r>
      <w:r w:rsidRPr="00481D79">
        <w:rPr>
          <w:rtl/>
        </w:rPr>
        <w:t xml:space="preserve">: (كل نفس ذائقة الموت ثم إلينا ترجعون) </w:t>
      </w:r>
      <w:r w:rsidR="00DA56D0" w:rsidRPr="00DA56D0">
        <w:rPr>
          <w:rStyle w:val="libFootnotenumChar"/>
          <w:rFonts w:hint="cs"/>
          <w:rtl/>
        </w:rPr>
        <w:t>(18)</w:t>
      </w:r>
      <w:r w:rsidRPr="00481D79">
        <w:rPr>
          <w:rtl/>
        </w:rPr>
        <w:t xml:space="preserve"> " </w:t>
      </w:r>
      <w:r w:rsidR="00DA56D0" w:rsidRPr="00DA56D0">
        <w:rPr>
          <w:rStyle w:val="libFootnotenumChar"/>
          <w:rFonts w:hint="cs"/>
          <w:rtl/>
        </w:rPr>
        <w:t>(19)</w:t>
      </w:r>
      <w:r w:rsidRPr="00481D79">
        <w:rPr>
          <w:rtl/>
        </w:rPr>
        <w:t>.</w:t>
      </w:r>
    </w:p>
    <w:p w:rsidR="00827655"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وأخرجه في البحار: 103 / 81 ح 4 عنه وعن العيون: 2 / 45 ح 168، وأخرجه في البحار: 73 / 04 ح 19 عن العيون. وأورد مثله الشريف الرضي في نهج البلاغة: 557 ح 468، عنه الوسائل: 12 / 330 ح 4، والبحار 74 / 418 ح 39 وج 103 / 82 ح 9. ورواه أحمد في مسنده: 1 / 116 بإسناده إلى أمير المؤمنين </w:t>
      </w:r>
      <w:r w:rsidR="004226A8" w:rsidRPr="00DA56D0">
        <w:rPr>
          <w:rStyle w:val="libFootnoteAlaemChar"/>
          <w:rtl/>
        </w:rPr>
        <w:t>عليه‌السلام</w:t>
      </w:r>
      <w:r w:rsidR="00481D79">
        <w:rPr>
          <w:rtl/>
        </w:rPr>
        <w:t xml:space="preserve">. وروى نحوه الكليني في الكافي: 5 / 310 ح 28، والطوسي في التهذيب: 7 / 18 ح 80 بإسنادهما إلى أبي عبدالله </w:t>
      </w:r>
      <w:r w:rsidR="004226A8" w:rsidRPr="00DA56D0">
        <w:rPr>
          <w:rStyle w:val="libFootnoteAlaemChar"/>
          <w:rtl/>
        </w:rPr>
        <w:t>عليه‌السلام</w:t>
      </w:r>
      <w:r w:rsidR="00481D79">
        <w:rPr>
          <w:rtl/>
        </w:rPr>
        <w:t>، عنهما الوسائل: 12 / 330 ح 2 و 3. (أخرجه أحمد، وأبوداود، وابن أبي حاتم، والخرائطي في مساوئ الاخلاق، وابن خزيمة، والبيهقي عن علي إلى قوله " قبل أن تدرك ").</w:t>
      </w:r>
    </w:p>
    <w:p w:rsidR="00481D79" w:rsidRDefault="00481D79" w:rsidP="00DA56D0">
      <w:pPr>
        <w:pStyle w:val="libFootnote0"/>
        <w:rPr>
          <w:rtl/>
        </w:rPr>
      </w:pPr>
      <w:r>
        <w:rPr>
          <w:rtl/>
        </w:rPr>
        <w:t>1</w:t>
      </w:r>
      <w:r w:rsidR="00DA56D0">
        <w:rPr>
          <w:rFonts w:hint="cs"/>
          <w:rtl/>
        </w:rPr>
        <w:t>-</w:t>
      </w:r>
      <w:r>
        <w:rPr>
          <w:rtl/>
        </w:rPr>
        <w:t xml:space="preserve"> الحديث ليس في بعض النسخ.</w:t>
      </w:r>
    </w:p>
    <w:p w:rsidR="00481D79" w:rsidRDefault="00481D79" w:rsidP="00DA56D0">
      <w:pPr>
        <w:pStyle w:val="libFootnote0"/>
        <w:rPr>
          <w:rtl/>
        </w:rPr>
      </w:pPr>
      <w:r>
        <w:rPr>
          <w:rtl/>
        </w:rPr>
        <w:t>2</w:t>
      </w:r>
      <w:r w:rsidR="00DA56D0">
        <w:rPr>
          <w:rFonts w:hint="cs"/>
          <w:rtl/>
        </w:rPr>
        <w:t>-</w:t>
      </w:r>
      <w:r>
        <w:rPr>
          <w:rtl/>
        </w:rPr>
        <w:t xml:space="preserve"> من م 2.</w:t>
      </w:r>
    </w:p>
    <w:p w:rsidR="00481D79" w:rsidRDefault="00481D79" w:rsidP="00DA56D0">
      <w:pPr>
        <w:pStyle w:val="libFootnote0"/>
        <w:rPr>
          <w:rtl/>
        </w:rPr>
      </w:pPr>
      <w:r>
        <w:rPr>
          <w:rtl/>
        </w:rPr>
        <w:t>3</w:t>
      </w:r>
      <w:r w:rsidR="00DA56D0">
        <w:rPr>
          <w:rFonts w:hint="cs"/>
          <w:rtl/>
        </w:rPr>
        <w:t>-</w:t>
      </w:r>
      <w:r>
        <w:rPr>
          <w:rtl/>
        </w:rPr>
        <w:t xml:space="preserve"> م 2: فزعم.</w:t>
      </w:r>
    </w:p>
    <w:p w:rsidR="00481D79" w:rsidRDefault="00481D79" w:rsidP="00DA56D0">
      <w:pPr>
        <w:pStyle w:val="libFootnote0"/>
        <w:rPr>
          <w:rtl/>
        </w:rPr>
      </w:pPr>
      <w:r>
        <w:rPr>
          <w:rtl/>
        </w:rPr>
        <w:t>4</w:t>
      </w:r>
      <w:r w:rsidR="00DA56D0">
        <w:rPr>
          <w:rFonts w:hint="cs"/>
          <w:rtl/>
        </w:rPr>
        <w:t>-</w:t>
      </w:r>
      <w:r>
        <w:rPr>
          <w:rtl/>
        </w:rPr>
        <w:t xml:space="preserve"> ج: يقضي.</w:t>
      </w:r>
    </w:p>
    <w:p w:rsidR="00481D79" w:rsidRDefault="00481D79" w:rsidP="00DA56D0">
      <w:pPr>
        <w:pStyle w:val="libFootnote0"/>
        <w:rPr>
          <w:rtl/>
        </w:rPr>
      </w:pPr>
      <w:r>
        <w:rPr>
          <w:rtl/>
        </w:rPr>
        <w:t>5</w:t>
      </w:r>
      <w:r w:rsidR="00DA56D0">
        <w:rPr>
          <w:rFonts w:hint="cs"/>
          <w:rtl/>
        </w:rPr>
        <w:t>-</w:t>
      </w:r>
      <w:r>
        <w:rPr>
          <w:rtl/>
        </w:rPr>
        <w:t xml:space="preserve"> عنه البحار: 89 / 59 ح 27 وعن عيون الاخبار: 2 / 45 ح 165. وأخرجه في الوسائل: 5 / 540 باب 22 ح 10 عن عيون الاخبار.</w:t>
      </w:r>
    </w:p>
    <w:p w:rsidR="00481D79" w:rsidRDefault="00481D79" w:rsidP="00DA56D0">
      <w:pPr>
        <w:pStyle w:val="libFootnote0"/>
        <w:rPr>
          <w:rtl/>
        </w:rPr>
      </w:pPr>
      <w:r>
        <w:rPr>
          <w:rtl/>
        </w:rPr>
        <w:t>6</w:t>
      </w:r>
      <w:r w:rsidR="00DA56D0">
        <w:rPr>
          <w:rFonts w:hint="cs"/>
          <w:rtl/>
        </w:rPr>
        <w:t>-</w:t>
      </w:r>
      <w:r>
        <w:rPr>
          <w:rtl/>
        </w:rPr>
        <w:t xml:space="preserve"> الحديث من ط وج ون: ونسخة روما.</w:t>
      </w:r>
    </w:p>
    <w:p w:rsidR="00481D79" w:rsidRDefault="00481D79" w:rsidP="00DA56D0">
      <w:pPr>
        <w:pStyle w:val="libFootnote0"/>
        <w:rPr>
          <w:rtl/>
        </w:rPr>
      </w:pPr>
      <w:r>
        <w:rPr>
          <w:rtl/>
        </w:rPr>
        <w:t>7</w:t>
      </w:r>
      <w:r w:rsidR="00DA56D0">
        <w:rPr>
          <w:rFonts w:hint="cs"/>
          <w:rtl/>
        </w:rPr>
        <w:t>-</w:t>
      </w:r>
      <w:r>
        <w:rPr>
          <w:rtl/>
        </w:rPr>
        <w:t xml:space="preserve"> في خ، ط، ن، البحار ومكارم الاخلاق: بأمرنا. ج: يأمرنا أمير المؤمنين </w:t>
      </w:r>
      <w:r w:rsidR="004226A8" w:rsidRPr="00DA56D0">
        <w:rPr>
          <w:rStyle w:val="libFootnoteAlaemChar"/>
          <w:rtl/>
        </w:rPr>
        <w:t>عليه‌السلام</w:t>
      </w:r>
      <w:r>
        <w:rPr>
          <w:rtl/>
        </w:rPr>
        <w:t>.</w:t>
      </w:r>
    </w:p>
    <w:p w:rsidR="00481D79" w:rsidRDefault="00481D79" w:rsidP="00DA56D0">
      <w:pPr>
        <w:pStyle w:val="libFootnote0"/>
        <w:rPr>
          <w:rtl/>
        </w:rPr>
      </w:pPr>
      <w:r>
        <w:rPr>
          <w:rtl/>
        </w:rPr>
        <w:t>8</w:t>
      </w:r>
      <w:r w:rsidR="00DA56D0">
        <w:rPr>
          <w:rFonts w:hint="cs"/>
          <w:rtl/>
        </w:rPr>
        <w:t>-</w:t>
      </w:r>
      <w:r>
        <w:rPr>
          <w:rtl/>
        </w:rPr>
        <w:t xml:space="preserve"> ط ون: أكلنا.</w:t>
      </w:r>
    </w:p>
    <w:p w:rsidR="00481D79" w:rsidRDefault="00481D79" w:rsidP="00DA56D0">
      <w:pPr>
        <w:pStyle w:val="libFootnote0"/>
        <w:rPr>
          <w:rtl/>
        </w:rPr>
      </w:pPr>
      <w:r>
        <w:rPr>
          <w:rtl/>
        </w:rPr>
        <w:t>9، 11</w:t>
      </w:r>
      <w:r w:rsidR="00DA56D0">
        <w:rPr>
          <w:rFonts w:hint="cs"/>
          <w:rtl/>
        </w:rPr>
        <w:t>-</w:t>
      </w:r>
      <w:r>
        <w:rPr>
          <w:rtl/>
        </w:rPr>
        <w:t xml:space="preserve"> ليس في ج.</w:t>
      </w:r>
    </w:p>
    <w:p w:rsidR="00481D79" w:rsidRDefault="00481D79" w:rsidP="00DA56D0">
      <w:pPr>
        <w:pStyle w:val="libFootnote0"/>
        <w:rPr>
          <w:rtl/>
        </w:rPr>
      </w:pPr>
      <w:r>
        <w:rPr>
          <w:rtl/>
        </w:rPr>
        <w:t>10</w:t>
      </w:r>
      <w:r w:rsidR="00DA56D0">
        <w:rPr>
          <w:rFonts w:hint="cs"/>
          <w:rtl/>
        </w:rPr>
        <w:t>-</w:t>
      </w:r>
      <w:r>
        <w:rPr>
          <w:rtl/>
        </w:rPr>
        <w:t xml:space="preserve"> في البحار: نمضمض.</w:t>
      </w:r>
    </w:p>
    <w:p w:rsidR="00481D79" w:rsidRDefault="00481D79" w:rsidP="00DA56D0">
      <w:pPr>
        <w:pStyle w:val="libFootnote0"/>
        <w:rPr>
          <w:rtl/>
        </w:rPr>
      </w:pPr>
      <w:r>
        <w:rPr>
          <w:rtl/>
        </w:rPr>
        <w:t>12</w:t>
      </w:r>
      <w:r w:rsidR="00DA56D0">
        <w:rPr>
          <w:rFonts w:hint="cs"/>
          <w:rtl/>
        </w:rPr>
        <w:t>-</w:t>
      </w:r>
      <w:r>
        <w:rPr>
          <w:rtl/>
        </w:rPr>
        <w:t xml:space="preserve"> عنه البحار: 66 / 438 ح 5، ومكارم الاخلاق: 154.</w:t>
      </w:r>
    </w:p>
    <w:p w:rsidR="00DA56D0" w:rsidRDefault="00481D79" w:rsidP="00DA56D0">
      <w:pPr>
        <w:pStyle w:val="libFootnote0"/>
        <w:rPr>
          <w:rFonts w:hint="cs"/>
          <w:rtl/>
        </w:rPr>
      </w:pPr>
      <w:r>
        <w:rPr>
          <w:rtl/>
        </w:rPr>
        <w:t>13</w:t>
      </w:r>
      <w:r w:rsidR="00DA56D0">
        <w:rPr>
          <w:rFonts w:hint="cs"/>
          <w:rtl/>
        </w:rPr>
        <w:t>-</w:t>
      </w:r>
      <w:r>
        <w:rPr>
          <w:rtl/>
        </w:rPr>
        <w:t xml:space="preserve"> الحديث من ط، ن، البحار والعيون.</w:t>
      </w:r>
    </w:p>
    <w:p w:rsidR="00481D79" w:rsidRDefault="00481D79" w:rsidP="00DA56D0">
      <w:pPr>
        <w:pStyle w:val="libFootnote0"/>
        <w:rPr>
          <w:rtl/>
        </w:rPr>
      </w:pPr>
      <w:r>
        <w:rPr>
          <w:rtl/>
        </w:rPr>
        <w:t>14</w:t>
      </w:r>
      <w:r w:rsidR="00DA56D0">
        <w:rPr>
          <w:rFonts w:hint="cs"/>
          <w:rtl/>
        </w:rPr>
        <w:t>-</w:t>
      </w:r>
      <w:r>
        <w:rPr>
          <w:rtl/>
        </w:rPr>
        <w:t xml:space="preserve"> الزمر: 30.</w:t>
      </w:r>
    </w:p>
    <w:p w:rsidR="00DA56D0" w:rsidRDefault="00481D79" w:rsidP="00DA56D0">
      <w:pPr>
        <w:pStyle w:val="libFootnote0"/>
        <w:rPr>
          <w:rFonts w:hint="cs"/>
          <w:rtl/>
        </w:rPr>
      </w:pPr>
      <w:r>
        <w:rPr>
          <w:rtl/>
        </w:rPr>
        <w:t>15</w:t>
      </w:r>
      <w:r w:rsidR="00DA56D0">
        <w:rPr>
          <w:rFonts w:hint="cs"/>
          <w:rtl/>
        </w:rPr>
        <w:t>-</w:t>
      </w:r>
      <w:r>
        <w:rPr>
          <w:rtl/>
        </w:rPr>
        <w:t xml:space="preserve"> ليسفي ط.</w:t>
      </w:r>
    </w:p>
    <w:p w:rsidR="00DA56D0" w:rsidRDefault="00481D79" w:rsidP="00DA56D0">
      <w:pPr>
        <w:pStyle w:val="libFootnote0"/>
        <w:rPr>
          <w:rFonts w:hint="cs"/>
          <w:rtl/>
        </w:rPr>
      </w:pPr>
      <w:r>
        <w:rPr>
          <w:rtl/>
        </w:rPr>
        <w:t>16</w:t>
      </w:r>
      <w:r w:rsidR="00DA56D0">
        <w:rPr>
          <w:rFonts w:hint="cs"/>
          <w:rtl/>
        </w:rPr>
        <w:t>-</w:t>
      </w:r>
      <w:r>
        <w:rPr>
          <w:rtl/>
        </w:rPr>
        <w:t xml:space="preserve"> خ: الانبياء، ج. قالت الملائكة: يموت الخلق ويبقى الملائكة.</w:t>
      </w:r>
    </w:p>
    <w:p w:rsidR="00481D79" w:rsidRDefault="00481D79" w:rsidP="00DA56D0">
      <w:pPr>
        <w:pStyle w:val="libFootnote0"/>
        <w:rPr>
          <w:rtl/>
        </w:rPr>
      </w:pPr>
      <w:r>
        <w:rPr>
          <w:rtl/>
        </w:rPr>
        <w:t>17</w:t>
      </w:r>
      <w:r w:rsidR="00DA56D0">
        <w:rPr>
          <w:rFonts w:hint="cs"/>
          <w:rtl/>
        </w:rPr>
        <w:t>-</w:t>
      </w:r>
      <w:r>
        <w:rPr>
          <w:rtl/>
        </w:rPr>
        <w:t xml:space="preserve"> من ج.</w:t>
      </w:r>
    </w:p>
    <w:p w:rsidR="00DA56D0" w:rsidRDefault="00481D79" w:rsidP="00DA56D0">
      <w:pPr>
        <w:pStyle w:val="libFootnote0"/>
        <w:rPr>
          <w:rFonts w:hint="cs"/>
          <w:rtl/>
        </w:rPr>
      </w:pPr>
      <w:r>
        <w:rPr>
          <w:rtl/>
        </w:rPr>
        <w:t>18</w:t>
      </w:r>
      <w:r w:rsidR="00DA56D0">
        <w:rPr>
          <w:rFonts w:hint="cs"/>
          <w:rtl/>
        </w:rPr>
        <w:t>-</w:t>
      </w:r>
      <w:r>
        <w:rPr>
          <w:rtl/>
        </w:rPr>
        <w:t xml:space="preserve"> العنكبوت: 57.</w:t>
      </w:r>
    </w:p>
    <w:p w:rsidR="00827655" w:rsidRDefault="00481D79" w:rsidP="00DA56D0">
      <w:pPr>
        <w:pStyle w:val="libFootnote0"/>
        <w:rPr>
          <w:rtl/>
        </w:rPr>
      </w:pPr>
      <w:r>
        <w:rPr>
          <w:rtl/>
        </w:rPr>
        <w:t>19</w:t>
      </w:r>
      <w:r w:rsidR="00DA56D0">
        <w:rPr>
          <w:rFonts w:hint="cs"/>
          <w:rtl/>
        </w:rPr>
        <w:t>-</w:t>
      </w:r>
      <w:r>
        <w:rPr>
          <w:rtl/>
        </w:rPr>
        <w:t xml:space="preserve"> عنه البحار: 6 / 328 ح 8، وعن عيون الاخبار: 2 / 31 ح 51.</w:t>
      </w:r>
      <w:r w:rsidR="00827655">
        <w:rPr>
          <w:rtl/>
        </w:rPr>
        <w:t>=</w:t>
      </w:r>
    </w:p>
    <w:p w:rsidR="00481D79" w:rsidRDefault="00481D79" w:rsidP="00481D79">
      <w:pPr>
        <w:pStyle w:val="libNormal"/>
        <w:rPr>
          <w:rtl/>
        </w:rPr>
      </w:pPr>
      <w:r>
        <w:rPr>
          <w:rtl/>
        </w:rPr>
        <w:br w:type="page"/>
      </w:r>
    </w:p>
    <w:p w:rsidR="00481D79" w:rsidRPr="00481D79" w:rsidRDefault="00481D79" w:rsidP="00DA56D0">
      <w:pPr>
        <w:pStyle w:val="libNormal"/>
        <w:rPr>
          <w:rtl/>
        </w:rPr>
      </w:pPr>
      <w:r w:rsidRPr="00481D79">
        <w:rPr>
          <w:rtl/>
        </w:rPr>
        <w:lastRenderedPageBreak/>
        <w:t xml:space="preserve">(6) وبإسناده </w:t>
      </w:r>
      <w:r w:rsidR="00DA56D0" w:rsidRPr="00DA56D0">
        <w:rPr>
          <w:rStyle w:val="libFootnotenumChar"/>
          <w:rFonts w:hint="cs"/>
          <w:rtl/>
        </w:rPr>
        <w:t>(1)</w:t>
      </w:r>
      <w:r w:rsidRPr="00481D79">
        <w:rPr>
          <w:rtl/>
        </w:rPr>
        <w:t xml:space="preserve"> عن علي بن الحسين </w:t>
      </w:r>
      <w:r w:rsidR="004226A8" w:rsidRPr="004226A8">
        <w:rPr>
          <w:rStyle w:val="libAlaemChar"/>
          <w:rtl/>
        </w:rPr>
        <w:t>عليها‌السلام</w:t>
      </w:r>
      <w:r w:rsidRPr="00481D79">
        <w:rPr>
          <w:rtl/>
        </w:rPr>
        <w:t xml:space="preserve"> أنه قال: " إن النبي </w:t>
      </w:r>
      <w:r w:rsidR="004226A8" w:rsidRPr="004226A8">
        <w:rPr>
          <w:rStyle w:val="libAlaemChar"/>
          <w:rtl/>
        </w:rPr>
        <w:t>صلى‌الله‌عليه‌وآله</w:t>
      </w:r>
      <w:r w:rsidRPr="00481D79">
        <w:rPr>
          <w:rtl/>
        </w:rPr>
        <w:t xml:space="preserve"> أذن في أذن الحسن </w:t>
      </w:r>
      <w:r w:rsidR="00DA56D0" w:rsidRPr="00DA56D0">
        <w:rPr>
          <w:rStyle w:val="libFootnotenumChar"/>
          <w:rFonts w:hint="cs"/>
          <w:rtl/>
        </w:rPr>
        <w:t>(2)</w:t>
      </w:r>
      <w:r w:rsidRPr="00481D79">
        <w:rPr>
          <w:rtl/>
        </w:rPr>
        <w:t xml:space="preserve"> </w:t>
      </w:r>
      <w:r w:rsidR="004226A8" w:rsidRPr="004226A8">
        <w:rPr>
          <w:rStyle w:val="libAlaemChar"/>
          <w:rtl/>
        </w:rPr>
        <w:t>عليه‌السلام</w:t>
      </w:r>
      <w:r w:rsidRPr="00481D79">
        <w:rPr>
          <w:rtl/>
        </w:rPr>
        <w:t xml:space="preserve"> بالصلاة يوم ولد </w:t>
      </w:r>
      <w:r w:rsidR="00DA56D0" w:rsidRPr="00DA56D0">
        <w:rPr>
          <w:rStyle w:val="libFootnotenumChar"/>
          <w:rFonts w:hint="cs"/>
          <w:rtl/>
        </w:rPr>
        <w:t>(3)</w:t>
      </w:r>
      <w:r w:rsidRPr="00481D79">
        <w:rPr>
          <w:rtl/>
        </w:rPr>
        <w:t xml:space="preserve"> " </w:t>
      </w:r>
      <w:r w:rsidR="00DA56D0" w:rsidRPr="00DA56D0">
        <w:rPr>
          <w:rStyle w:val="libFootnotenumChar"/>
          <w:rFonts w:hint="cs"/>
          <w:rtl/>
        </w:rPr>
        <w:t>(4)</w:t>
      </w:r>
      <w:r w:rsidRPr="00481D79">
        <w:rPr>
          <w:rtl/>
        </w:rPr>
        <w:t>.</w:t>
      </w:r>
    </w:p>
    <w:p w:rsidR="00481D79" w:rsidRPr="00481D79" w:rsidRDefault="00481D79" w:rsidP="00DA56D0">
      <w:pPr>
        <w:pStyle w:val="libNormal"/>
        <w:rPr>
          <w:rtl/>
        </w:rPr>
      </w:pPr>
      <w:r w:rsidRPr="00481D79">
        <w:rPr>
          <w:rtl/>
        </w:rPr>
        <w:t xml:space="preserve">(7) وبإسناده قال: كان رسول الله </w:t>
      </w:r>
      <w:r w:rsidR="004226A8" w:rsidRPr="004226A8">
        <w:rPr>
          <w:rStyle w:val="libAlaemChar"/>
          <w:rtl/>
        </w:rPr>
        <w:t>صلى‌الله‌عليه‌وآله</w:t>
      </w:r>
      <w:r w:rsidRPr="00481D79">
        <w:rPr>
          <w:rtl/>
        </w:rPr>
        <w:t xml:space="preserve"> لا يأكل الكليتين - من غير أن يحرمهما - لقربهما من البول </w:t>
      </w:r>
      <w:r w:rsidR="00DA56D0" w:rsidRPr="00DA56D0">
        <w:rPr>
          <w:rStyle w:val="libFootnotenumChar"/>
          <w:rFonts w:hint="cs"/>
          <w:rtl/>
        </w:rPr>
        <w:t>(5)</w:t>
      </w:r>
      <w:r w:rsidRPr="00481D79">
        <w:rPr>
          <w:rtl/>
        </w:rPr>
        <w:t xml:space="preserve"> " </w:t>
      </w:r>
      <w:r w:rsidR="00DA56D0" w:rsidRPr="00DA56D0">
        <w:rPr>
          <w:rStyle w:val="libFootnotenumChar"/>
          <w:rFonts w:hint="cs"/>
          <w:rtl/>
        </w:rPr>
        <w:t>(6)</w:t>
      </w:r>
      <w:r w:rsidRPr="00481D79">
        <w:rPr>
          <w:rtl/>
        </w:rPr>
        <w:t>.</w:t>
      </w:r>
    </w:p>
    <w:p w:rsidR="00827655"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وأخرجه في البحار: 82 / 175 ح 12 عن عيون الاخبار.</w:t>
      </w:r>
    </w:p>
    <w:p w:rsidR="00481D79" w:rsidRDefault="00481D79" w:rsidP="00DA56D0">
      <w:pPr>
        <w:pStyle w:val="libFootnote0"/>
        <w:rPr>
          <w:rtl/>
        </w:rPr>
      </w:pPr>
      <w:r>
        <w:rPr>
          <w:rtl/>
        </w:rPr>
        <w:t>1</w:t>
      </w:r>
      <w:r w:rsidR="00DA56D0">
        <w:rPr>
          <w:rFonts w:hint="cs"/>
          <w:rtl/>
        </w:rPr>
        <w:t>-</w:t>
      </w:r>
      <w:r>
        <w:rPr>
          <w:rtl/>
        </w:rPr>
        <w:t xml:space="preserve"> ط: حدثني أبي علي بن أبي طالب </w:t>
      </w:r>
      <w:r w:rsidR="004226A8" w:rsidRPr="00DA56D0">
        <w:rPr>
          <w:rStyle w:val="libFootnoteAlaemChar"/>
          <w:rtl/>
        </w:rPr>
        <w:t>عليه‌السلام</w:t>
      </w:r>
      <w:r>
        <w:rPr>
          <w:rtl/>
        </w:rPr>
        <w:t>.</w:t>
      </w:r>
    </w:p>
    <w:p w:rsidR="00481D79" w:rsidRDefault="00481D79" w:rsidP="00DA56D0">
      <w:pPr>
        <w:pStyle w:val="libFootnote0"/>
        <w:rPr>
          <w:rtl/>
        </w:rPr>
      </w:pPr>
      <w:r>
        <w:rPr>
          <w:rtl/>
        </w:rPr>
        <w:t>2</w:t>
      </w:r>
      <w:r w:rsidR="00DA56D0">
        <w:rPr>
          <w:rFonts w:hint="cs"/>
          <w:rtl/>
        </w:rPr>
        <w:t>-</w:t>
      </w:r>
      <w:r>
        <w:rPr>
          <w:rtl/>
        </w:rPr>
        <w:t xml:space="preserve"> ط، البحار والوسائل: الحسين </w:t>
      </w:r>
      <w:r w:rsidR="004226A8" w:rsidRPr="00DA56D0">
        <w:rPr>
          <w:rStyle w:val="libFootnoteAlaemChar"/>
          <w:rtl/>
        </w:rPr>
        <w:t>عليه‌السلام</w:t>
      </w:r>
      <w:r>
        <w:rPr>
          <w:rtl/>
        </w:rPr>
        <w:t xml:space="preserve">، ن: الحسن والحسين </w:t>
      </w:r>
      <w:r w:rsidR="004226A8" w:rsidRPr="00DA56D0">
        <w:rPr>
          <w:rStyle w:val="libFootnoteAlaemChar"/>
          <w:rtl/>
        </w:rPr>
        <w:t>عليهما‌السلام</w:t>
      </w:r>
      <w:r>
        <w:rPr>
          <w:rtl/>
        </w:rPr>
        <w:t>.</w:t>
      </w:r>
    </w:p>
    <w:p w:rsidR="00481D79" w:rsidRDefault="00481D79" w:rsidP="00DA56D0">
      <w:pPr>
        <w:pStyle w:val="libFootnote0"/>
        <w:rPr>
          <w:rtl/>
        </w:rPr>
      </w:pPr>
      <w:r>
        <w:rPr>
          <w:rtl/>
        </w:rPr>
        <w:t>3</w:t>
      </w:r>
      <w:r w:rsidR="00DA56D0">
        <w:rPr>
          <w:rFonts w:hint="cs"/>
          <w:rtl/>
        </w:rPr>
        <w:t>-</w:t>
      </w:r>
      <w:r>
        <w:rPr>
          <w:rtl/>
        </w:rPr>
        <w:t xml:space="preserve"> ن: ولدا. والحديث ليس في ج.</w:t>
      </w:r>
    </w:p>
    <w:p w:rsidR="00481D79" w:rsidRDefault="00481D79" w:rsidP="00DA56D0">
      <w:pPr>
        <w:pStyle w:val="libFootnote0"/>
        <w:rPr>
          <w:rtl/>
        </w:rPr>
      </w:pPr>
      <w:r>
        <w:rPr>
          <w:rtl/>
        </w:rPr>
        <w:t>4</w:t>
      </w:r>
      <w:r w:rsidR="00DA56D0">
        <w:rPr>
          <w:rFonts w:hint="cs"/>
          <w:rtl/>
        </w:rPr>
        <w:t>-</w:t>
      </w:r>
      <w:r>
        <w:rPr>
          <w:rtl/>
        </w:rPr>
        <w:t xml:space="preserve"> عنه البحار: 43 / 240 ح 6، وعن عيون الاخبار: 2 / 42 ح 147. وأخرجه عن العيون في الوسائل: 15 / 140 ح 7، والبحار: 104 / 112 ح 21. ورواه بإختلاف في الالفاظ أحمد بن حنبل في مسنده: 6 / 9 وص 391، والطبراني في المعجم الكبير: 51 وص 130، عنه إحقاق: 11 / 6، والصنعاني في المصنف: 4 / 336، عنه إحقاق 19 / 294. إسنادهم إلى أبي رافع، عن أبيه. وأخرجه الديار بكري في تاريخ الخميس: 1 / 419، ومحي الدين الشافعي في الاذكار: 363، والخطيب التبريزي في مشكاة المصابيح: 2 / 440، والشيباني في تيسير الوصول إلى جامع الاصول: 1 / 27، وعبد الغني النابلسي في ذخائر المواريث: 3 / 170، والقندوزي في ينابيع المودة: 221، جميعهم من طريق الترمذي وأبي داود عن أبي رافع (عنهم إحقاق: 11 / 6 وص 7).</w:t>
      </w:r>
    </w:p>
    <w:p w:rsidR="00481D79" w:rsidRDefault="00481D79" w:rsidP="00D11BDC">
      <w:pPr>
        <w:pStyle w:val="libFootnote0"/>
        <w:rPr>
          <w:rtl/>
        </w:rPr>
      </w:pPr>
      <w:r>
        <w:rPr>
          <w:rtl/>
        </w:rPr>
        <w:t>وأخرجه محب الدين الطبري في ذخائر العقبى: 120 من طريق الترمذي عن أبي رافع. وعبدالعظيم في مختصر سنن أبي داود: 8 / 8، عنه إحقاق: 19 / 294.</w:t>
      </w:r>
    </w:p>
    <w:p w:rsidR="00481D79" w:rsidRDefault="00481D79" w:rsidP="00DA56D0">
      <w:pPr>
        <w:pStyle w:val="libFootnote0"/>
        <w:rPr>
          <w:rtl/>
        </w:rPr>
      </w:pPr>
      <w:r>
        <w:rPr>
          <w:rtl/>
        </w:rPr>
        <w:t>5</w:t>
      </w:r>
      <w:r w:rsidR="00DA56D0">
        <w:rPr>
          <w:rFonts w:hint="cs"/>
          <w:rtl/>
        </w:rPr>
        <w:t>-</w:t>
      </w:r>
      <w:r>
        <w:rPr>
          <w:rtl/>
        </w:rPr>
        <w:t xml:space="preserve"> كذا في ط وم 2. وفي مستدرك الوسائل مثله، إلا إنه أسقط " من غير أن يحرمهما ". وفي م 1 وج " لا تأكلوا الكليتين - من غير أن يحرمهما - لقربهما من البول "، وفي عيون الاخبار " كان النبي </w:t>
      </w:r>
      <w:r w:rsidR="004226A8" w:rsidRPr="00DA56D0">
        <w:rPr>
          <w:rStyle w:val="libFootnoteAlaemChar"/>
          <w:rtl/>
        </w:rPr>
        <w:t>صلى‌الله‌عليه‌وآله</w:t>
      </w:r>
      <w:r>
        <w:rPr>
          <w:rtl/>
        </w:rPr>
        <w:t xml:space="preserve"> لا يأكل الكليتين - من غير أن يحرمهما - ويقول: لقربهما من البول ".</w:t>
      </w:r>
    </w:p>
    <w:p w:rsidR="00481D79" w:rsidRDefault="00481D79" w:rsidP="00D11BDC">
      <w:pPr>
        <w:pStyle w:val="libFootnote0"/>
        <w:rPr>
          <w:rtl/>
        </w:rPr>
      </w:pPr>
      <w:r>
        <w:rPr>
          <w:rtl/>
        </w:rPr>
        <w:t>والحديث بمختلف ألفاظه ليس في ن.</w:t>
      </w:r>
    </w:p>
    <w:p w:rsidR="00481D79" w:rsidRDefault="00481D79" w:rsidP="00DA56D0">
      <w:pPr>
        <w:pStyle w:val="libFootnote0"/>
        <w:rPr>
          <w:rtl/>
        </w:rPr>
      </w:pPr>
      <w:r>
        <w:rPr>
          <w:rtl/>
        </w:rPr>
        <w:t>6</w:t>
      </w:r>
      <w:r w:rsidR="00DA56D0">
        <w:rPr>
          <w:rFonts w:hint="cs"/>
          <w:rtl/>
        </w:rPr>
        <w:t>-</w:t>
      </w:r>
      <w:r>
        <w:rPr>
          <w:rtl/>
        </w:rPr>
        <w:t xml:space="preserve"> عنه مستدرك الوسائل: 3 / 76 باب 22 ح 3. وأخرجه في البحار: 66 / 36 ح 8 و 9، وعن عيون الاخبار: 2 / 41 ح 131 وعن علل الشرايع: 562 باب 358 ح 1 بإسناده إلى موسى بن جعفر عن أبيه، عن محمد بن علي </w:t>
      </w:r>
      <w:r w:rsidR="004226A8" w:rsidRPr="00DA56D0">
        <w:rPr>
          <w:rStyle w:val="libFootnoteAlaemChar"/>
          <w:rtl/>
        </w:rPr>
        <w:t>عليهم‌السلام</w:t>
      </w:r>
      <w:r>
        <w:rPr>
          <w:rtl/>
        </w:rPr>
        <w:t xml:space="preserve"> مثله. وأخرجه في الوسائل: 16 / 363 ح 17 وج 17 / 15 ح 27 عن عيون الاخبار. وفي الوسائل المذكور ص 362 ح 13 عن علل الشرايع.</w:t>
      </w:r>
    </w:p>
    <w:p w:rsidR="00481D79" w:rsidRDefault="00481D79" w:rsidP="00481D79">
      <w:pPr>
        <w:pStyle w:val="libNormal"/>
        <w:rPr>
          <w:rtl/>
        </w:rPr>
      </w:pPr>
      <w:r>
        <w:rPr>
          <w:rtl/>
        </w:rPr>
        <w:br w:type="page"/>
      </w:r>
    </w:p>
    <w:p w:rsidR="00481D79" w:rsidRPr="00481D79" w:rsidRDefault="00481D79" w:rsidP="00DA56D0">
      <w:pPr>
        <w:pStyle w:val="libNormal"/>
        <w:rPr>
          <w:rtl/>
        </w:rPr>
      </w:pPr>
      <w:r w:rsidRPr="00481D79">
        <w:rPr>
          <w:rtl/>
        </w:rPr>
        <w:lastRenderedPageBreak/>
        <w:t xml:space="preserve">(8) وبإسناده </w:t>
      </w:r>
      <w:r w:rsidR="00DA56D0" w:rsidRPr="00DA56D0">
        <w:rPr>
          <w:rStyle w:val="libFootnotenumChar"/>
          <w:rFonts w:hint="cs"/>
          <w:rtl/>
        </w:rPr>
        <w:t>(1)</w:t>
      </w:r>
      <w:r w:rsidRPr="00481D79">
        <w:rPr>
          <w:rtl/>
        </w:rPr>
        <w:t xml:space="preserve"> قال: قال رسول الله </w:t>
      </w:r>
      <w:r w:rsidR="004226A8" w:rsidRPr="004226A8">
        <w:rPr>
          <w:rStyle w:val="libAlaemChar"/>
          <w:rtl/>
        </w:rPr>
        <w:t>صلى‌الله‌عليه‌وآله</w:t>
      </w:r>
      <w:r w:rsidRPr="00481D79">
        <w:rPr>
          <w:rtl/>
        </w:rPr>
        <w:t xml:space="preserve">: " من قاتلنا في آخر الزمان فكأنما قاتلنا </w:t>
      </w:r>
      <w:r w:rsidR="00DA56D0" w:rsidRPr="00DA56D0">
        <w:rPr>
          <w:rStyle w:val="libFootnotenumChar"/>
          <w:rFonts w:hint="cs"/>
          <w:rtl/>
        </w:rPr>
        <w:t>(2)</w:t>
      </w:r>
      <w:r w:rsidRPr="00481D79">
        <w:rPr>
          <w:rtl/>
        </w:rPr>
        <w:t xml:space="preserve"> مع الدجال ". قال الشيخ أبوالقاسم الطائي: إني سألت علي بن موسى الرضا </w:t>
      </w:r>
      <w:r w:rsidR="004226A8" w:rsidRPr="004226A8">
        <w:rPr>
          <w:rStyle w:val="libAlaemChar"/>
          <w:rtl/>
        </w:rPr>
        <w:t>عليه‌السلام</w:t>
      </w:r>
      <w:r w:rsidRPr="00481D79">
        <w:rPr>
          <w:rtl/>
        </w:rPr>
        <w:t xml:space="preserve"> عن " من قاتلنا في آخر الزمان؟ " قال: " من قاتل صاحب عيسى بن مريم </w:t>
      </w:r>
      <w:r w:rsidR="004226A8" w:rsidRPr="004226A8">
        <w:rPr>
          <w:rStyle w:val="libAlaemChar"/>
          <w:rtl/>
        </w:rPr>
        <w:t>عليه‌السلام</w:t>
      </w:r>
      <w:r w:rsidRPr="00481D79">
        <w:rPr>
          <w:rtl/>
        </w:rPr>
        <w:t xml:space="preserve">، [ وهو المهدي </w:t>
      </w:r>
      <w:r w:rsidR="004226A8" w:rsidRPr="004226A8">
        <w:rPr>
          <w:rStyle w:val="libAlaemChar"/>
          <w:rtl/>
        </w:rPr>
        <w:t>عليه‌السلام</w:t>
      </w:r>
      <w:r w:rsidRPr="00481D79">
        <w:rPr>
          <w:rtl/>
        </w:rPr>
        <w:t xml:space="preserve"> ] </w:t>
      </w:r>
      <w:r w:rsidR="00DA56D0" w:rsidRPr="00DA56D0">
        <w:rPr>
          <w:rStyle w:val="libFootnotenumChar"/>
          <w:rFonts w:hint="cs"/>
          <w:rtl/>
        </w:rPr>
        <w:t>(3)</w:t>
      </w:r>
      <w:r w:rsidRPr="00481D79">
        <w:rPr>
          <w:rtl/>
        </w:rPr>
        <w:t xml:space="preserve"> " </w:t>
      </w:r>
      <w:r w:rsidR="00DA56D0" w:rsidRPr="00DA56D0">
        <w:rPr>
          <w:rStyle w:val="libFootnotenumChar"/>
          <w:rFonts w:hint="cs"/>
          <w:rtl/>
        </w:rPr>
        <w:t>(4)</w:t>
      </w:r>
      <w:r w:rsidRPr="00481D79">
        <w:rPr>
          <w:rtl/>
        </w:rPr>
        <w:t>.</w:t>
      </w:r>
    </w:p>
    <w:p w:rsidR="00481D79" w:rsidRPr="00481D79" w:rsidRDefault="00481D79" w:rsidP="00DA56D0">
      <w:pPr>
        <w:pStyle w:val="libNormal"/>
        <w:rPr>
          <w:rtl/>
        </w:rPr>
      </w:pPr>
      <w:r w:rsidRPr="00481D79">
        <w:rPr>
          <w:rtl/>
        </w:rPr>
        <w:t xml:space="preserve">(9) وبإسناده </w:t>
      </w:r>
      <w:r w:rsidR="00DA56D0" w:rsidRPr="00DA56D0">
        <w:rPr>
          <w:rStyle w:val="libFootnotenumChar"/>
          <w:rFonts w:hint="cs"/>
          <w:rtl/>
        </w:rPr>
        <w:t>(5)</w:t>
      </w:r>
      <w:r w:rsidRPr="00DA56D0">
        <w:rPr>
          <w:rStyle w:val="libFootnotenumChar"/>
          <w:rtl/>
        </w:rPr>
        <w:t xml:space="preserve"> </w:t>
      </w:r>
      <w:r w:rsidRPr="00481D79">
        <w:rPr>
          <w:rtl/>
        </w:rPr>
        <w:t xml:space="preserve">قال: قال رسول الله </w:t>
      </w:r>
      <w:r w:rsidR="004226A8" w:rsidRPr="004226A8">
        <w:rPr>
          <w:rStyle w:val="libAlaemChar"/>
          <w:rtl/>
        </w:rPr>
        <w:t>صلى‌الله‌عليه‌وآله</w:t>
      </w:r>
      <w:r w:rsidRPr="00481D79">
        <w:rPr>
          <w:rtl/>
        </w:rPr>
        <w:t xml:space="preserve">: " ما كان ولا يكون إلى يوم القيامة مؤمن إلا وله جار يؤذيه " </w:t>
      </w:r>
      <w:r w:rsidR="00DA56D0" w:rsidRPr="00DA56D0">
        <w:rPr>
          <w:rStyle w:val="libFootnotenumChar"/>
          <w:rFonts w:hint="cs"/>
          <w:rtl/>
        </w:rPr>
        <w:t>(6)</w:t>
      </w:r>
      <w:r w:rsidRPr="00481D79">
        <w:rPr>
          <w:rtl/>
        </w:rPr>
        <w:t>.</w:t>
      </w:r>
    </w:p>
    <w:p w:rsidR="00481D79" w:rsidRPr="00481D79" w:rsidRDefault="00481D79" w:rsidP="00DA56D0">
      <w:pPr>
        <w:pStyle w:val="libNormal"/>
        <w:rPr>
          <w:rtl/>
        </w:rPr>
      </w:pPr>
      <w:r w:rsidRPr="00481D79">
        <w:rPr>
          <w:rtl/>
        </w:rPr>
        <w:t xml:space="preserve">(10) وبإسناده </w:t>
      </w:r>
      <w:r w:rsidR="00DA56D0" w:rsidRPr="00DA56D0">
        <w:rPr>
          <w:rStyle w:val="libFootnotenumChar"/>
          <w:rFonts w:hint="cs"/>
          <w:rtl/>
        </w:rPr>
        <w:t>(7)</w:t>
      </w:r>
      <w:r w:rsidRPr="00481D79">
        <w:rPr>
          <w:rtl/>
        </w:rPr>
        <w:t xml:space="preserve"> قال: قال علي بن أبي طالب </w:t>
      </w:r>
      <w:r w:rsidR="004226A8" w:rsidRPr="004226A8">
        <w:rPr>
          <w:rStyle w:val="libAlaemChar"/>
          <w:rtl/>
        </w:rPr>
        <w:t>عليه‌السلام</w:t>
      </w:r>
      <w:r w:rsidRPr="00481D79">
        <w:rPr>
          <w:rtl/>
        </w:rPr>
        <w:t xml:space="preserve">: " دخل طلحة بن عبيد الله على رسول الله </w:t>
      </w:r>
      <w:r w:rsidR="004226A8" w:rsidRPr="004226A8">
        <w:rPr>
          <w:rStyle w:val="libAlaemChar"/>
          <w:rtl/>
        </w:rPr>
        <w:t>صلى‌الله‌عليه‌وآله</w:t>
      </w:r>
      <w:r w:rsidRPr="00481D79">
        <w:rPr>
          <w:rtl/>
        </w:rPr>
        <w:t xml:space="preserve"> وفي يد رسول الله </w:t>
      </w:r>
      <w:r w:rsidR="004226A8" w:rsidRPr="004226A8">
        <w:rPr>
          <w:rStyle w:val="libAlaemChar"/>
          <w:rtl/>
        </w:rPr>
        <w:t>صلى‌الله‌عليه‌وآله</w:t>
      </w:r>
      <w:r w:rsidRPr="00481D79">
        <w:rPr>
          <w:rtl/>
        </w:rPr>
        <w:t xml:space="preserve"> سفرجلة قد جئ </w:t>
      </w:r>
      <w:r w:rsidR="00DA56D0" w:rsidRPr="00DA56D0">
        <w:rPr>
          <w:rStyle w:val="libFootnotenumChar"/>
          <w:rFonts w:hint="cs"/>
          <w:rtl/>
        </w:rPr>
        <w:t>(8)</w:t>
      </w:r>
      <w:r w:rsidRPr="00481D79">
        <w:rPr>
          <w:rtl/>
        </w:rPr>
        <w:t xml:space="preserve"> بها إليه وقال: خذها يا أبا محمد فإنها تجم القلب " </w:t>
      </w:r>
      <w:r w:rsidR="00DA56D0" w:rsidRPr="00DA56D0">
        <w:rPr>
          <w:rStyle w:val="libFootnotenumChar"/>
          <w:rFonts w:hint="cs"/>
          <w:rtl/>
        </w:rPr>
        <w:t>(9)</w:t>
      </w:r>
      <w:r w:rsidRPr="00481D79">
        <w:rPr>
          <w:rtl/>
        </w:rPr>
        <w:t>.</w:t>
      </w:r>
    </w:p>
    <w:p w:rsidR="00481D79" w:rsidRDefault="005B067E" w:rsidP="005B067E">
      <w:pPr>
        <w:pStyle w:val="libLine"/>
        <w:rPr>
          <w:rtl/>
        </w:rPr>
      </w:pPr>
      <w:r>
        <w:rPr>
          <w:rtl/>
        </w:rPr>
        <w:t>____________________</w:t>
      </w:r>
    </w:p>
    <w:p w:rsidR="00481D79" w:rsidRDefault="00481D79" w:rsidP="00DA56D0">
      <w:pPr>
        <w:pStyle w:val="libFootnote0"/>
        <w:rPr>
          <w:rtl/>
        </w:rPr>
      </w:pPr>
      <w:r>
        <w:rPr>
          <w:rtl/>
        </w:rPr>
        <w:t>1</w:t>
      </w:r>
      <w:r w:rsidR="00DA56D0">
        <w:rPr>
          <w:rFonts w:hint="cs"/>
          <w:rtl/>
        </w:rPr>
        <w:t>-</w:t>
      </w:r>
      <w:r>
        <w:rPr>
          <w:rtl/>
        </w:rPr>
        <w:t xml:space="preserve"> الحديث من البحار، ونقله في م 1 وم 2 من ثلاث نسخ.</w:t>
      </w:r>
    </w:p>
    <w:p w:rsidR="00481D79" w:rsidRDefault="00481D79" w:rsidP="00DA56D0">
      <w:pPr>
        <w:pStyle w:val="libFootnote0"/>
        <w:rPr>
          <w:rtl/>
        </w:rPr>
      </w:pPr>
      <w:r>
        <w:rPr>
          <w:rtl/>
        </w:rPr>
        <w:t>2</w:t>
      </w:r>
      <w:r w:rsidR="00DA56D0">
        <w:rPr>
          <w:rFonts w:hint="cs"/>
          <w:rtl/>
        </w:rPr>
        <w:t>-</w:t>
      </w:r>
      <w:r>
        <w:rPr>
          <w:rtl/>
        </w:rPr>
        <w:t xml:space="preserve"> من 1 وم 2: قاتل.</w:t>
      </w:r>
    </w:p>
    <w:p w:rsidR="00481D79" w:rsidRDefault="00481D79" w:rsidP="00DA56D0">
      <w:pPr>
        <w:pStyle w:val="libFootnote0"/>
        <w:rPr>
          <w:rtl/>
        </w:rPr>
      </w:pPr>
      <w:r>
        <w:rPr>
          <w:rtl/>
        </w:rPr>
        <w:t>3</w:t>
      </w:r>
      <w:r w:rsidR="00DA56D0">
        <w:rPr>
          <w:rFonts w:hint="cs"/>
          <w:rtl/>
        </w:rPr>
        <w:t>-</w:t>
      </w:r>
      <w:r>
        <w:rPr>
          <w:rtl/>
        </w:rPr>
        <w:t xml:space="preserve"> من البحار.</w:t>
      </w:r>
    </w:p>
    <w:p w:rsidR="00481D79" w:rsidRDefault="00481D79" w:rsidP="00DA56D0">
      <w:pPr>
        <w:pStyle w:val="libFootnote0"/>
        <w:rPr>
          <w:rtl/>
        </w:rPr>
      </w:pPr>
      <w:r>
        <w:rPr>
          <w:rtl/>
        </w:rPr>
        <w:t>4</w:t>
      </w:r>
      <w:r w:rsidR="00DA56D0">
        <w:rPr>
          <w:rFonts w:hint="cs"/>
          <w:rtl/>
        </w:rPr>
        <w:t>-</w:t>
      </w:r>
      <w:r>
        <w:rPr>
          <w:rtl/>
        </w:rPr>
        <w:t xml:space="preserve"> عنه البحار: 52 / 335 ح 66. ورواه الصدوق في عيون الاخبار: 2 / 47 ح 181، عنه البحار: 27 / 205 ح 11. وروى مثله الطبراني في المعجم الكبير: 130 (مخطوط)، أو ج 5 / 538 (المطبوع)، وابن المغازلي في المناقب: 134 بإسنادهما عن أبي ذر في حديث السفينة. وأخرجه باكثير الحضرمي في وسيلة المآل: 63 من طريق ابن المغازلي. ورواه الخوارزمي في المقتل: 1 / 104 بإسناده إلى الطبراني. وأخرجه نور الدين الهيثمي في مجمع الزوائد: 9 / 168 من طريق البزار والطبراني في الثلاثة. والحافظ الذهبي في ميزان الاعتدال: 1 / 224 وص 482 بلفظ: من قاتلهم.</w:t>
      </w:r>
    </w:p>
    <w:p w:rsidR="00481D79" w:rsidRDefault="00481D79" w:rsidP="00DA56D0">
      <w:pPr>
        <w:pStyle w:val="libFootnote0"/>
        <w:rPr>
          <w:rtl/>
        </w:rPr>
      </w:pPr>
      <w:r>
        <w:rPr>
          <w:rtl/>
        </w:rPr>
        <w:t>5</w:t>
      </w:r>
      <w:r w:rsidR="00DA56D0">
        <w:rPr>
          <w:rFonts w:hint="cs"/>
          <w:rtl/>
        </w:rPr>
        <w:t>-</w:t>
      </w:r>
      <w:r>
        <w:rPr>
          <w:rtl/>
        </w:rPr>
        <w:t xml:space="preserve"> الحديث من ط والبحار، ونقله في م 1 وم 2 من نسختين.</w:t>
      </w:r>
    </w:p>
    <w:p w:rsidR="00481D79" w:rsidRDefault="00481D79" w:rsidP="00DA56D0">
      <w:pPr>
        <w:pStyle w:val="libFootnote0"/>
        <w:rPr>
          <w:rtl/>
        </w:rPr>
      </w:pPr>
      <w:r>
        <w:rPr>
          <w:rtl/>
        </w:rPr>
        <w:t>6</w:t>
      </w:r>
      <w:r w:rsidR="00DA56D0">
        <w:rPr>
          <w:rFonts w:hint="cs"/>
          <w:rtl/>
        </w:rPr>
        <w:t>-</w:t>
      </w:r>
      <w:r>
        <w:rPr>
          <w:rtl/>
        </w:rPr>
        <w:t xml:space="preserve"> عنه البحار: 72 / 44 ح 52. وأخرجه في البحار: 67 / 226 ح 33 عنه وعن عيون الاخبار: 2 / 32 ح 59. وأخرجه في الوسائل: 8 / 486 ح 11 عن عيون الاخبار. ورواه في أمالي الشيخ: 1 / 286 ح 77 بإسناده عن المنصوري، عن عم أبيه، عن الجواد </w:t>
      </w:r>
      <w:r w:rsidR="004226A8" w:rsidRPr="00DA56D0">
        <w:rPr>
          <w:rStyle w:val="libFootnoteAlaemChar"/>
          <w:rtl/>
        </w:rPr>
        <w:t>عليه‌السلام</w:t>
      </w:r>
      <w:r>
        <w:rPr>
          <w:rtl/>
        </w:rPr>
        <w:t xml:space="preserve">. وأورده في كشف الغمة: 2 / 268 عن داود بن سليمان، وفي الفصول المهمة: 234 عن الرضا </w:t>
      </w:r>
      <w:r w:rsidR="004226A8" w:rsidRPr="00DA56D0">
        <w:rPr>
          <w:rStyle w:val="libFootnoteAlaemChar"/>
          <w:rtl/>
        </w:rPr>
        <w:t>عليه‌السلام</w:t>
      </w:r>
      <w:r>
        <w:rPr>
          <w:rtl/>
        </w:rPr>
        <w:t xml:space="preserve">، ومشكاة الانوار: 214 عن أبي عبدالله </w:t>
      </w:r>
      <w:r w:rsidR="004226A8" w:rsidRPr="00DA56D0">
        <w:rPr>
          <w:rStyle w:val="libFootnoteAlaemChar"/>
          <w:rtl/>
        </w:rPr>
        <w:t>عليه‌السلام</w:t>
      </w:r>
      <w:r>
        <w:rPr>
          <w:rtl/>
        </w:rPr>
        <w:t xml:space="preserve">. وأخرجه المتقي الهندي في كنز العمال: 1 / 139 ح 885 عن النقاش الاصبهاني في معجمه، وابن النجار بإسنادهما إلى الطائي، عن الرضا </w:t>
      </w:r>
      <w:r w:rsidR="004226A8" w:rsidRPr="00DA56D0">
        <w:rPr>
          <w:rStyle w:val="libFootnoteAlaemChar"/>
          <w:rtl/>
        </w:rPr>
        <w:t>عليه‌السلام</w:t>
      </w:r>
      <w:r>
        <w:rPr>
          <w:rtl/>
        </w:rPr>
        <w:t>.</w:t>
      </w:r>
    </w:p>
    <w:p w:rsidR="00481D79" w:rsidRDefault="00481D79" w:rsidP="00DA56D0">
      <w:pPr>
        <w:pStyle w:val="libFootnote0"/>
        <w:rPr>
          <w:rtl/>
        </w:rPr>
      </w:pPr>
      <w:r>
        <w:rPr>
          <w:rtl/>
        </w:rPr>
        <w:t>7</w:t>
      </w:r>
      <w:r w:rsidR="00DA56D0">
        <w:rPr>
          <w:rFonts w:hint="cs"/>
          <w:rtl/>
        </w:rPr>
        <w:t>-</w:t>
      </w:r>
      <w:r>
        <w:rPr>
          <w:rtl/>
        </w:rPr>
        <w:t xml:space="preserve"> الحديث من ط، ونقله في م 1 وم 2 من نسخة مكتبة السيد المرعشي وروما، والبحار والمستدرك.</w:t>
      </w:r>
    </w:p>
    <w:p w:rsidR="00481D79" w:rsidRDefault="00481D79" w:rsidP="00DA56D0">
      <w:pPr>
        <w:pStyle w:val="libFootnote0"/>
        <w:rPr>
          <w:rtl/>
        </w:rPr>
      </w:pPr>
      <w:r>
        <w:rPr>
          <w:rtl/>
        </w:rPr>
        <w:t>8</w:t>
      </w:r>
      <w:r w:rsidR="00DA56D0">
        <w:rPr>
          <w:rFonts w:hint="cs"/>
          <w:rtl/>
        </w:rPr>
        <w:t>-</w:t>
      </w:r>
      <w:r>
        <w:rPr>
          <w:rtl/>
        </w:rPr>
        <w:t xml:space="preserve"> خ: جاء.</w:t>
      </w:r>
    </w:p>
    <w:p w:rsidR="00827655" w:rsidRDefault="00481D79" w:rsidP="00DA56D0">
      <w:pPr>
        <w:pStyle w:val="libFootnote0"/>
        <w:rPr>
          <w:rtl/>
        </w:rPr>
      </w:pPr>
      <w:r>
        <w:rPr>
          <w:rtl/>
        </w:rPr>
        <w:t>9</w:t>
      </w:r>
      <w:r w:rsidR="00DA56D0">
        <w:rPr>
          <w:rFonts w:hint="cs"/>
          <w:rtl/>
        </w:rPr>
        <w:t>-</w:t>
      </w:r>
      <w:r>
        <w:rPr>
          <w:rtl/>
        </w:rPr>
        <w:t xml:space="preserve"> عنه مستدرك الوسائل: 3 / 115 باب 69 ح 4. </w:t>
      </w:r>
      <w:r w:rsidR="00827655">
        <w:rPr>
          <w:rtl/>
        </w:rPr>
        <w:t>=</w:t>
      </w:r>
    </w:p>
    <w:p w:rsidR="00481D79" w:rsidRDefault="00481D79" w:rsidP="00481D79">
      <w:pPr>
        <w:pStyle w:val="libNormal"/>
        <w:rPr>
          <w:rtl/>
        </w:rPr>
      </w:pPr>
      <w:r>
        <w:rPr>
          <w:rtl/>
        </w:rPr>
        <w:br w:type="page"/>
      </w:r>
    </w:p>
    <w:p w:rsidR="00481D79" w:rsidRPr="00481D79" w:rsidRDefault="00481D79" w:rsidP="00DA56D0">
      <w:pPr>
        <w:pStyle w:val="libNormal"/>
        <w:rPr>
          <w:rtl/>
        </w:rPr>
      </w:pPr>
      <w:r w:rsidRPr="00481D79">
        <w:rPr>
          <w:rtl/>
        </w:rPr>
        <w:lastRenderedPageBreak/>
        <w:t xml:space="preserve">(11) وبإسناده (قال: حدثني أبي) </w:t>
      </w:r>
      <w:r w:rsidR="00DA56D0" w:rsidRPr="00DA56D0">
        <w:rPr>
          <w:rStyle w:val="libFootnotenumChar"/>
          <w:rFonts w:hint="cs"/>
          <w:rtl/>
        </w:rPr>
        <w:t>(1)</w:t>
      </w:r>
      <w:r w:rsidRPr="00481D79">
        <w:rPr>
          <w:rtl/>
        </w:rPr>
        <w:t xml:space="preserve"> موسى بن جعفر </w:t>
      </w:r>
      <w:r w:rsidR="004226A8" w:rsidRPr="004226A8">
        <w:rPr>
          <w:rStyle w:val="libAlaemChar"/>
          <w:rtl/>
        </w:rPr>
        <w:t>عليهما‌السلام</w:t>
      </w:r>
      <w:r w:rsidRPr="00481D79">
        <w:rPr>
          <w:rtl/>
        </w:rPr>
        <w:t xml:space="preserve"> قال: " مر جعفر بصياد فقال: يا صياد أي شئ أكثر ما يقع في شبكتك؟ قال: الطير الزاق </w:t>
      </w:r>
      <w:r w:rsidR="00DA56D0" w:rsidRPr="00DA56D0">
        <w:rPr>
          <w:rStyle w:val="libFootnotenumChar"/>
          <w:rFonts w:hint="cs"/>
          <w:rtl/>
        </w:rPr>
        <w:t>(2)</w:t>
      </w:r>
      <w:r w:rsidRPr="00481D79">
        <w:rPr>
          <w:rtl/>
        </w:rPr>
        <w:t xml:space="preserve">، قال: فمر [ جعفر ] </w:t>
      </w:r>
      <w:r w:rsidR="00DA56D0" w:rsidRPr="00DA56D0">
        <w:rPr>
          <w:rStyle w:val="libFootnotenumChar"/>
          <w:rFonts w:hint="cs"/>
          <w:rtl/>
        </w:rPr>
        <w:t>(3)</w:t>
      </w:r>
      <w:r w:rsidRPr="00481D79">
        <w:rPr>
          <w:rtl/>
        </w:rPr>
        <w:t xml:space="preserve"> وهو يقول: هلك صاحب العيال [ هلك صاحب العيال ] </w:t>
      </w:r>
      <w:r w:rsidR="00DA56D0" w:rsidRPr="00DA56D0">
        <w:rPr>
          <w:rStyle w:val="libFootnotenumChar"/>
          <w:rFonts w:hint="cs"/>
          <w:rtl/>
        </w:rPr>
        <w:t>(4)</w:t>
      </w:r>
      <w:r w:rsidRPr="00481D79">
        <w:rPr>
          <w:rtl/>
        </w:rPr>
        <w:t xml:space="preserve"> " </w:t>
      </w:r>
      <w:r w:rsidR="00DA56D0" w:rsidRPr="00DA56D0">
        <w:rPr>
          <w:rStyle w:val="libFootnotenumChar"/>
          <w:rFonts w:hint="cs"/>
          <w:rtl/>
        </w:rPr>
        <w:t>(5)</w:t>
      </w:r>
      <w:r w:rsidRPr="00481D79">
        <w:rPr>
          <w:rtl/>
        </w:rPr>
        <w:t>.</w:t>
      </w:r>
    </w:p>
    <w:p w:rsidR="00481D79" w:rsidRPr="00481D79" w:rsidRDefault="00481D79" w:rsidP="00DA56D0">
      <w:pPr>
        <w:pStyle w:val="libNormal"/>
        <w:rPr>
          <w:rtl/>
        </w:rPr>
      </w:pPr>
      <w:r w:rsidRPr="00481D79">
        <w:rPr>
          <w:rtl/>
        </w:rPr>
        <w:t xml:space="preserve">(12) وبإسناده </w:t>
      </w:r>
      <w:r w:rsidR="00DA56D0" w:rsidRPr="00DA56D0">
        <w:rPr>
          <w:rStyle w:val="libFootnotenumChar"/>
          <w:rFonts w:hint="cs"/>
          <w:rtl/>
        </w:rPr>
        <w:t>(6)</w:t>
      </w:r>
      <w:r w:rsidRPr="00481D79">
        <w:rPr>
          <w:rtl/>
        </w:rPr>
        <w:t xml:space="preserve"> قال: حدثني أبي علي بن الحسين </w:t>
      </w:r>
      <w:r w:rsidR="004226A8" w:rsidRPr="004226A8">
        <w:rPr>
          <w:rStyle w:val="libAlaemChar"/>
          <w:rtl/>
        </w:rPr>
        <w:t>عليهما‌السلام</w:t>
      </w:r>
      <w:r w:rsidRPr="00481D79">
        <w:rPr>
          <w:rtl/>
        </w:rPr>
        <w:t xml:space="preserve">: " إن فاطمة </w:t>
      </w:r>
      <w:r w:rsidR="004226A8" w:rsidRPr="004226A8">
        <w:rPr>
          <w:rStyle w:val="libAlaemChar"/>
          <w:rtl/>
        </w:rPr>
        <w:t>عليها‌السلام</w:t>
      </w:r>
      <w:r w:rsidRPr="00481D79">
        <w:rPr>
          <w:rtl/>
        </w:rPr>
        <w:t xml:space="preserve"> عقت عن الحسن والحسين </w:t>
      </w:r>
      <w:r w:rsidR="004226A8" w:rsidRPr="004226A8">
        <w:rPr>
          <w:rStyle w:val="libAlaemChar"/>
          <w:rtl/>
        </w:rPr>
        <w:t>عليهما‌السلام</w:t>
      </w:r>
      <w:r w:rsidRPr="00481D79">
        <w:rPr>
          <w:rtl/>
        </w:rPr>
        <w:t xml:space="preserve">، وأعطت </w:t>
      </w:r>
      <w:r w:rsidR="00DA56D0" w:rsidRPr="00DA56D0">
        <w:rPr>
          <w:rStyle w:val="libFootnotenumChar"/>
          <w:rFonts w:hint="cs"/>
          <w:rtl/>
        </w:rPr>
        <w:t>(7)</w:t>
      </w:r>
      <w:r w:rsidRPr="00481D79">
        <w:rPr>
          <w:rtl/>
        </w:rPr>
        <w:t xml:space="preserve"> القابلة [ فخد شاة ] </w:t>
      </w:r>
      <w:r w:rsidR="00DA56D0" w:rsidRPr="00DA56D0">
        <w:rPr>
          <w:rStyle w:val="libFootnotenumChar"/>
          <w:rFonts w:hint="cs"/>
          <w:rtl/>
        </w:rPr>
        <w:t>(8)</w:t>
      </w:r>
      <w:r w:rsidRPr="00481D79">
        <w:rPr>
          <w:rtl/>
        </w:rPr>
        <w:t xml:space="preserve"> ودينارا " </w:t>
      </w:r>
      <w:r w:rsidR="00DA56D0" w:rsidRPr="00DA56D0">
        <w:rPr>
          <w:rStyle w:val="libFootnotenumChar"/>
          <w:rFonts w:hint="cs"/>
          <w:rtl/>
        </w:rPr>
        <w:t>(9)</w:t>
      </w:r>
      <w:r w:rsidRPr="00481D79">
        <w:rPr>
          <w:rtl/>
        </w:rPr>
        <w:t>.</w:t>
      </w:r>
    </w:p>
    <w:p w:rsidR="00481D79" w:rsidRPr="00481D79" w:rsidRDefault="00481D79" w:rsidP="00DA56D0">
      <w:pPr>
        <w:pStyle w:val="libNormal"/>
        <w:rPr>
          <w:rtl/>
        </w:rPr>
      </w:pPr>
      <w:r w:rsidRPr="00481D79">
        <w:rPr>
          <w:rtl/>
        </w:rPr>
        <w:t xml:space="preserve">(13) وبإسناده قال: قال رسول الله </w:t>
      </w:r>
      <w:r w:rsidR="004226A8" w:rsidRPr="004226A8">
        <w:rPr>
          <w:rStyle w:val="libAlaemChar"/>
          <w:rtl/>
        </w:rPr>
        <w:t>صلى‌الله‌عليه‌وآله</w:t>
      </w:r>
      <w:r w:rsidRPr="00481D79">
        <w:rPr>
          <w:rtl/>
        </w:rPr>
        <w:t xml:space="preserve">: " إشتاقت الجنة إلى علي بن أبي طالب وسألت ربها أن تنظر إليه، وتعوذت النار من علي وسألت أن يبعدها منه، </w:t>
      </w:r>
      <w:r w:rsidR="00DA56D0" w:rsidRPr="00DA56D0">
        <w:rPr>
          <w:rStyle w:val="libFootnotenumChar"/>
          <w:rFonts w:hint="cs"/>
          <w:rtl/>
        </w:rPr>
        <w:t>(10)</w:t>
      </w:r>
      <w:r w:rsidRPr="00481D79">
        <w:rPr>
          <w:rtl/>
        </w:rPr>
        <w:t xml:space="preserve"> الحمد لله الذي أكرم نبيه بهذا " </w:t>
      </w:r>
      <w:r w:rsidR="00DA56D0" w:rsidRPr="00DA56D0">
        <w:rPr>
          <w:rStyle w:val="libFootnotenumChar"/>
          <w:rFonts w:hint="cs"/>
          <w:rtl/>
        </w:rPr>
        <w:t>(11)</w:t>
      </w:r>
      <w:r w:rsidRPr="00481D79">
        <w:rPr>
          <w:rtl/>
        </w:rPr>
        <w:t>.</w:t>
      </w:r>
    </w:p>
    <w:p w:rsidR="00827655"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وعنه البحار: 66 / 167 ح 3 وعن عيون الاخبار: 2 / 40 ح 132. وأخرجه في الوسائل: 17 / 15 ح 28 عن العيون. وروى مثله البرقي في المحاسن: 2 / 550 ح 884 بإسناده عن طلحة بن عمرو، عنه </w:t>
      </w:r>
      <w:r w:rsidR="004226A8" w:rsidRPr="007D0C7E">
        <w:rPr>
          <w:rStyle w:val="libFootnoteAlaemChar"/>
          <w:rtl/>
        </w:rPr>
        <w:t>صلى‌الله‌عليه‌وآله</w:t>
      </w:r>
      <w:r w:rsidR="00481D79">
        <w:rPr>
          <w:rtl/>
        </w:rPr>
        <w:t xml:space="preserve">، عنه الوسائل: 17 / 131 ح 14، والبحار: 66 / 171 ح 16. وأورده القطب الراوندي في الدعوات: 151 ح 404 عن أمير المؤمنين </w:t>
      </w:r>
      <w:r w:rsidR="004226A8" w:rsidRPr="007D0C7E">
        <w:rPr>
          <w:rStyle w:val="libFootnoteAlaemChar"/>
          <w:rtl/>
        </w:rPr>
        <w:t>عليه‌السلام</w:t>
      </w:r>
      <w:r w:rsidR="00481D79">
        <w:rPr>
          <w:rtl/>
        </w:rPr>
        <w:t xml:space="preserve"> عنه البحار: 66 / 177 38.</w:t>
      </w:r>
    </w:p>
    <w:p w:rsidR="00481D79" w:rsidRDefault="00481D79" w:rsidP="00DA56D0">
      <w:pPr>
        <w:pStyle w:val="libFootnote0"/>
        <w:rPr>
          <w:rtl/>
        </w:rPr>
      </w:pPr>
      <w:r>
        <w:rPr>
          <w:rtl/>
        </w:rPr>
        <w:t>1</w:t>
      </w:r>
      <w:r w:rsidR="00DA56D0">
        <w:rPr>
          <w:rFonts w:hint="cs"/>
          <w:rtl/>
        </w:rPr>
        <w:t>-</w:t>
      </w:r>
      <w:r>
        <w:rPr>
          <w:rtl/>
        </w:rPr>
        <w:t xml:space="preserve"> ط: إلى، وفي نسخة الخوانساري قال: قال:.</w:t>
      </w:r>
    </w:p>
    <w:p w:rsidR="00481D79" w:rsidRDefault="00481D79" w:rsidP="00DA56D0">
      <w:pPr>
        <w:pStyle w:val="libFootnote0"/>
        <w:rPr>
          <w:rtl/>
        </w:rPr>
      </w:pPr>
      <w:r>
        <w:rPr>
          <w:rtl/>
        </w:rPr>
        <w:t>2</w:t>
      </w:r>
      <w:r w:rsidR="00DA56D0">
        <w:rPr>
          <w:rFonts w:hint="cs"/>
          <w:rtl/>
        </w:rPr>
        <w:t>-</w:t>
      </w:r>
      <w:r>
        <w:rPr>
          <w:rtl/>
        </w:rPr>
        <w:t xml:space="preserve"> هو الطير الذي يسعى لجلب الطعام لفراخه ثم يزقه لهم زقا.</w:t>
      </w:r>
    </w:p>
    <w:p w:rsidR="00481D79" w:rsidRDefault="00481D79" w:rsidP="00DA56D0">
      <w:pPr>
        <w:pStyle w:val="libFootnote0"/>
        <w:rPr>
          <w:rtl/>
        </w:rPr>
      </w:pPr>
      <w:r>
        <w:rPr>
          <w:rtl/>
        </w:rPr>
        <w:t>3</w:t>
      </w:r>
      <w:r w:rsidR="00DA56D0">
        <w:rPr>
          <w:rFonts w:hint="cs"/>
          <w:rtl/>
        </w:rPr>
        <w:t>-</w:t>
      </w:r>
      <w:r>
        <w:rPr>
          <w:rtl/>
        </w:rPr>
        <w:t xml:space="preserve"> ليس في البحار.</w:t>
      </w:r>
    </w:p>
    <w:p w:rsidR="00481D79" w:rsidRDefault="00481D79" w:rsidP="00DA56D0">
      <w:pPr>
        <w:pStyle w:val="libFootnote0"/>
        <w:rPr>
          <w:rtl/>
        </w:rPr>
      </w:pPr>
      <w:r>
        <w:rPr>
          <w:rtl/>
        </w:rPr>
        <w:t>4</w:t>
      </w:r>
      <w:r w:rsidR="00DA56D0">
        <w:rPr>
          <w:rFonts w:hint="cs"/>
          <w:rtl/>
        </w:rPr>
        <w:t>-</w:t>
      </w:r>
      <w:r>
        <w:rPr>
          <w:rtl/>
        </w:rPr>
        <w:t xml:space="preserve"> ليس في نسخة الخوانساري والبحار: 65.</w:t>
      </w:r>
    </w:p>
    <w:p w:rsidR="00481D79" w:rsidRDefault="00481D79" w:rsidP="00DA56D0">
      <w:pPr>
        <w:pStyle w:val="libFootnote0"/>
        <w:rPr>
          <w:rtl/>
        </w:rPr>
      </w:pPr>
      <w:r>
        <w:rPr>
          <w:rtl/>
        </w:rPr>
        <w:t>5</w:t>
      </w:r>
      <w:r w:rsidR="00DA56D0">
        <w:rPr>
          <w:rFonts w:hint="cs"/>
          <w:rtl/>
        </w:rPr>
        <w:t>-</w:t>
      </w:r>
      <w:r>
        <w:rPr>
          <w:rtl/>
        </w:rPr>
        <w:t xml:space="preserve"> الحديث نقله في هامش ط من نسختين خطيتين، ووجدناه أيضا في النسخة التي كتبها آية الله السيد مصطفى الخوانساري بخطه الشريف في جمادي الآخر في سنة 1367 ه‍. ق. وأخرجه عن الصحيفة في البحار: 65 / 281 ح 3، وج 104 / 72 ح 12.</w:t>
      </w:r>
    </w:p>
    <w:p w:rsidR="00481D79" w:rsidRDefault="00481D79" w:rsidP="00DA56D0">
      <w:pPr>
        <w:pStyle w:val="libFootnote0"/>
        <w:rPr>
          <w:rtl/>
        </w:rPr>
      </w:pPr>
      <w:r>
        <w:rPr>
          <w:rtl/>
        </w:rPr>
        <w:t>6</w:t>
      </w:r>
      <w:r w:rsidR="00DA56D0">
        <w:rPr>
          <w:rFonts w:hint="cs"/>
          <w:rtl/>
        </w:rPr>
        <w:t>-</w:t>
      </w:r>
      <w:r>
        <w:rPr>
          <w:rtl/>
        </w:rPr>
        <w:t xml:space="preserve"> الحديث من ن ونسخة مكتبة الاكاديمية الوطنية في لينجة بروما، والبحار.</w:t>
      </w:r>
    </w:p>
    <w:p w:rsidR="00481D79" w:rsidRDefault="00481D79" w:rsidP="00DA56D0">
      <w:pPr>
        <w:pStyle w:val="libFootnote0"/>
        <w:rPr>
          <w:rtl/>
        </w:rPr>
      </w:pPr>
      <w:r>
        <w:rPr>
          <w:rtl/>
        </w:rPr>
        <w:t>7</w:t>
      </w:r>
      <w:r w:rsidR="00DA56D0">
        <w:rPr>
          <w:rFonts w:hint="cs"/>
          <w:rtl/>
        </w:rPr>
        <w:t>-</w:t>
      </w:r>
      <w:r>
        <w:rPr>
          <w:rtl/>
        </w:rPr>
        <w:t xml:space="preserve"> ن: فأعطت.</w:t>
      </w:r>
    </w:p>
    <w:p w:rsidR="00481D79" w:rsidRDefault="00481D79" w:rsidP="00DA56D0">
      <w:pPr>
        <w:pStyle w:val="libFootnote0"/>
        <w:rPr>
          <w:rtl/>
        </w:rPr>
      </w:pPr>
      <w:r>
        <w:rPr>
          <w:rtl/>
        </w:rPr>
        <w:t>8</w:t>
      </w:r>
      <w:r w:rsidR="00DA56D0">
        <w:rPr>
          <w:rFonts w:hint="cs"/>
          <w:rtl/>
        </w:rPr>
        <w:t>-</w:t>
      </w:r>
      <w:r>
        <w:rPr>
          <w:rtl/>
        </w:rPr>
        <w:t xml:space="preserve"> من ن، وفي نسخة روما: فخذا.</w:t>
      </w:r>
    </w:p>
    <w:p w:rsidR="00481D79" w:rsidRDefault="00481D79" w:rsidP="00DA56D0">
      <w:pPr>
        <w:pStyle w:val="libFootnote0"/>
        <w:rPr>
          <w:rtl/>
        </w:rPr>
      </w:pPr>
      <w:r>
        <w:rPr>
          <w:rtl/>
        </w:rPr>
        <w:t>9</w:t>
      </w:r>
      <w:r w:rsidR="00DA56D0">
        <w:rPr>
          <w:rFonts w:hint="cs"/>
          <w:rtl/>
        </w:rPr>
        <w:t>-</w:t>
      </w:r>
      <w:r>
        <w:rPr>
          <w:rtl/>
        </w:rPr>
        <w:t xml:space="preserve"> عنه البحار: 43 / 240 ح 7 وج 104 / 112 ح 22 وعن عيون الاخبار: 2 / 45 ح 170.</w:t>
      </w:r>
    </w:p>
    <w:p w:rsidR="00481D79" w:rsidRDefault="00481D79" w:rsidP="00D11BDC">
      <w:pPr>
        <w:pStyle w:val="libFootnote0"/>
        <w:rPr>
          <w:rtl/>
        </w:rPr>
      </w:pPr>
      <w:r>
        <w:rPr>
          <w:rtl/>
        </w:rPr>
        <w:t xml:space="preserve">وأخرجه في الوسائل: 15 / 140 ح 8 عن العيون. وأخرجه في ذخائر العقبى: 118 عن الرضا </w:t>
      </w:r>
      <w:r w:rsidR="004226A8" w:rsidRPr="007D0C7E">
        <w:rPr>
          <w:rStyle w:val="libFootnoteAlaemChar"/>
          <w:rtl/>
        </w:rPr>
        <w:t>عليه‌السلام</w:t>
      </w:r>
      <w:r>
        <w:rPr>
          <w:rtl/>
        </w:rPr>
        <w:t xml:space="preserve"> نحوه. و (أخرجه الحاكم والبيهقي عن علي </w:t>
      </w:r>
      <w:r w:rsidR="004226A8" w:rsidRPr="007D0C7E">
        <w:rPr>
          <w:rStyle w:val="libFootnoteAlaemChar"/>
          <w:rtl/>
        </w:rPr>
        <w:t>عليه‌السلام</w:t>
      </w:r>
      <w:r>
        <w:rPr>
          <w:rtl/>
        </w:rPr>
        <w:t>).</w:t>
      </w:r>
    </w:p>
    <w:p w:rsidR="00481D79" w:rsidRDefault="00481D79" w:rsidP="00DA56D0">
      <w:pPr>
        <w:pStyle w:val="libFootnote0"/>
        <w:rPr>
          <w:rtl/>
        </w:rPr>
      </w:pPr>
      <w:r>
        <w:rPr>
          <w:rtl/>
        </w:rPr>
        <w:t>10</w:t>
      </w:r>
      <w:r w:rsidR="00DA56D0">
        <w:rPr>
          <w:rFonts w:hint="cs"/>
          <w:rtl/>
        </w:rPr>
        <w:t>-</w:t>
      </w:r>
      <w:r>
        <w:rPr>
          <w:rtl/>
        </w:rPr>
        <w:t xml:space="preserve"> ط: وسألت ربها، أن أبعدها منه.</w:t>
      </w:r>
    </w:p>
    <w:p w:rsidR="00481D79" w:rsidRDefault="00481D79" w:rsidP="00DA56D0">
      <w:pPr>
        <w:pStyle w:val="libFootnote0"/>
        <w:rPr>
          <w:rtl/>
        </w:rPr>
      </w:pPr>
      <w:r>
        <w:rPr>
          <w:rtl/>
        </w:rPr>
        <w:t>11</w:t>
      </w:r>
      <w:r w:rsidR="00DA56D0">
        <w:rPr>
          <w:rFonts w:hint="cs"/>
          <w:rtl/>
        </w:rPr>
        <w:t>-</w:t>
      </w:r>
      <w:r>
        <w:rPr>
          <w:rtl/>
        </w:rPr>
        <w:t xml:space="preserve"> الحديث من م 2 وط .</w:t>
      </w:r>
    </w:p>
    <w:p w:rsidR="00481D79" w:rsidRDefault="00481D79" w:rsidP="00481D79">
      <w:pPr>
        <w:pStyle w:val="libNormal"/>
        <w:rPr>
          <w:rtl/>
        </w:rPr>
      </w:pPr>
      <w:r>
        <w:rPr>
          <w:rtl/>
        </w:rPr>
        <w:br w:type="page"/>
      </w:r>
    </w:p>
    <w:p w:rsidR="00481D79" w:rsidRPr="00481D79" w:rsidRDefault="00481D79" w:rsidP="007D0C7E">
      <w:pPr>
        <w:pStyle w:val="libNormal"/>
        <w:rPr>
          <w:rtl/>
        </w:rPr>
      </w:pPr>
      <w:r w:rsidRPr="00481D79">
        <w:rPr>
          <w:rtl/>
        </w:rPr>
        <w:lastRenderedPageBreak/>
        <w:t xml:space="preserve">(14) وبإسناده قال: قال رسول الله </w:t>
      </w:r>
      <w:r w:rsidR="004226A8" w:rsidRPr="004226A8">
        <w:rPr>
          <w:rStyle w:val="libAlaemChar"/>
          <w:rtl/>
        </w:rPr>
        <w:t>صلى‌الله‌عليه‌وآله</w:t>
      </w:r>
      <w:r w:rsidRPr="00481D79">
        <w:rPr>
          <w:rtl/>
        </w:rPr>
        <w:t xml:space="preserve"> لعلي </w:t>
      </w:r>
      <w:r w:rsidR="004226A8" w:rsidRPr="004226A8">
        <w:rPr>
          <w:rStyle w:val="libAlaemChar"/>
          <w:rtl/>
        </w:rPr>
        <w:t>عليه‌السلام</w:t>
      </w:r>
      <w:r w:rsidRPr="00481D79">
        <w:rPr>
          <w:rtl/>
        </w:rPr>
        <w:t xml:space="preserve">: " يا علي أنت فارس العرب، وقاتل الناكثين والمارقين والقاسطين، وأنت أخي ومولى كل مؤمن وسيف الله الذي لا يخطئ، وأنت رفيقي في الجنة " </w:t>
      </w:r>
      <w:r w:rsidR="007D0C7E" w:rsidRPr="007D0C7E">
        <w:rPr>
          <w:rStyle w:val="libFootnotenumChar"/>
          <w:rFonts w:hint="cs"/>
          <w:rtl/>
        </w:rPr>
        <w:t>(1)</w:t>
      </w:r>
      <w:r w:rsidRPr="00481D79">
        <w:rPr>
          <w:rtl/>
        </w:rPr>
        <w:t>.</w:t>
      </w:r>
    </w:p>
    <w:p w:rsidR="00481D79" w:rsidRPr="00481D79" w:rsidRDefault="00481D79" w:rsidP="007D0C7E">
      <w:pPr>
        <w:pStyle w:val="libNormal"/>
        <w:rPr>
          <w:rtl/>
        </w:rPr>
      </w:pPr>
      <w:r w:rsidRPr="00481D79">
        <w:rPr>
          <w:rtl/>
        </w:rPr>
        <w:t xml:space="preserve">(15) وبإسناده قال: قال رسول الله </w:t>
      </w:r>
      <w:r w:rsidR="004226A8" w:rsidRPr="004226A8">
        <w:rPr>
          <w:rStyle w:val="libAlaemChar"/>
          <w:rtl/>
        </w:rPr>
        <w:t>صلى‌الله‌عليه‌وآله</w:t>
      </w:r>
      <w:r w:rsidRPr="00481D79">
        <w:rPr>
          <w:rtl/>
        </w:rPr>
        <w:t xml:space="preserve">: " إن الله تعالى جعل البركة في العسل، وفيه شفاء من الاوجاع، وقد بارك عليه سبعون نبيا " </w:t>
      </w:r>
      <w:r w:rsidR="007D0C7E" w:rsidRPr="007D0C7E">
        <w:rPr>
          <w:rStyle w:val="libFootnotenumChar"/>
          <w:rFonts w:hint="cs"/>
          <w:rtl/>
        </w:rPr>
        <w:t>(2)</w:t>
      </w:r>
      <w:r w:rsidRPr="00481D79">
        <w:rPr>
          <w:rtl/>
        </w:rPr>
        <w:t>.</w:t>
      </w:r>
    </w:p>
    <w:p w:rsidR="00481D79" w:rsidRPr="00481D79" w:rsidRDefault="00481D79" w:rsidP="007D0C7E">
      <w:pPr>
        <w:pStyle w:val="libNormal"/>
        <w:rPr>
          <w:rtl/>
        </w:rPr>
      </w:pPr>
      <w:r w:rsidRPr="00481D79">
        <w:rPr>
          <w:rtl/>
        </w:rPr>
        <w:t xml:space="preserve">(16) وبإسناده قال: " كان علي بن أبي طالب </w:t>
      </w:r>
      <w:r w:rsidR="004226A8" w:rsidRPr="004226A8">
        <w:rPr>
          <w:rStyle w:val="libAlaemChar"/>
          <w:rtl/>
        </w:rPr>
        <w:t>عليه‌السلام</w:t>
      </w:r>
      <w:r w:rsidRPr="00481D79">
        <w:rPr>
          <w:rtl/>
        </w:rPr>
        <w:t xml:space="preserve"> إذا طلى، أطلى قدامه بيده ". </w:t>
      </w:r>
      <w:r w:rsidR="007D0C7E" w:rsidRPr="007D0C7E">
        <w:rPr>
          <w:rStyle w:val="libFootnotenumChar"/>
          <w:rFonts w:hint="cs"/>
          <w:rtl/>
        </w:rPr>
        <w:t>(3)</w:t>
      </w:r>
    </w:p>
    <w:p w:rsidR="00481D79" w:rsidRPr="00481D79" w:rsidRDefault="00481D79" w:rsidP="007D0C7E">
      <w:pPr>
        <w:pStyle w:val="libNormal"/>
        <w:rPr>
          <w:rtl/>
        </w:rPr>
      </w:pPr>
      <w:r w:rsidRPr="00481D79">
        <w:rPr>
          <w:rtl/>
        </w:rPr>
        <w:t xml:space="preserve">(17) وبإسناده قال: قال رسول الله </w:t>
      </w:r>
      <w:r w:rsidR="004226A8" w:rsidRPr="004226A8">
        <w:rPr>
          <w:rStyle w:val="libAlaemChar"/>
          <w:rtl/>
        </w:rPr>
        <w:t>صلى‌الله‌عليه‌وآله</w:t>
      </w:r>
      <w:r w:rsidRPr="00481D79">
        <w:rPr>
          <w:rtl/>
        </w:rPr>
        <w:t xml:space="preserve">: " من ترك معصية مخافة من الله تعالى أرضاه الله يوم القيامة " </w:t>
      </w:r>
      <w:r w:rsidR="007D0C7E" w:rsidRPr="007D0C7E">
        <w:rPr>
          <w:rStyle w:val="libFootnotenumChar"/>
          <w:rFonts w:hint="cs"/>
          <w:rtl/>
        </w:rPr>
        <w:t>(4)</w:t>
      </w:r>
      <w:r w:rsidRPr="00481D79">
        <w:rPr>
          <w:rtl/>
        </w:rPr>
        <w:t>.</w:t>
      </w:r>
    </w:p>
    <w:p w:rsidR="00481D79" w:rsidRPr="00481D79" w:rsidRDefault="00481D79" w:rsidP="007D0C7E">
      <w:pPr>
        <w:pStyle w:val="libNormal"/>
        <w:rPr>
          <w:rtl/>
        </w:rPr>
      </w:pPr>
      <w:r w:rsidRPr="00481D79">
        <w:rPr>
          <w:rtl/>
        </w:rPr>
        <w:t xml:space="preserve">(18) وبإسناده قال: قال رسول الله </w:t>
      </w:r>
      <w:r w:rsidR="004226A8" w:rsidRPr="004226A8">
        <w:rPr>
          <w:rStyle w:val="libAlaemChar"/>
          <w:rtl/>
        </w:rPr>
        <w:t>صلى‌الله‌عليه‌وآله</w:t>
      </w:r>
      <w:r w:rsidRPr="00481D79">
        <w:rPr>
          <w:rtl/>
        </w:rPr>
        <w:t xml:space="preserve">: " النظر في ثلاثة أشياء عبادة: النظر في وجه الوالدين، وفي المصحف، وفي البحر " </w:t>
      </w:r>
      <w:r w:rsidR="007D0C7E" w:rsidRPr="007D0C7E">
        <w:rPr>
          <w:rStyle w:val="libFootnotenumChar"/>
          <w:rFonts w:hint="cs"/>
          <w:rtl/>
        </w:rPr>
        <w:t>(5)</w:t>
      </w:r>
      <w:r w:rsidRPr="00481D79">
        <w:rPr>
          <w:rtl/>
        </w:rPr>
        <w:t>.</w:t>
      </w:r>
    </w:p>
    <w:p w:rsidR="00481D79" w:rsidRPr="00481D79" w:rsidRDefault="00481D79" w:rsidP="007D0C7E">
      <w:pPr>
        <w:pStyle w:val="libNormal"/>
        <w:rPr>
          <w:rtl/>
        </w:rPr>
      </w:pPr>
      <w:r w:rsidRPr="00481D79">
        <w:rPr>
          <w:rtl/>
        </w:rPr>
        <w:t xml:space="preserve">(19) وبإسناده قال: " أعطوا الاجير أجره قبل أن يجف عرقه " </w:t>
      </w:r>
      <w:r w:rsidR="007D0C7E" w:rsidRPr="007D0C7E">
        <w:rPr>
          <w:rStyle w:val="libFootnotenumChar"/>
          <w:rFonts w:hint="cs"/>
          <w:rtl/>
        </w:rPr>
        <w:t>(6)</w:t>
      </w:r>
      <w:r w:rsidRPr="00481D79">
        <w:rPr>
          <w:rtl/>
        </w:rPr>
        <w:t>.</w:t>
      </w:r>
    </w:p>
    <w:p w:rsidR="00481D79" w:rsidRDefault="005B067E" w:rsidP="005B067E">
      <w:pPr>
        <w:pStyle w:val="libLine"/>
        <w:rPr>
          <w:rtl/>
        </w:rPr>
      </w:pPr>
      <w:r>
        <w:rPr>
          <w:rtl/>
        </w:rPr>
        <w:t>____________________</w:t>
      </w:r>
    </w:p>
    <w:p w:rsidR="00481D79" w:rsidRDefault="00481D79" w:rsidP="007D0C7E">
      <w:pPr>
        <w:pStyle w:val="libFootnote0"/>
        <w:rPr>
          <w:rtl/>
        </w:rPr>
      </w:pPr>
      <w:r>
        <w:rPr>
          <w:rtl/>
        </w:rPr>
        <w:t>1</w:t>
      </w:r>
      <w:r w:rsidR="007D0C7E">
        <w:rPr>
          <w:rFonts w:hint="cs"/>
          <w:rtl/>
        </w:rPr>
        <w:t>-</w:t>
      </w:r>
      <w:r>
        <w:rPr>
          <w:rtl/>
        </w:rPr>
        <w:t xml:space="preserve"> الحديث من م 2 وط.</w:t>
      </w:r>
    </w:p>
    <w:p w:rsidR="00481D79" w:rsidRDefault="00481D79" w:rsidP="007D0C7E">
      <w:pPr>
        <w:pStyle w:val="libFootnote0"/>
        <w:rPr>
          <w:rtl/>
        </w:rPr>
      </w:pPr>
      <w:r>
        <w:rPr>
          <w:rtl/>
        </w:rPr>
        <w:t>2</w:t>
      </w:r>
      <w:r w:rsidR="007D0C7E">
        <w:rPr>
          <w:rFonts w:hint="cs"/>
          <w:rtl/>
        </w:rPr>
        <w:t>-</w:t>
      </w:r>
      <w:r>
        <w:rPr>
          <w:rtl/>
        </w:rPr>
        <w:t xml:space="preserve"> الحديث من م 2 وط. أورده الطبرسي في مكارم الاخلاق: 167، عنه البحار 66 / 294 ح 18. وأورده في دعوات الراوندي: 151 ح 406.</w:t>
      </w:r>
    </w:p>
    <w:p w:rsidR="00481D79" w:rsidRDefault="00481D79" w:rsidP="007D0C7E">
      <w:pPr>
        <w:pStyle w:val="libFootnote0"/>
        <w:rPr>
          <w:rtl/>
        </w:rPr>
      </w:pPr>
      <w:r>
        <w:rPr>
          <w:rtl/>
        </w:rPr>
        <w:t>3</w:t>
      </w:r>
      <w:r w:rsidR="007D0C7E">
        <w:rPr>
          <w:rFonts w:hint="cs"/>
          <w:rtl/>
        </w:rPr>
        <w:t>-</w:t>
      </w:r>
      <w:r>
        <w:rPr>
          <w:rtl/>
        </w:rPr>
        <w:t xml:space="preserve"> الحديث من ج. وأورد نحوه عن المحاسن الطبرسي في مكارم الاخلاق: 62 عن الصادق </w:t>
      </w:r>
      <w:r w:rsidR="004226A8" w:rsidRPr="004226A8">
        <w:rPr>
          <w:rStyle w:val="libAlaemChar"/>
          <w:rtl/>
        </w:rPr>
        <w:t>عليه‌السلام</w:t>
      </w:r>
      <w:r>
        <w:rPr>
          <w:rtl/>
        </w:rPr>
        <w:t xml:space="preserve"> بلفظ: " كان علي </w:t>
      </w:r>
      <w:r w:rsidR="004226A8" w:rsidRPr="004226A8">
        <w:rPr>
          <w:rStyle w:val="libAlaemChar"/>
          <w:rtl/>
        </w:rPr>
        <w:t>عليه‌السلام</w:t>
      </w:r>
      <w:r>
        <w:rPr>
          <w:rtl/>
        </w:rPr>
        <w:t xml:space="preserve"> إذا أطلى تولى عانته بيده ". وأخرجه عن المكارم في البحار: 76 / 93 ح 14 (قطعة منه).</w:t>
      </w:r>
    </w:p>
    <w:p w:rsidR="00481D79" w:rsidRDefault="00481D79" w:rsidP="007D0C7E">
      <w:pPr>
        <w:pStyle w:val="libFootnote0"/>
        <w:rPr>
          <w:rtl/>
        </w:rPr>
      </w:pPr>
      <w:r>
        <w:rPr>
          <w:rtl/>
        </w:rPr>
        <w:t>4</w:t>
      </w:r>
      <w:r w:rsidR="007D0C7E">
        <w:rPr>
          <w:rFonts w:hint="cs"/>
          <w:rtl/>
        </w:rPr>
        <w:t>-</w:t>
      </w:r>
      <w:r>
        <w:rPr>
          <w:rtl/>
        </w:rPr>
        <w:t xml:space="preserve"> الحديث من ط والبحار. رواه المجلسي في البحار: 10 / 368 ح 11 بالاسناد رقم " 41 ".</w:t>
      </w:r>
    </w:p>
    <w:p w:rsidR="00481D79" w:rsidRDefault="00481D79" w:rsidP="007D0C7E">
      <w:pPr>
        <w:pStyle w:val="libFootnote0"/>
        <w:rPr>
          <w:rtl/>
        </w:rPr>
      </w:pPr>
      <w:r>
        <w:rPr>
          <w:rtl/>
        </w:rPr>
        <w:t>5</w:t>
      </w:r>
      <w:r w:rsidR="007D0C7E">
        <w:rPr>
          <w:rFonts w:hint="cs"/>
          <w:rtl/>
        </w:rPr>
        <w:t>-</w:t>
      </w:r>
      <w:r>
        <w:rPr>
          <w:rtl/>
        </w:rPr>
        <w:t xml:space="preserve"> من ط والبحار. ورواه المجلسي في البحار: 10 / 368 ح 10 بالاسناد رقم " 41 ".</w:t>
      </w:r>
    </w:p>
    <w:p w:rsidR="00827655" w:rsidRDefault="00481D79" w:rsidP="007D0C7E">
      <w:pPr>
        <w:pStyle w:val="libFootnote0"/>
        <w:rPr>
          <w:rtl/>
        </w:rPr>
      </w:pPr>
      <w:r>
        <w:rPr>
          <w:rtl/>
        </w:rPr>
        <w:t>6</w:t>
      </w:r>
      <w:r w:rsidR="007D0C7E">
        <w:rPr>
          <w:rFonts w:hint="cs"/>
          <w:rtl/>
        </w:rPr>
        <w:t>-</w:t>
      </w:r>
      <w:r>
        <w:rPr>
          <w:rtl/>
        </w:rPr>
        <w:t xml:space="preserve"> الحديث نقله في م 1 وم 2 من نسخة مكتبة السيد المرعشي. روى نحوه في الكافي: 5 / 289 ح 2 والتهذيب: 7 / 211 ح 11 بإسنادهما إلى هشام بن الحكم، عن </w:t>
      </w:r>
      <w:r w:rsidR="00827655">
        <w:rPr>
          <w:rtl/>
        </w:rPr>
        <w:t>=</w:t>
      </w:r>
    </w:p>
    <w:p w:rsidR="00481D79" w:rsidRDefault="00481D79" w:rsidP="00481D79">
      <w:pPr>
        <w:pStyle w:val="libNormal"/>
        <w:rPr>
          <w:rtl/>
        </w:rPr>
      </w:pPr>
      <w:r>
        <w:rPr>
          <w:rtl/>
        </w:rPr>
        <w:br w:type="page"/>
      </w:r>
    </w:p>
    <w:p w:rsidR="00481D79" w:rsidRPr="00481D79" w:rsidRDefault="00481D79" w:rsidP="00F075B3">
      <w:pPr>
        <w:pStyle w:val="libNormal"/>
        <w:rPr>
          <w:rtl/>
        </w:rPr>
      </w:pPr>
      <w:r w:rsidRPr="00481D79">
        <w:rPr>
          <w:rtl/>
        </w:rPr>
        <w:lastRenderedPageBreak/>
        <w:t xml:space="preserve">(20) وبإسناده قال: قال أبي </w:t>
      </w:r>
      <w:r w:rsidR="00F075B3" w:rsidRPr="00F075B3">
        <w:rPr>
          <w:rStyle w:val="libFootnotenumChar"/>
          <w:rFonts w:hint="cs"/>
          <w:rtl/>
        </w:rPr>
        <w:t>(1)</w:t>
      </w:r>
      <w:r w:rsidRPr="00481D79">
        <w:rPr>
          <w:rtl/>
        </w:rPr>
        <w:t xml:space="preserve"> الحسين </w:t>
      </w:r>
      <w:r w:rsidR="004226A8" w:rsidRPr="004226A8">
        <w:rPr>
          <w:rStyle w:val="libAlaemChar"/>
          <w:rtl/>
        </w:rPr>
        <w:t>عليه‌السلام</w:t>
      </w:r>
      <w:r w:rsidRPr="00481D79">
        <w:rPr>
          <w:rtl/>
        </w:rPr>
        <w:t xml:space="preserve">: روي عن رسول الله </w:t>
      </w:r>
      <w:r w:rsidR="004226A8" w:rsidRPr="004226A8">
        <w:rPr>
          <w:rStyle w:val="libAlaemChar"/>
          <w:rtl/>
        </w:rPr>
        <w:t>صلى‌الله‌عليه‌وآله</w:t>
      </w:r>
      <w:r w:rsidRPr="00481D79">
        <w:rPr>
          <w:rtl/>
        </w:rPr>
        <w:t xml:space="preserve"> أنه قال: " يقول الله عزوجل: لاقطعن أمل كل مؤمن أمل دوني بالاياس </w:t>
      </w:r>
      <w:r w:rsidR="00F075B3" w:rsidRPr="00F075B3">
        <w:rPr>
          <w:rStyle w:val="libFootnotenumChar"/>
          <w:rFonts w:hint="cs"/>
          <w:rtl/>
        </w:rPr>
        <w:t>(2)</w:t>
      </w:r>
      <w:r w:rsidRPr="00481D79">
        <w:rPr>
          <w:rtl/>
        </w:rPr>
        <w:t xml:space="preserve">، ولالبسنه ثوب مذلة بين الناس ولانحينه من وصلي، ولابعدنه من قربي، من ذا الذي أملني </w:t>
      </w:r>
      <w:r w:rsidR="00F075B3" w:rsidRPr="00F075B3">
        <w:rPr>
          <w:rStyle w:val="libFootnotenumChar"/>
          <w:rFonts w:hint="cs"/>
          <w:rtl/>
        </w:rPr>
        <w:t>(3)</w:t>
      </w:r>
      <w:r w:rsidRPr="00481D79">
        <w:rPr>
          <w:rtl/>
        </w:rPr>
        <w:t xml:space="preserve"> لقضاء حوائجه فقطعت به دونها [ أم من ذا الذي رجاني بعظيم جرمه فقطعت رجاء‌ه مني، أيأمل أحد غيري في الشدائد وأنا الحي الكريم، وبابي مفتوح لمن دعاني، يا بؤسا للقانطين من رحمتي، ويا شقوة لمن عصاني ولم يراقبني ] </w:t>
      </w:r>
      <w:r w:rsidR="00F075B3" w:rsidRPr="00F075B3">
        <w:rPr>
          <w:rStyle w:val="libFootnotenumChar"/>
          <w:rFonts w:hint="cs"/>
          <w:rtl/>
        </w:rPr>
        <w:t>(4)</w:t>
      </w:r>
      <w:r w:rsidRPr="00481D79">
        <w:rPr>
          <w:rtl/>
        </w:rPr>
        <w:t xml:space="preserve"> " </w:t>
      </w:r>
      <w:r w:rsidR="00F075B3" w:rsidRPr="00F075B3">
        <w:rPr>
          <w:rStyle w:val="libFootnotenumChar"/>
          <w:rFonts w:hint="cs"/>
          <w:rtl/>
        </w:rPr>
        <w:t>(5)</w:t>
      </w:r>
      <w:r w:rsidRPr="00481D79">
        <w:rPr>
          <w:rtl/>
        </w:rPr>
        <w:t>.</w:t>
      </w:r>
    </w:p>
    <w:p w:rsidR="00481D79" w:rsidRPr="00481D79" w:rsidRDefault="00481D79" w:rsidP="00F075B3">
      <w:pPr>
        <w:pStyle w:val="libNormal"/>
        <w:rPr>
          <w:rtl/>
        </w:rPr>
      </w:pPr>
      <w:r w:rsidRPr="00481D79">
        <w:rPr>
          <w:rtl/>
        </w:rPr>
        <w:t xml:space="preserve">(21) وبإسناده </w:t>
      </w:r>
      <w:r w:rsidR="00F075B3" w:rsidRPr="00F075B3">
        <w:rPr>
          <w:rStyle w:val="libFootnotenumChar"/>
          <w:rFonts w:hint="cs"/>
          <w:rtl/>
        </w:rPr>
        <w:t>(6)</w:t>
      </w:r>
      <w:r w:rsidRPr="00481D79">
        <w:rPr>
          <w:rtl/>
        </w:rPr>
        <w:t xml:space="preserve"> عن أمير المؤمنين </w:t>
      </w:r>
      <w:r w:rsidR="004226A8" w:rsidRPr="004226A8">
        <w:rPr>
          <w:rStyle w:val="libAlaemChar"/>
          <w:rtl/>
        </w:rPr>
        <w:t>عليه‌السلام</w:t>
      </w:r>
      <w:r w:rsidRPr="00481D79">
        <w:rPr>
          <w:rtl/>
        </w:rPr>
        <w:t xml:space="preserve">، عن النبي قال: " أتقى الناس من قال الحق فيما له وعليه " </w:t>
      </w:r>
      <w:r w:rsidR="00F075B3" w:rsidRPr="00F075B3">
        <w:rPr>
          <w:rStyle w:val="libFootnotenumChar"/>
          <w:rFonts w:hint="cs"/>
          <w:rtl/>
        </w:rPr>
        <w:t>(7)</w:t>
      </w:r>
      <w:r w:rsidRPr="00481D79">
        <w:rPr>
          <w:rtl/>
        </w:rPr>
        <w:t>.</w:t>
      </w:r>
    </w:p>
    <w:p w:rsidR="00481D79" w:rsidRPr="00481D79" w:rsidRDefault="00481D79" w:rsidP="00F075B3">
      <w:pPr>
        <w:pStyle w:val="libNormal"/>
        <w:rPr>
          <w:rtl/>
        </w:rPr>
      </w:pPr>
      <w:r w:rsidRPr="00481D79">
        <w:rPr>
          <w:rtl/>
        </w:rPr>
        <w:t xml:space="preserve">(22) وبإسناده </w:t>
      </w:r>
      <w:r w:rsidR="00F075B3" w:rsidRPr="00F075B3">
        <w:rPr>
          <w:rStyle w:val="libFootnotenumChar"/>
          <w:rFonts w:hint="cs"/>
          <w:rtl/>
        </w:rPr>
        <w:t>(8)</w:t>
      </w:r>
      <w:r w:rsidRPr="00481D79">
        <w:rPr>
          <w:rtl/>
        </w:rPr>
        <w:t xml:space="preserve"> عن علي بن أبي طالب </w:t>
      </w:r>
      <w:r w:rsidR="004226A8" w:rsidRPr="004226A8">
        <w:rPr>
          <w:rStyle w:val="libAlaemChar"/>
          <w:rtl/>
        </w:rPr>
        <w:t>عليه‌السلام</w:t>
      </w:r>
      <w:r w:rsidRPr="00481D79">
        <w:rPr>
          <w:rtl/>
        </w:rPr>
        <w:t xml:space="preserve"> قال: " من أكل إحدى وعشرين زبيبة حمراء على الريق لم يجد في جسده شيئا يكرهه ". </w:t>
      </w:r>
      <w:r w:rsidR="00F075B3" w:rsidRPr="00F075B3">
        <w:rPr>
          <w:rStyle w:val="libFootnotenumChar"/>
          <w:rFonts w:hint="cs"/>
          <w:rtl/>
        </w:rPr>
        <w:t>(9)</w:t>
      </w:r>
    </w:p>
    <w:p w:rsidR="00827655"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أبي عبدالله </w:t>
      </w:r>
      <w:r w:rsidR="004226A8" w:rsidRPr="00F075B3">
        <w:rPr>
          <w:rStyle w:val="libFootnoteAlaemChar"/>
          <w:rtl/>
        </w:rPr>
        <w:t>عليه‌السلام</w:t>
      </w:r>
      <w:r w:rsidR="00481D79">
        <w:rPr>
          <w:rtl/>
        </w:rPr>
        <w:t xml:space="preserve">، عنهما الوسائل: 13 / 246 ح 1. وفي الكافي المذكور ح 3، والتهذيب المذكور ح 12 بإسنادهما إلى شعيب، عن أبي عبدالله </w:t>
      </w:r>
      <w:r w:rsidR="004226A8" w:rsidRPr="00F075B3">
        <w:rPr>
          <w:rStyle w:val="libFootnoteAlaemChar"/>
          <w:rtl/>
        </w:rPr>
        <w:t>عليه‌السلام</w:t>
      </w:r>
      <w:r w:rsidR="00481D79">
        <w:rPr>
          <w:rtl/>
        </w:rPr>
        <w:t xml:space="preserve"> عنهما الوسائل المذكور ح 2. ورواه في عوالي اللئالي: 3 / 253 ح 1 عن أبي هريرة، عن النبي </w:t>
      </w:r>
      <w:r w:rsidR="004226A8" w:rsidRPr="00F075B3">
        <w:rPr>
          <w:rStyle w:val="libFootnoteAlaemChar"/>
          <w:rtl/>
        </w:rPr>
        <w:t>صلى‌الله‌عليه‌وآله</w:t>
      </w:r>
      <w:r w:rsidR="00481D79">
        <w:rPr>
          <w:rtl/>
        </w:rPr>
        <w:t xml:space="preserve">، عنه المستدرك: 2 / 508 باب 3 ح 1. ورواه البيهقي في السنن الكبرى: 6 / 120 - 121 بعدة طرق عن أبي هريرة. ورواه ابن ماجة في سننه: 2 / 817 ح 2443 بإسناده إلى ابن عمر، عن النبي </w:t>
      </w:r>
      <w:r w:rsidR="004226A8" w:rsidRPr="00F075B3">
        <w:rPr>
          <w:rStyle w:val="libFootnoteAlaemChar"/>
          <w:rtl/>
        </w:rPr>
        <w:t>صلى‌الله‌عليه‌وآله</w:t>
      </w:r>
      <w:r w:rsidR="00481D79">
        <w:rPr>
          <w:rtl/>
        </w:rPr>
        <w:t>.</w:t>
      </w:r>
    </w:p>
    <w:p w:rsidR="00481D79" w:rsidRDefault="00481D79" w:rsidP="00F075B3">
      <w:pPr>
        <w:pStyle w:val="libFootnote0"/>
        <w:rPr>
          <w:rtl/>
        </w:rPr>
      </w:pPr>
      <w:r>
        <w:rPr>
          <w:rtl/>
        </w:rPr>
        <w:t>1</w:t>
      </w:r>
      <w:r w:rsidR="00F075B3">
        <w:rPr>
          <w:rFonts w:hint="cs"/>
          <w:rtl/>
        </w:rPr>
        <w:t>-</w:t>
      </w:r>
      <w:r>
        <w:rPr>
          <w:rtl/>
        </w:rPr>
        <w:t xml:space="preserve"> خ: ابو. وفي البحار: قال الحسين </w:t>
      </w:r>
      <w:r w:rsidR="004226A8" w:rsidRPr="00F075B3">
        <w:rPr>
          <w:rStyle w:val="libFootnoteAlaemChar"/>
          <w:rtl/>
        </w:rPr>
        <w:t>عليه‌السلام</w:t>
      </w:r>
      <w:r>
        <w:rPr>
          <w:rtl/>
        </w:rPr>
        <w:t xml:space="preserve">. وفي المستدرك: قال لي الحسين </w:t>
      </w:r>
      <w:r w:rsidR="004226A8" w:rsidRPr="00F075B3">
        <w:rPr>
          <w:rStyle w:val="libFootnoteAlaemChar"/>
          <w:rtl/>
        </w:rPr>
        <w:t>عليه‌السلام</w:t>
      </w:r>
      <w:r>
        <w:rPr>
          <w:rtl/>
        </w:rPr>
        <w:t>.</w:t>
      </w:r>
    </w:p>
    <w:p w:rsidR="00481D79" w:rsidRDefault="00481D79" w:rsidP="00F075B3">
      <w:pPr>
        <w:pStyle w:val="libFootnote0"/>
        <w:rPr>
          <w:rtl/>
        </w:rPr>
      </w:pPr>
      <w:r>
        <w:rPr>
          <w:rtl/>
        </w:rPr>
        <w:t>2</w:t>
      </w:r>
      <w:r w:rsidR="00F075B3">
        <w:rPr>
          <w:rFonts w:hint="cs"/>
          <w:rtl/>
        </w:rPr>
        <w:t>-</w:t>
      </w:r>
      <w:r>
        <w:rPr>
          <w:rtl/>
        </w:rPr>
        <w:t xml:space="preserve"> في البحار: الاناس.</w:t>
      </w:r>
    </w:p>
    <w:p w:rsidR="00481D79" w:rsidRDefault="00481D79" w:rsidP="00F075B3">
      <w:pPr>
        <w:pStyle w:val="libFootnote0"/>
        <w:rPr>
          <w:rtl/>
        </w:rPr>
      </w:pPr>
      <w:r>
        <w:rPr>
          <w:rtl/>
        </w:rPr>
        <w:t>3</w:t>
      </w:r>
      <w:r w:rsidR="00F075B3">
        <w:rPr>
          <w:rFonts w:hint="cs"/>
          <w:rtl/>
        </w:rPr>
        <w:t>-</w:t>
      </w:r>
      <w:r>
        <w:rPr>
          <w:rtl/>
        </w:rPr>
        <w:t xml:space="preserve"> في البحار: رجاني.</w:t>
      </w:r>
    </w:p>
    <w:p w:rsidR="00481D79" w:rsidRDefault="00481D79" w:rsidP="00F075B3">
      <w:pPr>
        <w:pStyle w:val="libFootnote0"/>
        <w:rPr>
          <w:rtl/>
        </w:rPr>
      </w:pPr>
      <w:r>
        <w:rPr>
          <w:rtl/>
        </w:rPr>
        <w:t>4</w:t>
      </w:r>
      <w:r w:rsidR="00F075B3">
        <w:rPr>
          <w:rFonts w:hint="cs"/>
          <w:rtl/>
        </w:rPr>
        <w:t>-</w:t>
      </w:r>
      <w:r>
        <w:rPr>
          <w:rtl/>
        </w:rPr>
        <w:t xml:space="preserve"> ليس في البحار.</w:t>
      </w:r>
    </w:p>
    <w:p w:rsidR="00481D79" w:rsidRDefault="00481D79" w:rsidP="00F075B3">
      <w:pPr>
        <w:pStyle w:val="libFootnote0"/>
        <w:rPr>
          <w:rtl/>
        </w:rPr>
      </w:pPr>
      <w:r>
        <w:rPr>
          <w:rtl/>
        </w:rPr>
        <w:t>5</w:t>
      </w:r>
      <w:r w:rsidR="00F075B3">
        <w:rPr>
          <w:rFonts w:hint="cs"/>
          <w:rtl/>
        </w:rPr>
        <w:t>-</w:t>
      </w:r>
      <w:r>
        <w:rPr>
          <w:rtl/>
        </w:rPr>
        <w:t xml:space="preserve"> الحديث من البحار، ومستدرك الوسائل. عنه البحار: 71 / 143 ح 41، ومستدرك الوسائل: 2 / 289 ح 1.</w:t>
      </w:r>
    </w:p>
    <w:p w:rsidR="00481D79" w:rsidRDefault="00481D79" w:rsidP="00F075B3">
      <w:pPr>
        <w:pStyle w:val="libFootnote0"/>
        <w:rPr>
          <w:rtl/>
        </w:rPr>
      </w:pPr>
      <w:r>
        <w:rPr>
          <w:rtl/>
        </w:rPr>
        <w:t>6</w:t>
      </w:r>
      <w:r w:rsidR="00F075B3">
        <w:rPr>
          <w:rFonts w:hint="cs"/>
          <w:rtl/>
        </w:rPr>
        <w:t>-</w:t>
      </w:r>
      <w:r>
        <w:rPr>
          <w:rtl/>
        </w:rPr>
        <w:t xml:space="preserve"> الحديث من البحار.</w:t>
      </w:r>
    </w:p>
    <w:p w:rsidR="00481D79" w:rsidRDefault="00481D79" w:rsidP="00F075B3">
      <w:pPr>
        <w:pStyle w:val="libFootnote0"/>
        <w:rPr>
          <w:rtl/>
        </w:rPr>
      </w:pPr>
      <w:r>
        <w:rPr>
          <w:rtl/>
        </w:rPr>
        <w:t>7</w:t>
      </w:r>
      <w:r w:rsidR="00F075B3">
        <w:rPr>
          <w:rFonts w:hint="cs"/>
          <w:rtl/>
        </w:rPr>
        <w:t>-</w:t>
      </w:r>
      <w:r>
        <w:rPr>
          <w:rtl/>
        </w:rPr>
        <w:t xml:space="preserve"> عنه البحار: 70 / 288 ح 15، وعن أمالي الصدوق: 27 ح 4 بإسناده عن الصادق، عن آبائه </w:t>
      </w:r>
      <w:r w:rsidR="004226A8" w:rsidRPr="00F075B3">
        <w:rPr>
          <w:rStyle w:val="libFootnoteAlaemChar"/>
          <w:rtl/>
        </w:rPr>
        <w:t>عليهم‌السلام</w:t>
      </w:r>
      <w:r>
        <w:rPr>
          <w:rtl/>
        </w:rPr>
        <w:t xml:space="preserve"> عن النبي </w:t>
      </w:r>
      <w:r w:rsidR="004226A8" w:rsidRPr="00F075B3">
        <w:rPr>
          <w:rStyle w:val="libFootnoteAlaemChar"/>
          <w:rtl/>
        </w:rPr>
        <w:t>صلى‌الله‌عليه‌وآله</w:t>
      </w:r>
      <w:r>
        <w:rPr>
          <w:rtl/>
        </w:rPr>
        <w:t xml:space="preserve"> في حديث.</w:t>
      </w:r>
    </w:p>
    <w:p w:rsidR="00481D79" w:rsidRDefault="00481D79" w:rsidP="00F075B3">
      <w:pPr>
        <w:pStyle w:val="libFootnote0"/>
        <w:rPr>
          <w:rtl/>
        </w:rPr>
      </w:pPr>
      <w:r>
        <w:rPr>
          <w:rtl/>
        </w:rPr>
        <w:t>8</w:t>
      </w:r>
      <w:r w:rsidR="00F075B3">
        <w:rPr>
          <w:rFonts w:hint="cs"/>
          <w:rtl/>
        </w:rPr>
        <w:t>-</w:t>
      </w:r>
      <w:r>
        <w:rPr>
          <w:rtl/>
        </w:rPr>
        <w:t xml:space="preserve"> الحديث من البحار.</w:t>
      </w:r>
    </w:p>
    <w:p w:rsidR="00827655" w:rsidRDefault="00481D79" w:rsidP="00F075B3">
      <w:pPr>
        <w:pStyle w:val="libFootnote0"/>
        <w:rPr>
          <w:rtl/>
        </w:rPr>
      </w:pPr>
      <w:r>
        <w:rPr>
          <w:rtl/>
        </w:rPr>
        <w:t>9</w:t>
      </w:r>
      <w:r w:rsidR="00F075B3">
        <w:rPr>
          <w:rFonts w:hint="cs"/>
          <w:rtl/>
        </w:rPr>
        <w:t>-</w:t>
      </w:r>
      <w:r>
        <w:rPr>
          <w:rtl/>
        </w:rPr>
        <w:t xml:space="preserve"> عنه البحار: 66 / 151 ح 3، وعن عيون الاخبار: 2 / 41 ح 133. وأخرجه في الوسائل: 17 / 15 ح 26 عن العيون. </w:t>
      </w:r>
      <w:r w:rsidR="00827655">
        <w:rPr>
          <w:rtl/>
        </w:rPr>
        <w:t>=</w:t>
      </w:r>
    </w:p>
    <w:p w:rsidR="00481D79" w:rsidRDefault="00481D79" w:rsidP="00481D79">
      <w:pPr>
        <w:pStyle w:val="libNormal"/>
        <w:rPr>
          <w:rtl/>
        </w:rPr>
      </w:pPr>
      <w:r>
        <w:rPr>
          <w:rtl/>
        </w:rPr>
        <w:br w:type="page"/>
      </w:r>
    </w:p>
    <w:p w:rsidR="00481D79" w:rsidRPr="00481D79" w:rsidRDefault="00481D79" w:rsidP="00D11BDC">
      <w:pPr>
        <w:pStyle w:val="libNormal"/>
        <w:rPr>
          <w:rtl/>
        </w:rPr>
      </w:pPr>
      <w:r w:rsidRPr="00481D79">
        <w:rPr>
          <w:rtl/>
        </w:rPr>
        <w:lastRenderedPageBreak/>
        <w:t xml:space="preserve">(23) وبإسناده إلى الحسين بن علي </w:t>
      </w:r>
      <w:r w:rsidR="004226A8" w:rsidRPr="004226A8">
        <w:rPr>
          <w:rStyle w:val="libAlaemChar"/>
          <w:rtl/>
        </w:rPr>
        <w:t>عليهما‌السلام</w:t>
      </w:r>
      <w:r w:rsidRPr="00481D79">
        <w:rPr>
          <w:rtl/>
        </w:rPr>
        <w:t xml:space="preserve"> قال: " جاء رجل إلى الحسن بن علي </w:t>
      </w:r>
      <w:r w:rsidR="004226A8" w:rsidRPr="004226A8">
        <w:rPr>
          <w:rStyle w:val="libAlaemChar"/>
          <w:rtl/>
        </w:rPr>
        <w:t>عليهما‌السلام</w:t>
      </w:r>
      <w:r w:rsidRPr="00481D79">
        <w:rPr>
          <w:rtl/>
        </w:rPr>
        <w:t xml:space="preserve"> فقال: حق ما يقول الناس إن آدم زوج هذه البنت من هذا الابن.</w:t>
      </w:r>
    </w:p>
    <w:p w:rsidR="00481D79" w:rsidRPr="00481D79" w:rsidRDefault="00481D79" w:rsidP="00F075B3">
      <w:pPr>
        <w:pStyle w:val="libNormal"/>
        <w:rPr>
          <w:rtl/>
        </w:rPr>
      </w:pPr>
      <w:r w:rsidRPr="00481D79">
        <w:rPr>
          <w:rtl/>
        </w:rPr>
        <w:t xml:space="preserve">فقال: حاشا لله، كان لآدم </w:t>
      </w:r>
      <w:r w:rsidR="004226A8" w:rsidRPr="004226A8">
        <w:rPr>
          <w:rStyle w:val="libAlaemChar"/>
          <w:rtl/>
        </w:rPr>
        <w:t>عليه‌السلام</w:t>
      </w:r>
      <w:r w:rsidRPr="00481D79">
        <w:rPr>
          <w:rtl/>
        </w:rPr>
        <w:t xml:space="preserve"> ابنان وهما: شيث وعبدالله، فأخرج الله لشيث حوراء من الجنة، وأخرج لعبد الله إمرأة من الجن فولد لهذا وولد لذلك، فما كان من حسن وجمال فمن ولد الحوراء، وما كان من قبح وبذاء فمن ولد الجنية " </w:t>
      </w:r>
      <w:r w:rsidR="00F075B3" w:rsidRPr="00F075B3">
        <w:rPr>
          <w:rStyle w:val="libFootnotenumChar"/>
          <w:rFonts w:hint="cs"/>
          <w:rtl/>
        </w:rPr>
        <w:t>(1)</w:t>
      </w:r>
      <w:r w:rsidRPr="00481D79">
        <w:rPr>
          <w:rtl/>
        </w:rPr>
        <w:t>.</w:t>
      </w:r>
    </w:p>
    <w:p w:rsidR="00481D79" w:rsidRPr="00481D79" w:rsidRDefault="00481D79" w:rsidP="00F075B3">
      <w:pPr>
        <w:pStyle w:val="libNormal"/>
        <w:rPr>
          <w:rtl/>
        </w:rPr>
      </w:pPr>
      <w:r w:rsidRPr="00481D79">
        <w:rPr>
          <w:rtl/>
        </w:rPr>
        <w:t xml:space="preserve">(24) وبإسناده قال: قال رسول الله </w:t>
      </w:r>
      <w:r w:rsidR="004226A8" w:rsidRPr="004226A8">
        <w:rPr>
          <w:rStyle w:val="libAlaemChar"/>
          <w:rtl/>
        </w:rPr>
        <w:t>صلى‌الله‌عليه‌وآله</w:t>
      </w:r>
      <w:r w:rsidRPr="00481D79">
        <w:rPr>
          <w:rtl/>
        </w:rPr>
        <w:t xml:space="preserve">: " عليكم بسيد الخضاب، فإنه يطيب البشرة ويزيد في الجماع " </w:t>
      </w:r>
      <w:r w:rsidR="00F075B3" w:rsidRPr="00F075B3">
        <w:rPr>
          <w:rStyle w:val="libFootnotenumChar"/>
          <w:rFonts w:hint="cs"/>
          <w:rtl/>
        </w:rPr>
        <w:t>(2)</w:t>
      </w:r>
      <w:r w:rsidRPr="00481D79">
        <w:rPr>
          <w:rtl/>
        </w:rPr>
        <w:t>.</w:t>
      </w:r>
    </w:p>
    <w:p w:rsidR="00481D79" w:rsidRPr="00481D79" w:rsidRDefault="00481D79" w:rsidP="00F075B3">
      <w:pPr>
        <w:pStyle w:val="libNormal"/>
        <w:rPr>
          <w:rtl/>
        </w:rPr>
      </w:pPr>
      <w:r w:rsidRPr="00481D79">
        <w:rPr>
          <w:rtl/>
        </w:rPr>
        <w:t xml:space="preserve">(25) وبإسناده قال: قال رسول الله </w:t>
      </w:r>
      <w:r w:rsidR="004226A8" w:rsidRPr="004226A8">
        <w:rPr>
          <w:rStyle w:val="libAlaemChar"/>
          <w:rtl/>
        </w:rPr>
        <w:t>صلى‌الله‌عليه‌وآله</w:t>
      </w:r>
      <w:r w:rsidRPr="00481D79">
        <w:rPr>
          <w:rtl/>
        </w:rPr>
        <w:t xml:space="preserve">: " إياكم ومخالطة السلطان، فإنه ذهاب الدين، وإياكم ومعونته فإنكم لا تحمدون أمره ". </w:t>
      </w:r>
      <w:r w:rsidR="00F075B3" w:rsidRPr="00F075B3">
        <w:rPr>
          <w:rStyle w:val="libFootnotenumChar"/>
          <w:rFonts w:hint="cs"/>
          <w:rtl/>
        </w:rPr>
        <w:t>(3)</w:t>
      </w:r>
    </w:p>
    <w:p w:rsidR="00481D79" w:rsidRPr="00481D79" w:rsidRDefault="00481D79" w:rsidP="00F075B3">
      <w:pPr>
        <w:pStyle w:val="libNormal"/>
        <w:rPr>
          <w:rtl/>
        </w:rPr>
      </w:pPr>
      <w:r w:rsidRPr="00481D79">
        <w:rPr>
          <w:rtl/>
        </w:rPr>
        <w:t xml:space="preserve">(26) وبإسناده قال: " كان النبي </w:t>
      </w:r>
      <w:r w:rsidR="004226A8" w:rsidRPr="004226A8">
        <w:rPr>
          <w:rStyle w:val="libAlaemChar"/>
          <w:rtl/>
        </w:rPr>
        <w:t>صلى‌الله‌عليه‌وآله</w:t>
      </w:r>
      <w:r w:rsidRPr="00481D79">
        <w:rPr>
          <w:rtl/>
        </w:rPr>
        <w:t xml:space="preserve"> إذا أصابه صداع او غير ذلك، بسط يديه وقرأ الفاتحة ومسح بهما وجهه، فيذهب عنه ما كان يجد " </w:t>
      </w:r>
      <w:r w:rsidR="00F075B3" w:rsidRPr="00F075B3">
        <w:rPr>
          <w:rStyle w:val="libFootnotenumChar"/>
          <w:rFonts w:hint="cs"/>
          <w:rtl/>
        </w:rPr>
        <w:t>(4)</w:t>
      </w:r>
      <w:r w:rsidRPr="00481D79">
        <w:rPr>
          <w:rtl/>
        </w:rPr>
        <w:t>.</w:t>
      </w:r>
    </w:p>
    <w:p w:rsidR="00827655"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ورواه الشيخ الطوسي في أماليه: 1 / 371 بإسناده عن الرضا، عن آبائه، عن علي بن الحسين بن علي </w:t>
      </w:r>
      <w:r w:rsidR="004226A8" w:rsidRPr="00F075B3">
        <w:rPr>
          <w:rStyle w:val="libFootnoteAlaemChar"/>
          <w:rtl/>
        </w:rPr>
        <w:t>عليهم‌السلام</w:t>
      </w:r>
      <w:r w:rsidR="00481D79">
        <w:rPr>
          <w:rtl/>
        </w:rPr>
        <w:t xml:space="preserve">، عن النزال بن سيرة، عن علي بن أبي طالب </w:t>
      </w:r>
      <w:r w:rsidR="004226A8" w:rsidRPr="00F075B3">
        <w:rPr>
          <w:rStyle w:val="libFootnoteAlaemChar"/>
          <w:rtl/>
        </w:rPr>
        <w:t>عليه‌السلام</w:t>
      </w:r>
      <w:r w:rsidR="00481D79">
        <w:rPr>
          <w:rtl/>
        </w:rPr>
        <w:t>.</w:t>
      </w:r>
    </w:p>
    <w:p w:rsidR="00481D79" w:rsidRDefault="00481D79" w:rsidP="00F075B3">
      <w:pPr>
        <w:pStyle w:val="libFootnote0"/>
        <w:rPr>
          <w:rtl/>
        </w:rPr>
      </w:pPr>
      <w:r>
        <w:rPr>
          <w:rtl/>
        </w:rPr>
        <w:t>1</w:t>
      </w:r>
      <w:r w:rsidR="00F075B3">
        <w:rPr>
          <w:rFonts w:hint="cs"/>
          <w:rtl/>
        </w:rPr>
        <w:t>-</w:t>
      </w:r>
      <w:r>
        <w:rPr>
          <w:rtl/>
        </w:rPr>
        <w:t xml:space="preserve"> الحديث من المستدرك: 2 / 572 باب 2 ح 3. وروى نحوه في علل الشرائع: 1 / 103 باب 92 ح 1 بإسناده إلى بريدة بن معاوية العجلي عن الباقر </w:t>
      </w:r>
      <w:r w:rsidR="004226A8" w:rsidRPr="00F075B3">
        <w:rPr>
          <w:rStyle w:val="libFootnoteAlaemChar"/>
          <w:rtl/>
        </w:rPr>
        <w:t>عليه‌السلام</w:t>
      </w:r>
      <w:r>
        <w:rPr>
          <w:rtl/>
        </w:rPr>
        <w:t>، عنه البحار: 11 / 236 ح 18.</w:t>
      </w:r>
    </w:p>
    <w:p w:rsidR="00481D79" w:rsidRDefault="00481D79" w:rsidP="00F075B3">
      <w:pPr>
        <w:pStyle w:val="libFootnote0"/>
        <w:rPr>
          <w:rtl/>
        </w:rPr>
      </w:pPr>
      <w:r>
        <w:rPr>
          <w:rtl/>
        </w:rPr>
        <w:t>2</w:t>
      </w:r>
      <w:r w:rsidR="00F075B3">
        <w:rPr>
          <w:rFonts w:hint="cs"/>
          <w:rtl/>
        </w:rPr>
        <w:t>-</w:t>
      </w:r>
      <w:r>
        <w:rPr>
          <w:rtl/>
        </w:rPr>
        <w:t xml:space="preserve"> الحديث في المستدرك: 1 / 57 باب 26 ح 2. وأورده في مكارم الاخلاق: 80 عن مولى النبي </w:t>
      </w:r>
      <w:r w:rsidR="004226A8" w:rsidRPr="00F075B3">
        <w:rPr>
          <w:rStyle w:val="libFootnoteAlaemChar"/>
          <w:rtl/>
        </w:rPr>
        <w:t>صلى‌الله‌عليه‌وآله</w:t>
      </w:r>
      <w:r>
        <w:rPr>
          <w:rtl/>
        </w:rPr>
        <w:t>:</w:t>
      </w:r>
    </w:p>
    <w:p w:rsidR="00481D79" w:rsidRDefault="00481D79" w:rsidP="00F075B3">
      <w:pPr>
        <w:pStyle w:val="libFootnote0"/>
        <w:rPr>
          <w:rtl/>
        </w:rPr>
      </w:pPr>
      <w:r>
        <w:rPr>
          <w:rtl/>
        </w:rPr>
        <w:t>3</w:t>
      </w:r>
      <w:r w:rsidR="00F075B3">
        <w:rPr>
          <w:rFonts w:hint="cs"/>
          <w:rtl/>
        </w:rPr>
        <w:t>-</w:t>
      </w:r>
      <w:r>
        <w:rPr>
          <w:rtl/>
        </w:rPr>
        <w:t xml:space="preserve"> رواه المجلسي " </w:t>
      </w:r>
      <w:r w:rsidR="004226A8" w:rsidRPr="00F075B3">
        <w:rPr>
          <w:rStyle w:val="libFootnoteAlaemChar"/>
          <w:rtl/>
        </w:rPr>
        <w:t>رحمه‌الله</w:t>
      </w:r>
      <w:r>
        <w:rPr>
          <w:rtl/>
        </w:rPr>
        <w:t xml:space="preserve"> " في البحار: 10 / 368 ح 7 بالاسناد رقم " 41 ".</w:t>
      </w:r>
    </w:p>
    <w:p w:rsidR="00481D79" w:rsidRDefault="00481D79" w:rsidP="00F075B3">
      <w:pPr>
        <w:pStyle w:val="libFootnote0"/>
        <w:rPr>
          <w:rtl/>
        </w:rPr>
      </w:pPr>
      <w:r>
        <w:rPr>
          <w:rtl/>
        </w:rPr>
        <w:t>4</w:t>
      </w:r>
      <w:r w:rsidR="00F075B3">
        <w:rPr>
          <w:rFonts w:hint="cs"/>
          <w:rtl/>
        </w:rPr>
        <w:t>-</w:t>
      </w:r>
      <w:r>
        <w:rPr>
          <w:rtl/>
        </w:rPr>
        <w:t xml:space="preserve"> الحديث من البحار: 10 / 368 ح 9، أخرجه بالسند رقم " 41 ". أورده مرسلا عن الرضا </w:t>
      </w:r>
      <w:r w:rsidR="004226A8" w:rsidRPr="00F075B3">
        <w:rPr>
          <w:rStyle w:val="libFootnoteAlaemChar"/>
          <w:rtl/>
        </w:rPr>
        <w:t>عليه‌السلام</w:t>
      </w:r>
      <w:r>
        <w:rPr>
          <w:rtl/>
        </w:rPr>
        <w:t xml:space="preserve"> في مكارم الاخلاق: 393، وزاد فيه: " وقل هو الله أحد "، عنه البحار: 95 / 59 ح 28 قطعة منه. وروى مثله ابنا بسطام في طب الائمة: 54 بإسنادهما عن أبي عبدالله </w:t>
      </w:r>
      <w:r w:rsidR="004226A8" w:rsidRPr="00F075B3">
        <w:rPr>
          <w:rStyle w:val="libFootnoteAlaemChar"/>
          <w:rtl/>
        </w:rPr>
        <w:t>عليه‌السلام</w:t>
      </w:r>
      <w:r>
        <w:rPr>
          <w:rtl/>
        </w:rPr>
        <w:t xml:space="preserve">، عنه وعن مكارم الاخلاق البحار: 95 / 7 ح 2. وأخرجه في الوسائل: 4 / 874 ح 4، والبحار: 92 / 234 ح 18 وص 364 ح 4 عن الطب. وأورد مثله القطب الراوندي في الدعوات: 206 ح 559 مرسلا عن النبي </w:t>
      </w:r>
      <w:r w:rsidR="004226A8" w:rsidRPr="00F075B3">
        <w:rPr>
          <w:rStyle w:val="libFootnoteAlaemChar"/>
          <w:rtl/>
        </w:rPr>
        <w:t>صلى‌الله‌عليه‌وآله</w:t>
      </w:r>
      <w:r>
        <w:rPr>
          <w:rtl/>
        </w:rPr>
        <w:t xml:space="preserve">، والطبرسي في مكارم الاخلاق: 401 مرسلا عن الصادق </w:t>
      </w:r>
      <w:r w:rsidR="004226A8" w:rsidRPr="00F075B3">
        <w:rPr>
          <w:rStyle w:val="libFootnoteAlaemChar"/>
          <w:rtl/>
        </w:rPr>
        <w:t>عليه‌السلام</w:t>
      </w:r>
      <w:r>
        <w:rPr>
          <w:rtl/>
        </w:rPr>
        <w:t>.</w:t>
      </w:r>
    </w:p>
    <w:p w:rsidR="00481D79" w:rsidRDefault="00481D79" w:rsidP="00481D79">
      <w:pPr>
        <w:pStyle w:val="libNormal"/>
        <w:rPr>
          <w:rtl/>
        </w:rPr>
      </w:pPr>
      <w:r>
        <w:rPr>
          <w:rtl/>
        </w:rPr>
        <w:br w:type="page"/>
      </w:r>
    </w:p>
    <w:p w:rsidR="00481D79" w:rsidRPr="00481D79" w:rsidRDefault="00481D79" w:rsidP="00F075B3">
      <w:pPr>
        <w:pStyle w:val="libNormal"/>
        <w:rPr>
          <w:rtl/>
        </w:rPr>
      </w:pPr>
      <w:r w:rsidRPr="00481D79">
        <w:rPr>
          <w:rtl/>
        </w:rPr>
        <w:lastRenderedPageBreak/>
        <w:t xml:space="preserve">(27) وبإسناده قال: قال رسول الله </w:t>
      </w:r>
      <w:r w:rsidR="004226A8" w:rsidRPr="004226A8">
        <w:rPr>
          <w:rStyle w:val="libAlaemChar"/>
          <w:rtl/>
        </w:rPr>
        <w:t>صلى‌الله‌عليه‌وآله</w:t>
      </w:r>
      <w:r w:rsidRPr="00481D79">
        <w:rPr>
          <w:rtl/>
        </w:rPr>
        <w:t xml:space="preserve">: " الولد الصالح ريحانة من رياحين الجنة " </w:t>
      </w:r>
      <w:r w:rsidR="00F075B3" w:rsidRPr="00F075B3">
        <w:rPr>
          <w:rStyle w:val="libFootnotenumChar"/>
          <w:rFonts w:hint="cs"/>
          <w:rtl/>
        </w:rPr>
        <w:t>(1)</w:t>
      </w:r>
      <w:r w:rsidRPr="00481D79">
        <w:rPr>
          <w:rtl/>
        </w:rPr>
        <w:t>.</w:t>
      </w:r>
    </w:p>
    <w:p w:rsidR="00481D79" w:rsidRPr="00481D79" w:rsidRDefault="00481D79" w:rsidP="00F075B3">
      <w:pPr>
        <w:pStyle w:val="libNormal"/>
        <w:rPr>
          <w:rtl/>
        </w:rPr>
      </w:pPr>
      <w:r w:rsidRPr="00481D79">
        <w:rPr>
          <w:rtl/>
        </w:rPr>
        <w:t xml:space="preserve">(28) وبإسناده قال: سمعت أبي علي بن أبي طالب </w:t>
      </w:r>
      <w:r w:rsidR="004226A8" w:rsidRPr="004226A8">
        <w:rPr>
          <w:rStyle w:val="libAlaemChar"/>
          <w:rtl/>
        </w:rPr>
        <w:t>عليه‌السلام</w:t>
      </w:r>
      <w:r w:rsidRPr="00481D79">
        <w:rPr>
          <w:rtl/>
        </w:rPr>
        <w:t xml:space="preserve"> يقول: " الاعمال على ثلاثة أحوال: فرائض، وفضائل، ومعاصي. فأما الفرائض فبأمر الله وبرضى الله وبقضاء الله وتقديره ومشيئته وعلمه عزوجل. وأما الفضائل فليست بأمر الله عزوجل، ولكن برضى الله وبقضاء الله [ وبقدر الله ] </w:t>
      </w:r>
      <w:r w:rsidR="00F075B3" w:rsidRPr="00F075B3">
        <w:rPr>
          <w:rStyle w:val="libFootnotenumChar"/>
          <w:rFonts w:hint="cs"/>
          <w:rtl/>
        </w:rPr>
        <w:t>(2)</w:t>
      </w:r>
      <w:r w:rsidRPr="00481D79">
        <w:rPr>
          <w:rtl/>
        </w:rPr>
        <w:t xml:space="preserve"> وبمشيئة الله وبعلم الله عزوجل. وأما المعاصي فليست بأمر الله عزوجل، ولكن [ بقضاء الله و ] </w:t>
      </w:r>
      <w:r w:rsidR="00F075B3" w:rsidRPr="00F075B3">
        <w:rPr>
          <w:rStyle w:val="libFootnotenumChar"/>
          <w:rFonts w:hint="cs"/>
          <w:rtl/>
        </w:rPr>
        <w:t>(3)</w:t>
      </w:r>
      <w:r w:rsidRPr="00481D79">
        <w:rPr>
          <w:rtl/>
        </w:rPr>
        <w:t xml:space="preserve"> بقدر الله [ وبمشيئته ] </w:t>
      </w:r>
      <w:r w:rsidR="00F075B3" w:rsidRPr="00F075B3">
        <w:rPr>
          <w:rStyle w:val="libFootnotenumChar"/>
          <w:rFonts w:hint="cs"/>
          <w:rtl/>
        </w:rPr>
        <w:t>(4)</w:t>
      </w:r>
      <w:r w:rsidRPr="00481D79">
        <w:rPr>
          <w:rtl/>
        </w:rPr>
        <w:t xml:space="preserve"> وبعلمه </w:t>
      </w:r>
      <w:r w:rsidR="00F075B3" w:rsidRPr="00F075B3">
        <w:rPr>
          <w:rStyle w:val="libFootnotenumChar"/>
          <w:rFonts w:hint="cs"/>
          <w:rtl/>
        </w:rPr>
        <w:t>(5)</w:t>
      </w:r>
      <w:r w:rsidRPr="00481D79">
        <w:rPr>
          <w:rtl/>
        </w:rPr>
        <w:t xml:space="preserve"> ثم يعاقب عليها " </w:t>
      </w:r>
      <w:r w:rsidR="00F075B3" w:rsidRPr="00F075B3">
        <w:rPr>
          <w:rStyle w:val="libFootnotenumChar"/>
          <w:rFonts w:hint="cs"/>
          <w:rtl/>
        </w:rPr>
        <w:t>(6)</w:t>
      </w:r>
      <w:r w:rsidRPr="00481D79">
        <w:rPr>
          <w:rtl/>
        </w:rPr>
        <w:t>.</w:t>
      </w:r>
    </w:p>
    <w:p w:rsidR="00481D79" w:rsidRPr="00481D79" w:rsidRDefault="00481D79" w:rsidP="00F075B3">
      <w:pPr>
        <w:pStyle w:val="libNormal"/>
        <w:rPr>
          <w:rtl/>
        </w:rPr>
      </w:pPr>
      <w:r w:rsidRPr="00481D79">
        <w:rPr>
          <w:rtl/>
        </w:rPr>
        <w:t xml:space="preserve">(29) وبإسناده قال: قال رسول الله </w:t>
      </w:r>
      <w:r w:rsidR="004226A8" w:rsidRPr="004226A8">
        <w:rPr>
          <w:rStyle w:val="libAlaemChar"/>
          <w:rtl/>
        </w:rPr>
        <w:t>صلى‌الله‌عليه‌وآله</w:t>
      </w:r>
      <w:r w:rsidRPr="00481D79">
        <w:rPr>
          <w:rtl/>
        </w:rPr>
        <w:t>: " صنفان من أمتي ليس لهما في ال</w:t>
      </w:r>
      <w:r w:rsidR="00F075B3">
        <w:rPr>
          <w:rtl/>
        </w:rPr>
        <w:t>اسلام نصيب: المرجئة والقدرية</w:t>
      </w:r>
      <w:r w:rsidRPr="00481D79">
        <w:rPr>
          <w:rtl/>
        </w:rPr>
        <w:t>".</w:t>
      </w:r>
      <w:r w:rsidR="00F075B3" w:rsidRPr="00F075B3">
        <w:rPr>
          <w:rStyle w:val="libFootnotenumChar"/>
          <w:rFonts w:hint="cs"/>
          <w:rtl/>
        </w:rPr>
        <w:t>(7)</w:t>
      </w:r>
    </w:p>
    <w:p w:rsidR="00481D79" w:rsidRDefault="005B067E" w:rsidP="005B067E">
      <w:pPr>
        <w:pStyle w:val="libLine"/>
        <w:rPr>
          <w:rtl/>
        </w:rPr>
      </w:pPr>
      <w:r>
        <w:rPr>
          <w:rtl/>
        </w:rPr>
        <w:t>____________________</w:t>
      </w:r>
    </w:p>
    <w:p w:rsidR="00481D79" w:rsidRDefault="00F075B3" w:rsidP="00D11BDC">
      <w:pPr>
        <w:pStyle w:val="libFootnote0"/>
        <w:rPr>
          <w:rtl/>
        </w:rPr>
      </w:pPr>
      <w:r>
        <w:rPr>
          <w:rtl/>
        </w:rPr>
        <w:t>1</w:t>
      </w:r>
      <w:r>
        <w:rPr>
          <w:rFonts w:hint="cs"/>
          <w:rtl/>
        </w:rPr>
        <w:t>-</w:t>
      </w:r>
      <w:r w:rsidR="00481D79">
        <w:rPr>
          <w:rtl/>
        </w:rPr>
        <w:t xml:space="preserve"> رواه المجلسي " </w:t>
      </w:r>
      <w:r w:rsidR="004226A8" w:rsidRPr="004226A8">
        <w:rPr>
          <w:rStyle w:val="libAlaemChar"/>
          <w:rtl/>
        </w:rPr>
        <w:t>رحمه‌الله</w:t>
      </w:r>
      <w:r w:rsidR="00481D79">
        <w:rPr>
          <w:rtl/>
        </w:rPr>
        <w:t xml:space="preserve"> " في البحار: 10 / 368 ح 12 بالاسناد رقم " 41 ". ورواه الكليني في الكافي: 6 / 3 ح 10، بإسناده إلى السكوني، عن الصادق، عنه الوسائل: 15 / 97 ح 2. وأورده الصدوق في الفقيه: 3 / 481 ح 4688 عن الصادق </w:t>
      </w:r>
      <w:r w:rsidR="004226A8" w:rsidRPr="004226A8">
        <w:rPr>
          <w:rStyle w:val="libAlaemChar"/>
          <w:rtl/>
        </w:rPr>
        <w:t>عليه‌السلام</w:t>
      </w:r>
      <w:r w:rsidR="00481D79">
        <w:rPr>
          <w:rtl/>
        </w:rPr>
        <w:t>. والطبرسي في مكارم الاخلاق: 226، عنه البحار: 104 / 90 ح 1.</w:t>
      </w:r>
    </w:p>
    <w:p w:rsidR="00481D79" w:rsidRDefault="00481D79" w:rsidP="00F075B3">
      <w:pPr>
        <w:pStyle w:val="libFootnote0"/>
        <w:rPr>
          <w:rtl/>
        </w:rPr>
      </w:pPr>
      <w:r>
        <w:rPr>
          <w:rtl/>
        </w:rPr>
        <w:t>2</w:t>
      </w:r>
      <w:r w:rsidR="00F075B3">
        <w:rPr>
          <w:rFonts w:hint="cs"/>
          <w:rtl/>
        </w:rPr>
        <w:t>-</w:t>
      </w:r>
      <w:r>
        <w:rPr>
          <w:rtl/>
        </w:rPr>
        <w:t xml:space="preserve"> من التوحيد والبحار. وفي العيون: وتقديره.</w:t>
      </w:r>
    </w:p>
    <w:p w:rsidR="00481D79" w:rsidRDefault="00481D79" w:rsidP="00F075B3">
      <w:pPr>
        <w:pStyle w:val="libFootnote0"/>
        <w:rPr>
          <w:rtl/>
        </w:rPr>
      </w:pPr>
      <w:r>
        <w:rPr>
          <w:rtl/>
        </w:rPr>
        <w:t>3</w:t>
      </w:r>
      <w:r w:rsidR="00F075B3">
        <w:rPr>
          <w:rFonts w:hint="cs"/>
          <w:rtl/>
        </w:rPr>
        <w:t>-</w:t>
      </w:r>
      <w:r>
        <w:rPr>
          <w:rtl/>
        </w:rPr>
        <w:t xml:space="preserve"> ليس في العيون.</w:t>
      </w:r>
    </w:p>
    <w:p w:rsidR="00481D79" w:rsidRDefault="00F075B3" w:rsidP="00D11BDC">
      <w:pPr>
        <w:pStyle w:val="libFootnote0"/>
        <w:rPr>
          <w:rtl/>
        </w:rPr>
      </w:pPr>
      <w:r>
        <w:rPr>
          <w:rtl/>
        </w:rPr>
        <w:t>4</w:t>
      </w:r>
      <w:r>
        <w:rPr>
          <w:rFonts w:hint="cs"/>
          <w:rtl/>
        </w:rPr>
        <w:t>-</w:t>
      </w:r>
      <w:r w:rsidR="00481D79">
        <w:rPr>
          <w:rtl/>
        </w:rPr>
        <w:t xml:space="preserve"> ليس في العيون. وفي البحار: وبمشيئة الله.</w:t>
      </w:r>
    </w:p>
    <w:p w:rsidR="00481D79" w:rsidRDefault="00F075B3" w:rsidP="00D11BDC">
      <w:pPr>
        <w:pStyle w:val="libFootnote0"/>
        <w:rPr>
          <w:rtl/>
        </w:rPr>
      </w:pPr>
      <w:r>
        <w:rPr>
          <w:rtl/>
        </w:rPr>
        <w:t>5</w:t>
      </w:r>
      <w:r>
        <w:rPr>
          <w:rFonts w:hint="cs"/>
          <w:rtl/>
        </w:rPr>
        <w:t>-</w:t>
      </w:r>
      <w:r w:rsidR="00481D79">
        <w:rPr>
          <w:rtl/>
        </w:rPr>
        <w:t xml:space="preserve"> في الخصال: وعلمه.</w:t>
      </w:r>
    </w:p>
    <w:p w:rsidR="00481D79" w:rsidRDefault="00481D79" w:rsidP="00F075B3">
      <w:pPr>
        <w:pStyle w:val="libFootnote0"/>
        <w:rPr>
          <w:rtl/>
        </w:rPr>
      </w:pPr>
      <w:r>
        <w:rPr>
          <w:rtl/>
        </w:rPr>
        <w:t>6</w:t>
      </w:r>
      <w:r w:rsidR="00F075B3">
        <w:rPr>
          <w:rFonts w:hint="cs"/>
          <w:rtl/>
        </w:rPr>
        <w:t>-</w:t>
      </w:r>
      <w:r>
        <w:rPr>
          <w:rtl/>
        </w:rPr>
        <w:t xml:space="preserve"> قال الشيخ الصدوق - </w:t>
      </w:r>
      <w:r w:rsidR="004226A8" w:rsidRPr="004226A8">
        <w:rPr>
          <w:rStyle w:val="libAlaemChar"/>
          <w:rtl/>
        </w:rPr>
        <w:t>رضي‌الله‌عنه</w:t>
      </w:r>
      <w:r>
        <w:rPr>
          <w:rtl/>
        </w:rPr>
        <w:t xml:space="preserve"> - " المعاصي بقضاء الله " معناه بنهي الله لان حكمه عزوجل فيها على عباده الانتهاء عنها. ومعنى قوله " بقدر الله " أي بعلم الله بمبلغها ومقدارها. ومعنى قوله " وبمشيئته " فإنه عزوجل شاء أن لا يمنع العاصي من المعاصي إلا بالزجر والقول والنهي والتحذير، دون الجبر والمنع بالقوة والدفع بالقدرة. رواه في عيون أخبار الرضا </w:t>
      </w:r>
      <w:r w:rsidR="004226A8" w:rsidRPr="004226A8">
        <w:rPr>
          <w:rStyle w:val="libAlaemChar"/>
          <w:rtl/>
        </w:rPr>
        <w:t>عليه‌السلام</w:t>
      </w:r>
      <w:r>
        <w:rPr>
          <w:rtl/>
        </w:rPr>
        <w:t>: 1 / 142 ح 44، والتوحيد: 369 ح 9، والخصال: 1 / 168 ح 221 بالاسناد رقم " 6 ". عنها البحار: 5 / 29 ح 36. ورواه في مختصر بصائر الدرجات: 137 بالاسناد رقم " 58 ".</w:t>
      </w:r>
    </w:p>
    <w:p w:rsidR="00481D79" w:rsidRDefault="00481D79" w:rsidP="00F075B3">
      <w:pPr>
        <w:pStyle w:val="libFootnote0"/>
        <w:rPr>
          <w:rtl/>
        </w:rPr>
      </w:pPr>
      <w:r>
        <w:rPr>
          <w:rtl/>
        </w:rPr>
        <w:t>7</w:t>
      </w:r>
      <w:r w:rsidR="00F075B3">
        <w:rPr>
          <w:rFonts w:hint="cs"/>
          <w:rtl/>
        </w:rPr>
        <w:t>-</w:t>
      </w:r>
      <w:r>
        <w:rPr>
          <w:rtl/>
        </w:rPr>
        <w:t xml:space="preserve"> رواه في ثواب الاعمال: 252 ح 3 بالاسناد رقم " 10 "، عنه البحار: 5 / 118 ح 52. ورواه الشيخ حسن بن سليمان في المختصر: 135 بالاسناد رقم " 57 "، والكراجكي في كنزه: 51 بالاسناد رقم " 14 "، عنه البحار: 5 / 7 ح 8. ورواه الصدوق في الخصال: 1 / 72 ح 110 بإسناده عن ابن عمر، عن النبي </w:t>
      </w:r>
      <w:r w:rsidR="00F075B3" w:rsidRPr="004226A8">
        <w:rPr>
          <w:rStyle w:val="libAlaemChar"/>
          <w:rtl/>
        </w:rPr>
        <w:t>صلى‌الله‌عليه‌وآله</w:t>
      </w:r>
      <w:r w:rsidR="00F075B3">
        <w:rPr>
          <w:rtl/>
        </w:rPr>
        <w:t xml:space="preserve"> </w:t>
      </w:r>
      <w:r>
        <w:rPr>
          <w:rtl/>
        </w:rPr>
        <w:t>، عنه البحار: 5 / 7 ح 7.</w:t>
      </w:r>
    </w:p>
    <w:p w:rsidR="00481D79" w:rsidRDefault="00481D79" w:rsidP="00481D79">
      <w:pPr>
        <w:pStyle w:val="libNormal"/>
        <w:rPr>
          <w:rtl/>
        </w:rPr>
      </w:pPr>
      <w:r>
        <w:rPr>
          <w:rtl/>
        </w:rPr>
        <w:br w:type="page"/>
      </w:r>
    </w:p>
    <w:p w:rsidR="00D11BDC" w:rsidRDefault="00481D79" w:rsidP="00AC1BA8">
      <w:pPr>
        <w:pStyle w:val="libNormal"/>
      </w:pPr>
      <w:r>
        <w:rPr>
          <w:rtl/>
        </w:rPr>
        <w:lastRenderedPageBreak/>
        <w:t xml:space="preserve">(30) وبإسناده قال: حدثنا أبي الحسين بن علي </w:t>
      </w:r>
      <w:r w:rsidR="004226A8" w:rsidRPr="004226A8">
        <w:rPr>
          <w:rStyle w:val="libAlaemChar"/>
          <w:rtl/>
        </w:rPr>
        <w:t>عليهما‌السلام</w:t>
      </w:r>
      <w:r>
        <w:rPr>
          <w:rtl/>
        </w:rPr>
        <w:t xml:space="preserve">، قال: كان علي بن أبي طالب </w:t>
      </w:r>
      <w:r w:rsidR="004226A8" w:rsidRPr="004226A8">
        <w:rPr>
          <w:rStyle w:val="libAlaemChar"/>
          <w:rtl/>
        </w:rPr>
        <w:t>عليه‌السلام</w:t>
      </w:r>
      <w:r>
        <w:rPr>
          <w:rtl/>
        </w:rPr>
        <w:t xml:space="preserve"> بالكوفة في الجامع إذ قام إليه رجل من أهل الشام، فقال: يا أمير المؤمنين إني أسألك عن أشياء. فقال: سل تفقها، ولا تسأل تعنتا، فأحدق الناس بأبصارهم. فقال: أخبرني عن أول ما خلق الله تعالى؟ فقال: </w:t>
      </w:r>
      <w:r w:rsidR="004226A8" w:rsidRPr="004226A8">
        <w:rPr>
          <w:rStyle w:val="libAlaemChar"/>
          <w:rtl/>
        </w:rPr>
        <w:t>عليه‌السلام</w:t>
      </w:r>
      <w:r>
        <w:rPr>
          <w:rtl/>
        </w:rPr>
        <w:t xml:space="preserve"> خلق النور. قال: فمم خلقت السماوات؟ قال </w:t>
      </w:r>
      <w:r w:rsidR="004226A8" w:rsidRPr="004226A8">
        <w:rPr>
          <w:rStyle w:val="libAlaemChar"/>
          <w:rtl/>
        </w:rPr>
        <w:t>عليه‌السلام</w:t>
      </w:r>
      <w:r>
        <w:rPr>
          <w:rtl/>
        </w:rPr>
        <w:t xml:space="preserve">: من بخار الماء. قال فمم خلقت الارض؟ قال </w:t>
      </w:r>
      <w:r w:rsidR="004226A8" w:rsidRPr="004226A8">
        <w:rPr>
          <w:rStyle w:val="libAlaemChar"/>
          <w:rtl/>
        </w:rPr>
        <w:t>عليه‌السلام</w:t>
      </w:r>
      <w:r>
        <w:rPr>
          <w:rtl/>
        </w:rPr>
        <w:t xml:space="preserve">: من زبد الماء. قال: فمم خلقت الجبال؟ قال من الامواج. قال: فلم سميت مكة أم القرى؟ قال </w:t>
      </w:r>
      <w:r w:rsidR="004226A8" w:rsidRPr="004226A8">
        <w:rPr>
          <w:rStyle w:val="libAlaemChar"/>
          <w:rtl/>
        </w:rPr>
        <w:t>عليه‌السلام</w:t>
      </w:r>
      <w:r>
        <w:rPr>
          <w:rtl/>
        </w:rPr>
        <w:t xml:space="preserve">: لان الارض دحيت من تحتها. وسأله عن السماء الدنيا مما هي؟ قال </w:t>
      </w:r>
      <w:r w:rsidR="004226A8" w:rsidRPr="004226A8">
        <w:rPr>
          <w:rStyle w:val="libAlaemChar"/>
          <w:rtl/>
        </w:rPr>
        <w:t>عليه‌السلام</w:t>
      </w:r>
      <w:r>
        <w:rPr>
          <w:rtl/>
        </w:rPr>
        <w:t xml:space="preserve">: من موج مكفوف. وسأله عن طول الشمس والقمر وعرضهما؟ قال: تسع مائة فرسخ في تسع مائة فرسخ. وسأله كم طول الكوكب وعرضه؟ قال: اثنا عشر فرسخا في مثلها </w:t>
      </w:r>
      <w:r w:rsidR="00AC1BA8" w:rsidRPr="00AC1BA8">
        <w:rPr>
          <w:rStyle w:val="libFootnotenumChar"/>
          <w:rFonts w:hint="cs"/>
          <w:rtl/>
        </w:rPr>
        <w:t>(1)</w:t>
      </w:r>
      <w:r>
        <w:rPr>
          <w:rtl/>
        </w:rPr>
        <w:t xml:space="preserve">. وسأله عن ألوان السماوات السبع وأسمائها؟ فقال له: اسم السماء الدنيا: رفيع، وهي من ماء ودخان واسم السماء الثانية: فيدوم </w:t>
      </w:r>
      <w:r w:rsidR="00AC1BA8" w:rsidRPr="00AC1BA8">
        <w:rPr>
          <w:rStyle w:val="libFootnotenumChar"/>
          <w:rFonts w:hint="cs"/>
          <w:rtl/>
        </w:rPr>
        <w:t>(2)</w:t>
      </w:r>
      <w:r>
        <w:rPr>
          <w:rtl/>
        </w:rPr>
        <w:t xml:space="preserve">، وهي على لون النحاس والسماء الثالثة اسمها: الماروم </w:t>
      </w:r>
      <w:r w:rsidR="00AC1BA8" w:rsidRPr="00AC1BA8">
        <w:rPr>
          <w:rStyle w:val="libFootnotenumChar"/>
          <w:rFonts w:hint="cs"/>
          <w:rtl/>
        </w:rPr>
        <w:t>(3)</w:t>
      </w:r>
      <w:r>
        <w:rPr>
          <w:rtl/>
        </w:rPr>
        <w:t xml:space="preserve">، وهي على لون الشبه والسماء الرابعة اسمها: أرفلون، وهي على لون الفضة والسماء الخامسة اسمها: هيعون، وهي على لون الذهب والسماء السادسة اسمها: عروس، وهي ياقوتة خضراء والسماء السابعة اسمها عجماء، وهي درة بيضاء. وسأله عن الثور ما باله غاض طرفه لم يرفع رأسه إلى السماء؟ قال </w:t>
      </w:r>
      <w:r w:rsidR="004226A8" w:rsidRPr="004226A8">
        <w:rPr>
          <w:rStyle w:val="libAlaemChar"/>
          <w:rtl/>
        </w:rPr>
        <w:t>عليه‌السلام</w:t>
      </w:r>
      <w:r>
        <w:rPr>
          <w:rtl/>
        </w:rPr>
        <w:t xml:space="preserve">: حياء من الله عزوجل، لما عبد قوم موسى العجل نكس رأسه. وسأله عن من جمع بين الاختين؟ فقال </w:t>
      </w:r>
      <w:r w:rsidR="004226A8" w:rsidRPr="004226A8">
        <w:rPr>
          <w:rStyle w:val="libAlaemChar"/>
          <w:rtl/>
        </w:rPr>
        <w:t>عليه‌السلام</w:t>
      </w:r>
      <w:r>
        <w:rPr>
          <w:rtl/>
        </w:rPr>
        <w:t>: يعق</w:t>
      </w:r>
      <w:r w:rsidR="00AC1BA8">
        <w:rPr>
          <w:rtl/>
        </w:rPr>
        <w:t>وب بن إسحاق جمع بين حبار وراحيل</w:t>
      </w:r>
    </w:p>
    <w:p w:rsidR="00481D79" w:rsidRPr="00D11BDC" w:rsidRDefault="005B067E" w:rsidP="005B067E">
      <w:pPr>
        <w:pStyle w:val="libLine"/>
        <w:rPr>
          <w:rtl/>
        </w:rPr>
      </w:pPr>
      <w:r>
        <w:rPr>
          <w:rtl/>
        </w:rPr>
        <w:t>____________________</w:t>
      </w:r>
    </w:p>
    <w:p w:rsidR="00481D79" w:rsidRPr="00D11BDC" w:rsidRDefault="00481D79" w:rsidP="00AC1BA8">
      <w:pPr>
        <w:pStyle w:val="libFootnote0"/>
        <w:rPr>
          <w:rtl/>
        </w:rPr>
      </w:pPr>
      <w:r>
        <w:rPr>
          <w:rtl/>
        </w:rPr>
        <w:t>1</w:t>
      </w:r>
      <w:r w:rsidR="00AC1BA8">
        <w:rPr>
          <w:rFonts w:hint="cs"/>
          <w:rtl/>
        </w:rPr>
        <w:t>-</w:t>
      </w:r>
      <w:r>
        <w:rPr>
          <w:rtl/>
        </w:rPr>
        <w:t xml:space="preserve"> خ ل: في اثنا عشر فرسخا.</w:t>
      </w:r>
    </w:p>
    <w:p w:rsidR="00481D79" w:rsidRPr="00D11BDC" w:rsidRDefault="00481D79" w:rsidP="00AC1BA8">
      <w:pPr>
        <w:pStyle w:val="libFootnote0"/>
        <w:rPr>
          <w:rtl/>
        </w:rPr>
      </w:pPr>
      <w:r>
        <w:rPr>
          <w:rtl/>
        </w:rPr>
        <w:t>2</w:t>
      </w:r>
      <w:r w:rsidR="00AC1BA8">
        <w:rPr>
          <w:rFonts w:hint="cs"/>
          <w:rtl/>
        </w:rPr>
        <w:t>-</w:t>
      </w:r>
      <w:r>
        <w:rPr>
          <w:rtl/>
        </w:rPr>
        <w:t xml:space="preserve"> خ ل: قيدرا - قيذوم.</w:t>
      </w:r>
    </w:p>
    <w:p w:rsidR="00481D79" w:rsidRPr="00D11BDC" w:rsidRDefault="00481D79" w:rsidP="00AC1BA8">
      <w:pPr>
        <w:pStyle w:val="libFootnote0"/>
        <w:rPr>
          <w:rtl/>
        </w:rPr>
      </w:pPr>
      <w:r>
        <w:rPr>
          <w:rtl/>
        </w:rPr>
        <w:t>3</w:t>
      </w:r>
      <w:r w:rsidR="00AC1BA8">
        <w:rPr>
          <w:rFonts w:hint="cs"/>
          <w:rtl/>
        </w:rPr>
        <w:t>-</w:t>
      </w:r>
      <w:r>
        <w:rPr>
          <w:rtl/>
        </w:rPr>
        <w:t xml:space="preserve"> خ ل: الهاروم - المارون.</w:t>
      </w:r>
    </w:p>
    <w:p w:rsidR="00481D79" w:rsidRDefault="00481D79" w:rsidP="00481D79">
      <w:pPr>
        <w:pStyle w:val="libNormal"/>
        <w:rPr>
          <w:rtl/>
        </w:rPr>
      </w:pPr>
      <w:r>
        <w:rPr>
          <w:rtl/>
        </w:rPr>
        <w:br w:type="page"/>
      </w:r>
    </w:p>
    <w:p w:rsidR="00481D79" w:rsidRPr="00481D79" w:rsidRDefault="00481D79" w:rsidP="00AC1BA8">
      <w:pPr>
        <w:pStyle w:val="libNormal0"/>
        <w:rPr>
          <w:rtl/>
        </w:rPr>
      </w:pPr>
      <w:r w:rsidRPr="00481D79">
        <w:rPr>
          <w:rtl/>
        </w:rPr>
        <w:lastRenderedPageBreak/>
        <w:t xml:space="preserve">فحرم </w:t>
      </w:r>
      <w:r w:rsidR="00AC1BA8" w:rsidRPr="00AC1BA8">
        <w:rPr>
          <w:rStyle w:val="libFootnotenumChar"/>
          <w:rFonts w:hint="cs"/>
          <w:rtl/>
        </w:rPr>
        <w:t>(1)</w:t>
      </w:r>
      <w:r w:rsidRPr="00481D79">
        <w:rPr>
          <w:rtl/>
        </w:rPr>
        <w:t xml:space="preserve"> بعد ذلك، فانزل: " وأن تجمعوا بين الاختين " </w:t>
      </w:r>
      <w:r w:rsidR="00AC1BA8" w:rsidRPr="00AC1BA8">
        <w:rPr>
          <w:rStyle w:val="libFootnotenumChar"/>
          <w:rFonts w:hint="cs"/>
          <w:rtl/>
        </w:rPr>
        <w:t>(2)</w:t>
      </w:r>
      <w:r w:rsidRPr="00481D79">
        <w:rPr>
          <w:rtl/>
        </w:rPr>
        <w:t xml:space="preserve">. وسأله عن المد والجزر ما هما؟ فقال: ملك من ملائكة الله عزوجل موكل بالبحار يقال له: رومان، فاذا وضع قدميه في البحر، فاض، فاذا أخرجهما غاض. وسأله عن اسم أبي الجن؟ فقال: شومان، وهو الذي خلق من مارج من نار </w:t>
      </w:r>
      <w:r w:rsidR="00AC1BA8" w:rsidRPr="00AC1BA8">
        <w:rPr>
          <w:rStyle w:val="libFootnotenumChar"/>
          <w:rFonts w:hint="cs"/>
          <w:rtl/>
        </w:rPr>
        <w:t>(3)</w:t>
      </w:r>
      <w:r w:rsidRPr="00481D79">
        <w:rPr>
          <w:rtl/>
        </w:rPr>
        <w:t xml:space="preserve">. وسأله هل بعث الله عزوجل نبيا إلى الجن؟ فقال </w:t>
      </w:r>
      <w:r w:rsidR="004226A8" w:rsidRPr="004226A8">
        <w:rPr>
          <w:rStyle w:val="libAlaemChar"/>
          <w:rtl/>
        </w:rPr>
        <w:t>عليه‌السلام</w:t>
      </w:r>
      <w:r w:rsidRPr="00481D79">
        <w:rPr>
          <w:rtl/>
        </w:rPr>
        <w:t xml:space="preserve">: نعم، بعث إليهم نبيا يقال له: يوسف، فدعاهم إلى الله عزوجل فقتلوه. وسأله عن اسم إبليس ما كان في السماء؟ قال: كان اسمه الحارث. وسأله لم سمي آدم آدم؟ قال </w:t>
      </w:r>
      <w:r w:rsidR="004226A8" w:rsidRPr="004226A8">
        <w:rPr>
          <w:rStyle w:val="libAlaemChar"/>
          <w:rtl/>
        </w:rPr>
        <w:t>عليه‌السلام</w:t>
      </w:r>
      <w:r w:rsidRPr="00481D79">
        <w:rPr>
          <w:rtl/>
        </w:rPr>
        <w:t xml:space="preserve">: لانه خلق من أديم الارض. وسأله لم صارت الميراث للذكر مثل حظ الانثيين؟ فقال </w:t>
      </w:r>
      <w:r w:rsidR="004226A8" w:rsidRPr="004226A8">
        <w:rPr>
          <w:rStyle w:val="libAlaemChar"/>
          <w:rtl/>
        </w:rPr>
        <w:t>عليه‌السلام</w:t>
      </w:r>
      <w:r w:rsidRPr="00481D79">
        <w:rPr>
          <w:rtl/>
        </w:rPr>
        <w:t xml:space="preserve">: من قبل السنبلة كانت عليها ثلاث حبات، فبادرت إليها حواء فأكلت منها حبة وأطعمت آدم حبتين، فمن ذلك ورث للذكر مثل حظ الانثيين. وسأله من خلق الله من الانبياء مختونا؟ فقال </w:t>
      </w:r>
      <w:r w:rsidR="004226A8" w:rsidRPr="004226A8">
        <w:rPr>
          <w:rStyle w:val="libAlaemChar"/>
          <w:rtl/>
        </w:rPr>
        <w:t>عليه‌السلام</w:t>
      </w:r>
      <w:r w:rsidRPr="00481D79">
        <w:rPr>
          <w:rtl/>
        </w:rPr>
        <w:t xml:space="preserve">: خلق الله آدم </w:t>
      </w:r>
      <w:r w:rsidR="004226A8" w:rsidRPr="004226A8">
        <w:rPr>
          <w:rStyle w:val="libAlaemChar"/>
          <w:rtl/>
        </w:rPr>
        <w:t>عليه‌السلام</w:t>
      </w:r>
      <w:r w:rsidRPr="00481D79">
        <w:rPr>
          <w:rtl/>
        </w:rPr>
        <w:t xml:space="preserve"> مختونا، وولد شيث مختونا وإدريس ونوح وسام بن نوح وإبراهيم وداود وسليمان ولوط، وإسماعيل وموسى وعيسى </w:t>
      </w:r>
      <w:r w:rsidR="004226A8" w:rsidRPr="004226A8">
        <w:rPr>
          <w:rStyle w:val="libAlaemChar"/>
          <w:rtl/>
        </w:rPr>
        <w:t>عليهم‌السلام</w:t>
      </w:r>
      <w:r w:rsidRPr="00481D79">
        <w:rPr>
          <w:rtl/>
        </w:rPr>
        <w:t xml:space="preserve"> ومحمد صلى عليه وآله. وسأله كم كان عمر آدم </w:t>
      </w:r>
      <w:r w:rsidR="004226A8" w:rsidRPr="004226A8">
        <w:rPr>
          <w:rStyle w:val="libAlaemChar"/>
          <w:rtl/>
        </w:rPr>
        <w:t>عليه‌السلام</w:t>
      </w:r>
      <w:r w:rsidRPr="00481D79">
        <w:rPr>
          <w:rtl/>
        </w:rPr>
        <w:t xml:space="preserve">؟ فقال تسعمائة سنة وثلاثين سنة. وسأله عن أول من قال الشعر؟ فقال: آدم </w:t>
      </w:r>
      <w:r w:rsidR="004226A8" w:rsidRPr="004226A8">
        <w:rPr>
          <w:rStyle w:val="libAlaemChar"/>
          <w:rtl/>
        </w:rPr>
        <w:t>عليه‌السلام</w:t>
      </w:r>
      <w:r w:rsidRPr="00481D79">
        <w:rPr>
          <w:rtl/>
        </w:rPr>
        <w:t xml:space="preserve">. قال: وما كان شعره؟ قال </w:t>
      </w:r>
      <w:r w:rsidR="004226A8" w:rsidRPr="004226A8">
        <w:rPr>
          <w:rStyle w:val="libAlaemChar"/>
          <w:rtl/>
        </w:rPr>
        <w:t>عليه‌السلام</w:t>
      </w:r>
      <w:r w:rsidRPr="00481D79">
        <w:rPr>
          <w:rtl/>
        </w:rPr>
        <w:t xml:space="preserve">: لما انزل إلى الارض من السماء فرأى تربتها وسعتها وهواها، وقتل قابيل هابيل قال آدم </w:t>
      </w:r>
      <w:r w:rsidR="004226A8" w:rsidRPr="004226A8">
        <w:rPr>
          <w:rStyle w:val="libAlaemChar"/>
          <w:rtl/>
        </w:rPr>
        <w:t>عليه‌السلام</w:t>
      </w:r>
      <w:r w:rsidRPr="00481D79">
        <w:rPr>
          <w:rtl/>
        </w:rPr>
        <w:t>: تغيرت البلاد ومن عليها * فوجه الارض مغبر قبيح ! تغير كل ذي طعم ولون * وقل بشاشة الوجه المليح أرى طول الحياة علي غما * وهل أنا من حياتي مستريح؟ ! وما لي لا أجود بسكب دمع ! * وهابيل تضمنه الضريح قتل قابيل هابيلا أخاه * فواحزني لقد فقد المليح</w:t>
      </w:r>
    </w:p>
    <w:p w:rsidR="00481D79" w:rsidRDefault="005B067E" w:rsidP="005B067E">
      <w:pPr>
        <w:pStyle w:val="libLine"/>
        <w:rPr>
          <w:rtl/>
        </w:rPr>
      </w:pPr>
      <w:r>
        <w:rPr>
          <w:rtl/>
        </w:rPr>
        <w:t>____________________</w:t>
      </w:r>
    </w:p>
    <w:p w:rsidR="00481D79" w:rsidRDefault="00481D79" w:rsidP="00AC1BA8">
      <w:pPr>
        <w:pStyle w:val="libFootnote0"/>
        <w:rPr>
          <w:rtl/>
        </w:rPr>
      </w:pPr>
      <w:r>
        <w:rPr>
          <w:rtl/>
        </w:rPr>
        <w:t>1</w:t>
      </w:r>
      <w:r w:rsidR="00AC1BA8">
        <w:rPr>
          <w:rFonts w:hint="cs"/>
          <w:rtl/>
        </w:rPr>
        <w:t>-</w:t>
      </w:r>
      <w:r>
        <w:rPr>
          <w:rtl/>
        </w:rPr>
        <w:t xml:space="preserve"> خ: وحرم الله.</w:t>
      </w:r>
    </w:p>
    <w:p w:rsidR="00481D79" w:rsidRDefault="00481D79" w:rsidP="00AC1BA8">
      <w:pPr>
        <w:pStyle w:val="libFootnote0"/>
        <w:rPr>
          <w:rtl/>
        </w:rPr>
      </w:pPr>
      <w:r>
        <w:rPr>
          <w:rtl/>
        </w:rPr>
        <w:t>2</w:t>
      </w:r>
      <w:r w:rsidR="00AC1BA8">
        <w:rPr>
          <w:rFonts w:hint="cs"/>
          <w:rtl/>
        </w:rPr>
        <w:t>-</w:t>
      </w:r>
      <w:r>
        <w:rPr>
          <w:rtl/>
        </w:rPr>
        <w:t xml:space="preserve"> النساء: 23.</w:t>
      </w:r>
    </w:p>
    <w:p w:rsidR="00481D79" w:rsidRDefault="00481D79" w:rsidP="00AC1BA8">
      <w:pPr>
        <w:pStyle w:val="libFootnote0"/>
        <w:rPr>
          <w:rtl/>
        </w:rPr>
      </w:pPr>
      <w:r>
        <w:rPr>
          <w:rtl/>
        </w:rPr>
        <w:t>3</w:t>
      </w:r>
      <w:r w:rsidR="00AC1BA8">
        <w:rPr>
          <w:rFonts w:hint="cs"/>
          <w:rtl/>
        </w:rPr>
        <w:t>-</w:t>
      </w:r>
      <w:r>
        <w:rPr>
          <w:rtl/>
        </w:rPr>
        <w:t xml:space="preserve"> إشارة إلى قوله تعالى في سورة الرحمن الآية 15.</w:t>
      </w:r>
    </w:p>
    <w:p w:rsidR="00481D79" w:rsidRDefault="00481D79" w:rsidP="00481D79">
      <w:pPr>
        <w:pStyle w:val="libNormal"/>
        <w:rPr>
          <w:rtl/>
        </w:rPr>
      </w:pPr>
      <w:r>
        <w:rPr>
          <w:rtl/>
        </w:rPr>
        <w:br w:type="page"/>
      </w:r>
    </w:p>
    <w:p w:rsidR="00481D79" w:rsidRPr="00481D79" w:rsidRDefault="00481D79" w:rsidP="00AC1BA8">
      <w:pPr>
        <w:pStyle w:val="libNormal0"/>
        <w:rPr>
          <w:rtl/>
        </w:rPr>
      </w:pPr>
      <w:r w:rsidRPr="00481D79">
        <w:rPr>
          <w:rtl/>
        </w:rPr>
        <w:lastRenderedPageBreak/>
        <w:t xml:space="preserve">فأجابه إبليس لعنه الله: تنح عن البلاد وساكنيها * فبي في الخلد ضاق الفسيح وكنت بها وزوجك في قرار * وقلبك من أذى الدنيا مريح فلم تنفك من كيدي ومكري * إلى أن فاتك الثمن الربيح وبدل أهلها أثلا وخمطا * بحبات وأبواب منيح فلولا رحمة الجبار أضحى * بكفك من جنان الخلد ريح وسأله عن بكاء آدم على الجنة، وكم كانت دموعه التي جرت من عينيه؟ فقال </w:t>
      </w:r>
      <w:r w:rsidR="004226A8" w:rsidRPr="004226A8">
        <w:rPr>
          <w:rStyle w:val="libAlaemChar"/>
          <w:rtl/>
        </w:rPr>
        <w:t>عليه‌السلام</w:t>
      </w:r>
      <w:r w:rsidRPr="00481D79">
        <w:rPr>
          <w:rtl/>
        </w:rPr>
        <w:t xml:space="preserve"> بكى مائة سنة، وخرج من عينه اليمنى مثل دجلة والعين الاخرى مثل الفرات ! وسأله كم حج آدم من حجة؟ فقال </w:t>
      </w:r>
      <w:r w:rsidR="004226A8" w:rsidRPr="004226A8">
        <w:rPr>
          <w:rStyle w:val="libAlaemChar"/>
          <w:rtl/>
        </w:rPr>
        <w:t>عليه‌السلام</w:t>
      </w:r>
      <w:r w:rsidRPr="00481D79">
        <w:rPr>
          <w:rtl/>
        </w:rPr>
        <w:t xml:space="preserve">: سبعين حجة </w:t>
      </w:r>
      <w:r w:rsidR="00AC1BA8" w:rsidRPr="00AC1BA8">
        <w:rPr>
          <w:rStyle w:val="libFootnotenumChar"/>
          <w:rFonts w:hint="cs"/>
          <w:rtl/>
        </w:rPr>
        <w:t>(1)</w:t>
      </w:r>
      <w:r w:rsidRPr="00481D79">
        <w:rPr>
          <w:rtl/>
        </w:rPr>
        <w:t xml:space="preserve"> ماشيا على قدميه، وأول حجة حجها كان معه الصرد </w:t>
      </w:r>
      <w:r w:rsidR="00AC1BA8" w:rsidRPr="00AC1BA8">
        <w:rPr>
          <w:rStyle w:val="libFootnotenumChar"/>
          <w:rFonts w:hint="cs"/>
          <w:rtl/>
        </w:rPr>
        <w:t>(2)</w:t>
      </w:r>
      <w:r w:rsidRPr="00481D79">
        <w:rPr>
          <w:rtl/>
        </w:rPr>
        <w:t xml:space="preserve"> يدله على مواضع الماء وخرج معه من الجنة، وقد نهي عن أكل الصرد والخطاف </w:t>
      </w:r>
      <w:r w:rsidR="00AC1BA8" w:rsidRPr="00AC1BA8">
        <w:rPr>
          <w:rStyle w:val="libFootnotenumChar"/>
          <w:rFonts w:hint="cs"/>
          <w:rtl/>
        </w:rPr>
        <w:t>(3)</w:t>
      </w:r>
      <w:r w:rsidRPr="00481D79">
        <w:rPr>
          <w:rtl/>
        </w:rPr>
        <w:t>.</w:t>
      </w:r>
    </w:p>
    <w:p w:rsidR="00481D79" w:rsidRPr="00481D79" w:rsidRDefault="00481D79" w:rsidP="00AC1BA8">
      <w:pPr>
        <w:pStyle w:val="libNormal"/>
        <w:rPr>
          <w:rtl/>
        </w:rPr>
      </w:pPr>
      <w:r w:rsidRPr="00481D79">
        <w:rPr>
          <w:rtl/>
        </w:rPr>
        <w:t xml:space="preserve">وسأله ما باله لا يمشي؟ قال: لانه ناح على بيت المقدس، فطاف حوله أربعين عاما يبكي عليه، ولم يزل يبكي مع آدم </w:t>
      </w:r>
      <w:r w:rsidR="004226A8" w:rsidRPr="004226A8">
        <w:rPr>
          <w:rStyle w:val="libAlaemChar"/>
          <w:rtl/>
        </w:rPr>
        <w:t>عليه‌السلام</w:t>
      </w:r>
      <w:r w:rsidRPr="00481D79">
        <w:rPr>
          <w:rtl/>
        </w:rPr>
        <w:t xml:space="preserve">، فمن هناك سكن البيوت ومعه تسع آيات </w:t>
      </w:r>
      <w:r w:rsidR="00AC1BA8" w:rsidRPr="00AC1BA8">
        <w:rPr>
          <w:rStyle w:val="libFootnotenumChar"/>
          <w:rFonts w:hint="cs"/>
          <w:rtl/>
        </w:rPr>
        <w:t>(4)</w:t>
      </w:r>
      <w:r w:rsidRPr="00481D79">
        <w:rPr>
          <w:rtl/>
        </w:rPr>
        <w:t xml:space="preserve"> من كتاب الله عزوجل مما كان آدم </w:t>
      </w:r>
      <w:r w:rsidR="004226A8" w:rsidRPr="004226A8">
        <w:rPr>
          <w:rStyle w:val="libAlaemChar"/>
          <w:rtl/>
        </w:rPr>
        <w:t>عليه‌السلام</w:t>
      </w:r>
      <w:r w:rsidRPr="00481D79">
        <w:rPr>
          <w:rtl/>
        </w:rPr>
        <w:t xml:space="preserve"> يقرأها في الجنة وهي معه إلى يوم القيامة، ثلاث آيات من أول الكهف، وثلاث آيات من سبحان الذي أسرى وهي " إذا قرأت القرآن... " </w:t>
      </w:r>
      <w:r w:rsidR="00AC1BA8" w:rsidRPr="00AC1BA8">
        <w:rPr>
          <w:rStyle w:val="libFootnotenumChar"/>
          <w:rFonts w:hint="cs"/>
          <w:rtl/>
        </w:rPr>
        <w:t>(5)</w:t>
      </w:r>
      <w:r w:rsidRPr="00481D79">
        <w:rPr>
          <w:rtl/>
        </w:rPr>
        <w:t xml:space="preserve"> وثلاث آيات من يس وهي " وجعلنا من بين أيديهم سدا.... " </w:t>
      </w:r>
      <w:r w:rsidR="00AC1BA8" w:rsidRPr="00AC1BA8">
        <w:rPr>
          <w:rStyle w:val="libFootnotenumChar"/>
          <w:rFonts w:hint="cs"/>
          <w:rtl/>
        </w:rPr>
        <w:t>(6)</w:t>
      </w:r>
      <w:r w:rsidRPr="00481D79">
        <w:rPr>
          <w:rtl/>
        </w:rPr>
        <w:t xml:space="preserve">. وسأله عن أول من كفر وأنشأ الكفر؟ فقال </w:t>
      </w:r>
      <w:r w:rsidR="004226A8" w:rsidRPr="004226A8">
        <w:rPr>
          <w:rStyle w:val="libAlaemChar"/>
          <w:rtl/>
        </w:rPr>
        <w:t>عليه‌السلام</w:t>
      </w:r>
      <w:r w:rsidRPr="00481D79">
        <w:rPr>
          <w:rtl/>
        </w:rPr>
        <w:t xml:space="preserve">: إبليس لعنه الله. وسأله عن اسم نوح ما كان؟ فقال: اسمه السكن، وانما سمي نوحا، لانه ناح على قومه ألف سنة إلا خمسين عاما. وسأله عن سفينة نوح ما كان عرضها وطولها </w:t>
      </w:r>
      <w:r w:rsidR="00AC1BA8" w:rsidRPr="00AC1BA8">
        <w:rPr>
          <w:rStyle w:val="libFootnotenumChar"/>
          <w:rFonts w:hint="cs"/>
          <w:rtl/>
        </w:rPr>
        <w:t>(7)</w:t>
      </w:r>
      <w:r w:rsidRPr="00481D79">
        <w:rPr>
          <w:rtl/>
        </w:rPr>
        <w:t>؟ فقال: كان طولها ثمان مائة ذراع وعرضها خمس مائة ذراع، وارتفاعها في السماء ثمانين ذراعا. ثم جلس الرجل، فقام إليه آخر، فقال: يا أمير المؤمنين أخبرنا عن أول شجرة غرست في الارض؟</w:t>
      </w:r>
    </w:p>
    <w:p w:rsidR="00481D79" w:rsidRDefault="005B067E" w:rsidP="005B067E">
      <w:pPr>
        <w:pStyle w:val="libLine"/>
        <w:rPr>
          <w:rtl/>
        </w:rPr>
      </w:pPr>
      <w:r>
        <w:rPr>
          <w:rtl/>
        </w:rPr>
        <w:t>____________________</w:t>
      </w:r>
    </w:p>
    <w:p w:rsidR="00481D79" w:rsidRDefault="00481D79" w:rsidP="00AC1BA8">
      <w:pPr>
        <w:pStyle w:val="libFootnote0"/>
        <w:rPr>
          <w:rtl/>
        </w:rPr>
      </w:pPr>
      <w:r>
        <w:rPr>
          <w:rtl/>
        </w:rPr>
        <w:t>1</w:t>
      </w:r>
      <w:r w:rsidR="00AC1BA8">
        <w:rPr>
          <w:rFonts w:hint="cs"/>
          <w:rtl/>
        </w:rPr>
        <w:t>-</w:t>
      </w:r>
      <w:r>
        <w:rPr>
          <w:rtl/>
        </w:rPr>
        <w:t xml:space="preserve"> في بعض النسخ الخطية: سبعمائة حجة.</w:t>
      </w:r>
    </w:p>
    <w:p w:rsidR="00481D79" w:rsidRDefault="00481D79" w:rsidP="00AC1BA8">
      <w:pPr>
        <w:pStyle w:val="libFootnote0"/>
        <w:rPr>
          <w:rtl/>
        </w:rPr>
      </w:pPr>
      <w:r>
        <w:rPr>
          <w:rtl/>
        </w:rPr>
        <w:t>2</w:t>
      </w:r>
      <w:r w:rsidR="00AC1BA8">
        <w:rPr>
          <w:rFonts w:hint="cs"/>
          <w:rtl/>
        </w:rPr>
        <w:t>-</w:t>
      </w:r>
      <w:r>
        <w:rPr>
          <w:rtl/>
        </w:rPr>
        <w:t xml:space="preserve"> الصرد بضم الصاد وفتح الراء: طائر ضخم الرأس يصطاد العصافير.</w:t>
      </w:r>
    </w:p>
    <w:p w:rsidR="00481D79" w:rsidRDefault="00481D79" w:rsidP="00AC1BA8">
      <w:pPr>
        <w:pStyle w:val="libFootnote0"/>
        <w:rPr>
          <w:rtl/>
        </w:rPr>
      </w:pPr>
      <w:r>
        <w:rPr>
          <w:rtl/>
        </w:rPr>
        <w:t>3</w:t>
      </w:r>
      <w:r w:rsidR="00AC1BA8">
        <w:rPr>
          <w:rFonts w:hint="cs"/>
          <w:rtl/>
        </w:rPr>
        <w:t>-</w:t>
      </w:r>
      <w:r>
        <w:rPr>
          <w:rtl/>
        </w:rPr>
        <w:t xml:space="preserve"> الخطاف: طائر إذا رأى ظله في الماء أقبل إليه ليتخطفه.</w:t>
      </w:r>
    </w:p>
    <w:p w:rsidR="00481D79" w:rsidRDefault="00481D79" w:rsidP="00AC1BA8">
      <w:pPr>
        <w:pStyle w:val="libFootnote0"/>
        <w:rPr>
          <w:rtl/>
        </w:rPr>
      </w:pPr>
      <w:r>
        <w:rPr>
          <w:rtl/>
        </w:rPr>
        <w:t>4</w:t>
      </w:r>
      <w:r w:rsidR="00AC1BA8">
        <w:rPr>
          <w:rFonts w:hint="cs"/>
          <w:rtl/>
        </w:rPr>
        <w:t>-</w:t>
      </w:r>
      <w:r>
        <w:rPr>
          <w:rtl/>
        </w:rPr>
        <w:t xml:space="preserve"> خ: ونزل آدم </w:t>
      </w:r>
      <w:r w:rsidR="004226A8" w:rsidRPr="00AC1BA8">
        <w:rPr>
          <w:rStyle w:val="libFootnoteAlaemChar"/>
          <w:rtl/>
        </w:rPr>
        <w:t>عليه‌السلام</w:t>
      </w:r>
      <w:r>
        <w:rPr>
          <w:rtl/>
        </w:rPr>
        <w:t xml:space="preserve"> ومعه تسع آيات.</w:t>
      </w:r>
    </w:p>
    <w:p w:rsidR="00481D79" w:rsidRDefault="00481D79" w:rsidP="00AC1BA8">
      <w:pPr>
        <w:pStyle w:val="libFootnote0"/>
        <w:rPr>
          <w:rtl/>
        </w:rPr>
      </w:pPr>
      <w:r>
        <w:rPr>
          <w:rtl/>
        </w:rPr>
        <w:t>5</w:t>
      </w:r>
      <w:r w:rsidR="00AC1BA8">
        <w:rPr>
          <w:rFonts w:hint="cs"/>
          <w:rtl/>
        </w:rPr>
        <w:t>-</w:t>
      </w:r>
      <w:r>
        <w:rPr>
          <w:rtl/>
        </w:rPr>
        <w:t xml:space="preserve"> الاسراء، الآية 45 و 46 و 47.</w:t>
      </w:r>
    </w:p>
    <w:p w:rsidR="00481D79" w:rsidRDefault="00481D79" w:rsidP="00AC1BA8">
      <w:pPr>
        <w:pStyle w:val="libFootnote0"/>
        <w:rPr>
          <w:rtl/>
        </w:rPr>
      </w:pPr>
      <w:r>
        <w:rPr>
          <w:rtl/>
        </w:rPr>
        <w:t>6</w:t>
      </w:r>
      <w:r w:rsidR="00AC1BA8">
        <w:rPr>
          <w:rFonts w:hint="cs"/>
          <w:rtl/>
        </w:rPr>
        <w:t>-</w:t>
      </w:r>
      <w:r>
        <w:rPr>
          <w:rtl/>
        </w:rPr>
        <w:t xml:space="preserve"> يس، الآية 9 و 10 و 11.</w:t>
      </w:r>
    </w:p>
    <w:p w:rsidR="00481D79" w:rsidRPr="00D11BDC" w:rsidRDefault="00481D79" w:rsidP="00AC1BA8">
      <w:pPr>
        <w:pStyle w:val="libFootnote0"/>
        <w:rPr>
          <w:rtl/>
        </w:rPr>
      </w:pPr>
      <w:r>
        <w:rPr>
          <w:rtl/>
        </w:rPr>
        <w:t>7</w:t>
      </w:r>
      <w:r w:rsidR="00AC1BA8">
        <w:rPr>
          <w:rFonts w:hint="cs"/>
          <w:rtl/>
        </w:rPr>
        <w:t>-</w:t>
      </w:r>
      <w:r>
        <w:rPr>
          <w:rtl/>
        </w:rPr>
        <w:t xml:space="preserve"> أضاف في خ: وارتفاعها .</w:t>
      </w:r>
    </w:p>
    <w:p w:rsidR="00481D79" w:rsidRDefault="00481D79" w:rsidP="00481D79">
      <w:pPr>
        <w:pStyle w:val="libNormal"/>
        <w:rPr>
          <w:rtl/>
          <w:lang w:bidi="fa-IR"/>
        </w:rPr>
      </w:pPr>
      <w:r>
        <w:rPr>
          <w:rtl/>
          <w:lang w:bidi="fa-IR"/>
        </w:rPr>
        <w:br w:type="page"/>
      </w:r>
    </w:p>
    <w:p w:rsidR="00481D79" w:rsidRPr="00481D79" w:rsidRDefault="00481D79" w:rsidP="00422CB7">
      <w:pPr>
        <w:pStyle w:val="libNormal0"/>
      </w:pPr>
      <w:r w:rsidRPr="00481D79">
        <w:rPr>
          <w:rtl/>
        </w:rPr>
        <w:lastRenderedPageBreak/>
        <w:t xml:space="preserve">فقال: العوسجة </w:t>
      </w:r>
      <w:r w:rsidR="00AC1BA8" w:rsidRPr="00422CB7">
        <w:rPr>
          <w:rStyle w:val="libFootnotenumChar"/>
          <w:rFonts w:hint="cs"/>
          <w:rtl/>
        </w:rPr>
        <w:t>(1)</w:t>
      </w:r>
      <w:r w:rsidRPr="00481D79">
        <w:rPr>
          <w:rtl/>
        </w:rPr>
        <w:t xml:space="preserve"> ومنها عصى موسى </w:t>
      </w:r>
      <w:r w:rsidR="004226A8" w:rsidRPr="004226A8">
        <w:rPr>
          <w:rStyle w:val="libAlaemChar"/>
          <w:rtl/>
        </w:rPr>
        <w:t>عليه‌السلام</w:t>
      </w:r>
      <w:r w:rsidRPr="00481D79">
        <w:rPr>
          <w:rtl/>
        </w:rPr>
        <w:t xml:space="preserve">. وسأله عن أول شجرة نبتت في الارض؟ فقال: هي الدبا، وهو القرع. وسأله عن أول من حج من أهل السماء؟ فقال له: جبرئيل. وسأله عن أول بقعة بسطت من الارض أيام الطوفان؟ فقال له: موضع الكعبة، وكانت زبرجدة خضراء. وسأله عن أكرم واد على وجه الارض؟ فقال له: واد يقال له: سرنديب. فسقط فيه آدم </w:t>
      </w:r>
      <w:r w:rsidR="004226A8" w:rsidRPr="004226A8">
        <w:rPr>
          <w:rStyle w:val="libAlaemChar"/>
          <w:rtl/>
        </w:rPr>
        <w:t>عليه‌السلام</w:t>
      </w:r>
      <w:r w:rsidRPr="00481D79">
        <w:rPr>
          <w:rtl/>
        </w:rPr>
        <w:t xml:space="preserve"> من السماء. وسأله عن شرواد على وجه الارض؟ فقال: واد في اليمن يقال له: برهوت، وهو من أودية جهنم. وسأله عن سجن سار بصاحبه؟ فقال: الحوت سار بيونس بن متي. وسأله عن ستة لم يركضوا في رحم؟ فقال: آدم وحواء وكبش إبراهيم وعصى موسى وناقة صالح والخفاش الذي عمله عيسى بن مريم </w:t>
      </w:r>
      <w:r w:rsidR="004226A8" w:rsidRPr="004226A8">
        <w:rPr>
          <w:rStyle w:val="libAlaemChar"/>
          <w:rtl/>
        </w:rPr>
        <w:t>عليه‌السلام</w:t>
      </w:r>
      <w:r w:rsidRPr="00481D79">
        <w:rPr>
          <w:rtl/>
        </w:rPr>
        <w:t xml:space="preserve"> وطار باذن الله عزوجل. وسأله عن شئ مكذوب عليه ليس من الجن ولا من الانس؟ فقال: الذئب الذي كذب عليه أخوة يوسف. وسأله عن شئ أوحي إليه ليس من الجن ولا من الانس؟ فقال: أوحى الله عزوجل إلى النحل. وسأله عن أطهر موضع على وجه الارض؟ لا تحل الصلاة فيه؟ فقال له ظهر الكعبة. وسأله عن موضع طلعت عليه الشمس ساعة من النهار، ولا تطلع عليه </w:t>
      </w:r>
      <w:r w:rsidR="00422CB7" w:rsidRPr="00422CB7">
        <w:rPr>
          <w:rStyle w:val="libFootnotenumChar"/>
          <w:rFonts w:hint="cs"/>
          <w:rtl/>
        </w:rPr>
        <w:t>(2)</w:t>
      </w:r>
      <w:r w:rsidRPr="00481D79">
        <w:rPr>
          <w:rtl/>
        </w:rPr>
        <w:t xml:space="preserve"> أبدا؟ فقال: ذلك البحر الذي حين فلقه الله لموسى </w:t>
      </w:r>
      <w:r w:rsidR="004226A8" w:rsidRPr="004226A8">
        <w:rPr>
          <w:rStyle w:val="libAlaemChar"/>
          <w:rtl/>
        </w:rPr>
        <w:t>عليه‌السلام</w:t>
      </w:r>
      <w:r w:rsidRPr="00481D79">
        <w:rPr>
          <w:rtl/>
        </w:rPr>
        <w:t xml:space="preserve">، فأصابت أرضه الشمس وأطبق عليه الماء، فلن تصيبه الشمس </w:t>
      </w:r>
      <w:r w:rsidR="00422CB7" w:rsidRPr="00422CB7">
        <w:rPr>
          <w:rStyle w:val="libFootnotenumChar"/>
          <w:rFonts w:hint="cs"/>
          <w:rtl/>
        </w:rPr>
        <w:t>(3)</w:t>
      </w:r>
      <w:r w:rsidRPr="00481D79">
        <w:rPr>
          <w:rtl/>
        </w:rPr>
        <w:t xml:space="preserve">. وسأله عن شئ شرب وهو حي، وأكل وهو ميت؟ فقال: تلك عصى موسى </w:t>
      </w:r>
      <w:r w:rsidR="004226A8" w:rsidRPr="004226A8">
        <w:rPr>
          <w:rStyle w:val="libAlaemChar"/>
          <w:rtl/>
        </w:rPr>
        <w:t>عليه‌السلام</w:t>
      </w:r>
      <w:r w:rsidRPr="00481D79">
        <w:rPr>
          <w:rtl/>
        </w:rPr>
        <w:t xml:space="preserve">. وسأله عن نذير أنذر قومه ليس من الجن ولا من الانس؟ فقال: هي النملة. وسأله عن أول من أمر بالختان؟ فقال: إبراهيم </w:t>
      </w:r>
      <w:r w:rsidR="004226A8" w:rsidRPr="004226A8">
        <w:rPr>
          <w:rStyle w:val="libAlaemChar"/>
          <w:rtl/>
        </w:rPr>
        <w:t>عليه‌السلام</w:t>
      </w:r>
      <w:r w:rsidRPr="00481D79">
        <w:rPr>
          <w:rtl/>
        </w:rPr>
        <w:t>. وسأله عن أول من خفض من النساء؟ فقال: هاجر أم إسماعيل خفضتها سارة لتخرج من يمينها. وسألها عن أول إمرأة جرت ذيلها؟ فقال: هاجر لما هربت من سارة. وسأله عن أول من جر ذيله من الرجال؟ قال: قارون.</w:t>
      </w:r>
    </w:p>
    <w:p w:rsidR="00481D79" w:rsidRDefault="005B067E" w:rsidP="005B067E">
      <w:pPr>
        <w:pStyle w:val="libLine"/>
        <w:rPr>
          <w:rtl/>
        </w:rPr>
      </w:pPr>
      <w:r>
        <w:rPr>
          <w:rtl/>
        </w:rPr>
        <w:t>____________________</w:t>
      </w:r>
    </w:p>
    <w:p w:rsidR="00481D79" w:rsidRDefault="00481D79" w:rsidP="00422CB7">
      <w:pPr>
        <w:pStyle w:val="libFootnote0"/>
        <w:rPr>
          <w:rtl/>
        </w:rPr>
      </w:pPr>
      <w:r>
        <w:rPr>
          <w:rtl/>
        </w:rPr>
        <w:t>1</w:t>
      </w:r>
      <w:r w:rsidR="00422CB7">
        <w:rPr>
          <w:rFonts w:hint="cs"/>
          <w:rtl/>
        </w:rPr>
        <w:t>-</w:t>
      </w:r>
      <w:r>
        <w:rPr>
          <w:rtl/>
        </w:rPr>
        <w:t xml:space="preserve"> العوسج: ضرب من الشوك، الواحدة العوسجة.</w:t>
      </w:r>
    </w:p>
    <w:p w:rsidR="00481D79" w:rsidRDefault="00481D79" w:rsidP="00422CB7">
      <w:pPr>
        <w:pStyle w:val="libFootnote0"/>
        <w:rPr>
          <w:rtl/>
        </w:rPr>
      </w:pPr>
      <w:r>
        <w:rPr>
          <w:rtl/>
        </w:rPr>
        <w:t>2</w:t>
      </w:r>
      <w:r w:rsidR="00422CB7">
        <w:rPr>
          <w:rFonts w:hint="cs"/>
          <w:rtl/>
        </w:rPr>
        <w:t>-</w:t>
      </w:r>
      <w:r>
        <w:rPr>
          <w:rtl/>
        </w:rPr>
        <w:t xml:space="preserve"> أضاف في خ: مرة أخرى.</w:t>
      </w:r>
    </w:p>
    <w:p w:rsidR="00481D79" w:rsidRDefault="00481D79" w:rsidP="00422CB7">
      <w:pPr>
        <w:pStyle w:val="libFootnote0"/>
        <w:rPr>
          <w:rtl/>
        </w:rPr>
      </w:pPr>
      <w:r>
        <w:rPr>
          <w:rtl/>
        </w:rPr>
        <w:t>3</w:t>
      </w:r>
      <w:r w:rsidR="00422CB7">
        <w:rPr>
          <w:rFonts w:hint="cs"/>
          <w:rtl/>
        </w:rPr>
        <w:t>-</w:t>
      </w:r>
      <w:r>
        <w:rPr>
          <w:rtl/>
        </w:rPr>
        <w:t xml:space="preserve"> خ: بعد ذا أبدا.</w:t>
      </w:r>
    </w:p>
    <w:p w:rsidR="00481D79" w:rsidRDefault="00481D79" w:rsidP="00481D79">
      <w:pPr>
        <w:pStyle w:val="libNormal"/>
        <w:rPr>
          <w:rtl/>
        </w:rPr>
      </w:pPr>
      <w:r>
        <w:rPr>
          <w:rtl/>
        </w:rPr>
        <w:br w:type="page"/>
      </w:r>
    </w:p>
    <w:p w:rsidR="00481D79" w:rsidRPr="00481D79" w:rsidRDefault="00481D79" w:rsidP="00422CB7">
      <w:pPr>
        <w:pStyle w:val="libNormal"/>
        <w:rPr>
          <w:rtl/>
        </w:rPr>
      </w:pPr>
      <w:r w:rsidRPr="00481D79">
        <w:rPr>
          <w:rtl/>
        </w:rPr>
        <w:lastRenderedPageBreak/>
        <w:t xml:space="preserve">وسأله عن أول من لبس النعلين؟ فقال: إبراهيم. وسأله عن أكرم الناس نسبا؟ فقال: صديق الله يوسف بن يعقوب إسرائيل الله بن إسحاق ذبيح الله بن إبراهيم خليل الله صلوات الله عليهم. وسأله عن ستة من الانبياء لهم اسمان؟ فقال: يوشع بن نون وهو ذو الكفل، ويعقوب وهو إسرائيل </w:t>
      </w:r>
      <w:r w:rsidR="00422CB7" w:rsidRPr="00422CB7">
        <w:rPr>
          <w:rStyle w:val="libFootnotenumChar"/>
          <w:rFonts w:hint="cs"/>
          <w:rtl/>
        </w:rPr>
        <w:t>(1)</w:t>
      </w:r>
      <w:r w:rsidRPr="00481D79">
        <w:rPr>
          <w:rtl/>
        </w:rPr>
        <w:t xml:space="preserve">، والخضر وهو حلقيا </w:t>
      </w:r>
      <w:r w:rsidR="00422CB7" w:rsidRPr="00422CB7">
        <w:rPr>
          <w:rStyle w:val="libFootnotenumChar"/>
          <w:rFonts w:hint="cs"/>
          <w:rtl/>
        </w:rPr>
        <w:t>(2)</w:t>
      </w:r>
      <w:r w:rsidRPr="00481D79">
        <w:rPr>
          <w:rtl/>
        </w:rPr>
        <w:t xml:space="preserve">، ويونس وهو ذو النون، وعيسى وهو المسيح، ومحمد وهو أحمد </w:t>
      </w:r>
      <w:r w:rsidR="004226A8" w:rsidRPr="004226A8">
        <w:rPr>
          <w:rStyle w:val="libAlaemChar"/>
          <w:rtl/>
        </w:rPr>
        <w:t>صلى‌الله‌عليه‌وآله</w:t>
      </w:r>
      <w:r w:rsidRPr="00481D79">
        <w:rPr>
          <w:rtl/>
        </w:rPr>
        <w:t xml:space="preserve"> وسأله عن شئ يتنفس ليس له لحم ولا دم؟ فقال له: ذاك الصبح إذا تنفس. وسأله عن خمسة من الانبياء تكلموا بالعربية؟ فقال </w:t>
      </w:r>
      <w:r w:rsidR="004226A8" w:rsidRPr="004226A8">
        <w:rPr>
          <w:rStyle w:val="libAlaemChar"/>
          <w:rtl/>
        </w:rPr>
        <w:t>عليه‌السلام</w:t>
      </w:r>
      <w:r w:rsidRPr="00481D79">
        <w:rPr>
          <w:rtl/>
        </w:rPr>
        <w:t xml:space="preserve">: هود وشعيب وصالح وإسماعيل ومحمد </w:t>
      </w:r>
      <w:r w:rsidR="004226A8" w:rsidRPr="004226A8">
        <w:rPr>
          <w:rStyle w:val="libAlaemChar"/>
          <w:rtl/>
        </w:rPr>
        <w:t>صلى‌الله‌عليه‌وآله</w:t>
      </w:r>
      <w:r w:rsidRPr="00481D79">
        <w:rPr>
          <w:rtl/>
        </w:rPr>
        <w:t xml:space="preserve">. ثم جلس. وقام رجل آخر سأله </w:t>
      </w:r>
      <w:r w:rsidR="00422CB7" w:rsidRPr="00422CB7">
        <w:rPr>
          <w:rStyle w:val="libFootnotenumChar"/>
          <w:rFonts w:hint="cs"/>
          <w:rtl/>
        </w:rPr>
        <w:t>(3)</w:t>
      </w:r>
      <w:r w:rsidRPr="00481D79">
        <w:rPr>
          <w:rtl/>
        </w:rPr>
        <w:t xml:space="preserve"> وتعنته. فقال: يا أمير المؤمنين أخبرنا عن قول الله عزوجل: " يوم يفر المرء من أخيه وأمه وأبيه وصاحبته وبنيه لكل امرء يومئذ شأن يغنيه " </w:t>
      </w:r>
      <w:r w:rsidR="00422CB7" w:rsidRPr="00422CB7">
        <w:rPr>
          <w:rStyle w:val="libFootnotenumChar"/>
          <w:rFonts w:hint="cs"/>
          <w:rtl/>
        </w:rPr>
        <w:t>(4)</w:t>
      </w:r>
      <w:r w:rsidRPr="00481D79">
        <w:rPr>
          <w:rtl/>
        </w:rPr>
        <w:t xml:space="preserve"> من هم؟ فقال </w:t>
      </w:r>
      <w:r w:rsidR="004226A8" w:rsidRPr="004226A8">
        <w:rPr>
          <w:rStyle w:val="libAlaemChar"/>
          <w:rtl/>
        </w:rPr>
        <w:t>عليه‌السلام</w:t>
      </w:r>
      <w:r w:rsidRPr="00481D79">
        <w:rPr>
          <w:rtl/>
        </w:rPr>
        <w:t xml:space="preserve">: قابيل يفر من هابيل، والذي يفر من أمه موسى </w:t>
      </w:r>
      <w:r w:rsidR="00422CB7" w:rsidRPr="00422CB7">
        <w:rPr>
          <w:rStyle w:val="libFootnotenumChar"/>
          <w:rFonts w:hint="cs"/>
          <w:rtl/>
        </w:rPr>
        <w:t>(5)</w:t>
      </w:r>
      <w:r w:rsidRPr="00481D79">
        <w:rPr>
          <w:rtl/>
        </w:rPr>
        <w:t xml:space="preserve">، والذي يفر من أبيه إبراهيم يعني الاب المربي لا الوالد، والذي يفر من صاحبته لوط، والذي يفر من ابنه نوح يفر من ابنه كنعان. وسأله عن أول من مات فجأة؟ فقال </w:t>
      </w:r>
      <w:r w:rsidR="004226A8" w:rsidRPr="004226A8">
        <w:rPr>
          <w:rStyle w:val="libAlaemChar"/>
          <w:rtl/>
        </w:rPr>
        <w:t>عليه‌السلام</w:t>
      </w:r>
      <w:r w:rsidRPr="00481D79">
        <w:rPr>
          <w:rtl/>
        </w:rPr>
        <w:t xml:space="preserve">: داود مات على منبره يوم الاربعاء </w:t>
      </w:r>
      <w:r w:rsidR="00422CB7" w:rsidRPr="00422CB7">
        <w:rPr>
          <w:rStyle w:val="libFootnotenumChar"/>
          <w:rFonts w:hint="cs"/>
          <w:rtl/>
        </w:rPr>
        <w:t>(6)</w:t>
      </w:r>
      <w:r w:rsidRPr="00481D79">
        <w:rPr>
          <w:rtl/>
        </w:rPr>
        <w:t xml:space="preserve">. وسأله عن أربعة لا يشبعن من أربع؟ فقال: الارض من المطر، والانثى من الذكر، والعين من النظر، والعالم من العلم. وسأله عن أول من وضع سكة الدنانير والدراهم؟ فقال: نمرود بن كنعان بعد نوح </w:t>
      </w:r>
      <w:r w:rsidR="004226A8" w:rsidRPr="004226A8">
        <w:rPr>
          <w:rStyle w:val="libAlaemChar"/>
          <w:rtl/>
        </w:rPr>
        <w:t>عليه‌السلام</w:t>
      </w:r>
      <w:r w:rsidRPr="00481D79">
        <w:rPr>
          <w:rtl/>
        </w:rPr>
        <w:t xml:space="preserve">. وسأله عن أول من عمل عمل قوم لوط؟ فقال </w:t>
      </w:r>
      <w:r w:rsidR="004226A8" w:rsidRPr="004226A8">
        <w:rPr>
          <w:rStyle w:val="libAlaemChar"/>
          <w:rtl/>
        </w:rPr>
        <w:t>عليه‌السلام</w:t>
      </w:r>
      <w:r w:rsidRPr="00481D79">
        <w:rPr>
          <w:rtl/>
        </w:rPr>
        <w:t xml:space="preserve">: إبليس، لانه أمكن </w:t>
      </w:r>
      <w:r w:rsidR="00422CB7" w:rsidRPr="00422CB7">
        <w:rPr>
          <w:rStyle w:val="libFootnotenumChar"/>
          <w:rFonts w:hint="cs"/>
          <w:rtl/>
        </w:rPr>
        <w:t>(7)</w:t>
      </w:r>
      <w:r w:rsidRPr="00481D79">
        <w:rPr>
          <w:rtl/>
        </w:rPr>
        <w:t xml:space="preserve"> من نفسه.</w:t>
      </w:r>
    </w:p>
    <w:p w:rsidR="00481D79" w:rsidRDefault="005B067E" w:rsidP="005B067E">
      <w:pPr>
        <w:pStyle w:val="libLine"/>
        <w:rPr>
          <w:rtl/>
        </w:rPr>
      </w:pPr>
      <w:r>
        <w:rPr>
          <w:rtl/>
        </w:rPr>
        <w:t>____________________</w:t>
      </w:r>
    </w:p>
    <w:p w:rsidR="00481D79" w:rsidRDefault="00481D79" w:rsidP="00422CB7">
      <w:pPr>
        <w:pStyle w:val="libFootnote0"/>
        <w:rPr>
          <w:rtl/>
        </w:rPr>
      </w:pPr>
      <w:r>
        <w:rPr>
          <w:rtl/>
        </w:rPr>
        <w:t>1</w:t>
      </w:r>
      <w:r w:rsidR="00422CB7">
        <w:rPr>
          <w:rFonts w:hint="cs"/>
          <w:rtl/>
        </w:rPr>
        <w:t>-</w:t>
      </w:r>
      <w:r>
        <w:rPr>
          <w:rtl/>
        </w:rPr>
        <w:t xml:space="preserve"> خ: إسرائيل الله.</w:t>
      </w:r>
    </w:p>
    <w:p w:rsidR="00481D79" w:rsidRDefault="00481D79" w:rsidP="00422CB7">
      <w:pPr>
        <w:pStyle w:val="libFootnote0"/>
        <w:rPr>
          <w:rtl/>
        </w:rPr>
      </w:pPr>
      <w:r>
        <w:rPr>
          <w:rtl/>
        </w:rPr>
        <w:t>2</w:t>
      </w:r>
      <w:r w:rsidR="00422CB7">
        <w:rPr>
          <w:rFonts w:hint="cs"/>
          <w:rtl/>
        </w:rPr>
        <w:t>-</w:t>
      </w:r>
      <w:r>
        <w:rPr>
          <w:rtl/>
        </w:rPr>
        <w:t xml:space="preserve"> خ ل: حليقا - تاليا - حليقا - جعليا - خليقاء.</w:t>
      </w:r>
    </w:p>
    <w:p w:rsidR="00481D79" w:rsidRDefault="00481D79" w:rsidP="00422CB7">
      <w:pPr>
        <w:pStyle w:val="libFootnote0"/>
        <w:rPr>
          <w:rtl/>
        </w:rPr>
      </w:pPr>
      <w:r>
        <w:rPr>
          <w:rtl/>
        </w:rPr>
        <w:t>3</w:t>
      </w:r>
      <w:r w:rsidR="00422CB7">
        <w:rPr>
          <w:rFonts w:hint="cs"/>
          <w:rtl/>
        </w:rPr>
        <w:t>-</w:t>
      </w:r>
      <w:r>
        <w:rPr>
          <w:rtl/>
        </w:rPr>
        <w:t xml:space="preserve"> خ: فسأله.</w:t>
      </w:r>
    </w:p>
    <w:p w:rsidR="00481D79" w:rsidRDefault="00481D79" w:rsidP="00422CB7">
      <w:pPr>
        <w:pStyle w:val="libFootnote0"/>
        <w:rPr>
          <w:rtl/>
        </w:rPr>
      </w:pPr>
      <w:r>
        <w:rPr>
          <w:rtl/>
        </w:rPr>
        <w:t>4</w:t>
      </w:r>
      <w:r w:rsidR="00422CB7">
        <w:rPr>
          <w:rFonts w:hint="cs"/>
          <w:rtl/>
        </w:rPr>
        <w:t>-</w:t>
      </w:r>
      <w:r>
        <w:rPr>
          <w:rtl/>
        </w:rPr>
        <w:t xml:space="preserve"> عبس: 34 - 37.</w:t>
      </w:r>
    </w:p>
    <w:p w:rsidR="00481D79" w:rsidRDefault="00481D79" w:rsidP="00422CB7">
      <w:pPr>
        <w:pStyle w:val="libFootnote0"/>
        <w:rPr>
          <w:rtl/>
        </w:rPr>
      </w:pPr>
      <w:r>
        <w:rPr>
          <w:rtl/>
        </w:rPr>
        <w:t>5</w:t>
      </w:r>
      <w:r w:rsidR="00422CB7">
        <w:rPr>
          <w:rFonts w:hint="cs"/>
          <w:rtl/>
        </w:rPr>
        <w:t>-</w:t>
      </w:r>
      <w:r>
        <w:rPr>
          <w:rtl/>
        </w:rPr>
        <w:t xml:space="preserve"> قال الشيخ الصدوق </w:t>
      </w:r>
      <w:r w:rsidR="004226A8" w:rsidRPr="00422CB7">
        <w:rPr>
          <w:rStyle w:val="libFootnoteAlaemChar"/>
          <w:rtl/>
        </w:rPr>
        <w:t>قدس‌سره</w:t>
      </w:r>
      <w:r>
        <w:rPr>
          <w:rtl/>
        </w:rPr>
        <w:t xml:space="preserve"> في كتاب الخصال: 318 ذ ح 102: إنما يفر موسى من إمه خشية أن يكون قد قصر فيما وجب عليه من حقها، وإبراهيم إنما يفر من الاب المربي المشرك، لا من الاب الوالد وهو تارخ.</w:t>
      </w:r>
    </w:p>
    <w:p w:rsidR="00481D79" w:rsidRDefault="00481D79" w:rsidP="00422CB7">
      <w:pPr>
        <w:pStyle w:val="libFootnote0"/>
        <w:rPr>
          <w:rtl/>
        </w:rPr>
      </w:pPr>
      <w:r>
        <w:rPr>
          <w:rtl/>
        </w:rPr>
        <w:t>6</w:t>
      </w:r>
      <w:r w:rsidR="00422CB7">
        <w:rPr>
          <w:rFonts w:hint="cs"/>
          <w:rtl/>
        </w:rPr>
        <w:t>-</w:t>
      </w:r>
      <w:r>
        <w:rPr>
          <w:rtl/>
        </w:rPr>
        <w:t xml:space="preserve"> خ: يوم الجمعة.</w:t>
      </w:r>
    </w:p>
    <w:p w:rsidR="00481D79" w:rsidRDefault="00481D79" w:rsidP="00422CB7">
      <w:pPr>
        <w:pStyle w:val="libFootnote0"/>
        <w:rPr>
          <w:rtl/>
        </w:rPr>
      </w:pPr>
      <w:r>
        <w:rPr>
          <w:rtl/>
        </w:rPr>
        <w:t>7</w:t>
      </w:r>
      <w:r w:rsidR="00422CB7">
        <w:rPr>
          <w:rFonts w:hint="cs"/>
          <w:rtl/>
        </w:rPr>
        <w:t>-</w:t>
      </w:r>
      <w:r>
        <w:rPr>
          <w:rtl/>
        </w:rPr>
        <w:t xml:space="preserve"> خ ل: مكن.</w:t>
      </w:r>
    </w:p>
    <w:p w:rsidR="00481D79" w:rsidRDefault="00481D79" w:rsidP="00481D79">
      <w:pPr>
        <w:pStyle w:val="libNormal"/>
        <w:rPr>
          <w:rtl/>
        </w:rPr>
      </w:pPr>
      <w:r>
        <w:rPr>
          <w:rtl/>
        </w:rPr>
        <w:br w:type="page"/>
      </w:r>
    </w:p>
    <w:p w:rsidR="00481D79" w:rsidRPr="00481D79" w:rsidRDefault="00481D79" w:rsidP="00422CB7">
      <w:pPr>
        <w:pStyle w:val="libNormal"/>
        <w:rPr>
          <w:rtl/>
        </w:rPr>
      </w:pPr>
      <w:r w:rsidRPr="00481D79">
        <w:rPr>
          <w:rtl/>
        </w:rPr>
        <w:lastRenderedPageBreak/>
        <w:t xml:space="preserve">وسأله عن معنى هدير الحمام الراعبية؟ فقال: تدعو على أهل المعازف والقيان </w:t>
      </w:r>
      <w:r w:rsidR="00422CB7" w:rsidRPr="00422CB7">
        <w:rPr>
          <w:rStyle w:val="libFootnotenumChar"/>
          <w:rFonts w:hint="cs"/>
          <w:rtl/>
        </w:rPr>
        <w:t>(1)</w:t>
      </w:r>
      <w:r w:rsidRPr="00481D79">
        <w:rPr>
          <w:rtl/>
        </w:rPr>
        <w:t xml:space="preserve"> والمزامير والعيدان. وسأله عن كنية البراق؟ فقال </w:t>
      </w:r>
      <w:r w:rsidR="004226A8" w:rsidRPr="004226A8">
        <w:rPr>
          <w:rStyle w:val="libAlaemChar"/>
          <w:rtl/>
        </w:rPr>
        <w:t>عليه‌السلام</w:t>
      </w:r>
      <w:r w:rsidRPr="00481D79">
        <w:rPr>
          <w:rtl/>
        </w:rPr>
        <w:t xml:space="preserve">: يكنى أبا هلال </w:t>
      </w:r>
      <w:r w:rsidR="00422CB7" w:rsidRPr="00422CB7">
        <w:rPr>
          <w:rStyle w:val="libFootnotenumChar"/>
          <w:rFonts w:hint="cs"/>
          <w:rtl/>
        </w:rPr>
        <w:t>(2)</w:t>
      </w:r>
      <w:r w:rsidRPr="00481D79">
        <w:rPr>
          <w:rtl/>
        </w:rPr>
        <w:t xml:space="preserve">. وسأله لم سمي تبع الملك تبعا؟ فقال </w:t>
      </w:r>
      <w:r w:rsidR="004226A8" w:rsidRPr="004226A8">
        <w:rPr>
          <w:rStyle w:val="libAlaemChar"/>
          <w:rtl/>
        </w:rPr>
        <w:t>عليه‌السلام</w:t>
      </w:r>
      <w:r w:rsidRPr="00481D79">
        <w:rPr>
          <w:rtl/>
        </w:rPr>
        <w:t xml:space="preserve">: لانه كان غلاما كاتبا، وكان يكتب للملك الذي قبله، وكان إذا كتب كتب باسم الله الذي خلق صبحا </w:t>
      </w:r>
      <w:r w:rsidR="00422CB7" w:rsidRPr="00422CB7">
        <w:rPr>
          <w:rStyle w:val="libFootnotenumChar"/>
          <w:rFonts w:hint="cs"/>
          <w:rtl/>
        </w:rPr>
        <w:t>(3)</w:t>
      </w:r>
      <w:r w:rsidRPr="00481D79">
        <w:rPr>
          <w:rtl/>
        </w:rPr>
        <w:t xml:space="preserve"> وريحا، فقال الملك: اكتب وابدأ باسم ملك الرعد، فقال، لا أبدأ إلا باسم إلهي، ثم اعطف على حاجتك، فشكر الله عزوجل له ذلك، فأعطاه ملك ذلك الملك، فتابعه الناس على ذلك، فسمي تبعا. وسأله ما بال الماعز مرفوعة </w:t>
      </w:r>
      <w:r w:rsidR="00422CB7" w:rsidRPr="00422CB7">
        <w:rPr>
          <w:rStyle w:val="libFootnotenumChar"/>
          <w:rFonts w:hint="cs"/>
          <w:rtl/>
        </w:rPr>
        <w:t>(4)</w:t>
      </w:r>
      <w:r w:rsidRPr="00481D79">
        <w:rPr>
          <w:rtl/>
        </w:rPr>
        <w:t xml:space="preserve"> الذنب بادية الحياء والعورة؟ فقال </w:t>
      </w:r>
      <w:r w:rsidR="004226A8" w:rsidRPr="004226A8">
        <w:rPr>
          <w:rStyle w:val="libAlaemChar"/>
          <w:rtl/>
        </w:rPr>
        <w:t>عليه‌السلام</w:t>
      </w:r>
      <w:r w:rsidRPr="00481D79">
        <w:rPr>
          <w:rtl/>
        </w:rPr>
        <w:t xml:space="preserve">: لان الماعز عصت نوحا </w:t>
      </w:r>
      <w:r w:rsidR="004226A8" w:rsidRPr="004226A8">
        <w:rPr>
          <w:rStyle w:val="libAlaemChar"/>
          <w:rtl/>
        </w:rPr>
        <w:t>عليه‌السلام</w:t>
      </w:r>
      <w:r w:rsidRPr="00481D79">
        <w:rPr>
          <w:rtl/>
        </w:rPr>
        <w:t xml:space="preserve"> لما أدخلها السفينة، فدفعها، فكسر ذنبها، والنعجة مستورة الحياء والعورة، لان النعجة بادرت بالدخول إلى السفينة، فمسح نوح </w:t>
      </w:r>
      <w:r w:rsidR="004226A8" w:rsidRPr="004226A8">
        <w:rPr>
          <w:rStyle w:val="libAlaemChar"/>
          <w:rtl/>
        </w:rPr>
        <w:t>عليه‌السلام</w:t>
      </w:r>
      <w:r w:rsidRPr="00481D79">
        <w:rPr>
          <w:rtl/>
        </w:rPr>
        <w:t xml:space="preserve"> يده على حياها وذنبها فاستترت </w:t>
      </w:r>
      <w:r w:rsidR="00422CB7" w:rsidRPr="00422CB7">
        <w:rPr>
          <w:rStyle w:val="libFootnotenumChar"/>
          <w:rFonts w:hint="cs"/>
          <w:rtl/>
        </w:rPr>
        <w:t>(5)</w:t>
      </w:r>
      <w:r w:rsidRPr="00481D79">
        <w:rPr>
          <w:rtl/>
        </w:rPr>
        <w:t xml:space="preserve"> بالالية. وسأله عن كلام أهل الجنة؟ فقال كلام أهل الجنة بالعربية. وسأله عن كلام أهل النار؟ فقال بالمجوسية. وسأله عن النوم على كم وجه هو؟ فقال أمير المؤمنين </w:t>
      </w:r>
      <w:r w:rsidR="004226A8" w:rsidRPr="004226A8">
        <w:rPr>
          <w:rStyle w:val="libAlaemChar"/>
          <w:rtl/>
        </w:rPr>
        <w:t>عليه‌السلام</w:t>
      </w:r>
      <w:r w:rsidRPr="00481D79">
        <w:rPr>
          <w:rtl/>
        </w:rPr>
        <w:t xml:space="preserve">: النوم على أربعة أصناف: الانبياء تنام على أقفيتها مستلقية وأعينها لا تنام متوقعة لوحي ربها عزوجل، والمؤمن ينام على يمينه مستقبل القبلة والملوك وأبناؤها تنام على شمالها ليستمرؤوا ما يأكلون، وإبليس وأخواته وكل مجنون وذو عاهة ينامون على وجوههم منبطحين </w:t>
      </w:r>
      <w:r w:rsidR="00422CB7" w:rsidRPr="00422CB7">
        <w:rPr>
          <w:rStyle w:val="libFootnotenumChar"/>
          <w:rFonts w:hint="cs"/>
          <w:rtl/>
        </w:rPr>
        <w:t>(6)</w:t>
      </w:r>
      <w:r w:rsidRPr="00481D79">
        <w:rPr>
          <w:rtl/>
        </w:rPr>
        <w:t xml:space="preserve">. ثم جلس. وقام إليه رجل آخر، فقال: يا أمير المؤمنين أخبرني عن يوم الاربعاء وتطيرنا منه وثقله وأي أربعاء هو؟ فقال </w:t>
      </w:r>
      <w:r w:rsidR="004226A8" w:rsidRPr="004226A8">
        <w:rPr>
          <w:rStyle w:val="libAlaemChar"/>
          <w:rtl/>
        </w:rPr>
        <w:t>عليه‌السلام</w:t>
      </w:r>
      <w:r w:rsidRPr="00481D79">
        <w:rPr>
          <w:rtl/>
        </w:rPr>
        <w:t xml:space="preserve">: آخر أربعاء في الشهور، وهو المحاق، وفيه قتل قابيل هابيل أخاه ويوم الاربعاء ألقى إبراهيم </w:t>
      </w:r>
      <w:r w:rsidR="004226A8" w:rsidRPr="004226A8">
        <w:rPr>
          <w:rStyle w:val="libAlaemChar"/>
          <w:rtl/>
        </w:rPr>
        <w:t>عليه‌السلام</w:t>
      </w:r>
      <w:r w:rsidRPr="00481D79">
        <w:rPr>
          <w:rtl/>
        </w:rPr>
        <w:t xml:space="preserve"> في النار ويوم الاربعاء وضعوه في المنجنيق</w:t>
      </w:r>
    </w:p>
    <w:p w:rsidR="00481D79" w:rsidRDefault="005B067E" w:rsidP="005B067E">
      <w:pPr>
        <w:pStyle w:val="libLine"/>
        <w:rPr>
          <w:rtl/>
        </w:rPr>
      </w:pPr>
      <w:r>
        <w:rPr>
          <w:rtl/>
        </w:rPr>
        <w:t>____________________</w:t>
      </w:r>
    </w:p>
    <w:p w:rsidR="00481D79" w:rsidRDefault="00481D79" w:rsidP="00422CB7">
      <w:pPr>
        <w:pStyle w:val="libFootnote0"/>
        <w:rPr>
          <w:rtl/>
        </w:rPr>
      </w:pPr>
      <w:r>
        <w:rPr>
          <w:rtl/>
        </w:rPr>
        <w:t>1</w:t>
      </w:r>
      <w:r w:rsidR="00422CB7">
        <w:rPr>
          <w:rFonts w:hint="cs"/>
          <w:rtl/>
        </w:rPr>
        <w:t>-</w:t>
      </w:r>
      <w:r>
        <w:rPr>
          <w:rtl/>
        </w:rPr>
        <w:t xml:space="preserve"> خ ل: القين.</w:t>
      </w:r>
    </w:p>
    <w:p w:rsidR="00481D79" w:rsidRDefault="00481D79" w:rsidP="00422CB7">
      <w:pPr>
        <w:pStyle w:val="libFootnote0"/>
        <w:rPr>
          <w:rtl/>
        </w:rPr>
      </w:pPr>
      <w:r>
        <w:rPr>
          <w:rtl/>
        </w:rPr>
        <w:t>2</w:t>
      </w:r>
      <w:r w:rsidR="00422CB7">
        <w:rPr>
          <w:rFonts w:hint="cs"/>
          <w:rtl/>
        </w:rPr>
        <w:t>-</w:t>
      </w:r>
      <w:r>
        <w:rPr>
          <w:rtl/>
        </w:rPr>
        <w:t xml:space="preserve"> خ: أبا هزال.</w:t>
      </w:r>
    </w:p>
    <w:p w:rsidR="00481D79" w:rsidRDefault="00481D79" w:rsidP="00422CB7">
      <w:pPr>
        <w:pStyle w:val="libFootnote0"/>
        <w:rPr>
          <w:rtl/>
        </w:rPr>
      </w:pPr>
      <w:r>
        <w:rPr>
          <w:rtl/>
        </w:rPr>
        <w:t>3</w:t>
      </w:r>
      <w:r w:rsidR="00422CB7">
        <w:rPr>
          <w:rFonts w:hint="cs"/>
          <w:rtl/>
        </w:rPr>
        <w:t>-</w:t>
      </w:r>
      <w:r>
        <w:rPr>
          <w:rtl/>
        </w:rPr>
        <w:t xml:space="preserve"> خ: صيحا.</w:t>
      </w:r>
    </w:p>
    <w:p w:rsidR="00481D79" w:rsidRDefault="00481D79" w:rsidP="00422CB7">
      <w:pPr>
        <w:pStyle w:val="libFootnote0"/>
        <w:rPr>
          <w:rtl/>
        </w:rPr>
      </w:pPr>
      <w:r>
        <w:rPr>
          <w:rtl/>
        </w:rPr>
        <w:t>4</w:t>
      </w:r>
      <w:r w:rsidR="00422CB7">
        <w:rPr>
          <w:rFonts w:hint="cs"/>
          <w:rtl/>
        </w:rPr>
        <w:t>-</w:t>
      </w:r>
      <w:r>
        <w:rPr>
          <w:rtl/>
        </w:rPr>
        <w:t xml:space="preserve"> خ ل: معرقبة - مفرقعة. وفي بعض النسخ: " الماعزة " بدل " الماعز ".</w:t>
      </w:r>
    </w:p>
    <w:p w:rsidR="00481D79" w:rsidRDefault="00481D79" w:rsidP="00422CB7">
      <w:pPr>
        <w:pStyle w:val="libFootnote0"/>
        <w:rPr>
          <w:rtl/>
        </w:rPr>
      </w:pPr>
      <w:r>
        <w:rPr>
          <w:rtl/>
        </w:rPr>
        <w:t>5</w:t>
      </w:r>
      <w:r w:rsidR="00422CB7">
        <w:rPr>
          <w:rFonts w:hint="cs"/>
          <w:rtl/>
        </w:rPr>
        <w:t>-</w:t>
      </w:r>
      <w:r>
        <w:rPr>
          <w:rtl/>
        </w:rPr>
        <w:t xml:space="preserve"> خ ل: واستترت.</w:t>
      </w:r>
    </w:p>
    <w:p w:rsidR="00481D79" w:rsidRDefault="00481D79" w:rsidP="00422CB7">
      <w:pPr>
        <w:pStyle w:val="libFootnote0"/>
        <w:rPr>
          <w:rtl/>
        </w:rPr>
      </w:pPr>
      <w:r>
        <w:rPr>
          <w:rtl/>
        </w:rPr>
        <w:t>6</w:t>
      </w:r>
      <w:r w:rsidR="00422CB7">
        <w:rPr>
          <w:rFonts w:hint="cs"/>
          <w:rtl/>
        </w:rPr>
        <w:t>-</w:t>
      </w:r>
      <w:r>
        <w:rPr>
          <w:rtl/>
        </w:rPr>
        <w:t xml:space="preserve"> خ ل: على وجهه منبطحا. بطحه كمنعه ألقاه على وجهه فانبطح.</w:t>
      </w:r>
    </w:p>
    <w:p w:rsidR="00481D79" w:rsidRDefault="00481D79" w:rsidP="00481D79">
      <w:pPr>
        <w:pStyle w:val="libNormal"/>
        <w:rPr>
          <w:rtl/>
        </w:rPr>
      </w:pPr>
      <w:r>
        <w:rPr>
          <w:rtl/>
        </w:rPr>
        <w:br w:type="page"/>
      </w:r>
    </w:p>
    <w:p w:rsidR="00481D79" w:rsidRPr="00481D79" w:rsidRDefault="00481D79" w:rsidP="00181CC8">
      <w:pPr>
        <w:pStyle w:val="libNormal0"/>
        <w:rPr>
          <w:rtl/>
        </w:rPr>
      </w:pPr>
      <w:r w:rsidRPr="00481D79">
        <w:rPr>
          <w:rtl/>
        </w:rPr>
        <w:lastRenderedPageBreak/>
        <w:t xml:space="preserve">ويوم الاربعاء غرق الله فرعون ويوم الاربعاء جعل الله عزوجل قرية لوط عاليها سافلها </w:t>
      </w:r>
      <w:r w:rsidR="00181CC8" w:rsidRPr="00181CC8">
        <w:rPr>
          <w:rStyle w:val="libFootnotenumChar"/>
          <w:rFonts w:hint="cs"/>
          <w:rtl/>
        </w:rPr>
        <w:t>(2)</w:t>
      </w:r>
      <w:r w:rsidRPr="00481D79">
        <w:rPr>
          <w:rtl/>
        </w:rPr>
        <w:t xml:space="preserve"> ويوم الاربعاء أرسل الله عزوجل الريح على قوم عاد ويوم الاربعاء أصبحت كالصريم ويوم الاربعاء سلط الله عزوجل على نمرود البقة ويوم الاربعاء طلب فرعون موسى </w:t>
      </w:r>
      <w:r w:rsidR="004226A8" w:rsidRPr="004226A8">
        <w:rPr>
          <w:rStyle w:val="libAlaemChar"/>
          <w:rtl/>
        </w:rPr>
        <w:t>عليه‌السلام</w:t>
      </w:r>
      <w:r w:rsidRPr="00481D79">
        <w:rPr>
          <w:rtl/>
        </w:rPr>
        <w:t xml:space="preserve"> ليقتله ويوم الاربعاء خر عليهم السقف من فوقهم ويوم الاربعاء أمر فرعون بذبح الغلمان ويوم الاربعاء خرب بيت المقدس ويوم الاربعاء أحرق مسجد سليمان بن داود بإصطخر من كورة فارس ويوم الاربعاء قتل يحيى بن زكريا ويوم الاربعاء أظل قوم فرعون أول العذاب ويوم الاربعاء خسف الله عزوجل بقارون ويوم الاربعاء ابتلي أيوب </w:t>
      </w:r>
      <w:r w:rsidR="004226A8" w:rsidRPr="004226A8">
        <w:rPr>
          <w:rStyle w:val="libAlaemChar"/>
          <w:rtl/>
        </w:rPr>
        <w:t>عليه‌السلام</w:t>
      </w:r>
      <w:r w:rsidRPr="00481D79">
        <w:rPr>
          <w:rtl/>
        </w:rPr>
        <w:t xml:space="preserve"> بذهاب أهله وولده وماله </w:t>
      </w:r>
      <w:r w:rsidR="00181CC8" w:rsidRPr="00181CC8">
        <w:rPr>
          <w:rStyle w:val="libFootnotenumChar"/>
          <w:rFonts w:hint="cs"/>
          <w:rtl/>
        </w:rPr>
        <w:t>(3)</w:t>
      </w:r>
      <w:r w:rsidRPr="00481D79">
        <w:rPr>
          <w:rtl/>
        </w:rPr>
        <w:t xml:space="preserve"> ويوم الاربعاء ادخل يوسف </w:t>
      </w:r>
      <w:r w:rsidR="004226A8" w:rsidRPr="004226A8">
        <w:rPr>
          <w:rStyle w:val="libAlaemChar"/>
          <w:rtl/>
        </w:rPr>
        <w:t>عليه‌السلام</w:t>
      </w:r>
      <w:r w:rsidRPr="00481D79">
        <w:rPr>
          <w:rtl/>
        </w:rPr>
        <w:t xml:space="preserve"> السجن ويوم الاربعاء قال الله عزوجل: " إنا دمرناهم وقومهم أجمعين " </w:t>
      </w:r>
      <w:r w:rsidR="00181CC8" w:rsidRPr="00181CC8">
        <w:rPr>
          <w:rStyle w:val="libFootnotenumChar"/>
          <w:rFonts w:hint="cs"/>
          <w:rtl/>
        </w:rPr>
        <w:t>(4)</w:t>
      </w:r>
      <w:r w:rsidRPr="00481D79">
        <w:rPr>
          <w:rtl/>
        </w:rPr>
        <w:t xml:space="preserve"> ويوم الاربعاء أخذتهم الصيحة ويوم الاربعاء عقروا الناقة </w:t>
      </w:r>
      <w:r w:rsidR="00181CC8" w:rsidRPr="00181CC8">
        <w:rPr>
          <w:rStyle w:val="libFootnotenumChar"/>
          <w:rFonts w:hint="cs"/>
          <w:rtl/>
        </w:rPr>
        <w:t>(5)</w:t>
      </w:r>
      <w:r w:rsidRPr="00481D79">
        <w:rPr>
          <w:rtl/>
        </w:rPr>
        <w:t xml:space="preserve"> ويوم الاربعاء امطرت عليهم حجارة من سجيل ويوم الاربعاء شج النبي </w:t>
      </w:r>
      <w:r w:rsidR="004226A8" w:rsidRPr="004226A8">
        <w:rPr>
          <w:rStyle w:val="libAlaemChar"/>
          <w:rtl/>
        </w:rPr>
        <w:t>صلى‌الله‌عليه‌وآله</w:t>
      </w:r>
      <w:r w:rsidRPr="00481D79">
        <w:rPr>
          <w:rtl/>
        </w:rPr>
        <w:t xml:space="preserve"> وكسرت رباعيته ويوم الاربعاء أخذت العمالقة </w:t>
      </w:r>
      <w:r w:rsidR="00181CC8" w:rsidRPr="00181CC8">
        <w:rPr>
          <w:rStyle w:val="libFootnotenumChar"/>
          <w:rFonts w:hint="cs"/>
          <w:rtl/>
        </w:rPr>
        <w:t>(6)</w:t>
      </w:r>
      <w:r w:rsidRPr="00481D79">
        <w:rPr>
          <w:rtl/>
        </w:rPr>
        <w:t xml:space="preserve"> التابوت وسأله عن الايام وما يجوز فيها من العمل؟ فقال أمير المؤمنين </w:t>
      </w:r>
      <w:r w:rsidR="004226A8" w:rsidRPr="004226A8">
        <w:rPr>
          <w:rStyle w:val="libAlaemChar"/>
          <w:rtl/>
        </w:rPr>
        <w:t>عليه‌السلام</w:t>
      </w:r>
      <w:r w:rsidRPr="00481D79">
        <w:rPr>
          <w:rtl/>
        </w:rPr>
        <w:t>: يوم السبت يوم مكر وخديعة، ويوم الاحد يوم غرس وبناء، ويوم</w:t>
      </w:r>
    </w:p>
    <w:p w:rsidR="00481D79" w:rsidRDefault="005B067E" w:rsidP="005B067E">
      <w:pPr>
        <w:pStyle w:val="libLine"/>
        <w:rPr>
          <w:rtl/>
        </w:rPr>
      </w:pPr>
      <w:r>
        <w:rPr>
          <w:rtl/>
        </w:rPr>
        <w:t>____________________</w:t>
      </w:r>
    </w:p>
    <w:p w:rsidR="00481D79" w:rsidRDefault="00481D79" w:rsidP="00181CC8">
      <w:pPr>
        <w:pStyle w:val="libFootnote0"/>
        <w:rPr>
          <w:rtl/>
        </w:rPr>
      </w:pPr>
      <w:r>
        <w:rPr>
          <w:rtl/>
        </w:rPr>
        <w:t>1</w:t>
      </w:r>
      <w:r w:rsidR="00181CC8">
        <w:rPr>
          <w:rFonts w:hint="cs"/>
          <w:rtl/>
        </w:rPr>
        <w:t>-</w:t>
      </w:r>
      <w:r>
        <w:rPr>
          <w:rtl/>
        </w:rPr>
        <w:t xml:space="preserve"> خ: قوم فرعون.</w:t>
      </w:r>
    </w:p>
    <w:p w:rsidR="00481D79" w:rsidRDefault="00481D79" w:rsidP="00181CC8">
      <w:pPr>
        <w:pStyle w:val="libFootnote0"/>
        <w:rPr>
          <w:rtl/>
        </w:rPr>
      </w:pPr>
      <w:r>
        <w:rPr>
          <w:rtl/>
        </w:rPr>
        <w:t>2</w:t>
      </w:r>
      <w:r w:rsidR="00181CC8">
        <w:rPr>
          <w:rFonts w:hint="cs"/>
          <w:rtl/>
        </w:rPr>
        <w:t>-</w:t>
      </w:r>
      <w:r>
        <w:rPr>
          <w:rtl/>
        </w:rPr>
        <w:t xml:space="preserve"> في البحار: يوم الاربعاء جعل الله عاليها سافلها.</w:t>
      </w:r>
    </w:p>
    <w:p w:rsidR="00481D79" w:rsidRDefault="00481D79" w:rsidP="00181CC8">
      <w:pPr>
        <w:pStyle w:val="libFootnote0"/>
        <w:rPr>
          <w:rtl/>
        </w:rPr>
      </w:pPr>
      <w:r>
        <w:rPr>
          <w:rtl/>
        </w:rPr>
        <w:t>3</w:t>
      </w:r>
      <w:r w:rsidR="00181CC8">
        <w:rPr>
          <w:rFonts w:hint="cs"/>
          <w:rtl/>
        </w:rPr>
        <w:t>-</w:t>
      </w:r>
      <w:r>
        <w:rPr>
          <w:rtl/>
        </w:rPr>
        <w:t xml:space="preserve"> في البحار: بذهاب ماله وولده.</w:t>
      </w:r>
    </w:p>
    <w:p w:rsidR="00481D79" w:rsidRDefault="00481D79" w:rsidP="00181CC8">
      <w:pPr>
        <w:pStyle w:val="libFootnote0"/>
        <w:rPr>
          <w:rtl/>
        </w:rPr>
      </w:pPr>
      <w:r>
        <w:rPr>
          <w:rtl/>
        </w:rPr>
        <w:t>4</w:t>
      </w:r>
      <w:r w:rsidR="00181CC8">
        <w:rPr>
          <w:rFonts w:hint="cs"/>
          <w:rtl/>
        </w:rPr>
        <w:t>-</w:t>
      </w:r>
      <w:r>
        <w:rPr>
          <w:rtl/>
        </w:rPr>
        <w:t xml:space="preserve"> النمل: 51.</w:t>
      </w:r>
    </w:p>
    <w:p w:rsidR="00481D79" w:rsidRDefault="00481D79" w:rsidP="00181CC8">
      <w:pPr>
        <w:pStyle w:val="libFootnote0"/>
        <w:rPr>
          <w:rtl/>
        </w:rPr>
      </w:pPr>
      <w:r>
        <w:rPr>
          <w:rtl/>
        </w:rPr>
        <w:t>5</w:t>
      </w:r>
      <w:r w:rsidR="00181CC8">
        <w:rPr>
          <w:rFonts w:hint="cs"/>
          <w:rtl/>
        </w:rPr>
        <w:t>-</w:t>
      </w:r>
      <w:r>
        <w:rPr>
          <w:rtl/>
        </w:rPr>
        <w:t xml:space="preserve"> خ ل: عقرت الناقة.</w:t>
      </w:r>
    </w:p>
    <w:p w:rsidR="00481D79" w:rsidRDefault="00481D79" w:rsidP="00181CC8">
      <w:pPr>
        <w:pStyle w:val="libFootnote0"/>
        <w:rPr>
          <w:rtl/>
        </w:rPr>
      </w:pPr>
      <w:r>
        <w:rPr>
          <w:rtl/>
        </w:rPr>
        <w:t>6</w:t>
      </w:r>
      <w:r w:rsidR="00181CC8">
        <w:rPr>
          <w:rFonts w:hint="cs"/>
          <w:rtl/>
        </w:rPr>
        <w:t>-</w:t>
      </w:r>
      <w:r>
        <w:rPr>
          <w:rtl/>
        </w:rPr>
        <w:t xml:space="preserve"> في البحار: العماليق.</w:t>
      </w:r>
    </w:p>
    <w:p w:rsidR="00481D79" w:rsidRDefault="00481D79" w:rsidP="00481D79">
      <w:pPr>
        <w:pStyle w:val="libNormal"/>
        <w:rPr>
          <w:rtl/>
        </w:rPr>
      </w:pPr>
      <w:r>
        <w:rPr>
          <w:rtl/>
        </w:rPr>
        <w:br w:type="page"/>
      </w:r>
    </w:p>
    <w:p w:rsidR="00481D79" w:rsidRPr="00481D79" w:rsidRDefault="00481D79" w:rsidP="00E7028D">
      <w:pPr>
        <w:pStyle w:val="libNormal0"/>
        <w:rPr>
          <w:rtl/>
        </w:rPr>
      </w:pPr>
      <w:r w:rsidRPr="00481D79">
        <w:rPr>
          <w:rtl/>
        </w:rPr>
        <w:lastRenderedPageBreak/>
        <w:t xml:space="preserve">الاثنين يوم حرب ودم </w:t>
      </w:r>
      <w:r w:rsidR="00E7028D" w:rsidRPr="00E7028D">
        <w:rPr>
          <w:rStyle w:val="libFootnotenumChar"/>
          <w:rFonts w:hint="cs"/>
          <w:rtl/>
        </w:rPr>
        <w:t>(1)</w:t>
      </w:r>
      <w:r w:rsidRPr="00481D79">
        <w:rPr>
          <w:rtl/>
        </w:rPr>
        <w:t xml:space="preserve">، ويوم الثلاثاء يوم سفر وطلب </w:t>
      </w:r>
      <w:r w:rsidR="00E7028D" w:rsidRPr="00E7028D">
        <w:rPr>
          <w:rStyle w:val="libFootnotenumChar"/>
          <w:rFonts w:hint="cs"/>
          <w:rtl/>
        </w:rPr>
        <w:t>(2)</w:t>
      </w:r>
      <w:r w:rsidRPr="00481D79">
        <w:rPr>
          <w:rtl/>
        </w:rPr>
        <w:t xml:space="preserve">، ويوم الاربعاء يوم شوم يتطير فيه الناس، ويوم الخميس يوم الدخول على الامراء وقضاء الحوائج، ويوم الجمعة يوم خطبة ونكاح </w:t>
      </w:r>
      <w:r w:rsidR="00E7028D" w:rsidRPr="00E7028D">
        <w:rPr>
          <w:rStyle w:val="libFootnotenumChar"/>
          <w:rFonts w:hint="cs"/>
          <w:rtl/>
        </w:rPr>
        <w:t>(3)</w:t>
      </w:r>
      <w:r w:rsidRPr="00481D79">
        <w:rPr>
          <w:rtl/>
        </w:rPr>
        <w:t>.</w:t>
      </w:r>
    </w:p>
    <w:p w:rsidR="00481D79" w:rsidRPr="00481D79" w:rsidRDefault="00481D79" w:rsidP="00E7028D">
      <w:pPr>
        <w:pStyle w:val="libNormal"/>
        <w:rPr>
          <w:rtl/>
        </w:rPr>
      </w:pPr>
      <w:r w:rsidRPr="00481D79">
        <w:rPr>
          <w:rtl/>
        </w:rPr>
        <w:t xml:space="preserve">(31) وبإسناده عن الحسين بن علي </w:t>
      </w:r>
      <w:r w:rsidR="004226A8" w:rsidRPr="004226A8">
        <w:rPr>
          <w:rStyle w:val="libAlaemChar"/>
          <w:rtl/>
        </w:rPr>
        <w:t>عليهما‌السلام</w:t>
      </w:r>
      <w:r w:rsidRPr="00481D79">
        <w:rPr>
          <w:rtl/>
        </w:rPr>
        <w:t xml:space="preserve"> أنه قال: " من سره أن ينسأ في أجله، ويزداد في رزقه، فليصل رحمه ". </w:t>
      </w:r>
      <w:r w:rsidR="00E7028D" w:rsidRPr="00E7028D">
        <w:rPr>
          <w:rStyle w:val="libFootnotenumChar"/>
          <w:rFonts w:hint="cs"/>
          <w:rtl/>
        </w:rPr>
        <w:t>(4)</w:t>
      </w:r>
    </w:p>
    <w:p w:rsidR="00481D79" w:rsidRPr="00481D79" w:rsidRDefault="00481D79" w:rsidP="00E7028D">
      <w:pPr>
        <w:pStyle w:val="libNormal"/>
        <w:rPr>
          <w:rtl/>
        </w:rPr>
      </w:pPr>
      <w:r w:rsidRPr="00481D79">
        <w:rPr>
          <w:rtl/>
        </w:rPr>
        <w:t xml:space="preserve">(32) وبإسناده قال: سمعت الرضا علي بن موسى </w:t>
      </w:r>
      <w:r w:rsidR="004226A8" w:rsidRPr="004226A8">
        <w:rPr>
          <w:rStyle w:val="libAlaemChar"/>
          <w:rtl/>
        </w:rPr>
        <w:t>عليهما‌السلام</w:t>
      </w:r>
      <w:r w:rsidRPr="00481D79">
        <w:rPr>
          <w:rtl/>
        </w:rPr>
        <w:t xml:space="preserve"> يقول: " من استفاد أخا في الله فقد استفاد بيتا في الجنة ". </w:t>
      </w:r>
      <w:r w:rsidR="00E7028D" w:rsidRPr="00E7028D">
        <w:rPr>
          <w:rStyle w:val="libFootnotenumChar"/>
          <w:rFonts w:hint="cs"/>
          <w:rtl/>
        </w:rPr>
        <w:t>(5)</w:t>
      </w:r>
    </w:p>
    <w:p w:rsidR="00481D79" w:rsidRDefault="005B067E" w:rsidP="005B067E">
      <w:pPr>
        <w:pStyle w:val="libLine"/>
        <w:rPr>
          <w:rtl/>
        </w:rPr>
      </w:pPr>
      <w:r>
        <w:rPr>
          <w:rtl/>
        </w:rPr>
        <w:t>____________________</w:t>
      </w:r>
    </w:p>
    <w:p w:rsidR="00481D79" w:rsidRDefault="00481D79" w:rsidP="00E7028D">
      <w:pPr>
        <w:pStyle w:val="libFootnote0"/>
        <w:rPr>
          <w:rtl/>
        </w:rPr>
      </w:pPr>
      <w:r>
        <w:rPr>
          <w:rtl/>
        </w:rPr>
        <w:t>1</w:t>
      </w:r>
      <w:r w:rsidR="00E7028D">
        <w:rPr>
          <w:rFonts w:hint="cs"/>
          <w:rtl/>
        </w:rPr>
        <w:t>-</w:t>
      </w:r>
      <w:r>
        <w:rPr>
          <w:rtl/>
        </w:rPr>
        <w:t xml:space="preserve"> في البحار: يوم الاثنين يوم سفر وطلب.</w:t>
      </w:r>
    </w:p>
    <w:p w:rsidR="00481D79" w:rsidRDefault="00481D79" w:rsidP="00E7028D">
      <w:pPr>
        <w:pStyle w:val="libFootnote0"/>
        <w:rPr>
          <w:rtl/>
        </w:rPr>
      </w:pPr>
      <w:r>
        <w:rPr>
          <w:rtl/>
        </w:rPr>
        <w:t>2</w:t>
      </w:r>
      <w:r w:rsidR="00E7028D">
        <w:rPr>
          <w:rFonts w:hint="cs"/>
          <w:rtl/>
        </w:rPr>
        <w:t>-</w:t>
      </w:r>
      <w:r>
        <w:rPr>
          <w:rtl/>
        </w:rPr>
        <w:t xml:space="preserve"> في البحار: ويوم الثلاثاء يوم حرب ودم.</w:t>
      </w:r>
    </w:p>
    <w:p w:rsidR="00481D79" w:rsidRDefault="00481D79" w:rsidP="00E7028D">
      <w:pPr>
        <w:pStyle w:val="libFootnote0"/>
        <w:rPr>
          <w:rtl/>
        </w:rPr>
      </w:pPr>
      <w:r>
        <w:rPr>
          <w:rtl/>
        </w:rPr>
        <w:t>3</w:t>
      </w:r>
      <w:r w:rsidR="00E7028D">
        <w:rPr>
          <w:rFonts w:hint="cs"/>
          <w:rtl/>
        </w:rPr>
        <w:t>-</w:t>
      </w:r>
      <w:r>
        <w:rPr>
          <w:rtl/>
        </w:rPr>
        <w:t xml:space="preserve"> رواه الشيخ الصدوق في العيون: 1 / 240 ح 1، وروى بعض فقراته في علل الشرائع: 493 باب 244 ح 1، وص 294 باب 245 ح 1، وص 494 باب 246 ح 1، وص 554 باب 342 ح 1 وص 593 ح 44، وفي الخصال: 1 / 318 ح 102، وص 319 ح 103، وص 208 ح 30، وص 221 ح 48 وص 262 ح 140، وص 322 ح 7 و 8، وص 344 ح 11، وص 384 ح 62، وص 388 ح 78. جميعا بالاسناد رقم " 5 ". وأخرجه بتمامه في البحار: 10 / 75 ح 1 عن العيون والعلل. وأخرج فقرات مختلفة من الحديث في معظم مجلدات البحار.</w:t>
      </w:r>
    </w:p>
    <w:p w:rsidR="00481D79" w:rsidRDefault="00481D79" w:rsidP="00E7028D">
      <w:pPr>
        <w:pStyle w:val="libFootnote0"/>
        <w:rPr>
          <w:rtl/>
        </w:rPr>
      </w:pPr>
      <w:r>
        <w:rPr>
          <w:rtl/>
        </w:rPr>
        <w:t>4</w:t>
      </w:r>
      <w:r w:rsidR="00E7028D">
        <w:rPr>
          <w:rFonts w:hint="cs"/>
          <w:rtl/>
        </w:rPr>
        <w:t>-</w:t>
      </w:r>
      <w:r>
        <w:rPr>
          <w:rtl/>
        </w:rPr>
        <w:t xml:space="preserve"> من عيون الاخبار: 2 / 43 ح 157 بالاسناد رقم " 2 "، عنه البحار: 74 / 91 ح 15. وروى نحوه في الخصال: 32 ح 112 بإسناده عن أنس، عن رسول الله </w:t>
      </w:r>
      <w:r w:rsidR="004226A8" w:rsidRPr="00E7028D">
        <w:rPr>
          <w:rStyle w:val="libFootnoteAlaemChar"/>
          <w:rtl/>
        </w:rPr>
        <w:t>صلى‌الله‌عليه‌وآله</w:t>
      </w:r>
      <w:r>
        <w:rPr>
          <w:rtl/>
        </w:rPr>
        <w:t xml:space="preserve"> عنه البحار: 74 / 89 ح 5. وأورده في مشكاة الانوار: 166، وروضة الواعظين: 453 عن رسول الله </w:t>
      </w:r>
      <w:r w:rsidR="004226A8" w:rsidRPr="00E7028D">
        <w:rPr>
          <w:rStyle w:val="libFootnoteAlaemChar"/>
          <w:rtl/>
        </w:rPr>
        <w:t>صلى‌الله‌عليه‌وآله</w:t>
      </w:r>
      <w:r>
        <w:rPr>
          <w:rtl/>
        </w:rPr>
        <w:t xml:space="preserve">. وروى نحوه في صحيح مسلم: 4 / 1982 ح 20 و 21، وسنن البيهقي: 7 / 27، وسنن أبي داود: 1 / 393 بإسنادهم عن أنس، عن رسول الله </w:t>
      </w:r>
      <w:r w:rsidR="004226A8" w:rsidRPr="00E7028D">
        <w:rPr>
          <w:rStyle w:val="libFootnoteAlaemChar"/>
          <w:rtl/>
        </w:rPr>
        <w:t>صلى‌الله‌عليه‌وآله</w:t>
      </w:r>
      <w:r>
        <w:rPr>
          <w:rtl/>
        </w:rPr>
        <w:t xml:space="preserve">. ورواه في صحيح البخاري: 8 / 6 بإسناده عن أبي هريرة، عن رسول الله </w:t>
      </w:r>
      <w:r w:rsidR="004226A8" w:rsidRPr="00E7028D">
        <w:rPr>
          <w:rStyle w:val="libFootnoteAlaemChar"/>
          <w:rtl/>
        </w:rPr>
        <w:t>صلى‌الله‌عليه‌وآله</w:t>
      </w:r>
      <w:r w:rsidRPr="00E7028D">
        <w:rPr>
          <w:rtl/>
        </w:rPr>
        <w:t>.</w:t>
      </w:r>
    </w:p>
    <w:p w:rsidR="00481D79" w:rsidRDefault="00481D79" w:rsidP="00E7028D">
      <w:pPr>
        <w:pStyle w:val="libFootnote0"/>
        <w:rPr>
          <w:rtl/>
        </w:rPr>
      </w:pPr>
      <w:r>
        <w:rPr>
          <w:rtl/>
        </w:rPr>
        <w:t>5</w:t>
      </w:r>
      <w:r w:rsidR="00E7028D">
        <w:rPr>
          <w:rFonts w:hint="cs"/>
          <w:rtl/>
        </w:rPr>
        <w:t>-</w:t>
      </w:r>
      <w:r>
        <w:rPr>
          <w:rtl/>
        </w:rPr>
        <w:t xml:space="preserve"> رواه المفيد في أماليه: 316 ح 8 بالاسناد رقم " 11 ". ورواه الطوسي في أماليه: 82 بالاسناد رقم " 16 "، عنهما البحار: 74 / 76 ح 4. ورواه الصدوق في ثواب الاعمال: 182 ح 1 بإسناده إلى محمد بن زيد، عن الرضا </w:t>
      </w:r>
      <w:r w:rsidR="004226A8" w:rsidRPr="00E7028D">
        <w:rPr>
          <w:rStyle w:val="libFootnoteAlaemChar"/>
          <w:rtl/>
        </w:rPr>
        <w:t>عليه‌السلام</w:t>
      </w:r>
      <w:r>
        <w:rPr>
          <w:rtl/>
        </w:rPr>
        <w:t xml:space="preserve"> عنه الوسائل: 8 / 407 ح 1، والبحار: 74 / 276 ح 5، وأخرجه في ص 278 ضمن ح 14 عن عدة الداعي: 176. وأورده الاربلي في كشف الغمة: 2 / 346 من أحاديث رواها الجواد، عن آبائه، عن علي </w:t>
      </w:r>
      <w:r w:rsidR="004226A8" w:rsidRPr="00E7028D">
        <w:rPr>
          <w:rStyle w:val="libFootnoteAlaemChar"/>
          <w:rtl/>
        </w:rPr>
        <w:t>عليهم‌السلام</w:t>
      </w:r>
      <w:r>
        <w:rPr>
          <w:rtl/>
        </w:rPr>
        <w:t>.</w:t>
      </w:r>
    </w:p>
    <w:p w:rsidR="00481D79" w:rsidRDefault="00481D79" w:rsidP="00481D79">
      <w:pPr>
        <w:pStyle w:val="libNormal"/>
        <w:rPr>
          <w:rtl/>
        </w:rPr>
      </w:pPr>
      <w:r>
        <w:rPr>
          <w:rtl/>
        </w:rPr>
        <w:br w:type="page"/>
      </w:r>
    </w:p>
    <w:p w:rsidR="00481D79" w:rsidRPr="00481D79" w:rsidRDefault="00481D79" w:rsidP="00E7028D">
      <w:pPr>
        <w:pStyle w:val="libNormal"/>
        <w:rPr>
          <w:rtl/>
        </w:rPr>
      </w:pPr>
      <w:r w:rsidRPr="00481D79">
        <w:rPr>
          <w:rtl/>
        </w:rPr>
        <w:lastRenderedPageBreak/>
        <w:t xml:space="preserve">(33) وبإسناده قال: قال رسول الله </w:t>
      </w:r>
      <w:r w:rsidR="004226A8" w:rsidRPr="004226A8">
        <w:rPr>
          <w:rStyle w:val="libAlaemChar"/>
          <w:rtl/>
        </w:rPr>
        <w:t>صلى‌الله‌عليه‌وآله</w:t>
      </w:r>
      <w:r w:rsidRPr="00481D79">
        <w:rPr>
          <w:rtl/>
        </w:rPr>
        <w:t>: قال الله عزوجل: " يابن</w:t>
      </w:r>
      <w:r w:rsidR="00E7028D" w:rsidRPr="00E7028D">
        <w:rPr>
          <w:rStyle w:val="libFootnotenumChar"/>
          <w:rFonts w:hint="cs"/>
          <w:rtl/>
        </w:rPr>
        <w:t>(1)</w:t>
      </w:r>
      <w:r w:rsidRPr="00481D79">
        <w:rPr>
          <w:rtl/>
        </w:rPr>
        <w:t xml:space="preserve"> آدم كلكم ضال إلا من هديت، وكلكم عائل إلا من أغنيت، وكلكم هالك إلا من أنجيت، فاسألوني أكفكم وأهدكم سبيل رشدكم، فإن من عبادي المؤمنين من لا يصلحه إلا الفاقة، ولو أغنيته لافسده ذلك. وإن من عبادي من لا يصلحه إلا الصحة، ولو أمرضته لافسده ذلك. [ وإن من عبادي من لا يصلحه إلا المرض، ولو أصححت جسمه لافسده ذلك ] </w:t>
      </w:r>
      <w:r w:rsidR="00E7028D" w:rsidRPr="00E7028D">
        <w:rPr>
          <w:rStyle w:val="libFootnotenumChar"/>
          <w:rFonts w:hint="cs"/>
          <w:rtl/>
        </w:rPr>
        <w:t>(2)</w:t>
      </w:r>
      <w:r w:rsidRPr="00481D79">
        <w:rPr>
          <w:rtl/>
        </w:rPr>
        <w:t xml:space="preserve">. وإن من عبادي لمن يجتهد في عبادتي وقيام الليل لي، فألقي عليه النعاس نظرا مني له فيرقد حتى يصبح ويقوم حين يقوم وهو ماقت لنفسه، زار عليها، ولو خليت بينه وبين ما يريد لدخله العجب بعمله ثم كان هلاكه في عجبه ورضاه من نفسه، فيظن أنه قد فاق العابدين، وجاز باجتهاده حد المقصرين فيتباعد بذلك مني، وهو يظن أنه يتقرب إلي. [ ألا ] </w:t>
      </w:r>
      <w:r w:rsidR="00E7028D" w:rsidRPr="00E7028D">
        <w:rPr>
          <w:rStyle w:val="libFootnotenumChar"/>
          <w:rFonts w:hint="cs"/>
          <w:rtl/>
        </w:rPr>
        <w:t>(3)</w:t>
      </w:r>
      <w:r w:rsidRPr="00481D79">
        <w:rPr>
          <w:rtl/>
        </w:rPr>
        <w:t xml:space="preserve"> فلا يتكل العاملون على أعمالهم وإن حسنت، ولا ييأس المذنبون من مغفرتي لذنوبهم وإن كثرت، لكن برحمتي ألا فليثقوا ولفضلي فليرجوا، وإلى حسن نظري فليطمئنوا، وذلك أني ادبر عبادي بما يصلحهم، وأنا بهم لطيف خبير "</w:t>
      </w:r>
      <w:r w:rsidR="00E7028D" w:rsidRPr="00E7028D">
        <w:rPr>
          <w:rStyle w:val="libFootnotenumChar"/>
          <w:rFonts w:hint="cs"/>
          <w:rtl/>
        </w:rPr>
        <w:t>(4)</w:t>
      </w:r>
      <w:r w:rsidRPr="00481D79">
        <w:rPr>
          <w:rtl/>
        </w:rPr>
        <w:t>.</w:t>
      </w:r>
    </w:p>
    <w:p w:rsidR="00481D79" w:rsidRPr="00481D79" w:rsidRDefault="00481D79" w:rsidP="00E7028D">
      <w:pPr>
        <w:pStyle w:val="libNormal"/>
        <w:rPr>
          <w:rtl/>
        </w:rPr>
      </w:pPr>
      <w:r w:rsidRPr="00481D79">
        <w:rPr>
          <w:rtl/>
        </w:rPr>
        <w:t xml:space="preserve">(34) وبإسناده قال: حدثني أبي الحسين بن علي </w:t>
      </w:r>
      <w:r w:rsidR="004226A8" w:rsidRPr="004226A8">
        <w:rPr>
          <w:rStyle w:val="libAlaemChar"/>
          <w:rtl/>
        </w:rPr>
        <w:t>عليهما‌السلام</w:t>
      </w:r>
      <w:r w:rsidRPr="00481D79">
        <w:rPr>
          <w:rtl/>
        </w:rPr>
        <w:t xml:space="preserve"> قال: سمعت أمير المؤمنين </w:t>
      </w:r>
      <w:r w:rsidR="004226A8" w:rsidRPr="004226A8">
        <w:rPr>
          <w:rStyle w:val="libAlaemChar"/>
          <w:rtl/>
        </w:rPr>
        <w:t>عليه‌السلام</w:t>
      </w:r>
      <w:r w:rsidRPr="00481D79">
        <w:rPr>
          <w:rtl/>
        </w:rPr>
        <w:t xml:space="preserve"> يقول: " الملوك حكام على الناس والعلم حاكم عليهم، وحسبك من العلم أن تخشى الله، وحسبك من الجهل أن تعجب بعلمك " </w:t>
      </w:r>
      <w:r w:rsidR="00E7028D" w:rsidRPr="00E7028D">
        <w:rPr>
          <w:rStyle w:val="libFootnotenumChar"/>
          <w:rFonts w:hint="cs"/>
          <w:rtl/>
        </w:rPr>
        <w:t>(5)</w:t>
      </w:r>
      <w:r w:rsidRPr="00481D79">
        <w:rPr>
          <w:rtl/>
        </w:rPr>
        <w:t>.</w:t>
      </w:r>
    </w:p>
    <w:p w:rsidR="00481D79" w:rsidRPr="00481D79" w:rsidRDefault="00481D79" w:rsidP="00E7028D">
      <w:pPr>
        <w:pStyle w:val="libNormal"/>
        <w:rPr>
          <w:rtl/>
        </w:rPr>
      </w:pPr>
      <w:r w:rsidRPr="00481D79">
        <w:rPr>
          <w:rtl/>
        </w:rPr>
        <w:t xml:space="preserve">(35) وبإسناده قال: سمعت الرضا علي بن موسى </w:t>
      </w:r>
      <w:r w:rsidR="004226A8" w:rsidRPr="004226A8">
        <w:rPr>
          <w:rStyle w:val="libAlaemChar"/>
          <w:rtl/>
        </w:rPr>
        <w:t>عليهما‌السلام</w:t>
      </w:r>
      <w:r w:rsidRPr="00481D79">
        <w:rPr>
          <w:rtl/>
        </w:rPr>
        <w:t xml:space="preserve"> يقول: " ما استودع الله عقلا إلا استنقذه به يوما "</w:t>
      </w:r>
      <w:r w:rsidR="00E7028D" w:rsidRPr="00E7028D">
        <w:rPr>
          <w:rStyle w:val="libFootnotenumChar"/>
          <w:rFonts w:hint="cs"/>
          <w:rtl/>
        </w:rPr>
        <w:t>(6)</w:t>
      </w:r>
      <w:r w:rsidRPr="00481D79">
        <w:rPr>
          <w:rtl/>
        </w:rPr>
        <w:t>.</w:t>
      </w:r>
    </w:p>
    <w:p w:rsidR="00481D79" w:rsidRDefault="005B067E" w:rsidP="005B067E">
      <w:pPr>
        <w:pStyle w:val="libLine"/>
        <w:rPr>
          <w:rtl/>
        </w:rPr>
      </w:pPr>
      <w:r>
        <w:rPr>
          <w:rtl/>
        </w:rPr>
        <w:t>____________________</w:t>
      </w:r>
    </w:p>
    <w:p w:rsidR="00481D79" w:rsidRDefault="00481D79" w:rsidP="00E7028D">
      <w:pPr>
        <w:pStyle w:val="libFootnote0"/>
        <w:rPr>
          <w:rtl/>
        </w:rPr>
      </w:pPr>
      <w:r>
        <w:rPr>
          <w:rtl/>
        </w:rPr>
        <w:t>1</w:t>
      </w:r>
      <w:r w:rsidR="00E7028D">
        <w:rPr>
          <w:rFonts w:hint="cs"/>
          <w:rtl/>
        </w:rPr>
        <w:t>-</w:t>
      </w:r>
      <w:r>
        <w:rPr>
          <w:rtl/>
        </w:rPr>
        <w:t xml:space="preserve"> في البحار: بني.</w:t>
      </w:r>
    </w:p>
    <w:p w:rsidR="00481D79" w:rsidRDefault="00481D79" w:rsidP="00E7028D">
      <w:pPr>
        <w:pStyle w:val="libFootnote0"/>
        <w:rPr>
          <w:rtl/>
        </w:rPr>
      </w:pPr>
      <w:r>
        <w:rPr>
          <w:rtl/>
        </w:rPr>
        <w:t>2</w:t>
      </w:r>
      <w:r w:rsidR="00E7028D">
        <w:rPr>
          <w:rFonts w:hint="cs"/>
          <w:rtl/>
        </w:rPr>
        <w:t>-</w:t>
      </w:r>
      <w:r>
        <w:rPr>
          <w:rtl/>
        </w:rPr>
        <w:t xml:space="preserve"> ليس في البحار.</w:t>
      </w:r>
    </w:p>
    <w:p w:rsidR="00481D79" w:rsidRDefault="00481D79" w:rsidP="00E7028D">
      <w:pPr>
        <w:pStyle w:val="libFootnote0"/>
        <w:rPr>
          <w:rtl/>
        </w:rPr>
      </w:pPr>
      <w:r>
        <w:rPr>
          <w:rtl/>
        </w:rPr>
        <w:t>3</w:t>
      </w:r>
      <w:r w:rsidR="00E7028D">
        <w:rPr>
          <w:rFonts w:hint="cs"/>
          <w:rtl/>
        </w:rPr>
        <w:t>-</w:t>
      </w:r>
      <w:r>
        <w:rPr>
          <w:rtl/>
        </w:rPr>
        <w:t xml:space="preserve"> من البحار.</w:t>
      </w:r>
    </w:p>
    <w:p w:rsidR="00481D79" w:rsidRDefault="00481D79" w:rsidP="00E7028D">
      <w:pPr>
        <w:pStyle w:val="libFootnote0"/>
        <w:rPr>
          <w:rtl/>
        </w:rPr>
      </w:pPr>
      <w:r>
        <w:rPr>
          <w:rtl/>
        </w:rPr>
        <w:t>4</w:t>
      </w:r>
      <w:r w:rsidR="00E7028D">
        <w:rPr>
          <w:rFonts w:hint="cs"/>
          <w:rtl/>
        </w:rPr>
        <w:t>-</w:t>
      </w:r>
      <w:r>
        <w:rPr>
          <w:rtl/>
        </w:rPr>
        <w:t xml:space="preserve"> رواه الشيخ الطوسي في أماليه: 1 / 168 ح 30 بالاسناد رقم " 16 "، عنه البحار: 71 / 140 ح 31. ورواه الكليني في الكافي: 2 / 60 ح 4 بإسناده إلى أبي عبيدة الحذاء، عن أبي جعفر الباقر </w:t>
      </w:r>
      <w:r w:rsidR="004226A8" w:rsidRPr="00E7028D">
        <w:rPr>
          <w:rStyle w:val="libFootnoteAlaemChar"/>
          <w:rtl/>
        </w:rPr>
        <w:t>عليه‌السلام</w:t>
      </w:r>
      <w:r>
        <w:rPr>
          <w:rtl/>
        </w:rPr>
        <w:t xml:space="preserve">، عن رسول الله </w:t>
      </w:r>
      <w:r w:rsidR="004226A8" w:rsidRPr="00E7028D">
        <w:rPr>
          <w:rStyle w:val="libFootnoteAlaemChar"/>
          <w:rtl/>
        </w:rPr>
        <w:t>صلى‌الله‌عليه‌وآله</w:t>
      </w:r>
      <w:r>
        <w:rPr>
          <w:rtl/>
        </w:rPr>
        <w:t>، عنه البحار: 72 / 327 ح 12.</w:t>
      </w:r>
    </w:p>
    <w:p w:rsidR="00481D79" w:rsidRDefault="00481D79" w:rsidP="00E7028D">
      <w:pPr>
        <w:pStyle w:val="libFootnote0"/>
        <w:rPr>
          <w:rtl/>
        </w:rPr>
      </w:pPr>
      <w:r>
        <w:rPr>
          <w:rtl/>
        </w:rPr>
        <w:t>5</w:t>
      </w:r>
      <w:r w:rsidR="00E7028D">
        <w:rPr>
          <w:rFonts w:hint="cs"/>
          <w:rtl/>
        </w:rPr>
        <w:t>-</w:t>
      </w:r>
      <w:r>
        <w:rPr>
          <w:rtl/>
        </w:rPr>
        <w:t xml:space="preserve"> رواه الشيخ الطوسي في أماليه: 55 بالاسناد رقم " 16 "، عنه الوسائل: 1 / 79 ح 25، والبحار: 2 / 48 ح 7.</w:t>
      </w:r>
    </w:p>
    <w:p w:rsidR="00481D79" w:rsidRDefault="00481D79" w:rsidP="00E7028D">
      <w:pPr>
        <w:pStyle w:val="libFootnote0"/>
        <w:rPr>
          <w:rtl/>
        </w:rPr>
      </w:pPr>
      <w:r>
        <w:rPr>
          <w:rtl/>
        </w:rPr>
        <w:t>6</w:t>
      </w:r>
      <w:r w:rsidR="00E7028D">
        <w:rPr>
          <w:rFonts w:hint="cs"/>
          <w:rtl/>
        </w:rPr>
        <w:t>-</w:t>
      </w:r>
      <w:r>
        <w:rPr>
          <w:rtl/>
        </w:rPr>
        <w:t xml:space="preserve"> رواه الشيخ الطوسي في أماليه: 55 بالاسناد رقم " 16 "، عنه البحار: 1 / 88 ح 12، والعوالم: 2 / 24 ح 57 وص 37 ح 2. وأورده في نهج البلاغة: 548 ح 407، عنه العوالم: 2 / 37 ح 1.</w:t>
      </w:r>
    </w:p>
    <w:p w:rsidR="00481D79" w:rsidRDefault="00481D79" w:rsidP="00481D79">
      <w:pPr>
        <w:pStyle w:val="libNormal"/>
        <w:rPr>
          <w:rtl/>
        </w:rPr>
      </w:pPr>
      <w:r>
        <w:rPr>
          <w:rtl/>
        </w:rPr>
        <w:br w:type="page"/>
      </w:r>
    </w:p>
    <w:p w:rsidR="00481D79" w:rsidRPr="00481D79" w:rsidRDefault="00481D79" w:rsidP="00E7028D">
      <w:pPr>
        <w:pStyle w:val="libNormal"/>
        <w:rPr>
          <w:rtl/>
        </w:rPr>
      </w:pPr>
      <w:r w:rsidRPr="00481D79">
        <w:rPr>
          <w:rtl/>
        </w:rPr>
        <w:lastRenderedPageBreak/>
        <w:t xml:space="preserve">(36) وبإسناده قال: حدثني أبي أمير المؤمنين علي بن أبي طالب </w:t>
      </w:r>
      <w:r w:rsidR="004226A8" w:rsidRPr="004226A8">
        <w:rPr>
          <w:rStyle w:val="libAlaemChar"/>
          <w:rtl/>
        </w:rPr>
        <w:t>عليه‌السلام</w:t>
      </w:r>
      <w:r w:rsidRPr="00481D79">
        <w:rPr>
          <w:rtl/>
        </w:rPr>
        <w:t xml:space="preserve"> قال: كان رسول الله </w:t>
      </w:r>
      <w:r w:rsidR="004226A8" w:rsidRPr="004226A8">
        <w:rPr>
          <w:rStyle w:val="libAlaemChar"/>
          <w:rtl/>
        </w:rPr>
        <w:t>صلى‌الله‌عليه‌وآله</w:t>
      </w:r>
      <w:r w:rsidRPr="00481D79">
        <w:rPr>
          <w:rtl/>
        </w:rPr>
        <w:t xml:space="preserve">، إذا أتاه أمر يسره قال: " الحمد لله الذي بنعمته تتم الصالحات "، وإذا أتاه أمر يكرهه قال: " الحمد لله على كل حال " </w:t>
      </w:r>
      <w:r w:rsidR="00E7028D" w:rsidRPr="00E7028D">
        <w:rPr>
          <w:rStyle w:val="libFootnotenumChar"/>
          <w:rFonts w:hint="cs"/>
          <w:rtl/>
        </w:rPr>
        <w:t>(1)</w:t>
      </w:r>
      <w:r w:rsidRPr="00481D79">
        <w:rPr>
          <w:rtl/>
        </w:rPr>
        <w:t>.</w:t>
      </w:r>
    </w:p>
    <w:p w:rsidR="00481D79" w:rsidRPr="00481D79" w:rsidRDefault="00481D79" w:rsidP="00E7028D">
      <w:pPr>
        <w:pStyle w:val="libNormal"/>
        <w:rPr>
          <w:rtl/>
        </w:rPr>
      </w:pPr>
      <w:r w:rsidRPr="00481D79">
        <w:rPr>
          <w:rtl/>
        </w:rPr>
        <w:t xml:space="preserve">(37) وبإسناده قال: قال النبي </w:t>
      </w:r>
      <w:r w:rsidR="004226A8" w:rsidRPr="004226A8">
        <w:rPr>
          <w:rStyle w:val="libAlaemChar"/>
          <w:rtl/>
        </w:rPr>
        <w:t>صلى‌الله‌عليه‌وآله</w:t>
      </w:r>
      <w:r w:rsidRPr="00481D79">
        <w:rPr>
          <w:rtl/>
        </w:rPr>
        <w:t xml:space="preserve">: " من قال في كل يوم مائة مرة " لا إله إلا الله الملك الحق المبين " استجلب به الغنى، واستدفع به الفقر، وسد عنه باب النار، واستفتح به باب الجنة </w:t>
      </w:r>
      <w:r w:rsidR="00E7028D" w:rsidRPr="00E7028D">
        <w:rPr>
          <w:rStyle w:val="libFootnotenumChar"/>
          <w:rFonts w:hint="cs"/>
          <w:rtl/>
        </w:rPr>
        <w:t>(2)</w:t>
      </w:r>
      <w:r w:rsidRPr="00481D79">
        <w:rPr>
          <w:rtl/>
        </w:rPr>
        <w:t>.</w:t>
      </w:r>
    </w:p>
    <w:p w:rsidR="00481D79" w:rsidRPr="00481D79" w:rsidRDefault="00481D79" w:rsidP="00E7028D">
      <w:pPr>
        <w:pStyle w:val="libNormal"/>
        <w:rPr>
          <w:rtl/>
        </w:rPr>
      </w:pPr>
      <w:r w:rsidRPr="00481D79">
        <w:rPr>
          <w:rtl/>
        </w:rPr>
        <w:t xml:space="preserve">(38) وبإسناده عن أبيه جعفر بن محمد </w:t>
      </w:r>
      <w:r w:rsidR="004226A8" w:rsidRPr="004226A8">
        <w:rPr>
          <w:rStyle w:val="libAlaemChar"/>
          <w:rtl/>
        </w:rPr>
        <w:t>عليهما‌السلام</w:t>
      </w:r>
      <w:r w:rsidRPr="00481D79">
        <w:rPr>
          <w:rtl/>
        </w:rPr>
        <w:t xml:space="preserve">، قال: أوحى الله عزوجل إلى داود </w:t>
      </w:r>
      <w:r w:rsidR="004226A8" w:rsidRPr="004226A8">
        <w:rPr>
          <w:rStyle w:val="libAlaemChar"/>
          <w:rtl/>
        </w:rPr>
        <w:t>عليه‌السلام</w:t>
      </w:r>
      <w:r w:rsidRPr="00481D79">
        <w:rPr>
          <w:rtl/>
        </w:rPr>
        <w:t xml:space="preserve">: " إن العبد من عبادي يأتي بالحسنة فادخله الجنة "، قال: وما تلك الحسنة؟ قال: " يفرج عن المرء </w:t>
      </w:r>
      <w:r w:rsidR="00E7028D" w:rsidRPr="00E7028D">
        <w:rPr>
          <w:rStyle w:val="libFootnotenumChar"/>
          <w:rFonts w:hint="cs"/>
          <w:rtl/>
        </w:rPr>
        <w:t>(3)</w:t>
      </w:r>
      <w:r w:rsidRPr="00481D79">
        <w:rPr>
          <w:rtl/>
        </w:rPr>
        <w:t xml:space="preserve"> كربته ولو بتمرة ". فقال: حق على من </w:t>
      </w:r>
      <w:r w:rsidR="00E7028D" w:rsidRPr="00E7028D">
        <w:rPr>
          <w:rStyle w:val="libFootnotenumChar"/>
          <w:rFonts w:hint="cs"/>
          <w:rtl/>
        </w:rPr>
        <w:t>(4)</w:t>
      </w:r>
      <w:r w:rsidRPr="00481D79">
        <w:rPr>
          <w:rtl/>
        </w:rPr>
        <w:t xml:space="preserve"> عرفك ألا ينقطع </w:t>
      </w:r>
      <w:r w:rsidR="00E7028D" w:rsidRPr="00E7028D">
        <w:rPr>
          <w:rStyle w:val="libFootnotenumChar"/>
          <w:rFonts w:hint="cs"/>
          <w:rtl/>
        </w:rPr>
        <w:t>(5)</w:t>
      </w:r>
      <w:r w:rsidRPr="00481D79">
        <w:rPr>
          <w:rtl/>
        </w:rPr>
        <w:t xml:space="preserve"> رجاؤه منك " </w:t>
      </w:r>
      <w:r w:rsidR="00E7028D" w:rsidRPr="00E7028D">
        <w:rPr>
          <w:rStyle w:val="libFootnotenumChar"/>
          <w:rFonts w:hint="cs"/>
          <w:rtl/>
        </w:rPr>
        <w:t>(6)</w:t>
      </w:r>
      <w:r w:rsidRPr="00481D79">
        <w:rPr>
          <w:rtl/>
        </w:rPr>
        <w:t>.</w:t>
      </w:r>
    </w:p>
    <w:p w:rsidR="00481D79" w:rsidRDefault="005B067E" w:rsidP="005B067E">
      <w:pPr>
        <w:pStyle w:val="libLine"/>
        <w:rPr>
          <w:rtl/>
        </w:rPr>
      </w:pPr>
      <w:r>
        <w:rPr>
          <w:rtl/>
        </w:rPr>
        <w:t>____________________</w:t>
      </w:r>
    </w:p>
    <w:p w:rsidR="00481D79" w:rsidRDefault="00481D79" w:rsidP="00E7028D">
      <w:pPr>
        <w:pStyle w:val="libFootnote0"/>
        <w:rPr>
          <w:rtl/>
        </w:rPr>
      </w:pPr>
      <w:r>
        <w:rPr>
          <w:rtl/>
        </w:rPr>
        <w:t>1</w:t>
      </w:r>
      <w:r w:rsidR="00E7028D">
        <w:rPr>
          <w:rFonts w:hint="cs"/>
          <w:rtl/>
        </w:rPr>
        <w:t>-</w:t>
      </w:r>
      <w:r>
        <w:rPr>
          <w:rtl/>
        </w:rPr>
        <w:t xml:space="preserve"> رواه الشيخ الطوسي في أماليه: 49 بالاسناد رقم " 16 "، عنه البحار: 71 / 46 ح 56</w:t>
      </w:r>
    </w:p>
    <w:p w:rsidR="00481D79" w:rsidRDefault="00481D79" w:rsidP="00E7028D">
      <w:pPr>
        <w:pStyle w:val="libFootnote0"/>
        <w:rPr>
          <w:rtl/>
        </w:rPr>
      </w:pPr>
      <w:r>
        <w:rPr>
          <w:rtl/>
        </w:rPr>
        <w:t>2</w:t>
      </w:r>
      <w:r w:rsidR="00E7028D">
        <w:rPr>
          <w:rFonts w:hint="cs"/>
          <w:rtl/>
        </w:rPr>
        <w:t>-</w:t>
      </w:r>
      <w:r>
        <w:rPr>
          <w:rtl/>
        </w:rPr>
        <w:t xml:space="preserve"> رواه الطوسي في أماليه: 1 / 285 بالاسناد رقم " 18 "، عنه البحار: 87 / 8 ح 13 وج 3 / 206 ح 6 وج 95 / 293 ح 2. والمستدرك: 1 / 396 باب 40 ح 1. ورواه الصدوق في ثواب الاعمال: 22 ح 1 عن الصادق </w:t>
      </w:r>
      <w:r w:rsidR="004226A8" w:rsidRPr="00E7028D">
        <w:rPr>
          <w:rStyle w:val="libFootnoteAlaemChar"/>
          <w:rtl/>
        </w:rPr>
        <w:t>عليه‌السلام</w:t>
      </w:r>
      <w:r>
        <w:rPr>
          <w:rtl/>
        </w:rPr>
        <w:t xml:space="preserve"> نحوه. عنه الوسائل: 4 / 1233 ح 15 والبحار: 87 / 8 ذ ح 13 وج 93 / 207 ح 7. وأورده في دعوات الراوندي: 117 ح 271، عنه البحار: 87 / 8 ذ ح 13. وفي جامع الاخبار: 60 عن الصادق </w:t>
      </w:r>
      <w:r w:rsidR="004226A8" w:rsidRPr="00E7028D">
        <w:rPr>
          <w:rStyle w:val="libFootnoteAlaemChar"/>
          <w:rtl/>
        </w:rPr>
        <w:t>عليه‌السلام</w:t>
      </w:r>
      <w:r>
        <w:rPr>
          <w:rtl/>
        </w:rPr>
        <w:t xml:space="preserve"> نحوه.</w:t>
      </w:r>
    </w:p>
    <w:p w:rsidR="00481D79" w:rsidRDefault="00481D79" w:rsidP="00E7028D">
      <w:pPr>
        <w:pStyle w:val="libFootnote0"/>
        <w:rPr>
          <w:rtl/>
        </w:rPr>
      </w:pPr>
      <w:r>
        <w:rPr>
          <w:rtl/>
        </w:rPr>
        <w:t>3</w:t>
      </w:r>
      <w:r w:rsidR="00E7028D">
        <w:rPr>
          <w:rFonts w:hint="cs"/>
          <w:rtl/>
        </w:rPr>
        <w:t>-</w:t>
      </w:r>
      <w:r>
        <w:rPr>
          <w:rtl/>
        </w:rPr>
        <w:t xml:space="preserve"> خ: المكروب.</w:t>
      </w:r>
    </w:p>
    <w:p w:rsidR="00481D79" w:rsidRDefault="00481D79" w:rsidP="00E7028D">
      <w:pPr>
        <w:pStyle w:val="libFootnote0"/>
        <w:rPr>
          <w:rtl/>
        </w:rPr>
      </w:pPr>
      <w:r>
        <w:rPr>
          <w:rtl/>
        </w:rPr>
        <w:t>4</w:t>
      </w:r>
      <w:r w:rsidR="00E7028D">
        <w:rPr>
          <w:rFonts w:hint="cs"/>
          <w:rtl/>
        </w:rPr>
        <w:t>-</w:t>
      </w:r>
      <w:r>
        <w:rPr>
          <w:rtl/>
        </w:rPr>
        <w:t xml:space="preserve"> خ: لمن.</w:t>
      </w:r>
    </w:p>
    <w:p w:rsidR="00481D79" w:rsidRDefault="00481D79" w:rsidP="00E7028D">
      <w:pPr>
        <w:pStyle w:val="libFootnote0"/>
        <w:rPr>
          <w:rtl/>
        </w:rPr>
      </w:pPr>
      <w:r>
        <w:rPr>
          <w:rtl/>
        </w:rPr>
        <w:t>5</w:t>
      </w:r>
      <w:r w:rsidR="00E7028D">
        <w:rPr>
          <w:rFonts w:hint="cs"/>
          <w:rtl/>
        </w:rPr>
        <w:t>-</w:t>
      </w:r>
      <w:r>
        <w:rPr>
          <w:rtl/>
        </w:rPr>
        <w:t xml:space="preserve"> خ: يقطع.</w:t>
      </w:r>
    </w:p>
    <w:p w:rsidR="00827655" w:rsidRDefault="00481D79" w:rsidP="00E7028D">
      <w:pPr>
        <w:pStyle w:val="libFootnote0"/>
        <w:rPr>
          <w:rtl/>
        </w:rPr>
      </w:pPr>
      <w:r>
        <w:rPr>
          <w:rtl/>
        </w:rPr>
        <w:t>6</w:t>
      </w:r>
      <w:r w:rsidR="00E7028D">
        <w:rPr>
          <w:rFonts w:hint="cs"/>
          <w:rtl/>
        </w:rPr>
        <w:t>-</w:t>
      </w:r>
      <w:r>
        <w:rPr>
          <w:rtl/>
        </w:rPr>
        <w:t xml:space="preserve"> رواه ابن زهرة في الاربعين بطريقين بالاسناد رقم " 31 ". وروى مثله باختلاف العبارات بإسنادهم عن أبي عبدالله </w:t>
      </w:r>
      <w:r w:rsidR="004226A8" w:rsidRPr="00E7028D">
        <w:rPr>
          <w:rStyle w:val="libFootnoteAlaemChar"/>
          <w:rtl/>
        </w:rPr>
        <w:t>عليه‌السلام</w:t>
      </w:r>
      <w:r>
        <w:rPr>
          <w:rtl/>
        </w:rPr>
        <w:t xml:space="preserve">: الكليني في الكافي: 2 / 189 ح 5، عنه الوسائل: 11 / 570 ح 7، والبحار: 74 / 289 ح 18. والصدوق في عيون الاخبار: 1 / 313 ح 84 ومعاني الاخبار: 374 ح 1، وثواب الاعمال: 163 ح 1 والامالي: 483 ح 3 وأخرجه في الوسائل: 11 / 588 ح 9 والبحار: 14 / 35 ح 6 عن العيون والمعاني. وفي ج 74 / 283 ح 1 عن الثواب والامالي، وفي ج 75 / 19 ح 10 عن المعاني. وفي ج 14 / 34 ح 5 عن الامالي وقصص الانبياء: 166 ح 1 (مخطوط). </w:t>
      </w:r>
      <w:r w:rsidR="00827655">
        <w:rPr>
          <w:rtl/>
        </w:rPr>
        <w:t>=</w:t>
      </w:r>
    </w:p>
    <w:p w:rsidR="00481D79" w:rsidRDefault="00481D79" w:rsidP="00481D79">
      <w:pPr>
        <w:pStyle w:val="libNormal"/>
        <w:rPr>
          <w:rtl/>
        </w:rPr>
      </w:pPr>
      <w:r>
        <w:rPr>
          <w:rtl/>
        </w:rPr>
        <w:br w:type="page"/>
      </w:r>
    </w:p>
    <w:p w:rsidR="00481D79" w:rsidRPr="00481D79" w:rsidRDefault="00481D79" w:rsidP="00525489">
      <w:pPr>
        <w:pStyle w:val="libNormal"/>
        <w:rPr>
          <w:rtl/>
        </w:rPr>
      </w:pPr>
      <w:r w:rsidRPr="00481D79">
        <w:rPr>
          <w:rtl/>
        </w:rPr>
        <w:lastRenderedPageBreak/>
        <w:t xml:space="preserve">(39) وبإسناده عن أسماء </w:t>
      </w:r>
      <w:r w:rsidR="00525489" w:rsidRPr="00525489">
        <w:rPr>
          <w:rStyle w:val="libFootnotenumChar"/>
          <w:rFonts w:hint="cs"/>
          <w:rtl/>
        </w:rPr>
        <w:t>(1)</w:t>
      </w:r>
      <w:r w:rsidRPr="00481D79">
        <w:rPr>
          <w:rtl/>
        </w:rPr>
        <w:t xml:space="preserve"> قالت: " قبلت - أي ولدت - فاطمة بالحسن فلم أر لها دما.</w:t>
      </w:r>
    </w:p>
    <w:p w:rsidR="00481D79" w:rsidRPr="00481D79" w:rsidRDefault="00481D79" w:rsidP="00525489">
      <w:pPr>
        <w:pStyle w:val="libNormal"/>
        <w:rPr>
          <w:rtl/>
        </w:rPr>
      </w:pPr>
      <w:r w:rsidRPr="00481D79">
        <w:rPr>
          <w:rtl/>
        </w:rPr>
        <w:t xml:space="preserve">فقلت: يا رسول الله إني لم أر لها دما في حيض، ولا في نفاس؟ ! فقال </w:t>
      </w:r>
      <w:r w:rsidR="004226A8" w:rsidRPr="004226A8">
        <w:rPr>
          <w:rStyle w:val="libAlaemChar"/>
          <w:rtl/>
        </w:rPr>
        <w:t>صلى‌الله‌عليه‌وآله</w:t>
      </w:r>
      <w:r w:rsidRPr="00481D79">
        <w:rPr>
          <w:rtl/>
        </w:rPr>
        <w:t xml:space="preserve">: أما علمت أن ابنتي طاهرة مطهرة لا يرى لها دم في طمث ولا ولادة " </w:t>
      </w:r>
      <w:r w:rsidR="00525489" w:rsidRPr="00525489">
        <w:rPr>
          <w:rStyle w:val="libFootnotenumChar"/>
          <w:rFonts w:hint="cs"/>
          <w:rtl/>
        </w:rPr>
        <w:t>(2)</w:t>
      </w:r>
      <w:r w:rsidRPr="00481D79">
        <w:rPr>
          <w:rtl/>
        </w:rPr>
        <w:t>.</w:t>
      </w:r>
    </w:p>
    <w:p w:rsidR="00481D79" w:rsidRPr="00481D79" w:rsidRDefault="00481D79" w:rsidP="00525489">
      <w:pPr>
        <w:pStyle w:val="libNormal"/>
        <w:rPr>
          <w:rtl/>
        </w:rPr>
      </w:pPr>
      <w:r w:rsidRPr="00481D79">
        <w:rPr>
          <w:rtl/>
        </w:rPr>
        <w:t xml:space="preserve">(40) وبإسناده قال: قال رسول الله </w:t>
      </w:r>
      <w:r w:rsidR="004226A8" w:rsidRPr="004226A8">
        <w:rPr>
          <w:rStyle w:val="libAlaemChar"/>
          <w:rtl/>
        </w:rPr>
        <w:t>صلى‌الله‌عليه‌وآله</w:t>
      </w:r>
      <w:r w:rsidRPr="00481D79">
        <w:rPr>
          <w:rtl/>
        </w:rPr>
        <w:t xml:space="preserve">: " اجعلوا لبيوتكم نصيبا من القرآن، فإن البيت إذا قرئ فيه القرآن آنس على أهله، وكثر خيره، وكان ساكنيه مؤمنوا الجن، والبيت الذي لم يقرأ فيه القرآن وحش على أهله، وقل خيره، وكان ساكنيه كفرة الجن " </w:t>
      </w:r>
      <w:r w:rsidR="00525489" w:rsidRPr="00525489">
        <w:rPr>
          <w:rStyle w:val="libFootnotenumChar"/>
          <w:rFonts w:hint="cs"/>
          <w:rtl/>
        </w:rPr>
        <w:t>(3)</w:t>
      </w:r>
      <w:r w:rsidRPr="00481D79">
        <w:rPr>
          <w:rtl/>
        </w:rPr>
        <w:t>.</w:t>
      </w:r>
    </w:p>
    <w:p w:rsidR="00827655" w:rsidRDefault="005B067E" w:rsidP="005B067E">
      <w:pPr>
        <w:pStyle w:val="libLine"/>
        <w:rPr>
          <w:rtl/>
        </w:rPr>
      </w:pPr>
      <w:r>
        <w:rPr>
          <w:rtl/>
        </w:rPr>
        <w:t>____________________</w:t>
      </w:r>
    </w:p>
    <w:p w:rsidR="00481D79" w:rsidRDefault="00827655" w:rsidP="00D11BDC">
      <w:pPr>
        <w:pStyle w:val="libFootnote0"/>
        <w:rPr>
          <w:rtl/>
        </w:rPr>
      </w:pPr>
      <w:r>
        <w:rPr>
          <w:rtl/>
        </w:rPr>
        <w:t>=</w:t>
      </w:r>
      <w:r w:rsidR="00481D79">
        <w:rPr>
          <w:rtl/>
        </w:rPr>
        <w:t xml:space="preserve"> ورواه الحميري في قرب الاسناد: 56، عنه البحار: 14 / 35 ح 7، وج 75 / 19 ح 11.</w:t>
      </w:r>
    </w:p>
    <w:p w:rsidR="00481D79" w:rsidRDefault="00481D79" w:rsidP="00D11BDC">
      <w:pPr>
        <w:pStyle w:val="libFootnote0"/>
        <w:rPr>
          <w:rtl/>
        </w:rPr>
      </w:pPr>
      <w:r>
        <w:rPr>
          <w:rtl/>
        </w:rPr>
        <w:t>ورواه الحسين بن سعيد في كتاب المؤمن: 56 ح 143. وأورد مثله مرسلا في أعلام الدين: 272، وعدة الداعي: 181.</w:t>
      </w:r>
    </w:p>
    <w:p w:rsidR="00481D79" w:rsidRDefault="00481D79" w:rsidP="00525489">
      <w:pPr>
        <w:pStyle w:val="libFootnote0"/>
        <w:rPr>
          <w:rtl/>
        </w:rPr>
      </w:pPr>
      <w:r>
        <w:rPr>
          <w:rtl/>
        </w:rPr>
        <w:t>1</w:t>
      </w:r>
      <w:r w:rsidR="00525489">
        <w:rPr>
          <w:rFonts w:hint="cs"/>
          <w:rtl/>
        </w:rPr>
        <w:t>-</w:t>
      </w:r>
      <w:r>
        <w:rPr>
          <w:rtl/>
        </w:rPr>
        <w:t xml:space="preserve"> تقدمت الاشارة حول حضور أسماء ولادة الحسنين </w:t>
      </w:r>
      <w:r w:rsidR="004226A8" w:rsidRPr="00525489">
        <w:rPr>
          <w:rStyle w:val="libFootnoteAlaemChar"/>
          <w:rtl/>
        </w:rPr>
        <w:t>عليهما‌السلام</w:t>
      </w:r>
      <w:r>
        <w:rPr>
          <w:rtl/>
        </w:rPr>
        <w:t xml:space="preserve"> في الحديث " 146 " فراجع.</w:t>
      </w:r>
    </w:p>
    <w:p w:rsidR="00481D79" w:rsidRDefault="00481D79" w:rsidP="00525489">
      <w:pPr>
        <w:pStyle w:val="libFootnote0"/>
        <w:rPr>
          <w:rtl/>
        </w:rPr>
      </w:pPr>
      <w:r>
        <w:rPr>
          <w:rtl/>
        </w:rPr>
        <w:t>2</w:t>
      </w:r>
      <w:r w:rsidR="00525489">
        <w:rPr>
          <w:rFonts w:hint="cs"/>
          <w:rtl/>
        </w:rPr>
        <w:t>-</w:t>
      </w:r>
      <w:r>
        <w:rPr>
          <w:rtl/>
        </w:rPr>
        <w:t xml:space="preserve"> أخرجه محب الدين الطبري في ذخائر العقبى: 44 عن الرضا </w:t>
      </w:r>
      <w:r w:rsidR="004226A8" w:rsidRPr="00525489">
        <w:rPr>
          <w:rStyle w:val="libFootnoteAlaemChar"/>
          <w:rtl/>
        </w:rPr>
        <w:t>عليه‌السلام</w:t>
      </w:r>
      <w:r>
        <w:rPr>
          <w:rtl/>
        </w:rPr>
        <w:t xml:space="preserve">، والظاهر أنه نقله من مسنده </w:t>
      </w:r>
      <w:r w:rsidR="004226A8" w:rsidRPr="00525489">
        <w:rPr>
          <w:rStyle w:val="libFootnoteAlaemChar"/>
          <w:rtl/>
        </w:rPr>
        <w:t>عليه‌السلام</w:t>
      </w:r>
      <w:r>
        <w:rPr>
          <w:rtl/>
        </w:rPr>
        <w:t xml:space="preserve"> كما هو ديدنه. وأورد مثله عن أسماء بنت عميس الامرتسري في أرجح المطالب: 247، وباكثير الحضرمي في وسيلة المآل: 78 عنهما إحقاق: 10 / 311 وص 312، وتوفيق أبوعلم في أهل البيت: 121 عنه إحقاق: 19 / 6 وابن عساكر في التاريخ الكبير: 1 / 391، والعلامة أبوالتيسير في العدل الشاهد: في تحقيق المشاهد، عنه إحقاق: 10 / 311، والرافعي في التدوين: 2 / 128 عن ام سلمة بطريقين. وأورد نحوه عن أسماء بنت عميس، العلامة الصفوري في نزهة المجالس: 2 / 227، والبدخشي في مفتاح النجا: 107 (مخطوط) بزيادة، وأبوالفرج الاصفهاني في الحلل الفاخرة، عنهم إحقاق: 10 / 311 وص 312. ورواه ابن المغازلي في المناقب: 369 ح 416 بإسناده إلى زينب بنت علي عن أسماء، وأخرجه ابن حجر في لسان الميزان: 3 / 238 في ترجمة العباس بن بكار الضبي، والحديث من زيادات م 2.</w:t>
      </w:r>
    </w:p>
    <w:p w:rsidR="00481D79" w:rsidRDefault="00481D79" w:rsidP="00525489">
      <w:pPr>
        <w:pStyle w:val="libFootnote0"/>
        <w:rPr>
          <w:rtl/>
        </w:rPr>
      </w:pPr>
      <w:r>
        <w:rPr>
          <w:rtl/>
        </w:rPr>
        <w:t>3</w:t>
      </w:r>
      <w:r w:rsidR="00525489">
        <w:rPr>
          <w:rFonts w:hint="cs"/>
          <w:rtl/>
        </w:rPr>
        <w:t>-</w:t>
      </w:r>
      <w:r>
        <w:rPr>
          <w:rtl/>
        </w:rPr>
        <w:t xml:space="preserve"> الحديث من زيادات م 2. أورد نحوه في عدة الداعي: 269 عن الرضا </w:t>
      </w:r>
      <w:r w:rsidR="004226A8" w:rsidRPr="00525489">
        <w:rPr>
          <w:rStyle w:val="libFootnoteAlaemChar"/>
          <w:rtl/>
        </w:rPr>
        <w:t>عليه‌السلام</w:t>
      </w:r>
      <w:r>
        <w:rPr>
          <w:rtl/>
        </w:rPr>
        <w:t>، عنه ا لوسائل: 4 / 850 ح 4، والبحار: 92 / 00.</w:t>
      </w:r>
    </w:p>
    <w:p w:rsidR="00481D79" w:rsidRDefault="00481D79" w:rsidP="00481D79">
      <w:pPr>
        <w:pStyle w:val="libNormal"/>
        <w:rPr>
          <w:rtl/>
        </w:rPr>
      </w:pPr>
      <w:r>
        <w:rPr>
          <w:rtl/>
        </w:rPr>
        <w:br w:type="page"/>
      </w:r>
    </w:p>
    <w:p w:rsidR="00481D79" w:rsidRPr="00D11BDC" w:rsidRDefault="00481D79" w:rsidP="00D11BDC">
      <w:pPr>
        <w:pStyle w:val="libCenter"/>
        <w:rPr>
          <w:rtl/>
        </w:rPr>
      </w:pPr>
      <w:r>
        <w:rPr>
          <w:rtl/>
        </w:rPr>
        <w:lastRenderedPageBreak/>
        <w:t>تم الكتاب بحمد الله والحمد لله أولا وأخيرا وآخر دعوانا أن الحمد لله رب العالمين وصلى الله على محمد وآله الطاهرين.</w:t>
      </w:r>
    </w:p>
    <w:p w:rsidR="005B067E" w:rsidRDefault="005B067E" w:rsidP="005B067E">
      <w:pPr>
        <w:pStyle w:val="libNormal"/>
        <w:rPr>
          <w:rtl/>
          <w:lang w:bidi="fa-IR"/>
        </w:rPr>
      </w:pPr>
      <w:r>
        <w:rPr>
          <w:rtl/>
          <w:lang w:bidi="fa-IR"/>
        </w:rPr>
        <w:br w:type="page"/>
      </w:r>
    </w:p>
    <w:p w:rsidR="006E51D9" w:rsidRDefault="00525489" w:rsidP="00525489">
      <w:pPr>
        <w:pStyle w:val="Heading2Center"/>
        <w:rPr>
          <w:rFonts w:hint="cs"/>
          <w:rtl/>
        </w:rPr>
      </w:pPr>
      <w:bookmarkStart w:id="9" w:name="_Toc491792039"/>
      <w:r>
        <w:rPr>
          <w:rFonts w:hint="cs"/>
          <w:rtl/>
        </w:rPr>
        <w:lastRenderedPageBreak/>
        <w:t>الفهرس</w:t>
      </w:r>
      <w:bookmarkEnd w:id="9"/>
    </w:p>
    <w:sdt>
      <w:sdtPr>
        <w:id w:val="485245"/>
        <w:docPartObj>
          <w:docPartGallery w:val="Table of Contents"/>
          <w:docPartUnique/>
        </w:docPartObj>
      </w:sdtPr>
      <w:sdtEndPr>
        <w:rPr>
          <w:rFonts w:ascii="Times New Roman" w:eastAsiaTheme="minorEastAsia" w:hAnsi="Times New Roman" w:cs="Times New Roman"/>
          <w:b w:val="0"/>
          <w:bCs w:val="0"/>
          <w:color w:val="auto"/>
          <w:sz w:val="24"/>
          <w:szCs w:val="24"/>
        </w:rPr>
      </w:sdtEndPr>
      <w:sdtContent>
        <w:p w:rsidR="00525489" w:rsidRDefault="00525489" w:rsidP="00525489">
          <w:pPr>
            <w:pStyle w:val="TOCHeading"/>
          </w:pPr>
        </w:p>
        <w:p w:rsidR="00BD46BF" w:rsidRDefault="00525489">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491792036" w:history="1">
            <w:r w:rsidR="00BD46BF" w:rsidRPr="00E33154">
              <w:rPr>
                <w:rStyle w:val="Hyperlink"/>
                <w:rFonts w:hint="eastAsia"/>
                <w:noProof/>
                <w:rtl/>
              </w:rPr>
              <w:t>صحيفة</w:t>
            </w:r>
            <w:r w:rsidR="00BD46BF" w:rsidRPr="00E33154">
              <w:rPr>
                <w:rStyle w:val="Hyperlink"/>
                <w:noProof/>
                <w:rtl/>
              </w:rPr>
              <w:t xml:space="preserve"> </w:t>
            </w:r>
            <w:r w:rsidR="00BD46BF" w:rsidRPr="00E33154">
              <w:rPr>
                <w:rStyle w:val="Hyperlink"/>
                <w:rFonts w:hint="eastAsia"/>
                <w:noProof/>
                <w:rtl/>
              </w:rPr>
              <w:t>الامام</w:t>
            </w:r>
            <w:r w:rsidR="00BD46BF" w:rsidRPr="00E33154">
              <w:rPr>
                <w:rStyle w:val="Hyperlink"/>
                <w:noProof/>
                <w:rtl/>
              </w:rPr>
              <w:t xml:space="preserve"> </w:t>
            </w:r>
            <w:r w:rsidR="00BD46BF" w:rsidRPr="00E33154">
              <w:rPr>
                <w:rStyle w:val="Hyperlink"/>
                <w:rFonts w:hint="eastAsia"/>
                <w:noProof/>
                <w:rtl/>
              </w:rPr>
              <w:t>الرضا</w:t>
            </w:r>
            <w:r w:rsidR="00BD46BF" w:rsidRPr="00E33154">
              <w:rPr>
                <w:rStyle w:val="Hyperlink"/>
                <w:noProof/>
                <w:rtl/>
              </w:rPr>
              <w:t xml:space="preserve"> </w:t>
            </w:r>
            <w:r w:rsidR="00BD46BF" w:rsidRPr="00E33154">
              <w:rPr>
                <w:rStyle w:val="Hyperlink"/>
                <w:rFonts w:cs="Rafed Alaem" w:hint="eastAsia"/>
                <w:noProof/>
                <w:rtl/>
              </w:rPr>
              <w:t>عليه‌السلام</w:t>
            </w:r>
            <w:r w:rsidR="00BD46BF">
              <w:rPr>
                <w:noProof/>
                <w:webHidden/>
                <w:rtl/>
              </w:rPr>
              <w:tab/>
            </w:r>
            <w:r w:rsidR="00BD46BF">
              <w:rPr>
                <w:noProof/>
                <w:webHidden/>
                <w:rtl/>
              </w:rPr>
              <w:fldChar w:fldCharType="begin"/>
            </w:r>
            <w:r w:rsidR="00BD46BF">
              <w:rPr>
                <w:noProof/>
                <w:webHidden/>
                <w:rtl/>
              </w:rPr>
              <w:instrText xml:space="preserve"> </w:instrText>
            </w:r>
            <w:r w:rsidR="00BD46BF">
              <w:rPr>
                <w:noProof/>
                <w:webHidden/>
              </w:rPr>
              <w:instrText>PAGEREF</w:instrText>
            </w:r>
            <w:r w:rsidR="00BD46BF">
              <w:rPr>
                <w:noProof/>
                <w:webHidden/>
                <w:rtl/>
              </w:rPr>
              <w:instrText xml:space="preserve"> _</w:instrText>
            </w:r>
            <w:r w:rsidR="00BD46BF">
              <w:rPr>
                <w:noProof/>
                <w:webHidden/>
              </w:rPr>
              <w:instrText>Toc</w:instrText>
            </w:r>
            <w:r w:rsidR="00BD46BF">
              <w:rPr>
                <w:noProof/>
                <w:webHidden/>
                <w:rtl/>
              </w:rPr>
              <w:instrText xml:space="preserve">491792036 </w:instrText>
            </w:r>
            <w:r w:rsidR="00BD46BF">
              <w:rPr>
                <w:noProof/>
                <w:webHidden/>
              </w:rPr>
              <w:instrText>\h</w:instrText>
            </w:r>
            <w:r w:rsidR="00BD46BF">
              <w:rPr>
                <w:noProof/>
                <w:webHidden/>
                <w:rtl/>
              </w:rPr>
              <w:instrText xml:space="preserve"> </w:instrText>
            </w:r>
            <w:r w:rsidR="00BD46BF">
              <w:rPr>
                <w:noProof/>
                <w:webHidden/>
                <w:rtl/>
              </w:rPr>
            </w:r>
            <w:r w:rsidR="00BD46BF">
              <w:rPr>
                <w:noProof/>
                <w:webHidden/>
                <w:rtl/>
              </w:rPr>
              <w:fldChar w:fldCharType="separate"/>
            </w:r>
            <w:r w:rsidR="00BD46BF">
              <w:rPr>
                <w:noProof/>
                <w:webHidden/>
                <w:rtl/>
              </w:rPr>
              <w:t>1</w:t>
            </w:r>
            <w:r w:rsidR="00BD46BF">
              <w:rPr>
                <w:noProof/>
                <w:webHidden/>
                <w:rtl/>
              </w:rPr>
              <w:fldChar w:fldCharType="end"/>
            </w:r>
          </w:hyperlink>
        </w:p>
        <w:p w:rsidR="00BD46BF" w:rsidRDefault="00BD46BF">
          <w:pPr>
            <w:pStyle w:val="TOC2"/>
            <w:tabs>
              <w:tab w:val="right" w:leader="dot" w:pos="9305"/>
            </w:tabs>
            <w:rPr>
              <w:rFonts w:asciiTheme="minorHAnsi" w:eastAsiaTheme="minorEastAsia" w:hAnsiTheme="minorHAnsi" w:cstheme="minorBidi"/>
              <w:noProof/>
              <w:color w:val="auto"/>
              <w:sz w:val="22"/>
              <w:szCs w:val="22"/>
              <w:rtl/>
            </w:rPr>
          </w:pPr>
          <w:hyperlink w:anchor="_Toc491792037" w:history="1">
            <w:r w:rsidRPr="00E33154">
              <w:rPr>
                <w:rStyle w:val="Hyperlink"/>
                <w:rFonts w:hint="eastAsia"/>
                <w:noProof/>
                <w:rtl/>
              </w:rPr>
              <w:t>كتاب</w:t>
            </w:r>
            <w:r w:rsidRPr="00E33154">
              <w:rPr>
                <w:rStyle w:val="Hyperlink"/>
                <w:noProof/>
                <w:rtl/>
              </w:rPr>
              <w:t xml:space="preserve"> </w:t>
            </w:r>
            <w:r w:rsidRPr="00E33154">
              <w:rPr>
                <w:rStyle w:val="Hyperlink"/>
                <w:rFonts w:hint="eastAsia"/>
                <w:noProof/>
                <w:rtl/>
              </w:rPr>
              <w:t>صحيفة</w:t>
            </w:r>
            <w:r w:rsidRPr="00E33154">
              <w:rPr>
                <w:rStyle w:val="Hyperlink"/>
                <w:noProof/>
                <w:rtl/>
              </w:rPr>
              <w:t xml:space="preserve"> </w:t>
            </w:r>
            <w:r w:rsidRPr="00E33154">
              <w:rPr>
                <w:rStyle w:val="Hyperlink"/>
                <w:rFonts w:hint="eastAsia"/>
                <w:noProof/>
                <w:rtl/>
              </w:rPr>
              <w:t>الامام</w:t>
            </w:r>
            <w:r w:rsidRPr="00E33154">
              <w:rPr>
                <w:rStyle w:val="Hyperlink"/>
                <w:noProof/>
                <w:rtl/>
              </w:rPr>
              <w:t xml:space="preserve"> </w:t>
            </w:r>
            <w:r w:rsidRPr="00E33154">
              <w:rPr>
                <w:rStyle w:val="Hyperlink"/>
                <w:rFonts w:hint="eastAsia"/>
                <w:noProof/>
                <w:rtl/>
              </w:rPr>
              <w:t>الرضا</w:t>
            </w:r>
            <w:r w:rsidRPr="00E33154">
              <w:rPr>
                <w:rStyle w:val="Hyperlink"/>
                <w:noProof/>
                <w:rtl/>
              </w:rPr>
              <w:t xml:space="preserve"> </w:t>
            </w:r>
            <w:r w:rsidRPr="00E3315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491792037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BD46BF" w:rsidRDefault="00BD46BF">
          <w:pPr>
            <w:pStyle w:val="TOC2"/>
            <w:tabs>
              <w:tab w:val="right" w:leader="dot" w:pos="9305"/>
            </w:tabs>
            <w:rPr>
              <w:rFonts w:asciiTheme="minorHAnsi" w:eastAsiaTheme="minorEastAsia" w:hAnsiTheme="minorHAnsi" w:cstheme="minorBidi"/>
              <w:noProof/>
              <w:color w:val="auto"/>
              <w:sz w:val="22"/>
              <w:szCs w:val="22"/>
              <w:rtl/>
            </w:rPr>
          </w:pPr>
          <w:hyperlink w:anchor="_Toc491792038" w:history="1">
            <w:r w:rsidRPr="00E33154">
              <w:rPr>
                <w:rStyle w:val="Hyperlink"/>
                <w:rFonts w:hint="eastAsia"/>
                <w:noProof/>
                <w:rtl/>
              </w:rPr>
              <w:t>الاربعون</w:t>
            </w:r>
            <w:r w:rsidRPr="00E33154">
              <w:rPr>
                <w:rStyle w:val="Hyperlink"/>
                <w:noProof/>
                <w:rtl/>
              </w:rPr>
              <w:t xml:space="preserve"> </w:t>
            </w:r>
            <w:r w:rsidRPr="00E33154">
              <w:rPr>
                <w:rStyle w:val="Hyperlink"/>
                <w:rFonts w:hint="eastAsia"/>
                <w:noProof/>
                <w:rtl/>
              </w:rPr>
              <w:t>حديثا</w:t>
            </w:r>
            <w:r w:rsidRPr="00E33154">
              <w:rPr>
                <w:rStyle w:val="Hyperlink"/>
                <w:noProof/>
                <w:rtl/>
              </w:rPr>
              <w:t xml:space="preserve"> </w:t>
            </w:r>
            <w:r w:rsidRPr="00E33154">
              <w:rPr>
                <w:rStyle w:val="Hyperlink"/>
                <w:rFonts w:hint="eastAsia"/>
                <w:noProof/>
                <w:rtl/>
              </w:rPr>
              <w:t>المستدركة</w:t>
            </w:r>
            <w:r w:rsidRPr="00E33154">
              <w:rPr>
                <w:rStyle w:val="Hyperlink"/>
                <w:noProof/>
                <w:rtl/>
              </w:rPr>
              <w:t xml:space="preserve"> </w:t>
            </w:r>
            <w:r w:rsidRPr="00E33154">
              <w:rPr>
                <w:rStyle w:val="Hyperlink"/>
                <w:rFonts w:hint="eastAsia"/>
                <w:noProof/>
                <w:rtl/>
              </w:rPr>
              <w:t>لصحيفة</w:t>
            </w:r>
            <w:r w:rsidRPr="00E33154">
              <w:rPr>
                <w:rStyle w:val="Hyperlink"/>
                <w:noProof/>
                <w:rtl/>
              </w:rPr>
              <w:t xml:space="preserve"> </w:t>
            </w:r>
            <w:r w:rsidRPr="00E33154">
              <w:rPr>
                <w:rStyle w:val="Hyperlink"/>
                <w:rFonts w:hint="eastAsia"/>
                <w:noProof/>
                <w:rtl/>
              </w:rPr>
              <w:t>الامام</w:t>
            </w:r>
            <w:r w:rsidRPr="00E33154">
              <w:rPr>
                <w:rStyle w:val="Hyperlink"/>
                <w:noProof/>
                <w:rtl/>
              </w:rPr>
              <w:t xml:space="preserve"> </w:t>
            </w:r>
            <w:r w:rsidRPr="00E33154">
              <w:rPr>
                <w:rStyle w:val="Hyperlink"/>
                <w:rFonts w:hint="eastAsia"/>
                <w:noProof/>
                <w:rtl/>
              </w:rPr>
              <w:t>الرضا</w:t>
            </w:r>
            <w:r w:rsidRPr="00E33154">
              <w:rPr>
                <w:rStyle w:val="Hyperlink"/>
                <w:noProof/>
                <w:rtl/>
              </w:rPr>
              <w:t xml:space="preserve"> </w:t>
            </w:r>
            <w:r w:rsidRPr="00E3315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491792038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264</w:t>
            </w:r>
            <w:r>
              <w:rPr>
                <w:noProof/>
                <w:webHidden/>
                <w:rtl/>
              </w:rPr>
              <w:fldChar w:fldCharType="end"/>
            </w:r>
          </w:hyperlink>
        </w:p>
        <w:p w:rsidR="00BD46BF" w:rsidRDefault="00BD46BF">
          <w:pPr>
            <w:pStyle w:val="TOC2"/>
            <w:tabs>
              <w:tab w:val="right" w:leader="dot" w:pos="9305"/>
            </w:tabs>
            <w:rPr>
              <w:rFonts w:asciiTheme="minorHAnsi" w:eastAsiaTheme="minorEastAsia" w:hAnsiTheme="minorHAnsi" w:cstheme="minorBidi"/>
              <w:noProof/>
              <w:color w:val="auto"/>
              <w:sz w:val="22"/>
              <w:szCs w:val="22"/>
              <w:rtl/>
            </w:rPr>
          </w:pPr>
          <w:hyperlink w:anchor="_Toc491792039" w:history="1">
            <w:r w:rsidRPr="00E33154">
              <w:rPr>
                <w:rStyle w:val="Hyperlink"/>
                <w:rFonts w:hint="eastAsia"/>
                <w:noProof/>
                <w:rtl/>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491792039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288</w:t>
            </w:r>
            <w:r>
              <w:rPr>
                <w:noProof/>
                <w:webHidden/>
                <w:rtl/>
              </w:rPr>
              <w:fldChar w:fldCharType="end"/>
            </w:r>
          </w:hyperlink>
        </w:p>
        <w:p w:rsidR="00525489" w:rsidRDefault="00525489">
          <w:r>
            <w:fldChar w:fldCharType="end"/>
          </w:r>
        </w:p>
      </w:sdtContent>
    </w:sdt>
    <w:p w:rsidR="00525489" w:rsidRPr="0042502E" w:rsidRDefault="00525489" w:rsidP="00525489">
      <w:pPr>
        <w:pStyle w:val="libNormal"/>
        <w:rPr>
          <w:rtl/>
        </w:rPr>
      </w:pPr>
    </w:p>
    <w:sectPr w:rsidR="00525489" w:rsidRPr="0042502E" w:rsidSect="008058FE">
      <w:footerReference w:type="even" r:id="rId8"/>
      <w:footerReference w:type="default" r:id="rId9"/>
      <w:footerReference w:type="first" r:id="rId10"/>
      <w:type w:val="continuous"/>
      <w:pgSz w:w="11907" w:h="16840" w:code="9"/>
      <w:pgMar w:top="1296" w:right="1296" w:bottom="1296" w:left="1296"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4FD4" w:rsidRDefault="00A54FD4">
      <w:r>
        <w:separator/>
      </w:r>
    </w:p>
  </w:endnote>
  <w:endnote w:type="continuationSeparator" w:id="0">
    <w:p w:rsidR="00A54FD4" w:rsidRDefault="00A54FD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altName w:val="Times New Roman"/>
    <w:charset w:val="B2"/>
    <w:family w:val="auto"/>
    <w:pitch w:val="variable"/>
    <w:sig w:usb0="00002000"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28D" w:rsidRPr="00460435" w:rsidRDefault="00E7028D"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D46BF">
      <w:rPr>
        <w:rFonts w:ascii="Traditional Arabic" w:hAnsi="Traditional Arabic"/>
        <w:noProof/>
        <w:sz w:val="28"/>
        <w:szCs w:val="28"/>
        <w:rtl/>
      </w:rPr>
      <w:t>288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28D" w:rsidRPr="00460435" w:rsidRDefault="00E7028D"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D46BF">
      <w:rPr>
        <w:rFonts w:ascii="Traditional Arabic" w:hAnsi="Traditional Arabic"/>
        <w:noProof/>
        <w:sz w:val="28"/>
        <w:szCs w:val="28"/>
        <w:rtl/>
      </w:rPr>
      <w:t>287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28D" w:rsidRPr="00460435" w:rsidRDefault="00E7028D"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D46BF">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4FD4" w:rsidRDefault="00A54FD4">
      <w:r>
        <w:separator/>
      </w:r>
    </w:p>
  </w:footnote>
  <w:footnote w:type="continuationSeparator" w:id="0">
    <w:p w:rsidR="00A54FD4" w:rsidRDefault="00A54F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481D79"/>
    <w:rsid w:val="00005A19"/>
    <w:rsid w:val="00022A59"/>
    <w:rsid w:val="00024DBC"/>
    <w:rsid w:val="000267FE"/>
    <w:rsid w:val="00034DB7"/>
    <w:rsid w:val="00040798"/>
    <w:rsid w:val="00042F45"/>
    <w:rsid w:val="00043023"/>
    <w:rsid w:val="00054406"/>
    <w:rsid w:val="00057DFA"/>
    <w:rsid w:val="0006083C"/>
    <w:rsid w:val="00061588"/>
    <w:rsid w:val="0006216A"/>
    <w:rsid w:val="00066C43"/>
    <w:rsid w:val="00067F84"/>
    <w:rsid w:val="00071C97"/>
    <w:rsid w:val="0007433B"/>
    <w:rsid w:val="0007613C"/>
    <w:rsid w:val="000761F7"/>
    <w:rsid w:val="00076A3A"/>
    <w:rsid w:val="00077163"/>
    <w:rsid w:val="00082D69"/>
    <w:rsid w:val="00087A9F"/>
    <w:rsid w:val="00090987"/>
    <w:rsid w:val="00092805"/>
    <w:rsid w:val="00092A0C"/>
    <w:rsid w:val="00095BA6"/>
    <w:rsid w:val="000A4479"/>
    <w:rsid w:val="000A57F0"/>
    <w:rsid w:val="000A7750"/>
    <w:rsid w:val="000B2E78"/>
    <w:rsid w:val="000B3A56"/>
    <w:rsid w:val="000B543B"/>
    <w:rsid w:val="000C0A89"/>
    <w:rsid w:val="000C201D"/>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4291"/>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08CB"/>
    <w:rsid w:val="001712E1"/>
    <w:rsid w:val="001767EE"/>
    <w:rsid w:val="00181CC8"/>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111A"/>
    <w:rsid w:val="001E25DC"/>
    <w:rsid w:val="001F0713"/>
    <w:rsid w:val="001F3DB4"/>
    <w:rsid w:val="00200E9A"/>
    <w:rsid w:val="00202C7B"/>
    <w:rsid w:val="00203658"/>
    <w:rsid w:val="002045CF"/>
    <w:rsid w:val="002054C5"/>
    <w:rsid w:val="002139CB"/>
    <w:rsid w:val="00214077"/>
    <w:rsid w:val="0021424B"/>
    <w:rsid w:val="00214801"/>
    <w:rsid w:val="00221675"/>
    <w:rsid w:val="00223BB4"/>
    <w:rsid w:val="00224964"/>
    <w:rsid w:val="00226098"/>
    <w:rsid w:val="002267C7"/>
    <w:rsid w:val="0022730F"/>
    <w:rsid w:val="00227FEE"/>
    <w:rsid w:val="00235DFC"/>
    <w:rsid w:val="00237C0B"/>
    <w:rsid w:val="00241F59"/>
    <w:rsid w:val="0024265C"/>
    <w:rsid w:val="00243D20"/>
    <w:rsid w:val="00244C2E"/>
    <w:rsid w:val="00250E0A"/>
    <w:rsid w:val="00251E02"/>
    <w:rsid w:val="002568DF"/>
    <w:rsid w:val="00257657"/>
    <w:rsid w:val="00261F33"/>
    <w:rsid w:val="00263F56"/>
    <w:rsid w:val="002643AD"/>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22CA"/>
    <w:rsid w:val="002C3E3A"/>
    <w:rsid w:val="002C5C66"/>
    <w:rsid w:val="002C6427"/>
    <w:rsid w:val="002D19A9"/>
    <w:rsid w:val="002D2485"/>
    <w:rsid w:val="002D5623"/>
    <w:rsid w:val="002D580E"/>
    <w:rsid w:val="002E0927"/>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26CE2"/>
    <w:rsid w:val="0033058A"/>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67283"/>
    <w:rsid w:val="00370223"/>
    <w:rsid w:val="00373085"/>
    <w:rsid w:val="003771B6"/>
    <w:rsid w:val="00380674"/>
    <w:rsid w:val="0038683D"/>
    <w:rsid w:val="00387F48"/>
    <w:rsid w:val="003963F3"/>
    <w:rsid w:val="0039787F"/>
    <w:rsid w:val="003A12CD"/>
    <w:rsid w:val="003A1475"/>
    <w:rsid w:val="003A3298"/>
    <w:rsid w:val="003A4587"/>
    <w:rsid w:val="003A533A"/>
    <w:rsid w:val="003A657A"/>
    <w:rsid w:val="003A661E"/>
    <w:rsid w:val="003B0913"/>
    <w:rsid w:val="003B20C5"/>
    <w:rsid w:val="003B5031"/>
    <w:rsid w:val="003B5A13"/>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26A8"/>
    <w:rsid w:val="00422CB7"/>
    <w:rsid w:val="0042502E"/>
    <w:rsid w:val="004271BF"/>
    <w:rsid w:val="00430581"/>
    <w:rsid w:val="00434A97"/>
    <w:rsid w:val="00434E13"/>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D79"/>
    <w:rsid w:val="00481FD0"/>
    <w:rsid w:val="0048221F"/>
    <w:rsid w:val="004834A1"/>
    <w:rsid w:val="004866A7"/>
    <w:rsid w:val="0049103A"/>
    <w:rsid w:val="004919C3"/>
    <w:rsid w:val="004953C3"/>
    <w:rsid w:val="00497042"/>
    <w:rsid w:val="004A0866"/>
    <w:rsid w:val="004A0AF4"/>
    <w:rsid w:val="004A0B9D"/>
    <w:rsid w:val="004A2596"/>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89"/>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5CB6"/>
    <w:rsid w:val="005960AA"/>
    <w:rsid w:val="00597B34"/>
    <w:rsid w:val="005A00BB"/>
    <w:rsid w:val="005A1C39"/>
    <w:rsid w:val="005A43ED"/>
    <w:rsid w:val="005A4A76"/>
    <w:rsid w:val="005A6C74"/>
    <w:rsid w:val="005B067E"/>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00BF"/>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65FF1"/>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6C5"/>
    <w:rsid w:val="006C4B43"/>
    <w:rsid w:val="006D0D07"/>
    <w:rsid w:val="006D2AB8"/>
    <w:rsid w:val="006D36EC"/>
    <w:rsid w:val="006D3C18"/>
    <w:rsid w:val="006D3C3E"/>
    <w:rsid w:val="006D6DC1"/>
    <w:rsid w:val="006D6F9A"/>
    <w:rsid w:val="006E0F1D"/>
    <w:rsid w:val="006E2C8E"/>
    <w:rsid w:val="006E446F"/>
    <w:rsid w:val="006E51D9"/>
    <w:rsid w:val="006E6291"/>
    <w:rsid w:val="006F5544"/>
    <w:rsid w:val="006F765D"/>
    <w:rsid w:val="006F7CE8"/>
    <w:rsid w:val="006F7D34"/>
    <w:rsid w:val="0070028F"/>
    <w:rsid w:val="00701353"/>
    <w:rsid w:val="0070524C"/>
    <w:rsid w:val="00710619"/>
    <w:rsid w:val="007148AF"/>
    <w:rsid w:val="00715F3D"/>
    <w:rsid w:val="00717AB1"/>
    <w:rsid w:val="00717C64"/>
    <w:rsid w:val="00717F2A"/>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2C2A"/>
    <w:rsid w:val="00773080"/>
    <w:rsid w:val="007735AB"/>
    <w:rsid w:val="00773927"/>
    <w:rsid w:val="00773E4E"/>
    <w:rsid w:val="00775FFA"/>
    <w:rsid w:val="00777AC5"/>
    <w:rsid w:val="00780989"/>
    <w:rsid w:val="007823C4"/>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0C7E"/>
    <w:rsid w:val="007D1D2B"/>
    <w:rsid w:val="007D4FEB"/>
    <w:rsid w:val="007D5FD1"/>
    <w:rsid w:val="007E2EBF"/>
    <w:rsid w:val="007E47E8"/>
    <w:rsid w:val="007E6DD9"/>
    <w:rsid w:val="007F4190"/>
    <w:rsid w:val="007F4E53"/>
    <w:rsid w:val="007F5ABC"/>
    <w:rsid w:val="007F5AF7"/>
    <w:rsid w:val="00800121"/>
    <w:rsid w:val="008018D9"/>
    <w:rsid w:val="008058FE"/>
    <w:rsid w:val="00806335"/>
    <w:rsid w:val="008105E2"/>
    <w:rsid w:val="008110DA"/>
    <w:rsid w:val="008127F5"/>
    <w:rsid w:val="008128CA"/>
    <w:rsid w:val="00813440"/>
    <w:rsid w:val="00814FBB"/>
    <w:rsid w:val="00817D07"/>
    <w:rsid w:val="00820165"/>
    <w:rsid w:val="00821493"/>
    <w:rsid w:val="00822733"/>
    <w:rsid w:val="00823380"/>
    <w:rsid w:val="00823B45"/>
    <w:rsid w:val="00826B87"/>
    <w:rsid w:val="00827655"/>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192E"/>
    <w:rsid w:val="008C3327"/>
    <w:rsid w:val="008C510F"/>
    <w:rsid w:val="008C6CA6"/>
    <w:rsid w:val="008D1374"/>
    <w:rsid w:val="008D5874"/>
    <w:rsid w:val="008D5FE6"/>
    <w:rsid w:val="008D6657"/>
    <w:rsid w:val="008E1FA7"/>
    <w:rsid w:val="008E4D2E"/>
    <w:rsid w:val="008E52ED"/>
    <w:rsid w:val="008E5EA9"/>
    <w:rsid w:val="008F1A98"/>
    <w:rsid w:val="008F258C"/>
    <w:rsid w:val="008F29DE"/>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661"/>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4458"/>
    <w:rsid w:val="009A4F11"/>
    <w:rsid w:val="009A53CC"/>
    <w:rsid w:val="009A7001"/>
    <w:rsid w:val="009A7DA5"/>
    <w:rsid w:val="009B01D4"/>
    <w:rsid w:val="009B0C22"/>
    <w:rsid w:val="009B2B08"/>
    <w:rsid w:val="009B36E8"/>
    <w:rsid w:val="009B7253"/>
    <w:rsid w:val="009C2E28"/>
    <w:rsid w:val="009C61D1"/>
    <w:rsid w:val="009D3969"/>
    <w:rsid w:val="009D3C8D"/>
    <w:rsid w:val="009D4F53"/>
    <w:rsid w:val="009D6CB0"/>
    <w:rsid w:val="009E03BE"/>
    <w:rsid w:val="009E07BB"/>
    <w:rsid w:val="009E27B7"/>
    <w:rsid w:val="009E4824"/>
    <w:rsid w:val="009E67C9"/>
    <w:rsid w:val="009E6DE8"/>
    <w:rsid w:val="009E7AB9"/>
    <w:rsid w:val="009F2C77"/>
    <w:rsid w:val="009F4224"/>
    <w:rsid w:val="009F4A72"/>
    <w:rsid w:val="009F5327"/>
    <w:rsid w:val="009F6DDF"/>
    <w:rsid w:val="009F71CF"/>
    <w:rsid w:val="009F72B0"/>
    <w:rsid w:val="00A00A9C"/>
    <w:rsid w:val="00A01520"/>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4410"/>
    <w:rsid w:val="00A3495F"/>
    <w:rsid w:val="00A35EDE"/>
    <w:rsid w:val="00A36CA9"/>
    <w:rsid w:val="00A37D34"/>
    <w:rsid w:val="00A40AE4"/>
    <w:rsid w:val="00A42FC1"/>
    <w:rsid w:val="00A43A6C"/>
    <w:rsid w:val="00A44704"/>
    <w:rsid w:val="00A478DC"/>
    <w:rsid w:val="00A50FBD"/>
    <w:rsid w:val="00A51FCA"/>
    <w:rsid w:val="00A5390C"/>
    <w:rsid w:val="00A54D62"/>
    <w:rsid w:val="00A54FD4"/>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58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1BA8"/>
    <w:rsid w:val="00AC271A"/>
    <w:rsid w:val="00AC28CD"/>
    <w:rsid w:val="00AC2C70"/>
    <w:rsid w:val="00AC3A2F"/>
    <w:rsid w:val="00AC41E0"/>
    <w:rsid w:val="00AC5626"/>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867"/>
    <w:rsid w:val="00AF0A2F"/>
    <w:rsid w:val="00AF217C"/>
    <w:rsid w:val="00AF33DF"/>
    <w:rsid w:val="00AF74FD"/>
    <w:rsid w:val="00B01257"/>
    <w:rsid w:val="00B05B01"/>
    <w:rsid w:val="00B0739E"/>
    <w:rsid w:val="00B1002E"/>
    <w:rsid w:val="00B11AF5"/>
    <w:rsid w:val="00B12ED2"/>
    <w:rsid w:val="00B17010"/>
    <w:rsid w:val="00B171D4"/>
    <w:rsid w:val="00B2067B"/>
    <w:rsid w:val="00B241CE"/>
    <w:rsid w:val="00B24ABA"/>
    <w:rsid w:val="00B325FE"/>
    <w:rsid w:val="00B329DF"/>
    <w:rsid w:val="00B376D8"/>
    <w:rsid w:val="00B37FEA"/>
    <w:rsid w:val="00B4064C"/>
    <w:rsid w:val="00B415C5"/>
    <w:rsid w:val="00B41B2B"/>
    <w:rsid w:val="00B426ED"/>
    <w:rsid w:val="00B42E0C"/>
    <w:rsid w:val="00B47827"/>
    <w:rsid w:val="00B47FE1"/>
    <w:rsid w:val="00B506FA"/>
    <w:rsid w:val="00B537AD"/>
    <w:rsid w:val="00B54A4C"/>
    <w:rsid w:val="00B56365"/>
    <w:rsid w:val="00B60990"/>
    <w:rsid w:val="00B629FE"/>
    <w:rsid w:val="00B637B2"/>
    <w:rsid w:val="00B64832"/>
    <w:rsid w:val="00B65134"/>
    <w:rsid w:val="00B659B6"/>
    <w:rsid w:val="00B673BB"/>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8778F"/>
    <w:rsid w:val="00B90A19"/>
    <w:rsid w:val="00B931B4"/>
    <w:rsid w:val="00B936D7"/>
    <w:rsid w:val="00B93D85"/>
    <w:rsid w:val="00B94E2B"/>
    <w:rsid w:val="00B955A3"/>
    <w:rsid w:val="00B957AD"/>
    <w:rsid w:val="00BA1D16"/>
    <w:rsid w:val="00BA20DE"/>
    <w:rsid w:val="00BA657A"/>
    <w:rsid w:val="00BA6C34"/>
    <w:rsid w:val="00BA6C54"/>
    <w:rsid w:val="00BB099C"/>
    <w:rsid w:val="00BB0DF4"/>
    <w:rsid w:val="00BB1975"/>
    <w:rsid w:val="00BB3CFF"/>
    <w:rsid w:val="00BB4CCD"/>
    <w:rsid w:val="00BB5951"/>
    <w:rsid w:val="00BB5C83"/>
    <w:rsid w:val="00BB643C"/>
    <w:rsid w:val="00BC09E8"/>
    <w:rsid w:val="00BC499A"/>
    <w:rsid w:val="00BC717E"/>
    <w:rsid w:val="00BD1CB7"/>
    <w:rsid w:val="00BD46BF"/>
    <w:rsid w:val="00BD4DFE"/>
    <w:rsid w:val="00BD593F"/>
    <w:rsid w:val="00BD6706"/>
    <w:rsid w:val="00BE0D08"/>
    <w:rsid w:val="00BE630D"/>
    <w:rsid w:val="00BE7ED8"/>
    <w:rsid w:val="00BF00C6"/>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0F1A"/>
    <w:rsid w:val="00C617E5"/>
    <w:rsid w:val="00C62B77"/>
    <w:rsid w:val="00C667E4"/>
    <w:rsid w:val="00C70D9D"/>
    <w:rsid w:val="00C72AA4"/>
    <w:rsid w:val="00C76A9C"/>
    <w:rsid w:val="00C77054"/>
    <w:rsid w:val="00C80492"/>
    <w:rsid w:val="00C81C96"/>
    <w:rsid w:val="00C849B1"/>
    <w:rsid w:val="00C86EE3"/>
    <w:rsid w:val="00C8734B"/>
    <w:rsid w:val="00C9021F"/>
    <w:rsid w:val="00C9028D"/>
    <w:rsid w:val="00C906FE"/>
    <w:rsid w:val="00C91558"/>
    <w:rsid w:val="00CA2801"/>
    <w:rsid w:val="00CA41BF"/>
    <w:rsid w:val="00CA539C"/>
    <w:rsid w:val="00CB22FF"/>
    <w:rsid w:val="00CB4647"/>
    <w:rsid w:val="00CB686E"/>
    <w:rsid w:val="00CC0833"/>
    <w:rsid w:val="00CC0D6C"/>
    <w:rsid w:val="00CC156E"/>
    <w:rsid w:val="00CC546F"/>
    <w:rsid w:val="00CD72D4"/>
    <w:rsid w:val="00CE30CD"/>
    <w:rsid w:val="00CE7487"/>
    <w:rsid w:val="00CF06A5"/>
    <w:rsid w:val="00CF137D"/>
    <w:rsid w:val="00CF4DEF"/>
    <w:rsid w:val="00D00008"/>
    <w:rsid w:val="00D032B6"/>
    <w:rsid w:val="00D10971"/>
    <w:rsid w:val="00D11686"/>
    <w:rsid w:val="00D11AFF"/>
    <w:rsid w:val="00D11BDC"/>
    <w:rsid w:val="00D1225E"/>
    <w:rsid w:val="00D20234"/>
    <w:rsid w:val="00D208D0"/>
    <w:rsid w:val="00D20EAE"/>
    <w:rsid w:val="00D212D5"/>
    <w:rsid w:val="00D230D8"/>
    <w:rsid w:val="00D24B24"/>
    <w:rsid w:val="00D24EB0"/>
    <w:rsid w:val="00D25987"/>
    <w:rsid w:val="00D33A32"/>
    <w:rsid w:val="00D350E6"/>
    <w:rsid w:val="00D40219"/>
    <w:rsid w:val="00D41621"/>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6D0"/>
    <w:rsid w:val="00DA5931"/>
    <w:rsid w:val="00DA722B"/>
    <w:rsid w:val="00DA76C9"/>
    <w:rsid w:val="00DB0701"/>
    <w:rsid w:val="00DB2424"/>
    <w:rsid w:val="00DB3E84"/>
    <w:rsid w:val="00DC02A0"/>
    <w:rsid w:val="00DC0B08"/>
    <w:rsid w:val="00DC0E27"/>
    <w:rsid w:val="00DC1000"/>
    <w:rsid w:val="00DC3D3E"/>
    <w:rsid w:val="00DD1BB4"/>
    <w:rsid w:val="00DD5C69"/>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28D"/>
    <w:rsid w:val="00E70BDA"/>
    <w:rsid w:val="00E71139"/>
    <w:rsid w:val="00E74F63"/>
    <w:rsid w:val="00E7602E"/>
    <w:rsid w:val="00E7712C"/>
    <w:rsid w:val="00E7773E"/>
    <w:rsid w:val="00E77F65"/>
    <w:rsid w:val="00E82E08"/>
    <w:rsid w:val="00E90664"/>
    <w:rsid w:val="00E92065"/>
    <w:rsid w:val="00E96F05"/>
    <w:rsid w:val="00EA340E"/>
    <w:rsid w:val="00EA3B1F"/>
    <w:rsid w:val="00EA574E"/>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0C40"/>
    <w:rsid w:val="00EF3F9B"/>
    <w:rsid w:val="00EF6505"/>
    <w:rsid w:val="00EF7A6F"/>
    <w:rsid w:val="00F02C57"/>
    <w:rsid w:val="00F070E5"/>
    <w:rsid w:val="00F075B3"/>
    <w:rsid w:val="00F1517E"/>
    <w:rsid w:val="00F16678"/>
    <w:rsid w:val="00F22AC4"/>
    <w:rsid w:val="00F26388"/>
    <w:rsid w:val="00F30332"/>
    <w:rsid w:val="00F311C7"/>
    <w:rsid w:val="00F31BE3"/>
    <w:rsid w:val="00F34B21"/>
    <w:rsid w:val="00F34CA5"/>
    <w:rsid w:val="00F41E90"/>
    <w:rsid w:val="00F436BF"/>
    <w:rsid w:val="00F458C0"/>
    <w:rsid w:val="00F53B56"/>
    <w:rsid w:val="00F54AD8"/>
    <w:rsid w:val="00F55BC3"/>
    <w:rsid w:val="00F571FE"/>
    <w:rsid w:val="00F62649"/>
    <w:rsid w:val="00F62C96"/>
    <w:rsid w:val="00F638A5"/>
    <w:rsid w:val="00F64E82"/>
    <w:rsid w:val="00F673C2"/>
    <w:rsid w:val="00F70D2F"/>
    <w:rsid w:val="00F715FC"/>
    <w:rsid w:val="00F71859"/>
    <w:rsid w:val="00F72B69"/>
    <w:rsid w:val="00F74FDC"/>
    <w:rsid w:val="00F7566A"/>
    <w:rsid w:val="00F77C07"/>
    <w:rsid w:val="00F80602"/>
    <w:rsid w:val="00F82A57"/>
    <w:rsid w:val="00F83A2C"/>
    <w:rsid w:val="00F83E9D"/>
    <w:rsid w:val="00F86C5B"/>
    <w:rsid w:val="00F922B8"/>
    <w:rsid w:val="00F961A0"/>
    <w:rsid w:val="00F97A32"/>
    <w:rsid w:val="00FA3B58"/>
    <w:rsid w:val="00FA490B"/>
    <w:rsid w:val="00FA5484"/>
    <w:rsid w:val="00FA6127"/>
    <w:rsid w:val="00FA7F65"/>
    <w:rsid w:val="00FB13CD"/>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rmal (Web)" w:uiPriority="99"/>
    <w:lsdException w:name="Balloon Tex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63A74"/>
    <w:pPr>
      <w:jc w:val="left"/>
    </w:pPr>
    <w:rPr>
      <w:rFonts w:eastAsiaTheme="minorEastAsia"/>
      <w:sz w:val="24"/>
      <w:szCs w:val="24"/>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paragraph" w:styleId="NormalWeb">
    <w:name w:val="Normal (Web)"/>
    <w:basedOn w:val="Normal"/>
    <w:uiPriority w:val="99"/>
    <w:semiHidden/>
    <w:unhideWhenUsed/>
    <w:rsid w:val="00481D79"/>
    <w:pPr>
      <w:spacing w:before="100" w:beforeAutospacing="1" w:after="100" w:afterAutospacing="1"/>
      <w:ind w:firstLine="0"/>
    </w:pPr>
    <w:rPr>
      <w:rFonts w:eastAsia="Times New Roman"/>
    </w:rPr>
  </w:style>
  <w:style w:type="paragraph" w:styleId="BalloonText">
    <w:name w:val="Balloon Text"/>
    <w:basedOn w:val="Normal"/>
    <w:link w:val="BalloonTextChar"/>
    <w:uiPriority w:val="99"/>
    <w:semiHidden/>
    <w:unhideWhenUsed/>
    <w:rsid w:val="00BB1975"/>
    <w:rPr>
      <w:rFonts w:ascii="Tahoma" w:hAnsi="Tahoma" w:cs="Tahoma"/>
      <w:sz w:val="16"/>
      <w:szCs w:val="16"/>
    </w:rPr>
  </w:style>
  <w:style w:type="character" w:customStyle="1" w:styleId="BalloonTextChar">
    <w:name w:val="Balloon Text Char"/>
    <w:basedOn w:val="DefaultParagraphFont"/>
    <w:link w:val="BalloonText"/>
    <w:uiPriority w:val="99"/>
    <w:semiHidden/>
    <w:rsid w:val="00BB1975"/>
    <w:rPr>
      <w:rFonts w:ascii="Tahoma" w:eastAsiaTheme="minorEastAsia"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22631567">
      <w:bodyDiv w:val="1"/>
      <w:marLeft w:val="0"/>
      <w:marRight w:val="0"/>
      <w:marTop w:val="0"/>
      <w:marBottom w:val="0"/>
      <w:divBdr>
        <w:top w:val="none" w:sz="0" w:space="0" w:color="auto"/>
        <w:left w:val="none" w:sz="0" w:space="0" w:color="auto"/>
        <w:bottom w:val="none" w:sz="0" w:space="0" w:color="auto"/>
        <w:right w:val="none" w:sz="0" w:space="0" w:color="auto"/>
      </w:divBdr>
    </w:div>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632949125">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905454483">
      <w:bodyDiv w:val="1"/>
      <w:marLeft w:val="0"/>
      <w:marRight w:val="0"/>
      <w:marTop w:val="0"/>
      <w:marBottom w:val="0"/>
      <w:divBdr>
        <w:top w:val="none" w:sz="0" w:space="0" w:color="auto"/>
        <w:left w:val="none" w:sz="0" w:space="0" w:color="auto"/>
        <w:bottom w:val="none" w:sz="0" w:space="0" w:color="auto"/>
        <w:right w:val="none" w:sz="0" w:space="0" w:color="auto"/>
      </w:divBdr>
    </w:div>
    <w:div w:id="968164945">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071270358">
      <w:bodyDiv w:val="1"/>
      <w:marLeft w:val="0"/>
      <w:marRight w:val="0"/>
      <w:marTop w:val="0"/>
      <w:marBottom w:val="0"/>
      <w:divBdr>
        <w:top w:val="none" w:sz="0" w:space="0" w:color="auto"/>
        <w:left w:val="none" w:sz="0" w:space="0" w:color="auto"/>
        <w:bottom w:val="none" w:sz="0" w:space="0" w:color="auto"/>
        <w:right w:val="none" w:sz="0" w:space="0" w:color="auto"/>
      </w:divBdr>
    </w:div>
    <w:div w:id="1080062461">
      <w:bodyDiv w:val="1"/>
      <w:marLeft w:val="0"/>
      <w:marRight w:val="0"/>
      <w:marTop w:val="0"/>
      <w:marBottom w:val="0"/>
      <w:divBdr>
        <w:top w:val="none" w:sz="0" w:space="0" w:color="auto"/>
        <w:left w:val="none" w:sz="0" w:space="0" w:color="auto"/>
        <w:bottom w:val="none" w:sz="0" w:space="0" w:color="auto"/>
        <w:right w:val="none" w:sz="0" w:space="0" w:color="auto"/>
      </w:divBdr>
    </w:div>
    <w:div w:id="1088773556">
      <w:bodyDiv w:val="1"/>
      <w:marLeft w:val="0"/>
      <w:marRight w:val="0"/>
      <w:marTop w:val="0"/>
      <w:marBottom w:val="0"/>
      <w:divBdr>
        <w:top w:val="none" w:sz="0" w:space="0" w:color="auto"/>
        <w:left w:val="none" w:sz="0" w:space="0" w:color="auto"/>
        <w:bottom w:val="none" w:sz="0" w:space="0" w:color="auto"/>
        <w:right w:val="none" w:sz="0" w:space="0" w:color="auto"/>
      </w:divBdr>
    </w:div>
    <w:div w:id="1134255530">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18999855">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34341510">
      <w:bodyDiv w:val="1"/>
      <w:marLeft w:val="0"/>
      <w:marRight w:val="0"/>
      <w:marTop w:val="0"/>
      <w:marBottom w:val="0"/>
      <w:divBdr>
        <w:top w:val="none" w:sz="0" w:space="0" w:color="auto"/>
        <w:left w:val="none" w:sz="0" w:space="0" w:color="auto"/>
        <w:bottom w:val="none" w:sz="0" w:space="0" w:color="auto"/>
        <w:right w:val="none" w:sz="0" w:space="0" w:color="auto"/>
      </w:divBdr>
    </w:div>
    <w:div w:id="1559776774">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622152616">
      <w:bodyDiv w:val="1"/>
      <w:marLeft w:val="0"/>
      <w:marRight w:val="0"/>
      <w:marTop w:val="0"/>
      <w:marBottom w:val="0"/>
      <w:divBdr>
        <w:top w:val="none" w:sz="0" w:space="0" w:color="auto"/>
        <w:left w:val="none" w:sz="0" w:space="0" w:color="auto"/>
        <w:bottom w:val="none" w:sz="0" w:space="0" w:color="auto"/>
        <w:right w:val="none" w:sz="0" w:space="0" w:color="auto"/>
      </w:divBdr>
    </w:div>
    <w:div w:id="164620433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17981175">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 w:id="2059429213">
      <w:bodyDiv w:val="1"/>
      <w:marLeft w:val="0"/>
      <w:marRight w:val="0"/>
      <w:marTop w:val="0"/>
      <w:marBottom w:val="0"/>
      <w:divBdr>
        <w:top w:val="none" w:sz="0" w:space="0" w:color="auto"/>
        <w:left w:val="none" w:sz="0" w:space="0" w:color="auto"/>
        <w:bottom w:val="none" w:sz="0" w:space="0" w:color="auto"/>
        <w:right w:val="none" w:sz="0" w:space="0" w:color="auto"/>
      </w:divBdr>
    </w:div>
    <w:div w:id="2062630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Rahimi\Desktop\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2F97C0-DEFD-4B76-B008-150BE8507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450</TotalTime>
  <Pages>288</Pages>
  <Words>66610</Words>
  <Characters>379678</Characters>
  <Application>Microsoft Office Word</Application>
  <DocSecurity>0</DocSecurity>
  <Lines>3163</Lines>
  <Paragraphs>890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445398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 Rahimi</dc:creator>
  <cp:lastModifiedBy>Roohi</cp:lastModifiedBy>
  <cp:revision>66</cp:revision>
  <cp:lastPrinted>2014-01-25T18:18:00Z</cp:lastPrinted>
  <dcterms:created xsi:type="dcterms:W3CDTF">2017-08-26T06:32:00Z</dcterms:created>
  <dcterms:modified xsi:type="dcterms:W3CDTF">2017-08-29T13:15:00Z</dcterms:modified>
</cp:coreProperties>
</file>