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ED7" w:rsidRPr="00086ED7" w:rsidRDefault="00086ED7" w:rsidP="00610870">
      <w:pPr>
        <w:pStyle w:val="libCenterBold1"/>
        <w:rPr>
          <w:rtl/>
        </w:rPr>
      </w:pPr>
      <w:r w:rsidRPr="00086ED7">
        <w:rPr>
          <w:rtl/>
        </w:rPr>
        <w:t>الاجتهاد وإشكاليات التطوير والمعاصرة</w:t>
      </w:r>
      <w:r>
        <w:rPr>
          <w:rFonts w:hint="cs"/>
          <w:rtl/>
        </w:rPr>
        <w:t xml:space="preserve"> </w:t>
      </w:r>
      <w:r w:rsidRPr="00086ED7">
        <w:rPr>
          <w:rFonts w:hint="cs"/>
          <w:rtl/>
        </w:rPr>
        <w:t>الجزء</w:t>
      </w:r>
      <w:r w:rsidRPr="00086ED7">
        <w:rPr>
          <w:rtl/>
        </w:rPr>
        <w:t xml:space="preserve"> الثاني</w:t>
      </w:r>
    </w:p>
    <w:p w:rsidR="00086ED7" w:rsidRPr="00086ED7" w:rsidRDefault="00086ED7" w:rsidP="000E62F3">
      <w:pPr>
        <w:pStyle w:val="libCenterBold1"/>
        <w:rPr>
          <w:rtl/>
        </w:rPr>
      </w:pPr>
      <w:r w:rsidRPr="00086ED7">
        <w:rPr>
          <w:rtl/>
        </w:rPr>
        <w:t xml:space="preserve">معهد الرسول الأكرم </w:t>
      </w:r>
      <w:r w:rsidR="000E62F3" w:rsidRPr="000E62F3">
        <w:rPr>
          <w:rStyle w:val="libAlaemChar"/>
          <w:rFonts w:eastAsiaTheme="minorHAnsi"/>
          <w:rtl/>
        </w:rPr>
        <w:t>صلى‌الله‌عليه‌وآله‌وسلم</w:t>
      </w:r>
      <w:r w:rsidRPr="00086ED7">
        <w:rPr>
          <w:rtl/>
        </w:rPr>
        <w:t xml:space="preserve"> العالي للشريعة</w:t>
      </w:r>
    </w:p>
    <w:p w:rsidR="00086ED7" w:rsidRPr="00086ED7" w:rsidRDefault="00086ED7" w:rsidP="00086ED7">
      <w:pPr>
        <w:pStyle w:val="libNormal"/>
        <w:rPr>
          <w:rtl/>
        </w:rPr>
      </w:pPr>
      <w:r w:rsidRPr="00086ED7">
        <w:rPr>
          <w:rtl/>
        </w:rPr>
        <w:br w:type="page"/>
      </w:r>
    </w:p>
    <w:p w:rsidR="00E07DFB" w:rsidRPr="00F726BE" w:rsidRDefault="00E07DFB" w:rsidP="003D6B96">
      <w:pPr>
        <w:pStyle w:val="Heading2Center"/>
        <w:rPr>
          <w:rtl/>
        </w:rPr>
      </w:pPr>
      <w:bookmarkStart w:id="0" w:name="_Toc388703621"/>
      <w:r w:rsidRPr="00D012F9">
        <w:rPr>
          <w:rtl/>
        </w:rPr>
        <w:lastRenderedPageBreak/>
        <w:t>مقتضيات المشاركة الحضارية</w:t>
      </w:r>
      <w:bookmarkStart w:id="1" w:name="مقتضيات_المشاركة_الحضارية"/>
      <w:bookmarkEnd w:id="1"/>
      <w:r w:rsidR="003D6B96">
        <w:rPr>
          <w:rFonts w:hint="cs"/>
          <w:rtl/>
        </w:rPr>
        <w:t xml:space="preserve"> </w:t>
      </w:r>
      <w:r w:rsidRPr="00D012F9">
        <w:rPr>
          <w:rtl/>
        </w:rPr>
        <w:t>للاجتهاد الفقهي</w:t>
      </w:r>
      <w:bookmarkEnd w:id="0"/>
    </w:p>
    <w:p w:rsidR="00E07DFB" w:rsidRPr="003D6B96" w:rsidRDefault="00E07DFB" w:rsidP="003D6B96">
      <w:pPr>
        <w:pStyle w:val="Heading2"/>
        <w:rPr>
          <w:rtl/>
        </w:rPr>
      </w:pPr>
      <w:bookmarkStart w:id="2" w:name="_Toc388703622"/>
      <w:r w:rsidRPr="00D012F9">
        <w:rPr>
          <w:rtl/>
        </w:rPr>
        <w:t>مقدِّمة</w:t>
      </w:r>
      <w:bookmarkEnd w:id="2"/>
    </w:p>
    <w:p w:rsidR="00E07DFB" w:rsidRPr="00065D03" w:rsidRDefault="00E07DFB" w:rsidP="00065D03">
      <w:pPr>
        <w:pStyle w:val="libNormal"/>
        <w:rPr>
          <w:rtl/>
        </w:rPr>
      </w:pPr>
      <w:r w:rsidRPr="00065D03">
        <w:rPr>
          <w:rtl/>
        </w:rPr>
        <w:t>ما يحفِّز الباحثين وبعض مؤسَّسات الدِّراسات الدينية ودوائرها</w:t>
      </w:r>
      <w:r w:rsidR="00610870">
        <w:rPr>
          <w:rtl/>
        </w:rPr>
        <w:t xml:space="preserve"> - </w:t>
      </w:r>
      <w:r w:rsidRPr="00065D03">
        <w:rPr>
          <w:rtl/>
        </w:rPr>
        <w:t>وبخاصة في حقل العلوم الشِّرعية</w:t>
      </w:r>
      <w:r w:rsidR="00610870">
        <w:rPr>
          <w:rtl/>
        </w:rPr>
        <w:t xml:space="preserve"> - </w:t>
      </w:r>
      <w:r w:rsidRPr="00065D03">
        <w:rPr>
          <w:rtl/>
        </w:rPr>
        <w:t>إلى تقديم مشاريع إحيائية في ممارسة العمل الاجتهادي</w:t>
      </w:r>
      <w:r w:rsidR="00610870">
        <w:rPr>
          <w:rtl/>
        </w:rPr>
        <w:t>؛</w:t>
      </w:r>
      <w:r w:rsidRPr="00065D03">
        <w:rPr>
          <w:rtl/>
        </w:rPr>
        <w:t xml:space="preserve"> ليس إلاّ شعورهم بأنَّ الوضعية الاجتهادية الحاضرة غير مستوعبة لمستجدَّات الحياة ومتطلَّبات العصر</w:t>
      </w:r>
      <w:r w:rsidR="00610870">
        <w:rPr>
          <w:rtl/>
        </w:rPr>
        <w:t>،</w:t>
      </w:r>
      <w:r w:rsidRPr="00065D03">
        <w:rPr>
          <w:rtl/>
        </w:rPr>
        <w:t xml:space="preserve"> وغير جاهزة للخوض في عمليَّة تنظيرية تخلق مناخاً نظرياً متلائماً مع حقيقة الحضارة الإسلامية.</w:t>
      </w:r>
    </w:p>
    <w:p w:rsidR="00E07DFB" w:rsidRPr="00065D03" w:rsidRDefault="00E07DFB" w:rsidP="00065D03">
      <w:pPr>
        <w:pStyle w:val="libNormal"/>
        <w:rPr>
          <w:rtl/>
        </w:rPr>
      </w:pPr>
      <w:r w:rsidRPr="00065D03">
        <w:rPr>
          <w:rtl/>
        </w:rPr>
        <w:t>عرفت الآونة الأخيرة صرخات عالية تدعو إلى ضرورة استئناف جهود جادة للانطلاق باتجاه التجديد والإحياء في الفقه والاجتهاد</w:t>
      </w:r>
      <w:r w:rsidR="00610870">
        <w:rPr>
          <w:rtl/>
        </w:rPr>
        <w:t>،</w:t>
      </w:r>
      <w:r w:rsidRPr="00065D03">
        <w:rPr>
          <w:rtl/>
        </w:rPr>
        <w:t xml:space="preserve"> من خلال ممارسة إعادة النظر في قواعد العمل الاجتهادي وضوابطه</w:t>
      </w:r>
      <w:r w:rsidR="00610870">
        <w:rPr>
          <w:rtl/>
        </w:rPr>
        <w:t>؛</w:t>
      </w:r>
      <w:r w:rsidRPr="00065D03">
        <w:rPr>
          <w:rtl/>
        </w:rPr>
        <w:t xml:space="preserve"> لأجل تمكينه من القيام بالدور اللاّزم في التنظير الفقهي الشامل والمنسجم مع وظائف الفكر الديني</w:t>
      </w:r>
      <w:r w:rsidR="00610870">
        <w:rPr>
          <w:rtl/>
        </w:rPr>
        <w:t>،</w:t>
      </w:r>
      <w:r w:rsidRPr="00065D03">
        <w:rPr>
          <w:rtl/>
        </w:rPr>
        <w:t xml:space="preserve"> ومهمَّاته تجاه الإنسان والحياة.</w:t>
      </w:r>
    </w:p>
    <w:p w:rsidR="00E11204" w:rsidRDefault="00E07DFB" w:rsidP="00E11204">
      <w:pPr>
        <w:pStyle w:val="libNormal"/>
        <w:rPr>
          <w:rtl/>
        </w:rPr>
      </w:pPr>
      <w:r w:rsidRPr="00065D03">
        <w:rPr>
          <w:rtl/>
        </w:rPr>
        <w:t>إنَّنا</w:t>
      </w:r>
      <w:r w:rsidR="00610870">
        <w:rPr>
          <w:rtl/>
        </w:rPr>
        <w:t>،</w:t>
      </w:r>
      <w:r w:rsidRPr="00065D03">
        <w:rPr>
          <w:rtl/>
        </w:rPr>
        <w:t xml:space="preserve"> وفي الوقت الذي نتَّفق فيه مع دعاة الإصلاح والتجديد على أنَّ الحاجة ماسَّة</w:t>
      </w:r>
      <w:r w:rsidR="00610870">
        <w:rPr>
          <w:rtl/>
        </w:rPr>
        <w:t>،</w:t>
      </w:r>
      <w:r w:rsidRPr="00065D03">
        <w:rPr>
          <w:rtl/>
        </w:rPr>
        <w:t xml:space="preserve"> أكثر من أي وقت آخر</w:t>
      </w:r>
      <w:r w:rsidR="00610870">
        <w:rPr>
          <w:rtl/>
        </w:rPr>
        <w:t>،</w:t>
      </w:r>
      <w:r w:rsidRPr="00065D03">
        <w:rPr>
          <w:rtl/>
        </w:rPr>
        <w:t xml:space="preserve"> للحديث عن إحياء الفقه والاجتهاد الفقهي وتحديثهما</w:t>
      </w:r>
      <w:r w:rsidR="00610870">
        <w:rPr>
          <w:rtl/>
        </w:rPr>
        <w:t>،</w:t>
      </w:r>
      <w:r w:rsidRPr="00065D03">
        <w:rPr>
          <w:rtl/>
        </w:rPr>
        <w:t xml:space="preserve"> وهو ما سنتحدَّث عنه لاحقاً</w:t>
      </w:r>
      <w:r w:rsidR="00610870">
        <w:rPr>
          <w:rtl/>
        </w:rPr>
        <w:t>،</w:t>
      </w:r>
      <w:r w:rsidRPr="00065D03">
        <w:rPr>
          <w:rtl/>
        </w:rPr>
        <w:t xml:space="preserve"> سنبرهن على أنَّ سياسة الهدم والتدمير</w:t>
      </w:r>
      <w:r w:rsidR="00610870">
        <w:rPr>
          <w:rtl/>
        </w:rPr>
        <w:t>،</w:t>
      </w:r>
      <w:r w:rsidRPr="00065D03">
        <w:rPr>
          <w:rtl/>
        </w:rPr>
        <w:t xml:space="preserve"> قبل</w:t>
      </w:r>
      <w:r w:rsidR="00E11204">
        <w:rPr>
          <w:rFonts w:hint="cs"/>
          <w:rtl/>
        </w:rPr>
        <w:t xml:space="preserve"> </w:t>
      </w:r>
      <w:r w:rsidRPr="002A0058">
        <w:rPr>
          <w:rtl/>
        </w:rPr>
        <w:t>تحضير البديل وتأهيله</w:t>
      </w:r>
      <w:r w:rsidR="00610870">
        <w:rPr>
          <w:rtl/>
        </w:rPr>
        <w:t>،</w:t>
      </w:r>
      <w:r w:rsidRPr="002A0058">
        <w:rPr>
          <w:rtl/>
        </w:rPr>
        <w:t xml:space="preserve"> سوف تسفر حتماً عن كوارث كبيرة على التُّراث الإسلامي</w:t>
      </w:r>
      <w:r w:rsidR="00610870">
        <w:rPr>
          <w:rtl/>
        </w:rPr>
        <w:t>،</w:t>
      </w:r>
      <w:r w:rsidRPr="002A0058">
        <w:rPr>
          <w:rtl/>
        </w:rPr>
        <w:t xml:space="preserve"> وعلى أصالة الاجتهاد الفقهي وعمقه</w:t>
      </w:r>
      <w:r w:rsidR="00610870">
        <w:rPr>
          <w:rtl/>
        </w:rPr>
        <w:t>.</w:t>
      </w:r>
      <w:r w:rsidRPr="002A0058">
        <w:rPr>
          <w:rtl/>
        </w:rPr>
        <w:t xml:space="preserve"> نرى هذا في الوقت الذي نؤكِّد فيه: أنَّ الفقه الإسلامي في واقعه الراهن</w:t>
      </w:r>
      <w:r w:rsidR="00610870">
        <w:rPr>
          <w:rtl/>
        </w:rPr>
        <w:t>،</w:t>
      </w:r>
      <w:r w:rsidRPr="002A0058">
        <w:rPr>
          <w:rtl/>
        </w:rPr>
        <w:t xml:space="preserve"> غير جاهز للمواكبة والتصدِّي الحقيقي</w:t>
      </w:r>
      <w:r w:rsidR="00610870">
        <w:rPr>
          <w:rtl/>
        </w:rPr>
        <w:t>،</w:t>
      </w:r>
      <w:r w:rsidRPr="002A0058">
        <w:rPr>
          <w:rtl/>
        </w:rPr>
        <w:t xml:space="preserve"> بخاصة على صعيد التنظير وصياغة حلول فكرية تدعم مصداقية الحديث المتواصل عن الطاقات و</w:t>
      </w:r>
      <w:r w:rsidRPr="00313984">
        <w:rPr>
          <w:rStyle w:val="libBold1Char"/>
          <w:rtl/>
        </w:rPr>
        <w:t>(الظرفيَّات)</w:t>
      </w:r>
      <w:r w:rsidRPr="002A0058">
        <w:rPr>
          <w:rtl/>
        </w:rPr>
        <w:t xml:space="preserve"> الكبيرة للفقه الديني</w:t>
      </w:r>
      <w:r w:rsidR="00610870">
        <w:rPr>
          <w:rtl/>
        </w:rPr>
        <w:t>؛</w:t>
      </w:r>
      <w:r w:rsidRPr="002A0058">
        <w:rPr>
          <w:rtl/>
        </w:rPr>
        <w:t xml:space="preserve"> الأمر الذي يدعونا جميعاً إلى استنفار الطاقات والإمكانيات العلمية والمنهجية الهائلة</w:t>
      </w:r>
      <w:r w:rsidR="00610870">
        <w:rPr>
          <w:rtl/>
        </w:rPr>
        <w:t>،</w:t>
      </w:r>
      <w:r w:rsidRPr="002A0058">
        <w:rPr>
          <w:rtl/>
        </w:rPr>
        <w:t xml:space="preserve"> للخروج بفقه يؤسِّس لتدبير الحياة</w:t>
      </w:r>
      <w:r w:rsidR="00610870">
        <w:rPr>
          <w:rtl/>
        </w:rPr>
        <w:t>،</w:t>
      </w:r>
      <w:r w:rsidRPr="002A0058">
        <w:rPr>
          <w:rtl/>
        </w:rPr>
        <w:t xml:space="preserve"> والإدارة الدينية لإنسان هذا العصر</w:t>
      </w:r>
      <w:r w:rsidR="00610870">
        <w:rPr>
          <w:rtl/>
        </w:rPr>
        <w:t>،</w:t>
      </w:r>
      <w:r w:rsidRPr="002A0058">
        <w:rPr>
          <w:rtl/>
        </w:rPr>
        <w:t xml:space="preserve"> ولمجتمعنا المعاصر</w:t>
      </w:r>
      <w:r w:rsidR="00610870">
        <w:rPr>
          <w:rtl/>
        </w:rPr>
        <w:t>،</w:t>
      </w:r>
      <w:r w:rsidRPr="002A0058">
        <w:rPr>
          <w:rtl/>
        </w:rPr>
        <w:t xml:space="preserve"> بكل ما تحتويه خصوصية هذا العصر الحاضر</w:t>
      </w:r>
      <w:r w:rsidR="00610870">
        <w:rPr>
          <w:rtl/>
        </w:rPr>
        <w:t>،</w:t>
      </w:r>
      <w:r w:rsidRPr="002A0058">
        <w:rPr>
          <w:rtl/>
        </w:rPr>
        <w:t xml:space="preserve"> وما تواجهه الأمة</w:t>
      </w:r>
      <w:r w:rsidR="00610870">
        <w:rPr>
          <w:rtl/>
        </w:rPr>
        <w:t>،</w:t>
      </w:r>
      <w:r w:rsidRPr="002A0058">
        <w:rPr>
          <w:rtl/>
        </w:rPr>
        <w:t xml:space="preserve"> ونظرية الدين المتكامل</w:t>
      </w:r>
      <w:r w:rsidR="00610870">
        <w:rPr>
          <w:rtl/>
        </w:rPr>
        <w:t>،</w:t>
      </w:r>
      <w:r w:rsidRPr="002A0058">
        <w:rPr>
          <w:rtl/>
        </w:rPr>
        <w:t xml:space="preserve"> من تحدِّياتٍ علمية</w:t>
      </w:r>
      <w:r w:rsidR="00610870">
        <w:rPr>
          <w:rtl/>
        </w:rPr>
        <w:t>،</w:t>
      </w:r>
      <w:r w:rsidRPr="002A0058">
        <w:rPr>
          <w:rtl/>
        </w:rPr>
        <w:t xml:space="preserve"> ونظرياتٍ هائلة</w:t>
      </w:r>
      <w:r w:rsidR="00610870">
        <w:rPr>
          <w:rtl/>
        </w:rPr>
        <w:t>،</w:t>
      </w:r>
      <w:r w:rsidRPr="002A0058">
        <w:rPr>
          <w:rtl/>
        </w:rPr>
        <w:t xml:space="preserve"> ترمي إلى النيل من مبدأ قدرة الدين على تلبية حاجات الإنسان والمجتمع</w:t>
      </w:r>
      <w:r w:rsidR="00610870">
        <w:rPr>
          <w:rtl/>
        </w:rPr>
        <w:t>،</w:t>
      </w:r>
      <w:r w:rsidRPr="002A0058">
        <w:rPr>
          <w:rtl/>
        </w:rPr>
        <w:t xml:space="preserve"> مهما تطوَّرا وتقدَّما.</w:t>
      </w:r>
    </w:p>
    <w:p w:rsidR="00E11204" w:rsidRDefault="00E11204" w:rsidP="00E5125A">
      <w:pPr>
        <w:pStyle w:val="libNormal"/>
        <w:rPr>
          <w:rtl/>
        </w:rPr>
      </w:pPr>
      <w:r>
        <w:rPr>
          <w:rtl/>
        </w:rPr>
        <w:br w:type="page"/>
      </w:r>
    </w:p>
    <w:p w:rsidR="00E07DFB" w:rsidRPr="002A0058" w:rsidRDefault="00E07DFB" w:rsidP="002A0058">
      <w:pPr>
        <w:pStyle w:val="libNormal"/>
        <w:rPr>
          <w:rtl/>
        </w:rPr>
      </w:pPr>
      <w:r w:rsidRPr="002A0058">
        <w:rPr>
          <w:rtl/>
        </w:rPr>
        <w:lastRenderedPageBreak/>
        <w:t>وما يُنجز عملياً</w:t>
      </w:r>
      <w:r w:rsidR="00610870">
        <w:rPr>
          <w:rtl/>
        </w:rPr>
        <w:t>،</w:t>
      </w:r>
      <w:r w:rsidRPr="002A0058">
        <w:rPr>
          <w:rtl/>
        </w:rPr>
        <w:t xml:space="preserve"> بين فنية وأخرى</w:t>
      </w:r>
      <w:r w:rsidR="00610870">
        <w:rPr>
          <w:rtl/>
        </w:rPr>
        <w:t>،</w:t>
      </w:r>
      <w:r w:rsidRPr="002A0058">
        <w:rPr>
          <w:rtl/>
        </w:rPr>
        <w:t xml:space="preserve"> من مواجهة لهذه التحديات النظرية بوصفها </w:t>
      </w:r>
      <w:r w:rsidRPr="00313984">
        <w:rPr>
          <w:rStyle w:val="libBold1Char"/>
          <w:rtl/>
        </w:rPr>
        <w:t>(شُبهات دينية)</w:t>
      </w:r>
      <w:r w:rsidR="00610870">
        <w:rPr>
          <w:rtl/>
        </w:rPr>
        <w:t>،</w:t>
      </w:r>
      <w:r w:rsidRPr="002A0058">
        <w:rPr>
          <w:rtl/>
        </w:rPr>
        <w:t xml:space="preserve"> أو </w:t>
      </w:r>
      <w:r w:rsidRPr="00313984">
        <w:rPr>
          <w:rStyle w:val="libBold1Char"/>
          <w:rtl/>
        </w:rPr>
        <w:t>(محاولات للنَّيل من قداسة الدين)</w:t>
      </w:r>
      <w:r w:rsidR="00610870">
        <w:rPr>
          <w:rtl/>
        </w:rPr>
        <w:t>،</w:t>
      </w:r>
      <w:r w:rsidRPr="002A0058">
        <w:rPr>
          <w:rtl/>
        </w:rPr>
        <w:t xml:space="preserve"> وتوظيف هذه القداسة لأجل إطلاق الأحكام المُدِينة والمستهجنة</w:t>
      </w:r>
      <w:r w:rsidR="00610870">
        <w:rPr>
          <w:rtl/>
        </w:rPr>
        <w:t>،</w:t>
      </w:r>
      <w:r w:rsidRPr="002A0058">
        <w:rPr>
          <w:rtl/>
        </w:rPr>
        <w:t xml:space="preserve"> لا يجدي جدوى الخوض الفكري والعلمي المُمنهَج في المواجهة</w:t>
      </w:r>
      <w:r w:rsidR="00610870">
        <w:rPr>
          <w:rtl/>
        </w:rPr>
        <w:t>،</w:t>
      </w:r>
      <w:r w:rsidRPr="002A0058">
        <w:rPr>
          <w:rtl/>
        </w:rPr>
        <w:t xml:space="preserve"> والمتمثِّل في تطوير عملية الاجتهاد</w:t>
      </w:r>
      <w:r w:rsidR="00610870">
        <w:rPr>
          <w:rtl/>
        </w:rPr>
        <w:t>،</w:t>
      </w:r>
      <w:r w:rsidRPr="002A0058">
        <w:rPr>
          <w:rtl/>
        </w:rPr>
        <w:t xml:space="preserve"> وتمكين العقل الاجتهادي من التواجد الكثيف في مختلف مساحات الحياة</w:t>
      </w:r>
      <w:r w:rsidR="00610870">
        <w:rPr>
          <w:rtl/>
        </w:rPr>
        <w:t>،</w:t>
      </w:r>
      <w:r w:rsidRPr="002A0058">
        <w:rPr>
          <w:rtl/>
        </w:rPr>
        <w:t xml:space="preserve"> من دون دعوة الأمة إلى أن تنزوي وتتقوقع وتتجنَّب خوض معارك يفرضها التطوُّر الحياتي.</w:t>
      </w:r>
    </w:p>
    <w:p w:rsidR="00E07DFB" w:rsidRPr="00065D03" w:rsidRDefault="00E07DFB" w:rsidP="00065D03">
      <w:pPr>
        <w:pStyle w:val="libNormal"/>
        <w:rPr>
          <w:rtl/>
        </w:rPr>
      </w:pPr>
      <w:r w:rsidRPr="00065D03">
        <w:rPr>
          <w:rtl/>
        </w:rPr>
        <w:t>وتتمثَّل وظيفة الفقه والاجتهاد في إرساء إطاراتٍ معرفيةٍ شاملة</w:t>
      </w:r>
      <w:r w:rsidR="00610870">
        <w:rPr>
          <w:rtl/>
        </w:rPr>
        <w:t>،</w:t>
      </w:r>
      <w:r w:rsidRPr="00065D03">
        <w:rPr>
          <w:rtl/>
        </w:rPr>
        <w:t xml:space="preserve"> ونظرياتٍ ومناهجٍ دقيقة ومواكِبة للحياة المعاصرة</w:t>
      </w:r>
      <w:r w:rsidR="00610870">
        <w:rPr>
          <w:rtl/>
        </w:rPr>
        <w:t>،</w:t>
      </w:r>
      <w:r w:rsidRPr="00065D03">
        <w:rPr>
          <w:rtl/>
        </w:rPr>
        <w:t xml:space="preserve"> وذلك كلّه في ظلّ الالتزام الكامل والدقيق بمؤدَّيات النُّصوص الدينية والسنة الشريفة</w:t>
      </w:r>
      <w:r w:rsidR="00610870">
        <w:rPr>
          <w:rtl/>
        </w:rPr>
        <w:t>،</w:t>
      </w:r>
      <w:r w:rsidRPr="00065D03">
        <w:rPr>
          <w:rtl/>
        </w:rPr>
        <w:t xml:space="preserve"> مدعومة بصيغ عقلية في منطقة خلت من تناول نصِّي تفصيلي.</w:t>
      </w:r>
    </w:p>
    <w:p w:rsidR="00E07DFB" w:rsidRPr="00065D03" w:rsidRDefault="00E07DFB" w:rsidP="00E11204">
      <w:pPr>
        <w:pStyle w:val="libNormal"/>
        <w:rPr>
          <w:rtl/>
        </w:rPr>
      </w:pPr>
      <w:r w:rsidRPr="00065D03">
        <w:rPr>
          <w:rtl/>
        </w:rPr>
        <w:t>أمَّا الحديث عن إمكانية وقوع العقل في شرك الخطأ عند الاعتماد عليه</w:t>
      </w:r>
      <w:r w:rsidR="00610870">
        <w:rPr>
          <w:rtl/>
        </w:rPr>
        <w:t>؛</w:t>
      </w:r>
      <w:r w:rsidRPr="00065D03">
        <w:rPr>
          <w:rtl/>
        </w:rPr>
        <w:t xml:space="preserve"> بغية</w:t>
      </w:r>
      <w:r w:rsidR="00E11204">
        <w:rPr>
          <w:rFonts w:hint="cs"/>
          <w:rtl/>
        </w:rPr>
        <w:t xml:space="preserve"> </w:t>
      </w:r>
      <w:r w:rsidRPr="00065D03">
        <w:rPr>
          <w:rtl/>
        </w:rPr>
        <w:t>تجاهله وتجاهل دوره الكبير في صياغة الإسهام الحضاري الإسلامي</w:t>
      </w:r>
      <w:r w:rsidR="00610870">
        <w:rPr>
          <w:rtl/>
        </w:rPr>
        <w:t>،</w:t>
      </w:r>
      <w:r w:rsidRPr="00065D03">
        <w:rPr>
          <w:rtl/>
        </w:rPr>
        <w:t xml:space="preserve"> فلا يتجاوز مشكلة فقدان الوعي الكافي لإدراك: أنَّ الاجتهاد الديني لا معنى له من دون الاتكال على العقل</w:t>
      </w:r>
      <w:r w:rsidR="00610870">
        <w:rPr>
          <w:rtl/>
        </w:rPr>
        <w:t>،</w:t>
      </w:r>
      <w:r w:rsidRPr="00065D03">
        <w:rPr>
          <w:rtl/>
        </w:rPr>
        <w:t xml:space="preserve"> في ما رُسِم له من دور وموقع من قبل الشارع المقدَّس</w:t>
      </w:r>
      <w:r w:rsidR="00610870">
        <w:rPr>
          <w:rtl/>
        </w:rPr>
        <w:t>،</w:t>
      </w:r>
      <w:r w:rsidRPr="00065D03">
        <w:rPr>
          <w:rtl/>
        </w:rPr>
        <w:t xml:space="preserve"> وفي منطقة تحرُّكه</w:t>
      </w:r>
      <w:r w:rsidR="00610870">
        <w:rPr>
          <w:rtl/>
        </w:rPr>
        <w:t>،</w:t>
      </w:r>
      <w:r w:rsidRPr="00065D03">
        <w:rPr>
          <w:rtl/>
        </w:rPr>
        <w:t xml:space="preserve"> وذلك بعد تحديد مساحات هذه المنطقة</w:t>
      </w:r>
      <w:r w:rsidR="00610870">
        <w:rPr>
          <w:rtl/>
        </w:rPr>
        <w:t>،</w:t>
      </w:r>
      <w:r w:rsidRPr="00065D03">
        <w:rPr>
          <w:rtl/>
        </w:rPr>
        <w:t xml:space="preserve"> وتأطير دوره المعترف به شرعاً ضمن النقاش في منظومة (مصادر المعرفة)</w:t>
      </w:r>
      <w:r w:rsidR="00610870">
        <w:rPr>
          <w:rtl/>
        </w:rPr>
        <w:t>،</w:t>
      </w:r>
      <w:r w:rsidRPr="00065D03">
        <w:rPr>
          <w:rtl/>
        </w:rPr>
        <w:t xml:space="preserve"> ومنابع الاستنباط الشرعي.</w:t>
      </w:r>
    </w:p>
    <w:p w:rsidR="00E11204" w:rsidRDefault="00E07DFB" w:rsidP="00065D03">
      <w:pPr>
        <w:pStyle w:val="libNormal"/>
        <w:rPr>
          <w:rtl/>
        </w:rPr>
      </w:pPr>
      <w:r w:rsidRPr="00065D03">
        <w:rPr>
          <w:rtl/>
        </w:rPr>
        <w:t>إنّ أي عمل على إسقاط جدوى العقل الإنساني</w:t>
      </w:r>
      <w:r w:rsidR="00610870">
        <w:rPr>
          <w:rtl/>
        </w:rPr>
        <w:t xml:space="preserve"> - </w:t>
      </w:r>
      <w:r w:rsidRPr="00065D03">
        <w:rPr>
          <w:rtl/>
        </w:rPr>
        <w:t>المدعو في النص الشرعي المعتبر: حجةَّ الله الباطنة</w:t>
      </w:r>
      <w:r w:rsidR="00610870">
        <w:rPr>
          <w:rtl/>
        </w:rPr>
        <w:t xml:space="preserve"> - </w:t>
      </w:r>
      <w:r w:rsidRPr="00065D03">
        <w:rPr>
          <w:rtl/>
        </w:rPr>
        <w:t>في تحمُّله لدوره الذي يستحقه</w:t>
      </w:r>
      <w:r w:rsidR="00610870">
        <w:rPr>
          <w:rtl/>
        </w:rPr>
        <w:t>،</w:t>
      </w:r>
      <w:r w:rsidRPr="00065D03">
        <w:rPr>
          <w:rtl/>
        </w:rPr>
        <w:t xml:space="preserve"> سينتهي في النهاية إلى استمرار العجز التنظيري في الإسهام الحضاري</w:t>
      </w:r>
      <w:r w:rsidR="00610870">
        <w:rPr>
          <w:rtl/>
        </w:rPr>
        <w:t>،</w:t>
      </w:r>
      <w:r w:rsidRPr="00065D03">
        <w:rPr>
          <w:rtl/>
        </w:rPr>
        <w:t xml:space="preserve"> وبقاء الإخفاق في صياغة مناهج وأنظمة كفوءة في ساحات الاقتصاد والسياسة</w:t>
      </w:r>
      <w:r w:rsidR="00610870">
        <w:rPr>
          <w:rtl/>
        </w:rPr>
        <w:t>،</w:t>
      </w:r>
      <w:r w:rsidRPr="00065D03">
        <w:rPr>
          <w:rtl/>
        </w:rPr>
        <w:t xml:space="preserve"> وما إلى ذلك </w:t>
      </w:r>
      <w:r w:rsidR="00E11204">
        <w:rPr>
          <w:rtl/>
        </w:rPr>
        <w:t>من مفاصل الحضارة المعاصرة</w:t>
      </w:r>
      <w:r w:rsidR="00610870">
        <w:rPr>
          <w:rtl/>
        </w:rPr>
        <w:t>.</w:t>
      </w:r>
      <w:r w:rsidR="00E11204">
        <w:rPr>
          <w:rtl/>
        </w:rPr>
        <w:t xml:space="preserve"> هذا</w:t>
      </w:r>
      <w:r w:rsidR="00610870">
        <w:rPr>
          <w:rtl/>
        </w:rPr>
        <w:t>،</w:t>
      </w:r>
      <w:r w:rsidRPr="00065D03">
        <w:rPr>
          <w:rtl/>
        </w:rPr>
        <w:t xml:space="preserve"> وإنَّ إلغاء الإنسانِ العاقلَ من طريق الاجتهاد الديني</w:t>
      </w:r>
      <w:r w:rsidR="00610870">
        <w:rPr>
          <w:rtl/>
        </w:rPr>
        <w:t>؛</w:t>
      </w:r>
      <w:r w:rsidRPr="00065D03">
        <w:rPr>
          <w:rtl/>
        </w:rPr>
        <w:t xml:space="preserve"> تحت ذريعة أنَّّ النَّص الديني يغنينا عن ذلك</w:t>
      </w:r>
      <w:r w:rsidR="00610870">
        <w:rPr>
          <w:rtl/>
        </w:rPr>
        <w:t>،</w:t>
      </w:r>
      <w:r w:rsidRPr="00065D03">
        <w:rPr>
          <w:rtl/>
        </w:rPr>
        <w:t xml:space="preserve"> يتنافى مع أوَّليَّات الفهم الصحيح لمدلول الوحي</w:t>
      </w:r>
      <w:r w:rsidR="00610870">
        <w:rPr>
          <w:rtl/>
        </w:rPr>
        <w:t>،</w:t>
      </w:r>
      <w:r w:rsidRPr="00065D03">
        <w:rPr>
          <w:rtl/>
        </w:rPr>
        <w:t xml:space="preserve"> وما احتل العقل فيه من هامش كبير وموقع متميِّز يمكِّننا في ظله استنطاق النَّص</w:t>
      </w:r>
      <w:r w:rsidR="00610870">
        <w:rPr>
          <w:rtl/>
        </w:rPr>
        <w:t>،</w:t>
      </w:r>
      <w:r w:rsidRPr="00065D03">
        <w:rPr>
          <w:rtl/>
        </w:rPr>
        <w:t xml:space="preserve"> المتمثِّّل في الوحي والحديث الشريف</w:t>
      </w:r>
      <w:r w:rsidR="00610870">
        <w:rPr>
          <w:rtl/>
        </w:rPr>
        <w:t>،</w:t>
      </w:r>
      <w:r w:rsidRPr="00065D03">
        <w:rPr>
          <w:rtl/>
        </w:rPr>
        <w:t xml:space="preserve"> والاستنباط منه.</w:t>
      </w:r>
    </w:p>
    <w:p w:rsidR="00E11204" w:rsidRDefault="00E11204" w:rsidP="00E5125A">
      <w:pPr>
        <w:pStyle w:val="libNormal"/>
        <w:rPr>
          <w:rtl/>
        </w:rPr>
      </w:pPr>
      <w:r>
        <w:rPr>
          <w:rtl/>
        </w:rPr>
        <w:br w:type="page"/>
      </w:r>
    </w:p>
    <w:p w:rsidR="00E07DFB" w:rsidRPr="00065D03" w:rsidRDefault="00E07DFB" w:rsidP="00E11204">
      <w:pPr>
        <w:pStyle w:val="libNormal"/>
        <w:rPr>
          <w:rtl/>
        </w:rPr>
      </w:pPr>
      <w:r w:rsidRPr="00065D03">
        <w:rPr>
          <w:rtl/>
        </w:rPr>
        <w:lastRenderedPageBreak/>
        <w:t>ومن جهة أخرى</w:t>
      </w:r>
      <w:r w:rsidR="00610870">
        <w:rPr>
          <w:rtl/>
        </w:rPr>
        <w:t>،</w:t>
      </w:r>
      <w:r w:rsidRPr="00065D03">
        <w:rPr>
          <w:rtl/>
        </w:rPr>
        <w:t xml:space="preserve"> فإنَّّ إدراك الوقائع والأحداث في الإطار الزماني والمكاني</w:t>
      </w:r>
      <w:r w:rsidR="00610870">
        <w:rPr>
          <w:rtl/>
        </w:rPr>
        <w:t>،</w:t>
      </w:r>
      <w:r w:rsidRPr="00065D03">
        <w:rPr>
          <w:rtl/>
        </w:rPr>
        <w:t xml:space="preserve"> ووعي طبيعة هذا الإدراك وديناميكيَّته</w:t>
      </w:r>
      <w:r w:rsidR="00610870">
        <w:rPr>
          <w:rtl/>
        </w:rPr>
        <w:t>،</w:t>
      </w:r>
      <w:r w:rsidRPr="00065D03">
        <w:rPr>
          <w:rtl/>
        </w:rPr>
        <w:t xml:space="preserve"> سيؤثِّران في عمق عملية الاجتهاد</w:t>
      </w:r>
      <w:r w:rsidR="00610870">
        <w:rPr>
          <w:rtl/>
        </w:rPr>
        <w:t>،</w:t>
      </w:r>
      <w:r w:rsidRPr="00065D03">
        <w:rPr>
          <w:rtl/>
        </w:rPr>
        <w:t xml:space="preserve"> ويدعوان إلى إعادة النظر في تثمين انجرار تفاصيل مقتضيات الزمن الماضي إلى العصر الراهن</w:t>
      </w:r>
      <w:r w:rsidR="00610870">
        <w:rPr>
          <w:rtl/>
        </w:rPr>
        <w:t>،</w:t>
      </w:r>
      <w:r w:rsidRPr="00065D03">
        <w:rPr>
          <w:rtl/>
        </w:rPr>
        <w:t xml:space="preserve"> وفي المحاولة الخاطئة لإسقاط ما للثوابت الدِّينية من قيمة لا زمانية على المتغيرات</w:t>
      </w:r>
      <w:r w:rsidR="00610870">
        <w:rPr>
          <w:rtl/>
        </w:rPr>
        <w:t>،</w:t>
      </w:r>
      <w:r w:rsidRPr="00065D03">
        <w:rPr>
          <w:rtl/>
        </w:rPr>
        <w:t xml:space="preserve"> الّتي لا بدّ من القيام بأقلمة الأحكام في ظلّها تارة</w:t>
      </w:r>
      <w:r w:rsidR="00610870">
        <w:rPr>
          <w:rtl/>
        </w:rPr>
        <w:t>،</w:t>
      </w:r>
      <w:r w:rsidRPr="00065D03">
        <w:rPr>
          <w:rtl/>
        </w:rPr>
        <w:t xml:space="preserve"> وعصرنتها تارة أخرى</w:t>
      </w:r>
      <w:r w:rsidR="00610870">
        <w:rPr>
          <w:rtl/>
        </w:rPr>
        <w:t>.</w:t>
      </w:r>
      <w:r w:rsidRPr="00065D03">
        <w:rPr>
          <w:rtl/>
        </w:rPr>
        <w:t xml:space="preserve"> ومعلوم أنَّ خلط الثابت والمتغيِّر في جسم الفقه</w:t>
      </w:r>
      <w:r w:rsidR="00610870">
        <w:rPr>
          <w:rtl/>
        </w:rPr>
        <w:t>،</w:t>
      </w:r>
      <w:r w:rsidRPr="00065D03">
        <w:rPr>
          <w:rtl/>
        </w:rPr>
        <w:t xml:space="preserve"> وعدم العمل على وضع حدود واضحة لهما</w:t>
      </w:r>
      <w:r w:rsidR="00610870">
        <w:rPr>
          <w:rtl/>
        </w:rPr>
        <w:t>،</w:t>
      </w:r>
      <w:r w:rsidRPr="00065D03">
        <w:rPr>
          <w:rtl/>
        </w:rPr>
        <w:t xml:space="preserve"> من شأنه أن يجلب نتيجة مأساوية علينا</w:t>
      </w:r>
      <w:r w:rsidR="00610870">
        <w:rPr>
          <w:rtl/>
        </w:rPr>
        <w:t>،</w:t>
      </w:r>
      <w:r w:rsidRPr="00065D03">
        <w:rPr>
          <w:rtl/>
        </w:rPr>
        <w:t xml:space="preserve"> سواء أكان من جرَّاء عرض إجابات الماضي</w:t>
      </w:r>
      <w:r w:rsidR="00610870">
        <w:rPr>
          <w:rtl/>
        </w:rPr>
        <w:t>،</w:t>
      </w:r>
      <w:r w:rsidRPr="00065D03">
        <w:rPr>
          <w:rtl/>
        </w:rPr>
        <w:t xml:space="preserve"> وتقديم بدائل منصرمة إلى الاقتضاء الحاضر</w:t>
      </w:r>
      <w:r w:rsidR="00610870">
        <w:rPr>
          <w:rtl/>
        </w:rPr>
        <w:t>؛</w:t>
      </w:r>
      <w:r w:rsidRPr="00065D03">
        <w:rPr>
          <w:rtl/>
        </w:rPr>
        <w:t xml:space="preserve"> ما يؤدِّي إلى صمت فقهي يخصِّب المجال لاعتبار الدين عاجزاً عن المواكبة</w:t>
      </w:r>
      <w:r w:rsidR="00E11204">
        <w:rPr>
          <w:rFonts w:hint="cs"/>
          <w:rtl/>
        </w:rPr>
        <w:t xml:space="preserve"> </w:t>
      </w:r>
      <w:r w:rsidRPr="00065D03">
        <w:rPr>
          <w:rtl/>
        </w:rPr>
        <w:t>والمعاصرة</w:t>
      </w:r>
      <w:r w:rsidR="00610870">
        <w:rPr>
          <w:rtl/>
        </w:rPr>
        <w:t>،</w:t>
      </w:r>
      <w:r w:rsidRPr="00065D03">
        <w:rPr>
          <w:rtl/>
        </w:rPr>
        <w:t xml:space="preserve"> وهذا في حال عدم الاعتراف بوجود المتغيِّرات</w:t>
      </w:r>
      <w:r w:rsidR="00610870">
        <w:rPr>
          <w:rtl/>
        </w:rPr>
        <w:t>،</w:t>
      </w:r>
      <w:r w:rsidRPr="00065D03">
        <w:rPr>
          <w:rtl/>
        </w:rPr>
        <w:t xml:space="preserve"> ومحاولة توسيع نطاق الثوابت إلى أبعد ممَّا هو مرسوم لها في الشريعة</w:t>
      </w:r>
      <w:r w:rsidR="00610870">
        <w:rPr>
          <w:rtl/>
        </w:rPr>
        <w:t>؛</w:t>
      </w:r>
      <w:r w:rsidRPr="00065D03">
        <w:rPr>
          <w:rtl/>
        </w:rPr>
        <w:t xml:space="preserve"> أم من جرَّاء تمييع الثوابت الدينية</w:t>
      </w:r>
      <w:r w:rsidR="00610870">
        <w:rPr>
          <w:rtl/>
        </w:rPr>
        <w:t>،</w:t>
      </w:r>
      <w:r w:rsidRPr="00065D03">
        <w:rPr>
          <w:rtl/>
        </w:rPr>
        <w:t xml:space="preserve"> واعتبار الدين ظاهرة زمنية بلا ثوابت</w:t>
      </w:r>
      <w:r w:rsidR="00610870">
        <w:rPr>
          <w:rtl/>
        </w:rPr>
        <w:t>،</w:t>
      </w:r>
      <w:r w:rsidRPr="00065D03">
        <w:rPr>
          <w:rtl/>
        </w:rPr>
        <w:t xml:space="preserve"> يخضع لمصلحة الإنسان ورؤيته العصرية</w:t>
      </w:r>
      <w:r w:rsidR="00610870">
        <w:rPr>
          <w:rtl/>
        </w:rPr>
        <w:t>،</w:t>
      </w:r>
      <w:r w:rsidRPr="00065D03">
        <w:rPr>
          <w:rtl/>
        </w:rPr>
        <w:t xml:space="preserve"> ويحق له أن يُغيِّر منه ما يشاء</w:t>
      </w:r>
      <w:r w:rsidR="00610870">
        <w:rPr>
          <w:rtl/>
        </w:rPr>
        <w:t>،</w:t>
      </w:r>
      <w:r w:rsidRPr="00065D03">
        <w:rPr>
          <w:rtl/>
        </w:rPr>
        <w:t xml:space="preserve"> ويُثبت منه ما يشاء</w:t>
      </w:r>
      <w:r w:rsidR="00610870">
        <w:rPr>
          <w:rtl/>
        </w:rPr>
        <w:t>؛</w:t>
      </w:r>
      <w:r w:rsidRPr="00065D03">
        <w:rPr>
          <w:rtl/>
        </w:rPr>
        <w:t xml:space="preserve"> جلباً للمصلحة وتدبيراً للحياة</w:t>
      </w:r>
      <w:r w:rsidR="00610870">
        <w:rPr>
          <w:rtl/>
        </w:rPr>
        <w:t>،</w:t>
      </w:r>
      <w:r w:rsidRPr="00065D03">
        <w:rPr>
          <w:rtl/>
        </w:rPr>
        <w:t xml:space="preserve"> عِبْرَ تجاهل القواعد الثابتة</w:t>
      </w:r>
      <w:r w:rsidR="00610870">
        <w:rPr>
          <w:rtl/>
        </w:rPr>
        <w:t>،</w:t>
      </w:r>
      <w:r w:rsidRPr="00065D03">
        <w:rPr>
          <w:rtl/>
        </w:rPr>
        <w:t xml:space="preserve"> وتخطِّي أسس الدِّين السَّماوية المُوحى بها.</w:t>
      </w:r>
    </w:p>
    <w:p w:rsidR="00E11204" w:rsidRDefault="00E07DFB" w:rsidP="00065D03">
      <w:pPr>
        <w:pStyle w:val="libNormal"/>
        <w:rPr>
          <w:rtl/>
        </w:rPr>
      </w:pPr>
      <w:r w:rsidRPr="00065D03">
        <w:rPr>
          <w:rtl/>
        </w:rPr>
        <w:t>إذاً إنَّ قسطاً كبيراً</w:t>
      </w:r>
      <w:r w:rsidR="00610870">
        <w:rPr>
          <w:rtl/>
        </w:rPr>
        <w:t>،</w:t>
      </w:r>
      <w:r w:rsidRPr="00065D03">
        <w:rPr>
          <w:rtl/>
        </w:rPr>
        <w:t xml:space="preserve"> وحيِّزاً واسعاً</w:t>
      </w:r>
      <w:r w:rsidR="00610870">
        <w:rPr>
          <w:rtl/>
        </w:rPr>
        <w:t>،</w:t>
      </w:r>
      <w:r w:rsidRPr="00065D03">
        <w:rPr>
          <w:rtl/>
        </w:rPr>
        <w:t xml:space="preserve"> من مشروع عملية التحديث الفقهي</w:t>
      </w:r>
      <w:r w:rsidR="00610870">
        <w:rPr>
          <w:rtl/>
        </w:rPr>
        <w:t>،</w:t>
      </w:r>
      <w:r w:rsidRPr="00065D03">
        <w:rPr>
          <w:rtl/>
        </w:rPr>
        <w:t xml:space="preserve"> لا بدَّ من أن يختصَّا بالعمل على إيضاح ملابسات الثابت والمتغيِّر وإشكاليَّاتهما</w:t>
      </w:r>
      <w:r w:rsidR="00610870">
        <w:rPr>
          <w:rtl/>
        </w:rPr>
        <w:t>؛</w:t>
      </w:r>
      <w:r w:rsidRPr="00065D03">
        <w:rPr>
          <w:rtl/>
        </w:rPr>
        <w:t xml:space="preserve"> لأنَّ الأمر يمثِّل عصب الحياة للاجتهاد المعاصر</w:t>
      </w:r>
      <w:r w:rsidR="00610870">
        <w:rPr>
          <w:rtl/>
        </w:rPr>
        <w:t>،</w:t>
      </w:r>
      <w:r w:rsidRPr="00065D03">
        <w:rPr>
          <w:rtl/>
        </w:rPr>
        <w:t xml:space="preserve"> وذلك تفادياً للوقوع في مشكلة كبيرة لها طرفان أسلفنا الحديث عنهما باختصار قبل قليل.</w:t>
      </w:r>
    </w:p>
    <w:p w:rsidR="00E11204" w:rsidRDefault="00E11204" w:rsidP="00E5125A">
      <w:pPr>
        <w:pStyle w:val="libNormal"/>
        <w:rPr>
          <w:rtl/>
        </w:rPr>
      </w:pPr>
      <w:r>
        <w:rPr>
          <w:rtl/>
        </w:rPr>
        <w:br w:type="page"/>
      </w:r>
    </w:p>
    <w:p w:rsidR="00E07DFB" w:rsidRPr="00065D03" w:rsidRDefault="00E07DFB" w:rsidP="00E11204">
      <w:pPr>
        <w:pStyle w:val="libNormal"/>
        <w:rPr>
          <w:rtl/>
        </w:rPr>
      </w:pPr>
      <w:r w:rsidRPr="00065D03">
        <w:rPr>
          <w:rtl/>
        </w:rPr>
        <w:lastRenderedPageBreak/>
        <w:t>ولعلَّ انعدام الوعي الكافي</w:t>
      </w:r>
      <w:r w:rsidR="00610870">
        <w:rPr>
          <w:rtl/>
        </w:rPr>
        <w:t>،</w:t>
      </w:r>
      <w:r w:rsidRPr="00065D03">
        <w:rPr>
          <w:rtl/>
        </w:rPr>
        <w:t xml:space="preserve"> في المؤسسات المعنيَّة بالدراسة الفقهية والاجتهاد الشرعي</w:t>
      </w:r>
      <w:r w:rsidR="00610870">
        <w:rPr>
          <w:rtl/>
        </w:rPr>
        <w:t>،</w:t>
      </w:r>
      <w:r w:rsidRPr="00065D03">
        <w:rPr>
          <w:rtl/>
        </w:rPr>
        <w:t xml:space="preserve"> لمهمَّات الدين الإسلامي الواسعة</w:t>
      </w:r>
      <w:r w:rsidR="00610870">
        <w:rPr>
          <w:rtl/>
        </w:rPr>
        <w:t>؛</w:t>
      </w:r>
      <w:r w:rsidRPr="00065D03">
        <w:rPr>
          <w:rtl/>
        </w:rPr>
        <w:t xml:space="preserve"> هو ما سبَّب خلط أولويَّات المرجعيَّات الشرعية في المعالجات الفقهية</w:t>
      </w:r>
      <w:r w:rsidR="00610870">
        <w:rPr>
          <w:rtl/>
        </w:rPr>
        <w:t>،</w:t>
      </w:r>
      <w:r w:rsidRPr="00065D03">
        <w:rPr>
          <w:rtl/>
        </w:rPr>
        <w:t xml:space="preserve"> الأمر الذي جعل جلَّ اهتمامات هذه الفعاليَّات الفقهية</w:t>
      </w:r>
      <w:r w:rsidR="00610870">
        <w:rPr>
          <w:rtl/>
        </w:rPr>
        <w:t>،</w:t>
      </w:r>
      <w:r w:rsidRPr="00065D03">
        <w:rPr>
          <w:rtl/>
        </w:rPr>
        <w:t xml:space="preserve"> المتمثِّلة بالدروس العالية والبحوث التخصُّصية</w:t>
      </w:r>
      <w:r w:rsidR="00610870">
        <w:rPr>
          <w:rtl/>
        </w:rPr>
        <w:t>،</w:t>
      </w:r>
      <w:r w:rsidRPr="00065D03">
        <w:rPr>
          <w:rtl/>
        </w:rPr>
        <w:t xml:space="preserve"> ينصب في حقل العبادات</w:t>
      </w:r>
      <w:r w:rsidR="00610870">
        <w:rPr>
          <w:rtl/>
        </w:rPr>
        <w:t>،</w:t>
      </w:r>
      <w:r w:rsidRPr="00065D03">
        <w:rPr>
          <w:rtl/>
        </w:rPr>
        <w:t xml:space="preserve"> دون الحقول التي تتحرَّك وتتطوَّر وتتطلَّب بذل جهد أقصى وأكبر من قِبَل المجتهدين قبل أيِّ حقل آخر. وما نتج عن ذلك هو عجز هذه القواعد عن بناء شخصية فقهية تخوض الحياة العلمية لتقدِّم وتعطي لواقعها حلاًّ دينياً يوفِّر للإنسان والمجتمع قِيَماً فيها صلاح الدنيا والآخرة</w:t>
      </w:r>
      <w:r w:rsidR="00610870">
        <w:rPr>
          <w:rtl/>
        </w:rPr>
        <w:t>،</w:t>
      </w:r>
      <w:r w:rsidRPr="00065D03">
        <w:rPr>
          <w:rtl/>
        </w:rPr>
        <w:t xml:space="preserve"> من دون أن يأتي ذلك لحساب أحدهما على الآخر</w:t>
      </w:r>
      <w:r w:rsidR="00610870">
        <w:rPr>
          <w:rtl/>
        </w:rPr>
        <w:t>،</w:t>
      </w:r>
      <w:r w:rsidRPr="00065D03">
        <w:rPr>
          <w:rtl/>
        </w:rPr>
        <w:t xml:space="preserve"> ونحن مع اعتبار الأصالة والأولوية للأخير في حال حتمية استحالة الجمع</w:t>
      </w:r>
      <w:r w:rsidR="00610870">
        <w:rPr>
          <w:rtl/>
        </w:rPr>
        <w:t>،</w:t>
      </w:r>
      <w:r w:rsidRPr="00065D03">
        <w:rPr>
          <w:rtl/>
        </w:rPr>
        <w:t xml:space="preserve"> مع أنَّ نشوء ثنائية كهذه</w:t>
      </w:r>
      <w:r w:rsidR="00610870">
        <w:rPr>
          <w:rtl/>
        </w:rPr>
        <w:t>،</w:t>
      </w:r>
      <w:r w:rsidRPr="00065D03">
        <w:rPr>
          <w:rtl/>
        </w:rPr>
        <w:t xml:space="preserve"> واعتبار فاصلة بينهما</w:t>
      </w:r>
      <w:r w:rsidR="00610870">
        <w:rPr>
          <w:rtl/>
        </w:rPr>
        <w:t>،</w:t>
      </w:r>
      <w:r w:rsidRPr="00065D03">
        <w:rPr>
          <w:rtl/>
        </w:rPr>
        <w:t xml:space="preserve"> لا أصل له في مداليل النص الشرعي</w:t>
      </w:r>
      <w:r w:rsidR="00610870">
        <w:rPr>
          <w:rtl/>
        </w:rPr>
        <w:t>.</w:t>
      </w:r>
      <w:r w:rsidRPr="00065D03">
        <w:rPr>
          <w:rtl/>
        </w:rPr>
        <w:t xml:space="preserve"> ولعلّ التفاوت في المرتبة بين المقولتين قد أسَّس لتجاهل الحياة</w:t>
      </w:r>
      <w:r w:rsidR="00610870">
        <w:rPr>
          <w:rtl/>
        </w:rPr>
        <w:t>،</w:t>
      </w:r>
      <w:r w:rsidRPr="00065D03">
        <w:rPr>
          <w:rtl/>
        </w:rPr>
        <w:t xml:space="preserve"> وبنى لتربية خاطئة للعقل الإسلامي والشخصية المسلمة في ما يتصل</w:t>
      </w:r>
      <w:r w:rsidR="00E11204">
        <w:rPr>
          <w:rFonts w:hint="cs"/>
          <w:rtl/>
        </w:rPr>
        <w:t xml:space="preserve"> </w:t>
      </w:r>
      <w:r w:rsidRPr="00065D03">
        <w:rPr>
          <w:rtl/>
        </w:rPr>
        <w:t>بفهم حقيقة الدنيا وعلاقتها بالآخرة</w:t>
      </w:r>
      <w:r w:rsidR="00610870">
        <w:rPr>
          <w:rtl/>
        </w:rPr>
        <w:t>؛</w:t>
      </w:r>
      <w:r w:rsidRPr="00065D03">
        <w:rPr>
          <w:rtl/>
        </w:rPr>
        <w:t xml:space="preserve"> ما أدّى إلى حرمان المسلم المعاصر وإفقاره من إمكانيات مادية توفِّر له الأمن والهدوء وكرامة الحياة</w:t>
      </w:r>
      <w:r w:rsidR="00610870">
        <w:rPr>
          <w:rtl/>
        </w:rPr>
        <w:t>،</w:t>
      </w:r>
      <w:r w:rsidRPr="00065D03">
        <w:rPr>
          <w:rtl/>
        </w:rPr>
        <w:t xml:space="preserve"> بعيداً عن وطأة الصِّعاب وضغوط الذلَّة.</w:t>
      </w:r>
    </w:p>
    <w:p w:rsidR="00E07DFB" w:rsidRPr="00065D03" w:rsidRDefault="00E07DFB" w:rsidP="00065D03">
      <w:pPr>
        <w:pStyle w:val="libNormal"/>
        <w:rPr>
          <w:rtl/>
        </w:rPr>
      </w:pPr>
      <w:r w:rsidRPr="00065D03">
        <w:rPr>
          <w:rtl/>
        </w:rPr>
        <w:t>وقد أسهم ذلك كله مباشرةً في إهمال كثير من التعاليم الدينية الراقية إلى تحسين الحياة</w:t>
      </w:r>
      <w:r w:rsidR="00610870">
        <w:rPr>
          <w:rtl/>
        </w:rPr>
        <w:t>،</w:t>
      </w:r>
      <w:r w:rsidRPr="00065D03">
        <w:rPr>
          <w:rtl/>
        </w:rPr>
        <w:t xml:space="preserve"> وساعد على حدوث تأخُّرٍ وتخلُّفٍ لا يسعنا إنكارهم</w:t>
      </w:r>
      <w:r w:rsidR="00610870">
        <w:rPr>
          <w:rtl/>
        </w:rPr>
        <w:t>،</w:t>
      </w:r>
      <w:r w:rsidRPr="00065D03">
        <w:rPr>
          <w:rtl/>
        </w:rPr>
        <w:t xml:space="preserve"> وعزَّز سلطان أعدائنا علينا</w:t>
      </w:r>
      <w:r w:rsidR="00610870">
        <w:rPr>
          <w:rtl/>
        </w:rPr>
        <w:t>.</w:t>
      </w:r>
      <w:r w:rsidRPr="00065D03">
        <w:rPr>
          <w:rtl/>
        </w:rPr>
        <w:t xml:space="preserve"> ولا يخفى أنَّ غياب الفقه المعاصر عن وسط الحياة السياسية والاجتماعية</w:t>
      </w:r>
      <w:r w:rsidR="00610870">
        <w:rPr>
          <w:rtl/>
        </w:rPr>
        <w:t>،</w:t>
      </w:r>
      <w:r w:rsidRPr="00065D03">
        <w:rPr>
          <w:rtl/>
        </w:rPr>
        <w:t xml:space="preserve"> تنظيراً ومعالجةً وتقديماً لبدائل</w:t>
      </w:r>
      <w:r w:rsidR="00610870">
        <w:rPr>
          <w:rtl/>
        </w:rPr>
        <w:t>،</w:t>
      </w:r>
      <w:r w:rsidRPr="00065D03">
        <w:rPr>
          <w:rtl/>
        </w:rPr>
        <w:t xml:space="preserve"> أسهم في خلق المناخ الراهن.</w:t>
      </w:r>
    </w:p>
    <w:p w:rsidR="00E11204" w:rsidRDefault="00E07DFB" w:rsidP="00065D03">
      <w:pPr>
        <w:pStyle w:val="libNormal"/>
        <w:rPr>
          <w:rtl/>
        </w:rPr>
      </w:pPr>
      <w:r w:rsidRPr="00065D03">
        <w:rPr>
          <w:rtl/>
        </w:rPr>
        <w:t>بغية إدراك وجه القصور في حركة الاجتهاد</w:t>
      </w:r>
      <w:r w:rsidR="00610870">
        <w:rPr>
          <w:rtl/>
        </w:rPr>
        <w:t>،</w:t>
      </w:r>
      <w:r w:rsidRPr="00065D03">
        <w:rPr>
          <w:rtl/>
        </w:rPr>
        <w:t xml:space="preserve"> لا يمكن تغييب عنصر آخر</w:t>
      </w:r>
      <w:r w:rsidR="00610870">
        <w:rPr>
          <w:rtl/>
        </w:rPr>
        <w:t>؛</w:t>
      </w:r>
      <w:r w:rsidRPr="00065D03">
        <w:rPr>
          <w:rtl/>
        </w:rPr>
        <w:t xml:space="preserve"> وهو التأثُّر السياسي الكبير</w:t>
      </w:r>
      <w:r w:rsidR="00610870">
        <w:rPr>
          <w:rtl/>
        </w:rPr>
        <w:t>،</w:t>
      </w:r>
      <w:r w:rsidRPr="00065D03">
        <w:rPr>
          <w:rtl/>
        </w:rPr>
        <w:t xml:space="preserve"> في الوسط الاجتهادي</w:t>
      </w:r>
      <w:r w:rsidR="00610870">
        <w:rPr>
          <w:rtl/>
        </w:rPr>
        <w:t>،</w:t>
      </w:r>
      <w:r w:rsidRPr="00065D03">
        <w:rPr>
          <w:rtl/>
        </w:rPr>
        <w:t xml:space="preserve"> بالأنظمة السياسية في مراحل تاريخية طويلة</w:t>
      </w:r>
      <w:r w:rsidR="00610870">
        <w:rPr>
          <w:rtl/>
        </w:rPr>
        <w:t>؛</w:t>
      </w:r>
      <w:r w:rsidRPr="00065D03">
        <w:rPr>
          <w:rtl/>
        </w:rPr>
        <w:t xml:space="preserve"> ما أسهم في انغلاق أبواب الاجتهاد بين المذاهب الإسلامية</w:t>
      </w:r>
      <w:r w:rsidR="00610870">
        <w:rPr>
          <w:rtl/>
        </w:rPr>
        <w:t>،</w:t>
      </w:r>
      <w:r w:rsidRPr="00065D03">
        <w:rPr>
          <w:rtl/>
        </w:rPr>
        <w:t xml:space="preserve"> وعدم إتاحة الفرصة للتعامل الفقهي والحوار الإسلامي الشامل</w:t>
      </w:r>
      <w:r w:rsidR="00610870">
        <w:rPr>
          <w:rtl/>
        </w:rPr>
        <w:t>،</w:t>
      </w:r>
      <w:r w:rsidRPr="00065D03">
        <w:rPr>
          <w:rtl/>
        </w:rPr>
        <w:t xml:space="preserve"> بغية الوصول إلى منظومة فقهية اجتهادية تسترفد من مائدة إسلامية واحدة</w:t>
      </w:r>
      <w:r w:rsidR="00610870">
        <w:rPr>
          <w:rtl/>
        </w:rPr>
        <w:t>،</w:t>
      </w:r>
      <w:r w:rsidRPr="00065D03">
        <w:rPr>
          <w:rtl/>
        </w:rPr>
        <w:t xml:space="preserve"> لتحويل الهمِّ المذهبي إلى همِّ الأمّة</w:t>
      </w:r>
      <w:r w:rsidR="00610870">
        <w:rPr>
          <w:rtl/>
        </w:rPr>
        <w:t>،</w:t>
      </w:r>
      <w:r w:rsidRPr="00065D03">
        <w:rPr>
          <w:rtl/>
        </w:rPr>
        <w:t xml:space="preserve"> وإلى مطالب مشروع الحضارة الإسلامية العالمية.</w:t>
      </w:r>
    </w:p>
    <w:p w:rsidR="00E11204" w:rsidRDefault="00E11204" w:rsidP="00E5125A">
      <w:pPr>
        <w:pStyle w:val="libNormal"/>
        <w:rPr>
          <w:rtl/>
        </w:rPr>
      </w:pPr>
      <w:r>
        <w:rPr>
          <w:rtl/>
        </w:rPr>
        <w:br w:type="page"/>
      </w:r>
    </w:p>
    <w:p w:rsidR="00E07DFB" w:rsidRPr="00065D03" w:rsidRDefault="00E07DFB" w:rsidP="00E11204">
      <w:pPr>
        <w:pStyle w:val="libNormal"/>
        <w:rPr>
          <w:rtl/>
        </w:rPr>
      </w:pPr>
      <w:r w:rsidRPr="00E11204">
        <w:rPr>
          <w:rtl/>
        </w:rPr>
        <w:lastRenderedPageBreak/>
        <w:t>ومن جهة أخرى</w:t>
      </w:r>
      <w:r w:rsidR="00610870">
        <w:rPr>
          <w:rtl/>
        </w:rPr>
        <w:t>،</w:t>
      </w:r>
      <w:r w:rsidRPr="00E11204">
        <w:rPr>
          <w:rtl/>
        </w:rPr>
        <w:t xml:space="preserve"> من الضّروري أن نطرح سؤالاً آخر عن الاجتهاد المعاصر</w:t>
      </w:r>
      <w:r w:rsidR="00610870">
        <w:rPr>
          <w:rtl/>
        </w:rPr>
        <w:t>؛</w:t>
      </w:r>
      <w:r w:rsidRPr="00E11204">
        <w:rPr>
          <w:rtl/>
        </w:rPr>
        <w:t xml:space="preserve"> وهو: ما مدى إمكانية الحديث عن </w:t>
      </w:r>
      <w:r w:rsidRPr="00313984">
        <w:rPr>
          <w:rStyle w:val="libBold1Char"/>
          <w:rtl/>
        </w:rPr>
        <w:t>الاجتهاد (المقاصدي)</w:t>
      </w:r>
      <w:r w:rsidR="00610870">
        <w:rPr>
          <w:rtl/>
        </w:rPr>
        <w:t>،</w:t>
      </w:r>
      <w:r w:rsidRPr="00E11204">
        <w:rPr>
          <w:rtl/>
        </w:rPr>
        <w:t xml:space="preserve"> الذي يتحرَّك المجتهد فيه على أساس مسبَّق</w:t>
      </w:r>
      <w:r w:rsidR="00610870">
        <w:rPr>
          <w:rtl/>
        </w:rPr>
        <w:t>،</w:t>
      </w:r>
      <w:r w:rsidRPr="00E11204">
        <w:rPr>
          <w:rtl/>
        </w:rPr>
        <w:t xml:space="preserve"> وضعه لنفسه عبر تبنِّيه مقاصد عامة ومِلاكات كلِّية للشريعة عموماً</w:t>
      </w:r>
      <w:r w:rsidR="00610870">
        <w:rPr>
          <w:rtl/>
        </w:rPr>
        <w:t>،</w:t>
      </w:r>
      <w:r w:rsidRPr="00E11204">
        <w:rPr>
          <w:rtl/>
        </w:rPr>
        <w:t xml:space="preserve"> وللأحكام الفقهية خصوصاً</w:t>
      </w:r>
      <w:r w:rsidR="00610870">
        <w:rPr>
          <w:rtl/>
        </w:rPr>
        <w:t>،</w:t>
      </w:r>
      <w:r w:rsidRPr="00E11204">
        <w:rPr>
          <w:rtl/>
        </w:rPr>
        <w:t xml:space="preserve"> وفي ظلِّها يعمل على تحديد قيمة النّص الشرعي ويمارس النقد؟ سؤالٌ قد أخذ مساحة جيدة من اهتمام البحث الفقهي المعاصر</w:t>
      </w:r>
      <w:r w:rsidR="00610870">
        <w:rPr>
          <w:rtl/>
        </w:rPr>
        <w:t>،</w:t>
      </w:r>
      <w:r w:rsidRPr="00E11204">
        <w:rPr>
          <w:rtl/>
        </w:rPr>
        <w:t xml:space="preserve"> وإن كان متأخِّراً</w:t>
      </w:r>
      <w:r w:rsidR="00610870">
        <w:rPr>
          <w:rtl/>
        </w:rPr>
        <w:t>،</w:t>
      </w:r>
      <w:r w:rsidRPr="00E11204">
        <w:rPr>
          <w:rtl/>
        </w:rPr>
        <w:t xml:space="preserve"> ولكنَّه طُرح في الوسط التجديدي بقوَّة</w:t>
      </w:r>
      <w:r w:rsidR="00610870">
        <w:rPr>
          <w:rtl/>
        </w:rPr>
        <w:t>.</w:t>
      </w:r>
      <w:r w:rsidRPr="00E11204">
        <w:rPr>
          <w:rtl/>
        </w:rPr>
        <w:t xml:space="preserve"> ولعلّ السبب في حيوية موضوع المقاصد وارتباطه بالحياة</w:t>
      </w:r>
      <w:r w:rsidR="00610870">
        <w:rPr>
          <w:rtl/>
        </w:rPr>
        <w:t>،</w:t>
      </w:r>
      <w:r w:rsidRPr="00E11204">
        <w:rPr>
          <w:rtl/>
        </w:rPr>
        <w:t xml:space="preserve"> يعود إلى صعوبة الجمع بين رؤية فكرية تفهم نصوصَ الدّين وأحكامه بوصفها منظومة معرفية لا سبيل إلى معرفة أسبابها</w:t>
      </w:r>
      <w:r w:rsidR="00610870">
        <w:rPr>
          <w:rtl/>
        </w:rPr>
        <w:t>،</w:t>
      </w:r>
      <w:r w:rsidRPr="00E11204">
        <w:rPr>
          <w:rtl/>
        </w:rPr>
        <w:t xml:space="preserve"> ومقاصدها</w:t>
      </w:r>
      <w:r w:rsidR="00610870">
        <w:rPr>
          <w:rtl/>
        </w:rPr>
        <w:t>،</w:t>
      </w:r>
      <w:r w:rsidRPr="00E11204">
        <w:rPr>
          <w:rtl/>
        </w:rPr>
        <w:t xml:space="preserve"> وأسرار وجودها</w:t>
      </w:r>
      <w:r w:rsidR="00610870">
        <w:rPr>
          <w:rtl/>
        </w:rPr>
        <w:t>،</w:t>
      </w:r>
      <w:r w:rsidRPr="00E11204">
        <w:rPr>
          <w:rtl/>
        </w:rPr>
        <w:t xml:space="preserve"> وإنَّما هي مطالب سماوية لا تُفهم</w:t>
      </w:r>
      <w:r w:rsidR="00E11204">
        <w:rPr>
          <w:rFonts w:hint="cs"/>
          <w:rtl/>
        </w:rPr>
        <w:t xml:space="preserve"> </w:t>
      </w:r>
      <w:r w:rsidRPr="00065D03">
        <w:rPr>
          <w:rtl/>
        </w:rPr>
        <w:t>خلفيَّاتها ودواعيها</w:t>
      </w:r>
      <w:r w:rsidR="00610870">
        <w:rPr>
          <w:rtl/>
        </w:rPr>
        <w:t>،</w:t>
      </w:r>
      <w:r w:rsidRPr="00065D03">
        <w:rPr>
          <w:rtl/>
        </w:rPr>
        <w:t xml:space="preserve"> هذا من جهة.</w:t>
      </w:r>
    </w:p>
    <w:p w:rsidR="00E07DFB" w:rsidRPr="00065D03" w:rsidRDefault="00E07DFB" w:rsidP="00065D03">
      <w:pPr>
        <w:pStyle w:val="libNormal"/>
        <w:rPr>
          <w:rtl/>
        </w:rPr>
      </w:pPr>
      <w:r w:rsidRPr="00065D03">
        <w:rPr>
          <w:rtl/>
        </w:rPr>
        <w:t>ومن جهة ثانية</w:t>
      </w:r>
      <w:r w:rsidR="00610870">
        <w:rPr>
          <w:rtl/>
        </w:rPr>
        <w:t>،</w:t>
      </w:r>
      <w:r w:rsidRPr="00065D03">
        <w:rPr>
          <w:rtl/>
        </w:rPr>
        <w:t xml:space="preserve"> لعلَّه يعود إلى الحديث عن الثابت والمتغيِّر</w:t>
      </w:r>
      <w:r w:rsidR="00610870">
        <w:rPr>
          <w:rtl/>
        </w:rPr>
        <w:t>،</w:t>
      </w:r>
      <w:r w:rsidRPr="00065D03">
        <w:rPr>
          <w:rtl/>
        </w:rPr>
        <w:t xml:space="preserve"> أو إلى تأثُّر الخطاب الشرعي بالواقع المعيوش</w:t>
      </w:r>
      <w:r w:rsidR="00610870">
        <w:rPr>
          <w:rtl/>
        </w:rPr>
        <w:t>؛</w:t>
      </w:r>
      <w:r w:rsidRPr="00065D03">
        <w:rPr>
          <w:rtl/>
        </w:rPr>
        <w:t xml:space="preserve"> لأنَّه من غير المعقول اعتبار أنَّ عصر صدور النُّصوص والأحاديث الدينية الأولى لم يكن له تأثير في إجابات الشريعة</w:t>
      </w:r>
      <w:r w:rsidR="00610870">
        <w:rPr>
          <w:rtl/>
        </w:rPr>
        <w:t>،</w:t>
      </w:r>
      <w:r w:rsidRPr="00065D03">
        <w:rPr>
          <w:rtl/>
        </w:rPr>
        <w:t xml:space="preserve"> بينما العصور اللاَّحقة</w:t>
      </w:r>
      <w:r w:rsidR="00610870">
        <w:rPr>
          <w:rtl/>
        </w:rPr>
        <w:t>،</w:t>
      </w:r>
      <w:r w:rsidRPr="00065D03">
        <w:rPr>
          <w:rtl/>
        </w:rPr>
        <w:t xml:space="preserve"> بما في ذلك عصرنا هذا</w:t>
      </w:r>
      <w:r w:rsidR="00610870">
        <w:rPr>
          <w:rtl/>
        </w:rPr>
        <w:t>،</w:t>
      </w:r>
      <w:r w:rsidRPr="00065D03">
        <w:rPr>
          <w:rtl/>
        </w:rPr>
        <w:t xml:space="preserve"> قد تؤثِّر في الاهتمام الفقهي والشرعي من قبل الفقهاء! الأمر الذي يدفعنا إلى التفكير الجادِّ والدرس العميق للعثور على مواطن المقاصد من النص الشَّرعي.</w:t>
      </w:r>
    </w:p>
    <w:p w:rsidR="00E11204" w:rsidRDefault="00E07DFB" w:rsidP="00065D03">
      <w:pPr>
        <w:pStyle w:val="libNormal"/>
        <w:rPr>
          <w:rtl/>
        </w:rPr>
      </w:pPr>
      <w:r w:rsidRPr="00065D03">
        <w:rPr>
          <w:rtl/>
        </w:rPr>
        <w:t>وإذا كان الثابت والمتغيِّر حقيقتين في قلب الفكر الإسلامي</w:t>
      </w:r>
      <w:r w:rsidR="00610870">
        <w:rPr>
          <w:rtl/>
        </w:rPr>
        <w:t>،</w:t>
      </w:r>
      <w:r w:rsidRPr="00065D03">
        <w:rPr>
          <w:rtl/>
        </w:rPr>
        <w:t xml:space="preserve"> فمن دون الاعتراف بهما معاً</w:t>
      </w:r>
      <w:r w:rsidR="00610870">
        <w:rPr>
          <w:rtl/>
        </w:rPr>
        <w:t>،</w:t>
      </w:r>
      <w:r w:rsidRPr="00065D03">
        <w:rPr>
          <w:rtl/>
        </w:rPr>
        <w:t xml:space="preserve"> قد لا يمكن الدفاع عن قدسيَّة الدين في حال رفض الثوابت</w:t>
      </w:r>
      <w:r w:rsidR="00610870">
        <w:rPr>
          <w:rtl/>
        </w:rPr>
        <w:t>،</w:t>
      </w:r>
      <w:r w:rsidRPr="00065D03">
        <w:rPr>
          <w:rtl/>
        </w:rPr>
        <w:t xml:space="preserve"> ولا الدفاع عن إنسانية الدين وعملانية الشريعة</w:t>
      </w:r>
      <w:r w:rsidR="00610870">
        <w:rPr>
          <w:rtl/>
        </w:rPr>
        <w:t>،</w:t>
      </w:r>
      <w:r w:rsidRPr="00065D03">
        <w:rPr>
          <w:rtl/>
        </w:rPr>
        <w:t xml:space="preserve"> في حال رفض المتغيِّرات.</w:t>
      </w:r>
    </w:p>
    <w:p w:rsidR="00E11204" w:rsidRDefault="00E11204" w:rsidP="00E5125A">
      <w:pPr>
        <w:pStyle w:val="libNormal"/>
        <w:rPr>
          <w:rtl/>
        </w:rPr>
      </w:pPr>
      <w:r>
        <w:rPr>
          <w:rtl/>
        </w:rPr>
        <w:br w:type="page"/>
      </w:r>
    </w:p>
    <w:p w:rsidR="00E07DFB" w:rsidRPr="00AA299A" w:rsidRDefault="00E07DFB" w:rsidP="00AA299A">
      <w:pPr>
        <w:pStyle w:val="libNormal"/>
        <w:rPr>
          <w:rtl/>
        </w:rPr>
      </w:pPr>
      <w:r w:rsidRPr="00AA299A">
        <w:rPr>
          <w:rtl/>
        </w:rPr>
        <w:lastRenderedPageBreak/>
        <w:t>ومن الواضح</w:t>
      </w:r>
      <w:r w:rsidR="00610870">
        <w:rPr>
          <w:rtl/>
        </w:rPr>
        <w:t>،</w:t>
      </w:r>
      <w:r w:rsidRPr="00AA299A">
        <w:rPr>
          <w:rtl/>
        </w:rPr>
        <w:t xml:space="preserve"> أيضاً</w:t>
      </w:r>
      <w:r w:rsidR="00610870">
        <w:rPr>
          <w:rtl/>
        </w:rPr>
        <w:t>،</w:t>
      </w:r>
      <w:r w:rsidRPr="00AA299A">
        <w:rPr>
          <w:rtl/>
        </w:rPr>
        <w:t xml:space="preserve"> أنَّ السبيل إلى إثبات جدارة الدين باختراق الزمان والمكان</w:t>
      </w:r>
      <w:r w:rsidR="00610870">
        <w:rPr>
          <w:rtl/>
        </w:rPr>
        <w:t>،</w:t>
      </w:r>
      <w:r w:rsidRPr="00AA299A">
        <w:rPr>
          <w:rtl/>
        </w:rPr>
        <w:t xml:space="preserve"> وأهليَّة الشريعة الشاملة والكاملة</w:t>
      </w:r>
      <w:r w:rsidR="00610870">
        <w:rPr>
          <w:rtl/>
        </w:rPr>
        <w:t>،</w:t>
      </w:r>
      <w:r w:rsidRPr="00AA299A">
        <w:rPr>
          <w:rtl/>
        </w:rPr>
        <w:t xml:space="preserve"> كامنٌ في قبول وجود ثوابتَ خلف الأحكام تهدف الشريعة إلى تحقيقها</w:t>
      </w:r>
      <w:r w:rsidR="00610870">
        <w:rPr>
          <w:rtl/>
        </w:rPr>
        <w:t>،</w:t>
      </w:r>
      <w:r w:rsidRPr="00AA299A">
        <w:rPr>
          <w:rtl/>
        </w:rPr>
        <w:t xml:space="preserve"> مع أخذ الحذر من وقوع الاجتهاد في فخِّ دوائر محظورة</w:t>
      </w:r>
      <w:r w:rsidR="00610870">
        <w:rPr>
          <w:rtl/>
        </w:rPr>
        <w:t xml:space="preserve"> - </w:t>
      </w:r>
      <w:r w:rsidRPr="00AA299A">
        <w:rPr>
          <w:rtl/>
        </w:rPr>
        <w:t>كالقياس</w:t>
      </w:r>
      <w:r w:rsidR="00610870">
        <w:rPr>
          <w:rtl/>
        </w:rPr>
        <w:t xml:space="preserve"> - </w:t>
      </w:r>
      <w:r w:rsidRPr="00AA299A">
        <w:rPr>
          <w:rtl/>
        </w:rPr>
        <w:t>تنتهي بالفكر الديني إلى الخضوع لعملٍ اجتهادي ذوقي</w:t>
      </w:r>
      <w:r w:rsidR="00610870">
        <w:rPr>
          <w:rtl/>
        </w:rPr>
        <w:t>،</w:t>
      </w:r>
      <w:r w:rsidRPr="00AA299A">
        <w:rPr>
          <w:rtl/>
        </w:rPr>
        <w:t xml:space="preserve"> واستنسابي</w:t>
      </w:r>
      <w:r w:rsidR="00610870">
        <w:rPr>
          <w:rtl/>
        </w:rPr>
        <w:t>،</w:t>
      </w:r>
      <w:r w:rsidRPr="00AA299A">
        <w:rPr>
          <w:rtl/>
        </w:rPr>
        <w:t xml:space="preserve"> أو استحساني</w:t>
      </w:r>
      <w:r w:rsidR="00610870">
        <w:rPr>
          <w:rtl/>
        </w:rPr>
        <w:t>،</w:t>
      </w:r>
      <w:r w:rsidRPr="00AA299A">
        <w:rPr>
          <w:rtl/>
        </w:rPr>
        <w:t xml:space="preserve"> بينما الدراسة المقاصدية تتمكَّن من تمتين البحث الفقهي وجعله قادراً على تعزيز القواعد الفقهية</w:t>
      </w:r>
      <w:r w:rsidR="00610870">
        <w:rPr>
          <w:rtl/>
        </w:rPr>
        <w:t>،</w:t>
      </w:r>
      <w:r w:rsidRPr="00AA299A">
        <w:rPr>
          <w:rtl/>
        </w:rPr>
        <w:t xml:space="preserve"> وإعادة ترتيبها من جديد</w:t>
      </w:r>
      <w:r w:rsidR="00610870">
        <w:rPr>
          <w:rtl/>
        </w:rPr>
        <w:t>،</w:t>
      </w:r>
      <w:r w:rsidRPr="00AA299A">
        <w:rPr>
          <w:rtl/>
        </w:rPr>
        <w:t xml:space="preserve"> وبالذات سيقحم الموضوعُ هذا</w:t>
      </w:r>
      <w:r w:rsidR="00610870">
        <w:rPr>
          <w:rtl/>
        </w:rPr>
        <w:t>،</w:t>
      </w:r>
      <w:r w:rsidRPr="00AA299A">
        <w:rPr>
          <w:rtl/>
        </w:rPr>
        <w:t xml:space="preserve"> الاهتمامَ القرآني في قلب الاجتهاد</w:t>
      </w:r>
      <w:r w:rsidR="00610870">
        <w:rPr>
          <w:rtl/>
        </w:rPr>
        <w:t>؛</w:t>
      </w:r>
      <w:r w:rsidRPr="00AA299A">
        <w:rPr>
          <w:rtl/>
        </w:rPr>
        <w:t xml:space="preserve"> وذلك لأنَّ بحث المقاصد يسفر عن تفعيل الفهم القرآني وإدخال الدراسة القرآنية إلى ساحة العمل الاستنباطي</w:t>
      </w:r>
      <w:r w:rsidR="00610870">
        <w:rPr>
          <w:rtl/>
        </w:rPr>
        <w:t>،</w:t>
      </w:r>
      <w:r w:rsidRPr="00AA299A">
        <w:rPr>
          <w:rtl/>
        </w:rPr>
        <w:t xml:space="preserve"> لكونه المصدر الأساس في تحديد المقاصد العامة للشريعة الإسلامية</w:t>
      </w:r>
      <w:r w:rsidR="00610870">
        <w:rPr>
          <w:rtl/>
        </w:rPr>
        <w:t>.</w:t>
      </w:r>
      <w:r w:rsidRPr="00AA299A">
        <w:rPr>
          <w:rtl/>
        </w:rPr>
        <w:t xml:space="preserve"> ولا أعتقد أنَّ المرء بحاجة إلى تأكيد: </w:t>
      </w:r>
      <w:r w:rsidRPr="00313984">
        <w:rPr>
          <w:rStyle w:val="libBold1Char"/>
          <w:rtl/>
        </w:rPr>
        <w:t>أنَّ فاعلية النَّص القرآني</w:t>
      </w:r>
      <w:r w:rsidR="00610870">
        <w:rPr>
          <w:rStyle w:val="libBold1Char"/>
          <w:rtl/>
        </w:rPr>
        <w:t>،</w:t>
      </w:r>
      <w:r w:rsidRPr="00313984">
        <w:rPr>
          <w:rStyle w:val="libBold1Char"/>
          <w:rtl/>
        </w:rPr>
        <w:t xml:space="preserve"> موقعاً ودوراً في حركة الاجتهاد</w:t>
      </w:r>
      <w:r w:rsidR="00610870">
        <w:rPr>
          <w:rStyle w:val="libBold1Char"/>
          <w:rtl/>
        </w:rPr>
        <w:t>،</w:t>
      </w:r>
      <w:r w:rsidRPr="00313984">
        <w:rPr>
          <w:rStyle w:val="libBold1Char"/>
          <w:rtl/>
        </w:rPr>
        <w:t xml:space="preserve"> لو قورنت بفاعلية الحديث والنص غير القرآني</w:t>
      </w:r>
      <w:r w:rsidR="00610870">
        <w:rPr>
          <w:rStyle w:val="libBold1Char"/>
          <w:rtl/>
        </w:rPr>
        <w:t>،</w:t>
      </w:r>
      <w:r w:rsidRPr="00313984">
        <w:rPr>
          <w:rStyle w:val="libBold1Char"/>
          <w:rtl/>
        </w:rPr>
        <w:t xml:space="preserve"> ضئيلةٌ</w:t>
      </w:r>
      <w:r w:rsidR="00610870">
        <w:rPr>
          <w:rStyle w:val="libBold1Char"/>
          <w:rtl/>
        </w:rPr>
        <w:t>،</w:t>
      </w:r>
      <w:r w:rsidRPr="00313984">
        <w:rPr>
          <w:rStyle w:val="libBold1Char"/>
          <w:rtl/>
        </w:rPr>
        <w:t xml:space="preserve"> وتكاد تختفي من ساحة الاجتهاد</w:t>
      </w:r>
      <w:r w:rsidRPr="00AA299A">
        <w:rPr>
          <w:rtl/>
        </w:rPr>
        <w:t>.</w:t>
      </w:r>
    </w:p>
    <w:p w:rsidR="00E11204" w:rsidRDefault="00E07DFB" w:rsidP="00E11204">
      <w:pPr>
        <w:pStyle w:val="libNormal"/>
        <w:rPr>
          <w:rStyle w:val="libNormalChar"/>
          <w:rtl/>
        </w:rPr>
      </w:pPr>
      <w:r w:rsidRPr="00065D03">
        <w:rPr>
          <w:rtl/>
        </w:rPr>
        <w:t>إنَّ تحريك قضية المقاصد سيجرُّنا إلى التردُّد في إمكانية اكتفاء المجتهد بجزء من</w:t>
      </w:r>
      <w:r w:rsidR="00E11204">
        <w:rPr>
          <w:rStyle w:val="libNormalChar"/>
          <w:rFonts w:hint="cs"/>
          <w:rtl/>
        </w:rPr>
        <w:t xml:space="preserve"> </w:t>
      </w:r>
      <w:r w:rsidRPr="00065D03">
        <w:rPr>
          <w:rStyle w:val="libNormalChar"/>
          <w:rtl/>
        </w:rPr>
        <w:t>القرآن</w:t>
      </w:r>
      <w:r w:rsidR="00610870">
        <w:rPr>
          <w:rStyle w:val="libNormalChar"/>
          <w:rtl/>
        </w:rPr>
        <w:t>،</w:t>
      </w:r>
      <w:r w:rsidRPr="00065D03">
        <w:rPr>
          <w:rStyle w:val="libNormalChar"/>
          <w:rtl/>
        </w:rPr>
        <w:t xml:space="preserve"> المسمَّى بآيات الأحكام</w:t>
      </w:r>
      <w:r w:rsidR="00610870">
        <w:rPr>
          <w:rStyle w:val="libNormalChar"/>
          <w:rtl/>
        </w:rPr>
        <w:t>؛</w:t>
      </w:r>
      <w:r w:rsidRPr="00065D03">
        <w:rPr>
          <w:rStyle w:val="libNormalChar"/>
          <w:rtl/>
        </w:rPr>
        <w:t xml:space="preserve"> لأنَّه لا آية في الكتاب الكريم يتمكَّن المجتهد من القول بالاستغناء عنها في عمله الاجتهادي</w:t>
      </w:r>
      <w:r w:rsidR="00610870">
        <w:rPr>
          <w:rStyle w:val="libNormalChar"/>
          <w:rtl/>
        </w:rPr>
        <w:t>.</w:t>
      </w:r>
      <w:r w:rsidRPr="00065D03">
        <w:rPr>
          <w:rStyle w:val="libNormalChar"/>
          <w:rtl/>
        </w:rPr>
        <w:t xml:space="preserve"> وإنَّ القرآن الكريم هو بمثابة الينبوع الصافي الذي تنطلق منه القواعد الأساسية والعامة للشريعة الإسلامية</w:t>
      </w:r>
      <w:r w:rsidR="00610870">
        <w:rPr>
          <w:rStyle w:val="libNormalChar"/>
          <w:rtl/>
        </w:rPr>
        <w:t>،</w:t>
      </w:r>
      <w:r w:rsidRPr="00065D03">
        <w:rPr>
          <w:rStyle w:val="libNormalChar"/>
          <w:rtl/>
        </w:rPr>
        <w:t xml:space="preserve"> وما جاءت السنة الشريفة إلاّ تبييناً وتفسيراً</w:t>
      </w:r>
      <w:r w:rsidR="00610870">
        <w:rPr>
          <w:rStyle w:val="libNormalChar"/>
          <w:rtl/>
        </w:rPr>
        <w:t>،</w:t>
      </w:r>
      <w:r w:rsidRPr="00065D03">
        <w:rPr>
          <w:rStyle w:val="libNormalChar"/>
          <w:rtl/>
        </w:rPr>
        <w:t xml:space="preserve"> وليس تأسيساً واستئنافاً</w:t>
      </w:r>
      <w:r w:rsidR="00610870">
        <w:rPr>
          <w:rStyle w:val="libNormalChar"/>
          <w:rtl/>
        </w:rPr>
        <w:t>.</w:t>
      </w:r>
      <w:r w:rsidRPr="00065D03">
        <w:rPr>
          <w:rStyle w:val="libNormalChar"/>
          <w:rtl/>
        </w:rPr>
        <w:t xml:space="preserve"> والقرآن الكريم يمثِّل المرجعية الكبرى لفهم مقاصد الدين الإسلامي</w:t>
      </w:r>
      <w:r w:rsidR="00610870">
        <w:rPr>
          <w:rStyle w:val="libNormalChar"/>
          <w:rtl/>
        </w:rPr>
        <w:t>،</w:t>
      </w:r>
      <w:r w:rsidRPr="00065D03">
        <w:rPr>
          <w:rStyle w:val="libNormalChar"/>
          <w:rtl/>
        </w:rPr>
        <w:t xml:space="preserve"> التي في ظلَّ إدراكها الجيد يسهل على الفقيه مراجعة الحديث الشريف وتقييمه</w:t>
      </w:r>
      <w:r w:rsidR="00610870">
        <w:rPr>
          <w:rStyle w:val="libNormalChar"/>
          <w:rtl/>
        </w:rPr>
        <w:t>.</w:t>
      </w:r>
      <w:r w:rsidRPr="00065D03">
        <w:rPr>
          <w:rStyle w:val="libNormalChar"/>
          <w:rtl/>
        </w:rPr>
        <w:t xml:space="preserve"> وإنَّ غياب القرآن الكريم</w:t>
      </w:r>
      <w:r w:rsidR="00610870">
        <w:rPr>
          <w:rStyle w:val="libNormalChar"/>
          <w:rtl/>
        </w:rPr>
        <w:t xml:space="preserve"> - </w:t>
      </w:r>
      <w:r w:rsidRPr="00065D03">
        <w:rPr>
          <w:rStyle w:val="libNormalChar"/>
          <w:rtl/>
        </w:rPr>
        <w:t>أو تغييبه</w:t>
      </w:r>
      <w:r w:rsidR="00610870">
        <w:rPr>
          <w:rStyle w:val="libNormalChar"/>
          <w:rtl/>
        </w:rPr>
        <w:t xml:space="preserve"> - </w:t>
      </w:r>
      <w:r w:rsidRPr="00065D03">
        <w:rPr>
          <w:rStyle w:val="libNormalChar"/>
          <w:rtl/>
        </w:rPr>
        <w:t>على أثر سلسلة تدابير غير معرفية وغير علمية</w:t>
      </w:r>
      <w:r w:rsidR="00610870">
        <w:rPr>
          <w:rStyle w:val="libNormalChar"/>
          <w:rtl/>
        </w:rPr>
        <w:t>،</w:t>
      </w:r>
      <w:r w:rsidRPr="00065D03">
        <w:rPr>
          <w:rStyle w:val="libNormalChar"/>
          <w:rtl/>
        </w:rPr>
        <w:t xml:space="preserve"> أدّى إلى وضع بيان فقهي كان الدور الأكبر فيه للحديث دون الآيات الشريفة</w:t>
      </w:r>
      <w:r w:rsidR="00610870">
        <w:rPr>
          <w:rStyle w:val="libNormalChar"/>
          <w:rtl/>
        </w:rPr>
        <w:t>،</w:t>
      </w:r>
      <w:r w:rsidRPr="00065D03">
        <w:rPr>
          <w:rStyle w:val="libNormalChar"/>
          <w:rtl/>
        </w:rPr>
        <w:t xml:space="preserve"> مع أَنَّه من المعروف أنَّ </w:t>
      </w:r>
      <w:r w:rsidRPr="00313984">
        <w:rPr>
          <w:rStyle w:val="libBold1Char"/>
          <w:rtl/>
        </w:rPr>
        <w:t>(اليد)</w:t>
      </w:r>
      <w:r w:rsidRPr="00065D03">
        <w:rPr>
          <w:rStyle w:val="libNormalChar"/>
          <w:rtl/>
        </w:rPr>
        <w:t xml:space="preserve"> قد مسَّت الحديث</w:t>
      </w:r>
      <w:r w:rsidR="00610870">
        <w:rPr>
          <w:rStyle w:val="libNormalChar"/>
          <w:rtl/>
        </w:rPr>
        <w:t>،</w:t>
      </w:r>
      <w:r w:rsidRPr="00065D03">
        <w:rPr>
          <w:rStyle w:val="libNormalChar"/>
          <w:rtl/>
        </w:rPr>
        <w:t xml:space="preserve"> وتم اختلاق بعضٍ منه أو تزويره</w:t>
      </w:r>
      <w:r w:rsidR="00610870">
        <w:rPr>
          <w:rStyle w:val="libNormalChar"/>
          <w:rtl/>
        </w:rPr>
        <w:t>،</w:t>
      </w:r>
      <w:r w:rsidRPr="00065D03">
        <w:rPr>
          <w:rStyle w:val="libNormalChar"/>
          <w:rtl/>
        </w:rPr>
        <w:t xml:space="preserve"> دون القرآن الكريم</w:t>
      </w:r>
      <w:r w:rsidR="00610870">
        <w:rPr>
          <w:rStyle w:val="libNormalChar"/>
          <w:rtl/>
        </w:rPr>
        <w:t>،</w:t>
      </w:r>
      <w:r w:rsidRPr="00065D03">
        <w:rPr>
          <w:rStyle w:val="libNormalChar"/>
          <w:rtl/>
        </w:rPr>
        <w:t xml:space="preserve"> وأصبحت العملية الاجتهادية بعد أحداث تاريخية سياسية</w:t>
      </w:r>
      <w:r w:rsidR="00610870">
        <w:rPr>
          <w:rStyle w:val="libNormalChar"/>
          <w:rtl/>
        </w:rPr>
        <w:t>،</w:t>
      </w:r>
      <w:r w:rsidRPr="00065D03">
        <w:rPr>
          <w:rStyle w:val="libNormalChar"/>
          <w:rtl/>
        </w:rPr>
        <w:t xml:space="preserve"> وغير سياسية</w:t>
      </w:r>
      <w:r w:rsidR="00610870">
        <w:rPr>
          <w:rStyle w:val="libNormalChar"/>
          <w:rtl/>
        </w:rPr>
        <w:t>،</w:t>
      </w:r>
      <w:r w:rsidRPr="00065D03">
        <w:rPr>
          <w:rStyle w:val="libNormalChar"/>
          <w:rtl/>
        </w:rPr>
        <w:t xml:space="preserve"> تدور في فلك الحديث</w:t>
      </w:r>
      <w:r w:rsidR="00610870">
        <w:rPr>
          <w:rStyle w:val="libNormalChar"/>
          <w:rtl/>
        </w:rPr>
        <w:t>،</w:t>
      </w:r>
      <w:r w:rsidRPr="00065D03">
        <w:rPr>
          <w:rStyle w:val="libNormalChar"/>
          <w:rtl/>
        </w:rPr>
        <w:t xml:space="preserve"> وظلَّ القرآن</w:t>
      </w:r>
      <w:r w:rsidR="00610870">
        <w:rPr>
          <w:rStyle w:val="libNormalChar"/>
          <w:rtl/>
        </w:rPr>
        <w:t>،</w:t>
      </w:r>
      <w:r w:rsidRPr="00065D03">
        <w:rPr>
          <w:rStyle w:val="libNormalChar"/>
          <w:rtl/>
        </w:rPr>
        <w:t xml:space="preserve"> وبالذات تلك المساحات الكبيرة غير الفقهية</w:t>
      </w:r>
      <w:r w:rsidR="00610870">
        <w:rPr>
          <w:rStyle w:val="libNormalChar"/>
          <w:rtl/>
        </w:rPr>
        <w:t>،</w:t>
      </w:r>
      <w:r w:rsidRPr="00065D03">
        <w:rPr>
          <w:rStyle w:val="libNormalChar"/>
          <w:rtl/>
        </w:rPr>
        <w:t xml:space="preserve"> حسب مدلولٍ حديثٍ للفقه مختلف عن حقيقة المصطلح في الكتاب والسنة</w:t>
      </w:r>
      <w:r w:rsidR="00610870">
        <w:rPr>
          <w:rStyle w:val="libNormalChar"/>
          <w:rtl/>
        </w:rPr>
        <w:t>،</w:t>
      </w:r>
      <w:r w:rsidRPr="00065D03">
        <w:rPr>
          <w:rStyle w:val="libNormalChar"/>
          <w:rtl/>
        </w:rPr>
        <w:t xml:space="preserve"> بمنأى عن هذه </w:t>
      </w:r>
    </w:p>
    <w:p w:rsidR="00E11204" w:rsidRPr="00E11204" w:rsidRDefault="00E11204" w:rsidP="00E11204">
      <w:pPr>
        <w:pStyle w:val="libNormal"/>
        <w:rPr>
          <w:rtl/>
        </w:rPr>
      </w:pPr>
      <w:r>
        <w:rPr>
          <w:rStyle w:val="libNormalChar"/>
          <w:rtl/>
        </w:rPr>
        <w:br w:type="page"/>
      </w:r>
    </w:p>
    <w:p w:rsidR="00E07DFB" w:rsidRPr="0000160A" w:rsidRDefault="00E07DFB" w:rsidP="00E11204">
      <w:pPr>
        <w:pStyle w:val="libNormal0"/>
        <w:rPr>
          <w:rStyle w:val="libNormalChar"/>
          <w:rtl/>
        </w:rPr>
      </w:pPr>
      <w:r w:rsidRPr="00065D03">
        <w:rPr>
          <w:rStyle w:val="libNormalChar"/>
          <w:rtl/>
        </w:rPr>
        <w:lastRenderedPageBreak/>
        <w:t>العملية</w:t>
      </w:r>
      <w:r w:rsidR="00610870">
        <w:rPr>
          <w:rStyle w:val="libNormalChar"/>
          <w:rtl/>
        </w:rPr>
        <w:t>.</w:t>
      </w:r>
      <w:r w:rsidRPr="00065D03">
        <w:rPr>
          <w:rStyle w:val="libNormalChar"/>
          <w:rtl/>
        </w:rPr>
        <w:t xml:space="preserve"> ومن الغريب هو أنَّ الاستشهاد بآيةٍ محكمة من القرآن الكريم على مقصد ديني عام يمثِّل عملاً غير مقبول في حال عدم إرفاقها بأحاديث تدعم فهمنا للآية و تؤيِّده</w:t>
      </w:r>
      <w:r w:rsidR="00610870">
        <w:rPr>
          <w:rStyle w:val="libNormalChar"/>
          <w:rtl/>
        </w:rPr>
        <w:t>،</w:t>
      </w:r>
      <w:r w:rsidRPr="00065D03">
        <w:rPr>
          <w:rStyle w:val="libNormalChar"/>
          <w:rtl/>
        </w:rPr>
        <w:t xml:space="preserve"> وذلك على الرُّغم من أنَّ محكم القرآن الكريم هو عصب الدين والوحي</w:t>
      </w:r>
      <w:r w:rsidR="00610870">
        <w:rPr>
          <w:rStyle w:val="libNormalChar"/>
          <w:rtl/>
        </w:rPr>
        <w:t>.</w:t>
      </w:r>
      <w:r w:rsidRPr="00065D03">
        <w:rPr>
          <w:rStyle w:val="libNormalChar"/>
          <w:rtl/>
        </w:rPr>
        <w:t xml:space="preserve"> وتعليق مدلول محكمات القرآن الكريم على تأييد من الأحاديث الشريفة</w:t>
      </w:r>
      <w:r w:rsidR="00610870">
        <w:rPr>
          <w:rStyle w:val="libNormalChar"/>
          <w:rtl/>
        </w:rPr>
        <w:t>؛</w:t>
      </w:r>
      <w:r w:rsidRPr="00065D03">
        <w:rPr>
          <w:rStyle w:val="libNormalChar"/>
          <w:rtl/>
        </w:rPr>
        <w:t xml:space="preserve"> سيؤدِّي إلى محاولة نزع المرجعية وخلعها عن الكتاب الكريم</w:t>
      </w:r>
      <w:r w:rsidR="00610870">
        <w:rPr>
          <w:rStyle w:val="libNormalChar"/>
          <w:rtl/>
        </w:rPr>
        <w:t>،</w:t>
      </w:r>
      <w:r w:rsidRPr="00065D03">
        <w:rPr>
          <w:rStyle w:val="libNormalChar"/>
          <w:rtl/>
        </w:rPr>
        <w:t xml:space="preserve"> الأمر الذي أدَّى إلى فتح أبواب التأويل في بعض محكمات القرآن الكريم</w:t>
      </w:r>
      <w:r w:rsidR="00610870">
        <w:rPr>
          <w:rStyle w:val="libNormalChar"/>
          <w:rtl/>
        </w:rPr>
        <w:t>،</w:t>
      </w:r>
      <w:r w:rsidRPr="00065D03">
        <w:rPr>
          <w:rStyle w:val="libNormalChar"/>
          <w:rtl/>
        </w:rPr>
        <w:t xml:space="preserve"> وخلطِ الأوراق</w:t>
      </w:r>
      <w:r w:rsidR="00610870">
        <w:rPr>
          <w:rStyle w:val="libNormalChar"/>
          <w:rtl/>
        </w:rPr>
        <w:t>،</w:t>
      </w:r>
      <w:r w:rsidRPr="00065D03">
        <w:rPr>
          <w:rStyle w:val="libNormalChar"/>
          <w:rtl/>
        </w:rPr>
        <w:t xml:space="preserve"> وضياعِ الطريق</w:t>
      </w:r>
      <w:r w:rsidR="00610870">
        <w:rPr>
          <w:rStyle w:val="libNormalChar"/>
          <w:rtl/>
        </w:rPr>
        <w:t>،</w:t>
      </w:r>
      <w:r w:rsidRPr="00065D03">
        <w:rPr>
          <w:rStyle w:val="libNormalChar"/>
          <w:rtl/>
        </w:rPr>
        <w:t xml:space="preserve"> وتكريسِ القيادة الحديثية محلَّ مرجعية الكتاب الكريم وأصالته</w:t>
      </w:r>
      <w:r w:rsidR="00610870">
        <w:rPr>
          <w:rStyle w:val="libNormalChar"/>
          <w:rtl/>
        </w:rPr>
        <w:t>،</w:t>
      </w:r>
      <w:r w:rsidRPr="00065D03">
        <w:rPr>
          <w:rStyle w:val="libNormalChar"/>
          <w:rtl/>
        </w:rPr>
        <w:t xml:space="preserve"> وإخراج القواعد الدينية الثابتة منه</w:t>
      </w:r>
      <w:r w:rsidR="00610870">
        <w:rPr>
          <w:rStyle w:val="libNormalChar"/>
          <w:rtl/>
        </w:rPr>
        <w:t>،</w:t>
      </w:r>
      <w:r w:rsidRPr="00065D03">
        <w:rPr>
          <w:rStyle w:val="libNormalChar"/>
          <w:rtl/>
        </w:rPr>
        <w:t xml:space="preserve"> إلى جانب التمسُّك الكامل بالحديث الشريف والسُّنَّة المقدَّسة الصحيحة</w:t>
      </w:r>
      <w:r w:rsidR="00610870">
        <w:rPr>
          <w:rStyle w:val="libNormalChar"/>
          <w:rtl/>
        </w:rPr>
        <w:t>،</w:t>
      </w:r>
      <w:r w:rsidRPr="00065D03">
        <w:rPr>
          <w:rStyle w:val="libNormalChar"/>
          <w:rtl/>
        </w:rPr>
        <w:t xml:space="preserve"> وتهميش أحدهما مؤدٍّ بالأمة إلى الضياع والضلال</w:t>
      </w:r>
      <w:r w:rsidR="00610870">
        <w:rPr>
          <w:rStyle w:val="libNormalChar"/>
          <w:rtl/>
        </w:rPr>
        <w:t>،</w:t>
      </w:r>
      <w:r w:rsidRPr="00065D03">
        <w:rPr>
          <w:rStyle w:val="libNormalChar"/>
          <w:rtl/>
        </w:rPr>
        <w:t xml:space="preserve"> ويسبّب اللجوء إلى تأويل محكم الكتاب الكريم بغية التوفيق بينه وبين الحديث</w:t>
      </w:r>
      <w:r w:rsidR="00610870">
        <w:rPr>
          <w:rStyle w:val="libNormalChar"/>
          <w:rtl/>
        </w:rPr>
        <w:t>،</w:t>
      </w:r>
      <w:r w:rsidRPr="00065D03">
        <w:rPr>
          <w:rStyle w:val="libNormalChar"/>
          <w:rtl/>
        </w:rPr>
        <w:t xml:space="preserve"> هذا كلُّه قد حصل غير مرَّة في سير بعض العلماء المسلمين.</w:t>
      </w:r>
    </w:p>
    <w:p w:rsidR="00E11204" w:rsidRDefault="00E07DFB" w:rsidP="00065D03">
      <w:pPr>
        <w:pStyle w:val="libNormal"/>
        <w:rPr>
          <w:rtl/>
        </w:rPr>
      </w:pPr>
      <w:r w:rsidRPr="00065D03">
        <w:rPr>
          <w:rtl/>
        </w:rPr>
        <w:t>إنَّ تزوُّد المجتهد بجزء من القرآن الكريم</w:t>
      </w:r>
      <w:r w:rsidR="00610870">
        <w:rPr>
          <w:rtl/>
        </w:rPr>
        <w:t>،</w:t>
      </w:r>
      <w:r w:rsidRPr="00065D03">
        <w:rPr>
          <w:rtl/>
        </w:rPr>
        <w:t xml:space="preserve"> وعدم تبنِّي تلك المنظومة المعرفية المتكاملة والشاملة في ما يخص المجتمع والتاريخ والإنسان</w:t>
      </w:r>
      <w:r w:rsidR="00610870">
        <w:rPr>
          <w:rtl/>
        </w:rPr>
        <w:t>،</w:t>
      </w:r>
      <w:r w:rsidRPr="00065D03">
        <w:rPr>
          <w:rtl/>
        </w:rPr>
        <w:t xml:space="preserve"> سيؤدِّي في النهاية إلى إنجاز عملٍ اجتهادي غير كامل</w:t>
      </w:r>
      <w:r w:rsidR="00610870">
        <w:rPr>
          <w:rtl/>
        </w:rPr>
        <w:t>؛</w:t>
      </w:r>
      <w:r w:rsidRPr="00065D03">
        <w:rPr>
          <w:rtl/>
        </w:rPr>
        <w:t xml:space="preserve"> لأنَّ المجتهد لدى قيامه باستنطاق الحديث الشريف</w:t>
      </w:r>
      <w:r w:rsidR="00610870">
        <w:rPr>
          <w:rtl/>
        </w:rPr>
        <w:t>،</w:t>
      </w:r>
      <w:r w:rsidRPr="00065D03">
        <w:rPr>
          <w:rtl/>
        </w:rPr>
        <w:t xml:space="preserve"> واستنباط الحكم منه</w:t>
      </w:r>
      <w:r w:rsidR="00610870">
        <w:rPr>
          <w:rtl/>
        </w:rPr>
        <w:t>،</w:t>
      </w:r>
      <w:r w:rsidRPr="00065D03">
        <w:rPr>
          <w:rtl/>
        </w:rPr>
        <w:t xml:space="preserve"> سيوظِّف معرفته وفرضيَّاته وآراءه في الإنسان والتاريخ والمجتمع</w:t>
      </w:r>
      <w:r w:rsidR="00610870">
        <w:rPr>
          <w:rtl/>
        </w:rPr>
        <w:t>.</w:t>
      </w:r>
      <w:r w:rsidRPr="00065D03">
        <w:rPr>
          <w:rtl/>
        </w:rPr>
        <w:t>.. إلخ</w:t>
      </w:r>
      <w:r w:rsidR="00610870">
        <w:rPr>
          <w:rtl/>
        </w:rPr>
        <w:t>،</w:t>
      </w:r>
      <w:r w:rsidRPr="00065D03">
        <w:rPr>
          <w:rtl/>
        </w:rPr>
        <w:t xml:space="preserve"> في فهمه</w:t>
      </w:r>
      <w:r w:rsidR="00610870">
        <w:rPr>
          <w:rtl/>
        </w:rPr>
        <w:t>،</w:t>
      </w:r>
      <w:r w:rsidRPr="00065D03">
        <w:rPr>
          <w:rtl/>
        </w:rPr>
        <w:t xml:space="preserve"> شاء ذلك أم أبى</w:t>
      </w:r>
      <w:r w:rsidR="00610870">
        <w:rPr>
          <w:rtl/>
        </w:rPr>
        <w:t>،</w:t>
      </w:r>
      <w:r w:rsidRPr="00065D03">
        <w:rPr>
          <w:rtl/>
        </w:rPr>
        <w:t xml:space="preserve"> غير أنَّ الغالب في الأمر هو عدم نشأة هذه الفرضيَّات من الكتاب الكريم</w:t>
      </w:r>
      <w:r w:rsidR="00610870">
        <w:rPr>
          <w:rtl/>
        </w:rPr>
        <w:t>.</w:t>
      </w:r>
      <w:r w:rsidRPr="00065D03">
        <w:rPr>
          <w:rtl/>
        </w:rPr>
        <w:t xml:space="preserve"> وبكل بساطة نقول: هناك شريحة من المَعْنيين بفهم الأحكام واستنباطها</w:t>
      </w:r>
      <w:r w:rsidR="00610870">
        <w:rPr>
          <w:rtl/>
        </w:rPr>
        <w:t>،</w:t>
      </w:r>
      <w:r w:rsidRPr="00065D03">
        <w:rPr>
          <w:rtl/>
        </w:rPr>
        <w:t xml:space="preserve"> ينطلقون من قاعدة معرفية</w:t>
      </w:r>
      <w:r w:rsidR="00610870">
        <w:rPr>
          <w:rtl/>
        </w:rPr>
        <w:t xml:space="preserve"> - </w:t>
      </w:r>
      <w:r w:rsidRPr="00065D03">
        <w:rPr>
          <w:rtl/>
        </w:rPr>
        <w:t>عن الإنسان مثلاً</w:t>
      </w:r>
      <w:r w:rsidR="00610870">
        <w:rPr>
          <w:rtl/>
        </w:rPr>
        <w:t xml:space="preserve"> - </w:t>
      </w:r>
      <w:r w:rsidRPr="00065D03">
        <w:rPr>
          <w:rtl/>
        </w:rPr>
        <w:t>قد كوَّنوها من خلال عيشهم معه في بيئتهم</w:t>
      </w:r>
      <w:r w:rsidR="00610870">
        <w:rPr>
          <w:rtl/>
        </w:rPr>
        <w:t>،</w:t>
      </w:r>
      <w:r w:rsidRPr="00065D03">
        <w:rPr>
          <w:rtl/>
        </w:rPr>
        <w:t xml:space="preserve"> ثُمَّ يستخدمونها في فهم الحديث الشريف</w:t>
      </w:r>
      <w:r w:rsidR="00610870">
        <w:rPr>
          <w:rtl/>
        </w:rPr>
        <w:t>،</w:t>
      </w:r>
      <w:r w:rsidRPr="00065D03">
        <w:rPr>
          <w:rtl/>
        </w:rPr>
        <w:t xml:space="preserve"> وهذا العمل هو محاولة لفرض اقتناع على مدلول الحديث من دون أن يكون في ذلك تعمُّد.</w:t>
      </w:r>
    </w:p>
    <w:p w:rsidR="00E11204" w:rsidRDefault="00E11204"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وعليه</w:t>
      </w:r>
      <w:r w:rsidR="00610870">
        <w:rPr>
          <w:rtl/>
        </w:rPr>
        <w:t>،</w:t>
      </w:r>
      <w:r w:rsidRPr="00065D03">
        <w:rPr>
          <w:rtl/>
        </w:rPr>
        <w:t xml:space="preserve"> ينبغي التأكُّد من أنَّ معالجة موضوع التعاطي مع النص</w:t>
      </w:r>
      <w:r w:rsidR="00610870">
        <w:rPr>
          <w:rtl/>
        </w:rPr>
        <w:t>،</w:t>
      </w:r>
      <w:r w:rsidRPr="00065D03">
        <w:rPr>
          <w:rtl/>
        </w:rPr>
        <w:t xml:space="preserve"> ومقوِّمات فهمه</w:t>
      </w:r>
      <w:r w:rsidR="00610870">
        <w:rPr>
          <w:rtl/>
        </w:rPr>
        <w:t>،</w:t>
      </w:r>
      <w:r w:rsidRPr="00065D03">
        <w:rPr>
          <w:rtl/>
        </w:rPr>
        <w:t xml:space="preserve"> والعناصر المتداخلة في تكوُّن انطباع القارئ والمستنبِط</w:t>
      </w:r>
      <w:r w:rsidR="00610870">
        <w:rPr>
          <w:rtl/>
        </w:rPr>
        <w:t>،</w:t>
      </w:r>
      <w:r w:rsidRPr="00065D03">
        <w:rPr>
          <w:rtl/>
        </w:rPr>
        <w:t xml:space="preserve"> ستفتح آفاقاً مهمة على طريق الاجتهاد</w:t>
      </w:r>
      <w:r w:rsidR="00610870">
        <w:rPr>
          <w:rtl/>
        </w:rPr>
        <w:t>؛</w:t>
      </w:r>
      <w:r w:rsidRPr="00065D03">
        <w:rPr>
          <w:rtl/>
        </w:rPr>
        <w:t xml:space="preserve"> الأمر الذي يحتَّم علينا إجراء دراسات جادَّة في مجال دراسة النّص</w:t>
      </w:r>
      <w:r w:rsidR="00610870">
        <w:rPr>
          <w:rtl/>
        </w:rPr>
        <w:t>،</w:t>
      </w:r>
      <w:r w:rsidRPr="00065D03">
        <w:rPr>
          <w:rtl/>
        </w:rPr>
        <w:t xml:space="preserve"> وعلم تفسيره وقواعده ومناهجه المعروضة في البحوث الألسنية واللغوية</w:t>
      </w:r>
      <w:r w:rsidR="00610870">
        <w:rPr>
          <w:rtl/>
        </w:rPr>
        <w:t>،</w:t>
      </w:r>
      <w:r w:rsidRPr="00065D03">
        <w:rPr>
          <w:rtl/>
        </w:rPr>
        <w:t xml:space="preserve"> بخاصة في مجال (الهرمنيوطيقا) (علم تفسير النَّص وفهمه)</w:t>
      </w:r>
      <w:r w:rsidR="00610870">
        <w:rPr>
          <w:rtl/>
        </w:rPr>
        <w:t>؛</w:t>
      </w:r>
      <w:r w:rsidRPr="00065D03">
        <w:rPr>
          <w:rtl/>
        </w:rPr>
        <w:t xml:space="preserve"> وذلك كلِّه بهدف التقليل</w:t>
      </w:r>
      <w:r w:rsidR="00610870">
        <w:rPr>
          <w:rtl/>
        </w:rPr>
        <w:t xml:space="preserve"> - </w:t>
      </w:r>
      <w:r w:rsidRPr="00065D03">
        <w:rPr>
          <w:rtl/>
        </w:rPr>
        <w:t>أكبر قدر ممكن</w:t>
      </w:r>
      <w:r w:rsidR="00610870">
        <w:rPr>
          <w:rtl/>
        </w:rPr>
        <w:t xml:space="preserve"> - </w:t>
      </w:r>
      <w:r w:rsidRPr="00065D03">
        <w:rPr>
          <w:rtl/>
        </w:rPr>
        <w:t>من تدخُّل الذات</w:t>
      </w:r>
      <w:r w:rsidR="00610870">
        <w:rPr>
          <w:rtl/>
        </w:rPr>
        <w:t>،</w:t>
      </w:r>
      <w:r w:rsidRPr="00065D03">
        <w:rPr>
          <w:rtl/>
        </w:rPr>
        <w:t xml:space="preserve"> والحدِّ من محاولتها الفضولية للدخول الخفي والدقيق على خط مدلول النص الشرعي وتحت عنوان النّص نفسه</w:t>
      </w:r>
      <w:r w:rsidR="00610870">
        <w:rPr>
          <w:rtl/>
        </w:rPr>
        <w:t>.</w:t>
      </w:r>
      <w:r w:rsidRPr="00065D03">
        <w:rPr>
          <w:rtl/>
        </w:rPr>
        <w:t xml:space="preserve"> والتمييزُ بين الأمرين في غاية الدقة والصعوبة</w:t>
      </w:r>
      <w:r w:rsidR="00610870">
        <w:rPr>
          <w:rtl/>
        </w:rPr>
        <w:t>،</w:t>
      </w:r>
      <w:r w:rsidRPr="00065D03">
        <w:rPr>
          <w:rtl/>
        </w:rPr>
        <w:t xml:space="preserve"> والحل الأسلم يكمن في اللجوء إلى الكتاب والسُّنَّة لتكوين الاقتناع الأنتروبولوجي لدى الفقيه</w:t>
      </w:r>
      <w:r w:rsidR="00610870">
        <w:rPr>
          <w:rtl/>
        </w:rPr>
        <w:t>،</w:t>
      </w:r>
      <w:r w:rsidRPr="00065D03">
        <w:rPr>
          <w:rtl/>
        </w:rPr>
        <w:t xml:space="preserve"> ورفض الاتكال على معطيات المعيوش.</w:t>
      </w:r>
    </w:p>
    <w:p w:rsidR="00E07DFB" w:rsidRPr="00065D03" w:rsidRDefault="00E07DFB" w:rsidP="00E11204">
      <w:pPr>
        <w:pStyle w:val="libNormal"/>
        <w:rPr>
          <w:rtl/>
        </w:rPr>
      </w:pPr>
      <w:r w:rsidRPr="00065D03">
        <w:rPr>
          <w:rtl/>
        </w:rPr>
        <w:t>ويُخشى من استمرار عدم الاعتراف</w:t>
      </w:r>
      <w:r w:rsidR="00610870">
        <w:rPr>
          <w:rtl/>
        </w:rPr>
        <w:t>،</w:t>
      </w:r>
      <w:r w:rsidRPr="00065D03">
        <w:rPr>
          <w:rtl/>
        </w:rPr>
        <w:t xml:space="preserve"> من قبل الوسط الفقهي الرسمي</w:t>
      </w:r>
      <w:r w:rsidR="00610870">
        <w:rPr>
          <w:rtl/>
        </w:rPr>
        <w:t>،</w:t>
      </w:r>
      <w:r w:rsidRPr="00065D03">
        <w:rPr>
          <w:rtl/>
        </w:rPr>
        <w:t xml:space="preserve"> بالجانب الفعلي والفلسفي والكلامي</w:t>
      </w:r>
      <w:r w:rsidR="00610870">
        <w:rPr>
          <w:rtl/>
        </w:rPr>
        <w:t>،</w:t>
      </w:r>
      <w:r w:rsidRPr="00065D03">
        <w:rPr>
          <w:rtl/>
        </w:rPr>
        <w:t xml:space="preserve"> وكذلك التاريخي واللغوي</w:t>
      </w:r>
      <w:r w:rsidR="00610870">
        <w:rPr>
          <w:rtl/>
        </w:rPr>
        <w:t>،</w:t>
      </w:r>
      <w:r w:rsidRPr="00065D03">
        <w:rPr>
          <w:rtl/>
        </w:rPr>
        <w:t xml:space="preserve"> والاكتفاء</w:t>
      </w:r>
      <w:r w:rsidR="00E11204">
        <w:rPr>
          <w:rFonts w:hint="cs"/>
          <w:rtl/>
        </w:rPr>
        <w:t xml:space="preserve"> </w:t>
      </w:r>
      <w:r w:rsidRPr="00065D03">
        <w:rPr>
          <w:rtl/>
        </w:rPr>
        <w:t>بالحديث (النص) على حساب باقي مصادر الاستنباط</w:t>
      </w:r>
      <w:r w:rsidR="00610870">
        <w:rPr>
          <w:rtl/>
        </w:rPr>
        <w:t>؛</w:t>
      </w:r>
      <w:r w:rsidRPr="00065D03">
        <w:rPr>
          <w:rtl/>
        </w:rPr>
        <w:t xml:space="preserve"> الأمر الذي قد يؤدِّي إلى حرمان الإنسان من تأسيس فقه شامل</w:t>
      </w:r>
      <w:r w:rsidR="00610870">
        <w:rPr>
          <w:rtl/>
        </w:rPr>
        <w:t>،</w:t>
      </w:r>
      <w:r w:rsidRPr="00065D03">
        <w:rPr>
          <w:rtl/>
        </w:rPr>
        <w:t xml:space="preserve"> يأخذ الفقيه فيه جميع الحقائق السامية والراقية العقلية</w:t>
      </w:r>
      <w:r w:rsidR="00610870">
        <w:rPr>
          <w:rtl/>
        </w:rPr>
        <w:t>،</w:t>
      </w:r>
      <w:r w:rsidRPr="00065D03">
        <w:rPr>
          <w:rtl/>
        </w:rPr>
        <w:t xml:space="preserve"> والإنسانية الأخرى</w:t>
      </w:r>
      <w:r w:rsidR="00610870">
        <w:rPr>
          <w:rtl/>
        </w:rPr>
        <w:t>،</w:t>
      </w:r>
      <w:r w:rsidRPr="00065D03">
        <w:rPr>
          <w:rtl/>
        </w:rPr>
        <w:t xml:space="preserve"> بعين الاعتبار</w:t>
      </w:r>
      <w:r w:rsidR="00610870">
        <w:rPr>
          <w:rtl/>
        </w:rPr>
        <w:t>،</w:t>
      </w:r>
      <w:r w:rsidRPr="00065D03">
        <w:rPr>
          <w:rtl/>
        </w:rPr>
        <w:t xml:space="preserve"> ويسبِّب استمرار الخطاب الإسلامي الديني الآحادي بعيداً عن عقول الناس وقلوبهم</w:t>
      </w:r>
      <w:r w:rsidR="00610870">
        <w:rPr>
          <w:rtl/>
        </w:rPr>
        <w:t>؛</w:t>
      </w:r>
      <w:r w:rsidRPr="00065D03">
        <w:rPr>
          <w:rtl/>
        </w:rPr>
        <w:t xml:space="preserve"> لخلوِّه من الشموليّة والكمال في ما يقدِّم من حلول عملية لأزمات ومآسٍ نفسية واجتماعية واقتصادية معاصرة</w:t>
      </w:r>
      <w:r w:rsidR="00610870">
        <w:rPr>
          <w:rtl/>
        </w:rPr>
        <w:t>،</w:t>
      </w:r>
      <w:r w:rsidRPr="00065D03">
        <w:rPr>
          <w:rtl/>
        </w:rPr>
        <w:t xml:space="preserve"> أخفقت في معالجتها جميع النظريات الوضعية</w:t>
      </w:r>
      <w:r w:rsidR="00610870">
        <w:rPr>
          <w:rtl/>
        </w:rPr>
        <w:t>،</w:t>
      </w:r>
      <w:r w:rsidRPr="00065D03">
        <w:rPr>
          <w:rtl/>
        </w:rPr>
        <w:t xml:space="preserve"> والأنظمة المعرفية الإنسانية المنقطعة عن الوحي والسماء.</w:t>
      </w:r>
    </w:p>
    <w:p w:rsidR="00E07DFB" w:rsidRPr="002A0058" w:rsidRDefault="00E07DFB" w:rsidP="002A0058">
      <w:pPr>
        <w:pStyle w:val="libNormal"/>
        <w:rPr>
          <w:rtl/>
        </w:rPr>
      </w:pPr>
      <w:r w:rsidRPr="002A0058">
        <w:rPr>
          <w:rtl/>
        </w:rPr>
        <w:t xml:space="preserve">إنَّ هذا الإصدار من </w:t>
      </w:r>
      <w:r w:rsidRPr="00313984">
        <w:rPr>
          <w:rStyle w:val="libBold1Char"/>
          <w:rtl/>
        </w:rPr>
        <w:t>كِتَاب الحيَاة الطَّيِّبة</w:t>
      </w:r>
      <w:r w:rsidRPr="002A0058">
        <w:rPr>
          <w:rtl/>
        </w:rPr>
        <w:t xml:space="preserve"> يحاول أن يؤسِّس لنقاشات علمية</w:t>
      </w:r>
      <w:r w:rsidR="00610870">
        <w:rPr>
          <w:rtl/>
        </w:rPr>
        <w:t>،</w:t>
      </w:r>
      <w:r w:rsidRPr="002A0058">
        <w:rPr>
          <w:rtl/>
        </w:rPr>
        <w:t xml:space="preserve"> ومعالجات أوليَّة لقضايا مهمة</w:t>
      </w:r>
      <w:r w:rsidR="00610870">
        <w:rPr>
          <w:rtl/>
        </w:rPr>
        <w:t>،</w:t>
      </w:r>
      <w:r w:rsidRPr="002A0058">
        <w:rPr>
          <w:rtl/>
        </w:rPr>
        <w:t xml:space="preserve"> على طريق اجتهادٍ معاصر</w:t>
      </w:r>
      <w:r w:rsidR="00610870">
        <w:rPr>
          <w:rtl/>
        </w:rPr>
        <w:t>،</w:t>
      </w:r>
      <w:r w:rsidRPr="002A0058">
        <w:rPr>
          <w:rtl/>
        </w:rPr>
        <w:t xml:space="preserve"> عِبر استقطاب آراءٍ ورؤىً واسعة لعدد من المجتهدين البارزين في مجال الفقه والشريعة الإسلامية</w:t>
      </w:r>
      <w:r w:rsidR="00610870">
        <w:rPr>
          <w:rtl/>
        </w:rPr>
        <w:t>،</w:t>
      </w:r>
      <w:r w:rsidRPr="002A0058">
        <w:rPr>
          <w:rtl/>
        </w:rPr>
        <w:t xml:space="preserve"> ونأمل أن يكون خطوة في سبيل الهدف المنشود.</w:t>
      </w:r>
    </w:p>
    <w:p w:rsidR="00E11204" w:rsidRDefault="00E07DFB" w:rsidP="00F32746">
      <w:pPr>
        <w:pStyle w:val="libLeftBold"/>
        <w:rPr>
          <w:rtl/>
        </w:rPr>
      </w:pPr>
      <w:r w:rsidRPr="00F32746">
        <w:rPr>
          <w:rtl/>
        </w:rPr>
        <w:t>ا</w:t>
      </w:r>
      <w:r w:rsidR="00F32746">
        <w:rPr>
          <w:rtl/>
        </w:rPr>
        <w:t>لحيَاة الطَّـيِّبة</w:t>
      </w:r>
    </w:p>
    <w:p w:rsidR="00E11204" w:rsidRPr="00B651A7" w:rsidRDefault="00E11204" w:rsidP="00B651A7">
      <w:pPr>
        <w:pStyle w:val="libNormal"/>
        <w:rPr>
          <w:rtl/>
        </w:rPr>
      </w:pPr>
      <w:r>
        <w:rPr>
          <w:rtl/>
        </w:rPr>
        <w:br w:type="page"/>
      </w:r>
    </w:p>
    <w:p w:rsidR="00E07DFB" w:rsidRPr="00DA0E2B" w:rsidRDefault="00E07DFB" w:rsidP="00DA0E2B">
      <w:pPr>
        <w:pStyle w:val="Heading2Center"/>
        <w:rPr>
          <w:rtl/>
        </w:rPr>
      </w:pPr>
      <w:bookmarkStart w:id="3" w:name="_Toc388703623"/>
      <w:r w:rsidRPr="00DA0E2B">
        <w:rPr>
          <w:rtl/>
        </w:rPr>
        <w:lastRenderedPageBreak/>
        <w:t>مرتكَزات الاجتهاد المعاصر ومبانيه</w:t>
      </w:r>
      <w:bookmarkStart w:id="4" w:name="مرتكَزات_الاجتهاد_المعاصر_ومبانيه"/>
      <w:bookmarkEnd w:id="3"/>
      <w:bookmarkEnd w:id="4"/>
    </w:p>
    <w:p w:rsidR="00E07DFB" w:rsidRPr="00DA0E2B" w:rsidRDefault="00E07DFB" w:rsidP="00DA0E2B">
      <w:pPr>
        <w:pStyle w:val="Heading2Center"/>
        <w:rPr>
          <w:rtl/>
        </w:rPr>
      </w:pPr>
      <w:bookmarkStart w:id="5" w:name="_Toc388703624"/>
      <w:r w:rsidRPr="00DA0E2B">
        <w:rPr>
          <w:rtl/>
        </w:rPr>
        <w:t>وقائع ندوة حَوْزَوُيَّة</w:t>
      </w:r>
      <w:r w:rsidR="00610870">
        <w:rPr>
          <w:rtl/>
        </w:rPr>
        <w:t xml:space="preserve"> - </w:t>
      </w:r>
      <w:r w:rsidRPr="00DA0E2B">
        <w:rPr>
          <w:rtl/>
        </w:rPr>
        <w:t>جامعيَّة</w:t>
      </w:r>
      <w:bookmarkEnd w:id="5"/>
      <w:r w:rsidRPr="00DA0E2B">
        <w:rPr>
          <w:rtl/>
        </w:rPr>
        <w:t xml:space="preserve"> </w:t>
      </w:r>
    </w:p>
    <w:p w:rsidR="00E07DFB" w:rsidRPr="00065D03" w:rsidRDefault="00E07DFB" w:rsidP="00065D03">
      <w:pPr>
        <w:pStyle w:val="libNormal"/>
        <w:rPr>
          <w:rtl/>
        </w:rPr>
      </w:pPr>
      <w:r w:rsidRPr="00065D03">
        <w:rPr>
          <w:rtl/>
        </w:rPr>
        <w:t>جاءت تجربة قيام الدولة الإسلاميَّة في إيران</w:t>
      </w:r>
      <w:r w:rsidR="00610870">
        <w:rPr>
          <w:rtl/>
        </w:rPr>
        <w:t>،</w:t>
      </w:r>
      <w:r w:rsidRPr="00065D03">
        <w:rPr>
          <w:rtl/>
        </w:rPr>
        <w:t xml:space="preserve"> وما رافقها من حاجات ملحَّة للتأصيل الفقهي في مختلف مرافق التجربة التي تتحرَّك في مدار الحياة</w:t>
      </w:r>
      <w:r w:rsidR="00610870">
        <w:rPr>
          <w:rtl/>
        </w:rPr>
        <w:t>؛</w:t>
      </w:r>
      <w:r w:rsidRPr="00065D03">
        <w:rPr>
          <w:rtl/>
        </w:rPr>
        <w:t xml:space="preserve"> لتفرض على الحوزة العلمية أجواء وشواغل جديدة</w:t>
      </w:r>
      <w:r w:rsidR="00610870">
        <w:rPr>
          <w:rtl/>
        </w:rPr>
        <w:t>،</w:t>
      </w:r>
      <w:r w:rsidRPr="00065D03">
        <w:rPr>
          <w:rtl/>
        </w:rPr>
        <w:t xml:space="preserve"> حتى أضحى الحديث عن اجتهاد جديد يلبِّي الحاجات المستحدَثة ويواكب المستجدَّات وكأنَّه من الثَّوابت التي لا محيد عنها</w:t>
      </w:r>
      <w:r w:rsidR="00610870">
        <w:rPr>
          <w:rtl/>
        </w:rPr>
        <w:t>،</w:t>
      </w:r>
      <w:r w:rsidRPr="00065D03">
        <w:rPr>
          <w:rtl/>
        </w:rPr>
        <w:t xml:space="preserve"> فلم يَعُد الاجتهاد المتوارث من عصر ما قبل قيام الدَّولة يلبِّي سوى دائرة ضيقة من حاجات الحياة إلى الفقه</w:t>
      </w:r>
      <w:r w:rsidR="00610870">
        <w:rPr>
          <w:rtl/>
        </w:rPr>
        <w:t>،</w:t>
      </w:r>
      <w:r w:rsidRPr="00065D03">
        <w:rPr>
          <w:rtl/>
        </w:rPr>
        <w:t xml:space="preserve"> تتَّصل في الأغلب بدائرة العبادات وبعض المعاملات من حياة الإنسان الفرد.</w:t>
      </w:r>
    </w:p>
    <w:p w:rsidR="00E07DFB" w:rsidRPr="002A0058" w:rsidRDefault="00E07DFB" w:rsidP="005C2238">
      <w:pPr>
        <w:pStyle w:val="libNormal"/>
        <w:rPr>
          <w:rtl/>
        </w:rPr>
      </w:pPr>
      <w:r w:rsidRPr="002A0058">
        <w:rPr>
          <w:rtl/>
        </w:rPr>
        <w:t xml:space="preserve">في هذا السياق كانت الصَّيحة المدوِّية التي أطلقها الإمام الخميني </w:t>
      </w:r>
      <w:r w:rsidR="005C2238" w:rsidRPr="005C2238">
        <w:rPr>
          <w:rStyle w:val="libAlaemChar"/>
          <w:rtl/>
        </w:rPr>
        <w:t>قدس‌سره</w:t>
      </w:r>
      <w:r w:rsidRPr="002A0058">
        <w:rPr>
          <w:rtl/>
        </w:rPr>
        <w:t xml:space="preserve"> قبل أربعة أشهر من وفاته (بيان 15/ رجب/ 1409 هـ)</w:t>
      </w:r>
      <w:r w:rsidR="00610870">
        <w:rPr>
          <w:rtl/>
        </w:rPr>
        <w:t>،</w:t>
      </w:r>
      <w:r w:rsidRPr="002A0058">
        <w:rPr>
          <w:rtl/>
        </w:rPr>
        <w:t xml:space="preserve"> والموجَّه إلى الحوزات العلمية</w:t>
      </w:r>
      <w:r w:rsidR="00610870">
        <w:rPr>
          <w:rtl/>
        </w:rPr>
        <w:t>،</w:t>
      </w:r>
      <w:r w:rsidRPr="002A0058">
        <w:rPr>
          <w:rtl/>
        </w:rPr>
        <w:t xml:space="preserve"> التي أعلن فيها: </w:t>
      </w:r>
      <w:r w:rsidRPr="00313984">
        <w:rPr>
          <w:rStyle w:val="libBold1Char"/>
          <w:rtl/>
        </w:rPr>
        <w:t>إنَّ الاجتهاد المتداول لم يعد كافياً لإشباع حاجة الواقع</w:t>
      </w:r>
      <w:r w:rsidRPr="002A0058">
        <w:rPr>
          <w:rtl/>
        </w:rPr>
        <w:t>.</w:t>
      </w:r>
    </w:p>
    <w:p w:rsidR="00E07DFB" w:rsidRPr="00065D03" w:rsidRDefault="00E07DFB" w:rsidP="00065D03">
      <w:pPr>
        <w:pStyle w:val="libNormal"/>
        <w:rPr>
          <w:rtl/>
        </w:rPr>
      </w:pPr>
      <w:r w:rsidRPr="00065D03">
        <w:rPr>
          <w:rtl/>
        </w:rPr>
        <w:t>لذلك كلِّه لم تعد الأوساط التي تنتسب إلى التجربة الجديدة وتتنفس في مناخاتها تناقشُ في ضرورة التجديد</w:t>
      </w:r>
      <w:r w:rsidR="00610870">
        <w:rPr>
          <w:rtl/>
        </w:rPr>
        <w:t>،</w:t>
      </w:r>
      <w:r w:rsidRPr="00065D03">
        <w:rPr>
          <w:rtl/>
        </w:rPr>
        <w:t xml:space="preserve"> وإنَّما انتقلت إلى ترسيم سُبُله</w:t>
      </w:r>
      <w:r w:rsidR="00610870">
        <w:rPr>
          <w:rtl/>
        </w:rPr>
        <w:t>،</w:t>
      </w:r>
      <w:r w:rsidRPr="00065D03">
        <w:rPr>
          <w:rtl/>
        </w:rPr>
        <w:t xml:space="preserve"> والتفتيش عن إمكانات ممارسته وإنزاله إلى الواقع</w:t>
      </w:r>
      <w:r w:rsidR="00610870">
        <w:rPr>
          <w:rtl/>
        </w:rPr>
        <w:t>،</w:t>
      </w:r>
      <w:r w:rsidRPr="00065D03">
        <w:rPr>
          <w:rtl/>
        </w:rPr>
        <w:t xml:space="preserve"> وصوغ مرتكزات علمية متينة لإحداث هذه النُّقلة.</w:t>
      </w:r>
    </w:p>
    <w:p w:rsidR="00E07DFB" w:rsidRPr="00065D03" w:rsidRDefault="00E07DFB" w:rsidP="00065D03">
      <w:pPr>
        <w:pStyle w:val="libNormal"/>
        <w:rPr>
          <w:rtl/>
        </w:rPr>
      </w:pPr>
      <w:r w:rsidRPr="00065D03">
        <w:rPr>
          <w:rtl/>
        </w:rPr>
        <w:t>من هذه الزَّواية بالذات</w:t>
      </w:r>
      <w:r w:rsidR="00610870">
        <w:rPr>
          <w:rtl/>
        </w:rPr>
        <w:t>،</w:t>
      </w:r>
      <w:r w:rsidRPr="00065D03">
        <w:rPr>
          <w:rtl/>
        </w:rPr>
        <w:t xml:space="preserve"> قرأنا بحوثاً وشهدنا ندوات وعرفنا آراء كثيرة في التجديد الفقهي وإمكاناته</w:t>
      </w:r>
      <w:r w:rsidR="00610870">
        <w:rPr>
          <w:rtl/>
        </w:rPr>
        <w:t>،</w:t>
      </w:r>
      <w:r w:rsidRPr="00065D03">
        <w:rPr>
          <w:rtl/>
        </w:rPr>
        <w:t xml:space="preserve"> تضَّمنت كثافة ملحوظة في الرؤى الغنية.</w:t>
      </w:r>
    </w:p>
    <w:p w:rsidR="00E11204" w:rsidRDefault="00E07DFB" w:rsidP="00065D03">
      <w:pPr>
        <w:pStyle w:val="libNormal"/>
        <w:rPr>
          <w:rtl/>
        </w:rPr>
      </w:pPr>
      <w:r w:rsidRPr="00065D03">
        <w:rPr>
          <w:rtl/>
        </w:rPr>
        <w:t>من بين الأعمال المذكورة</w:t>
      </w:r>
      <w:r w:rsidR="00610870">
        <w:rPr>
          <w:rtl/>
        </w:rPr>
        <w:t>،</w:t>
      </w:r>
      <w:r w:rsidRPr="00065D03">
        <w:rPr>
          <w:rtl/>
        </w:rPr>
        <w:t xml:space="preserve"> تُعَدُّ هذه الندوة التي زاوجت بين الحقلين: الحوزوي والجامعي</w:t>
      </w:r>
      <w:r w:rsidR="00610870">
        <w:rPr>
          <w:rtl/>
        </w:rPr>
        <w:t>،</w:t>
      </w:r>
      <w:r w:rsidRPr="00065D03">
        <w:rPr>
          <w:rtl/>
        </w:rPr>
        <w:t xml:space="preserve"> واحدة من أبرز ما شهدته الساحة العلمية على هذا الصعيد خلال السنوات الأخيرة</w:t>
      </w:r>
      <w:r w:rsidR="00610870">
        <w:rPr>
          <w:rtl/>
        </w:rPr>
        <w:t>؛</w:t>
      </w:r>
      <w:r w:rsidRPr="00065D03">
        <w:rPr>
          <w:rtl/>
        </w:rPr>
        <w:t xml:space="preserve"> من حيث كفاءة المشاركين</w:t>
      </w:r>
      <w:r w:rsidR="00610870">
        <w:rPr>
          <w:rtl/>
        </w:rPr>
        <w:t>،</w:t>
      </w:r>
      <w:r w:rsidRPr="00065D03">
        <w:rPr>
          <w:rtl/>
        </w:rPr>
        <w:t xml:space="preserve"> وجرأة الأسئلة</w:t>
      </w:r>
      <w:r w:rsidR="00610870">
        <w:rPr>
          <w:rtl/>
        </w:rPr>
        <w:t>،</w:t>
      </w:r>
      <w:r w:rsidRPr="00065D03">
        <w:rPr>
          <w:rtl/>
        </w:rPr>
        <w:t xml:space="preserve"> ووضوح المطالب وعمقها</w:t>
      </w:r>
      <w:r w:rsidR="00610870">
        <w:rPr>
          <w:rtl/>
        </w:rPr>
        <w:t>،</w:t>
      </w:r>
      <w:r w:rsidRPr="00065D03">
        <w:rPr>
          <w:rtl/>
        </w:rPr>
        <w:t xml:space="preserve"> وكثافة الرؤى</w:t>
      </w:r>
      <w:r w:rsidR="00610870">
        <w:rPr>
          <w:rtl/>
        </w:rPr>
        <w:t>،</w:t>
      </w:r>
      <w:r w:rsidRPr="00065D03">
        <w:rPr>
          <w:rtl/>
        </w:rPr>
        <w:t xml:space="preserve"> واتساع الآفاق</w:t>
      </w:r>
      <w:r w:rsidR="00610870">
        <w:rPr>
          <w:rtl/>
        </w:rPr>
        <w:t>؛</w:t>
      </w:r>
      <w:r w:rsidRPr="00065D03">
        <w:rPr>
          <w:rtl/>
        </w:rPr>
        <w:t xml:space="preserve"> الأمر الذي دعانا إلى ترجمتها وتقديمها إلى القارئ العربي.</w:t>
      </w:r>
    </w:p>
    <w:p w:rsidR="00E11204" w:rsidRDefault="00E11204"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أسماء المشاركين في هذه النَّدوة</w:t>
      </w:r>
      <w:r w:rsidR="00610870">
        <w:rPr>
          <w:rtl/>
        </w:rPr>
        <w:t>،</w:t>
      </w:r>
      <w:r w:rsidRPr="00065D03">
        <w:rPr>
          <w:rtl/>
        </w:rPr>
        <w:t xml:space="preserve"> مرتبةً ألفبائياً حسب اسم الشهرة:</w:t>
      </w:r>
    </w:p>
    <w:p w:rsidR="00E07DFB" w:rsidRPr="002A0058" w:rsidRDefault="00E07DFB" w:rsidP="002A0058">
      <w:pPr>
        <w:pStyle w:val="libNormal"/>
        <w:rPr>
          <w:rtl/>
        </w:rPr>
      </w:pPr>
      <w:r w:rsidRPr="00313984">
        <w:rPr>
          <w:rStyle w:val="libBold1Char"/>
          <w:rtl/>
        </w:rPr>
        <w:t>1</w:t>
      </w:r>
      <w:r w:rsidR="00610870">
        <w:rPr>
          <w:rStyle w:val="libBold1Char"/>
          <w:rtl/>
        </w:rPr>
        <w:t xml:space="preserve"> - </w:t>
      </w:r>
      <w:r w:rsidRPr="00313984">
        <w:rPr>
          <w:rStyle w:val="libBold1Char"/>
          <w:rtl/>
        </w:rPr>
        <w:t>السيد كاظم الحائري</w:t>
      </w:r>
      <w:r w:rsidR="00610870">
        <w:rPr>
          <w:rtl/>
        </w:rPr>
        <w:t>،</w:t>
      </w:r>
      <w:r w:rsidRPr="002A0058">
        <w:rPr>
          <w:rtl/>
        </w:rPr>
        <w:t xml:space="preserve"> أستاذ في الحوزة العلمية.</w:t>
      </w:r>
    </w:p>
    <w:p w:rsidR="00E07DFB" w:rsidRPr="002A0058" w:rsidRDefault="00E07DFB" w:rsidP="002A0058">
      <w:pPr>
        <w:pStyle w:val="libNormal"/>
        <w:rPr>
          <w:rtl/>
        </w:rPr>
      </w:pPr>
      <w:r w:rsidRPr="00313984">
        <w:rPr>
          <w:rStyle w:val="libBold1Char"/>
          <w:rtl/>
        </w:rPr>
        <w:t>2</w:t>
      </w:r>
      <w:r w:rsidR="00610870">
        <w:rPr>
          <w:rStyle w:val="libBold1Char"/>
          <w:rtl/>
        </w:rPr>
        <w:t xml:space="preserve"> - </w:t>
      </w:r>
      <w:r w:rsidRPr="00313984">
        <w:rPr>
          <w:rStyle w:val="libBold1Char"/>
          <w:rtl/>
        </w:rPr>
        <w:t>الشيخ محمد مجتهد شَبَسْـتَري</w:t>
      </w:r>
      <w:r w:rsidR="00610870">
        <w:rPr>
          <w:rtl/>
        </w:rPr>
        <w:t>،</w:t>
      </w:r>
      <w:r w:rsidRPr="002A0058">
        <w:rPr>
          <w:rtl/>
        </w:rPr>
        <w:t xml:space="preserve"> أستاذ جامعي يجمع بين التحصيلين: الحوزوي والجامعي.</w:t>
      </w:r>
    </w:p>
    <w:p w:rsidR="00E07DFB" w:rsidRPr="002A0058" w:rsidRDefault="00E07DFB" w:rsidP="002A0058">
      <w:pPr>
        <w:pStyle w:val="libNormal"/>
        <w:rPr>
          <w:rtl/>
        </w:rPr>
      </w:pPr>
      <w:r w:rsidRPr="00313984">
        <w:rPr>
          <w:rStyle w:val="libBold1Char"/>
          <w:rtl/>
        </w:rPr>
        <w:t>3</w:t>
      </w:r>
      <w:r w:rsidR="00610870">
        <w:rPr>
          <w:rStyle w:val="libBold1Char"/>
          <w:rtl/>
        </w:rPr>
        <w:t xml:space="preserve"> - </w:t>
      </w:r>
      <w:r w:rsidRPr="00313984">
        <w:rPr>
          <w:rStyle w:val="libBold1Char"/>
          <w:rtl/>
        </w:rPr>
        <w:t>د</w:t>
      </w:r>
      <w:r w:rsidR="00610870">
        <w:rPr>
          <w:rStyle w:val="libBold1Char"/>
          <w:rtl/>
        </w:rPr>
        <w:t>.</w:t>
      </w:r>
      <w:r w:rsidRPr="00313984">
        <w:rPr>
          <w:rStyle w:val="libBold1Char"/>
          <w:rtl/>
        </w:rPr>
        <w:t xml:space="preserve"> ناصر كاتوزْيان</w:t>
      </w:r>
      <w:r w:rsidR="00610870">
        <w:rPr>
          <w:rtl/>
        </w:rPr>
        <w:t>،</w:t>
      </w:r>
      <w:r w:rsidRPr="002A0058">
        <w:rPr>
          <w:rtl/>
        </w:rPr>
        <w:t xml:space="preserve"> أستاذ جامعي.</w:t>
      </w:r>
    </w:p>
    <w:p w:rsidR="00E07DFB" w:rsidRPr="002A0058" w:rsidRDefault="00E07DFB" w:rsidP="002A0058">
      <w:pPr>
        <w:pStyle w:val="libNormal"/>
        <w:rPr>
          <w:rtl/>
        </w:rPr>
      </w:pPr>
      <w:r w:rsidRPr="00313984">
        <w:rPr>
          <w:rStyle w:val="libBold1Char"/>
          <w:rtl/>
        </w:rPr>
        <w:t>4</w:t>
      </w:r>
      <w:r w:rsidR="00610870">
        <w:rPr>
          <w:rStyle w:val="libBold1Char"/>
          <w:rtl/>
        </w:rPr>
        <w:t xml:space="preserve"> - </w:t>
      </w:r>
      <w:r w:rsidRPr="00313984">
        <w:rPr>
          <w:rStyle w:val="libBold1Char"/>
          <w:rtl/>
        </w:rPr>
        <w:t>د</w:t>
      </w:r>
      <w:r w:rsidR="00610870">
        <w:rPr>
          <w:rStyle w:val="libBold1Char"/>
          <w:rtl/>
        </w:rPr>
        <w:t>.</w:t>
      </w:r>
      <w:r w:rsidRPr="00313984">
        <w:rPr>
          <w:rStyle w:val="libBold1Char"/>
          <w:rtl/>
        </w:rPr>
        <w:t xml:space="preserve"> أبو القاسم كُرْجي</w:t>
      </w:r>
      <w:r w:rsidR="00610870">
        <w:rPr>
          <w:rtl/>
        </w:rPr>
        <w:t>،</w:t>
      </w:r>
      <w:r w:rsidRPr="002A0058">
        <w:rPr>
          <w:rtl/>
        </w:rPr>
        <w:t xml:space="preserve"> أستاذ جامعي.</w:t>
      </w:r>
    </w:p>
    <w:p w:rsidR="00E07DFB" w:rsidRPr="002A0058" w:rsidRDefault="00E07DFB" w:rsidP="002A0058">
      <w:pPr>
        <w:pStyle w:val="libNormal"/>
        <w:rPr>
          <w:rtl/>
        </w:rPr>
      </w:pPr>
      <w:r w:rsidRPr="00313984">
        <w:rPr>
          <w:rStyle w:val="libBold1Char"/>
          <w:rtl/>
        </w:rPr>
        <w:t>5</w:t>
      </w:r>
      <w:r w:rsidR="00610870">
        <w:rPr>
          <w:rStyle w:val="libBold1Char"/>
          <w:rtl/>
        </w:rPr>
        <w:t xml:space="preserve"> - </w:t>
      </w:r>
      <w:r w:rsidRPr="00313984">
        <w:rPr>
          <w:rStyle w:val="libBold1Char"/>
          <w:rtl/>
        </w:rPr>
        <w:t>السيد محمد حسن مرعشي</w:t>
      </w:r>
      <w:r w:rsidR="00610870">
        <w:rPr>
          <w:rtl/>
        </w:rPr>
        <w:t>،</w:t>
      </w:r>
      <w:r w:rsidRPr="002A0058">
        <w:rPr>
          <w:rtl/>
        </w:rPr>
        <w:t xml:space="preserve"> عضو سابق في ديوان القضاء العالي</w:t>
      </w:r>
      <w:r w:rsidR="00610870">
        <w:rPr>
          <w:rtl/>
        </w:rPr>
        <w:t>،</w:t>
      </w:r>
      <w:r w:rsidRPr="002A0058">
        <w:rPr>
          <w:rtl/>
        </w:rPr>
        <w:t xml:space="preserve"> أستاذ في الحوزة العلمية حاليَّاً.</w:t>
      </w:r>
    </w:p>
    <w:p w:rsidR="00E07DFB" w:rsidRPr="002A0058" w:rsidRDefault="00E07DFB" w:rsidP="002A0058">
      <w:pPr>
        <w:pStyle w:val="libNormal"/>
        <w:rPr>
          <w:rtl/>
        </w:rPr>
      </w:pPr>
      <w:r w:rsidRPr="00313984">
        <w:rPr>
          <w:rStyle w:val="libBold1Char"/>
          <w:rtl/>
        </w:rPr>
        <w:t>6</w:t>
      </w:r>
      <w:r w:rsidR="00610870">
        <w:rPr>
          <w:rStyle w:val="libBold1Char"/>
          <w:rtl/>
        </w:rPr>
        <w:t xml:space="preserve"> - </w:t>
      </w:r>
      <w:r w:rsidRPr="00313984">
        <w:rPr>
          <w:rStyle w:val="libBold1Char"/>
          <w:rtl/>
        </w:rPr>
        <w:t>الشيخ محمد هادي معرفت</w:t>
      </w:r>
      <w:r w:rsidR="00610870">
        <w:rPr>
          <w:rtl/>
        </w:rPr>
        <w:t>،</w:t>
      </w:r>
      <w:r w:rsidRPr="002A0058">
        <w:rPr>
          <w:rtl/>
        </w:rPr>
        <w:t xml:space="preserve"> أستاذ في الحوزة العلمية. </w:t>
      </w:r>
    </w:p>
    <w:p w:rsidR="00E11204" w:rsidRDefault="00E07DFB" w:rsidP="00E11204">
      <w:pPr>
        <w:pStyle w:val="libNormal"/>
        <w:rPr>
          <w:rtl/>
        </w:rPr>
      </w:pPr>
      <w:r w:rsidRPr="00E11204">
        <w:rPr>
          <w:rtl/>
        </w:rPr>
        <w:t>المحرِّر</w:t>
      </w:r>
    </w:p>
    <w:p w:rsidR="00E11204" w:rsidRDefault="00E11204" w:rsidP="00E5125A">
      <w:pPr>
        <w:pStyle w:val="libNormal"/>
        <w:rPr>
          <w:rtl/>
        </w:rPr>
      </w:pPr>
      <w:r>
        <w:rPr>
          <w:rtl/>
        </w:rPr>
        <w:br w:type="page"/>
      </w:r>
    </w:p>
    <w:p w:rsidR="00E07DFB" w:rsidRPr="00E51D91" w:rsidRDefault="00E07DFB" w:rsidP="00E51D91">
      <w:pPr>
        <w:pStyle w:val="Heading2Center"/>
        <w:rPr>
          <w:rtl/>
        </w:rPr>
      </w:pPr>
      <w:bookmarkStart w:id="6" w:name="_Toc388703625"/>
      <w:r w:rsidRPr="00E51D91">
        <w:rPr>
          <w:rtl/>
        </w:rPr>
        <w:lastRenderedPageBreak/>
        <w:t>تأثير الفلسفة والكلام في الاجتهاد</w:t>
      </w:r>
      <w:bookmarkEnd w:id="6"/>
    </w:p>
    <w:p w:rsidR="00E07DFB" w:rsidRPr="00313984" w:rsidRDefault="00E07DFB" w:rsidP="00313984">
      <w:pPr>
        <w:pStyle w:val="libBold1"/>
        <w:rPr>
          <w:rtl/>
        </w:rPr>
      </w:pPr>
      <w:r w:rsidRPr="00313984">
        <w:rPr>
          <w:rtl/>
        </w:rPr>
        <w:t>* ما هي العلاقة بين النَّظريات الفلسفية والكلامية وبين استنباط الأحكام الفقهيّة؟ ثُمَّ ما هي العلوم اللاَّزمة لممارسة الاجتهاد؟</w:t>
      </w:r>
    </w:p>
    <w:p w:rsidR="00E07DFB" w:rsidRPr="002A0058" w:rsidRDefault="00E07DFB" w:rsidP="002A0058">
      <w:pPr>
        <w:pStyle w:val="libNormal"/>
        <w:rPr>
          <w:rtl/>
        </w:rPr>
      </w:pPr>
      <w:r w:rsidRPr="00313984">
        <w:rPr>
          <w:rStyle w:val="libBold1Char"/>
          <w:rtl/>
        </w:rPr>
        <w:t xml:space="preserve">د. كُرْجي: </w:t>
      </w:r>
      <w:r w:rsidRPr="002A0058">
        <w:rPr>
          <w:rtl/>
        </w:rPr>
        <w:t>يتألَّف هذا السؤال</w:t>
      </w:r>
      <w:r w:rsidR="00610870">
        <w:rPr>
          <w:rtl/>
        </w:rPr>
        <w:t>،</w:t>
      </w:r>
      <w:r w:rsidRPr="002A0058">
        <w:rPr>
          <w:rtl/>
        </w:rPr>
        <w:t xml:space="preserve"> في الحقيقة</w:t>
      </w:r>
      <w:r w:rsidR="00610870">
        <w:rPr>
          <w:rtl/>
        </w:rPr>
        <w:t>،</w:t>
      </w:r>
      <w:r w:rsidRPr="002A0058">
        <w:rPr>
          <w:rtl/>
        </w:rPr>
        <w:t xml:space="preserve"> من سؤالين</w:t>
      </w:r>
      <w:r w:rsidR="00610870">
        <w:rPr>
          <w:rtl/>
        </w:rPr>
        <w:t>،</w:t>
      </w:r>
      <w:r w:rsidRPr="002A0058">
        <w:rPr>
          <w:rtl/>
        </w:rPr>
        <w:t xml:space="preserve"> هما: </w:t>
      </w:r>
    </w:p>
    <w:p w:rsidR="00E07DFB" w:rsidRPr="00065D03" w:rsidRDefault="00E07DFB" w:rsidP="00065D03">
      <w:pPr>
        <w:pStyle w:val="libNormal"/>
        <w:rPr>
          <w:rtl/>
        </w:rPr>
      </w:pPr>
      <w:r w:rsidRPr="00065D03">
        <w:rPr>
          <w:rtl/>
        </w:rPr>
        <w:t>1</w:t>
      </w:r>
      <w:r w:rsidR="00610870">
        <w:rPr>
          <w:rtl/>
        </w:rPr>
        <w:t xml:space="preserve"> - </w:t>
      </w:r>
      <w:r w:rsidRPr="00065D03">
        <w:rPr>
          <w:rtl/>
        </w:rPr>
        <w:t>ما هي طبيعة علاقة نظريات هذه العلوم (المشار إليها في السؤال) بالاستنباط؟</w:t>
      </w:r>
    </w:p>
    <w:p w:rsidR="00E07DFB" w:rsidRPr="00065D03" w:rsidRDefault="00E07DFB" w:rsidP="00065D03">
      <w:pPr>
        <w:pStyle w:val="libNormal"/>
        <w:rPr>
          <w:rtl/>
        </w:rPr>
      </w:pPr>
      <w:r w:rsidRPr="00065D03">
        <w:rPr>
          <w:rtl/>
        </w:rPr>
        <w:t>2</w:t>
      </w:r>
      <w:r w:rsidR="00610870">
        <w:rPr>
          <w:rtl/>
        </w:rPr>
        <w:t xml:space="preserve"> - </w:t>
      </w:r>
      <w:r w:rsidRPr="00065D03">
        <w:rPr>
          <w:rtl/>
        </w:rPr>
        <w:t>ما هي العلوم التي ينبغي أن يلمّ بها المجتهد؟</w:t>
      </w:r>
    </w:p>
    <w:p w:rsidR="00E07DFB" w:rsidRPr="002A0058" w:rsidRDefault="00E07DFB" w:rsidP="002A0058">
      <w:pPr>
        <w:pStyle w:val="libNormal"/>
        <w:rPr>
          <w:rtl/>
        </w:rPr>
      </w:pPr>
      <w:r w:rsidRPr="00313984">
        <w:rPr>
          <w:rStyle w:val="libBold1Char"/>
          <w:rtl/>
        </w:rPr>
        <w:t>السؤال الأوَّل</w:t>
      </w:r>
      <w:r w:rsidRPr="002A0058">
        <w:rPr>
          <w:rtl/>
        </w:rPr>
        <w:t xml:space="preserve"> عام غير محدَّد</w:t>
      </w:r>
      <w:r w:rsidR="00610870">
        <w:rPr>
          <w:rtl/>
        </w:rPr>
        <w:t>،</w:t>
      </w:r>
      <w:r w:rsidRPr="002A0058">
        <w:rPr>
          <w:rtl/>
        </w:rPr>
        <w:t xml:space="preserve"> فإذا كان المقصود معرفة علاقة هذه العلوم المباشرة بعلم الفقه</w:t>
      </w:r>
      <w:r w:rsidR="00610870">
        <w:rPr>
          <w:rtl/>
        </w:rPr>
        <w:t>،</w:t>
      </w:r>
      <w:r w:rsidRPr="002A0058">
        <w:rPr>
          <w:rtl/>
        </w:rPr>
        <w:t xml:space="preserve"> على نحو علاقة علم الأصول به</w:t>
      </w:r>
      <w:r w:rsidR="00610870">
        <w:rPr>
          <w:rtl/>
        </w:rPr>
        <w:t>،</w:t>
      </w:r>
      <w:r w:rsidRPr="002A0058">
        <w:rPr>
          <w:rtl/>
        </w:rPr>
        <w:t xml:space="preserve"> فالجواب بالنفي</w:t>
      </w:r>
      <w:r w:rsidR="00610870">
        <w:rPr>
          <w:rtl/>
        </w:rPr>
        <w:t>،</w:t>
      </w:r>
      <w:r w:rsidRPr="002A0058">
        <w:rPr>
          <w:rtl/>
        </w:rPr>
        <w:t xml:space="preserve"> فمن دون معرفة علم الأصول والتوفُّر عليه يتعذَّر استنباط الأحكام الفقهية</w:t>
      </w:r>
      <w:r w:rsidR="00610870">
        <w:rPr>
          <w:rtl/>
        </w:rPr>
        <w:t>،</w:t>
      </w:r>
      <w:r w:rsidRPr="002A0058">
        <w:rPr>
          <w:rtl/>
        </w:rPr>
        <w:t xml:space="preserve"> في حين أنَّ الأمر ليس كذلك بالنسبة لهذه العلوم</w:t>
      </w:r>
      <w:r w:rsidR="00610870">
        <w:rPr>
          <w:rtl/>
        </w:rPr>
        <w:t>،</w:t>
      </w:r>
      <w:r w:rsidRPr="002A0058">
        <w:rPr>
          <w:rtl/>
        </w:rPr>
        <w:t xml:space="preserve"> لكن في الوقت نفسه تُعَدُّ معرفة بعض هذه العلوم</w:t>
      </w:r>
      <w:r w:rsidR="00610870">
        <w:rPr>
          <w:rtl/>
        </w:rPr>
        <w:t>،</w:t>
      </w:r>
      <w:r w:rsidRPr="002A0058">
        <w:rPr>
          <w:rtl/>
        </w:rPr>
        <w:t xml:space="preserve"> والإلمام بها إلى حد معيّن</w:t>
      </w:r>
      <w:r w:rsidR="00610870">
        <w:rPr>
          <w:rtl/>
        </w:rPr>
        <w:t>،</w:t>
      </w:r>
      <w:r w:rsidRPr="002A0058">
        <w:rPr>
          <w:rtl/>
        </w:rPr>
        <w:t xml:space="preserve"> ضرورية في بعض المسائل الفقهية.</w:t>
      </w:r>
    </w:p>
    <w:p w:rsidR="00E07DFB" w:rsidRPr="00065D03" w:rsidRDefault="00E07DFB" w:rsidP="00065D03">
      <w:pPr>
        <w:pStyle w:val="libNormal"/>
        <w:rPr>
          <w:rtl/>
        </w:rPr>
      </w:pPr>
      <w:r w:rsidRPr="00065D03">
        <w:rPr>
          <w:rtl/>
        </w:rPr>
        <w:t>على سبيل المثال: من اللازم معرفة الرياضيات بشكل عام في مسائل الوصايا والإرث</w:t>
      </w:r>
      <w:r w:rsidR="00610870">
        <w:rPr>
          <w:rtl/>
        </w:rPr>
        <w:t>،</w:t>
      </w:r>
      <w:r w:rsidRPr="00065D03">
        <w:rPr>
          <w:rtl/>
        </w:rPr>
        <w:t xml:space="preserve"> وكذلك في بعض مسائل تقسيم المال المشترك</w:t>
      </w:r>
      <w:r w:rsidR="00610870">
        <w:rPr>
          <w:rtl/>
        </w:rPr>
        <w:t>،</w:t>
      </w:r>
      <w:r w:rsidRPr="00065D03">
        <w:rPr>
          <w:rtl/>
        </w:rPr>
        <w:t xml:space="preserve"> وذلك في حدود الثقافة العامة</w:t>
      </w:r>
      <w:r w:rsidR="00610870">
        <w:rPr>
          <w:rtl/>
        </w:rPr>
        <w:t>.</w:t>
      </w:r>
      <w:r w:rsidRPr="00065D03">
        <w:rPr>
          <w:rtl/>
        </w:rPr>
        <w:t xml:space="preserve"> وفي معرفة القبلة</w:t>
      </w:r>
      <w:r w:rsidR="00610870">
        <w:rPr>
          <w:rtl/>
        </w:rPr>
        <w:t>،</w:t>
      </w:r>
      <w:r w:rsidRPr="00065D03">
        <w:rPr>
          <w:rtl/>
        </w:rPr>
        <w:t xml:space="preserve"> من الضروري أن يكون الفقيه ملمَّاً بعلم الهيئة</w:t>
      </w:r>
      <w:r w:rsidR="00610870">
        <w:rPr>
          <w:rtl/>
        </w:rPr>
        <w:t>،</w:t>
      </w:r>
      <w:r w:rsidRPr="00065D03">
        <w:rPr>
          <w:rtl/>
        </w:rPr>
        <w:t xml:space="preserve"> كما ينبغي له أن يكون على دراية بمسألة بطلان الدور</w:t>
      </w:r>
      <w:r w:rsidR="00610870">
        <w:rPr>
          <w:rtl/>
        </w:rPr>
        <w:t xml:space="preserve"> - </w:t>
      </w:r>
      <w:r w:rsidRPr="00065D03">
        <w:rPr>
          <w:rtl/>
        </w:rPr>
        <w:t>وهي من المسائل الفلسفية</w:t>
      </w:r>
      <w:r w:rsidR="00610870">
        <w:rPr>
          <w:rtl/>
        </w:rPr>
        <w:t xml:space="preserve"> - </w:t>
      </w:r>
      <w:r w:rsidRPr="00065D03">
        <w:rPr>
          <w:rtl/>
        </w:rPr>
        <w:t>على صعيد عدم جواز التقليد في (مسألة التقليد).</w:t>
      </w:r>
    </w:p>
    <w:p w:rsidR="00E11204" w:rsidRDefault="00E07DFB" w:rsidP="00E11204">
      <w:pPr>
        <w:pStyle w:val="libNormal"/>
        <w:rPr>
          <w:rtl/>
        </w:rPr>
      </w:pPr>
      <w:r w:rsidRPr="00065D03">
        <w:rPr>
          <w:rtl/>
        </w:rPr>
        <w:t>كذلك ينبغي التوفُّر</w:t>
      </w:r>
      <w:r w:rsidR="00610870">
        <w:rPr>
          <w:rtl/>
        </w:rPr>
        <w:t>،</w:t>
      </w:r>
      <w:r w:rsidRPr="00065D03">
        <w:rPr>
          <w:rtl/>
        </w:rPr>
        <w:t xml:space="preserve"> في مجال البحث</w:t>
      </w:r>
      <w:r w:rsidR="00610870">
        <w:rPr>
          <w:rtl/>
        </w:rPr>
        <w:t>،</w:t>
      </w:r>
      <w:r w:rsidRPr="00065D03">
        <w:rPr>
          <w:rtl/>
        </w:rPr>
        <w:t xml:space="preserve"> على (مسألة حُجِّـيَّة خبر الواحد)</w:t>
      </w:r>
      <w:r w:rsidR="00E11204">
        <w:rPr>
          <w:rFonts w:hint="cs"/>
          <w:rtl/>
        </w:rPr>
        <w:t xml:space="preserve"> </w:t>
      </w:r>
      <w:r w:rsidRPr="00065D03">
        <w:rPr>
          <w:rtl/>
        </w:rPr>
        <w:t>ونظائرها</w:t>
      </w:r>
      <w:r w:rsidR="00610870">
        <w:rPr>
          <w:rtl/>
        </w:rPr>
        <w:t>،</w:t>
      </w:r>
      <w:r w:rsidRPr="00065D03">
        <w:rPr>
          <w:rtl/>
        </w:rPr>
        <w:t xml:space="preserve"> من قبيل مسألة حُجِّـيَّة الظهور (ومن الواضح أن هذه المسائل أصولية</w:t>
      </w:r>
      <w:r w:rsidR="00610870">
        <w:rPr>
          <w:rtl/>
        </w:rPr>
        <w:t>،</w:t>
      </w:r>
      <w:r w:rsidRPr="00065D03">
        <w:rPr>
          <w:rtl/>
        </w:rPr>
        <w:t xml:space="preserve"> لا فقهية)</w:t>
      </w:r>
      <w:r w:rsidR="00610870">
        <w:rPr>
          <w:rtl/>
        </w:rPr>
        <w:t>،</w:t>
      </w:r>
      <w:r w:rsidRPr="00065D03">
        <w:rPr>
          <w:rtl/>
        </w:rPr>
        <w:t xml:space="preserve"> وعلى معرفة مبحث حُجِّـيَّة الكتاب و السُّـنَّة</w:t>
      </w:r>
      <w:r w:rsidR="00610870">
        <w:rPr>
          <w:rtl/>
        </w:rPr>
        <w:t>،</w:t>
      </w:r>
      <w:r w:rsidRPr="00065D03">
        <w:rPr>
          <w:rtl/>
        </w:rPr>
        <w:t xml:space="preserve"> وهذه مسألة كلامية</w:t>
      </w:r>
      <w:r w:rsidR="00610870">
        <w:rPr>
          <w:rtl/>
        </w:rPr>
        <w:t>،</w:t>
      </w:r>
      <w:r w:rsidRPr="00065D03">
        <w:rPr>
          <w:rtl/>
        </w:rPr>
        <w:t xml:space="preserve"> وهكذا الحال في مبحث حُجِّـيَّة خبر الواحد</w:t>
      </w:r>
      <w:r w:rsidR="00610870">
        <w:rPr>
          <w:rtl/>
        </w:rPr>
        <w:t xml:space="preserve">، - </w:t>
      </w:r>
      <w:r w:rsidRPr="00065D03">
        <w:rPr>
          <w:rtl/>
        </w:rPr>
        <w:t>وهو كما مرَّ</w:t>
      </w:r>
      <w:r w:rsidR="00610870">
        <w:rPr>
          <w:rtl/>
        </w:rPr>
        <w:t xml:space="preserve"> - </w:t>
      </w:r>
      <w:r w:rsidRPr="00065D03">
        <w:rPr>
          <w:rtl/>
        </w:rPr>
        <w:t>من المسائل الأصولية</w:t>
      </w:r>
      <w:r w:rsidR="00610870">
        <w:rPr>
          <w:rtl/>
        </w:rPr>
        <w:t>،</w:t>
      </w:r>
      <w:r w:rsidRPr="00065D03">
        <w:rPr>
          <w:rtl/>
        </w:rPr>
        <w:t xml:space="preserve"> لا الفقهية.</w:t>
      </w:r>
    </w:p>
    <w:p w:rsidR="00E11204" w:rsidRDefault="00E11204"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أمَّا إذا كان المقصود من السؤال أمراً آخر هو: إذا لم يكن الإنسان معتقداً بالعقائد الصحيحة المبتنية على مرتكزات (مبانٍ) مختلفة في علوم مختلفة</w:t>
      </w:r>
      <w:r w:rsidR="00610870">
        <w:rPr>
          <w:rtl/>
        </w:rPr>
        <w:t>،</w:t>
      </w:r>
      <w:r w:rsidRPr="00065D03">
        <w:rPr>
          <w:rtl/>
        </w:rPr>
        <w:t xml:space="preserve"> من بينها الفلسفة والكلام</w:t>
      </w:r>
      <w:r w:rsidR="00610870">
        <w:rPr>
          <w:rtl/>
        </w:rPr>
        <w:t>،</w:t>
      </w:r>
      <w:r w:rsidRPr="00065D03">
        <w:rPr>
          <w:rtl/>
        </w:rPr>
        <w:t xml:space="preserve"> فهل بمقدوره أن يكون مجتهداً؟ فإنَّ الجواب هو: أجل</w:t>
      </w:r>
      <w:r w:rsidR="00610870">
        <w:rPr>
          <w:rtl/>
        </w:rPr>
        <w:t>،</w:t>
      </w:r>
      <w:r w:rsidRPr="00065D03">
        <w:rPr>
          <w:rtl/>
        </w:rPr>
        <w:t xml:space="preserve"> يستطيع ذلك</w:t>
      </w:r>
      <w:r w:rsidR="00610870">
        <w:rPr>
          <w:rtl/>
        </w:rPr>
        <w:t>،</w:t>
      </w:r>
      <w:r w:rsidRPr="00065D03">
        <w:rPr>
          <w:rtl/>
        </w:rPr>
        <w:t xml:space="preserve"> بل يمكن أن يكون استنباطه حُجَّة عليه أيضاً</w:t>
      </w:r>
      <w:r w:rsidR="00610870">
        <w:rPr>
          <w:rtl/>
        </w:rPr>
        <w:t>،</w:t>
      </w:r>
      <w:r w:rsidRPr="00065D03">
        <w:rPr>
          <w:rtl/>
        </w:rPr>
        <w:t xml:space="preserve"> شريطة أن يمارس ذلك على ضوء القواعد الصحيحة للاستنباط</w:t>
      </w:r>
      <w:r w:rsidR="00610870">
        <w:rPr>
          <w:rtl/>
        </w:rPr>
        <w:t>،</w:t>
      </w:r>
      <w:r w:rsidRPr="00065D03">
        <w:rPr>
          <w:rtl/>
        </w:rPr>
        <w:t xml:space="preserve"> كأن يستفيد</w:t>
      </w:r>
      <w:r w:rsidR="00610870">
        <w:rPr>
          <w:rtl/>
        </w:rPr>
        <w:t xml:space="preserve"> - </w:t>
      </w:r>
      <w:r w:rsidRPr="00065D03">
        <w:rPr>
          <w:rtl/>
        </w:rPr>
        <w:t>مثلاً</w:t>
      </w:r>
      <w:r w:rsidR="00610870">
        <w:rPr>
          <w:rtl/>
        </w:rPr>
        <w:t xml:space="preserve"> - </w:t>
      </w:r>
      <w:r w:rsidRPr="00065D03">
        <w:rPr>
          <w:rtl/>
        </w:rPr>
        <w:t>من نصوص الكتاب والسُّـنَّة وظواهرهما</w:t>
      </w:r>
      <w:r w:rsidR="00610870">
        <w:rPr>
          <w:rtl/>
        </w:rPr>
        <w:t>،</w:t>
      </w:r>
      <w:r w:rsidRPr="00065D03">
        <w:rPr>
          <w:rtl/>
        </w:rPr>
        <w:t xml:space="preserve"> ويراعي الالتزام بقواعد الخاص والعام</w:t>
      </w:r>
      <w:r w:rsidR="00610870">
        <w:rPr>
          <w:rtl/>
        </w:rPr>
        <w:t>،</w:t>
      </w:r>
      <w:r w:rsidRPr="00065D03">
        <w:rPr>
          <w:rtl/>
        </w:rPr>
        <w:t xml:space="preserve"> والمطلق والمقيّد</w:t>
      </w:r>
      <w:r w:rsidR="00610870">
        <w:rPr>
          <w:rtl/>
        </w:rPr>
        <w:t>،</w:t>
      </w:r>
      <w:r w:rsidRPr="00065D03">
        <w:rPr>
          <w:rtl/>
        </w:rPr>
        <w:t xml:space="preserve"> والمفهوم والمنطوق</w:t>
      </w:r>
      <w:r w:rsidR="00610870">
        <w:rPr>
          <w:rtl/>
        </w:rPr>
        <w:t>،</w:t>
      </w:r>
      <w:r w:rsidRPr="00065D03">
        <w:rPr>
          <w:rtl/>
        </w:rPr>
        <w:t xml:space="preserve"> وغيرها</w:t>
      </w:r>
      <w:r w:rsidR="00610870">
        <w:rPr>
          <w:rtl/>
        </w:rPr>
        <w:t>.</w:t>
      </w:r>
      <w:r w:rsidRPr="00065D03">
        <w:rPr>
          <w:rtl/>
        </w:rPr>
        <w:t xml:space="preserve"> كما عليه أن يعمل بالأمارات والأصول المعتبَرة</w:t>
      </w:r>
      <w:r w:rsidR="00610870">
        <w:rPr>
          <w:rtl/>
        </w:rPr>
        <w:t>،</w:t>
      </w:r>
      <w:r w:rsidRPr="00065D03">
        <w:rPr>
          <w:rtl/>
        </w:rPr>
        <w:t xml:space="preserve"> وأن يستفيد من كلِّ واحد منها في مجاله الخاص.</w:t>
      </w:r>
    </w:p>
    <w:p w:rsidR="00E07DFB" w:rsidRPr="00065D03" w:rsidRDefault="00E07DFB" w:rsidP="00065D03">
      <w:pPr>
        <w:pStyle w:val="libNormal"/>
        <w:rPr>
          <w:rtl/>
        </w:rPr>
      </w:pPr>
      <w:r w:rsidRPr="00065D03">
        <w:rPr>
          <w:rtl/>
        </w:rPr>
        <w:t>لكن إذا كان المراد من السؤال: هل الاجتهاد المذكور في الفرض أعلاه حُجَّة على الآخرين أو لا؟ فالجواب هو: ما دامت العدالة من شروط مرجع التقليد</w:t>
      </w:r>
      <w:r w:rsidR="00610870">
        <w:rPr>
          <w:rtl/>
        </w:rPr>
        <w:t>،</w:t>
      </w:r>
      <w:r w:rsidRPr="00065D03">
        <w:rPr>
          <w:rtl/>
        </w:rPr>
        <w:t xml:space="preserve"> فلا يجوز تقليده</w:t>
      </w:r>
      <w:r w:rsidR="00610870">
        <w:rPr>
          <w:rtl/>
        </w:rPr>
        <w:t>،</w:t>
      </w:r>
      <w:r w:rsidRPr="00065D03">
        <w:rPr>
          <w:rtl/>
        </w:rPr>
        <w:t xml:space="preserve"> كما لا يجوز إسناد القضاء إليه.</w:t>
      </w:r>
    </w:p>
    <w:p w:rsidR="00E07DFB" w:rsidRPr="00065D03" w:rsidRDefault="00E07DFB" w:rsidP="00065D03">
      <w:pPr>
        <w:pStyle w:val="libNormal"/>
        <w:rPr>
          <w:rtl/>
        </w:rPr>
      </w:pPr>
      <w:r w:rsidRPr="00065D03">
        <w:rPr>
          <w:rtl/>
        </w:rPr>
        <w:t>وفي ما يتعلَّق بالسؤال الثاني</w:t>
      </w:r>
      <w:r w:rsidR="00610870">
        <w:rPr>
          <w:rtl/>
        </w:rPr>
        <w:t>،</w:t>
      </w:r>
      <w:r w:rsidRPr="00065D03">
        <w:rPr>
          <w:rtl/>
        </w:rPr>
        <w:t xml:space="preserve"> فإنَّ العلوم اللاَّزمة للاجتهاد هي: علوم آداب اللغة العربية</w:t>
      </w:r>
      <w:r w:rsidR="00610870">
        <w:rPr>
          <w:rtl/>
        </w:rPr>
        <w:t>،</w:t>
      </w:r>
      <w:r w:rsidRPr="00065D03">
        <w:rPr>
          <w:rtl/>
        </w:rPr>
        <w:t xml:space="preserve"> المنطق</w:t>
      </w:r>
      <w:r w:rsidR="00610870">
        <w:rPr>
          <w:rtl/>
        </w:rPr>
        <w:t>،</w:t>
      </w:r>
      <w:r w:rsidRPr="00065D03">
        <w:rPr>
          <w:rtl/>
        </w:rPr>
        <w:t xml:space="preserve"> أصول الفقه</w:t>
      </w:r>
      <w:r w:rsidR="00610870">
        <w:rPr>
          <w:rtl/>
        </w:rPr>
        <w:t>،</w:t>
      </w:r>
      <w:r w:rsidRPr="00065D03">
        <w:rPr>
          <w:rtl/>
        </w:rPr>
        <w:t xml:space="preserve"> تفسير آيات الأحكام</w:t>
      </w:r>
      <w:r w:rsidR="00610870">
        <w:rPr>
          <w:rtl/>
        </w:rPr>
        <w:t>،</w:t>
      </w:r>
      <w:r w:rsidRPr="00065D03">
        <w:rPr>
          <w:rtl/>
        </w:rPr>
        <w:t xml:space="preserve"> معرفة الأحاديث الفقهية</w:t>
      </w:r>
      <w:r w:rsidR="00610870">
        <w:rPr>
          <w:rtl/>
        </w:rPr>
        <w:t>،</w:t>
      </w:r>
      <w:r w:rsidRPr="00065D03">
        <w:rPr>
          <w:rtl/>
        </w:rPr>
        <w:t xml:space="preserve"> معرفة مواطن الإجماع</w:t>
      </w:r>
      <w:r w:rsidR="00610870">
        <w:rPr>
          <w:rtl/>
        </w:rPr>
        <w:t>،</w:t>
      </w:r>
      <w:r w:rsidRPr="00065D03">
        <w:rPr>
          <w:rtl/>
        </w:rPr>
        <w:t xml:space="preserve"> الدراية بالأحكام العقلية بالدَّرجة الضَّرورية التي تستلزمها ممارسة الاجتهاد</w:t>
      </w:r>
      <w:r w:rsidR="00610870">
        <w:rPr>
          <w:rtl/>
        </w:rPr>
        <w:t>،</w:t>
      </w:r>
      <w:r w:rsidRPr="00065D03">
        <w:rPr>
          <w:rtl/>
        </w:rPr>
        <w:t xml:space="preserve"> بالإضافة إلى لمحات من علوم أخرى.</w:t>
      </w:r>
    </w:p>
    <w:p w:rsidR="00E11204" w:rsidRDefault="00E07DFB" w:rsidP="00E11204">
      <w:pPr>
        <w:pStyle w:val="libNormal"/>
        <w:rPr>
          <w:rtl/>
        </w:rPr>
      </w:pPr>
      <w:r w:rsidRPr="00313984">
        <w:rPr>
          <w:rStyle w:val="libBold1Char"/>
          <w:rtl/>
        </w:rPr>
        <w:t>السيد مرعشي:</w:t>
      </w:r>
      <w:r w:rsidRPr="002A0058">
        <w:rPr>
          <w:rtl/>
        </w:rPr>
        <w:t xml:space="preserve"> لقد بيَّن الفقهاء ما يحتاج إليه الاجتهاد من علوم في الكتب الفقهية (انظر مثلاً: كتاب القضاء)</w:t>
      </w:r>
      <w:r w:rsidR="00610870">
        <w:rPr>
          <w:rtl/>
        </w:rPr>
        <w:t>.</w:t>
      </w:r>
      <w:r w:rsidRPr="002A0058">
        <w:rPr>
          <w:rtl/>
        </w:rPr>
        <w:t xml:space="preserve"> أمَّا بالنِّسبة للنظريات الفلسفية والكلامية والعلمية</w:t>
      </w:r>
      <w:r w:rsidR="00610870">
        <w:rPr>
          <w:rtl/>
        </w:rPr>
        <w:t>،</w:t>
      </w:r>
      <w:r w:rsidRPr="002A0058">
        <w:rPr>
          <w:rtl/>
        </w:rPr>
        <w:t xml:space="preserve"> فيمكن أن تكون مؤثِّرة في مقدِّمات الرؤية</w:t>
      </w:r>
      <w:r w:rsidR="00610870">
        <w:rPr>
          <w:rtl/>
        </w:rPr>
        <w:t>؛</w:t>
      </w:r>
      <w:r w:rsidRPr="002A0058">
        <w:rPr>
          <w:rtl/>
        </w:rPr>
        <w:t xml:space="preserve"> لذلك يحصل أحياناً في علم</w:t>
      </w:r>
      <w:r w:rsidR="00E11204">
        <w:rPr>
          <w:rFonts w:hint="cs"/>
          <w:rtl/>
        </w:rPr>
        <w:t xml:space="preserve"> </w:t>
      </w:r>
      <w:r w:rsidRPr="00065D03">
        <w:rPr>
          <w:rtl/>
        </w:rPr>
        <w:t>الأصول أن تتسع دائرة البحث لتشمل المسائل الفلسفية</w:t>
      </w:r>
      <w:r w:rsidR="00610870">
        <w:rPr>
          <w:rtl/>
        </w:rPr>
        <w:t>.</w:t>
      </w:r>
      <w:r w:rsidRPr="00065D03">
        <w:rPr>
          <w:rtl/>
        </w:rPr>
        <w:t xml:space="preserve"> فبحوث من قبيل: اجتماع الأمر والنهي</w:t>
      </w:r>
      <w:r w:rsidR="00610870">
        <w:rPr>
          <w:rtl/>
        </w:rPr>
        <w:t>،</w:t>
      </w:r>
      <w:r w:rsidRPr="00065D03">
        <w:rPr>
          <w:rtl/>
        </w:rPr>
        <w:t xml:space="preserve"> ومبحث الضد</w:t>
      </w:r>
      <w:r w:rsidR="00610870">
        <w:rPr>
          <w:rtl/>
        </w:rPr>
        <w:t>،</w:t>
      </w:r>
      <w:r w:rsidRPr="00065D03">
        <w:rPr>
          <w:rtl/>
        </w:rPr>
        <w:t xml:space="preserve"> والطلب والإرادة</w:t>
      </w:r>
      <w:r w:rsidR="00610870">
        <w:rPr>
          <w:rtl/>
        </w:rPr>
        <w:t>،</w:t>
      </w:r>
      <w:r w:rsidRPr="00065D03">
        <w:rPr>
          <w:rtl/>
        </w:rPr>
        <w:t xml:space="preserve"> وقبح العقاب بلا بيان</w:t>
      </w:r>
      <w:r w:rsidR="00610870">
        <w:rPr>
          <w:rtl/>
        </w:rPr>
        <w:t>،</w:t>
      </w:r>
      <w:r w:rsidRPr="00065D03">
        <w:rPr>
          <w:rtl/>
        </w:rPr>
        <w:t xml:space="preserve"> لها جميعاً خلفيَّة فلسفية وكلامية.</w:t>
      </w:r>
    </w:p>
    <w:p w:rsidR="00E11204" w:rsidRDefault="00E11204"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أمَّا بالنسبة للنّظريات العلمية</w:t>
      </w:r>
      <w:r w:rsidR="00610870">
        <w:rPr>
          <w:rtl/>
        </w:rPr>
        <w:t>،</w:t>
      </w:r>
      <w:r w:rsidRPr="00065D03">
        <w:rPr>
          <w:rtl/>
        </w:rPr>
        <w:t xml:space="preserve"> فيمكن أن تكون مؤثِّرة في تشخيص الموضوعات</w:t>
      </w:r>
      <w:r w:rsidR="00610870">
        <w:rPr>
          <w:rtl/>
        </w:rPr>
        <w:t>،</w:t>
      </w:r>
      <w:r w:rsidRPr="00065D03">
        <w:rPr>
          <w:rtl/>
        </w:rPr>
        <w:t xml:space="preserve"> وكثيرة هي الأمثلة والمصاديق التي يمكن ذكرها شاهداً في هذا المجال</w:t>
      </w:r>
      <w:r w:rsidR="00610870">
        <w:rPr>
          <w:rtl/>
        </w:rPr>
        <w:t>؛</w:t>
      </w:r>
      <w:r w:rsidRPr="00065D03">
        <w:rPr>
          <w:rtl/>
        </w:rPr>
        <w:t xml:space="preserve"> فعلى سبيل المثال: نجد في باب الديَّة تعلُّق نصف الدية في حال قطع خصية الرجل اليسرى</w:t>
      </w:r>
      <w:r w:rsidR="00610870">
        <w:rPr>
          <w:rtl/>
        </w:rPr>
        <w:t>،</w:t>
      </w:r>
      <w:r w:rsidRPr="00065D03">
        <w:rPr>
          <w:rtl/>
        </w:rPr>
        <w:t xml:space="preserve"> في حين يتعلَّق ثلث الدية في حال قطع خصية الرجل اليمنى</w:t>
      </w:r>
      <w:r w:rsidR="00610870">
        <w:rPr>
          <w:rtl/>
        </w:rPr>
        <w:t>؛</w:t>
      </w:r>
      <w:r w:rsidRPr="00065D03">
        <w:rPr>
          <w:rtl/>
        </w:rPr>
        <w:t xml:space="preserve"> وقد علَّل الفقهاء ذلك بأنَّ الطفل يولد من خصية الرجل اليسرى</w:t>
      </w:r>
      <w:r w:rsidR="00610870">
        <w:rPr>
          <w:rtl/>
        </w:rPr>
        <w:t>،</w:t>
      </w:r>
      <w:r w:rsidRPr="00065D03">
        <w:rPr>
          <w:rtl/>
        </w:rPr>
        <w:t xml:space="preserve"> طبقاً لمؤدَّى بعض الروايات الضعيفة</w:t>
      </w:r>
      <w:r w:rsidR="00610870">
        <w:rPr>
          <w:rtl/>
        </w:rPr>
        <w:t>؛</w:t>
      </w:r>
      <w:r w:rsidRPr="00065D03">
        <w:rPr>
          <w:rtl/>
        </w:rPr>
        <w:t xml:space="preserve"> لذا فإنَّ ديَّتها نصف الديَّة الكاملة</w:t>
      </w:r>
      <w:r w:rsidR="00610870">
        <w:rPr>
          <w:rtl/>
        </w:rPr>
        <w:t>،</w:t>
      </w:r>
      <w:r w:rsidRPr="00065D03">
        <w:rPr>
          <w:rtl/>
        </w:rPr>
        <w:t xml:space="preserve"> ولكن العلم لا يقبل ذلك</w:t>
      </w:r>
      <w:r w:rsidR="00610870">
        <w:rPr>
          <w:rtl/>
        </w:rPr>
        <w:t>.</w:t>
      </w:r>
      <w:r w:rsidRPr="00065D03">
        <w:rPr>
          <w:rtl/>
        </w:rPr>
        <w:t xml:space="preserve"> وانتبه لذلك الشهيد الثاني (زين الدين العاملي</w:t>
      </w:r>
      <w:r w:rsidR="00610870">
        <w:rPr>
          <w:rtl/>
        </w:rPr>
        <w:t>،</w:t>
      </w:r>
      <w:r w:rsidRPr="00065D03">
        <w:rPr>
          <w:rtl/>
        </w:rPr>
        <w:t xml:space="preserve"> 911</w:t>
      </w:r>
      <w:r w:rsidR="00610870">
        <w:rPr>
          <w:rtl/>
        </w:rPr>
        <w:t xml:space="preserve"> - </w:t>
      </w:r>
      <w:r w:rsidRPr="00065D03">
        <w:rPr>
          <w:rtl/>
        </w:rPr>
        <w:t>965هـ) في شرح اللمعة</w:t>
      </w:r>
      <w:r w:rsidR="00610870">
        <w:rPr>
          <w:rtl/>
        </w:rPr>
        <w:t>،</w:t>
      </w:r>
      <w:r w:rsidRPr="00065D03">
        <w:rPr>
          <w:rtl/>
        </w:rPr>
        <w:t xml:space="preserve"> وذكر أنَّ الأطبَّاء لا يوافقون على مثل هذا التعليل.</w:t>
      </w:r>
    </w:p>
    <w:p w:rsidR="00E07DFB" w:rsidRPr="00065D03" w:rsidRDefault="00E07DFB" w:rsidP="00065D03">
      <w:pPr>
        <w:pStyle w:val="libNormal"/>
        <w:rPr>
          <w:rtl/>
        </w:rPr>
      </w:pPr>
      <w:r w:rsidRPr="00065D03">
        <w:rPr>
          <w:rtl/>
        </w:rPr>
        <w:t>من الأمثلة ما يُذكر طبقاً لمفاد مجموعة من الروايات</w:t>
      </w:r>
      <w:r w:rsidR="00610870">
        <w:rPr>
          <w:rtl/>
        </w:rPr>
        <w:t>،</w:t>
      </w:r>
      <w:r w:rsidRPr="00065D03">
        <w:rPr>
          <w:rtl/>
        </w:rPr>
        <w:t xml:space="preserve"> من أنَّ النطفة تمكث في الرحم أربعين يوماً</w:t>
      </w:r>
      <w:r w:rsidR="00610870">
        <w:rPr>
          <w:rtl/>
        </w:rPr>
        <w:t>،</w:t>
      </w:r>
      <w:r w:rsidRPr="00065D03">
        <w:rPr>
          <w:rtl/>
        </w:rPr>
        <w:t xml:space="preserve"> وتكون علقة أربعين يوماً</w:t>
      </w:r>
      <w:r w:rsidR="00610870">
        <w:rPr>
          <w:rtl/>
        </w:rPr>
        <w:t>،</w:t>
      </w:r>
      <w:r w:rsidRPr="00065D03">
        <w:rPr>
          <w:rtl/>
        </w:rPr>
        <w:t xml:space="preserve"> ومضغة أربعين يوماً</w:t>
      </w:r>
      <w:r w:rsidR="00610870">
        <w:rPr>
          <w:rtl/>
        </w:rPr>
        <w:t>،</w:t>
      </w:r>
      <w:r w:rsidRPr="00065D03">
        <w:rPr>
          <w:rtl/>
        </w:rPr>
        <w:t xml:space="preserve"> في حين لا تنسجم معطيات العلم اليوم مع هذا الترتيب</w:t>
      </w:r>
      <w:r w:rsidR="00610870">
        <w:rPr>
          <w:rtl/>
        </w:rPr>
        <w:t>.</w:t>
      </w:r>
      <w:r w:rsidRPr="00065D03">
        <w:rPr>
          <w:rtl/>
        </w:rPr>
        <w:t xml:space="preserve"> </w:t>
      </w:r>
    </w:p>
    <w:p w:rsidR="00E07DFB" w:rsidRPr="002A0058" w:rsidRDefault="00E07DFB" w:rsidP="002A0058">
      <w:pPr>
        <w:pStyle w:val="libNormal"/>
        <w:rPr>
          <w:rtl/>
        </w:rPr>
      </w:pPr>
      <w:r w:rsidRPr="00313984">
        <w:rPr>
          <w:rStyle w:val="libBold1Char"/>
          <w:rtl/>
        </w:rPr>
        <w:t xml:space="preserve">وبشكل عام: </w:t>
      </w:r>
      <w:r w:rsidRPr="002A0058">
        <w:rPr>
          <w:rtl/>
        </w:rPr>
        <w:t>الأحكام تابعة لموضوعاتها</w:t>
      </w:r>
      <w:r w:rsidR="00610870">
        <w:rPr>
          <w:rtl/>
        </w:rPr>
        <w:t>،</w:t>
      </w:r>
      <w:r w:rsidRPr="002A0058">
        <w:rPr>
          <w:rtl/>
        </w:rPr>
        <w:t xml:space="preserve"> ويمكن للعلم أن يُعين الفقيه ويُساعده في معرفة الموضوعات</w:t>
      </w:r>
      <w:r w:rsidR="00610870">
        <w:rPr>
          <w:rtl/>
        </w:rPr>
        <w:t>،</w:t>
      </w:r>
      <w:r w:rsidRPr="002A0058">
        <w:rPr>
          <w:rtl/>
        </w:rPr>
        <w:t xml:space="preserve"> وفي مثل هذه الحالة</w:t>
      </w:r>
      <w:r w:rsidR="00610870">
        <w:rPr>
          <w:rtl/>
        </w:rPr>
        <w:t>،</w:t>
      </w:r>
      <w:r w:rsidRPr="002A0058">
        <w:rPr>
          <w:rtl/>
        </w:rPr>
        <w:t xml:space="preserve"> تكون المعرفة دقيقة من دون أن تنطوي على شكٍّ أو تردُّد</w:t>
      </w:r>
      <w:r w:rsidR="00610870">
        <w:rPr>
          <w:rtl/>
        </w:rPr>
        <w:t>؛</w:t>
      </w:r>
      <w:r w:rsidRPr="002A0058">
        <w:rPr>
          <w:rtl/>
        </w:rPr>
        <w:t xml:space="preserve"> كما هي الحال في ميزان الموقف العلمي</w:t>
      </w:r>
      <w:r w:rsidR="00610870">
        <w:rPr>
          <w:rtl/>
        </w:rPr>
        <w:t xml:space="preserve"> - </w:t>
      </w:r>
      <w:r w:rsidRPr="002A0058">
        <w:rPr>
          <w:rtl/>
        </w:rPr>
        <w:t>مثلاً</w:t>
      </w:r>
      <w:r w:rsidR="00610870">
        <w:rPr>
          <w:rtl/>
        </w:rPr>
        <w:t xml:space="preserve"> - </w:t>
      </w:r>
      <w:r w:rsidRPr="002A0058">
        <w:rPr>
          <w:rtl/>
        </w:rPr>
        <w:t>من قضية بلوغ الفتاة في سنِّ التاسعة</w:t>
      </w:r>
      <w:r w:rsidR="00610870">
        <w:rPr>
          <w:rtl/>
        </w:rPr>
        <w:t>؛</w:t>
      </w:r>
      <w:r w:rsidRPr="002A0058">
        <w:rPr>
          <w:rtl/>
        </w:rPr>
        <w:t xml:space="preserve"> إذ يمكن للعلم أن يثبِتَ</w:t>
      </w:r>
      <w:r w:rsidR="00610870">
        <w:rPr>
          <w:rtl/>
        </w:rPr>
        <w:t xml:space="preserve"> - </w:t>
      </w:r>
      <w:r w:rsidRPr="002A0058">
        <w:rPr>
          <w:rtl/>
        </w:rPr>
        <w:t>على نحو دقيق</w:t>
      </w:r>
      <w:r w:rsidR="00610870">
        <w:rPr>
          <w:rtl/>
        </w:rPr>
        <w:t xml:space="preserve"> - </w:t>
      </w:r>
      <w:r w:rsidRPr="002A0058">
        <w:rPr>
          <w:rtl/>
        </w:rPr>
        <w:t>هل تصل الفتاة إلى مرحلة البلوغ في سنِّ التاسعة أم لا؟</w:t>
      </w:r>
    </w:p>
    <w:p w:rsidR="00E07DFB" w:rsidRPr="00065D03" w:rsidRDefault="00E07DFB" w:rsidP="00E11204">
      <w:pPr>
        <w:pStyle w:val="libNormal"/>
        <w:rPr>
          <w:rtl/>
        </w:rPr>
      </w:pPr>
      <w:r w:rsidRPr="00313984">
        <w:rPr>
          <w:rStyle w:val="libBold1Char"/>
          <w:rtl/>
        </w:rPr>
        <w:t>السيد الحائري:</w:t>
      </w:r>
      <w:r w:rsidRPr="002A0058">
        <w:rPr>
          <w:rtl/>
        </w:rPr>
        <w:t xml:space="preserve"> إذا كان المقصود من السؤال أنَّ الفلسفة والكلام يهبان الفقيه رؤية إلهيَّة</w:t>
      </w:r>
      <w:r w:rsidR="00610870">
        <w:rPr>
          <w:rtl/>
        </w:rPr>
        <w:t>،</w:t>
      </w:r>
      <w:r w:rsidRPr="002A0058">
        <w:rPr>
          <w:rtl/>
        </w:rPr>
        <w:t xml:space="preserve"> ويجعلان أفُقَه أرحب</w:t>
      </w:r>
      <w:r w:rsidR="00610870">
        <w:rPr>
          <w:rtl/>
        </w:rPr>
        <w:t>،</w:t>
      </w:r>
      <w:r w:rsidRPr="002A0058">
        <w:rPr>
          <w:rtl/>
        </w:rPr>
        <w:t xml:space="preserve"> فهذا أمر حسن له تأثيره</w:t>
      </w:r>
      <w:r w:rsidR="00610870">
        <w:rPr>
          <w:rtl/>
        </w:rPr>
        <w:t>؛</w:t>
      </w:r>
      <w:r w:rsidRPr="002A0058">
        <w:rPr>
          <w:rtl/>
        </w:rPr>
        <w:t xml:space="preserve"> إذ يجب أن يكون للفقيه رؤية ميتافيزيقية (غيبية) إلهية</w:t>
      </w:r>
      <w:r w:rsidR="00610870">
        <w:rPr>
          <w:rtl/>
        </w:rPr>
        <w:t>،</w:t>
      </w:r>
      <w:r w:rsidRPr="002A0058">
        <w:rPr>
          <w:rtl/>
        </w:rPr>
        <w:t xml:space="preserve"> وإلاّ لا يكون فقيهاً</w:t>
      </w:r>
      <w:r w:rsidR="00610870">
        <w:rPr>
          <w:rtl/>
        </w:rPr>
        <w:t>،</w:t>
      </w:r>
      <w:r w:rsidRPr="002A0058">
        <w:rPr>
          <w:rtl/>
        </w:rPr>
        <w:t xml:space="preserve"> ولن تكون ثَمَّة قيمة</w:t>
      </w:r>
      <w:r w:rsidR="00E11204">
        <w:rPr>
          <w:rFonts w:hint="cs"/>
          <w:rtl/>
        </w:rPr>
        <w:t xml:space="preserve"> </w:t>
      </w:r>
      <w:r w:rsidRPr="00065D03">
        <w:rPr>
          <w:rtl/>
        </w:rPr>
        <w:t>لفتاواه</w:t>
      </w:r>
      <w:r w:rsidR="00610870">
        <w:rPr>
          <w:rtl/>
        </w:rPr>
        <w:t>.</w:t>
      </w:r>
      <w:r w:rsidRPr="00065D03">
        <w:rPr>
          <w:rtl/>
        </w:rPr>
        <w:t xml:space="preserve"> الفلسفة تُثبت لنا أنَّ هذا العلم هو حلقة مرتبطة بحلقات أخرى</w:t>
      </w:r>
      <w:r w:rsidR="00610870">
        <w:rPr>
          <w:rtl/>
        </w:rPr>
        <w:t>،</w:t>
      </w:r>
      <w:r w:rsidRPr="00065D03">
        <w:rPr>
          <w:rtl/>
        </w:rPr>
        <w:t xml:space="preserve"> وهذه أمور ينبغي للعالِم الدِّيني أن يعرفها.</w:t>
      </w:r>
    </w:p>
    <w:p w:rsidR="00E11204" w:rsidRDefault="00E07DFB" w:rsidP="00065D03">
      <w:pPr>
        <w:pStyle w:val="libNormal"/>
        <w:rPr>
          <w:rtl/>
        </w:rPr>
      </w:pPr>
      <w:r w:rsidRPr="00065D03">
        <w:rPr>
          <w:rtl/>
        </w:rPr>
        <w:t>أمَّا إذا كان المقصود خلط المسائل الفلسفية والعلمية بعلم الأصول</w:t>
      </w:r>
      <w:r w:rsidR="00610870">
        <w:rPr>
          <w:rtl/>
        </w:rPr>
        <w:t>،</w:t>
      </w:r>
      <w:r w:rsidRPr="00065D03">
        <w:rPr>
          <w:rtl/>
        </w:rPr>
        <w:t xml:space="preserve"> لتكون الحصيلة كالتي بين أيدينا: علم أصول متضخِّم ممَّا دخله ونفذ إليه</w:t>
      </w:r>
      <w:r w:rsidR="00610870">
        <w:rPr>
          <w:rtl/>
        </w:rPr>
        <w:t>،</w:t>
      </w:r>
      <w:r w:rsidRPr="00065D03">
        <w:rPr>
          <w:rtl/>
        </w:rPr>
        <w:t xml:space="preserve"> فهذا أمر مرفوض.</w:t>
      </w:r>
    </w:p>
    <w:p w:rsidR="00E11204" w:rsidRDefault="00E11204" w:rsidP="00E5125A">
      <w:pPr>
        <w:pStyle w:val="libNormal"/>
        <w:rPr>
          <w:rtl/>
        </w:rPr>
      </w:pPr>
      <w:r>
        <w:rPr>
          <w:rtl/>
        </w:rPr>
        <w:br w:type="page"/>
      </w:r>
    </w:p>
    <w:p w:rsidR="00E07DFB" w:rsidRPr="00313984" w:rsidRDefault="00E07DFB" w:rsidP="00313984">
      <w:pPr>
        <w:pStyle w:val="libBold1"/>
        <w:rPr>
          <w:rtl/>
        </w:rPr>
      </w:pPr>
      <w:r w:rsidRPr="00313984">
        <w:rPr>
          <w:rtl/>
        </w:rPr>
        <w:lastRenderedPageBreak/>
        <w:t>* ألا يوجد فَرق بين مدرسة الشيخ محمد حسين الأصفهاني (ت1266هـ) والميرزا محمد حسين النائيني (ت1335هـ)؟ فالمرحوم الأصفهاني متأثِّر بالفلسفة والكلام</w:t>
      </w:r>
      <w:r w:rsidR="00610870">
        <w:rPr>
          <w:rtl/>
        </w:rPr>
        <w:t>،</w:t>
      </w:r>
      <w:r w:rsidRPr="00313984">
        <w:rPr>
          <w:rtl/>
        </w:rPr>
        <w:t xml:space="preserve"> واتجاهه الأصولي يختلف تماماً عن الاتجاه الأصولي للمرحوم النائيني</w:t>
      </w:r>
      <w:r w:rsidR="00610870">
        <w:rPr>
          <w:rtl/>
        </w:rPr>
        <w:t>،</w:t>
      </w:r>
      <w:r w:rsidRPr="00313984">
        <w:rPr>
          <w:rtl/>
        </w:rPr>
        <w:t xml:space="preserve"> ومن الواضح أنَّ لهذا الاختلاف أثره في الفقه.</w:t>
      </w:r>
    </w:p>
    <w:p w:rsidR="00E07DFB" w:rsidRPr="002A0058" w:rsidRDefault="00E07DFB" w:rsidP="002A0058">
      <w:pPr>
        <w:pStyle w:val="libNormal"/>
        <w:rPr>
          <w:rtl/>
        </w:rPr>
      </w:pPr>
      <w:r w:rsidRPr="00313984">
        <w:rPr>
          <w:rStyle w:val="libBold1Char"/>
          <w:rtl/>
        </w:rPr>
        <w:t>السيد الحائري:</w:t>
      </w:r>
      <w:r w:rsidRPr="002A0058">
        <w:rPr>
          <w:rtl/>
        </w:rPr>
        <w:t xml:space="preserve"> نعم</w:t>
      </w:r>
      <w:r w:rsidR="00610870">
        <w:rPr>
          <w:rtl/>
        </w:rPr>
        <w:t>،</w:t>
      </w:r>
      <w:r w:rsidRPr="002A0058">
        <w:rPr>
          <w:rtl/>
        </w:rPr>
        <w:t xml:space="preserve"> ولكن أيُّ هاتين المدرستين أحقّ؟ هذا أمر غير معلوم.</w:t>
      </w:r>
    </w:p>
    <w:p w:rsidR="00E07DFB" w:rsidRPr="00313984" w:rsidRDefault="00E07DFB" w:rsidP="00313984">
      <w:pPr>
        <w:pStyle w:val="libBold1"/>
        <w:rPr>
          <w:rtl/>
        </w:rPr>
      </w:pPr>
      <w:r w:rsidRPr="00313984">
        <w:rPr>
          <w:rtl/>
        </w:rPr>
        <w:t>* بحثنا يدور في طبيعة تأثير الذِّهنية الفلسفية والكلامية في الفقه والأصول</w:t>
      </w:r>
      <w:r w:rsidR="00610870">
        <w:rPr>
          <w:rtl/>
        </w:rPr>
        <w:t>،</w:t>
      </w:r>
      <w:r w:rsidRPr="00313984">
        <w:rPr>
          <w:rtl/>
        </w:rPr>
        <w:t xml:space="preserve"> أمَّا الأحقّية</w:t>
      </w:r>
      <w:r w:rsidR="00610870">
        <w:rPr>
          <w:rtl/>
        </w:rPr>
        <w:t>،</w:t>
      </w:r>
      <w:r w:rsidRPr="00313984">
        <w:rPr>
          <w:rtl/>
        </w:rPr>
        <w:t xml:space="preserve"> فهي مسألة أخرى.</w:t>
      </w:r>
    </w:p>
    <w:p w:rsidR="00E07DFB" w:rsidRPr="002A0058" w:rsidRDefault="00E07DFB" w:rsidP="002A0058">
      <w:pPr>
        <w:pStyle w:val="libNormal"/>
        <w:rPr>
          <w:rtl/>
        </w:rPr>
      </w:pPr>
      <w:r w:rsidRPr="00313984">
        <w:rPr>
          <w:rStyle w:val="libBold1Char"/>
          <w:rtl/>
        </w:rPr>
        <w:t xml:space="preserve">السيد الحائري: </w:t>
      </w:r>
      <w:r w:rsidRPr="002A0058">
        <w:rPr>
          <w:rtl/>
        </w:rPr>
        <w:t>نحن نقبل بوجود مثل هذا التأثير الذي يفضي إلى الأحقّية.</w:t>
      </w:r>
    </w:p>
    <w:p w:rsidR="00E07DFB" w:rsidRPr="00313984" w:rsidRDefault="00E07DFB" w:rsidP="00313984">
      <w:pPr>
        <w:pStyle w:val="libBold1"/>
        <w:rPr>
          <w:rtl/>
        </w:rPr>
      </w:pPr>
      <w:r w:rsidRPr="00313984">
        <w:rPr>
          <w:rtl/>
        </w:rPr>
        <w:t>* يمكن أن يكون للعلم أحياناً تأثير على الفتوى</w:t>
      </w:r>
      <w:r w:rsidR="00610870">
        <w:rPr>
          <w:rtl/>
        </w:rPr>
        <w:t>.</w:t>
      </w:r>
      <w:r w:rsidRPr="00313984">
        <w:rPr>
          <w:rtl/>
        </w:rPr>
        <w:t xml:space="preserve"> ففي مسألة العصير العنبي</w:t>
      </w:r>
      <w:r w:rsidR="00610870">
        <w:rPr>
          <w:rtl/>
        </w:rPr>
        <w:t>،</w:t>
      </w:r>
      <w:r w:rsidRPr="00313984">
        <w:rPr>
          <w:rtl/>
        </w:rPr>
        <w:t xml:space="preserve"> يذهب بعض الفقهاء إلى أنَّ الغليان يجب أن يكون طبيعياً و تلقائياً</w:t>
      </w:r>
      <w:r w:rsidR="00610870">
        <w:rPr>
          <w:rtl/>
        </w:rPr>
        <w:t>،</w:t>
      </w:r>
      <w:r w:rsidRPr="00313984">
        <w:rPr>
          <w:rtl/>
        </w:rPr>
        <w:t xml:space="preserve"> حتّى تزداد الحالة الأسيدية والسكَّرية</w:t>
      </w:r>
      <w:r w:rsidR="00610870">
        <w:rPr>
          <w:rtl/>
        </w:rPr>
        <w:t>.</w:t>
      </w:r>
      <w:r w:rsidRPr="00313984">
        <w:rPr>
          <w:rtl/>
        </w:rPr>
        <w:t xml:space="preserve"> أمَّا إذا سخن بالنار ووصل إلى الغليان</w:t>
      </w:r>
      <w:r w:rsidR="00610870">
        <w:rPr>
          <w:rtl/>
        </w:rPr>
        <w:t>،</w:t>
      </w:r>
      <w:r w:rsidRPr="00313984">
        <w:rPr>
          <w:rtl/>
        </w:rPr>
        <w:t xml:space="preserve"> فلا يطرأ على ماهيَّته أيُّ تغيير</w:t>
      </w:r>
      <w:r w:rsidR="00610870">
        <w:rPr>
          <w:rtl/>
        </w:rPr>
        <w:t>،</w:t>
      </w:r>
      <w:r w:rsidRPr="00313984">
        <w:rPr>
          <w:rtl/>
        </w:rPr>
        <w:t xml:space="preserve"> ومن ثَمَّ لا يشمله حكم النجاسة.</w:t>
      </w:r>
    </w:p>
    <w:p w:rsidR="00E07DFB" w:rsidRPr="002A0058" w:rsidRDefault="00E07DFB" w:rsidP="002A0058">
      <w:pPr>
        <w:pStyle w:val="libNormal"/>
        <w:rPr>
          <w:rtl/>
        </w:rPr>
      </w:pPr>
      <w:r w:rsidRPr="00313984">
        <w:rPr>
          <w:rStyle w:val="libBold1Char"/>
          <w:rtl/>
        </w:rPr>
        <w:t>السيد الحائري:</w:t>
      </w:r>
      <w:r w:rsidRPr="002A0058">
        <w:rPr>
          <w:rtl/>
        </w:rPr>
        <w:t xml:space="preserve"> التغيُّر يطرأ تدريجياً على العصير العنبي</w:t>
      </w:r>
      <w:r w:rsidR="00610870">
        <w:rPr>
          <w:rtl/>
        </w:rPr>
        <w:t>،</w:t>
      </w:r>
      <w:r w:rsidRPr="002A0058">
        <w:rPr>
          <w:rtl/>
        </w:rPr>
        <w:t xml:space="preserve"> بعد أن يبرد وتتغيَّر ماهيَّـته</w:t>
      </w:r>
      <w:r w:rsidR="00610870">
        <w:rPr>
          <w:rtl/>
        </w:rPr>
        <w:t>؛</w:t>
      </w:r>
      <w:r w:rsidRPr="002A0058">
        <w:rPr>
          <w:rtl/>
        </w:rPr>
        <w:t xml:space="preserve"> ولذلك أفتى الفقهاء بحرمته ونجاسته.</w:t>
      </w:r>
    </w:p>
    <w:p w:rsidR="00E11204" w:rsidRDefault="00E07DFB" w:rsidP="002A0058">
      <w:pPr>
        <w:pStyle w:val="libNormal"/>
        <w:rPr>
          <w:rtl/>
        </w:rPr>
      </w:pPr>
      <w:r w:rsidRPr="00313984">
        <w:rPr>
          <w:rStyle w:val="libBold1Char"/>
          <w:rtl/>
        </w:rPr>
        <w:t>الشيخ مجتهد شَبَسْـتَري:</w:t>
      </w:r>
      <w:r w:rsidRPr="002A0058">
        <w:rPr>
          <w:rtl/>
        </w:rPr>
        <w:t xml:space="preserve"> أعتقد أنَّه بالإمكان طرح السؤال بشكل أصحّ إذا صُغنا المسألة على النحو الآتي: ما هي صلة فهم الكتاب والسُّـنَّة بالنظريات الفلسفية والكلامية</w:t>
      </w:r>
      <w:r w:rsidR="00610870">
        <w:rPr>
          <w:rtl/>
        </w:rPr>
        <w:t>؛</w:t>
      </w:r>
      <w:r w:rsidRPr="002A0058">
        <w:rPr>
          <w:rtl/>
        </w:rPr>
        <w:t xml:space="preserve"> أيْ النظريات التي تقع خارج مجال تخصُّص الفقيه</w:t>
      </w:r>
      <w:r w:rsidR="00610870">
        <w:rPr>
          <w:rtl/>
        </w:rPr>
        <w:t>.</w:t>
      </w:r>
      <w:r w:rsidRPr="002A0058">
        <w:rPr>
          <w:rtl/>
        </w:rPr>
        <w:t xml:space="preserve"> والباعث إلى ذلك</w:t>
      </w:r>
      <w:r w:rsidR="00610870">
        <w:rPr>
          <w:rtl/>
        </w:rPr>
        <w:t>،</w:t>
      </w:r>
      <w:r w:rsidRPr="002A0058">
        <w:rPr>
          <w:rtl/>
        </w:rPr>
        <w:t xml:space="preserve"> هو أنَّ الصيغة تعرُض لمسألة في غاية الأهميّة</w:t>
      </w:r>
      <w:r w:rsidR="00610870">
        <w:rPr>
          <w:rtl/>
        </w:rPr>
        <w:t>،</w:t>
      </w:r>
      <w:r w:rsidRPr="002A0058">
        <w:rPr>
          <w:rtl/>
        </w:rPr>
        <w:t xml:space="preserve"> وهي: كيف ينبغي أن يُفهم الكتاب والسُّـنَّة؟</w:t>
      </w:r>
    </w:p>
    <w:p w:rsidR="00E11204" w:rsidRDefault="00E11204"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ثَمَّة أنواع مختلفة من الفهم</w:t>
      </w:r>
      <w:r w:rsidR="00610870">
        <w:rPr>
          <w:rtl/>
        </w:rPr>
        <w:t>،</w:t>
      </w:r>
      <w:r w:rsidRPr="00065D03">
        <w:rPr>
          <w:rtl/>
        </w:rPr>
        <w:t xml:space="preserve"> فالعُرفاء فهموا الكتاب والسُّـنَّة عرفانياً</w:t>
      </w:r>
      <w:r w:rsidR="00610870">
        <w:rPr>
          <w:rtl/>
        </w:rPr>
        <w:t>،</w:t>
      </w:r>
      <w:r w:rsidRPr="00065D03">
        <w:rPr>
          <w:rtl/>
        </w:rPr>
        <w:t xml:space="preserve"> والفلاسفة فلسفياً</w:t>
      </w:r>
      <w:r w:rsidR="00610870">
        <w:rPr>
          <w:rtl/>
        </w:rPr>
        <w:t>،</w:t>
      </w:r>
      <w:r w:rsidRPr="00065D03">
        <w:rPr>
          <w:rtl/>
        </w:rPr>
        <w:t xml:space="preserve"> وثَمَّة إلى جوار هذين الفهمين الفهم الفقهي للكتاب والسُّـنَّة</w:t>
      </w:r>
      <w:r w:rsidR="00610870">
        <w:rPr>
          <w:rtl/>
        </w:rPr>
        <w:t>،</w:t>
      </w:r>
      <w:r w:rsidRPr="00065D03">
        <w:rPr>
          <w:rtl/>
        </w:rPr>
        <w:t xml:space="preserve"> وهذه الأشكال من الفهم تتفاوت في ما بينها</w:t>
      </w:r>
      <w:r w:rsidR="00610870">
        <w:rPr>
          <w:rtl/>
        </w:rPr>
        <w:t>.</w:t>
      </w:r>
      <w:r w:rsidRPr="00065D03">
        <w:rPr>
          <w:rtl/>
        </w:rPr>
        <w:t xml:space="preserve"> وحينئذٍ سيكون السؤال: هل يمكن لإنسان له اطلاع على النظريات التأسيسيَّة</w:t>
      </w:r>
      <w:r w:rsidR="00610870">
        <w:rPr>
          <w:rtl/>
        </w:rPr>
        <w:t>،</w:t>
      </w:r>
      <w:r w:rsidRPr="00065D03">
        <w:rPr>
          <w:rtl/>
        </w:rPr>
        <w:t xml:space="preserve"> في الفلسفة والكلام</w:t>
      </w:r>
      <w:r w:rsidR="00610870">
        <w:rPr>
          <w:rtl/>
        </w:rPr>
        <w:t>،</w:t>
      </w:r>
      <w:r w:rsidRPr="00065D03">
        <w:rPr>
          <w:rtl/>
        </w:rPr>
        <w:t xml:space="preserve"> أن ينال الفهم الفقهي ويُحرزه؟ وهل يتحقَّق الفهم الفقهي مع وجود أيِّ نوع من أنواع الفهم الفقهي ويُحرزه؟ وهل يتحقَّق الفهم الفقهي مع وجود أيِّ نوع من أنواع النظريات الفلسفية والكلامية؟ أو أنَّ اختلاف النظريات الفلسفية والكلامية يؤدِّي إلى اختلاف الفهم الفقهي؟</w:t>
      </w:r>
    </w:p>
    <w:p w:rsidR="00E07DFB" w:rsidRPr="00065D03" w:rsidRDefault="00E07DFB" w:rsidP="00065D03">
      <w:pPr>
        <w:pStyle w:val="libNormal"/>
        <w:rPr>
          <w:rtl/>
        </w:rPr>
      </w:pPr>
      <w:r w:rsidRPr="00065D03">
        <w:rPr>
          <w:rtl/>
        </w:rPr>
        <w:t>وهكذا ترون أنَّ المسألة تعود إلى قضية كيفيَّة تحقُّق فهم الكتاب والسُّـنَّة وترتد إليها.</w:t>
      </w:r>
    </w:p>
    <w:p w:rsidR="00E07DFB" w:rsidRPr="002A0058" w:rsidRDefault="00E07DFB" w:rsidP="002A0058">
      <w:pPr>
        <w:pStyle w:val="libNormal"/>
        <w:rPr>
          <w:rtl/>
        </w:rPr>
      </w:pPr>
      <w:r w:rsidRPr="002A0058">
        <w:rPr>
          <w:rtl/>
        </w:rPr>
        <w:t>قضية كيفية قراءة النصوص وتفسيرها قضيَّة مهمَّة جداً</w:t>
      </w:r>
      <w:r w:rsidR="00610870">
        <w:rPr>
          <w:rtl/>
        </w:rPr>
        <w:t>؛</w:t>
      </w:r>
      <w:r w:rsidRPr="002A0058">
        <w:rPr>
          <w:rtl/>
        </w:rPr>
        <w:t xml:space="preserve"> فنحن لدينا</w:t>
      </w:r>
      <w:r w:rsidR="00610870">
        <w:rPr>
          <w:rtl/>
        </w:rPr>
        <w:t>،</w:t>
      </w:r>
      <w:r w:rsidRPr="002A0058">
        <w:rPr>
          <w:rtl/>
        </w:rPr>
        <w:t xml:space="preserve"> إلى جوار علم الفقه</w:t>
      </w:r>
      <w:r w:rsidR="00610870">
        <w:rPr>
          <w:rtl/>
        </w:rPr>
        <w:t>،</w:t>
      </w:r>
      <w:r w:rsidRPr="002A0058">
        <w:rPr>
          <w:rtl/>
        </w:rPr>
        <w:t xml:space="preserve"> فلسفةَ علم الفقه</w:t>
      </w:r>
      <w:r w:rsidR="00610870">
        <w:rPr>
          <w:rtl/>
        </w:rPr>
        <w:t>،</w:t>
      </w:r>
      <w:r w:rsidRPr="002A0058">
        <w:rPr>
          <w:rtl/>
        </w:rPr>
        <w:t xml:space="preserve"> والمقصود بعلم الفقه هو الواقع الموجود والمتداول في الحوزة والذي يخضع لموازين محدَّدة</w:t>
      </w:r>
      <w:r w:rsidR="00610870">
        <w:rPr>
          <w:rtl/>
        </w:rPr>
        <w:t>؛</w:t>
      </w:r>
      <w:r w:rsidRPr="002A0058">
        <w:rPr>
          <w:rtl/>
        </w:rPr>
        <w:t xml:space="preserve"> حيث يُقال في تعريفه: </w:t>
      </w:r>
      <w:r w:rsidRPr="00313984">
        <w:rPr>
          <w:rStyle w:val="libBold1Char"/>
          <w:rtl/>
        </w:rPr>
        <w:t>(هو العلم الذي يبحث في الأحكام الشرعية لأفعال المكلَّفين</w:t>
      </w:r>
      <w:r w:rsidR="00610870">
        <w:rPr>
          <w:rStyle w:val="libBold1Char"/>
          <w:rtl/>
        </w:rPr>
        <w:t>،</w:t>
      </w:r>
      <w:r w:rsidRPr="00313984">
        <w:rPr>
          <w:rStyle w:val="libBold1Char"/>
          <w:rtl/>
        </w:rPr>
        <w:t xml:space="preserve"> وَيستنبط تلك الأحكام من أدلَّتها التفصيلية)</w:t>
      </w:r>
      <w:r w:rsidR="00610870">
        <w:rPr>
          <w:rtl/>
        </w:rPr>
        <w:t>.</w:t>
      </w:r>
      <w:r w:rsidRPr="002A0058">
        <w:rPr>
          <w:rtl/>
        </w:rPr>
        <w:t xml:space="preserve"> بَيْد أنَّ الذي لم يبحث في علم الفقه هو (ماهيَّة) هذا البحث والتفحُّص وحقيقته</w:t>
      </w:r>
      <w:r w:rsidR="00610870">
        <w:rPr>
          <w:rtl/>
        </w:rPr>
        <w:t>؛</w:t>
      </w:r>
      <w:r w:rsidRPr="002A0058">
        <w:rPr>
          <w:rtl/>
        </w:rPr>
        <w:t xml:space="preserve"> أي لا يُصار إلى بحث فلسفي في هذا المجال</w:t>
      </w:r>
      <w:r w:rsidR="00610870">
        <w:rPr>
          <w:rtl/>
        </w:rPr>
        <w:t>،</w:t>
      </w:r>
      <w:r w:rsidRPr="002A0058">
        <w:rPr>
          <w:rtl/>
        </w:rPr>
        <w:t xml:space="preserve"> بحيث تُعرف كيفيَّة تحقُّق هذا البحث والفحص في أعمال المكلَّفين</w:t>
      </w:r>
      <w:r w:rsidR="00610870">
        <w:rPr>
          <w:rtl/>
        </w:rPr>
        <w:t>،</w:t>
      </w:r>
      <w:r w:rsidRPr="002A0058">
        <w:rPr>
          <w:rtl/>
        </w:rPr>
        <w:t xml:space="preserve"> وما هي طبيعة النسيج الذي ينطوي عليه والمقدَّمات التي يقوم عليها ويستنبطها.</w:t>
      </w:r>
    </w:p>
    <w:p w:rsidR="00E07DFB" w:rsidRPr="002A0058" w:rsidRDefault="00E07DFB" w:rsidP="00E11204">
      <w:pPr>
        <w:pStyle w:val="libNormal"/>
        <w:rPr>
          <w:rtl/>
        </w:rPr>
      </w:pPr>
      <w:r w:rsidRPr="002A0058">
        <w:rPr>
          <w:rtl/>
        </w:rPr>
        <w:t xml:space="preserve">إنَّ البحث في هذه الدائرة </w:t>
      </w:r>
      <w:r w:rsidRPr="00313984">
        <w:rPr>
          <w:rStyle w:val="libBold1Char"/>
          <w:rtl/>
        </w:rPr>
        <w:t>(حقيقة البحث الفقهي)</w:t>
      </w:r>
      <w:r w:rsidRPr="002A0058">
        <w:rPr>
          <w:rtl/>
        </w:rPr>
        <w:t xml:space="preserve"> وما يكتنفها من أصول</w:t>
      </w:r>
      <w:r w:rsidR="00610870">
        <w:rPr>
          <w:rtl/>
        </w:rPr>
        <w:t>،</w:t>
      </w:r>
      <w:r w:rsidR="00E11204">
        <w:rPr>
          <w:rFonts w:hint="cs"/>
          <w:rtl/>
        </w:rPr>
        <w:t xml:space="preserve"> </w:t>
      </w:r>
      <w:r w:rsidRPr="002A0058">
        <w:rPr>
          <w:rtl/>
        </w:rPr>
        <w:t xml:space="preserve">هو أمر تنهض به </w:t>
      </w:r>
      <w:r w:rsidRPr="00313984">
        <w:rPr>
          <w:rStyle w:val="libBold1Char"/>
          <w:rtl/>
        </w:rPr>
        <w:t>(فلسفة علم الفقه)</w:t>
      </w:r>
      <w:r w:rsidR="00610870">
        <w:rPr>
          <w:rtl/>
        </w:rPr>
        <w:t>.</w:t>
      </w:r>
      <w:r w:rsidRPr="002A0058">
        <w:rPr>
          <w:rtl/>
        </w:rPr>
        <w:t xml:space="preserve"> وفي حوزاتنا العلميَّة</w:t>
      </w:r>
      <w:r w:rsidR="00610870">
        <w:rPr>
          <w:rtl/>
        </w:rPr>
        <w:t>،</w:t>
      </w:r>
      <w:r w:rsidRPr="002A0058">
        <w:rPr>
          <w:rtl/>
        </w:rPr>
        <w:t xml:space="preserve"> لا وجود لعلم باسم: فلسفة علم الفقه</w:t>
      </w:r>
      <w:r w:rsidR="00610870">
        <w:rPr>
          <w:rtl/>
        </w:rPr>
        <w:t>،</w:t>
      </w:r>
      <w:r w:rsidRPr="002A0058">
        <w:rPr>
          <w:rtl/>
        </w:rPr>
        <w:t xml:space="preserve"> ولكن يجب أن يوجد</w:t>
      </w:r>
      <w:r w:rsidR="00610870">
        <w:rPr>
          <w:rtl/>
        </w:rPr>
        <w:t>؛</w:t>
      </w:r>
      <w:r w:rsidRPr="002A0058">
        <w:rPr>
          <w:rtl/>
        </w:rPr>
        <w:t xml:space="preserve"> ففي الوقت الحاضر بدأت تعرض إلى جوار أي علم</w:t>
      </w:r>
      <w:r w:rsidR="00610870">
        <w:rPr>
          <w:rtl/>
        </w:rPr>
        <w:t>،</w:t>
      </w:r>
      <w:r w:rsidRPr="002A0058">
        <w:rPr>
          <w:rtl/>
        </w:rPr>
        <w:t xml:space="preserve"> فلسفة ذلك العلم</w:t>
      </w:r>
      <w:r w:rsidR="00610870">
        <w:rPr>
          <w:rtl/>
        </w:rPr>
        <w:t>؛</w:t>
      </w:r>
      <w:r w:rsidRPr="002A0058">
        <w:rPr>
          <w:rtl/>
        </w:rPr>
        <w:t xml:space="preserve"> لذلك لا يسعنا أن نغفل عن فلسفة علم الفقه</w:t>
      </w:r>
      <w:r w:rsidR="00610870">
        <w:rPr>
          <w:rtl/>
        </w:rPr>
        <w:t>،</w:t>
      </w:r>
      <w:r w:rsidRPr="002A0058">
        <w:rPr>
          <w:rtl/>
        </w:rPr>
        <w:t xml:space="preserve"> ونتجاهلها رغم أهمِّـيتها الفائقة.</w:t>
      </w:r>
    </w:p>
    <w:p w:rsidR="00E11204" w:rsidRDefault="00E07DFB" w:rsidP="00065D03">
      <w:pPr>
        <w:pStyle w:val="libNormal"/>
        <w:rPr>
          <w:rtl/>
        </w:rPr>
      </w:pPr>
      <w:r w:rsidRPr="00065D03">
        <w:rPr>
          <w:rtl/>
        </w:rPr>
        <w:t>وبديهي أنَّّ علم الأصول تكفَّل بعرض مجموعة من مباحث فلسفة الفقه ودراستها</w:t>
      </w:r>
      <w:r w:rsidR="00610870">
        <w:rPr>
          <w:rtl/>
        </w:rPr>
        <w:t>،</w:t>
      </w:r>
      <w:r w:rsidRPr="00065D03">
        <w:rPr>
          <w:rtl/>
        </w:rPr>
        <w:t xml:space="preserve"> ولكن ثَمَّة بحوث مهمَّة لا يتولى علم الأصول دراستها وبحثها.</w:t>
      </w:r>
    </w:p>
    <w:p w:rsidR="00E11204" w:rsidRDefault="00E11204" w:rsidP="00E5125A">
      <w:pPr>
        <w:pStyle w:val="libNormal"/>
        <w:rPr>
          <w:rtl/>
        </w:rPr>
      </w:pPr>
      <w:r>
        <w:rPr>
          <w:rtl/>
        </w:rPr>
        <w:br w:type="page"/>
      </w:r>
    </w:p>
    <w:p w:rsidR="00E07DFB" w:rsidRPr="00313984" w:rsidRDefault="00E07DFB" w:rsidP="00313984">
      <w:pPr>
        <w:pStyle w:val="libBold1"/>
        <w:rPr>
          <w:rtl/>
        </w:rPr>
      </w:pPr>
      <w:r w:rsidRPr="00313984">
        <w:rPr>
          <w:rtl/>
        </w:rPr>
        <w:lastRenderedPageBreak/>
        <w:t>* وهذا هو علم (المعرفة الفقهية)؟</w:t>
      </w:r>
    </w:p>
    <w:p w:rsidR="00E07DFB" w:rsidRPr="002A0058" w:rsidRDefault="00E07DFB" w:rsidP="002A0058">
      <w:pPr>
        <w:pStyle w:val="libNormal"/>
        <w:rPr>
          <w:rtl/>
        </w:rPr>
      </w:pPr>
      <w:r w:rsidRPr="00313984">
        <w:rPr>
          <w:rStyle w:val="libBold1Char"/>
          <w:rtl/>
        </w:rPr>
        <w:t>الشيخ مجتهد شَبَسْـتَري:</w:t>
      </w:r>
      <w:r w:rsidRPr="002A0058">
        <w:rPr>
          <w:rtl/>
        </w:rPr>
        <w:t xml:space="preserve"> البُعد المعرفي في الفقه لا يمثِّل فلسفة الفقه كلِّها</w:t>
      </w:r>
      <w:r w:rsidR="00610870">
        <w:rPr>
          <w:rtl/>
        </w:rPr>
        <w:t>،</w:t>
      </w:r>
      <w:r w:rsidRPr="002A0058">
        <w:rPr>
          <w:rtl/>
        </w:rPr>
        <w:t xml:space="preserve"> وإنَّما يمثِّل جزءاً مهمَّاً منها</w:t>
      </w:r>
      <w:r w:rsidR="00610870">
        <w:rPr>
          <w:rtl/>
        </w:rPr>
        <w:t>.</w:t>
      </w:r>
      <w:r w:rsidRPr="002A0058">
        <w:rPr>
          <w:rtl/>
        </w:rPr>
        <w:t xml:space="preserve"> </w:t>
      </w:r>
    </w:p>
    <w:p w:rsidR="00E07DFB" w:rsidRPr="00065D03" w:rsidRDefault="00E07DFB" w:rsidP="00065D03">
      <w:pPr>
        <w:pStyle w:val="libNormal"/>
        <w:rPr>
          <w:rtl/>
        </w:rPr>
      </w:pPr>
      <w:r w:rsidRPr="00065D03">
        <w:rPr>
          <w:rtl/>
        </w:rPr>
        <w:t>والآن نعود بعد هذه المقدِّمات إلى الموضوع المُثار</w:t>
      </w:r>
      <w:r w:rsidR="00610870">
        <w:rPr>
          <w:rtl/>
        </w:rPr>
        <w:t>،</w:t>
      </w:r>
      <w:r w:rsidRPr="00065D03">
        <w:rPr>
          <w:rtl/>
        </w:rPr>
        <w:t xml:space="preserve"> فإحدى المسائل الأساسية في فلسفة علم الفقه تتمثَّل بما يتضمَّنه السؤال الآتي: هل هناك دخل وتأثير لِمَا يحمله الفقيه من نظريات فلسفية</w:t>
      </w:r>
      <w:r w:rsidR="00610870">
        <w:rPr>
          <w:rtl/>
        </w:rPr>
        <w:t>،</w:t>
      </w:r>
      <w:r w:rsidRPr="00065D03">
        <w:rPr>
          <w:rtl/>
        </w:rPr>
        <w:t xml:space="preserve"> ولِمَا يؤمن به من نظريات كلامية</w:t>
      </w:r>
      <w:r w:rsidR="00610870">
        <w:rPr>
          <w:rtl/>
        </w:rPr>
        <w:t>،</w:t>
      </w:r>
      <w:r w:rsidRPr="00065D03">
        <w:rPr>
          <w:rtl/>
        </w:rPr>
        <w:t xml:space="preserve"> ولِمَا له من رؤية كونية</w:t>
      </w:r>
      <w:r w:rsidR="00610870">
        <w:rPr>
          <w:rtl/>
        </w:rPr>
        <w:t>،</w:t>
      </w:r>
      <w:r w:rsidRPr="00065D03">
        <w:rPr>
          <w:rtl/>
        </w:rPr>
        <w:t xml:space="preserve"> في كيفية فهمه للكتاب والسُّـنَّة أو لا؟ هذا سؤال مهم.</w:t>
      </w:r>
    </w:p>
    <w:p w:rsidR="00E07DFB" w:rsidRPr="00065D03" w:rsidRDefault="00E07DFB" w:rsidP="00065D03">
      <w:pPr>
        <w:pStyle w:val="libNormal"/>
        <w:rPr>
          <w:rtl/>
        </w:rPr>
      </w:pPr>
      <w:r w:rsidRPr="00065D03">
        <w:rPr>
          <w:rtl/>
        </w:rPr>
        <w:t>من أجل إضاءة جوانب عن هذا السؤال</w:t>
      </w:r>
      <w:r w:rsidR="00610870">
        <w:rPr>
          <w:rtl/>
        </w:rPr>
        <w:t xml:space="preserve"> - </w:t>
      </w:r>
      <w:r w:rsidRPr="00065D03">
        <w:rPr>
          <w:rtl/>
        </w:rPr>
        <w:t>وأنا أعتقد بوجود التأثير</w:t>
      </w:r>
      <w:r w:rsidR="00610870">
        <w:rPr>
          <w:rtl/>
        </w:rPr>
        <w:t xml:space="preserve"> - </w:t>
      </w:r>
      <w:r w:rsidRPr="00065D03">
        <w:rPr>
          <w:rtl/>
        </w:rPr>
        <w:t>ينبغي أن ننتبَّه إلى مسألة أساسية تتمثَّل في أنَّ على الفقيه أن يحدِّد موقفه في هذا المجال</w:t>
      </w:r>
      <w:r w:rsidR="00610870">
        <w:rPr>
          <w:rtl/>
        </w:rPr>
        <w:t>،</w:t>
      </w:r>
      <w:r w:rsidRPr="00065D03">
        <w:rPr>
          <w:rtl/>
        </w:rPr>
        <w:t xml:space="preserve"> ويكشف عنه بوضوح</w:t>
      </w:r>
      <w:r w:rsidR="00610870">
        <w:rPr>
          <w:rtl/>
        </w:rPr>
        <w:t>؛</w:t>
      </w:r>
      <w:r w:rsidRPr="00065D03">
        <w:rPr>
          <w:rtl/>
        </w:rPr>
        <w:t xml:space="preserve"> وذلك بأنْ يحدِّد دائرة الاستنباط الفقهي ويشخِّص مجالها</w:t>
      </w:r>
      <w:r w:rsidR="00610870">
        <w:rPr>
          <w:rtl/>
        </w:rPr>
        <w:t>،</w:t>
      </w:r>
      <w:r w:rsidRPr="00065D03">
        <w:rPr>
          <w:rtl/>
        </w:rPr>
        <w:t xml:space="preserve"> بحيث يُعلم في أيِّ المسائل تجب العودة إلى الكتاب والسُّـنَّة؟ وفي أيِّ المسائل لا تجب العودة أصلاً إلى الكتاب والسُّـنَّة؟ هذه مسألة أساسية ينبغي أن يكون للفقيه موقف واضح منها.</w:t>
      </w:r>
    </w:p>
    <w:p w:rsidR="00E11204" w:rsidRDefault="00E07DFB" w:rsidP="00E11204">
      <w:pPr>
        <w:pStyle w:val="libNormal"/>
        <w:rPr>
          <w:rtl/>
        </w:rPr>
      </w:pPr>
      <w:r w:rsidRPr="002A0058">
        <w:rPr>
          <w:rtl/>
        </w:rPr>
        <w:t xml:space="preserve">أمَّا سبب التأكيد على هذه النقطة المتمثِّلة بـ: </w:t>
      </w:r>
      <w:r w:rsidRPr="00313984">
        <w:rPr>
          <w:rStyle w:val="libBold1Char"/>
          <w:rtl/>
        </w:rPr>
        <w:t>وجوب تحديد الفقيه</w:t>
      </w:r>
      <w:r w:rsidR="00610870">
        <w:rPr>
          <w:rStyle w:val="libBold1Char"/>
          <w:rtl/>
        </w:rPr>
        <w:t xml:space="preserve"> - </w:t>
      </w:r>
      <w:r w:rsidRPr="00313984">
        <w:rPr>
          <w:rStyle w:val="libBold1Char"/>
          <w:rtl/>
        </w:rPr>
        <w:t>أوَّلاً</w:t>
      </w:r>
      <w:r w:rsidR="00610870">
        <w:rPr>
          <w:rStyle w:val="libBold1Char"/>
          <w:rtl/>
        </w:rPr>
        <w:t xml:space="preserve"> - </w:t>
      </w:r>
      <w:r w:rsidRPr="00313984">
        <w:rPr>
          <w:rStyle w:val="libBold1Char"/>
          <w:rtl/>
        </w:rPr>
        <w:t>لحدود عودته إلى الكتاب والسُّـنَّة</w:t>
      </w:r>
      <w:r w:rsidR="00610870">
        <w:rPr>
          <w:rtl/>
        </w:rPr>
        <w:t>،</w:t>
      </w:r>
      <w:r w:rsidRPr="002A0058">
        <w:rPr>
          <w:rtl/>
        </w:rPr>
        <w:t xml:space="preserve"> فإنَّما يُفسَّر على أساس أصل ثابت في علم التفسير</w:t>
      </w:r>
      <w:r w:rsidR="00E11204">
        <w:rPr>
          <w:rFonts w:hint="cs"/>
          <w:rtl/>
        </w:rPr>
        <w:t xml:space="preserve"> </w:t>
      </w:r>
      <w:r w:rsidRPr="00065D03">
        <w:rPr>
          <w:rtl/>
        </w:rPr>
        <w:t>يقول: إنَّ فهم أيَّ نصٍّ</w:t>
      </w:r>
      <w:r w:rsidR="00610870">
        <w:rPr>
          <w:rtl/>
        </w:rPr>
        <w:t xml:space="preserve"> - </w:t>
      </w:r>
      <w:r w:rsidRPr="00065D03">
        <w:rPr>
          <w:rtl/>
        </w:rPr>
        <w:t>من دون أن يقتصر ذلك على الكتاب والسُّـنَّة وحدهما</w:t>
      </w:r>
      <w:r w:rsidR="00610870">
        <w:rPr>
          <w:rtl/>
        </w:rPr>
        <w:t xml:space="preserve"> - </w:t>
      </w:r>
      <w:r w:rsidRPr="00065D03">
        <w:rPr>
          <w:rtl/>
        </w:rPr>
        <w:t>سواء أكان نصَّاً فلسفياً أم تاريخياً أم قانونياً</w:t>
      </w:r>
      <w:r w:rsidR="00610870">
        <w:rPr>
          <w:rtl/>
        </w:rPr>
        <w:t>،</w:t>
      </w:r>
      <w:r w:rsidRPr="00065D03">
        <w:rPr>
          <w:rtl/>
        </w:rPr>
        <w:t xml:space="preserve"> لا يكون ممكناً إلاّ إذا حدَّد قارئ النص ما يترقَّبه ويريده من عودته إلى النص؟ وما هي الأفكار التي ينطوي عليها النص بشكل عام؟ فمن دون حسم هذه المسألة لا يتيسَّر الوصول إلى أيِّ ضرب من ضروب فهم النص</w:t>
      </w:r>
      <w:r w:rsidR="00610870">
        <w:rPr>
          <w:rtl/>
        </w:rPr>
        <w:t>؛</w:t>
      </w:r>
      <w:r w:rsidRPr="00065D03">
        <w:rPr>
          <w:rtl/>
        </w:rPr>
        <w:t xml:space="preserve"> لذلك على الفقيه أن يحدِّد</w:t>
      </w:r>
      <w:r w:rsidR="00610870">
        <w:rPr>
          <w:rtl/>
        </w:rPr>
        <w:t xml:space="preserve"> - </w:t>
      </w:r>
      <w:r w:rsidRPr="00065D03">
        <w:rPr>
          <w:rtl/>
        </w:rPr>
        <w:t>بادئ ذي بدء</w:t>
      </w:r>
      <w:r w:rsidR="00610870">
        <w:rPr>
          <w:rtl/>
        </w:rPr>
        <w:t xml:space="preserve"> - </w:t>
      </w:r>
      <w:r w:rsidRPr="00065D03">
        <w:rPr>
          <w:rtl/>
        </w:rPr>
        <w:t>لماذا يعود إلى الكتاب والسُّـنَّة؟ وما هي طبيعة الأفكار والمواقف التي يتكفَّلها الكتاب والسُّـنَّة؟</w:t>
      </w:r>
    </w:p>
    <w:p w:rsidR="00E11204" w:rsidRDefault="00E11204"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وبعبارة أخرى</w:t>
      </w:r>
      <w:r w:rsidR="00610870">
        <w:rPr>
          <w:rtl/>
        </w:rPr>
        <w:t>،</w:t>
      </w:r>
      <w:r w:rsidRPr="00065D03">
        <w:rPr>
          <w:rtl/>
        </w:rPr>
        <w:t xml:space="preserve"> يمكن أن تطرح المسألة على نحو آخر يتمثَّل بالموقف من الوحي نفسه: فما هو الوحي؟ كيف ينظر قارئ النص إلى الوحي؟ وكيف يحدد دائرته ومفاده؟ وما هو الدَّور الذي يؤمن به للوحي في حياة الإنسان؟</w:t>
      </w:r>
      <w:r w:rsidR="00610870">
        <w:rPr>
          <w:rtl/>
        </w:rPr>
        <w:t>.</w:t>
      </w:r>
      <w:r w:rsidRPr="00065D03">
        <w:rPr>
          <w:rtl/>
        </w:rPr>
        <w:t xml:space="preserve"> وفي المقابل: ما هي الحاجات التي يؤمِّنها الوحي نفسه بعودتنا إليه؟ وما الذي ننتظره منه؟ وعلى الفقيه أن يكون بصيراً بطبيعة الرغبة التي تجذبه إلى الكتاب والسُّـنَّة</w:t>
      </w:r>
      <w:r w:rsidR="00610870">
        <w:rPr>
          <w:rtl/>
        </w:rPr>
        <w:t>،</w:t>
      </w:r>
      <w:r w:rsidRPr="00065D03">
        <w:rPr>
          <w:rtl/>
        </w:rPr>
        <w:t xml:space="preserve"> وأن يكون مدركاً لعمقها وكيفيَّـتها على نحو صحيح.</w:t>
      </w:r>
    </w:p>
    <w:p w:rsidR="00E07DFB" w:rsidRPr="00065D03" w:rsidRDefault="00E07DFB" w:rsidP="00065D03">
      <w:pPr>
        <w:pStyle w:val="libNormal"/>
        <w:rPr>
          <w:rtl/>
        </w:rPr>
      </w:pPr>
      <w:r w:rsidRPr="00065D03">
        <w:rPr>
          <w:rtl/>
        </w:rPr>
        <w:t>نعم</w:t>
      </w:r>
      <w:r w:rsidR="00610870">
        <w:rPr>
          <w:rtl/>
        </w:rPr>
        <w:t>،</w:t>
      </w:r>
      <w:r w:rsidRPr="00065D03">
        <w:rPr>
          <w:rtl/>
        </w:rPr>
        <w:t xml:space="preserve"> يمكن للفقيه أن يُدرك</w:t>
      </w:r>
      <w:r w:rsidR="00610870">
        <w:rPr>
          <w:rtl/>
        </w:rPr>
        <w:t>،</w:t>
      </w:r>
      <w:r w:rsidRPr="00065D03">
        <w:rPr>
          <w:rtl/>
        </w:rPr>
        <w:t xml:space="preserve"> بعد رجوعه للكتاب والسُّـنَّة</w:t>
      </w:r>
      <w:r w:rsidR="00610870">
        <w:rPr>
          <w:rtl/>
        </w:rPr>
        <w:t>،</w:t>
      </w:r>
      <w:r w:rsidRPr="00065D03">
        <w:rPr>
          <w:rtl/>
        </w:rPr>
        <w:t xml:space="preserve"> أنَّهما يجيبانه عن أسئلة لم تكن قد وردت على ذهنه</w:t>
      </w:r>
      <w:r w:rsidR="00610870">
        <w:rPr>
          <w:rtl/>
        </w:rPr>
        <w:t>،</w:t>
      </w:r>
      <w:r w:rsidRPr="00065D03">
        <w:rPr>
          <w:rtl/>
        </w:rPr>
        <w:t xml:space="preserve"> أو أنَّهما يقومان بتصحيح أسئلته</w:t>
      </w:r>
      <w:r w:rsidR="00610870">
        <w:rPr>
          <w:rtl/>
        </w:rPr>
        <w:t>،</w:t>
      </w:r>
      <w:r w:rsidRPr="00065D03">
        <w:rPr>
          <w:rtl/>
        </w:rPr>
        <w:t xml:space="preserve"> ذلك كلُّه محتمل</w:t>
      </w:r>
      <w:r w:rsidR="00610870">
        <w:rPr>
          <w:rtl/>
        </w:rPr>
        <w:t>؛</w:t>
      </w:r>
      <w:r w:rsidRPr="00065D03">
        <w:rPr>
          <w:rtl/>
        </w:rPr>
        <w:t xml:space="preserve"> لذلك ينبغي أن يكون ذهن الفقيه حال عودته إلى الكتاب والسُّـنَّة منفتحاً بشكل كامل</w:t>
      </w:r>
      <w:r w:rsidR="00610870">
        <w:rPr>
          <w:rtl/>
        </w:rPr>
        <w:t>،</w:t>
      </w:r>
      <w:r w:rsidRPr="00065D03">
        <w:rPr>
          <w:rtl/>
        </w:rPr>
        <w:t xml:space="preserve"> بمعنى أن يكون مستعدَّاً لِمَا قد يفضي إليه الرجوع إلى الكتاب والسُّـنَّة من تغيير يطرأ على إدراكه ووعيه وذهنه.</w:t>
      </w:r>
    </w:p>
    <w:p w:rsidR="00E07DFB" w:rsidRPr="002A0058" w:rsidRDefault="00E07DFB" w:rsidP="002A0058">
      <w:pPr>
        <w:pStyle w:val="libNormal"/>
        <w:rPr>
          <w:rtl/>
        </w:rPr>
      </w:pPr>
      <w:r w:rsidRPr="002A0058">
        <w:rPr>
          <w:rtl/>
        </w:rPr>
        <w:t>فعملية تفسير الكتاب والسُّـنَّة</w:t>
      </w:r>
      <w:r w:rsidR="00610870">
        <w:rPr>
          <w:rtl/>
        </w:rPr>
        <w:t>،</w:t>
      </w:r>
      <w:r w:rsidRPr="002A0058">
        <w:rPr>
          <w:rtl/>
        </w:rPr>
        <w:t xml:space="preserve"> سواء كانت فقهية أم غير فقهية</w:t>
      </w:r>
      <w:r w:rsidR="00610870">
        <w:rPr>
          <w:rtl/>
        </w:rPr>
        <w:t>،</w:t>
      </w:r>
      <w:r w:rsidRPr="002A0058">
        <w:rPr>
          <w:rtl/>
        </w:rPr>
        <w:t xml:space="preserve"> هي عملية أخذ وعطاء تتركَّز على قراءة النص</w:t>
      </w:r>
      <w:r w:rsidR="00610870">
        <w:rPr>
          <w:rtl/>
        </w:rPr>
        <w:t>،</w:t>
      </w:r>
      <w:r w:rsidRPr="002A0058">
        <w:rPr>
          <w:rtl/>
        </w:rPr>
        <w:t xml:space="preserve"> وتحصل دائماً بين قارئ النص وبين معطياته</w:t>
      </w:r>
      <w:r w:rsidR="00610870">
        <w:rPr>
          <w:rtl/>
        </w:rPr>
        <w:t>.</w:t>
      </w:r>
      <w:r w:rsidRPr="002A0058">
        <w:rPr>
          <w:rtl/>
        </w:rPr>
        <w:t xml:space="preserve"> هي حركة تبادل دورية</w:t>
      </w:r>
      <w:r w:rsidR="00610870">
        <w:rPr>
          <w:rtl/>
        </w:rPr>
        <w:t>،</w:t>
      </w:r>
      <w:r w:rsidRPr="002A0058">
        <w:rPr>
          <w:rtl/>
        </w:rPr>
        <w:t xml:space="preserve"> حركة تنطلق من مفسِّر النص وقارئه إلى النص</w:t>
      </w:r>
      <w:r w:rsidR="00610870">
        <w:rPr>
          <w:rtl/>
        </w:rPr>
        <w:t>،</w:t>
      </w:r>
      <w:r w:rsidRPr="002A0058">
        <w:rPr>
          <w:rtl/>
        </w:rPr>
        <w:t xml:space="preserve"> ومن النص إلى المفسِّر</w:t>
      </w:r>
      <w:r w:rsidR="00610870">
        <w:rPr>
          <w:rtl/>
        </w:rPr>
        <w:t>،</w:t>
      </w:r>
      <w:r w:rsidRPr="002A0058">
        <w:rPr>
          <w:rtl/>
        </w:rPr>
        <w:t xml:space="preserve"> بحيث يتكاملان فيما بينهما عبر هذه الحركة التبادلية (التفاعلية) التي يُعبَّر عنها في </w:t>
      </w:r>
      <w:r w:rsidRPr="00313984">
        <w:rPr>
          <w:rStyle w:val="libBold1Char"/>
          <w:rtl/>
        </w:rPr>
        <w:t>علم التفسير أو (الهرمنيوتيك) بـ: (الدور)</w:t>
      </w:r>
      <w:r w:rsidRPr="002A0058">
        <w:rPr>
          <w:rtl/>
        </w:rPr>
        <w:t>.</w:t>
      </w:r>
    </w:p>
    <w:p w:rsidR="00E11204" w:rsidRDefault="00E07DFB" w:rsidP="00065D03">
      <w:pPr>
        <w:pStyle w:val="libNormal"/>
        <w:rPr>
          <w:rtl/>
        </w:rPr>
      </w:pPr>
      <w:r w:rsidRPr="00065D03">
        <w:rPr>
          <w:rtl/>
        </w:rPr>
        <w:t>فلا يمكن أن يعود النص بمعطى لصالح الإنسان من دون أن يوظِّف مفسِّر النص ما عنده</w:t>
      </w:r>
      <w:r w:rsidR="00610870">
        <w:rPr>
          <w:rtl/>
        </w:rPr>
        <w:t>؛</w:t>
      </w:r>
      <w:r w:rsidRPr="00065D03">
        <w:rPr>
          <w:rtl/>
        </w:rPr>
        <w:t xml:space="preserve"> أي لن يكون بمقدور الإنسان أن يحصل على شيء من النص</w:t>
      </w:r>
      <w:r w:rsidR="00610870">
        <w:rPr>
          <w:rtl/>
        </w:rPr>
        <w:t>.</w:t>
      </w:r>
      <w:r w:rsidRPr="00065D03">
        <w:rPr>
          <w:rtl/>
        </w:rPr>
        <w:t xml:space="preserve"> فللإنسان معطيات عليه أن يوظِّفها ليحصل من النص على شيء</w:t>
      </w:r>
      <w:r w:rsidR="00610870">
        <w:rPr>
          <w:rtl/>
        </w:rPr>
        <w:t>،</w:t>
      </w:r>
      <w:r w:rsidRPr="00065D03">
        <w:rPr>
          <w:rtl/>
        </w:rPr>
        <w:t xml:space="preserve"> وعندما يخرج من النص بحصيلة يقوم بتصحيح معطياته الذاتية الخاصة على ضوئها</w:t>
      </w:r>
      <w:r w:rsidR="00610870">
        <w:rPr>
          <w:rtl/>
        </w:rPr>
        <w:t>،</w:t>
      </w:r>
      <w:r w:rsidRPr="00065D03">
        <w:rPr>
          <w:rtl/>
        </w:rPr>
        <w:t xml:space="preserve"> ثُمَّ يعود للنص مرَّة أخرى فيستفيد منه مجدَّداً بما يعزِّز معارفه.</w:t>
      </w:r>
    </w:p>
    <w:p w:rsidR="00E11204" w:rsidRDefault="00E11204" w:rsidP="00E5125A">
      <w:pPr>
        <w:pStyle w:val="libNormal"/>
        <w:rPr>
          <w:rtl/>
        </w:rPr>
      </w:pPr>
      <w:r>
        <w:rPr>
          <w:rtl/>
        </w:rPr>
        <w:br w:type="page"/>
      </w:r>
    </w:p>
    <w:p w:rsidR="00E07DFB" w:rsidRPr="002A0058" w:rsidRDefault="00E07DFB" w:rsidP="002A0058">
      <w:pPr>
        <w:pStyle w:val="libNormal"/>
        <w:rPr>
          <w:rtl/>
        </w:rPr>
      </w:pPr>
      <w:r w:rsidRPr="002A0058">
        <w:rPr>
          <w:rtl/>
        </w:rPr>
        <w:lastRenderedPageBreak/>
        <w:t xml:space="preserve">إنَّ علميَّة تفسير النصوص تنطوي على </w:t>
      </w:r>
      <w:r w:rsidRPr="00313984">
        <w:rPr>
          <w:rStyle w:val="libBold1Char"/>
          <w:rtl/>
        </w:rPr>
        <w:t>(الدور)</w:t>
      </w:r>
      <w:r w:rsidR="00610870">
        <w:rPr>
          <w:rStyle w:val="libBold1Char"/>
          <w:rtl/>
        </w:rPr>
        <w:t>،</w:t>
      </w:r>
      <w:r w:rsidRPr="002A0058">
        <w:rPr>
          <w:rtl/>
        </w:rPr>
        <w:t xml:space="preserve"> وذلك خلافاً لِمَا نتصوَّره</w:t>
      </w:r>
      <w:r w:rsidR="00610870">
        <w:rPr>
          <w:rtl/>
        </w:rPr>
        <w:t>؛</w:t>
      </w:r>
      <w:r w:rsidRPr="002A0058">
        <w:rPr>
          <w:rtl/>
        </w:rPr>
        <w:t xml:space="preserve"> إذ نظنُّ أنَّنا نعود إلى النص فنفهم منه</w:t>
      </w:r>
      <w:r w:rsidR="00610870">
        <w:rPr>
          <w:rtl/>
        </w:rPr>
        <w:t>،</w:t>
      </w:r>
      <w:r w:rsidRPr="002A0058">
        <w:rPr>
          <w:rtl/>
        </w:rPr>
        <w:t xml:space="preserve"> ولكن الواقع ليس بهذه الدرجة من البساطة</w:t>
      </w:r>
      <w:r w:rsidR="00610870">
        <w:rPr>
          <w:rtl/>
        </w:rPr>
        <w:t>،</w:t>
      </w:r>
      <w:r w:rsidRPr="002A0058">
        <w:rPr>
          <w:rtl/>
        </w:rPr>
        <w:t xml:space="preserve"> بل ما يتوقَّعه الفقيه من النص</w:t>
      </w:r>
      <w:r w:rsidR="00610870">
        <w:rPr>
          <w:rtl/>
        </w:rPr>
        <w:t>،</w:t>
      </w:r>
      <w:r w:rsidRPr="002A0058">
        <w:rPr>
          <w:rtl/>
        </w:rPr>
        <w:t xml:space="preserve"> وما يترقَّبه منه هو الذي يحدِّد طبيعة الأسئلة التي يطرحها على الكتاب والسُّـنَّة</w:t>
      </w:r>
      <w:r w:rsidR="00610870">
        <w:rPr>
          <w:rtl/>
        </w:rPr>
        <w:t>،</w:t>
      </w:r>
      <w:r w:rsidRPr="002A0058">
        <w:rPr>
          <w:rtl/>
        </w:rPr>
        <w:t xml:space="preserve"> وينتظر الإجابة عنها.</w:t>
      </w:r>
    </w:p>
    <w:p w:rsidR="00E07DFB" w:rsidRPr="00065D03" w:rsidRDefault="00E07DFB" w:rsidP="00065D03">
      <w:pPr>
        <w:pStyle w:val="libNormal"/>
        <w:rPr>
          <w:rtl/>
        </w:rPr>
      </w:pPr>
      <w:r w:rsidRPr="00065D03">
        <w:rPr>
          <w:rtl/>
        </w:rPr>
        <w:t>فلو افترضنا أنَّ الفقيه يتوقَّع أن يحصل على حكم شرعي</w:t>
      </w:r>
      <w:r w:rsidR="00610870">
        <w:rPr>
          <w:rtl/>
        </w:rPr>
        <w:t>،</w:t>
      </w:r>
      <w:r w:rsidRPr="00065D03">
        <w:rPr>
          <w:rtl/>
        </w:rPr>
        <w:t xml:space="preserve"> فحينئذ نسأل: هل يتعلَّق الحكم الشرعي الذي يريد أن يحصل عليه بجميع أفعال المكلَّفين أو ببعضها؟ ثُمَّ لماذا يتعلَّق بهذا القسم بالذات؟ وما هو دليل انتخابه من دون غيره؟ بمعنى أنَّ على الفقيه أن يكون له موقف من قضية حقيقة الكتاب والسُّـنَّة</w:t>
      </w:r>
      <w:r w:rsidR="00610870">
        <w:rPr>
          <w:rtl/>
        </w:rPr>
        <w:t>،</w:t>
      </w:r>
      <w:r w:rsidRPr="00065D03">
        <w:rPr>
          <w:rtl/>
        </w:rPr>
        <w:t xml:space="preserve"> فما هي حقيقتهما</w:t>
      </w:r>
      <w:r w:rsidR="00610870">
        <w:rPr>
          <w:rtl/>
        </w:rPr>
        <w:t>،</w:t>
      </w:r>
      <w:r w:rsidRPr="00065D03">
        <w:rPr>
          <w:rtl/>
        </w:rPr>
        <w:t xml:space="preserve"> وما هو دورهما في حياة الإنسان</w:t>
      </w:r>
      <w:r w:rsidR="00610870">
        <w:rPr>
          <w:rtl/>
        </w:rPr>
        <w:t>،</w:t>
      </w:r>
      <w:r w:rsidRPr="00065D03">
        <w:rPr>
          <w:rtl/>
        </w:rPr>
        <w:t xml:space="preserve"> حتّى يبتغي أن يحصل منهما على مثل هذه الأحكام التي يريدها؟ إنَّ القول: إنَّ مجال الكتاب والسُّـنَّة يتألَّف من دائرة معرفة حكم أفعال المكلَّفين</w:t>
      </w:r>
      <w:r w:rsidR="00610870">
        <w:rPr>
          <w:rtl/>
        </w:rPr>
        <w:t>،</w:t>
      </w:r>
      <w:r w:rsidRPr="00065D03">
        <w:rPr>
          <w:rtl/>
        </w:rPr>
        <w:t xml:space="preserve"> هو أمر ينطوي على الضيق والسعة</w:t>
      </w:r>
      <w:r w:rsidR="00610870">
        <w:rPr>
          <w:rtl/>
        </w:rPr>
        <w:t>،</w:t>
      </w:r>
      <w:r w:rsidRPr="00065D03">
        <w:rPr>
          <w:rtl/>
        </w:rPr>
        <w:t xml:space="preserve"> ولا يمكن المرور به مرور الكرام.</w:t>
      </w:r>
    </w:p>
    <w:p w:rsidR="00E07DFB" w:rsidRPr="00065D03" w:rsidRDefault="00E07DFB" w:rsidP="00065D03">
      <w:pPr>
        <w:pStyle w:val="libNormal"/>
        <w:rPr>
          <w:rtl/>
        </w:rPr>
      </w:pPr>
      <w:r w:rsidRPr="00065D03">
        <w:rPr>
          <w:rtl/>
        </w:rPr>
        <w:t>سنضع معنيين لهذه المقولة</w:t>
      </w:r>
      <w:r w:rsidR="00610870">
        <w:rPr>
          <w:rtl/>
        </w:rPr>
        <w:t>،</w:t>
      </w:r>
      <w:r w:rsidRPr="00065D03">
        <w:rPr>
          <w:rtl/>
        </w:rPr>
        <w:t xml:space="preserve"> أحدهما إلى جانب الآخر</w:t>
      </w:r>
      <w:r w:rsidR="00610870">
        <w:rPr>
          <w:rtl/>
        </w:rPr>
        <w:t>،</w:t>
      </w:r>
      <w:r w:rsidRPr="00065D03">
        <w:rPr>
          <w:rtl/>
        </w:rPr>
        <w:t xml:space="preserve"> ثُمَّ نقارن بينهما:</w:t>
      </w:r>
    </w:p>
    <w:p w:rsidR="00E11204" w:rsidRDefault="00E07DFB" w:rsidP="00E11204">
      <w:pPr>
        <w:pStyle w:val="libNormal"/>
        <w:rPr>
          <w:rtl/>
        </w:rPr>
      </w:pPr>
      <w:r w:rsidRPr="00313984">
        <w:rPr>
          <w:rStyle w:val="libBold1Char"/>
          <w:rtl/>
        </w:rPr>
        <w:t>في الحالة الأولى</w:t>
      </w:r>
      <w:r w:rsidR="00610870">
        <w:rPr>
          <w:rtl/>
        </w:rPr>
        <w:t>،</w:t>
      </w:r>
      <w:r w:rsidRPr="002A0058">
        <w:rPr>
          <w:rtl/>
        </w:rPr>
        <w:t xml:space="preserve"> يكون المعنى الذي يبغيه الفقيه من الحصول على حكم أفعال المكلَّفين</w:t>
      </w:r>
      <w:r w:rsidR="00610870">
        <w:rPr>
          <w:rtl/>
        </w:rPr>
        <w:t>،</w:t>
      </w:r>
      <w:r w:rsidRPr="002A0058">
        <w:rPr>
          <w:rtl/>
        </w:rPr>
        <w:t xml:space="preserve"> أن يقول: عندما أنهض من النَّوم صباحاً</w:t>
      </w:r>
      <w:r w:rsidR="00610870">
        <w:rPr>
          <w:rtl/>
        </w:rPr>
        <w:t>،</w:t>
      </w:r>
      <w:r w:rsidRPr="002A0058">
        <w:rPr>
          <w:rtl/>
        </w:rPr>
        <w:t xml:space="preserve"> لا أفعل أيَّ شيء إلاّ بعد أنْ أعود أوَّلاً إلى الكتاب والسُّـنَّة</w:t>
      </w:r>
      <w:r w:rsidR="00610870">
        <w:rPr>
          <w:rtl/>
        </w:rPr>
        <w:t>؛</w:t>
      </w:r>
      <w:r w:rsidRPr="002A0058">
        <w:rPr>
          <w:rtl/>
        </w:rPr>
        <w:t xml:space="preserve"> لأرى طبيعة التكليف الذي يحدِّدانه لي</w:t>
      </w:r>
      <w:r w:rsidR="00610870">
        <w:rPr>
          <w:rtl/>
        </w:rPr>
        <w:t>.</w:t>
      </w:r>
      <w:r w:rsidRPr="002A0058">
        <w:rPr>
          <w:rtl/>
        </w:rPr>
        <w:t xml:space="preserve"> ومعنى ذلك أنِّي أتوقَّع أن يُعيِّن الكتاب والسُّـنَّة تكليفي</w:t>
      </w:r>
      <w:r w:rsidR="00610870">
        <w:rPr>
          <w:rtl/>
        </w:rPr>
        <w:t xml:space="preserve"> - </w:t>
      </w:r>
      <w:r w:rsidRPr="002A0058">
        <w:rPr>
          <w:rtl/>
        </w:rPr>
        <w:t>على نحو أوَّلي</w:t>
      </w:r>
      <w:r w:rsidR="00610870">
        <w:rPr>
          <w:rtl/>
        </w:rPr>
        <w:t xml:space="preserve"> - </w:t>
      </w:r>
      <w:r w:rsidRPr="002A0058">
        <w:rPr>
          <w:rtl/>
        </w:rPr>
        <w:t>إزاء جميع</w:t>
      </w:r>
      <w:r w:rsidR="00E11204">
        <w:rPr>
          <w:rFonts w:hint="cs"/>
          <w:rtl/>
        </w:rPr>
        <w:t xml:space="preserve"> </w:t>
      </w:r>
      <w:r w:rsidRPr="00065D03">
        <w:rPr>
          <w:rtl/>
        </w:rPr>
        <w:t>أفعالي وأنشطتي</w:t>
      </w:r>
      <w:r w:rsidR="00610870">
        <w:rPr>
          <w:rtl/>
        </w:rPr>
        <w:t>،</w:t>
      </w:r>
      <w:r w:rsidRPr="00065D03">
        <w:rPr>
          <w:rtl/>
        </w:rPr>
        <w:t xml:space="preserve"> بصورة حكم شرعي فقهي من نوع الأحكام الخمسة (الحرمة</w:t>
      </w:r>
      <w:r w:rsidR="00610870">
        <w:rPr>
          <w:rtl/>
        </w:rPr>
        <w:t>،</w:t>
      </w:r>
      <w:r w:rsidRPr="00065D03">
        <w:rPr>
          <w:rtl/>
        </w:rPr>
        <w:t xml:space="preserve"> الوجوب</w:t>
      </w:r>
      <w:r w:rsidR="00610870">
        <w:rPr>
          <w:rtl/>
        </w:rPr>
        <w:t>،</w:t>
      </w:r>
      <w:r w:rsidRPr="00065D03">
        <w:rPr>
          <w:rtl/>
        </w:rPr>
        <w:t xml:space="preserve"> الإباحة</w:t>
      </w:r>
      <w:r w:rsidR="00610870">
        <w:rPr>
          <w:rtl/>
        </w:rPr>
        <w:t>،</w:t>
      </w:r>
      <w:r w:rsidRPr="00065D03">
        <w:rPr>
          <w:rtl/>
        </w:rPr>
        <w:t xml:space="preserve"> الكراهة</w:t>
      </w:r>
      <w:r w:rsidR="00610870">
        <w:rPr>
          <w:rtl/>
        </w:rPr>
        <w:t>،</w:t>
      </w:r>
      <w:r w:rsidRPr="00065D03">
        <w:rPr>
          <w:rtl/>
        </w:rPr>
        <w:t xml:space="preserve"> الاستحباب)</w:t>
      </w:r>
      <w:r w:rsidR="00610870">
        <w:rPr>
          <w:rtl/>
        </w:rPr>
        <w:t>،</w:t>
      </w:r>
      <w:r w:rsidRPr="00065D03">
        <w:rPr>
          <w:rtl/>
        </w:rPr>
        <w:t xml:space="preserve"> فأنا إذاً أنتظر من الكتاب والسُّـنَّة حكماً شرعيّاً فقهيّاً أوَّلياً إزاء جميع أفعالي</w:t>
      </w:r>
      <w:r w:rsidR="00610870">
        <w:rPr>
          <w:rtl/>
        </w:rPr>
        <w:t>.</w:t>
      </w:r>
      <w:r w:rsidRPr="00065D03">
        <w:rPr>
          <w:rtl/>
        </w:rPr>
        <w:t xml:space="preserve"> أنتظر منهما أن يحدِّدا ما أفعله وما لا أفعله</w:t>
      </w:r>
      <w:r w:rsidR="00610870">
        <w:rPr>
          <w:rtl/>
        </w:rPr>
        <w:t>؛</w:t>
      </w:r>
      <w:r w:rsidRPr="00065D03">
        <w:rPr>
          <w:rtl/>
        </w:rPr>
        <w:t xml:space="preserve"> والسَّبب في هذه النظرة: إيماني بأنَّ حقيقة الوحي ودوره أن يحدِّدا تكليفي إزاء جميع ما يصدر منِّي من حركات وسكنات.</w:t>
      </w:r>
    </w:p>
    <w:p w:rsidR="00E11204" w:rsidRDefault="00E11204"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إذا كان هذا هو ما ينشده الفقيه من الكتاب والسُّـنَّة</w:t>
      </w:r>
      <w:r w:rsidR="00610870">
        <w:rPr>
          <w:rtl/>
        </w:rPr>
        <w:t>،</w:t>
      </w:r>
      <w:r w:rsidRPr="00065D03">
        <w:rPr>
          <w:rtl/>
        </w:rPr>
        <w:t xml:space="preserve"> فإنَّ حياة هذا الفقيه ومَن يعمل بنظره (بفتاواه الفقهية)</w:t>
      </w:r>
      <w:r w:rsidR="00610870">
        <w:rPr>
          <w:rtl/>
        </w:rPr>
        <w:t>،</w:t>
      </w:r>
      <w:r w:rsidRPr="00065D03">
        <w:rPr>
          <w:rtl/>
        </w:rPr>
        <w:t xml:space="preserve"> وكذلك حياة المجتمع الذي يفتي له الفقيه</w:t>
      </w:r>
      <w:r w:rsidR="00610870">
        <w:rPr>
          <w:rtl/>
        </w:rPr>
        <w:t>،</w:t>
      </w:r>
      <w:r w:rsidRPr="00065D03">
        <w:rPr>
          <w:rtl/>
        </w:rPr>
        <w:t xml:space="preserve"> ستكتسب شكلاً خاصاً</w:t>
      </w:r>
      <w:r w:rsidR="00610870">
        <w:rPr>
          <w:rtl/>
        </w:rPr>
        <w:t>.</w:t>
      </w:r>
      <w:r w:rsidRPr="00065D03">
        <w:rPr>
          <w:rtl/>
        </w:rPr>
        <w:t xml:space="preserve"> فأفراد مجتمع كهذا عليهم أن لا يحرِّكوا ساكناً</w:t>
      </w:r>
      <w:r w:rsidR="00610870">
        <w:rPr>
          <w:rtl/>
        </w:rPr>
        <w:t>،</w:t>
      </w:r>
      <w:r w:rsidRPr="00065D03">
        <w:rPr>
          <w:rtl/>
        </w:rPr>
        <w:t xml:space="preserve"> إلاّ إذا جاء فيه موقف من الكتاب والسُّـنَّة بصورة خاصة أو عامة</w:t>
      </w:r>
      <w:r w:rsidR="00610870">
        <w:rPr>
          <w:rtl/>
        </w:rPr>
        <w:t>.</w:t>
      </w:r>
      <w:r w:rsidRPr="00065D03">
        <w:rPr>
          <w:rtl/>
        </w:rPr>
        <w:t xml:space="preserve"> وإذا اعتقد الفقيه بمثل هذه الرؤية</w:t>
      </w:r>
      <w:r w:rsidR="00610870">
        <w:rPr>
          <w:rtl/>
        </w:rPr>
        <w:t>،</w:t>
      </w:r>
      <w:r w:rsidRPr="00065D03">
        <w:rPr>
          <w:rtl/>
        </w:rPr>
        <w:t xml:space="preserve"> لا يستطيع أن يُخرج من دائرة الفقه ومجاله قسماً أعظم من فعاليات الإنسان التي ترتبط بالمسار الطبيعي للحياة الإنسانية والتمدُّن البشري</w:t>
      </w:r>
      <w:r w:rsidR="00610870">
        <w:rPr>
          <w:rtl/>
        </w:rPr>
        <w:t>،</w:t>
      </w:r>
      <w:r w:rsidRPr="00065D03">
        <w:rPr>
          <w:rtl/>
        </w:rPr>
        <w:t xml:space="preserve"> والتي أوكلت بمقتضى كلِّيات الكتاب والسُّـنَّة إلى الإنسان نفسه</w:t>
      </w:r>
      <w:r w:rsidR="00610870">
        <w:rPr>
          <w:rtl/>
        </w:rPr>
        <w:t>،</w:t>
      </w:r>
      <w:r w:rsidRPr="00065D03">
        <w:rPr>
          <w:rtl/>
        </w:rPr>
        <w:t xml:space="preserve"> وأنيطت بالعلوم والتجربة البشرية</w:t>
      </w:r>
      <w:r w:rsidR="00610870">
        <w:rPr>
          <w:rtl/>
        </w:rPr>
        <w:t>؛</w:t>
      </w:r>
      <w:r w:rsidRPr="00065D03">
        <w:rPr>
          <w:rtl/>
        </w:rPr>
        <w:t xml:space="preserve"> ذلك لأنَّ إناطة هذا القسم من النشاط البشري بالبشر يتعارض مع العقيدة</w:t>
      </w:r>
      <w:r w:rsidR="00610870">
        <w:rPr>
          <w:rtl/>
        </w:rPr>
        <w:t xml:space="preserve"> - </w:t>
      </w:r>
      <w:r w:rsidRPr="00065D03">
        <w:rPr>
          <w:rtl/>
        </w:rPr>
        <w:t>التي ينطوي عليها إيمان الفقيه المفترض</w:t>
      </w:r>
      <w:r w:rsidR="00610870">
        <w:rPr>
          <w:rtl/>
        </w:rPr>
        <w:t xml:space="preserve"> - </w:t>
      </w:r>
      <w:r w:rsidRPr="00065D03">
        <w:rPr>
          <w:rtl/>
        </w:rPr>
        <w:t>التي تذهب إلى أنَّ وظيفة الوحي هي أن يحدِّد للإنسان جميع سكناته وحركاته ومختلف ضروب نشاطه</w:t>
      </w:r>
      <w:r w:rsidR="00610870">
        <w:rPr>
          <w:rtl/>
        </w:rPr>
        <w:t>.</w:t>
      </w:r>
      <w:r w:rsidRPr="00065D03">
        <w:rPr>
          <w:rtl/>
        </w:rPr>
        <w:t xml:space="preserve"> إنَّ فقيهاً كهذا عليه أن يضع العلم والتجربة البشرية جانباً</w:t>
      </w:r>
      <w:r w:rsidR="00610870">
        <w:rPr>
          <w:rtl/>
        </w:rPr>
        <w:t>،</w:t>
      </w:r>
      <w:r w:rsidRPr="00065D03">
        <w:rPr>
          <w:rtl/>
        </w:rPr>
        <w:t xml:space="preserve"> ويتخلَّى عنهما تماماً</w:t>
      </w:r>
      <w:r w:rsidR="00610870">
        <w:rPr>
          <w:rtl/>
        </w:rPr>
        <w:t>،</w:t>
      </w:r>
      <w:r w:rsidRPr="00065D03">
        <w:rPr>
          <w:rtl/>
        </w:rPr>
        <w:t xml:space="preserve"> حتّى يستطيع أن يتمثَّل إيمانه في حقيقة الوحي (الكتاب والسُّـنَّة) ويبقى وفيَّاً له.</w:t>
      </w:r>
    </w:p>
    <w:p w:rsidR="00E11204" w:rsidRDefault="00E07DFB" w:rsidP="00E11204">
      <w:pPr>
        <w:pStyle w:val="libNormal"/>
        <w:rPr>
          <w:rtl/>
        </w:rPr>
      </w:pPr>
      <w:r w:rsidRPr="00313984">
        <w:rPr>
          <w:rStyle w:val="libBold1Char"/>
          <w:rtl/>
        </w:rPr>
        <w:t>أمَّا النَّوع الثاني من الانتظار والترقُّب لبيان أحكام المكلَّفين من الكتاب والسُّـنَّة</w:t>
      </w:r>
      <w:r w:rsidR="00610870">
        <w:rPr>
          <w:rStyle w:val="libBold1Char"/>
          <w:rtl/>
        </w:rPr>
        <w:t>،</w:t>
      </w:r>
      <w:r w:rsidRPr="002A0058">
        <w:rPr>
          <w:rtl/>
        </w:rPr>
        <w:t xml:space="preserve"> فيأتي في جانب آخر</w:t>
      </w:r>
      <w:r w:rsidR="00610870">
        <w:rPr>
          <w:rtl/>
        </w:rPr>
        <w:t>؛</w:t>
      </w:r>
      <w:r w:rsidRPr="002A0058">
        <w:rPr>
          <w:rtl/>
        </w:rPr>
        <w:t xml:space="preserve"> إذ هناك نوع من التفكيك في ذهن الفقيه</w:t>
      </w:r>
      <w:r w:rsidR="00610870">
        <w:rPr>
          <w:rtl/>
        </w:rPr>
        <w:t>،</w:t>
      </w:r>
      <w:r w:rsidRPr="002A0058">
        <w:rPr>
          <w:rtl/>
        </w:rPr>
        <w:t xml:space="preserve"> بمعنى أنَّه يَعرف</w:t>
      </w:r>
      <w:r w:rsidR="00610870">
        <w:rPr>
          <w:rtl/>
        </w:rPr>
        <w:t xml:space="preserve"> - </w:t>
      </w:r>
      <w:r w:rsidRPr="002A0058">
        <w:rPr>
          <w:rtl/>
        </w:rPr>
        <w:t>كإنسان حرٍّ ذي فكر</w:t>
      </w:r>
      <w:r w:rsidR="00610870">
        <w:rPr>
          <w:rtl/>
        </w:rPr>
        <w:t xml:space="preserve"> - </w:t>
      </w:r>
      <w:r w:rsidRPr="002A0058">
        <w:rPr>
          <w:rtl/>
        </w:rPr>
        <w:t>أنَّ هناك مسائل ترتبط تلقائياً بعقل الإنسان وتدخل في نطاق هذه الدائرة</w:t>
      </w:r>
      <w:r w:rsidR="00610870">
        <w:rPr>
          <w:rtl/>
        </w:rPr>
        <w:t>،</w:t>
      </w:r>
      <w:r w:rsidRPr="002A0058">
        <w:rPr>
          <w:rtl/>
        </w:rPr>
        <w:t xml:space="preserve"> وهناك حيِّز من الحياة ينهض به العقل</w:t>
      </w:r>
      <w:r w:rsidR="00610870">
        <w:rPr>
          <w:rtl/>
        </w:rPr>
        <w:t>،</w:t>
      </w:r>
      <w:r w:rsidRPr="002A0058">
        <w:rPr>
          <w:rtl/>
        </w:rPr>
        <w:t xml:space="preserve"> وقد أُوكل أمره إلى الإنسان نفسه</w:t>
      </w:r>
      <w:r w:rsidR="00610870">
        <w:rPr>
          <w:rtl/>
        </w:rPr>
        <w:t>؛</w:t>
      </w:r>
      <w:r w:rsidRPr="002A0058">
        <w:rPr>
          <w:rtl/>
        </w:rPr>
        <w:t xml:space="preserve"> بحيث لا يكون للوحي دور في هذه المساحة سوى تعيين الأصول</w:t>
      </w:r>
      <w:r w:rsidR="00E11204">
        <w:rPr>
          <w:rFonts w:hint="cs"/>
          <w:rtl/>
        </w:rPr>
        <w:t xml:space="preserve"> </w:t>
      </w:r>
      <w:r w:rsidRPr="00065D03">
        <w:rPr>
          <w:rtl/>
        </w:rPr>
        <w:t>الكلِّية</w:t>
      </w:r>
      <w:r w:rsidR="00610870">
        <w:rPr>
          <w:rtl/>
        </w:rPr>
        <w:t>،</w:t>
      </w:r>
      <w:r w:rsidRPr="00065D03">
        <w:rPr>
          <w:rtl/>
        </w:rPr>
        <w:t xml:space="preserve"> والقيم التي توجِّه الأنشطة البشرية</w:t>
      </w:r>
      <w:r w:rsidR="00610870">
        <w:rPr>
          <w:rtl/>
        </w:rPr>
        <w:t>،</w:t>
      </w:r>
      <w:r w:rsidRPr="00065D03">
        <w:rPr>
          <w:rtl/>
        </w:rPr>
        <w:t xml:space="preserve"> ومن ثَمَّ فإنَّ دور الوحي</w:t>
      </w:r>
      <w:r w:rsidR="00610870">
        <w:rPr>
          <w:rtl/>
        </w:rPr>
        <w:t xml:space="preserve"> - </w:t>
      </w:r>
      <w:r w:rsidRPr="00065D03">
        <w:rPr>
          <w:rtl/>
        </w:rPr>
        <w:t>في قناعة فقيه كهذا</w:t>
      </w:r>
      <w:r w:rsidR="00610870">
        <w:rPr>
          <w:rtl/>
        </w:rPr>
        <w:t xml:space="preserve"> - </w:t>
      </w:r>
      <w:r w:rsidRPr="00065D03">
        <w:rPr>
          <w:rtl/>
        </w:rPr>
        <w:t>لا يمتد ليشمل تعيين وظيفة الإنسان في جميع أنشطته وفعَّالياته.</w:t>
      </w:r>
    </w:p>
    <w:p w:rsidR="00E11204" w:rsidRDefault="00E11204"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فلو أرادت جماعة بشرية</w:t>
      </w:r>
      <w:r w:rsidR="00610870">
        <w:rPr>
          <w:rtl/>
        </w:rPr>
        <w:t xml:space="preserve"> - </w:t>
      </w:r>
      <w:r w:rsidRPr="00065D03">
        <w:rPr>
          <w:rtl/>
        </w:rPr>
        <w:t>مثلاً</w:t>
      </w:r>
      <w:r w:rsidR="00610870">
        <w:rPr>
          <w:rtl/>
        </w:rPr>
        <w:t xml:space="preserve"> - </w:t>
      </w:r>
      <w:r w:rsidRPr="00065D03">
        <w:rPr>
          <w:rtl/>
        </w:rPr>
        <w:t>أن تتحرَّك في طريق التنمية الاقتصادية وتحقيقها</w:t>
      </w:r>
      <w:r w:rsidR="00610870">
        <w:rPr>
          <w:rtl/>
        </w:rPr>
        <w:t>،</w:t>
      </w:r>
      <w:r w:rsidRPr="00065D03">
        <w:rPr>
          <w:rtl/>
        </w:rPr>
        <w:t xml:space="preserve"> فالقرار في هذا الشأن متروك لها</w:t>
      </w:r>
      <w:r w:rsidR="00610870">
        <w:rPr>
          <w:rtl/>
        </w:rPr>
        <w:t>،</w:t>
      </w:r>
      <w:r w:rsidRPr="00065D03">
        <w:rPr>
          <w:rtl/>
        </w:rPr>
        <w:t xml:space="preserve"> إن شاءت اتَّخذته</w:t>
      </w:r>
      <w:r w:rsidR="00610870">
        <w:rPr>
          <w:rtl/>
        </w:rPr>
        <w:t>،</w:t>
      </w:r>
      <w:r w:rsidRPr="00065D03">
        <w:rPr>
          <w:rtl/>
        </w:rPr>
        <w:t xml:space="preserve"> وإن شاءت لم تتّخذه</w:t>
      </w:r>
      <w:r w:rsidR="00610870">
        <w:rPr>
          <w:rtl/>
        </w:rPr>
        <w:t>.</w:t>
      </w:r>
      <w:r w:rsidRPr="00065D03">
        <w:rPr>
          <w:rtl/>
        </w:rPr>
        <w:t xml:space="preserve"> الأمر الذي يرتبط بالكتاب والسُّـنَّة</w:t>
      </w:r>
      <w:r w:rsidR="00610870">
        <w:rPr>
          <w:rtl/>
        </w:rPr>
        <w:t>،</w:t>
      </w:r>
      <w:r w:rsidRPr="00065D03">
        <w:rPr>
          <w:rtl/>
        </w:rPr>
        <w:t xml:space="preserve"> في هذا المجال</w:t>
      </w:r>
      <w:r w:rsidR="00610870">
        <w:rPr>
          <w:rtl/>
        </w:rPr>
        <w:t>،</w:t>
      </w:r>
      <w:r w:rsidRPr="00065D03">
        <w:rPr>
          <w:rtl/>
        </w:rPr>
        <w:t xml:space="preserve"> هو أنَّ على هذه الجماعة إذا قرَّرت أن تتحرَّك باتجاه التنمية</w:t>
      </w:r>
      <w:r w:rsidR="00610870">
        <w:rPr>
          <w:rtl/>
        </w:rPr>
        <w:t>،</w:t>
      </w:r>
      <w:r w:rsidRPr="00065D03">
        <w:rPr>
          <w:rtl/>
        </w:rPr>
        <w:t xml:space="preserve"> أن تعود إلى الكتاب والسُّـنَّة</w:t>
      </w:r>
      <w:r w:rsidR="00610870">
        <w:rPr>
          <w:rtl/>
        </w:rPr>
        <w:t>،</w:t>
      </w:r>
      <w:r w:rsidRPr="00065D03">
        <w:rPr>
          <w:rtl/>
        </w:rPr>
        <w:t xml:space="preserve"> لتعرف من خلالهما النواهي (المحرَّمات) الإلهية</w:t>
      </w:r>
      <w:r w:rsidR="00610870">
        <w:rPr>
          <w:rtl/>
        </w:rPr>
        <w:t>؛</w:t>
      </w:r>
      <w:r w:rsidRPr="00065D03">
        <w:rPr>
          <w:rtl/>
        </w:rPr>
        <w:t xml:space="preserve"> كي لا ترتكبها وتمارس الفعل الحرام في التنمية</w:t>
      </w:r>
      <w:r w:rsidR="00610870">
        <w:rPr>
          <w:rtl/>
        </w:rPr>
        <w:t>.</w:t>
      </w:r>
      <w:r w:rsidRPr="00065D03">
        <w:rPr>
          <w:rtl/>
        </w:rPr>
        <w:t xml:space="preserve"> ومعنى ذلك أنَّ دور الكتاب والسُّـنَّة</w:t>
      </w:r>
      <w:r w:rsidR="00610870">
        <w:rPr>
          <w:rtl/>
        </w:rPr>
        <w:t>،</w:t>
      </w:r>
      <w:r w:rsidRPr="00065D03">
        <w:rPr>
          <w:rtl/>
        </w:rPr>
        <w:t xml:space="preserve"> في مسألة التنمية الاقتصادية</w:t>
      </w:r>
      <w:r w:rsidR="00610870">
        <w:rPr>
          <w:rtl/>
        </w:rPr>
        <w:t>،</w:t>
      </w:r>
      <w:r w:rsidRPr="00065D03">
        <w:rPr>
          <w:rtl/>
        </w:rPr>
        <w:t xml:space="preserve"> هو أن يبيِّنا ما لا يجب وما لا يليق</w:t>
      </w:r>
      <w:r w:rsidR="00610870">
        <w:rPr>
          <w:rtl/>
        </w:rPr>
        <w:t>،</w:t>
      </w:r>
      <w:r w:rsidRPr="00065D03">
        <w:rPr>
          <w:rtl/>
        </w:rPr>
        <w:t xml:space="preserve"> لا أن يبيِّنا ما يجب وما ينبغي. </w:t>
      </w:r>
    </w:p>
    <w:p w:rsidR="00E07DFB" w:rsidRPr="00065D03" w:rsidRDefault="00E07DFB" w:rsidP="00E11204">
      <w:pPr>
        <w:pStyle w:val="libNormal"/>
        <w:rPr>
          <w:rtl/>
        </w:rPr>
      </w:pPr>
      <w:r w:rsidRPr="00065D03">
        <w:rPr>
          <w:rtl/>
        </w:rPr>
        <w:t>هذا الأنموذج يكشف عن ضرب آخر من ضروب العودة إلى الكتاب والسُّـنَّة</w:t>
      </w:r>
      <w:r w:rsidR="00610870">
        <w:rPr>
          <w:rtl/>
        </w:rPr>
        <w:t>،</w:t>
      </w:r>
      <w:r w:rsidRPr="00065D03">
        <w:rPr>
          <w:rtl/>
        </w:rPr>
        <w:t xml:space="preserve"> يُبنى على فهم جديد لحقيقة الوحي ودوره</w:t>
      </w:r>
      <w:r w:rsidR="00610870">
        <w:rPr>
          <w:rtl/>
        </w:rPr>
        <w:t>.</w:t>
      </w:r>
      <w:r w:rsidRPr="00065D03">
        <w:rPr>
          <w:rtl/>
        </w:rPr>
        <w:t xml:space="preserve"> الرؤية الأولى تجعل ما يُرجى من الكتاب والسُّـنَّة يمتد ليشمل كل فضاءات الحياة ومجالاتها. أمَّا الرؤية الثانية</w:t>
      </w:r>
      <w:r w:rsidR="00610870">
        <w:rPr>
          <w:rtl/>
        </w:rPr>
        <w:t>،</w:t>
      </w:r>
      <w:r w:rsidRPr="00065D03">
        <w:rPr>
          <w:rtl/>
        </w:rPr>
        <w:t xml:space="preserve"> فإنَّها تقصُر الدائرة في حدود المحور الأصلي لحياة الإنسان</w:t>
      </w:r>
      <w:r w:rsidR="00610870">
        <w:rPr>
          <w:rtl/>
        </w:rPr>
        <w:t>؛</w:t>
      </w:r>
      <w:r w:rsidRPr="00065D03">
        <w:rPr>
          <w:rtl/>
        </w:rPr>
        <w:t xml:space="preserve"> أي الحياة المعنوية (دائرة اجتناب الذنوب والتقرُّب إلى الله)</w:t>
      </w:r>
      <w:r w:rsidR="00610870">
        <w:rPr>
          <w:rtl/>
        </w:rPr>
        <w:t>،</w:t>
      </w:r>
      <w:r w:rsidRPr="00065D03">
        <w:rPr>
          <w:rtl/>
        </w:rPr>
        <w:t xml:space="preserve"> وتصرف مهمَّة الكتاب والسُّـنَّة إلى هذا المحور</w:t>
      </w:r>
      <w:r w:rsidR="00610870">
        <w:rPr>
          <w:rtl/>
        </w:rPr>
        <w:t>.</w:t>
      </w:r>
      <w:r w:rsidRPr="00065D03">
        <w:rPr>
          <w:rtl/>
        </w:rPr>
        <w:t xml:space="preserve"> أمَّا حركة الإنسان في أبعاد الحياة الاُخرى المتمثِّلة بإيجاد التمدُّن</w:t>
      </w:r>
      <w:r w:rsidR="00610870">
        <w:rPr>
          <w:rtl/>
        </w:rPr>
        <w:t>،</w:t>
      </w:r>
      <w:r w:rsidRPr="00065D03">
        <w:rPr>
          <w:rtl/>
        </w:rPr>
        <w:t xml:space="preserve"> والثقافة</w:t>
      </w:r>
      <w:r w:rsidR="00610870">
        <w:rPr>
          <w:rtl/>
        </w:rPr>
        <w:t>،</w:t>
      </w:r>
      <w:r w:rsidRPr="00065D03">
        <w:rPr>
          <w:rtl/>
        </w:rPr>
        <w:t xml:space="preserve"> والعمران</w:t>
      </w:r>
      <w:r w:rsidR="00610870">
        <w:rPr>
          <w:rtl/>
        </w:rPr>
        <w:t>،</w:t>
      </w:r>
      <w:r w:rsidRPr="00065D03">
        <w:rPr>
          <w:rtl/>
        </w:rPr>
        <w:t xml:space="preserve"> وأمور المعاش</w:t>
      </w:r>
      <w:r w:rsidR="00610870">
        <w:rPr>
          <w:rtl/>
        </w:rPr>
        <w:t>،</w:t>
      </w:r>
      <w:r w:rsidRPr="00065D03">
        <w:rPr>
          <w:rtl/>
        </w:rPr>
        <w:t xml:space="preserve"> فتوكل إلى الإنسان نفسه</w:t>
      </w:r>
      <w:r w:rsidR="00610870">
        <w:rPr>
          <w:rtl/>
        </w:rPr>
        <w:t>؛</w:t>
      </w:r>
      <w:r w:rsidRPr="00065D03">
        <w:rPr>
          <w:rtl/>
        </w:rPr>
        <w:t xml:space="preserve"> بمعنى أنَّ هذه الرؤية تترك الإنسان حرَّاً</w:t>
      </w:r>
      <w:r w:rsidR="00610870">
        <w:rPr>
          <w:rtl/>
        </w:rPr>
        <w:t>،</w:t>
      </w:r>
      <w:r w:rsidRPr="00065D03">
        <w:rPr>
          <w:rtl/>
        </w:rPr>
        <w:t xml:space="preserve"> وتوكل إليه ممارسة الوسائل والأدوات للحياة في هذا العالم.</w:t>
      </w:r>
    </w:p>
    <w:p w:rsidR="00E11204" w:rsidRDefault="00E07DFB" w:rsidP="00E11204">
      <w:pPr>
        <w:pStyle w:val="libNormal"/>
        <w:rPr>
          <w:rtl/>
        </w:rPr>
      </w:pPr>
      <w:r w:rsidRPr="00065D03">
        <w:rPr>
          <w:rtl/>
        </w:rPr>
        <w:t>لاحظوا أنَّ أمامنا نمطين من الترقُّب والتوقُّع لكيفية الحصول على الأحكام من الكتاب والسُّـنَّة</w:t>
      </w:r>
      <w:r w:rsidR="00610870">
        <w:rPr>
          <w:rtl/>
        </w:rPr>
        <w:t>،</w:t>
      </w:r>
      <w:r w:rsidRPr="00065D03">
        <w:rPr>
          <w:rtl/>
        </w:rPr>
        <w:t xml:space="preserve"> ينتهيان إلى رؤيتين مختلفتين بشأن حقيقة الوحي ودوره في حياة الإنسان</w:t>
      </w:r>
      <w:r w:rsidR="00610870">
        <w:rPr>
          <w:rtl/>
        </w:rPr>
        <w:t>.</w:t>
      </w:r>
      <w:r w:rsidRPr="00065D03">
        <w:rPr>
          <w:rtl/>
        </w:rPr>
        <w:t xml:space="preserve"> والأمر المهمّ الذي يربطنا بالموضوع</w:t>
      </w:r>
      <w:r w:rsidR="00610870">
        <w:rPr>
          <w:rtl/>
        </w:rPr>
        <w:t>،</w:t>
      </w:r>
      <w:r w:rsidRPr="00065D03">
        <w:rPr>
          <w:rtl/>
        </w:rPr>
        <w:t xml:space="preserve"> أنَّ هاتين العقيدتين أو الرؤتين هما</w:t>
      </w:r>
      <w:r w:rsidR="00610870">
        <w:rPr>
          <w:rtl/>
        </w:rPr>
        <w:t xml:space="preserve"> - </w:t>
      </w:r>
      <w:r w:rsidRPr="00065D03">
        <w:rPr>
          <w:rtl/>
        </w:rPr>
        <w:t>في حقيقتهما ومضمونهما</w:t>
      </w:r>
      <w:r w:rsidR="00610870">
        <w:rPr>
          <w:rtl/>
        </w:rPr>
        <w:t xml:space="preserve"> - </w:t>
      </w:r>
      <w:r w:rsidRPr="00065D03">
        <w:rPr>
          <w:rtl/>
        </w:rPr>
        <w:t>تعبير عن عقائد ومتبنَّيات فلسفية وكلامية</w:t>
      </w:r>
      <w:r w:rsidR="00610870">
        <w:rPr>
          <w:rtl/>
        </w:rPr>
        <w:t>.</w:t>
      </w:r>
      <w:r w:rsidRPr="00065D03">
        <w:rPr>
          <w:rtl/>
        </w:rPr>
        <w:t xml:space="preserve"> وهناك</w:t>
      </w:r>
      <w:r w:rsidR="00E11204">
        <w:rPr>
          <w:rFonts w:hint="cs"/>
          <w:rtl/>
        </w:rPr>
        <w:t xml:space="preserve"> </w:t>
      </w:r>
      <w:r w:rsidRPr="00065D03">
        <w:rPr>
          <w:rtl/>
        </w:rPr>
        <w:t>مسائل أخرى تدخل في تدخل في تأليف هذه الأفكار والمعتقدات الفلسفية والكلامية وتكوُّنها.</w:t>
      </w:r>
    </w:p>
    <w:p w:rsidR="00E11204" w:rsidRDefault="00E11204"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على سبيل المثال: لو عاش الفقيه في عصر تزدهر فيه التنمية الاقتصادية</w:t>
      </w:r>
      <w:r w:rsidR="00610870">
        <w:rPr>
          <w:rtl/>
        </w:rPr>
        <w:t>،</w:t>
      </w:r>
      <w:r w:rsidRPr="00065D03">
        <w:rPr>
          <w:rtl/>
        </w:rPr>
        <w:t xml:space="preserve"> بحيث تكون التنمية إحدى الضرورات</w:t>
      </w:r>
      <w:r w:rsidR="00610870">
        <w:rPr>
          <w:rtl/>
        </w:rPr>
        <w:t>،</w:t>
      </w:r>
      <w:r w:rsidRPr="00065D03">
        <w:rPr>
          <w:rtl/>
        </w:rPr>
        <w:t xml:space="preserve"> وتكون الحياة العادية المألوفة هي الحياة التي تقترن مع مستلزمات الصناعة</w:t>
      </w:r>
      <w:r w:rsidR="00610870">
        <w:rPr>
          <w:rtl/>
        </w:rPr>
        <w:t>،</w:t>
      </w:r>
      <w:r w:rsidRPr="00065D03">
        <w:rPr>
          <w:rtl/>
        </w:rPr>
        <w:t xml:space="preserve"> والمستلزمات الاجتماعية والثقافية للحالة الصناعية</w:t>
      </w:r>
      <w:r w:rsidR="00610870">
        <w:rPr>
          <w:rtl/>
        </w:rPr>
        <w:t>؛</w:t>
      </w:r>
      <w:r w:rsidRPr="00065D03">
        <w:rPr>
          <w:rtl/>
        </w:rPr>
        <w:t xml:space="preserve"> لو عاش الفقيه في عصر كهذا وألِفَه وقَبِل ضرورات التنمية الاقتصادية</w:t>
      </w:r>
      <w:r w:rsidR="00610870">
        <w:rPr>
          <w:rtl/>
        </w:rPr>
        <w:t>،</w:t>
      </w:r>
      <w:r w:rsidRPr="00065D03">
        <w:rPr>
          <w:rtl/>
        </w:rPr>
        <w:t xml:space="preserve"> ومستلزمات الحياة الصناعية</w:t>
      </w:r>
      <w:r w:rsidR="00610870">
        <w:rPr>
          <w:rtl/>
        </w:rPr>
        <w:t>،</w:t>
      </w:r>
      <w:r w:rsidRPr="00065D03">
        <w:rPr>
          <w:rtl/>
        </w:rPr>
        <w:t xml:space="preserve"> فإنَّه سينطوي</w:t>
      </w:r>
      <w:r w:rsidR="00610870">
        <w:rPr>
          <w:rtl/>
        </w:rPr>
        <w:t xml:space="preserve"> - </w:t>
      </w:r>
      <w:r w:rsidRPr="00065D03">
        <w:rPr>
          <w:rtl/>
        </w:rPr>
        <w:t>أراد ذلك أم لم يرد</w:t>
      </w:r>
      <w:r w:rsidR="00610870">
        <w:rPr>
          <w:rtl/>
        </w:rPr>
        <w:t xml:space="preserve"> - </w:t>
      </w:r>
      <w:r w:rsidRPr="00065D03">
        <w:rPr>
          <w:rtl/>
        </w:rPr>
        <w:t>على رؤية كونية خاصة تتَّسق مع هذا اللون من الحياة</w:t>
      </w:r>
      <w:r w:rsidR="00610870">
        <w:rPr>
          <w:rtl/>
        </w:rPr>
        <w:t>؛</w:t>
      </w:r>
      <w:r w:rsidRPr="00065D03">
        <w:rPr>
          <w:rtl/>
        </w:rPr>
        <w:t xml:space="preserve"> أيْ تتَّسق مع التمدُّن الجديد</w:t>
      </w:r>
      <w:r w:rsidR="00610870">
        <w:rPr>
          <w:rtl/>
        </w:rPr>
        <w:t>،</w:t>
      </w:r>
      <w:r w:rsidRPr="00065D03">
        <w:rPr>
          <w:rtl/>
        </w:rPr>
        <w:t xml:space="preserve"> وسيكون لهذه لرؤية الكونية أثرها في أفكار هذا الفقيه الفلسفية ومتبنَّياته الكلامية.</w:t>
      </w:r>
    </w:p>
    <w:p w:rsidR="00E07DFB" w:rsidRPr="00065D03" w:rsidRDefault="00E07DFB" w:rsidP="00065D03">
      <w:pPr>
        <w:pStyle w:val="libNormal"/>
        <w:rPr>
          <w:rtl/>
        </w:rPr>
      </w:pPr>
      <w:r w:rsidRPr="00065D03">
        <w:rPr>
          <w:rtl/>
        </w:rPr>
        <w:t>هذا الفقيه سيفهم الوحي ويتلقَّاه ويفسِّره بطريقة تتَّسق مع التمدُّن الجديد</w:t>
      </w:r>
      <w:r w:rsidR="00610870">
        <w:rPr>
          <w:rtl/>
        </w:rPr>
        <w:t>،</w:t>
      </w:r>
      <w:r w:rsidRPr="00065D03">
        <w:rPr>
          <w:rtl/>
        </w:rPr>
        <w:t xml:space="preserve"> لا أن ينفيه ويحكم عليه بالفناء والزوال</w:t>
      </w:r>
      <w:r w:rsidR="00610870">
        <w:rPr>
          <w:rtl/>
        </w:rPr>
        <w:t>،</w:t>
      </w:r>
      <w:r w:rsidRPr="00065D03">
        <w:rPr>
          <w:rtl/>
        </w:rPr>
        <w:t xml:space="preserve"> وفقيه كهذا سينظر إلى دور الكتاب والسُّـنَّة</w:t>
      </w:r>
      <w:r w:rsidR="00610870">
        <w:rPr>
          <w:rtl/>
        </w:rPr>
        <w:t>،</w:t>
      </w:r>
      <w:r w:rsidRPr="00065D03">
        <w:rPr>
          <w:rtl/>
        </w:rPr>
        <w:t xml:space="preserve"> في تنظيم الحياة المتمدِّنة وضبط العلم والصناعة</w:t>
      </w:r>
      <w:r w:rsidR="00610870">
        <w:rPr>
          <w:rtl/>
        </w:rPr>
        <w:t>،</w:t>
      </w:r>
      <w:r w:rsidRPr="00065D03">
        <w:rPr>
          <w:rtl/>
        </w:rPr>
        <w:t xml:space="preserve"> أنَّهما يقومان فقط بدور رعاية القيم المعنوية أثناء طيِّ هذا المسار</w:t>
      </w:r>
      <w:r w:rsidR="00610870">
        <w:rPr>
          <w:rtl/>
        </w:rPr>
        <w:t>،</w:t>
      </w:r>
      <w:r w:rsidRPr="00065D03">
        <w:rPr>
          <w:rtl/>
        </w:rPr>
        <w:t xml:space="preserve"> لا أن يبيِّنا أدوات هذا التنظيم ووسائله</w:t>
      </w:r>
      <w:r w:rsidR="00610870">
        <w:rPr>
          <w:rtl/>
        </w:rPr>
        <w:t>،</w:t>
      </w:r>
      <w:r w:rsidRPr="00065D03">
        <w:rPr>
          <w:rtl/>
        </w:rPr>
        <w:t xml:space="preserve"> ولا أن يحكما بالفناء والزوال على التمدُّن والعلم والصناعة</w:t>
      </w:r>
      <w:r w:rsidR="00610870">
        <w:rPr>
          <w:rtl/>
        </w:rPr>
        <w:t>.</w:t>
      </w:r>
      <w:r w:rsidRPr="00065D03">
        <w:rPr>
          <w:rtl/>
        </w:rPr>
        <w:t xml:space="preserve"> وبذلك تكون أسئلته أسئلة خاصة متطابقة مع هذه الرؤية</w:t>
      </w:r>
      <w:r w:rsidR="00610870">
        <w:rPr>
          <w:rtl/>
        </w:rPr>
        <w:t>،</w:t>
      </w:r>
      <w:r w:rsidRPr="00065D03">
        <w:rPr>
          <w:rtl/>
        </w:rPr>
        <w:t xml:space="preserve"> والأجوبة التي ينتظرها لا تخرج عن هذا البُعد.</w:t>
      </w:r>
    </w:p>
    <w:p w:rsidR="00E07DFB" w:rsidRPr="002A0058" w:rsidRDefault="00E07DFB" w:rsidP="002A0058">
      <w:pPr>
        <w:pStyle w:val="libNormal"/>
        <w:rPr>
          <w:rtl/>
        </w:rPr>
      </w:pPr>
      <w:r w:rsidRPr="002A0058">
        <w:rPr>
          <w:rtl/>
        </w:rPr>
        <w:t xml:space="preserve">ما نراه واضحاً هو: </w:t>
      </w:r>
      <w:r w:rsidRPr="00313984">
        <w:rPr>
          <w:rStyle w:val="libBold1Char"/>
          <w:rtl/>
        </w:rPr>
        <w:t>دخول العلوم</w:t>
      </w:r>
      <w:r w:rsidR="00610870">
        <w:rPr>
          <w:rStyle w:val="libBold1Char"/>
          <w:rtl/>
        </w:rPr>
        <w:t>،</w:t>
      </w:r>
      <w:r w:rsidRPr="00313984">
        <w:rPr>
          <w:rStyle w:val="libBold1Char"/>
          <w:rtl/>
        </w:rPr>
        <w:t xml:space="preserve"> والفلسفة</w:t>
      </w:r>
      <w:r w:rsidR="00610870">
        <w:rPr>
          <w:rStyle w:val="libBold1Char"/>
          <w:rtl/>
        </w:rPr>
        <w:t>،</w:t>
      </w:r>
      <w:r w:rsidRPr="00313984">
        <w:rPr>
          <w:rStyle w:val="libBold1Char"/>
          <w:rtl/>
        </w:rPr>
        <w:t xml:space="preserve"> والوضع الحضاري</w:t>
      </w:r>
      <w:r w:rsidR="00610870">
        <w:rPr>
          <w:rStyle w:val="libBold1Char"/>
          <w:rtl/>
        </w:rPr>
        <w:t>،</w:t>
      </w:r>
      <w:r w:rsidRPr="00313984">
        <w:rPr>
          <w:rStyle w:val="libBold1Char"/>
          <w:rtl/>
        </w:rPr>
        <w:t xml:space="preserve"> وحالة العصر</w:t>
      </w:r>
      <w:r w:rsidR="00610870">
        <w:rPr>
          <w:rStyle w:val="libBold1Char"/>
          <w:rtl/>
        </w:rPr>
        <w:t>،</w:t>
      </w:r>
      <w:r w:rsidRPr="00313984">
        <w:rPr>
          <w:rStyle w:val="libBold1Char"/>
          <w:rtl/>
        </w:rPr>
        <w:t xml:space="preserve"> في تكوين رؤية الفقيه وما ينتظره من الكتاب والسُّـنَّة.</w:t>
      </w:r>
    </w:p>
    <w:p w:rsidR="00E11204" w:rsidRDefault="00E07DFB" w:rsidP="00E11204">
      <w:pPr>
        <w:pStyle w:val="libNormal"/>
        <w:rPr>
          <w:rtl/>
        </w:rPr>
      </w:pPr>
      <w:r w:rsidRPr="00065D03">
        <w:rPr>
          <w:rtl/>
        </w:rPr>
        <w:t>ويمكن</w:t>
      </w:r>
      <w:r w:rsidR="00610870">
        <w:rPr>
          <w:rtl/>
        </w:rPr>
        <w:t>،</w:t>
      </w:r>
      <w:r w:rsidRPr="00065D03">
        <w:rPr>
          <w:rtl/>
        </w:rPr>
        <w:t xml:space="preserve"> في النقطة المقابلة</w:t>
      </w:r>
      <w:r w:rsidR="00610870">
        <w:rPr>
          <w:rtl/>
        </w:rPr>
        <w:t>،</w:t>
      </w:r>
      <w:r w:rsidRPr="00065D03">
        <w:rPr>
          <w:rtl/>
        </w:rPr>
        <w:t xml:space="preserve"> أن يعيش الفقيه في عصر يفتقر للعلوم والتمدُّن والصناعة والأوضاع المرتبطة بها</w:t>
      </w:r>
      <w:r w:rsidR="00610870">
        <w:rPr>
          <w:rtl/>
        </w:rPr>
        <w:t>،</w:t>
      </w:r>
      <w:r w:rsidRPr="00065D03">
        <w:rPr>
          <w:rtl/>
        </w:rPr>
        <w:t xml:space="preserve"> فحينئذٍ يكون من السَّهل لمثل هذا الفقيه أن ينهض من نومه صباحاً</w:t>
      </w:r>
      <w:r w:rsidR="00610870">
        <w:rPr>
          <w:rtl/>
        </w:rPr>
        <w:t>،</w:t>
      </w:r>
      <w:r w:rsidRPr="00065D03">
        <w:rPr>
          <w:rtl/>
        </w:rPr>
        <w:t xml:space="preserve"> ويقول: لا أعود إلاّ إلى الكتاب والسُّـنَّة</w:t>
      </w:r>
      <w:r w:rsidR="00610870">
        <w:rPr>
          <w:rtl/>
        </w:rPr>
        <w:t>؛</w:t>
      </w:r>
      <w:r w:rsidRPr="00065D03">
        <w:rPr>
          <w:rtl/>
        </w:rPr>
        <w:t xml:space="preserve"> بحيث أحصل منهما على شرح كامل</w:t>
      </w:r>
      <w:r w:rsidR="00E11204">
        <w:rPr>
          <w:rFonts w:hint="cs"/>
          <w:rtl/>
        </w:rPr>
        <w:t xml:space="preserve"> </w:t>
      </w:r>
      <w:r w:rsidRPr="00065D03">
        <w:rPr>
          <w:rtl/>
        </w:rPr>
        <w:t>لجميع ما ينبغي أن أفعله وما لا افعله</w:t>
      </w:r>
      <w:r w:rsidR="00610870">
        <w:rPr>
          <w:rtl/>
        </w:rPr>
        <w:t>.</w:t>
      </w:r>
      <w:r w:rsidRPr="00065D03">
        <w:rPr>
          <w:rtl/>
        </w:rPr>
        <w:t xml:space="preserve"> بَيْد أنَّ الذي حصل هو أنَّ فقهاءنا الماضين</w:t>
      </w:r>
      <w:r w:rsidR="00610870">
        <w:rPr>
          <w:rtl/>
        </w:rPr>
        <w:t>،</w:t>
      </w:r>
      <w:r w:rsidRPr="00065D03">
        <w:rPr>
          <w:rtl/>
        </w:rPr>
        <w:t xml:space="preserve"> مع عدم معاصرتهم لأوضاع شبيهة بالحضارة الجديدة</w:t>
      </w:r>
      <w:r w:rsidR="00610870">
        <w:rPr>
          <w:rtl/>
        </w:rPr>
        <w:t>،</w:t>
      </w:r>
      <w:r w:rsidRPr="00065D03">
        <w:rPr>
          <w:rtl/>
        </w:rPr>
        <w:t xml:space="preserve"> كانوا يقبلون مقتضيات عصورهم.</w:t>
      </w:r>
    </w:p>
    <w:p w:rsidR="00E11204" w:rsidRDefault="00E11204"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هنا بودِّي أن أستطرد قليلاً وأؤكِّد: أنَّ التشتُّت الذي نراه</w:t>
      </w:r>
      <w:r w:rsidR="00610870">
        <w:rPr>
          <w:rtl/>
        </w:rPr>
        <w:t>،</w:t>
      </w:r>
      <w:r w:rsidRPr="00065D03">
        <w:rPr>
          <w:rtl/>
        </w:rPr>
        <w:t xml:space="preserve"> في كثير من الفتاوى</w:t>
      </w:r>
      <w:r w:rsidR="00610870">
        <w:rPr>
          <w:rtl/>
        </w:rPr>
        <w:t>،</w:t>
      </w:r>
      <w:r w:rsidRPr="00065D03">
        <w:rPr>
          <w:rtl/>
        </w:rPr>
        <w:t xml:space="preserve"> يعود إلى عدم توجُّه الحوزات الفقهية إلى دور المباني الفلسفية</w:t>
      </w:r>
      <w:r w:rsidR="00610870">
        <w:rPr>
          <w:rtl/>
        </w:rPr>
        <w:t>،</w:t>
      </w:r>
      <w:r w:rsidRPr="00065D03">
        <w:rPr>
          <w:rtl/>
        </w:rPr>
        <w:t xml:space="preserve"> والكلامية</w:t>
      </w:r>
      <w:r w:rsidR="00610870">
        <w:rPr>
          <w:rtl/>
        </w:rPr>
        <w:t>،</w:t>
      </w:r>
      <w:r w:rsidRPr="00065D03">
        <w:rPr>
          <w:rtl/>
        </w:rPr>
        <w:t xml:space="preserve"> وطبيعة الرؤية الكونية للفقيه</w:t>
      </w:r>
      <w:r w:rsidR="00610870">
        <w:rPr>
          <w:rtl/>
        </w:rPr>
        <w:t>.</w:t>
      </w:r>
      <w:r w:rsidRPr="00065D03">
        <w:rPr>
          <w:rtl/>
        </w:rPr>
        <w:t xml:space="preserve"> فلو توافرت البحوث الكافية في هذه المباني ونُقِّحت</w:t>
      </w:r>
      <w:r w:rsidR="00610870">
        <w:rPr>
          <w:rtl/>
        </w:rPr>
        <w:t>؛</w:t>
      </w:r>
      <w:r w:rsidRPr="00065D03">
        <w:rPr>
          <w:rtl/>
        </w:rPr>
        <w:t xml:space="preserve"> لأدى ذلك إلى اختفاء أغلب عناصر الاضطراب في الفتوى</w:t>
      </w:r>
      <w:r w:rsidR="00610870">
        <w:rPr>
          <w:rtl/>
        </w:rPr>
        <w:t>،</w:t>
      </w:r>
      <w:r w:rsidRPr="00065D03">
        <w:rPr>
          <w:rtl/>
        </w:rPr>
        <w:t xml:space="preserve"> ولو تمَّ التدقيق في هذه المباني الفلسفية والمرتكزات الكلامية</w:t>
      </w:r>
      <w:r w:rsidR="00610870">
        <w:rPr>
          <w:rtl/>
        </w:rPr>
        <w:t>،</w:t>
      </w:r>
      <w:r w:rsidRPr="00065D03">
        <w:rPr>
          <w:rtl/>
        </w:rPr>
        <w:t xml:space="preserve"> وفي الرؤية الكونية</w:t>
      </w:r>
      <w:r w:rsidR="00610870">
        <w:rPr>
          <w:rtl/>
        </w:rPr>
        <w:t>،</w:t>
      </w:r>
      <w:r w:rsidRPr="00065D03">
        <w:rPr>
          <w:rtl/>
        </w:rPr>
        <w:t xml:space="preserve"> على قدر التدقيق الحاصل في البحث الأصولي</w:t>
      </w:r>
      <w:r w:rsidR="00610870">
        <w:rPr>
          <w:rtl/>
        </w:rPr>
        <w:t>،</w:t>
      </w:r>
      <w:r w:rsidRPr="00065D03">
        <w:rPr>
          <w:rtl/>
        </w:rPr>
        <w:t xml:space="preserve"> لأمكن أن تختفي الكثير من النقاط البارزة غير الفاعلة التي تظهر على الفقه</w:t>
      </w:r>
      <w:r w:rsidR="00610870">
        <w:rPr>
          <w:rtl/>
        </w:rPr>
        <w:t>،</w:t>
      </w:r>
      <w:r w:rsidRPr="00065D03">
        <w:rPr>
          <w:rtl/>
        </w:rPr>
        <w:t xml:space="preserve"> وبخاصة في المعاملات</w:t>
      </w:r>
      <w:r w:rsidR="00610870">
        <w:rPr>
          <w:rtl/>
        </w:rPr>
        <w:t>،</w:t>
      </w:r>
      <w:r w:rsidRPr="00065D03">
        <w:rPr>
          <w:rtl/>
        </w:rPr>
        <w:t xml:space="preserve"> ويذهب ما يعتور السياسة الفقهية من ضياع وحيرة على هذا الصعيد.</w:t>
      </w:r>
    </w:p>
    <w:p w:rsidR="00E07DFB" w:rsidRPr="00065D03" w:rsidRDefault="00E07DFB" w:rsidP="00065D03">
      <w:pPr>
        <w:pStyle w:val="libNormal"/>
        <w:rPr>
          <w:rtl/>
        </w:rPr>
      </w:pPr>
      <w:r w:rsidRPr="00065D03">
        <w:rPr>
          <w:rtl/>
        </w:rPr>
        <w:t>فما نحتاج إليه من أجل ذلك</w:t>
      </w:r>
      <w:r w:rsidR="00610870">
        <w:rPr>
          <w:rtl/>
        </w:rPr>
        <w:t>،</w:t>
      </w:r>
      <w:r w:rsidRPr="00065D03">
        <w:rPr>
          <w:rtl/>
        </w:rPr>
        <w:t xml:space="preserve"> هو بحوث شافية ووافية</w:t>
      </w:r>
      <w:r w:rsidR="00610870">
        <w:rPr>
          <w:rtl/>
        </w:rPr>
        <w:t>،</w:t>
      </w:r>
      <w:r w:rsidRPr="00065D03">
        <w:rPr>
          <w:rtl/>
        </w:rPr>
        <w:t xml:space="preserve"> ناظرة إلى المسائل الفلسفية والكلامية المعاصرة</w:t>
      </w:r>
      <w:r w:rsidR="00610870">
        <w:rPr>
          <w:rtl/>
        </w:rPr>
        <w:t>،</w:t>
      </w:r>
      <w:r w:rsidRPr="00065D03">
        <w:rPr>
          <w:rtl/>
        </w:rPr>
        <w:t xml:space="preserve"> وإلى ما يشهده العالم من تصوُّرات في الرؤية الكونية ومبانيها</w:t>
      </w:r>
      <w:r w:rsidR="00610870">
        <w:rPr>
          <w:rtl/>
        </w:rPr>
        <w:t>.</w:t>
      </w:r>
      <w:r w:rsidRPr="00065D03">
        <w:rPr>
          <w:rtl/>
        </w:rPr>
        <w:t xml:space="preserve"> والذي يؤسَف له أنَّه حتّى لو تمَّ الانتباه في حوزاتنا العلمية إلى الفلسفة والكلام</w:t>
      </w:r>
      <w:r w:rsidR="00610870">
        <w:rPr>
          <w:rtl/>
        </w:rPr>
        <w:t>،</w:t>
      </w:r>
      <w:r w:rsidRPr="00065D03">
        <w:rPr>
          <w:rtl/>
        </w:rPr>
        <w:t xml:space="preserve"> فإنَّ الذي يبقى غائباً في هذا المضمار هو طبيعة العلاقة بين هذه المباني وبين الفقه والاجتهاد.</w:t>
      </w:r>
    </w:p>
    <w:p w:rsidR="00E11204" w:rsidRDefault="00E07DFB" w:rsidP="00E11204">
      <w:pPr>
        <w:pStyle w:val="libNormal"/>
        <w:rPr>
          <w:rtl/>
        </w:rPr>
      </w:pPr>
      <w:r w:rsidRPr="00065D03">
        <w:rPr>
          <w:rtl/>
        </w:rPr>
        <w:t>التصوّر السائد هو أنَّ الفقيه لا يحتاج إلى الفلسفة والكلام</w:t>
      </w:r>
      <w:r w:rsidR="00610870">
        <w:rPr>
          <w:rtl/>
        </w:rPr>
        <w:t>،</w:t>
      </w:r>
      <w:r w:rsidRPr="00065D03">
        <w:rPr>
          <w:rtl/>
        </w:rPr>
        <w:t xml:space="preserve"> بل ثَمَّة ما هو أكثر</w:t>
      </w:r>
      <w:r w:rsidR="00610870">
        <w:rPr>
          <w:rtl/>
        </w:rPr>
        <w:t>،</w:t>
      </w:r>
      <w:r w:rsidRPr="00065D03">
        <w:rPr>
          <w:rtl/>
        </w:rPr>
        <w:t xml:space="preserve"> إذ يُتَصَوَّر أنَّ الفقيه الذي يتجاهل الفلسفة والكلام يحظى فقهه بحظٍّ أوفر من الصَّواب</w:t>
      </w:r>
      <w:r w:rsidR="00610870">
        <w:rPr>
          <w:rtl/>
        </w:rPr>
        <w:t>.</w:t>
      </w:r>
      <w:r w:rsidRPr="00065D03">
        <w:rPr>
          <w:rtl/>
        </w:rPr>
        <w:t xml:space="preserve"> فقد جرت العادة أنْ يُسأل الفقيه عن مبانيه الأصولية في الفتوى</w:t>
      </w:r>
      <w:r w:rsidR="00610870">
        <w:rPr>
          <w:rtl/>
        </w:rPr>
        <w:t>،</w:t>
      </w:r>
      <w:r w:rsidRPr="00065D03">
        <w:rPr>
          <w:rtl/>
        </w:rPr>
        <w:t xml:space="preserve"> وأحياناً تتعرَّض هذه المباني للنَّقد</w:t>
      </w:r>
      <w:r w:rsidR="00610870">
        <w:rPr>
          <w:rtl/>
        </w:rPr>
        <w:t>،</w:t>
      </w:r>
      <w:r w:rsidRPr="00065D03">
        <w:rPr>
          <w:rtl/>
        </w:rPr>
        <w:t xml:space="preserve"> بَيْدَ أنَّه لا يُسأل عن مبانيه الفلسفية والكلامية وعن رؤيته الكونية التي سَرَت إلى علم الأصول ونفذت إليه</w:t>
      </w:r>
      <w:r w:rsidR="00610870">
        <w:rPr>
          <w:rtl/>
        </w:rPr>
        <w:t>،</w:t>
      </w:r>
      <w:r w:rsidRPr="00065D03">
        <w:rPr>
          <w:rtl/>
        </w:rPr>
        <w:t xml:space="preserve"> وتركت آثارها بالتالي على فقهه</w:t>
      </w:r>
      <w:r w:rsidR="00610870">
        <w:rPr>
          <w:rtl/>
        </w:rPr>
        <w:t>،</w:t>
      </w:r>
      <w:r w:rsidRPr="00065D03">
        <w:rPr>
          <w:rtl/>
        </w:rPr>
        <w:t xml:space="preserve"> ولا تتعرَّض هذه المباني إلى النَّقد أبداً</w:t>
      </w:r>
      <w:r w:rsidR="00610870">
        <w:rPr>
          <w:rtl/>
        </w:rPr>
        <w:t>،</w:t>
      </w:r>
      <w:r w:rsidRPr="00065D03">
        <w:rPr>
          <w:rtl/>
        </w:rPr>
        <w:t xml:space="preserve"> فلا أحد يسأل الفقيه</w:t>
      </w:r>
      <w:r w:rsidR="00E11204">
        <w:rPr>
          <w:rFonts w:hint="cs"/>
          <w:rtl/>
        </w:rPr>
        <w:t xml:space="preserve"> </w:t>
      </w:r>
      <w:r w:rsidRPr="00065D03">
        <w:rPr>
          <w:rtl/>
        </w:rPr>
        <w:t>عن طبيعة الأصول الفلسفية والكلامية والرؤية الكونية التي أقام فقهه على أساسها؟ وبسبب هذه الغفلة عن المبادئ والمباني الأوّلية</w:t>
      </w:r>
      <w:r w:rsidR="00610870">
        <w:rPr>
          <w:rtl/>
        </w:rPr>
        <w:t>،</w:t>
      </w:r>
      <w:r w:rsidRPr="00065D03">
        <w:rPr>
          <w:rtl/>
        </w:rPr>
        <w:t xml:space="preserve"> ترى أنَّ كلَّ شخص يفتي بما يشاء</w:t>
      </w:r>
      <w:r w:rsidR="00610870">
        <w:rPr>
          <w:rtl/>
        </w:rPr>
        <w:t>،</w:t>
      </w:r>
      <w:r w:rsidRPr="00065D03">
        <w:rPr>
          <w:rtl/>
        </w:rPr>
        <w:t xml:space="preserve"> من دون أن تتوافر ضوابط واضحة لإنهاء حالة التشتُّت والاضطراب هذه.</w:t>
      </w:r>
    </w:p>
    <w:p w:rsidR="00E11204" w:rsidRDefault="00E11204" w:rsidP="00E5125A">
      <w:pPr>
        <w:pStyle w:val="libNormal"/>
        <w:rPr>
          <w:rtl/>
        </w:rPr>
      </w:pPr>
      <w:r>
        <w:rPr>
          <w:rtl/>
        </w:rPr>
        <w:br w:type="page"/>
      </w:r>
    </w:p>
    <w:p w:rsidR="00E07DFB" w:rsidRPr="002A0058" w:rsidRDefault="00E07DFB" w:rsidP="002A0058">
      <w:pPr>
        <w:pStyle w:val="libNormal"/>
        <w:rPr>
          <w:rtl/>
        </w:rPr>
      </w:pPr>
      <w:r w:rsidRPr="002A0058">
        <w:rPr>
          <w:rtl/>
        </w:rPr>
        <w:lastRenderedPageBreak/>
        <w:t>أنا شخصياً لا أشكُّ في أنَّ طريق إصلاح منهج الفقاهة والاجتهاد يتمثَّل في أن تعتني حوزاتنا العلمية</w:t>
      </w:r>
      <w:r w:rsidR="00610870">
        <w:rPr>
          <w:rtl/>
        </w:rPr>
        <w:t>،</w:t>
      </w:r>
      <w:r w:rsidRPr="00313984">
        <w:rPr>
          <w:rStyle w:val="libBold1Char"/>
          <w:rtl/>
        </w:rPr>
        <w:t xml:space="preserve"> في المرتبة الأولى</w:t>
      </w:r>
      <w:r w:rsidR="00610870">
        <w:rPr>
          <w:rtl/>
        </w:rPr>
        <w:t>،</w:t>
      </w:r>
      <w:r w:rsidRPr="002A0058">
        <w:rPr>
          <w:rtl/>
        </w:rPr>
        <w:t xml:space="preserve"> بحقل</w:t>
      </w:r>
      <w:r w:rsidRPr="00313984">
        <w:rPr>
          <w:rStyle w:val="libBold1Char"/>
          <w:rtl/>
        </w:rPr>
        <w:t xml:space="preserve"> (الإلهيات)</w:t>
      </w:r>
      <w:r w:rsidRPr="002A0058">
        <w:rPr>
          <w:rtl/>
        </w:rPr>
        <w:t xml:space="preserve"> (الرؤية الكونية)</w:t>
      </w:r>
      <w:r w:rsidR="00610870">
        <w:rPr>
          <w:rtl/>
        </w:rPr>
        <w:t>؛</w:t>
      </w:r>
      <w:r w:rsidRPr="002A0058">
        <w:rPr>
          <w:rtl/>
        </w:rPr>
        <w:t xml:space="preserve"> أي معارف التوحيد</w:t>
      </w:r>
      <w:r w:rsidR="00610870">
        <w:rPr>
          <w:rtl/>
        </w:rPr>
        <w:t>،</w:t>
      </w:r>
      <w:r w:rsidRPr="002A0058">
        <w:rPr>
          <w:rtl/>
        </w:rPr>
        <w:t xml:space="preserve"> ثمَّ تُعنى</w:t>
      </w:r>
      <w:r w:rsidR="00610870">
        <w:rPr>
          <w:rtl/>
        </w:rPr>
        <w:t>،</w:t>
      </w:r>
      <w:r w:rsidRPr="002A0058">
        <w:rPr>
          <w:rtl/>
        </w:rPr>
        <w:t xml:space="preserve"> </w:t>
      </w:r>
      <w:r w:rsidRPr="00313984">
        <w:rPr>
          <w:rStyle w:val="libBold1Char"/>
          <w:rtl/>
        </w:rPr>
        <w:t>في المرتبة الثانية</w:t>
      </w:r>
      <w:r w:rsidR="00610870">
        <w:rPr>
          <w:rtl/>
        </w:rPr>
        <w:t>،</w:t>
      </w:r>
      <w:r w:rsidRPr="002A0058">
        <w:rPr>
          <w:rtl/>
        </w:rPr>
        <w:t xml:space="preserve"> بحقول الفقه والاجتهاد</w:t>
      </w:r>
      <w:r w:rsidR="00610870">
        <w:rPr>
          <w:rtl/>
        </w:rPr>
        <w:t>؛</w:t>
      </w:r>
      <w:r w:rsidRPr="002A0058">
        <w:rPr>
          <w:rtl/>
        </w:rPr>
        <w:t xml:space="preserve"> أي أنَّ الجهد الأهمّ ينبغي أن يبذل في إطار حقل معارف التوحيد</w:t>
      </w:r>
      <w:r w:rsidR="00610870">
        <w:rPr>
          <w:rtl/>
        </w:rPr>
        <w:t>،</w:t>
      </w:r>
      <w:r w:rsidRPr="002A0058">
        <w:rPr>
          <w:rtl/>
        </w:rPr>
        <w:t xml:space="preserve"> ثُمَّ يؤسَّس الفقه والاجتهاد ويبنى على ذلك الجانب المعرفي.</w:t>
      </w:r>
    </w:p>
    <w:p w:rsidR="00E07DFB" w:rsidRPr="002A0058" w:rsidRDefault="00E07DFB" w:rsidP="002A0058">
      <w:pPr>
        <w:pStyle w:val="libNormal"/>
        <w:rPr>
          <w:rtl/>
        </w:rPr>
      </w:pPr>
      <w:r w:rsidRPr="002A0058">
        <w:rPr>
          <w:rtl/>
        </w:rPr>
        <w:t>أمَّا في مجال الفقه والاجتهاد</w:t>
      </w:r>
      <w:r w:rsidR="00610870">
        <w:rPr>
          <w:rtl/>
        </w:rPr>
        <w:t>،</w:t>
      </w:r>
      <w:r w:rsidRPr="002A0058">
        <w:rPr>
          <w:rtl/>
        </w:rPr>
        <w:t xml:space="preserve"> فينبغي</w:t>
      </w:r>
      <w:r w:rsidR="00610870">
        <w:rPr>
          <w:rtl/>
        </w:rPr>
        <w:t>،</w:t>
      </w:r>
      <w:r w:rsidRPr="002A0058">
        <w:rPr>
          <w:rtl/>
        </w:rPr>
        <w:t xml:space="preserve"> في البدء</w:t>
      </w:r>
      <w:r w:rsidR="00610870">
        <w:rPr>
          <w:rtl/>
        </w:rPr>
        <w:t>،</w:t>
      </w:r>
      <w:r w:rsidRPr="002A0058">
        <w:rPr>
          <w:rtl/>
        </w:rPr>
        <w:t xml:space="preserve"> أن تُحدَّد ضوابط معيَّنة تندرج تحت عنوان: </w:t>
      </w:r>
      <w:r w:rsidRPr="00313984">
        <w:rPr>
          <w:rStyle w:val="libBold1Char"/>
          <w:rtl/>
        </w:rPr>
        <w:t>مقاصد الشريعة</w:t>
      </w:r>
      <w:r w:rsidR="00610870">
        <w:rPr>
          <w:rtl/>
        </w:rPr>
        <w:t>،</w:t>
      </w:r>
      <w:r w:rsidRPr="002A0058">
        <w:rPr>
          <w:rtl/>
        </w:rPr>
        <w:t xml:space="preserve"> ثُمَّ يمارس الاجتهاد بعدئذ في إطار تلك المقاصد</w:t>
      </w:r>
      <w:r w:rsidR="00610870">
        <w:rPr>
          <w:rtl/>
        </w:rPr>
        <w:t>،</w:t>
      </w:r>
      <w:r w:rsidRPr="002A0058">
        <w:rPr>
          <w:rtl/>
        </w:rPr>
        <w:t xml:space="preserve"> وفي إطار تدوين الأصول الكلّية العامة لمقاصد الشريعة</w:t>
      </w:r>
      <w:r w:rsidR="00610870">
        <w:rPr>
          <w:rtl/>
        </w:rPr>
        <w:t>،</w:t>
      </w:r>
      <w:r w:rsidRPr="002A0058">
        <w:rPr>
          <w:rtl/>
        </w:rPr>
        <w:t xml:space="preserve"> بوصفها الأطر الكلِّية والضوابط العامة للفقه والاجتهاد</w:t>
      </w:r>
      <w:r w:rsidR="00610870">
        <w:rPr>
          <w:rtl/>
        </w:rPr>
        <w:t>،</w:t>
      </w:r>
      <w:r w:rsidRPr="002A0058">
        <w:rPr>
          <w:rtl/>
        </w:rPr>
        <w:t xml:space="preserve"> وهناك مسائل كثيرة لا مجال الآن للخوض فيها.</w:t>
      </w:r>
    </w:p>
    <w:p w:rsidR="00E07DFB" w:rsidRPr="002A0058" w:rsidRDefault="00E07DFB" w:rsidP="002A0058">
      <w:pPr>
        <w:pStyle w:val="libNormal"/>
        <w:rPr>
          <w:rtl/>
        </w:rPr>
      </w:pPr>
      <w:r w:rsidRPr="002A0058">
        <w:rPr>
          <w:rtl/>
        </w:rPr>
        <w:t>على ضوء ما مرَّ</w:t>
      </w:r>
      <w:r w:rsidR="00610870">
        <w:rPr>
          <w:rtl/>
        </w:rPr>
        <w:t>،</w:t>
      </w:r>
      <w:r w:rsidRPr="002A0058">
        <w:rPr>
          <w:rtl/>
        </w:rPr>
        <w:t xml:space="preserve"> ما ينبغي طرحه على طاولة البحث</w:t>
      </w:r>
      <w:r w:rsidR="00610870">
        <w:rPr>
          <w:rtl/>
        </w:rPr>
        <w:t>،</w:t>
      </w:r>
      <w:r w:rsidRPr="002A0058">
        <w:rPr>
          <w:rtl/>
        </w:rPr>
        <w:t xml:space="preserve"> في الوقت الحاضر</w:t>
      </w:r>
      <w:r w:rsidR="00610870">
        <w:rPr>
          <w:rtl/>
        </w:rPr>
        <w:t>،</w:t>
      </w:r>
      <w:r w:rsidRPr="002A0058">
        <w:rPr>
          <w:rtl/>
        </w:rPr>
        <w:t xml:space="preserve"> هو </w:t>
      </w:r>
      <w:r w:rsidRPr="00313984">
        <w:rPr>
          <w:rStyle w:val="libBold1Char"/>
          <w:rtl/>
        </w:rPr>
        <w:t>الاجتهاد الفلسفي والكلامي في إطار الزمان والمكان</w:t>
      </w:r>
      <w:r w:rsidR="00610870">
        <w:rPr>
          <w:rtl/>
        </w:rPr>
        <w:t>،</w:t>
      </w:r>
      <w:r w:rsidRPr="002A0058">
        <w:rPr>
          <w:rtl/>
        </w:rPr>
        <w:t xml:space="preserve"> وذلك بدلاً ممَّا هو حاصل فعلاً من عرض مسألة الاجتهاد الفقهي في إطار متغيَّرات الزمان والمكان</w:t>
      </w:r>
      <w:r w:rsidR="00610870">
        <w:rPr>
          <w:rtl/>
        </w:rPr>
        <w:t>،</w:t>
      </w:r>
      <w:r w:rsidRPr="002A0058">
        <w:rPr>
          <w:rtl/>
        </w:rPr>
        <w:t xml:space="preserve"> وذلك بالمعنى الذي يفيد تقدُّم المقولة الأولى على الثانية</w:t>
      </w:r>
      <w:r w:rsidR="00610870">
        <w:rPr>
          <w:rtl/>
        </w:rPr>
        <w:t>،</w:t>
      </w:r>
      <w:r w:rsidRPr="002A0058">
        <w:rPr>
          <w:rtl/>
        </w:rPr>
        <w:t xml:space="preserve"> وترتُّب المسألة الثانية</w:t>
      </w:r>
      <w:r w:rsidR="00610870">
        <w:rPr>
          <w:rtl/>
        </w:rPr>
        <w:t xml:space="preserve"> - </w:t>
      </w:r>
      <w:r w:rsidRPr="002A0058">
        <w:rPr>
          <w:rtl/>
        </w:rPr>
        <w:t>من حيث المبنى</w:t>
      </w:r>
      <w:r w:rsidR="00610870">
        <w:rPr>
          <w:rtl/>
        </w:rPr>
        <w:t xml:space="preserve"> - </w:t>
      </w:r>
      <w:r w:rsidRPr="002A0058">
        <w:rPr>
          <w:rtl/>
        </w:rPr>
        <w:t>على الحصيلة التي يُصار إلهيا في البحث الأوّل.</w:t>
      </w:r>
    </w:p>
    <w:p w:rsidR="00E07DFB" w:rsidRPr="00065D03" w:rsidRDefault="00E07DFB" w:rsidP="00065D03">
      <w:pPr>
        <w:pStyle w:val="libNormal"/>
        <w:rPr>
          <w:rtl/>
        </w:rPr>
      </w:pPr>
      <w:r w:rsidRPr="00065D03">
        <w:rPr>
          <w:rtl/>
        </w:rPr>
        <w:t>نعرف أنَّه من المألوف القول</w:t>
      </w:r>
      <w:r w:rsidR="00610870">
        <w:rPr>
          <w:rtl/>
        </w:rPr>
        <w:t xml:space="preserve"> - </w:t>
      </w:r>
      <w:r w:rsidRPr="00065D03">
        <w:rPr>
          <w:rtl/>
        </w:rPr>
        <w:t>في مواجهة هذه الدعوة</w:t>
      </w:r>
      <w:r w:rsidR="00610870">
        <w:rPr>
          <w:rtl/>
        </w:rPr>
        <w:t xml:space="preserve"> -</w:t>
      </w:r>
      <w:r w:rsidRPr="00065D03">
        <w:rPr>
          <w:rtl/>
        </w:rPr>
        <w:t>: إنَّ المرتكزات الفلسفية والكلامية قد طُرحت خلال القرون الماضية</w:t>
      </w:r>
      <w:r w:rsidR="00610870">
        <w:rPr>
          <w:rtl/>
        </w:rPr>
        <w:t>،</w:t>
      </w:r>
      <w:r w:rsidRPr="00065D03">
        <w:rPr>
          <w:rtl/>
        </w:rPr>
        <w:t xml:space="preserve"> واستحكمت مبانيها ونقِّحت بما فيه الكفاية</w:t>
      </w:r>
      <w:r w:rsidR="00610870">
        <w:rPr>
          <w:rtl/>
        </w:rPr>
        <w:t>،</w:t>
      </w:r>
      <w:r w:rsidRPr="00065D03">
        <w:rPr>
          <w:rtl/>
        </w:rPr>
        <w:t xml:space="preserve"> بحيث لا تحتاج إلى إعادة النظر فيها. </w:t>
      </w:r>
    </w:p>
    <w:p w:rsidR="00E45880" w:rsidRDefault="00E07DFB" w:rsidP="00E45880">
      <w:pPr>
        <w:pStyle w:val="libNormal"/>
        <w:rPr>
          <w:rtl/>
        </w:rPr>
      </w:pPr>
      <w:r w:rsidRPr="00065D03">
        <w:rPr>
          <w:rtl/>
        </w:rPr>
        <w:t>هذه على أيِّ حال نظرية سائدة</w:t>
      </w:r>
      <w:r w:rsidR="00610870">
        <w:rPr>
          <w:rtl/>
        </w:rPr>
        <w:t>،</w:t>
      </w:r>
      <w:r w:rsidR="00E45880">
        <w:rPr>
          <w:rFonts w:hint="cs"/>
          <w:rtl/>
        </w:rPr>
        <w:t xml:space="preserve"> </w:t>
      </w:r>
      <w:r w:rsidRPr="00065D03">
        <w:rPr>
          <w:rtl/>
        </w:rPr>
        <w:t>لكن ألا ينبغي لحوزاتنا العلمية أن تطرح هذا الادّعاء الكبير على بساط البحث</w:t>
      </w:r>
      <w:r w:rsidR="00610870">
        <w:rPr>
          <w:rtl/>
        </w:rPr>
        <w:t>،</w:t>
      </w:r>
      <w:r w:rsidRPr="00065D03">
        <w:rPr>
          <w:rtl/>
        </w:rPr>
        <w:t xml:space="preserve"> في أجواء حرَّة ونهج تحقيقي بعيد عن التعصّب</w:t>
      </w:r>
      <w:r w:rsidR="00610870">
        <w:rPr>
          <w:rtl/>
        </w:rPr>
        <w:t>؛</w:t>
      </w:r>
      <w:r w:rsidRPr="00065D03">
        <w:rPr>
          <w:rtl/>
        </w:rPr>
        <w:t xml:space="preserve"> لكي يتبيَّن من البحث والمناقشة مقدار ما يتحلَّى به هذا الادّعاء من صحَّة أو سقم؟</w:t>
      </w:r>
    </w:p>
    <w:p w:rsidR="00E45880" w:rsidRDefault="00E45880"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يمكن أن نُضيف إلى ما مرَّ</w:t>
      </w:r>
      <w:r w:rsidR="00610870">
        <w:rPr>
          <w:rtl/>
        </w:rPr>
        <w:t>،</w:t>
      </w:r>
      <w:r w:rsidRPr="00065D03">
        <w:rPr>
          <w:rtl/>
        </w:rPr>
        <w:t xml:space="preserve"> أنَّ مبانينا الفلسفية والكلامية في السابق لم تكن تطرح بشكل حيٍّ</w:t>
      </w:r>
      <w:r w:rsidR="00610870">
        <w:rPr>
          <w:rtl/>
        </w:rPr>
        <w:t>،</w:t>
      </w:r>
      <w:r w:rsidRPr="00065D03">
        <w:rPr>
          <w:rtl/>
        </w:rPr>
        <w:t xml:space="preserve"> وبنحو يُبيِّن علاقتها بالفقه والاجتهاد المتداول في الحوزات</w:t>
      </w:r>
      <w:r w:rsidR="00610870">
        <w:rPr>
          <w:rtl/>
        </w:rPr>
        <w:t>؛</w:t>
      </w:r>
      <w:r w:rsidRPr="00065D03">
        <w:rPr>
          <w:rtl/>
        </w:rPr>
        <w:t xml:space="preserve"> لذلك يحصل أحياناً أن تصدر فتوى ليس لها صلة بتلك المباني الفلسفية والكلامية المتبنَّاة</w:t>
      </w:r>
      <w:r w:rsidR="00610870">
        <w:rPr>
          <w:rtl/>
        </w:rPr>
        <w:t>،</w:t>
      </w:r>
      <w:r w:rsidRPr="00065D03">
        <w:rPr>
          <w:rtl/>
        </w:rPr>
        <w:t xml:space="preserve"> ولا تتناسب وإيَّاها</w:t>
      </w:r>
      <w:r w:rsidR="00610870">
        <w:rPr>
          <w:rtl/>
        </w:rPr>
        <w:t>.</w:t>
      </w:r>
      <w:r w:rsidRPr="00065D03">
        <w:rPr>
          <w:rtl/>
        </w:rPr>
        <w:t xml:space="preserve"> </w:t>
      </w:r>
    </w:p>
    <w:p w:rsidR="00E07DFB" w:rsidRPr="00065D03" w:rsidRDefault="00E07DFB" w:rsidP="00065D03">
      <w:pPr>
        <w:pStyle w:val="libNormal"/>
        <w:rPr>
          <w:rtl/>
        </w:rPr>
      </w:pPr>
      <w:r w:rsidRPr="00065D03">
        <w:rPr>
          <w:rtl/>
        </w:rPr>
        <w:t>كما يقال أحياناً: إنَّ المِلاك في الفقاهة والاجتهاد هو الفهم العُرفي للكتاب والسُّـنَّة</w:t>
      </w:r>
      <w:r w:rsidR="00610870">
        <w:rPr>
          <w:rtl/>
        </w:rPr>
        <w:t>،</w:t>
      </w:r>
      <w:r w:rsidRPr="00065D03">
        <w:rPr>
          <w:rtl/>
        </w:rPr>
        <w:t xml:space="preserve"> وفي تحقيق الفهم العُرفي لا دخل أبداً للمباني والمقدِّمات الفلسفية والكلامية</w:t>
      </w:r>
      <w:r w:rsidR="00610870">
        <w:rPr>
          <w:rtl/>
        </w:rPr>
        <w:t>،</w:t>
      </w:r>
      <w:r w:rsidRPr="00065D03">
        <w:rPr>
          <w:rtl/>
        </w:rPr>
        <w:t xml:space="preserve"> ولا أثر للرؤية الكونية</w:t>
      </w:r>
      <w:r w:rsidR="00610870">
        <w:rPr>
          <w:rtl/>
        </w:rPr>
        <w:t>.</w:t>
      </w:r>
      <w:r w:rsidRPr="00065D03">
        <w:rPr>
          <w:rtl/>
        </w:rPr>
        <w:t xml:space="preserve"> هذا الكلام يخضع لنقاش واسع</w:t>
      </w:r>
      <w:r w:rsidR="00610870">
        <w:rPr>
          <w:rtl/>
        </w:rPr>
        <w:t>،</w:t>
      </w:r>
      <w:r w:rsidRPr="00065D03">
        <w:rPr>
          <w:rtl/>
        </w:rPr>
        <w:t xml:space="preserve"> فالفهم العُرفي يُبْنى على أساس مجموعة من المقدِّمات والمتبنَّيات العُرفية</w:t>
      </w:r>
      <w:r w:rsidR="00610870">
        <w:rPr>
          <w:rtl/>
        </w:rPr>
        <w:t>،</w:t>
      </w:r>
      <w:r w:rsidRPr="00065D03">
        <w:rPr>
          <w:rtl/>
        </w:rPr>
        <w:t xml:space="preserve"> وهذه بدورها تؤلِّف نوعاً من الفلسفة</w:t>
      </w:r>
      <w:r w:rsidR="00610870">
        <w:rPr>
          <w:rtl/>
        </w:rPr>
        <w:t>،</w:t>
      </w:r>
      <w:r w:rsidRPr="00065D03">
        <w:rPr>
          <w:rtl/>
        </w:rPr>
        <w:t xml:space="preserve"> وتستبطن رؤية كونية خاصة</w:t>
      </w:r>
      <w:r w:rsidR="00610870">
        <w:rPr>
          <w:rtl/>
        </w:rPr>
        <w:t>،</w:t>
      </w:r>
      <w:r w:rsidRPr="00065D03">
        <w:rPr>
          <w:rtl/>
        </w:rPr>
        <w:t xml:space="preserve"> وإن عبَّرت عن نفسها بشكل ابتدائي وبسيط.</w:t>
      </w:r>
    </w:p>
    <w:p w:rsidR="00E45880" w:rsidRPr="00AA299A" w:rsidRDefault="00E07DFB" w:rsidP="00AA299A">
      <w:pPr>
        <w:pStyle w:val="libNormal"/>
        <w:rPr>
          <w:rtl/>
        </w:rPr>
      </w:pPr>
      <w:r w:rsidRPr="00AA299A">
        <w:rPr>
          <w:rtl/>
        </w:rPr>
        <w:t>إذاً</w:t>
      </w:r>
      <w:r w:rsidR="00610870">
        <w:rPr>
          <w:rtl/>
        </w:rPr>
        <w:t>،</w:t>
      </w:r>
      <w:r w:rsidRPr="00AA299A">
        <w:rPr>
          <w:rtl/>
        </w:rPr>
        <w:t xml:space="preserve"> فالفهم</w:t>
      </w:r>
      <w:r w:rsidR="00610870">
        <w:rPr>
          <w:rtl/>
        </w:rPr>
        <w:t xml:space="preserve"> - </w:t>
      </w:r>
      <w:r w:rsidRPr="00AA299A">
        <w:rPr>
          <w:rtl/>
        </w:rPr>
        <w:t>أي فهم الكتاب والسُّـنَّة</w:t>
      </w:r>
      <w:r w:rsidR="00610870">
        <w:rPr>
          <w:rtl/>
        </w:rPr>
        <w:t xml:space="preserve"> - </w:t>
      </w:r>
      <w:r w:rsidRPr="00AA299A">
        <w:rPr>
          <w:rtl/>
        </w:rPr>
        <w:t>حتّى وإن كان عُرفياً</w:t>
      </w:r>
      <w:r w:rsidR="00610870">
        <w:rPr>
          <w:rtl/>
        </w:rPr>
        <w:t>،</w:t>
      </w:r>
      <w:r w:rsidRPr="00AA299A">
        <w:rPr>
          <w:rtl/>
        </w:rPr>
        <w:t xml:space="preserve"> لا يكون ميسوراً من دون وجود مجموعة مبانٍ فلسفية</w:t>
      </w:r>
      <w:r w:rsidR="00610870">
        <w:rPr>
          <w:rtl/>
        </w:rPr>
        <w:t>،</w:t>
      </w:r>
      <w:r w:rsidRPr="00AA299A">
        <w:rPr>
          <w:rtl/>
        </w:rPr>
        <w:t xml:space="preserve"> ومقدِّماتٍ كلامية</w:t>
      </w:r>
      <w:r w:rsidR="00610870">
        <w:rPr>
          <w:rtl/>
        </w:rPr>
        <w:t>،</w:t>
      </w:r>
      <w:r w:rsidRPr="00AA299A">
        <w:rPr>
          <w:rtl/>
        </w:rPr>
        <w:t xml:space="preserve"> ورؤيةٍ كونيَّةٍ محدَّدة</w:t>
      </w:r>
      <w:r w:rsidR="00610870">
        <w:rPr>
          <w:rtl/>
        </w:rPr>
        <w:t>.</w:t>
      </w:r>
      <w:r w:rsidRPr="00AA299A">
        <w:rPr>
          <w:rtl/>
        </w:rPr>
        <w:t xml:space="preserve"> والسؤال الذي يُطرح في هذا المجال هو:</w:t>
      </w:r>
      <w:r w:rsidRPr="00313984">
        <w:rPr>
          <w:rStyle w:val="libBold1Char"/>
          <w:rtl/>
        </w:rPr>
        <w:t xml:space="preserve"> إلى أيِّ مدىً يصحُّ الادِّعاء القائل: إنَّ الفهم الفقهي والاجتهادي للكتاب والسُّـنَّة يجب أن يكون فهماً عرفياً؟ وما هي طبيعة الأدلّة التي تعضد هذه المقولة؟</w:t>
      </w:r>
      <w:r w:rsidRPr="00AA299A">
        <w:rPr>
          <w:rtl/>
        </w:rPr>
        <w:t xml:space="preserve"> فالفقهاء في الغالب يفتون على أساس الفهم العُرفي للكتاب و السُّـنَّة</w:t>
      </w:r>
      <w:r w:rsidR="00610870">
        <w:rPr>
          <w:rtl/>
        </w:rPr>
        <w:t>،</w:t>
      </w:r>
      <w:r w:rsidRPr="00AA299A">
        <w:rPr>
          <w:rtl/>
        </w:rPr>
        <w:t xml:space="preserve"> ولكن متى؟ وما هي طبيعة أوضاع الفتوى وشروطها؟ وما هي الظروف الزمانية والمكانية التي تحيط بها؟ حينما نعود إلى جواب هذه الأسئلة</w:t>
      </w:r>
      <w:r w:rsidR="00610870">
        <w:rPr>
          <w:rtl/>
        </w:rPr>
        <w:t>،</w:t>
      </w:r>
      <w:r w:rsidRPr="00AA299A">
        <w:rPr>
          <w:rtl/>
        </w:rPr>
        <w:t xml:space="preserve"> نجد أنَّ ذلك كان يحصل في مجتمع كانت الفتوى تنصرف فيه إلى عمل المكلَّفين</w:t>
      </w:r>
      <w:r w:rsidR="00610870">
        <w:rPr>
          <w:rtl/>
        </w:rPr>
        <w:t>،</w:t>
      </w:r>
      <w:r w:rsidRPr="00AA299A">
        <w:rPr>
          <w:rtl/>
        </w:rPr>
        <w:t xml:space="preserve"> كأفراد فحسب</w:t>
      </w:r>
      <w:r w:rsidR="00610870">
        <w:rPr>
          <w:rtl/>
        </w:rPr>
        <w:t>،</w:t>
      </w:r>
      <w:r w:rsidRPr="00AA299A">
        <w:rPr>
          <w:rtl/>
        </w:rPr>
        <w:t xml:space="preserve"> وفي مجتمع من المجتمعات ما قبل الصناعية</w:t>
      </w:r>
      <w:r w:rsidR="00610870">
        <w:rPr>
          <w:rtl/>
        </w:rPr>
        <w:t>،</w:t>
      </w:r>
      <w:r w:rsidRPr="00AA299A">
        <w:rPr>
          <w:rtl/>
        </w:rPr>
        <w:t xml:space="preserve"> وقبل عصر العلم في موجته المعاصرة</w:t>
      </w:r>
      <w:r w:rsidR="00610870">
        <w:rPr>
          <w:rtl/>
        </w:rPr>
        <w:t>،</w:t>
      </w:r>
      <w:r w:rsidRPr="00AA299A">
        <w:rPr>
          <w:rtl/>
        </w:rPr>
        <w:t xml:space="preserve"> وقبل التخطيط لأجل التنمية الاقتصادية والثقافية والسياسية.</w:t>
      </w:r>
    </w:p>
    <w:p w:rsidR="00E45880" w:rsidRPr="00E5125A" w:rsidRDefault="00E45880" w:rsidP="00E5125A">
      <w:pPr>
        <w:pStyle w:val="libNormal"/>
        <w:rPr>
          <w:rtl/>
        </w:rPr>
      </w:pPr>
      <w:r w:rsidRPr="00E5125A">
        <w:rPr>
          <w:rtl/>
        </w:rPr>
        <w:br w:type="page"/>
      </w:r>
    </w:p>
    <w:p w:rsidR="00E07DFB" w:rsidRPr="00065D03" w:rsidRDefault="00E07DFB" w:rsidP="00065D03">
      <w:pPr>
        <w:pStyle w:val="libNormal"/>
        <w:rPr>
          <w:rtl/>
        </w:rPr>
      </w:pPr>
      <w:r w:rsidRPr="00065D03">
        <w:rPr>
          <w:rtl/>
        </w:rPr>
        <w:lastRenderedPageBreak/>
        <w:t>لكن ما هو مآل ذلك في الوقت الحاضر؟ عصرنا</w:t>
      </w:r>
      <w:r w:rsidR="00610870">
        <w:rPr>
          <w:rtl/>
        </w:rPr>
        <w:t>،</w:t>
      </w:r>
      <w:r w:rsidRPr="00065D03">
        <w:rPr>
          <w:rtl/>
        </w:rPr>
        <w:t xml:space="preserve"> الآن</w:t>
      </w:r>
      <w:r w:rsidR="00610870">
        <w:rPr>
          <w:rtl/>
        </w:rPr>
        <w:t>،</w:t>
      </w:r>
      <w:r w:rsidRPr="00065D03">
        <w:rPr>
          <w:rtl/>
        </w:rPr>
        <w:t xml:space="preserve"> هو عصر الجمهورية الإسلامية التي تقوم على أساس دستور مكتوب</w:t>
      </w:r>
      <w:r w:rsidR="00610870">
        <w:rPr>
          <w:rtl/>
        </w:rPr>
        <w:t>،</w:t>
      </w:r>
      <w:r w:rsidRPr="00065D03">
        <w:rPr>
          <w:rtl/>
        </w:rPr>
        <w:t xml:space="preserve"> وخُطَّة تنموية أُولى وثانية</w:t>
      </w:r>
      <w:r w:rsidR="00610870">
        <w:rPr>
          <w:rtl/>
        </w:rPr>
        <w:t>،</w:t>
      </w:r>
      <w:r w:rsidRPr="00065D03">
        <w:rPr>
          <w:rtl/>
        </w:rPr>
        <w:t xml:space="preserve"> وتعيش في ضوء خطط تقوم على أساس العلوم الاجتماعية والإنسانية ذات الصلة</w:t>
      </w:r>
      <w:r w:rsidR="00610870">
        <w:rPr>
          <w:rtl/>
        </w:rPr>
        <w:t>،</w:t>
      </w:r>
      <w:r w:rsidRPr="00065D03">
        <w:rPr>
          <w:rtl/>
        </w:rPr>
        <w:t xml:space="preserve"> تُهيَّأ من قبل مئات الخبراء و المتخصِّصين</w:t>
      </w:r>
      <w:r w:rsidR="00610870">
        <w:rPr>
          <w:rtl/>
        </w:rPr>
        <w:t>.</w:t>
      </w:r>
      <w:r w:rsidRPr="00065D03">
        <w:rPr>
          <w:rtl/>
        </w:rPr>
        <w:t xml:space="preserve"> وفي وضع تبحث فيه المسائل الإنسانية من خلال التحوُّلات الاجتماعية</w:t>
      </w:r>
      <w:r w:rsidR="00610870">
        <w:rPr>
          <w:rtl/>
        </w:rPr>
        <w:t>،</w:t>
      </w:r>
      <w:r w:rsidRPr="00065D03">
        <w:rPr>
          <w:rtl/>
        </w:rPr>
        <w:t xml:space="preserve"> وفي إطار القضايا البشرية العامة</w:t>
      </w:r>
      <w:r w:rsidR="00610870">
        <w:rPr>
          <w:rtl/>
        </w:rPr>
        <w:t>،</w:t>
      </w:r>
      <w:r w:rsidRPr="00065D03">
        <w:rPr>
          <w:rtl/>
        </w:rPr>
        <w:t xml:space="preserve"> لا من خلال النظر إلى عمل هذا المكلَّف الفرد أو ذاك</w:t>
      </w:r>
      <w:r w:rsidR="00610870">
        <w:rPr>
          <w:rtl/>
        </w:rPr>
        <w:t>،</w:t>
      </w:r>
      <w:r w:rsidRPr="00065D03">
        <w:rPr>
          <w:rtl/>
        </w:rPr>
        <w:t xml:space="preserve"> في عصر كهذا ينطوي على جميع هذه العناصر والصفات</w:t>
      </w:r>
      <w:r w:rsidR="00610870">
        <w:rPr>
          <w:rtl/>
        </w:rPr>
        <w:t>،</w:t>
      </w:r>
      <w:r w:rsidRPr="00065D03">
        <w:rPr>
          <w:rtl/>
        </w:rPr>
        <w:t xml:space="preserve"> هل يمكن للفتوى التي ترتبط بالمعاملات وبالسياسة</w:t>
      </w:r>
      <w:r w:rsidR="00610870">
        <w:rPr>
          <w:rtl/>
        </w:rPr>
        <w:t>،</w:t>
      </w:r>
      <w:r w:rsidRPr="00065D03">
        <w:rPr>
          <w:rtl/>
        </w:rPr>
        <w:t xml:space="preserve"> أن تبقى رهينة الفهم العُرفي المتحدِّر من مئات السنين؟ ثُمَّ هل يمكن البقاء في إطار ذلك الفهم من دون أن تتمَّ الحركة باتجاه فهم يتناسب مع المسائل الإنسانية العامة</w:t>
      </w:r>
      <w:r w:rsidR="00610870">
        <w:rPr>
          <w:rtl/>
        </w:rPr>
        <w:t xml:space="preserve"> - </w:t>
      </w:r>
      <w:r w:rsidRPr="00065D03">
        <w:rPr>
          <w:rtl/>
        </w:rPr>
        <w:t>والأساسية</w:t>
      </w:r>
      <w:r w:rsidR="00610870">
        <w:rPr>
          <w:rtl/>
        </w:rPr>
        <w:t xml:space="preserve"> - </w:t>
      </w:r>
      <w:r w:rsidRPr="00065D03">
        <w:rPr>
          <w:rtl/>
        </w:rPr>
        <w:t>المُعاشة</w:t>
      </w:r>
      <w:r w:rsidR="00610870">
        <w:rPr>
          <w:rtl/>
        </w:rPr>
        <w:t>،</w:t>
      </w:r>
      <w:r w:rsidRPr="00065D03">
        <w:rPr>
          <w:rtl/>
        </w:rPr>
        <w:t xml:space="preserve"> بعيداً عن ذلك الفهم العُرفي المتوارث؟</w:t>
      </w:r>
    </w:p>
    <w:p w:rsidR="00E07DFB" w:rsidRPr="00065D03" w:rsidRDefault="00E07DFB" w:rsidP="00065D03">
      <w:pPr>
        <w:pStyle w:val="libNormal"/>
        <w:rPr>
          <w:rtl/>
        </w:rPr>
      </w:pPr>
      <w:r w:rsidRPr="00065D03">
        <w:rPr>
          <w:rtl/>
        </w:rPr>
        <w:t>ما أرمي إليه هو أنَّنا</w:t>
      </w:r>
      <w:r w:rsidR="00610870">
        <w:rPr>
          <w:rtl/>
        </w:rPr>
        <w:t>،</w:t>
      </w:r>
      <w:r w:rsidRPr="00065D03">
        <w:rPr>
          <w:rtl/>
        </w:rPr>
        <w:t xml:space="preserve"> في هذا العصر</w:t>
      </w:r>
      <w:r w:rsidR="00610870">
        <w:rPr>
          <w:rtl/>
        </w:rPr>
        <w:t>،</w:t>
      </w:r>
      <w:r w:rsidRPr="00065D03">
        <w:rPr>
          <w:rtl/>
        </w:rPr>
        <w:t xml:space="preserve"> لا نملك إلاّ أن ندع الفهم العُرفي ونتركه جانباً</w:t>
      </w:r>
      <w:r w:rsidR="00610870">
        <w:rPr>
          <w:rtl/>
        </w:rPr>
        <w:t>،</w:t>
      </w:r>
      <w:r w:rsidRPr="00065D03">
        <w:rPr>
          <w:rtl/>
        </w:rPr>
        <w:t xml:space="preserve"> ونتحوَّل إلى فهم علمي دقيق.</w:t>
      </w:r>
    </w:p>
    <w:p w:rsidR="00E07DFB" w:rsidRPr="002A0058" w:rsidRDefault="00E07DFB" w:rsidP="002A0058">
      <w:pPr>
        <w:pStyle w:val="libNormal"/>
        <w:rPr>
          <w:rtl/>
        </w:rPr>
      </w:pPr>
      <w:r w:rsidRPr="002A0058">
        <w:rPr>
          <w:rtl/>
        </w:rPr>
        <w:t>أنا أعتقد أنَّنا اليوم بحاجة إلى أن نُضيف إلى علم أصول الفقه</w:t>
      </w:r>
      <w:r w:rsidR="00610870">
        <w:rPr>
          <w:rtl/>
        </w:rPr>
        <w:t>،</w:t>
      </w:r>
      <w:r w:rsidRPr="002A0058">
        <w:rPr>
          <w:rtl/>
        </w:rPr>
        <w:t xml:space="preserve"> البحوثَ الجادَّة في </w:t>
      </w:r>
      <w:r w:rsidRPr="00313984">
        <w:rPr>
          <w:rStyle w:val="libBold1Char"/>
          <w:rtl/>
        </w:rPr>
        <w:t>علم تفسير النصوص (الهرمونطيقا)</w:t>
      </w:r>
      <w:r w:rsidR="00610870">
        <w:rPr>
          <w:rtl/>
        </w:rPr>
        <w:t>،</w:t>
      </w:r>
      <w:r w:rsidRPr="002A0058">
        <w:rPr>
          <w:rtl/>
        </w:rPr>
        <w:t xml:space="preserve"> التي كانت قد ظهرت في المائتين والخمسين سنة الماضية</w:t>
      </w:r>
      <w:r w:rsidR="00610870">
        <w:rPr>
          <w:rtl/>
        </w:rPr>
        <w:t>،</w:t>
      </w:r>
      <w:r w:rsidRPr="002A0058">
        <w:rPr>
          <w:rtl/>
        </w:rPr>
        <w:t xml:space="preserve"> على أن تُدرس في الحوزات العلمية بشكل دقيق وجِدِّي.</w:t>
      </w:r>
    </w:p>
    <w:p w:rsidR="00E45880" w:rsidRDefault="00E07DFB" w:rsidP="00E45880">
      <w:pPr>
        <w:pStyle w:val="libNormal"/>
        <w:rPr>
          <w:rtl/>
        </w:rPr>
      </w:pPr>
      <w:r w:rsidRPr="00065D03">
        <w:rPr>
          <w:rtl/>
        </w:rPr>
        <w:t>فلا يمكن</w:t>
      </w:r>
      <w:r w:rsidR="00610870">
        <w:rPr>
          <w:rtl/>
        </w:rPr>
        <w:t>،</w:t>
      </w:r>
      <w:r w:rsidRPr="00065D03">
        <w:rPr>
          <w:rtl/>
        </w:rPr>
        <w:t xml:space="preserve"> اليوم</w:t>
      </w:r>
      <w:r w:rsidR="00610870">
        <w:rPr>
          <w:rtl/>
        </w:rPr>
        <w:t>،</w:t>
      </w:r>
      <w:r w:rsidRPr="00065D03">
        <w:rPr>
          <w:rtl/>
        </w:rPr>
        <w:t xml:space="preserve"> أن نتوفَّر على علم كلام</w:t>
      </w:r>
      <w:r w:rsidR="00610870">
        <w:rPr>
          <w:rtl/>
        </w:rPr>
        <w:t>،</w:t>
      </w:r>
      <w:r w:rsidRPr="00065D03">
        <w:rPr>
          <w:rtl/>
        </w:rPr>
        <w:t xml:space="preserve"> أو تفسير</w:t>
      </w:r>
      <w:r w:rsidR="00610870">
        <w:rPr>
          <w:rtl/>
        </w:rPr>
        <w:t>،</w:t>
      </w:r>
      <w:r w:rsidRPr="00065D03">
        <w:rPr>
          <w:rtl/>
        </w:rPr>
        <w:t xml:space="preserve"> أو فقه منقّح</w:t>
      </w:r>
      <w:r w:rsidR="00610870">
        <w:rPr>
          <w:rtl/>
        </w:rPr>
        <w:t>،</w:t>
      </w:r>
      <w:r w:rsidRPr="00065D03">
        <w:rPr>
          <w:rtl/>
        </w:rPr>
        <w:t xml:space="preserve"> من دون الاطّلاع على هذه البحوث ومعرفتها</w:t>
      </w:r>
      <w:r w:rsidR="00610870">
        <w:rPr>
          <w:rtl/>
        </w:rPr>
        <w:t>،</w:t>
      </w:r>
      <w:r w:rsidRPr="00065D03">
        <w:rPr>
          <w:rtl/>
        </w:rPr>
        <w:t xml:space="preserve"> وما يُهمله مفكِّرونا المعاصرون في شأن تفسير المتون الدينية في الوقت الحاضر</w:t>
      </w:r>
      <w:r w:rsidR="00610870">
        <w:rPr>
          <w:rtl/>
        </w:rPr>
        <w:t>،</w:t>
      </w:r>
      <w:r w:rsidRPr="00065D03">
        <w:rPr>
          <w:rtl/>
        </w:rPr>
        <w:t xml:space="preserve"> ولا يعتنون به الآن</w:t>
      </w:r>
      <w:r w:rsidR="00610870">
        <w:rPr>
          <w:rtl/>
        </w:rPr>
        <w:t>،</w:t>
      </w:r>
      <w:r w:rsidRPr="00065D03">
        <w:rPr>
          <w:rtl/>
        </w:rPr>
        <w:t xml:space="preserve"> وبخاصة في مجال علم الفقه</w:t>
      </w:r>
      <w:r w:rsidR="00610870">
        <w:rPr>
          <w:rtl/>
        </w:rPr>
        <w:t>،</w:t>
      </w:r>
      <w:r w:rsidRPr="00065D03">
        <w:rPr>
          <w:rtl/>
        </w:rPr>
        <w:t xml:space="preserve"> كان قد اهتمَّ به المتكلِّمون المعتزلة في القرنين الهجريين الثالث والرابع</w:t>
      </w:r>
      <w:r w:rsidR="00610870">
        <w:rPr>
          <w:rtl/>
        </w:rPr>
        <w:t>.</w:t>
      </w:r>
      <w:r w:rsidRPr="00065D03">
        <w:rPr>
          <w:rtl/>
        </w:rPr>
        <w:t xml:space="preserve"> إنَّ المعركة الأساسية التي نشبت بين المعتزلة والأشاعرة كانت تدور حول هذا الموضوع</w:t>
      </w:r>
      <w:r w:rsidR="00610870">
        <w:rPr>
          <w:rtl/>
        </w:rPr>
        <w:t>؛</w:t>
      </w:r>
      <w:r w:rsidRPr="00065D03">
        <w:rPr>
          <w:rtl/>
        </w:rPr>
        <w:t xml:space="preserve"> إذ ذهب المعتزلة إلى عدم إمكان فهم كلام الله من دون التوفُّر على</w:t>
      </w:r>
      <w:r w:rsidR="00E45880">
        <w:rPr>
          <w:rFonts w:hint="cs"/>
          <w:rtl/>
        </w:rPr>
        <w:t xml:space="preserve"> </w:t>
      </w:r>
      <w:r w:rsidRPr="00065D03">
        <w:rPr>
          <w:rtl/>
        </w:rPr>
        <w:t>مجموعة من المقدِّمات والمتبنَّيات العقلية السابقة</w:t>
      </w:r>
      <w:r w:rsidR="00610870">
        <w:rPr>
          <w:rtl/>
        </w:rPr>
        <w:t>،</w:t>
      </w:r>
      <w:r w:rsidRPr="00065D03">
        <w:rPr>
          <w:rtl/>
        </w:rPr>
        <w:t xml:space="preserve"> في حين قال الأشاعرة بإمكان فهم كلام الله من دون هذه المقدِّمات والمسلَّمات.</w:t>
      </w:r>
    </w:p>
    <w:p w:rsidR="00E45880" w:rsidRDefault="00E45880" w:rsidP="00E5125A">
      <w:pPr>
        <w:pStyle w:val="libNormal"/>
        <w:rPr>
          <w:rtl/>
        </w:rPr>
      </w:pPr>
      <w:r>
        <w:rPr>
          <w:rtl/>
        </w:rPr>
        <w:br w:type="page"/>
      </w:r>
    </w:p>
    <w:p w:rsidR="00E07DFB" w:rsidRPr="00AA299A" w:rsidRDefault="00E07DFB" w:rsidP="00AA299A">
      <w:pPr>
        <w:pStyle w:val="libNormal"/>
        <w:rPr>
          <w:rtl/>
        </w:rPr>
      </w:pPr>
      <w:r w:rsidRPr="00AA299A">
        <w:rPr>
          <w:rtl/>
        </w:rPr>
        <w:lastRenderedPageBreak/>
        <w:t>لقد صرَّح بذلك القاضي عبد الجبَّار في</w:t>
      </w:r>
      <w:r w:rsidRPr="00313984">
        <w:rPr>
          <w:rStyle w:val="libBold1Char"/>
          <w:rtl/>
        </w:rPr>
        <w:t xml:space="preserve"> شرح الأصول الخمسة</w:t>
      </w:r>
      <w:r w:rsidR="00610870">
        <w:rPr>
          <w:rStyle w:val="libBold1Char"/>
          <w:rtl/>
        </w:rPr>
        <w:t>،</w:t>
      </w:r>
      <w:r w:rsidRPr="00AA299A">
        <w:rPr>
          <w:rtl/>
        </w:rPr>
        <w:t xml:space="preserve"> وفي كتاب </w:t>
      </w:r>
      <w:r w:rsidRPr="00313984">
        <w:rPr>
          <w:rStyle w:val="libBold1Char"/>
          <w:rtl/>
        </w:rPr>
        <w:t>المتشابه في القرآن الكريم</w:t>
      </w:r>
      <w:r w:rsidR="00610870">
        <w:rPr>
          <w:rStyle w:val="libBold1Char"/>
          <w:rtl/>
        </w:rPr>
        <w:t>،</w:t>
      </w:r>
      <w:r w:rsidRPr="00AA299A">
        <w:rPr>
          <w:rtl/>
        </w:rPr>
        <w:t xml:space="preserve"> وأشار إلى أنَّه لا يمكن فهم كلام المتكلِّم من دون معرفة قبلَّية مسبَّـقة بأوصافه وحالاته</w:t>
      </w:r>
      <w:r w:rsidR="00610870">
        <w:rPr>
          <w:rtl/>
        </w:rPr>
        <w:t>.</w:t>
      </w:r>
      <w:r w:rsidRPr="00AA299A">
        <w:rPr>
          <w:rtl/>
        </w:rPr>
        <w:t xml:space="preserve"> ولأنَّ الله يُعرف بالعقل فقط</w:t>
      </w:r>
      <w:r w:rsidR="00610870">
        <w:rPr>
          <w:rtl/>
        </w:rPr>
        <w:t>؛</w:t>
      </w:r>
      <w:r w:rsidRPr="00AA299A">
        <w:rPr>
          <w:rtl/>
        </w:rPr>
        <w:t xml:space="preserve"> يجب إذاً أن تُعرَف أولاً صفاته بالعقل</w:t>
      </w:r>
      <w:r w:rsidR="00610870">
        <w:rPr>
          <w:rtl/>
        </w:rPr>
        <w:t>؛</w:t>
      </w:r>
      <w:r w:rsidRPr="00AA299A">
        <w:rPr>
          <w:rtl/>
        </w:rPr>
        <w:t xml:space="preserve"> لكي يتيسَّر فهم كلامه.</w:t>
      </w:r>
    </w:p>
    <w:p w:rsidR="00E07DFB" w:rsidRPr="00065D03" w:rsidRDefault="00E07DFB" w:rsidP="00065D03">
      <w:pPr>
        <w:pStyle w:val="libNormal"/>
        <w:rPr>
          <w:rtl/>
        </w:rPr>
      </w:pPr>
      <w:r w:rsidRPr="00065D03">
        <w:rPr>
          <w:rtl/>
        </w:rPr>
        <w:t>ما يريد أن يقوله المعتزلة هو أنَّ لغة كلام الله لغة عقلية</w:t>
      </w:r>
      <w:r w:rsidR="00610870">
        <w:rPr>
          <w:rtl/>
        </w:rPr>
        <w:t>،</w:t>
      </w:r>
      <w:r w:rsidRPr="00065D03">
        <w:rPr>
          <w:rtl/>
        </w:rPr>
        <w:t xml:space="preserve"> لا لغة عامِّـيَّة أو عرفية</w:t>
      </w:r>
      <w:r w:rsidR="00610870">
        <w:rPr>
          <w:rtl/>
        </w:rPr>
        <w:t>.</w:t>
      </w:r>
      <w:r w:rsidRPr="00065D03">
        <w:rPr>
          <w:rtl/>
        </w:rPr>
        <w:t xml:space="preserve"> ثُمَّ انتبه المعتزلة إلى أنَّ ظهور الكلمات في كلام المتكلِّم والقائل</w:t>
      </w:r>
      <w:r w:rsidR="00610870">
        <w:rPr>
          <w:rtl/>
        </w:rPr>
        <w:t>،</w:t>
      </w:r>
      <w:r w:rsidRPr="00065D03">
        <w:rPr>
          <w:rtl/>
        </w:rPr>
        <w:t xml:space="preserve"> هو أمر نسبي</w:t>
      </w:r>
      <w:r w:rsidR="00610870">
        <w:rPr>
          <w:rtl/>
        </w:rPr>
        <w:t>،</w:t>
      </w:r>
      <w:r w:rsidRPr="00065D03">
        <w:rPr>
          <w:rtl/>
        </w:rPr>
        <w:t xml:space="preserve"> له صلة بمشخَّصات المتكلِّم وصفاته وسائر المقدِّمات الأخرى</w:t>
      </w:r>
      <w:r w:rsidR="00610870">
        <w:rPr>
          <w:rtl/>
        </w:rPr>
        <w:t>،</w:t>
      </w:r>
      <w:r w:rsidRPr="00065D03">
        <w:rPr>
          <w:rtl/>
        </w:rPr>
        <w:t xml:space="preserve"> وبالتالي لا معنى لادِّعاء الظهور من دون هذه المقدِّمات والمسائل.</w:t>
      </w:r>
    </w:p>
    <w:p w:rsidR="00E07DFB" w:rsidRPr="002A0058" w:rsidRDefault="00E07DFB" w:rsidP="002A0058">
      <w:pPr>
        <w:pStyle w:val="libNormal"/>
        <w:rPr>
          <w:rtl/>
        </w:rPr>
      </w:pPr>
      <w:r w:rsidRPr="002A0058">
        <w:rPr>
          <w:rtl/>
        </w:rPr>
        <w:t>هذه المسائل هي من بين ما توفَّر عليه علم</w:t>
      </w:r>
      <w:r w:rsidRPr="00313984">
        <w:rPr>
          <w:rStyle w:val="libBold1Char"/>
          <w:rtl/>
        </w:rPr>
        <w:t xml:space="preserve"> (قراءة النص)</w:t>
      </w:r>
      <w:r w:rsidRPr="002A0058">
        <w:rPr>
          <w:rtl/>
        </w:rPr>
        <w:t xml:space="preserve"> الجديد</w:t>
      </w:r>
      <w:r w:rsidRPr="00313984">
        <w:rPr>
          <w:rStyle w:val="libBold1Char"/>
          <w:rtl/>
        </w:rPr>
        <w:t xml:space="preserve"> </w:t>
      </w:r>
      <w:r w:rsidRPr="002A0058">
        <w:rPr>
          <w:rtl/>
        </w:rPr>
        <w:t>بشكل مفصَّل.</w:t>
      </w:r>
    </w:p>
    <w:p w:rsidR="00E07DFB" w:rsidRPr="00313984" w:rsidRDefault="00E07DFB" w:rsidP="00313984">
      <w:pPr>
        <w:pStyle w:val="libBold1"/>
        <w:rPr>
          <w:rtl/>
        </w:rPr>
      </w:pPr>
      <w:r w:rsidRPr="00313984">
        <w:rPr>
          <w:rtl/>
        </w:rPr>
        <w:t>* إذا قبلنا بأنَّ للفلسفة والعُرفان تأثيراً في الاجتهاد</w:t>
      </w:r>
      <w:r w:rsidR="00610870">
        <w:rPr>
          <w:rtl/>
        </w:rPr>
        <w:t>؛</w:t>
      </w:r>
      <w:r w:rsidRPr="00313984">
        <w:rPr>
          <w:rtl/>
        </w:rPr>
        <w:t xml:space="preserve"> فسنستنتج حينئذ أنَّ العلوم اللازمة للاجتهاد تتَّسع لتشمل العُرفان والفلسفة</w:t>
      </w:r>
      <w:r w:rsidR="00610870">
        <w:rPr>
          <w:rtl/>
        </w:rPr>
        <w:t>،</w:t>
      </w:r>
      <w:r w:rsidRPr="00313984">
        <w:rPr>
          <w:rtl/>
        </w:rPr>
        <w:t xml:space="preserve"> فما هو رأي السادة الحضور في الندوة؟</w:t>
      </w:r>
    </w:p>
    <w:p w:rsidR="00E07DFB" w:rsidRPr="002A0058" w:rsidRDefault="00E07DFB" w:rsidP="002A0058">
      <w:pPr>
        <w:pStyle w:val="libNormal"/>
        <w:rPr>
          <w:rtl/>
        </w:rPr>
      </w:pPr>
      <w:r w:rsidRPr="00313984">
        <w:rPr>
          <w:rStyle w:val="libBold1Char"/>
          <w:rtl/>
        </w:rPr>
        <w:t>الشيخ معرفت:</w:t>
      </w:r>
      <w:r w:rsidRPr="002A0058">
        <w:rPr>
          <w:rtl/>
        </w:rPr>
        <w:t xml:space="preserve"> إنَّ العلوم الضرورية للاجتهاد هي مجموعة من العلوم الأدبية والعقلية والاستدلالية</w:t>
      </w:r>
      <w:r w:rsidR="00610870">
        <w:rPr>
          <w:rtl/>
        </w:rPr>
        <w:t>،</w:t>
      </w:r>
      <w:r w:rsidRPr="002A0058">
        <w:rPr>
          <w:rtl/>
        </w:rPr>
        <w:t xml:space="preserve"> فهذه مقدِّمات</w:t>
      </w:r>
      <w:r w:rsidR="00610870">
        <w:rPr>
          <w:rtl/>
        </w:rPr>
        <w:t>،</w:t>
      </w:r>
      <w:r w:rsidRPr="002A0058">
        <w:rPr>
          <w:rtl/>
        </w:rPr>
        <w:t xml:space="preserve"> ويجب أن تكون مثابةً وأساساً، حتّى إذا ما وصل الإنسان إلى مرتبة يستطيع أن يمارس فيها الاجتهاد</w:t>
      </w:r>
      <w:r w:rsidR="00610870">
        <w:rPr>
          <w:rtl/>
        </w:rPr>
        <w:t>،</w:t>
      </w:r>
      <w:r w:rsidRPr="002A0058">
        <w:rPr>
          <w:rtl/>
        </w:rPr>
        <w:t xml:space="preserve"> يقال له حينئذ: إنَّ عليك أن تعرف مجموعة أخرى من العلوم لها دخل في الاستنباط.</w:t>
      </w:r>
    </w:p>
    <w:p w:rsidR="00E45880" w:rsidRDefault="00E07DFB" w:rsidP="00E45880">
      <w:pPr>
        <w:pStyle w:val="libNormal"/>
        <w:rPr>
          <w:rtl/>
        </w:rPr>
      </w:pPr>
      <w:r w:rsidRPr="00065D03">
        <w:rPr>
          <w:rtl/>
        </w:rPr>
        <w:t>ولمَّا كان سؤالكم يرتبط بالقسم الأوَّل</w:t>
      </w:r>
      <w:r w:rsidR="00610870">
        <w:rPr>
          <w:rtl/>
        </w:rPr>
        <w:t>،</w:t>
      </w:r>
      <w:r w:rsidRPr="00065D03">
        <w:rPr>
          <w:rtl/>
        </w:rPr>
        <w:t xml:space="preserve"> فينبغي أن يحدَّد أثر المسائل الكلامية</w:t>
      </w:r>
      <w:r w:rsidR="00E45880">
        <w:rPr>
          <w:rFonts w:hint="cs"/>
          <w:rtl/>
        </w:rPr>
        <w:t xml:space="preserve"> </w:t>
      </w:r>
      <w:r w:rsidRPr="00065D03">
        <w:rPr>
          <w:rtl/>
        </w:rPr>
        <w:t>والعلمية في الفقه</w:t>
      </w:r>
      <w:r w:rsidR="00610870">
        <w:rPr>
          <w:rtl/>
        </w:rPr>
        <w:t>؛</w:t>
      </w:r>
      <w:r w:rsidRPr="00065D03">
        <w:rPr>
          <w:rtl/>
        </w:rPr>
        <w:t xml:space="preserve"> ففي أيِّة مرحلة من مراحل الفقه يكون لهذه المسائل أثر؟ </w:t>
      </w:r>
    </w:p>
    <w:p w:rsidR="00E45880" w:rsidRDefault="00E45880" w:rsidP="00E5125A">
      <w:pPr>
        <w:pStyle w:val="libNormal"/>
        <w:rPr>
          <w:rtl/>
        </w:rPr>
      </w:pPr>
      <w:r>
        <w:rPr>
          <w:rtl/>
        </w:rPr>
        <w:br w:type="page"/>
      </w:r>
    </w:p>
    <w:p w:rsidR="00E07DFB" w:rsidRPr="00AA299A" w:rsidRDefault="00E07DFB" w:rsidP="00AA299A">
      <w:pPr>
        <w:pStyle w:val="libNormal"/>
        <w:rPr>
          <w:rtl/>
        </w:rPr>
      </w:pPr>
      <w:r w:rsidRPr="00AA299A">
        <w:rPr>
          <w:rtl/>
        </w:rPr>
        <w:lastRenderedPageBreak/>
        <w:t>لكي يتَّضح هذا الاستفهام نقول: إنَّ للفقه مرحلتين: تتمثَّل المرحلة الأولى في مهمَّة استنباط الأحكام الشرعية</w:t>
      </w:r>
      <w:r w:rsidR="00610870">
        <w:rPr>
          <w:rtl/>
        </w:rPr>
        <w:t>؛</w:t>
      </w:r>
      <w:r w:rsidRPr="00AA299A">
        <w:rPr>
          <w:rtl/>
        </w:rPr>
        <w:t xml:space="preserve"> واستنباط أحكام الشرع يكون بمعنى اكتشاف الفقيه لتلك القوانين التي وضعها الشارع المقدَّس في نصوص الكتاب</w:t>
      </w:r>
      <w:r w:rsidR="00610870">
        <w:rPr>
          <w:rtl/>
        </w:rPr>
        <w:t>،</w:t>
      </w:r>
      <w:r w:rsidRPr="00AA299A">
        <w:rPr>
          <w:rtl/>
        </w:rPr>
        <w:t xml:space="preserve"> أو في ما دلَّت عليه سنة النبي (ص)</w:t>
      </w:r>
      <w:r w:rsidR="00610870">
        <w:rPr>
          <w:rtl/>
        </w:rPr>
        <w:t>،</w:t>
      </w:r>
      <w:r w:rsidRPr="00AA299A">
        <w:rPr>
          <w:rtl/>
        </w:rPr>
        <w:t xml:space="preserve"> ويطلق عليها تعبير: </w:t>
      </w:r>
      <w:r w:rsidRPr="00313984">
        <w:rPr>
          <w:rStyle w:val="libBold1Char"/>
          <w:rtl/>
        </w:rPr>
        <w:t>(الأحكام الكلِّية)</w:t>
      </w:r>
      <w:r w:rsidR="00610870">
        <w:rPr>
          <w:rtl/>
        </w:rPr>
        <w:t>.</w:t>
      </w:r>
      <w:r w:rsidRPr="00AA299A">
        <w:rPr>
          <w:rtl/>
        </w:rPr>
        <w:t xml:space="preserve"> أمَّا المرحلة الثانية</w:t>
      </w:r>
      <w:r w:rsidR="00610870">
        <w:rPr>
          <w:rtl/>
        </w:rPr>
        <w:t>،</w:t>
      </w:r>
      <w:r w:rsidRPr="00AA299A">
        <w:rPr>
          <w:rtl/>
        </w:rPr>
        <w:t xml:space="preserve"> فهي تتمثَّل في ما يراه الفقيه من مسؤولية في توضيح مقدار بعض الموضوعات ونوعيَّـتها</w:t>
      </w:r>
      <w:r w:rsidR="00610870">
        <w:rPr>
          <w:rtl/>
        </w:rPr>
        <w:t>.</w:t>
      </w:r>
      <w:r w:rsidRPr="00AA299A">
        <w:rPr>
          <w:rtl/>
        </w:rPr>
        <w:t xml:space="preserve"> ودعوى أن تشخيص الموضوع ليس من وظيفة الفقيه</w:t>
      </w:r>
      <w:r w:rsidR="00610870">
        <w:rPr>
          <w:rtl/>
        </w:rPr>
        <w:t>،</w:t>
      </w:r>
      <w:r w:rsidRPr="00AA299A">
        <w:rPr>
          <w:rtl/>
        </w:rPr>
        <w:t xml:space="preserve"> ليست صحيحة بنحو مطلق</w:t>
      </w:r>
      <w:r w:rsidR="00610870">
        <w:rPr>
          <w:rtl/>
        </w:rPr>
        <w:t>.</w:t>
      </w:r>
      <w:r w:rsidRPr="00AA299A">
        <w:rPr>
          <w:rtl/>
        </w:rPr>
        <w:t xml:space="preserve"> فإذا أراد الفقيه أن يبيِّن حكماً شرعياً</w:t>
      </w:r>
      <w:r w:rsidR="00610870">
        <w:rPr>
          <w:rtl/>
        </w:rPr>
        <w:t>،</w:t>
      </w:r>
      <w:r w:rsidRPr="00AA299A">
        <w:rPr>
          <w:rtl/>
        </w:rPr>
        <w:t xml:space="preserve"> عليه أن يشخِّص الموضوع الذي يرتبط به الحكم (موضوع الحكم)</w:t>
      </w:r>
      <w:r w:rsidR="00610870">
        <w:rPr>
          <w:rtl/>
        </w:rPr>
        <w:t>،</w:t>
      </w:r>
      <w:r w:rsidRPr="00AA299A">
        <w:rPr>
          <w:rtl/>
        </w:rPr>
        <w:t xml:space="preserve"> وإلاّ لا يجوز للفقيه</w:t>
      </w:r>
      <w:r w:rsidR="00610870">
        <w:rPr>
          <w:rtl/>
        </w:rPr>
        <w:t xml:space="preserve"> - </w:t>
      </w:r>
      <w:r w:rsidRPr="00AA299A">
        <w:rPr>
          <w:rtl/>
        </w:rPr>
        <w:t>مثلاً</w:t>
      </w:r>
      <w:r w:rsidR="00610870">
        <w:rPr>
          <w:rtl/>
        </w:rPr>
        <w:t xml:space="preserve"> - </w:t>
      </w:r>
      <w:r w:rsidRPr="00AA299A">
        <w:rPr>
          <w:rtl/>
        </w:rPr>
        <w:t>أن يقول: (الخمر حرام)</w:t>
      </w:r>
      <w:r w:rsidR="00610870">
        <w:rPr>
          <w:rtl/>
        </w:rPr>
        <w:t>،</w:t>
      </w:r>
      <w:r w:rsidRPr="00AA299A">
        <w:rPr>
          <w:rtl/>
        </w:rPr>
        <w:t xml:space="preserve"> من دون أن يعرِّف الخمر</w:t>
      </w:r>
      <w:r w:rsidR="00610870">
        <w:rPr>
          <w:rtl/>
        </w:rPr>
        <w:t>،</w:t>
      </w:r>
      <w:r w:rsidRPr="00AA299A">
        <w:rPr>
          <w:rtl/>
        </w:rPr>
        <w:t xml:space="preserve"> وهذا مثال بسيط للمسألة.</w:t>
      </w:r>
    </w:p>
    <w:p w:rsidR="00E45880" w:rsidRDefault="00E07DFB" w:rsidP="002A0058">
      <w:pPr>
        <w:pStyle w:val="libNormal"/>
        <w:rPr>
          <w:rtl/>
        </w:rPr>
      </w:pPr>
      <w:r w:rsidRPr="002A0058">
        <w:rPr>
          <w:rtl/>
        </w:rPr>
        <w:t>والمسألة تأخذ مداها الأكبر في باب المعاملات</w:t>
      </w:r>
      <w:r w:rsidR="00610870">
        <w:rPr>
          <w:rtl/>
        </w:rPr>
        <w:t>؛</w:t>
      </w:r>
      <w:r w:rsidRPr="002A0058">
        <w:rPr>
          <w:rtl/>
        </w:rPr>
        <w:t xml:space="preserve"> خصوصاً في المواطن التي لا يكون فيها للشارع موضوع تأسيسي</w:t>
      </w:r>
      <w:r w:rsidR="00610870">
        <w:rPr>
          <w:rtl/>
        </w:rPr>
        <w:t>.</w:t>
      </w:r>
      <w:r w:rsidRPr="002A0058">
        <w:rPr>
          <w:rtl/>
        </w:rPr>
        <w:t xml:space="preserve"> فالشارع يريد أن يعيِّن حكم المعاملات المتداولة بين المسلمين من خلال قاعدة </w:t>
      </w:r>
      <w:r w:rsidRPr="00313984">
        <w:rPr>
          <w:rStyle w:val="libBold1Char"/>
          <w:rtl/>
        </w:rPr>
        <w:t>(أوفوا بالعقود)</w:t>
      </w:r>
      <w:r w:rsidR="00610870">
        <w:rPr>
          <w:rtl/>
        </w:rPr>
        <w:t>،</w:t>
      </w:r>
      <w:r w:rsidRPr="002A0058">
        <w:rPr>
          <w:rtl/>
        </w:rPr>
        <w:t xml:space="preserve"> و</w:t>
      </w:r>
      <w:r w:rsidRPr="00313984">
        <w:rPr>
          <w:rStyle w:val="libBold1Char"/>
          <w:rtl/>
        </w:rPr>
        <w:t>(المؤمنون عند شروطهم)</w:t>
      </w:r>
      <w:r w:rsidR="00610870">
        <w:rPr>
          <w:rtl/>
        </w:rPr>
        <w:t>،</w:t>
      </w:r>
      <w:r w:rsidRPr="002A0058">
        <w:rPr>
          <w:rtl/>
        </w:rPr>
        <w:t xml:space="preserve"> و</w:t>
      </w:r>
      <w:r w:rsidRPr="00313984">
        <w:rPr>
          <w:rStyle w:val="libBold1Char"/>
          <w:rtl/>
        </w:rPr>
        <w:t>(تجارةً عن تراضٍ)</w:t>
      </w:r>
      <w:r w:rsidR="00610870">
        <w:rPr>
          <w:rtl/>
        </w:rPr>
        <w:t>،</w:t>
      </w:r>
      <w:r w:rsidRPr="002A0058">
        <w:rPr>
          <w:rtl/>
        </w:rPr>
        <w:t xml:space="preserve"> أو قاعدة </w:t>
      </w:r>
      <w:r w:rsidRPr="00313984">
        <w:rPr>
          <w:rStyle w:val="libBold1Char"/>
          <w:rtl/>
        </w:rPr>
        <w:t>(لا تأكلوا أموالكم بينكم بالباطل)</w:t>
      </w:r>
      <w:r w:rsidR="00610870">
        <w:rPr>
          <w:rtl/>
        </w:rPr>
        <w:t>،</w:t>
      </w:r>
      <w:r w:rsidRPr="002A0058">
        <w:rPr>
          <w:rtl/>
        </w:rPr>
        <w:t xml:space="preserve"> وغيرها. حين يأتي الفقيه ليبحث عن حكم </w:t>
      </w:r>
      <w:r w:rsidRPr="00313984">
        <w:rPr>
          <w:rStyle w:val="libBold1Char"/>
          <w:rtl/>
        </w:rPr>
        <w:t>(الشفعة)</w:t>
      </w:r>
      <w:r w:rsidR="00610870">
        <w:rPr>
          <w:rtl/>
        </w:rPr>
        <w:t xml:space="preserve"> - </w:t>
      </w:r>
      <w:r w:rsidRPr="002A0058">
        <w:rPr>
          <w:rtl/>
        </w:rPr>
        <w:t>مثلاً</w:t>
      </w:r>
      <w:r w:rsidR="00610870">
        <w:rPr>
          <w:rtl/>
        </w:rPr>
        <w:t xml:space="preserve"> - </w:t>
      </w:r>
      <w:r w:rsidRPr="002A0058">
        <w:rPr>
          <w:rtl/>
        </w:rPr>
        <w:t>عند الشارع في إطار هذه الموازين ومن خلالها</w:t>
      </w:r>
      <w:r w:rsidR="00610870">
        <w:rPr>
          <w:rtl/>
        </w:rPr>
        <w:t>،</w:t>
      </w:r>
      <w:r w:rsidRPr="002A0058">
        <w:rPr>
          <w:rtl/>
        </w:rPr>
        <w:t xml:space="preserve"> عليه أن يعرف </w:t>
      </w:r>
      <w:r w:rsidRPr="00313984">
        <w:rPr>
          <w:rStyle w:val="libBold1Char"/>
          <w:rtl/>
        </w:rPr>
        <w:t>(الشفعة)</w:t>
      </w:r>
      <w:r w:rsidRPr="002A0058">
        <w:rPr>
          <w:rtl/>
        </w:rPr>
        <w:t xml:space="preserve"> المتداولة بشكل دقيق وكامل</w:t>
      </w:r>
      <w:r w:rsidR="00610870">
        <w:rPr>
          <w:rtl/>
        </w:rPr>
        <w:t>،</w:t>
      </w:r>
      <w:r w:rsidRPr="002A0058">
        <w:rPr>
          <w:rtl/>
        </w:rPr>
        <w:t xml:space="preserve"> حتّى يعيِّن لها حكمها</w:t>
      </w:r>
      <w:r w:rsidR="00610870">
        <w:rPr>
          <w:rtl/>
        </w:rPr>
        <w:t>.</w:t>
      </w:r>
      <w:r w:rsidRPr="002A0058">
        <w:rPr>
          <w:rtl/>
        </w:rPr>
        <w:t xml:space="preserve"> في مثال آخر يكشف عن حاجة الفقيه لتشخيص الموضوع</w:t>
      </w:r>
      <w:r w:rsidR="00610870">
        <w:rPr>
          <w:rtl/>
        </w:rPr>
        <w:t>،</w:t>
      </w:r>
      <w:r w:rsidRPr="002A0058">
        <w:rPr>
          <w:rtl/>
        </w:rPr>
        <w:t xml:space="preserve"> يمكن أن نشير إلى المسائل البنكية (المصرفية)</w:t>
      </w:r>
      <w:r w:rsidR="00610870">
        <w:rPr>
          <w:rtl/>
        </w:rPr>
        <w:t>،</w:t>
      </w:r>
      <w:r w:rsidRPr="002A0058">
        <w:rPr>
          <w:rtl/>
        </w:rPr>
        <w:t xml:space="preserve"> فالأسئلة توجَّه حول البنوك (المصارف)</w:t>
      </w:r>
      <w:r w:rsidR="00610870">
        <w:rPr>
          <w:rtl/>
        </w:rPr>
        <w:t>،</w:t>
      </w:r>
      <w:r w:rsidRPr="002A0058">
        <w:rPr>
          <w:rtl/>
        </w:rPr>
        <w:t xml:space="preserve"> ولكن نظراً إلى أنَّ فقهاءنا عجزوا عن تشخيص الموضوع</w:t>
      </w:r>
      <w:r w:rsidR="00610870">
        <w:rPr>
          <w:rtl/>
        </w:rPr>
        <w:t>؛</w:t>
      </w:r>
      <w:r w:rsidRPr="002A0058">
        <w:rPr>
          <w:rtl/>
        </w:rPr>
        <w:t xml:space="preserve"> لعدم معرفتهم بما يجري في المصرف</w:t>
      </w:r>
      <w:r w:rsidR="00610870">
        <w:rPr>
          <w:rtl/>
        </w:rPr>
        <w:t>،</w:t>
      </w:r>
      <w:r w:rsidRPr="002A0058">
        <w:rPr>
          <w:rtl/>
        </w:rPr>
        <w:t xml:space="preserve"> نراهم لم يجيبوا عن هذا السؤال حتّى الآن</w:t>
      </w:r>
      <w:r w:rsidR="00610870">
        <w:rPr>
          <w:rtl/>
        </w:rPr>
        <w:t>،</w:t>
      </w:r>
      <w:r w:rsidRPr="002A0058">
        <w:rPr>
          <w:rtl/>
        </w:rPr>
        <w:t xml:space="preserve"> وإنَّما أرادوا أن يروا هل يمكن التوفيق بين المسائل المصرفية وبين المضاربة أو لا؟</w:t>
      </w:r>
    </w:p>
    <w:p w:rsidR="00E45880" w:rsidRDefault="00E45880"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من هنا نقول: إنَّ على الفقيه أن يكون عارفاً بموضوع الحكم في المرحلتين</w:t>
      </w:r>
      <w:r w:rsidR="00610870">
        <w:rPr>
          <w:rtl/>
        </w:rPr>
        <w:t>،</w:t>
      </w:r>
      <w:r w:rsidRPr="00065D03">
        <w:rPr>
          <w:rtl/>
        </w:rPr>
        <w:t xml:space="preserve"> مرحلة استنباط أصل الحكم</w:t>
      </w:r>
      <w:r w:rsidR="00610870">
        <w:rPr>
          <w:rtl/>
        </w:rPr>
        <w:t>،</w:t>
      </w:r>
      <w:r w:rsidRPr="00065D03">
        <w:rPr>
          <w:rtl/>
        </w:rPr>
        <w:t xml:space="preserve"> وكذلك مرحلة تطبيق الحكم على الموضوع الذي أطلق الفتوى في صدده</w:t>
      </w:r>
      <w:r w:rsidR="00610870">
        <w:rPr>
          <w:rtl/>
        </w:rPr>
        <w:t>.</w:t>
      </w:r>
      <w:r w:rsidRPr="00065D03">
        <w:rPr>
          <w:rtl/>
        </w:rPr>
        <w:t xml:space="preserve"> وقد كان فقهاؤنا الماضون منتبهين إلى هذه المسألة</w:t>
      </w:r>
      <w:r w:rsidR="00610870">
        <w:rPr>
          <w:rtl/>
        </w:rPr>
        <w:t>.</w:t>
      </w:r>
      <w:r w:rsidRPr="00065D03">
        <w:rPr>
          <w:rtl/>
        </w:rPr>
        <w:t xml:space="preserve"> من هذه الزاوية بالذات</w:t>
      </w:r>
      <w:r w:rsidR="00610870">
        <w:rPr>
          <w:rtl/>
        </w:rPr>
        <w:t>،</w:t>
      </w:r>
      <w:r w:rsidRPr="00065D03">
        <w:rPr>
          <w:rtl/>
        </w:rPr>
        <w:t xml:space="preserve"> رأينا الحسن بن يوسف الحلّي المعروف بالعلاَّمة (648</w:t>
      </w:r>
      <w:r w:rsidR="00610870">
        <w:rPr>
          <w:rtl/>
        </w:rPr>
        <w:t xml:space="preserve"> - </w:t>
      </w:r>
      <w:r w:rsidRPr="00065D03">
        <w:rPr>
          <w:rtl/>
        </w:rPr>
        <w:t>736هـ)</w:t>
      </w:r>
      <w:r w:rsidR="00610870">
        <w:rPr>
          <w:rtl/>
        </w:rPr>
        <w:t>،</w:t>
      </w:r>
      <w:r w:rsidRPr="00065D03">
        <w:rPr>
          <w:rtl/>
        </w:rPr>
        <w:t xml:space="preserve"> درس بدقّةٍ الموضوعات التي كانت شائعة في زمانه</w:t>
      </w:r>
      <w:r w:rsidR="00610870">
        <w:rPr>
          <w:rtl/>
        </w:rPr>
        <w:t>،</w:t>
      </w:r>
      <w:r w:rsidRPr="00065D03">
        <w:rPr>
          <w:rtl/>
        </w:rPr>
        <w:t xml:space="preserve"> وبحث الأوضاع التي كان قد قرَّرها العُرف لكلّ معاملة</w:t>
      </w:r>
      <w:r w:rsidR="00610870">
        <w:rPr>
          <w:rtl/>
        </w:rPr>
        <w:t>،</w:t>
      </w:r>
      <w:r w:rsidRPr="00065D03">
        <w:rPr>
          <w:rtl/>
        </w:rPr>
        <w:t xml:space="preserve"> في إطار القواعد الشرعية الكلِّية</w:t>
      </w:r>
      <w:r w:rsidR="00610870">
        <w:rPr>
          <w:rtl/>
        </w:rPr>
        <w:t>،</w:t>
      </w:r>
      <w:r w:rsidRPr="00065D03">
        <w:rPr>
          <w:rtl/>
        </w:rPr>
        <w:t xml:space="preserve"> ثُمَّ أفتى بعد ذلك بالجواز أو بعدمه</w:t>
      </w:r>
      <w:r w:rsidR="00610870">
        <w:rPr>
          <w:rtl/>
        </w:rPr>
        <w:t>.</w:t>
      </w:r>
      <w:r w:rsidRPr="00065D03">
        <w:rPr>
          <w:rtl/>
        </w:rPr>
        <w:t xml:space="preserve"> لنفترض أنَّ العلاَّمة درس مسألة المضاربة كما كانت سائدة في عصره</w:t>
      </w:r>
      <w:r w:rsidR="00610870">
        <w:rPr>
          <w:rtl/>
        </w:rPr>
        <w:t>؛</w:t>
      </w:r>
      <w:r w:rsidRPr="00065D03">
        <w:rPr>
          <w:rtl/>
        </w:rPr>
        <w:t xml:space="preserve"> وذلك في إطارِ حالةٍ يكون طرفها الأوَّل: المالك صاحب المال</w:t>
      </w:r>
      <w:r w:rsidR="00610870">
        <w:rPr>
          <w:rtl/>
        </w:rPr>
        <w:t>،</w:t>
      </w:r>
      <w:r w:rsidRPr="00065D03">
        <w:rPr>
          <w:rtl/>
        </w:rPr>
        <w:t xml:space="preserve"> وطرفها الثاني: العامل الذي يبذل العمل</w:t>
      </w:r>
      <w:r w:rsidR="00610870">
        <w:rPr>
          <w:rtl/>
        </w:rPr>
        <w:t>.</w:t>
      </w:r>
      <w:r w:rsidRPr="00065D03">
        <w:rPr>
          <w:rtl/>
        </w:rPr>
        <w:t xml:space="preserve"> في مثل هذه الحالة</w:t>
      </w:r>
      <w:r w:rsidR="00610870">
        <w:rPr>
          <w:rtl/>
        </w:rPr>
        <w:t>،</w:t>
      </w:r>
      <w:r w:rsidRPr="00065D03">
        <w:rPr>
          <w:rtl/>
        </w:rPr>
        <w:t xml:space="preserve"> كان العُرف السائد يقضي بأن يُقدِّم المالك نقداً</w:t>
      </w:r>
      <w:r w:rsidR="00610870">
        <w:rPr>
          <w:rtl/>
        </w:rPr>
        <w:t>؛</w:t>
      </w:r>
      <w:r w:rsidRPr="00065D03">
        <w:rPr>
          <w:rtl/>
        </w:rPr>
        <w:t xml:space="preserve"> وكان النقد آنذاك ذهباً وفضَّة</w:t>
      </w:r>
      <w:r w:rsidR="00610870">
        <w:rPr>
          <w:rtl/>
        </w:rPr>
        <w:t>،</w:t>
      </w:r>
      <w:r w:rsidRPr="00065D03">
        <w:rPr>
          <w:rtl/>
        </w:rPr>
        <w:t xml:space="preserve"> فيما كان على الثاني أن يبذل جهده بالعمل</w:t>
      </w:r>
      <w:r w:rsidR="00610870">
        <w:rPr>
          <w:rtl/>
        </w:rPr>
        <w:t>.</w:t>
      </w:r>
      <w:r w:rsidRPr="00065D03">
        <w:rPr>
          <w:rtl/>
        </w:rPr>
        <w:t xml:space="preserve"> هذه الشروط أخذها من العُرف</w:t>
      </w:r>
      <w:r w:rsidR="00610870">
        <w:rPr>
          <w:rtl/>
        </w:rPr>
        <w:t>؛</w:t>
      </w:r>
      <w:r w:rsidRPr="00065D03">
        <w:rPr>
          <w:rtl/>
        </w:rPr>
        <w:t xml:space="preserve"> بمعنى أنَّ العُرف العقلائي في عصره يجري هذه المعاملة في إطار هذه الظروف</w:t>
      </w:r>
      <w:r w:rsidR="00610870">
        <w:rPr>
          <w:rtl/>
        </w:rPr>
        <w:t>،</w:t>
      </w:r>
      <w:r w:rsidRPr="00065D03">
        <w:rPr>
          <w:rtl/>
        </w:rPr>
        <w:t xml:space="preserve"> فما كان من العلاَّمة إلاّ أنْ حكم وأبان رأي الشرع في المسألة انطلاقاً من هذا العُرف العقلائي الذي عاصره.</w:t>
      </w:r>
    </w:p>
    <w:p w:rsidR="00E45880" w:rsidRDefault="00E07DFB" w:rsidP="00E45880">
      <w:pPr>
        <w:pStyle w:val="libNormal"/>
        <w:rPr>
          <w:rtl/>
        </w:rPr>
      </w:pPr>
      <w:r w:rsidRPr="00065D03">
        <w:rPr>
          <w:rtl/>
        </w:rPr>
        <w:t>والسؤال هو: بعد مُضيّ ما بين (700</w:t>
      </w:r>
      <w:r w:rsidR="00610870">
        <w:rPr>
          <w:rtl/>
        </w:rPr>
        <w:t xml:space="preserve"> - </w:t>
      </w:r>
      <w:r w:rsidRPr="00065D03">
        <w:rPr>
          <w:rtl/>
        </w:rPr>
        <w:t>800) سنة على عصر العلاَّمة</w:t>
      </w:r>
      <w:r w:rsidR="00610870">
        <w:rPr>
          <w:rtl/>
        </w:rPr>
        <w:t>،</w:t>
      </w:r>
      <w:r w:rsidRPr="00065D03">
        <w:rPr>
          <w:rtl/>
        </w:rPr>
        <w:t xml:space="preserve"> هل بقي العُرف ثابتاً على ما كان عليه في زمنه؟ لا شك في عدم ثباته</w:t>
      </w:r>
      <w:r w:rsidR="00610870">
        <w:rPr>
          <w:rtl/>
        </w:rPr>
        <w:t>.</w:t>
      </w:r>
      <w:r w:rsidRPr="00065D03">
        <w:rPr>
          <w:rtl/>
        </w:rPr>
        <w:t xml:space="preserve"> ولكن لماذا؟ لأنَّ العُرف وأسلوب العقلاء في الحياة يتغيَّران تبعاً لشرائط الزمان والمكان</w:t>
      </w:r>
      <w:r w:rsidR="00610870">
        <w:rPr>
          <w:rtl/>
        </w:rPr>
        <w:t>.</w:t>
      </w:r>
      <w:r w:rsidRPr="00065D03">
        <w:rPr>
          <w:rtl/>
        </w:rPr>
        <w:t xml:space="preserve"> ففي ذلك العصر لم يكن معروفاً</w:t>
      </w:r>
      <w:r w:rsidR="00610870">
        <w:rPr>
          <w:rtl/>
        </w:rPr>
        <w:t xml:space="preserve"> - </w:t>
      </w:r>
      <w:r w:rsidRPr="00065D03">
        <w:rPr>
          <w:rtl/>
        </w:rPr>
        <w:t>على سبيل المثال</w:t>
      </w:r>
      <w:r w:rsidR="00610870">
        <w:rPr>
          <w:rtl/>
        </w:rPr>
        <w:t xml:space="preserve"> - </w:t>
      </w:r>
      <w:r w:rsidRPr="00065D03">
        <w:rPr>
          <w:rtl/>
        </w:rPr>
        <w:t>سوى ثلاثة أنواع من التجارة</w:t>
      </w:r>
      <w:r w:rsidR="00610870">
        <w:rPr>
          <w:rtl/>
        </w:rPr>
        <w:t>،</w:t>
      </w:r>
      <w:r w:rsidRPr="00065D03">
        <w:rPr>
          <w:rtl/>
        </w:rPr>
        <w:t xml:space="preserve"> في حين نجد أنَّ العُرف العقلائي السائد في العالم (العُرف العقلائي العالمي) يتحدَّث</w:t>
      </w:r>
      <w:r w:rsidR="00610870">
        <w:rPr>
          <w:rtl/>
        </w:rPr>
        <w:t xml:space="preserve"> - </w:t>
      </w:r>
      <w:r w:rsidRPr="00065D03">
        <w:rPr>
          <w:rtl/>
        </w:rPr>
        <w:t>مثلاً</w:t>
      </w:r>
      <w:r w:rsidR="00610870">
        <w:rPr>
          <w:rtl/>
        </w:rPr>
        <w:t xml:space="preserve"> - </w:t>
      </w:r>
      <w:r w:rsidRPr="00065D03">
        <w:rPr>
          <w:rtl/>
        </w:rPr>
        <w:t>عن عشرة أنواع للتجارة</w:t>
      </w:r>
      <w:r w:rsidR="00610870">
        <w:rPr>
          <w:rtl/>
        </w:rPr>
        <w:t>.</w:t>
      </w:r>
      <w:r w:rsidRPr="00065D03">
        <w:rPr>
          <w:rtl/>
        </w:rPr>
        <w:t xml:space="preserve"> العلاَّمة في عصره بحث الأنواع الثلاثة تلك</w:t>
      </w:r>
      <w:r w:rsidR="00610870">
        <w:rPr>
          <w:rtl/>
        </w:rPr>
        <w:t>،</w:t>
      </w:r>
      <w:r w:rsidRPr="00065D03">
        <w:rPr>
          <w:rtl/>
        </w:rPr>
        <w:t xml:space="preserve"> وأحاط بمختلف جوانبها</w:t>
      </w:r>
      <w:r w:rsidR="00610870">
        <w:rPr>
          <w:rtl/>
        </w:rPr>
        <w:t>،</w:t>
      </w:r>
      <w:r w:rsidRPr="00065D03">
        <w:rPr>
          <w:rtl/>
        </w:rPr>
        <w:t xml:space="preserve"> وحدَّد موقفه في ضوء ذلك</w:t>
      </w:r>
      <w:r w:rsidR="00610870">
        <w:rPr>
          <w:rtl/>
        </w:rPr>
        <w:t>.</w:t>
      </w:r>
      <w:r w:rsidRPr="00065D03">
        <w:rPr>
          <w:rtl/>
        </w:rPr>
        <w:t xml:space="preserve"> أمَّا الآن</w:t>
      </w:r>
      <w:r w:rsidR="00610870">
        <w:rPr>
          <w:rtl/>
        </w:rPr>
        <w:t>،</w:t>
      </w:r>
      <w:r w:rsidRPr="00065D03">
        <w:rPr>
          <w:rtl/>
        </w:rPr>
        <w:t xml:space="preserve"> فحيث توجد عشرة ضروب للشراكة</w:t>
      </w:r>
      <w:r w:rsidR="00610870">
        <w:rPr>
          <w:rtl/>
        </w:rPr>
        <w:t>،</w:t>
      </w:r>
      <w:r w:rsidRPr="00065D03">
        <w:rPr>
          <w:rtl/>
        </w:rPr>
        <w:t xml:space="preserve"> فحين نستفتي الفقيه المعاصر عن أحد هذه الضروب المتداولة</w:t>
      </w:r>
      <w:r w:rsidR="00610870">
        <w:rPr>
          <w:rtl/>
        </w:rPr>
        <w:t>،</w:t>
      </w:r>
      <w:r w:rsidRPr="00065D03">
        <w:rPr>
          <w:rtl/>
        </w:rPr>
        <w:t xml:space="preserve"> نراه يكتب في الجواب: إذا كان الموضوع الذي تستفتون فيه</w:t>
      </w:r>
      <w:r w:rsidR="00E45880">
        <w:rPr>
          <w:rFonts w:hint="cs"/>
          <w:rtl/>
        </w:rPr>
        <w:t xml:space="preserve"> </w:t>
      </w:r>
      <w:r w:rsidRPr="00065D03">
        <w:rPr>
          <w:rtl/>
        </w:rPr>
        <w:t>متطابقاً مع أحد تلك الأنواع الثلاثة</w:t>
      </w:r>
      <w:r w:rsidR="00610870">
        <w:rPr>
          <w:rtl/>
        </w:rPr>
        <w:t>،</w:t>
      </w:r>
      <w:r w:rsidRPr="00065D03">
        <w:rPr>
          <w:rtl/>
        </w:rPr>
        <w:t xml:space="preserve"> فلا إشكال فيه</w:t>
      </w:r>
      <w:r w:rsidR="00610870">
        <w:rPr>
          <w:rtl/>
        </w:rPr>
        <w:t>.</w:t>
      </w:r>
      <w:r w:rsidRPr="00065D03">
        <w:rPr>
          <w:rtl/>
        </w:rPr>
        <w:t xml:space="preserve"> والسبب الذي يدفع الفقيه المعاصر لممارسة مثل هذا الإفتاء أنَّه لم يعمل بالطريقة نفسها التي عمل بها العلاَّمة الحلّي في عصره.</w:t>
      </w:r>
    </w:p>
    <w:p w:rsidR="00E45880" w:rsidRDefault="00E45880" w:rsidP="00E5125A">
      <w:pPr>
        <w:pStyle w:val="libNormal"/>
        <w:rPr>
          <w:rtl/>
        </w:rPr>
      </w:pPr>
      <w:r>
        <w:rPr>
          <w:rtl/>
        </w:rPr>
        <w:br w:type="page"/>
      </w:r>
    </w:p>
    <w:p w:rsidR="00E07DFB" w:rsidRPr="002A0058" w:rsidRDefault="00E07DFB" w:rsidP="002A0058">
      <w:pPr>
        <w:pStyle w:val="libNormal"/>
        <w:rPr>
          <w:rtl/>
        </w:rPr>
      </w:pPr>
      <w:r w:rsidRPr="00313984">
        <w:rPr>
          <w:rStyle w:val="libBold1Char"/>
          <w:rtl/>
        </w:rPr>
        <w:lastRenderedPageBreak/>
        <w:t xml:space="preserve">د. كُرْجي: </w:t>
      </w:r>
      <w:r w:rsidRPr="002A0058">
        <w:rPr>
          <w:rtl/>
        </w:rPr>
        <w:t>أعتقد أنَّ للشواهد والقرائن وخصوصيات الزمان والمكان</w:t>
      </w:r>
      <w:r w:rsidR="00610870">
        <w:rPr>
          <w:rtl/>
        </w:rPr>
        <w:t>،</w:t>
      </w:r>
      <w:r w:rsidRPr="002A0058">
        <w:rPr>
          <w:rtl/>
        </w:rPr>
        <w:t xml:space="preserve"> وعلى نحو يقيني</w:t>
      </w:r>
      <w:r w:rsidR="00610870">
        <w:rPr>
          <w:rtl/>
        </w:rPr>
        <w:t>،</w:t>
      </w:r>
      <w:r w:rsidRPr="002A0058">
        <w:rPr>
          <w:rtl/>
        </w:rPr>
        <w:t xml:space="preserve"> دخلاً كبيراً في فهم الأدلّة (الكتاب والسُّـنَّة)</w:t>
      </w:r>
      <w:r w:rsidR="00610870">
        <w:rPr>
          <w:rtl/>
        </w:rPr>
        <w:t>.</w:t>
      </w:r>
      <w:r w:rsidRPr="002A0058">
        <w:rPr>
          <w:rtl/>
        </w:rPr>
        <w:t xml:space="preserve"> يمكن أن نشبِّه الحالة بموضوع شأن النزول في القرآن</w:t>
      </w:r>
      <w:r w:rsidR="00610870">
        <w:rPr>
          <w:rtl/>
        </w:rPr>
        <w:t>؛</w:t>
      </w:r>
      <w:r w:rsidRPr="002A0058">
        <w:rPr>
          <w:rtl/>
        </w:rPr>
        <w:t xml:space="preserve"> فحين نعود إلى الرِّوايات</w:t>
      </w:r>
      <w:r w:rsidR="00610870">
        <w:rPr>
          <w:rtl/>
        </w:rPr>
        <w:t>،</w:t>
      </w:r>
      <w:r w:rsidRPr="002A0058">
        <w:rPr>
          <w:rtl/>
        </w:rPr>
        <w:t xml:space="preserve"> نجد أنَّ الفقهاء والرواة كانوا يستفيدون منها معنى عامَّاً وهم قريبون إلى عصر صدورها، لكنَّها حين وقعت بيد الفقهاء المتأخِّرين</w:t>
      </w:r>
      <w:r w:rsidR="00610870">
        <w:rPr>
          <w:rtl/>
        </w:rPr>
        <w:t>،</w:t>
      </w:r>
      <w:r w:rsidRPr="002A0058">
        <w:rPr>
          <w:rtl/>
        </w:rPr>
        <w:t xml:space="preserve"> تدريجياً أخذوا يذكرون لها وجوهاً متعدِّدة</w:t>
      </w:r>
      <w:r w:rsidR="00610870">
        <w:rPr>
          <w:rtl/>
        </w:rPr>
        <w:t>،</w:t>
      </w:r>
      <w:r w:rsidRPr="002A0058">
        <w:rPr>
          <w:rtl/>
        </w:rPr>
        <w:t xml:space="preserve"> راحت تبتعد بها عن مؤدَّاها الأصيل</w:t>
      </w:r>
      <w:r w:rsidR="00610870">
        <w:rPr>
          <w:rtl/>
        </w:rPr>
        <w:t>؛</w:t>
      </w:r>
      <w:r w:rsidRPr="002A0058">
        <w:rPr>
          <w:rtl/>
        </w:rPr>
        <w:t xml:space="preserve"> لذلك أعتقد بأنَّه من الأمور الضرورية جدَّاً للاجتهاد</w:t>
      </w:r>
      <w:r w:rsidR="00610870">
        <w:rPr>
          <w:rtl/>
        </w:rPr>
        <w:t>،</w:t>
      </w:r>
      <w:r w:rsidRPr="002A0058">
        <w:rPr>
          <w:rtl/>
        </w:rPr>
        <w:t xml:space="preserve"> هو أن يتوفَّر الفقيه ويجهد لكي تكون له رؤية إلى جميع الخصوصيات والشرائط التي كانت تحيط بالرواية أو الآية في وقت صدروها ونزولها.</w:t>
      </w:r>
    </w:p>
    <w:p w:rsidR="00E07DFB" w:rsidRPr="00065D03" w:rsidRDefault="00E07DFB" w:rsidP="00065D03">
      <w:pPr>
        <w:pStyle w:val="libNormal"/>
        <w:rPr>
          <w:rtl/>
        </w:rPr>
      </w:pPr>
      <w:r w:rsidRPr="00065D03">
        <w:rPr>
          <w:rtl/>
        </w:rPr>
        <w:t>إذا عمل الفقيه في إطار هذا النهج</w:t>
      </w:r>
      <w:r w:rsidR="00610870">
        <w:rPr>
          <w:rtl/>
        </w:rPr>
        <w:t>،</w:t>
      </w:r>
      <w:r w:rsidRPr="00065D03">
        <w:rPr>
          <w:rtl/>
        </w:rPr>
        <w:t xml:space="preserve"> من المؤكَّد أنَّ استنباطه وما يأخذه من الآية والرواية سيكون قريباً كثيراً لِمَا ينبغي أن يكون عليه</w:t>
      </w:r>
      <w:r w:rsidR="00610870">
        <w:rPr>
          <w:rtl/>
        </w:rPr>
        <w:t>.</w:t>
      </w:r>
      <w:r w:rsidRPr="00065D03">
        <w:rPr>
          <w:rtl/>
        </w:rPr>
        <w:t xml:space="preserve"> أمَّا إذا لم يدقِّق في هذه المواصفا</w:t>
      </w:r>
      <w:r w:rsidR="00E45880">
        <w:rPr>
          <w:rtl/>
        </w:rPr>
        <w:t>ت والشروط</w:t>
      </w:r>
      <w:r w:rsidR="00610870">
        <w:rPr>
          <w:rtl/>
        </w:rPr>
        <w:t>،</w:t>
      </w:r>
      <w:r w:rsidR="00E45880">
        <w:rPr>
          <w:rtl/>
        </w:rPr>
        <w:t xml:space="preserve"> فسيبتعد عن المراد. </w:t>
      </w:r>
    </w:p>
    <w:p w:rsidR="00E07DFB" w:rsidRPr="00313984" w:rsidRDefault="00E07DFB" w:rsidP="00313984">
      <w:pPr>
        <w:pStyle w:val="libBold1"/>
        <w:rPr>
          <w:rtl/>
        </w:rPr>
      </w:pPr>
      <w:r w:rsidRPr="00313984">
        <w:rPr>
          <w:rtl/>
        </w:rPr>
        <w:t>* نرجو منكم الإشارة إلى مثال لهذه الحالة؟</w:t>
      </w:r>
    </w:p>
    <w:p w:rsidR="00E45880" w:rsidRDefault="00E07DFB" w:rsidP="00E45880">
      <w:pPr>
        <w:pStyle w:val="libNormal"/>
        <w:rPr>
          <w:rtl/>
        </w:rPr>
      </w:pPr>
      <w:r w:rsidRPr="00313984">
        <w:rPr>
          <w:rStyle w:val="libBold1Char"/>
          <w:rtl/>
        </w:rPr>
        <w:t xml:space="preserve">د. كُرْجي: </w:t>
      </w:r>
      <w:r w:rsidRPr="002A0058">
        <w:rPr>
          <w:rtl/>
        </w:rPr>
        <w:t>الذي أذكُره كشاهد على ما أقول</w:t>
      </w:r>
      <w:r w:rsidR="00610870">
        <w:rPr>
          <w:rtl/>
        </w:rPr>
        <w:t>،</w:t>
      </w:r>
      <w:r w:rsidRPr="002A0058">
        <w:rPr>
          <w:rtl/>
        </w:rPr>
        <w:t xml:space="preserve"> هو القول المتداول والمعروف بين أهل السُّـنَّة من أنَّ</w:t>
      </w:r>
      <w:r w:rsidRPr="00313984">
        <w:rPr>
          <w:rStyle w:val="libBold1Char"/>
          <w:rtl/>
        </w:rPr>
        <w:t xml:space="preserve"> (الخراج بالضمان)</w:t>
      </w:r>
      <w:r w:rsidR="00610870">
        <w:rPr>
          <w:rStyle w:val="libBold1Char"/>
          <w:rtl/>
        </w:rPr>
        <w:t>.</w:t>
      </w:r>
      <w:r w:rsidRPr="002A0058">
        <w:rPr>
          <w:rtl/>
        </w:rPr>
        <w:t xml:space="preserve"> فقد كانوا يريدون في الأزمنة السابقة من (الخروج بالضمان): </w:t>
      </w:r>
      <w:r w:rsidRPr="00313984">
        <w:rPr>
          <w:rStyle w:val="libBold1Char"/>
          <w:rtl/>
        </w:rPr>
        <w:t>(ما يخرج عن العين)</w:t>
      </w:r>
      <w:r w:rsidR="00610870">
        <w:rPr>
          <w:rtl/>
        </w:rPr>
        <w:t>،</w:t>
      </w:r>
      <w:r w:rsidRPr="002A0058">
        <w:rPr>
          <w:rtl/>
        </w:rPr>
        <w:t xml:space="preserve"> وكانوا يصرفون القول إلى هذا المعنى عموماً</w:t>
      </w:r>
      <w:r w:rsidR="00610870">
        <w:rPr>
          <w:rtl/>
        </w:rPr>
        <w:t>.</w:t>
      </w:r>
      <w:r w:rsidRPr="002A0058">
        <w:rPr>
          <w:rtl/>
        </w:rPr>
        <w:t xml:space="preserve"> فإذا كان الإنسان ضامناً للعين</w:t>
      </w:r>
      <w:r w:rsidR="00610870">
        <w:rPr>
          <w:rtl/>
        </w:rPr>
        <w:t>،</w:t>
      </w:r>
      <w:r w:rsidRPr="002A0058">
        <w:rPr>
          <w:rtl/>
        </w:rPr>
        <w:t xml:space="preserve"> لا يجب عليه أن يدفع شيئاً آخر بالإضافة إليها</w:t>
      </w:r>
      <w:r w:rsidR="00610870">
        <w:rPr>
          <w:rtl/>
        </w:rPr>
        <w:t>.</w:t>
      </w:r>
      <w:r w:rsidRPr="002A0058">
        <w:rPr>
          <w:rtl/>
        </w:rPr>
        <w:t xml:space="preserve"> أمَّا إنْ لم يكن ضامناً</w:t>
      </w:r>
      <w:r w:rsidR="00610870">
        <w:rPr>
          <w:rtl/>
        </w:rPr>
        <w:t>،</w:t>
      </w:r>
      <w:r w:rsidRPr="002A0058">
        <w:rPr>
          <w:rtl/>
        </w:rPr>
        <w:t xml:space="preserve"> فعليه أن يدفع</w:t>
      </w:r>
      <w:r w:rsidR="00610870">
        <w:rPr>
          <w:rtl/>
        </w:rPr>
        <w:t>.</w:t>
      </w:r>
      <w:r w:rsidRPr="002A0058">
        <w:rPr>
          <w:rtl/>
        </w:rPr>
        <w:t xml:space="preserve"> هذا ما كان يستفاد من الحديث في السابق</w:t>
      </w:r>
      <w:r w:rsidR="00610870">
        <w:rPr>
          <w:rtl/>
        </w:rPr>
        <w:t>.</w:t>
      </w:r>
      <w:r w:rsidRPr="002A0058">
        <w:rPr>
          <w:rtl/>
        </w:rPr>
        <w:t xml:space="preserve"> أمَّا في الوقت الحاضر</w:t>
      </w:r>
      <w:r w:rsidR="00610870">
        <w:rPr>
          <w:rtl/>
        </w:rPr>
        <w:t>،</w:t>
      </w:r>
      <w:r w:rsidRPr="002A0058">
        <w:rPr>
          <w:rtl/>
        </w:rPr>
        <w:t xml:space="preserve"> فقد ذكر الفقهاء الكبار وجوهاً متعدِّدة في معنى الحديث</w:t>
      </w:r>
      <w:r w:rsidR="00610870">
        <w:rPr>
          <w:rtl/>
        </w:rPr>
        <w:t>،</w:t>
      </w:r>
      <w:r w:rsidRPr="002A0058">
        <w:rPr>
          <w:rtl/>
        </w:rPr>
        <w:t xml:space="preserve"> جميعها</w:t>
      </w:r>
      <w:r w:rsidR="00610870">
        <w:rPr>
          <w:rtl/>
        </w:rPr>
        <w:t xml:space="preserve"> - </w:t>
      </w:r>
      <w:r w:rsidRPr="002A0058">
        <w:rPr>
          <w:rtl/>
        </w:rPr>
        <w:t>تقريباً</w:t>
      </w:r>
      <w:r w:rsidR="00610870">
        <w:rPr>
          <w:rtl/>
        </w:rPr>
        <w:t xml:space="preserve"> - </w:t>
      </w:r>
      <w:r w:rsidRPr="002A0058">
        <w:rPr>
          <w:rtl/>
        </w:rPr>
        <w:t>تبتعد عن المعنى السابق</w:t>
      </w:r>
      <w:r w:rsidR="00610870">
        <w:rPr>
          <w:rtl/>
        </w:rPr>
        <w:t>.</w:t>
      </w:r>
      <w:r w:rsidRPr="002A0058">
        <w:rPr>
          <w:rtl/>
        </w:rPr>
        <w:t xml:space="preserve"> افرضوا أنَّهم</w:t>
      </w:r>
      <w:r w:rsidR="00E45880">
        <w:rPr>
          <w:rFonts w:hint="cs"/>
          <w:rtl/>
        </w:rPr>
        <w:t xml:space="preserve"> </w:t>
      </w:r>
      <w:r w:rsidRPr="00065D03">
        <w:rPr>
          <w:rtl/>
        </w:rPr>
        <w:t>قالوا: إنَّ الخراج يعني الضرائب المالية</w:t>
      </w:r>
      <w:r w:rsidR="00610870">
        <w:rPr>
          <w:rtl/>
        </w:rPr>
        <w:t>،</w:t>
      </w:r>
      <w:r w:rsidRPr="00065D03">
        <w:rPr>
          <w:rtl/>
        </w:rPr>
        <w:t xml:space="preserve"> وقالوا: إنَّ (الخراج بالضمان) هو نفسه الخراج والمقاسمة التي تطرح في أبواب الفقه</w:t>
      </w:r>
      <w:r w:rsidR="00610870">
        <w:rPr>
          <w:rtl/>
        </w:rPr>
        <w:t>،</w:t>
      </w:r>
      <w:r w:rsidRPr="00065D03">
        <w:rPr>
          <w:rtl/>
        </w:rPr>
        <w:t xml:space="preserve"> إذ قالوا: إنَّ الضامن للعين</w:t>
      </w:r>
      <w:r w:rsidR="00610870">
        <w:rPr>
          <w:rtl/>
        </w:rPr>
        <w:t>،</w:t>
      </w:r>
      <w:r w:rsidRPr="00065D03">
        <w:rPr>
          <w:rtl/>
        </w:rPr>
        <w:t xml:space="preserve"> عليه أن يدفع الضرائب المالية للعين (أي خراجها)</w:t>
      </w:r>
      <w:r w:rsidR="00610870">
        <w:rPr>
          <w:rtl/>
        </w:rPr>
        <w:t>،</w:t>
      </w:r>
      <w:r w:rsidRPr="00065D03">
        <w:rPr>
          <w:rtl/>
        </w:rPr>
        <w:t xml:space="preserve"> في حين نجد أنَّ علماء </w:t>
      </w:r>
    </w:p>
    <w:p w:rsidR="00E45880" w:rsidRDefault="00E45880" w:rsidP="00E5125A">
      <w:pPr>
        <w:pStyle w:val="libNormal"/>
        <w:rPr>
          <w:rtl/>
        </w:rPr>
      </w:pPr>
      <w:r>
        <w:rPr>
          <w:rtl/>
        </w:rPr>
        <w:br w:type="page"/>
      </w:r>
    </w:p>
    <w:p w:rsidR="00E07DFB" w:rsidRPr="00065D03" w:rsidRDefault="00E07DFB" w:rsidP="00E45880">
      <w:pPr>
        <w:pStyle w:val="libNormal0"/>
        <w:rPr>
          <w:rtl/>
        </w:rPr>
      </w:pPr>
      <w:r w:rsidRPr="00065D03">
        <w:rPr>
          <w:rtl/>
        </w:rPr>
        <w:lastRenderedPageBreak/>
        <w:t>العصر الأوَّل</w:t>
      </w:r>
      <w:r w:rsidR="00610870">
        <w:rPr>
          <w:rtl/>
        </w:rPr>
        <w:t xml:space="preserve"> - </w:t>
      </w:r>
      <w:r w:rsidRPr="00065D03">
        <w:rPr>
          <w:rtl/>
        </w:rPr>
        <w:t>الشيعة وأهل السُّـنَّة بالأخص</w:t>
      </w:r>
      <w:r w:rsidR="00610870">
        <w:rPr>
          <w:rtl/>
        </w:rPr>
        <w:t xml:space="preserve"> - </w:t>
      </w:r>
      <w:r w:rsidRPr="00065D03">
        <w:rPr>
          <w:rtl/>
        </w:rPr>
        <w:t>فهموا من (الخراج بالضمان): أنَّ الإنسان لو كان ضامناً للعين</w:t>
      </w:r>
      <w:r w:rsidR="00610870">
        <w:rPr>
          <w:rtl/>
        </w:rPr>
        <w:t>،</w:t>
      </w:r>
      <w:r w:rsidRPr="00065D03">
        <w:rPr>
          <w:rtl/>
        </w:rPr>
        <w:t xml:space="preserve"> فإنَّ منافعها الأخرى تكون له وبالمجان</w:t>
      </w:r>
      <w:r w:rsidR="00610870">
        <w:rPr>
          <w:rtl/>
        </w:rPr>
        <w:t>،</w:t>
      </w:r>
      <w:r w:rsidRPr="00065D03">
        <w:rPr>
          <w:rtl/>
        </w:rPr>
        <w:t xml:space="preserve"> وبالتالي لا يضمن المنافع المترتِّبة عليها</w:t>
      </w:r>
      <w:r w:rsidR="00610870">
        <w:rPr>
          <w:rtl/>
        </w:rPr>
        <w:t>.</w:t>
      </w:r>
      <w:r w:rsidRPr="00065D03">
        <w:rPr>
          <w:rtl/>
        </w:rPr>
        <w:t xml:space="preserve"> لقد استفاد الأقدمون مع</w:t>
      </w:r>
      <w:r w:rsidR="00D25360">
        <w:rPr>
          <w:rtl/>
        </w:rPr>
        <w:t>نى مقارباً لِمَا ذكرته</w:t>
      </w:r>
      <w:r w:rsidR="00610870">
        <w:rPr>
          <w:rtl/>
        </w:rPr>
        <w:t>،</w:t>
      </w:r>
      <w:r w:rsidR="00D25360">
        <w:rPr>
          <w:rtl/>
        </w:rPr>
        <w:t xml:space="preserve"> إذ ذهب</w:t>
      </w:r>
      <w:r w:rsidRPr="00065D03">
        <w:rPr>
          <w:rtl/>
        </w:rPr>
        <w:t xml:space="preserve"> إلى ذلك من قدماء السُّـنَّة أبو حنيفة (النعمان بن ثابت</w:t>
      </w:r>
      <w:r w:rsidR="00610870">
        <w:rPr>
          <w:rtl/>
        </w:rPr>
        <w:t>،</w:t>
      </w:r>
      <w:r w:rsidRPr="00065D03">
        <w:rPr>
          <w:rtl/>
        </w:rPr>
        <w:t xml:space="preserve"> ت 150 هـ)</w:t>
      </w:r>
      <w:r w:rsidR="00610870">
        <w:rPr>
          <w:rtl/>
        </w:rPr>
        <w:t>،</w:t>
      </w:r>
      <w:r w:rsidRPr="00065D03">
        <w:rPr>
          <w:rtl/>
        </w:rPr>
        <w:t xml:space="preserve"> ومن الشيعة ابن حمزة (العماد الطوسي</w:t>
      </w:r>
      <w:r w:rsidR="00610870">
        <w:rPr>
          <w:rtl/>
        </w:rPr>
        <w:t>،</w:t>
      </w:r>
      <w:r w:rsidRPr="00065D03">
        <w:rPr>
          <w:rtl/>
        </w:rPr>
        <w:t xml:space="preserve"> توفِّي أواخر القرن السادس)</w:t>
      </w:r>
      <w:r w:rsidR="00610870">
        <w:rPr>
          <w:rtl/>
        </w:rPr>
        <w:t>.</w:t>
      </w:r>
      <w:r w:rsidRPr="00065D03">
        <w:rPr>
          <w:rtl/>
        </w:rPr>
        <w:t xml:space="preserve"> وأنا أسوق هذا الكلام بالاعتماد على مطالعاتي السابقة</w:t>
      </w:r>
      <w:r w:rsidR="00610870">
        <w:rPr>
          <w:rtl/>
        </w:rPr>
        <w:t>؛</w:t>
      </w:r>
      <w:r w:rsidRPr="00065D03">
        <w:rPr>
          <w:rtl/>
        </w:rPr>
        <w:t xml:space="preserve"> إذ لم أقم حديثاً بتجديد قراءتي له.</w:t>
      </w:r>
    </w:p>
    <w:p w:rsidR="00E07DFB" w:rsidRPr="00065D03" w:rsidRDefault="00E07DFB" w:rsidP="00065D03">
      <w:pPr>
        <w:pStyle w:val="libNormal"/>
        <w:rPr>
          <w:rtl/>
        </w:rPr>
      </w:pPr>
      <w:r w:rsidRPr="00065D03">
        <w:rPr>
          <w:rtl/>
        </w:rPr>
        <w:t>ولكن حينما آل الأمر إلى عصرنا</w:t>
      </w:r>
      <w:r w:rsidR="00610870">
        <w:rPr>
          <w:rtl/>
        </w:rPr>
        <w:t>،</w:t>
      </w:r>
      <w:r w:rsidRPr="00065D03">
        <w:rPr>
          <w:rtl/>
        </w:rPr>
        <w:t xml:space="preserve"> رأينا أنَّ السادة العلماء الكبار ممَّن حضرت دروس بعضهم</w:t>
      </w:r>
      <w:r w:rsidR="00610870">
        <w:rPr>
          <w:rtl/>
        </w:rPr>
        <w:t>،</w:t>
      </w:r>
      <w:r w:rsidRPr="00065D03">
        <w:rPr>
          <w:rtl/>
        </w:rPr>
        <w:t xml:space="preserve"> احتملوا للحديث وجوهاً متعدِّدة</w:t>
      </w:r>
      <w:r w:rsidR="00610870">
        <w:rPr>
          <w:rtl/>
        </w:rPr>
        <w:t>،</w:t>
      </w:r>
      <w:r w:rsidRPr="00065D03">
        <w:rPr>
          <w:rtl/>
        </w:rPr>
        <w:t xml:space="preserve"> ثمَّ انتهوا للقول: إنَّ الحديث مجمل لا يمكن فهم شيء منه</w:t>
      </w:r>
      <w:r w:rsidR="00610870">
        <w:rPr>
          <w:rtl/>
        </w:rPr>
        <w:t>،</w:t>
      </w:r>
      <w:r w:rsidRPr="00065D03">
        <w:rPr>
          <w:rtl/>
        </w:rPr>
        <w:t xml:space="preserve"> فهو ضعيف سنداً ومجمل في المعنى</w:t>
      </w:r>
      <w:r w:rsidR="00610870">
        <w:rPr>
          <w:rtl/>
        </w:rPr>
        <w:t>؛</w:t>
      </w:r>
      <w:r w:rsidRPr="00065D03">
        <w:rPr>
          <w:rtl/>
        </w:rPr>
        <w:t xml:space="preserve"> ولذا فهو ساقط عن الاعتبار والاستدلال.</w:t>
      </w:r>
    </w:p>
    <w:p w:rsidR="00E07DFB" w:rsidRPr="00065D03" w:rsidRDefault="00E07DFB" w:rsidP="00065D03">
      <w:pPr>
        <w:pStyle w:val="libNormal"/>
        <w:rPr>
          <w:rtl/>
        </w:rPr>
      </w:pPr>
      <w:r w:rsidRPr="00065D03">
        <w:rPr>
          <w:rtl/>
        </w:rPr>
        <w:t>هذا مثال سقته على الحالة التي عرضت لها آنفاً.</w:t>
      </w:r>
    </w:p>
    <w:p w:rsidR="00E07DFB" w:rsidRPr="00313984" w:rsidRDefault="00E07DFB" w:rsidP="00313984">
      <w:pPr>
        <w:pStyle w:val="libBold1"/>
        <w:rPr>
          <w:rtl/>
        </w:rPr>
      </w:pPr>
      <w:r w:rsidRPr="00313984">
        <w:rPr>
          <w:rtl/>
        </w:rPr>
        <w:t>* إنَّ هذه الحالة تُوجب اللبس</w:t>
      </w:r>
      <w:r w:rsidR="00610870">
        <w:rPr>
          <w:rtl/>
        </w:rPr>
        <w:t>؛</w:t>
      </w:r>
      <w:r w:rsidRPr="00313984">
        <w:rPr>
          <w:rtl/>
        </w:rPr>
        <w:t xml:space="preserve"> فالإنسان يكون ضامناً للعين وضامناً للمنافع أيضاً</w:t>
      </w:r>
      <w:r w:rsidR="00610870">
        <w:rPr>
          <w:rtl/>
        </w:rPr>
        <w:t>،</w:t>
      </w:r>
      <w:r w:rsidRPr="00313984">
        <w:rPr>
          <w:rtl/>
        </w:rPr>
        <w:t xml:space="preserve"> لذلك قالوا الذي قالوه لدفع هذا التوهُّم؟</w:t>
      </w:r>
    </w:p>
    <w:p w:rsidR="00E07DFB" w:rsidRPr="002A0058" w:rsidRDefault="00E07DFB" w:rsidP="002A0058">
      <w:pPr>
        <w:pStyle w:val="libNormal"/>
        <w:rPr>
          <w:rtl/>
        </w:rPr>
      </w:pPr>
      <w:r w:rsidRPr="00313984">
        <w:rPr>
          <w:rStyle w:val="libBold1Char"/>
          <w:rtl/>
        </w:rPr>
        <w:t>د. كُرْجي:</w:t>
      </w:r>
      <w:r w:rsidRPr="002A0058">
        <w:rPr>
          <w:rtl/>
        </w:rPr>
        <w:t xml:space="preserve"> يمكن أن يقال هكذا وتُفسَّر آراؤهم على هذا الأساس</w:t>
      </w:r>
      <w:r w:rsidR="00610870">
        <w:rPr>
          <w:rtl/>
        </w:rPr>
        <w:t>،</w:t>
      </w:r>
      <w:r w:rsidRPr="002A0058">
        <w:rPr>
          <w:rtl/>
        </w:rPr>
        <w:t xml:space="preserve"> فأبو حنيفة كان يعتقد بمثل هذا الرَّأي.</w:t>
      </w:r>
    </w:p>
    <w:p w:rsidR="00E07DFB" w:rsidRPr="00313984" w:rsidRDefault="00E07DFB" w:rsidP="00313984">
      <w:pPr>
        <w:pStyle w:val="libBold1"/>
        <w:rPr>
          <w:rtl/>
        </w:rPr>
      </w:pPr>
      <w:r w:rsidRPr="00313984">
        <w:rPr>
          <w:rtl/>
        </w:rPr>
        <w:t>* هل الحديث المذكور نبوي؟</w:t>
      </w:r>
    </w:p>
    <w:p w:rsidR="00D25360" w:rsidRDefault="00E07DFB" w:rsidP="002A0058">
      <w:pPr>
        <w:pStyle w:val="libNormal"/>
        <w:rPr>
          <w:rtl/>
        </w:rPr>
      </w:pPr>
      <w:r w:rsidRPr="00313984">
        <w:rPr>
          <w:rStyle w:val="libBold1Char"/>
          <w:rtl/>
        </w:rPr>
        <w:t xml:space="preserve">د. كُرْجي: </w:t>
      </w:r>
      <w:r w:rsidRPr="002A0058">
        <w:rPr>
          <w:rtl/>
        </w:rPr>
        <w:t>أجل</w:t>
      </w:r>
      <w:r w:rsidR="00610870">
        <w:rPr>
          <w:rtl/>
        </w:rPr>
        <w:t>،</w:t>
      </w:r>
      <w:r w:rsidRPr="002A0058">
        <w:rPr>
          <w:rtl/>
        </w:rPr>
        <w:t xml:space="preserve"> ولكنَّه حديث ضعيف</w:t>
      </w:r>
      <w:r w:rsidR="00610870">
        <w:rPr>
          <w:rtl/>
        </w:rPr>
        <w:t>؛</w:t>
      </w:r>
      <w:r w:rsidRPr="002A0058">
        <w:rPr>
          <w:rtl/>
        </w:rPr>
        <w:t xml:space="preserve"> يعني ليس له راوٍ إمامي</w:t>
      </w:r>
      <w:r w:rsidR="00610870">
        <w:rPr>
          <w:rtl/>
        </w:rPr>
        <w:t>،</w:t>
      </w:r>
      <w:r w:rsidRPr="002A0058">
        <w:rPr>
          <w:rtl/>
        </w:rPr>
        <w:t xml:space="preserve"> فهو مثل كثير من الروايات في باب (قواعد الفقه)</w:t>
      </w:r>
      <w:r w:rsidR="00610870">
        <w:rPr>
          <w:rtl/>
        </w:rPr>
        <w:t>،</w:t>
      </w:r>
      <w:r w:rsidRPr="002A0058">
        <w:rPr>
          <w:rtl/>
        </w:rPr>
        <w:t xml:space="preserve"> التي جاءت من السُّـنَّة وأخذها عنهم الشيعة</w:t>
      </w:r>
      <w:r w:rsidR="00610870">
        <w:rPr>
          <w:rtl/>
        </w:rPr>
        <w:t>.</w:t>
      </w:r>
      <w:r w:rsidRPr="002A0058">
        <w:rPr>
          <w:rtl/>
        </w:rPr>
        <w:t xml:space="preserve"> قصَّة هذا الحديث هي شيء من هذا القبيل</w:t>
      </w:r>
      <w:r w:rsidR="00610870">
        <w:rPr>
          <w:rtl/>
        </w:rPr>
        <w:t>،</w:t>
      </w:r>
      <w:r w:rsidRPr="002A0058">
        <w:rPr>
          <w:rtl/>
        </w:rPr>
        <w:t xml:space="preserve"> وهذا ما لديَّ بالنسبة للسؤال الأوَّل.</w:t>
      </w:r>
    </w:p>
    <w:p w:rsidR="00D25360" w:rsidRDefault="00D25360" w:rsidP="00E5125A">
      <w:pPr>
        <w:pStyle w:val="libNormal"/>
        <w:rPr>
          <w:rtl/>
        </w:rPr>
      </w:pPr>
      <w:r>
        <w:rPr>
          <w:rtl/>
        </w:rPr>
        <w:br w:type="page"/>
      </w:r>
    </w:p>
    <w:p w:rsidR="00E07DFB" w:rsidRPr="00E51D91" w:rsidRDefault="00E07DFB" w:rsidP="00E51D91">
      <w:pPr>
        <w:pStyle w:val="Heading2Center"/>
        <w:rPr>
          <w:rtl/>
        </w:rPr>
      </w:pPr>
      <w:bookmarkStart w:id="7" w:name="_Toc388703626"/>
      <w:r w:rsidRPr="00E51D91">
        <w:rPr>
          <w:rtl/>
        </w:rPr>
        <w:lastRenderedPageBreak/>
        <w:t>المنحى المقاصدي</w:t>
      </w:r>
      <w:bookmarkEnd w:id="7"/>
    </w:p>
    <w:p w:rsidR="00E07DFB" w:rsidRPr="002A0058" w:rsidRDefault="00E07DFB" w:rsidP="002A0058">
      <w:pPr>
        <w:pStyle w:val="libNormal"/>
        <w:rPr>
          <w:rtl/>
        </w:rPr>
      </w:pPr>
      <w:r w:rsidRPr="00313984">
        <w:rPr>
          <w:rStyle w:val="libBold1Char"/>
          <w:rtl/>
        </w:rPr>
        <w:t>الشيخ مجتهد شَبَسْـتَري:</w:t>
      </w:r>
      <w:r w:rsidRPr="002A0058">
        <w:rPr>
          <w:rtl/>
        </w:rPr>
        <w:t xml:space="preserve"> أود أن أُضيف شيئاً إلى ما ذكرتُه سابقاً</w:t>
      </w:r>
      <w:r w:rsidR="00610870">
        <w:rPr>
          <w:rtl/>
        </w:rPr>
        <w:t>،</w:t>
      </w:r>
      <w:r w:rsidRPr="002A0058">
        <w:rPr>
          <w:rtl/>
        </w:rPr>
        <w:t xml:space="preserve"> في شأن قضية مقاصد الشريعة التي يجب أن تؤخذ في الفقه على نحو جدِّي</w:t>
      </w:r>
      <w:r w:rsidR="00610870">
        <w:rPr>
          <w:rtl/>
        </w:rPr>
        <w:t>.</w:t>
      </w:r>
      <w:r w:rsidRPr="002A0058">
        <w:rPr>
          <w:rtl/>
        </w:rPr>
        <w:t xml:space="preserve"> لقد اعتمد الغزالي والشاطبي كثيراً على مقاصد الشريعة</w:t>
      </w:r>
      <w:r w:rsidR="00610870">
        <w:rPr>
          <w:rtl/>
        </w:rPr>
        <w:t>،</w:t>
      </w:r>
      <w:r w:rsidRPr="002A0058">
        <w:rPr>
          <w:rtl/>
        </w:rPr>
        <w:t xml:space="preserve"> حتَّى قال أحدهما(لا أذكر مَن هو): إنَّ مقاصد الشريعة تكمن في هذه الأصول الخمسة: حفظ العقول</w:t>
      </w:r>
      <w:r w:rsidR="00610870">
        <w:rPr>
          <w:rtl/>
        </w:rPr>
        <w:t>،</w:t>
      </w:r>
      <w:r w:rsidRPr="002A0058">
        <w:rPr>
          <w:rtl/>
        </w:rPr>
        <w:t xml:space="preserve"> وحفظ الأموال</w:t>
      </w:r>
      <w:r w:rsidR="00610870">
        <w:rPr>
          <w:rtl/>
        </w:rPr>
        <w:t>،</w:t>
      </w:r>
      <w:r w:rsidRPr="002A0058">
        <w:rPr>
          <w:rtl/>
        </w:rPr>
        <w:t xml:space="preserve"> وحفظ الدِّين</w:t>
      </w:r>
      <w:r w:rsidR="00610870">
        <w:rPr>
          <w:rtl/>
        </w:rPr>
        <w:t>،</w:t>
      </w:r>
      <w:r w:rsidRPr="002A0058">
        <w:rPr>
          <w:rtl/>
        </w:rPr>
        <w:t xml:space="preserve"> وحفظ النفوس</w:t>
      </w:r>
      <w:r w:rsidR="00610870">
        <w:rPr>
          <w:rtl/>
        </w:rPr>
        <w:t>،</w:t>
      </w:r>
      <w:r w:rsidRPr="002A0058">
        <w:rPr>
          <w:rtl/>
        </w:rPr>
        <w:t xml:space="preserve"> وحفظ الأعراض.</w:t>
      </w:r>
    </w:p>
    <w:p w:rsidR="00E07DFB" w:rsidRPr="002A0058" w:rsidRDefault="00E07DFB" w:rsidP="002A0058">
      <w:pPr>
        <w:pStyle w:val="libNormal"/>
        <w:rPr>
          <w:rtl/>
        </w:rPr>
      </w:pPr>
      <w:r w:rsidRPr="00313984">
        <w:rPr>
          <w:rStyle w:val="libBold1Char"/>
          <w:rtl/>
        </w:rPr>
        <w:t xml:space="preserve">كُرْجي: </w:t>
      </w:r>
      <w:r w:rsidRPr="002A0058">
        <w:rPr>
          <w:rtl/>
        </w:rPr>
        <w:t>لقد أخذ البقيَّة عن هؤلاء</w:t>
      </w:r>
      <w:r w:rsidR="00610870">
        <w:rPr>
          <w:rtl/>
        </w:rPr>
        <w:t>،</w:t>
      </w:r>
      <w:r w:rsidRPr="002A0058">
        <w:rPr>
          <w:rtl/>
        </w:rPr>
        <w:t xml:space="preserve"> وبخاصة عن الأوَّل.</w:t>
      </w:r>
    </w:p>
    <w:p w:rsidR="00E07DFB" w:rsidRPr="00065D03" w:rsidRDefault="00E07DFB" w:rsidP="00D25360">
      <w:pPr>
        <w:pStyle w:val="libNormal"/>
        <w:rPr>
          <w:rtl/>
        </w:rPr>
      </w:pPr>
      <w:r w:rsidRPr="00313984">
        <w:rPr>
          <w:rStyle w:val="libBold1Char"/>
          <w:rtl/>
        </w:rPr>
        <w:t>الشيخ مجتهد شَبَسْـتَري:</w:t>
      </w:r>
      <w:r w:rsidRPr="002A0058">
        <w:rPr>
          <w:rtl/>
        </w:rPr>
        <w:t xml:space="preserve"> يذكر الشاطبي أنَّ جميع الاستنباطات ذات الصلة بالمعاملات والسياسة ينبغي أن تتمَّ في هذا الإطار</w:t>
      </w:r>
      <w:r w:rsidR="00610870">
        <w:rPr>
          <w:rtl/>
        </w:rPr>
        <w:t>.</w:t>
      </w:r>
      <w:r w:rsidRPr="002A0058">
        <w:rPr>
          <w:rtl/>
        </w:rPr>
        <w:t xml:space="preserve"> و</w:t>
      </w:r>
      <w:r w:rsidRPr="00313984">
        <w:rPr>
          <w:rStyle w:val="libBold1Char"/>
          <w:rtl/>
        </w:rPr>
        <w:t>محصَّل ذلك</w:t>
      </w:r>
      <w:r w:rsidRPr="002A0058">
        <w:rPr>
          <w:rtl/>
        </w:rPr>
        <w:t xml:space="preserve"> أن لا معنى للاستنباط بلا مِلاك</w:t>
      </w:r>
      <w:r w:rsidR="00610870">
        <w:rPr>
          <w:rtl/>
        </w:rPr>
        <w:t>،</w:t>
      </w:r>
      <w:r w:rsidRPr="002A0058">
        <w:rPr>
          <w:rtl/>
        </w:rPr>
        <w:t xml:space="preserve"> فكلّ مسألة يجب أن يتَّضح الإطار الذي ينتظمها</w:t>
      </w:r>
      <w:r w:rsidR="00610870">
        <w:rPr>
          <w:rtl/>
        </w:rPr>
        <w:t>،</w:t>
      </w:r>
      <w:r w:rsidRPr="002A0058">
        <w:rPr>
          <w:rtl/>
        </w:rPr>
        <w:t xml:space="preserve"> والأرضية التي تتحرَّك عليها</w:t>
      </w:r>
      <w:r w:rsidR="00610870">
        <w:rPr>
          <w:rtl/>
        </w:rPr>
        <w:t>؛</w:t>
      </w:r>
      <w:r w:rsidRPr="002A0058">
        <w:rPr>
          <w:rtl/>
        </w:rPr>
        <w:t xml:space="preserve"> بحيث يتبيَّن المقصد الذي لها علاقة به من بين مقاصد الشريعة</w:t>
      </w:r>
      <w:r w:rsidR="00610870">
        <w:rPr>
          <w:rtl/>
        </w:rPr>
        <w:t>،</w:t>
      </w:r>
      <w:r w:rsidRPr="002A0058">
        <w:rPr>
          <w:rtl/>
        </w:rPr>
        <w:t xml:space="preserve"> وإلاّ من دون تعيين أرضية العلاقة بين المسألة ومقصدها سيقع الفقيه في لون من الاستنباط غير الصحيح</w:t>
      </w:r>
      <w:r w:rsidR="00610870">
        <w:rPr>
          <w:rtl/>
        </w:rPr>
        <w:t>،</w:t>
      </w:r>
      <w:r w:rsidRPr="002A0058">
        <w:rPr>
          <w:rtl/>
        </w:rPr>
        <w:t xml:space="preserve"> حيث يسأل عن مسألة فيعود للآيات</w:t>
      </w:r>
      <w:r w:rsidR="00D25360">
        <w:rPr>
          <w:rFonts w:hint="cs"/>
          <w:rtl/>
        </w:rPr>
        <w:t xml:space="preserve"> </w:t>
      </w:r>
      <w:r w:rsidRPr="00065D03">
        <w:rPr>
          <w:rtl/>
        </w:rPr>
        <w:t>والروايات كي يستنبط الحكم من مظانِّه</w:t>
      </w:r>
      <w:r w:rsidR="00610870">
        <w:rPr>
          <w:rtl/>
        </w:rPr>
        <w:t>،</w:t>
      </w:r>
      <w:r w:rsidRPr="00065D03">
        <w:rPr>
          <w:rtl/>
        </w:rPr>
        <w:t xml:space="preserve"> هكذا من دون أن يعيد المسألة إلى المقصد الذي ينتظمها من مقاصد الشريعة.</w:t>
      </w:r>
    </w:p>
    <w:p w:rsidR="00D25360" w:rsidRDefault="00E07DFB" w:rsidP="00065D03">
      <w:pPr>
        <w:pStyle w:val="libNormal"/>
        <w:rPr>
          <w:rtl/>
        </w:rPr>
      </w:pPr>
      <w:r w:rsidRPr="00065D03">
        <w:rPr>
          <w:rtl/>
        </w:rPr>
        <w:t>يجب أن يتمَّ الاستنباط على ضوء تلك الأصول الكلّية والرؤى العامة للشارع في كلّ حقل من الحقول</w:t>
      </w:r>
      <w:r w:rsidR="00610870">
        <w:rPr>
          <w:rtl/>
        </w:rPr>
        <w:t>،</w:t>
      </w:r>
      <w:r w:rsidRPr="00065D03">
        <w:rPr>
          <w:rtl/>
        </w:rPr>
        <w:t xml:space="preserve"> تماماً كما يحصل في تفسير القوانين</w:t>
      </w:r>
      <w:r w:rsidR="00610870">
        <w:rPr>
          <w:rtl/>
        </w:rPr>
        <w:t>،</w:t>
      </w:r>
      <w:r w:rsidRPr="00065D03">
        <w:rPr>
          <w:rtl/>
        </w:rPr>
        <w:t xml:space="preserve"> فحينما يريد الحقوقي أن يشرح مادَّة من القانون ويفسِّرها</w:t>
      </w:r>
      <w:r w:rsidR="00610870">
        <w:rPr>
          <w:rtl/>
        </w:rPr>
        <w:t>،</w:t>
      </w:r>
      <w:r w:rsidRPr="00065D03">
        <w:rPr>
          <w:rtl/>
        </w:rPr>
        <w:t xml:space="preserve"> لا يمكنه أن يفعل ذلك من خلال أخذ مادَّة واحدة فقط</w:t>
      </w:r>
      <w:r w:rsidR="00610870">
        <w:rPr>
          <w:rtl/>
        </w:rPr>
        <w:t>،</w:t>
      </w:r>
      <w:r w:rsidRPr="00065D03">
        <w:rPr>
          <w:rtl/>
        </w:rPr>
        <w:t xml:space="preserve"> وإنَّما يأخذ المادَّة القانونية المعنيَّة ويضعها في بابها الذي ينتظمها</w:t>
      </w:r>
      <w:r w:rsidR="00610870">
        <w:rPr>
          <w:rtl/>
        </w:rPr>
        <w:t>،</w:t>
      </w:r>
      <w:r w:rsidRPr="00065D03">
        <w:rPr>
          <w:rtl/>
        </w:rPr>
        <w:t xml:space="preserve"> ثُمَّ يفسِّرها على أساس موازين خاصة.</w:t>
      </w:r>
    </w:p>
    <w:p w:rsidR="00D25360" w:rsidRDefault="00D25360"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والأصول الخمسة التي ذكرتْ مقاصدَ للشريعة</w:t>
      </w:r>
      <w:r w:rsidR="00610870">
        <w:rPr>
          <w:rtl/>
        </w:rPr>
        <w:t>،</w:t>
      </w:r>
      <w:r w:rsidRPr="00065D03">
        <w:rPr>
          <w:rtl/>
        </w:rPr>
        <w:t xml:space="preserve"> تعكس وجهة نظر أولئك السادة</w:t>
      </w:r>
      <w:r w:rsidR="00610870">
        <w:rPr>
          <w:rtl/>
        </w:rPr>
        <w:t>،</w:t>
      </w:r>
      <w:r w:rsidRPr="00065D03">
        <w:rPr>
          <w:rtl/>
        </w:rPr>
        <w:t xml:space="preserve"> وإلاّ يمكن لإنسان آخر أن يعيِّن مقاصدَ الشريعة على نحو آخر</w:t>
      </w:r>
      <w:r w:rsidR="00610870">
        <w:rPr>
          <w:rtl/>
        </w:rPr>
        <w:t>،</w:t>
      </w:r>
      <w:r w:rsidRPr="00065D03">
        <w:rPr>
          <w:rtl/>
        </w:rPr>
        <w:t xml:space="preserve"> أو أن يضيف إلى الأصول المذكورة</w:t>
      </w:r>
      <w:r w:rsidR="00610870">
        <w:rPr>
          <w:rtl/>
        </w:rPr>
        <w:t>،</w:t>
      </w:r>
      <w:r w:rsidRPr="00065D03">
        <w:rPr>
          <w:rtl/>
        </w:rPr>
        <w:t xml:space="preserve"> لكن مع ذلك يوجد الكثير من المسائل المتضمِّنة في هذه الأصول الخمسة</w:t>
      </w:r>
      <w:r w:rsidR="00610870">
        <w:rPr>
          <w:rtl/>
        </w:rPr>
        <w:t>،</w:t>
      </w:r>
      <w:r w:rsidRPr="00065D03">
        <w:rPr>
          <w:rtl/>
        </w:rPr>
        <w:t xml:space="preserve"> فحين نقول مثلاً: إنَّ حفظ الدين هو أحد مقاصد الشريعة</w:t>
      </w:r>
      <w:r w:rsidR="00610870">
        <w:rPr>
          <w:rtl/>
        </w:rPr>
        <w:t>،</w:t>
      </w:r>
      <w:r w:rsidRPr="00065D03">
        <w:rPr>
          <w:rtl/>
        </w:rPr>
        <w:t xml:space="preserve"> فحينئذ سيكون السؤال هو: كيف نعرِّف هذا الدين</w:t>
      </w:r>
      <w:r w:rsidR="00610870">
        <w:rPr>
          <w:rtl/>
        </w:rPr>
        <w:t>،</w:t>
      </w:r>
      <w:r w:rsidRPr="00065D03">
        <w:rPr>
          <w:rtl/>
        </w:rPr>
        <w:t xml:space="preserve"> وما هو معناه؟ ما الذي نعدُّه جوهره</w:t>
      </w:r>
      <w:r w:rsidR="00610870">
        <w:rPr>
          <w:rtl/>
        </w:rPr>
        <w:t>،</w:t>
      </w:r>
      <w:r w:rsidRPr="00065D03">
        <w:rPr>
          <w:rtl/>
        </w:rPr>
        <w:t xml:space="preserve"> وما الذي يدخل في عِداد (الأهداف) التي تحافظ على الجوهرة؟</w:t>
      </w:r>
    </w:p>
    <w:p w:rsidR="00E07DFB" w:rsidRPr="00065D03" w:rsidRDefault="00E07DFB" w:rsidP="00065D03">
      <w:pPr>
        <w:pStyle w:val="libNormal"/>
        <w:rPr>
          <w:rtl/>
        </w:rPr>
      </w:pPr>
      <w:r w:rsidRPr="00065D03">
        <w:rPr>
          <w:rtl/>
        </w:rPr>
        <w:t>طبيعي أنَّ هذه الأسئلة لا تدخل في نطاق البحث الفقهي</w:t>
      </w:r>
      <w:r w:rsidR="00610870">
        <w:rPr>
          <w:rtl/>
        </w:rPr>
        <w:t>،</w:t>
      </w:r>
      <w:r w:rsidRPr="00065D03">
        <w:rPr>
          <w:rtl/>
        </w:rPr>
        <w:t xml:space="preserve"> بَيْدَ أنَّها أهمُّ من البحث الفقهي</w:t>
      </w:r>
      <w:r w:rsidR="00610870">
        <w:rPr>
          <w:rtl/>
        </w:rPr>
        <w:t>،</w:t>
      </w:r>
      <w:r w:rsidRPr="00065D03">
        <w:rPr>
          <w:rtl/>
        </w:rPr>
        <w:t xml:space="preserve"> فإذا أعلن الفقيه أنَّ الفكرة</w:t>
      </w:r>
      <w:r w:rsidR="00610870">
        <w:rPr>
          <w:rtl/>
        </w:rPr>
        <w:t>،</w:t>
      </w:r>
      <w:r w:rsidRPr="00065D03">
        <w:rPr>
          <w:rtl/>
        </w:rPr>
        <w:t xml:space="preserve"> أو العمل الفلاني</w:t>
      </w:r>
      <w:r w:rsidR="00610870">
        <w:rPr>
          <w:rtl/>
        </w:rPr>
        <w:t>،</w:t>
      </w:r>
      <w:r w:rsidRPr="00065D03">
        <w:rPr>
          <w:rtl/>
        </w:rPr>
        <w:t xml:space="preserve"> يستوجب إضعاف دين الناس</w:t>
      </w:r>
      <w:r w:rsidR="00610870">
        <w:rPr>
          <w:rtl/>
        </w:rPr>
        <w:t>،</w:t>
      </w:r>
      <w:r w:rsidRPr="00065D03">
        <w:rPr>
          <w:rtl/>
        </w:rPr>
        <w:t xml:space="preserve"> عليه أوَّلاً أن يكشف عن طبيعة رؤيته لحقيقة الدين</w:t>
      </w:r>
      <w:r w:rsidR="00610870">
        <w:rPr>
          <w:rtl/>
        </w:rPr>
        <w:t>،</w:t>
      </w:r>
      <w:r w:rsidRPr="00065D03">
        <w:rPr>
          <w:rtl/>
        </w:rPr>
        <w:t xml:space="preserve"> بحيث إذا مُسَّت فإنَّه يشعر بالخطر.</w:t>
      </w:r>
    </w:p>
    <w:p w:rsidR="00E07DFB" w:rsidRPr="00065D03" w:rsidRDefault="00E07DFB" w:rsidP="00065D03">
      <w:pPr>
        <w:pStyle w:val="libNormal"/>
        <w:rPr>
          <w:rtl/>
        </w:rPr>
      </w:pPr>
      <w:r w:rsidRPr="00065D03">
        <w:rPr>
          <w:rtl/>
        </w:rPr>
        <w:t>في هذه المسألة ثَمَّة مجال لبحوثٍ كثيرة</w:t>
      </w:r>
      <w:r w:rsidR="00610870">
        <w:rPr>
          <w:rtl/>
        </w:rPr>
        <w:t>،</w:t>
      </w:r>
      <w:r w:rsidRPr="00065D03">
        <w:rPr>
          <w:rtl/>
        </w:rPr>
        <w:t xml:space="preserve"> وقد أسهم العُرفاء والفلاسفة والمتكلمون بنظريات مختلفة في هذا الشأن</w:t>
      </w:r>
      <w:r w:rsidR="00610870">
        <w:rPr>
          <w:rtl/>
        </w:rPr>
        <w:t>.</w:t>
      </w:r>
      <w:r w:rsidRPr="00065D03">
        <w:rPr>
          <w:rtl/>
        </w:rPr>
        <w:t xml:space="preserve"> لا يمكن طرح رأي مقبول في هذا المجال إلاّ من خلال البحث الدقيق</w:t>
      </w:r>
      <w:r w:rsidR="00610870">
        <w:rPr>
          <w:rtl/>
        </w:rPr>
        <w:t>،</w:t>
      </w:r>
      <w:r w:rsidRPr="00065D03">
        <w:rPr>
          <w:rtl/>
        </w:rPr>
        <w:t xml:space="preserve"> ولا يمكن حلُّ المسألة بالاعتماد فقط على رأي لهذا أو وجهة نظر يبديها ذاك.</w:t>
      </w:r>
    </w:p>
    <w:p w:rsidR="00D25360" w:rsidRDefault="00E07DFB" w:rsidP="00D25360">
      <w:pPr>
        <w:pStyle w:val="libNormal"/>
        <w:rPr>
          <w:rtl/>
        </w:rPr>
      </w:pPr>
      <w:r w:rsidRPr="00065D03">
        <w:rPr>
          <w:rtl/>
        </w:rPr>
        <w:t>من هذه الجهة بالذات ينبغي أن تخرج الاستنباطات من حال التشتُّت</w:t>
      </w:r>
      <w:r w:rsidR="00610870">
        <w:rPr>
          <w:rtl/>
        </w:rPr>
        <w:t>،</w:t>
      </w:r>
      <w:r w:rsidR="00D25360">
        <w:rPr>
          <w:rFonts w:hint="cs"/>
          <w:rtl/>
        </w:rPr>
        <w:t xml:space="preserve"> </w:t>
      </w:r>
      <w:r w:rsidRPr="00065D03">
        <w:rPr>
          <w:rtl/>
        </w:rPr>
        <w:t>ويتحوَّل الخلاف من الاختلاف في الاستنباط إلى الاختلاف في المباني</w:t>
      </w:r>
      <w:r w:rsidR="00610870">
        <w:rPr>
          <w:rtl/>
        </w:rPr>
        <w:t>،</w:t>
      </w:r>
      <w:r w:rsidRPr="00065D03">
        <w:rPr>
          <w:rtl/>
        </w:rPr>
        <w:t xml:space="preserve"> إذ الصحيح أن يتَّضح أين يختلف هذا الشخص مع ذاك في مبنى معيّن</w:t>
      </w:r>
      <w:r w:rsidR="00610870">
        <w:rPr>
          <w:rtl/>
        </w:rPr>
        <w:t>.</w:t>
      </w:r>
      <w:r w:rsidRPr="00065D03">
        <w:rPr>
          <w:rtl/>
        </w:rPr>
        <w:t xml:space="preserve"> والأمر الطَّبيعي أنَّ البحث في عموم هذه المسائل المبنائية (التأسيسية) يرتدُّ بدوره إلى قضية أصلية مهمَّة</w:t>
      </w:r>
      <w:r w:rsidR="00610870">
        <w:rPr>
          <w:rtl/>
        </w:rPr>
        <w:t>؛</w:t>
      </w:r>
      <w:r w:rsidRPr="00065D03">
        <w:rPr>
          <w:rtl/>
        </w:rPr>
        <w:t xml:space="preserve"> تتمثَّل بحقيقة الوحي وما ننتظره من الكتاب والسُّـنَّة كما أوضحنا ذلك سابقاً.</w:t>
      </w:r>
    </w:p>
    <w:p w:rsidR="00D25360" w:rsidRDefault="00D25360" w:rsidP="00E5125A">
      <w:pPr>
        <w:pStyle w:val="libNormal"/>
        <w:rPr>
          <w:rtl/>
        </w:rPr>
      </w:pPr>
      <w:r>
        <w:rPr>
          <w:rtl/>
        </w:rPr>
        <w:br w:type="page"/>
      </w:r>
    </w:p>
    <w:p w:rsidR="00E07DFB" w:rsidRPr="00313984" w:rsidRDefault="00E07DFB" w:rsidP="00313984">
      <w:pPr>
        <w:pStyle w:val="libBold1"/>
        <w:rPr>
          <w:rtl/>
        </w:rPr>
      </w:pPr>
      <w:r w:rsidRPr="00313984">
        <w:rPr>
          <w:rtl/>
        </w:rPr>
        <w:lastRenderedPageBreak/>
        <w:t>* لنا سؤال موجَّه إلى الشيخ شَبَسْـتَري</w:t>
      </w:r>
      <w:r w:rsidR="00610870">
        <w:rPr>
          <w:rtl/>
        </w:rPr>
        <w:t>؛</w:t>
      </w:r>
      <w:r w:rsidRPr="00313984">
        <w:rPr>
          <w:rtl/>
        </w:rPr>
        <w:t xml:space="preserve"> وهو: هل يبقى ما يقصده الشارع في ذلك العصر (عصر التشريع) ثابتاً</w:t>
      </w:r>
      <w:r w:rsidR="00610870">
        <w:rPr>
          <w:rtl/>
        </w:rPr>
        <w:t>،</w:t>
      </w:r>
      <w:r w:rsidRPr="00313984">
        <w:rPr>
          <w:rtl/>
        </w:rPr>
        <w:t xml:space="preserve"> أو أنَه ربَّما يتَّفق في بعض الأحكام أن يكون للشارع في ذلك الزمان قصد خاص</w:t>
      </w:r>
      <w:r w:rsidR="00610870">
        <w:rPr>
          <w:rtl/>
        </w:rPr>
        <w:t>،</w:t>
      </w:r>
      <w:r w:rsidRPr="00313984">
        <w:rPr>
          <w:rtl/>
        </w:rPr>
        <w:t xml:space="preserve"> بحيث إذا تحقّق مراده بتشريع يحقِّق المراد</w:t>
      </w:r>
      <w:r w:rsidR="00610870">
        <w:rPr>
          <w:rtl/>
        </w:rPr>
        <w:t>،</w:t>
      </w:r>
      <w:r w:rsidRPr="00313984">
        <w:rPr>
          <w:rtl/>
        </w:rPr>
        <w:t xml:space="preserve"> فلا يبقى ثَمَّة مقصد آخر؟ أي أنَّ السؤال تحديداً هو: هل مقصود الشارع مطلق أو نسبي؟ وكم من أحكام الشريعة يكون على نحو القضية الخارجية</w:t>
      </w:r>
      <w:r w:rsidR="00610870">
        <w:rPr>
          <w:rtl/>
        </w:rPr>
        <w:t>،</w:t>
      </w:r>
      <w:r w:rsidRPr="00313984">
        <w:rPr>
          <w:rtl/>
        </w:rPr>
        <w:t xml:space="preserve"> وكم منها يكون على نحو القضية الحقيقيّة؟</w:t>
      </w:r>
    </w:p>
    <w:p w:rsidR="00E07DFB" w:rsidRPr="002A0058" w:rsidRDefault="00E07DFB" w:rsidP="002A0058">
      <w:pPr>
        <w:pStyle w:val="libNormal"/>
        <w:rPr>
          <w:rtl/>
        </w:rPr>
      </w:pPr>
      <w:r w:rsidRPr="00313984">
        <w:rPr>
          <w:rStyle w:val="libBold1Char"/>
          <w:rtl/>
        </w:rPr>
        <w:t>الشيخ شَبَسْـتَري:</w:t>
      </w:r>
      <w:r w:rsidRPr="002A0058">
        <w:rPr>
          <w:rtl/>
        </w:rPr>
        <w:t xml:space="preserve"> سؤال في محلِّه</w:t>
      </w:r>
      <w:r w:rsidR="00610870">
        <w:rPr>
          <w:rtl/>
        </w:rPr>
        <w:t>.</w:t>
      </w:r>
      <w:r w:rsidRPr="002A0058">
        <w:rPr>
          <w:rtl/>
        </w:rPr>
        <w:t xml:space="preserve"> إذا كان هناك</w:t>
      </w:r>
      <w:r w:rsidR="00610870">
        <w:rPr>
          <w:rtl/>
        </w:rPr>
        <w:t xml:space="preserve"> - </w:t>
      </w:r>
      <w:r w:rsidRPr="002A0058">
        <w:rPr>
          <w:rtl/>
        </w:rPr>
        <w:t>مثلاً</w:t>
      </w:r>
      <w:r w:rsidR="00610870">
        <w:rPr>
          <w:rtl/>
        </w:rPr>
        <w:t xml:space="preserve"> - </w:t>
      </w:r>
      <w:r w:rsidRPr="002A0058">
        <w:rPr>
          <w:rtl/>
        </w:rPr>
        <w:t>عشرة أنواع من التجارة أو أكثر</w:t>
      </w:r>
      <w:r w:rsidR="00610870">
        <w:rPr>
          <w:rtl/>
        </w:rPr>
        <w:t>،</w:t>
      </w:r>
      <w:r w:rsidRPr="002A0058">
        <w:rPr>
          <w:rtl/>
        </w:rPr>
        <w:t xml:space="preserve"> لها حكم عقلائي</w:t>
      </w:r>
      <w:r w:rsidR="00610870">
        <w:rPr>
          <w:rtl/>
        </w:rPr>
        <w:t>؛</w:t>
      </w:r>
      <w:r w:rsidRPr="002A0058">
        <w:rPr>
          <w:rtl/>
        </w:rPr>
        <w:t xml:space="preserve"> بمعنى أنَّه قد وضُع لها قانون</w:t>
      </w:r>
      <w:r w:rsidR="00610870">
        <w:rPr>
          <w:rtl/>
        </w:rPr>
        <w:t>،</w:t>
      </w:r>
      <w:r w:rsidRPr="002A0058">
        <w:rPr>
          <w:rtl/>
        </w:rPr>
        <w:t xml:space="preserve"> فلماذا لا يعمل المسلمون بذلك ويأخذون به؟ ولماذا يعودون إلى الكتاب والسُّـنَّة ليحدِّدوا من خلالهما ما يأخذونه من تلك القوانين وما يردُّونه؟ هذه القضية لم تتحوَّل إلى مسألة في الوقت الحاضر فقط</w:t>
      </w:r>
      <w:r w:rsidR="00610870">
        <w:rPr>
          <w:rtl/>
        </w:rPr>
        <w:t>،</w:t>
      </w:r>
      <w:r w:rsidRPr="002A0058">
        <w:rPr>
          <w:rtl/>
        </w:rPr>
        <w:t xml:space="preserve"> بل كانت كذلك منذ البداية</w:t>
      </w:r>
      <w:r w:rsidR="00610870">
        <w:rPr>
          <w:rtl/>
        </w:rPr>
        <w:t>؛</w:t>
      </w:r>
      <w:r w:rsidRPr="002A0058">
        <w:rPr>
          <w:rtl/>
        </w:rPr>
        <w:t xml:space="preserve"> منذ أن انبثقت أُولى بذور الاجتهاد وبدأ ممارسة واعية بين المسلمين</w:t>
      </w:r>
      <w:r w:rsidR="00610870">
        <w:rPr>
          <w:rtl/>
        </w:rPr>
        <w:t>،</w:t>
      </w:r>
      <w:r w:rsidRPr="002A0058">
        <w:rPr>
          <w:rtl/>
        </w:rPr>
        <w:t xml:space="preserve"> فمنذ ذلك الحين أطلَّت هذه المسألة على الواقع.</w:t>
      </w:r>
    </w:p>
    <w:p w:rsidR="00D25360" w:rsidRDefault="00E07DFB" w:rsidP="00283EDA">
      <w:pPr>
        <w:pStyle w:val="libNormal"/>
        <w:rPr>
          <w:rtl/>
        </w:rPr>
      </w:pPr>
      <w:r w:rsidRPr="00065D03">
        <w:rPr>
          <w:rtl/>
        </w:rPr>
        <w:t xml:space="preserve">حين كان النبي الأكرم </w:t>
      </w:r>
      <w:r w:rsidR="00283EDA" w:rsidRPr="00283EDA">
        <w:rPr>
          <w:rStyle w:val="libAlaemChar"/>
          <w:rFonts w:eastAsiaTheme="minorHAnsi"/>
          <w:rtl/>
        </w:rPr>
        <w:t>صلى‌الله‌عليه‌وآله‌وسلم</w:t>
      </w:r>
      <w:r w:rsidRPr="00065D03">
        <w:rPr>
          <w:rtl/>
        </w:rPr>
        <w:t xml:space="preserve"> على قيد الحياة</w:t>
      </w:r>
      <w:r w:rsidR="00610870">
        <w:rPr>
          <w:rtl/>
        </w:rPr>
        <w:t>،</w:t>
      </w:r>
      <w:r w:rsidRPr="00065D03">
        <w:rPr>
          <w:rtl/>
        </w:rPr>
        <w:t xml:space="preserve"> كان يعمل بآيات القرآن وبالأحاديث</w:t>
      </w:r>
      <w:r w:rsidR="00610870">
        <w:rPr>
          <w:rtl/>
        </w:rPr>
        <w:t>،</w:t>
      </w:r>
      <w:r w:rsidRPr="00065D03">
        <w:rPr>
          <w:rtl/>
        </w:rPr>
        <w:t xml:space="preserve"> ولكن سرعان ما طُرحت هذه المسألة من بعده</w:t>
      </w:r>
      <w:r w:rsidR="00610870">
        <w:rPr>
          <w:rtl/>
        </w:rPr>
        <w:t>،</w:t>
      </w:r>
      <w:r w:rsidRPr="00065D03">
        <w:rPr>
          <w:rtl/>
        </w:rPr>
        <w:t xml:space="preserve"> وذلك في اللحظة التي تبلور فيها مفهوم الاجتهاد وتحوَّل إلى نوع من الرأي والنَّظر</w:t>
      </w:r>
      <w:r w:rsidR="00610870">
        <w:rPr>
          <w:rtl/>
        </w:rPr>
        <w:t>،</w:t>
      </w:r>
      <w:r w:rsidR="00D25360">
        <w:rPr>
          <w:rFonts w:hint="cs"/>
          <w:rtl/>
        </w:rPr>
        <w:t xml:space="preserve"> </w:t>
      </w:r>
      <w:r w:rsidRPr="00065D03">
        <w:rPr>
          <w:rtl/>
        </w:rPr>
        <w:t>وأخذت تعبِّر عن نفسها بمحتوى السؤال الآتي: ما الذي يوجب العودة إلى الكتاب والسُّـنَّة لتحصيل النظر الفقهي في قضيَّة خاصة؟</w:t>
      </w:r>
    </w:p>
    <w:p w:rsidR="00D25360" w:rsidRDefault="00D25360"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تنطوي هذه المسألة على مبنىً كلامي</w:t>
      </w:r>
      <w:r w:rsidR="00610870">
        <w:rPr>
          <w:rtl/>
        </w:rPr>
        <w:t>،</w:t>
      </w:r>
      <w:r w:rsidRPr="00065D03">
        <w:rPr>
          <w:rtl/>
        </w:rPr>
        <w:t xml:space="preserve"> وكل ما في الأمر أنَّ هذا المبنى الكلامي يختلف سعةً وضيقاً من شخص إلى آخر</w:t>
      </w:r>
      <w:r w:rsidR="00610870">
        <w:rPr>
          <w:rtl/>
        </w:rPr>
        <w:t>.</w:t>
      </w:r>
      <w:r w:rsidRPr="00065D03">
        <w:rPr>
          <w:rtl/>
        </w:rPr>
        <w:t xml:space="preserve"> والمبنى الذي نعنيه يتمثَّل في ما تحمله ذهنية المسلمين من عدم جواز مخالفة حكم الله في أيِّ موطن من المواطن</w:t>
      </w:r>
      <w:r w:rsidR="00610870">
        <w:rPr>
          <w:rtl/>
        </w:rPr>
        <w:t>؛</w:t>
      </w:r>
      <w:r w:rsidRPr="00065D03">
        <w:rPr>
          <w:rtl/>
        </w:rPr>
        <w:t xml:space="preserve"> لأنَّ المشرِّع الأصلي هو الله</w:t>
      </w:r>
      <w:r w:rsidR="00610870">
        <w:rPr>
          <w:rtl/>
        </w:rPr>
        <w:t>.</w:t>
      </w:r>
      <w:r w:rsidRPr="00065D03">
        <w:rPr>
          <w:rtl/>
        </w:rPr>
        <w:t xml:space="preserve"> ومحل الاختلاف</w:t>
      </w:r>
      <w:r w:rsidR="00610870">
        <w:rPr>
          <w:rtl/>
        </w:rPr>
        <w:t xml:space="preserve"> - </w:t>
      </w:r>
      <w:r w:rsidRPr="00065D03">
        <w:rPr>
          <w:rtl/>
        </w:rPr>
        <w:t>بعد التسالم على ذلك المبنى</w:t>
      </w:r>
      <w:r w:rsidR="00610870">
        <w:rPr>
          <w:rtl/>
        </w:rPr>
        <w:t xml:space="preserve"> - </w:t>
      </w:r>
      <w:r w:rsidRPr="00065D03">
        <w:rPr>
          <w:rtl/>
        </w:rPr>
        <w:t>هو الأرضية التي يتحرَّك فيها الشارع (الله) في تشريعه</w:t>
      </w:r>
      <w:r w:rsidR="00610870">
        <w:rPr>
          <w:rtl/>
        </w:rPr>
        <w:t>،</w:t>
      </w:r>
      <w:r w:rsidRPr="00065D03">
        <w:rPr>
          <w:rtl/>
        </w:rPr>
        <w:t xml:space="preserve"> وما تنطوي عليه هذه الأرضية من سعةٍ وضيقٍ بين مختلف الفقهاء</w:t>
      </w:r>
      <w:r w:rsidR="00610870">
        <w:rPr>
          <w:rtl/>
        </w:rPr>
        <w:t>.</w:t>
      </w:r>
      <w:r w:rsidRPr="00065D03">
        <w:rPr>
          <w:rtl/>
        </w:rPr>
        <w:t xml:space="preserve"> فلا ريب في أنَّ هناك اختلافاً كبيراً في سعة هذه المساحة وضيقها</w:t>
      </w:r>
      <w:r w:rsidR="00610870">
        <w:rPr>
          <w:rtl/>
        </w:rPr>
        <w:t>،</w:t>
      </w:r>
      <w:r w:rsidRPr="00065D03">
        <w:rPr>
          <w:rtl/>
        </w:rPr>
        <w:t xml:space="preserve"> بين فقيه يقول</w:t>
      </w:r>
      <w:r w:rsidR="00610870">
        <w:rPr>
          <w:rtl/>
        </w:rPr>
        <w:t xml:space="preserve"> - </w:t>
      </w:r>
      <w:r w:rsidRPr="00065D03">
        <w:rPr>
          <w:rtl/>
        </w:rPr>
        <w:t>مثلاً</w:t>
      </w:r>
      <w:r w:rsidR="00610870">
        <w:rPr>
          <w:rtl/>
        </w:rPr>
        <w:t xml:space="preserve"> - </w:t>
      </w:r>
      <w:r w:rsidRPr="00065D03">
        <w:rPr>
          <w:rtl/>
        </w:rPr>
        <w:t>بأصالة الحظر ويتحرَّك على ضوء ذلك</w:t>
      </w:r>
      <w:r w:rsidR="00610870">
        <w:rPr>
          <w:rtl/>
        </w:rPr>
        <w:t>،</w:t>
      </w:r>
      <w:r w:rsidRPr="00065D03">
        <w:rPr>
          <w:rtl/>
        </w:rPr>
        <w:t xml:space="preserve"> وآخر يتحرَّك في ضوء أصالة الإباحة</w:t>
      </w:r>
      <w:r w:rsidR="00610870">
        <w:rPr>
          <w:rtl/>
        </w:rPr>
        <w:t>،</w:t>
      </w:r>
      <w:r w:rsidRPr="00065D03">
        <w:rPr>
          <w:rtl/>
        </w:rPr>
        <w:t xml:space="preserve"> وفقيه ثالث يذهب للقول بأنَّه حتّى المعاملات هي أمور توقيفية</w:t>
      </w:r>
      <w:r w:rsidR="00610870">
        <w:rPr>
          <w:rtl/>
        </w:rPr>
        <w:t>،</w:t>
      </w:r>
      <w:r w:rsidRPr="00065D03">
        <w:rPr>
          <w:rtl/>
        </w:rPr>
        <w:t xml:space="preserve"> وآخر لا يقول بتوقيفية المعاملات</w:t>
      </w:r>
      <w:r w:rsidR="00610870">
        <w:rPr>
          <w:rtl/>
        </w:rPr>
        <w:t>،</w:t>
      </w:r>
      <w:r w:rsidRPr="00065D03">
        <w:rPr>
          <w:rtl/>
        </w:rPr>
        <w:t xml:space="preserve"> وإنَّما يكلها إلى نظر العُرف.</w:t>
      </w:r>
    </w:p>
    <w:p w:rsidR="00E07DFB" w:rsidRPr="00065D03" w:rsidRDefault="00E07DFB" w:rsidP="00065D03">
      <w:pPr>
        <w:pStyle w:val="libNormal"/>
        <w:rPr>
          <w:rtl/>
        </w:rPr>
      </w:pPr>
      <w:r w:rsidRPr="00065D03">
        <w:rPr>
          <w:rtl/>
        </w:rPr>
        <w:t>من هنا تتفاوت الرؤى بين رؤية تذهب إلى أنَّ أرضية شارعية المشرِّع (الله سبحانه) واسعة جدّاً</w:t>
      </w:r>
      <w:r w:rsidR="00610870">
        <w:rPr>
          <w:rtl/>
        </w:rPr>
        <w:t>،</w:t>
      </w:r>
      <w:r w:rsidRPr="00065D03">
        <w:rPr>
          <w:rtl/>
        </w:rPr>
        <w:t xml:space="preserve"> وأخرى تلتزم بمحدودية هذه المساحة وضيقها</w:t>
      </w:r>
      <w:r w:rsidR="00610870">
        <w:rPr>
          <w:rtl/>
        </w:rPr>
        <w:t>.</w:t>
      </w:r>
      <w:r w:rsidRPr="00065D03">
        <w:rPr>
          <w:rtl/>
        </w:rPr>
        <w:t xml:space="preserve"> فثَمَّة فقيه يرى نفسه بحاجة إلى الحكم الشرعي المباشر في كلّ قضية ومكان</w:t>
      </w:r>
      <w:r w:rsidR="00610870">
        <w:rPr>
          <w:rtl/>
        </w:rPr>
        <w:t>،</w:t>
      </w:r>
      <w:r w:rsidRPr="00065D03">
        <w:rPr>
          <w:rtl/>
        </w:rPr>
        <w:t xml:space="preserve"> وإلى جانبه فقيه آخر يتوفَّر على بيان الأحكام من خلال الأصول الكلّية</w:t>
      </w:r>
      <w:r w:rsidR="00610870">
        <w:rPr>
          <w:rtl/>
        </w:rPr>
        <w:t>.</w:t>
      </w:r>
      <w:r w:rsidRPr="00065D03">
        <w:rPr>
          <w:rtl/>
        </w:rPr>
        <w:t xml:space="preserve"> في حين هناك فقيه ثالث يذهب إلى الاكتفاء بما ورد فيه نص وحسب.</w:t>
      </w:r>
    </w:p>
    <w:p w:rsidR="00D25360" w:rsidRDefault="00E07DFB" w:rsidP="002A0058">
      <w:pPr>
        <w:pStyle w:val="libNormal"/>
        <w:rPr>
          <w:rtl/>
        </w:rPr>
      </w:pPr>
      <w:r w:rsidRPr="002A0058">
        <w:rPr>
          <w:rtl/>
        </w:rPr>
        <w:t xml:space="preserve">ما نخلص إليه هو: </w:t>
      </w:r>
      <w:r w:rsidRPr="00313984">
        <w:rPr>
          <w:rStyle w:val="libBold1Char"/>
          <w:rtl/>
        </w:rPr>
        <w:t>أنَّ هناك اختلافاً مهماً في طبيعة الفهم وأسلوبه</w:t>
      </w:r>
      <w:r w:rsidR="00610870">
        <w:rPr>
          <w:rStyle w:val="libBold1Char"/>
          <w:rtl/>
        </w:rPr>
        <w:t>،</w:t>
      </w:r>
      <w:r w:rsidRPr="00313984">
        <w:rPr>
          <w:rStyle w:val="libBold1Char"/>
          <w:rtl/>
        </w:rPr>
        <w:t xml:space="preserve"> يعود كله ويرتدُّ إلى حقيقة الوحي وطبيعة ما ينتظره الفقيه منه</w:t>
      </w:r>
      <w:r w:rsidR="00610870">
        <w:rPr>
          <w:rtl/>
        </w:rPr>
        <w:t>.</w:t>
      </w:r>
      <w:r w:rsidRPr="002A0058">
        <w:rPr>
          <w:rtl/>
        </w:rPr>
        <w:t xml:space="preserve"> فالإنسان المسلم يريد (حكم الله) على الدوام</w:t>
      </w:r>
      <w:r w:rsidR="00610870">
        <w:rPr>
          <w:rtl/>
        </w:rPr>
        <w:t>،</w:t>
      </w:r>
      <w:r w:rsidRPr="002A0058">
        <w:rPr>
          <w:rtl/>
        </w:rPr>
        <w:t xml:space="preserve"> وهو قلق في هذا الشأن</w:t>
      </w:r>
      <w:r w:rsidR="00610870">
        <w:rPr>
          <w:rtl/>
        </w:rPr>
        <w:t>،</w:t>
      </w:r>
      <w:r w:rsidRPr="002A0058">
        <w:rPr>
          <w:rtl/>
        </w:rPr>
        <w:t xml:space="preserve"> بَيْدَ أنَّ ما يقع فيه الاختلاف هو مجال هذا الحكم وحدوده.</w:t>
      </w:r>
    </w:p>
    <w:p w:rsidR="00D25360" w:rsidRDefault="00D25360" w:rsidP="00E5125A">
      <w:pPr>
        <w:pStyle w:val="libNormal"/>
        <w:rPr>
          <w:rtl/>
        </w:rPr>
      </w:pPr>
      <w:r>
        <w:rPr>
          <w:rtl/>
        </w:rPr>
        <w:br w:type="page"/>
      </w:r>
    </w:p>
    <w:p w:rsidR="00E07DFB" w:rsidRPr="00E51D91" w:rsidRDefault="00E07DFB" w:rsidP="00E51D91">
      <w:pPr>
        <w:pStyle w:val="Heading2Center"/>
        <w:rPr>
          <w:rtl/>
        </w:rPr>
      </w:pPr>
      <w:bookmarkStart w:id="8" w:name="_Toc388703627"/>
      <w:r w:rsidRPr="00E51D91">
        <w:rPr>
          <w:rtl/>
        </w:rPr>
        <w:lastRenderedPageBreak/>
        <w:t>مداخلات في الفهم العُرفي</w:t>
      </w:r>
      <w:bookmarkEnd w:id="8"/>
    </w:p>
    <w:p w:rsidR="00E07DFB" w:rsidRPr="002A0058" w:rsidRDefault="00E07DFB" w:rsidP="00283EDA">
      <w:pPr>
        <w:pStyle w:val="libNormal"/>
        <w:rPr>
          <w:rtl/>
        </w:rPr>
      </w:pPr>
      <w:r w:rsidRPr="00313984">
        <w:rPr>
          <w:rStyle w:val="libBold1Char"/>
          <w:rtl/>
        </w:rPr>
        <w:t>* هل تقصد بأصالة الحظر وأصالة الإباحة ما يذهب إليه أصوليُّونا في الغالب</w:t>
      </w:r>
      <w:r w:rsidR="00610870">
        <w:rPr>
          <w:rStyle w:val="libBold1Char"/>
          <w:rtl/>
        </w:rPr>
        <w:t>؛</w:t>
      </w:r>
      <w:r w:rsidRPr="00313984">
        <w:rPr>
          <w:rStyle w:val="libBold1Char"/>
          <w:rtl/>
        </w:rPr>
        <w:t xml:space="preserve"> من القول بأصالة الإباحة</w:t>
      </w:r>
      <w:r w:rsidR="00610870">
        <w:rPr>
          <w:rStyle w:val="libBold1Char"/>
          <w:rtl/>
        </w:rPr>
        <w:t>،</w:t>
      </w:r>
      <w:r w:rsidRPr="00313984">
        <w:rPr>
          <w:rStyle w:val="libBold1Char"/>
          <w:rtl/>
        </w:rPr>
        <w:t xml:space="preserve"> في حين يذهب بعض أخباريِّينا إلى القول بأصالة الحظر؟ وفي الوقت نفسه فإنَّ القائلين بأصالة الإباحة يذهبون إلى أنَّ جميع الأفعال الإرادية للإنسان لها واحد من الأحكام الخمسة: الإباحة</w:t>
      </w:r>
      <w:r w:rsidR="00610870">
        <w:rPr>
          <w:rStyle w:val="libBold1Char"/>
          <w:rtl/>
        </w:rPr>
        <w:t>،</w:t>
      </w:r>
      <w:r w:rsidRPr="00313984">
        <w:rPr>
          <w:rStyle w:val="libBold1Char"/>
          <w:rtl/>
        </w:rPr>
        <w:t xml:space="preserve"> الحرمة</w:t>
      </w:r>
      <w:r w:rsidR="00610870">
        <w:rPr>
          <w:rStyle w:val="libBold1Char"/>
          <w:rtl/>
        </w:rPr>
        <w:t>،</w:t>
      </w:r>
      <w:r w:rsidRPr="00313984">
        <w:rPr>
          <w:rStyle w:val="libBold1Char"/>
          <w:rtl/>
        </w:rPr>
        <w:t xml:space="preserve"> الوجوب</w:t>
      </w:r>
      <w:r w:rsidR="00610870">
        <w:rPr>
          <w:rStyle w:val="libBold1Char"/>
          <w:rtl/>
        </w:rPr>
        <w:t>،</w:t>
      </w:r>
      <w:r w:rsidRPr="00313984">
        <w:rPr>
          <w:rStyle w:val="libBold1Char"/>
          <w:rtl/>
        </w:rPr>
        <w:t xml:space="preserve"> الاستحباب</w:t>
      </w:r>
      <w:r w:rsidR="00610870">
        <w:rPr>
          <w:rStyle w:val="libBold1Char"/>
          <w:rtl/>
        </w:rPr>
        <w:t>،</w:t>
      </w:r>
      <w:r w:rsidRPr="00313984">
        <w:rPr>
          <w:rStyle w:val="libBold1Char"/>
          <w:rtl/>
        </w:rPr>
        <w:t xml:space="preserve"> والكراهة</w:t>
      </w:r>
      <w:r w:rsidR="00610870">
        <w:rPr>
          <w:rStyle w:val="libBold1Char"/>
          <w:rtl/>
        </w:rPr>
        <w:t>،</w:t>
      </w:r>
      <w:r w:rsidRPr="00313984">
        <w:rPr>
          <w:rStyle w:val="libBold1Char"/>
          <w:rtl/>
        </w:rPr>
        <w:t xml:space="preserve"> ولَمَّا كان الأمر كذلك</w:t>
      </w:r>
      <w:r w:rsidR="00610870">
        <w:rPr>
          <w:rStyle w:val="libBold1Char"/>
          <w:rtl/>
        </w:rPr>
        <w:t>،</w:t>
      </w:r>
      <w:r w:rsidRPr="00313984">
        <w:rPr>
          <w:rStyle w:val="libBold1Char"/>
          <w:rtl/>
        </w:rPr>
        <w:t xml:space="preserve"> يجب علينا أن نرجع إلى الشريعة الماثلة في مجاميعنا الروائية</w:t>
      </w:r>
      <w:r w:rsidR="00610870">
        <w:rPr>
          <w:rStyle w:val="libBold1Char"/>
          <w:rtl/>
        </w:rPr>
        <w:t>،</w:t>
      </w:r>
      <w:r w:rsidRPr="00313984">
        <w:rPr>
          <w:rStyle w:val="libBold1Char"/>
          <w:rtl/>
        </w:rPr>
        <w:t xml:space="preserve"> فإذا اطمأننَّا إلى عدم وجود حكم للشارع</w:t>
      </w:r>
      <w:r w:rsidR="00610870">
        <w:rPr>
          <w:rStyle w:val="libBold1Char"/>
          <w:rtl/>
        </w:rPr>
        <w:t>،</w:t>
      </w:r>
      <w:r w:rsidRPr="00313984">
        <w:rPr>
          <w:rStyle w:val="libBold1Char"/>
          <w:rtl/>
        </w:rPr>
        <w:t xml:space="preserve"> ندرج المسألة تحت عنوان: العموميَّات والإطلاقات</w:t>
      </w:r>
      <w:r w:rsidR="00610870">
        <w:rPr>
          <w:rStyle w:val="libBold1Char"/>
          <w:rtl/>
        </w:rPr>
        <w:t>؛</w:t>
      </w:r>
      <w:r w:rsidRPr="00313984">
        <w:rPr>
          <w:rStyle w:val="libBold1Char"/>
          <w:rtl/>
        </w:rPr>
        <w:t xml:space="preserve"> من قبيل: </w:t>
      </w:r>
      <w:r w:rsidR="0059501B" w:rsidRPr="00980442">
        <w:rPr>
          <w:rStyle w:val="libAlaemChar"/>
          <w:rFonts w:eastAsiaTheme="minorHAnsi"/>
          <w:rtl/>
        </w:rPr>
        <w:t>(</w:t>
      </w:r>
      <w:r w:rsidRPr="00AE62B5">
        <w:rPr>
          <w:rStyle w:val="libAieChar"/>
          <w:rFonts w:hint="cs"/>
          <w:rtl/>
        </w:rPr>
        <w:t>تِجَارَةً عَن تَرَاضٍ</w:t>
      </w:r>
      <w:r w:rsidR="0059501B">
        <w:rPr>
          <w:rStyle w:val="libAlaemChar"/>
          <w:rFonts w:eastAsiaTheme="minorHAnsi" w:hint="cs"/>
          <w:rtl/>
        </w:rPr>
        <w:t>)</w:t>
      </w:r>
      <w:r w:rsidR="00610870">
        <w:rPr>
          <w:rStyle w:val="libBold1Char"/>
          <w:rtl/>
        </w:rPr>
        <w:t>،</w:t>
      </w:r>
      <w:r w:rsidRPr="00313984">
        <w:rPr>
          <w:rStyle w:val="libBold1Char"/>
          <w:rtl/>
        </w:rPr>
        <w:t xml:space="preserve"> و</w:t>
      </w:r>
      <w:r w:rsidR="0059501B" w:rsidRPr="00980442">
        <w:rPr>
          <w:rStyle w:val="libAlaemChar"/>
          <w:rFonts w:eastAsiaTheme="minorHAnsi"/>
          <w:rtl/>
        </w:rPr>
        <w:t>(</w:t>
      </w:r>
      <w:r w:rsidRPr="00AE62B5">
        <w:rPr>
          <w:rStyle w:val="libAieChar"/>
          <w:rFonts w:hint="cs"/>
          <w:rtl/>
        </w:rPr>
        <w:t>أَحَلَّ اللَّهُ الْبَيْعَ</w:t>
      </w:r>
      <w:r w:rsidR="0059501B">
        <w:rPr>
          <w:rStyle w:val="libAlaemChar"/>
          <w:rFonts w:eastAsiaTheme="minorHAnsi" w:hint="cs"/>
          <w:rtl/>
        </w:rPr>
        <w:t>)</w:t>
      </w:r>
      <w:r w:rsidR="00610870">
        <w:rPr>
          <w:rStyle w:val="libAieChar"/>
          <w:rtl/>
        </w:rPr>
        <w:t>،</w:t>
      </w:r>
      <w:r w:rsidRPr="00313984">
        <w:rPr>
          <w:rStyle w:val="libBold1Char"/>
          <w:rtl/>
        </w:rPr>
        <w:t xml:space="preserve"> وإذا لم نجد منعاً خاصاً في هذا المضمار</w:t>
      </w:r>
      <w:r w:rsidR="00610870">
        <w:rPr>
          <w:rStyle w:val="libBold1Char"/>
          <w:rtl/>
        </w:rPr>
        <w:t>،</w:t>
      </w:r>
      <w:r w:rsidRPr="00313984">
        <w:rPr>
          <w:rStyle w:val="libBold1Char"/>
          <w:rtl/>
        </w:rPr>
        <w:t xml:space="preserve"> نتعاطى مع المسألة من خلال عنوان: </w:t>
      </w:r>
      <w:r w:rsidR="0059501B" w:rsidRPr="00980442">
        <w:rPr>
          <w:rStyle w:val="libAlaemChar"/>
          <w:rFonts w:eastAsiaTheme="minorHAnsi"/>
          <w:rtl/>
        </w:rPr>
        <w:t>(</w:t>
      </w:r>
      <w:r w:rsidRPr="00AE62B5">
        <w:rPr>
          <w:rStyle w:val="libAieChar"/>
          <w:rFonts w:hint="cs"/>
          <w:rtl/>
        </w:rPr>
        <w:t>أَحَلَّ اللَّهُ الْبَيْعَ</w:t>
      </w:r>
      <w:r w:rsidR="0059501B">
        <w:rPr>
          <w:rStyle w:val="libAlaemChar"/>
          <w:rFonts w:eastAsiaTheme="minorHAnsi" w:hint="cs"/>
          <w:rtl/>
        </w:rPr>
        <w:t>)</w:t>
      </w:r>
      <w:r w:rsidR="00610870">
        <w:rPr>
          <w:rStyle w:val="libAieChar"/>
          <w:rtl/>
        </w:rPr>
        <w:t>،</w:t>
      </w:r>
      <w:r w:rsidRPr="00313984">
        <w:rPr>
          <w:rStyle w:val="libBold1Char"/>
          <w:rtl/>
        </w:rPr>
        <w:t xml:space="preserve"> وبالتالي فإنَّ ما يذهب إليه أولئك في هذه المسائل ليس القول: إنَّها تندرج في بناء العقلاء</w:t>
      </w:r>
      <w:r w:rsidR="00610870">
        <w:rPr>
          <w:rStyle w:val="libBold1Char"/>
          <w:rtl/>
        </w:rPr>
        <w:t>،</w:t>
      </w:r>
      <w:r w:rsidRPr="00313984">
        <w:rPr>
          <w:rStyle w:val="libBold1Char"/>
          <w:rtl/>
        </w:rPr>
        <w:t xml:space="preserve"> وإنَّ بناء العقلاء حجَّة علينا</w:t>
      </w:r>
      <w:r w:rsidR="00610870">
        <w:rPr>
          <w:rStyle w:val="libBold1Char"/>
          <w:rtl/>
        </w:rPr>
        <w:t>.</w:t>
      </w:r>
      <w:r w:rsidRPr="00313984">
        <w:rPr>
          <w:rStyle w:val="libBold1Char"/>
          <w:rtl/>
        </w:rPr>
        <w:t xml:space="preserve"> كلاّ</w:t>
      </w:r>
      <w:r w:rsidR="00610870">
        <w:rPr>
          <w:rStyle w:val="libBold1Char"/>
          <w:rtl/>
        </w:rPr>
        <w:t>،</w:t>
      </w:r>
      <w:r w:rsidRPr="00313984">
        <w:rPr>
          <w:rStyle w:val="libBold1Char"/>
          <w:rtl/>
        </w:rPr>
        <w:t xml:space="preserve"> وإنَّما مفاد كلامهم في الغالب إمَّا إرجاع المسألة إلى حكم خاص إن وُجد</w:t>
      </w:r>
      <w:r w:rsidR="00610870">
        <w:rPr>
          <w:rStyle w:val="libBold1Char"/>
          <w:rtl/>
        </w:rPr>
        <w:t>،</w:t>
      </w:r>
      <w:r w:rsidRPr="00313984">
        <w:rPr>
          <w:rStyle w:val="libBold1Char"/>
          <w:rtl/>
        </w:rPr>
        <w:t xml:space="preserve"> أو وضْعُها تحت واحد من الإطلاقات والعمومات التي وصلت من ناحية الشرع</w:t>
      </w:r>
      <w:r w:rsidR="00610870">
        <w:rPr>
          <w:rStyle w:val="libBold1Char"/>
          <w:rtl/>
        </w:rPr>
        <w:t>.</w:t>
      </w:r>
      <w:r w:rsidRPr="00313984">
        <w:rPr>
          <w:rStyle w:val="libBold1Char"/>
          <w:rtl/>
        </w:rPr>
        <w:t xml:space="preserve"> وإذا أردنا أن نوجِّه المسألة</w:t>
      </w:r>
      <w:r w:rsidR="00610870">
        <w:rPr>
          <w:rStyle w:val="libBold1Char"/>
          <w:rtl/>
        </w:rPr>
        <w:t>،</w:t>
      </w:r>
      <w:r w:rsidRPr="00313984">
        <w:rPr>
          <w:rStyle w:val="libBold1Char"/>
          <w:rtl/>
        </w:rPr>
        <w:t xml:space="preserve"> في ضوء بناء العقلاء</w:t>
      </w:r>
      <w:r w:rsidR="00610870">
        <w:rPr>
          <w:rStyle w:val="libBold1Char"/>
          <w:rtl/>
        </w:rPr>
        <w:t>،</w:t>
      </w:r>
      <w:r w:rsidRPr="00313984">
        <w:rPr>
          <w:rStyle w:val="libBold1Char"/>
          <w:rtl/>
        </w:rPr>
        <w:t xml:space="preserve"> ينبغي إعادة هذا البناء بشكل قهقرائي إلى عصر المعصوم </w:t>
      </w:r>
      <w:r w:rsidR="00283EDA" w:rsidRPr="00283EDA">
        <w:rPr>
          <w:rStyle w:val="libAlaemChar"/>
          <w:rFonts w:eastAsiaTheme="minorHAnsi"/>
          <w:rtl/>
        </w:rPr>
        <w:t>عليه‌السلام</w:t>
      </w:r>
      <w:r w:rsidR="00610870">
        <w:rPr>
          <w:rStyle w:val="libBold1Char"/>
          <w:rtl/>
        </w:rPr>
        <w:t>.</w:t>
      </w:r>
      <w:r w:rsidRPr="00313984">
        <w:rPr>
          <w:rStyle w:val="libBold1Char"/>
          <w:rtl/>
        </w:rPr>
        <w:t xml:space="preserve"> وفي زمن الشَّارع إمّا أن يكون الشارع قد أمضى ذلك البناء أو لا</w:t>
      </w:r>
      <w:r w:rsidR="00610870">
        <w:rPr>
          <w:rStyle w:val="libBold1Char"/>
          <w:rtl/>
        </w:rPr>
        <w:t>،</w:t>
      </w:r>
      <w:r w:rsidRPr="00313984">
        <w:rPr>
          <w:rStyle w:val="libBold1Char"/>
          <w:rtl/>
        </w:rPr>
        <w:t xml:space="preserve"> وعدم الردع كافٍ في الكشف عن الإمضاء.</w:t>
      </w:r>
    </w:p>
    <w:p w:rsidR="00D25360" w:rsidRDefault="00E07DFB" w:rsidP="00313984">
      <w:pPr>
        <w:pStyle w:val="libBold1"/>
        <w:rPr>
          <w:rtl/>
        </w:rPr>
      </w:pPr>
      <w:r w:rsidRPr="00313984">
        <w:rPr>
          <w:rtl/>
        </w:rPr>
        <w:t>وما يهمُّنا أن نشير إليه هو: ليس هناك تأثير يذكر</w:t>
      </w:r>
      <w:r w:rsidR="00610870">
        <w:rPr>
          <w:rtl/>
        </w:rPr>
        <w:t>،</w:t>
      </w:r>
      <w:r w:rsidRPr="00313984">
        <w:rPr>
          <w:rtl/>
        </w:rPr>
        <w:t xml:space="preserve"> في هذه المواطن</w:t>
      </w:r>
      <w:r w:rsidR="00610870">
        <w:rPr>
          <w:rtl/>
        </w:rPr>
        <w:t>،</w:t>
      </w:r>
      <w:r w:rsidRPr="00313984">
        <w:rPr>
          <w:rtl/>
        </w:rPr>
        <w:t xml:space="preserve"> لأصالة الحظر وأصالة الإباحة</w:t>
      </w:r>
      <w:r w:rsidR="00610870">
        <w:rPr>
          <w:rtl/>
        </w:rPr>
        <w:t>،</w:t>
      </w:r>
      <w:r w:rsidRPr="00313984">
        <w:rPr>
          <w:rtl/>
        </w:rPr>
        <w:t xml:space="preserve"> وإنَّما تدخل المسألة وتفسَّر على أساس شمول الفقه وعمومه نسبة لأفعال المكلَّفين</w:t>
      </w:r>
      <w:r w:rsidR="00610870">
        <w:rPr>
          <w:rtl/>
        </w:rPr>
        <w:t>.</w:t>
      </w:r>
      <w:r w:rsidRPr="00313984">
        <w:rPr>
          <w:rtl/>
        </w:rPr>
        <w:t xml:space="preserve"> والآن لا ندري إذا كان بمقدور توضيحكم</w:t>
      </w:r>
      <w:r w:rsidR="00610870">
        <w:rPr>
          <w:rtl/>
        </w:rPr>
        <w:t>،</w:t>
      </w:r>
      <w:r w:rsidRPr="00313984">
        <w:rPr>
          <w:rtl/>
        </w:rPr>
        <w:t xml:space="preserve"> أن يرد إشكالنا هذا أم لا؟</w:t>
      </w:r>
    </w:p>
    <w:p w:rsidR="00D25360" w:rsidRDefault="00D25360" w:rsidP="00E62F51">
      <w:pPr>
        <w:pStyle w:val="libNormal"/>
        <w:rPr>
          <w:rtl/>
        </w:rPr>
      </w:pPr>
      <w:r>
        <w:rPr>
          <w:rtl/>
        </w:rPr>
        <w:br w:type="page"/>
      </w:r>
    </w:p>
    <w:p w:rsidR="00E07DFB" w:rsidRPr="002A0058" w:rsidRDefault="00E07DFB" w:rsidP="00D25360">
      <w:pPr>
        <w:pStyle w:val="libNormal"/>
        <w:rPr>
          <w:rtl/>
        </w:rPr>
      </w:pPr>
      <w:r w:rsidRPr="00313984">
        <w:rPr>
          <w:rStyle w:val="libBold1Char"/>
          <w:rtl/>
        </w:rPr>
        <w:lastRenderedPageBreak/>
        <w:t>الشيخ مجتهد شَبَسْـتَري:</w:t>
      </w:r>
      <w:r w:rsidRPr="002A0058">
        <w:rPr>
          <w:rtl/>
        </w:rPr>
        <w:t xml:space="preserve"> هناك اختلاف كبير في الإباحة</w:t>
      </w:r>
      <w:r w:rsidR="00610870">
        <w:rPr>
          <w:rtl/>
        </w:rPr>
        <w:t>،</w:t>
      </w:r>
      <w:r w:rsidRPr="002A0058">
        <w:rPr>
          <w:rtl/>
        </w:rPr>
        <w:t xml:space="preserve"> وهل هي حكم أو لا؟ إذ يذهب بعضهم إلى عدم كونها حكماً</w:t>
      </w:r>
      <w:r w:rsidR="00610870">
        <w:rPr>
          <w:rtl/>
        </w:rPr>
        <w:t>.</w:t>
      </w:r>
      <w:r w:rsidRPr="002A0058">
        <w:rPr>
          <w:rtl/>
        </w:rPr>
        <w:t xml:space="preserve"> وهذا معناه أنَّ الإنسان قد تُرِك</w:t>
      </w:r>
      <w:r w:rsidR="00D25360">
        <w:rPr>
          <w:rFonts w:hint="cs"/>
          <w:rtl/>
        </w:rPr>
        <w:t xml:space="preserve"> </w:t>
      </w:r>
      <w:r w:rsidRPr="002A0058">
        <w:rPr>
          <w:rtl/>
        </w:rPr>
        <w:t>حرَّاً في هذه المنطقة</w:t>
      </w:r>
      <w:r w:rsidR="00610870">
        <w:rPr>
          <w:rtl/>
        </w:rPr>
        <w:t>.</w:t>
      </w:r>
      <w:r w:rsidRPr="002A0058">
        <w:rPr>
          <w:rtl/>
        </w:rPr>
        <w:t xml:space="preserve"> وتصوُّر المسألة ينطوي بالنسبة إلينا على صعوبة فائقة</w:t>
      </w:r>
      <w:r w:rsidR="00610870">
        <w:rPr>
          <w:rtl/>
        </w:rPr>
        <w:t>؛</w:t>
      </w:r>
      <w:r w:rsidRPr="002A0058">
        <w:rPr>
          <w:rtl/>
        </w:rPr>
        <w:t xml:space="preserve"> إذ لا نستطيع أن نتصوَّر</w:t>
      </w:r>
      <w:r w:rsidR="00610870">
        <w:rPr>
          <w:rtl/>
        </w:rPr>
        <w:t>،</w:t>
      </w:r>
      <w:r w:rsidRPr="002A0058">
        <w:rPr>
          <w:rtl/>
        </w:rPr>
        <w:t xml:space="preserve"> نتيجة تربيتنا النَّفسية الخاصة</w:t>
      </w:r>
      <w:r w:rsidR="00610870">
        <w:rPr>
          <w:rtl/>
        </w:rPr>
        <w:t>،</w:t>
      </w:r>
      <w:r w:rsidRPr="002A0058">
        <w:rPr>
          <w:rtl/>
        </w:rPr>
        <w:t xml:space="preserve"> أنَّ الإنسان تُرك حرَّاً في بعض المساحات والأبعاد</w:t>
      </w:r>
      <w:r w:rsidR="00610870">
        <w:rPr>
          <w:rtl/>
        </w:rPr>
        <w:t>،</w:t>
      </w:r>
      <w:r w:rsidRPr="002A0058">
        <w:rPr>
          <w:rtl/>
        </w:rPr>
        <w:t xml:space="preserve"> إلاّ أنَّ المسألة تظل على أيِّ حال تعكس مبنى معيَّناً يقوم على عدم اعتبار الإباحة حكماً</w:t>
      </w:r>
      <w:r w:rsidR="00610870">
        <w:rPr>
          <w:rtl/>
        </w:rPr>
        <w:t>.</w:t>
      </w:r>
      <w:r w:rsidRPr="002A0058">
        <w:rPr>
          <w:rtl/>
        </w:rPr>
        <w:t xml:space="preserve"> وعليه</w:t>
      </w:r>
      <w:r w:rsidR="00610870">
        <w:rPr>
          <w:rtl/>
        </w:rPr>
        <w:t>،</w:t>
      </w:r>
      <w:r w:rsidRPr="002A0058">
        <w:rPr>
          <w:rtl/>
        </w:rPr>
        <w:t xml:space="preserve"> فإنَّ الذي يفهم من الإباحة </w:t>
      </w:r>
      <w:r w:rsidRPr="00313984">
        <w:rPr>
          <w:rStyle w:val="libBold1Char"/>
          <w:rtl/>
        </w:rPr>
        <w:t>(عدَم الحكم)</w:t>
      </w:r>
      <w:r w:rsidR="00610870">
        <w:rPr>
          <w:rtl/>
        </w:rPr>
        <w:t>،</w:t>
      </w:r>
      <w:r w:rsidRPr="002A0058">
        <w:rPr>
          <w:rtl/>
        </w:rPr>
        <w:t xml:space="preserve"> إنَّما يعبِّر عن طريقة خاصة</w:t>
      </w:r>
      <w:r w:rsidR="00610870">
        <w:rPr>
          <w:rtl/>
        </w:rPr>
        <w:t>،</w:t>
      </w:r>
      <w:r w:rsidRPr="002A0058">
        <w:rPr>
          <w:rtl/>
        </w:rPr>
        <w:t xml:space="preserve"> أو عن فهم خاص</w:t>
      </w:r>
      <w:r w:rsidR="00610870">
        <w:rPr>
          <w:rtl/>
        </w:rPr>
        <w:t>.</w:t>
      </w:r>
      <w:r w:rsidRPr="002A0058">
        <w:rPr>
          <w:rtl/>
        </w:rPr>
        <w:t xml:space="preserve"> ثمَّة إلى جوار ذلك</w:t>
      </w:r>
      <w:r w:rsidR="00610870">
        <w:rPr>
          <w:rtl/>
        </w:rPr>
        <w:t>،</w:t>
      </w:r>
      <w:r w:rsidRPr="002A0058">
        <w:rPr>
          <w:rtl/>
        </w:rPr>
        <w:t xml:space="preserve"> فهم آخر يذهب إلى أنَّها</w:t>
      </w:r>
      <w:r w:rsidRPr="00313984">
        <w:rPr>
          <w:rStyle w:val="libBold1Char"/>
          <w:rtl/>
        </w:rPr>
        <w:t xml:space="preserve"> (حكم)</w:t>
      </w:r>
      <w:r w:rsidR="00610870">
        <w:rPr>
          <w:rStyle w:val="libBold1Char"/>
          <w:rtl/>
        </w:rPr>
        <w:t>،</w:t>
      </w:r>
      <w:r w:rsidRPr="002A0058">
        <w:rPr>
          <w:rtl/>
        </w:rPr>
        <w:t xml:space="preserve"> تماماً كما ذكرتم من أنَّ الفقيه يتفحَّص المدارك فيصل بعد التفحُّص إلى وجود حكم هو الإباحة</w:t>
      </w:r>
      <w:r w:rsidR="00610870">
        <w:rPr>
          <w:rtl/>
        </w:rPr>
        <w:t>،</w:t>
      </w:r>
      <w:r w:rsidRPr="002A0058">
        <w:rPr>
          <w:rtl/>
        </w:rPr>
        <w:t xml:space="preserve"> ومعنى ذلك أنَّنا توفَّرنا على الحرية بوصفها ثمرةً للحكم</w:t>
      </w:r>
      <w:r w:rsidR="00610870">
        <w:rPr>
          <w:rtl/>
        </w:rPr>
        <w:t>،</w:t>
      </w:r>
      <w:r w:rsidRPr="002A0058">
        <w:rPr>
          <w:rtl/>
        </w:rPr>
        <w:t xml:space="preserve"> أي أنَّ الحرية مُنحت لنا بوسيلة الحكم.</w:t>
      </w:r>
    </w:p>
    <w:p w:rsidR="00E07DFB" w:rsidRPr="00065D03" w:rsidRDefault="00E07DFB" w:rsidP="00065D03">
      <w:pPr>
        <w:pStyle w:val="libNormal"/>
        <w:rPr>
          <w:rtl/>
        </w:rPr>
      </w:pPr>
      <w:r w:rsidRPr="00065D03">
        <w:rPr>
          <w:rtl/>
        </w:rPr>
        <w:t>هناك فهم ثالث يؤكِّد أنَّ جميع المسائل توقيفية</w:t>
      </w:r>
      <w:r w:rsidR="00610870">
        <w:rPr>
          <w:rtl/>
        </w:rPr>
        <w:t>،</w:t>
      </w:r>
      <w:r w:rsidRPr="00065D03">
        <w:rPr>
          <w:rtl/>
        </w:rPr>
        <w:t xml:space="preserve"> ونحن لم نمنح حرية شرعية</w:t>
      </w:r>
      <w:r w:rsidR="00610870">
        <w:rPr>
          <w:rtl/>
        </w:rPr>
        <w:t>،</w:t>
      </w:r>
      <w:r w:rsidRPr="00065D03">
        <w:rPr>
          <w:rtl/>
        </w:rPr>
        <w:t xml:space="preserve"> فكلّ ضرب من الضروب يُعبر عن (فهم)</w:t>
      </w:r>
      <w:r w:rsidR="00610870">
        <w:rPr>
          <w:rtl/>
        </w:rPr>
        <w:t>.</w:t>
      </w:r>
      <w:r w:rsidRPr="00065D03">
        <w:rPr>
          <w:rtl/>
        </w:rPr>
        <w:t xml:space="preserve"> والسؤال هنا: ليس لدينا أكثر من هذا الكتاب وهذه السُّـنَّة التي بين أيدينا</w:t>
      </w:r>
      <w:r w:rsidR="00610870">
        <w:rPr>
          <w:rtl/>
        </w:rPr>
        <w:t>،</w:t>
      </w:r>
      <w:r w:rsidRPr="00065D03">
        <w:rPr>
          <w:rtl/>
        </w:rPr>
        <w:t xml:space="preserve"> وأصحاب الرؤى الثلاث يعودون إلى هذا الكتاب وهذه السُّـنَّة</w:t>
      </w:r>
      <w:r w:rsidR="00610870">
        <w:rPr>
          <w:rtl/>
        </w:rPr>
        <w:t>،</w:t>
      </w:r>
      <w:r w:rsidRPr="00065D03">
        <w:rPr>
          <w:rtl/>
        </w:rPr>
        <w:t xml:space="preserve"> فكيف</w:t>
      </w:r>
      <w:r w:rsidR="00610870">
        <w:rPr>
          <w:rtl/>
        </w:rPr>
        <w:t xml:space="preserve"> - </w:t>
      </w:r>
      <w:r w:rsidRPr="00065D03">
        <w:rPr>
          <w:rtl/>
        </w:rPr>
        <w:t>إذن</w:t>
      </w:r>
      <w:r w:rsidR="00610870">
        <w:rPr>
          <w:rtl/>
        </w:rPr>
        <w:t xml:space="preserve"> - </w:t>
      </w:r>
      <w:r w:rsidRPr="00065D03">
        <w:rPr>
          <w:rtl/>
        </w:rPr>
        <w:t>تحقَّق التنوُّع في هذه(الأفهام) الثلاثة؟</w:t>
      </w:r>
    </w:p>
    <w:p w:rsidR="00E07DFB" w:rsidRPr="002A0058" w:rsidRDefault="00E07DFB" w:rsidP="002A0058">
      <w:pPr>
        <w:pStyle w:val="libNormal"/>
        <w:rPr>
          <w:rtl/>
        </w:rPr>
      </w:pPr>
      <w:r w:rsidRPr="002A0058">
        <w:rPr>
          <w:rtl/>
        </w:rPr>
        <w:t>بديهي أنَّ هذا التنوُّع في الفهم لم يأتِ عفوياً ولا تلقائياً</w:t>
      </w:r>
      <w:r w:rsidR="00610870">
        <w:rPr>
          <w:rtl/>
        </w:rPr>
        <w:t>،</w:t>
      </w:r>
      <w:r w:rsidRPr="002A0058">
        <w:rPr>
          <w:rtl/>
        </w:rPr>
        <w:t xml:space="preserve"> فلا نستطيع القول: إنَّ هذا الفقيه يفهم المسألة بهذه الطريقة والآخر يفهمها بشكل آخر من دون أن يكون ثمّة سبب لتغاير الفهم واختلافه</w:t>
      </w:r>
      <w:r w:rsidR="00610870">
        <w:rPr>
          <w:rtl/>
        </w:rPr>
        <w:t>.</w:t>
      </w:r>
      <w:r w:rsidRPr="002A0058">
        <w:rPr>
          <w:rtl/>
        </w:rPr>
        <w:t xml:space="preserve"> وإنَّما هناك ذخيرة معرفية أوّلية في داخل كلّ فقيه في </w:t>
      </w:r>
      <w:r w:rsidRPr="00313984">
        <w:rPr>
          <w:rStyle w:val="libBold1Char"/>
          <w:rtl/>
        </w:rPr>
        <w:t>(مكوِّناته)</w:t>
      </w:r>
      <w:r w:rsidRPr="002A0058">
        <w:rPr>
          <w:rtl/>
        </w:rPr>
        <w:t xml:space="preserve"> هي التي تسوقه للتفكير بهذه الطريقة أو تلك.</w:t>
      </w:r>
    </w:p>
    <w:p w:rsidR="00D25360" w:rsidRDefault="00E07DFB" w:rsidP="002A0058">
      <w:pPr>
        <w:pStyle w:val="libNormal"/>
        <w:rPr>
          <w:rtl/>
        </w:rPr>
      </w:pPr>
      <w:r w:rsidRPr="00313984">
        <w:rPr>
          <w:rStyle w:val="libBold1Char"/>
          <w:rtl/>
        </w:rPr>
        <w:t xml:space="preserve">د. كُرْجي: </w:t>
      </w:r>
      <w:r w:rsidRPr="002A0058">
        <w:rPr>
          <w:rtl/>
        </w:rPr>
        <w:t>أرى من الضَّروري أن نتأمَّل قليلاً في هذه المسألة</w:t>
      </w:r>
      <w:r w:rsidR="00610870">
        <w:rPr>
          <w:rtl/>
        </w:rPr>
        <w:t>؛</w:t>
      </w:r>
      <w:r w:rsidRPr="002A0058">
        <w:rPr>
          <w:rtl/>
        </w:rPr>
        <w:t xml:space="preserve"> فمسألة الحظر والإباحة والبراءة والاشتغال تشير إلى موقعين</w:t>
      </w:r>
      <w:r w:rsidR="00610870">
        <w:rPr>
          <w:rtl/>
        </w:rPr>
        <w:t>.</w:t>
      </w:r>
      <w:r w:rsidRPr="002A0058">
        <w:rPr>
          <w:rtl/>
        </w:rPr>
        <w:t xml:space="preserve"> ففي مسألة الحظر والإباحة</w:t>
      </w:r>
      <w:r w:rsidR="00610870">
        <w:rPr>
          <w:rtl/>
        </w:rPr>
        <w:t>،</w:t>
      </w:r>
      <w:r w:rsidRPr="002A0058">
        <w:rPr>
          <w:rtl/>
        </w:rPr>
        <w:t xml:space="preserve"> وبقطع النظر عن ورود الشرع (يعني إذا لم يصلنا حكم)</w:t>
      </w:r>
      <w:r w:rsidR="00610870">
        <w:rPr>
          <w:rtl/>
        </w:rPr>
        <w:t>،</w:t>
      </w:r>
      <w:r w:rsidRPr="002A0058">
        <w:rPr>
          <w:rtl/>
        </w:rPr>
        <w:t xml:space="preserve"> هل نملك حرية الفعل</w:t>
      </w:r>
      <w:r w:rsidR="00610870">
        <w:rPr>
          <w:rtl/>
        </w:rPr>
        <w:t>؛</w:t>
      </w:r>
      <w:r w:rsidRPr="002A0058">
        <w:rPr>
          <w:rtl/>
        </w:rPr>
        <w:t xml:space="preserve"> بحيث نفعل ما نريد ونتصرّف كما نشاء أو لا؟ ما هو موقف العقل؟ فإذا لم يكن ثَمَّة وجود للشرع</w:t>
      </w:r>
      <w:r w:rsidR="00610870">
        <w:rPr>
          <w:rtl/>
        </w:rPr>
        <w:t>،</w:t>
      </w:r>
      <w:r w:rsidRPr="002A0058">
        <w:rPr>
          <w:rtl/>
        </w:rPr>
        <w:t xml:space="preserve"> فهل نستطيع أن نفعل ما نريد أو لا؟</w:t>
      </w:r>
    </w:p>
    <w:p w:rsidR="00D25360" w:rsidRDefault="00D25360" w:rsidP="00E5125A">
      <w:pPr>
        <w:pStyle w:val="libNormal"/>
        <w:rPr>
          <w:rtl/>
        </w:rPr>
      </w:pPr>
      <w:r>
        <w:rPr>
          <w:rtl/>
        </w:rPr>
        <w:br w:type="page"/>
      </w:r>
    </w:p>
    <w:p w:rsidR="00E07DFB" w:rsidRPr="00065D03" w:rsidRDefault="00E07DFB" w:rsidP="00D25360">
      <w:pPr>
        <w:pStyle w:val="libNormal"/>
        <w:rPr>
          <w:rtl/>
        </w:rPr>
      </w:pPr>
      <w:r w:rsidRPr="00065D03">
        <w:rPr>
          <w:rtl/>
        </w:rPr>
        <w:lastRenderedPageBreak/>
        <w:t>يعتقد بعضهم أنَّه ليس بمقدورنا أن نفعل شيئاً</w:t>
      </w:r>
      <w:r w:rsidR="00610870">
        <w:rPr>
          <w:rtl/>
        </w:rPr>
        <w:t>؛</w:t>
      </w:r>
      <w:r w:rsidRPr="00065D03">
        <w:rPr>
          <w:rtl/>
        </w:rPr>
        <w:t xml:space="preserve"> في حين يذهب بعض آخر</w:t>
      </w:r>
      <w:r w:rsidR="00D25360">
        <w:rPr>
          <w:rFonts w:hint="cs"/>
          <w:rtl/>
        </w:rPr>
        <w:t xml:space="preserve"> </w:t>
      </w:r>
      <w:r w:rsidRPr="00065D03">
        <w:rPr>
          <w:rtl/>
        </w:rPr>
        <w:t>إلى أنَّه لا يمكننا أن نفعل أيَّ شيء إلاّ في الحدود التي أجازتها الأديان</w:t>
      </w:r>
      <w:r w:rsidR="00610870">
        <w:rPr>
          <w:rtl/>
        </w:rPr>
        <w:t>،</w:t>
      </w:r>
      <w:r w:rsidRPr="00065D03">
        <w:rPr>
          <w:rtl/>
        </w:rPr>
        <w:t xml:space="preserve"> ومن بينها الدين الإسلامي</w:t>
      </w:r>
      <w:r w:rsidR="00610870">
        <w:rPr>
          <w:rtl/>
        </w:rPr>
        <w:t>،</w:t>
      </w:r>
      <w:r w:rsidRPr="00065D03">
        <w:rPr>
          <w:rtl/>
        </w:rPr>
        <w:t xml:space="preserve"> فنحن لا نستطيع أن نفعل شيئاً إلاّ في إطار ما أباحه الدين</w:t>
      </w:r>
      <w:r w:rsidR="00610870">
        <w:rPr>
          <w:rtl/>
        </w:rPr>
        <w:t>،</w:t>
      </w:r>
      <w:r w:rsidRPr="00065D03">
        <w:rPr>
          <w:rtl/>
        </w:rPr>
        <w:t xml:space="preserve"> هذه الحالة يُعبَّر عنها بالحظر</w:t>
      </w:r>
      <w:r w:rsidR="00610870">
        <w:rPr>
          <w:rtl/>
        </w:rPr>
        <w:t>،</w:t>
      </w:r>
      <w:r w:rsidRPr="00065D03">
        <w:rPr>
          <w:rtl/>
        </w:rPr>
        <w:t xml:space="preserve"> وفي مقابلها تأتي حالة الإباحة</w:t>
      </w:r>
      <w:r w:rsidR="00610870">
        <w:rPr>
          <w:rtl/>
        </w:rPr>
        <w:t>،</w:t>
      </w:r>
      <w:r w:rsidRPr="00065D03">
        <w:rPr>
          <w:rtl/>
        </w:rPr>
        <w:t xml:space="preserve"> بمعنى أنَّ الإنسان حرٌّ</w:t>
      </w:r>
      <w:r w:rsidR="00610870">
        <w:rPr>
          <w:rtl/>
        </w:rPr>
        <w:t>،</w:t>
      </w:r>
      <w:r w:rsidRPr="00065D03">
        <w:rPr>
          <w:rtl/>
        </w:rPr>
        <w:t xml:space="preserve"> له أن يفعل ما يشاء</w:t>
      </w:r>
      <w:r w:rsidR="00610870">
        <w:rPr>
          <w:rtl/>
        </w:rPr>
        <w:t>،</w:t>
      </w:r>
      <w:r w:rsidRPr="00065D03">
        <w:rPr>
          <w:rtl/>
        </w:rPr>
        <w:t xml:space="preserve"> والعقل يقول: عليك أن تفعل ما تستطيع عمله.</w:t>
      </w:r>
    </w:p>
    <w:p w:rsidR="00E07DFB" w:rsidRPr="00065D03" w:rsidRDefault="00E07DFB" w:rsidP="00065D03">
      <w:pPr>
        <w:pStyle w:val="libNormal"/>
        <w:rPr>
          <w:rtl/>
        </w:rPr>
      </w:pPr>
      <w:r w:rsidRPr="00065D03">
        <w:rPr>
          <w:rtl/>
        </w:rPr>
        <w:t>نأتي إلى تصوُّر أو طرح آخر للمسألة</w:t>
      </w:r>
      <w:r w:rsidR="00610870">
        <w:rPr>
          <w:rtl/>
        </w:rPr>
        <w:t>؛</w:t>
      </w:r>
      <w:r w:rsidRPr="00065D03">
        <w:rPr>
          <w:rtl/>
        </w:rPr>
        <w:t xml:space="preserve"> إذ نفترض أنَّ الشَّرع وصلنا</w:t>
      </w:r>
      <w:r w:rsidR="00610870">
        <w:rPr>
          <w:rtl/>
        </w:rPr>
        <w:t>،</w:t>
      </w:r>
      <w:r w:rsidRPr="00065D03">
        <w:rPr>
          <w:rtl/>
        </w:rPr>
        <w:t xml:space="preserve"> ولكنَّنا لم نعرف حكمه في فعلٍ ما</w:t>
      </w:r>
      <w:r w:rsidR="00610870">
        <w:rPr>
          <w:rtl/>
        </w:rPr>
        <w:t>،</w:t>
      </w:r>
      <w:r w:rsidRPr="00065D03">
        <w:rPr>
          <w:rtl/>
        </w:rPr>
        <w:t xml:space="preserve"> أو كان له حكم ولكن لم يصلنا</w:t>
      </w:r>
      <w:r w:rsidR="00610870">
        <w:rPr>
          <w:rtl/>
        </w:rPr>
        <w:t>،</w:t>
      </w:r>
      <w:r w:rsidRPr="00065D03">
        <w:rPr>
          <w:rtl/>
        </w:rPr>
        <w:t xml:space="preserve"> فما هو التكليف في مثل هذه الحال؟ يعتقد بعضهم بالبراءة</w:t>
      </w:r>
      <w:r w:rsidR="00610870">
        <w:rPr>
          <w:rtl/>
        </w:rPr>
        <w:t>،</w:t>
      </w:r>
      <w:r w:rsidRPr="00065D03">
        <w:rPr>
          <w:rtl/>
        </w:rPr>
        <w:t xml:space="preserve"> وبخاصة في الشبهة الحكمية التحريمية.</w:t>
      </w:r>
    </w:p>
    <w:p w:rsidR="00E07DFB" w:rsidRPr="002A0058" w:rsidRDefault="00E07DFB" w:rsidP="002A0058">
      <w:pPr>
        <w:pStyle w:val="libNormal"/>
        <w:rPr>
          <w:rtl/>
        </w:rPr>
      </w:pPr>
      <w:r w:rsidRPr="002A0058">
        <w:rPr>
          <w:rtl/>
        </w:rPr>
        <w:t>ثَمَّة إلى جوار هذا الفريق فريقٌ آخر هم:</w:t>
      </w:r>
      <w:r w:rsidRPr="00313984">
        <w:rPr>
          <w:rStyle w:val="libBold1Char"/>
          <w:rtl/>
        </w:rPr>
        <w:t xml:space="preserve"> الأخباريون</w:t>
      </w:r>
      <w:r w:rsidR="00610870">
        <w:rPr>
          <w:rStyle w:val="libBold1Char"/>
          <w:rtl/>
        </w:rPr>
        <w:t>،</w:t>
      </w:r>
      <w:r w:rsidRPr="002A0058">
        <w:rPr>
          <w:rtl/>
        </w:rPr>
        <w:t xml:space="preserve"> يعتقدون بأصل الاشتغال</w:t>
      </w:r>
      <w:r w:rsidR="00610870">
        <w:rPr>
          <w:rtl/>
        </w:rPr>
        <w:t>،</w:t>
      </w:r>
      <w:r w:rsidRPr="002A0058">
        <w:rPr>
          <w:rtl/>
        </w:rPr>
        <w:t xml:space="preserve"> إذ يجب العمل بالاحتياط</w:t>
      </w:r>
      <w:r w:rsidR="00610870">
        <w:rPr>
          <w:rtl/>
        </w:rPr>
        <w:t>.</w:t>
      </w:r>
      <w:r w:rsidRPr="002A0058">
        <w:rPr>
          <w:rtl/>
        </w:rPr>
        <w:t xml:space="preserve"> أمَّا الأصوليُّون</w:t>
      </w:r>
      <w:r w:rsidR="00610870">
        <w:rPr>
          <w:rtl/>
        </w:rPr>
        <w:t>،</w:t>
      </w:r>
      <w:r w:rsidRPr="002A0058">
        <w:rPr>
          <w:rtl/>
        </w:rPr>
        <w:t xml:space="preserve"> فيعتقدون بأصل البراءة نظراً لِمَا في الشرع من أدلَّة.</w:t>
      </w:r>
    </w:p>
    <w:p w:rsidR="00E07DFB" w:rsidRPr="00065D03" w:rsidRDefault="00E07DFB" w:rsidP="00065D03">
      <w:pPr>
        <w:pStyle w:val="libNormal"/>
        <w:rPr>
          <w:rtl/>
        </w:rPr>
      </w:pPr>
      <w:r w:rsidRPr="00065D03">
        <w:rPr>
          <w:rtl/>
        </w:rPr>
        <w:t>هناك مسألة أخرى تتمثَّل بالرجوع إلى عرف العقلاء أو</w:t>
      </w:r>
      <w:r w:rsidR="00610870">
        <w:rPr>
          <w:rtl/>
        </w:rPr>
        <w:t xml:space="preserve"> - </w:t>
      </w:r>
      <w:r w:rsidRPr="00065D03">
        <w:rPr>
          <w:rtl/>
        </w:rPr>
        <w:t>لنقل</w:t>
      </w:r>
      <w:r w:rsidR="00610870">
        <w:rPr>
          <w:rtl/>
        </w:rPr>
        <w:t xml:space="preserve"> - </w:t>
      </w:r>
      <w:r w:rsidRPr="00065D03">
        <w:rPr>
          <w:rtl/>
        </w:rPr>
        <w:t>إلى فهم العُرف</w:t>
      </w:r>
      <w:r w:rsidR="00610870">
        <w:rPr>
          <w:rtl/>
        </w:rPr>
        <w:t>.</w:t>
      </w:r>
      <w:r w:rsidRPr="00065D03">
        <w:rPr>
          <w:rtl/>
        </w:rPr>
        <w:t xml:space="preserve"> بَيْدَ أنَّ الرجوع إلى عرف العقلاء مهم جدّاً</w:t>
      </w:r>
      <w:r w:rsidR="00610870">
        <w:rPr>
          <w:rtl/>
        </w:rPr>
        <w:t>،</w:t>
      </w:r>
      <w:r w:rsidRPr="00065D03">
        <w:rPr>
          <w:rtl/>
        </w:rPr>
        <w:t xml:space="preserve"> فليس الواقع الحاصل هو تدخل الشارع في كلّ شيء</w:t>
      </w:r>
      <w:r w:rsidR="00610870">
        <w:rPr>
          <w:rtl/>
        </w:rPr>
        <w:t>.</w:t>
      </w:r>
      <w:r w:rsidRPr="00065D03">
        <w:rPr>
          <w:rtl/>
        </w:rPr>
        <w:t xml:space="preserve"> هو بلا ريب يتدخَّل في أمور</w:t>
      </w:r>
      <w:r w:rsidR="00610870">
        <w:rPr>
          <w:rtl/>
        </w:rPr>
        <w:t>،</w:t>
      </w:r>
      <w:r w:rsidRPr="00065D03">
        <w:rPr>
          <w:rtl/>
        </w:rPr>
        <w:t xml:space="preserve"> ولكن في الأمور التي لا يتدخَّل فيها فإنَّ الإنسان حرّ</w:t>
      </w:r>
      <w:r w:rsidR="00610870">
        <w:rPr>
          <w:rtl/>
        </w:rPr>
        <w:t>،</w:t>
      </w:r>
      <w:r w:rsidRPr="00065D03">
        <w:rPr>
          <w:rtl/>
        </w:rPr>
        <w:t xml:space="preserve"> بل ثَمَّة مَن يعتقد أنَّ عدم ردع الشارع كافٍ للورود فيها (المساحات الحرَّة)</w:t>
      </w:r>
      <w:r w:rsidR="00610870">
        <w:rPr>
          <w:rtl/>
        </w:rPr>
        <w:t>،</w:t>
      </w:r>
      <w:r w:rsidRPr="00065D03">
        <w:rPr>
          <w:rtl/>
        </w:rPr>
        <w:t xml:space="preserve"> في حين يعتقد آخرون بلزوم الإمضاء</w:t>
      </w:r>
      <w:r w:rsidR="00610870">
        <w:rPr>
          <w:rtl/>
        </w:rPr>
        <w:t>،</w:t>
      </w:r>
      <w:r w:rsidRPr="00065D03">
        <w:rPr>
          <w:rtl/>
        </w:rPr>
        <w:t xml:space="preserve"> إمضاء الشرع.</w:t>
      </w:r>
    </w:p>
    <w:p w:rsidR="00D25360" w:rsidRDefault="00E07DFB" w:rsidP="00065D03">
      <w:pPr>
        <w:pStyle w:val="libNormal"/>
        <w:rPr>
          <w:rtl/>
        </w:rPr>
      </w:pPr>
      <w:r w:rsidRPr="00065D03">
        <w:rPr>
          <w:rtl/>
        </w:rPr>
        <w:t>تبقى مسألة فهم العُرف للغة أدلَّة الأحكام</w:t>
      </w:r>
      <w:r w:rsidR="00610870">
        <w:rPr>
          <w:rtl/>
        </w:rPr>
        <w:t>،</w:t>
      </w:r>
      <w:r w:rsidRPr="00065D03">
        <w:rPr>
          <w:rtl/>
        </w:rPr>
        <w:t xml:space="preserve"> وللغةِ موضوعاتها وقيودها وشروطها</w:t>
      </w:r>
      <w:r w:rsidR="00610870">
        <w:rPr>
          <w:rtl/>
        </w:rPr>
        <w:t>.</w:t>
      </w:r>
      <w:r w:rsidRPr="00065D03">
        <w:rPr>
          <w:rtl/>
        </w:rPr>
        <w:t xml:space="preserve"> إذا كان العُرف العام ينقاد إلى معنى</w:t>
      </w:r>
      <w:r w:rsidR="00610870">
        <w:rPr>
          <w:rtl/>
        </w:rPr>
        <w:t>،</w:t>
      </w:r>
      <w:r w:rsidRPr="00065D03">
        <w:rPr>
          <w:rtl/>
        </w:rPr>
        <w:t xml:space="preserve"> فعلى أيِّ شيء نحمله؟ من الواضح أنَّه يحمل على ما يفهمه العُرف</w:t>
      </w:r>
      <w:r w:rsidR="00610870">
        <w:rPr>
          <w:rtl/>
        </w:rPr>
        <w:t>؛</w:t>
      </w:r>
      <w:r w:rsidRPr="00065D03">
        <w:rPr>
          <w:rtl/>
        </w:rPr>
        <w:t xml:space="preserve"> إذ من البديهي أنَّ هذه الأدلّة أُلقيت إلى العُرف</w:t>
      </w:r>
      <w:r w:rsidR="00610870">
        <w:rPr>
          <w:rtl/>
        </w:rPr>
        <w:t>،</w:t>
      </w:r>
      <w:r w:rsidRPr="00065D03">
        <w:rPr>
          <w:rtl/>
        </w:rPr>
        <w:t xml:space="preserve"> فالشارع خاطب العُرف بكلام: الشراب المسكر حرام</w:t>
      </w:r>
      <w:r w:rsidR="00610870">
        <w:rPr>
          <w:rtl/>
        </w:rPr>
        <w:t>،</w:t>
      </w:r>
      <w:r w:rsidRPr="00065D03">
        <w:rPr>
          <w:rtl/>
        </w:rPr>
        <w:t xml:space="preserve"> والشيء الكذائي حلال</w:t>
      </w:r>
      <w:r w:rsidR="00610870">
        <w:rPr>
          <w:rtl/>
        </w:rPr>
        <w:t>،</w:t>
      </w:r>
      <w:r w:rsidRPr="00065D03">
        <w:rPr>
          <w:rtl/>
        </w:rPr>
        <w:t xml:space="preserve"> والآن علينا أن نعود إلى العُرف لنرى ما الذي يفهمه من الشراب</w:t>
      </w:r>
      <w:r w:rsidR="00610870">
        <w:rPr>
          <w:rtl/>
        </w:rPr>
        <w:t>،</w:t>
      </w:r>
      <w:r w:rsidRPr="00065D03">
        <w:rPr>
          <w:rtl/>
        </w:rPr>
        <w:t xml:space="preserve"> وماذا يفهم من الموضوعات الأخرى كالبيع مثلاً.</w:t>
      </w:r>
    </w:p>
    <w:p w:rsidR="00D25360" w:rsidRDefault="00D25360" w:rsidP="00E5125A">
      <w:pPr>
        <w:pStyle w:val="libNormal"/>
        <w:rPr>
          <w:rtl/>
        </w:rPr>
      </w:pPr>
      <w:r>
        <w:rPr>
          <w:rtl/>
        </w:rPr>
        <w:br w:type="page"/>
      </w:r>
    </w:p>
    <w:p w:rsidR="00E07DFB" w:rsidRPr="00065D03" w:rsidRDefault="00E07DFB" w:rsidP="00D25360">
      <w:pPr>
        <w:pStyle w:val="libNormal"/>
        <w:rPr>
          <w:rtl/>
        </w:rPr>
      </w:pPr>
      <w:r w:rsidRPr="00065D03">
        <w:rPr>
          <w:rtl/>
        </w:rPr>
        <w:lastRenderedPageBreak/>
        <w:t>المسألة المهمَّة الأخيرة في هذا المضمار</w:t>
      </w:r>
      <w:r w:rsidR="00610870">
        <w:rPr>
          <w:rtl/>
        </w:rPr>
        <w:t>،</w:t>
      </w:r>
      <w:r w:rsidRPr="00065D03">
        <w:rPr>
          <w:rtl/>
        </w:rPr>
        <w:t xml:space="preserve"> هي مسألة نوع الفهم العُرفي</w:t>
      </w:r>
      <w:r w:rsidR="00610870">
        <w:rPr>
          <w:rtl/>
        </w:rPr>
        <w:t>،</w:t>
      </w:r>
      <w:r w:rsidRPr="00065D03">
        <w:rPr>
          <w:rtl/>
        </w:rPr>
        <w:t xml:space="preserve"> فهل</w:t>
      </w:r>
      <w:r w:rsidR="00D25360">
        <w:rPr>
          <w:rFonts w:hint="cs"/>
          <w:rtl/>
        </w:rPr>
        <w:t xml:space="preserve"> </w:t>
      </w:r>
      <w:r w:rsidRPr="00065D03">
        <w:rPr>
          <w:rtl/>
        </w:rPr>
        <w:t>المِلاك هو فهم العُرف والناس في زمان الشارع (التشريع)</w:t>
      </w:r>
      <w:r w:rsidR="00610870">
        <w:rPr>
          <w:rtl/>
        </w:rPr>
        <w:t>،</w:t>
      </w:r>
      <w:r w:rsidRPr="00065D03">
        <w:rPr>
          <w:rtl/>
        </w:rPr>
        <w:t xml:space="preserve"> أو أنَّ المناط هو العُرف في كلّ عصر؟</w:t>
      </w:r>
    </w:p>
    <w:p w:rsidR="00E07DFB" w:rsidRPr="00313984" w:rsidRDefault="00E07DFB" w:rsidP="00313984">
      <w:pPr>
        <w:pStyle w:val="libBold1"/>
        <w:rPr>
          <w:rtl/>
        </w:rPr>
      </w:pPr>
      <w:r w:rsidRPr="00313984">
        <w:rPr>
          <w:rtl/>
        </w:rPr>
        <w:t>* في المواطن التي يُرجِع فيها الشارع إلى العُرف</w:t>
      </w:r>
      <w:r w:rsidR="00610870">
        <w:rPr>
          <w:rtl/>
        </w:rPr>
        <w:t>،</w:t>
      </w:r>
      <w:r w:rsidRPr="00313984">
        <w:rPr>
          <w:rtl/>
        </w:rPr>
        <w:t xml:space="preserve"> ويكون العُرف مختلفاً</w:t>
      </w:r>
      <w:r w:rsidR="00610870">
        <w:rPr>
          <w:rtl/>
        </w:rPr>
        <w:t>،</w:t>
      </w:r>
      <w:r w:rsidRPr="00313984">
        <w:rPr>
          <w:rtl/>
        </w:rPr>
        <w:t xml:space="preserve"> هل تأتي الأحكام الشرعية مختلفة أيضاً تبعاً لاختلاف العُرف؟</w:t>
      </w:r>
    </w:p>
    <w:p w:rsidR="00E07DFB" w:rsidRPr="002A0058" w:rsidRDefault="00E07DFB" w:rsidP="002A0058">
      <w:pPr>
        <w:pStyle w:val="libNormal"/>
        <w:rPr>
          <w:rtl/>
        </w:rPr>
      </w:pPr>
      <w:r w:rsidRPr="00313984">
        <w:rPr>
          <w:rStyle w:val="libBold1Char"/>
          <w:rtl/>
        </w:rPr>
        <w:t>د. كُرْجي:</w:t>
      </w:r>
      <w:r w:rsidRPr="002A0058">
        <w:rPr>
          <w:rtl/>
        </w:rPr>
        <w:t xml:space="preserve"> ليس ثَمَّة ما يدعو إلى الإرجاع</w:t>
      </w:r>
      <w:r w:rsidR="00610870">
        <w:rPr>
          <w:rtl/>
        </w:rPr>
        <w:t>.</w:t>
      </w:r>
      <w:r w:rsidRPr="002A0058">
        <w:rPr>
          <w:rtl/>
        </w:rPr>
        <w:t xml:space="preserve"> أمَّا إذا تمّ الإرجاع إليه (إلى العُرف)</w:t>
      </w:r>
      <w:r w:rsidR="00610870">
        <w:rPr>
          <w:rtl/>
        </w:rPr>
        <w:t>،</w:t>
      </w:r>
      <w:r w:rsidRPr="002A0058">
        <w:rPr>
          <w:rtl/>
        </w:rPr>
        <w:t xml:space="preserve"> فنعم! ثُمَّ ما هو وجه الحاجة لكي نتجشّم العناء ونقول: إنَّ الفقهاء فهموا ما كان عرفاً في زمن الشارع؟!</w:t>
      </w:r>
    </w:p>
    <w:p w:rsidR="00E07DFB" w:rsidRPr="00313984" w:rsidRDefault="00E07DFB" w:rsidP="00313984">
      <w:pPr>
        <w:pStyle w:val="libBold1"/>
        <w:rPr>
          <w:rtl/>
        </w:rPr>
      </w:pPr>
      <w:r w:rsidRPr="00313984">
        <w:rPr>
          <w:rtl/>
        </w:rPr>
        <w:t>*وما الضرورة في أن نقول: إنَّ هذه أمور شرعية بنحو جازم؟</w:t>
      </w:r>
    </w:p>
    <w:p w:rsidR="00E07DFB" w:rsidRPr="002A0058" w:rsidRDefault="00E07DFB" w:rsidP="0059501B">
      <w:pPr>
        <w:pStyle w:val="libNormal"/>
        <w:rPr>
          <w:rtl/>
        </w:rPr>
      </w:pPr>
      <w:r w:rsidRPr="00313984">
        <w:rPr>
          <w:rStyle w:val="libBold1Char"/>
          <w:rtl/>
        </w:rPr>
        <w:t>د. كُرْجي:</w:t>
      </w:r>
      <w:r w:rsidRPr="002A0058">
        <w:rPr>
          <w:rtl/>
        </w:rPr>
        <w:t xml:space="preserve"> يقول الشارع المقدَّس: </w:t>
      </w:r>
      <w:r w:rsidR="0059501B">
        <w:rPr>
          <w:rStyle w:val="libAlaemChar"/>
          <w:rFonts w:eastAsiaTheme="minorHAnsi" w:hint="cs"/>
          <w:rtl/>
        </w:rPr>
        <w:t>(</w:t>
      </w:r>
      <w:r w:rsidRPr="00AE62B5">
        <w:rPr>
          <w:rStyle w:val="libAieChar"/>
          <w:rFonts w:hint="cs"/>
          <w:rtl/>
        </w:rPr>
        <w:t>أَحَلَّ اللَّهُ الْبَيْعَ</w:t>
      </w:r>
      <w:r w:rsidR="0059501B">
        <w:rPr>
          <w:rStyle w:val="libAlaemChar"/>
          <w:rFonts w:eastAsiaTheme="minorHAnsi" w:hint="cs"/>
          <w:rtl/>
        </w:rPr>
        <w:t>)</w:t>
      </w:r>
      <w:r w:rsidR="00610870">
        <w:rPr>
          <w:rStyle w:val="libAieChar"/>
          <w:rtl/>
        </w:rPr>
        <w:t>،</w:t>
      </w:r>
      <w:r w:rsidRPr="002A0058">
        <w:rPr>
          <w:rtl/>
        </w:rPr>
        <w:t xml:space="preserve"> وفي أيِّ زمن تُطلق هذه الكلمة</w:t>
      </w:r>
      <w:r w:rsidR="00610870">
        <w:rPr>
          <w:rtl/>
        </w:rPr>
        <w:t>،</w:t>
      </w:r>
      <w:r w:rsidRPr="002A0058">
        <w:rPr>
          <w:rtl/>
        </w:rPr>
        <w:t xml:space="preserve"> فالإطلاق يكون على نحو الحقيقة</w:t>
      </w:r>
      <w:r w:rsidR="00610870">
        <w:rPr>
          <w:rtl/>
        </w:rPr>
        <w:t>،</w:t>
      </w:r>
      <w:r w:rsidRPr="002A0058">
        <w:rPr>
          <w:rtl/>
        </w:rPr>
        <w:t xml:space="preserve"> لا على نحو المسامحة</w:t>
      </w:r>
      <w:r w:rsidR="00610870">
        <w:rPr>
          <w:rtl/>
        </w:rPr>
        <w:t>.</w:t>
      </w:r>
      <w:r w:rsidRPr="002A0058">
        <w:rPr>
          <w:rtl/>
        </w:rPr>
        <w:t xml:space="preserve"> نعم</w:t>
      </w:r>
      <w:r w:rsidR="00610870">
        <w:rPr>
          <w:rtl/>
        </w:rPr>
        <w:t>،</w:t>
      </w:r>
      <w:r w:rsidRPr="002A0058">
        <w:rPr>
          <w:rtl/>
        </w:rPr>
        <w:t xml:space="preserve"> يمكن أن يكون هناك فرق في الأزمان المختلفة</w:t>
      </w:r>
      <w:r w:rsidR="00610870">
        <w:rPr>
          <w:rtl/>
        </w:rPr>
        <w:t>.</w:t>
      </w:r>
      <w:r w:rsidRPr="002A0058">
        <w:rPr>
          <w:rtl/>
        </w:rPr>
        <w:t xml:space="preserve"> ففي عصر من العصور لم يكن يقال عن (السرقفلية / الخلو) أنَّها تباع</w:t>
      </w:r>
      <w:r w:rsidR="00610870">
        <w:rPr>
          <w:rtl/>
        </w:rPr>
        <w:t>،</w:t>
      </w:r>
      <w:r w:rsidRPr="002A0058">
        <w:rPr>
          <w:rtl/>
        </w:rPr>
        <w:t xml:space="preserve"> أمَّا اليوم</w:t>
      </w:r>
      <w:r w:rsidR="00610870">
        <w:rPr>
          <w:rtl/>
        </w:rPr>
        <w:t>،</w:t>
      </w:r>
      <w:r w:rsidRPr="002A0058">
        <w:rPr>
          <w:rtl/>
        </w:rPr>
        <w:t xml:space="preserve"> فيقال من دون أن يكون في الاستخدام تساهل أو تسامح</w:t>
      </w:r>
      <w:r w:rsidR="00610870">
        <w:rPr>
          <w:rtl/>
        </w:rPr>
        <w:t>،</w:t>
      </w:r>
      <w:r w:rsidRPr="002A0058">
        <w:rPr>
          <w:rtl/>
        </w:rPr>
        <w:t xml:space="preserve"> وقد قال الفقهاء باشتراط كون البيع واقعاً على عين</w:t>
      </w:r>
      <w:r w:rsidR="00610870">
        <w:rPr>
          <w:rtl/>
        </w:rPr>
        <w:t>؛</w:t>
      </w:r>
      <w:r w:rsidRPr="002A0058">
        <w:rPr>
          <w:rtl/>
        </w:rPr>
        <w:t xml:space="preserve"> وذلك لأنَهم جعلوا عرف ذلك الزمان ملاكاً</w:t>
      </w:r>
      <w:r w:rsidR="00610870">
        <w:rPr>
          <w:rtl/>
        </w:rPr>
        <w:t>،</w:t>
      </w:r>
      <w:r w:rsidRPr="002A0058">
        <w:rPr>
          <w:rtl/>
        </w:rPr>
        <w:t xml:space="preserve"> أمَّا إذا رفضنا ذلك</w:t>
      </w:r>
      <w:r w:rsidR="00610870">
        <w:rPr>
          <w:rtl/>
        </w:rPr>
        <w:t>،</w:t>
      </w:r>
      <w:r w:rsidRPr="002A0058">
        <w:rPr>
          <w:rtl/>
        </w:rPr>
        <w:t xml:space="preserve"> فإنَّ المراد من </w:t>
      </w:r>
      <w:r w:rsidR="0059501B">
        <w:rPr>
          <w:rStyle w:val="libAlaemChar"/>
          <w:rFonts w:eastAsiaTheme="minorHAnsi" w:hint="cs"/>
          <w:rtl/>
        </w:rPr>
        <w:t>(</w:t>
      </w:r>
      <w:r w:rsidRPr="00AE62B5">
        <w:rPr>
          <w:rStyle w:val="libAieChar"/>
          <w:rFonts w:hint="cs"/>
          <w:rtl/>
        </w:rPr>
        <w:t>أَحَلَّ اللَّهُ الْبَيْعَ</w:t>
      </w:r>
      <w:r w:rsidR="0059501B">
        <w:rPr>
          <w:rStyle w:val="libAlaemChar"/>
          <w:rFonts w:eastAsiaTheme="minorHAnsi" w:hint="cs"/>
          <w:rtl/>
        </w:rPr>
        <w:t>)</w:t>
      </w:r>
      <w:r w:rsidRPr="002A0058">
        <w:rPr>
          <w:rtl/>
        </w:rPr>
        <w:t xml:space="preserve"> هو ما يعنيّه العُرف في كلّ زمان من (البيع).</w:t>
      </w:r>
    </w:p>
    <w:p w:rsidR="00E07DFB" w:rsidRPr="00313984" w:rsidRDefault="00E07DFB" w:rsidP="00313984">
      <w:pPr>
        <w:pStyle w:val="libBold1"/>
        <w:rPr>
          <w:rtl/>
        </w:rPr>
      </w:pPr>
      <w:r w:rsidRPr="00313984">
        <w:rPr>
          <w:rtl/>
        </w:rPr>
        <w:t>* حسناً</w:t>
      </w:r>
      <w:r w:rsidR="00610870">
        <w:rPr>
          <w:rtl/>
        </w:rPr>
        <w:t>،</w:t>
      </w:r>
      <w:r w:rsidRPr="00313984">
        <w:rPr>
          <w:rtl/>
        </w:rPr>
        <w:t xml:space="preserve"> الكلام ينطبق على (أحلَّ) أيضاً</w:t>
      </w:r>
      <w:r w:rsidR="00610870">
        <w:rPr>
          <w:rtl/>
        </w:rPr>
        <w:t>،</w:t>
      </w:r>
      <w:r w:rsidRPr="00313984">
        <w:rPr>
          <w:rtl/>
        </w:rPr>
        <w:t xml:space="preserve"> فالعُرف هو الذي أحل؟</w:t>
      </w:r>
    </w:p>
    <w:p w:rsidR="00D25360" w:rsidRDefault="00E07DFB" w:rsidP="002A0058">
      <w:pPr>
        <w:pStyle w:val="libNormal"/>
        <w:rPr>
          <w:rtl/>
        </w:rPr>
      </w:pPr>
      <w:r w:rsidRPr="00313984">
        <w:rPr>
          <w:rStyle w:val="libBold1Char"/>
          <w:rtl/>
        </w:rPr>
        <w:t xml:space="preserve">د. كُرْجي: </w:t>
      </w:r>
      <w:r w:rsidRPr="002A0058">
        <w:rPr>
          <w:rtl/>
        </w:rPr>
        <w:t>إنَّ كلّ الألفاظ التي تؤخذ في الأدلّة</w:t>
      </w:r>
      <w:r w:rsidR="00610870">
        <w:rPr>
          <w:rtl/>
        </w:rPr>
        <w:t>،</w:t>
      </w:r>
      <w:r w:rsidRPr="002A0058">
        <w:rPr>
          <w:rtl/>
        </w:rPr>
        <w:t xml:space="preserve"> محمولة على ما يفهمه العُرف منها.</w:t>
      </w:r>
    </w:p>
    <w:p w:rsidR="00D25360" w:rsidRDefault="00D25360" w:rsidP="00E5125A">
      <w:pPr>
        <w:pStyle w:val="libNormal"/>
        <w:rPr>
          <w:rtl/>
        </w:rPr>
      </w:pPr>
      <w:r>
        <w:rPr>
          <w:rtl/>
        </w:rPr>
        <w:br w:type="page"/>
      </w:r>
    </w:p>
    <w:p w:rsidR="00E07DFB" w:rsidRPr="00E51D91" w:rsidRDefault="00E07DFB" w:rsidP="00E51D91">
      <w:pPr>
        <w:pStyle w:val="Heading2Center"/>
        <w:rPr>
          <w:rtl/>
        </w:rPr>
      </w:pPr>
      <w:bookmarkStart w:id="9" w:name="_Toc388703628"/>
      <w:r w:rsidRPr="00E51D91">
        <w:rPr>
          <w:rtl/>
        </w:rPr>
        <w:lastRenderedPageBreak/>
        <w:t>سجال في ثبات اللفظ وتغيّر المعنى</w:t>
      </w:r>
      <w:bookmarkEnd w:id="9"/>
    </w:p>
    <w:p w:rsidR="00E07DFB" w:rsidRPr="002A0058" w:rsidRDefault="00E07DFB" w:rsidP="0059501B">
      <w:pPr>
        <w:pStyle w:val="libNormal"/>
        <w:rPr>
          <w:rtl/>
        </w:rPr>
      </w:pPr>
      <w:r w:rsidRPr="00313984">
        <w:rPr>
          <w:rStyle w:val="libBold1Char"/>
          <w:rtl/>
        </w:rPr>
        <w:t>الشيخ شَبَسْـتَري:</w:t>
      </w:r>
      <w:r w:rsidRPr="002A0058">
        <w:rPr>
          <w:rtl/>
        </w:rPr>
        <w:t xml:space="preserve"> أنا أعتقد بأنَّ المعاملات ليست تأسيسية</w:t>
      </w:r>
      <w:r w:rsidR="00610870">
        <w:rPr>
          <w:rtl/>
        </w:rPr>
        <w:t>،</w:t>
      </w:r>
      <w:r w:rsidRPr="002A0058">
        <w:rPr>
          <w:rtl/>
        </w:rPr>
        <w:t xml:space="preserve"> بَيْدَ أنِّي أريد أن أطرح سؤالاً هو: حين نقول: إنَّ (البيع)</w:t>
      </w:r>
      <w:r w:rsidR="00610870">
        <w:rPr>
          <w:rtl/>
        </w:rPr>
        <w:t>،</w:t>
      </w:r>
      <w:r w:rsidRPr="002A0058">
        <w:rPr>
          <w:rtl/>
        </w:rPr>
        <w:t xml:space="preserve"> في </w:t>
      </w:r>
      <w:r w:rsidR="0059501B">
        <w:rPr>
          <w:rStyle w:val="libAlaemChar"/>
          <w:rFonts w:eastAsiaTheme="minorHAnsi" w:hint="cs"/>
          <w:rtl/>
        </w:rPr>
        <w:t>(</w:t>
      </w:r>
      <w:r w:rsidRPr="00AE62B5">
        <w:rPr>
          <w:rStyle w:val="libAieChar"/>
          <w:rFonts w:hint="cs"/>
          <w:rtl/>
        </w:rPr>
        <w:t>أَحَلَّ اللَّهُ الْبَيْعَ</w:t>
      </w:r>
      <w:r w:rsidR="0059501B">
        <w:rPr>
          <w:rStyle w:val="libAlaemChar"/>
          <w:rFonts w:eastAsiaTheme="minorHAnsi" w:hint="cs"/>
          <w:rtl/>
        </w:rPr>
        <w:t>)</w:t>
      </w:r>
      <w:r w:rsidR="00610870">
        <w:rPr>
          <w:rStyle w:val="libAieChar"/>
          <w:rtl/>
        </w:rPr>
        <w:t>،</w:t>
      </w:r>
      <w:r w:rsidRPr="002A0058">
        <w:rPr>
          <w:rtl/>
        </w:rPr>
        <w:t xml:space="preserve"> يُراد منه ما يفهمه العُرف في كلّ زمان</w:t>
      </w:r>
      <w:r w:rsidR="00610870">
        <w:rPr>
          <w:rtl/>
        </w:rPr>
        <w:t>،</w:t>
      </w:r>
      <w:r w:rsidRPr="002A0058">
        <w:rPr>
          <w:rtl/>
        </w:rPr>
        <w:t xml:space="preserve"> فإنَّ هذا القول سيكون عُرضة لاعتراض الباحثين اللغويين</w:t>
      </w:r>
      <w:r w:rsidR="00610870">
        <w:rPr>
          <w:rtl/>
        </w:rPr>
        <w:t>،</w:t>
      </w:r>
      <w:r w:rsidRPr="002A0058">
        <w:rPr>
          <w:rtl/>
        </w:rPr>
        <w:t xml:space="preserve"> فهؤلاء يذهبون إلى أنَّ اللغة هي أمر تاريخي</w:t>
      </w:r>
      <w:r w:rsidR="00610870">
        <w:rPr>
          <w:rtl/>
        </w:rPr>
        <w:t>،</w:t>
      </w:r>
      <w:r w:rsidRPr="002A0058">
        <w:rPr>
          <w:rtl/>
        </w:rPr>
        <w:t xml:space="preserve"> بمعنى أنَّ اللغة تتَّصل في داخل كلّ جماعة وحضارة وعصر</w:t>
      </w:r>
      <w:r w:rsidR="00610870">
        <w:rPr>
          <w:rtl/>
        </w:rPr>
        <w:t>،</w:t>
      </w:r>
      <w:r w:rsidRPr="002A0058">
        <w:rPr>
          <w:rtl/>
        </w:rPr>
        <w:t xml:space="preserve"> بما ينطوي عليه ذلك العصر وتلك الحضارة والمجتمع</w:t>
      </w:r>
      <w:r w:rsidR="00610870">
        <w:rPr>
          <w:rtl/>
        </w:rPr>
        <w:t>.</w:t>
      </w:r>
      <w:r w:rsidRPr="002A0058">
        <w:rPr>
          <w:rtl/>
        </w:rPr>
        <w:t xml:space="preserve"> وحينئذ فإنَّ </w:t>
      </w:r>
      <w:r w:rsidRPr="00313984">
        <w:rPr>
          <w:rStyle w:val="libBold1Char"/>
          <w:rtl/>
        </w:rPr>
        <w:t>(النسيج اللغوي)</w:t>
      </w:r>
      <w:r w:rsidRPr="002A0058">
        <w:rPr>
          <w:rtl/>
        </w:rPr>
        <w:t xml:space="preserve"> لحضارة معيّنة لا يمكن أن يكون ناظراً إلى حضارة أخرى.</w:t>
      </w:r>
    </w:p>
    <w:p w:rsidR="00E07DFB" w:rsidRPr="002A0058" w:rsidRDefault="00E07DFB" w:rsidP="002A0058">
      <w:pPr>
        <w:pStyle w:val="libNormal"/>
        <w:rPr>
          <w:rtl/>
        </w:rPr>
      </w:pPr>
      <w:r w:rsidRPr="002A0058">
        <w:rPr>
          <w:rtl/>
        </w:rPr>
        <w:t>فاللغات ليست أمراً نستطيع أن نمدَّد معانيه كما نقدر ونريد</w:t>
      </w:r>
      <w:r w:rsidR="00610870">
        <w:rPr>
          <w:rtl/>
        </w:rPr>
        <w:t>،</w:t>
      </w:r>
      <w:r w:rsidRPr="002A0058">
        <w:rPr>
          <w:rtl/>
        </w:rPr>
        <w:t xml:space="preserve"> وهذه المسألة التي يمكن أن نُطلق عليها عنوان </w:t>
      </w:r>
      <w:r w:rsidRPr="00313984">
        <w:rPr>
          <w:rStyle w:val="libBold1Char"/>
          <w:rtl/>
        </w:rPr>
        <w:t>(الشبهة)</w:t>
      </w:r>
      <w:r w:rsidRPr="002A0058">
        <w:rPr>
          <w:rtl/>
        </w:rPr>
        <w:t xml:space="preserve"> لا ترد في هذا المجال وحده</w:t>
      </w:r>
      <w:r w:rsidR="00610870">
        <w:rPr>
          <w:rtl/>
        </w:rPr>
        <w:t>،</w:t>
      </w:r>
      <w:r w:rsidRPr="002A0058">
        <w:rPr>
          <w:rtl/>
        </w:rPr>
        <w:t xml:space="preserve"> بل تمتدُّ لتشمل التفاسير العُرفانية والفلسفية لقسم من الآيات</w:t>
      </w:r>
      <w:r w:rsidR="00610870">
        <w:rPr>
          <w:rtl/>
        </w:rPr>
        <w:t>؛</w:t>
      </w:r>
      <w:r w:rsidRPr="002A0058">
        <w:rPr>
          <w:rtl/>
        </w:rPr>
        <w:t xml:space="preserve"> حيث يعترض باحثو اللغة بالاعتراض نفسه</w:t>
      </w:r>
      <w:r w:rsidR="00610870">
        <w:rPr>
          <w:rtl/>
        </w:rPr>
        <w:t>،</w:t>
      </w:r>
      <w:r w:rsidRPr="002A0058">
        <w:rPr>
          <w:rtl/>
        </w:rPr>
        <w:t xml:space="preserve"> فحين نقول</w:t>
      </w:r>
      <w:r w:rsidR="00610870">
        <w:rPr>
          <w:rtl/>
        </w:rPr>
        <w:t xml:space="preserve"> - </w:t>
      </w:r>
      <w:r w:rsidRPr="002A0058">
        <w:rPr>
          <w:rtl/>
        </w:rPr>
        <w:t>مثلاً</w:t>
      </w:r>
      <w:r w:rsidR="00610870">
        <w:rPr>
          <w:rtl/>
        </w:rPr>
        <w:t>-:</w:t>
      </w:r>
      <w:r w:rsidRPr="002A0058">
        <w:rPr>
          <w:rtl/>
        </w:rPr>
        <w:t xml:space="preserve"> إنَّ لليد في اللغة العربية معنى عامَّاً يشمل حتّى (اليد الملكوتية) لله سبحانه</w:t>
      </w:r>
      <w:r w:rsidR="00610870">
        <w:rPr>
          <w:rtl/>
        </w:rPr>
        <w:t>،</w:t>
      </w:r>
      <w:r w:rsidRPr="002A0058">
        <w:rPr>
          <w:rtl/>
        </w:rPr>
        <w:t xml:space="preserve"> أو إنَّ (القلم) يشمل في معناه اللوح المحفوظ أيضاً</w:t>
      </w:r>
      <w:r w:rsidR="00610870">
        <w:rPr>
          <w:rtl/>
        </w:rPr>
        <w:t>،</w:t>
      </w:r>
      <w:r w:rsidRPr="002A0058">
        <w:rPr>
          <w:rtl/>
        </w:rPr>
        <w:t xml:space="preserve"> فإنَّ هذا الضرب من المعنى لا يتَّسق مع محدودية اللغات وتاريخيَّـتها.</w:t>
      </w:r>
    </w:p>
    <w:p w:rsidR="00E07DFB" w:rsidRPr="002A0058" w:rsidRDefault="00E07DFB" w:rsidP="0059501B">
      <w:pPr>
        <w:pStyle w:val="libNormal"/>
        <w:rPr>
          <w:rtl/>
        </w:rPr>
      </w:pPr>
      <w:r w:rsidRPr="002A0058">
        <w:rPr>
          <w:rtl/>
        </w:rPr>
        <w:t>إذا رضينا بمفاد هذه الشبهة</w:t>
      </w:r>
      <w:r w:rsidR="00610870">
        <w:rPr>
          <w:rtl/>
        </w:rPr>
        <w:t>،</w:t>
      </w:r>
      <w:r w:rsidRPr="002A0058">
        <w:rPr>
          <w:rtl/>
        </w:rPr>
        <w:t xml:space="preserve"> ينبغي لنا أن نقبل أنَّ المراد من </w:t>
      </w:r>
      <w:r w:rsidR="0059501B">
        <w:rPr>
          <w:rStyle w:val="libAlaemChar"/>
          <w:rFonts w:eastAsiaTheme="minorHAnsi" w:hint="cs"/>
          <w:rtl/>
        </w:rPr>
        <w:t>(</w:t>
      </w:r>
      <w:r w:rsidRPr="00AE62B5">
        <w:rPr>
          <w:rStyle w:val="libAieChar"/>
          <w:rFonts w:hint="cs"/>
          <w:rtl/>
        </w:rPr>
        <w:t>أَحَلَّ اللَّهُ الْبَيْعَ</w:t>
      </w:r>
      <w:r w:rsidR="0059501B">
        <w:rPr>
          <w:rStyle w:val="libAlaemChar"/>
          <w:rFonts w:eastAsiaTheme="minorHAnsi" w:hint="cs"/>
          <w:rtl/>
        </w:rPr>
        <w:t>)</w:t>
      </w:r>
      <w:r w:rsidRPr="002A0058">
        <w:rPr>
          <w:rtl/>
        </w:rPr>
        <w:t xml:space="preserve"> هو فقط ذلك القسم من البيع الذي كان في زمن نزول القرآن</w:t>
      </w:r>
      <w:r w:rsidR="00610870">
        <w:rPr>
          <w:rtl/>
        </w:rPr>
        <w:t>،</w:t>
      </w:r>
      <w:r w:rsidRPr="002A0058">
        <w:rPr>
          <w:rtl/>
        </w:rPr>
        <w:t xml:space="preserve"> ومن ثَمَّ فهو لا يشمل مفاد البيع</w:t>
      </w:r>
      <w:r w:rsidR="00610870">
        <w:rPr>
          <w:rtl/>
        </w:rPr>
        <w:t>،</w:t>
      </w:r>
      <w:r w:rsidRPr="002A0058">
        <w:rPr>
          <w:rtl/>
        </w:rPr>
        <w:t xml:space="preserve"> وما يسمَّى بيعاً في جميع العصور ومختلف المجتمعات.</w:t>
      </w:r>
    </w:p>
    <w:p w:rsidR="00E07DFB" w:rsidRPr="00065D03" w:rsidRDefault="00E07DFB" w:rsidP="0059501B">
      <w:pPr>
        <w:pStyle w:val="libNormal"/>
        <w:rPr>
          <w:rtl/>
        </w:rPr>
      </w:pPr>
      <w:r w:rsidRPr="002A0058">
        <w:rPr>
          <w:rtl/>
        </w:rPr>
        <w:t xml:space="preserve">والقول نفسه يقال عن جملة </w:t>
      </w:r>
      <w:r w:rsidR="0059501B">
        <w:rPr>
          <w:rStyle w:val="libAlaemChar"/>
          <w:rFonts w:eastAsiaTheme="minorHAnsi" w:hint="cs"/>
          <w:rtl/>
        </w:rPr>
        <w:t>(</w:t>
      </w:r>
      <w:r w:rsidRPr="00AE62B5">
        <w:rPr>
          <w:rStyle w:val="libAieChar"/>
          <w:rFonts w:hint="cs"/>
          <w:rtl/>
        </w:rPr>
        <w:t>تِجَارَةً عَن تَرَاضٍ</w:t>
      </w:r>
      <w:r w:rsidR="0059501B">
        <w:rPr>
          <w:rStyle w:val="libAlaemChar"/>
          <w:rFonts w:eastAsiaTheme="minorHAnsi" w:hint="cs"/>
          <w:rtl/>
        </w:rPr>
        <w:t>)</w:t>
      </w:r>
      <w:r w:rsidR="00610870">
        <w:rPr>
          <w:rStyle w:val="libBold1Char"/>
          <w:rtl/>
        </w:rPr>
        <w:t>،</w:t>
      </w:r>
      <w:r w:rsidRPr="002A0058">
        <w:rPr>
          <w:rtl/>
        </w:rPr>
        <w:t xml:space="preserve"> فالتجارة كانت تنطوي على مفهوم خاص بها في ذلك العصر</w:t>
      </w:r>
      <w:r w:rsidR="00610870">
        <w:rPr>
          <w:rtl/>
        </w:rPr>
        <w:t>،</w:t>
      </w:r>
      <w:r w:rsidRPr="002A0058">
        <w:rPr>
          <w:rtl/>
        </w:rPr>
        <w:t xml:space="preserve"> وإذا كان العالم المعاصر قد أفرز اليوم عشرة أنواع من التجارة</w:t>
      </w:r>
      <w:r w:rsidR="00610870">
        <w:rPr>
          <w:rtl/>
        </w:rPr>
        <w:t>،</w:t>
      </w:r>
      <w:r w:rsidRPr="002A0058">
        <w:rPr>
          <w:rtl/>
        </w:rPr>
        <w:t xml:space="preserve"> فإنَّ هذه الأنواع هي أشياء أخر لا تندرج تحت عنوان التجارة</w:t>
      </w:r>
      <w:r w:rsidR="00D25360">
        <w:rPr>
          <w:rFonts w:hint="cs"/>
          <w:rtl/>
        </w:rPr>
        <w:t xml:space="preserve"> </w:t>
      </w:r>
      <w:r w:rsidRPr="00065D03">
        <w:rPr>
          <w:rtl/>
        </w:rPr>
        <w:t>الذي ورد ذكره في القرآن الكريم.</w:t>
      </w:r>
    </w:p>
    <w:p w:rsidR="00D25360" w:rsidRDefault="00E07DFB" w:rsidP="00065D03">
      <w:pPr>
        <w:pStyle w:val="libNormal"/>
        <w:rPr>
          <w:rtl/>
        </w:rPr>
      </w:pPr>
      <w:r w:rsidRPr="00065D03">
        <w:rPr>
          <w:rtl/>
        </w:rPr>
        <w:t>كيف ندفع هذه الشبهة؟!</w:t>
      </w:r>
    </w:p>
    <w:p w:rsidR="00D25360" w:rsidRDefault="00D25360" w:rsidP="00E5125A">
      <w:pPr>
        <w:pStyle w:val="libNormal"/>
        <w:rPr>
          <w:rtl/>
        </w:rPr>
      </w:pPr>
      <w:r>
        <w:rPr>
          <w:rtl/>
        </w:rPr>
        <w:br w:type="page"/>
      </w:r>
    </w:p>
    <w:p w:rsidR="00E07DFB" w:rsidRPr="002A0058" w:rsidRDefault="00E07DFB" w:rsidP="0059501B">
      <w:pPr>
        <w:pStyle w:val="libNormal"/>
        <w:rPr>
          <w:rtl/>
        </w:rPr>
      </w:pPr>
      <w:r w:rsidRPr="00313984">
        <w:rPr>
          <w:rStyle w:val="libBold1Char"/>
          <w:rtl/>
        </w:rPr>
        <w:lastRenderedPageBreak/>
        <w:t>د. كُرْجي:</w:t>
      </w:r>
      <w:r w:rsidRPr="002A0058">
        <w:rPr>
          <w:rtl/>
        </w:rPr>
        <w:t xml:space="preserve"> أعتقد أنَّ هذه الأدلّة ألقى بها الشارع إلى العُرف وإلى ما يفهمه هذا العُرف منها</w:t>
      </w:r>
      <w:r w:rsidR="00610870">
        <w:rPr>
          <w:rtl/>
        </w:rPr>
        <w:t>،</w:t>
      </w:r>
      <w:r w:rsidRPr="002A0058">
        <w:rPr>
          <w:rtl/>
        </w:rPr>
        <w:t xml:space="preserve"> كما أعتقد بأنَّ العُرف لا يختصّ بزمان معيّن</w:t>
      </w:r>
      <w:r w:rsidR="00610870">
        <w:rPr>
          <w:rtl/>
        </w:rPr>
        <w:t>،</w:t>
      </w:r>
      <w:r w:rsidRPr="002A0058">
        <w:rPr>
          <w:rtl/>
        </w:rPr>
        <w:t xml:space="preserve"> ولا يتحدَّد به</w:t>
      </w:r>
      <w:r w:rsidR="00610870">
        <w:rPr>
          <w:rtl/>
        </w:rPr>
        <w:t>،</w:t>
      </w:r>
      <w:r w:rsidRPr="002A0058">
        <w:rPr>
          <w:rtl/>
        </w:rPr>
        <w:t xml:space="preserve"> فنحن الآن نتعامل مع </w:t>
      </w:r>
      <w:r w:rsidR="0059501B">
        <w:rPr>
          <w:rStyle w:val="libAlaemChar"/>
          <w:rFonts w:eastAsiaTheme="minorHAnsi" w:hint="cs"/>
          <w:rtl/>
        </w:rPr>
        <w:t>(</w:t>
      </w:r>
      <w:r w:rsidRPr="00AE62B5">
        <w:rPr>
          <w:rStyle w:val="libAieChar"/>
          <w:rFonts w:hint="cs"/>
          <w:rtl/>
        </w:rPr>
        <w:t>أَحَلَّ اللَّهُ الْبَيْعَ</w:t>
      </w:r>
      <w:r w:rsidR="0059501B">
        <w:rPr>
          <w:rStyle w:val="libAlaemChar"/>
          <w:rFonts w:eastAsiaTheme="minorHAnsi" w:hint="cs"/>
          <w:rtl/>
        </w:rPr>
        <w:t>)</w:t>
      </w:r>
      <w:r w:rsidRPr="002A0058">
        <w:rPr>
          <w:rtl/>
        </w:rPr>
        <w:t xml:space="preserve"> كما كان يتعامل معها الفقهاء السابقون</w:t>
      </w:r>
      <w:r w:rsidR="00610870">
        <w:rPr>
          <w:rtl/>
        </w:rPr>
        <w:t>؛</w:t>
      </w:r>
      <w:r w:rsidRPr="002A0058">
        <w:rPr>
          <w:rtl/>
        </w:rPr>
        <w:t xml:space="preserve"> حيث إنَّهم كانوا يستنبطون حلِّيَّة البيع من خلالها</w:t>
      </w:r>
      <w:r w:rsidR="00610870">
        <w:rPr>
          <w:rtl/>
        </w:rPr>
        <w:t>.</w:t>
      </w:r>
      <w:r w:rsidRPr="002A0058">
        <w:rPr>
          <w:rtl/>
        </w:rPr>
        <w:t xml:space="preserve"> الأمر نفسه بالنسبة لنا الآن</w:t>
      </w:r>
      <w:r w:rsidR="00610870">
        <w:rPr>
          <w:rtl/>
        </w:rPr>
        <w:t>،</w:t>
      </w:r>
      <w:r w:rsidRPr="002A0058">
        <w:rPr>
          <w:rtl/>
        </w:rPr>
        <w:t xml:space="preserve"> فما زال لهذا الدليل نفسه الاعتبار والقيمة نفسيهما</w:t>
      </w:r>
      <w:r w:rsidR="00610870">
        <w:rPr>
          <w:rtl/>
        </w:rPr>
        <w:t>،</w:t>
      </w:r>
      <w:r w:rsidRPr="002A0058">
        <w:rPr>
          <w:rtl/>
        </w:rPr>
        <w:t xml:space="preserve"> بحيث نستنبط منه حكم البيع</w:t>
      </w:r>
      <w:r w:rsidR="00610870">
        <w:rPr>
          <w:rtl/>
        </w:rPr>
        <w:t>،</w:t>
      </w:r>
      <w:r w:rsidRPr="002A0058">
        <w:rPr>
          <w:rtl/>
        </w:rPr>
        <w:t xml:space="preserve"> ونبني على أساسه.</w:t>
      </w:r>
    </w:p>
    <w:p w:rsidR="00E07DFB" w:rsidRPr="00065D03" w:rsidRDefault="00E07DFB" w:rsidP="00065D03">
      <w:pPr>
        <w:pStyle w:val="libNormal"/>
        <w:rPr>
          <w:rtl/>
        </w:rPr>
      </w:pPr>
      <w:r w:rsidRPr="00065D03">
        <w:rPr>
          <w:rtl/>
        </w:rPr>
        <w:t>ثمّ أودُّ أن أشير إلى نقطة ثانية</w:t>
      </w:r>
      <w:r w:rsidR="00610870">
        <w:rPr>
          <w:rtl/>
        </w:rPr>
        <w:t>،</w:t>
      </w:r>
      <w:r w:rsidRPr="00065D03">
        <w:rPr>
          <w:rtl/>
        </w:rPr>
        <w:t xml:space="preserve"> وهي: إنّ المراد</w:t>
      </w:r>
      <w:r w:rsidR="00610870">
        <w:rPr>
          <w:rtl/>
        </w:rPr>
        <w:t>،</w:t>
      </w:r>
      <w:r w:rsidRPr="00065D03">
        <w:rPr>
          <w:rtl/>
        </w:rPr>
        <w:t xml:space="preserve"> من مثل هذه العبارات والجمل</w:t>
      </w:r>
      <w:r w:rsidR="00610870">
        <w:rPr>
          <w:rtl/>
        </w:rPr>
        <w:t>،</w:t>
      </w:r>
      <w:r w:rsidRPr="00065D03">
        <w:rPr>
          <w:rtl/>
        </w:rPr>
        <w:t xml:space="preserve"> هو عمل العُرف.</w:t>
      </w:r>
    </w:p>
    <w:p w:rsidR="00E07DFB" w:rsidRPr="002A0058" w:rsidRDefault="00E07DFB" w:rsidP="002A0058">
      <w:pPr>
        <w:pStyle w:val="libNormal"/>
        <w:rPr>
          <w:rtl/>
        </w:rPr>
      </w:pPr>
      <w:r w:rsidRPr="00313984">
        <w:rPr>
          <w:rStyle w:val="libBold1Char"/>
          <w:rtl/>
        </w:rPr>
        <w:t xml:space="preserve">الشيخ شَبَسْـتَري: </w:t>
      </w:r>
      <w:r w:rsidRPr="002A0058">
        <w:rPr>
          <w:rtl/>
        </w:rPr>
        <w:t>يعني العُرف الذي كان في زمن النزول وفي عصر صدر الإسلام؟</w:t>
      </w:r>
    </w:p>
    <w:p w:rsidR="00E07DFB" w:rsidRPr="002A0058" w:rsidRDefault="00E07DFB" w:rsidP="002A0058">
      <w:pPr>
        <w:pStyle w:val="libNormal"/>
        <w:rPr>
          <w:rtl/>
        </w:rPr>
      </w:pPr>
      <w:r w:rsidRPr="00313984">
        <w:rPr>
          <w:rStyle w:val="libBold1Char"/>
          <w:rtl/>
        </w:rPr>
        <w:t xml:space="preserve">د. كُرْجي: </w:t>
      </w:r>
      <w:r w:rsidRPr="002A0058">
        <w:rPr>
          <w:rtl/>
        </w:rPr>
        <w:t>كلاّ</w:t>
      </w:r>
      <w:r w:rsidR="00610870">
        <w:rPr>
          <w:rtl/>
        </w:rPr>
        <w:t>،</w:t>
      </w:r>
      <w:r w:rsidRPr="002A0058">
        <w:rPr>
          <w:rtl/>
        </w:rPr>
        <w:t xml:space="preserve"> فليس المقصود ذلك من حيث الأصل</w:t>
      </w:r>
      <w:r w:rsidR="00610870">
        <w:rPr>
          <w:rtl/>
        </w:rPr>
        <w:t>،</w:t>
      </w:r>
      <w:r w:rsidRPr="002A0058">
        <w:rPr>
          <w:rtl/>
        </w:rPr>
        <w:t xml:space="preserve"> البيع يعني المعاملة</w:t>
      </w:r>
      <w:r w:rsidR="00610870">
        <w:rPr>
          <w:rtl/>
        </w:rPr>
        <w:t>،</w:t>
      </w:r>
      <w:r w:rsidRPr="002A0058">
        <w:rPr>
          <w:rtl/>
        </w:rPr>
        <w:t xml:space="preserve"> طبيعي هذا ما يكون إبتداءً</w:t>
      </w:r>
      <w:r w:rsidR="00610870">
        <w:rPr>
          <w:rtl/>
        </w:rPr>
        <w:t>،</w:t>
      </w:r>
      <w:r w:rsidRPr="002A0058">
        <w:rPr>
          <w:rtl/>
        </w:rPr>
        <w:t xml:space="preserve"> فالبيع هو الفعل الحقوقي الذي يمارسه العُرف، وأنا قبلته.</w:t>
      </w:r>
    </w:p>
    <w:p w:rsidR="00E07DFB" w:rsidRPr="002A0058" w:rsidRDefault="00E07DFB" w:rsidP="0059501B">
      <w:pPr>
        <w:pStyle w:val="libNormal"/>
        <w:rPr>
          <w:rtl/>
        </w:rPr>
      </w:pPr>
      <w:r w:rsidRPr="00313984">
        <w:rPr>
          <w:rStyle w:val="libBold1Char"/>
          <w:rtl/>
        </w:rPr>
        <w:t>الشيخ شَبَسْـتَري:</w:t>
      </w:r>
      <w:r w:rsidRPr="002A0058">
        <w:rPr>
          <w:rtl/>
        </w:rPr>
        <w:t xml:space="preserve"> ليس المراد إذن هو المعنى المطابقي لـ </w:t>
      </w:r>
      <w:r w:rsidR="0059501B">
        <w:rPr>
          <w:rStyle w:val="libAlaemChar"/>
          <w:rFonts w:eastAsiaTheme="minorHAnsi" w:hint="cs"/>
          <w:rtl/>
        </w:rPr>
        <w:t>(</w:t>
      </w:r>
      <w:r w:rsidRPr="00AE62B5">
        <w:rPr>
          <w:rStyle w:val="libAieChar"/>
          <w:rFonts w:hint="cs"/>
          <w:rtl/>
        </w:rPr>
        <w:t>أَحَلَّ اللَّهُ الْبَيْعَ</w:t>
      </w:r>
      <w:r w:rsidR="0059501B">
        <w:rPr>
          <w:rStyle w:val="libAlaemChar"/>
          <w:rFonts w:eastAsiaTheme="minorHAnsi" w:hint="cs"/>
          <w:rtl/>
        </w:rPr>
        <w:t>)</w:t>
      </w:r>
      <w:r w:rsidR="00610870">
        <w:rPr>
          <w:rStyle w:val="libAieChar"/>
          <w:rtl/>
        </w:rPr>
        <w:t>،</w:t>
      </w:r>
      <w:r w:rsidRPr="002A0058">
        <w:rPr>
          <w:rtl/>
        </w:rPr>
        <w:t xml:space="preserve"> أو تقول إنَّ هناك معنى آخر قبل ذلك؟</w:t>
      </w:r>
    </w:p>
    <w:p w:rsidR="00E07DFB" w:rsidRPr="002A0058" w:rsidRDefault="00E07DFB" w:rsidP="002A0058">
      <w:pPr>
        <w:pStyle w:val="libNormal"/>
        <w:rPr>
          <w:rtl/>
        </w:rPr>
      </w:pPr>
      <w:r w:rsidRPr="00313984">
        <w:rPr>
          <w:rStyle w:val="libBold1Char"/>
          <w:rtl/>
        </w:rPr>
        <w:t>د. كُرْجي:</w:t>
      </w:r>
      <w:r w:rsidRPr="002A0058">
        <w:rPr>
          <w:rtl/>
        </w:rPr>
        <w:t xml:space="preserve"> كلاّ</w:t>
      </w:r>
      <w:r w:rsidR="00610870">
        <w:rPr>
          <w:rtl/>
        </w:rPr>
        <w:t>،</w:t>
      </w:r>
      <w:r w:rsidRPr="002A0058">
        <w:rPr>
          <w:rtl/>
        </w:rPr>
        <w:t xml:space="preserve"> إنَّما أريد أن أقول: إنَّ هذا شيء شبيه بشأن النزول</w:t>
      </w:r>
      <w:r w:rsidR="00610870">
        <w:rPr>
          <w:rtl/>
        </w:rPr>
        <w:t>،</w:t>
      </w:r>
      <w:r w:rsidRPr="002A0058">
        <w:rPr>
          <w:rtl/>
        </w:rPr>
        <w:t xml:space="preserve"> شبيه بالمورد</w:t>
      </w:r>
      <w:r w:rsidR="00610870">
        <w:rPr>
          <w:rtl/>
        </w:rPr>
        <w:t>،</w:t>
      </w:r>
      <w:r w:rsidRPr="002A0058">
        <w:rPr>
          <w:rtl/>
        </w:rPr>
        <w:t xml:space="preserve"> فالمورد لا يخصِّص.</w:t>
      </w:r>
    </w:p>
    <w:p w:rsidR="00E07DFB" w:rsidRPr="002A0058" w:rsidRDefault="00E07DFB" w:rsidP="002A0058">
      <w:pPr>
        <w:pStyle w:val="libNormal"/>
        <w:rPr>
          <w:rtl/>
        </w:rPr>
      </w:pPr>
      <w:r w:rsidRPr="00313984">
        <w:rPr>
          <w:rStyle w:val="libBold1Char"/>
          <w:rtl/>
        </w:rPr>
        <w:t>الشيخ شَبَسْـتَري:</w:t>
      </w:r>
      <w:r w:rsidRPr="002A0058">
        <w:rPr>
          <w:rtl/>
        </w:rPr>
        <w:t xml:space="preserve"> ولكن هذا شيء آخر دكتور.</w:t>
      </w:r>
    </w:p>
    <w:p w:rsidR="00E07DFB" w:rsidRPr="002A0058" w:rsidRDefault="00E07DFB" w:rsidP="002A0058">
      <w:pPr>
        <w:pStyle w:val="libNormal"/>
        <w:rPr>
          <w:rtl/>
        </w:rPr>
      </w:pPr>
      <w:r w:rsidRPr="00313984">
        <w:rPr>
          <w:rStyle w:val="libBold1Char"/>
          <w:rtl/>
        </w:rPr>
        <w:t>* هناك مصطلح في علم الأصول هو: الوضع العام والموضوع له الخاص</w:t>
      </w:r>
      <w:r w:rsidRPr="00D73855">
        <w:rPr>
          <w:rStyle w:val="libFootnotenumChar"/>
          <w:rtl/>
        </w:rPr>
        <w:t>(1)</w:t>
      </w:r>
      <w:r w:rsidR="00610870">
        <w:rPr>
          <w:rStyle w:val="libFootnotenumChar"/>
          <w:rtl/>
        </w:rPr>
        <w:t>،</w:t>
      </w:r>
      <w:r w:rsidRPr="00313984">
        <w:rPr>
          <w:rStyle w:val="libBold1Char"/>
          <w:rtl/>
        </w:rPr>
        <w:t xml:space="preserve"> فهل الألفاظ التي وضعت لروح المعاني جاءت على أساس خصوصيّة المورد أو لمعنى عام؟</w:t>
      </w:r>
    </w:p>
    <w:p w:rsidR="00E07DFB" w:rsidRPr="002A0058" w:rsidRDefault="00E07DFB" w:rsidP="002A0058">
      <w:pPr>
        <w:pStyle w:val="libNormal"/>
        <w:rPr>
          <w:rtl/>
        </w:rPr>
      </w:pPr>
      <w:r w:rsidRPr="00313984">
        <w:rPr>
          <w:rStyle w:val="libBold1Char"/>
          <w:rtl/>
        </w:rPr>
        <w:t>الشيخ شَبَسْـتَري:</w:t>
      </w:r>
      <w:r w:rsidRPr="002A0058">
        <w:rPr>
          <w:rtl/>
        </w:rPr>
        <w:t xml:space="preserve"> حسناً</w:t>
      </w:r>
      <w:r w:rsidR="00610870">
        <w:rPr>
          <w:rtl/>
        </w:rPr>
        <w:t>،</w:t>
      </w:r>
      <w:r w:rsidRPr="002A0058">
        <w:rPr>
          <w:rtl/>
        </w:rPr>
        <w:t xml:space="preserve"> ولكنَّهم لا يقبلون.</w:t>
      </w:r>
    </w:p>
    <w:p w:rsidR="00E07DFB" w:rsidRPr="00313984" w:rsidRDefault="00E07DFB" w:rsidP="00313984">
      <w:pPr>
        <w:pStyle w:val="libBold1"/>
        <w:rPr>
          <w:rtl/>
        </w:rPr>
      </w:pPr>
      <w:r w:rsidRPr="00313984">
        <w:rPr>
          <w:rtl/>
        </w:rPr>
        <w:t>* الذي يبدو أنَّ العُرف لا يلاحظ أبداً خصوصية المورد</w:t>
      </w:r>
      <w:r w:rsidR="00610870">
        <w:rPr>
          <w:rtl/>
        </w:rPr>
        <w:t>؛</w:t>
      </w:r>
      <w:r w:rsidRPr="00313984">
        <w:rPr>
          <w:rtl/>
        </w:rPr>
        <w:t xml:space="preserve"> مثل كلمة مصباح</w:t>
      </w:r>
      <w:r w:rsidR="00610870">
        <w:rPr>
          <w:rtl/>
        </w:rPr>
        <w:t>،</w:t>
      </w:r>
      <w:r w:rsidRPr="00313984">
        <w:rPr>
          <w:rtl/>
        </w:rPr>
        <w:t xml:space="preserve"> ميزان وغيرهما من الأمثلة</w:t>
      </w:r>
      <w:r w:rsidR="00610870">
        <w:rPr>
          <w:rtl/>
        </w:rPr>
        <w:t>،</w:t>
      </w:r>
      <w:r w:rsidRPr="00313984">
        <w:rPr>
          <w:rtl/>
        </w:rPr>
        <w:t xml:space="preserve"> فرغم الاختلاف بين المعاني المرادة من هذه الكلمات</w:t>
      </w:r>
      <w:r w:rsidR="00610870">
        <w:rPr>
          <w:rtl/>
        </w:rPr>
        <w:t>،</w:t>
      </w:r>
      <w:r w:rsidRPr="00313984">
        <w:rPr>
          <w:rtl/>
        </w:rPr>
        <w:t xml:space="preserve"> وبين المعاني التي كانت تستعمل فيها هذه الكلمات</w:t>
      </w:r>
      <w:r w:rsidR="00610870">
        <w:rPr>
          <w:rtl/>
        </w:rPr>
        <w:t>،</w:t>
      </w:r>
      <w:r w:rsidRPr="00313984">
        <w:rPr>
          <w:rtl/>
        </w:rPr>
        <w:t xml:space="preserve"> إلا أنَّ العُرف لا يستعملها في هذه الأيام على نحو المجاز.</w:t>
      </w:r>
    </w:p>
    <w:p w:rsidR="00D25360" w:rsidRDefault="00E07DFB" w:rsidP="002A0058">
      <w:pPr>
        <w:pStyle w:val="libNormal"/>
        <w:rPr>
          <w:rtl/>
        </w:rPr>
      </w:pPr>
      <w:r w:rsidRPr="00313984">
        <w:rPr>
          <w:rStyle w:val="libBold1Char"/>
          <w:rtl/>
        </w:rPr>
        <w:t>الشيخ شَبَسْـتَري:</w:t>
      </w:r>
      <w:r w:rsidRPr="002A0058">
        <w:rPr>
          <w:rtl/>
        </w:rPr>
        <w:t xml:space="preserve"> ليس النزاع في استخدام الألفاظ</w:t>
      </w:r>
      <w:r w:rsidR="00610870">
        <w:rPr>
          <w:rtl/>
        </w:rPr>
        <w:t>،</w:t>
      </w:r>
      <w:r w:rsidRPr="002A0058">
        <w:rPr>
          <w:rtl/>
        </w:rPr>
        <w:t xml:space="preserve"> فالألفاظ ربَّما تُستخدم على نحو الحقيقة</w:t>
      </w:r>
      <w:r w:rsidR="00610870">
        <w:rPr>
          <w:rtl/>
        </w:rPr>
        <w:t>،</w:t>
      </w:r>
      <w:r w:rsidRPr="002A0058">
        <w:rPr>
          <w:rtl/>
        </w:rPr>
        <w:t xml:space="preserve"> وإنَّما المعاني هي التي تختلف من عصر لآخر.</w:t>
      </w:r>
    </w:p>
    <w:p w:rsidR="00D25360" w:rsidRDefault="00D25360" w:rsidP="00E5125A">
      <w:pPr>
        <w:pStyle w:val="libNormal"/>
        <w:rPr>
          <w:rtl/>
        </w:rPr>
      </w:pPr>
      <w:r>
        <w:rPr>
          <w:rtl/>
        </w:rPr>
        <w:br w:type="page"/>
      </w:r>
    </w:p>
    <w:p w:rsidR="00E07DFB" w:rsidRPr="002A0058" w:rsidRDefault="00E07DFB" w:rsidP="002A0058">
      <w:pPr>
        <w:pStyle w:val="libNormal"/>
        <w:rPr>
          <w:rtl/>
        </w:rPr>
      </w:pPr>
      <w:r w:rsidRPr="00313984">
        <w:rPr>
          <w:rStyle w:val="libBold1Char"/>
          <w:rtl/>
        </w:rPr>
        <w:lastRenderedPageBreak/>
        <w:t>د. كُرْجي:</w:t>
      </w:r>
      <w:r w:rsidRPr="002A0058">
        <w:rPr>
          <w:rtl/>
        </w:rPr>
        <w:t xml:space="preserve"> المعاني لا تختلف</w:t>
      </w:r>
      <w:r w:rsidR="00610870">
        <w:rPr>
          <w:rtl/>
        </w:rPr>
        <w:t>،</w:t>
      </w:r>
      <w:r w:rsidRPr="002A0058">
        <w:rPr>
          <w:rtl/>
        </w:rPr>
        <w:t xml:space="preserve"> وإنَّما قيودها هي التي تختلف</w:t>
      </w:r>
      <w:r w:rsidR="00610870">
        <w:rPr>
          <w:rtl/>
        </w:rPr>
        <w:t>،</w:t>
      </w:r>
      <w:r w:rsidRPr="002A0058">
        <w:rPr>
          <w:rtl/>
        </w:rPr>
        <w:t xml:space="preserve"> فالقيود التي تؤخذ بنظر الاعتبار في العصور المختلفة</w:t>
      </w:r>
      <w:r w:rsidR="00610870">
        <w:rPr>
          <w:rtl/>
        </w:rPr>
        <w:t>،</w:t>
      </w:r>
      <w:r w:rsidRPr="002A0058">
        <w:rPr>
          <w:rtl/>
        </w:rPr>
        <w:t xml:space="preserve"> هي التي تختلف</w:t>
      </w:r>
      <w:r w:rsidR="00610870">
        <w:rPr>
          <w:rtl/>
        </w:rPr>
        <w:t>.</w:t>
      </w:r>
      <w:r w:rsidRPr="002A0058">
        <w:rPr>
          <w:rtl/>
        </w:rPr>
        <w:t xml:space="preserve"> أمَّا الماهية (الجوهر أو الحقيقة) القانونية</w:t>
      </w:r>
      <w:r w:rsidR="00610870">
        <w:rPr>
          <w:rtl/>
        </w:rPr>
        <w:t>،</w:t>
      </w:r>
      <w:r w:rsidRPr="002A0058">
        <w:rPr>
          <w:rtl/>
        </w:rPr>
        <w:t xml:space="preserve"> فلا تتغيَّر.</w:t>
      </w:r>
    </w:p>
    <w:p w:rsidR="00E07DFB" w:rsidRPr="002A0058" w:rsidRDefault="00E07DFB" w:rsidP="002A0058">
      <w:pPr>
        <w:pStyle w:val="libNormal"/>
        <w:rPr>
          <w:rtl/>
        </w:rPr>
      </w:pPr>
      <w:r w:rsidRPr="00313984">
        <w:rPr>
          <w:rStyle w:val="libBold1Char"/>
          <w:rtl/>
        </w:rPr>
        <w:t xml:space="preserve">الشيخ شَبَسْـتَري: </w:t>
      </w:r>
      <w:r w:rsidRPr="002A0058">
        <w:rPr>
          <w:rtl/>
        </w:rPr>
        <w:t>المسألة تكمن تماماً في هذا الجانب الماثل في عدم إمكانية استخدام مصطلح الماهية في البحوث اللغوية</w:t>
      </w:r>
      <w:r w:rsidR="00610870">
        <w:rPr>
          <w:rtl/>
        </w:rPr>
        <w:t>.</w:t>
      </w:r>
      <w:r w:rsidRPr="002A0058">
        <w:rPr>
          <w:rtl/>
        </w:rPr>
        <w:t xml:space="preserve"> فبحث الماهية وعوارضها هو من بحوث الفلسفة.</w:t>
      </w:r>
    </w:p>
    <w:p w:rsidR="00E07DFB" w:rsidRPr="002A0058" w:rsidRDefault="00E07DFB" w:rsidP="002A0058">
      <w:pPr>
        <w:pStyle w:val="libNormal"/>
        <w:rPr>
          <w:rtl/>
        </w:rPr>
      </w:pPr>
      <w:r w:rsidRPr="00313984">
        <w:rPr>
          <w:rStyle w:val="libBold1Char"/>
          <w:rtl/>
        </w:rPr>
        <w:t>د. كُرْجي:</w:t>
      </w:r>
      <w:r w:rsidRPr="002A0058">
        <w:rPr>
          <w:rtl/>
        </w:rPr>
        <w:t xml:space="preserve"> لم أقصد الماهية المنطقية.</w:t>
      </w:r>
    </w:p>
    <w:p w:rsidR="00E07DFB" w:rsidRPr="00065D03" w:rsidRDefault="00E07DFB" w:rsidP="00D25360">
      <w:pPr>
        <w:pStyle w:val="libNormal"/>
        <w:rPr>
          <w:rtl/>
        </w:rPr>
      </w:pPr>
      <w:r w:rsidRPr="00313984">
        <w:rPr>
          <w:rStyle w:val="libBold1Char"/>
          <w:rtl/>
        </w:rPr>
        <w:t>الشيخ شَبَسْـتَري:</w:t>
      </w:r>
      <w:r w:rsidRPr="002A0058">
        <w:rPr>
          <w:rtl/>
        </w:rPr>
        <w:t xml:space="preserve"> أجل</w:t>
      </w:r>
      <w:r w:rsidR="00610870">
        <w:rPr>
          <w:rtl/>
        </w:rPr>
        <w:t>،</w:t>
      </w:r>
      <w:r w:rsidRPr="002A0058">
        <w:rPr>
          <w:rtl/>
        </w:rPr>
        <w:t xml:space="preserve"> إنَّه بحث فلسفي (أنطولوجي)</w:t>
      </w:r>
      <w:r w:rsidR="00610870">
        <w:rPr>
          <w:rtl/>
        </w:rPr>
        <w:t>.</w:t>
      </w:r>
      <w:r w:rsidRPr="002A0058">
        <w:rPr>
          <w:rtl/>
        </w:rPr>
        <w:t xml:space="preserve"> وحين أتحدَّث لا</w:t>
      </w:r>
      <w:r w:rsidR="00D25360">
        <w:rPr>
          <w:rFonts w:hint="cs"/>
          <w:rtl/>
        </w:rPr>
        <w:t xml:space="preserve"> </w:t>
      </w:r>
      <w:r w:rsidRPr="00065D03">
        <w:rPr>
          <w:rtl/>
        </w:rPr>
        <w:t>أقصد المبنى</w:t>
      </w:r>
      <w:r w:rsidR="00610870">
        <w:rPr>
          <w:rtl/>
        </w:rPr>
        <w:t>؛</w:t>
      </w:r>
      <w:r w:rsidRPr="00065D03">
        <w:rPr>
          <w:rtl/>
        </w:rPr>
        <w:t xml:space="preserve"> أي لا أريد أن أقول ما إذا كان هذا المبنى صحيحاً أم لا</w:t>
      </w:r>
      <w:r w:rsidR="00610870">
        <w:rPr>
          <w:rtl/>
        </w:rPr>
        <w:t>،</w:t>
      </w:r>
      <w:r w:rsidRPr="00065D03">
        <w:rPr>
          <w:rtl/>
        </w:rPr>
        <w:t xml:space="preserve"> وإنَّما غاية ما أريد</w:t>
      </w:r>
      <w:r w:rsidR="00610870">
        <w:rPr>
          <w:rtl/>
        </w:rPr>
        <w:t>،</w:t>
      </w:r>
      <w:r w:rsidRPr="00065D03">
        <w:rPr>
          <w:rtl/>
        </w:rPr>
        <w:t xml:space="preserve"> هو أن ألفتَ الانتباه إلى هذا المبنى بشكل دقيق</w:t>
      </w:r>
      <w:r w:rsidR="00610870">
        <w:rPr>
          <w:rtl/>
        </w:rPr>
        <w:t>.</w:t>
      </w:r>
      <w:r w:rsidRPr="00065D03">
        <w:rPr>
          <w:rtl/>
        </w:rPr>
        <w:t xml:space="preserve"> فهذا الذي يعرض هنا هو بحث فلسفي (أنطولوجي) وما شاكل ذلك</w:t>
      </w:r>
      <w:r w:rsidR="00610870">
        <w:rPr>
          <w:rtl/>
        </w:rPr>
        <w:t>.</w:t>
      </w:r>
      <w:r w:rsidRPr="00065D03">
        <w:rPr>
          <w:rtl/>
        </w:rPr>
        <w:t xml:space="preserve"> أمَّا البحث اللغوي</w:t>
      </w:r>
      <w:r w:rsidR="00610870">
        <w:rPr>
          <w:rtl/>
        </w:rPr>
        <w:t>،</w:t>
      </w:r>
      <w:r w:rsidRPr="00065D03">
        <w:rPr>
          <w:rtl/>
        </w:rPr>
        <w:t xml:space="preserve"> فهو شيء يختلف تماماً.</w:t>
      </w:r>
    </w:p>
    <w:p w:rsidR="00E07DFB" w:rsidRPr="002A0058" w:rsidRDefault="00E07DFB" w:rsidP="002A0058">
      <w:pPr>
        <w:pStyle w:val="libNormal"/>
        <w:rPr>
          <w:rtl/>
        </w:rPr>
      </w:pPr>
      <w:r w:rsidRPr="00313984">
        <w:rPr>
          <w:rStyle w:val="libBold1Char"/>
          <w:rtl/>
        </w:rPr>
        <w:t>د. كُرْجي:</w:t>
      </w:r>
      <w:r w:rsidRPr="002A0058">
        <w:rPr>
          <w:rtl/>
        </w:rPr>
        <w:t xml:space="preserve"> هذا صحيح في المجال الفلسفي.</w:t>
      </w:r>
    </w:p>
    <w:p w:rsidR="00E07DFB" w:rsidRPr="002A0058" w:rsidRDefault="00E07DFB" w:rsidP="002A0058">
      <w:pPr>
        <w:pStyle w:val="libNormal"/>
        <w:rPr>
          <w:rtl/>
        </w:rPr>
      </w:pPr>
      <w:r w:rsidRPr="00313984">
        <w:rPr>
          <w:rStyle w:val="libBold1Char"/>
          <w:rtl/>
        </w:rPr>
        <w:t>الشيخ شَبَسْـتَري:</w:t>
      </w:r>
      <w:r w:rsidRPr="002A0058">
        <w:rPr>
          <w:rtl/>
        </w:rPr>
        <w:t xml:space="preserve"> البحث اللغوي يعني أنَّ لفظ البيع</w:t>
      </w:r>
      <w:r w:rsidR="00610870">
        <w:rPr>
          <w:rtl/>
        </w:rPr>
        <w:t xml:space="preserve"> - </w:t>
      </w:r>
      <w:r w:rsidRPr="002A0058">
        <w:rPr>
          <w:rtl/>
        </w:rPr>
        <w:t>على سبيل المثال</w:t>
      </w:r>
      <w:r w:rsidR="00610870">
        <w:rPr>
          <w:rtl/>
        </w:rPr>
        <w:t xml:space="preserve"> - </w:t>
      </w:r>
      <w:r w:rsidRPr="002A0058">
        <w:rPr>
          <w:rtl/>
        </w:rPr>
        <w:t>أو أي لفظ آخر</w:t>
      </w:r>
      <w:r w:rsidR="00610870">
        <w:rPr>
          <w:rtl/>
        </w:rPr>
        <w:t>،</w:t>
      </w:r>
      <w:r w:rsidRPr="002A0058">
        <w:rPr>
          <w:rtl/>
        </w:rPr>
        <w:t xml:space="preserve"> يمكن أن يبقى بين مجتمع معيَّن لآلاف السنوات</w:t>
      </w:r>
      <w:r w:rsidR="00610870">
        <w:rPr>
          <w:rtl/>
        </w:rPr>
        <w:t>،</w:t>
      </w:r>
      <w:r w:rsidRPr="002A0058">
        <w:rPr>
          <w:rtl/>
        </w:rPr>
        <w:t xml:space="preserve"> بَيْدَ أنَّه ينطوي في كلّ عصر على معنى خاص</w:t>
      </w:r>
      <w:r w:rsidR="00610870">
        <w:rPr>
          <w:rtl/>
        </w:rPr>
        <w:t>.</w:t>
      </w:r>
      <w:r w:rsidRPr="002A0058">
        <w:rPr>
          <w:rtl/>
        </w:rPr>
        <w:t xml:space="preserve"> فاللفظ المتداول هو هو</w:t>
      </w:r>
      <w:r w:rsidR="00610870">
        <w:rPr>
          <w:rtl/>
        </w:rPr>
        <w:t>،</w:t>
      </w:r>
      <w:r w:rsidRPr="002A0058">
        <w:rPr>
          <w:rtl/>
        </w:rPr>
        <w:t xml:space="preserve"> والمعنى الخاص المراد منه هو الذي يتغيَّر</w:t>
      </w:r>
      <w:r w:rsidR="00610870">
        <w:rPr>
          <w:rtl/>
        </w:rPr>
        <w:t>،</w:t>
      </w:r>
      <w:r w:rsidRPr="002A0058">
        <w:rPr>
          <w:rtl/>
        </w:rPr>
        <w:t xml:space="preserve"> بمعنى أنَّهم يفهمون منه معنى مختلفاً</w:t>
      </w:r>
      <w:r w:rsidR="00610870">
        <w:rPr>
          <w:rtl/>
        </w:rPr>
        <w:t>.</w:t>
      </w:r>
      <w:r w:rsidRPr="002A0058">
        <w:rPr>
          <w:rtl/>
        </w:rPr>
        <w:t xml:space="preserve"> اللفظ إذاً باقٍ</w:t>
      </w:r>
      <w:r w:rsidR="00610870">
        <w:rPr>
          <w:rtl/>
        </w:rPr>
        <w:t>،</w:t>
      </w:r>
      <w:r w:rsidRPr="002A0058">
        <w:rPr>
          <w:rtl/>
        </w:rPr>
        <w:t xml:space="preserve"> والاستخدامات هي التي تتغيَّر</w:t>
      </w:r>
      <w:r w:rsidR="00610870">
        <w:rPr>
          <w:rtl/>
        </w:rPr>
        <w:t>؛</w:t>
      </w:r>
      <w:r w:rsidRPr="002A0058">
        <w:rPr>
          <w:rtl/>
        </w:rPr>
        <w:t xml:space="preserve"> لذلك إذا حمل حكم معيّن على معنى خاص</w:t>
      </w:r>
      <w:r w:rsidR="00610870">
        <w:rPr>
          <w:rtl/>
        </w:rPr>
        <w:t>،</w:t>
      </w:r>
      <w:r w:rsidRPr="002A0058">
        <w:rPr>
          <w:rtl/>
        </w:rPr>
        <w:t xml:space="preserve"> كان يُراد من اللفظ في بعض العصور</w:t>
      </w:r>
      <w:r w:rsidR="00610870">
        <w:rPr>
          <w:rtl/>
        </w:rPr>
        <w:t>،</w:t>
      </w:r>
      <w:r w:rsidRPr="002A0058">
        <w:rPr>
          <w:rtl/>
        </w:rPr>
        <w:t xml:space="preserve"> فلا يمكن لهذا الحكم أن يسري ِإلى معانٍ أخرى.</w:t>
      </w:r>
    </w:p>
    <w:p w:rsidR="00E07DFB" w:rsidRPr="002A0058" w:rsidRDefault="00E07DFB" w:rsidP="002A0058">
      <w:pPr>
        <w:pStyle w:val="libNormal"/>
        <w:rPr>
          <w:rtl/>
        </w:rPr>
      </w:pPr>
      <w:r w:rsidRPr="00313984">
        <w:rPr>
          <w:rStyle w:val="libBold1Char"/>
          <w:rtl/>
        </w:rPr>
        <w:t>د. كُرْجي:</w:t>
      </w:r>
      <w:r w:rsidRPr="002A0058">
        <w:rPr>
          <w:rtl/>
        </w:rPr>
        <w:t xml:space="preserve"> البيع عمل حقوقي</w:t>
      </w:r>
      <w:r w:rsidR="00610870">
        <w:rPr>
          <w:rtl/>
        </w:rPr>
        <w:t>،</w:t>
      </w:r>
      <w:r w:rsidRPr="002A0058">
        <w:rPr>
          <w:rtl/>
        </w:rPr>
        <w:t xml:space="preserve"> وهذا العمل الحقوقي ثابت لم يتغيَّر.</w:t>
      </w:r>
    </w:p>
    <w:p w:rsidR="00E07DFB" w:rsidRPr="002A0058" w:rsidRDefault="00E07DFB" w:rsidP="002A0058">
      <w:pPr>
        <w:pStyle w:val="libNormal"/>
        <w:rPr>
          <w:rtl/>
        </w:rPr>
      </w:pPr>
      <w:r w:rsidRPr="00313984">
        <w:rPr>
          <w:rStyle w:val="libBold1Char"/>
          <w:rtl/>
        </w:rPr>
        <w:t>الشيخ شَبَسْـتَري:</w:t>
      </w:r>
      <w:r w:rsidRPr="002A0058">
        <w:rPr>
          <w:rtl/>
        </w:rPr>
        <w:t xml:space="preserve"> لماذا؟ لقد تَغيَّر واختلف.</w:t>
      </w:r>
    </w:p>
    <w:p w:rsidR="00E07DFB" w:rsidRPr="002A0058" w:rsidRDefault="00E07DFB" w:rsidP="002A0058">
      <w:pPr>
        <w:pStyle w:val="libNormal"/>
        <w:rPr>
          <w:rtl/>
        </w:rPr>
      </w:pPr>
      <w:r w:rsidRPr="00313984">
        <w:rPr>
          <w:rStyle w:val="libBold1Char"/>
          <w:rtl/>
        </w:rPr>
        <w:t>د. كُرْجي:</w:t>
      </w:r>
      <w:r w:rsidRPr="002A0058">
        <w:rPr>
          <w:rtl/>
        </w:rPr>
        <w:t xml:space="preserve"> لم يتغيَّر</w:t>
      </w:r>
      <w:r w:rsidR="00610870">
        <w:rPr>
          <w:rtl/>
        </w:rPr>
        <w:t>،</w:t>
      </w:r>
      <w:r w:rsidRPr="002A0058">
        <w:rPr>
          <w:rtl/>
        </w:rPr>
        <w:t xml:space="preserve"> فالبيع لم يتحوَّل إلى إجارة</w:t>
      </w:r>
      <w:r w:rsidR="00610870">
        <w:rPr>
          <w:rtl/>
        </w:rPr>
        <w:t>،</w:t>
      </w:r>
      <w:r w:rsidRPr="002A0058">
        <w:rPr>
          <w:rtl/>
        </w:rPr>
        <w:t xml:space="preserve"> فالماهيَّات ليست أموراً حقوقية.</w:t>
      </w:r>
    </w:p>
    <w:p w:rsidR="00D25360" w:rsidRDefault="00E07DFB" w:rsidP="002A0058">
      <w:pPr>
        <w:pStyle w:val="libNormal"/>
        <w:rPr>
          <w:rtl/>
        </w:rPr>
      </w:pPr>
      <w:r w:rsidRPr="00313984">
        <w:rPr>
          <w:rStyle w:val="libBold1Char"/>
          <w:rtl/>
        </w:rPr>
        <w:t>الشيخ شَبَسْـتَري:</w:t>
      </w:r>
      <w:r w:rsidRPr="002A0058">
        <w:rPr>
          <w:rtl/>
        </w:rPr>
        <w:t xml:space="preserve"> صحيح</w:t>
      </w:r>
      <w:r w:rsidR="00610870">
        <w:rPr>
          <w:rtl/>
        </w:rPr>
        <w:t>،</w:t>
      </w:r>
      <w:r w:rsidRPr="002A0058">
        <w:rPr>
          <w:rtl/>
        </w:rPr>
        <w:t xml:space="preserve"> لكن التغيُّرات طرأت عليها في نفسها</w:t>
      </w:r>
      <w:r w:rsidR="00610870">
        <w:rPr>
          <w:rtl/>
        </w:rPr>
        <w:t>،</w:t>
      </w:r>
      <w:r w:rsidRPr="002A0058">
        <w:rPr>
          <w:rtl/>
        </w:rPr>
        <w:t xml:space="preserve"> وإلاّ هل ترى الأنواع العشرة من التجارة (التي افترضنا أنَّها سائدة اليوم) متشابهة</w:t>
      </w:r>
      <w:r w:rsidR="00610870">
        <w:rPr>
          <w:rtl/>
        </w:rPr>
        <w:t>،</w:t>
      </w:r>
      <w:r w:rsidRPr="002A0058">
        <w:rPr>
          <w:rtl/>
        </w:rPr>
        <w:t xml:space="preserve"> لا فرق في ما بينها</w:t>
      </w:r>
      <w:r w:rsidR="00610870">
        <w:rPr>
          <w:rtl/>
        </w:rPr>
        <w:t>،</w:t>
      </w:r>
      <w:r w:rsidRPr="002A0058">
        <w:rPr>
          <w:rtl/>
        </w:rPr>
        <w:t xml:space="preserve"> أو هي تُعبِّر عن عشرة ضروب اعتبارية؟</w:t>
      </w:r>
    </w:p>
    <w:p w:rsidR="00D25360" w:rsidRDefault="00D25360" w:rsidP="00E5125A">
      <w:pPr>
        <w:pStyle w:val="libNormal"/>
        <w:rPr>
          <w:rtl/>
        </w:rPr>
      </w:pPr>
      <w:r>
        <w:rPr>
          <w:rtl/>
        </w:rPr>
        <w:br w:type="page"/>
      </w:r>
    </w:p>
    <w:p w:rsidR="00E07DFB" w:rsidRPr="002A0058" w:rsidRDefault="00E07DFB" w:rsidP="002A0058">
      <w:pPr>
        <w:pStyle w:val="libNormal"/>
        <w:rPr>
          <w:rtl/>
        </w:rPr>
      </w:pPr>
      <w:r w:rsidRPr="00313984">
        <w:rPr>
          <w:rStyle w:val="libBold1Char"/>
          <w:rtl/>
        </w:rPr>
        <w:lastRenderedPageBreak/>
        <w:t>د. كُرْجي:</w:t>
      </w:r>
      <w:r w:rsidRPr="002A0058">
        <w:rPr>
          <w:rtl/>
        </w:rPr>
        <w:t xml:space="preserve"> (التجارة) تشمل كلّ شيء</w:t>
      </w:r>
      <w:r w:rsidR="00610870">
        <w:rPr>
          <w:rtl/>
        </w:rPr>
        <w:t>؛</w:t>
      </w:r>
      <w:r w:rsidRPr="002A0058">
        <w:rPr>
          <w:rtl/>
        </w:rPr>
        <w:t xml:space="preserve"> أي هي عنوان جامع للأنواع العشرة.</w:t>
      </w:r>
    </w:p>
    <w:p w:rsidR="00E07DFB" w:rsidRPr="002A0058" w:rsidRDefault="00E07DFB" w:rsidP="002A0058">
      <w:pPr>
        <w:pStyle w:val="libNormal"/>
        <w:rPr>
          <w:rtl/>
        </w:rPr>
      </w:pPr>
      <w:r w:rsidRPr="00313984">
        <w:rPr>
          <w:rStyle w:val="libBold1Char"/>
          <w:rtl/>
        </w:rPr>
        <w:t xml:space="preserve">الشيخ شَبَسْـتَري: </w:t>
      </w:r>
      <w:r w:rsidRPr="002A0058">
        <w:rPr>
          <w:rtl/>
        </w:rPr>
        <w:t>السؤال يكمن هنا بالذات</w:t>
      </w:r>
      <w:r w:rsidR="00610870">
        <w:rPr>
          <w:rtl/>
        </w:rPr>
        <w:t>،</w:t>
      </w:r>
      <w:r w:rsidRPr="002A0058">
        <w:rPr>
          <w:rtl/>
        </w:rPr>
        <w:t xml:space="preserve"> فلو استُخدم مصطلح التجارة في أحد الأزمنة</w:t>
      </w:r>
      <w:r w:rsidR="00610870">
        <w:rPr>
          <w:rtl/>
        </w:rPr>
        <w:t>،</w:t>
      </w:r>
      <w:r w:rsidRPr="002A0058">
        <w:rPr>
          <w:rtl/>
        </w:rPr>
        <w:t xml:space="preserve"> وفُهم منه نوع واحد من ضروب التجارة</w:t>
      </w:r>
      <w:r w:rsidR="00610870">
        <w:rPr>
          <w:rtl/>
        </w:rPr>
        <w:t>،</w:t>
      </w:r>
      <w:r w:rsidRPr="002A0058">
        <w:rPr>
          <w:rtl/>
        </w:rPr>
        <w:t xml:space="preserve"> بحيث نفترض أنَّ الأنواع الأخرى لم تكن قد عرفتها البشرية بعد</w:t>
      </w:r>
      <w:r w:rsidR="00610870">
        <w:rPr>
          <w:rtl/>
        </w:rPr>
        <w:t>،</w:t>
      </w:r>
      <w:r w:rsidRPr="002A0058">
        <w:rPr>
          <w:rtl/>
        </w:rPr>
        <w:t xml:space="preserve"> فعلى أيِّ أساس يصحُّ أن نقول: إنَّ هذا اللفظ جامع لجميع الأنواع</w:t>
      </w:r>
      <w:r w:rsidR="00610870">
        <w:rPr>
          <w:rtl/>
        </w:rPr>
        <w:t>،</w:t>
      </w:r>
      <w:r w:rsidRPr="002A0058">
        <w:rPr>
          <w:rtl/>
        </w:rPr>
        <w:t xml:space="preserve"> حتّى تلك التي لم تُكتشف بعد ولم تُعرف؟</w:t>
      </w:r>
    </w:p>
    <w:p w:rsidR="00E07DFB" w:rsidRPr="002A0058" w:rsidRDefault="00E07DFB" w:rsidP="002A0058">
      <w:pPr>
        <w:pStyle w:val="libNormal"/>
        <w:rPr>
          <w:rtl/>
        </w:rPr>
      </w:pPr>
      <w:r w:rsidRPr="00313984">
        <w:rPr>
          <w:rStyle w:val="libBold1Char"/>
          <w:rtl/>
        </w:rPr>
        <w:t>د. كُرْجي:</w:t>
      </w:r>
      <w:r w:rsidRPr="002A0058">
        <w:rPr>
          <w:rtl/>
        </w:rPr>
        <w:t xml:space="preserve"> يتمّ ذلك بالمصداق الأوَّلي</w:t>
      </w:r>
      <w:r w:rsidR="00610870">
        <w:rPr>
          <w:rtl/>
        </w:rPr>
        <w:t>،</w:t>
      </w:r>
      <w:r w:rsidRPr="002A0058">
        <w:rPr>
          <w:rtl/>
        </w:rPr>
        <w:t xml:space="preserve"> فالمصداق الأوَّلي جامع.</w:t>
      </w:r>
    </w:p>
    <w:p w:rsidR="00E07DFB" w:rsidRPr="002A0058" w:rsidRDefault="00E07DFB" w:rsidP="002A0058">
      <w:pPr>
        <w:pStyle w:val="libNormal"/>
        <w:rPr>
          <w:rtl/>
        </w:rPr>
      </w:pPr>
      <w:r w:rsidRPr="00313984">
        <w:rPr>
          <w:rStyle w:val="libBold1Char"/>
          <w:rtl/>
        </w:rPr>
        <w:t xml:space="preserve">الشيخ شَبَسْـتَري: </w:t>
      </w:r>
      <w:r w:rsidRPr="002A0058">
        <w:rPr>
          <w:rtl/>
        </w:rPr>
        <w:t>هذا هو التجريد الفلسفي عينه الذي نمارسه على اللغة</w:t>
      </w:r>
      <w:r w:rsidR="00610870">
        <w:rPr>
          <w:rtl/>
        </w:rPr>
        <w:t>،</w:t>
      </w:r>
      <w:r w:rsidRPr="002A0058">
        <w:rPr>
          <w:rtl/>
        </w:rPr>
        <w:t xml:space="preserve"> والآخرون يقولون: لا وجود للتجريد الفلسفي في اللغة.</w:t>
      </w:r>
    </w:p>
    <w:p w:rsidR="00E07DFB" w:rsidRPr="00313984" w:rsidRDefault="00E07DFB" w:rsidP="00313984">
      <w:pPr>
        <w:pStyle w:val="libBold1"/>
        <w:rPr>
          <w:rtl/>
        </w:rPr>
      </w:pPr>
      <w:r w:rsidRPr="00313984">
        <w:rPr>
          <w:rtl/>
        </w:rPr>
        <w:t>* مرادنا من البحث في هذا الموضوع</w:t>
      </w:r>
      <w:r w:rsidR="00610870">
        <w:rPr>
          <w:rtl/>
        </w:rPr>
        <w:t>؛</w:t>
      </w:r>
      <w:r w:rsidRPr="00313984">
        <w:rPr>
          <w:rtl/>
        </w:rPr>
        <w:t xml:space="preserve"> أنَّ بحث أصالة الحظر وأصالة الإباحة والبحث اللغوي</w:t>
      </w:r>
      <w:r w:rsidR="00610870">
        <w:rPr>
          <w:rtl/>
        </w:rPr>
        <w:t>،</w:t>
      </w:r>
      <w:r w:rsidRPr="00313984">
        <w:rPr>
          <w:rtl/>
        </w:rPr>
        <w:t xml:space="preserve"> جاءت إلى بحوثنا في أصول الفقه من الفلسفات والعلوم الأخرى</w:t>
      </w:r>
      <w:r w:rsidR="00610870">
        <w:rPr>
          <w:rtl/>
        </w:rPr>
        <w:t>،</w:t>
      </w:r>
      <w:r w:rsidRPr="00313984">
        <w:rPr>
          <w:rtl/>
        </w:rPr>
        <w:t xml:space="preserve"> ونفذت إليه بعنوان كونها مقدِّمة للفقه ومن الأصول</w:t>
      </w:r>
      <w:r w:rsidR="00610870">
        <w:rPr>
          <w:rtl/>
        </w:rPr>
        <w:t>،</w:t>
      </w:r>
      <w:r w:rsidRPr="00313984">
        <w:rPr>
          <w:rtl/>
        </w:rPr>
        <w:t xml:space="preserve"> فكان لها تأثيرها الكامل على الفقه</w:t>
      </w:r>
      <w:r w:rsidR="00610870">
        <w:rPr>
          <w:rtl/>
        </w:rPr>
        <w:t>.</w:t>
      </w:r>
      <w:r w:rsidRPr="00313984">
        <w:rPr>
          <w:rtl/>
        </w:rPr>
        <w:t xml:space="preserve"> هذا هو مبتغانا من السؤال الأوَّل</w:t>
      </w:r>
      <w:r w:rsidR="00610870">
        <w:rPr>
          <w:rtl/>
        </w:rPr>
        <w:t>؛</w:t>
      </w:r>
      <w:r w:rsidRPr="00313984">
        <w:rPr>
          <w:rtl/>
        </w:rPr>
        <w:t xml:space="preserve"> إذ أردنا أن نبيِّن أنَّ هناك بحثاً لغويَّاً نفذ إلى الفقه عِبر علم الأصول</w:t>
      </w:r>
      <w:r w:rsidR="00610870">
        <w:rPr>
          <w:rtl/>
        </w:rPr>
        <w:t>.</w:t>
      </w:r>
      <w:r w:rsidRPr="00313984">
        <w:rPr>
          <w:rtl/>
        </w:rPr>
        <w:t xml:space="preserve"> ففي مسألة: هل يدلُّ الأمر على الفور أو على التراخي؟ وما هي مقدِّمات الحكمة في باب الإطلاق؟ هذه جميعاً بحوث تدخل في إطار البحث المعرفي في اللغة نفذت إلى (علم الأصول)</w:t>
      </w:r>
      <w:r w:rsidR="00610870">
        <w:rPr>
          <w:rtl/>
        </w:rPr>
        <w:t>،</w:t>
      </w:r>
      <w:r w:rsidRPr="00313984">
        <w:rPr>
          <w:rtl/>
        </w:rPr>
        <w:t xml:space="preserve"> ولمَّا كان علم أصول الفقه بمثابة مقدِّمة الفقه</w:t>
      </w:r>
      <w:r w:rsidR="00610870">
        <w:rPr>
          <w:rtl/>
        </w:rPr>
        <w:t>،</w:t>
      </w:r>
      <w:r w:rsidRPr="00313984">
        <w:rPr>
          <w:rtl/>
        </w:rPr>
        <w:t xml:space="preserve"> فقد كان لها</w:t>
      </w:r>
      <w:r w:rsidR="00610870">
        <w:rPr>
          <w:rtl/>
        </w:rPr>
        <w:t xml:space="preserve"> - </w:t>
      </w:r>
      <w:r w:rsidRPr="00313984">
        <w:rPr>
          <w:rtl/>
        </w:rPr>
        <w:t>إذاً</w:t>
      </w:r>
      <w:r w:rsidR="00610870">
        <w:rPr>
          <w:rtl/>
        </w:rPr>
        <w:t xml:space="preserve"> - </w:t>
      </w:r>
      <w:r w:rsidRPr="00313984">
        <w:rPr>
          <w:rtl/>
        </w:rPr>
        <w:t>تأثيرها الكامل الذي تركته على الفقه.</w:t>
      </w:r>
    </w:p>
    <w:p w:rsidR="00E07DFB" w:rsidRPr="00313984" w:rsidRDefault="00E07DFB" w:rsidP="00313984">
      <w:pPr>
        <w:pStyle w:val="libBold1"/>
        <w:rPr>
          <w:rtl/>
        </w:rPr>
      </w:pPr>
      <w:r w:rsidRPr="00313984">
        <w:rPr>
          <w:rtl/>
        </w:rPr>
        <w:t>المسألة تعود في نهاية المطاف إلى المبنى الذي يلتزمه الفقيه في أصول الفقه</w:t>
      </w:r>
      <w:r w:rsidR="00610870">
        <w:rPr>
          <w:rtl/>
        </w:rPr>
        <w:t>،</w:t>
      </w:r>
      <w:r w:rsidRPr="00313984">
        <w:rPr>
          <w:rtl/>
        </w:rPr>
        <w:t xml:space="preserve"> وإلى طبيعة الآراء التي يقبلها ويؤمن بها</w:t>
      </w:r>
      <w:r w:rsidR="00610870">
        <w:rPr>
          <w:rtl/>
        </w:rPr>
        <w:t>.</w:t>
      </w:r>
      <w:r w:rsidRPr="00313984">
        <w:rPr>
          <w:rtl/>
        </w:rPr>
        <w:t xml:space="preserve"> كذلك الحال بالنسبة إلى البحث الكلامي الذي يأتي في مجال أصالة الحظر وأصالة الإباحة.</w:t>
      </w:r>
    </w:p>
    <w:p w:rsidR="00D25360" w:rsidRDefault="00E07DFB" w:rsidP="002A0058">
      <w:pPr>
        <w:pStyle w:val="libNormal"/>
        <w:rPr>
          <w:rtl/>
        </w:rPr>
      </w:pPr>
      <w:r w:rsidRPr="00313984">
        <w:rPr>
          <w:rStyle w:val="libBold1Char"/>
          <w:rtl/>
        </w:rPr>
        <w:t>د. ناصر كاتوزْيان:</w:t>
      </w:r>
      <w:r w:rsidRPr="002A0058">
        <w:rPr>
          <w:rtl/>
        </w:rPr>
        <w:t xml:space="preserve"> بالرغم من أنَّ فروع العلوم في عصرنا الحاضر قد اتّسعت وامتدّت على مساحة واسعة</w:t>
      </w:r>
      <w:r w:rsidR="00610870">
        <w:rPr>
          <w:rtl/>
        </w:rPr>
        <w:t>،</w:t>
      </w:r>
      <w:r w:rsidRPr="002A0058">
        <w:rPr>
          <w:rtl/>
        </w:rPr>
        <w:t xml:space="preserve"> واتّسمت بالتعقيد</w:t>
      </w:r>
      <w:r w:rsidR="00610870">
        <w:rPr>
          <w:rtl/>
        </w:rPr>
        <w:t>؛</w:t>
      </w:r>
      <w:r w:rsidRPr="002A0058">
        <w:rPr>
          <w:rtl/>
        </w:rPr>
        <w:t xml:space="preserve"> بحيث لا يمكن لأيِّ إنسان أن يستوعبها جميعاً</w:t>
      </w:r>
      <w:r w:rsidR="00610870">
        <w:rPr>
          <w:rtl/>
        </w:rPr>
        <w:t>،</w:t>
      </w:r>
      <w:r w:rsidRPr="002A0058">
        <w:rPr>
          <w:rtl/>
        </w:rPr>
        <w:t xml:space="preserve"> لكن مع ذلك ينبغي ألاَّ نستبعد ما للفلسفة والكلام من صلة بالفقه.</w:t>
      </w:r>
    </w:p>
    <w:p w:rsidR="00D25360" w:rsidRDefault="00D25360"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فالفلسفة ما زالت تلقي بظلالها على جميع العلوم</w:t>
      </w:r>
      <w:r w:rsidR="00610870">
        <w:rPr>
          <w:rtl/>
        </w:rPr>
        <w:t>،</w:t>
      </w:r>
      <w:r w:rsidRPr="00065D03">
        <w:rPr>
          <w:rtl/>
        </w:rPr>
        <w:t xml:space="preserve"> ففي كل مرّة يعود الإنسان إلى معارفه ومعتقداته</w:t>
      </w:r>
      <w:r w:rsidR="00610870">
        <w:rPr>
          <w:rtl/>
        </w:rPr>
        <w:t>،</w:t>
      </w:r>
      <w:r w:rsidRPr="00065D03">
        <w:rPr>
          <w:rtl/>
        </w:rPr>
        <w:t xml:space="preserve"> يراجعها في ضوء العقل</w:t>
      </w:r>
      <w:r w:rsidR="00610870">
        <w:rPr>
          <w:rtl/>
        </w:rPr>
        <w:t>،</w:t>
      </w:r>
      <w:r w:rsidRPr="00065D03">
        <w:rPr>
          <w:rtl/>
        </w:rPr>
        <w:t xml:space="preserve"> إنَّما هو يعود في الواقع إلى الفلسفة</w:t>
      </w:r>
      <w:r w:rsidR="00610870">
        <w:rPr>
          <w:rtl/>
        </w:rPr>
        <w:t>،</w:t>
      </w:r>
      <w:r w:rsidRPr="00065D03">
        <w:rPr>
          <w:rtl/>
        </w:rPr>
        <w:t xml:space="preserve"> ولكن غاية ما هناك أنَّ دور الفلسفة لم يعُد كما كان يعتقد الماضون</w:t>
      </w:r>
      <w:r w:rsidR="00610870">
        <w:rPr>
          <w:rtl/>
        </w:rPr>
        <w:t>،</w:t>
      </w:r>
      <w:r w:rsidRPr="00065D03">
        <w:rPr>
          <w:rtl/>
        </w:rPr>
        <w:t xml:space="preserve"> فقد اختلف كثيراً عن السابق</w:t>
      </w:r>
      <w:r w:rsidR="00610870">
        <w:rPr>
          <w:rtl/>
        </w:rPr>
        <w:t>؛</w:t>
      </w:r>
      <w:r w:rsidRPr="00065D03">
        <w:rPr>
          <w:rtl/>
        </w:rPr>
        <w:t xml:space="preserve"> بحيث لم يعُد ثَمَّة وجود لادعاء الإحاطة بجميع المعارف والعلوم</w:t>
      </w:r>
      <w:r w:rsidR="00610870">
        <w:rPr>
          <w:rtl/>
        </w:rPr>
        <w:t>،</w:t>
      </w:r>
      <w:r w:rsidRPr="00065D03">
        <w:rPr>
          <w:rtl/>
        </w:rPr>
        <w:t xml:space="preserve"> وإنَّما عادت الفلسفة لتعبِّر عن النظريات العامة في كلّ فرع من فروع العلم والمعرفة</w:t>
      </w:r>
      <w:r w:rsidR="00610870">
        <w:rPr>
          <w:rtl/>
        </w:rPr>
        <w:t>،</w:t>
      </w:r>
      <w:r w:rsidRPr="00065D03">
        <w:rPr>
          <w:rtl/>
        </w:rPr>
        <w:t xml:space="preserve"> كما هي الحال في فلسفة العلوم</w:t>
      </w:r>
      <w:r w:rsidR="00610870">
        <w:rPr>
          <w:rtl/>
        </w:rPr>
        <w:t>،</w:t>
      </w:r>
      <w:r w:rsidRPr="00065D03">
        <w:rPr>
          <w:rtl/>
        </w:rPr>
        <w:t xml:space="preserve"> فلسفة التاريخ</w:t>
      </w:r>
      <w:r w:rsidR="00610870">
        <w:rPr>
          <w:rtl/>
        </w:rPr>
        <w:t>،</w:t>
      </w:r>
      <w:r w:rsidRPr="00065D03">
        <w:rPr>
          <w:rtl/>
        </w:rPr>
        <w:t xml:space="preserve"> فلسفة الأدب</w:t>
      </w:r>
      <w:r w:rsidR="00610870">
        <w:rPr>
          <w:rtl/>
        </w:rPr>
        <w:t>،</w:t>
      </w:r>
      <w:r w:rsidRPr="00065D03">
        <w:rPr>
          <w:rtl/>
        </w:rPr>
        <w:t xml:space="preserve"> فلسفة الرياضيات</w:t>
      </w:r>
      <w:r w:rsidR="00610870">
        <w:rPr>
          <w:rtl/>
        </w:rPr>
        <w:t>،</w:t>
      </w:r>
      <w:r w:rsidRPr="00065D03">
        <w:rPr>
          <w:rtl/>
        </w:rPr>
        <w:t xml:space="preserve"> وفلسفة القانون</w:t>
      </w:r>
      <w:r w:rsidR="00610870">
        <w:rPr>
          <w:rtl/>
        </w:rPr>
        <w:t>،</w:t>
      </w:r>
      <w:r w:rsidRPr="00065D03">
        <w:rPr>
          <w:rtl/>
        </w:rPr>
        <w:t xml:space="preserve"> ففي كلّ حقل من هذه الحقول ثَمَّة متخصِّصون يرتبطون به.</w:t>
      </w:r>
    </w:p>
    <w:p w:rsidR="00E07DFB" w:rsidRPr="00065D03" w:rsidRDefault="00E07DFB" w:rsidP="00065D03">
      <w:pPr>
        <w:pStyle w:val="libNormal"/>
        <w:rPr>
          <w:rtl/>
        </w:rPr>
      </w:pPr>
      <w:r w:rsidRPr="00065D03">
        <w:rPr>
          <w:rtl/>
        </w:rPr>
        <w:t>ففلسفة الحقوق</w:t>
      </w:r>
      <w:r w:rsidR="00610870">
        <w:rPr>
          <w:rtl/>
        </w:rPr>
        <w:t xml:space="preserve"> - </w:t>
      </w:r>
      <w:r w:rsidRPr="00065D03">
        <w:rPr>
          <w:rtl/>
        </w:rPr>
        <w:t>على سبيل المثال</w:t>
      </w:r>
      <w:r w:rsidR="00610870">
        <w:rPr>
          <w:rtl/>
        </w:rPr>
        <w:t xml:space="preserve"> - </w:t>
      </w:r>
      <w:r w:rsidRPr="00065D03">
        <w:rPr>
          <w:rtl/>
        </w:rPr>
        <w:t>هي حقل معرفي يشتغل على تحقيقه وإعداد مكوِّناته حكماء ينصرفون إلى هذا الحقل (مثل فلسفة الحقوق عند هيغل وكانت)</w:t>
      </w:r>
      <w:r w:rsidR="00610870">
        <w:rPr>
          <w:rtl/>
        </w:rPr>
        <w:t>،</w:t>
      </w:r>
      <w:r w:rsidRPr="00065D03">
        <w:rPr>
          <w:rtl/>
        </w:rPr>
        <w:t xml:space="preserve"> أو يشتغل فيه حقوقيُّون يضطلعون بالبحث في باني الحقوق وهدفها وتعريفها وماهيَّـتها. </w:t>
      </w:r>
    </w:p>
    <w:p w:rsidR="00E07DFB" w:rsidRPr="00065D03" w:rsidRDefault="00E07DFB" w:rsidP="00065D03">
      <w:pPr>
        <w:pStyle w:val="libNormal"/>
        <w:rPr>
          <w:rtl/>
        </w:rPr>
      </w:pPr>
      <w:r w:rsidRPr="00065D03">
        <w:rPr>
          <w:rtl/>
        </w:rPr>
        <w:t>وما هو سائد الآن هو القسم الثاني</w:t>
      </w:r>
      <w:r w:rsidR="00610870">
        <w:rPr>
          <w:rtl/>
        </w:rPr>
        <w:t>،</w:t>
      </w:r>
      <w:r w:rsidRPr="00065D03">
        <w:rPr>
          <w:rtl/>
        </w:rPr>
        <w:t xml:space="preserve"> إذ هناك</w:t>
      </w:r>
      <w:r w:rsidR="00610870">
        <w:rPr>
          <w:rtl/>
        </w:rPr>
        <w:t>،</w:t>
      </w:r>
      <w:r w:rsidRPr="00065D03">
        <w:rPr>
          <w:rtl/>
        </w:rPr>
        <w:t xml:space="preserve"> في كلّ حقل من حقول العلم</w:t>
      </w:r>
      <w:r w:rsidR="00610870">
        <w:rPr>
          <w:rtl/>
        </w:rPr>
        <w:t>،</w:t>
      </w:r>
      <w:r w:rsidRPr="00065D03">
        <w:rPr>
          <w:rtl/>
        </w:rPr>
        <w:t xml:space="preserve"> علماء لهم ذوق فلسفي</w:t>
      </w:r>
      <w:r w:rsidR="00610870">
        <w:rPr>
          <w:rtl/>
        </w:rPr>
        <w:t>،</w:t>
      </w:r>
      <w:r w:rsidRPr="00065D03">
        <w:rPr>
          <w:rtl/>
        </w:rPr>
        <w:t xml:space="preserve"> ينصرفون إلى العمل على فلسفة العلم الذي يختصّون به.</w:t>
      </w:r>
    </w:p>
    <w:p w:rsidR="00D25360" w:rsidRDefault="00E07DFB" w:rsidP="00D25360">
      <w:pPr>
        <w:pStyle w:val="libNormal"/>
        <w:rPr>
          <w:rtl/>
        </w:rPr>
      </w:pPr>
      <w:r w:rsidRPr="00065D03">
        <w:rPr>
          <w:rtl/>
        </w:rPr>
        <w:t>من هذا المنطلق نجد أنَّ هناك فراغاً في حقل المعارف الإسلامية الجديدة</w:t>
      </w:r>
      <w:r w:rsidR="00610870">
        <w:rPr>
          <w:rtl/>
        </w:rPr>
        <w:t>،</w:t>
      </w:r>
      <w:r w:rsidRPr="00065D03">
        <w:rPr>
          <w:rtl/>
        </w:rPr>
        <w:t xml:space="preserve"> يشير إلى غياب الفلسفة التي تضطلع بالتنظير للحقوق الإسلامية</w:t>
      </w:r>
      <w:r w:rsidR="00610870">
        <w:rPr>
          <w:rtl/>
        </w:rPr>
        <w:t>،</w:t>
      </w:r>
      <w:r w:rsidRPr="00065D03">
        <w:rPr>
          <w:rtl/>
        </w:rPr>
        <w:t xml:space="preserve"> أو الفقه بشكل خاص</w:t>
      </w:r>
      <w:r w:rsidR="00610870">
        <w:rPr>
          <w:rtl/>
        </w:rPr>
        <w:t>،</w:t>
      </w:r>
      <w:r w:rsidRPr="00065D03">
        <w:rPr>
          <w:rtl/>
        </w:rPr>
        <w:t xml:space="preserve"> وحين نعود لتأمُّل الموضوع نجد أنَّ مباني هذا الحقل ومكوِّناته موزَّعة</w:t>
      </w:r>
      <w:r w:rsidR="00D25360">
        <w:rPr>
          <w:rFonts w:hint="cs"/>
          <w:rtl/>
        </w:rPr>
        <w:t xml:space="preserve"> </w:t>
      </w:r>
      <w:r w:rsidRPr="00065D03">
        <w:rPr>
          <w:rtl/>
        </w:rPr>
        <w:t>الآن في ثنايا الفلسفة</w:t>
      </w:r>
      <w:r w:rsidR="00610870">
        <w:rPr>
          <w:rtl/>
        </w:rPr>
        <w:t>،</w:t>
      </w:r>
      <w:r w:rsidRPr="00065D03">
        <w:rPr>
          <w:rtl/>
        </w:rPr>
        <w:t xml:space="preserve"> والكلام</w:t>
      </w:r>
      <w:r w:rsidR="00610870">
        <w:rPr>
          <w:rtl/>
        </w:rPr>
        <w:t>،</w:t>
      </w:r>
      <w:r w:rsidRPr="00065D03">
        <w:rPr>
          <w:rtl/>
        </w:rPr>
        <w:t xml:space="preserve"> وأصول الفقه</w:t>
      </w:r>
      <w:r w:rsidR="00610870">
        <w:rPr>
          <w:rtl/>
        </w:rPr>
        <w:t>،</w:t>
      </w:r>
      <w:r w:rsidRPr="00065D03">
        <w:rPr>
          <w:rtl/>
        </w:rPr>
        <w:t xml:space="preserve"> وهي بحاجة إلى أساتذة مبدعين لينهضوا بمهمِّة التأليف والجمع لتلك المباحث المتفرِّفة من السلف الصالح.</w:t>
      </w:r>
    </w:p>
    <w:p w:rsidR="00D25360" w:rsidRDefault="00D25360" w:rsidP="00E5125A">
      <w:pPr>
        <w:pStyle w:val="libNormal"/>
        <w:rPr>
          <w:rtl/>
        </w:rPr>
      </w:pPr>
      <w:r>
        <w:rPr>
          <w:rtl/>
        </w:rPr>
        <w:br w:type="page"/>
      </w:r>
    </w:p>
    <w:p w:rsidR="00E07DFB" w:rsidRPr="002A0058" w:rsidRDefault="00E07DFB" w:rsidP="002A0058">
      <w:pPr>
        <w:pStyle w:val="libNormal"/>
        <w:rPr>
          <w:rtl/>
        </w:rPr>
      </w:pPr>
      <w:r w:rsidRPr="002A0058">
        <w:rPr>
          <w:rtl/>
        </w:rPr>
        <w:lastRenderedPageBreak/>
        <w:t>ويدخل</w:t>
      </w:r>
      <w:r w:rsidR="00610870">
        <w:rPr>
          <w:rtl/>
        </w:rPr>
        <w:t>،</w:t>
      </w:r>
      <w:r w:rsidRPr="002A0058">
        <w:rPr>
          <w:rtl/>
        </w:rPr>
        <w:t xml:space="preserve"> في مضمار فلسفة الفقه</w:t>
      </w:r>
      <w:r w:rsidR="00610870">
        <w:rPr>
          <w:rtl/>
        </w:rPr>
        <w:t>،</w:t>
      </w:r>
      <w:r w:rsidRPr="002A0058">
        <w:rPr>
          <w:rtl/>
        </w:rPr>
        <w:t xml:space="preserve"> مسائل وقضايا من قبيل: </w:t>
      </w:r>
      <w:r w:rsidRPr="00313984">
        <w:rPr>
          <w:rStyle w:val="libBold1Char"/>
          <w:rtl/>
        </w:rPr>
        <w:t>البحث في الحسن والقبح العقليّين والشرعيّين</w:t>
      </w:r>
      <w:r w:rsidR="00610870">
        <w:rPr>
          <w:rtl/>
        </w:rPr>
        <w:t>،</w:t>
      </w:r>
      <w:r w:rsidRPr="00313984">
        <w:rPr>
          <w:rStyle w:val="libBold1Char"/>
          <w:rtl/>
        </w:rPr>
        <w:t xml:space="preserve"> مفهوم الإجماع ومكانته</w:t>
      </w:r>
      <w:r w:rsidR="00610870">
        <w:rPr>
          <w:rStyle w:val="libBold1Char"/>
          <w:rtl/>
        </w:rPr>
        <w:t>،</w:t>
      </w:r>
      <w:r w:rsidRPr="002A0058">
        <w:rPr>
          <w:rtl/>
        </w:rPr>
        <w:t xml:space="preserve"> </w:t>
      </w:r>
      <w:r w:rsidRPr="00313984">
        <w:rPr>
          <w:rStyle w:val="libBold1Char"/>
          <w:rtl/>
        </w:rPr>
        <w:t>العلاقة بين السُّـنَّة والقرآن</w:t>
      </w:r>
      <w:r w:rsidR="00610870">
        <w:rPr>
          <w:rStyle w:val="libBold1Char"/>
          <w:rtl/>
        </w:rPr>
        <w:t>،</w:t>
      </w:r>
      <w:r w:rsidRPr="002A0058">
        <w:rPr>
          <w:rtl/>
        </w:rPr>
        <w:t xml:space="preserve"> </w:t>
      </w:r>
      <w:r w:rsidRPr="00313984">
        <w:rPr>
          <w:rStyle w:val="libBold1Char"/>
          <w:rtl/>
        </w:rPr>
        <w:t>مكانة الاستحسان والمصالح المرسلة في الاستنباط</w:t>
      </w:r>
      <w:r w:rsidR="00610870">
        <w:rPr>
          <w:rtl/>
        </w:rPr>
        <w:t>،</w:t>
      </w:r>
      <w:r w:rsidRPr="002A0058">
        <w:rPr>
          <w:rtl/>
        </w:rPr>
        <w:t xml:space="preserve"> </w:t>
      </w:r>
      <w:r w:rsidRPr="00313984">
        <w:rPr>
          <w:rStyle w:val="libBold1Char"/>
          <w:rtl/>
        </w:rPr>
        <w:t>العلاقة بين الفقه والعدالة والأخلاق</w:t>
      </w:r>
      <w:r w:rsidR="00610870">
        <w:rPr>
          <w:rStyle w:val="libBold1Char"/>
          <w:rtl/>
        </w:rPr>
        <w:t>،</w:t>
      </w:r>
      <w:r w:rsidRPr="002A0058">
        <w:rPr>
          <w:rtl/>
        </w:rPr>
        <w:t xml:space="preserve"> </w:t>
      </w:r>
      <w:r w:rsidRPr="00313984">
        <w:rPr>
          <w:rStyle w:val="libBold1Char"/>
          <w:rtl/>
        </w:rPr>
        <w:t>دور العُرف في التكوين الشرعي</w:t>
      </w:r>
      <w:r w:rsidR="00610870">
        <w:rPr>
          <w:rStyle w:val="libBold1Char"/>
          <w:rtl/>
        </w:rPr>
        <w:t>،</w:t>
      </w:r>
      <w:r w:rsidRPr="002A0058">
        <w:rPr>
          <w:rtl/>
        </w:rPr>
        <w:t xml:space="preserve"> </w:t>
      </w:r>
      <w:r w:rsidRPr="00313984">
        <w:rPr>
          <w:rStyle w:val="libBold1Char"/>
          <w:rtl/>
        </w:rPr>
        <w:t xml:space="preserve">مبنى الإلتزام في الأحكام الشرعية </w:t>
      </w:r>
      <w:r w:rsidRPr="002A0058">
        <w:rPr>
          <w:rtl/>
        </w:rPr>
        <w:t>(سواء تعلَّق بالأوامر والنواهي الإلهي أم بالأوامر التي تصدر من الحكومة)</w:t>
      </w:r>
      <w:r w:rsidR="00610870">
        <w:rPr>
          <w:rtl/>
        </w:rPr>
        <w:t>،</w:t>
      </w:r>
      <w:r w:rsidRPr="00313984">
        <w:rPr>
          <w:rStyle w:val="libBold1Char"/>
          <w:rtl/>
        </w:rPr>
        <w:t xml:space="preserve"> معنى الولاية ومجالها</w:t>
      </w:r>
      <w:r w:rsidRPr="002A0058">
        <w:rPr>
          <w:rtl/>
        </w:rPr>
        <w:t xml:space="preserve"> (سواء كانت ولاية النبي والإمام أم ولاية الفقيه)</w:t>
      </w:r>
      <w:r w:rsidR="00610870">
        <w:rPr>
          <w:rtl/>
        </w:rPr>
        <w:t>،</w:t>
      </w:r>
      <w:r w:rsidRPr="002A0058">
        <w:rPr>
          <w:rtl/>
        </w:rPr>
        <w:t xml:space="preserve"> </w:t>
      </w:r>
      <w:r w:rsidRPr="00313984">
        <w:rPr>
          <w:rStyle w:val="libBold1Char"/>
          <w:rtl/>
        </w:rPr>
        <w:t>علل الأحكام وحكمها والجواب عن مسالة ما إذا كانت الأحكام تدور مدار العلَّة أم لا؟</w:t>
      </w:r>
      <w:r w:rsidRPr="002A0058">
        <w:rPr>
          <w:rtl/>
        </w:rPr>
        <w:t xml:space="preserve"> كما أنَّ هناك عشرات المسائل الأخرى المشابهة التي يمكن أن تكوِّن</w:t>
      </w:r>
      <w:r w:rsidR="00610870">
        <w:rPr>
          <w:rtl/>
        </w:rPr>
        <w:t xml:space="preserve"> - </w:t>
      </w:r>
      <w:r w:rsidRPr="002A0058">
        <w:rPr>
          <w:rtl/>
        </w:rPr>
        <w:t>مع منطق الفقيه وأدواته</w:t>
      </w:r>
      <w:r w:rsidR="00610870">
        <w:rPr>
          <w:rtl/>
        </w:rPr>
        <w:t xml:space="preserve"> - </w:t>
      </w:r>
      <w:r w:rsidRPr="002A0058">
        <w:rPr>
          <w:rtl/>
        </w:rPr>
        <w:t>حقل فلسفة الفقه</w:t>
      </w:r>
      <w:r w:rsidR="00610870">
        <w:rPr>
          <w:rtl/>
        </w:rPr>
        <w:t>،</w:t>
      </w:r>
      <w:r w:rsidRPr="002A0058">
        <w:rPr>
          <w:rtl/>
        </w:rPr>
        <w:t xml:space="preserve"> أو فلسفة النظام الحقوقي الإسلامي.</w:t>
      </w:r>
    </w:p>
    <w:p w:rsidR="00E07DFB" w:rsidRPr="00065D03" w:rsidRDefault="00E07DFB" w:rsidP="00D25360">
      <w:pPr>
        <w:pStyle w:val="libNormal"/>
        <w:rPr>
          <w:rtl/>
        </w:rPr>
      </w:pPr>
      <w:r w:rsidRPr="00065D03">
        <w:rPr>
          <w:rtl/>
        </w:rPr>
        <w:t>ووجود مثل هذا التخصُّص الذي يتَّصل بهذه المباحث من الفلسفة والكلام</w:t>
      </w:r>
      <w:r w:rsidR="00610870">
        <w:rPr>
          <w:rtl/>
        </w:rPr>
        <w:t>،</w:t>
      </w:r>
      <w:r w:rsidRPr="00065D03">
        <w:rPr>
          <w:rtl/>
        </w:rPr>
        <w:t xml:space="preserve"> ممَّا له ارتباط بالفقه وأسلوب استنباط الأحكام</w:t>
      </w:r>
      <w:r w:rsidR="00610870">
        <w:rPr>
          <w:rtl/>
        </w:rPr>
        <w:t>،</w:t>
      </w:r>
      <w:r w:rsidRPr="00065D03">
        <w:rPr>
          <w:rtl/>
        </w:rPr>
        <w:t xml:space="preserve"> أو له في الحقيقة صلة بالنظرية العامة لنظام الحقوق الإسلامي</w:t>
      </w:r>
      <w:r w:rsidR="00610870">
        <w:rPr>
          <w:rtl/>
        </w:rPr>
        <w:t>،</w:t>
      </w:r>
      <w:r w:rsidRPr="00065D03">
        <w:rPr>
          <w:rtl/>
        </w:rPr>
        <w:t xml:space="preserve"> هو من الأمور الضرورية للفقيه</w:t>
      </w:r>
      <w:r w:rsidR="00610870">
        <w:rPr>
          <w:rtl/>
        </w:rPr>
        <w:t>،</w:t>
      </w:r>
      <w:r w:rsidRPr="00065D03">
        <w:rPr>
          <w:rtl/>
        </w:rPr>
        <w:t xml:space="preserve"> كما أنَّه من الضرورات للاجتهاد</w:t>
      </w:r>
      <w:r w:rsidR="00610870">
        <w:rPr>
          <w:rtl/>
        </w:rPr>
        <w:t>.</w:t>
      </w:r>
      <w:r w:rsidRPr="00065D03">
        <w:rPr>
          <w:rtl/>
        </w:rPr>
        <w:t xml:space="preserve"> أمَّا بحوث من قبيلِ قِدم القرآن وحدوثه</w:t>
      </w:r>
      <w:r w:rsidR="00610870">
        <w:rPr>
          <w:rtl/>
        </w:rPr>
        <w:t>،</w:t>
      </w:r>
      <w:r w:rsidRPr="00065D03">
        <w:rPr>
          <w:rtl/>
        </w:rPr>
        <w:t xml:space="preserve"> معنى اللوح المحفوظ ومراتب العقل</w:t>
      </w:r>
      <w:r w:rsidR="00610870">
        <w:rPr>
          <w:rtl/>
        </w:rPr>
        <w:t>،</w:t>
      </w:r>
      <w:r w:rsidRPr="00065D03">
        <w:rPr>
          <w:rtl/>
        </w:rPr>
        <w:t xml:space="preserve"> كيفيّة نزول الوحي</w:t>
      </w:r>
      <w:r w:rsidR="00610870">
        <w:rPr>
          <w:rtl/>
        </w:rPr>
        <w:t>،</w:t>
      </w:r>
      <w:r w:rsidRPr="00065D03">
        <w:rPr>
          <w:rtl/>
        </w:rPr>
        <w:t xml:space="preserve"> أوصاف الباري وارتباطها بذات واجب الوجود</w:t>
      </w:r>
      <w:r w:rsidR="00610870">
        <w:rPr>
          <w:rtl/>
        </w:rPr>
        <w:t>،</w:t>
      </w:r>
      <w:r w:rsidRPr="00065D03">
        <w:rPr>
          <w:rtl/>
        </w:rPr>
        <w:t xml:space="preserve"> أصالة الوجود والماهية</w:t>
      </w:r>
      <w:r w:rsidR="00610870">
        <w:rPr>
          <w:rtl/>
        </w:rPr>
        <w:t>،</w:t>
      </w:r>
      <w:r w:rsidRPr="00065D03">
        <w:rPr>
          <w:rtl/>
        </w:rPr>
        <w:t xml:space="preserve"> فلا تُعَدُّ ضرورية للاجتهاد</w:t>
      </w:r>
      <w:r w:rsidR="00610870">
        <w:rPr>
          <w:rtl/>
        </w:rPr>
        <w:t>.</w:t>
      </w:r>
      <w:r w:rsidRPr="00065D03">
        <w:rPr>
          <w:rtl/>
        </w:rPr>
        <w:t xml:space="preserve"> بَيْدَ أنَّ ما يؤسف له ويبعث على الأسى أنَّ الإنسان</w:t>
      </w:r>
      <w:r w:rsidR="00610870">
        <w:rPr>
          <w:rtl/>
        </w:rPr>
        <w:t>،</w:t>
      </w:r>
      <w:r w:rsidRPr="00065D03">
        <w:rPr>
          <w:rtl/>
        </w:rPr>
        <w:t xml:space="preserve"> الذي لا يملك عمراً كافياً للمرور مرّة واحدة على الكتب التي ترتبط باختصاصه ومجال عمله</w:t>
      </w:r>
      <w:r w:rsidR="00610870">
        <w:rPr>
          <w:rtl/>
        </w:rPr>
        <w:t>،</w:t>
      </w:r>
      <w:r w:rsidRPr="00065D03">
        <w:rPr>
          <w:rtl/>
        </w:rPr>
        <w:t xml:space="preserve"> يتحوَّل إلى فقيه يحاول أن يعكس في شخصيَّـته الجمع بين المعقول والمنقول معاً</w:t>
      </w:r>
      <w:r w:rsidR="00610870">
        <w:rPr>
          <w:rtl/>
        </w:rPr>
        <w:t>،</w:t>
      </w:r>
      <w:r w:rsidRPr="00065D03">
        <w:rPr>
          <w:rtl/>
        </w:rPr>
        <w:t xml:space="preserve"> فيقع ضحية التشتُّت في</w:t>
      </w:r>
      <w:r w:rsidR="00D25360">
        <w:rPr>
          <w:rFonts w:hint="cs"/>
          <w:rtl/>
        </w:rPr>
        <w:t xml:space="preserve"> </w:t>
      </w:r>
      <w:r w:rsidRPr="00065D03">
        <w:rPr>
          <w:rtl/>
        </w:rPr>
        <w:t>الفكر</w:t>
      </w:r>
      <w:r w:rsidR="00610870">
        <w:rPr>
          <w:rtl/>
        </w:rPr>
        <w:t>،</w:t>
      </w:r>
      <w:r w:rsidRPr="00065D03">
        <w:rPr>
          <w:rtl/>
        </w:rPr>
        <w:t xml:space="preserve"> ويغفل في نهاية المطاف عن المسائل الأصلية ذات الصلة بعمله الأساس.</w:t>
      </w:r>
    </w:p>
    <w:p w:rsidR="00D25360" w:rsidRDefault="00E07DFB" w:rsidP="00065D03">
      <w:pPr>
        <w:pStyle w:val="libNormal"/>
        <w:rPr>
          <w:rtl/>
        </w:rPr>
      </w:pPr>
      <w:r w:rsidRPr="00065D03">
        <w:rPr>
          <w:rtl/>
        </w:rPr>
        <w:t>ويبدو</w:t>
      </w:r>
      <w:r w:rsidR="00610870">
        <w:rPr>
          <w:rtl/>
        </w:rPr>
        <w:t>،</w:t>
      </w:r>
      <w:r w:rsidRPr="00065D03">
        <w:rPr>
          <w:rtl/>
        </w:rPr>
        <w:t xml:space="preserve"> في هذا المضمار</w:t>
      </w:r>
      <w:r w:rsidR="00610870">
        <w:rPr>
          <w:rtl/>
        </w:rPr>
        <w:t>،</w:t>
      </w:r>
      <w:r w:rsidRPr="00065D03">
        <w:rPr>
          <w:rtl/>
        </w:rPr>
        <w:t xml:space="preserve"> أنَّ مقدور علم اجتماع الحقوق أن يكون الوسيلة المناسبة</w:t>
      </w:r>
      <w:r w:rsidR="00610870">
        <w:rPr>
          <w:rtl/>
        </w:rPr>
        <w:t>،</w:t>
      </w:r>
      <w:r w:rsidRPr="00065D03">
        <w:rPr>
          <w:rtl/>
        </w:rPr>
        <w:t xml:space="preserve"> وهمزة الوصل في إيجاد الارتباط بين الحوزة والمدرسة من جهة</w:t>
      </w:r>
      <w:r w:rsidR="00610870">
        <w:rPr>
          <w:rtl/>
        </w:rPr>
        <w:t>،</w:t>
      </w:r>
      <w:r w:rsidRPr="00065D03">
        <w:rPr>
          <w:rtl/>
        </w:rPr>
        <w:t xml:space="preserve"> وبين المجتمع من جهة أخرى</w:t>
      </w:r>
      <w:r w:rsidR="00610870">
        <w:rPr>
          <w:rtl/>
        </w:rPr>
        <w:t>؛</w:t>
      </w:r>
      <w:r w:rsidRPr="00065D03">
        <w:rPr>
          <w:rtl/>
        </w:rPr>
        <w:t xml:space="preserve"> بحيث يدخل هذا الاختصاص ليكون في موقع المعاون الفكري للفقهاء</w:t>
      </w:r>
      <w:r w:rsidR="00610870">
        <w:rPr>
          <w:rtl/>
        </w:rPr>
        <w:t>،</w:t>
      </w:r>
      <w:r w:rsidRPr="00065D03">
        <w:rPr>
          <w:rtl/>
        </w:rPr>
        <w:t xml:space="preserve"> ويحلُّ بديلاً عن الفلسفة المحضة.</w:t>
      </w:r>
    </w:p>
    <w:p w:rsidR="00D25360" w:rsidRDefault="00D25360"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كما أنَّ علم الحقوق (ما هو أشمل من القانون)</w:t>
      </w:r>
      <w:r w:rsidR="00610870">
        <w:rPr>
          <w:rtl/>
        </w:rPr>
        <w:t>،</w:t>
      </w:r>
      <w:r w:rsidRPr="00065D03">
        <w:rPr>
          <w:rtl/>
        </w:rPr>
        <w:t xml:space="preserve"> بمعناه الجديد</w:t>
      </w:r>
      <w:r w:rsidR="00610870">
        <w:rPr>
          <w:rtl/>
        </w:rPr>
        <w:t>،</w:t>
      </w:r>
      <w:r w:rsidRPr="00065D03">
        <w:rPr>
          <w:rtl/>
        </w:rPr>
        <w:t xml:space="preserve"> يتقدَّم على كثير من المقدِّمات التقليدية للاجتهاد</w:t>
      </w:r>
      <w:r w:rsidR="00610870">
        <w:rPr>
          <w:rtl/>
        </w:rPr>
        <w:t>؛</w:t>
      </w:r>
      <w:r w:rsidRPr="00065D03">
        <w:rPr>
          <w:rtl/>
        </w:rPr>
        <w:t xml:space="preserve"> لأنَّ على الفقيه في إطار الحكومة الإسلامية أن ينتبه إلى الانعكاسات الاجتماعية لأحكامه التي يستنبطها</w:t>
      </w:r>
      <w:r w:rsidR="00610870">
        <w:rPr>
          <w:rtl/>
        </w:rPr>
        <w:t>،</w:t>
      </w:r>
      <w:r w:rsidRPr="00065D03">
        <w:rPr>
          <w:rtl/>
        </w:rPr>
        <w:t xml:space="preserve"> ويكون على بيِّنة من كيفيّة تنفيذ الحكم المستنبَط</w:t>
      </w:r>
      <w:r w:rsidR="00610870">
        <w:rPr>
          <w:rtl/>
        </w:rPr>
        <w:t>،</w:t>
      </w:r>
      <w:r w:rsidRPr="00065D03">
        <w:rPr>
          <w:rtl/>
        </w:rPr>
        <w:t xml:space="preserve"> والموانع والعقبات التي تحول دون ذلك.</w:t>
      </w:r>
    </w:p>
    <w:p w:rsidR="00E07DFB" w:rsidRPr="00E51D91" w:rsidRDefault="00E07DFB" w:rsidP="00E51D91">
      <w:pPr>
        <w:pStyle w:val="Heading2Center"/>
        <w:rPr>
          <w:rtl/>
        </w:rPr>
      </w:pPr>
      <w:bookmarkStart w:id="10" w:name="_Toc388703629"/>
      <w:r w:rsidRPr="00E51D91">
        <w:rPr>
          <w:rtl/>
        </w:rPr>
        <w:t>تأثيرات الزمان والمكان</w:t>
      </w:r>
      <w:bookmarkEnd w:id="10"/>
    </w:p>
    <w:p w:rsidR="00E07DFB" w:rsidRPr="00313984" w:rsidRDefault="00E07DFB" w:rsidP="00313984">
      <w:pPr>
        <w:pStyle w:val="libBold1"/>
        <w:rPr>
          <w:rtl/>
        </w:rPr>
      </w:pPr>
      <w:r w:rsidRPr="00313984">
        <w:rPr>
          <w:rtl/>
        </w:rPr>
        <w:t>* هل هناك تأثير للزمان والمكان في الاجتهاد الفقهي؟ وما هي طبيعة تأثيرهما في تغيُّر الأحكام أو تكاملها؟ وهل تستوجب معرفةُ الزمان والمكان معرفةَ الموضوعات المستحدَثة؟</w:t>
      </w:r>
    </w:p>
    <w:p w:rsidR="00D25360" w:rsidRDefault="00E07DFB" w:rsidP="00D25360">
      <w:pPr>
        <w:pStyle w:val="libNormal"/>
        <w:rPr>
          <w:rtl/>
        </w:rPr>
      </w:pPr>
      <w:r w:rsidRPr="00313984">
        <w:rPr>
          <w:rStyle w:val="libBold1Char"/>
          <w:rtl/>
        </w:rPr>
        <w:t>السيد مرعشي:</w:t>
      </w:r>
      <w:r w:rsidRPr="002A0058">
        <w:rPr>
          <w:rtl/>
        </w:rPr>
        <w:t xml:space="preserve"> ليس ثَمَّة شكٌّ في أنَّ على كلِّ مجتهد أن يكون مطّلعاً على مقتضيات الزمان واعياً لها</w:t>
      </w:r>
      <w:r w:rsidR="00610870">
        <w:rPr>
          <w:rtl/>
        </w:rPr>
        <w:t>.</w:t>
      </w:r>
      <w:r w:rsidRPr="002A0058">
        <w:rPr>
          <w:rtl/>
        </w:rPr>
        <w:t xml:space="preserve"> فوظيفة المجتهد لا تقتصر على البحث في المنابع الفقهية سنداً ودلالة فقط</w:t>
      </w:r>
      <w:r w:rsidR="00610870">
        <w:rPr>
          <w:rtl/>
        </w:rPr>
        <w:t>،</w:t>
      </w:r>
      <w:r w:rsidRPr="002A0058">
        <w:rPr>
          <w:rtl/>
        </w:rPr>
        <w:t xml:space="preserve"> بل يجب عليه أن يتحلَّى برؤية</w:t>
      </w:r>
      <w:r w:rsidR="00610870">
        <w:rPr>
          <w:rtl/>
        </w:rPr>
        <w:t>؛</w:t>
      </w:r>
      <w:r w:rsidRPr="002A0058">
        <w:rPr>
          <w:rtl/>
        </w:rPr>
        <w:t xml:space="preserve"> بحيث يميِّز في الحكم الصادر بين أن يكون قد صدر طبقاً لمقتضيات الزمان في عصر النص</w:t>
      </w:r>
      <w:r w:rsidR="00610870">
        <w:rPr>
          <w:rtl/>
        </w:rPr>
        <w:t>،</w:t>
      </w:r>
      <w:r w:rsidRPr="002A0058">
        <w:rPr>
          <w:rtl/>
        </w:rPr>
        <w:t xml:space="preserve"> أو أنَّه حكم كلِّي وعام</w:t>
      </w:r>
      <w:r w:rsidR="00610870">
        <w:rPr>
          <w:rtl/>
        </w:rPr>
        <w:t>.</w:t>
      </w:r>
      <w:r w:rsidRPr="002A0058">
        <w:rPr>
          <w:rtl/>
        </w:rPr>
        <w:t xml:space="preserve"> فقد يكون الأمر كذلك في مسألة تعلُّق الدية بالعاقلة</w:t>
      </w:r>
      <w:r w:rsidR="00610870">
        <w:rPr>
          <w:rtl/>
        </w:rPr>
        <w:t>،</w:t>
      </w:r>
      <w:r w:rsidRPr="002A0058">
        <w:rPr>
          <w:rtl/>
        </w:rPr>
        <w:t xml:space="preserve"> أو في</w:t>
      </w:r>
      <w:r w:rsidR="00D25360">
        <w:rPr>
          <w:rFonts w:hint="cs"/>
          <w:rtl/>
        </w:rPr>
        <w:t xml:space="preserve"> </w:t>
      </w:r>
      <w:r w:rsidRPr="00065D03">
        <w:rPr>
          <w:rtl/>
        </w:rPr>
        <w:t>الديات الستّ مثلاً</w:t>
      </w:r>
      <w:r w:rsidR="00610870">
        <w:rPr>
          <w:rtl/>
        </w:rPr>
        <w:t>؛</w:t>
      </w:r>
      <w:r w:rsidRPr="00065D03">
        <w:rPr>
          <w:rtl/>
        </w:rPr>
        <w:t xml:space="preserve"> بمعنى أنَّها أحكام تختصّ بزمان الصدور</w:t>
      </w:r>
      <w:r w:rsidR="00610870">
        <w:rPr>
          <w:rtl/>
        </w:rPr>
        <w:t>،</w:t>
      </w:r>
      <w:r w:rsidRPr="00065D03">
        <w:rPr>
          <w:rtl/>
        </w:rPr>
        <w:t xml:space="preserve"> من دون أن يكون ثَمَّة موضوعية لأيٍّ منها</w:t>
      </w:r>
      <w:r w:rsidR="00610870">
        <w:rPr>
          <w:rtl/>
        </w:rPr>
        <w:t>.</w:t>
      </w:r>
      <w:r w:rsidRPr="00065D03">
        <w:rPr>
          <w:rtl/>
        </w:rPr>
        <w:t xml:space="preserve"> كما أنَّه هناك شكّ في أنَّ الاطّلاع على مسائل العصر ووعيها</w:t>
      </w:r>
      <w:r w:rsidR="00610870">
        <w:rPr>
          <w:rtl/>
        </w:rPr>
        <w:t>،</w:t>
      </w:r>
      <w:r w:rsidRPr="00065D03">
        <w:rPr>
          <w:rtl/>
        </w:rPr>
        <w:t xml:space="preserve"> ومعرفة الموضوعات المستحدَثة</w:t>
      </w:r>
      <w:r w:rsidR="00610870">
        <w:rPr>
          <w:rtl/>
        </w:rPr>
        <w:t>،</w:t>
      </w:r>
      <w:r w:rsidRPr="00065D03">
        <w:rPr>
          <w:rtl/>
        </w:rPr>
        <w:t xml:space="preserve"> هي أمور ضرورية للمجتهدين</w:t>
      </w:r>
      <w:r w:rsidR="00610870">
        <w:rPr>
          <w:rtl/>
        </w:rPr>
        <w:t>،</w:t>
      </w:r>
      <w:r w:rsidRPr="00065D03">
        <w:rPr>
          <w:rtl/>
        </w:rPr>
        <w:t xml:space="preserve"> وإلاّ إذا لم يطّلع المجتهدون عليها</w:t>
      </w:r>
      <w:r w:rsidR="00610870">
        <w:rPr>
          <w:rtl/>
        </w:rPr>
        <w:t>،</w:t>
      </w:r>
      <w:r w:rsidRPr="00065D03">
        <w:rPr>
          <w:rtl/>
        </w:rPr>
        <w:t xml:space="preserve"> ولم تكن لهم معرفة بها</w:t>
      </w:r>
      <w:r w:rsidR="00610870">
        <w:rPr>
          <w:rtl/>
        </w:rPr>
        <w:t>،</w:t>
      </w:r>
      <w:r w:rsidRPr="00065D03">
        <w:rPr>
          <w:rtl/>
        </w:rPr>
        <w:t xml:space="preserve"> فكيف يكون بمقدورهم أن يبيِّنوا أحكامها ويستنبطوها؟</w:t>
      </w:r>
    </w:p>
    <w:p w:rsidR="00D25360" w:rsidRDefault="00D25360" w:rsidP="00E5125A">
      <w:pPr>
        <w:pStyle w:val="libNormal"/>
        <w:rPr>
          <w:rtl/>
        </w:rPr>
      </w:pPr>
      <w:r>
        <w:rPr>
          <w:rtl/>
        </w:rPr>
        <w:br w:type="page"/>
      </w:r>
    </w:p>
    <w:p w:rsidR="00E07DFB" w:rsidRPr="002A0058" w:rsidRDefault="00E07DFB" w:rsidP="0059501B">
      <w:pPr>
        <w:pStyle w:val="libNormal"/>
        <w:rPr>
          <w:rtl/>
        </w:rPr>
      </w:pPr>
      <w:r w:rsidRPr="00313984">
        <w:rPr>
          <w:rStyle w:val="libBold1Char"/>
          <w:rtl/>
        </w:rPr>
        <w:lastRenderedPageBreak/>
        <w:t>السيد الحائري:</w:t>
      </w:r>
      <w:r w:rsidRPr="002A0058">
        <w:rPr>
          <w:rtl/>
        </w:rPr>
        <w:t xml:space="preserve"> نبدأ الحديث هنا عن مدرسة المرحوم النائيني</w:t>
      </w:r>
      <w:r w:rsidR="00610870">
        <w:rPr>
          <w:rtl/>
        </w:rPr>
        <w:t>،</w:t>
      </w:r>
      <w:r w:rsidRPr="002A0058">
        <w:rPr>
          <w:rtl/>
        </w:rPr>
        <w:t xml:space="preserve"> فالنائيني كان يعتقد أنَّ أمامنا في مثل </w:t>
      </w:r>
      <w:r w:rsidR="0059501B">
        <w:rPr>
          <w:rStyle w:val="libAlaemChar"/>
          <w:rFonts w:eastAsiaTheme="minorHAnsi" w:hint="cs"/>
          <w:rtl/>
        </w:rPr>
        <w:t>(</w:t>
      </w:r>
      <w:r w:rsidRPr="00AE62B5">
        <w:rPr>
          <w:rStyle w:val="libAieChar"/>
          <w:rFonts w:hint="cs"/>
          <w:rtl/>
        </w:rPr>
        <w:t>آتَوْا الزَّكَاةَ</w:t>
      </w:r>
      <w:r w:rsidR="0059501B">
        <w:rPr>
          <w:rStyle w:val="libAlaemChar"/>
          <w:rFonts w:eastAsiaTheme="minorHAnsi" w:hint="cs"/>
          <w:rtl/>
        </w:rPr>
        <w:t>)</w:t>
      </w:r>
      <w:r w:rsidRPr="002A0058">
        <w:rPr>
          <w:rtl/>
        </w:rPr>
        <w:t xml:space="preserve"> ثلاثة أمور</w:t>
      </w:r>
      <w:r w:rsidR="00610870">
        <w:rPr>
          <w:rtl/>
        </w:rPr>
        <w:t>،</w:t>
      </w:r>
      <w:r w:rsidRPr="002A0058">
        <w:rPr>
          <w:rtl/>
        </w:rPr>
        <w:t xml:space="preserve"> هي: الوجوب (وهو الحكم)</w:t>
      </w:r>
      <w:r w:rsidR="00610870">
        <w:rPr>
          <w:rtl/>
        </w:rPr>
        <w:t>،</w:t>
      </w:r>
      <w:r w:rsidRPr="002A0058">
        <w:rPr>
          <w:rtl/>
        </w:rPr>
        <w:t xml:space="preserve"> والإيتاء (وهو متعلَّق الحكم)</w:t>
      </w:r>
      <w:r w:rsidR="00610870">
        <w:rPr>
          <w:rtl/>
        </w:rPr>
        <w:t>،</w:t>
      </w:r>
      <w:r w:rsidRPr="002A0058">
        <w:rPr>
          <w:rtl/>
        </w:rPr>
        <w:t xml:space="preserve"> والزكاة (وهي الموضوع أو متعلَّق المتعلَّق)</w:t>
      </w:r>
      <w:r w:rsidR="00610870">
        <w:rPr>
          <w:rtl/>
        </w:rPr>
        <w:t>؛</w:t>
      </w:r>
      <w:r w:rsidRPr="002A0058">
        <w:rPr>
          <w:rtl/>
        </w:rPr>
        <w:t xml:space="preserve"> إذ يتعلَّق الإيتاء به</w:t>
      </w:r>
      <w:r w:rsidR="00610870">
        <w:rPr>
          <w:rtl/>
        </w:rPr>
        <w:t>.</w:t>
      </w:r>
      <w:r w:rsidRPr="002A0058">
        <w:rPr>
          <w:rtl/>
        </w:rPr>
        <w:t xml:space="preserve"> وهنا ثَمَّة فرق بين الموضوع والمتعلَّق:</w:t>
      </w:r>
    </w:p>
    <w:p w:rsidR="00E07DFB" w:rsidRPr="00065D03" w:rsidRDefault="00E07DFB" w:rsidP="00065D03">
      <w:pPr>
        <w:pStyle w:val="libNormal"/>
        <w:rPr>
          <w:rtl/>
        </w:rPr>
      </w:pPr>
      <w:r w:rsidRPr="00065D03">
        <w:rPr>
          <w:rtl/>
        </w:rPr>
        <w:t>المقصود من الموضوع</w:t>
      </w:r>
      <w:r w:rsidR="00610870">
        <w:rPr>
          <w:rtl/>
        </w:rPr>
        <w:t xml:space="preserve"> - </w:t>
      </w:r>
      <w:r w:rsidRPr="00065D03">
        <w:rPr>
          <w:rtl/>
        </w:rPr>
        <w:t>بحسب المصطلح الأصولي</w:t>
      </w:r>
      <w:r w:rsidR="00610870">
        <w:rPr>
          <w:rtl/>
        </w:rPr>
        <w:t xml:space="preserve"> - </w:t>
      </w:r>
      <w:r w:rsidRPr="00065D03">
        <w:rPr>
          <w:rtl/>
        </w:rPr>
        <w:t>هو الشيء مفروض الوجود</w:t>
      </w:r>
      <w:r w:rsidR="00610870">
        <w:rPr>
          <w:rtl/>
        </w:rPr>
        <w:t>؛</w:t>
      </w:r>
      <w:r w:rsidRPr="00065D03">
        <w:rPr>
          <w:rtl/>
        </w:rPr>
        <w:t xml:space="preserve"> أي الذي يفترض في المرتبة السابقة</w:t>
      </w:r>
      <w:r w:rsidR="00610870">
        <w:rPr>
          <w:rtl/>
        </w:rPr>
        <w:t>،</w:t>
      </w:r>
      <w:r w:rsidRPr="00065D03">
        <w:rPr>
          <w:rtl/>
        </w:rPr>
        <w:t xml:space="preserve"> ثُمَّ يأتي الحكم بعده</w:t>
      </w:r>
      <w:r w:rsidR="00610870">
        <w:rPr>
          <w:rtl/>
        </w:rPr>
        <w:t>،</w:t>
      </w:r>
      <w:r w:rsidRPr="00065D03">
        <w:rPr>
          <w:rtl/>
        </w:rPr>
        <w:t xml:space="preserve"> وذلك خلافاً للمتعلَّق الذي لا يُؤخذ مفروض الوجود</w:t>
      </w:r>
      <w:r w:rsidR="00610870">
        <w:rPr>
          <w:rtl/>
        </w:rPr>
        <w:t>.</w:t>
      </w:r>
      <w:r w:rsidRPr="00065D03">
        <w:rPr>
          <w:rtl/>
        </w:rPr>
        <w:t xml:space="preserve"> فالمتعلَّق يوجد بوساطة الأمر</w:t>
      </w:r>
      <w:r w:rsidR="00610870">
        <w:rPr>
          <w:rtl/>
        </w:rPr>
        <w:t>؛</w:t>
      </w:r>
      <w:r w:rsidRPr="00065D03">
        <w:rPr>
          <w:rtl/>
        </w:rPr>
        <w:t xml:space="preserve"> أي هو الشيء الذي نُؤمن نحن بالعمل به أو بتركه</w:t>
      </w:r>
      <w:r w:rsidR="00610870">
        <w:rPr>
          <w:rtl/>
        </w:rPr>
        <w:t>.</w:t>
      </w:r>
      <w:r w:rsidRPr="00065D03">
        <w:rPr>
          <w:rtl/>
        </w:rPr>
        <w:t xml:space="preserve"> أمَّا الموضوع فليس كذلك</w:t>
      </w:r>
      <w:r w:rsidR="00610870">
        <w:rPr>
          <w:rtl/>
        </w:rPr>
        <w:t>؛</w:t>
      </w:r>
      <w:r w:rsidRPr="00065D03">
        <w:rPr>
          <w:rtl/>
        </w:rPr>
        <w:t xml:space="preserve"> بحيث نوجده نحن</w:t>
      </w:r>
      <w:r w:rsidR="00610870">
        <w:rPr>
          <w:rtl/>
        </w:rPr>
        <w:t>،</w:t>
      </w:r>
      <w:r w:rsidRPr="00065D03">
        <w:rPr>
          <w:rtl/>
        </w:rPr>
        <w:t xml:space="preserve"> الموضوع موجود</w:t>
      </w:r>
      <w:r w:rsidR="00610870">
        <w:rPr>
          <w:rtl/>
        </w:rPr>
        <w:t>.</w:t>
      </w:r>
      <w:r w:rsidRPr="00065D03">
        <w:rPr>
          <w:rtl/>
        </w:rPr>
        <w:t xml:space="preserve"> </w:t>
      </w:r>
    </w:p>
    <w:p w:rsidR="00E07DFB" w:rsidRPr="00065D03" w:rsidRDefault="00E07DFB" w:rsidP="00065D03">
      <w:pPr>
        <w:pStyle w:val="libNormal"/>
        <w:rPr>
          <w:rtl/>
        </w:rPr>
      </w:pPr>
      <w:r w:rsidRPr="00065D03">
        <w:rPr>
          <w:rtl/>
        </w:rPr>
        <w:t>على أساس هذا المبنى علينا أن ننظر أين يمكن أن يكون للزمان دخل في هذه الأمور الثلاثة: فهل يؤثِّر الزمان في الموضوع بحيث يبدِّله</w:t>
      </w:r>
      <w:r w:rsidR="00610870">
        <w:rPr>
          <w:rtl/>
        </w:rPr>
        <w:t>،</w:t>
      </w:r>
      <w:r w:rsidRPr="00065D03">
        <w:rPr>
          <w:rtl/>
        </w:rPr>
        <w:t xml:space="preserve"> ما يستدعي تبدُّل الحكم (بمعنى أنَّ الموضوع الجديد يحتاج إلى حكم جديد</w:t>
      </w:r>
      <w:r w:rsidR="00610870">
        <w:rPr>
          <w:rtl/>
        </w:rPr>
        <w:t>،</w:t>
      </w:r>
      <w:r w:rsidRPr="00065D03">
        <w:rPr>
          <w:rtl/>
        </w:rPr>
        <w:t xml:space="preserve"> لا بمعنى تغيُّر الحكم الإلهي الكلّي)</w:t>
      </w:r>
      <w:r w:rsidR="00610870">
        <w:rPr>
          <w:rtl/>
        </w:rPr>
        <w:t>،</w:t>
      </w:r>
      <w:r w:rsidRPr="00065D03">
        <w:rPr>
          <w:rtl/>
        </w:rPr>
        <w:t xml:space="preserve"> أم أنَّ الزمان والمكان يَستبدلان المتعلَّق؟ علينا أن نتأمَّل المسألة لننظر أي أمر من هذه الأمور الثلاثة يطاله التغيير والتبديل.</w:t>
      </w:r>
    </w:p>
    <w:p w:rsidR="00E07DFB" w:rsidRPr="00065D03" w:rsidRDefault="00E07DFB" w:rsidP="00283EDA">
      <w:pPr>
        <w:pStyle w:val="libNormal"/>
        <w:rPr>
          <w:rtl/>
        </w:rPr>
      </w:pPr>
      <w:r w:rsidRPr="00313984">
        <w:rPr>
          <w:rStyle w:val="libBold1Char"/>
          <w:rtl/>
        </w:rPr>
        <w:t>في الحالة الأولى</w:t>
      </w:r>
      <w:r w:rsidR="00610870">
        <w:rPr>
          <w:rStyle w:val="libBold1Char"/>
          <w:rtl/>
        </w:rPr>
        <w:t>،</w:t>
      </w:r>
      <w:r w:rsidRPr="002A0058">
        <w:rPr>
          <w:rtl/>
        </w:rPr>
        <w:t xml:space="preserve"> عندما يقوم المكان والزمان بتغيير الموضوع</w:t>
      </w:r>
      <w:r w:rsidR="00610870">
        <w:rPr>
          <w:rtl/>
        </w:rPr>
        <w:t>،</w:t>
      </w:r>
      <w:r w:rsidRPr="002A0058">
        <w:rPr>
          <w:rtl/>
        </w:rPr>
        <w:t xml:space="preserve"> فمن الطبيعي</w:t>
      </w:r>
      <w:r w:rsidR="00D25360">
        <w:rPr>
          <w:rFonts w:hint="cs"/>
          <w:rtl/>
        </w:rPr>
        <w:t xml:space="preserve"> </w:t>
      </w:r>
      <w:r w:rsidRPr="00065D03">
        <w:rPr>
          <w:rtl/>
        </w:rPr>
        <w:t>أن يتبدَّل الحكم تبعاً لذلك</w:t>
      </w:r>
      <w:r w:rsidR="00610870">
        <w:rPr>
          <w:rtl/>
        </w:rPr>
        <w:t>.</w:t>
      </w:r>
      <w:r w:rsidRPr="00065D03">
        <w:rPr>
          <w:rtl/>
        </w:rPr>
        <w:t xml:space="preserve"> ففي عصر من العصور لم يكن ممكناً مواجهة الحكومات المنحرفة</w:t>
      </w:r>
      <w:r w:rsidR="00610870">
        <w:rPr>
          <w:rtl/>
        </w:rPr>
        <w:t>،</w:t>
      </w:r>
      <w:r w:rsidRPr="00065D03">
        <w:rPr>
          <w:rtl/>
        </w:rPr>
        <w:t xml:space="preserve"> ففي مثل هذه الحالة نجد أنَّ الأئمّة </w:t>
      </w:r>
      <w:r w:rsidR="00283EDA" w:rsidRPr="00283EDA">
        <w:rPr>
          <w:rStyle w:val="libAlaemChar"/>
          <w:rFonts w:eastAsiaTheme="minorHAnsi"/>
          <w:rtl/>
        </w:rPr>
        <w:t>عليهم‌السلام</w:t>
      </w:r>
      <w:r w:rsidRPr="00065D03">
        <w:rPr>
          <w:rtl/>
        </w:rPr>
        <w:t xml:space="preserve"> أكَّدوا بشكل كبير وجوب التقيّة</w:t>
      </w:r>
      <w:r w:rsidR="00610870">
        <w:rPr>
          <w:rtl/>
        </w:rPr>
        <w:t>.</w:t>
      </w:r>
      <w:r w:rsidRPr="00065D03">
        <w:rPr>
          <w:rtl/>
        </w:rPr>
        <w:t xml:space="preserve"> أمَّا لو تغيَّرت الشروط الزمانية</w:t>
      </w:r>
      <w:r w:rsidR="00610870">
        <w:rPr>
          <w:rtl/>
        </w:rPr>
        <w:t>،</w:t>
      </w:r>
      <w:r w:rsidRPr="00065D03">
        <w:rPr>
          <w:rtl/>
        </w:rPr>
        <w:t xml:space="preserve"> وتوافرت الأرضية المناسبة لمواجهة الحكومة المنحرفة</w:t>
      </w:r>
      <w:r w:rsidR="00610870">
        <w:rPr>
          <w:rtl/>
        </w:rPr>
        <w:t>،</w:t>
      </w:r>
      <w:r w:rsidRPr="00065D03">
        <w:rPr>
          <w:rtl/>
        </w:rPr>
        <w:t xml:space="preserve"> فإنَّ ذلك يستدعي ظهور حكم جديد</w:t>
      </w:r>
      <w:r w:rsidR="00610870">
        <w:rPr>
          <w:rtl/>
        </w:rPr>
        <w:t>،</w:t>
      </w:r>
      <w:r w:rsidRPr="00065D03">
        <w:rPr>
          <w:rtl/>
        </w:rPr>
        <w:t xml:space="preserve"> وذلك تبعاً للتغيُّر الذي طرأ على الموضوع</w:t>
      </w:r>
      <w:r w:rsidR="00610870">
        <w:rPr>
          <w:rtl/>
        </w:rPr>
        <w:t>،</w:t>
      </w:r>
      <w:r w:rsidRPr="00065D03">
        <w:rPr>
          <w:rtl/>
        </w:rPr>
        <w:t xml:space="preserve"> إذ يوضع حكم التقية جانباً</w:t>
      </w:r>
      <w:r w:rsidR="00610870">
        <w:rPr>
          <w:rtl/>
        </w:rPr>
        <w:t>،</w:t>
      </w:r>
      <w:r w:rsidRPr="00065D03">
        <w:rPr>
          <w:rtl/>
        </w:rPr>
        <w:t xml:space="preserve"> ويترك مكانه لحكم الجهاد والمواجهة.</w:t>
      </w:r>
    </w:p>
    <w:p w:rsidR="00D25360" w:rsidRDefault="00E07DFB" w:rsidP="00065D03">
      <w:pPr>
        <w:pStyle w:val="libNormal"/>
        <w:rPr>
          <w:rtl/>
        </w:rPr>
      </w:pPr>
      <w:r w:rsidRPr="00065D03">
        <w:rPr>
          <w:rtl/>
        </w:rPr>
        <w:t>في هذه الحالة لم يتغيَّر الحكم الإلهي</w:t>
      </w:r>
      <w:r w:rsidR="00610870">
        <w:rPr>
          <w:rtl/>
        </w:rPr>
        <w:t>،</w:t>
      </w:r>
      <w:r w:rsidRPr="00065D03">
        <w:rPr>
          <w:rtl/>
        </w:rPr>
        <w:t xml:space="preserve"> بل تبدَّل الحكم تبعاً لتبدُّل الموضوع</w:t>
      </w:r>
      <w:r w:rsidR="00610870">
        <w:rPr>
          <w:rtl/>
        </w:rPr>
        <w:t>،</w:t>
      </w:r>
      <w:r w:rsidRPr="00065D03">
        <w:rPr>
          <w:rtl/>
        </w:rPr>
        <w:t xml:space="preserve"> ولا أحد يناقش في هذا البعد.</w:t>
      </w:r>
    </w:p>
    <w:p w:rsidR="00D25360" w:rsidRDefault="00D25360"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أمَّا في القسم الثاني</w:t>
      </w:r>
      <w:r w:rsidR="00610870">
        <w:rPr>
          <w:rtl/>
        </w:rPr>
        <w:t>،</w:t>
      </w:r>
      <w:r w:rsidRPr="00065D03">
        <w:rPr>
          <w:rtl/>
        </w:rPr>
        <w:t xml:space="preserve"> فيمكن لمتعلَّق الحكم أن يتغيِّر بمرور الزمان أو بتأثير تغيير المكان</w:t>
      </w:r>
      <w:r w:rsidR="00610870">
        <w:rPr>
          <w:rtl/>
        </w:rPr>
        <w:t>،</w:t>
      </w:r>
      <w:r w:rsidRPr="00065D03">
        <w:rPr>
          <w:rtl/>
        </w:rPr>
        <w:t xml:space="preserve"> وحينئذ يتغيَّر الحكم تبعاً لتغيُّر المتعلَّق</w:t>
      </w:r>
      <w:r w:rsidR="00610870">
        <w:rPr>
          <w:rtl/>
        </w:rPr>
        <w:t>،</w:t>
      </w:r>
      <w:r w:rsidRPr="00065D03">
        <w:rPr>
          <w:rtl/>
        </w:rPr>
        <w:t xml:space="preserve"> من دون أن يكون تغيير المتعلَّق قد جاء تبعاً لتغيُّر الموضوع.</w:t>
      </w:r>
    </w:p>
    <w:p w:rsidR="00E07DFB" w:rsidRPr="00065D03" w:rsidRDefault="00E07DFB" w:rsidP="00065D03">
      <w:pPr>
        <w:pStyle w:val="libNormal"/>
        <w:rPr>
          <w:rtl/>
        </w:rPr>
      </w:pPr>
      <w:r w:rsidRPr="00065D03">
        <w:rPr>
          <w:rtl/>
        </w:rPr>
        <w:t>مثال ذلك قولنا: احترم الوالدين</w:t>
      </w:r>
      <w:r w:rsidR="00610870">
        <w:rPr>
          <w:rtl/>
        </w:rPr>
        <w:t>،</w:t>
      </w:r>
      <w:r w:rsidRPr="00065D03">
        <w:rPr>
          <w:rtl/>
        </w:rPr>
        <w:t xml:space="preserve"> فربَّما يختلف متعلَّق الحكم (الاحترام) تبعاً للزمان والمكان</w:t>
      </w:r>
      <w:r w:rsidR="00610870">
        <w:rPr>
          <w:rtl/>
        </w:rPr>
        <w:t>؛</w:t>
      </w:r>
      <w:r w:rsidRPr="00065D03">
        <w:rPr>
          <w:rtl/>
        </w:rPr>
        <w:t xml:space="preserve"> إذ يمكن أن يكون الاحترام في صدر الإسلام بنحو معيّن</w:t>
      </w:r>
      <w:r w:rsidR="00610870">
        <w:rPr>
          <w:rtl/>
        </w:rPr>
        <w:t>،</w:t>
      </w:r>
      <w:r w:rsidRPr="00065D03">
        <w:rPr>
          <w:rtl/>
        </w:rPr>
        <w:t xml:space="preserve"> وفي عصرنا الراهن بنحو آخر.</w:t>
      </w:r>
    </w:p>
    <w:p w:rsidR="00E07DFB" w:rsidRPr="002A0058" w:rsidRDefault="00E07DFB" w:rsidP="0059501B">
      <w:pPr>
        <w:pStyle w:val="libNormal"/>
        <w:rPr>
          <w:rtl/>
        </w:rPr>
      </w:pPr>
      <w:r w:rsidRPr="002A0058">
        <w:rPr>
          <w:rtl/>
        </w:rPr>
        <w:t xml:space="preserve">كما يمكن أن نشير للحالة بمثال يدلّ عليها من خلال ما جاء في الرواية التي تقول: </w:t>
      </w:r>
      <w:r w:rsidRPr="0080527D">
        <w:rPr>
          <w:rStyle w:val="libBold2Char"/>
          <w:rtl/>
        </w:rPr>
        <w:t>(اتّقوا النار ولو بشقِّ تمرة)</w:t>
      </w:r>
      <w:r w:rsidR="00610870">
        <w:rPr>
          <w:rStyle w:val="libBold2Char"/>
          <w:rtl/>
        </w:rPr>
        <w:t>؛</w:t>
      </w:r>
      <w:r w:rsidRPr="002A0058">
        <w:rPr>
          <w:rtl/>
        </w:rPr>
        <w:t xml:space="preserve"> بمعنى أنَّ الإنسان إذا أفطر صائماً في شهر رمضان ولو بشقّ تمرة</w:t>
      </w:r>
      <w:r w:rsidR="00610870">
        <w:rPr>
          <w:rtl/>
        </w:rPr>
        <w:t>،</w:t>
      </w:r>
      <w:r w:rsidRPr="002A0058">
        <w:rPr>
          <w:rtl/>
        </w:rPr>
        <w:t xml:space="preserve"> فإنَّ ذلك يكون له نجاة من النار</w:t>
      </w:r>
      <w:r w:rsidR="00610870">
        <w:rPr>
          <w:rtl/>
        </w:rPr>
        <w:t>،</w:t>
      </w:r>
      <w:r w:rsidRPr="002A0058">
        <w:rPr>
          <w:rtl/>
        </w:rPr>
        <w:t xml:space="preserve"> فهنا توهَّم بعض المتديِّنين أنَّ الرواية تنطوي على العموم</w:t>
      </w:r>
      <w:r w:rsidR="00610870">
        <w:rPr>
          <w:rtl/>
        </w:rPr>
        <w:t>؛</w:t>
      </w:r>
      <w:r w:rsidRPr="002A0058">
        <w:rPr>
          <w:rtl/>
        </w:rPr>
        <w:t xml:space="preserve"> بحيث إنَّ أيَّ إنسان يبادر إلى إفطار صائم في المسجد</w:t>
      </w:r>
      <w:r w:rsidR="00610870">
        <w:rPr>
          <w:rtl/>
        </w:rPr>
        <w:t>،</w:t>
      </w:r>
      <w:r w:rsidRPr="002A0058">
        <w:rPr>
          <w:rtl/>
        </w:rPr>
        <w:t xml:space="preserve"> أو في الشارع بشقّ تمرة</w:t>
      </w:r>
      <w:r w:rsidR="00610870">
        <w:rPr>
          <w:rtl/>
        </w:rPr>
        <w:t>،</w:t>
      </w:r>
      <w:r w:rsidRPr="002A0058">
        <w:rPr>
          <w:rtl/>
        </w:rPr>
        <w:t xml:space="preserve"> يكون قد تمثَّل حالة </w:t>
      </w:r>
      <w:r w:rsidR="0059501B">
        <w:rPr>
          <w:rStyle w:val="libAlaemChar"/>
          <w:rFonts w:eastAsiaTheme="minorHAnsi" w:hint="cs"/>
          <w:rtl/>
        </w:rPr>
        <w:t>(</w:t>
      </w:r>
      <w:r w:rsidRPr="00AE62B5">
        <w:rPr>
          <w:rStyle w:val="libAieChar"/>
          <w:rFonts w:hint="cs"/>
          <w:rtl/>
        </w:rPr>
        <w:t>اتَّقُوا النَّارَ</w:t>
      </w:r>
      <w:r w:rsidR="0059501B">
        <w:rPr>
          <w:rStyle w:val="libAlaemChar"/>
          <w:rFonts w:eastAsiaTheme="minorHAnsi" w:hint="cs"/>
          <w:rtl/>
        </w:rPr>
        <w:t>)</w:t>
      </w:r>
      <w:r w:rsidRPr="002A0058">
        <w:rPr>
          <w:rtl/>
        </w:rPr>
        <w:t xml:space="preserve"> وصار مصداقاً لها</w:t>
      </w:r>
      <w:r w:rsidR="00610870">
        <w:rPr>
          <w:rtl/>
        </w:rPr>
        <w:t>،</w:t>
      </w:r>
      <w:r w:rsidRPr="002A0058">
        <w:rPr>
          <w:rtl/>
        </w:rPr>
        <w:t xml:space="preserve"> في حين ليس الأمر كذلك</w:t>
      </w:r>
      <w:r w:rsidR="00610870">
        <w:rPr>
          <w:rtl/>
        </w:rPr>
        <w:t>،</w:t>
      </w:r>
      <w:r w:rsidRPr="002A0058">
        <w:rPr>
          <w:rtl/>
        </w:rPr>
        <w:t xml:space="preserve"> إنَّما ترتبط الرواية بحال الصائم إذا كان فقيراً</w:t>
      </w:r>
      <w:r w:rsidR="00610870">
        <w:rPr>
          <w:rtl/>
        </w:rPr>
        <w:t>،</w:t>
      </w:r>
      <w:r w:rsidRPr="002A0058">
        <w:rPr>
          <w:rtl/>
        </w:rPr>
        <w:t xml:space="preserve"> بحيث ينقذه شقّ التمرة من الجوع.</w:t>
      </w:r>
    </w:p>
    <w:p w:rsidR="00E07DFB" w:rsidRPr="00065D03" w:rsidRDefault="00E07DFB" w:rsidP="00D25360">
      <w:pPr>
        <w:pStyle w:val="libNormal"/>
        <w:rPr>
          <w:rtl/>
        </w:rPr>
      </w:pPr>
      <w:r w:rsidRPr="00065D03">
        <w:rPr>
          <w:rtl/>
        </w:rPr>
        <w:t>نأتي الآن إلى القسم الثالث الذي نقول فيه: إنَّ الحكم يتبدَّل مباشرة من دون</w:t>
      </w:r>
      <w:r w:rsidR="00D25360">
        <w:rPr>
          <w:rFonts w:hint="cs"/>
          <w:rtl/>
        </w:rPr>
        <w:t xml:space="preserve"> </w:t>
      </w:r>
      <w:r w:rsidRPr="00065D03">
        <w:rPr>
          <w:rtl/>
        </w:rPr>
        <w:t>تبدُّل المتعلَّق والموضوع</w:t>
      </w:r>
      <w:r w:rsidR="00610870">
        <w:rPr>
          <w:rtl/>
        </w:rPr>
        <w:t>.</w:t>
      </w:r>
      <w:r w:rsidRPr="00065D03">
        <w:rPr>
          <w:rtl/>
        </w:rPr>
        <w:t xml:space="preserve"> هذا أمر لا يكون في نظرنا</w:t>
      </w:r>
      <w:r w:rsidR="00610870">
        <w:rPr>
          <w:rtl/>
        </w:rPr>
        <w:t>،</w:t>
      </w:r>
      <w:r w:rsidRPr="00065D03">
        <w:rPr>
          <w:rtl/>
        </w:rPr>
        <w:t xml:space="preserve"> إلاّ إذا قلنا: إنَّ فهم الفقيه يزداد بمرور الزمان ويتَّجه إلى نقاط أكثر</w:t>
      </w:r>
      <w:r w:rsidR="00610870">
        <w:rPr>
          <w:rtl/>
        </w:rPr>
        <w:t>،</w:t>
      </w:r>
      <w:r w:rsidRPr="00065D03">
        <w:rPr>
          <w:rtl/>
        </w:rPr>
        <w:t xml:space="preserve"> بحيث يرتاد هذا الفقيه آفاقاً أخرى لم يكن السابقون قد انتبهوا إليها</w:t>
      </w:r>
      <w:r w:rsidR="00610870">
        <w:rPr>
          <w:rtl/>
        </w:rPr>
        <w:t>،</w:t>
      </w:r>
      <w:r w:rsidRPr="00065D03">
        <w:rPr>
          <w:rtl/>
        </w:rPr>
        <w:t xml:space="preserve"> فقي حالة كهذه يمكن أن يتبدَّل الحكم أو الفتوى.</w:t>
      </w:r>
    </w:p>
    <w:p w:rsidR="00E07DFB" w:rsidRPr="00065D03" w:rsidRDefault="00E07DFB" w:rsidP="00065D03">
      <w:pPr>
        <w:pStyle w:val="libNormal"/>
        <w:rPr>
          <w:rtl/>
        </w:rPr>
      </w:pPr>
      <w:r w:rsidRPr="00065D03">
        <w:rPr>
          <w:rtl/>
        </w:rPr>
        <w:t>هذا ما حصل</w:t>
      </w:r>
      <w:r w:rsidR="00610870">
        <w:rPr>
          <w:rtl/>
        </w:rPr>
        <w:t xml:space="preserve"> - </w:t>
      </w:r>
      <w:r w:rsidRPr="00065D03">
        <w:rPr>
          <w:rtl/>
        </w:rPr>
        <w:t>على سبيل المثال</w:t>
      </w:r>
      <w:r w:rsidR="00610870">
        <w:rPr>
          <w:rtl/>
        </w:rPr>
        <w:t xml:space="preserve"> - </w:t>
      </w:r>
      <w:r w:rsidRPr="00065D03">
        <w:rPr>
          <w:rtl/>
        </w:rPr>
        <w:t>في مسألة ماء البئر</w:t>
      </w:r>
      <w:r w:rsidR="00610870">
        <w:rPr>
          <w:rtl/>
        </w:rPr>
        <w:t>؛</w:t>
      </w:r>
      <w:r w:rsidRPr="00065D03">
        <w:rPr>
          <w:rtl/>
        </w:rPr>
        <w:t xml:space="preserve"> إذ كان يُحكم بتأثُّره بالنجاسة التي تسقط فيه إلى ما قبل عصر العلاّمة الحلّي</w:t>
      </w:r>
      <w:r w:rsidR="00610870">
        <w:rPr>
          <w:rtl/>
        </w:rPr>
        <w:t>،</w:t>
      </w:r>
      <w:r w:rsidRPr="00065D03">
        <w:rPr>
          <w:rtl/>
        </w:rPr>
        <w:t xml:space="preserve"> لكن منذ عصر العلاّمة الحلّي فما بعد تبدَّل إلى الطهارة مع حفظ (ثبات) الموضوع والمتعلَّق.</w:t>
      </w:r>
    </w:p>
    <w:p w:rsidR="00D25360" w:rsidRDefault="00E07DFB" w:rsidP="002A0058">
      <w:pPr>
        <w:pStyle w:val="libNormal"/>
        <w:rPr>
          <w:rtl/>
        </w:rPr>
      </w:pPr>
      <w:r w:rsidRPr="00313984">
        <w:rPr>
          <w:rStyle w:val="libBold1Char"/>
          <w:rtl/>
        </w:rPr>
        <w:t>ثُمَّ مثال آخر</w:t>
      </w:r>
      <w:r w:rsidRPr="002A0058">
        <w:rPr>
          <w:rtl/>
        </w:rPr>
        <w:t xml:space="preserve"> يمكن أن نأخذه من الموقف من الخمس</w:t>
      </w:r>
      <w:r w:rsidR="00610870">
        <w:rPr>
          <w:rtl/>
        </w:rPr>
        <w:t>،</w:t>
      </w:r>
      <w:r w:rsidRPr="002A0058">
        <w:rPr>
          <w:rtl/>
        </w:rPr>
        <w:t xml:space="preserve"> فقد كان بعضهم يفتي بوجوب دفنه</w:t>
      </w:r>
      <w:r w:rsidR="00610870">
        <w:rPr>
          <w:rtl/>
        </w:rPr>
        <w:t>،</w:t>
      </w:r>
      <w:r w:rsidRPr="002A0058">
        <w:rPr>
          <w:rtl/>
        </w:rPr>
        <w:t xml:space="preserve"> ثُمَّ تحوَّل الأمر إلى استنكار هذا القول</w:t>
      </w:r>
      <w:r w:rsidR="00610870">
        <w:rPr>
          <w:rtl/>
        </w:rPr>
        <w:t>،</w:t>
      </w:r>
      <w:r w:rsidRPr="002A0058">
        <w:rPr>
          <w:rtl/>
        </w:rPr>
        <w:t xml:space="preserve"> واستبدلوه بآخر يقول بوجوب صرفه بدلاً من دفنه.</w:t>
      </w:r>
    </w:p>
    <w:p w:rsidR="00D25360" w:rsidRDefault="00D25360" w:rsidP="00E5125A">
      <w:pPr>
        <w:pStyle w:val="libNormal"/>
        <w:rPr>
          <w:rtl/>
        </w:rPr>
      </w:pPr>
      <w:r>
        <w:rPr>
          <w:rtl/>
        </w:rPr>
        <w:br w:type="page"/>
      </w:r>
    </w:p>
    <w:p w:rsidR="00E07DFB" w:rsidRPr="002A0058" w:rsidRDefault="00E07DFB" w:rsidP="002A0058">
      <w:pPr>
        <w:pStyle w:val="libNormal"/>
        <w:rPr>
          <w:rtl/>
        </w:rPr>
      </w:pPr>
      <w:r w:rsidRPr="002A0058">
        <w:rPr>
          <w:rtl/>
        </w:rPr>
        <w:lastRenderedPageBreak/>
        <w:t>وما نريد أن نخلص إليه هو أنَّ تبدُّل الحكم</w:t>
      </w:r>
      <w:r w:rsidR="00610870">
        <w:rPr>
          <w:rtl/>
        </w:rPr>
        <w:t>،</w:t>
      </w:r>
      <w:r w:rsidRPr="002A0058">
        <w:rPr>
          <w:rtl/>
        </w:rPr>
        <w:t xml:space="preserve"> إذا حُمل على هذا المعنى</w:t>
      </w:r>
      <w:r w:rsidR="00610870">
        <w:rPr>
          <w:rtl/>
        </w:rPr>
        <w:t>،</w:t>
      </w:r>
      <w:r w:rsidRPr="002A0058">
        <w:rPr>
          <w:rtl/>
        </w:rPr>
        <w:t xml:space="preserve"> فهذا حمل صحيح</w:t>
      </w:r>
      <w:r w:rsidR="00610870">
        <w:rPr>
          <w:rtl/>
        </w:rPr>
        <w:t>.</w:t>
      </w:r>
      <w:r w:rsidRPr="002A0058">
        <w:rPr>
          <w:rtl/>
        </w:rPr>
        <w:t xml:space="preserve"> فلو افترضنا أنَّ الفقهاء هم بمنزلة الشخص الواحد</w:t>
      </w:r>
      <w:r w:rsidR="00610870">
        <w:rPr>
          <w:rtl/>
        </w:rPr>
        <w:t>،</w:t>
      </w:r>
      <w:r w:rsidRPr="002A0058">
        <w:rPr>
          <w:rtl/>
        </w:rPr>
        <w:t xml:space="preserve"> فإنَّ هذا الشخص ينتبه إلى نقاط أكثر كلَّما تقدَّم به العمر أكثر</w:t>
      </w:r>
      <w:r w:rsidR="00610870">
        <w:rPr>
          <w:rtl/>
        </w:rPr>
        <w:t>،</w:t>
      </w:r>
      <w:r w:rsidRPr="002A0058">
        <w:rPr>
          <w:rtl/>
        </w:rPr>
        <w:t xml:space="preserve"> وعندئذ يمكن أن تتبدَّل الفتاوى والأحكام</w:t>
      </w:r>
      <w:r w:rsidR="00610870">
        <w:rPr>
          <w:rtl/>
        </w:rPr>
        <w:t>،</w:t>
      </w:r>
      <w:r w:rsidRPr="002A0058">
        <w:rPr>
          <w:rtl/>
        </w:rPr>
        <w:t xml:space="preserve"> لكن إذا كان المقصود من المسألة المثارة للنقاش أنَّ الزمان والمكان يغيِّران الكبرى الكلّية للحكم</w:t>
      </w:r>
      <w:r w:rsidR="00610870">
        <w:rPr>
          <w:rtl/>
        </w:rPr>
        <w:t>،</w:t>
      </w:r>
      <w:r w:rsidRPr="002A0058">
        <w:rPr>
          <w:rtl/>
        </w:rPr>
        <w:t xml:space="preserve"> فهذا أمر غير صحيح</w:t>
      </w:r>
      <w:r w:rsidR="00610870">
        <w:rPr>
          <w:rtl/>
        </w:rPr>
        <w:t>،</w:t>
      </w:r>
      <w:r w:rsidRPr="002A0058">
        <w:rPr>
          <w:rtl/>
        </w:rPr>
        <w:t xml:space="preserve"> وهو يخالف الرواية التي تقول: </w:t>
      </w:r>
      <w:r w:rsidRPr="0080527D">
        <w:rPr>
          <w:rStyle w:val="libBold2Char"/>
          <w:rtl/>
        </w:rPr>
        <w:t>(حلال محمّد حلال إلى يوم القيامة</w:t>
      </w:r>
      <w:r w:rsidR="00610870">
        <w:rPr>
          <w:rStyle w:val="libBold2Char"/>
          <w:rtl/>
        </w:rPr>
        <w:t>،</w:t>
      </w:r>
      <w:r w:rsidRPr="0080527D">
        <w:rPr>
          <w:rStyle w:val="libBold2Char"/>
          <w:rtl/>
        </w:rPr>
        <w:t xml:space="preserve"> وحرامه حرام إلى يوم القيامة)</w:t>
      </w:r>
      <w:r w:rsidR="00610870">
        <w:rPr>
          <w:rStyle w:val="libBold2Char"/>
          <w:rtl/>
        </w:rPr>
        <w:t>،</w:t>
      </w:r>
      <w:r w:rsidRPr="002A0058">
        <w:rPr>
          <w:rtl/>
        </w:rPr>
        <w:t xml:space="preserve"> فتغيير الكبرى الكلّية للحكم</w:t>
      </w:r>
      <w:r w:rsidR="00610870">
        <w:rPr>
          <w:rtl/>
        </w:rPr>
        <w:t>،</w:t>
      </w:r>
      <w:r w:rsidRPr="002A0058">
        <w:rPr>
          <w:rtl/>
        </w:rPr>
        <w:t xml:space="preserve"> يتوقّف على مجيء نبي ونسخه لها!</w:t>
      </w:r>
    </w:p>
    <w:p w:rsidR="00E07DFB" w:rsidRPr="00313984" w:rsidRDefault="00E07DFB" w:rsidP="00313984">
      <w:pPr>
        <w:pStyle w:val="libBold1"/>
        <w:rPr>
          <w:rtl/>
        </w:rPr>
      </w:pPr>
      <w:r w:rsidRPr="00313984">
        <w:rPr>
          <w:rtl/>
        </w:rPr>
        <w:t>* يمكن أن نقول: إنَّ ما نعنيه هو القسم الثالث</w:t>
      </w:r>
      <w:r w:rsidR="00610870">
        <w:rPr>
          <w:rtl/>
        </w:rPr>
        <w:t>،</w:t>
      </w:r>
      <w:r w:rsidRPr="00313984">
        <w:rPr>
          <w:rtl/>
        </w:rPr>
        <w:t xml:space="preserve"> بحيث يتغيَّر فهم الفقيه من الآية والرواية تبعاً لأوضاع الزمان والمكان</w:t>
      </w:r>
      <w:r w:rsidR="00610870">
        <w:rPr>
          <w:rtl/>
        </w:rPr>
        <w:t>،</w:t>
      </w:r>
      <w:r w:rsidRPr="00313984">
        <w:rPr>
          <w:rtl/>
        </w:rPr>
        <w:t xml:space="preserve"> وذلك كما في حكم حرمة تشبُّه المسلم بالكافر</w:t>
      </w:r>
      <w:r w:rsidR="00610870">
        <w:rPr>
          <w:rtl/>
        </w:rPr>
        <w:t>،</w:t>
      </w:r>
      <w:r w:rsidRPr="00313984">
        <w:rPr>
          <w:rtl/>
        </w:rPr>
        <w:t xml:space="preserve"> إذ تغيَّر هذا التشبُّه بمرور الزمان؟</w:t>
      </w:r>
    </w:p>
    <w:p w:rsidR="00D25360" w:rsidRDefault="00E07DFB" w:rsidP="00D25360">
      <w:pPr>
        <w:pStyle w:val="libNormal"/>
        <w:rPr>
          <w:rtl/>
        </w:rPr>
      </w:pPr>
      <w:r w:rsidRPr="00313984">
        <w:rPr>
          <w:rStyle w:val="libBold1Char"/>
          <w:rtl/>
        </w:rPr>
        <w:t xml:space="preserve">السيد الحائري: </w:t>
      </w:r>
      <w:r w:rsidRPr="002A0058">
        <w:rPr>
          <w:rtl/>
        </w:rPr>
        <w:t>كلاّ</w:t>
      </w:r>
      <w:r w:rsidR="00610870">
        <w:rPr>
          <w:rtl/>
        </w:rPr>
        <w:t>،</w:t>
      </w:r>
      <w:r w:rsidRPr="002A0058">
        <w:rPr>
          <w:rtl/>
        </w:rPr>
        <w:t xml:space="preserve"> ما ذُكر في السؤال يدخل في القسم الأوَّل</w:t>
      </w:r>
      <w:r w:rsidR="00610870">
        <w:rPr>
          <w:rtl/>
        </w:rPr>
        <w:t>،</w:t>
      </w:r>
      <w:r w:rsidRPr="002A0058">
        <w:rPr>
          <w:rtl/>
        </w:rPr>
        <w:t xml:space="preserve"> أو في القسم الثاني</w:t>
      </w:r>
      <w:r w:rsidR="00610870">
        <w:rPr>
          <w:rtl/>
        </w:rPr>
        <w:t>،</w:t>
      </w:r>
      <w:r w:rsidRPr="002A0058">
        <w:rPr>
          <w:rtl/>
        </w:rPr>
        <w:t xml:space="preserve"> حيث يكون التشبّه متعلَّقاً للحكم</w:t>
      </w:r>
      <w:r w:rsidR="00610870">
        <w:rPr>
          <w:rtl/>
        </w:rPr>
        <w:t>.</w:t>
      </w:r>
      <w:r w:rsidRPr="002A0058">
        <w:rPr>
          <w:rtl/>
        </w:rPr>
        <w:t xml:space="preserve"> الزمان والمكان لا يغيِّران من </w:t>
      </w:r>
      <w:r w:rsidRPr="00065D03">
        <w:rPr>
          <w:rtl/>
        </w:rPr>
        <w:t>فهم الفقيه</w:t>
      </w:r>
      <w:r w:rsidR="00610870">
        <w:rPr>
          <w:rtl/>
        </w:rPr>
        <w:t>،</w:t>
      </w:r>
      <w:r w:rsidRPr="00065D03">
        <w:rPr>
          <w:rtl/>
        </w:rPr>
        <w:t xml:space="preserve"> إلاّ في الحالة التي أشرتُ لها</w:t>
      </w:r>
      <w:r w:rsidR="00610870">
        <w:rPr>
          <w:rtl/>
        </w:rPr>
        <w:t>؛</w:t>
      </w:r>
      <w:r w:rsidRPr="00065D03">
        <w:rPr>
          <w:rtl/>
        </w:rPr>
        <w:t xml:space="preserve"> من أنَّ طول خط المرجعية واستمراره ودوامه يؤدِّي إلى تكامل فهم الفقهاء</w:t>
      </w:r>
      <w:r w:rsidR="00610870">
        <w:rPr>
          <w:rtl/>
        </w:rPr>
        <w:t>.</w:t>
      </w:r>
      <w:r w:rsidRPr="00065D03">
        <w:rPr>
          <w:rtl/>
        </w:rPr>
        <w:t xml:space="preserve"> أمَّا إذا قلنا: إنَّ الزمان والمكان يغيِّران الفهم</w:t>
      </w:r>
      <w:r w:rsidR="00610870">
        <w:rPr>
          <w:rtl/>
        </w:rPr>
        <w:t>،</w:t>
      </w:r>
      <w:r w:rsidRPr="00065D03">
        <w:rPr>
          <w:rtl/>
        </w:rPr>
        <w:t xml:space="preserve"> فإنَّ ما يكون حجة هو الفهم الذي كان سائداً في عصر الإمام</w:t>
      </w:r>
      <w:r w:rsidR="00610870">
        <w:rPr>
          <w:rtl/>
        </w:rPr>
        <w:t>،</w:t>
      </w:r>
      <w:r w:rsidRPr="00065D03">
        <w:rPr>
          <w:rtl/>
        </w:rPr>
        <w:t xml:space="preserve"> لا الفهم السائد في زماننا</w:t>
      </w:r>
      <w:r w:rsidR="00610870">
        <w:rPr>
          <w:rtl/>
        </w:rPr>
        <w:t>.</w:t>
      </w:r>
      <w:r w:rsidRPr="00065D03">
        <w:rPr>
          <w:rtl/>
        </w:rPr>
        <w:t xml:space="preserve"> أمَّا ما يتعلَّق بمثال التشبُّه بالكفّار</w:t>
      </w:r>
      <w:r w:rsidR="00610870">
        <w:rPr>
          <w:rtl/>
        </w:rPr>
        <w:t>،</w:t>
      </w:r>
      <w:r w:rsidRPr="00065D03">
        <w:rPr>
          <w:rtl/>
        </w:rPr>
        <w:t xml:space="preserve"> فهو مصداق لتبدُّل الموضوع</w:t>
      </w:r>
      <w:r w:rsidR="00610870">
        <w:rPr>
          <w:rtl/>
        </w:rPr>
        <w:t>،</w:t>
      </w:r>
      <w:r w:rsidRPr="00065D03">
        <w:rPr>
          <w:rtl/>
        </w:rPr>
        <w:t xml:space="preserve"> حيث لا تندرج المسألة بعد ذلك</w:t>
      </w:r>
      <w:r w:rsidR="00610870">
        <w:rPr>
          <w:rtl/>
        </w:rPr>
        <w:t xml:space="preserve"> - </w:t>
      </w:r>
      <w:r w:rsidRPr="00065D03">
        <w:rPr>
          <w:rtl/>
        </w:rPr>
        <w:t>بتغيُّر الموضوع</w:t>
      </w:r>
      <w:r w:rsidR="00610870">
        <w:rPr>
          <w:rtl/>
        </w:rPr>
        <w:t xml:space="preserve"> - </w:t>
      </w:r>
      <w:r w:rsidRPr="00065D03">
        <w:rPr>
          <w:rtl/>
        </w:rPr>
        <w:t>في باب التشبُّه بالكفّار</w:t>
      </w:r>
      <w:r w:rsidR="00610870">
        <w:rPr>
          <w:rtl/>
        </w:rPr>
        <w:t>،</w:t>
      </w:r>
      <w:r w:rsidRPr="00065D03">
        <w:rPr>
          <w:rtl/>
        </w:rPr>
        <w:t xml:space="preserve"> إذ غدا ارتداء اللباس في العُرف السائد في العالم على شكل واحد</w:t>
      </w:r>
      <w:r w:rsidR="00610870">
        <w:rPr>
          <w:rtl/>
        </w:rPr>
        <w:t>،</w:t>
      </w:r>
      <w:r w:rsidRPr="00065D03">
        <w:rPr>
          <w:rtl/>
        </w:rPr>
        <w:t xml:space="preserve"> ومن ثَمَّ لا معنى للتشبّه</w:t>
      </w:r>
      <w:r w:rsidR="00610870">
        <w:rPr>
          <w:rtl/>
        </w:rPr>
        <w:t>.</w:t>
      </w:r>
      <w:r w:rsidRPr="00065D03">
        <w:rPr>
          <w:rtl/>
        </w:rPr>
        <w:t xml:space="preserve"> ويمكن أيضاً أن ننظر إلى المسألة من زاوية أخرى</w:t>
      </w:r>
      <w:r w:rsidR="00610870">
        <w:rPr>
          <w:rtl/>
        </w:rPr>
        <w:t>،</w:t>
      </w:r>
      <w:r w:rsidRPr="00065D03">
        <w:rPr>
          <w:rtl/>
        </w:rPr>
        <w:t xml:space="preserve"> إذ تقود دقَّه العلماء المتأخِّرين إلى اكتشاف أنَّ دليل العلماء المتقدِّمين كان يتمثَّل برواية ضعيفة عملوا بها</w:t>
      </w:r>
      <w:r w:rsidR="00610870">
        <w:rPr>
          <w:rtl/>
        </w:rPr>
        <w:t>،</w:t>
      </w:r>
      <w:r w:rsidRPr="00065D03">
        <w:rPr>
          <w:rtl/>
        </w:rPr>
        <w:t xml:space="preserve"> وقد سَلَّم بها مَن سلَّم انطلاقاً من القول: إنَّ عمل الأصحاب جابر لضعف السند</w:t>
      </w:r>
      <w:r w:rsidR="00610870">
        <w:rPr>
          <w:rtl/>
        </w:rPr>
        <w:t>،</w:t>
      </w:r>
      <w:r w:rsidRPr="00065D03">
        <w:rPr>
          <w:rtl/>
        </w:rPr>
        <w:t xml:space="preserve"> في حين يمكن للفقهاء المتأخّرين أن لا يلتزموا بهذه القاعدة</w:t>
      </w:r>
      <w:r w:rsidR="00610870">
        <w:rPr>
          <w:rtl/>
        </w:rPr>
        <w:t>،</w:t>
      </w:r>
      <w:r w:rsidRPr="00065D03">
        <w:rPr>
          <w:rtl/>
        </w:rPr>
        <w:t xml:space="preserve"> وبالتالي يرون أن الرواية الضعيفة ليست دليلاً كافياً على حرمة التشبّه</w:t>
      </w:r>
      <w:r w:rsidR="00610870">
        <w:rPr>
          <w:rtl/>
        </w:rPr>
        <w:t>،</w:t>
      </w:r>
      <w:r w:rsidRPr="00065D03">
        <w:rPr>
          <w:rtl/>
        </w:rPr>
        <w:t xml:space="preserve"> فيتغيَّر الحكم على هذا الأساس</w:t>
      </w:r>
      <w:r w:rsidR="00610870">
        <w:rPr>
          <w:rtl/>
        </w:rPr>
        <w:t>،</w:t>
      </w:r>
      <w:r w:rsidRPr="00065D03">
        <w:rPr>
          <w:rtl/>
        </w:rPr>
        <w:t xml:space="preserve"> وهذا مدخل يختلف عن القول: إنَّ الزمان والمكان يفضيان إلى تغيير الحكم.</w:t>
      </w:r>
    </w:p>
    <w:p w:rsidR="00D25360" w:rsidRDefault="00D25360" w:rsidP="00E5125A">
      <w:pPr>
        <w:pStyle w:val="libNormal"/>
        <w:rPr>
          <w:rtl/>
        </w:rPr>
      </w:pPr>
      <w:r>
        <w:rPr>
          <w:rtl/>
        </w:rPr>
        <w:br w:type="page"/>
      </w:r>
    </w:p>
    <w:p w:rsidR="00E07DFB" w:rsidRPr="00065D03" w:rsidRDefault="00E07DFB" w:rsidP="00D25360">
      <w:pPr>
        <w:pStyle w:val="libNormal"/>
        <w:rPr>
          <w:rtl/>
        </w:rPr>
      </w:pPr>
      <w:r w:rsidRPr="00313984">
        <w:rPr>
          <w:rStyle w:val="libBold1Char"/>
          <w:rtl/>
        </w:rPr>
        <w:lastRenderedPageBreak/>
        <w:t xml:space="preserve">د. كُرْجي: </w:t>
      </w:r>
      <w:r w:rsidRPr="002A0058">
        <w:rPr>
          <w:rtl/>
        </w:rPr>
        <w:t>تنطوي الأحكام الفقهية على أقسام كثيرة</w:t>
      </w:r>
      <w:r w:rsidR="00610870">
        <w:rPr>
          <w:rtl/>
        </w:rPr>
        <w:t>،</w:t>
      </w:r>
      <w:r w:rsidRPr="002A0058">
        <w:rPr>
          <w:rtl/>
        </w:rPr>
        <w:t xml:space="preserve"> وما هو موجود في الكتب الفقهية</w:t>
      </w:r>
      <w:r w:rsidR="00610870">
        <w:rPr>
          <w:rtl/>
        </w:rPr>
        <w:t>،</w:t>
      </w:r>
      <w:r w:rsidRPr="002A0058">
        <w:rPr>
          <w:rtl/>
        </w:rPr>
        <w:t xml:space="preserve"> وبخاصة كتب الفقه الشيعي</w:t>
      </w:r>
      <w:r w:rsidR="00610870">
        <w:rPr>
          <w:rtl/>
        </w:rPr>
        <w:t>،</w:t>
      </w:r>
      <w:r w:rsidRPr="002A0058">
        <w:rPr>
          <w:rtl/>
        </w:rPr>
        <w:t xml:space="preserve"> هو فقط أقسام محدودة</w:t>
      </w:r>
      <w:r w:rsidR="00610870">
        <w:rPr>
          <w:rtl/>
        </w:rPr>
        <w:t>.</w:t>
      </w:r>
      <w:r w:rsidRPr="002A0058">
        <w:rPr>
          <w:rtl/>
        </w:rPr>
        <w:t xml:space="preserve"> أصول هذه الأقسام هي:</w:t>
      </w:r>
      <w:r w:rsidRPr="00313984">
        <w:rPr>
          <w:rStyle w:val="libBold1Char"/>
          <w:rtl/>
        </w:rPr>
        <w:t xml:space="preserve"> الأحكام التكليفيّة العبادية وغير العبادية</w:t>
      </w:r>
      <w:r w:rsidR="00610870">
        <w:rPr>
          <w:rStyle w:val="libBold1Char"/>
          <w:rtl/>
        </w:rPr>
        <w:t>،</w:t>
      </w:r>
      <w:r w:rsidRPr="00313984">
        <w:rPr>
          <w:rStyle w:val="libBold1Char"/>
          <w:rtl/>
        </w:rPr>
        <w:t xml:space="preserve"> أحكام الأحوال الشخصية</w:t>
      </w:r>
      <w:r w:rsidR="00610870">
        <w:rPr>
          <w:rStyle w:val="libBold1Char"/>
          <w:rtl/>
        </w:rPr>
        <w:t>،</w:t>
      </w:r>
      <w:r w:rsidRPr="002A0058">
        <w:rPr>
          <w:rtl/>
        </w:rPr>
        <w:t xml:space="preserve"> </w:t>
      </w:r>
      <w:r w:rsidRPr="00313984">
        <w:rPr>
          <w:rStyle w:val="libBold1Char"/>
          <w:rtl/>
        </w:rPr>
        <w:t>الأحكام الوضعية الخصوصية</w:t>
      </w:r>
      <w:r w:rsidR="00610870">
        <w:rPr>
          <w:rtl/>
        </w:rPr>
        <w:t>،</w:t>
      </w:r>
      <w:r w:rsidRPr="002A0058">
        <w:rPr>
          <w:rtl/>
        </w:rPr>
        <w:t xml:space="preserve"> </w:t>
      </w:r>
      <w:r w:rsidRPr="00313984">
        <w:rPr>
          <w:rStyle w:val="libBold1Char"/>
          <w:rtl/>
        </w:rPr>
        <w:t>العقود والإيقاعات والأحكام العامة</w:t>
      </w:r>
      <w:r w:rsidRPr="002A0058">
        <w:rPr>
          <w:rtl/>
        </w:rPr>
        <w:t xml:space="preserve"> (الأحكام الحكومية التي تمارسها الدولة). لا تأثير للمكان والزَّمان على العبادات</w:t>
      </w:r>
      <w:r w:rsidR="00610870">
        <w:rPr>
          <w:rtl/>
        </w:rPr>
        <w:t>،</w:t>
      </w:r>
      <w:r w:rsidRPr="002A0058">
        <w:rPr>
          <w:rtl/>
        </w:rPr>
        <w:t xml:space="preserve"> في حين يكون لهما تأثيرهما الكبير على بقيَّة الأحكام</w:t>
      </w:r>
      <w:r w:rsidR="00610870">
        <w:rPr>
          <w:rtl/>
        </w:rPr>
        <w:t>،</w:t>
      </w:r>
      <w:r w:rsidRPr="002A0058">
        <w:rPr>
          <w:rtl/>
        </w:rPr>
        <w:t xml:space="preserve"> لا سيَّما الأحكام العامة</w:t>
      </w:r>
      <w:r w:rsidR="00610870">
        <w:rPr>
          <w:rtl/>
        </w:rPr>
        <w:t>،</w:t>
      </w:r>
      <w:r w:rsidRPr="002A0058">
        <w:rPr>
          <w:rtl/>
        </w:rPr>
        <w:t xml:space="preserve"> التي يكون المجتمع موضوعاً لها</w:t>
      </w:r>
      <w:r w:rsidR="00610870">
        <w:rPr>
          <w:rtl/>
        </w:rPr>
        <w:t>.</w:t>
      </w:r>
      <w:r w:rsidRPr="002A0058">
        <w:rPr>
          <w:rtl/>
        </w:rPr>
        <w:t xml:space="preserve"> ما نجده في الكتب الفقهية أنَّها لم تبحث في هذه الأحكام</w:t>
      </w:r>
      <w:r w:rsidR="00610870">
        <w:rPr>
          <w:rtl/>
        </w:rPr>
        <w:t>،</w:t>
      </w:r>
      <w:r w:rsidRPr="002A0058">
        <w:rPr>
          <w:rtl/>
        </w:rPr>
        <w:t xml:space="preserve"> وإنَّما تناولها الحقوقيُّون فقط بالبحث</w:t>
      </w:r>
      <w:r w:rsidR="00610870">
        <w:rPr>
          <w:rtl/>
        </w:rPr>
        <w:t>،</w:t>
      </w:r>
      <w:r w:rsidRPr="002A0058">
        <w:rPr>
          <w:rtl/>
        </w:rPr>
        <w:t xml:space="preserve"> وذلك من قبيل: الحقوق المدنية</w:t>
      </w:r>
      <w:r w:rsidR="00610870">
        <w:rPr>
          <w:rtl/>
        </w:rPr>
        <w:t>،</w:t>
      </w:r>
      <w:r w:rsidRPr="002A0058">
        <w:rPr>
          <w:rtl/>
        </w:rPr>
        <w:t xml:space="preserve"> الحقوق الجزائية العامة والخاصة</w:t>
      </w:r>
      <w:r w:rsidR="00610870">
        <w:rPr>
          <w:rtl/>
        </w:rPr>
        <w:t>،</w:t>
      </w:r>
      <w:r w:rsidRPr="002A0058">
        <w:rPr>
          <w:rtl/>
        </w:rPr>
        <w:t xml:space="preserve"> حقوق التجَّار</w:t>
      </w:r>
      <w:r w:rsidR="00610870">
        <w:rPr>
          <w:rtl/>
        </w:rPr>
        <w:t>،</w:t>
      </w:r>
      <w:r w:rsidRPr="002A0058">
        <w:rPr>
          <w:rtl/>
        </w:rPr>
        <w:t xml:space="preserve"> النقل</w:t>
      </w:r>
      <w:r w:rsidR="00610870">
        <w:rPr>
          <w:rtl/>
        </w:rPr>
        <w:t>،</w:t>
      </w:r>
      <w:r w:rsidR="00D25360">
        <w:rPr>
          <w:rFonts w:hint="cs"/>
          <w:rtl/>
        </w:rPr>
        <w:t xml:space="preserve"> </w:t>
      </w:r>
      <w:r w:rsidRPr="00065D03">
        <w:rPr>
          <w:rtl/>
        </w:rPr>
        <w:t>الضمان</w:t>
      </w:r>
      <w:r w:rsidR="00610870">
        <w:rPr>
          <w:rtl/>
        </w:rPr>
        <w:t>،</w:t>
      </w:r>
      <w:r w:rsidRPr="00065D03">
        <w:rPr>
          <w:rtl/>
        </w:rPr>
        <w:t xml:space="preserve"> الضرائب</w:t>
      </w:r>
      <w:r w:rsidR="00610870">
        <w:rPr>
          <w:rtl/>
        </w:rPr>
        <w:t>،</w:t>
      </w:r>
      <w:r w:rsidRPr="00065D03">
        <w:rPr>
          <w:rtl/>
        </w:rPr>
        <w:t xml:space="preserve"> القوانين الدولية العامة والخاصة</w:t>
      </w:r>
      <w:r w:rsidR="00610870">
        <w:rPr>
          <w:rtl/>
        </w:rPr>
        <w:t>،</w:t>
      </w:r>
      <w:r w:rsidRPr="00065D03">
        <w:rPr>
          <w:rtl/>
        </w:rPr>
        <w:t xml:space="preserve"> القوانين التي تنظِّم الحقوق البحرية</w:t>
      </w:r>
      <w:r w:rsidR="00610870">
        <w:rPr>
          <w:rtl/>
        </w:rPr>
        <w:t>،</w:t>
      </w:r>
      <w:r w:rsidRPr="00065D03">
        <w:rPr>
          <w:rtl/>
        </w:rPr>
        <w:t xml:space="preserve"> كما هناك أقسام أخرى (الحقوق هنا أشمل من القانون)</w:t>
      </w:r>
      <w:r w:rsidR="00610870">
        <w:rPr>
          <w:rtl/>
        </w:rPr>
        <w:t>،</w:t>
      </w:r>
      <w:r w:rsidRPr="00065D03">
        <w:rPr>
          <w:rtl/>
        </w:rPr>
        <w:t xml:space="preserve"> فهذه الحقول جميعاً تشهد</w:t>
      </w:r>
      <w:r w:rsidR="00610870">
        <w:rPr>
          <w:rtl/>
        </w:rPr>
        <w:t>،</w:t>
      </w:r>
      <w:r w:rsidRPr="00065D03">
        <w:rPr>
          <w:rtl/>
        </w:rPr>
        <w:t xml:space="preserve"> من دون ريب</w:t>
      </w:r>
      <w:r w:rsidR="00610870">
        <w:rPr>
          <w:rtl/>
        </w:rPr>
        <w:t>،</w:t>
      </w:r>
      <w:r w:rsidRPr="00065D03">
        <w:rPr>
          <w:rtl/>
        </w:rPr>
        <w:t xml:space="preserve"> تأثيراً كبيراً للزمان والمكان فيها.</w:t>
      </w:r>
    </w:p>
    <w:p w:rsidR="00E07DFB" w:rsidRPr="00065D03" w:rsidRDefault="00E07DFB" w:rsidP="00065D03">
      <w:pPr>
        <w:pStyle w:val="libNormal"/>
        <w:rPr>
          <w:rtl/>
        </w:rPr>
      </w:pPr>
      <w:r w:rsidRPr="00065D03">
        <w:rPr>
          <w:rtl/>
        </w:rPr>
        <w:t>وما يجب على الفقهاء هو أن يُدْخِلوا هذه الأبواب جميعاً إلى الفقه</w:t>
      </w:r>
      <w:r w:rsidR="00610870">
        <w:rPr>
          <w:rtl/>
        </w:rPr>
        <w:t>،</w:t>
      </w:r>
      <w:r w:rsidRPr="00065D03">
        <w:rPr>
          <w:rtl/>
        </w:rPr>
        <w:t xml:space="preserve"> ويستنبطوا أحكامها وفق النهج الفقهي الصحيح</w:t>
      </w:r>
      <w:r w:rsidR="00610870">
        <w:rPr>
          <w:rtl/>
        </w:rPr>
        <w:t>.</w:t>
      </w:r>
      <w:r w:rsidRPr="00065D03">
        <w:rPr>
          <w:rtl/>
        </w:rPr>
        <w:t xml:space="preserve"> بَيْدَ أنَّ الذي يؤسف له هو أنَّ الفقهاء لم يشرَعوا في هذه المهمَّة حتى الآن.</w:t>
      </w:r>
    </w:p>
    <w:p w:rsidR="00E07DFB" w:rsidRPr="00065D03" w:rsidRDefault="00E07DFB" w:rsidP="00065D03">
      <w:pPr>
        <w:pStyle w:val="libNormal"/>
        <w:rPr>
          <w:rtl/>
        </w:rPr>
      </w:pPr>
      <w:r w:rsidRPr="00065D03">
        <w:rPr>
          <w:rtl/>
        </w:rPr>
        <w:t>أجل</w:t>
      </w:r>
      <w:r w:rsidR="00610870">
        <w:rPr>
          <w:rtl/>
        </w:rPr>
        <w:t>،</w:t>
      </w:r>
      <w:r w:rsidRPr="00065D03">
        <w:rPr>
          <w:rtl/>
        </w:rPr>
        <w:t xml:space="preserve"> إنَّ الكتاب والسُّـنَّة يشتملان على كلِّيات الأحكام العامة</w:t>
      </w:r>
      <w:r w:rsidR="00610870">
        <w:rPr>
          <w:rtl/>
        </w:rPr>
        <w:t>،</w:t>
      </w:r>
      <w:r w:rsidRPr="00065D03">
        <w:rPr>
          <w:rtl/>
        </w:rPr>
        <w:t xml:space="preserve"> بَيْدَ أنَّ الأساس الذي تقوم عليه هو مصالح المجتمع ومفاسده</w:t>
      </w:r>
      <w:r w:rsidR="00610870">
        <w:rPr>
          <w:rtl/>
        </w:rPr>
        <w:t>،</w:t>
      </w:r>
      <w:r w:rsidRPr="00065D03">
        <w:rPr>
          <w:rtl/>
        </w:rPr>
        <w:t xml:space="preserve"> ومن الطبيعي أنَّ أكثر العوامل تأثيراً في هذه المصالح والمفاسد</w:t>
      </w:r>
      <w:r w:rsidR="00610870">
        <w:rPr>
          <w:rtl/>
        </w:rPr>
        <w:t>،</w:t>
      </w:r>
      <w:r w:rsidRPr="00065D03">
        <w:rPr>
          <w:rtl/>
        </w:rPr>
        <w:t xml:space="preserve"> هما: الزمان والمكان</w:t>
      </w:r>
      <w:r w:rsidR="00610870">
        <w:rPr>
          <w:rtl/>
        </w:rPr>
        <w:t>.</w:t>
      </w:r>
      <w:r w:rsidRPr="00065D03">
        <w:rPr>
          <w:rtl/>
        </w:rPr>
        <w:t xml:space="preserve"> كذلك الحال في بقيَّة الأحكام الأخرى</w:t>
      </w:r>
      <w:r w:rsidR="00610870">
        <w:rPr>
          <w:rtl/>
        </w:rPr>
        <w:t>،</w:t>
      </w:r>
      <w:r w:rsidRPr="00065D03">
        <w:rPr>
          <w:rtl/>
        </w:rPr>
        <w:t xml:space="preserve"> وبخاصة العقود والإيقاعات.</w:t>
      </w:r>
    </w:p>
    <w:p w:rsidR="00D25360" w:rsidRDefault="00E07DFB" w:rsidP="0059501B">
      <w:pPr>
        <w:pStyle w:val="libNormal"/>
        <w:rPr>
          <w:rtl/>
        </w:rPr>
      </w:pPr>
      <w:r w:rsidRPr="002A0058">
        <w:rPr>
          <w:rtl/>
        </w:rPr>
        <w:t>صحيح أنَّ هذا الضرب من الأحكام مُمْضَى</w:t>
      </w:r>
      <w:r w:rsidR="00610870">
        <w:rPr>
          <w:rtl/>
        </w:rPr>
        <w:t>؛</w:t>
      </w:r>
      <w:r w:rsidRPr="002A0058">
        <w:rPr>
          <w:rtl/>
        </w:rPr>
        <w:t xml:space="preserve"> أي هو من الأحكام التي أقرَّها الشارع ولم يوجدها بنفسه</w:t>
      </w:r>
      <w:r w:rsidR="00610870">
        <w:rPr>
          <w:rtl/>
        </w:rPr>
        <w:t>،</w:t>
      </w:r>
      <w:r w:rsidRPr="002A0058">
        <w:rPr>
          <w:rtl/>
        </w:rPr>
        <w:t xml:space="preserve"> ولكن لا يصحّ أبداً أن يقال: إنَّ الشارع أمضى فقط مقرَّرات زمانه وحسب</w:t>
      </w:r>
      <w:r w:rsidR="00610870">
        <w:rPr>
          <w:rtl/>
        </w:rPr>
        <w:t>،</w:t>
      </w:r>
      <w:r w:rsidRPr="002A0058">
        <w:rPr>
          <w:rtl/>
        </w:rPr>
        <w:t xml:space="preserve"> أي أمضى العُرف الجاهلي وحده</w:t>
      </w:r>
      <w:r w:rsidR="00610870">
        <w:rPr>
          <w:rtl/>
        </w:rPr>
        <w:t>،</w:t>
      </w:r>
      <w:r w:rsidRPr="002A0058">
        <w:rPr>
          <w:rtl/>
        </w:rPr>
        <w:t xml:space="preserve"> بل هو أمضى أحكام العُرف في جميع الأزمنة</w:t>
      </w:r>
      <w:r w:rsidR="00610870">
        <w:rPr>
          <w:rtl/>
        </w:rPr>
        <w:t>.</w:t>
      </w:r>
      <w:r w:rsidRPr="002A0058">
        <w:rPr>
          <w:rtl/>
        </w:rPr>
        <w:t xml:space="preserve"> فالشارع المقدَّس أمضى صحّة جميع العقود بموجب الآية الشريفة: </w:t>
      </w:r>
      <w:r w:rsidR="0059501B">
        <w:rPr>
          <w:rStyle w:val="libAlaemChar"/>
          <w:rFonts w:eastAsiaTheme="minorHAnsi" w:hint="cs"/>
          <w:rtl/>
        </w:rPr>
        <w:t>(</w:t>
      </w:r>
      <w:r w:rsidRPr="00AE62B5">
        <w:rPr>
          <w:rStyle w:val="libAieChar"/>
          <w:rFonts w:hint="cs"/>
          <w:rtl/>
        </w:rPr>
        <w:t>أَوْفُوا بِالْعُقُودِ</w:t>
      </w:r>
      <w:r w:rsidR="0059501B">
        <w:rPr>
          <w:rStyle w:val="libAlaemChar"/>
          <w:rFonts w:eastAsiaTheme="minorHAnsi" w:hint="cs"/>
          <w:rtl/>
        </w:rPr>
        <w:t>)</w:t>
      </w:r>
      <w:r w:rsidR="00610870">
        <w:rPr>
          <w:rtl/>
        </w:rPr>
        <w:t>،</w:t>
      </w:r>
      <w:r w:rsidRPr="002A0058">
        <w:rPr>
          <w:rtl/>
        </w:rPr>
        <w:t xml:space="preserve"> ولم يقتصر إمضاءه على العقود المتعارفة في زمن النص وعصر التشريع.</w:t>
      </w:r>
    </w:p>
    <w:p w:rsidR="00D25360" w:rsidRDefault="00D25360" w:rsidP="00E5125A">
      <w:pPr>
        <w:pStyle w:val="libNormal"/>
        <w:rPr>
          <w:rtl/>
        </w:rPr>
      </w:pPr>
      <w:r>
        <w:rPr>
          <w:rtl/>
        </w:rPr>
        <w:br w:type="page"/>
      </w:r>
    </w:p>
    <w:p w:rsidR="00E07DFB" w:rsidRPr="002A0058" w:rsidRDefault="00E07DFB" w:rsidP="00D25360">
      <w:pPr>
        <w:pStyle w:val="libNormal"/>
        <w:rPr>
          <w:rtl/>
        </w:rPr>
      </w:pPr>
      <w:r w:rsidRPr="00313984">
        <w:rPr>
          <w:rStyle w:val="libBold1Char"/>
          <w:rtl/>
        </w:rPr>
        <w:lastRenderedPageBreak/>
        <w:t>الشيخ شَبَسْـتَري:</w:t>
      </w:r>
      <w:r w:rsidRPr="002A0058">
        <w:rPr>
          <w:rtl/>
        </w:rPr>
        <w:t xml:space="preserve"> ينبغي أن نحدِّد بشكل دقيق ما نعنيه من القول: </w:t>
      </w:r>
      <w:r w:rsidRPr="00313984">
        <w:rPr>
          <w:rStyle w:val="libBold1Char"/>
          <w:rtl/>
        </w:rPr>
        <w:t>(هل للزمان والمكان دور في الاجتهاد أو لا؟)</w:t>
      </w:r>
      <w:r w:rsidR="00610870">
        <w:rPr>
          <w:rtl/>
        </w:rPr>
        <w:t>،</w:t>
      </w:r>
      <w:r w:rsidRPr="002A0058">
        <w:rPr>
          <w:rtl/>
        </w:rPr>
        <w:t xml:space="preserve"> فماذا نعني بمقولة: </w:t>
      </w:r>
      <w:r w:rsidRPr="00313984">
        <w:rPr>
          <w:rStyle w:val="libBold1Char"/>
          <w:rtl/>
        </w:rPr>
        <w:t>(إنَّ للزمان والمكان دخلاً في الاجتهاد)؟</w:t>
      </w:r>
      <w:r w:rsidRPr="002A0058">
        <w:rPr>
          <w:rtl/>
        </w:rPr>
        <w:t xml:space="preserve"> هل المقصود من الزمان والمكان مجموعة التحوُّلات التي تطرأ على الحياة البشرية خلال الزمان والمكان</w:t>
      </w:r>
      <w:r w:rsidR="00610870">
        <w:rPr>
          <w:rtl/>
        </w:rPr>
        <w:t>،</w:t>
      </w:r>
      <w:r w:rsidRPr="002A0058">
        <w:rPr>
          <w:rtl/>
        </w:rPr>
        <w:t xml:space="preserve"> أو المراد أنَّ للزمان والمكان تأثيراً مباشراً على الاجتهاد؟ إذا ما أراد الفقيه أن يتحدَّث بهذا المنطق</w:t>
      </w:r>
      <w:r w:rsidR="00610870">
        <w:rPr>
          <w:rtl/>
        </w:rPr>
        <w:t>،</w:t>
      </w:r>
      <w:r w:rsidRPr="002A0058">
        <w:rPr>
          <w:rtl/>
        </w:rPr>
        <w:t xml:space="preserve"> وهو يعتقد أنَّ للتحوُّلات المختلفة التي تطرأ على الحياة البشرية دخلاً في الأحكام</w:t>
      </w:r>
      <w:r w:rsidR="00610870">
        <w:rPr>
          <w:rtl/>
        </w:rPr>
        <w:t>،</w:t>
      </w:r>
      <w:r w:rsidRPr="002A0058">
        <w:rPr>
          <w:rtl/>
        </w:rPr>
        <w:t xml:space="preserve"> فمعنى ذلك أنَّ هناك</w:t>
      </w:r>
      <w:r w:rsidR="00D25360" w:rsidRPr="00313984">
        <w:rPr>
          <w:rStyle w:val="libBold1Char"/>
          <w:rtl/>
        </w:rPr>
        <w:t xml:space="preserve"> </w:t>
      </w:r>
      <w:r w:rsidRPr="00313984">
        <w:rPr>
          <w:rStyle w:val="libBold1Char"/>
          <w:rtl/>
        </w:rPr>
        <w:t xml:space="preserve">(حقيقة) </w:t>
      </w:r>
      <w:r w:rsidRPr="002A0058">
        <w:rPr>
          <w:rtl/>
        </w:rPr>
        <w:t xml:space="preserve">جديدة اسمها: </w:t>
      </w:r>
      <w:r w:rsidRPr="00313984">
        <w:rPr>
          <w:rStyle w:val="libBold1Char"/>
          <w:rtl/>
        </w:rPr>
        <w:t>(التحوُّلات البشرية المختلفة)</w:t>
      </w:r>
      <w:r w:rsidR="00610870">
        <w:rPr>
          <w:rStyle w:val="libBold1Char"/>
          <w:rtl/>
        </w:rPr>
        <w:t>،</w:t>
      </w:r>
      <w:r w:rsidRPr="00313984">
        <w:rPr>
          <w:rStyle w:val="libBold1Char"/>
          <w:rtl/>
        </w:rPr>
        <w:t xml:space="preserve"> </w:t>
      </w:r>
      <w:r w:rsidRPr="002A0058">
        <w:rPr>
          <w:rtl/>
        </w:rPr>
        <w:t>يجب أن يأخذها بنظر الاعتبار إلى جوار الكتاب</w:t>
      </w:r>
      <w:r w:rsidR="00610870">
        <w:rPr>
          <w:rtl/>
        </w:rPr>
        <w:t>.</w:t>
      </w:r>
      <w:r w:rsidRPr="002A0058">
        <w:rPr>
          <w:rtl/>
        </w:rPr>
        <w:t xml:space="preserve"> حينئذٍ ليس من الصحيح أن نقول: إنَّ الفقيه ينظر</w:t>
      </w:r>
      <w:r w:rsidR="00610870">
        <w:rPr>
          <w:rtl/>
        </w:rPr>
        <w:t>،</w:t>
      </w:r>
      <w:r w:rsidRPr="002A0058">
        <w:rPr>
          <w:rtl/>
        </w:rPr>
        <w:t xml:space="preserve"> في عملية الاستنباط</w:t>
      </w:r>
      <w:r w:rsidR="00610870">
        <w:rPr>
          <w:rtl/>
        </w:rPr>
        <w:t>،</w:t>
      </w:r>
      <w:r w:rsidRPr="002A0058">
        <w:rPr>
          <w:rtl/>
        </w:rPr>
        <w:t xml:space="preserve"> إلى الكتاب والسُّـنَّة فقط</w:t>
      </w:r>
      <w:r w:rsidR="00610870">
        <w:rPr>
          <w:rtl/>
        </w:rPr>
        <w:t>،</w:t>
      </w:r>
      <w:r w:rsidRPr="002A0058">
        <w:rPr>
          <w:rtl/>
        </w:rPr>
        <w:t xml:space="preserve"> وإنَّما برزت أمامه </w:t>
      </w:r>
      <w:r w:rsidRPr="00313984">
        <w:rPr>
          <w:rStyle w:val="libBold1Char"/>
          <w:rtl/>
        </w:rPr>
        <w:t>(حقيقة)</w:t>
      </w:r>
      <w:r w:rsidRPr="002A0058">
        <w:rPr>
          <w:rtl/>
        </w:rPr>
        <w:t xml:space="preserve"> </w:t>
      </w:r>
      <w:r w:rsidRPr="00313984">
        <w:rPr>
          <w:rStyle w:val="libBold1Char"/>
          <w:rtl/>
        </w:rPr>
        <w:t>(ظاهرة)</w:t>
      </w:r>
      <w:r w:rsidRPr="002A0058">
        <w:rPr>
          <w:rtl/>
        </w:rPr>
        <w:t xml:space="preserve"> أخرى لها دورها في الاستنباط.</w:t>
      </w:r>
    </w:p>
    <w:p w:rsidR="00E07DFB" w:rsidRPr="00065D03" w:rsidRDefault="00E07DFB" w:rsidP="00065D03">
      <w:pPr>
        <w:pStyle w:val="libNormal"/>
        <w:rPr>
          <w:rtl/>
        </w:rPr>
      </w:pPr>
      <w:r w:rsidRPr="00065D03">
        <w:rPr>
          <w:rtl/>
        </w:rPr>
        <w:t>إذا أراد الفقيه أن يأخذ بنظر الاعتبار مسألة التحوُّلات الاجتماعية</w:t>
      </w:r>
      <w:r w:rsidR="00610870">
        <w:rPr>
          <w:rtl/>
        </w:rPr>
        <w:t>،</w:t>
      </w:r>
      <w:r w:rsidRPr="00065D03">
        <w:rPr>
          <w:rtl/>
        </w:rPr>
        <w:t xml:space="preserve"> عليه</w:t>
      </w:r>
      <w:r w:rsidR="00610870">
        <w:rPr>
          <w:rtl/>
        </w:rPr>
        <w:t xml:space="preserve"> - </w:t>
      </w:r>
      <w:r w:rsidRPr="00065D03">
        <w:rPr>
          <w:rtl/>
        </w:rPr>
        <w:t>إذاً</w:t>
      </w:r>
      <w:r w:rsidR="00610870">
        <w:rPr>
          <w:rtl/>
        </w:rPr>
        <w:t xml:space="preserve"> - </w:t>
      </w:r>
      <w:r w:rsidRPr="00065D03">
        <w:rPr>
          <w:rtl/>
        </w:rPr>
        <w:t>أن يحدِّد لنفسه معنى واضحاً للتحوُّلات الاجتماعية</w:t>
      </w:r>
      <w:r w:rsidR="00610870">
        <w:rPr>
          <w:rtl/>
        </w:rPr>
        <w:t>،</w:t>
      </w:r>
      <w:r w:rsidRPr="00065D03">
        <w:rPr>
          <w:rtl/>
        </w:rPr>
        <w:t xml:space="preserve"> وللحضارة بشكل عام</w:t>
      </w:r>
      <w:r w:rsidR="00610870">
        <w:rPr>
          <w:rtl/>
        </w:rPr>
        <w:t>؛</w:t>
      </w:r>
      <w:r w:rsidRPr="00065D03">
        <w:rPr>
          <w:rtl/>
        </w:rPr>
        <w:t xml:space="preserve"> فما هو المراد من التحوُّلات الاجتماعية</w:t>
      </w:r>
      <w:r w:rsidR="00610870">
        <w:rPr>
          <w:rtl/>
        </w:rPr>
        <w:t>،</w:t>
      </w:r>
      <w:r w:rsidRPr="00065D03">
        <w:rPr>
          <w:rtl/>
        </w:rPr>
        <w:t xml:space="preserve"> ومن الحضارة؟ وماذا يقبل منهما وماذا يرفض؟</w:t>
      </w:r>
    </w:p>
    <w:p w:rsidR="00E07DFB" w:rsidRPr="002A0058" w:rsidRDefault="00E07DFB" w:rsidP="00283EDA">
      <w:pPr>
        <w:pStyle w:val="libNormal"/>
        <w:rPr>
          <w:rtl/>
        </w:rPr>
      </w:pPr>
      <w:r w:rsidRPr="002A0058">
        <w:rPr>
          <w:rtl/>
        </w:rPr>
        <w:t xml:space="preserve">كنَّا شهوداً على ما كتبه الإمام الخميني </w:t>
      </w:r>
      <w:r w:rsidR="00283EDA" w:rsidRPr="00283EDA">
        <w:rPr>
          <w:rStyle w:val="libAlaemChar"/>
          <w:rtl/>
        </w:rPr>
        <w:t>رحمه‌الله</w:t>
      </w:r>
      <w:r w:rsidRPr="002A0058">
        <w:rPr>
          <w:rtl/>
        </w:rPr>
        <w:t xml:space="preserve"> في رسالة جوابية بعث بها إلى أحد السادة العلماء في قم</w:t>
      </w:r>
      <w:r w:rsidR="00610870">
        <w:rPr>
          <w:rtl/>
        </w:rPr>
        <w:t>،</w:t>
      </w:r>
      <w:r w:rsidRPr="002A0058">
        <w:rPr>
          <w:rtl/>
        </w:rPr>
        <w:t xml:space="preserve"> حيث كتب له: </w:t>
      </w:r>
      <w:r w:rsidRPr="00313984">
        <w:rPr>
          <w:rStyle w:val="libBold1Char"/>
          <w:rtl/>
        </w:rPr>
        <w:t>(وفق الرأي الذي تؤمن به يجب أن تُرفض الحضارة الجديدة</w:t>
      </w:r>
      <w:r w:rsidR="00610870">
        <w:rPr>
          <w:rStyle w:val="libBold1Char"/>
          <w:rtl/>
        </w:rPr>
        <w:t>،</w:t>
      </w:r>
      <w:r w:rsidRPr="00313984">
        <w:rPr>
          <w:rStyle w:val="libBold1Char"/>
          <w:rtl/>
        </w:rPr>
        <w:t xml:space="preserve"> في حال أنَّنا يجب أن نقبل هذه الحضارة الجديدة)</w:t>
      </w:r>
      <w:r w:rsidR="00610870">
        <w:rPr>
          <w:rtl/>
        </w:rPr>
        <w:t>.</w:t>
      </w:r>
      <w:r w:rsidRPr="002A0058">
        <w:rPr>
          <w:rtl/>
        </w:rPr>
        <w:t xml:space="preserve"> لقد استخدم الإمام مصطلح </w:t>
      </w:r>
      <w:r w:rsidRPr="00313984">
        <w:rPr>
          <w:rStyle w:val="libBold1Char"/>
          <w:rtl/>
        </w:rPr>
        <w:t>(الحضارة الجديدة)</w:t>
      </w:r>
      <w:r w:rsidR="00610870">
        <w:rPr>
          <w:rtl/>
        </w:rPr>
        <w:t>،</w:t>
      </w:r>
      <w:r w:rsidRPr="002A0058">
        <w:rPr>
          <w:rtl/>
        </w:rPr>
        <w:t xml:space="preserve"> والآن نسأل: ماذا يعني قبول الحضارة أو التقدُّم الحضاري الجديد؟</w:t>
      </w:r>
    </w:p>
    <w:p w:rsidR="00D25360" w:rsidRDefault="00E07DFB" w:rsidP="00065D03">
      <w:pPr>
        <w:pStyle w:val="libNormal"/>
        <w:rPr>
          <w:rtl/>
        </w:rPr>
      </w:pPr>
      <w:r w:rsidRPr="00065D03">
        <w:rPr>
          <w:rtl/>
        </w:rPr>
        <w:t>يترافق التقدُّم الحضاري الجديد مع سيل من التحوُّلات الحياتية في معيشة البشر</w:t>
      </w:r>
      <w:r w:rsidR="00610870">
        <w:rPr>
          <w:rtl/>
        </w:rPr>
        <w:t>،</w:t>
      </w:r>
      <w:r w:rsidRPr="00065D03">
        <w:rPr>
          <w:rtl/>
        </w:rPr>
        <w:t xml:space="preserve"> وإن كان الجزء الذي نلمسه منه ونتعاطى معه بشكل مباشر هو المسائل المادِّية والمعيشيَّة من هذا التقدُّم.</w:t>
      </w:r>
    </w:p>
    <w:p w:rsidR="00D25360" w:rsidRDefault="00D25360" w:rsidP="00E5125A">
      <w:pPr>
        <w:pStyle w:val="libNormal"/>
        <w:rPr>
          <w:rtl/>
        </w:rPr>
      </w:pPr>
      <w:r>
        <w:rPr>
          <w:rtl/>
        </w:rPr>
        <w:br w:type="page"/>
      </w:r>
    </w:p>
    <w:p w:rsidR="00E07DFB" w:rsidRPr="00065D03" w:rsidRDefault="00E07DFB" w:rsidP="00D25360">
      <w:pPr>
        <w:pStyle w:val="libNormal"/>
        <w:rPr>
          <w:rtl/>
        </w:rPr>
      </w:pPr>
      <w:r w:rsidRPr="002A0058">
        <w:rPr>
          <w:rtl/>
        </w:rPr>
        <w:lastRenderedPageBreak/>
        <w:t>وليس الأمر كما يقال من أنَّ التقدُّم الحضاري الجديد افترق فقط عن السابق بأدوات المعاش والوسائل الحياتية</w:t>
      </w:r>
      <w:r w:rsidR="00610870">
        <w:rPr>
          <w:rtl/>
        </w:rPr>
        <w:t>،</w:t>
      </w:r>
      <w:r w:rsidRPr="002A0058">
        <w:rPr>
          <w:rtl/>
        </w:rPr>
        <w:t xml:space="preserve"> كما كان الشهيد مُطهَّري يصرُّ على هذا الرأي في كتابه </w:t>
      </w:r>
      <w:r w:rsidRPr="00313984">
        <w:rPr>
          <w:rStyle w:val="libBold1Char"/>
          <w:rtl/>
        </w:rPr>
        <w:t>(الإسلام ومقتضيات الزمان)</w:t>
      </w:r>
      <w:r w:rsidR="00610870">
        <w:rPr>
          <w:rtl/>
        </w:rPr>
        <w:t>؛</w:t>
      </w:r>
      <w:r w:rsidRPr="002A0058">
        <w:rPr>
          <w:rtl/>
        </w:rPr>
        <w:t xml:space="preserve"> إذ كان يذهب إلى أنَّ التحوُّلات التي لا يستطيع الإنسان تجنُّبها ورفضها</w:t>
      </w:r>
      <w:r w:rsidR="00610870">
        <w:rPr>
          <w:rtl/>
        </w:rPr>
        <w:t>،</w:t>
      </w:r>
      <w:r w:rsidRPr="002A0058">
        <w:rPr>
          <w:rtl/>
        </w:rPr>
        <w:t xml:space="preserve"> هي فقط ما يطرأ على الحياة الإنسانية من تغيُّر في وسائل المعاش</w:t>
      </w:r>
      <w:r w:rsidR="00610870">
        <w:rPr>
          <w:rtl/>
        </w:rPr>
        <w:t>.</w:t>
      </w:r>
      <w:r w:rsidRPr="002A0058">
        <w:rPr>
          <w:rtl/>
        </w:rPr>
        <w:t xml:space="preserve"> فإذا أراد الإنسان</w:t>
      </w:r>
      <w:r w:rsidR="00610870">
        <w:rPr>
          <w:rtl/>
        </w:rPr>
        <w:t xml:space="preserve"> - </w:t>
      </w:r>
      <w:r w:rsidRPr="002A0058">
        <w:rPr>
          <w:rtl/>
        </w:rPr>
        <w:t>مثلاً</w:t>
      </w:r>
      <w:r w:rsidR="00610870">
        <w:rPr>
          <w:rtl/>
        </w:rPr>
        <w:t xml:space="preserve"> - </w:t>
      </w:r>
      <w:r w:rsidRPr="002A0058">
        <w:rPr>
          <w:rtl/>
        </w:rPr>
        <w:t>أن يحمل مفهوماً صحيحاً عن التنمية الاقتصادية</w:t>
      </w:r>
      <w:r w:rsidR="00610870">
        <w:rPr>
          <w:rtl/>
        </w:rPr>
        <w:t>،</w:t>
      </w:r>
      <w:r w:rsidRPr="002A0058">
        <w:rPr>
          <w:rtl/>
        </w:rPr>
        <w:t xml:space="preserve"> أو مفهوماً صحيحاً عن الحياة الاجتماعية لمجتمع ما</w:t>
      </w:r>
      <w:r w:rsidR="00610870">
        <w:rPr>
          <w:rtl/>
        </w:rPr>
        <w:t>،</w:t>
      </w:r>
      <w:r w:rsidRPr="002A0058">
        <w:rPr>
          <w:rtl/>
        </w:rPr>
        <w:t xml:space="preserve"> في إطار</w:t>
      </w:r>
      <w:r w:rsidR="00D25360">
        <w:rPr>
          <w:rFonts w:hint="cs"/>
          <w:rtl/>
        </w:rPr>
        <w:t xml:space="preserve"> </w:t>
      </w:r>
      <w:r w:rsidRPr="00065D03">
        <w:rPr>
          <w:rtl/>
        </w:rPr>
        <w:t>دستور مدوَّن</w:t>
      </w:r>
      <w:r w:rsidR="00610870">
        <w:rPr>
          <w:rtl/>
        </w:rPr>
        <w:t xml:space="preserve"> - </w:t>
      </w:r>
      <w:r w:rsidRPr="00065D03">
        <w:rPr>
          <w:rtl/>
        </w:rPr>
        <w:t>وهاتان الظاهرتان كلتاهما من الإفرازات الأساسية للتطوُّر الحضاري الجديد</w:t>
      </w:r>
      <w:r w:rsidR="00610870">
        <w:rPr>
          <w:rtl/>
        </w:rPr>
        <w:t xml:space="preserve"> - </w:t>
      </w:r>
      <w:r w:rsidRPr="00065D03">
        <w:rPr>
          <w:rtl/>
        </w:rPr>
        <w:t>فلا يسعه أبداً أن يفكِّر في وسائل المعاش المادِّية وحدها</w:t>
      </w:r>
      <w:r w:rsidR="00610870">
        <w:rPr>
          <w:rtl/>
        </w:rPr>
        <w:t>؛</w:t>
      </w:r>
      <w:r w:rsidRPr="00065D03">
        <w:rPr>
          <w:rtl/>
        </w:rPr>
        <w:t xml:space="preserve"> والسبب هو: أنَّ التنمية الاقتصادية</w:t>
      </w:r>
      <w:r w:rsidR="00610870">
        <w:rPr>
          <w:rtl/>
        </w:rPr>
        <w:t>،</w:t>
      </w:r>
      <w:r w:rsidRPr="00065D03">
        <w:rPr>
          <w:rtl/>
        </w:rPr>
        <w:t xml:space="preserve"> أو العيش في إطار دستور مدوَّن</w:t>
      </w:r>
      <w:r w:rsidR="00610870">
        <w:rPr>
          <w:rtl/>
        </w:rPr>
        <w:t>،</w:t>
      </w:r>
      <w:r w:rsidRPr="00065D03">
        <w:rPr>
          <w:rtl/>
        </w:rPr>
        <w:t xml:space="preserve"> ترافقهما منظومة قيمية خاصة</w:t>
      </w:r>
      <w:r w:rsidR="00610870">
        <w:rPr>
          <w:rtl/>
        </w:rPr>
        <w:t>،</w:t>
      </w:r>
      <w:r w:rsidRPr="00065D03">
        <w:rPr>
          <w:rtl/>
        </w:rPr>
        <w:t xml:space="preserve"> كما يرافقهما أيضاً طراز خاص من الحياة الفردية والاجتماعية.</w:t>
      </w:r>
    </w:p>
    <w:p w:rsidR="00E07DFB" w:rsidRPr="00065D03" w:rsidRDefault="00E07DFB" w:rsidP="00065D03">
      <w:pPr>
        <w:pStyle w:val="libNormal"/>
        <w:rPr>
          <w:rtl/>
        </w:rPr>
      </w:pPr>
      <w:r w:rsidRPr="00065D03">
        <w:rPr>
          <w:rtl/>
        </w:rPr>
        <w:t>لذلك كلِّه ينبغي ألاَّ نمرَّ على هذه المسائل ببساطة</w:t>
      </w:r>
      <w:r w:rsidR="00610870">
        <w:rPr>
          <w:rtl/>
        </w:rPr>
        <w:t>،</w:t>
      </w:r>
      <w:r w:rsidRPr="00065D03">
        <w:rPr>
          <w:rtl/>
        </w:rPr>
        <w:t xml:space="preserve"> ونكتفي بالقول: إنَّ معرفة الزمان والمكان ووعيهما يعنيان فقط معرفة الموضوعات المستحدَثة في المعنى الذي يقتصر على الوسائل الحياتية المادّية وحدها</w:t>
      </w:r>
      <w:r w:rsidR="00610870">
        <w:rPr>
          <w:rtl/>
        </w:rPr>
        <w:t>،</w:t>
      </w:r>
      <w:r w:rsidRPr="00065D03">
        <w:rPr>
          <w:rtl/>
        </w:rPr>
        <w:t xml:space="preserve"> كلاّ</w:t>
      </w:r>
      <w:r w:rsidR="00610870">
        <w:rPr>
          <w:rtl/>
        </w:rPr>
        <w:t>،</w:t>
      </w:r>
      <w:r w:rsidRPr="00065D03">
        <w:rPr>
          <w:rtl/>
        </w:rPr>
        <w:t xml:space="preserve"> إنَّما نرى أنَّ آثار الزمان والمكان ودورهما أكثر عمقاً وسِعةً من حدود هذا الكلام</w:t>
      </w:r>
      <w:r w:rsidR="00610870">
        <w:rPr>
          <w:rtl/>
        </w:rPr>
        <w:t>،</w:t>
      </w:r>
      <w:r w:rsidRPr="00065D03">
        <w:rPr>
          <w:rtl/>
        </w:rPr>
        <w:t xml:space="preserve"> ومن ثَمَّ فإنَّ الاجتهاد الذي يمارَس في إطار مقولتي الزمان والمكان</w:t>
      </w:r>
      <w:r w:rsidR="00610870">
        <w:rPr>
          <w:rtl/>
        </w:rPr>
        <w:t>،</w:t>
      </w:r>
      <w:r w:rsidRPr="00065D03">
        <w:rPr>
          <w:rtl/>
        </w:rPr>
        <w:t xml:space="preserve"> له صولة مباشرة بقبول الكثير من القيم الأخلاقية والثقافية أو رفضها</w:t>
      </w:r>
      <w:r w:rsidR="00610870">
        <w:rPr>
          <w:rtl/>
        </w:rPr>
        <w:t>.</w:t>
      </w:r>
      <w:r w:rsidRPr="00065D03">
        <w:rPr>
          <w:rtl/>
        </w:rPr>
        <w:t xml:space="preserve"> طبيعي أن قبول هذه القيم أو رفضها هو فرع ونتيجة لوعي تلك القيم وتلك الثقافة وإدراكهما ومعرفتهما.</w:t>
      </w:r>
    </w:p>
    <w:p w:rsidR="00D25360" w:rsidRDefault="00E07DFB" w:rsidP="00065D03">
      <w:pPr>
        <w:pStyle w:val="libNormal"/>
        <w:rPr>
          <w:rtl/>
        </w:rPr>
      </w:pPr>
      <w:r w:rsidRPr="00065D03">
        <w:rPr>
          <w:rtl/>
        </w:rPr>
        <w:t>ومن الطبيعي أن يكون ثَمَّة أسلوب واجب الاتباع في عملية التعرَّف</w:t>
      </w:r>
      <w:r w:rsidR="00610870">
        <w:rPr>
          <w:rtl/>
        </w:rPr>
        <w:t>،</w:t>
      </w:r>
      <w:r w:rsidRPr="00065D03">
        <w:rPr>
          <w:rtl/>
        </w:rPr>
        <w:t xml:space="preserve"> والوعي</w:t>
      </w:r>
      <w:r w:rsidR="00610870">
        <w:rPr>
          <w:rtl/>
        </w:rPr>
        <w:t>،</w:t>
      </w:r>
      <w:r w:rsidRPr="00065D03">
        <w:rPr>
          <w:rtl/>
        </w:rPr>
        <w:t xml:space="preserve"> والإدراك</w:t>
      </w:r>
      <w:r w:rsidR="00610870">
        <w:rPr>
          <w:rtl/>
        </w:rPr>
        <w:t>.</w:t>
      </w:r>
      <w:r w:rsidRPr="00065D03">
        <w:rPr>
          <w:rtl/>
        </w:rPr>
        <w:t xml:space="preserve"> إنَّ القضية التي تُعبِّر عن نفسها في مضمون السؤال الآتي: وفق أيِّ أسلوب نريد أن ندرك تلك القيم وتلك الثقافة ونعيمها ونتعرَّف إليهما؟ هي مسألة في غاية الأهمية</w:t>
      </w:r>
      <w:r w:rsidR="00610870">
        <w:rPr>
          <w:rtl/>
        </w:rPr>
        <w:t>؛</w:t>
      </w:r>
      <w:r w:rsidRPr="00065D03">
        <w:rPr>
          <w:rtl/>
        </w:rPr>
        <w:t xml:space="preserve"> فهل نريد أن نمارس التعرُّف والوعي والإدراك بأسلوبنا الفلسفي القديم أو بالأساليب الجديدة؟ وماذا نختار من هذه الناهج الجديدة</w:t>
      </w:r>
      <w:r w:rsidR="00610870">
        <w:rPr>
          <w:rtl/>
        </w:rPr>
        <w:t>،</w:t>
      </w:r>
      <w:r w:rsidRPr="00065D03">
        <w:rPr>
          <w:rtl/>
        </w:rPr>
        <w:t xml:space="preserve"> ولماذا؟</w:t>
      </w:r>
    </w:p>
    <w:p w:rsidR="00D25360" w:rsidRDefault="00D25360" w:rsidP="00E5125A">
      <w:pPr>
        <w:pStyle w:val="libNormal"/>
        <w:rPr>
          <w:rtl/>
        </w:rPr>
      </w:pPr>
      <w:r>
        <w:rPr>
          <w:rtl/>
        </w:rPr>
        <w:br w:type="page"/>
      </w:r>
    </w:p>
    <w:p w:rsidR="00E07DFB" w:rsidRPr="002A0058" w:rsidRDefault="00E07DFB" w:rsidP="00D25360">
      <w:pPr>
        <w:pStyle w:val="libNormal"/>
        <w:rPr>
          <w:rtl/>
        </w:rPr>
      </w:pPr>
      <w:r w:rsidRPr="002A0058">
        <w:rPr>
          <w:rtl/>
        </w:rPr>
        <w:lastRenderedPageBreak/>
        <w:t>لو عدنا</w:t>
      </w:r>
      <w:r w:rsidR="00610870">
        <w:rPr>
          <w:rtl/>
        </w:rPr>
        <w:t xml:space="preserve"> - </w:t>
      </w:r>
      <w:r w:rsidRPr="002A0058">
        <w:rPr>
          <w:rtl/>
        </w:rPr>
        <w:t>مثلاً</w:t>
      </w:r>
      <w:r w:rsidR="00610870">
        <w:rPr>
          <w:rtl/>
        </w:rPr>
        <w:t xml:space="preserve"> - </w:t>
      </w:r>
      <w:r w:rsidRPr="002A0058">
        <w:rPr>
          <w:rtl/>
        </w:rPr>
        <w:t>إلى أسلوب القدماء</w:t>
      </w:r>
      <w:r w:rsidR="00610870">
        <w:rPr>
          <w:rtl/>
        </w:rPr>
        <w:t>،</w:t>
      </w:r>
      <w:r w:rsidRPr="002A0058">
        <w:rPr>
          <w:rtl/>
        </w:rPr>
        <w:t xml:space="preserve"> لرأينا أنَّ تصوُّرهم للمجتمع يقوم على أساس ما يأتي: هم يفترضون أنَّ المجتمع كجسم الإنسان</w:t>
      </w:r>
      <w:r w:rsidR="00610870">
        <w:rPr>
          <w:rtl/>
        </w:rPr>
        <w:t>،</w:t>
      </w:r>
      <w:r w:rsidRPr="002A0058">
        <w:rPr>
          <w:rtl/>
        </w:rPr>
        <w:t xml:space="preserve"> تتمثَّل سلامته وتوازنه في وضع كلِّ إنسان في المجتمع</w:t>
      </w:r>
      <w:r w:rsidR="00610870">
        <w:rPr>
          <w:rtl/>
        </w:rPr>
        <w:t>،</w:t>
      </w:r>
      <w:r w:rsidRPr="002A0058">
        <w:rPr>
          <w:rtl/>
        </w:rPr>
        <w:t xml:space="preserve"> أو قوَّة من القوى الاجتماعية</w:t>
      </w:r>
      <w:r w:rsidR="00610870">
        <w:rPr>
          <w:rtl/>
        </w:rPr>
        <w:t>،</w:t>
      </w:r>
      <w:r w:rsidRPr="002A0058">
        <w:rPr>
          <w:rtl/>
        </w:rPr>
        <w:t xml:space="preserve"> في مكانها الطبيعي</w:t>
      </w:r>
      <w:r w:rsidR="00610870">
        <w:rPr>
          <w:rtl/>
        </w:rPr>
        <w:t>،</w:t>
      </w:r>
      <w:r w:rsidRPr="002A0058">
        <w:rPr>
          <w:rtl/>
        </w:rPr>
        <w:t xml:space="preserve"> على هذا الأساس يكون العدل في هذا التصور هو: </w:t>
      </w:r>
      <w:r w:rsidRPr="00313984">
        <w:rPr>
          <w:rStyle w:val="libBold1Char"/>
          <w:rtl/>
        </w:rPr>
        <w:t>(وضع كلِّ شيء في</w:t>
      </w:r>
      <w:r w:rsidR="00D25360">
        <w:rPr>
          <w:rStyle w:val="libBold1Char"/>
          <w:rFonts w:hint="cs"/>
          <w:rtl/>
        </w:rPr>
        <w:t xml:space="preserve"> </w:t>
      </w:r>
      <w:r w:rsidRPr="00313984">
        <w:rPr>
          <w:rStyle w:val="libBold1Char"/>
          <w:rtl/>
        </w:rPr>
        <w:t>موضعه)</w:t>
      </w:r>
      <w:r w:rsidR="00610870">
        <w:rPr>
          <w:rStyle w:val="libBold1Char"/>
          <w:rtl/>
        </w:rPr>
        <w:t>.</w:t>
      </w:r>
      <w:r w:rsidRPr="002A0058">
        <w:rPr>
          <w:rtl/>
        </w:rPr>
        <w:t xml:space="preserve"> والسؤال: هل نريد أن نتعرَّف إلى القيم التي تتَّصل بالحياة الاجتماعية على أساس هذا التصوُّر للمجتمع والعدل الاجتماعي</w:t>
      </w:r>
      <w:r w:rsidR="00610870">
        <w:rPr>
          <w:rtl/>
        </w:rPr>
        <w:t>،</w:t>
      </w:r>
      <w:r w:rsidRPr="002A0058">
        <w:rPr>
          <w:rtl/>
        </w:rPr>
        <w:t xml:space="preserve"> أو نريد أن نفعل ذلك على أساس فلسفة القيم في علم الاجتماع</w:t>
      </w:r>
      <w:r w:rsidR="00610870">
        <w:rPr>
          <w:rtl/>
        </w:rPr>
        <w:t>،</w:t>
      </w:r>
      <w:r w:rsidRPr="002A0058">
        <w:rPr>
          <w:rtl/>
        </w:rPr>
        <w:t xml:space="preserve"> أو فلسفة السياسية</w:t>
      </w:r>
      <w:r w:rsidR="00610870">
        <w:rPr>
          <w:rtl/>
        </w:rPr>
        <w:t>،</w:t>
      </w:r>
      <w:r w:rsidRPr="002A0058">
        <w:rPr>
          <w:rtl/>
        </w:rPr>
        <w:t xml:space="preserve"> أو فلسفة الأخلاق؟ وهذا مجرَّد مثال واحد. </w:t>
      </w:r>
    </w:p>
    <w:p w:rsidR="00D25360" w:rsidRDefault="00E07DFB" w:rsidP="00D25360">
      <w:pPr>
        <w:pStyle w:val="libNormal"/>
        <w:rPr>
          <w:rtl/>
        </w:rPr>
      </w:pPr>
      <w:r w:rsidRPr="00065D03">
        <w:rPr>
          <w:rtl/>
        </w:rPr>
        <w:t>ما نريد أن نخلص إليه هو أنَّه لا يسع الفقيه</w:t>
      </w:r>
      <w:r w:rsidR="00610870">
        <w:rPr>
          <w:rtl/>
        </w:rPr>
        <w:t>،</w:t>
      </w:r>
      <w:r w:rsidRPr="00065D03">
        <w:rPr>
          <w:rtl/>
        </w:rPr>
        <w:t xml:space="preserve"> اليوم</w:t>
      </w:r>
      <w:r w:rsidR="00610870">
        <w:rPr>
          <w:rtl/>
        </w:rPr>
        <w:t>،</w:t>
      </w:r>
      <w:r w:rsidRPr="00065D03">
        <w:rPr>
          <w:rtl/>
        </w:rPr>
        <w:t xml:space="preserve"> أن يكتفي بالتعامل مع الظَّواهر السطحية الملموسة والمادية من التقدُّم الحضاري الجديد</w:t>
      </w:r>
      <w:r w:rsidR="00610870">
        <w:rPr>
          <w:rtl/>
        </w:rPr>
        <w:t>،</w:t>
      </w:r>
      <w:r w:rsidRPr="00065D03">
        <w:rPr>
          <w:rtl/>
        </w:rPr>
        <w:t xml:space="preserve"> ثُمَّ يقرِّر</w:t>
      </w:r>
      <w:r w:rsidR="00610870">
        <w:rPr>
          <w:rtl/>
        </w:rPr>
        <w:t>،</w:t>
      </w:r>
      <w:r w:rsidRPr="00065D03">
        <w:rPr>
          <w:rtl/>
        </w:rPr>
        <w:t xml:space="preserve"> على أساس هذه الكيفية في التعامل</w:t>
      </w:r>
      <w:r w:rsidR="00610870">
        <w:rPr>
          <w:rtl/>
        </w:rPr>
        <w:t>،</w:t>
      </w:r>
      <w:r w:rsidRPr="00065D03">
        <w:rPr>
          <w:rtl/>
        </w:rPr>
        <w:t xml:space="preserve"> ما يقبله وما يرفضه من التمدُّن الجديد</w:t>
      </w:r>
      <w:r w:rsidR="00610870">
        <w:rPr>
          <w:rtl/>
        </w:rPr>
        <w:t>.</w:t>
      </w:r>
      <w:r w:rsidRPr="00065D03">
        <w:rPr>
          <w:rtl/>
        </w:rPr>
        <w:t xml:space="preserve"> وهذا ما يقال في عناوين تُطرح في المجال الفقهي</w:t>
      </w:r>
      <w:r w:rsidR="00610870">
        <w:rPr>
          <w:rtl/>
        </w:rPr>
        <w:t>؛</w:t>
      </w:r>
      <w:r w:rsidRPr="00065D03">
        <w:rPr>
          <w:rtl/>
        </w:rPr>
        <w:t xml:space="preserve"> فحينما تُطْرح في المجال الفقهي قضايا من قبيل: لزوم مراعاة المصلحة</w:t>
      </w:r>
      <w:r w:rsidR="00610870">
        <w:rPr>
          <w:rtl/>
        </w:rPr>
        <w:t>،</w:t>
      </w:r>
      <w:r w:rsidRPr="00065D03">
        <w:rPr>
          <w:rtl/>
        </w:rPr>
        <w:t xml:space="preserve"> والعسر والحرج</w:t>
      </w:r>
      <w:r w:rsidR="00610870">
        <w:rPr>
          <w:rtl/>
        </w:rPr>
        <w:t>،</w:t>
      </w:r>
      <w:r w:rsidRPr="00065D03">
        <w:rPr>
          <w:rtl/>
        </w:rPr>
        <w:t xml:space="preserve"> وما شابهها</w:t>
      </w:r>
      <w:r w:rsidR="00610870">
        <w:rPr>
          <w:rtl/>
        </w:rPr>
        <w:t>،</w:t>
      </w:r>
      <w:r w:rsidRPr="00065D03">
        <w:rPr>
          <w:rtl/>
        </w:rPr>
        <w:t xml:space="preserve"> فإنَّها جميعاً تنصرف إلى التحوُّلات الحياتية</w:t>
      </w:r>
      <w:r w:rsidR="00610870">
        <w:rPr>
          <w:rtl/>
        </w:rPr>
        <w:t>،</w:t>
      </w:r>
      <w:r w:rsidRPr="00065D03">
        <w:rPr>
          <w:rtl/>
        </w:rPr>
        <w:t xml:space="preserve"> ولا يمكن قصر هذه العناوين على السطح الملموس الظاهر من الحياة المعاصرة</w:t>
      </w:r>
      <w:r w:rsidR="00610870">
        <w:rPr>
          <w:rtl/>
        </w:rPr>
        <w:t>.</w:t>
      </w:r>
      <w:r w:rsidRPr="00065D03">
        <w:rPr>
          <w:rtl/>
        </w:rPr>
        <w:t xml:space="preserve"> فالضرورة والمصلحة يجدان معناهما دائماً من خلال مقصد معيّن</w:t>
      </w:r>
      <w:r w:rsidR="00610870">
        <w:rPr>
          <w:rtl/>
        </w:rPr>
        <w:t>.</w:t>
      </w:r>
      <w:r w:rsidRPr="00065D03">
        <w:rPr>
          <w:rtl/>
        </w:rPr>
        <w:t xml:space="preserve"> على ضوء ذلك</w:t>
      </w:r>
      <w:r w:rsidR="00610870">
        <w:rPr>
          <w:rtl/>
        </w:rPr>
        <w:t>،</w:t>
      </w:r>
      <w:r w:rsidRPr="00065D03">
        <w:rPr>
          <w:rtl/>
        </w:rPr>
        <w:t xml:space="preserve"> يتعيَّن أن نلاحظ</w:t>
      </w:r>
      <w:r w:rsidR="00610870">
        <w:rPr>
          <w:rtl/>
        </w:rPr>
        <w:t>،</w:t>
      </w:r>
      <w:r w:rsidRPr="00065D03">
        <w:rPr>
          <w:rtl/>
        </w:rPr>
        <w:t xml:space="preserve"> في المرتبة الأولى</w:t>
      </w:r>
      <w:r w:rsidR="00610870">
        <w:rPr>
          <w:rtl/>
        </w:rPr>
        <w:t>،</w:t>
      </w:r>
      <w:r w:rsidRPr="00065D03">
        <w:rPr>
          <w:rtl/>
        </w:rPr>
        <w:t xml:space="preserve"> طبيعة المقصد الذي يؤمن به الفقيه</w:t>
      </w:r>
      <w:r w:rsidR="00610870">
        <w:rPr>
          <w:rtl/>
        </w:rPr>
        <w:t>،</w:t>
      </w:r>
      <w:r w:rsidRPr="00065D03">
        <w:rPr>
          <w:rtl/>
        </w:rPr>
        <w:t xml:space="preserve"> لكي يقول على أساسها</w:t>
      </w:r>
      <w:r w:rsidR="00610870">
        <w:rPr>
          <w:rtl/>
        </w:rPr>
        <w:t xml:space="preserve"> - </w:t>
      </w:r>
      <w:r w:rsidRPr="00065D03">
        <w:rPr>
          <w:rtl/>
        </w:rPr>
        <w:t>وفي المرتبة الثانية</w:t>
      </w:r>
      <w:r w:rsidR="00610870">
        <w:rPr>
          <w:rtl/>
        </w:rPr>
        <w:t xml:space="preserve"> -:</w:t>
      </w:r>
      <w:r w:rsidRPr="00065D03">
        <w:rPr>
          <w:rtl/>
        </w:rPr>
        <w:t xml:space="preserve"> إنَّ هذه المسألة ضرورة</w:t>
      </w:r>
      <w:r w:rsidR="00610870">
        <w:rPr>
          <w:rtl/>
        </w:rPr>
        <w:t>،</w:t>
      </w:r>
      <w:r w:rsidRPr="00065D03">
        <w:rPr>
          <w:rtl/>
        </w:rPr>
        <w:t xml:space="preserve"> أو أنَّها تُعبِّر عن المصلحة.</w:t>
      </w:r>
    </w:p>
    <w:p w:rsidR="00D25360" w:rsidRDefault="00D25360" w:rsidP="00E5125A">
      <w:pPr>
        <w:pStyle w:val="libNormal"/>
        <w:rPr>
          <w:rtl/>
        </w:rPr>
      </w:pPr>
      <w:r>
        <w:rPr>
          <w:rtl/>
        </w:rPr>
        <w:br w:type="page"/>
      </w:r>
    </w:p>
    <w:p w:rsidR="00E07DFB" w:rsidRPr="00E51D91" w:rsidRDefault="00E07DFB" w:rsidP="00E51D91">
      <w:pPr>
        <w:pStyle w:val="Heading2Center"/>
        <w:rPr>
          <w:rtl/>
        </w:rPr>
      </w:pPr>
      <w:bookmarkStart w:id="11" w:name="_Toc388703630"/>
      <w:r w:rsidRPr="00E51D91">
        <w:rPr>
          <w:rtl/>
        </w:rPr>
        <w:lastRenderedPageBreak/>
        <w:t>دوائر تأثير المكان والزمان</w:t>
      </w:r>
      <w:bookmarkEnd w:id="11"/>
    </w:p>
    <w:p w:rsidR="00E07DFB" w:rsidRPr="002A0058" w:rsidRDefault="00E07DFB" w:rsidP="002A0058">
      <w:pPr>
        <w:pStyle w:val="libNormal"/>
        <w:rPr>
          <w:rtl/>
        </w:rPr>
      </w:pPr>
      <w:r w:rsidRPr="00313984">
        <w:rPr>
          <w:rStyle w:val="libBold1Char"/>
          <w:rtl/>
        </w:rPr>
        <w:t xml:space="preserve">د. كاتوزْيان: </w:t>
      </w:r>
      <w:r w:rsidRPr="002A0058">
        <w:rPr>
          <w:rtl/>
        </w:rPr>
        <w:t>للزمان والمكان تأثير على الاجتهاد الفقهي والأحكام القابلة للتنفيذ من جهات مختلفة</w:t>
      </w:r>
      <w:r w:rsidR="00610870">
        <w:rPr>
          <w:rtl/>
        </w:rPr>
        <w:t>،</w:t>
      </w:r>
      <w:r w:rsidRPr="002A0058">
        <w:rPr>
          <w:rtl/>
        </w:rPr>
        <w:t xml:space="preserve"> من دون أن يكون ذلك التأثير متعارضاً مع إثبات الأحكام الإلهية.</w:t>
      </w:r>
    </w:p>
    <w:p w:rsidR="00E07DFB" w:rsidRPr="00065D03" w:rsidRDefault="00E07DFB" w:rsidP="00D25360">
      <w:pPr>
        <w:pStyle w:val="libNormal"/>
        <w:rPr>
          <w:rtl/>
        </w:rPr>
      </w:pPr>
      <w:r w:rsidRPr="00065D03">
        <w:rPr>
          <w:rtl/>
        </w:rPr>
        <w:t>لا أظنُّ أنَّنا نستطيع</w:t>
      </w:r>
      <w:r w:rsidR="00610870">
        <w:rPr>
          <w:rtl/>
        </w:rPr>
        <w:t>،</w:t>
      </w:r>
      <w:r w:rsidRPr="00065D03">
        <w:rPr>
          <w:rtl/>
        </w:rPr>
        <w:t xml:space="preserve"> في هذا الجواب القصير المجمل</w:t>
      </w:r>
      <w:r w:rsidR="00610870">
        <w:rPr>
          <w:rtl/>
        </w:rPr>
        <w:t>،</w:t>
      </w:r>
      <w:r w:rsidRPr="00065D03">
        <w:rPr>
          <w:rtl/>
        </w:rPr>
        <w:t xml:space="preserve"> أن نعرض لجميع</w:t>
      </w:r>
      <w:r w:rsidR="00D25360">
        <w:rPr>
          <w:rFonts w:hint="cs"/>
          <w:rtl/>
        </w:rPr>
        <w:t xml:space="preserve"> </w:t>
      </w:r>
      <w:r w:rsidRPr="00065D03">
        <w:rPr>
          <w:rtl/>
        </w:rPr>
        <w:t>العوامل المؤثِّرة في الاجتهاد</w:t>
      </w:r>
      <w:r w:rsidR="00610870">
        <w:rPr>
          <w:rtl/>
        </w:rPr>
        <w:t>،</w:t>
      </w:r>
      <w:r w:rsidRPr="00065D03">
        <w:rPr>
          <w:rtl/>
        </w:rPr>
        <w:t xml:space="preserve"> إنَّما نشير إلى بعض العوامل من باب المثال</w:t>
      </w:r>
      <w:r w:rsidR="00610870">
        <w:rPr>
          <w:rtl/>
        </w:rPr>
        <w:t>،</w:t>
      </w:r>
      <w:r w:rsidRPr="00065D03">
        <w:rPr>
          <w:rtl/>
        </w:rPr>
        <w:t xml:space="preserve"> من خلال النقاط الآتية:</w:t>
      </w:r>
    </w:p>
    <w:p w:rsidR="00E07DFB" w:rsidRPr="002A0058" w:rsidRDefault="00E07DFB" w:rsidP="002A0058">
      <w:pPr>
        <w:pStyle w:val="libNormal"/>
        <w:rPr>
          <w:rtl/>
        </w:rPr>
      </w:pPr>
      <w:r w:rsidRPr="00313984">
        <w:rPr>
          <w:rStyle w:val="libBold1Char"/>
          <w:rtl/>
        </w:rPr>
        <w:t>1</w:t>
      </w:r>
      <w:r w:rsidR="00610870">
        <w:rPr>
          <w:rStyle w:val="libBold1Char"/>
          <w:rtl/>
        </w:rPr>
        <w:t xml:space="preserve"> - </w:t>
      </w:r>
      <w:r w:rsidRPr="00313984">
        <w:rPr>
          <w:rStyle w:val="libBold1Char"/>
          <w:rtl/>
        </w:rPr>
        <w:t>تحوّل القيم الأخلاقية:</w:t>
      </w:r>
      <w:r w:rsidRPr="002A0058">
        <w:rPr>
          <w:rtl/>
        </w:rPr>
        <w:t xml:space="preserve"> أبرز علامة تشهد على هذا التحوُّل هي مسألة العبيد</w:t>
      </w:r>
      <w:r w:rsidR="00610870">
        <w:rPr>
          <w:rtl/>
        </w:rPr>
        <w:t>؛</w:t>
      </w:r>
      <w:r w:rsidRPr="002A0058">
        <w:rPr>
          <w:rtl/>
        </w:rPr>
        <w:t xml:space="preserve"> إذ تكفينا في هذا المضمار نظرة عامة إلى تاريخ الفقه والأحكام المتعلّقة بالعبيد والإماء في الكتب الفقهية</w:t>
      </w:r>
      <w:r w:rsidR="00610870">
        <w:rPr>
          <w:rtl/>
        </w:rPr>
        <w:t>،</w:t>
      </w:r>
      <w:r w:rsidRPr="002A0058">
        <w:rPr>
          <w:rtl/>
        </w:rPr>
        <w:t xml:space="preserve"> لكي نلحظ فيها انخفاض الاهتمام بهذا الباب تدريجياً</w:t>
      </w:r>
      <w:r w:rsidR="00610870">
        <w:rPr>
          <w:rtl/>
        </w:rPr>
        <w:t>،</w:t>
      </w:r>
      <w:r w:rsidRPr="002A0058">
        <w:rPr>
          <w:rtl/>
        </w:rPr>
        <w:t xml:space="preserve"> حتّى إذا ما ألغي نظام العبيد</w:t>
      </w:r>
      <w:r w:rsidR="00610870">
        <w:rPr>
          <w:rtl/>
        </w:rPr>
        <w:t>،</w:t>
      </w:r>
      <w:r w:rsidRPr="002A0058">
        <w:rPr>
          <w:rtl/>
        </w:rPr>
        <w:t xml:space="preserve"> ترى أنَّ الكتب الفقهية لا تتحدَّث عن الموضوع إلاَّ لُماماً.</w:t>
      </w:r>
    </w:p>
    <w:p w:rsidR="00E07DFB" w:rsidRPr="00065D03" w:rsidRDefault="00E07DFB" w:rsidP="00065D03">
      <w:pPr>
        <w:pStyle w:val="libNormal"/>
        <w:rPr>
          <w:rtl/>
        </w:rPr>
      </w:pPr>
      <w:r w:rsidRPr="00065D03">
        <w:rPr>
          <w:rtl/>
        </w:rPr>
        <w:t>طبيعي أنَّ هناك مَن يذهب في تفسير هذا التحوُّل</w:t>
      </w:r>
      <w:r w:rsidR="00610870">
        <w:rPr>
          <w:rtl/>
        </w:rPr>
        <w:t>،</w:t>
      </w:r>
      <w:r w:rsidRPr="00065D03">
        <w:rPr>
          <w:rtl/>
        </w:rPr>
        <w:t xml:space="preserve"> وعدم اهتمام الفقه بالعبيد</w:t>
      </w:r>
      <w:r w:rsidR="00610870">
        <w:rPr>
          <w:rtl/>
        </w:rPr>
        <w:t>،</w:t>
      </w:r>
      <w:r w:rsidRPr="00065D03">
        <w:rPr>
          <w:rtl/>
        </w:rPr>
        <w:t xml:space="preserve"> إلى القول بانتفاء الموضوع</w:t>
      </w:r>
      <w:r w:rsidR="00610870">
        <w:rPr>
          <w:rtl/>
        </w:rPr>
        <w:t>؛</w:t>
      </w:r>
      <w:r w:rsidRPr="00065D03">
        <w:rPr>
          <w:rtl/>
        </w:rPr>
        <w:t xml:space="preserve"> في حين أنَّ السبب الحقيقي يتمثَّل بالتحوُّل الذي طرأ على القيم الأخلاقية</w:t>
      </w:r>
      <w:r w:rsidR="00610870">
        <w:rPr>
          <w:rtl/>
        </w:rPr>
        <w:t>،</w:t>
      </w:r>
      <w:r w:rsidRPr="00065D03">
        <w:rPr>
          <w:rtl/>
        </w:rPr>
        <w:t xml:space="preserve"> فلو قَتَل كافرٌ في المجتمع الإسلامي مسلماً</w:t>
      </w:r>
      <w:r w:rsidR="00610870">
        <w:rPr>
          <w:rtl/>
        </w:rPr>
        <w:t>،</w:t>
      </w:r>
      <w:r w:rsidRPr="00065D03">
        <w:rPr>
          <w:rtl/>
        </w:rPr>
        <w:t xml:space="preserve"> فهل يحقُّ لورثة القتيل المسلم</w:t>
      </w:r>
      <w:r w:rsidR="00610870">
        <w:rPr>
          <w:rtl/>
        </w:rPr>
        <w:t>،</w:t>
      </w:r>
      <w:r w:rsidRPr="00065D03">
        <w:rPr>
          <w:rtl/>
        </w:rPr>
        <w:t xml:space="preserve"> أن يسترقُّوا الكافر ويتَّخذوه عبداً؟ هل سألنا أنفسنا عن طبيعة المانع الذي يحول دون الاستفادة من حقِّ التملُّك الشرعي هذا؟</w:t>
      </w:r>
    </w:p>
    <w:p w:rsidR="00D25360" w:rsidRDefault="00E07DFB" w:rsidP="00D25360">
      <w:pPr>
        <w:pStyle w:val="libNormal"/>
        <w:rPr>
          <w:rtl/>
        </w:rPr>
      </w:pPr>
      <w:r w:rsidRPr="00D25360">
        <w:rPr>
          <w:rtl/>
        </w:rPr>
        <w:t>في مرحلة أدنى ممَّا يعكسه المثال المشار إليه آنفاً</w:t>
      </w:r>
      <w:r w:rsidR="00610870">
        <w:rPr>
          <w:rtl/>
        </w:rPr>
        <w:t>،</w:t>
      </w:r>
      <w:r w:rsidRPr="00D25360">
        <w:rPr>
          <w:rtl/>
        </w:rPr>
        <w:t xml:space="preserve"> ينبغي أن نتحدَّث عن طبيعة العلاقة بين المرأة وزوجها</w:t>
      </w:r>
      <w:r w:rsidR="00610870">
        <w:rPr>
          <w:rtl/>
        </w:rPr>
        <w:t>،</w:t>
      </w:r>
      <w:r w:rsidRPr="00D25360">
        <w:rPr>
          <w:rtl/>
        </w:rPr>
        <w:t xml:space="preserve"> وما طرأ على ذلك من تحوُّلات طوال تاريخ الفقه</w:t>
      </w:r>
      <w:r w:rsidR="00610870">
        <w:rPr>
          <w:rtl/>
        </w:rPr>
        <w:t>.</w:t>
      </w:r>
      <w:r w:rsidRPr="00D25360">
        <w:rPr>
          <w:rtl/>
        </w:rPr>
        <w:t xml:space="preserve"> الأسئلة المثارة هنا هي: </w:t>
      </w:r>
      <w:r w:rsidRPr="00313984">
        <w:rPr>
          <w:rStyle w:val="libBold1Char"/>
          <w:rtl/>
        </w:rPr>
        <w:t>هل يعكس ما يحكم مجتمعاتنا الحاضرة وما يسودها الآن</w:t>
      </w:r>
      <w:r w:rsidR="00610870">
        <w:rPr>
          <w:rStyle w:val="libBold1Char"/>
          <w:rtl/>
        </w:rPr>
        <w:t>،</w:t>
      </w:r>
      <w:r w:rsidRPr="00313984">
        <w:rPr>
          <w:rStyle w:val="libBold1Char"/>
          <w:rtl/>
        </w:rPr>
        <w:t xml:space="preserve"> ما قاله الفقهاء وما بَلْوَروه من أحكام؟ </w:t>
      </w:r>
      <w:r w:rsidRPr="00D25360">
        <w:rPr>
          <w:rtl/>
        </w:rPr>
        <w:t>إذا كان هناك مَن يشكّ</w:t>
      </w:r>
      <w:r w:rsidR="00610870">
        <w:rPr>
          <w:rtl/>
        </w:rPr>
        <w:t>،</w:t>
      </w:r>
      <w:r w:rsidRPr="00D25360">
        <w:rPr>
          <w:rtl/>
        </w:rPr>
        <w:t xml:space="preserve"> فلا بأس في أن نلجأ إلى التحكيم لنرى</w:t>
      </w:r>
      <w:r w:rsidR="00610870">
        <w:rPr>
          <w:rtl/>
        </w:rPr>
        <w:t>،</w:t>
      </w:r>
      <w:r w:rsidRPr="00D25360">
        <w:rPr>
          <w:rtl/>
        </w:rPr>
        <w:t xml:space="preserve"> فهل من الواجب على الرجل الذي يريد أن يُطلِّق زوجته</w:t>
      </w:r>
      <w:r w:rsidR="00610870">
        <w:rPr>
          <w:rtl/>
        </w:rPr>
        <w:t>،</w:t>
      </w:r>
      <w:r w:rsidRPr="00D25360">
        <w:rPr>
          <w:rtl/>
        </w:rPr>
        <w:t xml:space="preserve"> أن يعود إلى الحاكم ويخضع للتحكيم؟ وهل يصدق الشقاق (النفرة أو الاختلاف بين الجانبين) على الرجل الذي يريد أن يطلِّق زوجته؟ ثُمَّ هل يُعَدُّ العسر وحرج المرأة القاعدة العامة لجواز طلاق المرأة؟ وهل </w:t>
      </w:r>
    </w:p>
    <w:p w:rsidR="00D25360" w:rsidRDefault="00D25360" w:rsidP="00E5125A">
      <w:pPr>
        <w:pStyle w:val="libNormal"/>
        <w:rPr>
          <w:rtl/>
        </w:rPr>
      </w:pPr>
      <w:r>
        <w:rPr>
          <w:rtl/>
        </w:rPr>
        <w:br w:type="page"/>
      </w:r>
    </w:p>
    <w:p w:rsidR="00E07DFB" w:rsidRDefault="00E07DFB" w:rsidP="00B27F0D">
      <w:pPr>
        <w:pStyle w:val="libNormal0"/>
        <w:rPr>
          <w:rtl/>
        </w:rPr>
      </w:pPr>
      <w:r w:rsidRPr="00D25360">
        <w:rPr>
          <w:rtl/>
        </w:rPr>
        <w:lastRenderedPageBreak/>
        <w:t>يقبل الجميع فتوى المرحوم السيِّد محمد كاظم الطباطبائي في عسر المرأة وحرجها إذا غاب عنها زوجها وخيف عليها من الوقوع في الحرام</w:t>
      </w:r>
      <w:r w:rsidRPr="00852899">
        <w:rPr>
          <w:rStyle w:val="libFootnotenumChar"/>
          <w:rtl/>
        </w:rPr>
        <w:t>(</w:t>
      </w:r>
      <w:r w:rsidR="00D25360">
        <w:rPr>
          <w:rStyle w:val="libFootnotenumChar"/>
          <w:rFonts w:hint="cs"/>
          <w:rtl/>
        </w:rPr>
        <w:t>2</w:t>
      </w:r>
      <w:r w:rsidRPr="00852899">
        <w:rPr>
          <w:rStyle w:val="libFootnotenumChar"/>
          <w:rtl/>
        </w:rPr>
        <w:t>)</w:t>
      </w:r>
      <w:r w:rsidRPr="00D25360">
        <w:rPr>
          <w:rtl/>
        </w:rPr>
        <w:t>؟ هل تستطيع المرأة أن تتقاضى</w:t>
      </w:r>
      <w:r w:rsidR="00D25360">
        <w:rPr>
          <w:rFonts w:hint="cs"/>
          <w:rtl/>
        </w:rPr>
        <w:t xml:space="preserve"> </w:t>
      </w:r>
      <w:r w:rsidRPr="002A0058">
        <w:rPr>
          <w:rtl/>
        </w:rPr>
        <w:t>الأجر من زوجها؟ ثَمَّ كثير من الأسئلة غير ذلك</w:t>
      </w:r>
      <w:r w:rsidR="00610870">
        <w:rPr>
          <w:rtl/>
        </w:rPr>
        <w:t>.</w:t>
      </w:r>
      <w:r w:rsidRPr="002A0058">
        <w:rPr>
          <w:rtl/>
        </w:rPr>
        <w:t xml:space="preserve"> دعونا نقترب من المسألة أكثر لنسأل: هل ينطوي مفهوم المعاشرة بالمعروف </w:t>
      </w:r>
      <w:r w:rsidR="00B27F0D">
        <w:rPr>
          <w:rStyle w:val="libAlaemChar"/>
          <w:rFonts w:eastAsiaTheme="minorHAnsi" w:hint="cs"/>
          <w:rtl/>
        </w:rPr>
        <w:t>(</w:t>
      </w:r>
      <w:r w:rsidRPr="00AE62B5">
        <w:rPr>
          <w:rStyle w:val="libAieChar"/>
          <w:rFonts w:hint="cs"/>
          <w:rtl/>
        </w:rPr>
        <w:t>وَعَاشِرُوهُنَّ بِالْمَعْرُوفِ</w:t>
      </w:r>
      <w:r w:rsidR="00B27F0D">
        <w:rPr>
          <w:rStyle w:val="libAlaemChar"/>
          <w:rFonts w:eastAsiaTheme="minorHAnsi" w:hint="cs"/>
          <w:rtl/>
        </w:rPr>
        <w:t>)</w:t>
      </w:r>
      <w:r w:rsidR="00610870">
        <w:rPr>
          <w:rStyle w:val="libAieChar"/>
          <w:rtl/>
        </w:rPr>
        <w:t>،</w:t>
      </w:r>
      <w:r w:rsidRPr="002A0058">
        <w:rPr>
          <w:rtl/>
        </w:rPr>
        <w:t xml:space="preserve"> في مجتمعنا المعاصر</w:t>
      </w:r>
      <w:r w:rsidR="00610870">
        <w:rPr>
          <w:rtl/>
        </w:rPr>
        <w:t>،</w:t>
      </w:r>
      <w:r w:rsidRPr="002A0058">
        <w:rPr>
          <w:rtl/>
        </w:rPr>
        <w:t xml:space="preserve"> على معناه السابق الذي كان عليه؟ وهل يَتساوى بين حياة القرية وحياة المدينة؟ وهل ترون أنَّه يمكن لزوجٍ ثريٍ أن يتزوَّج في مجتمعنا المعاصر من فتاة متعلّمة لكنَّها فقيرة</w:t>
      </w:r>
      <w:r w:rsidR="00610870">
        <w:rPr>
          <w:rtl/>
        </w:rPr>
        <w:t>،</w:t>
      </w:r>
      <w:r w:rsidRPr="002A0058">
        <w:rPr>
          <w:rtl/>
        </w:rPr>
        <w:t xml:space="preserve"> ثُمَّ يعاملها في النفقة على ضوء أصلها العائلي</w:t>
      </w:r>
      <w:r w:rsidR="00610870">
        <w:rPr>
          <w:rtl/>
        </w:rPr>
        <w:t>،</w:t>
      </w:r>
      <w:r w:rsidRPr="002A0058">
        <w:rPr>
          <w:rtl/>
        </w:rPr>
        <w:t xml:space="preserve"> بحيث يعيِّن لها نفقة تتناسب مع المستوى المعيشي لعائلتها الفقيرة</w:t>
      </w:r>
      <w:r w:rsidR="00610870">
        <w:rPr>
          <w:rtl/>
        </w:rPr>
        <w:t>،</w:t>
      </w:r>
      <w:r w:rsidRPr="002A0058">
        <w:rPr>
          <w:rtl/>
        </w:rPr>
        <w:t xml:space="preserve"> من دون أن يأخذ بنظر الاعتبار شؤون العائلة الجديدة؟ وهل يصحُّ</w:t>
      </w:r>
      <w:r w:rsidR="00610870">
        <w:rPr>
          <w:rtl/>
        </w:rPr>
        <w:t>،</w:t>
      </w:r>
      <w:r w:rsidRPr="002A0058">
        <w:rPr>
          <w:rtl/>
        </w:rPr>
        <w:t xml:space="preserve"> في نظركم</w:t>
      </w:r>
      <w:r w:rsidR="00610870">
        <w:rPr>
          <w:rtl/>
        </w:rPr>
        <w:t>،</w:t>
      </w:r>
      <w:r w:rsidRPr="002A0058">
        <w:rPr>
          <w:rtl/>
        </w:rPr>
        <w:t xml:space="preserve"> أنَّ هذه الزوجة المحتاجة لا تستطيع أن تأخذ من زوجها نفقة الدواء والسفر</w:t>
      </w:r>
      <w:r w:rsidR="00610870">
        <w:rPr>
          <w:rtl/>
        </w:rPr>
        <w:t>،</w:t>
      </w:r>
      <w:r w:rsidRPr="002A0058">
        <w:rPr>
          <w:rtl/>
        </w:rPr>
        <w:t xml:space="preserve"> وأنَّ عليها فقط أن تكتفي بالمسكن والطعام واللباس وتقنع بها؟ ثُمَّ هل تنطوي قيمومة الرجل ورئاسته للأسرة </w:t>
      </w:r>
      <w:r w:rsidR="00B27F0D">
        <w:rPr>
          <w:rStyle w:val="libAlaemChar"/>
          <w:rFonts w:eastAsiaTheme="minorHAnsi" w:hint="cs"/>
          <w:rtl/>
        </w:rPr>
        <w:t>(</w:t>
      </w:r>
      <w:r w:rsidRPr="00AE62B5">
        <w:rPr>
          <w:rStyle w:val="libAieChar"/>
          <w:rFonts w:hint="cs"/>
          <w:rtl/>
        </w:rPr>
        <w:t>الرِّجَالُ قَوَّامُونَ عَلَى النِّسَاءِ</w:t>
      </w:r>
      <w:r w:rsidR="00B27F0D">
        <w:rPr>
          <w:rStyle w:val="libAlaemChar"/>
          <w:rFonts w:eastAsiaTheme="minorHAnsi" w:hint="cs"/>
          <w:rtl/>
        </w:rPr>
        <w:t>)</w:t>
      </w:r>
      <w:r w:rsidRPr="002A0058">
        <w:rPr>
          <w:rtl/>
        </w:rPr>
        <w:t xml:space="preserve"> على معنى امتثال التكليف وحفظ الأمانة</w:t>
      </w:r>
      <w:r w:rsidR="00610870">
        <w:rPr>
          <w:rtl/>
        </w:rPr>
        <w:t xml:space="preserve"> - </w:t>
      </w:r>
      <w:r w:rsidRPr="002A0058">
        <w:rPr>
          <w:rtl/>
        </w:rPr>
        <w:t>كما هو في قيادة الجماعة</w:t>
      </w:r>
      <w:r w:rsidR="00610870">
        <w:rPr>
          <w:rtl/>
        </w:rPr>
        <w:t xml:space="preserve"> - </w:t>
      </w:r>
      <w:r w:rsidRPr="002A0058">
        <w:rPr>
          <w:rtl/>
        </w:rPr>
        <w:t>أو يُعبَّر هذا الموقع عن نزعة التسلُّط وإشباع نزعات الرضا والميول الشخصية لدى الزوج؟ علينا إذن أن نقبل</w:t>
      </w:r>
      <w:r w:rsidR="00610870">
        <w:rPr>
          <w:rtl/>
        </w:rPr>
        <w:t>،</w:t>
      </w:r>
      <w:r w:rsidRPr="002A0058">
        <w:rPr>
          <w:rtl/>
        </w:rPr>
        <w:t xml:space="preserve"> في ضوء هذه الأسئلة وما تمليه من معطيات</w:t>
      </w:r>
      <w:r w:rsidR="00610870">
        <w:rPr>
          <w:rtl/>
        </w:rPr>
        <w:t>،</w:t>
      </w:r>
      <w:r w:rsidRPr="002A0058">
        <w:rPr>
          <w:rtl/>
        </w:rPr>
        <w:t xml:space="preserve"> أنَّ التحوُّل الهادئ في القيم الأخلاقية أعاد ترسيم الحدود المألوفة والمتوارثة</w:t>
      </w:r>
      <w:r w:rsidR="00610870">
        <w:rPr>
          <w:rtl/>
        </w:rPr>
        <w:t>،</w:t>
      </w:r>
      <w:r w:rsidRPr="002A0058">
        <w:rPr>
          <w:rtl/>
        </w:rPr>
        <w:t xml:space="preserve"> واقتضى بروز اجتهادات فقهية جديدة. </w:t>
      </w:r>
    </w:p>
    <w:p w:rsidR="00D25360" w:rsidRPr="008E66E3" w:rsidRDefault="00D25360" w:rsidP="008E66E3">
      <w:pPr>
        <w:pStyle w:val="libLine"/>
        <w:rPr>
          <w:rtl/>
        </w:rPr>
      </w:pPr>
      <w:r w:rsidRPr="008E66E3">
        <w:rPr>
          <w:rFonts w:hint="cs"/>
          <w:rtl/>
        </w:rPr>
        <w:t>ــــــــــــــ</w:t>
      </w:r>
    </w:p>
    <w:p w:rsidR="00D25360" w:rsidRDefault="00D25360" w:rsidP="00521211">
      <w:pPr>
        <w:pStyle w:val="libLine"/>
        <w:rPr>
          <w:rtl/>
        </w:rPr>
      </w:pPr>
      <w:r>
        <w:rPr>
          <w:rFonts w:hint="cs"/>
          <w:rtl/>
        </w:rPr>
        <w:t>2</w:t>
      </w:r>
      <w:r w:rsidR="00610870">
        <w:rPr>
          <w:rtl/>
        </w:rPr>
        <w:t xml:space="preserve"> - </w:t>
      </w:r>
      <w:r w:rsidR="00E07DFB" w:rsidRPr="00521211">
        <w:rPr>
          <w:rtl/>
        </w:rPr>
        <w:t>العوامل الجغرافية والمكانية: لقد أبرز عدم اتساق سِن البلوغ الشرعي عند البنات مع الواقع الطبيعي والاجتماعي المُعاش</w:t>
      </w:r>
      <w:r w:rsidR="00610870">
        <w:rPr>
          <w:rtl/>
        </w:rPr>
        <w:t>،</w:t>
      </w:r>
      <w:r w:rsidR="00E07DFB" w:rsidRPr="00521211">
        <w:rPr>
          <w:rtl/>
        </w:rPr>
        <w:t xml:space="preserve"> في عصرنا الحاضر</w:t>
      </w:r>
      <w:r w:rsidR="00610870">
        <w:rPr>
          <w:rtl/>
        </w:rPr>
        <w:t>،</w:t>
      </w:r>
      <w:r w:rsidR="00E07DFB" w:rsidRPr="00521211">
        <w:rPr>
          <w:rtl/>
        </w:rPr>
        <w:t xml:space="preserve"> ميلاً للقول: إنَّ سِن التكليف إنَّما هو أحد العوامل الكاشفة عن البلوغ</w:t>
      </w:r>
      <w:r w:rsidR="00610870">
        <w:rPr>
          <w:rtl/>
        </w:rPr>
        <w:t>،</w:t>
      </w:r>
      <w:r w:rsidR="00E07DFB" w:rsidRPr="00521211">
        <w:rPr>
          <w:rtl/>
        </w:rPr>
        <w:t xml:space="preserve"> وليس موضوعاً كاملاً</w:t>
      </w:r>
      <w:r w:rsidR="00610870">
        <w:rPr>
          <w:rtl/>
        </w:rPr>
        <w:t>.</w:t>
      </w:r>
      <w:r w:rsidR="00E07DFB" w:rsidRPr="00521211">
        <w:rPr>
          <w:rtl/>
        </w:rPr>
        <w:t xml:space="preserve"> ومشكلة عدم اتساق الحكم الشرعي مع المحيط الجغرافي تتأكَّد أكثر في المناطق الباردة</w:t>
      </w:r>
      <w:r w:rsidR="00610870">
        <w:rPr>
          <w:rtl/>
        </w:rPr>
        <w:t>.</w:t>
      </w:r>
      <w:r w:rsidR="00E07DFB" w:rsidRPr="00521211">
        <w:rPr>
          <w:rtl/>
        </w:rPr>
        <w:t xml:space="preserve"> ففي السويد</w:t>
      </w:r>
      <w:r w:rsidR="00610870">
        <w:rPr>
          <w:rtl/>
        </w:rPr>
        <w:t xml:space="preserve"> - </w:t>
      </w:r>
      <w:r w:rsidR="00E07DFB" w:rsidRPr="00521211">
        <w:rPr>
          <w:rtl/>
        </w:rPr>
        <w:t>مثلاً</w:t>
      </w:r>
      <w:r w:rsidR="00610870">
        <w:rPr>
          <w:rtl/>
        </w:rPr>
        <w:t xml:space="preserve"> - </w:t>
      </w:r>
      <w:r w:rsidR="00E07DFB" w:rsidRPr="00521211">
        <w:rPr>
          <w:rtl/>
        </w:rPr>
        <w:t>لا تبلغ الفتاة جسمياً إلاَّ بعد سِن العشرين</w:t>
      </w:r>
      <w:r w:rsidR="00610870">
        <w:rPr>
          <w:rtl/>
        </w:rPr>
        <w:t>،</w:t>
      </w:r>
      <w:r w:rsidR="00E07DFB" w:rsidRPr="00521211">
        <w:rPr>
          <w:rtl/>
        </w:rPr>
        <w:t xml:space="preserve"> فكيف يصحُّ الادّعاء بأنَّ الفتاة تبلغ في سِن التاسعة (أو أقلّ) وتكون مستعدَّة للزواج؟!</w:t>
      </w:r>
    </w:p>
    <w:p w:rsidR="00D25360" w:rsidRPr="0063769A" w:rsidRDefault="00D25360" w:rsidP="0063769A">
      <w:pPr>
        <w:pStyle w:val="libNormal"/>
        <w:rPr>
          <w:rtl/>
        </w:rPr>
      </w:pPr>
      <w:r>
        <w:rPr>
          <w:rtl/>
        </w:rPr>
        <w:br w:type="page"/>
      </w:r>
    </w:p>
    <w:p w:rsidR="00E07DFB" w:rsidRPr="00065D03" w:rsidRDefault="00E07DFB" w:rsidP="00D25360">
      <w:pPr>
        <w:pStyle w:val="libNormal"/>
        <w:rPr>
          <w:rtl/>
        </w:rPr>
      </w:pPr>
      <w:r w:rsidRPr="00313984">
        <w:rPr>
          <w:rStyle w:val="libBold1Char"/>
          <w:rtl/>
        </w:rPr>
        <w:lastRenderedPageBreak/>
        <w:t>3</w:t>
      </w:r>
      <w:r w:rsidR="00610870">
        <w:rPr>
          <w:rStyle w:val="libBold1Char"/>
          <w:rtl/>
        </w:rPr>
        <w:t xml:space="preserve"> - </w:t>
      </w:r>
      <w:r w:rsidRPr="00313984">
        <w:rPr>
          <w:rStyle w:val="libBold1Char"/>
          <w:rtl/>
        </w:rPr>
        <w:t>تغيُّر العلوم والتقدُّم التكنولوجي:</w:t>
      </w:r>
      <w:r w:rsidRPr="002A0058">
        <w:rPr>
          <w:rtl/>
        </w:rPr>
        <w:t xml:space="preserve"> نصَّ الفقه على أنَّ البرص والقَرن</w:t>
      </w:r>
      <w:r w:rsidRPr="00852899">
        <w:rPr>
          <w:rStyle w:val="libFootnotenumChar"/>
          <w:rtl/>
        </w:rPr>
        <w:t>(3)</w:t>
      </w:r>
      <w:r w:rsidR="00D25360">
        <w:rPr>
          <w:rFonts w:hint="cs"/>
          <w:rtl/>
        </w:rPr>
        <w:t xml:space="preserve"> </w:t>
      </w:r>
      <w:r w:rsidRPr="00065D03">
        <w:rPr>
          <w:rtl/>
        </w:rPr>
        <w:t>عند المرأة من أسباب فسخ النكاح</w:t>
      </w:r>
      <w:r w:rsidR="00610870">
        <w:rPr>
          <w:rtl/>
        </w:rPr>
        <w:t>؛</w:t>
      </w:r>
      <w:r w:rsidRPr="00065D03">
        <w:rPr>
          <w:rtl/>
        </w:rPr>
        <w:t xml:space="preserve"> والسبب الذي يُذكر لذلك</w:t>
      </w:r>
      <w:r w:rsidR="00610870">
        <w:rPr>
          <w:rtl/>
        </w:rPr>
        <w:t>،</w:t>
      </w:r>
      <w:r w:rsidRPr="00065D03">
        <w:rPr>
          <w:rtl/>
        </w:rPr>
        <w:t xml:space="preserve"> هو: أنَّهما صعبا العلاج</w:t>
      </w:r>
      <w:r w:rsidR="00610870">
        <w:rPr>
          <w:rtl/>
        </w:rPr>
        <w:t>،</w:t>
      </w:r>
      <w:r w:rsidRPr="00065D03">
        <w:rPr>
          <w:rtl/>
        </w:rPr>
        <w:t xml:space="preserve"> ويمنعان من الرغبة في المعاشرة أو يُقلِّلان منها</w:t>
      </w:r>
      <w:r w:rsidR="00610870">
        <w:rPr>
          <w:rtl/>
        </w:rPr>
        <w:t>،</w:t>
      </w:r>
      <w:r w:rsidRPr="00065D03">
        <w:rPr>
          <w:rtl/>
        </w:rPr>
        <w:t xml:space="preserve"> كذلك يقال بالنسبة للعنن أو العجز الجنسي الذي يُصاب به الزوج</w:t>
      </w:r>
      <w:r w:rsidR="00610870">
        <w:rPr>
          <w:rtl/>
        </w:rPr>
        <w:t>.</w:t>
      </w:r>
      <w:r w:rsidRPr="00065D03">
        <w:rPr>
          <w:rtl/>
        </w:rPr>
        <w:t xml:space="preserve"> </w:t>
      </w:r>
    </w:p>
    <w:p w:rsidR="00E07DFB" w:rsidRPr="00065D03" w:rsidRDefault="00E07DFB" w:rsidP="00065D03">
      <w:pPr>
        <w:pStyle w:val="libNormal"/>
        <w:rPr>
          <w:rtl/>
        </w:rPr>
      </w:pPr>
      <w:r w:rsidRPr="00065D03">
        <w:rPr>
          <w:rtl/>
        </w:rPr>
        <w:t>والآن لنفترض أنَّ علم الطب استطاع أن يعالج هذه الأمراض</w:t>
      </w:r>
      <w:r w:rsidR="00610870">
        <w:rPr>
          <w:rtl/>
        </w:rPr>
        <w:t>،</w:t>
      </w:r>
      <w:r w:rsidRPr="00065D03">
        <w:rPr>
          <w:rtl/>
        </w:rPr>
        <w:t xml:space="preserve"> بالدواء أو بالجراحة البسيطة</w:t>
      </w:r>
      <w:r w:rsidR="00610870">
        <w:rPr>
          <w:rtl/>
        </w:rPr>
        <w:t>،</w:t>
      </w:r>
      <w:r w:rsidRPr="00065D03">
        <w:rPr>
          <w:rtl/>
        </w:rPr>
        <w:t xml:space="preserve"> خلال عدَّة أيَّام</w:t>
      </w:r>
      <w:r w:rsidR="00610870">
        <w:rPr>
          <w:rtl/>
        </w:rPr>
        <w:t>،</w:t>
      </w:r>
      <w:r w:rsidRPr="00065D03">
        <w:rPr>
          <w:rtl/>
        </w:rPr>
        <w:t xml:space="preserve"> فهل تبقى بعد ذلك أسباباً لفسخ النكاح؟ إذا كان جوابكم بالإيجاب</w:t>
      </w:r>
      <w:r w:rsidR="00610870">
        <w:rPr>
          <w:rtl/>
        </w:rPr>
        <w:t>،</w:t>
      </w:r>
      <w:r w:rsidRPr="00065D03">
        <w:rPr>
          <w:rtl/>
        </w:rPr>
        <w:t xml:space="preserve"> فكيف تجيبون إذن عن هذا السؤال: هل العائلة الإسلامية هي بهذه السهولة بحيث يفرَّط بها لسبب هو بمثابة إصابة الإنسان بنزلة البرد؟!</w:t>
      </w:r>
    </w:p>
    <w:p w:rsidR="00D25360" w:rsidRDefault="00E07DFB" w:rsidP="002A0058">
      <w:pPr>
        <w:pStyle w:val="libNormal"/>
        <w:rPr>
          <w:rtl/>
        </w:rPr>
      </w:pPr>
      <w:r w:rsidRPr="00313984">
        <w:rPr>
          <w:rStyle w:val="libBold1Char"/>
          <w:rtl/>
        </w:rPr>
        <w:t>4</w:t>
      </w:r>
      <w:r w:rsidR="00610870">
        <w:rPr>
          <w:rStyle w:val="libBold1Char"/>
          <w:rtl/>
        </w:rPr>
        <w:t xml:space="preserve"> - </w:t>
      </w:r>
      <w:r w:rsidRPr="00313984">
        <w:rPr>
          <w:rStyle w:val="libBold1Char"/>
          <w:rtl/>
        </w:rPr>
        <w:t>تغيُّر الاحتياجات والضرورات:</w:t>
      </w:r>
      <w:r w:rsidRPr="002A0058">
        <w:rPr>
          <w:rtl/>
        </w:rPr>
        <w:t xml:space="preserve"> ليست قليلة هي الأحكام التي أُدرجت في الفقه استجابة لحاجات الناس الملحَّة</w:t>
      </w:r>
      <w:r w:rsidR="00610870">
        <w:rPr>
          <w:rtl/>
        </w:rPr>
        <w:t>،</w:t>
      </w:r>
      <w:r w:rsidRPr="002A0058">
        <w:rPr>
          <w:rtl/>
        </w:rPr>
        <w:t xml:space="preserve"> أو جاءت جرياً على العُرف السائدة في زمان سابق</w:t>
      </w:r>
      <w:r w:rsidR="00610870">
        <w:rPr>
          <w:rtl/>
        </w:rPr>
        <w:t>.</w:t>
      </w:r>
      <w:r w:rsidRPr="002A0058">
        <w:rPr>
          <w:rtl/>
        </w:rPr>
        <w:t xml:space="preserve"> وفي عصرنا الحاضر</w:t>
      </w:r>
      <w:r w:rsidR="00610870">
        <w:rPr>
          <w:rtl/>
        </w:rPr>
        <w:t>،</w:t>
      </w:r>
      <w:r w:rsidRPr="002A0058">
        <w:rPr>
          <w:rtl/>
        </w:rPr>
        <w:t xml:space="preserve"> تَفرض بعض الضرورات إيجاد تحوُّلات في القواعد الحاكمة على بعض الجماعات الاجتماعية التي تعيش حالة العجز أمام المستطيعين والأقوياء</w:t>
      </w:r>
      <w:r w:rsidR="00610870">
        <w:rPr>
          <w:rtl/>
        </w:rPr>
        <w:t>،</w:t>
      </w:r>
      <w:r w:rsidRPr="002A0058">
        <w:rPr>
          <w:rtl/>
        </w:rPr>
        <w:t xml:space="preserve"> وأهمُّ جماعتين تبرزان على هذا الصعيد</w:t>
      </w:r>
      <w:r w:rsidR="00610870">
        <w:rPr>
          <w:rtl/>
        </w:rPr>
        <w:t>،</w:t>
      </w:r>
      <w:r w:rsidRPr="002A0058">
        <w:rPr>
          <w:rtl/>
        </w:rPr>
        <w:t xml:space="preserve"> هما:</w:t>
      </w:r>
      <w:r w:rsidRPr="00313984">
        <w:rPr>
          <w:rStyle w:val="libBold1Char"/>
          <w:rtl/>
        </w:rPr>
        <w:t xml:space="preserve"> العُمَّال والأجراء</w:t>
      </w:r>
      <w:r w:rsidR="00610870">
        <w:rPr>
          <w:rtl/>
        </w:rPr>
        <w:t>.</w:t>
      </w:r>
      <w:r w:rsidRPr="002A0058">
        <w:rPr>
          <w:rtl/>
        </w:rPr>
        <w:t xml:space="preserve"> ففي حال العُمَّال</w:t>
      </w:r>
      <w:r w:rsidR="00610870">
        <w:rPr>
          <w:rtl/>
        </w:rPr>
        <w:t>،</w:t>
      </w:r>
      <w:r w:rsidRPr="002A0058">
        <w:rPr>
          <w:rtl/>
        </w:rPr>
        <w:t xml:space="preserve"> من الطبيعي أن لا تستطيع بعض القواعد المتَّصلة بباب إجارة الأشخاص أن تنهض بالعدالة المطلوبة في طبيعة علاقة الأجير بصاحب العمل</w:t>
      </w:r>
      <w:r w:rsidR="00610870">
        <w:rPr>
          <w:rtl/>
        </w:rPr>
        <w:t>،</w:t>
      </w:r>
      <w:r w:rsidRPr="002A0058">
        <w:rPr>
          <w:rtl/>
        </w:rPr>
        <w:t xml:space="preserve"> وبذلك يضطرُّ قانون العمل أن يخرج عن بعض الأصول تأميناً للعدالة المطلوبة</w:t>
      </w:r>
      <w:r w:rsidR="00610870">
        <w:rPr>
          <w:rtl/>
        </w:rPr>
        <w:t>.</w:t>
      </w:r>
      <w:r w:rsidRPr="002A0058">
        <w:rPr>
          <w:rtl/>
        </w:rPr>
        <w:t xml:space="preserve"> وفي العلاقة بين المستأجر والمؤجِّر اضطرّ مجلس الشورى الإسلامي (في إيران) للتوسُّل بقاعدة </w:t>
      </w:r>
      <w:r w:rsidRPr="00313984">
        <w:rPr>
          <w:rStyle w:val="libBold1Char"/>
          <w:rtl/>
        </w:rPr>
        <w:t>(العسر والحرج)</w:t>
      </w:r>
      <w:r w:rsidRPr="002A0058">
        <w:rPr>
          <w:rtl/>
        </w:rPr>
        <w:t xml:space="preserve"> للوقوف في وجه الحالات غير العادلة التي تتبدَّى في تخلية المنازل.</w:t>
      </w:r>
    </w:p>
    <w:p w:rsidR="00D25360" w:rsidRDefault="00D25360"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لقد بلغت ضغوطات الضرورات والاحتياجات شأواً بحيث لم تقتصر فقط على استبدال الأحكام الثانوية وتبدُّلها، بل أصبح لها تأثيرها في استنباط الأحكام الطبيعية الأوَّلية في الشرع</w:t>
      </w:r>
      <w:r w:rsidR="00610870">
        <w:rPr>
          <w:rtl/>
        </w:rPr>
        <w:t>.</w:t>
      </w:r>
      <w:r w:rsidRPr="00065D03">
        <w:rPr>
          <w:rtl/>
        </w:rPr>
        <w:t xml:space="preserve"> والطريقة الأفضل لرؤية الأثر القوي النافذ</w:t>
      </w:r>
      <w:r w:rsidR="00610870">
        <w:rPr>
          <w:rtl/>
        </w:rPr>
        <w:t>،</w:t>
      </w:r>
      <w:r w:rsidRPr="00065D03">
        <w:rPr>
          <w:rtl/>
        </w:rPr>
        <w:t xml:space="preserve"> وما تتحلَّى به هذه الضغوطات من قوَّة</w:t>
      </w:r>
      <w:r w:rsidR="00610870">
        <w:rPr>
          <w:rtl/>
        </w:rPr>
        <w:t>،</w:t>
      </w:r>
      <w:r w:rsidRPr="00065D03">
        <w:rPr>
          <w:rtl/>
        </w:rPr>
        <w:t xml:space="preserve"> تتمثَّل بذكر بعض الأمثلة:</w:t>
      </w:r>
    </w:p>
    <w:p w:rsidR="00E07DFB" w:rsidRPr="002A0058" w:rsidRDefault="00E07DFB" w:rsidP="002A0058">
      <w:pPr>
        <w:pStyle w:val="libNormal"/>
        <w:rPr>
          <w:rtl/>
        </w:rPr>
      </w:pPr>
      <w:r w:rsidRPr="00313984">
        <w:rPr>
          <w:rStyle w:val="libBold1Char"/>
          <w:rtl/>
        </w:rPr>
        <w:t>أ</w:t>
      </w:r>
      <w:r w:rsidR="00610870">
        <w:rPr>
          <w:rStyle w:val="libBold1Char"/>
          <w:rtl/>
        </w:rPr>
        <w:t xml:space="preserve"> - </w:t>
      </w:r>
      <w:r w:rsidRPr="002A0058">
        <w:rPr>
          <w:rtl/>
        </w:rPr>
        <w:t>يُعَدُّ عقد التأمين من أبرز العقود التي وجدت طريقها إلى الفقه الإسلامي</w:t>
      </w:r>
      <w:r w:rsidR="00610870">
        <w:rPr>
          <w:rtl/>
        </w:rPr>
        <w:t>؛</w:t>
      </w:r>
      <w:r w:rsidRPr="002A0058">
        <w:rPr>
          <w:rtl/>
        </w:rPr>
        <w:t xml:space="preserve"> ذلك أنَّ الفقهاء يحكمون ببطلان المعاوضة التي لا يُعلم أحد عوضيها</w:t>
      </w:r>
      <w:r w:rsidR="00610870">
        <w:rPr>
          <w:rtl/>
        </w:rPr>
        <w:t>،</w:t>
      </w:r>
      <w:r w:rsidRPr="002A0058">
        <w:rPr>
          <w:rtl/>
        </w:rPr>
        <w:t xml:space="preserve"> لأجل الغرر المنهي عنه</w:t>
      </w:r>
      <w:r w:rsidRPr="00313984">
        <w:rPr>
          <w:rStyle w:val="libBold1Char"/>
          <w:rtl/>
        </w:rPr>
        <w:t xml:space="preserve"> </w:t>
      </w:r>
      <w:r w:rsidRPr="0080527D">
        <w:rPr>
          <w:rStyle w:val="libBold2Char"/>
          <w:rtl/>
        </w:rPr>
        <w:t>(نهى النبي عن الغرر)</w:t>
      </w:r>
      <w:r w:rsidR="00610870">
        <w:rPr>
          <w:rStyle w:val="libBold2Char"/>
          <w:rtl/>
        </w:rPr>
        <w:t>،</w:t>
      </w:r>
      <w:r w:rsidRPr="002A0058">
        <w:rPr>
          <w:rtl/>
        </w:rPr>
        <w:t xml:space="preserve"> ومع ذلك</w:t>
      </w:r>
      <w:r w:rsidR="00610870">
        <w:rPr>
          <w:rtl/>
        </w:rPr>
        <w:t>،</w:t>
      </w:r>
      <w:r w:rsidRPr="002A0058">
        <w:rPr>
          <w:rtl/>
        </w:rPr>
        <w:t xml:space="preserve"> فقد مال عدد من الفقهاء إلى تصحيح عقد التأمين رغم ما يترتَّب عليه من غرر</w:t>
      </w:r>
      <w:r w:rsidR="00610870">
        <w:rPr>
          <w:rtl/>
        </w:rPr>
        <w:t>؛</w:t>
      </w:r>
      <w:r w:rsidRPr="002A0058">
        <w:rPr>
          <w:rtl/>
        </w:rPr>
        <w:t xml:space="preserve"> لعدم معلومية أحد العوضين.</w:t>
      </w:r>
    </w:p>
    <w:p w:rsidR="00E07DFB" w:rsidRPr="002A0058" w:rsidRDefault="00E07DFB" w:rsidP="002A0058">
      <w:pPr>
        <w:pStyle w:val="libNormal"/>
        <w:rPr>
          <w:rtl/>
        </w:rPr>
      </w:pPr>
      <w:r w:rsidRPr="00313984">
        <w:rPr>
          <w:rStyle w:val="libBold1Char"/>
          <w:rtl/>
        </w:rPr>
        <w:t>ب</w:t>
      </w:r>
      <w:r w:rsidR="00610870">
        <w:rPr>
          <w:rStyle w:val="libBold1Char"/>
          <w:rtl/>
        </w:rPr>
        <w:t xml:space="preserve"> - </w:t>
      </w:r>
      <w:r w:rsidRPr="002A0058">
        <w:rPr>
          <w:rtl/>
        </w:rPr>
        <w:t>حين نترك موضوع عقد الضمان وما طرأ عليه من تغيير في الدائرة الفقهية</w:t>
      </w:r>
      <w:r w:rsidR="00610870">
        <w:rPr>
          <w:rtl/>
        </w:rPr>
        <w:t>،</w:t>
      </w:r>
      <w:r w:rsidRPr="002A0058">
        <w:rPr>
          <w:rtl/>
        </w:rPr>
        <w:t xml:space="preserve"> بتأثير تبدُّل الاحتياجات وبروز ضرورات جديدة</w:t>
      </w:r>
      <w:r w:rsidR="00610870">
        <w:rPr>
          <w:rtl/>
        </w:rPr>
        <w:t>،</w:t>
      </w:r>
      <w:r w:rsidRPr="002A0058">
        <w:rPr>
          <w:rtl/>
        </w:rPr>
        <w:t xml:space="preserve"> نصل إلى مثال بارز آخر يتمثَّل في: </w:t>
      </w:r>
      <w:r w:rsidRPr="00313984">
        <w:rPr>
          <w:rStyle w:val="libBold1Char"/>
          <w:rtl/>
        </w:rPr>
        <w:t>عقد مبادلة البضاعة بالبضاعة</w:t>
      </w:r>
      <w:r w:rsidR="00610870">
        <w:rPr>
          <w:rStyle w:val="libBold1Char"/>
          <w:rtl/>
        </w:rPr>
        <w:t>.</w:t>
      </w:r>
      <w:r w:rsidRPr="002A0058">
        <w:rPr>
          <w:rtl/>
        </w:rPr>
        <w:t xml:space="preserve"> نبدأ أوَّلاً ببيع ثمرة العمل بالمؤجَّل</w:t>
      </w:r>
      <w:r w:rsidR="00610870">
        <w:rPr>
          <w:rtl/>
        </w:rPr>
        <w:t>،</w:t>
      </w:r>
      <w:r w:rsidRPr="002A0058">
        <w:rPr>
          <w:rtl/>
        </w:rPr>
        <w:t xml:space="preserve"> فقد حُرِّم هذا الضرب من البيع في زمن كان الحكم فيه قانوناً لتنفيذ العدالة</w:t>
      </w:r>
      <w:r w:rsidR="00610870">
        <w:rPr>
          <w:rtl/>
        </w:rPr>
        <w:t>،</w:t>
      </w:r>
      <w:r w:rsidRPr="002A0058">
        <w:rPr>
          <w:rtl/>
        </w:rPr>
        <w:t xml:space="preserve"> والحيلولة دون الظلم الذي يطال العامل الكادح من قبل المتموِّل الظالم</w:t>
      </w:r>
      <w:r w:rsidR="00610870">
        <w:rPr>
          <w:rtl/>
        </w:rPr>
        <w:t>،</w:t>
      </w:r>
      <w:r w:rsidRPr="002A0058">
        <w:rPr>
          <w:rtl/>
        </w:rPr>
        <w:t xml:space="preserve"> فقد كان صاحب رأس المال يستفيد من ضَعف الفلاح</w:t>
      </w:r>
      <w:r w:rsidR="00610870">
        <w:rPr>
          <w:rtl/>
        </w:rPr>
        <w:t>،</w:t>
      </w:r>
      <w:r w:rsidRPr="002A0058">
        <w:rPr>
          <w:rtl/>
        </w:rPr>
        <w:t xml:space="preserve"> وعدم وجود ملجأ يلجأ إليه</w:t>
      </w:r>
      <w:r w:rsidR="00610870">
        <w:rPr>
          <w:rtl/>
        </w:rPr>
        <w:t>،</w:t>
      </w:r>
      <w:r w:rsidRPr="002A0058">
        <w:rPr>
          <w:rtl/>
        </w:rPr>
        <w:t xml:space="preserve"> وينتهز هذه الحالة بشكل سلبي</w:t>
      </w:r>
      <w:r w:rsidR="00610870">
        <w:rPr>
          <w:rtl/>
        </w:rPr>
        <w:t>،</w:t>
      </w:r>
      <w:r w:rsidRPr="002A0058">
        <w:rPr>
          <w:rtl/>
        </w:rPr>
        <w:t xml:space="preserve"> فقد كان يشتري حنطة المزرعة بثمن بخس وبالمؤجَّل</w:t>
      </w:r>
      <w:r w:rsidR="00610870">
        <w:rPr>
          <w:rtl/>
        </w:rPr>
        <w:t>،</w:t>
      </w:r>
      <w:r w:rsidRPr="002A0058">
        <w:rPr>
          <w:rtl/>
        </w:rPr>
        <w:t xml:space="preserve"> وكان الزارع يرضى بهذه المعاملة</w:t>
      </w:r>
      <w:r w:rsidR="00610870">
        <w:rPr>
          <w:rtl/>
        </w:rPr>
        <w:t>؛</w:t>
      </w:r>
      <w:r w:rsidRPr="002A0058">
        <w:rPr>
          <w:rtl/>
        </w:rPr>
        <w:t xml:space="preserve"> لأنَّها توفِّر له ضماناً مستقبلياً لمحصوله.</w:t>
      </w:r>
    </w:p>
    <w:p w:rsidR="00D25360" w:rsidRDefault="00E07DFB" w:rsidP="00065D03">
      <w:pPr>
        <w:pStyle w:val="libNormal"/>
        <w:rPr>
          <w:rtl/>
        </w:rPr>
      </w:pPr>
      <w:r w:rsidRPr="00065D03">
        <w:rPr>
          <w:rtl/>
        </w:rPr>
        <w:t>أمَّا اليوم</w:t>
      </w:r>
      <w:r w:rsidR="00610870">
        <w:rPr>
          <w:rtl/>
        </w:rPr>
        <w:t>،</w:t>
      </w:r>
      <w:r w:rsidRPr="00065D03">
        <w:rPr>
          <w:rtl/>
        </w:rPr>
        <w:t xml:space="preserve"> فقد برزت مصالح أهم</w:t>
      </w:r>
      <w:r w:rsidR="00610870">
        <w:rPr>
          <w:rtl/>
        </w:rPr>
        <w:t>،</w:t>
      </w:r>
      <w:r w:rsidRPr="00065D03">
        <w:rPr>
          <w:rtl/>
        </w:rPr>
        <w:t xml:space="preserve"> أخذت تدفع ل</w:t>
      </w:r>
      <w:r w:rsidR="00B27F0D">
        <w:rPr>
          <w:rtl/>
        </w:rPr>
        <w:t>لقبول بمثل هذا الضرب من التعامل</w:t>
      </w:r>
      <w:r w:rsidRPr="00065D03">
        <w:rPr>
          <w:rtl/>
        </w:rPr>
        <w:t>، بل تجعله ضرورياً لا يمكن تجنُّبه</w:t>
      </w:r>
      <w:r w:rsidR="00610870">
        <w:rPr>
          <w:rtl/>
        </w:rPr>
        <w:t>.</w:t>
      </w:r>
      <w:r w:rsidRPr="00065D03">
        <w:rPr>
          <w:rtl/>
        </w:rPr>
        <w:t xml:space="preserve"> فنحن اليوم نبيع نفطنا بهذه الطريقة</w:t>
      </w:r>
      <w:r w:rsidR="00610870">
        <w:rPr>
          <w:rtl/>
        </w:rPr>
        <w:t>،</w:t>
      </w:r>
      <w:r w:rsidRPr="00065D03">
        <w:rPr>
          <w:rtl/>
        </w:rPr>
        <w:t xml:space="preserve"> ونؤمِّن جميع ما نحتاج إليه من بضائع وسلع عن طريق بيع السلعة بالسلعة</w:t>
      </w:r>
      <w:r w:rsidR="00610870">
        <w:rPr>
          <w:rtl/>
        </w:rPr>
        <w:t>.</w:t>
      </w:r>
      <w:r w:rsidRPr="00065D03">
        <w:rPr>
          <w:rtl/>
        </w:rPr>
        <w:t xml:space="preserve"> فهل نجرؤ على أن نحكم ببطلان جميع هذه المعاملات؟ وإذا فهم الأجانب أنَّ مثل هذه العاملة باطلة في فقهنا الحقوقي</w:t>
      </w:r>
      <w:r w:rsidR="00610870">
        <w:rPr>
          <w:rtl/>
        </w:rPr>
        <w:t>،</w:t>
      </w:r>
      <w:r w:rsidRPr="00065D03">
        <w:rPr>
          <w:rtl/>
        </w:rPr>
        <w:t xml:space="preserve"> فهل يكونون على استعداد بعد ذلك للتعامل مع الحكومة الإسلامية؟ ربَّما لم تدخل هذه المسألة إلى الحوزة بعد</w:t>
      </w:r>
      <w:r w:rsidR="00610870">
        <w:rPr>
          <w:rtl/>
        </w:rPr>
        <w:t>،</w:t>
      </w:r>
      <w:r w:rsidRPr="00065D03">
        <w:rPr>
          <w:rtl/>
        </w:rPr>
        <w:t xml:space="preserve"> بَيْدَ أنَّها ستطرح وستشقُّ طريقها إليها إن عاجلاً أم آجلاً</w:t>
      </w:r>
      <w:r w:rsidR="00610870">
        <w:rPr>
          <w:rtl/>
        </w:rPr>
        <w:t>،</w:t>
      </w:r>
      <w:r w:rsidRPr="00065D03">
        <w:rPr>
          <w:rtl/>
        </w:rPr>
        <w:t xml:space="preserve"> تماماً كما هي مطروحة اليوم بين الحقوقيِّين</w:t>
      </w:r>
      <w:r w:rsidR="00610870">
        <w:rPr>
          <w:rtl/>
        </w:rPr>
        <w:t>،</w:t>
      </w:r>
      <w:r w:rsidRPr="00065D03">
        <w:rPr>
          <w:rtl/>
        </w:rPr>
        <w:t xml:space="preserve"> وقد اختلفت فيها الآراء.</w:t>
      </w:r>
    </w:p>
    <w:p w:rsidR="00D25360" w:rsidRDefault="00D25360" w:rsidP="00E5125A">
      <w:pPr>
        <w:pStyle w:val="libNormal"/>
        <w:rPr>
          <w:rtl/>
        </w:rPr>
      </w:pPr>
      <w:r>
        <w:rPr>
          <w:rtl/>
        </w:rPr>
        <w:br w:type="page"/>
      </w:r>
    </w:p>
    <w:p w:rsidR="00E07DFB" w:rsidRPr="002A0058" w:rsidRDefault="00E07DFB" w:rsidP="00D25360">
      <w:pPr>
        <w:pStyle w:val="libNormal"/>
        <w:rPr>
          <w:rtl/>
        </w:rPr>
      </w:pPr>
      <w:r w:rsidRPr="00065D03">
        <w:rPr>
          <w:rtl/>
        </w:rPr>
        <w:lastRenderedPageBreak/>
        <w:t>في جميع الأحوال</w:t>
      </w:r>
      <w:r w:rsidR="00610870">
        <w:rPr>
          <w:rtl/>
        </w:rPr>
        <w:t>،</w:t>
      </w:r>
      <w:r w:rsidRPr="00065D03">
        <w:rPr>
          <w:rtl/>
        </w:rPr>
        <w:t xml:space="preserve"> فإنَّ إعادة النظر في مباني الاستنباط يمكن أن تنتهي إلى</w:t>
      </w:r>
      <w:r w:rsidR="00D25360">
        <w:rPr>
          <w:rFonts w:hint="cs"/>
          <w:rtl/>
        </w:rPr>
        <w:t xml:space="preserve"> </w:t>
      </w:r>
      <w:r w:rsidRPr="002A0058">
        <w:rPr>
          <w:rtl/>
        </w:rPr>
        <w:t>نتيجة معقولة</w:t>
      </w:r>
      <w:r w:rsidR="00610870">
        <w:rPr>
          <w:rtl/>
        </w:rPr>
        <w:t>؛</w:t>
      </w:r>
      <w:r w:rsidRPr="002A0058">
        <w:rPr>
          <w:rtl/>
        </w:rPr>
        <w:t xml:space="preserve"> تتمثَّل بالشكّ بالإجماع المدّعى حولها</w:t>
      </w:r>
      <w:r w:rsidR="00610870">
        <w:rPr>
          <w:rtl/>
        </w:rPr>
        <w:t>،</w:t>
      </w:r>
      <w:r w:rsidRPr="002A0058">
        <w:rPr>
          <w:rtl/>
        </w:rPr>
        <w:t xml:space="preserve"> فما نهت عنه الأخبار صراحة هو </w:t>
      </w:r>
      <w:r w:rsidRPr="0080527D">
        <w:rPr>
          <w:rStyle w:val="libBold2Char"/>
          <w:rtl/>
        </w:rPr>
        <w:t>(بيع الدَّين بالدَّين)</w:t>
      </w:r>
      <w:r w:rsidRPr="00852899">
        <w:rPr>
          <w:rStyle w:val="libFootnotenumChar"/>
          <w:rtl/>
        </w:rPr>
        <w:t>(4)</w:t>
      </w:r>
      <w:r w:rsidR="00610870">
        <w:rPr>
          <w:rtl/>
        </w:rPr>
        <w:t>،</w:t>
      </w:r>
      <w:r w:rsidRPr="002A0058">
        <w:rPr>
          <w:rtl/>
        </w:rPr>
        <w:t xml:space="preserve"> كما أنَّ التردُّد موجود في مفاد أخبار </w:t>
      </w:r>
      <w:r w:rsidRPr="0080527D">
        <w:rPr>
          <w:rStyle w:val="libBold2Char"/>
          <w:rtl/>
        </w:rPr>
        <w:t>(لا يباع الدَّين بالدَّين)</w:t>
      </w:r>
      <w:r w:rsidR="00610870">
        <w:rPr>
          <w:rStyle w:val="libBold2Char"/>
          <w:rtl/>
        </w:rPr>
        <w:t>؛</w:t>
      </w:r>
      <w:r w:rsidRPr="002A0058">
        <w:rPr>
          <w:rtl/>
        </w:rPr>
        <w:t xml:space="preserve"> إذ هل المقصود هو بيع الدين قبل العقد</w:t>
      </w:r>
      <w:r w:rsidR="00610870">
        <w:rPr>
          <w:rtl/>
        </w:rPr>
        <w:t>،</w:t>
      </w:r>
      <w:r w:rsidRPr="002A0058">
        <w:rPr>
          <w:rtl/>
        </w:rPr>
        <w:t xml:space="preserve"> أو أن يشمل النهي الدَّين المترتِّب على العقد؟ إنَّ القدر المتيقَّن في الإجابة هو الاحتمال الأوّل</w:t>
      </w:r>
      <w:r w:rsidR="00610870">
        <w:rPr>
          <w:rtl/>
        </w:rPr>
        <w:t>؛</w:t>
      </w:r>
      <w:r w:rsidRPr="002A0058">
        <w:rPr>
          <w:rtl/>
        </w:rPr>
        <w:t xml:space="preserve"> يعني ما يقال له دَيناً قبل العقد</w:t>
      </w:r>
      <w:r w:rsidRPr="00852899">
        <w:rPr>
          <w:rStyle w:val="libFootnotenumChar"/>
          <w:rtl/>
        </w:rPr>
        <w:t>(5)</w:t>
      </w:r>
      <w:r w:rsidRPr="002A0058">
        <w:rPr>
          <w:rtl/>
        </w:rPr>
        <w:t>.</w:t>
      </w:r>
    </w:p>
    <w:p w:rsidR="00E07DFB" w:rsidRPr="002A0058" w:rsidRDefault="00E07DFB" w:rsidP="002A0058">
      <w:pPr>
        <w:pStyle w:val="libNormal"/>
        <w:rPr>
          <w:rtl/>
        </w:rPr>
      </w:pPr>
      <w:r w:rsidRPr="002A0058">
        <w:rPr>
          <w:rtl/>
        </w:rPr>
        <w:t>ليس لدينا متَّسع من الوقت لتفصيل المسألة أكثر</w:t>
      </w:r>
      <w:r w:rsidR="00610870">
        <w:rPr>
          <w:rtl/>
        </w:rPr>
        <w:t>،</w:t>
      </w:r>
      <w:r w:rsidRPr="002A0058">
        <w:rPr>
          <w:rtl/>
        </w:rPr>
        <w:t xml:space="preserve"> لكنَّ الحدَّ الأدنى الذي يجب أن نقبل به</w:t>
      </w:r>
      <w:r w:rsidR="00610870">
        <w:rPr>
          <w:rtl/>
        </w:rPr>
        <w:t>،</w:t>
      </w:r>
      <w:r w:rsidRPr="002A0058">
        <w:rPr>
          <w:rtl/>
        </w:rPr>
        <w:t xml:space="preserve"> هو أنَّ إعادة النظر التي تمَّت في الاستنباط والاجتهاد</w:t>
      </w:r>
      <w:r w:rsidR="00610870">
        <w:rPr>
          <w:rtl/>
        </w:rPr>
        <w:t>،</w:t>
      </w:r>
      <w:r w:rsidRPr="002A0058">
        <w:rPr>
          <w:rtl/>
        </w:rPr>
        <w:t xml:space="preserve"> نشأت من الضرورات والاحتياجات</w:t>
      </w:r>
      <w:r w:rsidRPr="00852899">
        <w:rPr>
          <w:rStyle w:val="libFootnotenumChar"/>
          <w:rtl/>
        </w:rPr>
        <w:t>(6)</w:t>
      </w:r>
      <w:r w:rsidRPr="002A0058">
        <w:rPr>
          <w:rtl/>
        </w:rPr>
        <w:t>.</w:t>
      </w:r>
    </w:p>
    <w:p w:rsidR="00E07DFB" w:rsidRPr="002A0058" w:rsidRDefault="00E07DFB" w:rsidP="002A0058">
      <w:pPr>
        <w:pStyle w:val="libNormal"/>
        <w:rPr>
          <w:rtl/>
        </w:rPr>
      </w:pPr>
      <w:r w:rsidRPr="00313984">
        <w:rPr>
          <w:rStyle w:val="libBold1Char"/>
          <w:rtl/>
        </w:rPr>
        <w:t>5</w:t>
      </w:r>
      <w:r w:rsidR="00610870">
        <w:rPr>
          <w:rStyle w:val="libBold1Char"/>
          <w:rtl/>
        </w:rPr>
        <w:t xml:space="preserve"> - </w:t>
      </w:r>
      <w:r w:rsidRPr="00313984">
        <w:rPr>
          <w:rStyle w:val="libBold1Char"/>
          <w:rtl/>
        </w:rPr>
        <w:t>تغيير البنية الاقتصادية:</w:t>
      </w:r>
      <w:r w:rsidRPr="002A0058">
        <w:rPr>
          <w:rtl/>
        </w:rPr>
        <w:t xml:space="preserve"> في الوقت الذي تستطيع فيه المعامل الصغيرة أن تؤمِّن حاجات المجتمع برساميل صغيرة</w:t>
      </w:r>
      <w:r w:rsidR="00610870">
        <w:rPr>
          <w:rtl/>
        </w:rPr>
        <w:t>،</w:t>
      </w:r>
      <w:r w:rsidRPr="002A0058">
        <w:rPr>
          <w:rtl/>
        </w:rPr>
        <w:t xml:space="preserve"> فإنَّ صاحب العمل يحتاج لاستمرار حياته الاقتصادية إلى الأجير والعامل</w:t>
      </w:r>
      <w:r w:rsidR="00610870">
        <w:rPr>
          <w:rtl/>
        </w:rPr>
        <w:t>،</w:t>
      </w:r>
      <w:r w:rsidRPr="002A0058">
        <w:rPr>
          <w:rtl/>
        </w:rPr>
        <w:t xml:space="preserve"> وفي الوقت نفسه يحتاج الأجير والعامل إلى صاحب العمل</w:t>
      </w:r>
      <w:r w:rsidR="00610870">
        <w:rPr>
          <w:rtl/>
        </w:rPr>
        <w:t>.</w:t>
      </w:r>
      <w:r w:rsidRPr="002A0058">
        <w:rPr>
          <w:rtl/>
        </w:rPr>
        <w:t xml:space="preserve"> في الحصيلة يمكن لعقد الإجارة</w:t>
      </w:r>
      <w:r w:rsidR="00610870">
        <w:rPr>
          <w:rtl/>
        </w:rPr>
        <w:t xml:space="preserve"> - </w:t>
      </w:r>
      <w:r w:rsidRPr="002A0058">
        <w:rPr>
          <w:rtl/>
        </w:rPr>
        <w:t>الذي يُنظَّم عن تراضٍ بين الطرفين</w:t>
      </w:r>
      <w:r w:rsidR="00610870">
        <w:rPr>
          <w:rtl/>
        </w:rPr>
        <w:t xml:space="preserve"> - </w:t>
      </w:r>
      <w:r w:rsidRPr="002A0058">
        <w:rPr>
          <w:rtl/>
        </w:rPr>
        <w:t>أن يؤمِّن العلاقة العادلة بينهما</w:t>
      </w:r>
      <w:r w:rsidR="00610870">
        <w:rPr>
          <w:rtl/>
        </w:rPr>
        <w:t>.</w:t>
      </w:r>
      <w:r w:rsidRPr="002A0058">
        <w:rPr>
          <w:rtl/>
        </w:rPr>
        <w:t xml:space="preserve"> أمَّا اليوم</w:t>
      </w:r>
      <w:r w:rsidR="00610870">
        <w:rPr>
          <w:rtl/>
        </w:rPr>
        <w:t>،</w:t>
      </w:r>
      <w:r w:rsidRPr="002A0058">
        <w:rPr>
          <w:rtl/>
        </w:rPr>
        <w:t xml:space="preserve"> فإنَّ الواقع يعكس وجود أصحاب رساميل جشعين</w:t>
      </w:r>
      <w:r w:rsidR="00610870">
        <w:rPr>
          <w:rtl/>
        </w:rPr>
        <w:t>،</w:t>
      </w:r>
      <w:r w:rsidRPr="002A0058">
        <w:rPr>
          <w:rtl/>
        </w:rPr>
        <w:t xml:space="preserve"> مع عمَّال سبق لهم أن ذاقوا مرارة البطالة</w:t>
      </w:r>
      <w:r w:rsidR="00610870">
        <w:rPr>
          <w:rtl/>
        </w:rPr>
        <w:t>،</w:t>
      </w:r>
      <w:r w:rsidRPr="002A0058">
        <w:rPr>
          <w:rtl/>
        </w:rPr>
        <w:t xml:space="preserve"> طبيعي أنَّ هذه المجموعة من العمَّال تحتاج إلى الحماية</w:t>
      </w:r>
      <w:r w:rsidR="00610870">
        <w:rPr>
          <w:rtl/>
        </w:rPr>
        <w:t>،</w:t>
      </w:r>
      <w:r w:rsidRPr="002A0058">
        <w:rPr>
          <w:rtl/>
        </w:rPr>
        <w:t xml:space="preserve"> وهذه الحاجة تدع وجدان الفقيه متأثِّراً</w:t>
      </w:r>
      <w:r w:rsidR="00610870">
        <w:rPr>
          <w:rtl/>
        </w:rPr>
        <w:t>،</w:t>
      </w:r>
      <w:r w:rsidRPr="002A0058">
        <w:rPr>
          <w:rtl/>
        </w:rPr>
        <w:t xml:space="preserve"> وتدفعه كما ذكرنا لاستنباطات جديدة.</w:t>
      </w:r>
    </w:p>
    <w:p w:rsidR="00E07DFB" w:rsidRPr="002A0058" w:rsidRDefault="00E07DFB" w:rsidP="002A0058">
      <w:pPr>
        <w:pStyle w:val="libNormal"/>
        <w:rPr>
          <w:rtl/>
        </w:rPr>
      </w:pPr>
      <w:r w:rsidRPr="002A0058">
        <w:rPr>
          <w:rtl/>
        </w:rPr>
        <w:t>أمَّا في جواب سؤالكم الثاني</w:t>
      </w:r>
      <w:r w:rsidR="00610870">
        <w:rPr>
          <w:rtl/>
        </w:rPr>
        <w:t>،</w:t>
      </w:r>
      <w:r w:rsidRPr="002A0058">
        <w:rPr>
          <w:rtl/>
        </w:rPr>
        <w:t xml:space="preserve"> فينبغي القول: ما دام نقص القانون وكماله أمرين نسبيَّين لهما صلة بالزمان والمكان</w:t>
      </w:r>
      <w:r w:rsidR="00610870">
        <w:rPr>
          <w:rtl/>
        </w:rPr>
        <w:t>،</w:t>
      </w:r>
      <w:r w:rsidRPr="002A0058">
        <w:rPr>
          <w:rtl/>
        </w:rPr>
        <w:t xml:space="preserve"> فمن الأفضل أن نُطلق على هذا التحوُّل اسم:</w:t>
      </w:r>
      <w:r w:rsidRPr="00313984">
        <w:rPr>
          <w:rStyle w:val="libBold1Char"/>
          <w:rtl/>
        </w:rPr>
        <w:t xml:space="preserve"> اكتمال الحركة الفقهية</w:t>
      </w:r>
      <w:r w:rsidRPr="002A0058">
        <w:rPr>
          <w:rtl/>
        </w:rPr>
        <w:t>.</w:t>
      </w:r>
    </w:p>
    <w:p w:rsidR="00E07DFB" w:rsidRPr="00065D03" w:rsidRDefault="00E07DFB" w:rsidP="00065D03">
      <w:pPr>
        <w:pStyle w:val="libNormal"/>
        <w:rPr>
          <w:rtl/>
        </w:rPr>
      </w:pPr>
      <w:r w:rsidRPr="00065D03">
        <w:rPr>
          <w:rtl/>
        </w:rPr>
        <w:t>وفي شأن السؤال الثالث</w:t>
      </w:r>
      <w:r w:rsidR="00610870">
        <w:rPr>
          <w:rtl/>
        </w:rPr>
        <w:t>،</w:t>
      </w:r>
      <w:r w:rsidRPr="00065D03">
        <w:rPr>
          <w:rtl/>
        </w:rPr>
        <w:t xml:space="preserve"> فقد أضحى بديهياً</w:t>
      </w:r>
      <w:r w:rsidR="00610870">
        <w:rPr>
          <w:rtl/>
        </w:rPr>
        <w:t>،</w:t>
      </w:r>
      <w:r w:rsidRPr="00065D03">
        <w:rPr>
          <w:rtl/>
        </w:rPr>
        <w:t xml:space="preserve"> فما لم يُدرك الفقيه الزمان والمكان ويعيهما</w:t>
      </w:r>
      <w:r w:rsidR="00610870">
        <w:rPr>
          <w:rtl/>
        </w:rPr>
        <w:t>،</w:t>
      </w:r>
      <w:r w:rsidRPr="00065D03">
        <w:rPr>
          <w:rtl/>
        </w:rPr>
        <w:t xml:space="preserve"> فلا يستطيع أن يصل إلى مفهوم كثير من المسائل.</w:t>
      </w:r>
    </w:p>
    <w:p w:rsidR="00D25360" w:rsidRDefault="00E07DFB" w:rsidP="00D25360">
      <w:pPr>
        <w:pStyle w:val="libNormal"/>
        <w:rPr>
          <w:rtl/>
        </w:rPr>
      </w:pPr>
      <w:r w:rsidRPr="00313984">
        <w:rPr>
          <w:rStyle w:val="libBold1Char"/>
          <w:rtl/>
        </w:rPr>
        <w:t>الشيخ معرفت:</w:t>
      </w:r>
      <w:r w:rsidRPr="002A0058">
        <w:rPr>
          <w:rtl/>
        </w:rPr>
        <w:t xml:space="preserve"> ليس للزمان والمكان تأثير في الأحكام نفسها</w:t>
      </w:r>
      <w:r w:rsidR="00610870">
        <w:rPr>
          <w:rtl/>
        </w:rPr>
        <w:t>،</w:t>
      </w:r>
      <w:r w:rsidRPr="002A0058">
        <w:rPr>
          <w:rtl/>
        </w:rPr>
        <w:t xml:space="preserve"> ولا يمكن أن</w:t>
      </w:r>
      <w:r w:rsidR="00D25360">
        <w:rPr>
          <w:rFonts w:hint="cs"/>
          <w:rtl/>
        </w:rPr>
        <w:t xml:space="preserve"> </w:t>
      </w:r>
      <w:r w:rsidRPr="00065D03">
        <w:rPr>
          <w:rtl/>
        </w:rPr>
        <w:t>يكون لهما تأثير في ذلك</w:t>
      </w:r>
      <w:r w:rsidR="00610870">
        <w:rPr>
          <w:rtl/>
        </w:rPr>
        <w:t>،</w:t>
      </w:r>
      <w:r w:rsidRPr="00065D03">
        <w:rPr>
          <w:rtl/>
        </w:rPr>
        <w:t xml:space="preserve"> لكن يمكن أن يؤثِّرا في الموضوعات</w:t>
      </w:r>
      <w:r w:rsidR="00610870">
        <w:rPr>
          <w:rtl/>
        </w:rPr>
        <w:t>،</w:t>
      </w:r>
      <w:r w:rsidRPr="00065D03">
        <w:rPr>
          <w:rtl/>
        </w:rPr>
        <w:t xml:space="preserve"> كما جاء في نهاية السؤال من قولكم: هل الزمان والمكان يوجبان معرفة الموضوعات المستحدَثة؟ والسبب أنَّ للزمان والمكان دوراً مؤثِّراً على الموضوعات التي أوكلها الشارع للعُرف.</w:t>
      </w:r>
    </w:p>
    <w:p w:rsidR="00D25360" w:rsidRDefault="00D25360" w:rsidP="00E5125A">
      <w:pPr>
        <w:pStyle w:val="libNormal"/>
        <w:rPr>
          <w:rtl/>
        </w:rPr>
      </w:pPr>
      <w:r>
        <w:rPr>
          <w:rtl/>
        </w:rPr>
        <w:br w:type="page"/>
      </w:r>
    </w:p>
    <w:p w:rsidR="00E07DFB" w:rsidRPr="00AA299A" w:rsidRDefault="00E07DFB" w:rsidP="00AA299A">
      <w:pPr>
        <w:pStyle w:val="libNormal"/>
        <w:rPr>
          <w:rtl/>
        </w:rPr>
      </w:pPr>
      <w:r w:rsidRPr="00AA299A">
        <w:rPr>
          <w:rtl/>
        </w:rPr>
        <w:lastRenderedPageBreak/>
        <w:t>في توضيح ذلك ينبغي أن نقول: إنَّ لدينا ثلاثة عناوين</w:t>
      </w:r>
      <w:r w:rsidR="00610870">
        <w:rPr>
          <w:rtl/>
        </w:rPr>
        <w:t>،</w:t>
      </w:r>
      <w:r w:rsidRPr="00AA299A">
        <w:rPr>
          <w:rtl/>
        </w:rPr>
        <w:t xml:space="preserve"> للفقيه تأثير في بعضها</w:t>
      </w:r>
      <w:r w:rsidR="00610870">
        <w:rPr>
          <w:rtl/>
        </w:rPr>
        <w:t>،</w:t>
      </w:r>
      <w:r w:rsidRPr="00AA299A">
        <w:rPr>
          <w:rtl/>
        </w:rPr>
        <w:t xml:space="preserve"> وليس له تأثير في بعضها الآخر</w:t>
      </w:r>
      <w:r w:rsidR="00610870">
        <w:rPr>
          <w:rtl/>
        </w:rPr>
        <w:t>.</w:t>
      </w:r>
      <w:r w:rsidRPr="00AA299A">
        <w:rPr>
          <w:rtl/>
        </w:rPr>
        <w:t xml:space="preserve"> وهذه العناوين الثلاثة هي: </w:t>
      </w:r>
      <w:r w:rsidRPr="00313984">
        <w:rPr>
          <w:rStyle w:val="libBold1Char"/>
          <w:rtl/>
        </w:rPr>
        <w:t>الأحكام</w:t>
      </w:r>
      <w:r w:rsidR="00610870">
        <w:rPr>
          <w:rStyle w:val="libBold1Char"/>
          <w:rtl/>
        </w:rPr>
        <w:t>،</w:t>
      </w:r>
      <w:r w:rsidRPr="00AA299A">
        <w:rPr>
          <w:rtl/>
        </w:rPr>
        <w:t xml:space="preserve"> و</w:t>
      </w:r>
      <w:r w:rsidRPr="00313984">
        <w:rPr>
          <w:rStyle w:val="libBold1Char"/>
          <w:rtl/>
        </w:rPr>
        <w:t>الموضوعات</w:t>
      </w:r>
      <w:r w:rsidR="00610870">
        <w:rPr>
          <w:rtl/>
        </w:rPr>
        <w:t>،</w:t>
      </w:r>
      <w:r w:rsidRPr="00AA299A">
        <w:rPr>
          <w:rtl/>
        </w:rPr>
        <w:t xml:space="preserve"> و</w:t>
      </w:r>
      <w:r w:rsidRPr="00313984">
        <w:rPr>
          <w:rStyle w:val="libBold1Char"/>
          <w:rtl/>
        </w:rPr>
        <w:t>المصاديق</w:t>
      </w:r>
      <w:r w:rsidRPr="00AA299A">
        <w:rPr>
          <w:rtl/>
        </w:rPr>
        <w:t>.</w:t>
      </w:r>
    </w:p>
    <w:p w:rsidR="00E07DFB" w:rsidRPr="00065D03" w:rsidRDefault="00E07DFB" w:rsidP="00065D03">
      <w:pPr>
        <w:pStyle w:val="libNormal"/>
        <w:rPr>
          <w:rtl/>
        </w:rPr>
      </w:pPr>
      <w:r w:rsidRPr="00065D03">
        <w:rPr>
          <w:rtl/>
        </w:rPr>
        <w:t>دور الفقيه في الأحكام هو أن يضطلع بمهمَّة استنباط الأحكام من المصادر الأوَّلية بشكل أصولي</w:t>
      </w:r>
      <w:r w:rsidR="00610870">
        <w:rPr>
          <w:rtl/>
        </w:rPr>
        <w:t>.</w:t>
      </w:r>
      <w:r w:rsidRPr="00065D03">
        <w:rPr>
          <w:rtl/>
        </w:rPr>
        <w:t xml:space="preserve"> أمَّا بالنسبة للمصاديق</w:t>
      </w:r>
      <w:r w:rsidR="00610870">
        <w:rPr>
          <w:rtl/>
        </w:rPr>
        <w:t>،</w:t>
      </w:r>
      <w:r w:rsidRPr="00065D03">
        <w:rPr>
          <w:rtl/>
        </w:rPr>
        <w:t xml:space="preserve"> فليس ثَمَّة أي دور للفقيه فيها</w:t>
      </w:r>
      <w:r w:rsidR="00610870">
        <w:rPr>
          <w:rtl/>
        </w:rPr>
        <w:t>،</w:t>
      </w:r>
      <w:r w:rsidRPr="00065D03">
        <w:rPr>
          <w:rtl/>
        </w:rPr>
        <w:t xml:space="preserve"> فليس من وظيفة الفقيه</w:t>
      </w:r>
      <w:r w:rsidR="00610870">
        <w:rPr>
          <w:rtl/>
        </w:rPr>
        <w:t>،</w:t>
      </w:r>
      <w:r w:rsidRPr="00065D03">
        <w:rPr>
          <w:rtl/>
        </w:rPr>
        <w:t xml:space="preserve"> بما هو فقيه</w:t>
      </w:r>
      <w:r w:rsidR="00610870">
        <w:rPr>
          <w:rtl/>
        </w:rPr>
        <w:t>،</w:t>
      </w:r>
      <w:r w:rsidRPr="00065D03">
        <w:rPr>
          <w:rtl/>
        </w:rPr>
        <w:t xml:space="preserve"> أن يشخِّص المصاديق ويعيِّنها</w:t>
      </w:r>
      <w:r w:rsidR="00610870">
        <w:rPr>
          <w:rtl/>
        </w:rPr>
        <w:t>؛</w:t>
      </w:r>
      <w:r w:rsidRPr="00065D03">
        <w:rPr>
          <w:rtl/>
        </w:rPr>
        <w:t xml:space="preserve"> ومردُّ ذلك لعدم دخل فقاهته في تشخيص المصاديق الخارجية</w:t>
      </w:r>
      <w:r w:rsidR="00610870">
        <w:rPr>
          <w:rtl/>
        </w:rPr>
        <w:t>،</w:t>
      </w:r>
      <w:r w:rsidRPr="00065D03">
        <w:rPr>
          <w:rtl/>
        </w:rPr>
        <w:t xml:space="preserve"> وإذا كانت له معرفة بمصداق من المصاديق الخارجية</w:t>
      </w:r>
      <w:r w:rsidR="00610870">
        <w:rPr>
          <w:rtl/>
        </w:rPr>
        <w:t>،</w:t>
      </w:r>
      <w:r w:rsidRPr="00065D03">
        <w:rPr>
          <w:rtl/>
        </w:rPr>
        <w:t xml:space="preserve"> فقيمتها تدخل في نطاق الخبرة</w:t>
      </w:r>
      <w:r w:rsidR="00610870">
        <w:rPr>
          <w:rtl/>
        </w:rPr>
        <w:t>،</w:t>
      </w:r>
      <w:r w:rsidRPr="00065D03">
        <w:rPr>
          <w:rtl/>
        </w:rPr>
        <w:t xml:space="preserve"> وليس في نطاق الفقاهة</w:t>
      </w:r>
      <w:r w:rsidR="00610870">
        <w:rPr>
          <w:rtl/>
        </w:rPr>
        <w:t>،</w:t>
      </w:r>
      <w:r w:rsidRPr="00065D03">
        <w:rPr>
          <w:rtl/>
        </w:rPr>
        <w:t xml:space="preserve"> أي لكونه خبيراً بهذا المصداق</w:t>
      </w:r>
      <w:r w:rsidR="00610870">
        <w:rPr>
          <w:rtl/>
        </w:rPr>
        <w:t>،</w:t>
      </w:r>
      <w:r w:rsidRPr="00065D03">
        <w:rPr>
          <w:rtl/>
        </w:rPr>
        <w:t xml:space="preserve"> وليس لكونه فقيهاً</w:t>
      </w:r>
      <w:r w:rsidR="00610870">
        <w:rPr>
          <w:rtl/>
        </w:rPr>
        <w:t>.</w:t>
      </w:r>
      <w:r w:rsidRPr="00065D03">
        <w:rPr>
          <w:rtl/>
        </w:rPr>
        <w:t xml:space="preserve"> فالفقيه</w:t>
      </w:r>
      <w:r w:rsidR="00610870">
        <w:rPr>
          <w:rtl/>
        </w:rPr>
        <w:t>،</w:t>
      </w:r>
      <w:r w:rsidRPr="00065D03">
        <w:rPr>
          <w:rtl/>
        </w:rPr>
        <w:t xml:space="preserve"> في نهاية المطاف</w:t>
      </w:r>
      <w:r w:rsidR="00610870">
        <w:rPr>
          <w:rtl/>
        </w:rPr>
        <w:t>،</w:t>
      </w:r>
      <w:r w:rsidRPr="00065D03">
        <w:rPr>
          <w:rtl/>
        </w:rPr>
        <w:t xml:space="preserve"> هو أحد أفراد المجتمع وأحد أبناء العُرف</w:t>
      </w:r>
      <w:r w:rsidR="00610870">
        <w:rPr>
          <w:rtl/>
        </w:rPr>
        <w:t>،</w:t>
      </w:r>
      <w:r w:rsidRPr="00065D03">
        <w:rPr>
          <w:rtl/>
        </w:rPr>
        <w:t xml:space="preserve"> بالإضافة إلى ما يتحلَّى به من فقاهه</w:t>
      </w:r>
      <w:r w:rsidR="00610870">
        <w:rPr>
          <w:rtl/>
        </w:rPr>
        <w:t>.</w:t>
      </w:r>
      <w:r w:rsidRPr="00065D03">
        <w:rPr>
          <w:rtl/>
        </w:rPr>
        <w:t xml:space="preserve"> الفقيه يستفيد من الأدَّلة: نجاسةَ الدم </w:t>
      </w:r>
      <w:r w:rsidR="00610870">
        <w:rPr>
          <w:rtl/>
        </w:rPr>
        <w:t xml:space="preserve"> - </w:t>
      </w:r>
      <w:r w:rsidRPr="00065D03">
        <w:rPr>
          <w:rtl/>
        </w:rPr>
        <w:t>مثلاً</w:t>
      </w:r>
      <w:r w:rsidR="00610870">
        <w:rPr>
          <w:rtl/>
        </w:rPr>
        <w:t xml:space="preserve"> - </w:t>
      </w:r>
      <w:r w:rsidRPr="00065D03">
        <w:rPr>
          <w:rtl/>
        </w:rPr>
        <w:t>لكن إذا عُرضت عليه مادّة حمراء اللون</w:t>
      </w:r>
      <w:r w:rsidR="00610870">
        <w:rPr>
          <w:rtl/>
        </w:rPr>
        <w:t>،</w:t>
      </w:r>
      <w:r w:rsidRPr="00065D03">
        <w:rPr>
          <w:rtl/>
        </w:rPr>
        <w:t xml:space="preserve"> لها غلظة (كثافة) الدم</w:t>
      </w:r>
      <w:r w:rsidR="00610870">
        <w:rPr>
          <w:rtl/>
        </w:rPr>
        <w:t>،</w:t>
      </w:r>
      <w:r w:rsidRPr="00065D03">
        <w:rPr>
          <w:rtl/>
        </w:rPr>
        <w:t xml:space="preserve"> وسُئل عنها فيما إذا كانت دماً</w:t>
      </w:r>
      <w:r w:rsidR="00610870">
        <w:rPr>
          <w:rtl/>
        </w:rPr>
        <w:t>،</w:t>
      </w:r>
      <w:r w:rsidRPr="00065D03">
        <w:rPr>
          <w:rtl/>
        </w:rPr>
        <w:t xml:space="preserve"> فتجري عليها أحكام النجاسة</w:t>
      </w:r>
      <w:r w:rsidR="00610870">
        <w:rPr>
          <w:rtl/>
        </w:rPr>
        <w:t>،</w:t>
      </w:r>
      <w:r w:rsidRPr="00065D03">
        <w:rPr>
          <w:rtl/>
        </w:rPr>
        <w:t xml:space="preserve"> أم لا؟ في مثل هذه الحالة</w:t>
      </w:r>
      <w:r w:rsidR="00610870">
        <w:rPr>
          <w:rtl/>
        </w:rPr>
        <w:t>،</w:t>
      </w:r>
      <w:r w:rsidRPr="00065D03">
        <w:rPr>
          <w:rtl/>
        </w:rPr>
        <w:t xml:space="preserve"> لا قيمة لأيِّ جواب يتقدَّم به الفقيه في هذا المجال</w:t>
      </w:r>
      <w:r w:rsidR="00610870">
        <w:rPr>
          <w:rtl/>
        </w:rPr>
        <w:t>،</w:t>
      </w:r>
      <w:r w:rsidRPr="00065D03">
        <w:rPr>
          <w:rtl/>
        </w:rPr>
        <w:t xml:space="preserve"> لا فرق في أن يقول: إنَّ هذه المادَّة دم</w:t>
      </w:r>
      <w:r w:rsidR="00610870">
        <w:rPr>
          <w:rtl/>
        </w:rPr>
        <w:t>،</w:t>
      </w:r>
      <w:r w:rsidRPr="00065D03">
        <w:rPr>
          <w:rtl/>
        </w:rPr>
        <w:t xml:space="preserve"> أو إنَّها ليست دماً</w:t>
      </w:r>
      <w:r w:rsidR="00610870">
        <w:rPr>
          <w:rtl/>
        </w:rPr>
        <w:t>،</w:t>
      </w:r>
      <w:r w:rsidRPr="00065D03">
        <w:rPr>
          <w:rtl/>
        </w:rPr>
        <w:t xml:space="preserve"> إنَّما تكتسب إجابته قيمة من خلال موقعه كأحد أبناء العُرف وأعضاء المجتمع</w:t>
      </w:r>
      <w:r w:rsidR="00610870">
        <w:rPr>
          <w:rtl/>
        </w:rPr>
        <w:t>،</w:t>
      </w:r>
      <w:r w:rsidRPr="00065D03">
        <w:rPr>
          <w:rtl/>
        </w:rPr>
        <w:t xml:space="preserve"> لا من خلال كونه فقيهاً</w:t>
      </w:r>
      <w:r w:rsidR="00610870">
        <w:rPr>
          <w:rtl/>
        </w:rPr>
        <w:t>؛</w:t>
      </w:r>
      <w:r w:rsidRPr="00065D03">
        <w:rPr>
          <w:rtl/>
        </w:rPr>
        <w:t xml:space="preserve"> إذ لا صلة لفقاهته بهذا الموضوع.</w:t>
      </w:r>
    </w:p>
    <w:p w:rsidR="00D25360" w:rsidRDefault="00E07DFB" w:rsidP="00D25360">
      <w:pPr>
        <w:pStyle w:val="libNormal"/>
        <w:rPr>
          <w:rtl/>
        </w:rPr>
      </w:pPr>
      <w:r w:rsidRPr="00065D03">
        <w:rPr>
          <w:rtl/>
        </w:rPr>
        <w:t>حين ننتقل إلى الموضوعات</w:t>
      </w:r>
      <w:r w:rsidR="00610870">
        <w:rPr>
          <w:rtl/>
        </w:rPr>
        <w:t>،</w:t>
      </w:r>
      <w:r w:rsidRPr="00065D03">
        <w:rPr>
          <w:rtl/>
        </w:rPr>
        <w:t xml:space="preserve"> وهي غير الأحكام والمصاديق</w:t>
      </w:r>
      <w:r w:rsidR="00610870">
        <w:rPr>
          <w:rtl/>
        </w:rPr>
        <w:t>،</w:t>
      </w:r>
      <w:r w:rsidRPr="00065D03">
        <w:rPr>
          <w:rtl/>
        </w:rPr>
        <w:t xml:space="preserve"> يمكن أن يكون للفقيه دور مؤثِّر</w:t>
      </w:r>
      <w:r w:rsidR="00610870">
        <w:rPr>
          <w:rtl/>
        </w:rPr>
        <w:t>؛</w:t>
      </w:r>
      <w:r w:rsidRPr="00065D03">
        <w:rPr>
          <w:rtl/>
        </w:rPr>
        <w:t xml:space="preserve"> إذ يجب على الفقيه أن يُعيِّن حدود الموضوع الواقع في لسان</w:t>
      </w:r>
      <w:r w:rsidR="00D25360">
        <w:rPr>
          <w:rFonts w:hint="cs"/>
          <w:rtl/>
        </w:rPr>
        <w:t xml:space="preserve"> </w:t>
      </w:r>
      <w:r w:rsidRPr="00065D03">
        <w:rPr>
          <w:rtl/>
        </w:rPr>
        <w:t>الدليل</w:t>
      </w:r>
      <w:r w:rsidR="00610870">
        <w:rPr>
          <w:rtl/>
        </w:rPr>
        <w:t>،</w:t>
      </w:r>
      <w:r w:rsidRPr="00065D03">
        <w:rPr>
          <w:rtl/>
        </w:rPr>
        <w:t xml:space="preserve"> فهل النجاسة تنصرف إلى مطلق الدم أو إلى الدم المراق فقط؟ أي هل تشمل النجاسة الدم النابض المتدفق الذي خرج من الشرايين فقط</w:t>
      </w:r>
      <w:r w:rsidR="00610870">
        <w:rPr>
          <w:rtl/>
        </w:rPr>
        <w:t>،</w:t>
      </w:r>
      <w:r w:rsidRPr="00065D03">
        <w:rPr>
          <w:rtl/>
        </w:rPr>
        <w:t xml:space="preserve"> بحيث يكون الدم المتبقِّّي ليس نجساً</w:t>
      </w:r>
      <w:r w:rsidR="00610870">
        <w:rPr>
          <w:rtl/>
        </w:rPr>
        <w:t>،</w:t>
      </w:r>
      <w:r w:rsidRPr="00065D03">
        <w:rPr>
          <w:rtl/>
        </w:rPr>
        <w:t xml:space="preserve"> أو تشمل النجاسة مطلق الدم المتخلِّف وغير المتخلِّف؟ ثُمَّ هل نقطة الدم التي توجد في البيضة</w:t>
      </w:r>
      <w:r w:rsidR="00610870">
        <w:rPr>
          <w:rtl/>
        </w:rPr>
        <w:t>،</w:t>
      </w:r>
      <w:r w:rsidRPr="00065D03">
        <w:rPr>
          <w:rtl/>
        </w:rPr>
        <w:t xml:space="preserve"> مشمولة لحكم الشريعة القاضي بنجاسة الدم</w:t>
      </w:r>
      <w:r w:rsidR="00610870">
        <w:rPr>
          <w:rtl/>
        </w:rPr>
        <w:t>،</w:t>
      </w:r>
      <w:r w:rsidRPr="00065D03">
        <w:rPr>
          <w:rtl/>
        </w:rPr>
        <w:t xml:space="preserve"> أو تكون نقطة الدم هذه خارجة عن نطاق الدم الذي تحكم الشريعة بنجاسته؟</w:t>
      </w:r>
    </w:p>
    <w:p w:rsidR="00D25360" w:rsidRDefault="00D25360" w:rsidP="00E5125A">
      <w:pPr>
        <w:pStyle w:val="libNormal"/>
        <w:rPr>
          <w:rtl/>
        </w:rPr>
      </w:pPr>
      <w:r>
        <w:rPr>
          <w:rtl/>
        </w:rPr>
        <w:br w:type="page"/>
      </w:r>
    </w:p>
    <w:p w:rsidR="00E07DFB" w:rsidRPr="002A0058" w:rsidRDefault="00E07DFB" w:rsidP="00283EDA">
      <w:pPr>
        <w:pStyle w:val="libNormal"/>
        <w:rPr>
          <w:rtl/>
        </w:rPr>
      </w:pPr>
      <w:r w:rsidRPr="002A0058">
        <w:rPr>
          <w:rtl/>
        </w:rPr>
        <w:lastRenderedPageBreak/>
        <w:t>بعبارة أخرى: ينبغي على الفقيه أن يعرف ما إذا كانت أدلَّة النجاسة تنطوي على الإطلاق أم لا؟ فالشارع يقرِّر أنَّ كلَّ دم نجس</w:t>
      </w:r>
      <w:r w:rsidR="00610870">
        <w:rPr>
          <w:rtl/>
        </w:rPr>
        <w:t>،</w:t>
      </w:r>
      <w:r w:rsidRPr="002A0058">
        <w:rPr>
          <w:rtl/>
        </w:rPr>
        <w:t xml:space="preserve"> لكن إذا لم يكن بين يدي الفقيه مثل هذا الإطلاق والشمول في اللفظ</w:t>
      </w:r>
      <w:r w:rsidR="00610870">
        <w:rPr>
          <w:rtl/>
        </w:rPr>
        <w:t>،</w:t>
      </w:r>
      <w:r w:rsidRPr="002A0058">
        <w:rPr>
          <w:rtl/>
        </w:rPr>
        <w:t xml:space="preserve"> فلا يستطيع أن يفتي بنجاسة الدم الموجود في البيضة</w:t>
      </w:r>
      <w:r w:rsidR="00610870">
        <w:rPr>
          <w:rtl/>
        </w:rPr>
        <w:t>؛</w:t>
      </w:r>
      <w:r w:rsidRPr="002A0058">
        <w:rPr>
          <w:rtl/>
        </w:rPr>
        <w:t xml:space="preserve"> لذلك نرى الإمام الخميني </w:t>
      </w:r>
      <w:r w:rsidR="00283EDA" w:rsidRPr="00283EDA">
        <w:rPr>
          <w:rStyle w:val="libAlaemChar"/>
          <w:rtl/>
        </w:rPr>
        <w:t>رحمه‌الله</w:t>
      </w:r>
      <w:r w:rsidRPr="002A0058">
        <w:rPr>
          <w:rtl/>
        </w:rPr>
        <w:t xml:space="preserve"> يذهب إلى ما يأتي:</w:t>
      </w:r>
      <w:r w:rsidRPr="00313984">
        <w:rPr>
          <w:rStyle w:val="libBold1Char"/>
          <w:rtl/>
        </w:rPr>
        <w:t xml:space="preserve"> (نفتي بحرمة الدم الموجود في البيضة (حرمة أكله)</w:t>
      </w:r>
      <w:r w:rsidR="00610870">
        <w:rPr>
          <w:rStyle w:val="libBold1Char"/>
          <w:rtl/>
        </w:rPr>
        <w:t>؛</w:t>
      </w:r>
      <w:r w:rsidRPr="00313984">
        <w:rPr>
          <w:rStyle w:val="libBold1Char"/>
          <w:rtl/>
        </w:rPr>
        <w:t xml:space="preserve"> على أساس الإطلاق الذي بين أيدينا</w:t>
      </w:r>
      <w:r w:rsidR="00610870">
        <w:rPr>
          <w:rStyle w:val="libBold1Char"/>
          <w:rtl/>
        </w:rPr>
        <w:t>،</w:t>
      </w:r>
      <w:r w:rsidRPr="00313984">
        <w:rPr>
          <w:rStyle w:val="libBold1Char"/>
          <w:rtl/>
        </w:rPr>
        <w:t xml:space="preserve"> القاضي بحرمة أكل الدم مطلقاً</w:t>
      </w:r>
      <w:r w:rsidR="00610870">
        <w:rPr>
          <w:rStyle w:val="libBold1Char"/>
          <w:rtl/>
        </w:rPr>
        <w:t>؛</w:t>
      </w:r>
      <w:r w:rsidRPr="00313984">
        <w:rPr>
          <w:rStyle w:val="libBold1Char"/>
          <w:rtl/>
        </w:rPr>
        <w:t xml:space="preserve"> ولكن لأنَّنا نفتقر إلى مثل هذا الإطلاق في باب النجاسة</w:t>
      </w:r>
      <w:r w:rsidR="00610870">
        <w:rPr>
          <w:rStyle w:val="libBold1Char"/>
          <w:rtl/>
        </w:rPr>
        <w:t>،</w:t>
      </w:r>
      <w:r w:rsidRPr="00313984">
        <w:rPr>
          <w:rStyle w:val="libBold1Char"/>
          <w:rtl/>
        </w:rPr>
        <w:t xml:space="preserve"> فنحن نفتي بطهارته في البيضة وفقاً لقاعدة الطهارة)</w:t>
      </w:r>
      <w:r w:rsidR="00610870">
        <w:rPr>
          <w:rStyle w:val="libBold1Char"/>
          <w:rtl/>
        </w:rPr>
        <w:t>.</w:t>
      </w:r>
      <w:r w:rsidRPr="002A0058">
        <w:rPr>
          <w:rtl/>
        </w:rPr>
        <w:t xml:space="preserve"> كما أنَّ الإمام يذهب إلى أنَّ الدم إذا استُهلك من خلال الاختلاط والدمج</w:t>
      </w:r>
      <w:r w:rsidR="00610870">
        <w:rPr>
          <w:rtl/>
        </w:rPr>
        <w:t>،</w:t>
      </w:r>
      <w:r w:rsidRPr="002A0058">
        <w:rPr>
          <w:rtl/>
        </w:rPr>
        <w:t xml:space="preserve"> ترتفع حرمة أكله أيضاً</w:t>
      </w:r>
      <w:r w:rsidR="00610870">
        <w:rPr>
          <w:rtl/>
        </w:rPr>
        <w:t>؛</w:t>
      </w:r>
      <w:r w:rsidRPr="002A0058">
        <w:rPr>
          <w:rtl/>
        </w:rPr>
        <w:t xml:space="preserve"> لعدم وجود موضوع الحرمة في الخارج.</w:t>
      </w:r>
    </w:p>
    <w:p w:rsidR="00E07DFB" w:rsidRPr="00065D03" w:rsidRDefault="00E07DFB" w:rsidP="00065D03">
      <w:pPr>
        <w:pStyle w:val="libNormal"/>
        <w:rPr>
          <w:rtl/>
        </w:rPr>
      </w:pPr>
      <w:r w:rsidRPr="00065D03">
        <w:rPr>
          <w:rtl/>
        </w:rPr>
        <w:t>يتَّضح ممَّا مرَّ أنَّ من وظائف الفقيه سدَّ ثغور الموضوع</w:t>
      </w:r>
      <w:r w:rsidR="00610870">
        <w:rPr>
          <w:rtl/>
        </w:rPr>
        <w:t>؛</w:t>
      </w:r>
      <w:r w:rsidRPr="00065D03">
        <w:rPr>
          <w:rtl/>
        </w:rPr>
        <w:t xml:space="preserve"> بمعنى أنَّ على الفقيه أن يرى ما عليه موضوع الحكم في لسان الدليل</w:t>
      </w:r>
      <w:r w:rsidR="00610870">
        <w:rPr>
          <w:rtl/>
        </w:rPr>
        <w:t>.</w:t>
      </w:r>
      <w:r w:rsidRPr="00065D03">
        <w:rPr>
          <w:rtl/>
        </w:rPr>
        <w:t xml:space="preserve"> </w:t>
      </w:r>
    </w:p>
    <w:p w:rsidR="00E07DFB" w:rsidRPr="002A0058" w:rsidRDefault="00E07DFB" w:rsidP="002A0058">
      <w:pPr>
        <w:pStyle w:val="libNormal"/>
        <w:rPr>
          <w:rtl/>
        </w:rPr>
      </w:pPr>
      <w:r w:rsidRPr="00313984">
        <w:rPr>
          <w:rStyle w:val="libBold1Char"/>
          <w:rtl/>
        </w:rPr>
        <w:t xml:space="preserve">والحاصل: </w:t>
      </w:r>
      <w:r w:rsidRPr="002A0058">
        <w:rPr>
          <w:rtl/>
        </w:rPr>
        <w:t>إنَّ الفقه هو استنباط الحكم وتعين الموضوع</w:t>
      </w:r>
      <w:r w:rsidR="00610870">
        <w:rPr>
          <w:rtl/>
        </w:rPr>
        <w:t>.</w:t>
      </w:r>
      <w:r w:rsidRPr="002A0058">
        <w:rPr>
          <w:rtl/>
        </w:rPr>
        <w:t xml:space="preserve"> أمَّا معرفة مفهوم هذا الموضوع</w:t>
      </w:r>
      <w:r w:rsidR="00610870">
        <w:rPr>
          <w:rtl/>
        </w:rPr>
        <w:t xml:space="preserve"> - </w:t>
      </w:r>
      <w:r w:rsidRPr="002A0058">
        <w:rPr>
          <w:rtl/>
        </w:rPr>
        <w:t>أي الدم في هذا المثال</w:t>
      </w:r>
      <w:r w:rsidR="00610870">
        <w:rPr>
          <w:rtl/>
        </w:rPr>
        <w:t xml:space="preserve"> - </w:t>
      </w:r>
      <w:r w:rsidRPr="002A0058">
        <w:rPr>
          <w:rtl/>
        </w:rPr>
        <w:t>فهو أمر يجب على الفقيه أن يعود فيه إلى العُرف وأهل الخبرة</w:t>
      </w:r>
      <w:r w:rsidR="00610870">
        <w:rPr>
          <w:rtl/>
        </w:rPr>
        <w:t>؛</w:t>
      </w:r>
      <w:r w:rsidRPr="002A0058">
        <w:rPr>
          <w:rtl/>
        </w:rPr>
        <w:t xml:space="preserve"> لأنَّ الشارع المقدَّس أوكل ذلك إلى العُرف</w:t>
      </w:r>
      <w:r w:rsidR="00610870">
        <w:rPr>
          <w:rtl/>
        </w:rPr>
        <w:t>،</w:t>
      </w:r>
      <w:r w:rsidRPr="002A0058">
        <w:rPr>
          <w:rtl/>
        </w:rPr>
        <w:t xml:space="preserve"> ومعنى هذا الإيكال أنَّ على الفقيه أن يرجع إلى الخبير في معرف ما هو دم وتعيينه.</w:t>
      </w:r>
    </w:p>
    <w:p w:rsidR="00D25360" w:rsidRDefault="00E07DFB" w:rsidP="00D25360">
      <w:pPr>
        <w:pStyle w:val="libNormal"/>
        <w:rPr>
          <w:rtl/>
        </w:rPr>
      </w:pPr>
      <w:r w:rsidRPr="00065D03">
        <w:rPr>
          <w:rtl/>
        </w:rPr>
        <w:t>توضيح ذلك: إنَّ على الفقيه أن يعود إلى العُرف في حال عدم معرفته بمفهوم</w:t>
      </w:r>
      <w:r w:rsidR="00D25360">
        <w:rPr>
          <w:rFonts w:hint="cs"/>
          <w:rtl/>
        </w:rPr>
        <w:t xml:space="preserve"> </w:t>
      </w:r>
      <w:r w:rsidRPr="002A0058">
        <w:rPr>
          <w:rtl/>
        </w:rPr>
        <w:t>الموضوع وعدم قدرته على تشخيصه من جهة المفهوم</w:t>
      </w:r>
      <w:r w:rsidR="00610870">
        <w:rPr>
          <w:rtl/>
        </w:rPr>
        <w:t>،</w:t>
      </w:r>
      <w:r w:rsidRPr="002A0058">
        <w:rPr>
          <w:rtl/>
        </w:rPr>
        <w:t xml:space="preserve"> وهذا ما يُطلق عليه بلغة الاصطلاح بالشبهة المصداقيَّة</w:t>
      </w:r>
      <w:r w:rsidR="00610870">
        <w:rPr>
          <w:rtl/>
        </w:rPr>
        <w:t>،</w:t>
      </w:r>
      <w:r w:rsidRPr="002A0058">
        <w:rPr>
          <w:rtl/>
        </w:rPr>
        <w:t xml:space="preserve"> وهذه غير الشبهة المصداقيَّة</w:t>
      </w:r>
      <w:r w:rsidRPr="00852899">
        <w:rPr>
          <w:rStyle w:val="libFootnotenumChar"/>
          <w:rtl/>
        </w:rPr>
        <w:t>(7)</w:t>
      </w:r>
      <w:r w:rsidR="00610870">
        <w:rPr>
          <w:rStyle w:val="libFootnotenumChar"/>
          <w:rtl/>
        </w:rPr>
        <w:t>،</w:t>
      </w:r>
      <w:r w:rsidRPr="002A0058">
        <w:rPr>
          <w:rtl/>
        </w:rPr>
        <w:t xml:space="preserve"> ففي الشبهة المصداقيَّة يكون العُرف هو المرجع</w:t>
      </w:r>
      <w:r w:rsidR="00610870">
        <w:rPr>
          <w:rtl/>
        </w:rPr>
        <w:t>؛</w:t>
      </w:r>
      <w:r w:rsidRPr="002A0058">
        <w:rPr>
          <w:rtl/>
        </w:rPr>
        <w:t xml:space="preserve"> بمعنى أنَّ الفقيه يأخذ مفهوم موضوع الحكم الشرعي من العُرف</w:t>
      </w:r>
      <w:r w:rsidR="00610870">
        <w:rPr>
          <w:rtl/>
        </w:rPr>
        <w:t>.</w:t>
      </w:r>
      <w:r w:rsidRPr="002A0058">
        <w:rPr>
          <w:rtl/>
        </w:rPr>
        <w:t xml:space="preserve"> أمَّا حدوده وثغوره وشرائطه</w:t>
      </w:r>
      <w:r w:rsidR="00610870">
        <w:rPr>
          <w:rtl/>
        </w:rPr>
        <w:t>،</w:t>
      </w:r>
      <w:r w:rsidRPr="002A0058">
        <w:rPr>
          <w:rtl/>
        </w:rPr>
        <w:t xml:space="preserve"> فيأخذها من الشرع ولسانه.</w:t>
      </w:r>
    </w:p>
    <w:p w:rsidR="00D25360" w:rsidRDefault="00D25360" w:rsidP="00E5125A">
      <w:pPr>
        <w:pStyle w:val="libNormal"/>
        <w:rPr>
          <w:rtl/>
        </w:rPr>
      </w:pPr>
      <w:r>
        <w:rPr>
          <w:rtl/>
        </w:rPr>
        <w:br w:type="page"/>
      </w:r>
    </w:p>
    <w:p w:rsidR="00E07DFB" w:rsidRPr="00E51D91" w:rsidRDefault="00E07DFB" w:rsidP="00E51D91">
      <w:pPr>
        <w:pStyle w:val="Heading2Center"/>
        <w:rPr>
          <w:rtl/>
        </w:rPr>
      </w:pPr>
      <w:bookmarkStart w:id="12" w:name="_Toc388703631"/>
      <w:r w:rsidRPr="00E51D91">
        <w:rPr>
          <w:rtl/>
        </w:rPr>
        <w:lastRenderedPageBreak/>
        <w:t>تأثير الزمان والمكان بين العبادات والمعاملات</w:t>
      </w:r>
      <w:bookmarkStart w:id="13" w:name="تأثير_الزمان_والمكان_بين_العبادات_والمعا"/>
      <w:bookmarkEnd w:id="12"/>
      <w:bookmarkEnd w:id="13"/>
    </w:p>
    <w:p w:rsidR="00E07DFB" w:rsidRPr="00313984" w:rsidRDefault="00E07DFB" w:rsidP="00313984">
      <w:pPr>
        <w:pStyle w:val="libBold1"/>
        <w:rPr>
          <w:rtl/>
        </w:rPr>
      </w:pPr>
      <w:r w:rsidRPr="00313984">
        <w:rPr>
          <w:rtl/>
        </w:rPr>
        <w:t>* هل يقتصر دور العُرف</w:t>
      </w:r>
      <w:r w:rsidR="00610870">
        <w:rPr>
          <w:rtl/>
        </w:rPr>
        <w:t>،</w:t>
      </w:r>
      <w:r w:rsidRPr="00313984">
        <w:rPr>
          <w:rtl/>
        </w:rPr>
        <w:t xml:space="preserve"> في تشخيص موضوعات الأحكام من جهة المفهوم</w:t>
      </w:r>
      <w:r w:rsidR="00610870">
        <w:rPr>
          <w:rtl/>
        </w:rPr>
        <w:t>،</w:t>
      </w:r>
      <w:r w:rsidRPr="00313984">
        <w:rPr>
          <w:rtl/>
        </w:rPr>
        <w:t xml:space="preserve"> على باب المعاملات بمعناها العام</w:t>
      </w:r>
      <w:r w:rsidR="00610870">
        <w:rPr>
          <w:rtl/>
        </w:rPr>
        <w:t>،</w:t>
      </w:r>
      <w:r w:rsidRPr="00313984">
        <w:rPr>
          <w:rtl/>
        </w:rPr>
        <w:t xml:space="preserve"> أو أنَّ الشارع ضمَّ إلى ذلك العبادات أيضاً؟</w:t>
      </w:r>
    </w:p>
    <w:p w:rsidR="00E07DFB" w:rsidRPr="00AA299A" w:rsidRDefault="00E07DFB" w:rsidP="00AA299A">
      <w:pPr>
        <w:pStyle w:val="libNormal"/>
        <w:rPr>
          <w:rtl/>
        </w:rPr>
      </w:pPr>
      <w:r w:rsidRPr="00313984">
        <w:rPr>
          <w:rStyle w:val="libBold1Char"/>
          <w:rtl/>
        </w:rPr>
        <w:t xml:space="preserve">الشيخ معرفت: </w:t>
      </w:r>
      <w:r w:rsidRPr="00AA299A">
        <w:rPr>
          <w:rtl/>
        </w:rPr>
        <w:t>في الواقع</w:t>
      </w:r>
      <w:r w:rsidR="00610870">
        <w:rPr>
          <w:rtl/>
        </w:rPr>
        <w:t>،</w:t>
      </w:r>
      <w:r w:rsidRPr="00AA299A">
        <w:rPr>
          <w:rtl/>
        </w:rPr>
        <w:t xml:space="preserve"> يقتصر إيكال هذه المسألة إلى العُرف على باب المعاملات</w:t>
      </w:r>
      <w:r w:rsidR="00610870">
        <w:rPr>
          <w:rtl/>
        </w:rPr>
        <w:t>؛</w:t>
      </w:r>
      <w:r w:rsidRPr="00AA299A">
        <w:rPr>
          <w:rtl/>
        </w:rPr>
        <w:t xml:space="preserve"> لأنَّ تشخيص الموضوع في باب العبادات من الجهة المصداقيَّة</w:t>
      </w:r>
      <w:r w:rsidR="00610870">
        <w:rPr>
          <w:rtl/>
        </w:rPr>
        <w:t>،</w:t>
      </w:r>
      <w:r w:rsidRPr="00AA299A">
        <w:rPr>
          <w:rtl/>
        </w:rPr>
        <w:t xml:space="preserve"> هو من وظائف الشارع أيضاً</w:t>
      </w:r>
      <w:r w:rsidR="00610870">
        <w:rPr>
          <w:rtl/>
        </w:rPr>
        <w:t>؛</w:t>
      </w:r>
      <w:r w:rsidRPr="00AA299A">
        <w:rPr>
          <w:rtl/>
        </w:rPr>
        <w:t xml:space="preserve"> بمعنى أنَّ الفقيه يأخذ الحكم من الدليل ويستنبطه من المباني الشرعية</w:t>
      </w:r>
      <w:r w:rsidR="00610870">
        <w:rPr>
          <w:rtl/>
        </w:rPr>
        <w:t>،</w:t>
      </w:r>
      <w:r w:rsidRPr="00AA299A">
        <w:rPr>
          <w:rtl/>
        </w:rPr>
        <w:t xml:space="preserve"> ويستفيد من الدليل في بيان حدود الموضوع</w:t>
      </w:r>
      <w:r w:rsidR="00610870">
        <w:rPr>
          <w:rtl/>
        </w:rPr>
        <w:t>،</w:t>
      </w:r>
      <w:r w:rsidRPr="00AA299A">
        <w:rPr>
          <w:rtl/>
        </w:rPr>
        <w:t xml:space="preserve"> تماماً كما يجب عليه أيضاً أن يعرف الموضوع من لسان الدليل</w:t>
      </w:r>
      <w:r w:rsidR="00610870">
        <w:rPr>
          <w:rtl/>
        </w:rPr>
        <w:t>.</w:t>
      </w:r>
      <w:r w:rsidRPr="00AA299A">
        <w:rPr>
          <w:rtl/>
        </w:rPr>
        <w:t xml:space="preserve"> على سبيل المثال: بين أيدينا في الشريعة: (الصلاة واجبة)</w:t>
      </w:r>
      <w:r w:rsidR="00610870">
        <w:rPr>
          <w:rtl/>
        </w:rPr>
        <w:t>،</w:t>
      </w:r>
      <w:r w:rsidRPr="00AA299A">
        <w:rPr>
          <w:rtl/>
        </w:rPr>
        <w:t xml:space="preserve"> أو (الزكاة واجبة)</w:t>
      </w:r>
      <w:r w:rsidR="00610870">
        <w:rPr>
          <w:rtl/>
        </w:rPr>
        <w:t>،</w:t>
      </w:r>
      <w:r w:rsidRPr="00AA299A">
        <w:rPr>
          <w:rtl/>
        </w:rPr>
        <w:t xml:space="preserve"> جميع الجزئيات هنا منوطة بالشرع</w:t>
      </w:r>
      <w:r w:rsidR="00610870">
        <w:rPr>
          <w:rtl/>
        </w:rPr>
        <w:t>،</w:t>
      </w:r>
      <w:r w:rsidRPr="00AA299A">
        <w:rPr>
          <w:rtl/>
        </w:rPr>
        <w:t xml:space="preserve"> ويجب الرجوع إلى الدليل الشرعي لتحديدها.</w:t>
      </w:r>
    </w:p>
    <w:p w:rsidR="00E07DFB" w:rsidRPr="00065D03" w:rsidRDefault="00E07DFB" w:rsidP="00065D03">
      <w:pPr>
        <w:pStyle w:val="libNormal"/>
        <w:rPr>
          <w:rtl/>
        </w:rPr>
      </w:pPr>
      <w:r w:rsidRPr="00065D03">
        <w:rPr>
          <w:rtl/>
        </w:rPr>
        <w:t>فالحكم الذي هو الوجوب</w:t>
      </w:r>
      <w:r w:rsidR="00610870">
        <w:rPr>
          <w:rtl/>
        </w:rPr>
        <w:t>،</w:t>
      </w:r>
      <w:r w:rsidRPr="00065D03">
        <w:rPr>
          <w:rtl/>
        </w:rPr>
        <w:t xml:space="preserve"> يُؤخذ من الدليل</w:t>
      </w:r>
      <w:r w:rsidR="00610870">
        <w:rPr>
          <w:rtl/>
        </w:rPr>
        <w:t>،</w:t>
      </w:r>
      <w:r w:rsidRPr="00065D03">
        <w:rPr>
          <w:rtl/>
        </w:rPr>
        <w:t xml:space="preserve"> كما تُؤخذ منه أيضاً حدود الموضوع وثغوره</w:t>
      </w:r>
      <w:r w:rsidR="00610870">
        <w:rPr>
          <w:rtl/>
        </w:rPr>
        <w:t>،</w:t>
      </w:r>
      <w:r w:rsidRPr="00065D03">
        <w:rPr>
          <w:rtl/>
        </w:rPr>
        <w:t xml:space="preserve"> التي هي عبارة عن أجزاء الموضوع وشروطه وقيوده</w:t>
      </w:r>
      <w:r w:rsidR="00610870">
        <w:rPr>
          <w:rtl/>
        </w:rPr>
        <w:t>،</w:t>
      </w:r>
      <w:r w:rsidRPr="00065D03">
        <w:rPr>
          <w:rtl/>
        </w:rPr>
        <w:t xml:space="preserve"> كما تُؤخذ منه تماماً ذات الموضوع</w:t>
      </w:r>
      <w:r w:rsidR="00610870">
        <w:rPr>
          <w:rtl/>
        </w:rPr>
        <w:t>،</w:t>
      </w:r>
      <w:r w:rsidRPr="00065D03">
        <w:rPr>
          <w:rtl/>
        </w:rPr>
        <w:t xml:space="preserve"> الذي هو عبارة عن مفهوم هذه العناوين (الزكاة والصلاة)</w:t>
      </w:r>
      <w:r w:rsidR="00610870">
        <w:rPr>
          <w:rtl/>
        </w:rPr>
        <w:t>؛</w:t>
      </w:r>
      <w:r w:rsidRPr="00065D03">
        <w:rPr>
          <w:rtl/>
        </w:rPr>
        <w:t xml:space="preserve"> أي بأيِّ معنى تكون الزكاة والصلاة.</w:t>
      </w:r>
    </w:p>
    <w:p w:rsidR="00E07DFB" w:rsidRPr="00065D03" w:rsidRDefault="00E07DFB" w:rsidP="00065D03">
      <w:pPr>
        <w:pStyle w:val="libNormal"/>
        <w:rPr>
          <w:rtl/>
        </w:rPr>
      </w:pPr>
      <w:r w:rsidRPr="00065D03">
        <w:rPr>
          <w:rtl/>
        </w:rPr>
        <w:t>هنا نلاحظ أنَّ جميع هذه الجزئيات متَّصلة بالشارع</w:t>
      </w:r>
      <w:r w:rsidR="00610870">
        <w:rPr>
          <w:rtl/>
        </w:rPr>
        <w:t>،</w:t>
      </w:r>
      <w:r w:rsidRPr="00065D03">
        <w:rPr>
          <w:rtl/>
        </w:rPr>
        <w:t xml:space="preserve"> ولا صلة لها أبداً بالعُرف</w:t>
      </w:r>
      <w:r w:rsidR="00610870">
        <w:rPr>
          <w:rtl/>
        </w:rPr>
        <w:t>.</w:t>
      </w:r>
      <w:r w:rsidRPr="00065D03">
        <w:rPr>
          <w:rtl/>
        </w:rPr>
        <w:t xml:space="preserve"> فإذا قال العُرف</w:t>
      </w:r>
      <w:r w:rsidR="00610870">
        <w:rPr>
          <w:rtl/>
        </w:rPr>
        <w:t xml:space="preserve"> - </w:t>
      </w:r>
      <w:r w:rsidRPr="00065D03">
        <w:rPr>
          <w:rtl/>
        </w:rPr>
        <w:t>مثلاً</w:t>
      </w:r>
      <w:r w:rsidR="00610870">
        <w:rPr>
          <w:rtl/>
        </w:rPr>
        <w:t xml:space="preserve"> - </w:t>
      </w:r>
      <w:r w:rsidRPr="00065D03">
        <w:rPr>
          <w:rtl/>
        </w:rPr>
        <w:t>وحكم على عمل شخص بأنَّه صلاة وقطع بذلك</w:t>
      </w:r>
      <w:r w:rsidR="00610870">
        <w:rPr>
          <w:rtl/>
        </w:rPr>
        <w:t>،</w:t>
      </w:r>
      <w:r w:rsidRPr="00065D03">
        <w:rPr>
          <w:rtl/>
        </w:rPr>
        <w:t xml:space="preserve"> بَيْدَ أنَّ الفقيه حَكَم</w:t>
      </w:r>
      <w:r w:rsidR="00610870">
        <w:rPr>
          <w:rtl/>
        </w:rPr>
        <w:t xml:space="preserve"> - </w:t>
      </w:r>
      <w:r w:rsidRPr="00065D03">
        <w:rPr>
          <w:rtl/>
        </w:rPr>
        <w:t>وفق الموازين التي بين يديه</w:t>
      </w:r>
      <w:r w:rsidR="00610870">
        <w:rPr>
          <w:rtl/>
        </w:rPr>
        <w:t xml:space="preserve"> - </w:t>
      </w:r>
      <w:r w:rsidRPr="00065D03">
        <w:rPr>
          <w:rtl/>
        </w:rPr>
        <w:t>بأنَّ هذه ليست صلاة</w:t>
      </w:r>
      <w:r w:rsidR="00610870">
        <w:rPr>
          <w:rtl/>
        </w:rPr>
        <w:t>،</w:t>
      </w:r>
      <w:r w:rsidRPr="00065D03">
        <w:rPr>
          <w:rtl/>
        </w:rPr>
        <w:t xml:space="preserve"> فإنَّ الحق مع الفقيه</w:t>
      </w:r>
      <w:r w:rsidR="00610870">
        <w:rPr>
          <w:rtl/>
        </w:rPr>
        <w:t>.</w:t>
      </w:r>
      <w:r w:rsidRPr="00065D03">
        <w:rPr>
          <w:rtl/>
        </w:rPr>
        <w:t xml:space="preserve"> وإذا تَمَّ العكس</w:t>
      </w:r>
      <w:r w:rsidR="00610870">
        <w:rPr>
          <w:rtl/>
        </w:rPr>
        <w:t>؛</w:t>
      </w:r>
      <w:r w:rsidRPr="00065D03">
        <w:rPr>
          <w:rtl/>
        </w:rPr>
        <w:t xml:space="preserve"> حيث حكم العُرف بأنَّ ما أدَّاه الشخص ليس صلاة</w:t>
      </w:r>
      <w:r w:rsidR="00610870">
        <w:rPr>
          <w:rtl/>
        </w:rPr>
        <w:t>،</w:t>
      </w:r>
      <w:r w:rsidR="009C148C">
        <w:rPr>
          <w:rtl/>
        </w:rPr>
        <w:t xml:space="preserve"> في حين حَكَم الفقيه بأنَّ هذه</w:t>
      </w:r>
      <w:r w:rsidRPr="00065D03">
        <w:rPr>
          <w:rtl/>
        </w:rPr>
        <w:t xml:space="preserve"> الصلاة</w:t>
      </w:r>
      <w:r w:rsidR="00610870">
        <w:rPr>
          <w:rtl/>
        </w:rPr>
        <w:t>،</w:t>
      </w:r>
      <w:r w:rsidRPr="00065D03">
        <w:rPr>
          <w:rtl/>
        </w:rPr>
        <w:t xml:space="preserve"> فالذي يُؤخذ به هو موقف الفقيه</w:t>
      </w:r>
      <w:r w:rsidR="00610870">
        <w:rPr>
          <w:rtl/>
        </w:rPr>
        <w:t>؛</w:t>
      </w:r>
      <w:r w:rsidRPr="00065D03">
        <w:rPr>
          <w:rtl/>
        </w:rPr>
        <w:t xml:space="preserve"> لأنَّه المرجع في هذا المضمار.</w:t>
      </w:r>
    </w:p>
    <w:p w:rsidR="00D25360" w:rsidRDefault="00E07DFB" w:rsidP="00065D03">
      <w:pPr>
        <w:pStyle w:val="libNormal"/>
        <w:rPr>
          <w:rtl/>
        </w:rPr>
      </w:pPr>
      <w:r w:rsidRPr="00065D03">
        <w:rPr>
          <w:rtl/>
        </w:rPr>
        <w:t>يتبيَّن ممَّا مرَّ بنا أنْ ليس للزمان والمكان تأثير في باب العبادات مطلقاً</w:t>
      </w:r>
      <w:r w:rsidR="00610870">
        <w:rPr>
          <w:rtl/>
        </w:rPr>
        <w:t>؛</w:t>
      </w:r>
      <w:r w:rsidRPr="00065D03">
        <w:rPr>
          <w:rtl/>
        </w:rPr>
        <w:t xml:space="preserve"> ومردُّ ذلك أنَّه لم يُوكَل إلى العُرف أي عنوان من تلك العناوين الثلاثة في مجال العبادات</w:t>
      </w:r>
      <w:r w:rsidR="00610870">
        <w:rPr>
          <w:rtl/>
        </w:rPr>
        <w:t>.</w:t>
      </w:r>
      <w:r w:rsidRPr="00065D03">
        <w:rPr>
          <w:rtl/>
        </w:rPr>
        <w:t xml:space="preserve"> أمَّا في المعاملات</w:t>
      </w:r>
      <w:r w:rsidR="00610870">
        <w:rPr>
          <w:rtl/>
        </w:rPr>
        <w:t>،</w:t>
      </w:r>
      <w:r w:rsidRPr="00065D03">
        <w:rPr>
          <w:rtl/>
        </w:rPr>
        <w:t xml:space="preserve"> فيمكن أن يكون ثَمَّة دخل للزمان والمكان فيها</w:t>
      </w:r>
      <w:r w:rsidR="00610870">
        <w:rPr>
          <w:rtl/>
        </w:rPr>
        <w:t>؛</w:t>
      </w:r>
      <w:r w:rsidRPr="00065D03">
        <w:rPr>
          <w:rtl/>
        </w:rPr>
        <w:t xml:space="preserve"> لأنَّ المصداق فيها موكول إلى العُرف.</w:t>
      </w:r>
    </w:p>
    <w:p w:rsidR="00D25360" w:rsidRDefault="00D25360" w:rsidP="00E5125A">
      <w:pPr>
        <w:pStyle w:val="libNormal"/>
        <w:rPr>
          <w:rtl/>
        </w:rPr>
      </w:pPr>
      <w:r>
        <w:rPr>
          <w:rtl/>
        </w:rPr>
        <w:br w:type="page"/>
      </w:r>
    </w:p>
    <w:p w:rsidR="00E07DFB" w:rsidRPr="00313984" w:rsidRDefault="00E07DFB" w:rsidP="00313984">
      <w:pPr>
        <w:pStyle w:val="libBold1"/>
        <w:rPr>
          <w:rtl/>
        </w:rPr>
      </w:pPr>
      <w:r w:rsidRPr="00313984">
        <w:rPr>
          <w:rtl/>
        </w:rPr>
        <w:lastRenderedPageBreak/>
        <w:t>* هل تُناط هذه المسألة بقولنا بالحقيقة الشرعية؟ الحقيقة الشرعية بمعنى: أنْ يخترع الشارع موضوعاً وعنواناً بإزاء العُرف</w:t>
      </w:r>
      <w:r w:rsidR="00610870">
        <w:rPr>
          <w:rtl/>
        </w:rPr>
        <w:t>،</w:t>
      </w:r>
      <w:r w:rsidRPr="00313984">
        <w:rPr>
          <w:rtl/>
        </w:rPr>
        <w:t xml:space="preserve"> كما في حال الصلاة مثلاً</w:t>
      </w:r>
      <w:r w:rsidR="00610870">
        <w:rPr>
          <w:rtl/>
        </w:rPr>
        <w:t>؛</w:t>
      </w:r>
      <w:r w:rsidRPr="00313984">
        <w:rPr>
          <w:rtl/>
        </w:rPr>
        <w:t xml:space="preserve"> فالصلاة في العُرف بمعنى الدعاء</w:t>
      </w:r>
      <w:r w:rsidR="00610870">
        <w:rPr>
          <w:rtl/>
        </w:rPr>
        <w:t>،</w:t>
      </w:r>
      <w:r w:rsidRPr="00313984">
        <w:rPr>
          <w:rtl/>
        </w:rPr>
        <w:t xml:space="preserve"> لكنَّها في لسان الشارع ممارسة</w:t>
      </w:r>
      <w:r w:rsidR="00610870">
        <w:rPr>
          <w:rtl/>
        </w:rPr>
        <w:t>،</w:t>
      </w:r>
      <w:r w:rsidRPr="00313984">
        <w:rPr>
          <w:rtl/>
        </w:rPr>
        <w:t xml:space="preserve"> أوَّلها التكبير وآخرها التسليم</w:t>
      </w:r>
      <w:r w:rsidR="00610870">
        <w:rPr>
          <w:rtl/>
        </w:rPr>
        <w:t>،</w:t>
      </w:r>
      <w:r w:rsidRPr="00313984">
        <w:rPr>
          <w:rtl/>
        </w:rPr>
        <w:t xml:space="preserve"> بالحدود والشروط التي عيَّنها الشرع؟</w:t>
      </w:r>
    </w:p>
    <w:p w:rsidR="00E07DFB" w:rsidRPr="002A0058" w:rsidRDefault="00E07DFB" w:rsidP="002A0058">
      <w:pPr>
        <w:pStyle w:val="libNormal"/>
        <w:rPr>
          <w:rtl/>
        </w:rPr>
      </w:pPr>
      <w:r w:rsidRPr="00313984">
        <w:rPr>
          <w:rStyle w:val="libBold1Char"/>
          <w:rtl/>
        </w:rPr>
        <w:t>الشيخ معرفت:</w:t>
      </w:r>
      <w:r w:rsidRPr="002A0058">
        <w:rPr>
          <w:rtl/>
        </w:rPr>
        <w:t xml:space="preserve"> إذا كان المقصود من الحقيقة الشرعية هو: هل للشارع ماهيَّات مخترعة أو لا؟ فالجواب القطعي</w:t>
      </w:r>
      <w:r w:rsidR="00610870">
        <w:rPr>
          <w:rtl/>
        </w:rPr>
        <w:t>،</w:t>
      </w:r>
      <w:r w:rsidRPr="002A0058">
        <w:rPr>
          <w:rtl/>
        </w:rPr>
        <w:t xml:space="preserve"> هو: أنَّ جميع الماهيَّات في باب العبادات اختراعية. </w:t>
      </w:r>
    </w:p>
    <w:p w:rsidR="00E07DFB" w:rsidRPr="00065D03" w:rsidRDefault="00E07DFB" w:rsidP="00D25360">
      <w:pPr>
        <w:pStyle w:val="libNormal"/>
        <w:rPr>
          <w:rtl/>
        </w:rPr>
      </w:pPr>
      <w:r w:rsidRPr="00313984">
        <w:rPr>
          <w:rStyle w:val="libBold1Char"/>
          <w:rtl/>
        </w:rPr>
        <w:t xml:space="preserve">توضيح المسألة: </w:t>
      </w:r>
      <w:r w:rsidRPr="002A0058">
        <w:rPr>
          <w:rtl/>
        </w:rPr>
        <w:t>إنَّه كانت في زمان نبي الإسلام عدد من الممارسات</w:t>
      </w:r>
      <w:r w:rsidR="00610870">
        <w:rPr>
          <w:rtl/>
        </w:rPr>
        <w:t>،</w:t>
      </w:r>
      <w:r w:rsidRPr="002A0058">
        <w:rPr>
          <w:rtl/>
        </w:rPr>
        <w:t xml:space="preserve"> من قبيل: الحج</w:t>
      </w:r>
      <w:r w:rsidR="00610870">
        <w:rPr>
          <w:rtl/>
        </w:rPr>
        <w:t>،</w:t>
      </w:r>
      <w:r w:rsidRPr="002A0058">
        <w:rPr>
          <w:rtl/>
        </w:rPr>
        <w:t xml:space="preserve"> الزكاة</w:t>
      </w:r>
      <w:r w:rsidR="00610870">
        <w:rPr>
          <w:rtl/>
        </w:rPr>
        <w:t>،</w:t>
      </w:r>
      <w:r w:rsidRPr="002A0058">
        <w:rPr>
          <w:rtl/>
        </w:rPr>
        <w:t xml:space="preserve"> الصلاة</w:t>
      </w:r>
      <w:r w:rsidR="00610870">
        <w:rPr>
          <w:rtl/>
        </w:rPr>
        <w:t>،</w:t>
      </w:r>
      <w:r w:rsidRPr="002A0058">
        <w:rPr>
          <w:rtl/>
        </w:rPr>
        <w:t xml:space="preserve"> وغيرها</w:t>
      </w:r>
      <w:r w:rsidR="00610870">
        <w:rPr>
          <w:rtl/>
        </w:rPr>
        <w:t>.</w:t>
      </w:r>
      <w:r w:rsidRPr="002A0058">
        <w:rPr>
          <w:rtl/>
        </w:rPr>
        <w:t xml:space="preserve"> وقد كان الناس يفهمون أنَّ هذه الممارسات هي ضرب من العبادة الخاصة</w:t>
      </w:r>
      <w:r w:rsidR="00610870">
        <w:rPr>
          <w:rtl/>
        </w:rPr>
        <w:t>،</w:t>
      </w:r>
      <w:r w:rsidRPr="002A0058">
        <w:rPr>
          <w:rtl/>
        </w:rPr>
        <w:t xml:space="preserve"> يجب التوجُّه فيها إلى المعبود بصرف النظر عن الشرع</w:t>
      </w:r>
      <w:r w:rsidR="00610870">
        <w:rPr>
          <w:rtl/>
        </w:rPr>
        <w:t>.</w:t>
      </w:r>
      <w:r w:rsidRPr="002A0058">
        <w:rPr>
          <w:rtl/>
        </w:rPr>
        <w:t xml:space="preserve"> والآن إذا جئنا وطرحنا هذه المسائل</w:t>
      </w:r>
      <w:r w:rsidR="00610870">
        <w:rPr>
          <w:rtl/>
        </w:rPr>
        <w:t>،</w:t>
      </w:r>
      <w:r w:rsidRPr="002A0058">
        <w:rPr>
          <w:rtl/>
        </w:rPr>
        <w:t xml:space="preserve"> فهذه العناوين ليست لها</w:t>
      </w:r>
      <w:r w:rsidR="00D25360">
        <w:rPr>
          <w:rFonts w:hint="cs"/>
          <w:rtl/>
        </w:rPr>
        <w:t xml:space="preserve"> </w:t>
      </w:r>
      <w:r w:rsidRPr="00065D03">
        <w:rPr>
          <w:rtl/>
        </w:rPr>
        <w:t>ماهية اختراعية</w:t>
      </w:r>
      <w:r w:rsidR="00610870">
        <w:rPr>
          <w:rtl/>
        </w:rPr>
        <w:t>،</w:t>
      </w:r>
      <w:r w:rsidRPr="00065D03">
        <w:rPr>
          <w:rtl/>
        </w:rPr>
        <w:t xml:space="preserve"> وإنَّما بحثنا يتحرَّك في مجال آخر</w:t>
      </w:r>
      <w:r w:rsidR="00610870">
        <w:rPr>
          <w:rtl/>
        </w:rPr>
        <w:t>.</w:t>
      </w:r>
      <w:r w:rsidRPr="00065D03">
        <w:rPr>
          <w:rtl/>
        </w:rPr>
        <w:t xml:space="preserve"> </w:t>
      </w:r>
    </w:p>
    <w:p w:rsidR="00E07DFB" w:rsidRPr="00065D03" w:rsidRDefault="00E07DFB" w:rsidP="00065D03">
      <w:pPr>
        <w:pStyle w:val="libNormal"/>
        <w:rPr>
          <w:rtl/>
        </w:rPr>
      </w:pPr>
      <w:r w:rsidRPr="00065D03">
        <w:rPr>
          <w:rtl/>
        </w:rPr>
        <w:t>في الواقع ينصبُّ بحثنا على أنَّ للشارع</w:t>
      </w:r>
      <w:r w:rsidR="00610870">
        <w:rPr>
          <w:rtl/>
        </w:rPr>
        <w:t>،</w:t>
      </w:r>
      <w:r w:rsidRPr="00065D03">
        <w:rPr>
          <w:rtl/>
        </w:rPr>
        <w:t xml:space="preserve"> في باب العبادات</w:t>
      </w:r>
      <w:r w:rsidR="00610870">
        <w:rPr>
          <w:rtl/>
        </w:rPr>
        <w:t>،</w:t>
      </w:r>
      <w:r w:rsidRPr="00065D03">
        <w:rPr>
          <w:rtl/>
        </w:rPr>
        <w:t xml:space="preserve"> مجموعة من الأحكام التي استُخدمت في مجموعة من الموضوعات</w:t>
      </w:r>
      <w:r w:rsidR="00610870">
        <w:rPr>
          <w:rtl/>
        </w:rPr>
        <w:t>،</w:t>
      </w:r>
      <w:r w:rsidRPr="00065D03">
        <w:rPr>
          <w:rtl/>
        </w:rPr>
        <w:t xml:space="preserve"> وهذه الموضوعات لها بُعد كلّي مثلما لها مصاديق خارجية</w:t>
      </w:r>
      <w:r w:rsidR="00610870">
        <w:rPr>
          <w:rtl/>
        </w:rPr>
        <w:t>،</w:t>
      </w:r>
      <w:r w:rsidRPr="00065D03">
        <w:rPr>
          <w:rtl/>
        </w:rPr>
        <w:t xml:space="preserve"> وكما أنَّ من مهامِّ الفقيه أن يستنبط لها أحكاماً</w:t>
      </w:r>
      <w:r w:rsidR="00610870">
        <w:rPr>
          <w:rtl/>
        </w:rPr>
        <w:t>،</w:t>
      </w:r>
      <w:r w:rsidRPr="00065D03">
        <w:rPr>
          <w:rtl/>
        </w:rPr>
        <w:t xml:space="preserve"> فإنَّ من وظائفه أيضاً التعرُّف على الموضوعات التي استخدمت لها تلك الأحكام في هذا الباب.</w:t>
      </w:r>
    </w:p>
    <w:p w:rsidR="00CD444A" w:rsidRDefault="00E07DFB" w:rsidP="00283EDA">
      <w:pPr>
        <w:pStyle w:val="libNormal"/>
        <w:rPr>
          <w:rtl/>
        </w:rPr>
      </w:pPr>
      <w:r w:rsidRPr="00065D03">
        <w:rPr>
          <w:rtl/>
        </w:rPr>
        <w:t xml:space="preserve">ممَّا يُذكر في هذا المضمار أن رجلاً جاء إلى الإمام الصادق </w:t>
      </w:r>
      <w:r w:rsidR="00283EDA" w:rsidRPr="00283EDA">
        <w:rPr>
          <w:rStyle w:val="libAlaemChar"/>
          <w:rFonts w:eastAsiaTheme="minorHAnsi"/>
          <w:rtl/>
        </w:rPr>
        <w:t>عليه‌السلام</w:t>
      </w:r>
      <w:r w:rsidR="00610870">
        <w:rPr>
          <w:rtl/>
        </w:rPr>
        <w:t>،</w:t>
      </w:r>
      <w:r w:rsidRPr="00065D03">
        <w:rPr>
          <w:rtl/>
        </w:rPr>
        <w:t xml:space="preserve"> وقال له: إنِّي اخترعت دعاءً</w:t>
      </w:r>
      <w:r w:rsidR="00610870">
        <w:rPr>
          <w:rtl/>
        </w:rPr>
        <w:t>،</w:t>
      </w:r>
      <w:r w:rsidRPr="00065D03">
        <w:rPr>
          <w:rtl/>
        </w:rPr>
        <w:t xml:space="preserve"> فما كان من الإمام إلاّ أنْ ردَّ عليه</w:t>
      </w:r>
      <w:r w:rsidR="00610870">
        <w:rPr>
          <w:rtl/>
        </w:rPr>
        <w:t xml:space="preserve"> - </w:t>
      </w:r>
      <w:r w:rsidRPr="00065D03">
        <w:rPr>
          <w:rtl/>
        </w:rPr>
        <w:t>ومن دون أن يسمع دعاءه</w:t>
      </w:r>
      <w:r w:rsidR="00610870">
        <w:rPr>
          <w:rtl/>
        </w:rPr>
        <w:t xml:space="preserve"> -:</w:t>
      </w:r>
      <w:r w:rsidRPr="00065D03">
        <w:rPr>
          <w:rtl/>
        </w:rPr>
        <w:t xml:space="preserve"> دع اختراعك</w:t>
      </w:r>
      <w:r w:rsidR="00610870">
        <w:rPr>
          <w:rtl/>
        </w:rPr>
        <w:t>،</w:t>
      </w:r>
      <w:r w:rsidRPr="00065D03">
        <w:rPr>
          <w:rtl/>
        </w:rPr>
        <w:t xml:space="preserve"> أدعُ كما أدعو</w:t>
      </w:r>
      <w:r w:rsidR="00610870">
        <w:rPr>
          <w:rtl/>
        </w:rPr>
        <w:t>.</w:t>
      </w:r>
      <w:r w:rsidRPr="00065D03">
        <w:rPr>
          <w:rtl/>
        </w:rPr>
        <w:t xml:space="preserve"> وسرُّ هذا الموقف واضح</w:t>
      </w:r>
      <w:r w:rsidR="00610870">
        <w:rPr>
          <w:rtl/>
        </w:rPr>
        <w:t>؛</w:t>
      </w:r>
      <w:r w:rsidRPr="00065D03">
        <w:rPr>
          <w:rtl/>
        </w:rPr>
        <w:t xml:space="preserve"> ذلك لأنَّ الاحترام والتقديس والثناء الذي ينصرف لشخص معيَّن يتحتَّم أن يكون على وفق مقام ذلك الشخص وقدره</w:t>
      </w:r>
      <w:r w:rsidR="00610870">
        <w:rPr>
          <w:rtl/>
        </w:rPr>
        <w:t>،</w:t>
      </w:r>
      <w:r w:rsidRPr="00065D03">
        <w:rPr>
          <w:rtl/>
        </w:rPr>
        <w:t xml:space="preserve"> وإذا كنتَ تجهل مكانة الطرف الآخر وشأنه</w:t>
      </w:r>
      <w:r w:rsidR="00610870">
        <w:rPr>
          <w:rtl/>
        </w:rPr>
        <w:t>،</w:t>
      </w:r>
      <w:r w:rsidRPr="00065D03">
        <w:rPr>
          <w:rtl/>
        </w:rPr>
        <w:t xml:space="preserve"> فلا تستطيع أن توفِّر له الاحترام اللائق</w:t>
      </w:r>
      <w:r w:rsidR="00610870">
        <w:rPr>
          <w:rtl/>
        </w:rPr>
        <w:t>.</w:t>
      </w:r>
      <w:r w:rsidRPr="00065D03">
        <w:rPr>
          <w:rtl/>
        </w:rPr>
        <w:t xml:space="preserve"> فهل هذا الشخص عالم أو لا؟ وهل هو من وجهاء المدينة أو لا؟ وهل هو من علماء الدرجة الأولى أو لا؟ هل هو فيلسوف أو فقيه؟ ملخَّص الكلام: ينبغي التعرُّف إلى مركز الطرف الآخر ومكانته حتّى يمكن إبداء الاحترام له على قدر موقعه وبما يتَّسق مع شأنه.</w:t>
      </w:r>
    </w:p>
    <w:p w:rsidR="00CD444A" w:rsidRDefault="00CD444A"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أمَّا من دون هذه المعرفة</w:t>
      </w:r>
      <w:r w:rsidR="00610870">
        <w:rPr>
          <w:rtl/>
        </w:rPr>
        <w:t>،</w:t>
      </w:r>
      <w:r w:rsidRPr="00065D03">
        <w:rPr>
          <w:rtl/>
        </w:rPr>
        <w:t xml:space="preserve"> فقد يتقدَّم الإنسان بطراز من الاحترام لا يتناسب مع مركز الطرف الآخر</w:t>
      </w:r>
      <w:r w:rsidR="00610870">
        <w:rPr>
          <w:rtl/>
        </w:rPr>
        <w:t>؛</w:t>
      </w:r>
      <w:r w:rsidRPr="00065D03">
        <w:rPr>
          <w:rtl/>
        </w:rPr>
        <w:t xml:space="preserve"> لأنَّ احترام أيَّ شخص يتناسب مع شأنه</w:t>
      </w:r>
      <w:r w:rsidR="00610870">
        <w:rPr>
          <w:rtl/>
        </w:rPr>
        <w:t>.</w:t>
      </w:r>
      <w:r w:rsidRPr="00065D03">
        <w:rPr>
          <w:rtl/>
        </w:rPr>
        <w:t xml:space="preserve"> وكذا الحال في العبادة</w:t>
      </w:r>
      <w:r w:rsidR="00610870">
        <w:rPr>
          <w:rtl/>
        </w:rPr>
        <w:t>؛</w:t>
      </w:r>
      <w:r w:rsidRPr="00065D03">
        <w:rPr>
          <w:rtl/>
        </w:rPr>
        <w:t xml:space="preserve"> إذ يتحتَّم أن تأتي هذه العبادة</w:t>
      </w:r>
      <w:r w:rsidR="00610870">
        <w:rPr>
          <w:rtl/>
        </w:rPr>
        <w:t>،</w:t>
      </w:r>
      <w:r w:rsidRPr="00065D03">
        <w:rPr>
          <w:rtl/>
        </w:rPr>
        <w:t xml:space="preserve"> وكذلك الثناء</w:t>
      </w:r>
      <w:r w:rsidR="00610870">
        <w:rPr>
          <w:rtl/>
        </w:rPr>
        <w:t>،</w:t>
      </w:r>
      <w:r w:rsidRPr="00065D03">
        <w:rPr>
          <w:rtl/>
        </w:rPr>
        <w:t xml:space="preserve"> متناسبة مع مقام المعبود وربوبيَّـته</w:t>
      </w:r>
      <w:r w:rsidR="00610870">
        <w:rPr>
          <w:rtl/>
        </w:rPr>
        <w:t>،</w:t>
      </w:r>
      <w:r w:rsidRPr="00065D03">
        <w:rPr>
          <w:rtl/>
        </w:rPr>
        <w:t xml:space="preserve"> والقضايا في باب العبادات قياساتها معها</w:t>
      </w:r>
      <w:r w:rsidR="00610870">
        <w:rPr>
          <w:rtl/>
        </w:rPr>
        <w:t>،</w:t>
      </w:r>
      <w:r w:rsidRPr="00065D03">
        <w:rPr>
          <w:rtl/>
        </w:rPr>
        <w:t xml:space="preserve"> ومن ثَمَّ فإنَّ الموضوعات في هذا الباب تأتي بدقَّة من قبل الشارع نفسه.</w:t>
      </w:r>
    </w:p>
    <w:p w:rsidR="00E07DFB" w:rsidRPr="00065D03" w:rsidRDefault="00E07DFB" w:rsidP="00065D03">
      <w:pPr>
        <w:pStyle w:val="libNormal"/>
        <w:rPr>
          <w:rtl/>
        </w:rPr>
      </w:pPr>
      <w:r w:rsidRPr="00065D03">
        <w:rPr>
          <w:rtl/>
        </w:rPr>
        <w:t>نستخلص ممَّا مرَّ جواب السؤال المطروح: هل ثَمَّة تأثير للزمان والمكان في موضوعات العبادات؟ الجواب: كلاّ</w:t>
      </w:r>
      <w:r w:rsidR="00610870">
        <w:rPr>
          <w:rtl/>
        </w:rPr>
        <w:t>؛</w:t>
      </w:r>
      <w:r w:rsidRPr="00065D03">
        <w:rPr>
          <w:rtl/>
        </w:rPr>
        <w:t xml:space="preserve"> إذ ليس للعُرف دور حتّى في موضوعات العبادات</w:t>
      </w:r>
      <w:r w:rsidR="00610870">
        <w:rPr>
          <w:rtl/>
        </w:rPr>
        <w:t>،</w:t>
      </w:r>
      <w:r w:rsidRPr="00065D03">
        <w:rPr>
          <w:rtl/>
        </w:rPr>
        <w:t xml:space="preserve"> والزمان والمكان يؤثِّران في المجالات التي يكون فيها دور للعُرف.</w:t>
      </w:r>
    </w:p>
    <w:p w:rsidR="00E07DFB" w:rsidRPr="00313984" w:rsidRDefault="00E07DFB" w:rsidP="00313984">
      <w:pPr>
        <w:pStyle w:val="libBold1"/>
        <w:rPr>
          <w:rtl/>
        </w:rPr>
      </w:pPr>
      <w:r w:rsidRPr="00313984">
        <w:rPr>
          <w:rtl/>
        </w:rPr>
        <w:t>* ينبغي إذن أن نُميِّز في هذا المضمار بين العبادات والمعاملات بالمعنى العام</w:t>
      </w:r>
      <w:r w:rsidR="00610870">
        <w:rPr>
          <w:rtl/>
        </w:rPr>
        <w:t>؛</w:t>
      </w:r>
      <w:r w:rsidRPr="00313984">
        <w:rPr>
          <w:rtl/>
        </w:rPr>
        <w:t xml:space="preserve"> أي يجب التفكيك بين العبادات والمعاملات في مسألة تأثير الزمان والمكان فيهما؟</w:t>
      </w:r>
    </w:p>
    <w:p w:rsidR="00E07DFB" w:rsidRPr="002A0058" w:rsidRDefault="00E07DFB" w:rsidP="002A0058">
      <w:pPr>
        <w:pStyle w:val="libNormal"/>
        <w:rPr>
          <w:rtl/>
        </w:rPr>
      </w:pPr>
      <w:r w:rsidRPr="00313984">
        <w:rPr>
          <w:rStyle w:val="libBold1Char"/>
          <w:rtl/>
        </w:rPr>
        <w:t>الشيخ معرفت:</w:t>
      </w:r>
      <w:r w:rsidRPr="002A0058">
        <w:rPr>
          <w:rtl/>
        </w:rPr>
        <w:t xml:space="preserve"> أجل</w:t>
      </w:r>
      <w:r w:rsidR="00610870">
        <w:rPr>
          <w:rtl/>
        </w:rPr>
        <w:t>،</w:t>
      </w:r>
      <w:r w:rsidRPr="002A0058">
        <w:rPr>
          <w:rtl/>
        </w:rPr>
        <w:t xml:space="preserve"> يجب التمييز بين العبادات والمعاملات في معناها العام الذي يشمل مجموعة العقود</w:t>
      </w:r>
      <w:r w:rsidR="00610870">
        <w:rPr>
          <w:rtl/>
        </w:rPr>
        <w:t>،</w:t>
      </w:r>
      <w:r w:rsidRPr="002A0058">
        <w:rPr>
          <w:rtl/>
        </w:rPr>
        <w:t xml:space="preserve"> الإيقاعات</w:t>
      </w:r>
      <w:r w:rsidR="00610870">
        <w:rPr>
          <w:rtl/>
        </w:rPr>
        <w:t>،</w:t>
      </w:r>
      <w:r w:rsidRPr="002A0058">
        <w:rPr>
          <w:rtl/>
        </w:rPr>
        <w:t xml:space="preserve"> الأحوال الشخصية</w:t>
      </w:r>
      <w:r w:rsidR="00610870">
        <w:rPr>
          <w:rtl/>
        </w:rPr>
        <w:t>،</w:t>
      </w:r>
      <w:r w:rsidRPr="002A0058">
        <w:rPr>
          <w:rtl/>
        </w:rPr>
        <w:t xml:space="preserve"> السياسات المدنية</w:t>
      </w:r>
      <w:r w:rsidR="00610870">
        <w:rPr>
          <w:rtl/>
        </w:rPr>
        <w:t>،</w:t>
      </w:r>
      <w:r w:rsidRPr="002A0058">
        <w:rPr>
          <w:rtl/>
        </w:rPr>
        <w:t xml:space="preserve"> العلاقات الدولية</w:t>
      </w:r>
      <w:r w:rsidR="00610870">
        <w:rPr>
          <w:rtl/>
        </w:rPr>
        <w:t>،</w:t>
      </w:r>
      <w:r w:rsidRPr="002A0058">
        <w:rPr>
          <w:rtl/>
        </w:rPr>
        <w:t xml:space="preserve"> وجميع ما يدخل في بناء النظام ويكون مؤثِّراً في الهيكل الحكومي</w:t>
      </w:r>
      <w:r w:rsidR="00610870">
        <w:rPr>
          <w:rtl/>
        </w:rPr>
        <w:t>،</w:t>
      </w:r>
      <w:r w:rsidRPr="002A0058">
        <w:rPr>
          <w:rtl/>
        </w:rPr>
        <w:t xml:space="preserve"> إذ ينبغي أن يكون لأيِّ نظام وحكومة برنامج في المجال الثقافي</w:t>
      </w:r>
      <w:r w:rsidR="00610870">
        <w:rPr>
          <w:rtl/>
        </w:rPr>
        <w:t>،</w:t>
      </w:r>
      <w:r w:rsidRPr="002A0058">
        <w:rPr>
          <w:rtl/>
        </w:rPr>
        <w:t xml:space="preserve"> السياسة الداخلية</w:t>
      </w:r>
      <w:r w:rsidR="00610870">
        <w:rPr>
          <w:rtl/>
        </w:rPr>
        <w:t>،</w:t>
      </w:r>
      <w:r w:rsidRPr="002A0058">
        <w:rPr>
          <w:rtl/>
        </w:rPr>
        <w:t xml:space="preserve"> السياسة الخارجية</w:t>
      </w:r>
      <w:r w:rsidR="00610870">
        <w:rPr>
          <w:rtl/>
        </w:rPr>
        <w:t>،</w:t>
      </w:r>
      <w:r w:rsidRPr="002A0058">
        <w:rPr>
          <w:rtl/>
        </w:rPr>
        <w:t xml:space="preserve"> الاقتصاد</w:t>
      </w:r>
      <w:r w:rsidR="00610870">
        <w:rPr>
          <w:rtl/>
        </w:rPr>
        <w:t>،</w:t>
      </w:r>
      <w:r w:rsidRPr="002A0058">
        <w:rPr>
          <w:rtl/>
        </w:rPr>
        <w:t xml:space="preserve"> وغيره</w:t>
      </w:r>
      <w:r w:rsidR="00610870">
        <w:rPr>
          <w:rtl/>
        </w:rPr>
        <w:t>؛</w:t>
      </w:r>
      <w:r w:rsidRPr="002A0058">
        <w:rPr>
          <w:rtl/>
        </w:rPr>
        <w:t xml:space="preserve"> إذ من المعروف أنَّ أيَّ نظامٍ لا يسعه أن يستغني في ممارسته للحكم والحكومة عن تنظيم البرامج في باب المعاملات بمعناها العام المشار إليه.</w:t>
      </w:r>
    </w:p>
    <w:p w:rsidR="00E07DFB" w:rsidRPr="00065D03" w:rsidRDefault="00E07DFB" w:rsidP="00065D03">
      <w:pPr>
        <w:pStyle w:val="libNormal"/>
        <w:rPr>
          <w:rtl/>
        </w:rPr>
      </w:pPr>
      <w:r w:rsidRPr="00065D03">
        <w:rPr>
          <w:rtl/>
        </w:rPr>
        <w:t>أمَّا في ما يتعلَّق بطبيعة المسار الذي ينبغي أن يسلكه الناس لإرساء نظامهم المعيشي والاقتصادي</w:t>
      </w:r>
      <w:r w:rsidR="00610870">
        <w:rPr>
          <w:rtl/>
        </w:rPr>
        <w:t>،</w:t>
      </w:r>
      <w:r w:rsidRPr="00065D03">
        <w:rPr>
          <w:rtl/>
        </w:rPr>
        <w:t xml:space="preserve"> وطبيعة المثال الذي ينبغي أن يحتذوا به لبلوغ هدفهم في ذلك</w:t>
      </w:r>
      <w:r w:rsidR="00610870">
        <w:rPr>
          <w:rtl/>
        </w:rPr>
        <w:t>؛</w:t>
      </w:r>
      <w:r w:rsidRPr="00065D03">
        <w:rPr>
          <w:rtl/>
        </w:rPr>
        <w:t xml:space="preserve"> فإنَّ الشارع قد عهد ذلك إلى الناس أنفسهم</w:t>
      </w:r>
      <w:r w:rsidR="00610870">
        <w:rPr>
          <w:rtl/>
        </w:rPr>
        <w:t>،</w:t>
      </w:r>
      <w:r w:rsidRPr="00065D03">
        <w:rPr>
          <w:rtl/>
        </w:rPr>
        <w:t xml:space="preserve"> بل تخطَّى الأمر هذا التخوم</w:t>
      </w:r>
      <w:r w:rsidR="00610870">
        <w:rPr>
          <w:rtl/>
        </w:rPr>
        <w:t>،</w:t>
      </w:r>
      <w:r w:rsidRPr="00065D03">
        <w:rPr>
          <w:rtl/>
        </w:rPr>
        <w:t xml:space="preserve"> إلى ما أفادته الشريعة على هذا الصعيد</w:t>
      </w:r>
      <w:r w:rsidR="00610870">
        <w:rPr>
          <w:rtl/>
        </w:rPr>
        <w:t>،</w:t>
      </w:r>
      <w:r w:rsidRPr="00065D03">
        <w:rPr>
          <w:rtl/>
        </w:rPr>
        <w:t xml:space="preserve"> وهي تفيد: عليكم</w:t>
      </w:r>
      <w:r w:rsidR="00610870">
        <w:rPr>
          <w:rtl/>
        </w:rPr>
        <w:t>،</w:t>
      </w:r>
      <w:r w:rsidRPr="00065D03">
        <w:rPr>
          <w:rtl/>
        </w:rPr>
        <w:t xml:space="preserve"> أيُّها الناس</w:t>
      </w:r>
      <w:r w:rsidR="00610870">
        <w:rPr>
          <w:rtl/>
        </w:rPr>
        <w:t>،</w:t>
      </w:r>
      <w:r w:rsidRPr="00065D03">
        <w:rPr>
          <w:rtl/>
        </w:rPr>
        <w:t xml:space="preserve"> أن تنهضوا بأنفسكم بأعباء صياغة القوانين وتشريع الضوابط اللازمة في هذا المجال.</w:t>
      </w:r>
    </w:p>
    <w:p w:rsidR="00CD444A" w:rsidRDefault="00E07DFB" w:rsidP="00065D03">
      <w:pPr>
        <w:pStyle w:val="libNormal"/>
        <w:rPr>
          <w:rtl/>
        </w:rPr>
      </w:pPr>
      <w:r w:rsidRPr="00065D03">
        <w:rPr>
          <w:rtl/>
        </w:rPr>
        <w:t>طبيعي أنَّ الشارع قرَّر أيضاً عدم إلحاق الظلم بأحد</w:t>
      </w:r>
      <w:r w:rsidR="00610870">
        <w:rPr>
          <w:rtl/>
        </w:rPr>
        <w:t>،</w:t>
      </w:r>
      <w:r w:rsidRPr="00065D03">
        <w:rPr>
          <w:rtl/>
        </w:rPr>
        <w:t xml:space="preserve"> فلا ينبغي لأيِّ إنسان أن يُحرَم من الحقوق التي شرَّعها له الله (سبحانه) وأرادتها له الطبيعة</w:t>
      </w:r>
      <w:r w:rsidR="00610870">
        <w:rPr>
          <w:rtl/>
        </w:rPr>
        <w:t>،</w:t>
      </w:r>
      <w:r w:rsidRPr="00065D03">
        <w:rPr>
          <w:rtl/>
        </w:rPr>
        <w:t xml:space="preserve"> كما ينبغي أن يستفيد كلّ واحد من حقوقه في نطاق القانون.</w:t>
      </w:r>
    </w:p>
    <w:p w:rsidR="00CD444A" w:rsidRDefault="00CD444A"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تُعَدُّ الحرية أصلاً مهمَّاً في الإسلام</w:t>
      </w:r>
      <w:r w:rsidR="00610870">
        <w:rPr>
          <w:rtl/>
        </w:rPr>
        <w:t>.</w:t>
      </w:r>
      <w:r w:rsidRPr="00065D03">
        <w:rPr>
          <w:rtl/>
        </w:rPr>
        <w:t xml:space="preserve"> ومعنى الحرية هو أن يكون الناس أحراراً في تقرير ما يريدونه في شؤون حياتهم</w:t>
      </w:r>
      <w:r w:rsidR="00610870">
        <w:rPr>
          <w:rtl/>
        </w:rPr>
        <w:t>؛</w:t>
      </w:r>
      <w:r w:rsidRPr="00065D03">
        <w:rPr>
          <w:rtl/>
        </w:rPr>
        <w:t xml:space="preserve"> أي أن تكون لهم الحرية والإرادة في اتّخاذ القرار الذي يريدونه في دائرة حياتهم الشخصية وشؤونهم الاجتماعية.</w:t>
      </w:r>
    </w:p>
    <w:p w:rsidR="00E07DFB" w:rsidRPr="00065D03" w:rsidRDefault="00E07DFB" w:rsidP="00065D03">
      <w:pPr>
        <w:pStyle w:val="libNormal"/>
        <w:rPr>
          <w:rtl/>
        </w:rPr>
      </w:pPr>
      <w:r w:rsidRPr="00065D03">
        <w:rPr>
          <w:rtl/>
        </w:rPr>
        <w:t>لكن إذا ما أُوكل الناس إلى أنفسهم بشكل مطلق</w:t>
      </w:r>
      <w:r w:rsidR="00610870">
        <w:rPr>
          <w:rtl/>
        </w:rPr>
        <w:t>،</w:t>
      </w:r>
      <w:r w:rsidRPr="00065D03">
        <w:rPr>
          <w:rtl/>
        </w:rPr>
        <w:t xml:space="preserve"> بحيث لم تكن هناك حدود وضوابط في ممارستهم لحرية القرار</w:t>
      </w:r>
      <w:r w:rsidR="00610870">
        <w:rPr>
          <w:rtl/>
        </w:rPr>
        <w:t>،</w:t>
      </w:r>
      <w:r w:rsidRPr="00065D03">
        <w:rPr>
          <w:rtl/>
        </w:rPr>
        <w:t xml:space="preserve"> فمن الممكن أن يبادر كلُّ إنسان إلى وضع ما يراه هو مناسباً من الحدود التي يرسمها وفق ما يمليه هواه ورغبته</w:t>
      </w:r>
      <w:r w:rsidR="00610870">
        <w:rPr>
          <w:rtl/>
        </w:rPr>
        <w:t>،</w:t>
      </w:r>
      <w:r w:rsidRPr="00065D03">
        <w:rPr>
          <w:rtl/>
        </w:rPr>
        <w:t xml:space="preserve"> وعندئذ ما أكثر ما يُهضم من حقوق الضعفاء.</w:t>
      </w:r>
    </w:p>
    <w:p w:rsidR="00E07DFB" w:rsidRPr="002A0058" w:rsidRDefault="00E07DFB" w:rsidP="00B27F0D">
      <w:pPr>
        <w:pStyle w:val="libNormal"/>
        <w:rPr>
          <w:rtl/>
        </w:rPr>
      </w:pPr>
      <w:r w:rsidRPr="002A0058">
        <w:rPr>
          <w:rtl/>
        </w:rPr>
        <w:t>لو عُهدت عملية وضع الضوابط والمقرَّرات إلى الإنسان نفسه</w:t>
      </w:r>
      <w:r w:rsidR="00610870">
        <w:rPr>
          <w:rtl/>
        </w:rPr>
        <w:t>،</w:t>
      </w:r>
      <w:r w:rsidRPr="002A0058">
        <w:rPr>
          <w:rtl/>
        </w:rPr>
        <w:t xml:space="preserve"> على نحو مطلق</w:t>
      </w:r>
      <w:r w:rsidR="00610870">
        <w:rPr>
          <w:rtl/>
        </w:rPr>
        <w:t>،</w:t>
      </w:r>
      <w:r w:rsidRPr="002A0058">
        <w:rPr>
          <w:rtl/>
        </w:rPr>
        <w:t xml:space="preserve"> فمن الممكن أن يعمَّ قانون الغالب</w:t>
      </w:r>
      <w:r w:rsidR="00610870">
        <w:rPr>
          <w:rtl/>
        </w:rPr>
        <w:t>،</w:t>
      </w:r>
      <w:r w:rsidRPr="002A0058">
        <w:rPr>
          <w:rtl/>
        </w:rPr>
        <w:t xml:space="preserve"> ويقوم الأقوياء بهضم حقوق الضعفاء والتعدِّي عليهم</w:t>
      </w:r>
      <w:r w:rsidR="00610870">
        <w:rPr>
          <w:rtl/>
        </w:rPr>
        <w:t>؛</w:t>
      </w:r>
      <w:r w:rsidRPr="002A0058">
        <w:rPr>
          <w:rtl/>
        </w:rPr>
        <w:t xml:space="preserve"> فإنَّه (كلٌّ يجرُّ النار إلى قرصه)</w:t>
      </w:r>
      <w:r w:rsidR="00610870">
        <w:rPr>
          <w:rtl/>
        </w:rPr>
        <w:t>،</w:t>
      </w:r>
      <w:r w:rsidRPr="002A0058">
        <w:rPr>
          <w:rtl/>
        </w:rPr>
        <w:t xml:space="preserve"> لذلك كلِّه عرض الشارع لأصل اجتماعي مهمّ بعنوان: </w:t>
      </w:r>
      <w:r w:rsidR="00B27F0D">
        <w:rPr>
          <w:rStyle w:val="libAlaemChar"/>
          <w:rFonts w:eastAsiaTheme="minorHAnsi" w:hint="cs"/>
          <w:rtl/>
        </w:rPr>
        <w:t>(</w:t>
      </w:r>
      <w:r w:rsidRPr="00AE62B5">
        <w:rPr>
          <w:rStyle w:val="libAieChar"/>
          <w:rFonts w:hint="cs"/>
          <w:rtl/>
        </w:rPr>
        <w:t>لاَ تَظْلِمُونَ وَلاَ تُظْلَمُونَ</w:t>
      </w:r>
      <w:r w:rsidR="00B27F0D">
        <w:rPr>
          <w:rStyle w:val="libAlaemChar"/>
          <w:rFonts w:eastAsiaTheme="minorHAnsi" w:hint="cs"/>
          <w:rtl/>
        </w:rPr>
        <w:t>)</w:t>
      </w:r>
      <w:r w:rsidR="00610870">
        <w:rPr>
          <w:rtl/>
        </w:rPr>
        <w:t>،</w:t>
      </w:r>
      <w:r w:rsidRPr="002A0058">
        <w:rPr>
          <w:rtl/>
        </w:rPr>
        <w:t xml:space="preserve"> إذ ينبغي لهذا الأصل أن يحكم المجتمع الذي يسوده الإسلام</w:t>
      </w:r>
      <w:r w:rsidR="00610870">
        <w:rPr>
          <w:rtl/>
        </w:rPr>
        <w:t>،</w:t>
      </w:r>
      <w:r w:rsidRPr="002A0058">
        <w:rPr>
          <w:rtl/>
        </w:rPr>
        <w:t xml:space="preserve"> ويخضع لحاكميَّـته.</w:t>
      </w:r>
    </w:p>
    <w:p w:rsidR="00E07DFB" w:rsidRPr="002A0058" w:rsidRDefault="00E07DFB" w:rsidP="00B27F0D">
      <w:pPr>
        <w:pStyle w:val="libNormal"/>
        <w:rPr>
          <w:rtl/>
        </w:rPr>
      </w:pPr>
      <w:r w:rsidRPr="00313984">
        <w:rPr>
          <w:rStyle w:val="libBold1Char"/>
          <w:rtl/>
        </w:rPr>
        <w:t>* إنّ كثيراً من هذه القواعد التي ذكرتموها تواضع عليها العقلاء أنفسهم</w:t>
      </w:r>
      <w:r w:rsidR="00610870">
        <w:rPr>
          <w:rStyle w:val="libBold1Char"/>
          <w:rtl/>
        </w:rPr>
        <w:t>،</w:t>
      </w:r>
      <w:r w:rsidRPr="00313984">
        <w:rPr>
          <w:rStyle w:val="libBold1Char"/>
          <w:rtl/>
        </w:rPr>
        <w:t xml:space="preserve"> بقطع النظر عن الشريعة</w:t>
      </w:r>
      <w:r w:rsidR="00610870">
        <w:rPr>
          <w:rStyle w:val="libBold1Char"/>
          <w:rtl/>
        </w:rPr>
        <w:t>،</w:t>
      </w:r>
      <w:r w:rsidRPr="00313984">
        <w:rPr>
          <w:rStyle w:val="libBold1Char"/>
          <w:rtl/>
        </w:rPr>
        <w:t xml:space="preserve"> وذلك بالمعنى الذي يفيد أنَّ (العدل حسن) و(الظلم قبيح) هما حكمان كلِّيَّان</w:t>
      </w:r>
      <w:r w:rsidR="00610870">
        <w:rPr>
          <w:rStyle w:val="libBold1Char"/>
          <w:rtl/>
        </w:rPr>
        <w:t>،</w:t>
      </w:r>
      <w:r w:rsidRPr="00313984">
        <w:rPr>
          <w:rStyle w:val="libBold1Char"/>
          <w:rtl/>
        </w:rPr>
        <w:t xml:space="preserve"> وليست قاعدة </w:t>
      </w:r>
      <w:r w:rsidR="00B27F0D">
        <w:rPr>
          <w:rStyle w:val="libAlaemChar"/>
          <w:rFonts w:eastAsiaTheme="minorHAnsi" w:hint="cs"/>
          <w:rtl/>
        </w:rPr>
        <w:t>(</w:t>
      </w:r>
      <w:r w:rsidRPr="00AE62B5">
        <w:rPr>
          <w:rStyle w:val="libAieChar"/>
          <w:rFonts w:hint="cs"/>
          <w:rtl/>
        </w:rPr>
        <w:t>لاَ تَظْلِمُونَ وَلاَ تُظْلَمُونَ</w:t>
      </w:r>
      <w:r w:rsidR="00B27F0D">
        <w:rPr>
          <w:rStyle w:val="libAlaemChar"/>
          <w:rFonts w:eastAsiaTheme="minorHAnsi" w:hint="cs"/>
          <w:rtl/>
        </w:rPr>
        <w:t>)</w:t>
      </w:r>
      <w:r w:rsidRPr="00313984">
        <w:rPr>
          <w:rStyle w:val="libBold1Char"/>
          <w:rtl/>
        </w:rPr>
        <w:t xml:space="preserve"> سوى واحد من مصاديق (العدل حسن) و(الظلم قبيح).</w:t>
      </w:r>
    </w:p>
    <w:p w:rsidR="00CD444A" w:rsidRDefault="00E07DFB" w:rsidP="002A0058">
      <w:pPr>
        <w:pStyle w:val="libNormal"/>
        <w:rPr>
          <w:rtl/>
        </w:rPr>
      </w:pPr>
      <w:r w:rsidRPr="00313984">
        <w:rPr>
          <w:rStyle w:val="libBold1Char"/>
          <w:rtl/>
        </w:rPr>
        <w:t>الشيخ معرفت:</w:t>
      </w:r>
      <w:r w:rsidRPr="002A0058">
        <w:rPr>
          <w:rtl/>
        </w:rPr>
        <w:t xml:space="preserve"> لكن ليس الأمر بهذه السعة</w:t>
      </w:r>
      <w:r w:rsidR="00610870">
        <w:rPr>
          <w:rtl/>
        </w:rPr>
        <w:t>،</w:t>
      </w:r>
      <w:r w:rsidRPr="002A0058">
        <w:rPr>
          <w:rtl/>
        </w:rPr>
        <w:t xml:space="preserve"> بل دائرة ما ذكرتموه أضيق قليلاً من القاعدة التي يرسمها التشريع.</w:t>
      </w:r>
    </w:p>
    <w:p w:rsidR="00CD444A" w:rsidRDefault="00CD444A" w:rsidP="00E5125A">
      <w:pPr>
        <w:pStyle w:val="libNormal"/>
        <w:rPr>
          <w:rtl/>
        </w:rPr>
      </w:pPr>
      <w:r>
        <w:rPr>
          <w:rtl/>
        </w:rPr>
        <w:br w:type="page"/>
      </w:r>
    </w:p>
    <w:p w:rsidR="00E07DFB" w:rsidRPr="00AA299A" w:rsidRDefault="00E07DFB" w:rsidP="00AA299A">
      <w:pPr>
        <w:pStyle w:val="libNormal"/>
        <w:rPr>
          <w:rtl/>
        </w:rPr>
      </w:pPr>
      <w:r w:rsidRPr="00313984">
        <w:rPr>
          <w:rStyle w:val="libBold1Char"/>
          <w:rtl/>
        </w:rPr>
        <w:lastRenderedPageBreak/>
        <w:t>* ولِمَ؟ إنَّ ما ذكرتموه إطاراً</w:t>
      </w:r>
      <w:r w:rsidR="00610870">
        <w:rPr>
          <w:rStyle w:val="libBold1Char"/>
          <w:rtl/>
        </w:rPr>
        <w:t>،</w:t>
      </w:r>
      <w:r w:rsidRPr="00313984">
        <w:rPr>
          <w:rStyle w:val="libBold1Char"/>
          <w:rtl/>
        </w:rPr>
        <w:t xml:space="preserve"> تنهض بتأمينه أحكام العقل العملي نفسه</w:t>
      </w:r>
      <w:r w:rsidR="00610870">
        <w:rPr>
          <w:rStyle w:val="libBold1Char"/>
          <w:rtl/>
        </w:rPr>
        <w:t>،</w:t>
      </w:r>
      <w:r w:rsidRPr="00313984">
        <w:rPr>
          <w:rStyle w:val="libBold1Char"/>
          <w:rtl/>
        </w:rPr>
        <w:t xml:space="preserve"> مثلاً يُعَدُّ الاحتكار من مصاديق الظلم</w:t>
      </w:r>
      <w:r w:rsidR="00610870">
        <w:rPr>
          <w:rStyle w:val="libBold1Char"/>
          <w:rtl/>
        </w:rPr>
        <w:t>،</w:t>
      </w:r>
      <w:r w:rsidRPr="00313984">
        <w:rPr>
          <w:rStyle w:val="libBold1Char"/>
          <w:rtl/>
        </w:rPr>
        <w:t xml:space="preserve"> وقبح الظلم هو من الآراء لمحمودة</w:t>
      </w:r>
      <w:r w:rsidRPr="00852899">
        <w:rPr>
          <w:rStyle w:val="libFootnotenumChar"/>
          <w:rtl/>
        </w:rPr>
        <w:t>(8)</w:t>
      </w:r>
      <w:r w:rsidRPr="00AA299A">
        <w:rPr>
          <w:rtl/>
        </w:rPr>
        <w:t>.</w:t>
      </w:r>
    </w:p>
    <w:p w:rsidR="00E07DFB" w:rsidRPr="002A0058" w:rsidRDefault="00E07DFB" w:rsidP="00CD444A">
      <w:pPr>
        <w:pStyle w:val="libNormal"/>
        <w:rPr>
          <w:rtl/>
        </w:rPr>
      </w:pPr>
      <w:r w:rsidRPr="00313984">
        <w:rPr>
          <w:rStyle w:val="libBold1Char"/>
          <w:rtl/>
        </w:rPr>
        <w:t>الشيخ معرفت:</w:t>
      </w:r>
      <w:r w:rsidRPr="00CD444A">
        <w:rPr>
          <w:rtl/>
        </w:rPr>
        <w:t xml:space="preserve"> بين أيدينا أمثلة كثيرة للموارد التي جاء لها الشارع بقواعد وقرَّر لها ضوابط</w:t>
      </w:r>
      <w:r w:rsidR="00610870">
        <w:rPr>
          <w:rtl/>
        </w:rPr>
        <w:t>،</w:t>
      </w:r>
      <w:r w:rsidRPr="00CD444A">
        <w:rPr>
          <w:rtl/>
        </w:rPr>
        <w:t xml:space="preserve"> مضافاً لما هو موجود من أحكام العقل العملي</w:t>
      </w:r>
      <w:r w:rsidR="00610870">
        <w:rPr>
          <w:rtl/>
        </w:rPr>
        <w:t>.</w:t>
      </w:r>
      <w:r w:rsidRPr="00CD444A">
        <w:rPr>
          <w:rtl/>
        </w:rPr>
        <w:t xml:space="preserve"> على سبيل المثال: جاء الشارع المقدَّس بقاعدة</w:t>
      </w:r>
      <w:r w:rsidRPr="00313984">
        <w:rPr>
          <w:rStyle w:val="libBold1Char"/>
          <w:rtl/>
        </w:rPr>
        <w:t xml:space="preserve"> (لا ضرر) </w:t>
      </w:r>
      <w:r w:rsidRPr="00CD444A">
        <w:rPr>
          <w:rtl/>
        </w:rPr>
        <w:t>في مقابل</w:t>
      </w:r>
      <w:r w:rsidRPr="00313984">
        <w:rPr>
          <w:rStyle w:val="libBold1Char"/>
          <w:rtl/>
        </w:rPr>
        <w:t xml:space="preserve"> (الناس مسلَّّطون على</w:t>
      </w:r>
      <w:r w:rsidR="00CD444A">
        <w:rPr>
          <w:rStyle w:val="libBold1Char"/>
          <w:rFonts w:hint="cs"/>
          <w:rtl/>
        </w:rPr>
        <w:t xml:space="preserve"> </w:t>
      </w:r>
      <w:r w:rsidRPr="00313984">
        <w:rPr>
          <w:rStyle w:val="libBold1Char"/>
          <w:rtl/>
        </w:rPr>
        <w:t>أموالهم)</w:t>
      </w:r>
      <w:r w:rsidR="00610870">
        <w:rPr>
          <w:rtl/>
        </w:rPr>
        <w:t>؛</w:t>
      </w:r>
      <w:r w:rsidRPr="002A0058">
        <w:rPr>
          <w:rtl/>
        </w:rPr>
        <w:t xml:space="preserve"> ومعنى ذلك أنَّ لكلِّ إنسان</w:t>
      </w:r>
      <w:r w:rsidR="00610870">
        <w:rPr>
          <w:rtl/>
        </w:rPr>
        <w:t>،</w:t>
      </w:r>
      <w:r w:rsidRPr="002A0058">
        <w:rPr>
          <w:rtl/>
        </w:rPr>
        <w:t xml:space="preserve"> في إطار النظام الاجتماعي الحاكم</w:t>
      </w:r>
      <w:r w:rsidR="00610870">
        <w:rPr>
          <w:rtl/>
        </w:rPr>
        <w:t>،</w:t>
      </w:r>
      <w:r w:rsidRPr="002A0058">
        <w:rPr>
          <w:rtl/>
        </w:rPr>
        <w:t xml:space="preserve"> سلطة كاملة على ما يتَّصل بشأنه الخاص</w:t>
      </w:r>
      <w:r w:rsidR="00610870">
        <w:rPr>
          <w:rtl/>
        </w:rPr>
        <w:t>،</w:t>
      </w:r>
      <w:r w:rsidRPr="002A0058">
        <w:rPr>
          <w:rtl/>
        </w:rPr>
        <w:t xml:space="preserve"> فأنا شخصيَّاً لديَّ السلطة على نفسي وأموالي وكل ما يرتبط بي.</w:t>
      </w:r>
    </w:p>
    <w:p w:rsidR="00E07DFB" w:rsidRPr="002A0058" w:rsidRDefault="00E07DFB" w:rsidP="002A0058">
      <w:pPr>
        <w:pStyle w:val="libNormal"/>
        <w:rPr>
          <w:rtl/>
        </w:rPr>
      </w:pPr>
      <w:r w:rsidRPr="002A0058">
        <w:rPr>
          <w:rtl/>
        </w:rPr>
        <w:t>وهذا أصل عقلائي</w:t>
      </w:r>
      <w:r w:rsidR="00610870">
        <w:rPr>
          <w:rtl/>
        </w:rPr>
        <w:t>،</w:t>
      </w:r>
      <w:r w:rsidRPr="002A0058">
        <w:rPr>
          <w:rtl/>
        </w:rPr>
        <w:t xml:space="preserve"> والشارع قد ارتضاه أيضاً</w:t>
      </w:r>
      <w:r w:rsidR="00610870">
        <w:rPr>
          <w:rtl/>
        </w:rPr>
        <w:t>؛</w:t>
      </w:r>
      <w:r w:rsidRPr="002A0058">
        <w:rPr>
          <w:rtl/>
        </w:rPr>
        <w:t xml:space="preserve"> وذلك لأنَّ الإنسان خُلق حرَّاً</w:t>
      </w:r>
      <w:r w:rsidR="00610870">
        <w:rPr>
          <w:rtl/>
        </w:rPr>
        <w:t>،</w:t>
      </w:r>
      <w:r w:rsidRPr="002A0058">
        <w:rPr>
          <w:rtl/>
        </w:rPr>
        <w:t xml:space="preserve"> وخُلق مختاراً</w:t>
      </w:r>
      <w:r w:rsidR="00610870">
        <w:rPr>
          <w:rtl/>
        </w:rPr>
        <w:t>،</w:t>
      </w:r>
      <w:r w:rsidRPr="002A0058">
        <w:rPr>
          <w:rtl/>
        </w:rPr>
        <w:t xml:space="preserve"> وخُلق ليكون هو الذي يأخذ التدبير في أموره</w:t>
      </w:r>
      <w:r w:rsidR="00610870">
        <w:rPr>
          <w:rtl/>
        </w:rPr>
        <w:t>،</w:t>
      </w:r>
      <w:r w:rsidRPr="002A0058">
        <w:rPr>
          <w:rtl/>
        </w:rPr>
        <w:t xml:space="preserve"> بَيْدَ أنَّ الشارع نفسه وضع إلى جوار ذلك قاعدة</w:t>
      </w:r>
      <w:r w:rsidRPr="00313984">
        <w:rPr>
          <w:rStyle w:val="libBold1Char"/>
          <w:rtl/>
        </w:rPr>
        <w:t xml:space="preserve"> (لا ضرر) </w:t>
      </w:r>
      <w:r w:rsidRPr="002A0058">
        <w:rPr>
          <w:rtl/>
        </w:rPr>
        <w:t>أيضاً.</w:t>
      </w:r>
    </w:p>
    <w:p w:rsidR="00E07DFB" w:rsidRPr="00313984" w:rsidRDefault="00E07DFB" w:rsidP="00313984">
      <w:pPr>
        <w:pStyle w:val="libBold1"/>
        <w:rPr>
          <w:rtl/>
        </w:rPr>
      </w:pPr>
      <w:r w:rsidRPr="00313984">
        <w:rPr>
          <w:rtl/>
        </w:rPr>
        <w:t>* نودُّ أن تـتحدَّث إلينا عن الحرية في الإسلام بتوضيح أكثر؟</w:t>
      </w:r>
    </w:p>
    <w:p w:rsidR="00E07DFB" w:rsidRPr="002A0058" w:rsidRDefault="00E07DFB" w:rsidP="002A0058">
      <w:pPr>
        <w:pStyle w:val="libNormal"/>
        <w:rPr>
          <w:rtl/>
        </w:rPr>
      </w:pPr>
      <w:r w:rsidRPr="00313984">
        <w:rPr>
          <w:rStyle w:val="libBold1Char"/>
          <w:rtl/>
        </w:rPr>
        <w:t xml:space="preserve">الشيخ معرفت: </w:t>
      </w:r>
      <w:r w:rsidRPr="002A0058">
        <w:rPr>
          <w:rtl/>
        </w:rPr>
        <w:t xml:space="preserve">للحرية معنيان: </w:t>
      </w:r>
    </w:p>
    <w:p w:rsidR="00E07DFB" w:rsidRPr="002A0058" w:rsidRDefault="00E07DFB" w:rsidP="002A0058">
      <w:pPr>
        <w:pStyle w:val="libNormal"/>
        <w:rPr>
          <w:rtl/>
        </w:rPr>
      </w:pPr>
      <w:r w:rsidRPr="00313984">
        <w:rPr>
          <w:rStyle w:val="libBold1Char"/>
          <w:rtl/>
        </w:rPr>
        <w:t xml:space="preserve">الأوَّل </w:t>
      </w:r>
      <w:r w:rsidRPr="002A0058">
        <w:rPr>
          <w:rtl/>
        </w:rPr>
        <w:t>هو الانعتاق من القيود</w:t>
      </w:r>
      <w:r w:rsidR="00610870">
        <w:rPr>
          <w:rtl/>
        </w:rPr>
        <w:t>؛</w:t>
      </w:r>
      <w:r w:rsidRPr="002A0058">
        <w:rPr>
          <w:rtl/>
        </w:rPr>
        <w:t xml:space="preserve"> بحيث يكون الإنسان حرَّاً تماماً من جميع القيود</w:t>
      </w:r>
      <w:r w:rsidR="00610870">
        <w:rPr>
          <w:rtl/>
        </w:rPr>
        <w:t>.</w:t>
      </w:r>
      <w:r w:rsidRPr="002A0058">
        <w:rPr>
          <w:rtl/>
        </w:rPr>
        <w:t xml:space="preserve"> لقد أخذ أكثر الذين يميلون إلى الشهوات الحرية بهذا المعنى</w:t>
      </w:r>
      <w:r w:rsidR="00610870">
        <w:rPr>
          <w:rtl/>
        </w:rPr>
        <w:t>،</w:t>
      </w:r>
      <w:r w:rsidRPr="002A0058">
        <w:rPr>
          <w:rtl/>
        </w:rPr>
        <w:t xml:space="preserve"> بَيْدَ أنَّ الإسلام لا يرتضي ذلك.</w:t>
      </w:r>
    </w:p>
    <w:p w:rsidR="00E07DFB" w:rsidRPr="002A0058" w:rsidRDefault="00E07DFB" w:rsidP="002A0058">
      <w:pPr>
        <w:pStyle w:val="libNormal"/>
        <w:rPr>
          <w:rtl/>
        </w:rPr>
      </w:pPr>
      <w:r w:rsidRPr="00313984">
        <w:rPr>
          <w:rStyle w:val="libBold1Char"/>
          <w:rtl/>
        </w:rPr>
        <w:t>المعنى الآخر</w:t>
      </w:r>
      <w:r w:rsidRPr="002A0058">
        <w:rPr>
          <w:rtl/>
        </w:rPr>
        <w:t xml:space="preserve"> للحرّية هو إمكان التمتُّع بالحقوق</w:t>
      </w:r>
      <w:r w:rsidR="00610870">
        <w:rPr>
          <w:rtl/>
        </w:rPr>
        <w:t>؛</w:t>
      </w:r>
      <w:r w:rsidRPr="002A0058">
        <w:rPr>
          <w:rtl/>
        </w:rPr>
        <w:t xml:space="preserve"> إذ ينبغي للقوانين والضوابط الموجودة في المجتمع</w:t>
      </w:r>
      <w:r w:rsidR="00610870">
        <w:rPr>
          <w:rtl/>
        </w:rPr>
        <w:t>،</w:t>
      </w:r>
      <w:r w:rsidRPr="002A0058">
        <w:rPr>
          <w:rtl/>
        </w:rPr>
        <w:t xml:space="preserve"> أن تكون بحيث يكون بمقدور كلِّ إنسان أن يستوفي حقوقه</w:t>
      </w:r>
      <w:r w:rsidR="00610870">
        <w:rPr>
          <w:rtl/>
        </w:rPr>
        <w:t>.</w:t>
      </w:r>
      <w:r w:rsidRPr="002A0058">
        <w:rPr>
          <w:rtl/>
        </w:rPr>
        <w:t xml:space="preserve"> إنَّ الحرية بالمعنى الأوّل الذي يعني التحلُّل مفهوم خاطئ</w:t>
      </w:r>
      <w:r w:rsidR="00610870">
        <w:rPr>
          <w:rtl/>
        </w:rPr>
        <w:t>؛</w:t>
      </w:r>
      <w:r w:rsidRPr="002A0058">
        <w:rPr>
          <w:rtl/>
        </w:rPr>
        <w:t xml:space="preserve"> ذلك أنَّ الإنسان مقيَّد وملتزِم من أُمِّ رأسه حتّى أخمص قدميه.</w:t>
      </w:r>
    </w:p>
    <w:p w:rsidR="00CD444A" w:rsidRDefault="00E07DFB" w:rsidP="00065D03">
      <w:pPr>
        <w:pStyle w:val="libNormal"/>
        <w:rPr>
          <w:rtl/>
        </w:rPr>
      </w:pPr>
      <w:r w:rsidRPr="00065D03">
        <w:rPr>
          <w:rtl/>
        </w:rPr>
        <w:t>على هذا جاءت التقوى</w:t>
      </w:r>
      <w:r w:rsidR="00610870">
        <w:rPr>
          <w:rtl/>
        </w:rPr>
        <w:t xml:space="preserve"> - </w:t>
      </w:r>
      <w:r w:rsidRPr="00065D03">
        <w:rPr>
          <w:rtl/>
        </w:rPr>
        <w:t>التي تُعَدُّ أوَّل شرط لتحقُّق الإنسانية</w:t>
      </w:r>
      <w:r w:rsidR="00610870">
        <w:rPr>
          <w:rtl/>
        </w:rPr>
        <w:t xml:space="preserve"> - </w:t>
      </w:r>
      <w:r w:rsidRPr="00065D03">
        <w:rPr>
          <w:rtl/>
        </w:rPr>
        <w:t>لتكون بمعنى الالتزام والتقيُّد</w:t>
      </w:r>
      <w:r w:rsidR="00610870">
        <w:rPr>
          <w:rtl/>
        </w:rPr>
        <w:t>،</w:t>
      </w:r>
      <w:r w:rsidRPr="00065D03">
        <w:rPr>
          <w:rtl/>
        </w:rPr>
        <w:t xml:space="preserve"> تماماً كما ذكر ذلك المرحوم مطهري</w:t>
      </w:r>
      <w:r w:rsidR="00610870">
        <w:rPr>
          <w:rtl/>
        </w:rPr>
        <w:t>،</w:t>
      </w:r>
      <w:r w:rsidRPr="00065D03">
        <w:rPr>
          <w:rtl/>
        </w:rPr>
        <w:t xml:space="preserve"> وهو يفيد أنَّ الإنسان المتّقي هو الذي يتقيَّد بالالتزامات الإنسانية.</w:t>
      </w:r>
    </w:p>
    <w:p w:rsidR="00CD444A" w:rsidRDefault="00CD444A" w:rsidP="00E5125A">
      <w:pPr>
        <w:pStyle w:val="libNormal"/>
        <w:rPr>
          <w:rtl/>
        </w:rPr>
      </w:pPr>
      <w:r>
        <w:rPr>
          <w:rtl/>
        </w:rPr>
        <w:br w:type="page"/>
      </w:r>
    </w:p>
    <w:p w:rsidR="00E07DFB" w:rsidRPr="00065D03" w:rsidRDefault="00E07DFB" w:rsidP="00CD444A">
      <w:pPr>
        <w:pStyle w:val="libNormal"/>
        <w:rPr>
          <w:rtl/>
        </w:rPr>
      </w:pPr>
      <w:r w:rsidRPr="002A0058">
        <w:rPr>
          <w:rtl/>
        </w:rPr>
        <w:lastRenderedPageBreak/>
        <w:t>إذاً</w:t>
      </w:r>
      <w:r w:rsidR="00610870">
        <w:rPr>
          <w:rtl/>
        </w:rPr>
        <w:t>،</w:t>
      </w:r>
      <w:r w:rsidRPr="002A0058">
        <w:rPr>
          <w:rtl/>
        </w:rPr>
        <w:t xml:space="preserve"> ليس معنى الحرية في مقولة</w:t>
      </w:r>
      <w:r w:rsidRPr="00313984">
        <w:rPr>
          <w:rStyle w:val="libBold1Char"/>
          <w:rtl/>
        </w:rPr>
        <w:t>: إنَّ الإنسان خُلق حرَّاً</w:t>
      </w:r>
      <w:r w:rsidR="00610870">
        <w:rPr>
          <w:rStyle w:val="libBold1Char"/>
          <w:rtl/>
        </w:rPr>
        <w:t>،</w:t>
      </w:r>
      <w:r w:rsidRPr="002A0058">
        <w:rPr>
          <w:rtl/>
        </w:rPr>
        <w:t xml:space="preserve"> هو التفلُّت من القيود والتحلُّل منها</w:t>
      </w:r>
      <w:r w:rsidR="00610870">
        <w:rPr>
          <w:rtl/>
        </w:rPr>
        <w:t>،</w:t>
      </w:r>
      <w:r w:rsidRPr="002A0058">
        <w:rPr>
          <w:rtl/>
        </w:rPr>
        <w:t xml:space="preserve"> بل معنى حرية الإنسان هو ما ذكرناه من إمكان التمتُّع بالحقوق</w:t>
      </w:r>
      <w:r w:rsidR="00610870">
        <w:rPr>
          <w:rtl/>
        </w:rPr>
        <w:t>.</w:t>
      </w:r>
      <w:r w:rsidRPr="002A0058">
        <w:rPr>
          <w:rtl/>
        </w:rPr>
        <w:t xml:space="preserve"> وذلك بما يفيد أنَّ برنامج المجتمع ينبغي أن تُنظَّم بحيث يستطيع كلّ</w:t>
      </w:r>
      <w:r w:rsidR="00CD444A">
        <w:rPr>
          <w:rFonts w:hint="cs"/>
          <w:rtl/>
        </w:rPr>
        <w:t xml:space="preserve"> </w:t>
      </w:r>
      <w:r w:rsidRPr="00065D03">
        <w:rPr>
          <w:rtl/>
        </w:rPr>
        <w:t>إنسان التمتُّع بحقوقه الفردية والاجتماعية</w:t>
      </w:r>
      <w:r w:rsidR="00610870">
        <w:rPr>
          <w:rtl/>
        </w:rPr>
        <w:t>،</w:t>
      </w:r>
      <w:r w:rsidRPr="00065D03">
        <w:rPr>
          <w:rtl/>
        </w:rPr>
        <w:t xml:space="preserve"> فإذا ما رام مثلاً أن يحصل ولده على شهادة (الدكتوراه) من الجامعة</w:t>
      </w:r>
      <w:r w:rsidR="00610870">
        <w:rPr>
          <w:rtl/>
        </w:rPr>
        <w:t>،</w:t>
      </w:r>
      <w:r w:rsidRPr="00065D03">
        <w:rPr>
          <w:rtl/>
        </w:rPr>
        <w:t xml:space="preserve"> فينبغي أن لا تكون هناك عقبة أمامه</w:t>
      </w:r>
      <w:r w:rsidR="00610870">
        <w:rPr>
          <w:rtl/>
        </w:rPr>
        <w:t>،</w:t>
      </w:r>
      <w:r w:rsidRPr="00065D03">
        <w:rPr>
          <w:rtl/>
        </w:rPr>
        <w:t xml:space="preserve"> وأن لا تحول دون تحقيق هذه الرغبة مسائل مثل الانتماء الوطني والقومي وغير ذلك.</w:t>
      </w:r>
    </w:p>
    <w:p w:rsidR="00E07DFB" w:rsidRPr="002A0058" w:rsidRDefault="00E07DFB" w:rsidP="002A0058">
      <w:pPr>
        <w:pStyle w:val="libNormal"/>
        <w:rPr>
          <w:rtl/>
        </w:rPr>
      </w:pPr>
      <w:r w:rsidRPr="00313984">
        <w:rPr>
          <w:rStyle w:val="libBold1Char"/>
          <w:rtl/>
        </w:rPr>
        <w:t>خلاصة الكلام:</w:t>
      </w:r>
      <w:r w:rsidRPr="002A0058">
        <w:rPr>
          <w:rtl/>
        </w:rPr>
        <w:t xml:space="preserve"> إنَّ الشارع المقدَّس لا ينظر إلى الإنسان ككائن أسير</w:t>
      </w:r>
      <w:r w:rsidR="00610870">
        <w:rPr>
          <w:rtl/>
        </w:rPr>
        <w:t>،</w:t>
      </w:r>
      <w:r w:rsidRPr="002A0058">
        <w:rPr>
          <w:rtl/>
        </w:rPr>
        <w:t xml:space="preserve"> بل ينظر إليه كحر</w:t>
      </w:r>
      <w:r w:rsidR="00610870">
        <w:rPr>
          <w:rtl/>
        </w:rPr>
        <w:t>.</w:t>
      </w:r>
      <w:r w:rsidRPr="002A0058">
        <w:rPr>
          <w:rtl/>
        </w:rPr>
        <w:t xml:space="preserve"> وفي الوقت نفسه يراه ملتزِماً</w:t>
      </w:r>
      <w:r w:rsidR="00610870">
        <w:rPr>
          <w:rtl/>
        </w:rPr>
        <w:t>،</w:t>
      </w:r>
      <w:r w:rsidRPr="002A0058">
        <w:rPr>
          <w:rtl/>
        </w:rPr>
        <w:t xml:space="preserve"> وهذا هو معنى </w:t>
      </w:r>
      <w:r w:rsidRPr="0080527D">
        <w:rPr>
          <w:rStyle w:val="libBold2Char"/>
          <w:rtl/>
        </w:rPr>
        <w:t>(المؤمنون عند شروطهم)</w:t>
      </w:r>
      <w:r w:rsidRPr="00852899">
        <w:rPr>
          <w:rStyle w:val="libFootnotenumChar"/>
          <w:rtl/>
        </w:rPr>
        <w:t>(9)</w:t>
      </w:r>
      <w:r w:rsidR="00610870">
        <w:rPr>
          <w:rStyle w:val="libFootnotenumChar"/>
          <w:rtl/>
        </w:rPr>
        <w:t>.</w:t>
      </w:r>
      <w:r w:rsidRPr="002A0058">
        <w:rPr>
          <w:rtl/>
        </w:rPr>
        <w:t xml:space="preserve"> فإذا ما تعهَّد المؤمن بشيء</w:t>
      </w:r>
      <w:r w:rsidR="00610870">
        <w:rPr>
          <w:rtl/>
        </w:rPr>
        <w:t>،</w:t>
      </w:r>
      <w:r w:rsidRPr="002A0058">
        <w:rPr>
          <w:rtl/>
        </w:rPr>
        <w:t xml:space="preserve"> فإنَّ هذا العهد يتحوَّل إلى قيد عند المؤمن يُملي عليه استحقاق الالتزام.</w:t>
      </w:r>
    </w:p>
    <w:p w:rsidR="00E07DFB" w:rsidRPr="00313984" w:rsidRDefault="00E07DFB" w:rsidP="00313984">
      <w:pPr>
        <w:pStyle w:val="libBold1"/>
        <w:rPr>
          <w:rtl/>
        </w:rPr>
      </w:pPr>
      <w:r w:rsidRPr="00313984">
        <w:rPr>
          <w:rtl/>
        </w:rPr>
        <w:t>* نعود الآن إلى الموضوع الأساسي: يبدو أنَّ النتيجة التي انتهى إليها البحث</w:t>
      </w:r>
      <w:r w:rsidR="00610870">
        <w:rPr>
          <w:rtl/>
        </w:rPr>
        <w:t>،</w:t>
      </w:r>
      <w:r w:rsidRPr="00313984">
        <w:rPr>
          <w:rtl/>
        </w:rPr>
        <w:t xml:space="preserve"> تتمثّل في أنَّ الشارع عهد بمهمَّة إيجاد النُّظم</w:t>
      </w:r>
      <w:r w:rsidR="00610870">
        <w:rPr>
          <w:rtl/>
        </w:rPr>
        <w:t>،</w:t>
      </w:r>
      <w:r w:rsidRPr="00313984">
        <w:rPr>
          <w:rtl/>
        </w:rPr>
        <w:t xml:space="preserve"> في عملية تنظيم المجتمعات البشرية</w:t>
      </w:r>
      <w:r w:rsidR="00610870">
        <w:rPr>
          <w:rtl/>
        </w:rPr>
        <w:t>،</w:t>
      </w:r>
      <w:r w:rsidRPr="00313984">
        <w:rPr>
          <w:rtl/>
        </w:rPr>
        <w:t xml:space="preserve"> إلى العُرف</w:t>
      </w:r>
      <w:r w:rsidR="00610870">
        <w:rPr>
          <w:rtl/>
        </w:rPr>
        <w:t>،</w:t>
      </w:r>
      <w:r w:rsidRPr="00313984">
        <w:rPr>
          <w:rtl/>
        </w:rPr>
        <w:t xml:space="preserve"> لكن غاية ما في الأمر أنَّ هناك عدداً من الضوابط التي أملاها الشارع نفسه.</w:t>
      </w:r>
    </w:p>
    <w:p w:rsidR="00E07DFB" w:rsidRPr="002A0058" w:rsidRDefault="00E07DFB" w:rsidP="002A0058">
      <w:pPr>
        <w:pStyle w:val="libNormal"/>
        <w:rPr>
          <w:rtl/>
        </w:rPr>
      </w:pPr>
      <w:r w:rsidRPr="00313984">
        <w:rPr>
          <w:rStyle w:val="libBold1Char"/>
          <w:rtl/>
        </w:rPr>
        <w:t>الشيخ معرفت:</w:t>
      </w:r>
      <w:r w:rsidRPr="002A0058">
        <w:rPr>
          <w:rtl/>
        </w:rPr>
        <w:t xml:space="preserve"> أجل</w:t>
      </w:r>
      <w:r w:rsidR="00610870">
        <w:rPr>
          <w:rtl/>
        </w:rPr>
        <w:t>،</w:t>
      </w:r>
      <w:r w:rsidRPr="002A0058">
        <w:rPr>
          <w:rtl/>
        </w:rPr>
        <w:t xml:space="preserve"> لقد عدَّه الشارع المقدَّّس بمهمَّة إيجاد النظم ووضع القرَّارات</w:t>
      </w:r>
      <w:r w:rsidR="00610870">
        <w:rPr>
          <w:rtl/>
        </w:rPr>
        <w:t>،</w:t>
      </w:r>
      <w:r w:rsidRPr="002A0058">
        <w:rPr>
          <w:rtl/>
        </w:rPr>
        <w:t xml:space="preserve"> على صُعدٍ مختلفة من عملية تنظيم المجتمعات البشرية</w:t>
      </w:r>
      <w:r w:rsidR="00610870">
        <w:rPr>
          <w:rtl/>
        </w:rPr>
        <w:t>،</w:t>
      </w:r>
      <w:r w:rsidRPr="002A0058">
        <w:rPr>
          <w:rtl/>
        </w:rPr>
        <w:t xml:space="preserve"> إلى العُرف</w:t>
      </w:r>
      <w:r w:rsidR="00610870">
        <w:rPr>
          <w:rtl/>
        </w:rPr>
        <w:t>.</w:t>
      </w:r>
      <w:r w:rsidRPr="002A0058">
        <w:rPr>
          <w:rtl/>
        </w:rPr>
        <w:t xml:space="preserve"> والمقصود من العُرف هو المجتمعات العالمية المتحضِّرة نفسها</w:t>
      </w:r>
      <w:r w:rsidR="00610870">
        <w:rPr>
          <w:rtl/>
        </w:rPr>
        <w:t>،</w:t>
      </w:r>
      <w:r w:rsidRPr="002A0058">
        <w:rPr>
          <w:rtl/>
        </w:rPr>
        <w:t xml:space="preserve"> أعمُّ من أن تكون مجتمعات إسلامية أو لا؟</w:t>
      </w:r>
    </w:p>
    <w:p w:rsidR="00CD444A" w:rsidRDefault="00E07DFB" w:rsidP="00065D03">
      <w:pPr>
        <w:pStyle w:val="libNormal"/>
        <w:rPr>
          <w:rtl/>
        </w:rPr>
      </w:pPr>
      <w:r w:rsidRPr="00065D03">
        <w:rPr>
          <w:rtl/>
        </w:rPr>
        <w:t>أمَّا المقصود من الضوابط والمقرَّرات</w:t>
      </w:r>
      <w:r w:rsidR="00610870">
        <w:rPr>
          <w:rtl/>
        </w:rPr>
        <w:t>،</w:t>
      </w:r>
      <w:r w:rsidRPr="00065D03">
        <w:rPr>
          <w:rtl/>
        </w:rPr>
        <w:t xml:space="preserve"> فهو عرف عقلاء العالم</w:t>
      </w:r>
      <w:r w:rsidR="00610870">
        <w:rPr>
          <w:rtl/>
        </w:rPr>
        <w:t>؛</w:t>
      </w:r>
      <w:r w:rsidRPr="00065D03">
        <w:rPr>
          <w:rtl/>
        </w:rPr>
        <w:t xml:space="preserve"> ممَّا تمَّ ارتضاؤه بوصفه أصولاً عقلائية</w:t>
      </w:r>
      <w:r w:rsidR="00610870">
        <w:rPr>
          <w:rtl/>
        </w:rPr>
        <w:t>،</w:t>
      </w:r>
      <w:r w:rsidRPr="00065D03">
        <w:rPr>
          <w:rtl/>
        </w:rPr>
        <w:t xml:space="preserve"> مثل: الحدود الجغرافية</w:t>
      </w:r>
      <w:r w:rsidR="00610870">
        <w:rPr>
          <w:rtl/>
        </w:rPr>
        <w:t>،</w:t>
      </w:r>
      <w:r w:rsidRPr="00065D03">
        <w:rPr>
          <w:rtl/>
        </w:rPr>
        <w:t xml:space="preserve"> النظام الحقوقي في إطار الحركة والانتقال</w:t>
      </w:r>
      <w:r w:rsidR="00610870">
        <w:rPr>
          <w:rtl/>
        </w:rPr>
        <w:t>،</w:t>
      </w:r>
      <w:r w:rsidRPr="00065D03">
        <w:rPr>
          <w:rtl/>
        </w:rPr>
        <w:t xml:space="preserve"> النظام المصرفي</w:t>
      </w:r>
      <w:r w:rsidR="00610870">
        <w:rPr>
          <w:rtl/>
        </w:rPr>
        <w:t>،</w:t>
      </w:r>
      <w:r w:rsidRPr="00065D03">
        <w:rPr>
          <w:rtl/>
        </w:rPr>
        <w:t xml:space="preserve"> العلاقات الدولية</w:t>
      </w:r>
      <w:r w:rsidR="00610870">
        <w:rPr>
          <w:rtl/>
        </w:rPr>
        <w:t>،</w:t>
      </w:r>
      <w:r w:rsidRPr="00065D03">
        <w:rPr>
          <w:rtl/>
        </w:rPr>
        <w:t xml:space="preserve"> وكلُّ ما يدخل في نطاق الضوابط التي ارتضاها عقلاء العالم بوصفها أصولاً عقلائية</w:t>
      </w:r>
      <w:r w:rsidR="00610870">
        <w:rPr>
          <w:rtl/>
        </w:rPr>
        <w:t>.</w:t>
      </w:r>
    </w:p>
    <w:p w:rsidR="00CD444A" w:rsidRDefault="00CD444A"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بعبارة أخرى: يمكن وصفها بأنَّها الأصول العقلائية الدولية التي ليس لها طابع تحميلي.</w:t>
      </w:r>
    </w:p>
    <w:p w:rsidR="00E07DFB" w:rsidRPr="00065D03" w:rsidRDefault="00E07DFB" w:rsidP="00CD444A">
      <w:pPr>
        <w:pStyle w:val="libNormal"/>
        <w:rPr>
          <w:rtl/>
        </w:rPr>
      </w:pPr>
      <w:r w:rsidRPr="00065D03">
        <w:rPr>
          <w:rtl/>
        </w:rPr>
        <w:t>على ضوء ذلك</w:t>
      </w:r>
      <w:r w:rsidR="00610870">
        <w:rPr>
          <w:rtl/>
        </w:rPr>
        <w:t>،</w:t>
      </w:r>
      <w:r w:rsidRPr="00065D03">
        <w:rPr>
          <w:rtl/>
        </w:rPr>
        <w:t xml:space="preserve"> نجد أنَّ الشارع لم يخترع المعاملات</w:t>
      </w:r>
      <w:r w:rsidR="00610870">
        <w:rPr>
          <w:rtl/>
        </w:rPr>
        <w:t>،</w:t>
      </w:r>
      <w:r w:rsidRPr="00065D03">
        <w:rPr>
          <w:rtl/>
        </w:rPr>
        <w:t xml:space="preserve"> فأمور مثل: البيع</w:t>
      </w:r>
      <w:r w:rsidR="00610870">
        <w:rPr>
          <w:rtl/>
        </w:rPr>
        <w:t>،</w:t>
      </w:r>
      <w:r w:rsidR="00CD444A">
        <w:rPr>
          <w:rFonts w:hint="cs"/>
          <w:rtl/>
        </w:rPr>
        <w:t xml:space="preserve"> </w:t>
      </w:r>
      <w:r w:rsidRPr="00065D03">
        <w:rPr>
          <w:rtl/>
        </w:rPr>
        <w:t>والإجارة</w:t>
      </w:r>
      <w:r w:rsidR="00610870">
        <w:rPr>
          <w:rtl/>
        </w:rPr>
        <w:t>،</w:t>
      </w:r>
      <w:r w:rsidRPr="00065D03">
        <w:rPr>
          <w:rtl/>
        </w:rPr>
        <w:t xml:space="preserve"> والمضاربة</w:t>
      </w:r>
      <w:r w:rsidR="00610870">
        <w:rPr>
          <w:rtl/>
        </w:rPr>
        <w:t>،</w:t>
      </w:r>
      <w:r w:rsidRPr="00065D03">
        <w:rPr>
          <w:rtl/>
        </w:rPr>
        <w:t xml:space="preserve"> والمساقاة</w:t>
      </w:r>
      <w:r w:rsidR="00610870">
        <w:rPr>
          <w:rtl/>
        </w:rPr>
        <w:t>،</w:t>
      </w:r>
      <w:r w:rsidRPr="00065D03">
        <w:rPr>
          <w:rtl/>
        </w:rPr>
        <w:t xml:space="preserve"> وغيرها</w:t>
      </w:r>
      <w:r w:rsidR="00610870">
        <w:rPr>
          <w:rtl/>
        </w:rPr>
        <w:t>،</w:t>
      </w:r>
      <w:r w:rsidRPr="00065D03">
        <w:rPr>
          <w:rtl/>
        </w:rPr>
        <w:t xml:space="preserve"> ليست شرعية</w:t>
      </w:r>
      <w:r w:rsidR="00610870">
        <w:rPr>
          <w:rtl/>
        </w:rPr>
        <w:t>؛</w:t>
      </w:r>
      <w:r w:rsidRPr="00065D03">
        <w:rPr>
          <w:rtl/>
        </w:rPr>
        <w:t xml:space="preserve"> بمعنى أنَّ الشارع لم يجعلها أو يخترعها</w:t>
      </w:r>
      <w:r w:rsidR="00610870">
        <w:rPr>
          <w:rtl/>
        </w:rPr>
        <w:t>،</w:t>
      </w:r>
      <w:r w:rsidRPr="00065D03">
        <w:rPr>
          <w:rtl/>
        </w:rPr>
        <w:t xml:space="preserve"> بل هي من وضع العقلاء</w:t>
      </w:r>
      <w:r w:rsidR="00610870">
        <w:rPr>
          <w:rtl/>
        </w:rPr>
        <w:t>،</w:t>
      </w:r>
      <w:r w:rsidRPr="00065D03">
        <w:rPr>
          <w:rtl/>
        </w:rPr>
        <w:t xml:space="preserve"> وأضاف إليها الشارع أو قلّل منها بعض الضوابط والشروط</w:t>
      </w:r>
      <w:r w:rsidR="00610870">
        <w:rPr>
          <w:rtl/>
        </w:rPr>
        <w:t>.</w:t>
      </w:r>
      <w:r w:rsidRPr="00065D03">
        <w:rPr>
          <w:rtl/>
        </w:rPr>
        <w:t xml:space="preserve"> على هذا عُهد بالموضوعات الكلّية في المعاملات</w:t>
      </w:r>
      <w:r w:rsidR="00610870">
        <w:rPr>
          <w:rtl/>
        </w:rPr>
        <w:t>،</w:t>
      </w:r>
      <w:r w:rsidRPr="00065D03">
        <w:rPr>
          <w:rtl/>
        </w:rPr>
        <w:t xml:space="preserve"> بجميع أبعادها</w:t>
      </w:r>
      <w:r w:rsidR="00610870">
        <w:rPr>
          <w:rtl/>
        </w:rPr>
        <w:t>،</w:t>
      </w:r>
      <w:r w:rsidRPr="00065D03">
        <w:rPr>
          <w:rtl/>
        </w:rPr>
        <w:t xml:space="preserve"> إلى العُرف.</w:t>
      </w:r>
    </w:p>
    <w:p w:rsidR="00E07DFB" w:rsidRPr="002A0058" w:rsidRDefault="00E07DFB" w:rsidP="00283EDA">
      <w:pPr>
        <w:pStyle w:val="libNormal"/>
        <w:rPr>
          <w:rtl/>
        </w:rPr>
      </w:pPr>
      <w:r w:rsidRPr="002A0058">
        <w:rPr>
          <w:rtl/>
        </w:rPr>
        <w:t xml:space="preserve">كما أنَّ الإمام أمير المؤمنين </w:t>
      </w:r>
      <w:r w:rsidR="00283EDA" w:rsidRPr="00283EDA">
        <w:rPr>
          <w:rStyle w:val="libAlaemChar"/>
          <w:rFonts w:eastAsiaTheme="minorHAnsi"/>
          <w:rtl/>
        </w:rPr>
        <w:t>عليه‌السلام</w:t>
      </w:r>
      <w:r w:rsidRPr="002A0058">
        <w:rPr>
          <w:rtl/>
        </w:rPr>
        <w:t xml:space="preserve"> دعا الناس إلى نظم أمورهم</w:t>
      </w:r>
      <w:r w:rsidR="00610870">
        <w:rPr>
          <w:rtl/>
        </w:rPr>
        <w:t>.</w:t>
      </w:r>
      <w:r w:rsidRPr="002A0058">
        <w:rPr>
          <w:rtl/>
        </w:rPr>
        <w:t xml:space="preserve"> ومعنى ذلك أنَّ </w:t>
      </w:r>
      <w:r w:rsidRPr="00313984">
        <w:rPr>
          <w:rStyle w:val="libBold1Char"/>
          <w:rtl/>
        </w:rPr>
        <w:t>(نظم الأمور)</w:t>
      </w:r>
      <w:r w:rsidRPr="002A0058">
        <w:rPr>
          <w:rtl/>
        </w:rPr>
        <w:t xml:space="preserve"> هو مهمَّة تقع على عاتق الناس أنفسهم</w:t>
      </w:r>
      <w:r w:rsidR="00610870">
        <w:rPr>
          <w:rtl/>
        </w:rPr>
        <w:t>،</w:t>
      </w:r>
      <w:r w:rsidRPr="002A0058">
        <w:rPr>
          <w:rtl/>
        </w:rPr>
        <w:t xml:space="preserve"> حيث قوله </w:t>
      </w:r>
      <w:r w:rsidR="00283EDA" w:rsidRPr="00283EDA">
        <w:rPr>
          <w:rStyle w:val="libAlaemChar"/>
          <w:rFonts w:eastAsiaTheme="minorHAnsi"/>
          <w:rtl/>
        </w:rPr>
        <w:t>عليه‌السلام</w:t>
      </w:r>
      <w:r w:rsidRPr="002A0058">
        <w:rPr>
          <w:rtl/>
        </w:rPr>
        <w:t xml:space="preserve">: </w:t>
      </w:r>
      <w:r w:rsidRPr="0080527D">
        <w:rPr>
          <w:rStyle w:val="libBold2Char"/>
          <w:rtl/>
        </w:rPr>
        <w:t>(أوصيكم بتقوى الله ونظم أمركم)</w:t>
      </w:r>
      <w:r w:rsidRPr="002A0058">
        <w:rPr>
          <w:rtl/>
        </w:rPr>
        <w:t>.</w:t>
      </w:r>
    </w:p>
    <w:p w:rsidR="00E07DFB" w:rsidRPr="00313984" w:rsidRDefault="00E07DFB" w:rsidP="00313984">
      <w:pPr>
        <w:pStyle w:val="libBold1"/>
        <w:rPr>
          <w:rtl/>
        </w:rPr>
      </w:pPr>
      <w:r w:rsidRPr="00313984">
        <w:rPr>
          <w:rtl/>
        </w:rPr>
        <w:t>* على هذا</w:t>
      </w:r>
      <w:r w:rsidR="00610870">
        <w:rPr>
          <w:rtl/>
        </w:rPr>
        <w:t>،</w:t>
      </w:r>
      <w:r w:rsidRPr="00313984">
        <w:rPr>
          <w:rtl/>
        </w:rPr>
        <w:t xml:space="preserve"> فإنَّ الكثرة الغالبة من أمور المعاملات بالمعنى الأعمّ هي في عُهدة العُرف</w:t>
      </w:r>
      <w:r w:rsidR="00610870">
        <w:rPr>
          <w:rtl/>
        </w:rPr>
        <w:t>.</w:t>
      </w:r>
      <w:r w:rsidRPr="00313984">
        <w:rPr>
          <w:rtl/>
        </w:rPr>
        <w:t xml:space="preserve"> من ثُمَّ ليس صحيحاً ما يتوهَّمه بعضهم من أنَّ جميع الأمور ينبغي أن تُؤخذ من الشرع</w:t>
      </w:r>
      <w:r w:rsidR="00610870">
        <w:rPr>
          <w:rtl/>
        </w:rPr>
        <w:t>،</w:t>
      </w:r>
      <w:r w:rsidRPr="00313984">
        <w:rPr>
          <w:rtl/>
        </w:rPr>
        <w:t xml:space="preserve"> حتّى طريقة القتال والجهاد مثلاً؟</w:t>
      </w:r>
    </w:p>
    <w:p w:rsidR="00E07DFB" w:rsidRPr="002A0058" w:rsidRDefault="00E07DFB" w:rsidP="00283EDA">
      <w:pPr>
        <w:pStyle w:val="libNormal"/>
        <w:rPr>
          <w:rtl/>
        </w:rPr>
      </w:pPr>
      <w:r w:rsidRPr="00313984">
        <w:rPr>
          <w:rStyle w:val="libBold1Char"/>
          <w:rtl/>
        </w:rPr>
        <w:t xml:space="preserve">الشيخ معرفت: </w:t>
      </w:r>
      <w:r w:rsidRPr="002A0058">
        <w:rPr>
          <w:rtl/>
        </w:rPr>
        <w:t>أجل</w:t>
      </w:r>
      <w:r w:rsidR="00610870">
        <w:rPr>
          <w:rtl/>
        </w:rPr>
        <w:t>،</w:t>
      </w:r>
      <w:r w:rsidRPr="002A0058">
        <w:rPr>
          <w:rtl/>
        </w:rPr>
        <w:t xml:space="preserve"> ما هي صلة كيفية القتال بالإسلام؟! لقد قاتل النبي </w:t>
      </w:r>
      <w:r w:rsidR="00283EDA" w:rsidRPr="00283EDA">
        <w:rPr>
          <w:rStyle w:val="libAlaemChar"/>
          <w:rFonts w:eastAsiaTheme="minorHAnsi"/>
          <w:rtl/>
        </w:rPr>
        <w:t>صلى‌الله‌عليه‌وآله‌وسلم</w:t>
      </w:r>
      <w:r w:rsidRPr="002A0058">
        <w:rPr>
          <w:rtl/>
        </w:rPr>
        <w:t xml:space="preserve"> في عصره بتلك الطريقة</w:t>
      </w:r>
      <w:r w:rsidR="00610870">
        <w:rPr>
          <w:rtl/>
        </w:rPr>
        <w:t>؛</w:t>
      </w:r>
      <w:r w:rsidRPr="002A0058">
        <w:rPr>
          <w:rtl/>
        </w:rPr>
        <w:t xml:space="preserve"> لأنَّها هي التي كانت سائدة في ذلك العالم</w:t>
      </w:r>
      <w:r w:rsidR="00610870">
        <w:rPr>
          <w:rtl/>
        </w:rPr>
        <w:t>،</w:t>
      </w:r>
      <w:r w:rsidRPr="002A0058">
        <w:rPr>
          <w:rtl/>
        </w:rPr>
        <w:t xml:space="preserve"> لا لأنَّ تلك الطريقة التي اختارها النبيّ في مقارعة أعدائه ومواجهتهم تعكس النظام العسكري للإسلام.</w:t>
      </w:r>
    </w:p>
    <w:p w:rsidR="00CD444A" w:rsidRDefault="00E07DFB" w:rsidP="00283EDA">
      <w:pPr>
        <w:pStyle w:val="libNormal"/>
        <w:rPr>
          <w:rtl/>
        </w:rPr>
      </w:pPr>
      <w:r w:rsidRPr="002A0058">
        <w:rPr>
          <w:rtl/>
        </w:rPr>
        <w:t>من جهتها اكتسبت العلاقات الدولية للإسلام في الصدر الأول صيغتها تلك</w:t>
      </w:r>
      <w:r w:rsidR="00610870">
        <w:rPr>
          <w:rtl/>
        </w:rPr>
        <w:t>؛</w:t>
      </w:r>
      <w:r w:rsidRPr="002A0058">
        <w:rPr>
          <w:rtl/>
        </w:rPr>
        <w:t xml:space="preserve"> تبعاً لِمَا كان سائداً في العلاقات الدولية في العالم يومئذ</w:t>
      </w:r>
      <w:r w:rsidR="00610870">
        <w:rPr>
          <w:rtl/>
        </w:rPr>
        <w:t>.</w:t>
      </w:r>
      <w:r w:rsidRPr="002A0058">
        <w:rPr>
          <w:rtl/>
        </w:rPr>
        <w:t xml:space="preserve"> فإذا ما تحدَّث النبي </w:t>
      </w:r>
      <w:r w:rsidR="00283EDA" w:rsidRPr="00283EDA">
        <w:rPr>
          <w:rStyle w:val="libAlaemChar"/>
          <w:rFonts w:eastAsiaTheme="minorHAnsi"/>
          <w:rtl/>
        </w:rPr>
        <w:t>صلى‌الله‌عليه‌وآله‌وسلم</w:t>
      </w:r>
      <w:r w:rsidRPr="002A0058">
        <w:rPr>
          <w:rtl/>
        </w:rPr>
        <w:t xml:space="preserve"> عن البيع والإجارة</w:t>
      </w:r>
      <w:r w:rsidR="00610870">
        <w:rPr>
          <w:rtl/>
        </w:rPr>
        <w:t>،</w:t>
      </w:r>
      <w:r w:rsidRPr="002A0058">
        <w:rPr>
          <w:rtl/>
        </w:rPr>
        <w:t xml:space="preserve"> فلأنَّه كان يتحدَّث وفاقاً لمباني الأصول العقلائية التي كانت سائدة يومذاك في مجال المعاملات</w:t>
      </w:r>
      <w:r w:rsidR="00610870">
        <w:rPr>
          <w:rtl/>
        </w:rPr>
        <w:t>،</w:t>
      </w:r>
      <w:r w:rsidRPr="002A0058">
        <w:rPr>
          <w:rtl/>
        </w:rPr>
        <w:t xml:space="preserve"> لا أنَّ الإسلام هو الذي اقترح هذه العمليات واخترعها</w:t>
      </w:r>
      <w:r w:rsidR="00610870">
        <w:rPr>
          <w:rtl/>
        </w:rPr>
        <w:t>.</w:t>
      </w:r>
      <w:r w:rsidRPr="002A0058">
        <w:rPr>
          <w:rtl/>
        </w:rPr>
        <w:t xml:space="preserve"> وإذا ما نهى عن بعض المعاملات</w:t>
      </w:r>
      <w:r w:rsidR="00610870">
        <w:rPr>
          <w:rtl/>
        </w:rPr>
        <w:t>،</w:t>
      </w:r>
      <w:r w:rsidRPr="002A0058">
        <w:rPr>
          <w:rtl/>
        </w:rPr>
        <w:t xml:space="preserve"> مثل: بيع الكالي بالكالي</w:t>
      </w:r>
      <w:r w:rsidR="00610870">
        <w:rPr>
          <w:rtl/>
        </w:rPr>
        <w:t>،</w:t>
      </w:r>
      <w:r w:rsidRPr="002A0058">
        <w:rPr>
          <w:rtl/>
        </w:rPr>
        <w:t xml:space="preserve"> وبيع المنابذة</w:t>
      </w:r>
      <w:r w:rsidRPr="00852899">
        <w:rPr>
          <w:rStyle w:val="libFootnotenumChar"/>
          <w:rtl/>
        </w:rPr>
        <w:t>(10)</w:t>
      </w:r>
      <w:r w:rsidRPr="002A0058">
        <w:rPr>
          <w:rtl/>
        </w:rPr>
        <w:t xml:space="preserve"> وغيرهما</w:t>
      </w:r>
      <w:r w:rsidR="00610870">
        <w:rPr>
          <w:rtl/>
        </w:rPr>
        <w:t>،</w:t>
      </w:r>
      <w:r w:rsidRPr="002A0058">
        <w:rPr>
          <w:rtl/>
        </w:rPr>
        <w:t xml:space="preserve"> فإنَّ سبب ذلك يعود إلى نظرة الشارع إلى هذا النمط من البيوع التي كان يعدُّها غير عقلائية</w:t>
      </w:r>
      <w:r w:rsidR="00610870">
        <w:rPr>
          <w:rtl/>
        </w:rPr>
        <w:t>؛</w:t>
      </w:r>
      <w:r w:rsidRPr="002A0058">
        <w:rPr>
          <w:rtl/>
        </w:rPr>
        <w:t xml:space="preserve"> فرأي الشارع</w:t>
      </w:r>
      <w:r w:rsidR="00610870">
        <w:rPr>
          <w:rtl/>
        </w:rPr>
        <w:t>،</w:t>
      </w:r>
      <w:r w:rsidRPr="002A0058">
        <w:rPr>
          <w:rtl/>
        </w:rPr>
        <w:t xml:space="preserve"> في</w:t>
      </w:r>
      <w:r w:rsidR="00CD444A">
        <w:rPr>
          <w:rFonts w:hint="cs"/>
          <w:rtl/>
        </w:rPr>
        <w:t xml:space="preserve"> </w:t>
      </w:r>
      <w:r w:rsidRPr="00065D03">
        <w:rPr>
          <w:rtl/>
        </w:rPr>
        <w:t>هذه الموارد</w:t>
      </w:r>
      <w:r w:rsidR="00610870">
        <w:rPr>
          <w:rtl/>
        </w:rPr>
        <w:t>،</w:t>
      </w:r>
      <w:r w:rsidRPr="00065D03">
        <w:rPr>
          <w:rtl/>
        </w:rPr>
        <w:t xml:space="preserve"> أنَّه يرى أنَّ هذا الضرب من المعاملات قد نشأ من مناشئ غير عقلائية</w:t>
      </w:r>
      <w:r w:rsidR="00610870">
        <w:rPr>
          <w:rtl/>
        </w:rPr>
        <w:t>؛</w:t>
      </w:r>
      <w:r w:rsidRPr="00065D03">
        <w:rPr>
          <w:rtl/>
        </w:rPr>
        <w:t xml:space="preserve"> والدليل على ذلك واضح جدّاً</w:t>
      </w:r>
      <w:r w:rsidR="00610870">
        <w:rPr>
          <w:rtl/>
        </w:rPr>
        <w:t>،</w:t>
      </w:r>
      <w:r w:rsidRPr="00065D03">
        <w:rPr>
          <w:rtl/>
        </w:rPr>
        <w:t xml:space="preserve"> فبيع الكالي بالكالي وبيع المنابذة يشتملان على الجهالة</w:t>
      </w:r>
      <w:r w:rsidR="00610870">
        <w:rPr>
          <w:rtl/>
        </w:rPr>
        <w:t>،</w:t>
      </w:r>
      <w:r w:rsidRPr="00065D03">
        <w:rPr>
          <w:rtl/>
        </w:rPr>
        <w:t xml:space="preserve"> والبيع المجهول يستتبع نوعاً من الضَّرر.</w:t>
      </w:r>
    </w:p>
    <w:p w:rsidR="00CD444A" w:rsidRDefault="00CD444A"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فإذاً</w:t>
      </w:r>
      <w:r w:rsidR="00610870">
        <w:rPr>
          <w:rtl/>
        </w:rPr>
        <w:t>،</w:t>
      </w:r>
      <w:r w:rsidRPr="00065D03">
        <w:rPr>
          <w:rtl/>
        </w:rPr>
        <w:t xml:space="preserve"> إذا كان للشارع كلمة في شأن الأصول العقلائية</w:t>
      </w:r>
      <w:r w:rsidR="00610870">
        <w:rPr>
          <w:rtl/>
        </w:rPr>
        <w:t>،</w:t>
      </w:r>
      <w:r w:rsidRPr="00065D03">
        <w:rPr>
          <w:rtl/>
        </w:rPr>
        <w:t xml:space="preserve"> نفياً أو إثباتاً</w:t>
      </w:r>
      <w:r w:rsidR="00610870">
        <w:rPr>
          <w:rtl/>
        </w:rPr>
        <w:t>،</w:t>
      </w:r>
      <w:r w:rsidRPr="00065D03">
        <w:rPr>
          <w:rtl/>
        </w:rPr>
        <w:t xml:space="preserve"> فإنَّ هذه الممارسة تعدُّ في الواقع إرشاداً إلى حكم العقلاء</w:t>
      </w:r>
      <w:r w:rsidR="00610870">
        <w:rPr>
          <w:rtl/>
        </w:rPr>
        <w:t>،</w:t>
      </w:r>
      <w:r w:rsidRPr="00065D03">
        <w:rPr>
          <w:rtl/>
        </w:rPr>
        <w:t xml:space="preserve"> لا أنَّ للشارع تعبَّداً في باب المعاملات.</w:t>
      </w:r>
    </w:p>
    <w:p w:rsidR="00E07DFB" w:rsidRPr="002A0058" w:rsidRDefault="00E07DFB" w:rsidP="002A0058">
      <w:pPr>
        <w:pStyle w:val="libNormal"/>
        <w:rPr>
          <w:rtl/>
        </w:rPr>
      </w:pPr>
      <w:r w:rsidRPr="00313984">
        <w:rPr>
          <w:rStyle w:val="libBold1Char"/>
          <w:rtl/>
        </w:rPr>
        <w:t>أمَّا في باب العبادات</w:t>
      </w:r>
      <w:r w:rsidR="00610870">
        <w:rPr>
          <w:rStyle w:val="libBold1Char"/>
          <w:rtl/>
        </w:rPr>
        <w:t>،</w:t>
      </w:r>
      <w:r w:rsidRPr="002A0058">
        <w:rPr>
          <w:rtl/>
        </w:rPr>
        <w:t xml:space="preserve"> فلا يمكن أن نأتي بالتعليلات في شأن الأحكام الشرعية</w:t>
      </w:r>
      <w:r w:rsidR="00610870">
        <w:rPr>
          <w:rtl/>
        </w:rPr>
        <w:t>،</w:t>
      </w:r>
      <w:r w:rsidRPr="002A0058">
        <w:rPr>
          <w:rtl/>
        </w:rPr>
        <w:t xml:space="preserve"> ففي حال الوضوء لا يمكن القول: إنَّه لا فرق في النظافة بين أن تغسل اليد من الأعلى إلى الأسفل</w:t>
      </w:r>
      <w:r w:rsidR="00610870">
        <w:rPr>
          <w:rtl/>
        </w:rPr>
        <w:t>،</w:t>
      </w:r>
      <w:r w:rsidRPr="002A0058">
        <w:rPr>
          <w:rtl/>
        </w:rPr>
        <w:t xml:space="preserve"> أو من الأسفل نحو الأعلى</w:t>
      </w:r>
      <w:r w:rsidR="00610870">
        <w:rPr>
          <w:rtl/>
        </w:rPr>
        <w:t>.</w:t>
      </w:r>
      <w:r w:rsidRPr="002A0058">
        <w:rPr>
          <w:rtl/>
        </w:rPr>
        <w:t xml:space="preserve"> لكن بمقدور الشارع أن يقرّرِ وجوب غسل اليد من الأعلى نحو الأسفل، أو كفاية المسح ولو بإصبع واحد</w:t>
      </w:r>
      <w:r w:rsidR="00610870">
        <w:rPr>
          <w:rtl/>
        </w:rPr>
        <w:t>،</w:t>
      </w:r>
      <w:r w:rsidRPr="002A0058">
        <w:rPr>
          <w:rtl/>
        </w:rPr>
        <w:t xml:space="preserve"> من دون أن يكون بمقدورنا أن نورد تعليلاً مألوفاً لهذه الممارسة.</w:t>
      </w:r>
    </w:p>
    <w:p w:rsidR="00E07DFB" w:rsidRPr="00065D03" w:rsidRDefault="00E07DFB" w:rsidP="00065D03">
      <w:pPr>
        <w:pStyle w:val="libNormal"/>
        <w:rPr>
          <w:rtl/>
        </w:rPr>
      </w:pPr>
      <w:r w:rsidRPr="00065D03">
        <w:rPr>
          <w:rtl/>
        </w:rPr>
        <w:t>على هذا الضوء</w:t>
      </w:r>
      <w:r w:rsidR="00610870">
        <w:rPr>
          <w:rtl/>
        </w:rPr>
        <w:t>،</w:t>
      </w:r>
      <w:r w:rsidRPr="00065D03">
        <w:rPr>
          <w:rtl/>
        </w:rPr>
        <w:t xml:space="preserve"> ننتهي إلى قاعدة تفيد أنَّ كلِّ مورد نعجز عن الإتيان بتعليل عقلائي له يدخل في باب العبادات</w:t>
      </w:r>
      <w:r w:rsidR="00610870">
        <w:rPr>
          <w:rtl/>
        </w:rPr>
        <w:t>.</w:t>
      </w:r>
      <w:r w:rsidRPr="00065D03">
        <w:rPr>
          <w:rtl/>
        </w:rPr>
        <w:t xml:space="preserve"> أمَّا المعاملات</w:t>
      </w:r>
      <w:r w:rsidR="00610870">
        <w:rPr>
          <w:rtl/>
        </w:rPr>
        <w:t>،</w:t>
      </w:r>
      <w:r w:rsidRPr="00065D03">
        <w:rPr>
          <w:rtl/>
        </w:rPr>
        <w:t xml:space="preserve"> فيجب أن تكتسب جميعُ التعليلات وجهةً عقلائية.</w:t>
      </w:r>
    </w:p>
    <w:p w:rsidR="00CD444A" w:rsidRDefault="00E07DFB" w:rsidP="00CD444A">
      <w:pPr>
        <w:pStyle w:val="libNormal"/>
        <w:rPr>
          <w:rtl/>
        </w:rPr>
      </w:pPr>
      <w:r w:rsidRPr="00065D03">
        <w:rPr>
          <w:rtl/>
        </w:rPr>
        <w:t>ومن حسن الحظّ أنّ علماء السلف كالشيخين محمد بن الحسن الطوسي (ت 460 هـ)</w:t>
      </w:r>
      <w:r w:rsidR="00610870">
        <w:rPr>
          <w:rtl/>
        </w:rPr>
        <w:t>،</w:t>
      </w:r>
      <w:r w:rsidRPr="00065D03">
        <w:rPr>
          <w:rtl/>
        </w:rPr>
        <w:t xml:space="preserve"> والشهيدين محمد بن مكي (ت786 هـ)</w:t>
      </w:r>
      <w:r w:rsidR="00610870">
        <w:rPr>
          <w:rtl/>
        </w:rPr>
        <w:t>،</w:t>
      </w:r>
      <w:r w:rsidRPr="00065D03">
        <w:rPr>
          <w:rtl/>
        </w:rPr>
        <w:t xml:space="preserve"> وزين الدين العاملي (ت966هـ)</w:t>
      </w:r>
      <w:r w:rsidR="00610870">
        <w:rPr>
          <w:rtl/>
        </w:rPr>
        <w:t>،</w:t>
      </w:r>
      <w:r w:rsidRPr="00065D03">
        <w:rPr>
          <w:rtl/>
        </w:rPr>
        <w:t xml:space="preserve"> والمحقِّقِين</w:t>
      </w:r>
      <w:r w:rsidR="00610870">
        <w:rPr>
          <w:rtl/>
        </w:rPr>
        <w:t>:</w:t>
      </w:r>
      <w:r w:rsidRPr="00065D03">
        <w:rPr>
          <w:rtl/>
        </w:rPr>
        <w:t xml:space="preserve"> جعفر بن الحسن الحلي(ت676هـ)</w:t>
      </w:r>
      <w:r w:rsidR="00610870">
        <w:rPr>
          <w:rtl/>
        </w:rPr>
        <w:t>،</w:t>
      </w:r>
      <w:r w:rsidRPr="00065D03">
        <w:rPr>
          <w:rtl/>
        </w:rPr>
        <w:t xml:space="preserve"> وعلي بن الحسين الكركي(ت940هـ)</w:t>
      </w:r>
      <w:r w:rsidR="00610870">
        <w:rPr>
          <w:rtl/>
        </w:rPr>
        <w:t>.</w:t>
      </w:r>
      <w:r w:rsidRPr="00065D03">
        <w:rPr>
          <w:rtl/>
        </w:rPr>
        <w:t xml:space="preserve"> والعلاّمة</w:t>
      </w:r>
      <w:r w:rsidR="00610870">
        <w:rPr>
          <w:rtl/>
        </w:rPr>
        <w:t>،</w:t>
      </w:r>
      <w:r w:rsidRPr="00065D03">
        <w:rPr>
          <w:rtl/>
        </w:rPr>
        <w:t xml:space="preserve"> جميعهم آمنوا بدور الزمان والمكان</w:t>
      </w:r>
      <w:r w:rsidR="00610870">
        <w:rPr>
          <w:rtl/>
        </w:rPr>
        <w:t>.</w:t>
      </w:r>
      <w:r w:rsidRPr="00065D03">
        <w:rPr>
          <w:rtl/>
        </w:rPr>
        <w:t xml:space="preserve"> فإذا ما أراد أحدهم أن يقيِّم المسائل المتداولة في دنيا العقلاء</w:t>
      </w:r>
      <w:r w:rsidR="00610870">
        <w:rPr>
          <w:rtl/>
        </w:rPr>
        <w:t>،</w:t>
      </w:r>
      <w:r w:rsidRPr="00065D03">
        <w:rPr>
          <w:rtl/>
        </w:rPr>
        <w:t xml:space="preserve"> ويطلّ عليها من وجهة نظر الفقه الإسلامي</w:t>
      </w:r>
      <w:r w:rsidR="00610870">
        <w:rPr>
          <w:rtl/>
        </w:rPr>
        <w:t>،</w:t>
      </w:r>
      <w:r w:rsidRPr="00065D03">
        <w:rPr>
          <w:rtl/>
        </w:rPr>
        <w:t xml:space="preserve"> تراه يفعل ذلك من خلال رؤية مفتوحة</w:t>
      </w:r>
      <w:r w:rsidR="00610870">
        <w:rPr>
          <w:rtl/>
        </w:rPr>
        <w:t>،</w:t>
      </w:r>
      <w:r w:rsidRPr="00065D03">
        <w:rPr>
          <w:rtl/>
        </w:rPr>
        <w:t xml:space="preserve"> لا فرق بين السياسات</w:t>
      </w:r>
      <w:r w:rsidR="00610870">
        <w:rPr>
          <w:rtl/>
        </w:rPr>
        <w:t>،</w:t>
      </w:r>
      <w:r w:rsidRPr="00065D03">
        <w:rPr>
          <w:rtl/>
        </w:rPr>
        <w:t xml:space="preserve"> أو العقود</w:t>
      </w:r>
      <w:r w:rsidR="00610870">
        <w:rPr>
          <w:rtl/>
        </w:rPr>
        <w:t>،</w:t>
      </w:r>
      <w:r w:rsidRPr="00065D03">
        <w:rPr>
          <w:rtl/>
        </w:rPr>
        <w:t xml:space="preserve"> والإيقاعات</w:t>
      </w:r>
      <w:r w:rsidR="00610870">
        <w:rPr>
          <w:rtl/>
        </w:rPr>
        <w:t>،</w:t>
      </w:r>
      <w:r w:rsidRPr="00065D03">
        <w:rPr>
          <w:rtl/>
        </w:rPr>
        <w:t xml:space="preserve"> وبقيَّة أبواب المعاملات بالمعنى الأعمّ</w:t>
      </w:r>
      <w:r w:rsidR="00610870">
        <w:rPr>
          <w:rtl/>
        </w:rPr>
        <w:t>.</w:t>
      </w:r>
      <w:r w:rsidRPr="00065D03">
        <w:rPr>
          <w:rtl/>
        </w:rPr>
        <w:t xml:space="preserve"> إذا ما شاء أحدهم أن يدرس ضروب الشراكة في عصره</w:t>
      </w:r>
      <w:r w:rsidR="00610870">
        <w:rPr>
          <w:rtl/>
        </w:rPr>
        <w:t>،</w:t>
      </w:r>
      <w:r w:rsidRPr="00065D03">
        <w:rPr>
          <w:rtl/>
        </w:rPr>
        <w:t xml:space="preserve"> ممَّا تعاهده العقلاء</w:t>
      </w:r>
      <w:r w:rsidR="00610870">
        <w:rPr>
          <w:rtl/>
        </w:rPr>
        <w:t>،</w:t>
      </w:r>
      <w:r w:rsidRPr="00065D03">
        <w:rPr>
          <w:rtl/>
        </w:rPr>
        <w:t xml:space="preserve"> تراه قد انتهى به</w:t>
      </w:r>
      <w:r w:rsidR="00CD444A">
        <w:rPr>
          <w:rFonts w:hint="cs"/>
          <w:rtl/>
        </w:rPr>
        <w:t xml:space="preserve"> </w:t>
      </w:r>
      <w:r w:rsidRPr="002A0058">
        <w:rPr>
          <w:rtl/>
        </w:rPr>
        <w:t xml:space="preserve">التفحُّص إلى وجود ثلاثة أنماط من الشراكة: </w:t>
      </w:r>
      <w:r w:rsidRPr="00313984">
        <w:rPr>
          <w:rStyle w:val="libBold1Char"/>
          <w:rtl/>
        </w:rPr>
        <w:t>نوعان</w:t>
      </w:r>
      <w:r w:rsidRPr="002A0058">
        <w:rPr>
          <w:rtl/>
        </w:rPr>
        <w:t xml:space="preserve"> منها لا يتنافيان مع القواعد الشرعية العامة والكلّية</w:t>
      </w:r>
      <w:r w:rsidR="00610870">
        <w:rPr>
          <w:rtl/>
        </w:rPr>
        <w:t>؛</w:t>
      </w:r>
      <w:r w:rsidRPr="002A0058">
        <w:rPr>
          <w:rtl/>
        </w:rPr>
        <w:t xml:space="preserve"> لذلك أفتِيَ بجوازهما</w:t>
      </w:r>
      <w:r w:rsidR="00610870">
        <w:rPr>
          <w:rtl/>
        </w:rPr>
        <w:t>،</w:t>
      </w:r>
      <w:r w:rsidRPr="002A0058">
        <w:rPr>
          <w:rtl/>
        </w:rPr>
        <w:t xml:space="preserve"> في حين قيل ببطلان </w:t>
      </w:r>
      <w:r w:rsidRPr="00313984">
        <w:rPr>
          <w:rStyle w:val="libBold1Char"/>
          <w:rtl/>
        </w:rPr>
        <w:t>النوع الثالث</w:t>
      </w:r>
      <w:r w:rsidRPr="002A0058">
        <w:rPr>
          <w:rtl/>
        </w:rPr>
        <w:t xml:space="preserve"> الذي يُطلق عليه اسم </w:t>
      </w:r>
      <w:r w:rsidRPr="00313984">
        <w:rPr>
          <w:rStyle w:val="libBold1Char"/>
          <w:rtl/>
        </w:rPr>
        <w:t>(شراكة الوجوه)</w:t>
      </w:r>
      <w:r w:rsidR="00610870">
        <w:rPr>
          <w:rtl/>
        </w:rPr>
        <w:t>،</w:t>
      </w:r>
      <w:r w:rsidRPr="002A0058">
        <w:rPr>
          <w:rtl/>
        </w:rPr>
        <w:t xml:space="preserve"> وإن كان عقلاء العالم قد قالوا بجوازه</w:t>
      </w:r>
      <w:r w:rsidR="00610870">
        <w:rPr>
          <w:rtl/>
        </w:rPr>
        <w:t>.</w:t>
      </w:r>
      <w:r w:rsidRPr="002A0058">
        <w:rPr>
          <w:rtl/>
        </w:rPr>
        <w:t xml:space="preserve"> والسبب في إبطاله هو ما انتهى إليه الفقهاء</w:t>
      </w:r>
      <w:r w:rsidR="00610870">
        <w:rPr>
          <w:rtl/>
        </w:rPr>
        <w:t>،</w:t>
      </w:r>
      <w:r w:rsidRPr="002A0058">
        <w:rPr>
          <w:rtl/>
        </w:rPr>
        <w:t xml:space="preserve"> بعد الدراسة والبحث</w:t>
      </w:r>
      <w:r w:rsidR="00610870">
        <w:rPr>
          <w:rtl/>
        </w:rPr>
        <w:t>،</w:t>
      </w:r>
      <w:r w:rsidRPr="002A0058">
        <w:rPr>
          <w:rtl/>
        </w:rPr>
        <w:t xml:space="preserve"> بأنَّ ما يُعرف بشراكة الوجوه لا يتَّسق مع القواعد الشرعية الأوَّلية</w:t>
      </w:r>
      <w:r w:rsidR="00610870">
        <w:rPr>
          <w:rtl/>
        </w:rPr>
        <w:t>.</w:t>
      </w:r>
      <w:r w:rsidRPr="002A0058">
        <w:rPr>
          <w:rtl/>
        </w:rPr>
        <w:t xml:space="preserve"> إنَّ شراكة الوجوه تقوم على أساس الموقع والمركز المالي</w:t>
      </w:r>
      <w:r w:rsidR="00610870">
        <w:rPr>
          <w:rtl/>
        </w:rPr>
        <w:t>،</w:t>
      </w:r>
      <w:r w:rsidRPr="002A0058">
        <w:rPr>
          <w:rtl/>
        </w:rPr>
        <w:t xml:space="preserve"> الاجتماعي</w:t>
      </w:r>
      <w:r w:rsidR="00610870">
        <w:rPr>
          <w:rtl/>
        </w:rPr>
        <w:t>،</w:t>
      </w:r>
      <w:r w:rsidRPr="002A0058">
        <w:rPr>
          <w:rtl/>
        </w:rPr>
        <w:t xml:space="preserve"> السياسي</w:t>
      </w:r>
      <w:r w:rsidR="00610870">
        <w:rPr>
          <w:rtl/>
        </w:rPr>
        <w:t>،</w:t>
      </w:r>
      <w:r w:rsidRPr="002A0058">
        <w:rPr>
          <w:rtl/>
        </w:rPr>
        <w:t xml:space="preserve"> لا على أساس الرصيد المالي والعمل</w:t>
      </w:r>
      <w:r w:rsidR="00610870">
        <w:rPr>
          <w:rtl/>
        </w:rPr>
        <w:t>؛</w:t>
      </w:r>
      <w:r w:rsidRPr="002A0058">
        <w:rPr>
          <w:rtl/>
        </w:rPr>
        <w:t xml:space="preserve"> ولذلك أبطلوه.</w:t>
      </w:r>
    </w:p>
    <w:p w:rsidR="00CD444A" w:rsidRDefault="00CD444A"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عندما بادر أولئك الفقهاء لدراسة المضاربة السائدة في عصورهم</w:t>
      </w:r>
      <w:r w:rsidR="00610870">
        <w:rPr>
          <w:rtl/>
        </w:rPr>
        <w:t>،</w:t>
      </w:r>
      <w:r w:rsidRPr="00065D03">
        <w:rPr>
          <w:rtl/>
        </w:rPr>
        <w:t xml:space="preserve"> وتقييمها من وجهة نظر الشرع</w:t>
      </w:r>
      <w:r w:rsidR="00610870">
        <w:rPr>
          <w:rtl/>
        </w:rPr>
        <w:t>،</w:t>
      </w:r>
      <w:r w:rsidRPr="00065D03">
        <w:rPr>
          <w:rtl/>
        </w:rPr>
        <w:t xml:space="preserve"> انتهوا إلى تطابق تلك المضاربة التي تمارس في ذلك العصر</w:t>
      </w:r>
      <w:r w:rsidR="00610870">
        <w:rPr>
          <w:rtl/>
        </w:rPr>
        <w:t>،</w:t>
      </w:r>
      <w:r w:rsidRPr="00065D03">
        <w:rPr>
          <w:rtl/>
        </w:rPr>
        <w:t xml:space="preserve"> مع قواعد الشرع وعدم مخالفتها لها</w:t>
      </w:r>
      <w:r w:rsidR="00610870">
        <w:rPr>
          <w:rtl/>
        </w:rPr>
        <w:t>،</w:t>
      </w:r>
      <w:r w:rsidRPr="00065D03">
        <w:rPr>
          <w:rtl/>
        </w:rPr>
        <w:t xml:space="preserve"> فحكموا بصحَّـتها</w:t>
      </w:r>
      <w:r w:rsidR="00610870">
        <w:rPr>
          <w:rtl/>
        </w:rPr>
        <w:t>،</w:t>
      </w:r>
      <w:r w:rsidRPr="00065D03">
        <w:rPr>
          <w:rtl/>
        </w:rPr>
        <w:t xml:space="preserve"> وبذلك أمضاها الشرع</w:t>
      </w:r>
      <w:r w:rsidR="00610870">
        <w:rPr>
          <w:rtl/>
        </w:rPr>
        <w:t>.</w:t>
      </w:r>
      <w:r w:rsidRPr="00065D03">
        <w:rPr>
          <w:rtl/>
        </w:rPr>
        <w:t xml:space="preserve"> لقد كانت المضاربة</w:t>
      </w:r>
      <w:r w:rsidR="00610870">
        <w:rPr>
          <w:rtl/>
        </w:rPr>
        <w:t>،</w:t>
      </w:r>
      <w:r w:rsidRPr="00065D03">
        <w:rPr>
          <w:rtl/>
        </w:rPr>
        <w:t xml:space="preserve"> في ذلك العصر</w:t>
      </w:r>
      <w:r w:rsidR="00610870">
        <w:rPr>
          <w:rtl/>
        </w:rPr>
        <w:t>،</w:t>
      </w:r>
      <w:r w:rsidRPr="00065D03">
        <w:rPr>
          <w:rtl/>
        </w:rPr>
        <w:t xml:space="preserve"> تقوم على أساس أن يُعطي أحد الطرفين رأسمالاً للطرف الثاني الذي يبذل العمل</w:t>
      </w:r>
      <w:r w:rsidR="00610870">
        <w:rPr>
          <w:rtl/>
        </w:rPr>
        <w:t>،</w:t>
      </w:r>
      <w:r w:rsidRPr="00065D03">
        <w:rPr>
          <w:rtl/>
        </w:rPr>
        <w:t xml:space="preserve"> ويكون شريكاً في الربح</w:t>
      </w:r>
      <w:r w:rsidR="00610870">
        <w:rPr>
          <w:rtl/>
        </w:rPr>
        <w:t>،</w:t>
      </w:r>
      <w:r w:rsidRPr="00065D03">
        <w:rPr>
          <w:rtl/>
        </w:rPr>
        <w:t xml:space="preserve"> من دون أن يتحمَّل العامل شيئاً من الضرر الذي يتحمَّله صاحب المال.</w:t>
      </w:r>
    </w:p>
    <w:p w:rsidR="00E07DFB" w:rsidRPr="00065D03" w:rsidRDefault="00E07DFB" w:rsidP="00065D03">
      <w:pPr>
        <w:pStyle w:val="libNormal"/>
        <w:rPr>
          <w:rtl/>
        </w:rPr>
      </w:pPr>
      <w:r w:rsidRPr="00065D03">
        <w:rPr>
          <w:rtl/>
        </w:rPr>
        <w:t>أمَّا في عصرنا</w:t>
      </w:r>
      <w:r w:rsidR="00610870">
        <w:rPr>
          <w:rtl/>
        </w:rPr>
        <w:t>،</w:t>
      </w:r>
      <w:r w:rsidRPr="00065D03">
        <w:rPr>
          <w:rtl/>
        </w:rPr>
        <w:t xml:space="preserve"> فقد تنوَّعت الشراكة</w:t>
      </w:r>
      <w:r w:rsidR="00610870">
        <w:rPr>
          <w:rtl/>
        </w:rPr>
        <w:t>،</w:t>
      </w:r>
      <w:r w:rsidRPr="00065D03">
        <w:rPr>
          <w:rtl/>
        </w:rPr>
        <w:t xml:space="preserve"> وانتهت إلى عشرة ضروب تقريباً</w:t>
      </w:r>
      <w:r w:rsidR="00610870">
        <w:rPr>
          <w:rtl/>
        </w:rPr>
        <w:t>،</w:t>
      </w:r>
      <w:r w:rsidRPr="00065D03">
        <w:rPr>
          <w:rtl/>
        </w:rPr>
        <w:t xml:space="preserve"> ومن ثُمَّ يتعين على الفقيه أن يعمل بالمنهج نفسه الذي سار عليه علماء السلف</w:t>
      </w:r>
      <w:r w:rsidR="00610870">
        <w:rPr>
          <w:rtl/>
        </w:rPr>
        <w:t>؛</w:t>
      </w:r>
      <w:r w:rsidRPr="00065D03">
        <w:rPr>
          <w:rtl/>
        </w:rPr>
        <w:t xml:space="preserve"> لينظر أيُّ هذه الأنواع يتَّسق مع القواعد العامة للشرع</w:t>
      </w:r>
      <w:r w:rsidR="00610870">
        <w:rPr>
          <w:rtl/>
        </w:rPr>
        <w:t>،</w:t>
      </w:r>
      <w:r w:rsidRPr="00065D03">
        <w:rPr>
          <w:rtl/>
        </w:rPr>
        <w:t xml:space="preserve"> وأيُّها يتعارض معه</w:t>
      </w:r>
      <w:r w:rsidR="00610870">
        <w:rPr>
          <w:rtl/>
        </w:rPr>
        <w:t>.</w:t>
      </w:r>
      <w:r w:rsidRPr="00065D03">
        <w:rPr>
          <w:rtl/>
        </w:rPr>
        <w:t xml:space="preserve"> لقد كانت أعمال المضاربة في ذلك العصر تدور على أساس النقد متمثلاً بالمسكوكات الفضِّية والذهبية</w:t>
      </w:r>
      <w:r w:rsidR="00610870">
        <w:rPr>
          <w:rtl/>
        </w:rPr>
        <w:t>.</w:t>
      </w:r>
      <w:r w:rsidRPr="00065D03">
        <w:rPr>
          <w:rtl/>
        </w:rPr>
        <w:t xml:space="preserve"> وما يبعث على الأسف أن نجد بعض فقهاء القرن العشرين (القرن الرابع عشر والخامس عشر الهجرَّيان) يريد أن يدرس المضاربة في عصره من منظور العلاّمة الحلّي في القرن الهجري السابع!</w:t>
      </w:r>
    </w:p>
    <w:p w:rsidR="00E07DFB" w:rsidRPr="00065D03" w:rsidRDefault="00E07DFB" w:rsidP="00065D03">
      <w:pPr>
        <w:pStyle w:val="libNormal"/>
        <w:rPr>
          <w:rtl/>
        </w:rPr>
      </w:pPr>
      <w:r w:rsidRPr="00065D03">
        <w:rPr>
          <w:rtl/>
        </w:rPr>
        <w:t>درس العلاّمة الحلِّي أنواع المضاربة المألوفة في عصره وأفتى بصحَّـتها</w:t>
      </w:r>
      <w:r w:rsidR="00610870">
        <w:rPr>
          <w:rtl/>
        </w:rPr>
        <w:t>،</w:t>
      </w:r>
      <w:r w:rsidRPr="00065D03">
        <w:rPr>
          <w:rtl/>
        </w:rPr>
        <w:t xml:space="preserve"> أو مخالفتها للقواعد الشرعية</w:t>
      </w:r>
      <w:r w:rsidR="00610870">
        <w:rPr>
          <w:rtl/>
        </w:rPr>
        <w:t>،</w:t>
      </w:r>
      <w:r w:rsidRPr="00065D03">
        <w:rPr>
          <w:rtl/>
        </w:rPr>
        <w:t xml:space="preserve"> لكن تلك الضروب من المضاربة لم يَعُد لها وجود خارجي في عصرنا</w:t>
      </w:r>
      <w:r w:rsidR="00610870">
        <w:rPr>
          <w:rtl/>
        </w:rPr>
        <w:t>،</w:t>
      </w:r>
      <w:r w:rsidRPr="00065D03">
        <w:rPr>
          <w:rtl/>
        </w:rPr>
        <w:t xml:space="preserve"> بل راحت تتجلَّى على نحو آخر.</w:t>
      </w:r>
    </w:p>
    <w:p w:rsidR="00CD444A" w:rsidRDefault="00E07DFB" w:rsidP="00065D03">
      <w:pPr>
        <w:pStyle w:val="libNormal"/>
        <w:rPr>
          <w:rtl/>
        </w:rPr>
      </w:pPr>
      <w:r w:rsidRPr="00065D03">
        <w:rPr>
          <w:rtl/>
        </w:rPr>
        <w:t>شخصياً لا أريد أن أسيء الظنّ بمركز فقهاء عصرنا الأجلاّء</w:t>
      </w:r>
      <w:r w:rsidR="00610870">
        <w:rPr>
          <w:rtl/>
        </w:rPr>
        <w:t>،</w:t>
      </w:r>
      <w:r w:rsidRPr="00065D03">
        <w:rPr>
          <w:rtl/>
        </w:rPr>
        <w:t xml:space="preserve"> وما يحظون به من مقام</w:t>
      </w:r>
      <w:r w:rsidR="00610870">
        <w:rPr>
          <w:rtl/>
        </w:rPr>
        <w:t>،</w:t>
      </w:r>
      <w:r w:rsidRPr="00065D03">
        <w:rPr>
          <w:rtl/>
        </w:rPr>
        <w:t xml:space="preserve"> إنَّما لي معهم كلمة عتاب</w:t>
      </w:r>
      <w:r w:rsidR="00610870">
        <w:rPr>
          <w:rtl/>
        </w:rPr>
        <w:t>؛</w:t>
      </w:r>
      <w:r w:rsidRPr="00065D03">
        <w:rPr>
          <w:rtl/>
        </w:rPr>
        <w:t xml:space="preserve"> فحواها: لماذا لم يبحثوا المعاملات المعاصرة مثلما فعل العلاّمة؟ يتحتّم على هؤلاء الأجلاّء أن يبادروا إلى العمل نفسه الذي بادر إليه العلاّمة في عصره</w:t>
      </w:r>
      <w:r w:rsidR="00610870">
        <w:rPr>
          <w:rtl/>
        </w:rPr>
        <w:t>،</w:t>
      </w:r>
      <w:r w:rsidRPr="00065D03">
        <w:rPr>
          <w:rtl/>
        </w:rPr>
        <w:t xml:space="preserve"> لا أن يقلِّدوا عمل العلاّمة نفسه ويملوه على عصرنا</w:t>
      </w:r>
      <w:r w:rsidR="00610870">
        <w:rPr>
          <w:rtl/>
        </w:rPr>
        <w:t>،</w:t>
      </w:r>
      <w:r w:rsidRPr="00065D03">
        <w:rPr>
          <w:rtl/>
        </w:rPr>
        <w:t xml:space="preserve"> تماماً كما ذهب إلى ذلك عدد كبير من الفقهاء في عملهم الفقهي واجتهاداتهم واستنباطاتهم في باب المعاملات</w:t>
      </w:r>
      <w:r w:rsidR="00610870">
        <w:rPr>
          <w:rtl/>
        </w:rPr>
        <w:t>،</w:t>
      </w:r>
      <w:r w:rsidRPr="00065D03">
        <w:rPr>
          <w:rtl/>
        </w:rPr>
        <w:t xml:space="preserve"> حيث لم يزد نصيبهم على تقليد ما انتهى إليه علماء السلف في هذا المضمار</w:t>
      </w:r>
      <w:r w:rsidR="00610870">
        <w:rPr>
          <w:rtl/>
        </w:rPr>
        <w:t>.</w:t>
      </w:r>
      <w:r w:rsidRPr="00065D03">
        <w:rPr>
          <w:rtl/>
        </w:rPr>
        <w:t xml:space="preserve"> لذلك كلِّه لم تُثمر الطُّرق التي عرض لها بعض فقهاء العصر الحاضر</w:t>
      </w:r>
      <w:r w:rsidR="00610870">
        <w:rPr>
          <w:rtl/>
        </w:rPr>
        <w:t>،</w:t>
      </w:r>
      <w:r w:rsidRPr="00065D03">
        <w:rPr>
          <w:rtl/>
        </w:rPr>
        <w:t xml:space="preserve"> حلولاً كافية لعلاج مشكلات العالم المعاصر</w:t>
      </w:r>
      <w:r w:rsidR="00610870">
        <w:rPr>
          <w:rtl/>
        </w:rPr>
        <w:t>،</w:t>
      </w:r>
      <w:r w:rsidRPr="00065D03">
        <w:rPr>
          <w:rtl/>
        </w:rPr>
        <w:t xml:space="preserve"> وليس لها أثر فاعل على هذا الصعيد.</w:t>
      </w:r>
    </w:p>
    <w:p w:rsidR="00CD444A" w:rsidRDefault="00CD444A"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إنَّ العالم المعاصر يتحدَّث اليوم بلغة الحدود الجوَّية والبحرية</w:t>
      </w:r>
      <w:r w:rsidR="00610870">
        <w:rPr>
          <w:rtl/>
        </w:rPr>
        <w:t>،</w:t>
      </w:r>
      <w:r w:rsidRPr="00065D03">
        <w:rPr>
          <w:rtl/>
        </w:rPr>
        <w:t xml:space="preserve"> ممَّا لم يكن له أثر في زمان العلاّمة</w:t>
      </w:r>
      <w:r w:rsidR="00610870">
        <w:rPr>
          <w:rtl/>
        </w:rPr>
        <w:t>.</w:t>
      </w:r>
      <w:r w:rsidRPr="00065D03">
        <w:rPr>
          <w:rtl/>
        </w:rPr>
        <w:t xml:space="preserve"> في أيَّام الحرب (العراقية</w:t>
      </w:r>
      <w:r w:rsidR="00610870">
        <w:rPr>
          <w:rtl/>
        </w:rPr>
        <w:t xml:space="preserve"> - </w:t>
      </w:r>
      <w:r w:rsidRPr="00065D03">
        <w:rPr>
          <w:rtl/>
        </w:rPr>
        <w:t>الإيرانية) جمعني لقاء في طهران مع عدد من كبار الحقوقيِّين لندرس موضوع حركة السفن والبواخر العراقية في البحر</w:t>
      </w:r>
      <w:r w:rsidR="00610870">
        <w:rPr>
          <w:rtl/>
        </w:rPr>
        <w:t>،</w:t>
      </w:r>
      <w:r w:rsidRPr="00065D03">
        <w:rPr>
          <w:rtl/>
        </w:rPr>
        <w:t xml:space="preserve"> ونتبادل الأفكار في شأنه</w:t>
      </w:r>
      <w:r w:rsidR="00610870">
        <w:rPr>
          <w:rtl/>
        </w:rPr>
        <w:t>،</w:t>
      </w:r>
      <w:r w:rsidRPr="00065D03">
        <w:rPr>
          <w:rtl/>
        </w:rPr>
        <w:t xml:space="preserve"> لنصل إلى قرار في طبيعة السفن والبواخر العراقية التي يمكننا منعها حتّى لو كانت تبحر في المياه الحرَّة</w:t>
      </w:r>
      <w:r w:rsidR="00610870">
        <w:rPr>
          <w:rtl/>
        </w:rPr>
        <w:t>.</w:t>
      </w:r>
      <w:r w:rsidRPr="00065D03">
        <w:rPr>
          <w:rtl/>
        </w:rPr>
        <w:t xml:space="preserve"> ما حصل في واحدة من تلك الجلسات أنَّ أحد الحقوقيِّين قال: إنَّ هناك ما يناهز ألفي قانون تُطبَّق في العالم</w:t>
      </w:r>
      <w:r w:rsidR="00610870">
        <w:rPr>
          <w:rtl/>
        </w:rPr>
        <w:t>،</w:t>
      </w:r>
      <w:r w:rsidRPr="00065D03">
        <w:rPr>
          <w:rtl/>
        </w:rPr>
        <w:t xml:space="preserve"> وإنَّ كلَّ بلد يسعى إلى تكييف هذه النُّظم القانونية مع ما ينسجم وأصوله ومرتكزاته</w:t>
      </w:r>
      <w:r w:rsidR="00610870">
        <w:rPr>
          <w:rtl/>
        </w:rPr>
        <w:t>،</w:t>
      </w:r>
      <w:r w:rsidRPr="00065D03">
        <w:rPr>
          <w:rtl/>
        </w:rPr>
        <w:t xml:space="preserve"> من خلال عملية التغيير والتعديل</w:t>
      </w:r>
      <w:r w:rsidR="00610870">
        <w:rPr>
          <w:rtl/>
        </w:rPr>
        <w:t>.</w:t>
      </w:r>
      <w:r w:rsidRPr="00065D03">
        <w:rPr>
          <w:rtl/>
        </w:rPr>
        <w:t xml:space="preserve"> ثُمَّ أضاف الحقوقي المذكور موضحاً: إذا لم تبادر الجهورية الإسلامية لعمل شيء في هذا المضمار</w:t>
      </w:r>
      <w:r w:rsidR="00610870">
        <w:rPr>
          <w:rtl/>
        </w:rPr>
        <w:t>،</w:t>
      </w:r>
      <w:r w:rsidRPr="00065D03">
        <w:rPr>
          <w:rtl/>
        </w:rPr>
        <w:t xml:space="preserve"> فلن يبقى أمامها إلاّ أن تتَّبع النُّظم القانونية الفرنسية</w:t>
      </w:r>
      <w:r w:rsidR="00610870">
        <w:rPr>
          <w:rtl/>
        </w:rPr>
        <w:t>،</w:t>
      </w:r>
      <w:r w:rsidRPr="00065D03">
        <w:rPr>
          <w:rtl/>
        </w:rPr>
        <w:t xml:space="preserve"> أو الانكليزية</w:t>
      </w:r>
      <w:r w:rsidR="00610870">
        <w:rPr>
          <w:rtl/>
        </w:rPr>
        <w:t>،</w:t>
      </w:r>
      <w:r w:rsidRPr="00065D03">
        <w:rPr>
          <w:rtl/>
        </w:rPr>
        <w:t xml:space="preserve"> أو الإيطالية</w:t>
      </w:r>
      <w:r w:rsidR="00610870">
        <w:rPr>
          <w:rtl/>
        </w:rPr>
        <w:t>،</w:t>
      </w:r>
      <w:r w:rsidRPr="00065D03">
        <w:rPr>
          <w:rtl/>
        </w:rPr>
        <w:t xml:space="preserve"> أو السويدية</w:t>
      </w:r>
      <w:r w:rsidR="00610870">
        <w:rPr>
          <w:rtl/>
        </w:rPr>
        <w:t>،</w:t>
      </w:r>
      <w:r w:rsidRPr="00065D03">
        <w:rPr>
          <w:rtl/>
        </w:rPr>
        <w:t xml:space="preserve"> وتحاكيها على هذا الصعيد.</w:t>
      </w:r>
    </w:p>
    <w:p w:rsidR="00E07DFB" w:rsidRPr="00065D03" w:rsidRDefault="00E07DFB" w:rsidP="00CD444A">
      <w:pPr>
        <w:pStyle w:val="libNormal"/>
        <w:rPr>
          <w:rtl/>
        </w:rPr>
      </w:pPr>
      <w:r w:rsidRPr="00065D03">
        <w:rPr>
          <w:rtl/>
        </w:rPr>
        <w:t>السؤال: هل ثَمَّة مصلحة في أن تتبنَّى الجمهورية الإسلامية</w:t>
      </w:r>
      <w:r w:rsidR="00610870">
        <w:rPr>
          <w:rtl/>
        </w:rPr>
        <w:t>،</w:t>
      </w:r>
      <w:r w:rsidRPr="00065D03">
        <w:rPr>
          <w:rtl/>
        </w:rPr>
        <w:t xml:space="preserve"> التي تُدار على قاعدة ولاية الفقيه (وولاية الفقيه بمعنى ولاية الفقه)</w:t>
      </w:r>
      <w:r w:rsidR="00610870">
        <w:rPr>
          <w:rtl/>
        </w:rPr>
        <w:t>،</w:t>
      </w:r>
      <w:r w:rsidRPr="00065D03">
        <w:rPr>
          <w:rtl/>
        </w:rPr>
        <w:t xml:space="preserve"> النُّظم الحقوقية المقرَّرة في</w:t>
      </w:r>
      <w:r w:rsidR="00CD444A">
        <w:rPr>
          <w:rFonts w:hint="cs"/>
          <w:rtl/>
        </w:rPr>
        <w:t xml:space="preserve"> </w:t>
      </w:r>
      <w:r w:rsidRPr="00065D03">
        <w:rPr>
          <w:rtl/>
        </w:rPr>
        <w:t>البلدان الأجنبية؟ أليسَ من مهمَّة الفقهاء المعاصرين أن يبادروا لتقويم ما هو موجود في دنيانا المعاصرة</w:t>
      </w:r>
      <w:r w:rsidR="00610870">
        <w:rPr>
          <w:rtl/>
        </w:rPr>
        <w:t>،</w:t>
      </w:r>
      <w:r w:rsidRPr="00065D03">
        <w:rPr>
          <w:rtl/>
        </w:rPr>
        <w:t xml:space="preserve"> ويدرسوه على ضوء قواعد الإسلام الأوَّلية؟</w:t>
      </w:r>
    </w:p>
    <w:p w:rsidR="00E07DFB" w:rsidRPr="00313984" w:rsidRDefault="00E07DFB" w:rsidP="00313984">
      <w:pPr>
        <w:pStyle w:val="libBold1"/>
        <w:rPr>
          <w:rtl/>
        </w:rPr>
      </w:pPr>
      <w:r w:rsidRPr="00313984">
        <w:rPr>
          <w:rtl/>
        </w:rPr>
        <w:t>* أفلا يقوم الفقهاء المعاصرون ببحث القضايا العالمية الراهنة وتقويمها على أساس القواعد الأوَّلية؟</w:t>
      </w:r>
    </w:p>
    <w:p w:rsidR="00CD444A" w:rsidRDefault="00E07DFB" w:rsidP="002A0058">
      <w:pPr>
        <w:pStyle w:val="libNormal"/>
        <w:rPr>
          <w:rtl/>
        </w:rPr>
      </w:pPr>
      <w:r w:rsidRPr="00313984">
        <w:rPr>
          <w:rStyle w:val="libBold1Char"/>
          <w:rtl/>
        </w:rPr>
        <w:t>الشيخ معرفت:</w:t>
      </w:r>
      <w:r w:rsidRPr="002A0058">
        <w:rPr>
          <w:rtl/>
        </w:rPr>
        <w:t xml:space="preserve"> يفتقر بعض الفقهاء إلى هذا النهج</w:t>
      </w:r>
      <w:r w:rsidR="00610870">
        <w:rPr>
          <w:rtl/>
        </w:rPr>
        <w:t>،</w:t>
      </w:r>
      <w:r w:rsidRPr="002A0058">
        <w:rPr>
          <w:rtl/>
        </w:rPr>
        <w:t xml:space="preserve"> وإنَّه لَمَا يبعث على الضحك ما كتبه بعض الفقهاء في رسائلهم الفقهية</w:t>
      </w:r>
      <w:r w:rsidR="00610870">
        <w:rPr>
          <w:rtl/>
        </w:rPr>
        <w:t>،</w:t>
      </w:r>
      <w:r w:rsidRPr="002A0058">
        <w:rPr>
          <w:rtl/>
        </w:rPr>
        <w:t xml:space="preserve"> من أنَّ المضاربة لا تكون صحيحة إلاّ بالنقد المسكوك من الذهب أو الفضّة! لكم أن تتأمَّلوا إلى أيِّ حدٍّ يُعدَّ هذا الضرب من الفكر متخلِّفاً.</w:t>
      </w:r>
    </w:p>
    <w:p w:rsidR="00CD444A" w:rsidRDefault="00CD444A"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إنَّ منشأ هذا الرأي هو أنَّ العلاّمة الحلّي وقف على مقتضيات زمانه واستوعبها بالدراسة والبحث</w:t>
      </w:r>
      <w:r w:rsidR="00610870">
        <w:rPr>
          <w:rtl/>
        </w:rPr>
        <w:t>،</w:t>
      </w:r>
      <w:r w:rsidRPr="00065D03">
        <w:rPr>
          <w:rtl/>
        </w:rPr>
        <w:t xml:space="preserve"> فخلص في رؤيته الفقهية إلى ضرورة أن تكون المضاربة بالنقود المسكوكة من الذهب أو الفضَّة</w:t>
      </w:r>
      <w:r w:rsidR="00610870">
        <w:rPr>
          <w:rtl/>
        </w:rPr>
        <w:t>،</w:t>
      </w:r>
      <w:r w:rsidRPr="00065D03">
        <w:rPr>
          <w:rtl/>
        </w:rPr>
        <w:t xml:space="preserve"> فلماذا تأتي أنت (الفقيه المعاصر) وتتَّبع رأي العلاّمة</w:t>
      </w:r>
      <w:r w:rsidR="00610870">
        <w:rPr>
          <w:rtl/>
        </w:rPr>
        <w:t>،</w:t>
      </w:r>
      <w:r w:rsidRPr="00065D03">
        <w:rPr>
          <w:rtl/>
        </w:rPr>
        <w:t xml:space="preserve"> من دون أن تأخذ بنظر الاعتبار متغيِّرات الزمان والمكان</w:t>
      </w:r>
      <w:r w:rsidR="00610870">
        <w:rPr>
          <w:rtl/>
        </w:rPr>
        <w:t>،</w:t>
      </w:r>
      <w:r w:rsidRPr="00065D03">
        <w:rPr>
          <w:rtl/>
        </w:rPr>
        <w:t xml:space="preserve"> وبناء العقلاء اليوم؟! ما كان يقوله العلاّمة صحيح</w:t>
      </w:r>
      <w:r w:rsidR="00610870">
        <w:rPr>
          <w:rtl/>
        </w:rPr>
        <w:t>؛</w:t>
      </w:r>
      <w:r w:rsidRPr="00065D03">
        <w:rPr>
          <w:rtl/>
        </w:rPr>
        <w:t xml:space="preserve"> لأنَّ النقد السائد في زمانه كان من الذهب أو الفضة</w:t>
      </w:r>
      <w:r w:rsidR="00610870">
        <w:rPr>
          <w:rtl/>
        </w:rPr>
        <w:t>،</w:t>
      </w:r>
      <w:r w:rsidRPr="00065D03">
        <w:rPr>
          <w:rtl/>
        </w:rPr>
        <w:t xml:space="preserve"> لكن لماذا تكرِّر أنت الرأي نفسه من دون بحث ونقاش؟</w:t>
      </w:r>
    </w:p>
    <w:p w:rsidR="00E07DFB" w:rsidRPr="002A0058" w:rsidRDefault="00E07DFB" w:rsidP="002A0058">
      <w:pPr>
        <w:pStyle w:val="libNormal"/>
        <w:rPr>
          <w:rtl/>
        </w:rPr>
      </w:pPr>
      <w:r w:rsidRPr="002A0058">
        <w:rPr>
          <w:rtl/>
        </w:rPr>
        <w:t>مثل هذا الواقع الذي ينطوي فيه الفقيه على نفسه</w:t>
      </w:r>
      <w:r w:rsidR="00610870">
        <w:rPr>
          <w:rtl/>
        </w:rPr>
        <w:t>،</w:t>
      </w:r>
      <w:r w:rsidRPr="002A0058">
        <w:rPr>
          <w:rtl/>
        </w:rPr>
        <w:t xml:space="preserve"> بحيث لا يدري ما يدور حوله</w:t>
      </w:r>
      <w:r w:rsidR="00610870">
        <w:rPr>
          <w:rtl/>
        </w:rPr>
        <w:t>،</w:t>
      </w:r>
      <w:r w:rsidRPr="002A0058">
        <w:rPr>
          <w:rtl/>
        </w:rPr>
        <w:t xml:space="preserve"> هو واقع يثير العتاب</w:t>
      </w:r>
      <w:r w:rsidR="00610870">
        <w:rPr>
          <w:rtl/>
        </w:rPr>
        <w:t>.</w:t>
      </w:r>
      <w:r w:rsidRPr="002A0058">
        <w:rPr>
          <w:rtl/>
        </w:rPr>
        <w:t xml:space="preserve"> لقد ذكرت ما سمعتُه من الإمام الخميني الراحل (رضوان الله عليه) مراراً في الندوات والبحوث</w:t>
      </w:r>
      <w:r w:rsidR="00610870">
        <w:rPr>
          <w:rtl/>
        </w:rPr>
        <w:t>،</w:t>
      </w:r>
      <w:r w:rsidRPr="002A0058">
        <w:rPr>
          <w:rtl/>
        </w:rPr>
        <w:t xml:space="preserve"> فقد كرَّر سماحته في درسه في النجف الأشرف</w:t>
      </w:r>
      <w:r w:rsidR="00610870">
        <w:rPr>
          <w:rtl/>
        </w:rPr>
        <w:t>،</w:t>
      </w:r>
      <w:r w:rsidRPr="002A0058">
        <w:rPr>
          <w:rtl/>
        </w:rPr>
        <w:t xml:space="preserve"> في مسجد الشيخ الأنصاري</w:t>
      </w:r>
      <w:r w:rsidR="00610870">
        <w:rPr>
          <w:rtl/>
        </w:rPr>
        <w:t>،</w:t>
      </w:r>
      <w:r w:rsidRPr="002A0058">
        <w:rPr>
          <w:rtl/>
        </w:rPr>
        <w:t xml:space="preserve"> هذا القول مرَّتين: </w:t>
      </w:r>
      <w:r w:rsidRPr="00313984">
        <w:rPr>
          <w:rStyle w:val="libBold1Char"/>
          <w:rtl/>
        </w:rPr>
        <w:t>أيها السادة الطلاّب</w:t>
      </w:r>
      <w:r w:rsidR="00610870">
        <w:rPr>
          <w:rStyle w:val="libBold1Char"/>
          <w:rtl/>
        </w:rPr>
        <w:t>،</w:t>
      </w:r>
      <w:r w:rsidRPr="00313984">
        <w:rPr>
          <w:rStyle w:val="libBold1Char"/>
          <w:rtl/>
        </w:rPr>
        <w:t xml:space="preserve"> عليكم أن تبحثوا المسائل الفقهية من خلال سوق (الحويش) </w:t>
      </w:r>
      <w:r w:rsidRPr="002A0058">
        <w:rPr>
          <w:rtl/>
        </w:rPr>
        <w:t>(أحد الأسواق المحلّية في مدينة النجف الأشرف)</w:t>
      </w:r>
      <w:r w:rsidRPr="00313984">
        <w:rPr>
          <w:rStyle w:val="libBold1Char"/>
          <w:rtl/>
        </w:rPr>
        <w:t xml:space="preserve"> لا في غرف مدارسكم!</w:t>
      </w:r>
    </w:p>
    <w:p w:rsidR="00E07DFB" w:rsidRPr="00AA299A" w:rsidRDefault="00E07DFB" w:rsidP="00AA299A">
      <w:pPr>
        <w:pStyle w:val="libNormal"/>
        <w:rPr>
          <w:rtl/>
        </w:rPr>
      </w:pPr>
      <w:r w:rsidRPr="00AA299A">
        <w:rPr>
          <w:rtl/>
        </w:rPr>
        <w:t xml:space="preserve">وكان سماحته يكرِّر: </w:t>
      </w:r>
      <w:r w:rsidRPr="00313984">
        <w:rPr>
          <w:rStyle w:val="libBold1Char"/>
          <w:rtl/>
        </w:rPr>
        <w:t>إنَّ المسائل التي تبحثونها في غرفكم هي تعبير عن فرضيَّاتكم</w:t>
      </w:r>
      <w:r w:rsidR="00610870">
        <w:rPr>
          <w:rStyle w:val="libBold1Char"/>
          <w:rtl/>
        </w:rPr>
        <w:t>،</w:t>
      </w:r>
      <w:r w:rsidRPr="00313984">
        <w:rPr>
          <w:rStyle w:val="libBold1Char"/>
          <w:rtl/>
        </w:rPr>
        <w:t xml:space="preserve"> في حين أنَّ الفقه هو علم عملي يرتبط بمحيط المجتمع ووقائعه</w:t>
      </w:r>
      <w:r w:rsidR="00610870">
        <w:rPr>
          <w:rStyle w:val="libBold1Char"/>
          <w:rtl/>
        </w:rPr>
        <w:t>.</w:t>
      </w:r>
      <w:r w:rsidRPr="00313984">
        <w:rPr>
          <w:rStyle w:val="libBold1Char"/>
          <w:rtl/>
        </w:rPr>
        <w:t xml:space="preserve"> ويتحتَّم عليكم إذاً</w:t>
      </w:r>
      <w:r w:rsidR="00610870">
        <w:rPr>
          <w:rStyle w:val="libBold1Char"/>
          <w:rtl/>
        </w:rPr>
        <w:t>،</w:t>
      </w:r>
      <w:r w:rsidRPr="00313984">
        <w:rPr>
          <w:rStyle w:val="libBold1Char"/>
          <w:rtl/>
        </w:rPr>
        <w:t xml:space="preserve"> أن تعرفوا وقائع المجتمع وتلمسوها</w:t>
      </w:r>
      <w:r w:rsidR="00610870">
        <w:rPr>
          <w:rStyle w:val="libBold1Char"/>
          <w:rtl/>
        </w:rPr>
        <w:t>،</w:t>
      </w:r>
      <w:r w:rsidRPr="00313984">
        <w:rPr>
          <w:rStyle w:val="libBold1Char"/>
          <w:rtl/>
        </w:rPr>
        <w:t xml:space="preserve"> ثُمَّ تطبِّـقوا عليها القواعد الفقهية</w:t>
      </w:r>
      <w:r w:rsidR="00610870">
        <w:rPr>
          <w:rStyle w:val="libBold1Char"/>
          <w:rtl/>
        </w:rPr>
        <w:t>،</w:t>
      </w:r>
      <w:r w:rsidRPr="00313984">
        <w:rPr>
          <w:rStyle w:val="libBold1Char"/>
          <w:rtl/>
        </w:rPr>
        <w:t xml:space="preserve"> لا أن تجلسوا في غرفكم وتأخذوا كتاباً فقهياً قديماً</w:t>
      </w:r>
      <w:r w:rsidR="00610870">
        <w:rPr>
          <w:rStyle w:val="libBold1Char"/>
          <w:rtl/>
        </w:rPr>
        <w:t>،</w:t>
      </w:r>
      <w:r w:rsidRPr="00313984">
        <w:rPr>
          <w:rStyle w:val="libBold1Char"/>
          <w:rtl/>
        </w:rPr>
        <w:t xml:space="preserve"> فتضعون فروضاً من عند أنفسكم (لا صلة للواقع بها)</w:t>
      </w:r>
      <w:r w:rsidR="00610870">
        <w:rPr>
          <w:rStyle w:val="libBold1Char"/>
          <w:rtl/>
        </w:rPr>
        <w:t>،</w:t>
      </w:r>
      <w:r w:rsidRPr="00313984">
        <w:rPr>
          <w:rStyle w:val="libBold1Char"/>
          <w:rtl/>
        </w:rPr>
        <w:t xml:space="preserve"> وبعدئذٍ تطبِّـقوا القواعد الفقهية على تلك الفرضيَّات الذهنية! إذا ساد هذا النهج في الممارسة الفقهية</w:t>
      </w:r>
      <w:r w:rsidR="00610870">
        <w:rPr>
          <w:rStyle w:val="libBold1Char"/>
          <w:rtl/>
        </w:rPr>
        <w:t>،</w:t>
      </w:r>
      <w:r w:rsidRPr="00313984">
        <w:rPr>
          <w:rStyle w:val="libBold1Char"/>
          <w:rtl/>
        </w:rPr>
        <w:t xml:space="preserve"> ليس هناك قيمة عملية لاستنباطكم</w:t>
      </w:r>
      <w:r w:rsidR="00610870">
        <w:rPr>
          <w:rStyle w:val="libBold1Char"/>
          <w:rtl/>
        </w:rPr>
        <w:t>،</w:t>
      </w:r>
      <w:r w:rsidRPr="00313984">
        <w:rPr>
          <w:rStyle w:val="libBold1Char"/>
          <w:rtl/>
        </w:rPr>
        <w:t xml:space="preserve"> ولن يكون هناك مَن يستفيد في الواقع الخارجي من فقهكم</w:t>
      </w:r>
      <w:r w:rsidR="00610870">
        <w:rPr>
          <w:rStyle w:val="libBold1Char"/>
          <w:rtl/>
        </w:rPr>
        <w:t>،</w:t>
      </w:r>
      <w:r w:rsidRPr="00313984">
        <w:rPr>
          <w:rStyle w:val="libBold1Char"/>
          <w:rtl/>
        </w:rPr>
        <w:t xml:space="preserve"> كما لن تكون هناك آيُّة فاعلية لهذا النهج في الاستنباط</w:t>
      </w:r>
      <w:r w:rsidR="00610870">
        <w:rPr>
          <w:rStyle w:val="libBold1Char"/>
          <w:rtl/>
        </w:rPr>
        <w:t>،</w:t>
      </w:r>
      <w:r w:rsidRPr="00313984">
        <w:rPr>
          <w:rStyle w:val="libBold1Char"/>
          <w:rtl/>
        </w:rPr>
        <w:t xml:space="preserve"> ولذاك الفقه.</w:t>
      </w:r>
    </w:p>
    <w:p w:rsidR="00CD444A" w:rsidRDefault="00E07DFB" w:rsidP="002A0058">
      <w:pPr>
        <w:pStyle w:val="libNormal"/>
        <w:rPr>
          <w:rtl/>
        </w:rPr>
      </w:pPr>
      <w:r w:rsidRPr="002A0058">
        <w:rPr>
          <w:rtl/>
        </w:rPr>
        <w:t xml:space="preserve">ثُمَّ قال الإمام الراحل: </w:t>
      </w:r>
      <w:r w:rsidRPr="00313984">
        <w:rPr>
          <w:rStyle w:val="libBold1Char"/>
          <w:rtl/>
        </w:rPr>
        <w:t>أنت! أيُّها الطالب الحوزوي</w:t>
      </w:r>
      <w:r w:rsidR="00610870">
        <w:rPr>
          <w:rStyle w:val="libBold1Char"/>
          <w:rtl/>
        </w:rPr>
        <w:t>،</w:t>
      </w:r>
      <w:r w:rsidRPr="00313984">
        <w:rPr>
          <w:rStyle w:val="libBold1Char"/>
          <w:rtl/>
        </w:rPr>
        <w:t xml:space="preserve"> عليك أن تأخذ الوقائع من المجتمع</w:t>
      </w:r>
      <w:r w:rsidR="00610870">
        <w:rPr>
          <w:rStyle w:val="libBold1Char"/>
          <w:rtl/>
        </w:rPr>
        <w:t>،</w:t>
      </w:r>
      <w:r w:rsidRPr="00313984">
        <w:rPr>
          <w:rStyle w:val="libBold1Char"/>
          <w:rtl/>
        </w:rPr>
        <w:t xml:space="preserve"> ومن السوق</w:t>
      </w:r>
      <w:r w:rsidRPr="002A0058">
        <w:rPr>
          <w:rtl/>
        </w:rPr>
        <w:t xml:space="preserve"> (أي من خلال الوضع المعيشي والحياتي للناس)</w:t>
      </w:r>
      <w:r w:rsidR="00610870">
        <w:rPr>
          <w:rtl/>
        </w:rPr>
        <w:t>،</w:t>
      </w:r>
      <w:r w:rsidRPr="00313984">
        <w:rPr>
          <w:rStyle w:val="libBold1Char"/>
          <w:rtl/>
        </w:rPr>
        <w:t xml:space="preserve"> ثُمَّ تطبِّق عليها قواعد فقاهتك</w:t>
      </w:r>
      <w:r w:rsidR="00610870">
        <w:rPr>
          <w:rStyle w:val="libBold1Char"/>
          <w:rtl/>
        </w:rPr>
        <w:t>،</w:t>
      </w:r>
      <w:r w:rsidRPr="00313984">
        <w:rPr>
          <w:rStyle w:val="libBold1Char"/>
          <w:rtl/>
        </w:rPr>
        <w:t xml:space="preserve"> بمثل هذا النهج تكون ثَمَّة قيمة لجهدك في البحث الفقهي.</w:t>
      </w:r>
    </w:p>
    <w:p w:rsidR="00CD444A" w:rsidRDefault="00CD444A" w:rsidP="00E5125A">
      <w:pPr>
        <w:pStyle w:val="libNormal"/>
        <w:rPr>
          <w:rtl/>
        </w:rPr>
      </w:pPr>
      <w:r>
        <w:rPr>
          <w:rtl/>
        </w:rPr>
        <w:br w:type="page"/>
      </w:r>
    </w:p>
    <w:p w:rsidR="00E07DFB" w:rsidRPr="002A0058" w:rsidRDefault="00E07DFB" w:rsidP="002A0058">
      <w:pPr>
        <w:pStyle w:val="libNormal"/>
        <w:rPr>
          <w:rtl/>
        </w:rPr>
      </w:pPr>
      <w:r w:rsidRPr="002A0058">
        <w:rPr>
          <w:rtl/>
        </w:rPr>
        <w:lastRenderedPageBreak/>
        <w:t>إنَّ المعنى الذي يؤكِّده الإمام الخميني</w:t>
      </w:r>
      <w:r w:rsidR="00610870">
        <w:rPr>
          <w:rtl/>
        </w:rPr>
        <w:t>،</w:t>
      </w:r>
      <w:r w:rsidRPr="002A0058">
        <w:rPr>
          <w:rtl/>
        </w:rPr>
        <w:t xml:space="preserve"> هو الإشارة إلى تأثير المكان والزمان ودورهما في موضوعات الأحكام</w:t>
      </w:r>
      <w:r w:rsidR="00610870">
        <w:rPr>
          <w:rtl/>
        </w:rPr>
        <w:t>،</w:t>
      </w:r>
      <w:r w:rsidRPr="002A0058">
        <w:rPr>
          <w:rtl/>
        </w:rPr>
        <w:t xml:space="preserve"> لا في الأحكام نفسها</w:t>
      </w:r>
      <w:r w:rsidR="00610870">
        <w:rPr>
          <w:rtl/>
        </w:rPr>
        <w:t>؛</w:t>
      </w:r>
      <w:r w:rsidRPr="002A0058">
        <w:rPr>
          <w:rtl/>
        </w:rPr>
        <w:t xml:space="preserve"> لأنَّ الأحكام في نفسها لا تقبل التغيير</w:t>
      </w:r>
      <w:r w:rsidR="00610870">
        <w:rPr>
          <w:rtl/>
        </w:rPr>
        <w:t>،</w:t>
      </w:r>
      <w:r w:rsidRPr="002A0058">
        <w:rPr>
          <w:rtl/>
        </w:rPr>
        <w:t xml:space="preserve"> فـ </w:t>
      </w:r>
      <w:r w:rsidRPr="0080527D">
        <w:rPr>
          <w:rStyle w:val="libBold2Char"/>
          <w:rtl/>
        </w:rPr>
        <w:t>(حلال محمَّد حلال إلى يوم القيامة</w:t>
      </w:r>
      <w:r w:rsidR="00610870">
        <w:rPr>
          <w:rStyle w:val="libBold2Char"/>
          <w:rtl/>
        </w:rPr>
        <w:t>،</w:t>
      </w:r>
      <w:r w:rsidRPr="0080527D">
        <w:rPr>
          <w:rStyle w:val="libBold2Char"/>
          <w:rtl/>
        </w:rPr>
        <w:t xml:space="preserve"> وحرامه حرام إلى يوم القيامة)</w:t>
      </w:r>
      <w:r w:rsidR="00610870">
        <w:rPr>
          <w:rStyle w:val="libBold2Char"/>
          <w:rtl/>
        </w:rPr>
        <w:t>.</w:t>
      </w:r>
      <w:r w:rsidRPr="002A0058">
        <w:rPr>
          <w:rtl/>
        </w:rPr>
        <w:t xml:space="preserve"> أمَّا موضوعات الأحكام</w:t>
      </w:r>
      <w:r w:rsidR="00610870">
        <w:rPr>
          <w:rtl/>
        </w:rPr>
        <w:t>،</w:t>
      </w:r>
      <w:r w:rsidRPr="002A0058">
        <w:rPr>
          <w:rtl/>
        </w:rPr>
        <w:t xml:space="preserve"> فهي حدٌّ وسط بين المصاديق والأحكام الكلّية</w:t>
      </w:r>
      <w:r w:rsidR="00610870">
        <w:rPr>
          <w:rtl/>
        </w:rPr>
        <w:t>،</w:t>
      </w:r>
      <w:r w:rsidRPr="002A0058">
        <w:rPr>
          <w:rtl/>
        </w:rPr>
        <w:t xml:space="preserve"> وللزمان والمكان تأثير أساسي وكلّي في تعيين الموضوعات وتشخيصها</w:t>
      </w:r>
      <w:r w:rsidR="00610870">
        <w:rPr>
          <w:rtl/>
        </w:rPr>
        <w:t>،</w:t>
      </w:r>
      <w:r w:rsidRPr="002A0058">
        <w:rPr>
          <w:rtl/>
        </w:rPr>
        <w:t xml:space="preserve"> في باب المعاملات بمعناها العام.</w:t>
      </w:r>
    </w:p>
    <w:p w:rsidR="00E07DFB" w:rsidRPr="00065D03" w:rsidRDefault="00E07DFB" w:rsidP="00CD444A">
      <w:pPr>
        <w:pStyle w:val="libNormal"/>
        <w:rPr>
          <w:rtl/>
        </w:rPr>
      </w:pPr>
      <w:r w:rsidRPr="00065D03">
        <w:rPr>
          <w:rtl/>
        </w:rPr>
        <w:t>ينبغي لبناء العقلاء أن يكون ممضىً من قبل الشارع</w:t>
      </w:r>
      <w:r w:rsidR="00610870">
        <w:rPr>
          <w:rtl/>
        </w:rPr>
        <w:t>،</w:t>
      </w:r>
      <w:r w:rsidRPr="00065D03">
        <w:rPr>
          <w:rtl/>
        </w:rPr>
        <w:t xml:space="preserve"> أو واقعاً في إطار رؤيته على أقلِّ تقدير</w:t>
      </w:r>
      <w:r w:rsidR="00610870">
        <w:rPr>
          <w:rtl/>
        </w:rPr>
        <w:t>،</w:t>
      </w:r>
      <w:r w:rsidRPr="00065D03">
        <w:rPr>
          <w:rtl/>
        </w:rPr>
        <w:t xml:space="preserve"> أو أن نحصل على إمضائه عِبر عدم ردعه عنه</w:t>
      </w:r>
      <w:r w:rsidR="00610870">
        <w:rPr>
          <w:rtl/>
        </w:rPr>
        <w:t>،</w:t>
      </w:r>
      <w:r w:rsidRPr="00065D03">
        <w:rPr>
          <w:rtl/>
        </w:rPr>
        <w:t xml:space="preserve"> وهذا أصل ثابت غير قابل للإنكار</w:t>
      </w:r>
      <w:r w:rsidR="00610870">
        <w:rPr>
          <w:rtl/>
        </w:rPr>
        <w:t>،</w:t>
      </w:r>
      <w:r w:rsidRPr="00065D03">
        <w:rPr>
          <w:rtl/>
        </w:rPr>
        <w:t xml:space="preserve"> بَيْدَ أنَّ بحثنا هو: هل عُمر الإسلام يمتدُّ على مساحة مائتين</w:t>
      </w:r>
      <w:r w:rsidR="00CD444A">
        <w:rPr>
          <w:rFonts w:hint="cs"/>
          <w:rtl/>
        </w:rPr>
        <w:t xml:space="preserve"> </w:t>
      </w:r>
      <w:r w:rsidRPr="00065D03">
        <w:rPr>
          <w:rtl/>
        </w:rPr>
        <w:t>وخمسين سنة وحسب؟ الحقيقة هي: كما أنَّ الإسلام لا يختصُّ بالمنطقة العربية وحدها</w:t>
      </w:r>
      <w:r w:rsidR="00610870">
        <w:rPr>
          <w:rtl/>
        </w:rPr>
        <w:t>،</w:t>
      </w:r>
      <w:r w:rsidRPr="00065D03">
        <w:rPr>
          <w:rtl/>
        </w:rPr>
        <w:t xml:space="preserve"> فكذلك لا يُحَدُّ بزمان معيَّن</w:t>
      </w:r>
      <w:r w:rsidR="00610870">
        <w:rPr>
          <w:rtl/>
        </w:rPr>
        <w:t>،</w:t>
      </w:r>
      <w:r w:rsidRPr="00065D03">
        <w:rPr>
          <w:rtl/>
        </w:rPr>
        <w:t xml:space="preserve"> بل هو دين خالد.</w:t>
      </w:r>
    </w:p>
    <w:p w:rsidR="00E07DFB" w:rsidRPr="00065D03" w:rsidRDefault="00E07DFB" w:rsidP="00065D03">
      <w:pPr>
        <w:pStyle w:val="libNormal"/>
        <w:rPr>
          <w:rtl/>
        </w:rPr>
      </w:pPr>
      <w:r w:rsidRPr="00065D03">
        <w:rPr>
          <w:rtl/>
        </w:rPr>
        <w:t>على هذا الضوء</w:t>
      </w:r>
      <w:r w:rsidR="00610870">
        <w:rPr>
          <w:rtl/>
        </w:rPr>
        <w:t>،</w:t>
      </w:r>
      <w:r w:rsidRPr="00065D03">
        <w:rPr>
          <w:rtl/>
        </w:rPr>
        <w:t xml:space="preserve"> ينبغي للشارع المقدِّس أن يكون قد وضع معايير لتعيين التكليف</w:t>
      </w:r>
      <w:r w:rsidR="00610870">
        <w:rPr>
          <w:rtl/>
        </w:rPr>
        <w:t>،</w:t>
      </w:r>
      <w:r w:rsidRPr="00065D03">
        <w:rPr>
          <w:rtl/>
        </w:rPr>
        <w:t xml:space="preserve"> هذه المعايير تكون بدورها آلة لتشخيص الصحيح من السقيم</w:t>
      </w:r>
      <w:r w:rsidR="00610870">
        <w:rPr>
          <w:rtl/>
        </w:rPr>
        <w:t>.</w:t>
      </w:r>
      <w:r w:rsidRPr="00065D03">
        <w:rPr>
          <w:rtl/>
        </w:rPr>
        <w:t xml:space="preserve"> إنَّ مقتضى قاعدة الحكمة وقاعدة اللطف أن يكون الإسلام قد وضع بين يدي الفقهاء وعلماء الدين مثل هذه المعايير</w:t>
      </w:r>
      <w:r w:rsidR="00610870">
        <w:rPr>
          <w:rtl/>
        </w:rPr>
        <w:t>،</w:t>
      </w:r>
      <w:r w:rsidRPr="00065D03">
        <w:rPr>
          <w:rtl/>
        </w:rPr>
        <w:t xml:space="preserve"> وإلاّ كان هذا الدين ناقصاً.</w:t>
      </w:r>
    </w:p>
    <w:p w:rsidR="00E07DFB" w:rsidRPr="002A0058" w:rsidRDefault="00E07DFB" w:rsidP="002A0058">
      <w:pPr>
        <w:pStyle w:val="libNormal"/>
        <w:rPr>
          <w:rtl/>
        </w:rPr>
      </w:pPr>
      <w:r w:rsidRPr="002A0058">
        <w:rPr>
          <w:rtl/>
        </w:rPr>
        <w:t>ما دام الإسلام دِيناً مستقبلياً يفكِّر في ما هو آتٍ</w:t>
      </w:r>
      <w:r w:rsidR="00610870">
        <w:rPr>
          <w:rtl/>
        </w:rPr>
        <w:t>،</w:t>
      </w:r>
      <w:r w:rsidRPr="002A0058">
        <w:rPr>
          <w:rtl/>
        </w:rPr>
        <w:t xml:space="preserve"> وقد قرَّر الشارع المقدَّس أنَّ </w:t>
      </w:r>
      <w:r w:rsidRPr="0080527D">
        <w:rPr>
          <w:rStyle w:val="libBold2Char"/>
          <w:rtl/>
        </w:rPr>
        <w:t>(حلال محمَّد حلال إلى يوم القيامة</w:t>
      </w:r>
      <w:r w:rsidR="00610870">
        <w:rPr>
          <w:rStyle w:val="libBold2Char"/>
          <w:rtl/>
        </w:rPr>
        <w:t>،</w:t>
      </w:r>
      <w:r w:rsidRPr="0080527D">
        <w:rPr>
          <w:rStyle w:val="libBold2Char"/>
          <w:rtl/>
        </w:rPr>
        <w:t xml:space="preserve"> وحرامه حرام إلى يوم القيامة)</w:t>
      </w:r>
      <w:r w:rsidR="00610870">
        <w:rPr>
          <w:rtl/>
        </w:rPr>
        <w:t>،</w:t>
      </w:r>
      <w:r w:rsidRPr="002A0058">
        <w:rPr>
          <w:rtl/>
        </w:rPr>
        <w:t xml:space="preserve"> فإنَّ مثل هذا الخلود والدوام لهذا الدين</w:t>
      </w:r>
      <w:r w:rsidR="00610870">
        <w:rPr>
          <w:rtl/>
        </w:rPr>
        <w:t>،</w:t>
      </w:r>
      <w:r w:rsidRPr="002A0058">
        <w:rPr>
          <w:rtl/>
        </w:rPr>
        <w:t xml:space="preserve"> يُحتِّم على الشارع أن يُشرف على عمل العقلاء</w:t>
      </w:r>
      <w:r w:rsidR="00610870">
        <w:rPr>
          <w:rtl/>
        </w:rPr>
        <w:t>،</w:t>
      </w:r>
      <w:r w:rsidRPr="002A0058">
        <w:rPr>
          <w:rtl/>
        </w:rPr>
        <w:t xml:space="preserve"> ويراقب ممارساتها</w:t>
      </w:r>
      <w:r w:rsidR="00610870">
        <w:rPr>
          <w:rtl/>
        </w:rPr>
        <w:t>،</w:t>
      </w:r>
      <w:r w:rsidRPr="002A0058">
        <w:rPr>
          <w:rtl/>
        </w:rPr>
        <w:t xml:space="preserve"> بوضع عدد من القواعد والقوانين الكلِّية</w:t>
      </w:r>
      <w:r w:rsidR="00610870">
        <w:rPr>
          <w:rtl/>
        </w:rPr>
        <w:t>.</w:t>
      </w:r>
      <w:r w:rsidRPr="002A0058">
        <w:rPr>
          <w:rtl/>
        </w:rPr>
        <w:t xml:space="preserve"> بهذا البيان يكون الشارع قد أمضى بعض أعمال العقلاء وبناءاتهم ورَدَع عن بعضها الآخر</w:t>
      </w:r>
      <w:r w:rsidR="00610870">
        <w:rPr>
          <w:rtl/>
        </w:rPr>
        <w:t>؛</w:t>
      </w:r>
      <w:r w:rsidRPr="002A0058">
        <w:rPr>
          <w:rtl/>
        </w:rPr>
        <w:t xml:space="preserve"> وإنْ كان بعض هذه البناءات لا وجود له في زمان الشارع</w:t>
      </w:r>
      <w:r w:rsidR="00610870">
        <w:rPr>
          <w:rtl/>
        </w:rPr>
        <w:t>،</w:t>
      </w:r>
      <w:r w:rsidRPr="002A0058">
        <w:rPr>
          <w:rtl/>
        </w:rPr>
        <w:t xml:space="preserve"> وإنَّما جاء في ما بعد.</w:t>
      </w:r>
    </w:p>
    <w:p w:rsidR="00CD444A" w:rsidRDefault="00E07DFB" w:rsidP="00065D03">
      <w:pPr>
        <w:pStyle w:val="libNormal"/>
        <w:rPr>
          <w:rtl/>
        </w:rPr>
      </w:pPr>
      <w:r w:rsidRPr="00065D03">
        <w:rPr>
          <w:rtl/>
        </w:rPr>
        <w:t>نحن الذين نؤمن بأنَّ الإسلام هو الدين الوحيد الذي له القدرة على تلبية جميع احتياجات البشرية</w:t>
      </w:r>
      <w:r w:rsidR="00610870">
        <w:rPr>
          <w:rtl/>
        </w:rPr>
        <w:t>؛</w:t>
      </w:r>
      <w:r w:rsidRPr="00065D03">
        <w:rPr>
          <w:rtl/>
        </w:rPr>
        <w:t xml:space="preserve"> ونحن الذين ندَّعي أنَّ الإسلام بيَّن الحقوق الفردية والاجتماعية كافَّة</w:t>
      </w:r>
      <w:r w:rsidR="00610870">
        <w:rPr>
          <w:rtl/>
        </w:rPr>
        <w:t>،</w:t>
      </w:r>
      <w:r w:rsidRPr="00065D03">
        <w:rPr>
          <w:rtl/>
        </w:rPr>
        <w:t xml:space="preserve"> ألا يجدر بنا أن نتفحَّص النصوص الدينية لنعثر فيها على قواعد عامة ومعايير كلّية؟</w:t>
      </w:r>
    </w:p>
    <w:p w:rsidR="00CD444A" w:rsidRDefault="00CD444A" w:rsidP="00E5125A">
      <w:pPr>
        <w:pStyle w:val="libNormal"/>
        <w:rPr>
          <w:rtl/>
        </w:rPr>
      </w:pPr>
      <w:r>
        <w:rPr>
          <w:rtl/>
        </w:rPr>
        <w:br w:type="page"/>
      </w:r>
    </w:p>
    <w:p w:rsidR="00E07DFB" w:rsidRPr="00065D03" w:rsidRDefault="00E07DFB" w:rsidP="00283EDA">
      <w:pPr>
        <w:pStyle w:val="libNormal"/>
        <w:rPr>
          <w:rtl/>
        </w:rPr>
      </w:pPr>
      <w:r w:rsidRPr="002A0058">
        <w:rPr>
          <w:rtl/>
        </w:rPr>
        <w:lastRenderedPageBreak/>
        <w:t>غاية الأمر أنَّ بعض القواعد جليٌّ</w:t>
      </w:r>
      <w:r w:rsidR="00610870">
        <w:rPr>
          <w:rtl/>
        </w:rPr>
        <w:t>؛</w:t>
      </w:r>
      <w:r w:rsidRPr="002A0058">
        <w:rPr>
          <w:rtl/>
        </w:rPr>
        <w:t xml:space="preserve"> مثل قاعدة </w:t>
      </w:r>
      <w:r w:rsidRPr="00313984">
        <w:rPr>
          <w:rStyle w:val="libBold1Char"/>
          <w:rtl/>
        </w:rPr>
        <w:t>(لا ضرر)</w:t>
      </w:r>
      <w:r w:rsidR="00610870">
        <w:rPr>
          <w:rtl/>
        </w:rPr>
        <w:t>،</w:t>
      </w:r>
      <w:r w:rsidRPr="002A0058">
        <w:rPr>
          <w:rtl/>
        </w:rPr>
        <w:t xml:space="preserve"> و</w:t>
      </w:r>
      <w:r w:rsidRPr="00313984">
        <w:rPr>
          <w:rStyle w:val="libBold1Char"/>
          <w:rtl/>
        </w:rPr>
        <w:t>(أحلَّ الله البيع)</w:t>
      </w:r>
      <w:r w:rsidR="00610870">
        <w:rPr>
          <w:rtl/>
        </w:rPr>
        <w:t>،</w:t>
      </w:r>
      <w:r w:rsidRPr="002A0058">
        <w:rPr>
          <w:rtl/>
        </w:rPr>
        <w:t xml:space="preserve"> و</w:t>
      </w:r>
      <w:r w:rsidRPr="00313984">
        <w:rPr>
          <w:rStyle w:val="libBold1Char"/>
          <w:rtl/>
        </w:rPr>
        <w:t>(أوفوا بالعقود)</w:t>
      </w:r>
      <w:r w:rsidR="00610870">
        <w:rPr>
          <w:rStyle w:val="libBold1Char"/>
          <w:rtl/>
        </w:rPr>
        <w:t>،</w:t>
      </w:r>
      <w:r w:rsidRPr="002A0058">
        <w:rPr>
          <w:rtl/>
        </w:rPr>
        <w:t xml:space="preserve"> على حين أنَّ بعضها الآخر يتطلَّب بحثاً وتقصيِّاً أكثر</w:t>
      </w:r>
      <w:r w:rsidR="00610870">
        <w:rPr>
          <w:rtl/>
        </w:rPr>
        <w:t>؛</w:t>
      </w:r>
      <w:r w:rsidRPr="002A0058">
        <w:rPr>
          <w:rtl/>
        </w:rPr>
        <w:t xml:space="preserve"> لذلك أحسب أنَّ التشكيك في القواعد المكشوفة الجليلة</w:t>
      </w:r>
      <w:r w:rsidR="00610870">
        <w:rPr>
          <w:rtl/>
        </w:rPr>
        <w:t>،</w:t>
      </w:r>
      <w:r w:rsidRPr="002A0058">
        <w:rPr>
          <w:rtl/>
        </w:rPr>
        <w:t xml:space="preserve"> مثل </w:t>
      </w:r>
      <w:r w:rsidRPr="00313984">
        <w:rPr>
          <w:rStyle w:val="libBold1Char"/>
          <w:rtl/>
        </w:rPr>
        <w:t>(أوفوا بالعقود)</w:t>
      </w:r>
      <w:r w:rsidR="00610870">
        <w:rPr>
          <w:rStyle w:val="libBold1Char"/>
          <w:rtl/>
        </w:rPr>
        <w:t>،</w:t>
      </w:r>
      <w:r w:rsidRPr="002A0058">
        <w:rPr>
          <w:rtl/>
        </w:rPr>
        <w:t xml:space="preserve"> ناشئ عن قصر النظر</w:t>
      </w:r>
      <w:r w:rsidR="00610870">
        <w:rPr>
          <w:rtl/>
        </w:rPr>
        <w:t>؛</w:t>
      </w:r>
      <w:r w:rsidRPr="002A0058">
        <w:rPr>
          <w:rtl/>
        </w:rPr>
        <w:t xml:space="preserve"> وذلك لأنَّ الألف واللام في كلمة العقود هما ألف ولام الجنس</w:t>
      </w:r>
      <w:r w:rsidR="00610870">
        <w:rPr>
          <w:rtl/>
        </w:rPr>
        <w:t>،</w:t>
      </w:r>
      <w:r w:rsidRPr="002A0058">
        <w:rPr>
          <w:rtl/>
        </w:rPr>
        <w:t xml:space="preserve"> و(عقود) هي جمع محلَّى بالألف واللام يفيد العموم</w:t>
      </w:r>
      <w:r w:rsidR="00610870">
        <w:rPr>
          <w:rtl/>
        </w:rPr>
        <w:t>.</w:t>
      </w:r>
      <w:r w:rsidRPr="002A0058">
        <w:rPr>
          <w:rtl/>
        </w:rPr>
        <w:t xml:space="preserve"> لقد أفاد الشارع أنَّه لا</w:t>
      </w:r>
      <w:r w:rsidR="00CD444A">
        <w:rPr>
          <w:rFonts w:hint="cs"/>
          <w:rtl/>
        </w:rPr>
        <w:t xml:space="preserve"> </w:t>
      </w:r>
      <w:r w:rsidRPr="00065D03">
        <w:rPr>
          <w:rtl/>
        </w:rPr>
        <w:t>ينبغي أن ينطوي العقد على الضرر والسفه والغَرَر وأمثال ذلك</w:t>
      </w:r>
      <w:r w:rsidR="00610870">
        <w:rPr>
          <w:rtl/>
        </w:rPr>
        <w:t>.</w:t>
      </w:r>
      <w:r w:rsidRPr="00065D03">
        <w:rPr>
          <w:rtl/>
        </w:rPr>
        <w:t xml:space="preserve"> أمَّا ما هو اسم العقد</w:t>
      </w:r>
      <w:r w:rsidR="00610870">
        <w:rPr>
          <w:rtl/>
        </w:rPr>
        <w:t>،</w:t>
      </w:r>
      <w:r w:rsidRPr="00065D03">
        <w:rPr>
          <w:rtl/>
        </w:rPr>
        <w:t xml:space="preserve"> وما هو عنوان المعاملة</w:t>
      </w:r>
      <w:r w:rsidR="00610870">
        <w:rPr>
          <w:rtl/>
        </w:rPr>
        <w:t>،</w:t>
      </w:r>
      <w:r w:rsidRPr="00065D03">
        <w:rPr>
          <w:rtl/>
        </w:rPr>
        <w:t xml:space="preserve"> فهذا أمر لا صلة له بالشارع</w:t>
      </w:r>
      <w:r w:rsidR="00610870">
        <w:rPr>
          <w:rtl/>
        </w:rPr>
        <w:t>،</w:t>
      </w:r>
      <w:r w:rsidRPr="00065D03">
        <w:rPr>
          <w:rtl/>
        </w:rPr>
        <w:t xml:space="preserve"> ولا علاقة له بالإسلام</w:t>
      </w:r>
      <w:r w:rsidR="00610870">
        <w:rPr>
          <w:rtl/>
        </w:rPr>
        <w:t>.</w:t>
      </w:r>
      <w:r w:rsidRPr="00065D03">
        <w:rPr>
          <w:rtl/>
        </w:rPr>
        <w:t xml:space="preserve"> فالشارع لم يكن في أيِّ وقت من الأوقات في صدد إسباغ الصحَّة على عقد خاص أو الردع عنه</w:t>
      </w:r>
      <w:r w:rsidR="00610870">
        <w:rPr>
          <w:rtl/>
        </w:rPr>
        <w:t>،</w:t>
      </w:r>
      <w:r w:rsidRPr="00065D03">
        <w:rPr>
          <w:rtl/>
        </w:rPr>
        <w:t xml:space="preserve"> وإذا ما ذُكر في كلام المعصوم </w:t>
      </w:r>
      <w:r w:rsidR="00283EDA" w:rsidRPr="00283EDA">
        <w:rPr>
          <w:rStyle w:val="libAlaemChar"/>
          <w:rFonts w:eastAsiaTheme="minorHAnsi"/>
          <w:rtl/>
        </w:rPr>
        <w:t>عليه‌السلام</w:t>
      </w:r>
      <w:r w:rsidRPr="00065D03">
        <w:rPr>
          <w:rtl/>
        </w:rPr>
        <w:t xml:space="preserve"> عقد أو معاملة خاصة</w:t>
      </w:r>
      <w:r w:rsidR="00610870">
        <w:rPr>
          <w:rtl/>
        </w:rPr>
        <w:t>،</w:t>
      </w:r>
      <w:r w:rsidRPr="00065D03">
        <w:rPr>
          <w:rtl/>
        </w:rPr>
        <w:t xml:space="preserve"> فإنَّه لم يأتِ على ذكره بعنوان كونه شارعاً</w:t>
      </w:r>
      <w:r w:rsidR="00610870">
        <w:rPr>
          <w:rtl/>
        </w:rPr>
        <w:t>،</w:t>
      </w:r>
      <w:r w:rsidRPr="00065D03">
        <w:rPr>
          <w:rtl/>
        </w:rPr>
        <w:t xml:space="preserve"> إنَّما ذَكَر الإمام المعصوم هذه المعاملة بعنوان كونه فقيهاً في عصره</w:t>
      </w:r>
      <w:r w:rsidR="00610870">
        <w:rPr>
          <w:rtl/>
        </w:rPr>
        <w:t>،</w:t>
      </w:r>
      <w:r w:rsidRPr="00065D03">
        <w:rPr>
          <w:rtl/>
        </w:rPr>
        <w:t xml:space="preserve"> لكي يطبِّق تلك القواعد الكليِّة العامة على المورد.</w:t>
      </w:r>
    </w:p>
    <w:p w:rsidR="00E07DFB" w:rsidRPr="00065D03" w:rsidRDefault="00E07DFB" w:rsidP="00065D03">
      <w:pPr>
        <w:pStyle w:val="libNormal"/>
        <w:rPr>
          <w:rtl/>
        </w:rPr>
      </w:pPr>
      <w:r w:rsidRPr="00065D03">
        <w:rPr>
          <w:rtl/>
        </w:rPr>
        <w:t>ومردُّ ذلك إلى أنَّ النظام الاقتصادي للمجتمع في عصرهم كان يرتكز أيضاً على مجموعة من المعاملات</w:t>
      </w:r>
      <w:r w:rsidR="00610870">
        <w:rPr>
          <w:rtl/>
        </w:rPr>
        <w:t>،</w:t>
      </w:r>
      <w:r w:rsidRPr="00065D03">
        <w:rPr>
          <w:rtl/>
        </w:rPr>
        <w:t xml:space="preserve"> ومن ثَمَّ فإنَّ الشارع بادر إلى تطبيق القواعد الكلّية على تلك المعاملات</w:t>
      </w:r>
      <w:r w:rsidR="00610870">
        <w:rPr>
          <w:rtl/>
        </w:rPr>
        <w:t>،</w:t>
      </w:r>
      <w:r w:rsidRPr="00065D03">
        <w:rPr>
          <w:rtl/>
        </w:rPr>
        <w:t xml:space="preserve"> وانتهى إلى صحَّـتها والإفتاء بجوازها</w:t>
      </w:r>
      <w:r w:rsidR="00610870">
        <w:rPr>
          <w:rtl/>
        </w:rPr>
        <w:t>؛</w:t>
      </w:r>
      <w:r w:rsidRPr="00065D03">
        <w:rPr>
          <w:rtl/>
        </w:rPr>
        <w:t xml:space="preserve"> لعدم مخالفتها تلك القواعد العامة.</w:t>
      </w:r>
    </w:p>
    <w:p w:rsidR="00E07DFB" w:rsidRPr="002A0058" w:rsidRDefault="00E07DFB" w:rsidP="002A0058">
      <w:pPr>
        <w:pStyle w:val="libNormal"/>
        <w:rPr>
          <w:rtl/>
        </w:rPr>
      </w:pPr>
      <w:r w:rsidRPr="00313984">
        <w:rPr>
          <w:rStyle w:val="libBold1Char"/>
          <w:rtl/>
        </w:rPr>
        <w:t>خلاصة الكلام:</w:t>
      </w:r>
      <w:r w:rsidRPr="002A0058">
        <w:rPr>
          <w:rtl/>
        </w:rPr>
        <w:t xml:space="preserve"> إنَّ خلود الإسلام هو الذي أملى على الشارع أن يضع بين يدي الفقهاء وعلماء الدين</w:t>
      </w:r>
      <w:r w:rsidR="00610870">
        <w:rPr>
          <w:rtl/>
        </w:rPr>
        <w:t>،</w:t>
      </w:r>
      <w:r w:rsidRPr="002A0058">
        <w:rPr>
          <w:rtl/>
        </w:rPr>
        <w:t xml:space="preserve"> قواعدَ يستطيعون من خلالها تقويم مباني العقلاء والحكم عليها</w:t>
      </w:r>
      <w:r w:rsidR="00610870">
        <w:rPr>
          <w:rtl/>
        </w:rPr>
        <w:t>.</w:t>
      </w:r>
      <w:r w:rsidRPr="002A0058">
        <w:rPr>
          <w:rtl/>
        </w:rPr>
        <w:t xml:space="preserve"> ثُمَّ إنَّ فلسفة وجود الفقهاء وعلماء الدين تكمن في مهمَّة تعيينهم لأُطر النظام الاجتماعي والفردي وحدوده</w:t>
      </w:r>
      <w:r w:rsidR="00610870">
        <w:rPr>
          <w:rtl/>
        </w:rPr>
        <w:t>.</w:t>
      </w:r>
      <w:r w:rsidRPr="002A0058">
        <w:rPr>
          <w:rtl/>
        </w:rPr>
        <w:t xml:space="preserve"> وإذا ما ظهر العجز في بعض المواقع</w:t>
      </w:r>
      <w:r w:rsidR="00610870">
        <w:rPr>
          <w:rtl/>
        </w:rPr>
        <w:t>،</w:t>
      </w:r>
      <w:r w:rsidRPr="002A0058">
        <w:rPr>
          <w:rtl/>
        </w:rPr>
        <w:t xml:space="preserve"> فإنَّ ذلك يعود إلى نقصنا</w:t>
      </w:r>
      <w:r w:rsidR="00610870">
        <w:rPr>
          <w:rtl/>
        </w:rPr>
        <w:t>،</w:t>
      </w:r>
      <w:r w:rsidRPr="002A0058">
        <w:rPr>
          <w:rtl/>
        </w:rPr>
        <w:t xml:space="preserve"> وعدم مبادرتنا لإنجاز عملية البحث والاستقصاء كما ينبغي</w:t>
      </w:r>
      <w:r w:rsidR="00610870">
        <w:rPr>
          <w:rtl/>
        </w:rPr>
        <w:t>،</w:t>
      </w:r>
      <w:r w:rsidRPr="002A0058">
        <w:rPr>
          <w:rtl/>
        </w:rPr>
        <w:t xml:space="preserve"> وإلاّ فإنَّ الإسلام بذاته لا عيب فيه.</w:t>
      </w:r>
    </w:p>
    <w:p w:rsidR="00CD444A" w:rsidRDefault="00E07DFB" w:rsidP="00065D03">
      <w:pPr>
        <w:pStyle w:val="libNormal"/>
        <w:rPr>
          <w:rtl/>
        </w:rPr>
      </w:pPr>
      <w:r w:rsidRPr="00065D03">
        <w:rPr>
          <w:rtl/>
        </w:rPr>
        <w:t>إنَّ كثيراً من الأحكام التي يظنُّ الفقهاء أنَّها تفتقر إلى الدليل في النصوص الدينية</w:t>
      </w:r>
      <w:r w:rsidR="00610870">
        <w:rPr>
          <w:rtl/>
        </w:rPr>
        <w:t>،</w:t>
      </w:r>
      <w:r w:rsidRPr="00065D03">
        <w:rPr>
          <w:rtl/>
        </w:rPr>
        <w:t xml:space="preserve"> هو كلام لا صحَّة له</w:t>
      </w:r>
      <w:r w:rsidR="00610870">
        <w:rPr>
          <w:rtl/>
        </w:rPr>
        <w:t>،</w:t>
      </w:r>
      <w:r w:rsidRPr="00065D03">
        <w:rPr>
          <w:rtl/>
        </w:rPr>
        <w:t xml:space="preserve"> فأنا أعتقد أنَّ لهذه الأحكام أدلّتها في الكتاب والسُّـنَّة</w:t>
      </w:r>
      <w:r w:rsidR="00610870">
        <w:rPr>
          <w:rtl/>
        </w:rPr>
        <w:t>،</w:t>
      </w:r>
      <w:r w:rsidRPr="00065D03">
        <w:rPr>
          <w:rtl/>
        </w:rPr>
        <w:t xml:space="preserve"> حيث سأعطي لذلك أمثلة في</w:t>
      </w:r>
      <w:r w:rsidR="00CD444A">
        <w:rPr>
          <w:rtl/>
        </w:rPr>
        <w:t xml:space="preserve"> الموضع المناسب من هذه الندوة.</w:t>
      </w:r>
    </w:p>
    <w:p w:rsidR="00CD444A" w:rsidRDefault="00CD444A" w:rsidP="00E5125A">
      <w:pPr>
        <w:pStyle w:val="libNormal"/>
        <w:rPr>
          <w:rtl/>
        </w:rPr>
      </w:pPr>
      <w:r>
        <w:rPr>
          <w:rtl/>
        </w:rPr>
        <w:br w:type="page"/>
      </w:r>
    </w:p>
    <w:p w:rsidR="00E07DFB" w:rsidRPr="00E51D91" w:rsidRDefault="00E07DFB" w:rsidP="00E51D91">
      <w:pPr>
        <w:pStyle w:val="Heading2Center"/>
        <w:rPr>
          <w:rtl/>
        </w:rPr>
      </w:pPr>
      <w:bookmarkStart w:id="14" w:name="_Toc388703632"/>
      <w:r w:rsidRPr="00E51D91">
        <w:rPr>
          <w:rtl/>
        </w:rPr>
        <w:lastRenderedPageBreak/>
        <w:t>التواصل بين فقه المذاهب</w:t>
      </w:r>
      <w:bookmarkStart w:id="15" w:name="التواصل_بين_فقه_المذاهب"/>
      <w:bookmarkEnd w:id="14"/>
      <w:bookmarkEnd w:id="15"/>
    </w:p>
    <w:p w:rsidR="00E07DFB" w:rsidRPr="00313984" w:rsidRDefault="00E07DFB" w:rsidP="00313984">
      <w:pPr>
        <w:pStyle w:val="libBold1"/>
        <w:rPr>
          <w:rtl/>
        </w:rPr>
      </w:pPr>
      <w:r w:rsidRPr="00313984">
        <w:rPr>
          <w:rtl/>
        </w:rPr>
        <w:t>* ننتقل في هذه الندوة إلى محور آخر</w:t>
      </w:r>
      <w:r w:rsidR="00610870">
        <w:rPr>
          <w:rtl/>
        </w:rPr>
        <w:t>،</w:t>
      </w:r>
      <w:r w:rsidRPr="00313984">
        <w:rPr>
          <w:rtl/>
        </w:rPr>
        <w:t xml:space="preserve"> يرتبط بـ</w:t>
      </w:r>
      <w:r w:rsidR="00610870">
        <w:rPr>
          <w:rtl/>
        </w:rPr>
        <w:t>:</w:t>
      </w:r>
      <w:r w:rsidRPr="00313984">
        <w:rPr>
          <w:rtl/>
        </w:rPr>
        <w:t xml:space="preserve"> تأثير معرفة المدارس الفقهية الأخرى على الفقه الشيعي؟</w:t>
      </w:r>
    </w:p>
    <w:p w:rsidR="00E07DFB" w:rsidRPr="00AA299A" w:rsidRDefault="00E07DFB" w:rsidP="00AA299A">
      <w:pPr>
        <w:pStyle w:val="libNormal"/>
        <w:rPr>
          <w:rtl/>
        </w:rPr>
      </w:pPr>
      <w:r w:rsidRPr="00313984">
        <w:rPr>
          <w:rStyle w:val="libBold1Char"/>
          <w:rtl/>
        </w:rPr>
        <w:t>السيد الحائري:</w:t>
      </w:r>
      <w:r w:rsidRPr="00AA299A">
        <w:rPr>
          <w:rtl/>
        </w:rPr>
        <w:t xml:space="preserve"> يمكن تمثيل العلاقة بين الفقه الشيعي وفقه أهل السُّـنَّة من خلال مثال</w:t>
      </w:r>
      <w:r w:rsidR="00610870">
        <w:rPr>
          <w:rtl/>
        </w:rPr>
        <w:t>،</w:t>
      </w:r>
      <w:r w:rsidRPr="00AA299A">
        <w:rPr>
          <w:rtl/>
        </w:rPr>
        <w:t xml:space="preserve"> في هذا المثال يبدو فقهنا كحاشية على فقه العامة</w:t>
      </w:r>
      <w:r w:rsidR="00610870">
        <w:rPr>
          <w:rtl/>
        </w:rPr>
        <w:t>،</w:t>
      </w:r>
      <w:r w:rsidRPr="00AA299A">
        <w:rPr>
          <w:rtl/>
        </w:rPr>
        <w:t xml:space="preserve"> وذلك شبيه بالحالة السائدة في الرسائل العملية</w:t>
      </w:r>
      <w:r w:rsidR="00610870">
        <w:rPr>
          <w:rtl/>
        </w:rPr>
        <w:t>؛</w:t>
      </w:r>
      <w:r w:rsidRPr="00AA299A">
        <w:rPr>
          <w:rtl/>
        </w:rPr>
        <w:t xml:space="preserve"> حيث يأتي الفقيه اللاحق لتحشية رسالة المرجع الذي سبقه</w:t>
      </w:r>
      <w:r w:rsidR="00610870">
        <w:rPr>
          <w:rtl/>
        </w:rPr>
        <w:t>،</w:t>
      </w:r>
      <w:r w:rsidRPr="00AA299A">
        <w:rPr>
          <w:rtl/>
        </w:rPr>
        <w:t xml:space="preserve"> مُعبِّراً في هذه الحواشي عن رؤاه</w:t>
      </w:r>
      <w:r w:rsidR="00610870">
        <w:rPr>
          <w:rtl/>
        </w:rPr>
        <w:t>.</w:t>
      </w:r>
      <w:r w:rsidRPr="00AA299A">
        <w:rPr>
          <w:rtl/>
        </w:rPr>
        <w:t xml:space="preserve"> على ضوء هذه العلاقة</w:t>
      </w:r>
      <w:r w:rsidR="00610870">
        <w:rPr>
          <w:rtl/>
        </w:rPr>
        <w:t>،</w:t>
      </w:r>
      <w:r w:rsidRPr="00AA299A">
        <w:rPr>
          <w:rtl/>
        </w:rPr>
        <w:t xml:space="preserve"> نعرف أنَّ لِفَهم متون فقه العامَّة تأثيره في فهم فقه الشيعة.</w:t>
      </w:r>
    </w:p>
    <w:p w:rsidR="00E07DFB" w:rsidRPr="00065D03" w:rsidRDefault="00E07DFB" w:rsidP="00065D03">
      <w:pPr>
        <w:pStyle w:val="libNormal"/>
        <w:rPr>
          <w:rtl/>
        </w:rPr>
      </w:pPr>
      <w:r w:rsidRPr="00065D03">
        <w:rPr>
          <w:rtl/>
        </w:rPr>
        <w:t>كما يؤثِّر في فهم كلام الإمام المعصوم</w:t>
      </w:r>
      <w:r w:rsidR="00610870">
        <w:rPr>
          <w:rtl/>
        </w:rPr>
        <w:t>؛</w:t>
      </w:r>
      <w:r w:rsidRPr="00065D03">
        <w:rPr>
          <w:rtl/>
        </w:rPr>
        <w:t xml:space="preserve"> من خلال فهم المرتكزات القبلية التي استقرَّت لدى المتشرِّعة بفعل فتاوى أهل السُّـنَّة</w:t>
      </w:r>
      <w:r w:rsidR="00610870">
        <w:rPr>
          <w:rtl/>
        </w:rPr>
        <w:t>.</w:t>
      </w:r>
      <w:r w:rsidRPr="00065D03">
        <w:rPr>
          <w:rtl/>
        </w:rPr>
        <w:t xml:space="preserve"> وهذه الحالة شبيهة بالمرتكزات العُرفية التي يتَّفق الجميع على أنَّها مؤثِّرة في فهم كلام الإمام المعصوم.</w:t>
      </w:r>
    </w:p>
    <w:p w:rsidR="00E07DFB" w:rsidRPr="00065D03" w:rsidRDefault="00E07DFB" w:rsidP="00065D03">
      <w:pPr>
        <w:pStyle w:val="libNormal"/>
        <w:rPr>
          <w:rtl/>
        </w:rPr>
      </w:pPr>
      <w:r w:rsidRPr="00065D03">
        <w:rPr>
          <w:rtl/>
        </w:rPr>
        <w:t>محصَّل هذا الكلام ومعناه: إنَّ فهم المدارس الفقهية السُّنيَّة يمكن أن يترك أثره في رواياتنا الفقهية من خلال عدَّة موارد</w:t>
      </w:r>
      <w:r w:rsidR="00610870">
        <w:rPr>
          <w:rtl/>
        </w:rPr>
        <w:t>،</w:t>
      </w:r>
      <w:r w:rsidRPr="00065D03">
        <w:rPr>
          <w:rtl/>
        </w:rPr>
        <w:t xml:space="preserve"> والموارد التي نعنيها هي:</w:t>
      </w:r>
    </w:p>
    <w:p w:rsidR="00E07DFB" w:rsidRPr="002A0058" w:rsidRDefault="00E07DFB" w:rsidP="002A0058">
      <w:pPr>
        <w:pStyle w:val="libNormal"/>
        <w:rPr>
          <w:rtl/>
        </w:rPr>
      </w:pPr>
      <w:r w:rsidRPr="002A0058">
        <w:rPr>
          <w:rtl/>
        </w:rPr>
        <w:t>1</w:t>
      </w:r>
      <w:r w:rsidR="00610870">
        <w:rPr>
          <w:rtl/>
        </w:rPr>
        <w:t xml:space="preserve"> - </w:t>
      </w:r>
      <w:r w:rsidRPr="00313984">
        <w:rPr>
          <w:rStyle w:val="libBold1Char"/>
          <w:rtl/>
        </w:rPr>
        <w:t>التقيَّة:</w:t>
      </w:r>
      <w:r w:rsidRPr="002A0058">
        <w:rPr>
          <w:rtl/>
        </w:rPr>
        <w:t xml:space="preserve"> يكون التأثير من خلال تشخيص جهة الرواية</w:t>
      </w:r>
      <w:r w:rsidR="00610870">
        <w:rPr>
          <w:rtl/>
        </w:rPr>
        <w:t>،</w:t>
      </w:r>
      <w:r w:rsidRPr="002A0058">
        <w:rPr>
          <w:rtl/>
        </w:rPr>
        <w:t xml:space="preserve"> فتشخيص الجهة يُؤثِّر في معرفة ما إذا كانت الرواية قد صدرت تقيَّة أم لا.</w:t>
      </w:r>
    </w:p>
    <w:p w:rsidR="00E07DFB" w:rsidRPr="002A0058" w:rsidRDefault="00E07DFB" w:rsidP="002A0058">
      <w:pPr>
        <w:pStyle w:val="libNormal"/>
        <w:rPr>
          <w:rtl/>
        </w:rPr>
      </w:pPr>
      <w:r w:rsidRPr="002A0058">
        <w:rPr>
          <w:rtl/>
        </w:rPr>
        <w:t>2</w:t>
      </w:r>
      <w:r w:rsidR="00610870">
        <w:rPr>
          <w:rtl/>
        </w:rPr>
        <w:t xml:space="preserve"> - </w:t>
      </w:r>
      <w:r w:rsidRPr="00313984">
        <w:rPr>
          <w:rStyle w:val="libBold1Char"/>
          <w:rtl/>
        </w:rPr>
        <w:t>التصحيح:</w:t>
      </w:r>
      <w:r w:rsidRPr="002A0058">
        <w:rPr>
          <w:rtl/>
        </w:rPr>
        <w:t xml:space="preserve"> بمعنى أنَّ نظر الإمام المعصوم كان متَّجهاً إلى الروايات والفتاوى الرائجة في ذلك العصر</w:t>
      </w:r>
      <w:r w:rsidR="00610870">
        <w:rPr>
          <w:rtl/>
        </w:rPr>
        <w:t>،</w:t>
      </w:r>
      <w:r w:rsidRPr="002A0058">
        <w:rPr>
          <w:rtl/>
        </w:rPr>
        <w:t xml:space="preserve"> وهو في صدد إصلاحها.</w:t>
      </w:r>
    </w:p>
    <w:p w:rsidR="00E07DFB" w:rsidRPr="002A0058" w:rsidRDefault="00E07DFB" w:rsidP="002A0058">
      <w:pPr>
        <w:pStyle w:val="libNormal"/>
        <w:rPr>
          <w:rtl/>
        </w:rPr>
      </w:pPr>
      <w:r w:rsidRPr="002A0058">
        <w:rPr>
          <w:rtl/>
        </w:rPr>
        <w:t>3</w:t>
      </w:r>
      <w:r w:rsidR="00610870">
        <w:rPr>
          <w:rtl/>
        </w:rPr>
        <w:t xml:space="preserve"> - </w:t>
      </w:r>
      <w:r w:rsidRPr="00313984">
        <w:rPr>
          <w:rStyle w:val="libBold1Char"/>
          <w:rtl/>
        </w:rPr>
        <w:t>إسباغ الصحَّة:</w:t>
      </w:r>
      <w:r w:rsidRPr="002A0058">
        <w:rPr>
          <w:rtl/>
        </w:rPr>
        <w:t xml:space="preserve"> بمعنى أنَّ الإمام المعصوم كان يبغي تصحيح بعض أقوالهم وإمضائها.</w:t>
      </w:r>
    </w:p>
    <w:p w:rsidR="00CD444A" w:rsidRDefault="00E07DFB" w:rsidP="00065D03">
      <w:pPr>
        <w:pStyle w:val="libNormal"/>
        <w:rPr>
          <w:rtl/>
        </w:rPr>
      </w:pPr>
      <w:r w:rsidRPr="00065D03">
        <w:rPr>
          <w:rtl/>
        </w:rPr>
        <w:t>لذلك</w:t>
      </w:r>
      <w:r w:rsidR="00610870">
        <w:rPr>
          <w:rtl/>
        </w:rPr>
        <w:t>،</w:t>
      </w:r>
      <w:r w:rsidRPr="00065D03">
        <w:rPr>
          <w:rtl/>
        </w:rPr>
        <w:t xml:space="preserve"> إذا كانت لنا معرفة بكلام أهل السُّـنَّة</w:t>
      </w:r>
      <w:r w:rsidR="00610870">
        <w:rPr>
          <w:rtl/>
        </w:rPr>
        <w:t>،</w:t>
      </w:r>
      <w:r w:rsidRPr="00065D03">
        <w:rPr>
          <w:rtl/>
        </w:rPr>
        <w:t xml:space="preserve"> في مضمار الفقه</w:t>
      </w:r>
      <w:r w:rsidR="00610870">
        <w:rPr>
          <w:rtl/>
        </w:rPr>
        <w:t>،</w:t>
      </w:r>
      <w:r w:rsidRPr="00065D03">
        <w:rPr>
          <w:rtl/>
        </w:rPr>
        <w:t xml:space="preserve"> يكون بمقدورنا أن نتعرَّف إلى حدود كلام الإمام المعصوم وثغوره.</w:t>
      </w:r>
    </w:p>
    <w:p w:rsidR="00CD444A" w:rsidRDefault="00CD444A" w:rsidP="00E5125A">
      <w:pPr>
        <w:pStyle w:val="libNormal"/>
        <w:rPr>
          <w:rtl/>
        </w:rPr>
      </w:pPr>
      <w:r>
        <w:rPr>
          <w:rtl/>
        </w:rPr>
        <w:br w:type="page"/>
      </w:r>
    </w:p>
    <w:p w:rsidR="00E07DFB" w:rsidRPr="002A0058" w:rsidRDefault="00E07DFB" w:rsidP="002A0058">
      <w:pPr>
        <w:pStyle w:val="libNormal"/>
        <w:rPr>
          <w:rtl/>
        </w:rPr>
      </w:pPr>
      <w:r w:rsidRPr="00313984">
        <w:rPr>
          <w:rStyle w:val="libBold1Char"/>
          <w:rtl/>
        </w:rPr>
        <w:lastRenderedPageBreak/>
        <w:t xml:space="preserve">د. كُرْجي: </w:t>
      </w:r>
      <w:r w:rsidRPr="002A0058">
        <w:rPr>
          <w:rtl/>
        </w:rPr>
        <w:t>أعتقد أنَّ معرفة المدارس الأخرى</w:t>
      </w:r>
      <w:r w:rsidR="00610870">
        <w:rPr>
          <w:rtl/>
        </w:rPr>
        <w:t>،</w:t>
      </w:r>
      <w:r w:rsidRPr="002A0058">
        <w:rPr>
          <w:rtl/>
        </w:rPr>
        <w:t xml:space="preserve"> بل المعرفة الدقيقة لفقه قدماء الشيعة</w:t>
      </w:r>
      <w:r w:rsidR="00610870">
        <w:rPr>
          <w:rtl/>
        </w:rPr>
        <w:t>،</w:t>
      </w:r>
      <w:r w:rsidRPr="002A0058">
        <w:rPr>
          <w:rtl/>
        </w:rPr>
        <w:t xml:space="preserve"> له تأثير كبير في استنباط الأحكام الفقهية</w:t>
      </w:r>
      <w:r w:rsidR="00610870">
        <w:rPr>
          <w:rtl/>
        </w:rPr>
        <w:t>،</w:t>
      </w:r>
      <w:r w:rsidRPr="002A0058">
        <w:rPr>
          <w:rtl/>
        </w:rPr>
        <w:t xml:space="preserve"> فعن طريق هذه المعرفة نستطيع أن نتعرَّف إلى أهداف الشارع ومقاصده بشكل أفضل.</w:t>
      </w:r>
    </w:p>
    <w:p w:rsidR="00E07DFB" w:rsidRPr="00065D03" w:rsidRDefault="00E07DFB" w:rsidP="00065D03">
      <w:pPr>
        <w:pStyle w:val="libNormal"/>
        <w:rPr>
          <w:rtl/>
        </w:rPr>
      </w:pPr>
      <w:r w:rsidRPr="00065D03">
        <w:rPr>
          <w:rtl/>
        </w:rPr>
        <w:t>الفقه المعاصر</w:t>
      </w:r>
      <w:r w:rsidR="00610870">
        <w:rPr>
          <w:rtl/>
        </w:rPr>
        <w:t>،</w:t>
      </w:r>
      <w:r w:rsidRPr="00065D03">
        <w:rPr>
          <w:rtl/>
        </w:rPr>
        <w:t xml:space="preserve"> وإنْ شهد من الوجهة الفنية تطوُّراً كبيراً</w:t>
      </w:r>
      <w:r w:rsidR="00610870">
        <w:rPr>
          <w:rtl/>
        </w:rPr>
        <w:t>،</w:t>
      </w:r>
      <w:r w:rsidRPr="00065D03">
        <w:rPr>
          <w:rtl/>
        </w:rPr>
        <w:t xml:space="preserve"> إلاّ أنَّني لا أعتقد بأنَّه أحرز بهذه المظاهر الفنّية اقتراباً من الكتاب والسُّـنَّة</w:t>
      </w:r>
      <w:r w:rsidR="00610870">
        <w:rPr>
          <w:rtl/>
        </w:rPr>
        <w:t>،</w:t>
      </w:r>
      <w:r w:rsidRPr="00065D03">
        <w:rPr>
          <w:rtl/>
        </w:rPr>
        <w:t xml:space="preserve"> بحيث صرنا أقرب إلى أحكامهما الواقعية</w:t>
      </w:r>
      <w:r w:rsidR="00610870">
        <w:rPr>
          <w:rtl/>
        </w:rPr>
        <w:t>.</w:t>
      </w:r>
      <w:r w:rsidRPr="00065D03">
        <w:rPr>
          <w:rtl/>
        </w:rPr>
        <w:t xml:space="preserve"> ينطوي فقه القدماء</w:t>
      </w:r>
      <w:r w:rsidR="00610870">
        <w:rPr>
          <w:rtl/>
        </w:rPr>
        <w:t>،</w:t>
      </w:r>
      <w:r w:rsidRPr="00065D03">
        <w:rPr>
          <w:rtl/>
        </w:rPr>
        <w:t xml:space="preserve"> لا سيَّما فقه أهل السُّـنَّة</w:t>
      </w:r>
      <w:r w:rsidR="00610870">
        <w:rPr>
          <w:rtl/>
        </w:rPr>
        <w:t>،</w:t>
      </w:r>
      <w:r w:rsidRPr="00065D03">
        <w:rPr>
          <w:rtl/>
        </w:rPr>
        <w:t xml:space="preserve"> على سهولة خاصّة</w:t>
      </w:r>
      <w:r w:rsidR="00610870">
        <w:rPr>
          <w:rtl/>
        </w:rPr>
        <w:t>،</w:t>
      </w:r>
      <w:r w:rsidRPr="00065D03">
        <w:rPr>
          <w:rtl/>
        </w:rPr>
        <w:t xml:space="preserve"> وهو في نظري أشبه ما يكون بشأن نزول آيات القرآن</w:t>
      </w:r>
      <w:r w:rsidR="00610870">
        <w:rPr>
          <w:rtl/>
        </w:rPr>
        <w:t>،</w:t>
      </w:r>
      <w:r w:rsidRPr="00065D03">
        <w:rPr>
          <w:rtl/>
        </w:rPr>
        <w:t xml:space="preserve"> ومن ثم يمكن من خلاله بلوغ مقاصد الكتاب والسُّـنَّة والوقوف عليها على نحو أفضل.</w:t>
      </w:r>
    </w:p>
    <w:p w:rsidR="00E07DFB" w:rsidRPr="002A0058" w:rsidRDefault="00E07DFB" w:rsidP="00283EDA">
      <w:pPr>
        <w:pStyle w:val="libNormal"/>
        <w:rPr>
          <w:rtl/>
        </w:rPr>
      </w:pPr>
      <w:r w:rsidRPr="00313984">
        <w:rPr>
          <w:rStyle w:val="libBold1Char"/>
          <w:rtl/>
        </w:rPr>
        <w:t>السيد مرعشي:</w:t>
      </w:r>
      <w:r w:rsidRPr="002A0058">
        <w:rPr>
          <w:rtl/>
        </w:rPr>
        <w:t xml:space="preserve"> ما دامت روايات أهل البيت </w:t>
      </w:r>
      <w:r w:rsidR="00283EDA" w:rsidRPr="00283EDA">
        <w:rPr>
          <w:rStyle w:val="libAlaemChar"/>
          <w:rFonts w:eastAsiaTheme="minorHAnsi"/>
          <w:rtl/>
        </w:rPr>
        <w:t>عليهم‌السلام</w:t>
      </w:r>
      <w:r w:rsidRPr="002A0058">
        <w:rPr>
          <w:rtl/>
        </w:rPr>
        <w:t xml:space="preserve"> قد صدرت في عصر كان فيه فقهاء العامّة يمارسون الإفتاء</w:t>
      </w:r>
      <w:r w:rsidR="00610870">
        <w:rPr>
          <w:rtl/>
        </w:rPr>
        <w:t>؛</w:t>
      </w:r>
      <w:r w:rsidRPr="002A0058">
        <w:rPr>
          <w:rtl/>
        </w:rPr>
        <w:t xml:space="preserve"> ولمَّا كان أئمَّة الشيعة على معرفة بتلك الفتاوى</w:t>
      </w:r>
      <w:r w:rsidR="00610870">
        <w:rPr>
          <w:rtl/>
        </w:rPr>
        <w:t>؛</w:t>
      </w:r>
      <w:r w:rsidRPr="002A0058">
        <w:rPr>
          <w:rtl/>
        </w:rPr>
        <w:t xml:space="preserve"> لذا من الممكن أن تكون كلمات الأئمَّة ناظرة إلى تلك الفتاوى</w:t>
      </w:r>
      <w:r w:rsidR="00610870">
        <w:rPr>
          <w:rtl/>
        </w:rPr>
        <w:t>.</w:t>
      </w:r>
      <w:r w:rsidRPr="002A0058">
        <w:rPr>
          <w:rtl/>
        </w:rPr>
        <w:t xml:space="preserve"> وهذا أمر يمكن أن يُسهم في فهم مراد الإمام </w:t>
      </w:r>
      <w:r w:rsidR="00283EDA" w:rsidRPr="00283EDA">
        <w:rPr>
          <w:rStyle w:val="libAlaemChar"/>
          <w:rFonts w:eastAsiaTheme="minorHAnsi"/>
          <w:rtl/>
        </w:rPr>
        <w:t>عليه‌السلام</w:t>
      </w:r>
      <w:r w:rsidRPr="002A0058">
        <w:rPr>
          <w:rtl/>
        </w:rPr>
        <w:t xml:space="preserve"> من الرواية، ويكون مؤثِّراً في ذلك.</w:t>
      </w:r>
    </w:p>
    <w:p w:rsidR="00E07DFB" w:rsidRPr="00065D03" w:rsidRDefault="00E07DFB" w:rsidP="00065D03">
      <w:pPr>
        <w:pStyle w:val="libNormal"/>
        <w:rPr>
          <w:rtl/>
        </w:rPr>
      </w:pPr>
      <w:r w:rsidRPr="00065D03">
        <w:rPr>
          <w:rtl/>
        </w:rPr>
        <w:t>ولهذا كان المرحوم آية الله العظمى البروجردي (ت: 1960م) يولي أهميَّة لروايات أهل السُّـنَّة وفتاواهم</w:t>
      </w:r>
      <w:r w:rsidR="00610870">
        <w:rPr>
          <w:rtl/>
        </w:rPr>
        <w:t>.</w:t>
      </w:r>
      <w:r w:rsidRPr="00065D03">
        <w:rPr>
          <w:rtl/>
        </w:rPr>
        <w:t xml:space="preserve"> على سبيل المثال</w:t>
      </w:r>
      <w:r w:rsidR="00610870">
        <w:rPr>
          <w:rtl/>
        </w:rPr>
        <w:t>،</w:t>
      </w:r>
      <w:r w:rsidRPr="00065D03">
        <w:rPr>
          <w:rtl/>
        </w:rPr>
        <w:t xml:space="preserve"> كان البروجردي يستشكل في الجهر بالبسملة في الصلوات الإخفاتية</w:t>
      </w:r>
      <w:r w:rsidR="00610870">
        <w:rPr>
          <w:rtl/>
        </w:rPr>
        <w:t>،</w:t>
      </w:r>
      <w:r w:rsidRPr="00065D03">
        <w:rPr>
          <w:rtl/>
        </w:rPr>
        <w:t xml:space="preserve"> وكان يقول: (يمكن أن يكون المراد من الرويات</w:t>
      </w:r>
      <w:r w:rsidR="00610870">
        <w:rPr>
          <w:rtl/>
        </w:rPr>
        <w:t>،</w:t>
      </w:r>
      <w:r w:rsidRPr="00065D03">
        <w:rPr>
          <w:rtl/>
        </w:rPr>
        <w:t xml:space="preserve"> التي تنص على أنَّ من علامات المؤمن الجهر ببسم الله الرحمن الرحيم</w:t>
      </w:r>
      <w:r w:rsidR="00610870">
        <w:rPr>
          <w:rtl/>
        </w:rPr>
        <w:t>،</w:t>
      </w:r>
      <w:r w:rsidRPr="00065D03">
        <w:rPr>
          <w:rtl/>
        </w:rPr>
        <w:t xml:space="preserve"> أنَّها جاءت ناظرة إلى بعض فتاوى فقهاء العامّة ممَّن يذهب إلى وجوب الإخفات بالبسملة حتّى في الصلوات الجهرية</w:t>
      </w:r>
      <w:r w:rsidR="00610870">
        <w:rPr>
          <w:rtl/>
        </w:rPr>
        <w:t>،</w:t>
      </w:r>
      <w:r w:rsidRPr="00065D03">
        <w:rPr>
          <w:rtl/>
        </w:rPr>
        <w:t xml:space="preserve"> في حين يمكن لهذا الجهر أن لا يسري إلى الصلوات الإخفاتية).</w:t>
      </w:r>
    </w:p>
    <w:p w:rsidR="00CD444A" w:rsidRDefault="00E07DFB" w:rsidP="00065D03">
      <w:pPr>
        <w:pStyle w:val="libNormal"/>
        <w:rPr>
          <w:rtl/>
        </w:rPr>
      </w:pPr>
      <w:r w:rsidRPr="00065D03">
        <w:rPr>
          <w:rtl/>
        </w:rPr>
        <w:t>وعندما نعود إلى كتبنا الفقهية</w:t>
      </w:r>
      <w:r w:rsidR="00610870">
        <w:rPr>
          <w:rtl/>
        </w:rPr>
        <w:t>،</w:t>
      </w:r>
      <w:r w:rsidRPr="00065D03">
        <w:rPr>
          <w:rtl/>
        </w:rPr>
        <w:t xml:space="preserve"> نجد أنَّ منحى الفقهاء يقوم على الانتباه إلى ما في المدارس الفقهية المختلفة لأهل السُّـنَّة</w:t>
      </w:r>
      <w:r w:rsidR="00610870">
        <w:rPr>
          <w:rtl/>
        </w:rPr>
        <w:t>،</w:t>
      </w:r>
      <w:r w:rsidRPr="00065D03">
        <w:rPr>
          <w:rtl/>
        </w:rPr>
        <w:t xml:space="preserve"> وما أراه أنَّ الأمر لا يقتصر على ضرورة أن ينفتح فقهاؤنا على النظريات الفقهية لأهل السُّـنَّة</w:t>
      </w:r>
      <w:r w:rsidR="00610870">
        <w:rPr>
          <w:rtl/>
        </w:rPr>
        <w:t>،</w:t>
      </w:r>
      <w:r w:rsidRPr="00065D03">
        <w:rPr>
          <w:rtl/>
        </w:rPr>
        <w:t xml:space="preserve"> بل عليهم أيضاً أن ينفتحوا على النظريات الحقوقية والقانونية السائدة في العالم</w:t>
      </w:r>
      <w:r w:rsidR="00610870">
        <w:rPr>
          <w:rtl/>
        </w:rPr>
        <w:t>؛</w:t>
      </w:r>
      <w:r w:rsidRPr="00065D03">
        <w:rPr>
          <w:rtl/>
        </w:rPr>
        <w:t xml:space="preserve"> والسبب الذي يدعو إلى ذلك أنَّه ليس هناك موضع للتعبُّد الشرعي في كثير من المسائل الفقهية</w:t>
      </w:r>
      <w:r w:rsidR="00610870">
        <w:rPr>
          <w:rtl/>
        </w:rPr>
        <w:t>،</w:t>
      </w:r>
      <w:r w:rsidRPr="00065D03">
        <w:rPr>
          <w:rtl/>
        </w:rPr>
        <w:t xml:space="preserve"> إنَّما يكتفي الفقيه بعرض نظرياته على أساس مجموعة من الأمور الاعتبارية.</w:t>
      </w:r>
    </w:p>
    <w:p w:rsidR="00CD444A" w:rsidRDefault="00CD444A"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لذلك يمكن أن تتغيَّر رؤية مثل هذه القضية بالكامل</w:t>
      </w:r>
      <w:r w:rsidR="00610870">
        <w:rPr>
          <w:rtl/>
        </w:rPr>
        <w:t>،</w:t>
      </w:r>
      <w:r w:rsidRPr="00065D03">
        <w:rPr>
          <w:rtl/>
        </w:rPr>
        <w:t xml:space="preserve"> حينما تتكثَّف رؤيته حيال نقطة تستقطبه من خلال اطّلاعه على النظريات الحقوقية للآخرين. وهذا أمر يبدو ملحوظاً في كثير من المسائل التجارية والعقود والمواثيق.</w:t>
      </w:r>
    </w:p>
    <w:p w:rsidR="00E07DFB" w:rsidRPr="002A0058" w:rsidRDefault="00E07DFB" w:rsidP="002A0058">
      <w:pPr>
        <w:pStyle w:val="libNormal"/>
        <w:rPr>
          <w:rtl/>
        </w:rPr>
      </w:pPr>
      <w:r w:rsidRPr="00313984">
        <w:rPr>
          <w:rStyle w:val="libBold1Char"/>
          <w:rtl/>
        </w:rPr>
        <w:t>د. كاتوزْيان:</w:t>
      </w:r>
      <w:r w:rsidRPr="002A0058">
        <w:rPr>
          <w:rtl/>
        </w:rPr>
        <w:t xml:space="preserve"> إذا كان المقصود من المحور المطروح للبحث هو التوجُّه إلى فقه العامّة</w:t>
      </w:r>
      <w:r w:rsidR="00610870">
        <w:rPr>
          <w:rtl/>
        </w:rPr>
        <w:t>،</w:t>
      </w:r>
      <w:r w:rsidRPr="002A0058">
        <w:rPr>
          <w:rtl/>
        </w:rPr>
        <w:t xml:space="preserve"> ينبغي أن نقول: إنَّ فقهاء الإمامية دأبوا منذ القديم على ملاحظة استنباطات بقيَّة المسلمين</w:t>
      </w:r>
      <w:r w:rsidR="00610870">
        <w:rPr>
          <w:rtl/>
        </w:rPr>
        <w:t>،</w:t>
      </w:r>
      <w:r w:rsidRPr="002A0058">
        <w:rPr>
          <w:rtl/>
        </w:rPr>
        <w:t xml:space="preserve"> في مسائلهم الفقهية وممارستهم للاستنباط</w:t>
      </w:r>
      <w:r w:rsidR="00610870">
        <w:rPr>
          <w:rtl/>
        </w:rPr>
        <w:t>.</w:t>
      </w:r>
      <w:r w:rsidRPr="002A0058">
        <w:rPr>
          <w:rtl/>
        </w:rPr>
        <w:t xml:space="preserve"> فما سعى إليه السيّد المرتضى (ت 436 هـ) في</w:t>
      </w:r>
      <w:r w:rsidRPr="00313984">
        <w:rPr>
          <w:rStyle w:val="libBold1Char"/>
          <w:rtl/>
        </w:rPr>
        <w:t xml:space="preserve"> (الانتصار)</w:t>
      </w:r>
      <w:r w:rsidR="00610870">
        <w:rPr>
          <w:rStyle w:val="libBold1Char"/>
          <w:rtl/>
        </w:rPr>
        <w:t>،</w:t>
      </w:r>
      <w:r w:rsidRPr="002A0058">
        <w:rPr>
          <w:rtl/>
        </w:rPr>
        <w:t xml:space="preserve"> هو إثبات نوع من الخصوصية وأصالة الاستنباط لفقهاء الشيعة إزاء الآخرين</w:t>
      </w:r>
      <w:r w:rsidR="00610870">
        <w:rPr>
          <w:rtl/>
        </w:rPr>
        <w:t>،</w:t>
      </w:r>
      <w:r w:rsidRPr="002A0058">
        <w:rPr>
          <w:rtl/>
        </w:rPr>
        <w:t xml:space="preserve"> ومثل هذه المبادرة كانت تستلزم معرفة فقه الآخرين والإحاطة بأقوالهم.</w:t>
      </w:r>
    </w:p>
    <w:p w:rsidR="00E07DFB" w:rsidRPr="002A0058" w:rsidRDefault="00E07DFB" w:rsidP="002A0058">
      <w:pPr>
        <w:pStyle w:val="libNormal"/>
        <w:rPr>
          <w:rtl/>
        </w:rPr>
      </w:pPr>
      <w:r w:rsidRPr="002A0058">
        <w:rPr>
          <w:rtl/>
        </w:rPr>
        <w:t>أمَّا الشيخ الطوسي</w:t>
      </w:r>
      <w:r w:rsidR="00610870">
        <w:rPr>
          <w:rtl/>
        </w:rPr>
        <w:t>،</w:t>
      </w:r>
      <w:r w:rsidRPr="002A0058">
        <w:rPr>
          <w:rtl/>
        </w:rPr>
        <w:t xml:space="preserve"> فقد عكس في كتابه</w:t>
      </w:r>
      <w:r w:rsidRPr="00313984">
        <w:rPr>
          <w:rStyle w:val="libBold1Char"/>
          <w:rtl/>
        </w:rPr>
        <w:t xml:space="preserve"> (الخلاف)</w:t>
      </w:r>
      <w:r w:rsidRPr="002A0058">
        <w:rPr>
          <w:rtl/>
        </w:rPr>
        <w:t xml:space="preserve"> (أوّل مثال للفقه التطبيقي المقارَن في المدرسة الشيعية)</w:t>
      </w:r>
      <w:r w:rsidR="00610870">
        <w:rPr>
          <w:rtl/>
        </w:rPr>
        <w:t>،</w:t>
      </w:r>
      <w:r w:rsidRPr="002A0058">
        <w:rPr>
          <w:rtl/>
        </w:rPr>
        <w:t xml:space="preserve"> في حين تابع العلاّمة الحلِّي هذا المنهج في أكبر مصنَّفاته الفقهية: </w:t>
      </w:r>
      <w:r w:rsidRPr="00313984">
        <w:rPr>
          <w:rStyle w:val="libBold1Char"/>
          <w:rtl/>
        </w:rPr>
        <w:t>(تذكرة الفقهاء)</w:t>
      </w:r>
      <w:r w:rsidR="00610870">
        <w:rPr>
          <w:rtl/>
        </w:rPr>
        <w:t>.</w:t>
      </w:r>
      <w:r w:rsidRPr="002A0058">
        <w:rPr>
          <w:rtl/>
        </w:rPr>
        <w:t xml:space="preserve"> والذي يبدو أنَّ العمل الذي كان ماثلاً أمام أولئك الفقهاء</w:t>
      </w:r>
      <w:r w:rsidR="00610870">
        <w:rPr>
          <w:rtl/>
        </w:rPr>
        <w:t>،</w:t>
      </w:r>
      <w:r w:rsidRPr="002A0058">
        <w:rPr>
          <w:rtl/>
        </w:rPr>
        <w:t xml:space="preserve"> ويحفِّزهم إلى سلوك هذا النهج</w:t>
      </w:r>
      <w:r w:rsidR="00610870">
        <w:rPr>
          <w:rtl/>
        </w:rPr>
        <w:t>،</w:t>
      </w:r>
      <w:r w:rsidRPr="002A0058">
        <w:rPr>
          <w:rtl/>
        </w:rPr>
        <w:t xml:space="preserve"> هو كتاب</w:t>
      </w:r>
      <w:r w:rsidRPr="00313984">
        <w:rPr>
          <w:rStyle w:val="libBold1Char"/>
          <w:rtl/>
        </w:rPr>
        <w:t xml:space="preserve"> (المغني) </w:t>
      </w:r>
      <w:r w:rsidRPr="002A0058">
        <w:rPr>
          <w:rtl/>
        </w:rPr>
        <w:t>لابن قدامة</w:t>
      </w:r>
      <w:r w:rsidR="00610870">
        <w:rPr>
          <w:rtl/>
        </w:rPr>
        <w:t>،</w:t>
      </w:r>
      <w:r w:rsidRPr="002A0058">
        <w:rPr>
          <w:rtl/>
        </w:rPr>
        <w:t xml:space="preserve"> الذي كان ينطوي على مجموعة من اجتهادات فقهاء العامّة</w:t>
      </w:r>
      <w:r w:rsidR="00610870">
        <w:rPr>
          <w:rtl/>
        </w:rPr>
        <w:t>،</w:t>
      </w:r>
      <w:r w:rsidRPr="002A0058">
        <w:rPr>
          <w:rtl/>
        </w:rPr>
        <w:t xml:space="preserve"> وقد استفاد العلاّمة الحلِّي منه على وجه الخصوص.</w:t>
      </w:r>
    </w:p>
    <w:p w:rsidR="00E07DFB" w:rsidRPr="002A0058" w:rsidRDefault="00E07DFB" w:rsidP="00CD444A">
      <w:pPr>
        <w:pStyle w:val="libNormal"/>
        <w:rPr>
          <w:rtl/>
        </w:rPr>
      </w:pPr>
      <w:r w:rsidRPr="00065D03">
        <w:rPr>
          <w:rtl/>
        </w:rPr>
        <w:t>أمَّا الفقهاء المتأخِّرون</w:t>
      </w:r>
      <w:r w:rsidR="00610870">
        <w:rPr>
          <w:rtl/>
        </w:rPr>
        <w:t>،</w:t>
      </w:r>
      <w:r w:rsidRPr="00065D03">
        <w:rPr>
          <w:rtl/>
        </w:rPr>
        <w:t xml:space="preserve"> فقد أخذوا بنظر الاعتبار في ممارستهم للاستنباط بعض</w:t>
      </w:r>
      <w:r w:rsidR="00CD444A">
        <w:rPr>
          <w:rFonts w:hint="cs"/>
          <w:rtl/>
        </w:rPr>
        <w:t xml:space="preserve"> </w:t>
      </w:r>
      <w:r w:rsidRPr="002A0058">
        <w:rPr>
          <w:rtl/>
        </w:rPr>
        <w:t>فروع المدارس الفقهية الأخرى بهذا القدر أو ذاك</w:t>
      </w:r>
      <w:r w:rsidR="00610870">
        <w:rPr>
          <w:rtl/>
        </w:rPr>
        <w:t>،</w:t>
      </w:r>
      <w:r w:rsidRPr="002A0058">
        <w:rPr>
          <w:rtl/>
        </w:rPr>
        <w:t xml:space="preserve"> حيث يُعدُّ كتاب </w:t>
      </w:r>
      <w:r w:rsidRPr="00313984">
        <w:rPr>
          <w:rStyle w:val="libBold1Char"/>
          <w:rtl/>
        </w:rPr>
        <w:t>(تحرير المجلَّة)</w:t>
      </w:r>
      <w:r w:rsidRPr="002A0058">
        <w:rPr>
          <w:rtl/>
        </w:rPr>
        <w:t xml:space="preserve"> للشيخ محمد حسين كاشف الغطاء (ت1227 هـ) مثالاً دالَّاً على هذا الاتجاه</w:t>
      </w:r>
      <w:r w:rsidR="00610870">
        <w:rPr>
          <w:rtl/>
        </w:rPr>
        <w:t>.</w:t>
      </w:r>
    </w:p>
    <w:p w:rsidR="00CD444A" w:rsidRDefault="00E07DFB" w:rsidP="002A0058">
      <w:pPr>
        <w:pStyle w:val="libNormal"/>
        <w:rPr>
          <w:rtl/>
        </w:rPr>
      </w:pPr>
      <w:r w:rsidRPr="00313984">
        <w:rPr>
          <w:rStyle w:val="libBold1Char"/>
          <w:rtl/>
        </w:rPr>
        <w:t>في الحقيقة</w:t>
      </w:r>
      <w:r w:rsidR="00610870">
        <w:rPr>
          <w:rtl/>
        </w:rPr>
        <w:t>،</w:t>
      </w:r>
      <w:r w:rsidRPr="002A0058">
        <w:rPr>
          <w:rtl/>
        </w:rPr>
        <w:t xml:space="preserve"> أدرك أولئك الفقهاء الكبار جيَّداً</w:t>
      </w:r>
      <w:r w:rsidR="00610870">
        <w:rPr>
          <w:rtl/>
        </w:rPr>
        <w:t>،</w:t>
      </w:r>
      <w:r w:rsidRPr="002A0058">
        <w:rPr>
          <w:rtl/>
        </w:rPr>
        <w:t xml:space="preserve"> أنَّ الاستنباط الفقهي لا يعدو أن يكن أكثر من إجراء الصناعات المنطقية والأدبية وتوظيفها في إدراك مفاهيم الكلام</w:t>
      </w:r>
      <w:r w:rsidR="00610870">
        <w:rPr>
          <w:rtl/>
        </w:rPr>
        <w:t>.</w:t>
      </w:r>
      <w:r w:rsidRPr="002A0058">
        <w:rPr>
          <w:rtl/>
        </w:rPr>
        <w:t xml:space="preserve"> وهذا الفنّ الذي يبحث عن الحقّ ويهدف إلى تنفيذ العدالة</w:t>
      </w:r>
      <w:r w:rsidR="00610870">
        <w:rPr>
          <w:rtl/>
        </w:rPr>
        <w:t>،</w:t>
      </w:r>
      <w:r w:rsidRPr="002A0058">
        <w:rPr>
          <w:rtl/>
        </w:rPr>
        <w:t xml:space="preserve"> مَثَلُ الفقيه فيه كَمَثلِ أيِّ شخص آخر من أصحاب بقيَّة الفنون</w:t>
      </w:r>
      <w:r w:rsidR="00610870">
        <w:rPr>
          <w:rtl/>
        </w:rPr>
        <w:t>؛</w:t>
      </w:r>
      <w:r w:rsidRPr="002A0058">
        <w:rPr>
          <w:rtl/>
        </w:rPr>
        <w:t xml:space="preserve"> لا يستطيع أن يبلغ حالة النضج والاكتمال من دون أن يطَّلع على فنون الآخرين وصناعاتهم</w:t>
      </w:r>
      <w:r w:rsidR="00610870">
        <w:rPr>
          <w:rtl/>
        </w:rPr>
        <w:t>.</w:t>
      </w:r>
      <w:r w:rsidRPr="002A0058">
        <w:rPr>
          <w:rtl/>
        </w:rPr>
        <w:t xml:space="preserve"> </w:t>
      </w:r>
      <w:r w:rsidRPr="00313984">
        <w:rPr>
          <w:rStyle w:val="libBold1Char"/>
          <w:rtl/>
        </w:rPr>
        <w:t>هذه الحقيقة</w:t>
      </w:r>
      <w:r w:rsidRPr="002A0058">
        <w:rPr>
          <w:rtl/>
        </w:rPr>
        <w:t xml:space="preserve"> تراها مستبطَنة في قولهم المشهور: تزداد كفاءة الفقيه ومهارته على قدر استفاده من أساتذة متعدِّدين وبارزين</w:t>
      </w:r>
      <w:r w:rsidR="00610870">
        <w:rPr>
          <w:rtl/>
        </w:rPr>
        <w:t>.</w:t>
      </w:r>
      <w:r w:rsidRPr="002A0058">
        <w:rPr>
          <w:rtl/>
        </w:rPr>
        <w:t xml:space="preserve"> كما يستبطن هذا القول أيضا الحقيقة التي تدلُّ على أنَّ اختلاف الآراء وتضاربها يكون باعثاً لنضج المجتهد وتفتُّح مواهبه.</w:t>
      </w:r>
    </w:p>
    <w:p w:rsidR="00CD444A" w:rsidRDefault="00CD444A"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علينا أن نذهب أكثر من ذلك في هذا المجال</w:t>
      </w:r>
      <w:r w:rsidR="00610870">
        <w:rPr>
          <w:rtl/>
        </w:rPr>
        <w:t>،</w:t>
      </w:r>
      <w:r w:rsidRPr="00065D03">
        <w:rPr>
          <w:rtl/>
        </w:rPr>
        <w:t xml:space="preserve"> فإذا ما رام الفقيه حلَّ القضايا المعاصرة التي تكتنف المجتمع</w:t>
      </w:r>
      <w:r w:rsidR="00610870">
        <w:rPr>
          <w:rtl/>
        </w:rPr>
        <w:t>،</w:t>
      </w:r>
      <w:r w:rsidRPr="00065D03">
        <w:rPr>
          <w:rtl/>
        </w:rPr>
        <w:t xml:space="preserve"> عليه أن يطَّلع على النظم الحقوقية الحاضرة والنظريات السائدة في البلدان المتقدِّمة</w:t>
      </w:r>
      <w:r w:rsidR="00610870">
        <w:rPr>
          <w:rtl/>
        </w:rPr>
        <w:t>،</w:t>
      </w:r>
      <w:r w:rsidRPr="00065D03">
        <w:rPr>
          <w:rtl/>
        </w:rPr>
        <w:t xml:space="preserve"> فمن خلال الاطّلاع على مثل هذه المعلومات يستطيع الفقيه الواعي أن يجد أرضية كثير من النظريات الراهنة في عقائد فقهاء السلف وآرائهم</w:t>
      </w:r>
      <w:r w:rsidR="00610870">
        <w:rPr>
          <w:rtl/>
        </w:rPr>
        <w:t>،</w:t>
      </w:r>
      <w:r w:rsidRPr="00065D03">
        <w:rPr>
          <w:rtl/>
        </w:rPr>
        <w:t xml:space="preserve"> ويبادر إلى استكمالها</w:t>
      </w:r>
      <w:r w:rsidR="00610870">
        <w:rPr>
          <w:rtl/>
        </w:rPr>
        <w:t>.</w:t>
      </w:r>
      <w:r w:rsidRPr="00065D03">
        <w:rPr>
          <w:rtl/>
        </w:rPr>
        <w:t xml:space="preserve"> أمَّا الذي يمرُّ بالفقه مروراً عابراً</w:t>
      </w:r>
      <w:r w:rsidR="00610870">
        <w:rPr>
          <w:rtl/>
        </w:rPr>
        <w:t>،</w:t>
      </w:r>
      <w:r w:rsidRPr="00065D03">
        <w:rPr>
          <w:rtl/>
        </w:rPr>
        <w:t xml:space="preserve"> ويكتفي بالقراءة المجرَّدة</w:t>
      </w:r>
      <w:r w:rsidR="00610870">
        <w:rPr>
          <w:rtl/>
        </w:rPr>
        <w:t>،</w:t>
      </w:r>
      <w:r w:rsidRPr="00065D03">
        <w:rPr>
          <w:rtl/>
        </w:rPr>
        <w:t xml:space="preserve"> فهو لا يقف عند هذه النقاط ويتعمَّق فيها</w:t>
      </w:r>
      <w:r w:rsidR="00610870">
        <w:rPr>
          <w:rtl/>
        </w:rPr>
        <w:t>،</w:t>
      </w:r>
      <w:r w:rsidRPr="00065D03">
        <w:rPr>
          <w:rtl/>
        </w:rPr>
        <w:t xml:space="preserve"> بل يُعيد تكرار أقوال الآخرين مع إجراء تغيير طفيف عليها</w:t>
      </w:r>
      <w:r w:rsidR="00610870">
        <w:rPr>
          <w:rtl/>
        </w:rPr>
        <w:t>،</w:t>
      </w:r>
      <w:r w:rsidRPr="00065D03">
        <w:rPr>
          <w:rtl/>
        </w:rPr>
        <w:t xml:space="preserve"> من دون أن يستطيع أ</w:t>
      </w:r>
      <w:r w:rsidR="00CD444A">
        <w:rPr>
          <w:rtl/>
        </w:rPr>
        <w:t>ن يحصل على أشياء مهمَّة وجديدة.</w:t>
      </w:r>
    </w:p>
    <w:p w:rsidR="00E07DFB" w:rsidRPr="00313984" w:rsidRDefault="00E07DFB" w:rsidP="00313984">
      <w:pPr>
        <w:pStyle w:val="libBold1"/>
        <w:rPr>
          <w:rtl/>
        </w:rPr>
      </w:pPr>
      <w:r w:rsidRPr="00313984">
        <w:rPr>
          <w:rtl/>
        </w:rPr>
        <w:t>* جناب الشيخ معرفت</w:t>
      </w:r>
      <w:r w:rsidR="00610870">
        <w:rPr>
          <w:rtl/>
        </w:rPr>
        <w:t>،</w:t>
      </w:r>
      <w:r w:rsidRPr="00313984">
        <w:rPr>
          <w:rtl/>
        </w:rPr>
        <w:t xml:space="preserve"> انطلاقاً من معرفتك بنظريات أهل السُّـنَّة في الفقه والتفسير</w:t>
      </w:r>
      <w:r w:rsidR="00610870">
        <w:rPr>
          <w:rtl/>
        </w:rPr>
        <w:t>،</w:t>
      </w:r>
      <w:r w:rsidRPr="00313984">
        <w:rPr>
          <w:rtl/>
        </w:rPr>
        <w:t xml:space="preserve"> ما هو يا ترى التأثير المتصوَّر لفقه أهل السُّـنَّة في استنباط الفقيه الشيعي؟</w:t>
      </w:r>
    </w:p>
    <w:p w:rsidR="00E07DFB" w:rsidRPr="002A0058" w:rsidRDefault="00E07DFB" w:rsidP="00283EDA">
      <w:pPr>
        <w:pStyle w:val="libNormal"/>
        <w:rPr>
          <w:rtl/>
        </w:rPr>
      </w:pPr>
      <w:r w:rsidRPr="00313984">
        <w:rPr>
          <w:rStyle w:val="libBold1Char"/>
          <w:rtl/>
        </w:rPr>
        <w:t>الشيخ معرفت:</w:t>
      </w:r>
      <w:r w:rsidRPr="002A0058">
        <w:rPr>
          <w:rtl/>
        </w:rPr>
        <w:t xml:space="preserve"> كنتُ أسمع باستمرار من تلامذة آية الله العظمى البروجردي</w:t>
      </w:r>
      <w:r w:rsidR="00610870">
        <w:rPr>
          <w:rtl/>
        </w:rPr>
        <w:t>،</w:t>
      </w:r>
      <w:r w:rsidRPr="002A0058">
        <w:rPr>
          <w:rtl/>
        </w:rPr>
        <w:t xml:space="preserve"> أنَّه كان يعتقد بأنَّ معرفة النظريات الفقهية لأهل السُّـنَّة</w:t>
      </w:r>
      <w:r w:rsidR="00610870">
        <w:rPr>
          <w:rtl/>
        </w:rPr>
        <w:t>،</w:t>
      </w:r>
      <w:r w:rsidRPr="002A0058">
        <w:rPr>
          <w:rtl/>
        </w:rPr>
        <w:t xml:space="preserve"> لها أهميّة أساسية حتّى في فهم روايات الشيعة وفقههم الحديثي</w:t>
      </w:r>
      <w:r w:rsidR="00610870">
        <w:rPr>
          <w:rtl/>
        </w:rPr>
        <w:t>.</w:t>
      </w:r>
      <w:r w:rsidRPr="002A0058">
        <w:rPr>
          <w:rtl/>
        </w:rPr>
        <w:t xml:space="preserve"> وأنا مع اعتزازي بأحاديث الشيعة وفقههم</w:t>
      </w:r>
      <w:r w:rsidR="00610870">
        <w:rPr>
          <w:rtl/>
        </w:rPr>
        <w:t>،</w:t>
      </w:r>
      <w:r w:rsidRPr="002A0058">
        <w:rPr>
          <w:rtl/>
        </w:rPr>
        <w:t xml:space="preserve"> أقول</w:t>
      </w:r>
      <w:r w:rsidR="00610870">
        <w:rPr>
          <w:rtl/>
        </w:rPr>
        <w:t xml:space="preserve"> - </w:t>
      </w:r>
      <w:r w:rsidRPr="002A0058">
        <w:rPr>
          <w:rtl/>
        </w:rPr>
        <w:t>من دون أن أسمح بسوء الاستفادة من هذه المسألة: إنَّ كلام السيد البروجردي حقٌّ</w:t>
      </w:r>
      <w:r w:rsidR="00610870">
        <w:rPr>
          <w:rtl/>
        </w:rPr>
        <w:t>،</w:t>
      </w:r>
      <w:r w:rsidRPr="002A0058">
        <w:rPr>
          <w:rtl/>
        </w:rPr>
        <w:t xml:space="preserve"> بل يذهب بعض كبار الشيعة وأجلاّئهم إلى أنَّ أحاديث الشيعة هي بمثابة الحاشية على فقه أهل السُّـنَّة</w:t>
      </w:r>
      <w:r w:rsidR="00610870">
        <w:rPr>
          <w:rtl/>
        </w:rPr>
        <w:t>،</w:t>
      </w:r>
      <w:r w:rsidRPr="002A0058">
        <w:rPr>
          <w:rtl/>
        </w:rPr>
        <w:t xml:space="preserve"> وذلك انطلاقاً من كون أئمَّة الهدى </w:t>
      </w:r>
      <w:r w:rsidR="00283EDA" w:rsidRPr="00283EDA">
        <w:rPr>
          <w:rStyle w:val="libAlaemChar"/>
          <w:rFonts w:eastAsiaTheme="minorHAnsi"/>
          <w:rtl/>
        </w:rPr>
        <w:t>عليهم‌السلام</w:t>
      </w:r>
      <w:r w:rsidRPr="002A0058">
        <w:rPr>
          <w:rtl/>
        </w:rPr>
        <w:t xml:space="preserve"> هم حفَظة الشريعة</w:t>
      </w:r>
      <w:r w:rsidR="00610870">
        <w:rPr>
          <w:rtl/>
        </w:rPr>
        <w:t>،</w:t>
      </w:r>
      <w:r w:rsidRPr="002A0058">
        <w:rPr>
          <w:rtl/>
        </w:rPr>
        <w:t xml:space="preserve"> وهم النظَّار على أن تكتسب المسائل الأساسية والعميقة في الإسلام مسارها الإسلامي الصحيح.</w:t>
      </w:r>
    </w:p>
    <w:p w:rsidR="00E07DFB" w:rsidRPr="00065D03" w:rsidRDefault="00E07DFB" w:rsidP="00283EDA">
      <w:pPr>
        <w:pStyle w:val="libNormal"/>
        <w:rPr>
          <w:rtl/>
        </w:rPr>
      </w:pPr>
      <w:r w:rsidRPr="00065D03">
        <w:rPr>
          <w:rtl/>
        </w:rPr>
        <w:t>جاء كثير من كلمات الأئمَّة وتعاليمهم من موقع المراقبة والإشراف على المسار الإسلامي الصحيح</w:t>
      </w:r>
      <w:r w:rsidR="00610870">
        <w:rPr>
          <w:rtl/>
        </w:rPr>
        <w:t>.</w:t>
      </w:r>
      <w:r w:rsidRPr="00065D03">
        <w:rPr>
          <w:rtl/>
        </w:rPr>
        <w:t xml:space="preserve"> لقد كان الأئمَّة الأطهار </w:t>
      </w:r>
      <w:r w:rsidR="00283EDA" w:rsidRPr="00283EDA">
        <w:rPr>
          <w:rStyle w:val="libAlaemChar"/>
          <w:rFonts w:eastAsiaTheme="minorHAnsi"/>
          <w:rtl/>
        </w:rPr>
        <w:t>عليهم‌السلام</w:t>
      </w:r>
      <w:r w:rsidRPr="00065D03">
        <w:rPr>
          <w:rtl/>
        </w:rPr>
        <w:t xml:space="preserve"> يضعون أصابعهم على مواطن الخطأ والخلل</w:t>
      </w:r>
      <w:r w:rsidR="00610870">
        <w:rPr>
          <w:rtl/>
        </w:rPr>
        <w:t>،</w:t>
      </w:r>
      <w:r w:rsidRPr="00065D03">
        <w:rPr>
          <w:rtl/>
        </w:rPr>
        <w:t xml:space="preserve"> وينبِّهون على الطريق الصحيح.</w:t>
      </w:r>
    </w:p>
    <w:p w:rsidR="00CD444A" w:rsidRDefault="00E07DFB" w:rsidP="00065D03">
      <w:pPr>
        <w:pStyle w:val="libNormal"/>
        <w:rPr>
          <w:rtl/>
        </w:rPr>
      </w:pPr>
      <w:r w:rsidRPr="00065D03">
        <w:rPr>
          <w:rtl/>
        </w:rPr>
        <w:t>لا تدل سيرة الأئمَّة على أنَّ دورهم كان يقتصر على العمل بين أصحابهم</w:t>
      </w:r>
      <w:r w:rsidR="00610870">
        <w:rPr>
          <w:rtl/>
        </w:rPr>
        <w:t>؛</w:t>
      </w:r>
      <w:r w:rsidRPr="00065D03">
        <w:rPr>
          <w:rtl/>
        </w:rPr>
        <w:t xml:space="preserve"> حيث يبيِّنون لهم وحدهم المسائل وحسب</w:t>
      </w:r>
      <w:r w:rsidR="00610870">
        <w:rPr>
          <w:rtl/>
        </w:rPr>
        <w:t>،</w:t>
      </w:r>
      <w:r w:rsidRPr="00065D03">
        <w:rPr>
          <w:rtl/>
        </w:rPr>
        <w:t xml:space="preserve"> لم تكن سيرة أصحاب الأئمَّة تسير على هذا المنوال</w:t>
      </w:r>
      <w:r w:rsidR="00610870">
        <w:rPr>
          <w:rtl/>
        </w:rPr>
        <w:t>،</w:t>
      </w:r>
      <w:r w:rsidRPr="00065D03">
        <w:rPr>
          <w:rtl/>
        </w:rPr>
        <w:t xml:space="preserve"> إنَّما كان كلُّ واحد منهم مصباحاً مضيئاً يشعُّ في منطقة.</w:t>
      </w:r>
    </w:p>
    <w:p w:rsidR="00CD444A" w:rsidRDefault="00CD444A" w:rsidP="00E5125A">
      <w:pPr>
        <w:pStyle w:val="libNormal"/>
        <w:rPr>
          <w:rtl/>
        </w:rPr>
      </w:pPr>
      <w:r>
        <w:rPr>
          <w:rtl/>
        </w:rPr>
        <w:br w:type="page"/>
      </w:r>
    </w:p>
    <w:p w:rsidR="00E07DFB" w:rsidRPr="00065D03" w:rsidRDefault="00E07DFB" w:rsidP="00283EDA">
      <w:pPr>
        <w:pStyle w:val="libNormal"/>
        <w:rPr>
          <w:rtl/>
        </w:rPr>
      </w:pPr>
      <w:r w:rsidRPr="00065D03">
        <w:rPr>
          <w:rtl/>
        </w:rPr>
        <w:lastRenderedPageBreak/>
        <w:t xml:space="preserve">كان نهج الأئمَّة </w:t>
      </w:r>
      <w:r w:rsidR="00283EDA" w:rsidRPr="00283EDA">
        <w:rPr>
          <w:rStyle w:val="libAlaemChar"/>
          <w:rFonts w:eastAsiaTheme="minorHAnsi"/>
          <w:rtl/>
        </w:rPr>
        <w:t>عليهم‌السلام</w:t>
      </w:r>
      <w:r w:rsidRPr="00065D03">
        <w:rPr>
          <w:rtl/>
        </w:rPr>
        <w:t xml:space="preserve"> يقوم على أساس عرض المسائل والقضايا الإسلامية في الملأ العام</w:t>
      </w:r>
      <w:r w:rsidR="00610870">
        <w:rPr>
          <w:rtl/>
        </w:rPr>
        <w:t>،</w:t>
      </w:r>
      <w:r w:rsidRPr="00065D03">
        <w:rPr>
          <w:rtl/>
        </w:rPr>
        <w:t xml:space="preserve"> ثُمَّ يضطلع ببثِّ أفكارهم ومواقفهم في أوساط المجتمع الإسلامي</w:t>
      </w:r>
      <w:r w:rsidR="00610870">
        <w:rPr>
          <w:rtl/>
        </w:rPr>
        <w:t>.</w:t>
      </w:r>
      <w:r w:rsidRPr="00065D03">
        <w:rPr>
          <w:rtl/>
        </w:rPr>
        <w:t xml:space="preserve"> لو عدنا لنتأمَّل روايات الشيعة</w:t>
      </w:r>
      <w:r w:rsidR="00610870">
        <w:rPr>
          <w:rtl/>
        </w:rPr>
        <w:t>،</w:t>
      </w:r>
      <w:r w:rsidRPr="00065D03">
        <w:rPr>
          <w:rtl/>
        </w:rPr>
        <w:t xml:space="preserve"> لوجدنا أنَّ ما يربو على ثمانين في المائة منها كان ينظر إلى الوقائع السائدة في ذلك العصر</w:t>
      </w:r>
      <w:r w:rsidR="00610870">
        <w:rPr>
          <w:rtl/>
        </w:rPr>
        <w:t>.</w:t>
      </w:r>
      <w:r w:rsidRPr="00065D03">
        <w:rPr>
          <w:rtl/>
        </w:rPr>
        <w:t xml:space="preserve"> وإذا أردنا أن نقف على رؤية الأئمَّة المعصومين </w:t>
      </w:r>
      <w:r w:rsidR="00283EDA" w:rsidRPr="00283EDA">
        <w:rPr>
          <w:rStyle w:val="libAlaemChar"/>
          <w:rFonts w:eastAsiaTheme="minorHAnsi"/>
          <w:rtl/>
        </w:rPr>
        <w:t>عليهم‌السلام</w:t>
      </w:r>
      <w:r w:rsidRPr="00065D03">
        <w:rPr>
          <w:rtl/>
        </w:rPr>
        <w:t xml:space="preserve"> في مسائل المسلمين المختلفة</w:t>
      </w:r>
      <w:r w:rsidR="00610870">
        <w:rPr>
          <w:rtl/>
        </w:rPr>
        <w:t>؛</w:t>
      </w:r>
      <w:r w:rsidRPr="00065D03">
        <w:rPr>
          <w:rtl/>
        </w:rPr>
        <w:t xml:space="preserve"> من كلام وفلسفة وفقه</w:t>
      </w:r>
      <w:r w:rsidR="00610870">
        <w:rPr>
          <w:rtl/>
        </w:rPr>
        <w:t>،</w:t>
      </w:r>
      <w:r w:rsidRPr="00065D03">
        <w:rPr>
          <w:rtl/>
        </w:rPr>
        <w:t xml:space="preserve"> علينا لكي ندرك ذلك جيِّداً</w:t>
      </w:r>
      <w:r w:rsidR="00610870">
        <w:rPr>
          <w:rtl/>
        </w:rPr>
        <w:t>،</w:t>
      </w:r>
      <w:r w:rsidRPr="00065D03">
        <w:rPr>
          <w:rtl/>
        </w:rPr>
        <w:t xml:space="preserve"> أن نقف على النظريات الكلامية والفلسفية والفقهية التي كان يتبنَّاها علماء السُّـنَّة في ذلك الوقت</w:t>
      </w:r>
      <w:r w:rsidR="00610870">
        <w:rPr>
          <w:rtl/>
        </w:rPr>
        <w:t>،</w:t>
      </w:r>
      <w:r w:rsidRPr="00065D03">
        <w:rPr>
          <w:rtl/>
        </w:rPr>
        <w:t xml:space="preserve"> ويروِّجون لها في المجتمع</w:t>
      </w:r>
      <w:r w:rsidR="00610870">
        <w:rPr>
          <w:rtl/>
        </w:rPr>
        <w:t>؛</w:t>
      </w:r>
      <w:r w:rsidRPr="00065D03">
        <w:rPr>
          <w:rtl/>
        </w:rPr>
        <w:t xml:space="preserve"> ففهم هذا الجانب من مسار حركة المسلمين</w:t>
      </w:r>
      <w:r w:rsidR="00610870">
        <w:rPr>
          <w:rtl/>
        </w:rPr>
        <w:t>،</w:t>
      </w:r>
      <w:r w:rsidRPr="00065D03">
        <w:rPr>
          <w:rtl/>
        </w:rPr>
        <w:t xml:space="preserve"> في دائرة أهل السُّـنَّة</w:t>
      </w:r>
      <w:r w:rsidR="00610870">
        <w:rPr>
          <w:rtl/>
        </w:rPr>
        <w:t>،</w:t>
      </w:r>
      <w:r w:rsidRPr="00065D03">
        <w:rPr>
          <w:rtl/>
        </w:rPr>
        <w:t xml:space="preserve"> يُعيننا على</w:t>
      </w:r>
      <w:r w:rsidR="00CD444A">
        <w:rPr>
          <w:rFonts w:hint="cs"/>
          <w:rtl/>
        </w:rPr>
        <w:t xml:space="preserve"> </w:t>
      </w:r>
      <w:r w:rsidRPr="00065D03">
        <w:rPr>
          <w:rtl/>
        </w:rPr>
        <w:t>فهم أفضل لإدراك ما وصلنا عن الأئمَّة</w:t>
      </w:r>
      <w:r w:rsidR="00610870">
        <w:rPr>
          <w:rtl/>
        </w:rPr>
        <w:t>؛</w:t>
      </w:r>
      <w:r w:rsidRPr="00065D03">
        <w:rPr>
          <w:rtl/>
        </w:rPr>
        <w:t xml:space="preserve"> أي أنَّ الوقوف على خصوصية ذلك العصر والإحاطة بمتغيِّراته وتيَّاراته</w:t>
      </w:r>
      <w:r w:rsidR="00610870">
        <w:rPr>
          <w:rtl/>
        </w:rPr>
        <w:t>،</w:t>
      </w:r>
      <w:r w:rsidRPr="00065D03">
        <w:rPr>
          <w:rtl/>
        </w:rPr>
        <w:t xml:space="preserve"> له الدور الأساس في فهم دور الأئمَّة</w:t>
      </w:r>
      <w:r w:rsidR="00610870">
        <w:rPr>
          <w:rtl/>
        </w:rPr>
        <w:t>،</w:t>
      </w:r>
      <w:r w:rsidRPr="00065D03">
        <w:rPr>
          <w:rtl/>
        </w:rPr>
        <w:t xml:space="preserve"> انطلاقاً من كونهم </w:t>
      </w:r>
      <w:r w:rsidR="00283EDA" w:rsidRPr="00283EDA">
        <w:rPr>
          <w:rStyle w:val="libAlaemChar"/>
          <w:rFonts w:eastAsiaTheme="minorHAnsi"/>
          <w:rtl/>
        </w:rPr>
        <w:t>عليهم‌السلام</w:t>
      </w:r>
      <w:r w:rsidRPr="00065D03">
        <w:rPr>
          <w:rtl/>
        </w:rPr>
        <w:t xml:space="preserve"> في موقع الإشراف والنظارة على الحياة الإسلامية.</w:t>
      </w:r>
    </w:p>
    <w:p w:rsidR="00E07DFB" w:rsidRPr="00065D03" w:rsidRDefault="00E07DFB" w:rsidP="00065D03">
      <w:pPr>
        <w:pStyle w:val="libNormal"/>
        <w:rPr>
          <w:rtl/>
        </w:rPr>
      </w:pPr>
      <w:r w:rsidRPr="00065D03">
        <w:rPr>
          <w:rtl/>
        </w:rPr>
        <w:t>بالنِّسبة إلى السَّاحة الفقهية بالذات</w:t>
      </w:r>
      <w:r w:rsidR="00610870">
        <w:rPr>
          <w:rtl/>
        </w:rPr>
        <w:t>،</w:t>
      </w:r>
      <w:r w:rsidRPr="00065D03">
        <w:rPr>
          <w:rtl/>
        </w:rPr>
        <w:t xml:space="preserve"> علينا أن نعرف أنَّ النظام السياسي كان يقوم على أساس الفقه في تلك العصور</w:t>
      </w:r>
      <w:r w:rsidR="00610870">
        <w:rPr>
          <w:rtl/>
        </w:rPr>
        <w:t>،</w:t>
      </w:r>
      <w:r w:rsidRPr="00065D03">
        <w:rPr>
          <w:rtl/>
        </w:rPr>
        <w:t xml:space="preserve"> وأنَّ السائد في العالم الإسلامي لتنظيم أمور المسلمين هو فقه أهل السُّـنَّة</w:t>
      </w:r>
      <w:r w:rsidR="00610870">
        <w:rPr>
          <w:rtl/>
        </w:rPr>
        <w:t>،</w:t>
      </w:r>
      <w:r w:rsidRPr="00065D03">
        <w:rPr>
          <w:rtl/>
        </w:rPr>
        <w:t xml:space="preserve"> انطلاقاً من هذا الواقع كان أئمَّة أهل البيت يمارسون دور الإشراف</w:t>
      </w:r>
      <w:r w:rsidR="00610870">
        <w:rPr>
          <w:rtl/>
        </w:rPr>
        <w:t>؛</w:t>
      </w:r>
      <w:r w:rsidRPr="00065D03">
        <w:rPr>
          <w:rtl/>
        </w:rPr>
        <w:t xml:space="preserve"> لكي لا تختار الحكومة السير في الطريق المنحرف.</w:t>
      </w:r>
    </w:p>
    <w:p w:rsidR="00CD444A" w:rsidRDefault="00E07DFB" w:rsidP="00065D03">
      <w:pPr>
        <w:pStyle w:val="libNormal"/>
        <w:rPr>
          <w:rtl/>
        </w:rPr>
      </w:pPr>
      <w:r w:rsidRPr="00065D03">
        <w:rPr>
          <w:rtl/>
        </w:rPr>
        <w:t>نستنتج ممَّا مرَّ أنَّ الاطّلاع على الآراء والنظريات الفقهية والروايات</w:t>
      </w:r>
      <w:r w:rsidR="00610870">
        <w:rPr>
          <w:rtl/>
        </w:rPr>
        <w:t>،</w:t>
      </w:r>
      <w:r w:rsidRPr="00065D03">
        <w:rPr>
          <w:rtl/>
        </w:rPr>
        <w:t xml:space="preserve"> التي كانت سائدة في القرنين الهجريين الأوّل والثاني</w:t>
      </w:r>
      <w:r w:rsidR="00610870">
        <w:rPr>
          <w:rtl/>
        </w:rPr>
        <w:t>،</w:t>
      </w:r>
      <w:r w:rsidRPr="00065D03">
        <w:rPr>
          <w:rtl/>
        </w:rPr>
        <w:t xml:space="preserve"> له تأثير كبير في بلوغ كُنه نظريات الأئمَّة في فقه الحديث.</w:t>
      </w:r>
    </w:p>
    <w:p w:rsidR="00CD444A" w:rsidRDefault="00CD444A" w:rsidP="00E5125A">
      <w:pPr>
        <w:pStyle w:val="libNormal"/>
        <w:rPr>
          <w:rtl/>
        </w:rPr>
      </w:pPr>
      <w:r>
        <w:rPr>
          <w:rtl/>
        </w:rPr>
        <w:br w:type="page"/>
      </w:r>
    </w:p>
    <w:p w:rsidR="00E07DFB" w:rsidRPr="00313984" w:rsidRDefault="00E07DFB" w:rsidP="00313984">
      <w:pPr>
        <w:pStyle w:val="libBold1"/>
        <w:rPr>
          <w:rtl/>
        </w:rPr>
      </w:pPr>
      <w:r w:rsidRPr="00313984">
        <w:rPr>
          <w:rtl/>
        </w:rPr>
        <w:lastRenderedPageBreak/>
        <w:t>* هل ثَمَّة تأثير لفقه أهل السُّـنَّة ورواياتهم في تدوين فقه الشيعة؟</w:t>
      </w:r>
    </w:p>
    <w:p w:rsidR="00E07DFB" w:rsidRPr="002A0058" w:rsidRDefault="00E07DFB" w:rsidP="002A0058">
      <w:pPr>
        <w:pStyle w:val="libNormal"/>
        <w:rPr>
          <w:rtl/>
        </w:rPr>
      </w:pPr>
      <w:r w:rsidRPr="00313984">
        <w:rPr>
          <w:rStyle w:val="libBold1Char"/>
          <w:rtl/>
        </w:rPr>
        <w:t>الشيخ معرفت:</w:t>
      </w:r>
      <w:r w:rsidRPr="002A0058">
        <w:rPr>
          <w:rtl/>
        </w:rPr>
        <w:t xml:space="preserve"> إنَّ الفقه الشيعي المدوَّن متأخِّر زمنياً عن الفقه المدوَّن عند عامَّة المسلمين</w:t>
      </w:r>
      <w:r w:rsidR="00610870">
        <w:rPr>
          <w:rtl/>
        </w:rPr>
        <w:t>؛</w:t>
      </w:r>
      <w:r w:rsidRPr="002A0058">
        <w:rPr>
          <w:rtl/>
        </w:rPr>
        <w:t xml:space="preserve"> وقصّة ذلك أنَّ الشيخ الطوسي (ت: 460هـ) أحس بأنَّه لا يمكن أن يأخذ الشيعة موقعهم في العالم الإسلامي</w:t>
      </w:r>
      <w:r w:rsidR="00610870">
        <w:rPr>
          <w:rtl/>
        </w:rPr>
        <w:t>،</w:t>
      </w:r>
      <w:r w:rsidRPr="002A0058">
        <w:rPr>
          <w:rtl/>
        </w:rPr>
        <w:t xml:space="preserve"> بوصفهم وجوداً مهمَّاً وفاعلاً</w:t>
      </w:r>
      <w:r w:rsidR="00610870">
        <w:rPr>
          <w:rtl/>
        </w:rPr>
        <w:t>،</w:t>
      </w:r>
      <w:r w:rsidRPr="002A0058">
        <w:rPr>
          <w:rtl/>
        </w:rPr>
        <w:t xml:space="preserve"> وهم يفتقرون إلى الفقه المدوَّن</w:t>
      </w:r>
      <w:r w:rsidR="00610870">
        <w:rPr>
          <w:rtl/>
        </w:rPr>
        <w:t>.</w:t>
      </w:r>
      <w:r w:rsidRPr="002A0058">
        <w:rPr>
          <w:rtl/>
        </w:rPr>
        <w:t xml:space="preserve"> لقد اكتسب التشيُّع في عصر الشيخ المفيد والسيّد المرتضى والشيخ الطوسي موقعاً مهمَّاً في العالم الإسلامي</w:t>
      </w:r>
      <w:r w:rsidR="00610870">
        <w:rPr>
          <w:rtl/>
        </w:rPr>
        <w:t>،</w:t>
      </w:r>
      <w:r w:rsidRPr="002A0058">
        <w:rPr>
          <w:rtl/>
        </w:rPr>
        <w:t xml:space="preserve"> وصار وجوداً يحظى بموقع فاعل ومؤثِّر جدّاً</w:t>
      </w:r>
      <w:r w:rsidR="00610870">
        <w:rPr>
          <w:rtl/>
        </w:rPr>
        <w:t>،</w:t>
      </w:r>
      <w:r w:rsidRPr="002A0058">
        <w:rPr>
          <w:rtl/>
        </w:rPr>
        <w:t xml:space="preserve"> وليس معقولاً أن يكون مثل هذا الوجود المؤثِّر</w:t>
      </w:r>
      <w:r w:rsidR="00610870">
        <w:rPr>
          <w:rtl/>
        </w:rPr>
        <w:t>،</w:t>
      </w:r>
      <w:r w:rsidRPr="002A0058">
        <w:rPr>
          <w:rtl/>
        </w:rPr>
        <w:t xml:space="preserve"> والكيان الفاعل</w:t>
      </w:r>
      <w:r w:rsidR="00610870">
        <w:rPr>
          <w:rtl/>
        </w:rPr>
        <w:t>،</w:t>
      </w:r>
      <w:r w:rsidRPr="002A0058">
        <w:rPr>
          <w:rtl/>
        </w:rPr>
        <w:t xml:space="preserve"> مفتقراً للفقه المدوَّن</w:t>
      </w:r>
      <w:r w:rsidR="00610870">
        <w:rPr>
          <w:rtl/>
        </w:rPr>
        <w:t>.</w:t>
      </w:r>
      <w:r w:rsidRPr="002A0058">
        <w:rPr>
          <w:rtl/>
        </w:rPr>
        <w:t xml:space="preserve"> صحيح أنَّ هناك عدداً من الرسائل التي كانت قد دُوِّنت على أساس الروايات الشيعية حتّى ذلك العصر</w:t>
      </w:r>
      <w:r w:rsidR="00610870">
        <w:rPr>
          <w:rtl/>
        </w:rPr>
        <w:t>،</w:t>
      </w:r>
      <w:r w:rsidRPr="002A0058">
        <w:rPr>
          <w:rtl/>
        </w:rPr>
        <w:t xml:space="preserve"> لكن لا يمكن عرض الفقه المدوَّن لطائفة إسلامية لها موقع راسخ وكبير من خلال هذه الرسائل.</w:t>
      </w:r>
    </w:p>
    <w:p w:rsidR="00E07DFB" w:rsidRPr="002A0058" w:rsidRDefault="00E07DFB" w:rsidP="002A0058">
      <w:pPr>
        <w:pStyle w:val="libNormal"/>
        <w:rPr>
          <w:rtl/>
        </w:rPr>
      </w:pPr>
      <w:r w:rsidRPr="002A0058">
        <w:rPr>
          <w:rtl/>
        </w:rPr>
        <w:t>على أساس هذه الحُجَّة</w:t>
      </w:r>
      <w:r w:rsidR="00610870">
        <w:rPr>
          <w:rtl/>
        </w:rPr>
        <w:t>،</w:t>
      </w:r>
      <w:r w:rsidRPr="002A0058">
        <w:rPr>
          <w:rtl/>
        </w:rPr>
        <w:t xml:space="preserve"> بادر الشيخ الطوسي إلى عرض فقه العامّة</w:t>
      </w:r>
      <w:r w:rsidR="00610870">
        <w:rPr>
          <w:rtl/>
        </w:rPr>
        <w:t>،</w:t>
      </w:r>
      <w:r w:rsidRPr="002A0058">
        <w:rPr>
          <w:rtl/>
        </w:rPr>
        <w:t xml:space="preserve"> بكلّ ما ينطوي عليه من سعة وتفاصل</w:t>
      </w:r>
      <w:r w:rsidR="00610870">
        <w:rPr>
          <w:rtl/>
        </w:rPr>
        <w:t>،</w:t>
      </w:r>
      <w:r w:rsidRPr="002A0058">
        <w:rPr>
          <w:rtl/>
        </w:rPr>
        <w:t xml:space="preserve"> على المدرسة الشيعية</w:t>
      </w:r>
      <w:r w:rsidR="00610870">
        <w:rPr>
          <w:rtl/>
        </w:rPr>
        <w:t>،</w:t>
      </w:r>
      <w:r w:rsidRPr="002A0058">
        <w:rPr>
          <w:rtl/>
        </w:rPr>
        <w:t xml:space="preserve"> وأخضعه لرؤية التشيُّع من خلال كتاب</w:t>
      </w:r>
      <w:r w:rsidRPr="00313984">
        <w:rPr>
          <w:rStyle w:val="libBold1Char"/>
          <w:rtl/>
        </w:rPr>
        <w:t xml:space="preserve"> (المبسوط)</w:t>
      </w:r>
      <w:r w:rsidR="00610870">
        <w:rPr>
          <w:rStyle w:val="libBold1Char"/>
          <w:rtl/>
        </w:rPr>
        <w:t>.</w:t>
      </w:r>
      <w:r w:rsidRPr="002A0058">
        <w:rPr>
          <w:rtl/>
        </w:rPr>
        <w:t xml:space="preserve"> على هذا الضوء</w:t>
      </w:r>
      <w:r w:rsidR="00610870">
        <w:rPr>
          <w:rtl/>
        </w:rPr>
        <w:t>،</w:t>
      </w:r>
      <w:r w:rsidRPr="002A0058">
        <w:rPr>
          <w:rtl/>
        </w:rPr>
        <w:t xml:space="preserve"> سيكون الفقه الشيعي هو فقه العامَّة نفسه</w:t>
      </w:r>
      <w:r w:rsidR="00610870">
        <w:rPr>
          <w:rtl/>
        </w:rPr>
        <w:t>،</w:t>
      </w:r>
      <w:r w:rsidRPr="002A0058">
        <w:rPr>
          <w:rtl/>
        </w:rPr>
        <w:t xml:space="preserve"> لكن بعد التكييف الذي خضع له من خلال الرؤية الشيعية</w:t>
      </w:r>
      <w:r w:rsidR="00610870">
        <w:rPr>
          <w:rtl/>
        </w:rPr>
        <w:t>،</w:t>
      </w:r>
      <w:r w:rsidRPr="002A0058">
        <w:rPr>
          <w:rtl/>
        </w:rPr>
        <w:t xml:space="preserve"> وما أملته هذه الرؤية من إيجاد تغيير وإصلاح في الفقه السُّـنِّي نفسه.</w:t>
      </w:r>
    </w:p>
    <w:p w:rsidR="00E07DFB" w:rsidRPr="00065D03" w:rsidRDefault="00E07DFB" w:rsidP="00065D03">
      <w:pPr>
        <w:pStyle w:val="libNormal"/>
        <w:rPr>
          <w:rtl/>
        </w:rPr>
      </w:pPr>
      <w:r w:rsidRPr="00065D03">
        <w:rPr>
          <w:rtl/>
        </w:rPr>
        <w:t>إنَّ ما عرض له الشيخ الطوسي في فقهه</w:t>
      </w:r>
      <w:r w:rsidR="00610870">
        <w:rPr>
          <w:rtl/>
        </w:rPr>
        <w:t>،</w:t>
      </w:r>
      <w:r w:rsidRPr="00065D03">
        <w:rPr>
          <w:rtl/>
        </w:rPr>
        <w:t xml:space="preserve"> هو المسائل نفسها الموجودة في نطاق فقه العامّة</w:t>
      </w:r>
      <w:r w:rsidR="00610870">
        <w:rPr>
          <w:rtl/>
        </w:rPr>
        <w:t>،</w:t>
      </w:r>
      <w:r w:rsidRPr="00065D03">
        <w:rPr>
          <w:rtl/>
        </w:rPr>
        <w:t xml:space="preserve"> وبالترتيب والنَّظم نفسيهما اللذين كان عليهما</w:t>
      </w:r>
      <w:r w:rsidR="00610870">
        <w:rPr>
          <w:rtl/>
        </w:rPr>
        <w:t>.</w:t>
      </w:r>
      <w:r w:rsidRPr="00065D03">
        <w:rPr>
          <w:rtl/>
        </w:rPr>
        <w:t xml:space="preserve"> فما فعله في أبواب الفقه كافَّة</w:t>
      </w:r>
      <w:r w:rsidR="00610870">
        <w:rPr>
          <w:rtl/>
        </w:rPr>
        <w:t>،</w:t>
      </w:r>
      <w:r w:rsidRPr="00065D03">
        <w:rPr>
          <w:rtl/>
        </w:rPr>
        <w:t xml:space="preserve"> من الطهارة حتّى نهاية الديَّات</w:t>
      </w:r>
      <w:r w:rsidR="00610870">
        <w:rPr>
          <w:rtl/>
        </w:rPr>
        <w:t>،</w:t>
      </w:r>
      <w:r w:rsidRPr="00065D03">
        <w:rPr>
          <w:rtl/>
        </w:rPr>
        <w:t xml:space="preserve"> هو عرض نظريات فقهاء العامّة</w:t>
      </w:r>
      <w:r w:rsidR="00610870">
        <w:rPr>
          <w:rtl/>
        </w:rPr>
        <w:t>،</w:t>
      </w:r>
      <w:r w:rsidRPr="00065D03">
        <w:rPr>
          <w:rtl/>
        </w:rPr>
        <w:t xml:space="preserve"> وكان يبادر بعدئذ إلى نقدها بمنتهى الاحترام</w:t>
      </w:r>
      <w:r w:rsidR="00610870">
        <w:rPr>
          <w:rtl/>
        </w:rPr>
        <w:t>،</w:t>
      </w:r>
      <w:r w:rsidRPr="00065D03">
        <w:rPr>
          <w:rtl/>
        </w:rPr>
        <w:t xml:space="preserve"> إلى جوار ذلك عَرَض إلى نظريات الشيعة ودرسها وفق رواياتهم</w:t>
      </w:r>
      <w:r w:rsidR="00610870">
        <w:rPr>
          <w:rtl/>
        </w:rPr>
        <w:t>،</w:t>
      </w:r>
      <w:r w:rsidRPr="00065D03">
        <w:rPr>
          <w:rtl/>
        </w:rPr>
        <w:t xml:space="preserve"> لينتهي في المحصَّلة الأخيرة إلى تدوين مجموعة فقهية مقارنة.</w:t>
      </w:r>
    </w:p>
    <w:p w:rsidR="00CD444A" w:rsidRDefault="00E07DFB" w:rsidP="00065D03">
      <w:pPr>
        <w:pStyle w:val="libNormal"/>
        <w:rPr>
          <w:rtl/>
        </w:rPr>
      </w:pPr>
      <w:r w:rsidRPr="00065D03">
        <w:rPr>
          <w:rtl/>
        </w:rPr>
        <w:t>على ضوء ذلك</w:t>
      </w:r>
      <w:r w:rsidR="00610870">
        <w:rPr>
          <w:rtl/>
        </w:rPr>
        <w:t>،</w:t>
      </w:r>
      <w:r w:rsidRPr="00065D03">
        <w:rPr>
          <w:rtl/>
        </w:rPr>
        <w:t xml:space="preserve"> لا يمكن تصوُّر فقه الشيعة بمعزل عن فقه العامّة.</w:t>
      </w:r>
    </w:p>
    <w:p w:rsidR="00CD444A" w:rsidRDefault="00CD444A" w:rsidP="00E5125A">
      <w:pPr>
        <w:pStyle w:val="libNormal"/>
        <w:rPr>
          <w:rtl/>
        </w:rPr>
      </w:pPr>
      <w:r>
        <w:rPr>
          <w:rtl/>
        </w:rPr>
        <w:br w:type="page"/>
      </w:r>
    </w:p>
    <w:p w:rsidR="00E07DFB" w:rsidRPr="00313984" w:rsidRDefault="00E07DFB" w:rsidP="00313984">
      <w:pPr>
        <w:pStyle w:val="libBold1"/>
        <w:rPr>
          <w:rtl/>
        </w:rPr>
      </w:pPr>
      <w:r w:rsidRPr="00313984">
        <w:rPr>
          <w:rtl/>
        </w:rPr>
        <w:lastRenderedPageBreak/>
        <w:t>* متى أهمل فقهاء الشيعة هذا النهج وأغضُّوا عنه</w:t>
      </w:r>
      <w:r w:rsidR="00610870">
        <w:rPr>
          <w:rtl/>
        </w:rPr>
        <w:t>،</w:t>
      </w:r>
      <w:r w:rsidRPr="00313984">
        <w:rPr>
          <w:rtl/>
        </w:rPr>
        <w:t xml:space="preserve"> وراحوا ينظرون إلى الفقه الشيعي بوصفه فقهاً مستقلاً؟</w:t>
      </w:r>
    </w:p>
    <w:p w:rsidR="00E07DFB" w:rsidRPr="002A0058" w:rsidRDefault="00E07DFB" w:rsidP="002A0058">
      <w:pPr>
        <w:pStyle w:val="libNormal"/>
        <w:rPr>
          <w:rtl/>
        </w:rPr>
      </w:pPr>
      <w:r w:rsidRPr="00313984">
        <w:rPr>
          <w:rStyle w:val="libBold1Char"/>
          <w:rtl/>
        </w:rPr>
        <w:t>الشيخ معرفت:</w:t>
      </w:r>
      <w:r w:rsidRPr="002A0058">
        <w:rPr>
          <w:rtl/>
        </w:rPr>
        <w:t xml:space="preserve"> لديَّ شواهد كثيرة ومجموعة كبيرة من المؤشِّرات التي تُؤكِّد أنَّ إهمال النظر إلى مدارس فقه أهل السُّـنَّة</w:t>
      </w:r>
      <w:r w:rsidR="00610870">
        <w:rPr>
          <w:rtl/>
        </w:rPr>
        <w:t>،</w:t>
      </w:r>
      <w:r w:rsidRPr="002A0058">
        <w:rPr>
          <w:rtl/>
        </w:rPr>
        <w:t xml:space="preserve"> بدأ مع عصر المرحوم صاحب الجواهر فما بعد</w:t>
      </w:r>
      <w:r w:rsidR="00610870">
        <w:rPr>
          <w:rtl/>
        </w:rPr>
        <w:t>،</w:t>
      </w:r>
      <w:r w:rsidRPr="002A0058">
        <w:rPr>
          <w:rtl/>
        </w:rPr>
        <w:t xml:space="preserve"> فقد ظنُّوا أنَّ فقه الشيعة هو فقه مستقلّ</w:t>
      </w:r>
      <w:r w:rsidR="00610870">
        <w:rPr>
          <w:rtl/>
        </w:rPr>
        <w:t>،</w:t>
      </w:r>
      <w:r w:rsidRPr="002A0058">
        <w:rPr>
          <w:rtl/>
        </w:rPr>
        <w:t xml:space="preserve"> في حين أنَّ الأمر ليس كذلك</w:t>
      </w:r>
      <w:r w:rsidR="00610870">
        <w:rPr>
          <w:rtl/>
        </w:rPr>
        <w:t>،</w:t>
      </w:r>
      <w:r w:rsidRPr="002A0058">
        <w:rPr>
          <w:rtl/>
        </w:rPr>
        <w:t xml:space="preserve"> فنحن جزء من الجسم الإسلامي</w:t>
      </w:r>
      <w:r w:rsidR="00610870">
        <w:rPr>
          <w:rtl/>
        </w:rPr>
        <w:t>،</w:t>
      </w:r>
      <w:r w:rsidRPr="002A0058">
        <w:rPr>
          <w:rtl/>
        </w:rPr>
        <w:t xml:space="preserve"> ونحن جزء من الجسم الفقهي الإسلامي</w:t>
      </w:r>
      <w:r w:rsidR="00610870">
        <w:rPr>
          <w:rtl/>
        </w:rPr>
        <w:t>.</w:t>
      </w:r>
      <w:r w:rsidRPr="002A0058">
        <w:rPr>
          <w:rtl/>
        </w:rPr>
        <w:t xml:space="preserve"> فكما أنَّ الحنبلي لا يسعه أن يدرس فقهه من دون الرؤى الفقهية للأحناف</w:t>
      </w:r>
      <w:r w:rsidR="00610870">
        <w:rPr>
          <w:rtl/>
        </w:rPr>
        <w:t>،</w:t>
      </w:r>
      <w:r w:rsidRPr="002A0058">
        <w:rPr>
          <w:rtl/>
        </w:rPr>
        <w:t xml:space="preserve"> والشوافع</w:t>
      </w:r>
      <w:r w:rsidR="00610870">
        <w:rPr>
          <w:rtl/>
        </w:rPr>
        <w:t>،</w:t>
      </w:r>
      <w:r w:rsidRPr="002A0058">
        <w:rPr>
          <w:rtl/>
        </w:rPr>
        <w:t xml:space="preserve"> والمالكية</w:t>
      </w:r>
      <w:r w:rsidR="00610870">
        <w:rPr>
          <w:rtl/>
        </w:rPr>
        <w:t>،</w:t>
      </w:r>
      <w:r w:rsidRPr="002A0058">
        <w:rPr>
          <w:rtl/>
        </w:rPr>
        <w:t xml:space="preserve"> فكذلك لا يسع فقهاء الإمامية أنْ يدرسوا فقههم بمعزل عن بقيَّة المذاهب الإسلامية.</w:t>
      </w:r>
    </w:p>
    <w:p w:rsidR="00E07DFB" w:rsidRPr="002A0058" w:rsidRDefault="00E07DFB" w:rsidP="002A0058">
      <w:pPr>
        <w:pStyle w:val="libNormal"/>
        <w:rPr>
          <w:rtl/>
        </w:rPr>
      </w:pPr>
      <w:r w:rsidRPr="002A0058">
        <w:rPr>
          <w:rtl/>
        </w:rPr>
        <w:t xml:space="preserve">سآتي بمثال من الفقه يكون أنموذجاً لِمَا أقول: هناك مسألة في الفقه مفادها: هل يشترط في الذَّبح أن يكون تحت (الخرزة) أو لا؟ لقد عرض صاحب الجواهر الفقيه محمد حسن بن محمد باقر النجفي (ت 1266هـ) لهذه المسألة في باب </w:t>
      </w:r>
      <w:r w:rsidRPr="00313984">
        <w:rPr>
          <w:rStyle w:val="libBold1Char"/>
          <w:rtl/>
        </w:rPr>
        <w:t>(الصيد والذباحة)</w:t>
      </w:r>
      <w:r w:rsidRPr="002A0058">
        <w:rPr>
          <w:rtl/>
        </w:rPr>
        <w:t xml:space="preserve"> في شروط التذكية</w:t>
      </w:r>
      <w:r w:rsidR="00610870">
        <w:rPr>
          <w:rtl/>
        </w:rPr>
        <w:t>،</w:t>
      </w:r>
      <w:r w:rsidRPr="002A0058">
        <w:rPr>
          <w:rtl/>
        </w:rPr>
        <w:t xml:space="preserve"> وذكر أنَّه ليس لها أصل</w:t>
      </w:r>
      <w:r w:rsidR="00610870">
        <w:rPr>
          <w:rtl/>
        </w:rPr>
        <w:t>،</w:t>
      </w:r>
      <w:r w:rsidRPr="002A0058">
        <w:rPr>
          <w:rtl/>
        </w:rPr>
        <w:t xml:space="preserve"> ولم تأت لا في الروايات ولا في كلمات الأصحاب</w:t>
      </w:r>
      <w:r w:rsidR="00610870">
        <w:rPr>
          <w:rtl/>
        </w:rPr>
        <w:t>،</w:t>
      </w:r>
      <w:r w:rsidRPr="002A0058">
        <w:rPr>
          <w:rtl/>
        </w:rPr>
        <w:t xml:space="preserve"> وبالنتيجة</w:t>
      </w:r>
      <w:r w:rsidR="00610870">
        <w:rPr>
          <w:rtl/>
        </w:rPr>
        <w:t>،</w:t>
      </w:r>
      <w:r w:rsidRPr="002A0058">
        <w:rPr>
          <w:rtl/>
        </w:rPr>
        <w:t xml:space="preserve"> فإنَّ المعيار هو الصدق العُرفي للتذكية</w:t>
      </w:r>
      <w:r w:rsidR="00610870">
        <w:rPr>
          <w:rtl/>
        </w:rPr>
        <w:t>.</w:t>
      </w:r>
      <w:r w:rsidRPr="002A0058">
        <w:rPr>
          <w:rtl/>
        </w:rPr>
        <w:t xml:space="preserve"> ثُمَّ عاد في موضع آخر ليذكر أنَّ أصل عدم التذكية يقتضي أن يكون قطع الأوداج الأربعة تحت المهرة والخرزة</w:t>
      </w:r>
      <w:r w:rsidRPr="00852899">
        <w:rPr>
          <w:rStyle w:val="libFootnotenumChar"/>
          <w:rtl/>
        </w:rPr>
        <w:t>(11)</w:t>
      </w:r>
      <w:r w:rsidR="00610870">
        <w:rPr>
          <w:rtl/>
        </w:rPr>
        <w:t>،</w:t>
      </w:r>
      <w:r w:rsidRPr="002A0058">
        <w:rPr>
          <w:rtl/>
        </w:rPr>
        <w:t xml:space="preserve"> لكن ابن رشد الأندلسي ذكر في كتاب (بداية المجتهد)</w:t>
      </w:r>
      <w:r w:rsidR="00610870">
        <w:rPr>
          <w:rtl/>
        </w:rPr>
        <w:t>،</w:t>
      </w:r>
      <w:r w:rsidRPr="002A0058">
        <w:rPr>
          <w:rtl/>
        </w:rPr>
        <w:t xml:space="preserve"> أنَّه ليس أمامنا في باب الذبيحة إلاّ مضمونين(وهذا هو موقف الفقه الشيعي أيضاً)</w:t>
      </w:r>
      <w:r w:rsidR="00610870">
        <w:rPr>
          <w:rtl/>
        </w:rPr>
        <w:t>،</w:t>
      </w:r>
      <w:r w:rsidRPr="002A0058">
        <w:rPr>
          <w:rtl/>
        </w:rPr>
        <w:t xml:space="preserve"> هما:</w:t>
      </w:r>
    </w:p>
    <w:p w:rsidR="00E07DFB" w:rsidRPr="002A0058" w:rsidRDefault="00E07DFB" w:rsidP="002A0058">
      <w:pPr>
        <w:pStyle w:val="libNormal"/>
        <w:rPr>
          <w:rtl/>
        </w:rPr>
      </w:pPr>
      <w:r w:rsidRPr="00313984">
        <w:rPr>
          <w:rStyle w:val="libBold1Char"/>
          <w:rtl/>
        </w:rPr>
        <w:t>1</w:t>
      </w:r>
      <w:r w:rsidR="00610870">
        <w:rPr>
          <w:rStyle w:val="libBold1Char"/>
          <w:rtl/>
        </w:rPr>
        <w:t xml:space="preserve"> - </w:t>
      </w:r>
      <w:r w:rsidRPr="002A0058">
        <w:rPr>
          <w:rtl/>
        </w:rPr>
        <w:t>أن يقع الذبح وتتمَّ التذكية بفري الأوداج</w:t>
      </w:r>
      <w:r w:rsidR="00610870">
        <w:rPr>
          <w:rtl/>
        </w:rPr>
        <w:t>،</w:t>
      </w:r>
      <w:r w:rsidRPr="002A0058">
        <w:rPr>
          <w:rtl/>
        </w:rPr>
        <w:t xml:space="preserve"> وفي هذا المضمون ليس هناك موضع لبحث الخرزة وشرطيَّـتها</w:t>
      </w:r>
      <w:r w:rsidRPr="00852899">
        <w:rPr>
          <w:rStyle w:val="libFootnotenumChar"/>
          <w:rtl/>
        </w:rPr>
        <w:t>(12)</w:t>
      </w:r>
      <w:r w:rsidRPr="002A0058">
        <w:rPr>
          <w:rtl/>
        </w:rPr>
        <w:t>.</w:t>
      </w:r>
    </w:p>
    <w:p w:rsidR="009F77A7" w:rsidRDefault="00E07DFB" w:rsidP="002A0058">
      <w:pPr>
        <w:pStyle w:val="libNormal"/>
        <w:rPr>
          <w:rtl/>
        </w:rPr>
      </w:pPr>
      <w:r w:rsidRPr="00313984">
        <w:rPr>
          <w:rStyle w:val="libBold1Char"/>
          <w:rtl/>
        </w:rPr>
        <w:t>2</w:t>
      </w:r>
      <w:r w:rsidR="00610870">
        <w:rPr>
          <w:rStyle w:val="libBold1Char"/>
          <w:rtl/>
        </w:rPr>
        <w:t xml:space="preserve"> - </w:t>
      </w:r>
      <w:r w:rsidRPr="002A0058">
        <w:rPr>
          <w:rtl/>
        </w:rPr>
        <w:t>أمَّا المضمون الآخر</w:t>
      </w:r>
      <w:r w:rsidR="00610870">
        <w:rPr>
          <w:rtl/>
        </w:rPr>
        <w:t>،</w:t>
      </w:r>
      <w:r w:rsidRPr="002A0058">
        <w:rPr>
          <w:rtl/>
        </w:rPr>
        <w:t xml:space="preserve"> فهو يتمثَّل بقولهم: (إذا قُطِع الحلقوم وخرج الدم</w:t>
      </w:r>
      <w:r w:rsidR="00610870">
        <w:rPr>
          <w:rtl/>
        </w:rPr>
        <w:t>،</w:t>
      </w:r>
      <w:r w:rsidRPr="002A0058">
        <w:rPr>
          <w:rtl/>
        </w:rPr>
        <w:t xml:space="preserve"> فلا بأس به)</w:t>
      </w:r>
      <w:r w:rsidRPr="00852899">
        <w:rPr>
          <w:rStyle w:val="libFootnotenumChar"/>
          <w:rtl/>
        </w:rPr>
        <w:t>(13)</w:t>
      </w:r>
      <w:r w:rsidR="00610870">
        <w:rPr>
          <w:rStyle w:val="libFootnotenumChar"/>
          <w:rtl/>
        </w:rPr>
        <w:t>.</w:t>
      </w:r>
      <w:r w:rsidRPr="002A0058">
        <w:rPr>
          <w:rtl/>
        </w:rPr>
        <w:t xml:space="preserve"> في هذا المضمون تكون الخرزة حلقة وصل بين الحلقوم وفضاء الفم</w:t>
      </w:r>
      <w:r w:rsidR="00610870">
        <w:rPr>
          <w:rtl/>
        </w:rPr>
        <w:t>،</w:t>
      </w:r>
      <w:r w:rsidRPr="002A0058">
        <w:rPr>
          <w:rtl/>
        </w:rPr>
        <w:t xml:space="preserve"> بمعنى أنَّ أعلى الخرزة هو جزءُ فضاء الفم</w:t>
      </w:r>
      <w:r w:rsidR="00610870">
        <w:rPr>
          <w:rtl/>
        </w:rPr>
        <w:t>،</w:t>
      </w:r>
      <w:r w:rsidRPr="002A0058">
        <w:rPr>
          <w:rtl/>
        </w:rPr>
        <w:t xml:space="preserve"> ولَمَّا كانت الروايات قد ذكرت أنَّ محلَّ قطع الأوداج الأربعة هو الحلقوم</w:t>
      </w:r>
      <w:r w:rsidR="00610870">
        <w:rPr>
          <w:rtl/>
        </w:rPr>
        <w:t>؛</w:t>
      </w:r>
      <w:r w:rsidRPr="002A0058">
        <w:rPr>
          <w:rtl/>
        </w:rPr>
        <w:t xml:space="preserve"> لذلك ينبغي أن يقطع أسفل الخرزة.</w:t>
      </w:r>
    </w:p>
    <w:p w:rsidR="009F77A7" w:rsidRDefault="009F77A7"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لقد استطاع ابن رشد الأندلسي أن يفسِّر الرواية بسهولة لمعرفته بعلم التشريح</w:t>
      </w:r>
      <w:r w:rsidR="00610870">
        <w:rPr>
          <w:rtl/>
        </w:rPr>
        <w:t>،</w:t>
      </w:r>
      <w:r w:rsidRPr="00065D03">
        <w:rPr>
          <w:rtl/>
        </w:rPr>
        <w:t xml:space="preserve"> فذكر أنَّ الأمر ينبغي أن يكون تحت الخرزة</w:t>
      </w:r>
      <w:r w:rsidR="00610870">
        <w:rPr>
          <w:rtl/>
        </w:rPr>
        <w:t>.</w:t>
      </w:r>
      <w:r w:rsidRPr="00065D03">
        <w:rPr>
          <w:rtl/>
        </w:rPr>
        <w:t xml:space="preserve"> أمَّا صاحب الجواهر</w:t>
      </w:r>
      <w:r w:rsidR="00610870">
        <w:rPr>
          <w:rtl/>
        </w:rPr>
        <w:t>،</w:t>
      </w:r>
      <w:r w:rsidRPr="00065D03">
        <w:rPr>
          <w:rtl/>
        </w:rPr>
        <w:t xml:space="preserve"> فقد ذكر أنَّ هذه المسألة لم تطرح لا في رواية ولا في كلمات الأصحاب</w:t>
      </w:r>
      <w:r w:rsidR="00610870">
        <w:rPr>
          <w:rtl/>
        </w:rPr>
        <w:t>،</w:t>
      </w:r>
      <w:r w:rsidRPr="00065D03">
        <w:rPr>
          <w:rtl/>
        </w:rPr>
        <w:t xml:space="preserve"> على أنَّه لو كان قد اطّلع على فقه العامّة</w:t>
      </w:r>
      <w:r w:rsidR="00610870">
        <w:rPr>
          <w:rtl/>
        </w:rPr>
        <w:t>،</w:t>
      </w:r>
      <w:r w:rsidRPr="00065D03">
        <w:rPr>
          <w:rtl/>
        </w:rPr>
        <w:t xml:space="preserve"> لَمَا تردَّد في الحكم في هذه المسألة.</w:t>
      </w:r>
    </w:p>
    <w:p w:rsidR="00E07DFB" w:rsidRPr="00065D03" w:rsidRDefault="00E07DFB" w:rsidP="009F77A7">
      <w:pPr>
        <w:pStyle w:val="libNormal"/>
        <w:rPr>
          <w:rtl/>
        </w:rPr>
      </w:pPr>
      <w:r w:rsidRPr="00065D03">
        <w:rPr>
          <w:rtl/>
        </w:rPr>
        <w:t>إنّ هذا العامل</w:t>
      </w:r>
      <w:r w:rsidR="00610870">
        <w:rPr>
          <w:rtl/>
        </w:rPr>
        <w:t>،</w:t>
      </w:r>
      <w:r w:rsidRPr="00065D03">
        <w:rPr>
          <w:rtl/>
        </w:rPr>
        <w:t xml:space="preserve"> المتمثِّل بعدم النظر إلى فقه أهل السُّـنَّة</w:t>
      </w:r>
      <w:r w:rsidR="00610870">
        <w:rPr>
          <w:rtl/>
        </w:rPr>
        <w:t>،</w:t>
      </w:r>
      <w:r w:rsidRPr="00065D03">
        <w:rPr>
          <w:rtl/>
        </w:rPr>
        <w:t xml:space="preserve"> صار سبباً في أن تكون بعض بحوثنا الفقهية من دون فائدة</w:t>
      </w:r>
      <w:r w:rsidR="00610870">
        <w:rPr>
          <w:rtl/>
        </w:rPr>
        <w:t>.</w:t>
      </w:r>
      <w:r w:rsidRPr="00065D03">
        <w:rPr>
          <w:rtl/>
        </w:rPr>
        <w:t xml:space="preserve"> عندما ذهبتُ إلى النجف الأشرف لمتابعة الدراسة</w:t>
      </w:r>
      <w:r w:rsidR="00610870">
        <w:rPr>
          <w:rtl/>
        </w:rPr>
        <w:t>،</w:t>
      </w:r>
      <w:r w:rsidRPr="00065D03">
        <w:rPr>
          <w:rtl/>
        </w:rPr>
        <w:t xml:space="preserve"> رحت أهتم بتهيئة كتب فقه أهل السُّـنَّة إلى جوار اهتمامي بتهيئة الكتب</w:t>
      </w:r>
      <w:r w:rsidR="009F77A7">
        <w:rPr>
          <w:rFonts w:hint="cs"/>
          <w:rtl/>
        </w:rPr>
        <w:t xml:space="preserve"> </w:t>
      </w:r>
      <w:r w:rsidRPr="00065D03">
        <w:rPr>
          <w:rtl/>
        </w:rPr>
        <w:t>الفقهية الشيعية</w:t>
      </w:r>
      <w:r w:rsidR="00610870">
        <w:rPr>
          <w:rtl/>
        </w:rPr>
        <w:t>؛</w:t>
      </w:r>
      <w:r w:rsidRPr="00065D03">
        <w:rPr>
          <w:rtl/>
        </w:rPr>
        <w:t xml:space="preserve"> لأنَّهم أفهمونا بأنَّه من دون الاطّلاع على أحاديث أهل السُّـنَّة وفقههم</w:t>
      </w:r>
      <w:r w:rsidR="00610870">
        <w:rPr>
          <w:rtl/>
        </w:rPr>
        <w:t>،</w:t>
      </w:r>
      <w:r w:rsidRPr="00065D03">
        <w:rPr>
          <w:rtl/>
        </w:rPr>
        <w:t xml:space="preserve"> لا تمكن معرفة أحاديث الشيعة وفقههم معرفة كاملة.</w:t>
      </w:r>
    </w:p>
    <w:p w:rsidR="00E07DFB" w:rsidRPr="002A0058" w:rsidRDefault="00E07DFB" w:rsidP="002A0058">
      <w:pPr>
        <w:pStyle w:val="libNormal"/>
        <w:rPr>
          <w:rtl/>
        </w:rPr>
      </w:pPr>
      <w:r w:rsidRPr="002A0058">
        <w:rPr>
          <w:rtl/>
        </w:rPr>
        <w:t>في رأيي لدينا في الفقه كتابين استدلاليين مختصرين وجامعين</w:t>
      </w:r>
      <w:r w:rsidR="00610870">
        <w:rPr>
          <w:rtl/>
        </w:rPr>
        <w:t>،</w:t>
      </w:r>
      <w:r w:rsidRPr="002A0058">
        <w:rPr>
          <w:rtl/>
        </w:rPr>
        <w:t xml:space="preserve"> هما: </w:t>
      </w:r>
      <w:r w:rsidRPr="00313984">
        <w:rPr>
          <w:rStyle w:val="libBold1Char"/>
          <w:rtl/>
        </w:rPr>
        <w:t>(دروس الشهيد)</w:t>
      </w:r>
      <w:r w:rsidRPr="002A0058">
        <w:rPr>
          <w:rtl/>
        </w:rPr>
        <w:t xml:space="preserve"> في فقه الشيعة، و </w:t>
      </w:r>
      <w:r w:rsidRPr="00313984">
        <w:rPr>
          <w:rStyle w:val="libBold1Char"/>
          <w:rtl/>
        </w:rPr>
        <w:t>(بداية المجتهد)</w:t>
      </w:r>
      <w:r w:rsidRPr="002A0058">
        <w:rPr>
          <w:rtl/>
        </w:rPr>
        <w:t xml:space="preserve"> لابن رشد الأندلسي في فقه أهل السُّـنَّة</w:t>
      </w:r>
      <w:r w:rsidR="00610870">
        <w:rPr>
          <w:rtl/>
        </w:rPr>
        <w:t>.</w:t>
      </w:r>
      <w:r w:rsidRPr="002A0058">
        <w:rPr>
          <w:rtl/>
        </w:rPr>
        <w:t xml:space="preserve"> وكل منهما يمثِّل</w:t>
      </w:r>
      <w:r w:rsidR="00610870">
        <w:rPr>
          <w:rtl/>
        </w:rPr>
        <w:t xml:space="preserve"> - </w:t>
      </w:r>
      <w:r w:rsidRPr="002A0058">
        <w:rPr>
          <w:rtl/>
        </w:rPr>
        <w:t>رغم صغر الحجم</w:t>
      </w:r>
      <w:r w:rsidR="00610870">
        <w:rPr>
          <w:rtl/>
        </w:rPr>
        <w:t xml:space="preserve"> - </w:t>
      </w:r>
      <w:r w:rsidRPr="002A0058">
        <w:rPr>
          <w:rtl/>
        </w:rPr>
        <w:t>دورة فقهية استدلالية قلَّ نظيرها.</w:t>
      </w:r>
    </w:p>
    <w:p w:rsidR="00E07DFB" w:rsidRPr="00313984" w:rsidRDefault="00E07DFB" w:rsidP="00313984">
      <w:pPr>
        <w:pStyle w:val="libBold1"/>
        <w:rPr>
          <w:rtl/>
        </w:rPr>
      </w:pPr>
      <w:r w:rsidRPr="00313984">
        <w:rPr>
          <w:rtl/>
        </w:rPr>
        <w:t>* تذهب مدرسة النجف في العصر المتأخر</w:t>
      </w:r>
      <w:r w:rsidR="00610870">
        <w:rPr>
          <w:rtl/>
        </w:rPr>
        <w:t>،</w:t>
      </w:r>
      <w:r w:rsidRPr="00313984">
        <w:rPr>
          <w:rtl/>
        </w:rPr>
        <w:t xml:space="preserve"> أي على عهد زعامة آية الله العظمى الخوئي</w:t>
      </w:r>
      <w:r w:rsidR="00610870">
        <w:rPr>
          <w:rtl/>
        </w:rPr>
        <w:t>،</w:t>
      </w:r>
      <w:r w:rsidRPr="00313984">
        <w:rPr>
          <w:rtl/>
        </w:rPr>
        <w:t xml:space="preserve"> إلى عكس ما تقول به تماماً</w:t>
      </w:r>
      <w:r w:rsidR="00610870">
        <w:rPr>
          <w:rtl/>
        </w:rPr>
        <w:t>،</w:t>
      </w:r>
      <w:r w:rsidRPr="00313984">
        <w:rPr>
          <w:rtl/>
        </w:rPr>
        <w:t xml:space="preserve"> إذ هي تعتقد أنَّ فقه الشيعة لم يكن أبداً حاشية على فقه السُّـنَّة</w:t>
      </w:r>
      <w:r w:rsidR="00610870">
        <w:rPr>
          <w:rtl/>
        </w:rPr>
        <w:t>؛</w:t>
      </w:r>
      <w:r w:rsidRPr="00313984">
        <w:rPr>
          <w:rtl/>
        </w:rPr>
        <w:t xml:space="preserve"> لأنَّ فقه الشيعة يمتاز بكونه أكثر دقَّة وأكثر تفصيلاً</w:t>
      </w:r>
      <w:r w:rsidR="00610870">
        <w:rPr>
          <w:rtl/>
        </w:rPr>
        <w:t>،</w:t>
      </w:r>
      <w:r w:rsidRPr="00313984">
        <w:rPr>
          <w:rtl/>
        </w:rPr>
        <w:t xml:space="preserve"> بالإضافة إلى وفرة روايات الشيعة في هذا المجال وقلَّتها عند العامّة</w:t>
      </w:r>
      <w:r w:rsidR="00610870">
        <w:rPr>
          <w:rtl/>
        </w:rPr>
        <w:t>.</w:t>
      </w:r>
      <w:r w:rsidRPr="00313984">
        <w:rPr>
          <w:rtl/>
        </w:rPr>
        <w:t xml:space="preserve"> الذي يُلحظ أنَّ بعض تلاميذ السيد الخوئي يُصرُّون على هذا المطلب</w:t>
      </w:r>
      <w:r w:rsidR="00610870">
        <w:rPr>
          <w:rtl/>
        </w:rPr>
        <w:t>،</w:t>
      </w:r>
      <w:r w:rsidRPr="00313984">
        <w:rPr>
          <w:rtl/>
        </w:rPr>
        <w:t xml:space="preserve"> فما رأيكم؟</w:t>
      </w:r>
    </w:p>
    <w:p w:rsidR="009F77A7" w:rsidRDefault="00E07DFB" w:rsidP="002A0058">
      <w:pPr>
        <w:pStyle w:val="libNormal"/>
        <w:rPr>
          <w:rtl/>
        </w:rPr>
      </w:pPr>
      <w:r w:rsidRPr="00313984">
        <w:rPr>
          <w:rStyle w:val="libBold1Char"/>
          <w:rtl/>
        </w:rPr>
        <w:t>الشيخ معرفت:</w:t>
      </w:r>
      <w:r w:rsidRPr="002A0058">
        <w:rPr>
          <w:rtl/>
        </w:rPr>
        <w:t xml:space="preserve"> كون فقه الشيعة أكثر دقَّةً وسعةً لا يتنافى مع ما ذهبنا إليه</w:t>
      </w:r>
      <w:r w:rsidR="00610870">
        <w:rPr>
          <w:rtl/>
        </w:rPr>
        <w:t>.</w:t>
      </w:r>
      <w:r w:rsidRPr="002A0058">
        <w:rPr>
          <w:rtl/>
        </w:rPr>
        <w:t xml:space="preserve"> في الوقت نفسه يُعدُّ الفقه الاستدلالي لأهل السُّـنَّة واسعاً وممتدَّاً جداً</w:t>
      </w:r>
      <w:r w:rsidR="00610870">
        <w:rPr>
          <w:rtl/>
        </w:rPr>
        <w:t>،</w:t>
      </w:r>
      <w:r w:rsidRPr="002A0058">
        <w:rPr>
          <w:rtl/>
        </w:rPr>
        <w:t xml:space="preserve"> ورواياته كثيرة في مختلف أبواب الفقه</w:t>
      </w:r>
      <w:r w:rsidR="00610870">
        <w:rPr>
          <w:rtl/>
        </w:rPr>
        <w:t>.</w:t>
      </w:r>
      <w:r w:rsidRPr="002A0058">
        <w:rPr>
          <w:rtl/>
        </w:rPr>
        <w:t xml:space="preserve"> يبدو أنَّ الذي يثير هذه النقطة ليس له اطّلاع على فقه العامّة</w:t>
      </w:r>
      <w:r w:rsidR="00610870">
        <w:rPr>
          <w:rtl/>
        </w:rPr>
        <w:t>،</w:t>
      </w:r>
      <w:r w:rsidRPr="002A0058">
        <w:rPr>
          <w:rtl/>
        </w:rPr>
        <w:t xml:space="preserve"> ولم يراجع كتبهم الفقهية والروائية إلاّ قليلاً.</w:t>
      </w:r>
    </w:p>
    <w:p w:rsidR="009F77A7" w:rsidRDefault="009F77A7"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على أنَّ الإشكال نفسه يتَّجه إلى فقهنا القديم</w:t>
      </w:r>
      <w:r w:rsidR="00610870">
        <w:rPr>
          <w:rtl/>
        </w:rPr>
        <w:t>.</w:t>
      </w:r>
      <w:r w:rsidRPr="00065D03">
        <w:rPr>
          <w:rtl/>
        </w:rPr>
        <w:t xml:space="preserve"> على سبيل المثال</w:t>
      </w:r>
      <w:r w:rsidR="00610870">
        <w:rPr>
          <w:rtl/>
        </w:rPr>
        <w:t>،</w:t>
      </w:r>
      <w:r w:rsidRPr="00065D03">
        <w:rPr>
          <w:rtl/>
        </w:rPr>
        <w:t xml:space="preserve"> لم تشتمل الكتب الفقهية الشيعية القديمة على مبحث الاجتهاد والتقليد</w:t>
      </w:r>
      <w:r w:rsidR="00610870">
        <w:rPr>
          <w:rtl/>
        </w:rPr>
        <w:t>؛</w:t>
      </w:r>
      <w:r w:rsidRPr="00065D03">
        <w:rPr>
          <w:rtl/>
        </w:rPr>
        <w:t xml:space="preserve"> لأنَّ هذا المبحث كلامي ثُمَّ نفذ إلى الفقه تدريجياً</w:t>
      </w:r>
      <w:r w:rsidR="00610870">
        <w:rPr>
          <w:rtl/>
        </w:rPr>
        <w:t>.</w:t>
      </w:r>
      <w:r w:rsidRPr="00065D03">
        <w:rPr>
          <w:rtl/>
        </w:rPr>
        <w:t xml:space="preserve"> في مثال آخر نجد أنَّ المحقِّق رضا الهمداني خصَّص ما يناهز العشرين صفحة من القطع الكبير للبحث في نيَّة الوضوء ومتعلَّقاتها في كتاب الطهارة</w:t>
      </w:r>
      <w:r w:rsidR="00610870">
        <w:rPr>
          <w:rtl/>
        </w:rPr>
        <w:t>،</w:t>
      </w:r>
      <w:r w:rsidRPr="00065D03">
        <w:rPr>
          <w:rtl/>
        </w:rPr>
        <w:t xml:space="preserve"> على حين لم يتوقَّف العلاّمة والشهيدان والمحقِّقان عند هذا البحث أساساً</w:t>
      </w:r>
      <w:r w:rsidR="00610870">
        <w:rPr>
          <w:rtl/>
        </w:rPr>
        <w:t>،</w:t>
      </w:r>
      <w:r w:rsidRPr="00065D03">
        <w:rPr>
          <w:rtl/>
        </w:rPr>
        <w:t xml:space="preserve"> ولا وجود له في آثارهم</w:t>
      </w:r>
      <w:r w:rsidR="00610870">
        <w:rPr>
          <w:rtl/>
        </w:rPr>
        <w:t>.</w:t>
      </w:r>
      <w:r w:rsidRPr="00065D03">
        <w:rPr>
          <w:rtl/>
        </w:rPr>
        <w:t xml:space="preserve"> هنا نسأل: هل يصحُّ القول: إنَّ فقه قدمائنا كان ناقصاً؟ ثُمَّ هل يتمثَّل مقياس كمال الفقه وامتداده في توفُّره على مثل هذه المباحث؟ إنَّ إغماض العين بهذه الطريقة ليس صحيحاً.</w:t>
      </w:r>
    </w:p>
    <w:p w:rsidR="00E07DFB" w:rsidRPr="00313984" w:rsidRDefault="00E07DFB" w:rsidP="00283EDA">
      <w:pPr>
        <w:pStyle w:val="libBold1"/>
        <w:rPr>
          <w:rtl/>
        </w:rPr>
      </w:pPr>
      <w:r w:rsidRPr="00313984">
        <w:rPr>
          <w:rtl/>
        </w:rPr>
        <w:t>* لقد فُرض حظرٌ على تدوين الحديث عند أهل السُّـنَّة مدَّة تناهز القرن</w:t>
      </w:r>
      <w:r w:rsidR="00610870">
        <w:rPr>
          <w:rtl/>
        </w:rPr>
        <w:t>،</w:t>
      </w:r>
      <w:r w:rsidRPr="00313984">
        <w:rPr>
          <w:rtl/>
        </w:rPr>
        <w:t xml:space="preserve"> ما يثير السؤال الآتي: كيف نقلوا جميع هذه الروايات عن النبي </w:t>
      </w:r>
      <w:r w:rsidR="00283EDA" w:rsidRPr="00283EDA">
        <w:rPr>
          <w:rStyle w:val="libAlaemChar"/>
          <w:rFonts w:eastAsiaTheme="minorHAnsi"/>
          <w:rtl/>
        </w:rPr>
        <w:t>صلى‌الله‌عليه‌وآله‌وسلم</w:t>
      </w:r>
      <w:r w:rsidR="00283EDA" w:rsidRPr="00065D03">
        <w:rPr>
          <w:rtl/>
        </w:rPr>
        <w:t xml:space="preserve"> </w:t>
      </w:r>
      <w:r w:rsidRPr="00313984">
        <w:rPr>
          <w:rtl/>
        </w:rPr>
        <w:t>؟</w:t>
      </w:r>
    </w:p>
    <w:p w:rsidR="00E07DFB" w:rsidRPr="002A0058" w:rsidRDefault="00E07DFB" w:rsidP="00283EDA">
      <w:pPr>
        <w:pStyle w:val="libNormal"/>
        <w:rPr>
          <w:rtl/>
        </w:rPr>
      </w:pPr>
      <w:r w:rsidRPr="00313984">
        <w:rPr>
          <w:rStyle w:val="libBold1Char"/>
          <w:rtl/>
        </w:rPr>
        <w:t xml:space="preserve">الشيخ معرفت: </w:t>
      </w:r>
      <w:r w:rsidRPr="002A0058">
        <w:rPr>
          <w:rtl/>
        </w:rPr>
        <w:t>هذا السؤال يستوقفني أنا أيضاً</w:t>
      </w:r>
      <w:r w:rsidR="00610870">
        <w:rPr>
          <w:rtl/>
        </w:rPr>
        <w:t>.</w:t>
      </w:r>
      <w:r w:rsidRPr="002A0058">
        <w:rPr>
          <w:rtl/>
        </w:rPr>
        <w:t xml:space="preserve"> لقد دام منع تدوين الحديث حوالي مائة سنة</w:t>
      </w:r>
      <w:r w:rsidR="00610870">
        <w:rPr>
          <w:rtl/>
        </w:rPr>
        <w:t>،</w:t>
      </w:r>
      <w:r w:rsidRPr="002A0058">
        <w:rPr>
          <w:rtl/>
        </w:rPr>
        <w:t xml:space="preserve"> فكيف توفَّر لهم نقل كل ّهذه الروايات عن النبيّ </w:t>
      </w:r>
      <w:r w:rsidR="00283EDA" w:rsidRPr="00283EDA">
        <w:rPr>
          <w:rStyle w:val="libAlaemChar"/>
          <w:rFonts w:eastAsiaTheme="minorHAnsi"/>
          <w:rtl/>
        </w:rPr>
        <w:t>صلى‌الله‌عليه‌وآله‌وسلم</w:t>
      </w:r>
      <w:r w:rsidR="00283EDA" w:rsidRPr="00065D03">
        <w:rPr>
          <w:rtl/>
        </w:rPr>
        <w:t xml:space="preserve"> </w:t>
      </w:r>
      <w:r w:rsidRPr="002A0058">
        <w:rPr>
          <w:rtl/>
        </w:rPr>
        <w:t>؟ ومن أين جاءوا بها؟ ما أظنُّه في هذا المجال</w:t>
      </w:r>
      <w:r w:rsidR="00610870">
        <w:rPr>
          <w:rtl/>
        </w:rPr>
        <w:t xml:space="preserve"> - </w:t>
      </w:r>
      <w:r w:rsidRPr="002A0058">
        <w:rPr>
          <w:rtl/>
        </w:rPr>
        <w:t>ولديَّ شواهد على هذا الحدس</w:t>
      </w:r>
      <w:r w:rsidR="00610870">
        <w:rPr>
          <w:rtl/>
        </w:rPr>
        <w:t xml:space="preserve"> - </w:t>
      </w:r>
      <w:r w:rsidRPr="002A0058">
        <w:rPr>
          <w:rtl/>
        </w:rPr>
        <w:t>أنَّهم كانوا يحضرون عند أئمّة الشيعة</w:t>
      </w:r>
      <w:r w:rsidR="00610870">
        <w:rPr>
          <w:rtl/>
        </w:rPr>
        <w:t>،</w:t>
      </w:r>
      <w:r w:rsidRPr="002A0058">
        <w:rPr>
          <w:rtl/>
        </w:rPr>
        <w:t xml:space="preserve"> خاصَّةً الإمامين الباقر والصادق </w:t>
      </w:r>
      <w:r w:rsidR="00283EDA" w:rsidRPr="00283EDA">
        <w:rPr>
          <w:rStyle w:val="libAlaemChar"/>
          <w:rFonts w:eastAsiaTheme="minorHAnsi"/>
          <w:rtl/>
        </w:rPr>
        <w:t>عليهما‌السلام</w:t>
      </w:r>
      <w:r w:rsidR="00610870">
        <w:rPr>
          <w:rtl/>
        </w:rPr>
        <w:t>،</w:t>
      </w:r>
      <w:r w:rsidRPr="002A0058">
        <w:rPr>
          <w:rtl/>
        </w:rPr>
        <w:t xml:space="preserve"> ويأخذون الرواية عنهم</w:t>
      </w:r>
      <w:r w:rsidR="00610870">
        <w:rPr>
          <w:rtl/>
        </w:rPr>
        <w:t>،</w:t>
      </w:r>
      <w:r w:rsidRPr="002A0058">
        <w:rPr>
          <w:rtl/>
        </w:rPr>
        <w:t xml:space="preserve"> ثُمَّ يصطنعون للرواية سنداً موضوعاً يصلها بالنبي </w:t>
      </w:r>
      <w:r w:rsidR="00283EDA" w:rsidRPr="00283EDA">
        <w:rPr>
          <w:rStyle w:val="libAlaemChar"/>
          <w:rFonts w:eastAsiaTheme="minorHAnsi"/>
          <w:rtl/>
        </w:rPr>
        <w:t>صلى‌الله‌عليه‌وآله‌وسلم</w:t>
      </w:r>
      <w:r w:rsidRPr="002A0058">
        <w:rPr>
          <w:rtl/>
        </w:rPr>
        <w:t>.</w:t>
      </w:r>
    </w:p>
    <w:p w:rsidR="009F77A7" w:rsidRDefault="00E07DFB" w:rsidP="00065D03">
      <w:pPr>
        <w:pStyle w:val="libNormal"/>
        <w:rPr>
          <w:rtl/>
        </w:rPr>
      </w:pPr>
      <w:r w:rsidRPr="00065D03">
        <w:rPr>
          <w:rtl/>
        </w:rPr>
        <w:t>فهناك نحو من الأصالة لمتن الرواية</w:t>
      </w:r>
      <w:r w:rsidR="00610870">
        <w:rPr>
          <w:rtl/>
        </w:rPr>
        <w:t>،</w:t>
      </w:r>
      <w:r w:rsidRPr="00065D03">
        <w:rPr>
          <w:rtl/>
        </w:rPr>
        <w:t xml:space="preserve"> لكن غالباً ما يكون السند موضوعاً</w:t>
      </w:r>
      <w:r w:rsidR="00610870">
        <w:rPr>
          <w:rtl/>
        </w:rPr>
        <w:t>؛</w:t>
      </w:r>
      <w:r w:rsidRPr="00065D03">
        <w:rPr>
          <w:rtl/>
        </w:rPr>
        <w:t xml:space="preserve"> لهذا السبب تجد أنَّ نصوصَ كثيرٍ من الروايات الفقهية عند العامّة هو نص الروايات الفقهية الشيعية نفسه</w:t>
      </w:r>
      <w:r w:rsidR="00610870">
        <w:rPr>
          <w:rtl/>
        </w:rPr>
        <w:t>.</w:t>
      </w:r>
      <w:r w:rsidRPr="00065D03">
        <w:rPr>
          <w:rtl/>
        </w:rPr>
        <w:t xml:space="preserve"> في الحقيقة كانت العملية تتمثَّل بممارسة ضرب من استراق السمع</w:t>
      </w:r>
      <w:r w:rsidR="00610870">
        <w:rPr>
          <w:rtl/>
        </w:rPr>
        <w:t>.</w:t>
      </w:r>
      <w:r w:rsidRPr="00065D03">
        <w:rPr>
          <w:rtl/>
        </w:rPr>
        <w:t xml:space="preserve"> هذا هو الحدس الذي توصَّلت إليه في الفقه</w:t>
      </w:r>
      <w:r w:rsidR="00610870">
        <w:rPr>
          <w:rtl/>
        </w:rPr>
        <w:t>،</w:t>
      </w:r>
      <w:r w:rsidRPr="00065D03">
        <w:rPr>
          <w:rtl/>
        </w:rPr>
        <w:t xml:space="preserve"> ويبدو أنَّه غير قابل للإنكار.</w:t>
      </w:r>
    </w:p>
    <w:p w:rsidR="009F77A7" w:rsidRDefault="009F77A7" w:rsidP="00E5125A">
      <w:pPr>
        <w:pStyle w:val="libNormal"/>
        <w:rPr>
          <w:rtl/>
        </w:rPr>
      </w:pPr>
      <w:r>
        <w:rPr>
          <w:rtl/>
        </w:rPr>
        <w:br w:type="page"/>
      </w:r>
    </w:p>
    <w:p w:rsidR="00E07DFB" w:rsidRPr="00AA299A" w:rsidRDefault="00E07DFB" w:rsidP="00283EDA">
      <w:pPr>
        <w:pStyle w:val="libNormal"/>
        <w:rPr>
          <w:rtl/>
        </w:rPr>
      </w:pPr>
      <w:r w:rsidRPr="00AA299A">
        <w:rPr>
          <w:rtl/>
        </w:rPr>
        <w:lastRenderedPageBreak/>
        <w:t xml:space="preserve">كان أبو حنيفة ممَّن ذهب إلى الإمام الصادق </w:t>
      </w:r>
      <w:r w:rsidR="00283EDA" w:rsidRPr="00283EDA">
        <w:rPr>
          <w:rStyle w:val="libAlaemChar"/>
          <w:rFonts w:eastAsiaTheme="minorHAnsi"/>
          <w:rtl/>
        </w:rPr>
        <w:t>عليه‌السلام</w:t>
      </w:r>
      <w:r w:rsidR="00610870">
        <w:rPr>
          <w:rtl/>
        </w:rPr>
        <w:t>،</w:t>
      </w:r>
      <w:r w:rsidRPr="00AA299A">
        <w:rPr>
          <w:rtl/>
        </w:rPr>
        <w:t xml:space="preserve"> وراح يطرح عليه المسائل</w:t>
      </w:r>
      <w:r w:rsidR="00610870">
        <w:rPr>
          <w:rtl/>
        </w:rPr>
        <w:t>،</w:t>
      </w:r>
      <w:r w:rsidRPr="00AA299A">
        <w:rPr>
          <w:rtl/>
        </w:rPr>
        <w:t xml:space="preserve"> فيجيبه الإمام </w:t>
      </w:r>
      <w:r w:rsidR="00283EDA" w:rsidRPr="00283EDA">
        <w:rPr>
          <w:rStyle w:val="libAlaemChar"/>
          <w:rFonts w:eastAsiaTheme="minorHAnsi"/>
          <w:rtl/>
        </w:rPr>
        <w:t>عليه‌السلام</w:t>
      </w:r>
      <w:r w:rsidRPr="00AA299A">
        <w:rPr>
          <w:rtl/>
        </w:rPr>
        <w:t xml:space="preserve"> بسعة صدر</w:t>
      </w:r>
      <w:r w:rsidR="00610870">
        <w:rPr>
          <w:rtl/>
        </w:rPr>
        <w:t>،</w:t>
      </w:r>
      <w:r w:rsidRPr="00AA299A">
        <w:rPr>
          <w:rtl/>
        </w:rPr>
        <w:t xml:space="preserve"> مقرونة أحياناً بالحدَّة والعتاب</w:t>
      </w:r>
      <w:r w:rsidR="00610870">
        <w:rPr>
          <w:rtl/>
        </w:rPr>
        <w:t>.</w:t>
      </w:r>
      <w:r w:rsidRPr="00AA299A">
        <w:rPr>
          <w:rtl/>
        </w:rPr>
        <w:t xml:space="preserve"> على أنَّ ذلك لم يقتصر على أبي حنيفة وحده</w:t>
      </w:r>
      <w:r w:rsidR="00610870">
        <w:rPr>
          <w:rtl/>
        </w:rPr>
        <w:t>،</w:t>
      </w:r>
      <w:r w:rsidRPr="00AA299A">
        <w:rPr>
          <w:rtl/>
        </w:rPr>
        <w:t xml:space="preserve"> كان الثوري أيضاً يذهب إلى الإمام ويسأله</w:t>
      </w:r>
      <w:r w:rsidR="00610870">
        <w:rPr>
          <w:rtl/>
        </w:rPr>
        <w:t>.</w:t>
      </w:r>
      <w:r w:rsidRPr="00AA299A">
        <w:rPr>
          <w:rtl/>
        </w:rPr>
        <w:t xml:space="preserve"> ولقد عرضتُ في المجلَّد التاسع من كتابي </w:t>
      </w:r>
      <w:r w:rsidRPr="00313984">
        <w:rPr>
          <w:rStyle w:val="libBold1Char"/>
          <w:rtl/>
        </w:rPr>
        <w:t>(التمهيد)</w:t>
      </w:r>
      <w:r w:rsidR="00610870">
        <w:rPr>
          <w:rtl/>
        </w:rPr>
        <w:t xml:space="preserve"> - </w:t>
      </w:r>
      <w:r w:rsidRPr="00AA299A">
        <w:rPr>
          <w:rtl/>
        </w:rPr>
        <w:t>لم يطبع حتّى الآن</w:t>
      </w:r>
      <w:r w:rsidR="00610870">
        <w:rPr>
          <w:rtl/>
        </w:rPr>
        <w:t xml:space="preserve"> - </w:t>
      </w:r>
      <w:r w:rsidRPr="00AA299A">
        <w:rPr>
          <w:rtl/>
        </w:rPr>
        <w:t>إلى أنَّ أئمَّة الشيعة في زمانهم كانوا كالعلَم الشاخص والراية السامقة</w:t>
      </w:r>
      <w:r w:rsidR="00610870">
        <w:rPr>
          <w:rtl/>
        </w:rPr>
        <w:t>،</w:t>
      </w:r>
      <w:r w:rsidRPr="00AA299A">
        <w:rPr>
          <w:rtl/>
        </w:rPr>
        <w:t xml:space="preserve"> وكان بيت كلٍّ من الإمام الباقر والإمام الصادق </w:t>
      </w:r>
      <w:r w:rsidR="00283EDA" w:rsidRPr="00283EDA">
        <w:rPr>
          <w:rStyle w:val="libAlaemChar"/>
          <w:rFonts w:eastAsiaTheme="minorHAnsi"/>
          <w:rtl/>
        </w:rPr>
        <w:t>عليهما‌السلام</w:t>
      </w:r>
      <w:r w:rsidRPr="00AA299A">
        <w:rPr>
          <w:rtl/>
        </w:rPr>
        <w:t xml:space="preserve"> المرجع الأخير لجميع العلماء</w:t>
      </w:r>
      <w:r w:rsidR="00610870">
        <w:rPr>
          <w:rtl/>
        </w:rPr>
        <w:t>،</w:t>
      </w:r>
      <w:r w:rsidRPr="00AA299A">
        <w:rPr>
          <w:rtl/>
        </w:rPr>
        <w:t xml:space="preserve"> ثُمَّ دام الأمر كذلك حتّى عصر الإمام الكاظم </w:t>
      </w:r>
      <w:r w:rsidR="00283EDA" w:rsidRPr="00283EDA">
        <w:rPr>
          <w:rStyle w:val="libAlaemChar"/>
          <w:rFonts w:eastAsiaTheme="minorHAnsi"/>
          <w:rtl/>
        </w:rPr>
        <w:t>عليه‌السلام</w:t>
      </w:r>
      <w:r w:rsidR="00610870">
        <w:rPr>
          <w:rtl/>
        </w:rPr>
        <w:t>،</w:t>
      </w:r>
      <w:r w:rsidRPr="00AA299A">
        <w:rPr>
          <w:rtl/>
        </w:rPr>
        <w:t xml:space="preserve"> ولقد روى علماؤهم عن الإمام السجَّاد علي بن الحسين</w:t>
      </w:r>
      <w:r w:rsidR="00610870">
        <w:rPr>
          <w:rtl/>
        </w:rPr>
        <w:t>،</w:t>
      </w:r>
      <w:r w:rsidRPr="00AA299A">
        <w:rPr>
          <w:rtl/>
        </w:rPr>
        <w:t xml:space="preserve"> كما أنَّ عدداً </w:t>
      </w:r>
    </w:p>
    <w:p w:rsidR="00E07DFB" w:rsidRPr="00065D03" w:rsidRDefault="00E07DFB" w:rsidP="00283EDA">
      <w:pPr>
        <w:pStyle w:val="libNormal"/>
        <w:rPr>
          <w:rtl/>
        </w:rPr>
      </w:pPr>
      <w:r w:rsidRPr="00065D03">
        <w:rPr>
          <w:rtl/>
        </w:rPr>
        <w:t xml:space="preserve">كبيراً من روايات أهل السُّـنَّة مرويٌّ عن الإمام الحسن والإمام الحسين </w:t>
      </w:r>
      <w:r w:rsidR="00283EDA" w:rsidRPr="00283EDA">
        <w:rPr>
          <w:rStyle w:val="libAlaemChar"/>
          <w:rFonts w:eastAsiaTheme="minorHAnsi"/>
          <w:rtl/>
        </w:rPr>
        <w:t>عليهما‌السلام</w:t>
      </w:r>
      <w:r w:rsidR="00610870">
        <w:rPr>
          <w:rtl/>
        </w:rPr>
        <w:t>،</w:t>
      </w:r>
      <w:r w:rsidRPr="00065D03">
        <w:rPr>
          <w:rtl/>
        </w:rPr>
        <w:t xml:space="preserve"> مع أنَّ فقه الشيعة نفسه لا ينطوي إلاّ على عدد نادر من الروايات عن الإمامين السبطين: الحسن والحسين </w:t>
      </w:r>
      <w:r w:rsidR="00283EDA" w:rsidRPr="00283EDA">
        <w:rPr>
          <w:rStyle w:val="libAlaemChar"/>
          <w:rFonts w:eastAsiaTheme="minorHAnsi"/>
          <w:rtl/>
        </w:rPr>
        <w:t>عليهما‌السلام</w:t>
      </w:r>
      <w:r w:rsidRPr="00065D03">
        <w:rPr>
          <w:rtl/>
        </w:rPr>
        <w:t>.</w:t>
      </w:r>
    </w:p>
    <w:p w:rsidR="009F77A7" w:rsidRDefault="00E07DFB" w:rsidP="002A0058">
      <w:pPr>
        <w:pStyle w:val="libNormal"/>
        <w:rPr>
          <w:rtl/>
        </w:rPr>
      </w:pPr>
      <w:r w:rsidRPr="00313984">
        <w:rPr>
          <w:rStyle w:val="libBold1Char"/>
          <w:rtl/>
        </w:rPr>
        <w:t>ما أنتهي إليه هو:</w:t>
      </w:r>
      <w:r w:rsidRPr="002A0058">
        <w:rPr>
          <w:rtl/>
        </w:rPr>
        <w:t xml:space="preserve"> صحيحٌ أنَّ فقه الشيعة أكثر دقَّة وأزيد تفصيلاً</w:t>
      </w:r>
      <w:r w:rsidR="00610870">
        <w:rPr>
          <w:rtl/>
        </w:rPr>
        <w:t>،</w:t>
      </w:r>
      <w:r w:rsidRPr="002A0058">
        <w:rPr>
          <w:rtl/>
        </w:rPr>
        <w:t xml:space="preserve"> إلاّ أنَّ ذلك لا يتعارض مع ما ذهبتُ إليه</w:t>
      </w:r>
      <w:r w:rsidR="00610870">
        <w:rPr>
          <w:rtl/>
        </w:rPr>
        <w:t>.</w:t>
      </w:r>
      <w:r w:rsidRPr="002A0058">
        <w:rPr>
          <w:rtl/>
        </w:rPr>
        <w:t xml:space="preserve"> أنا شخصياً من تلامذة آية الله الخوئي</w:t>
      </w:r>
      <w:r w:rsidR="00610870">
        <w:rPr>
          <w:rtl/>
        </w:rPr>
        <w:t>،</w:t>
      </w:r>
      <w:r w:rsidRPr="002A0058">
        <w:rPr>
          <w:rtl/>
        </w:rPr>
        <w:t xml:space="preserve"> وقد كنتُ أحضر درسه لمدَّة من الزمن</w:t>
      </w:r>
      <w:r w:rsidR="00610870">
        <w:rPr>
          <w:rtl/>
        </w:rPr>
        <w:t>،</w:t>
      </w:r>
      <w:r w:rsidRPr="002A0058">
        <w:rPr>
          <w:rtl/>
        </w:rPr>
        <w:t xml:space="preserve"> فلم أسمع منه مثل هذا الكلام المشار إليه في السؤال</w:t>
      </w:r>
      <w:r w:rsidR="00610870">
        <w:rPr>
          <w:rtl/>
        </w:rPr>
        <w:t>،</w:t>
      </w:r>
      <w:r w:rsidRPr="002A0058">
        <w:rPr>
          <w:rtl/>
        </w:rPr>
        <w:t xml:space="preserve"> وهو غير صحيح</w:t>
      </w:r>
      <w:r w:rsidR="00610870">
        <w:rPr>
          <w:rtl/>
        </w:rPr>
        <w:t>.</w:t>
      </w:r>
      <w:r w:rsidRPr="002A0058">
        <w:rPr>
          <w:rtl/>
        </w:rPr>
        <w:t xml:space="preserve"> أمَّا ما يقوله تلامذته الآخرون</w:t>
      </w:r>
      <w:r w:rsidR="00610870">
        <w:rPr>
          <w:rtl/>
        </w:rPr>
        <w:t>،</w:t>
      </w:r>
      <w:r w:rsidRPr="002A0058">
        <w:rPr>
          <w:rtl/>
        </w:rPr>
        <w:t xml:space="preserve"> وما ينقلونه من آراء</w:t>
      </w:r>
      <w:r w:rsidR="00610870">
        <w:rPr>
          <w:rtl/>
        </w:rPr>
        <w:t>،</w:t>
      </w:r>
      <w:r w:rsidRPr="002A0058">
        <w:rPr>
          <w:rtl/>
        </w:rPr>
        <w:t xml:space="preserve"> فلا اطّلاع لي عليه.</w:t>
      </w:r>
    </w:p>
    <w:p w:rsidR="009F77A7" w:rsidRDefault="009F77A7" w:rsidP="00E5125A">
      <w:pPr>
        <w:pStyle w:val="libNormal"/>
        <w:rPr>
          <w:rtl/>
        </w:rPr>
      </w:pPr>
      <w:r>
        <w:rPr>
          <w:rtl/>
        </w:rPr>
        <w:br w:type="page"/>
      </w:r>
    </w:p>
    <w:p w:rsidR="00E07DFB" w:rsidRPr="00E51D91" w:rsidRDefault="00E07DFB" w:rsidP="00E51D91">
      <w:pPr>
        <w:pStyle w:val="Heading2Center"/>
        <w:rPr>
          <w:rtl/>
        </w:rPr>
      </w:pPr>
      <w:bookmarkStart w:id="16" w:name="_Toc388703633"/>
      <w:r w:rsidRPr="00E51D91">
        <w:rPr>
          <w:rtl/>
        </w:rPr>
        <w:lastRenderedPageBreak/>
        <w:t>دور الرؤية القرآنية في الاستنباط</w:t>
      </w:r>
      <w:bookmarkStart w:id="17" w:name="دور_الرؤية_القرآنية_في_الاستنباط"/>
      <w:bookmarkEnd w:id="16"/>
      <w:bookmarkEnd w:id="17"/>
    </w:p>
    <w:p w:rsidR="00E07DFB" w:rsidRPr="00313984" w:rsidRDefault="00E07DFB" w:rsidP="00313984">
      <w:pPr>
        <w:pStyle w:val="libBold1"/>
        <w:rPr>
          <w:rtl/>
        </w:rPr>
      </w:pPr>
      <w:r w:rsidRPr="00313984">
        <w:rPr>
          <w:rtl/>
        </w:rPr>
        <w:t>* ما هو دور الرؤية الكونية القرآنية في الاستنباط الفقهي؟ بتعبير آخر: هل يكفي الفقيه في الاستنباط تعاطيه مع آيات الأحكام وحدها وحسب</w:t>
      </w:r>
      <w:r w:rsidR="00610870">
        <w:rPr>
          <w:rtl/>
        </w:rPr>
        <w:t>،</w:t>
      </w:r>
      <w:r w:rsidRPr="00313984">
        <w:rPr>
          <w:rtl/>
        </w:rPr>
        <w:t xml:space="preserve"> أو أنَّ هناك تأثيراً للعلوم والمعارف القرآنية الأخرى في الاجتهاد؟ أخيراً</w:t>
      </w:r>
      <w:r w:rsidR="00610870">
        <w:rPr>
          <w:rtl/>
        </w:rPr>
        <w:t>،</w:t>
      </w:r>
      <w:r w:rsidRPr="00313984">
        <w:rPr>
          <w:rtl/>
        </w:rPr>
        <w:t xml:space="preserve"> كيف تكون آلية هذا التأثير؟</w:t>
      </w:r>
    </w:p>
    <w:p w:rsidR="00E07DFB" w:rsidRPr="00065D03" w:rsidRDefault="00E07DFB" w:rsidP="009F77A7">
      <w:pPr>
        <w:pStyle w:val="libNormal"/>
        <w:rPr>
          <w:rtl/>
        </w:rPr>
      </w:pPr>
      <w:r w:rsidRPr="00313984">
        <w:rPr>
          <w:rStyle w:val="libBold1Char"/>
          <w:rtl/>
        </w:rPr>
        <w:t xml:space="preserve">د. كُرْجي: </w:t>
      </w:r>
      <w:r w:rsidRPr="002A0058">
        <w:rPr>
          <w:rtl/>
        </w:rPr>
        <w:t>يقوم نهج الفقهاء على معرفة آيات الأحكام وحدها في ممارسة الاستنباط</w:t>
      </w:r>
      <w:r w:rsidR="00610870">
        <w:rPr>
          <w:rtl/>
        </w:rPr>
        <w:t>،</w:t>
      </w:r>
      <w:r w:rsidRPr="002A0058">
        <w:rPr>
          <w:rtl/>
        </w:rPr>
        <w:t xml:space="preserve"> بَيْدَ أنَّ الذي لا ريب فيه هو أنَّ دراسة علوم القرآن</w:t>
      </w:r>
      <w:r w:rsidR="00610870">
        <w:rPr>
          <w:rtl/>
        </w:rPr>
        <w:t>،</w:t>
      </w:r>
      <w:r w:rsidRPr="002A0058">
        <w:rPr>
          <w:rtl/>
        </w:rPr>
        <w:t xml:space="preserve"> والتعرُّف إلى معارفه</w:t>
      </w:r>
      <w:r w:rsidR="00610870">
        <w:rPr>
          <w:rtl/>
        </w:rPr>
        <w:t>،</w:t>
      </w:r>
      <w:r w:rsidRPr="002A0058">
        <w:rPr>
          <w:rtl/>
        </w:rPr>
        <w:t xml:space="preserve"> لهما سهم وافر في تعميق فهم آيات الأحكام</w:t>
      </w:r>
      <w:r w:rsidR="00610870">
        <w:rPr>
          <w:rtl/>
        </w:rPr>
        <w:t>،</w:t>
      </w:r>
      <w:r w:rsidRPr="002A0058">
        <w:rPr>
          <w:rtl/>
        </w:rPr>
        <w:t xml:space="preserve"> وفي الوصول إلى الحكم الشرعي واستنباط</w:t>
      </w:r>
      <w:r w:rsidR="00610870">
        <w:rPr>
          <w:rtl/>
        </w:rPr>
        <w:t>،</w:t>
      </w:r>
      <w:r w:rsidRPr="002A0058">
        <w:rPr>
          <w:rtl/>
        </w:rPr>
        <w:t xml:space="preserve"> والوقوف على مصالح التشريع</w:t>
      </w:r>
      <w:r w:rsidR="00610870">
        <w:rPr>
          <w:rtl/>
        </w:rPr>
        <w:t>.</w:t>
      </w:r>
      <w:r w:rsidRPr="002A0058">
        <w:rPr>
          <w:rtl/>
        </w:rPr>
        <w:t xml:space="preserve"> وإنَّ الاكتفاء بالتدقيق في جانب من القرآن</w:t>
      </w:r>
      <w:r w:rsidR="00610870">
        <w:rPr>
          <w:rtl/>
        </w:rPr>
        <w:t>،</w:t>
      </w:r>
      <w:r w:rsidRPr="002A0058">
        <w:rPr>
          <w:rtl/>
        </w:rPr>
        <w:t xml:space="preserve"> أو أي كتاب آخر</w:t>
      </w:r>
      <w:r w:rsidR="00610870">
        <w:rPr>
          <w:rtl/>
        </w:rPr>
        <w:t>،</w:t>
      </w:r>
      <w:r w:rsidRPr="002A0058">
        <w:rPr>
          <w:rtl/>
        </w:rPr>
        <w:t xml:space="preserve"> لا يمكن أن يساوي في مردوده</w:t>
      </w:r>
      <w:r w:rsidR="00610870">
        <w:rPr>
          <w:rtl/>
        </w:rPr>
        <w:t>،</w:t>
      </w:r>
      <w:r w:rsidRPr="002A0058">
        <w:rPr>
          <w:rtl/>
        </w:rPr>
        <w:t xml:space="preserve"> وفي إدراك</w:t>
      </w:r>
      <w:r w:rsidR="009F77A7">
        <w:rPr>
          <w:rFonts w:hint="cs"/>
          <w:rtl/>
        </w:rPr>
        <w:t xml:space="preserve"> </w:t>
      </w:r>
      <w:r w:rsidRPr="00065D03">
        <w:rPr>
          <w:rtl/>
        </w:rPr>
        <w:t>هدف صاحب الأثر</w:t>
      </w:r>
      <w:r w:rsidR="00610870">
        <w:rPr>
          <w:rtl/>
        </w:rPr>
        <w:t>،</w:t>
      </w:r>
      <w:r w:rsidRPr="00065D03">
        <w:rPr>
          <w:rtl/>
        </w:rPr>
        <w:t xml:space="preserve"> الحصيلةَ الناتجة عن التعمُّق في إدراك جميع أبعاد الأثر</w:t>
      </w:r>
      <w:r w:rsidR="00610870">
        <w:rPr>
          <w:rtl/>
        </w:rPr>
        <w:t>،</w:t>
      </w:r>
      <w:r w:rsidRPr="00065D03">
        <w:rPr>
          <w:rtl/>
        </w:rPr>
        <w:t xml:space="preserve"> بل لا يمكن أن يتساوى الوعي الحاصل للهدف الذي يرمي إليه صاحب الكتاب</w:t>
      </w:r>
      <w:r w:rsidR="00610870">
        <w:rPr>
          <w:rtl/>
        </w:rPr>
        <w:t>،</w:t>
      </w:r>
      <w:r w:rsidRPr="00065D03">
        <w:rPr>
          <w:rtl/>
        </w:rPr>
        <w:t xml:space="preserve"> في بُعد من أبعاده</w:t>
      </w:r>
      <w:r w:rsidR="00610870">
        <w:rPr>
          <w:rtl/>
        </w:rPr>
        <w:t>،</w:t>
      </w:r>
      <w:r w:rsidRPr="00065D03">
        <w:rPr>
          <w:rtl/>
        </w:rPr>
        <w:t xml:space="preserve"> بين مَن يقتصر على هذا البُعد وحده وبين مَن يتجاوز هذا البعد</w:t>
      </w:r>
      <w:r w:rsidR="00610870">
        <w:rPr>
          <w:rtl/>
        </w:rPr>
        <w:t>،</w:t>
      </w:r>
      <w:r w:rsidRPr="00065D03">
        <w:rPr>
          <w:rtl/>
        </w:rPr>
        <w:t xml:space="preserve"> ليحيط بجميع أبعاد الكتاب</w:t>
      </w:r>
      <w:r w:rsidR="00610870">
        <w:rPr>
          <w:rtl/>
        </w:rPr>
        <w:t>،</w:t>
      </w:r>
      <w:r w:rsidRPr="00065D03">
        <w:rPr>
          <w:rtl/>
        </w:rPr>
        <w:t xml:space="preserve"> ويطلّ من خلال هذا الوعي الشامل على الجزء المطلوب</w:t>
      </w:r>
      <w:r w:rsidR="00610870">
        <w:rPr>
          <w:rtl/>
        </w:rPr>
        <w:t>،</w:t>
      </w:r>
      <w:r w:rsidRPr="00065D03">
        <w:rPr>
          <w:rtl/>
        </w:rPr>
        <w:t xml:space="preserve"> ولكن لماذا؟ الجواب: لأنَّ الأجزاء تترابط في ما بينها لمتابعة هدف واحد.</w:t>
      </w:r>
    </w:p>
    <w:p w:rsidR="00E07DFB" w:rsidRPr="00065D03" w:rsidRDefault="00E07DFB" w:rsidP="00065D03">
      <w:pPr>
        <w:pStyle w:val="libNormal"/>
        <w:rPr>
          <w:rtl/>
        </w:rPr>
      </w:pPr>
      <w:r w:rsidRPr="00065D03">
        <w:rPr>
          <w:rtl/>
        </w:rPr>
        <w:t>بل نستطيع القول: إنَّ هذا النهج</w:t>
      </w:r>
      <w:r w:rsidR="00610870">
        <w:rPr>
          <w:rtl/>
        </w:rPr>
        <w:t>،</w:t>
      </w:r>
      <w:r w:rsidRPr="00065D03">
        <w:rPr>
          <w:rtl/>
        </w:rPr>
        <w:t xml:space="preserve"> في الاقتصار على جانب واحد وإهمال بقيَّة الجوانب</w:t>
      </w:r>
      <w:r w:rsidR="00610870">
        <w:rPr>
          <w:rtl/>
        </w:rPr>
        <w:t>،</w:t>
      </w:r>
      <w:r w:rsidRPr="00065D03">
        <w:rPr>
          <w:rtl/>
        </w:rPr>
        <w:t xml:space="preserve"> لا يليق حتّى بالموسوعات وكتب الكشاكيل والمتفرِّقات.</w:t>
      </w:r>
    </w:p>
    <w:p w:rsidR="009F77A7" w:rsidRDefault="00E07DFB" w:rsidP="00065D03">
      <w:pPr>
        <w:pStyle w:val="libNormal"/>
        <w:rPr>
          <w:rtl/>
        </w:rPr>
      </w:pPr>
      <w:r w:rsidRPr="00065D03">
        <w:rPr>
          <w:rtl/>
        </w:rPr>
        <w:t>والمسألة المثارة (الفرق بين التركيز على آيات الأحكام وحدها والتركيز على القرآن في جميع أبعاده) لا تقتصر آثارها على إدراك ظواهر كلام المتكلِّم وفهمه</w:t>
      </w:r>
      <w:r w:rsidR="00610870">
        <w:rPr>
          <w:rtl/>
        </w:rPr>
        <w:t>،</w:t>
      </w:r>
      <w:r w:rsidRPr="00065D03">
        <w:rPr>
          <w:rtl/>
        </w:rPr>
        <w:t xml:space="preserve"> بل تمتد لتشمل مسألة استيعاب عمق المعنى وروحه.</w:t>
      </w:r>
    </w:p>
    <w:p w:rsidR="009F77A7" w:rsidRDefault="009F77A7" w:rsidP="00E5125A">
      <w:pPr>
        <w:pStyle w:val="libNormal"/>
        <w:rPr>
          <w:rtl/>
        </w:rPr>
      </w:pPr>
      <w:r>
        <w:rPr>
          <w:rtl/>
        </w:rPr>
        <w:br w:type="page"/>
      </w:r>
    </w:p>
    <w:p w:rsidR="00E07DFB" w:rsidRPr="002A0058" w:rsidRDefault="00E07DFB" w:rsidP="002A0058">
      <w:pPr>
        <w:pStyle w:val="libNormal"/>
        <w:rPr>
          <w:rtl/>
        </w:rPr>
      </w:pPr>
      <w:r w:rsidRPr="00313984">
        <w:rPr>
          <w:rStyle w:val="libBold1Char"/>
          <w:rtl/>
        </w:rPr>
        <w:lastRenderedPageBreak/>
        <w:t>السيد مرعشي:</w:t>
      </w:r>
      <w:r w:rsidRPr="002A0058">
        <w:rPr>
          <w:rtl/>
        </w:rPr>
        <w:t xml:space="preserve"> بالنسبة إلى السؤال المطروح يمكن أن نجيب بالإيجاب</w:t>
      </w:r>
      <w:r w:rsidR="00610870">
        <w:rPr>
          <w:rtl/>
        </w:rPr>
        <w:t>؛</w:t>
      </w:r>
      <w:r w:rsidRPr="002A0058">
        <w:rPr>
          <w:rtl/>
        </w:rPr>
        <w:t xml:space="preserve"> فلمجموع علوم القرآن ومعارفه تأثير في الاجتهاد</w:t>
      </w:r>
      <w:r w:rsidR="00610870">
        <w:rPr>
          <w:rtl/>
        </w:rPr>
        <w:t>.</w:t>
      </w:r>
      <w:r w:rsidRPr="002A0058">
        <w:rPr>
          <w:rtl/>
        </w:rPr>
        <w:t xml:space="preserve"> نحن نرى أنَّ النظرية الاجتهادية تستحقُّ الاحترام حين تُعبِّر عن حكم الله</w:t>
      </w:r>
      <w:r w:rsidR="00610870">
        <w:rPr>
          <w:rtl/>
        </w:rPr>
        <w:t>،</w:t>
      </w:r>
      <w:r w:rsidRPr="002A0058">
        <w:rPr>
          <w:rtl/>
        </w:rPr>
        <w:t xml:space="preserve"> لا عن حكم الفقيه الخاص</w:t>
      </w:r>
      <w:r w:rsidR="00610870">
        <w:rPr>
          <w:rtl/>
        </w:rPr>
        <w:t>.</w:t>
      </w:r>
      <w:r w:rsidRPr="002A0058">
        <w:rPr>
          <w:rtl/>
        </w:rPr>
        <w:t xml:space="preserve"> هذا الأمر يُملي على الفقيه أن ينظر إلى آيات الأحكام ويتعاطى معها بنوع من االتعبُّد</w:t>
      </w:r>
      <w:r w:rsidR="00610870">
        <w:rPr>
          <w:rtl/>
        </w:rPr>
        <w:t>،</w:t>
      </w:r>
      <w:r w:rsidRPr="002A0058">
        <w:rPr>
          <w:rtl/>
        </w:rPr>
        <w:t xml:space="preserve"> بحيث لا يتجاوز حدودها وثغورها</w:t>
      </w:r>
      <w:r w:rsidR="00610870">
        <w:rPr>
          <w:rtl/>
        </w:rPr>
        <w:t>،</w:t>
      </w:r>
      <w:r w:rsidRPr="002A0058">
        <w:rPr>
          <w:rtl/>
        </w:rPr>
        <w:t xml:space="preserve"> بل يبقى في دائرتها وداخل حدودها حين يمارس الاجتهاد والاستنباط</w:t>
      </w:r>
      <w:r w:rsidR="00610870">
        <w:rPr>
          <w:rtl/>
        </w:rPr>
        <w:t>،</w:t>
      </w:r>
      <w:r w:rsidRPr="002A0058">
        <w:rPr>
          <w:rtl/>
        </w:rPr>
        <w:t xml:space="preserve"> ومن ثَمَّ فهو ليس حرَّاً في أن يبتعد عنها ويضحِّي بها في مقابل مجموعة من الاعتباريات والظنون الواهية</w:t>
      </w:r>
      <w:r w:rsidR="00610870">
        <w:rPr>
          <w:rtl/>
        </w:rPr>
        <w:t>.</w:t>
      </w:r>
      <w:r w:rsidRPr="002A0058">
        <w:rPr>
          <w:rtl/>
        </w:rPr>
        <w:t xml:space="preserve"> وما جاء في بعض الروايات من </w:t>
      </w:r>
      <w:r w:rsidRPr="0080527D">
        <w:rPr>
          <w:rStyle w:val="libBold2Char"/>
          <w:rtl/>
        </w:rPr>
        <w:t>(أنَّ دين الله لا يصاب بالعقول)</w:t>
      </w:r>
      <w:r w:rsidRPr="002A0058">
        <w:rPr>
          <w:rtl/>
        </w:rPr>
        <w:t xml:space="preserve"> ناظرٌ في الحقيقة إلى هذا الأمر</w:t>
      </w:r>
      <w:r w:rsidR="00610870">
        <w:rPr>
          <w:rtl/>
        </w:rPr>
        <w:t>،</w:t>
      </w:r>
      <w:r w:rsidRPr="002A0058">
        <w:rPr>
          <w:rtl/>
        </w:rPr>
        <w:t xml:space="preserve"> وهو يعكس حقيقة أنَّ على الفقيه أن لا يخرج عن إطار الأدلَّة إلى القياس والاستحسان</w:t>
      </w:r>
      <w:r w:rsidR="00610870">
        <w:rPr>
          <w:rtl/>
        </w:rPr>
        <w:t>،</w:t>
      </w:r>
      <w:r w:rsidRPr="002A0058">
        <w:rPr>
          <w:rtl/>
        </w:rPr>
        <w:t xml:space="preserve"> وهما أمران باطلان.</w:t>
      </w:r>
    </w:p>
    <w:p w:rsidR="00E07DFB" w:rsidRPr="002A0058" w:rsidRDefault="00E07DFB" w:rsidP="00B27F0D">
      <w:pPr>
        <w:pStyle w:val="libNormal"/>
        <w:rPr>
          <w:rtl/>
        </w:rPr>
      </w:pPr>
      <w:r w:rsidRPr="00313984">
        <w:rPr>
          <w:rStyle w:val="libBold1Char"/>
          <w:rtl/>
        </w:rPr>
        <w:t xml:space="preserve">د. كاتوزْيان: </w:t>
      </w:r>
      <w:r w:rsidRPr="002A0058">
        <w:rPr>
          <w:rtl/>
        </w:rPr>
        <w:t>أعتقد أنَّ سؤال الندوة غامض</w:t>
      </w:r>
      <w:r w:rsidR="00610870">
        <w:rPr>
          <w:rtl/>
        </w:rPr>
        <w:t>،</w:t>
      </w:r>
      <w:r w:rsidRPr="002A0058">
        <w:rPr>
          <w:rtl/>
        </w:rPr>
        <w:t xml:space="preserve"> بَيْدَ أنِّي أستطيع القول</w:t>
      </w:r>
      <w:r w:rsidR="00610870">
        <w:rPr>
          <w:rtl/>
        </w:rPr>
        <w:t>،</w:t>
      </w:r>
      <w:r w:rsidRPr="002A0058">
        <w:rPr>
          <w:rtl/>
        </w:rPr>
        <w:t xml:space="preserve"> من</w:t>
      </w:r>
      <w:r w:rsidR="009F77A7">
        <w:rPr>
          <w:rFonts w:hint="cs"/>
          <w:rtl/>
        </w:rPr>
        <w:t xml:space="preserve"> </w:t>
      </w:r>
      <w:r w:rsidRPr="002A0058">
        <w:rPr>
          <w:rtl/>
        </w:rPr>
        <w:t>خلال المقدار الذي فهمته</w:t>
      </w:r>
      <w:r w:rsidR="00610870">
        <w:rPr>
          <w:rtl/>
        </w:rPr>
        <w:t>،</w:t>
      </w:r>
      <w:r w:rsidRPr="002A0058">
        <w:rPr>
          <w:rtl/>
        </w:rPr>
        <w:t xml:space="preserve"> أنْ لا مجال للشكِّ في أنَّ القرآن هو الدستور المدوَّن للحقوق الإسلامية</w:t>
      </w:r>
      <w:r w:rsidR="00610870">
        <w:rPr>
          <w:rtl/>
        </w:rPr>
        <w:t>،</w:t>
      </w:r>
      <w:r w:rsidRPr="002A0058">
        <w:rPr>
          <w:rtl/>
        </w:rPr>
        <w:t xml:space="preserve"> وهو</w:t>
      </w:r>
      <w:r w:rsidR="00610870">
        <w:rPr>
          <w:rtl/>
        </w:rPr>
        <w:t>،</w:t>
      </w:r>
      <w:r w:rsidRPr="002A0058">
        <w:rPr>
          <w:rtl/>
        </w:rPr>
        <w:t xml:space="preserve"> إضافة إلى ذلك</w:t>
      </w:r>
      <w:r w:rsidR="00610870">
        <w:rPr>
          <w:rtl/>
        </w:rPr>
        <w:t>،</w:t>
      </w:r>
      <w:r w:rsidRPr="002A0058">
        <w:rPr>
          <w:rtl/>
        </w:rPr>
        <w:t xml:space="preserve"> أعلى مصدر فقهي</w:t>
      </w:r>
      <w:r w:rsidR="00610870">
        <w:rPr>
          <w:rtl/>
        </w:rPr>
        <w:t>،</w:t>
      </w:r>
      <w:r w:rsidRPr="002A0058">
        <w:rPr>
          <w:rtl/>
        </w:rPr>
        <w:t xml:space="preserve"> بحيث تتحتَّم رعاية الأصول التي يضمَّها</w:t>
      </w:r>
      <w:r w:rsidR="00610870">
        <w:rPr>
          <w:rtl/>
        </w:rPr>
        <w:t>،</w:t>
      </w:r>
      <w:r w:rsidRPr="002A0058">
        <w:rPr>
          <w:rtl/>
        </w:rPr>
        <w:t xml:space="preserve"> واتخاذها مُرشداً في كيفية الاستنباط</w:t>
      </w:r>
      <w:r w:rsidR="00610870">
        <w:rPr>
          <w:rtl/>
        </w:rPr>
        <w:t>.</w:t>
      </w:r>
      <w:r w:rsidRPr="002A0058">
        <w:rPr>
          <w:rtl/>
        </w:rPr>
        <w:t xml:space="preserve"> على سبيل المثال</w:t>
      </w:r>
      <w:r w:rsidR="00610870">
        <w:rPr>
          <w:rtl/>
        </w:rPr>
        <w:t>،</w:t>
      </w:r>
      <w:r w:rsidRPr="002A0058">
        <w:rPr>
          <w:rtl/>
        </w:rPr>
        <w:t xml:space="preserve"> نفهم من التشديد الكبير للآيات الإلهية على وجوب تحكيم العدل</w:t>
      </w:r>
      <w:r w:rsidR="00610870">
        <w:rPr>
          <w:rtl/>
        </w:rPr>
        <w:t>،</w:t>
      </w:r>
      <w:r w:rsidRPr="002A0058">
        <w:rPr>
          <w:rtl/>
        </w:rPr>
        <w:t xml:space="preserve"> أنَّ الهدف العام المنشود من تنفيذ جميع الأحكام يتمثَّل بتطبيق العدالة</w:t>
      </w:r>
      <w:r w:rsidR="00610870">
        <w:rPr>
          <w:rtl/>
        </w:rPr>
        <w:t>.</w:t>
      </w:r>
      <w:r w:rsidRPr="002A0058">
        <w:rPr>
          <w:rtl/>
        </w:rPr>
        <w:t xml:space="preserve"> وتطبيق العدالة هو في الواقع القيمة التي تقرِّبنا إلى التقوى وتوفِّر لنا الرضا الإلهي </w:t>
      </w:r>
      <w:r w:rsidR="00B27F0D">
        <w:rPr>
          <w:rStyle w:val="libAlaemChar"/>
          <w:rFonts w:eastAsiaTheme="minorHAnsi" w:hint="cs"/>
          <w:rtl/>
        </w:rPr>
        <w:t>(</w:t>
      </w:r>
      <w:r w:rsidRPr="00AE62B5">
        <w:rPr>
          <w:rStyle w:val="libAieChar"/>
          <w:rFonts w:hint="cs"/>
          <w:rtl/>
        </w:rPr>
        <w:t>اعْدِلُوا هُوَ أَقْرَبُ لِلتَّقْوَى</w:t>
      </w:r>
      <w:r w:rsidR="00B27F0D">
        <w:rPr>
          <w:rStyle w:val="libAlaemChar"/>
          <w:rFonts w:eastAsiaTheme="minorHAnsi" w:hint="cs"/>
          <w:rtl/>
        </w:rPr>
        <w:t>)</w:t>
      </w:r>
      <w:r w:rsidRPr="002A0058">
        <w:rPr>
          <w:rtl/>
        </w:rPr>
        <w:t>.</w:t>
      </w:r>
    </w:p>
    <w:p w:rsidR="00E07DFB" w:rsidRPr="00065D03" w:rsidRDefault="00E07DFB" w:rsidP="00065D03">
      <w:pPr>
        <w:pStyle w:val="libNormal"/>
        <w:rPr>
          <w:rtl/>
        </w:rPr>
      </w:pPr>
      <w:r w:rsidRPr="00065D03">
        <w:rPr>
          <w:rtl/>
        </w:rPr>
        <w:t>وعليه</w:t>
      </w:r>
      <w:r w:rsidR="00610870">
        <w:rPr>
          <w:rtl/>
        </w:rPr>
        <w:t>،</w:t>
      </w:r>
      <w:r w:rsidRPr="00065D03">
        <w:rPr>
          <w:rtl/>
        </w:rPr>
        <w:t xml:space="preserve"> ينبغي للفقيه القرآني أن يأخذ بنظر الاعتبار</w:t>
      </w:r>
      <w:r w:rsidR="00610870">
        <w:rPr>
          <w:rtl/>
        </w:rPr>
        <w:t>،</w:t>
      </w:r>
      <w:r w:rsidRPr="00065D03">
        <w:rPr>
          <w:rtl/>
        </w:rPr>
        <w:t xml:space="preserve"> في استنباطه للحكم</w:t>
      </w:r>
      <w:r w:rsidR="00610870">
        <w:rPr>
          <w:rtl/>
        </w:rPr>
        <w:t>،</w:t>
      </w:r>
      <w:r w:rsidRPr="00065D03">
        <w:rPr>
          <w:rtl/>
        </w:rPr>
        <w:t xml:space="preserve"> الآثارَ الاجتماعية والاقتصادية المترتِّبة على الحكم الذي يستنبطه</w:t>
      </w:r>
      <w:r w:rsidR="00610870">
        <w:rPr>
          <w:rtl/>
        </w:rPr>
        <w:t>،</w:t>
      </w:r>
      <w:r w:rsidRPr="00065D03">
        <w:rPr>
          <w:rtl/>
        </w:rPr>
        <w:t xml:space="preserve"> ومدى ما يُسهم به في تطبيق العدالة</w:t>
      </w:r>
      <w:r w:rsidR="00610870">
        <w:rPr>
          <w:rtl/>
        </w:rPr>
        <w:t>،</w:t>
      </w:r>
      <w:r w:rsidRPr="00065D03">
        <w:rPr>
          <w:rtl/>
        </w:rPr>
        <w:t xml:space="preserve"> ومن ثَمَّ يجب أن لا يقتصر تفكيره في حدود الصناعات الأدبية والمنطقية.</w:t>
      </w:r>
    </w:p>
    <w:p w:rsidR="009F77A7" w:rsidRDefault="00E07DFB" w:rsidP="002A0058">
      <w:pPr>
        <w:pStyle w:val="libNormal"/>
        <w:rPr>
          <w:rtl/>
        </w:rPr>
      </w:pPr>
      <w:r w:rsidRPr="00313984">
        <w:rPr>
          <w:rStyle w:val="libBold1Char"/>
          <w:rtl/>
        </w:rPr>
        <w:t>بتعبيرٍ آخر:</w:t>
      </w:r>
      <w:r w:rsidRPr="002A0058">
        <w:rPr>
          <w:rtl/>
        </w:rPr>
        <w:t xml:space="preserve"> ينبغي للفقيه القرآني</w:t>
      </w:r>
      <w:r w:rsidR="00610870">
        <w:rPr>
          <w:rtl/>
        </w:rPr>
        <w:t>،</w:t>
      </w:r>
      <w:r w:rsidRPr="002A0058">
        <w:rPr>
          <w:rtl/>
        </w:rPr>
        <w:t xml:space="preserve"> باللحاظ المذكور</w:t>
      </w:r>
      <w:r w:rsidR="00610870">
        <w:rPr>
          <w:rtl/>
        </w:rPr>
        <w:t>،</w:t>
      </w:r>
      <w:r w:rsidRPr="002A0058">
        <w:rPr>
          <w:rtl/>
        </w:rPr>
        <w:t xml:space="preserve"> أن يملأ الفضاء الخالي للأحكام بمادَّة العدالة ومحتواها</w:t>
      </w:r>
      <w:r w:rsidR="00610870">
        <w:rPr>
          <w:rtl/>
        </w:rPr>
        <w:t>.</w:t>
      </w:r>
      <w:r w:rsidRPr="002A0058">
        <w:rPr>
          <w:rtl/>
        </w:rPr>
        <w:t xml:space="preserve"> وبهذا النحو ليس عليه أن لا يلجأ إلى تخصيص الأحكام القرآنية القطعية من دون مسوِّغ وحسب</w:t>
      </w:r>
      <w:r w:rsidR="00610870">
        <w:rPr>
          <w:rtl/>
        </w:rPr>
        <w:t>،</w:t>
      </w:r>
      <w:r w:rsidRPr="002A0058">
        <w:rPr>
          <w:rtl/>
        </w:rPr>
        <w:t xml:space="preserve"> بل عليه أن يأخذ من هذه الأحكام أصولاً تهدي اجتهاده وتوجِّهه في عملية الاستنباط.</w:t>
      </w:r>
    </w:p>
    <w:p w:rsidR="009F77A7" w:rsidRDefault="009F77A7"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لكن مع ذلك كلِّه</w:t>
      </w:r>
      <w:r w:rsidR="00610870">
        <w:rPr>
          <w:rtl/>
        </w:rPr>
        <w:t>،</w:t>
      </w:r>
      <w:r w:rsidRPr="00065D03">
        <w:rPr>
          <w:rtl/>
        </w:rPr>
        <w:t xml:space="preserve"> وبرغم ما يتمتَّع به القرآن من موقع منيف وسامٍ</w:t>
      </w:r>
      <w:r w:rsidR="00610870">
        <w:rPr>
          <w:rtl/>
        </w:rPr>
        <w:t>،</w:t>
      </w:r>
      <w:r w:rsidRPr="00065D03">
        <w:rPr>
          <w:rtl/>
        </w:rPr>
        <w:t xml:space="preserve"> يجب أن لا يقوى التصوُّر الذي يذهب إلى أنَّ كلَّ شيء قد بُيِّن في القرآن</w:t>
      </w:r>
      <w:r w:rsidR="00610870">
        <w:rPr>
          <w:rtl/>
        </w:rPr>
        <w:t>،</w:t>
      </w:r>
      <w:r w:rsidRPr="00065D03">
        <w:rPr>
          <w:rtl/>
        </w:rPr>
        <w:t xml:space="preserve"> بنحوٍ نكون فيه بغنىً عن بقيَّة المصادر الفقهية</w:t>
      </w:r>
      <w:r w:rsidR="00610870">
        <w:rPr>
          <w:rtl/>
        </w:rPr>
        <w:t>.</w:t>
      </w:r>
      <w:r w:rsidRPr="00065D03">
        <w:rPr>
          <w:rtl/>
        </w:rPr>
        <w:t xml:space="preserve"> فالقرآن يضمُّ الأصول العامة للهداية</w:t>
      </w:r>
      <w:r w:rsidR="00610870">
        <w:rPr>
          <w:rtl/>
        </w:rPr>
        <w:t>،</w:t>
      </w:r>
      <w:r w:rsidRPr="00065D03">
        <w:rPr>
          <w:rtl/>
        </w:rPr>
        <w:t xml:space="preserve"> وليس فيه ما يختصُّ بالأحكام الجزئية في الفقه إلاّ جزء صغير</w:t>
      </w:r>
      <w:r w:rsidR="00610870">
        <w:rPr>
          <w:rtl/>
        </w:rPr>
        <w:t>،</w:t>
      </w:r>
      <w:r w:rsidRPr="00065D03">
        <w:rPr>
          <w:rtl/>
        </w:rPr>
        <w:t xml:space="preserve"> والذي لا نشكُّ فيه هو أنَّ معرفة آيات الأحكام لا تكفي وحدها في استنباط الأحكام الشرعية</w:t>
      </w:r>
      <w:r w:rsidR="00610870">
        <w:rPr>
          <w:rtl/>
        </w:rPr>
        <w:t>.</w:t>
      </w:r>
      <w:r w:rsidRPr="00065D03">
        <w:rPr>
          <w:rtl/>
        </w:rPr>
        <w:t xml:space="preserve"> ويمكن أن نمثِّل لعلاقة القرآن ببقيَّة مصادر التشريع بالعلاقة بين الدستور والقوانين العادية</w:t>
      </w:r>
      <w:r w:rsidR="00610870">
        <w:rPr>
          <w:rtl/>
        </w:rPr>
        <w:t>،</w:t>
      </w:r>
      <w:r w:rsidRPr="00065D03">
        <w:rPr>
          <w:rtl/>
        </w:rPr>
        <w:t xml:space="preserve"> فما يطغى على القرآن</w:t>
      </w:r>
      <w:r w:rsidR="00610870">
        <w:rPr>
          <w:rtl/>
        </w:rPr>
        <w:t xml:space="preserve"> - </w:t>
      </w:r>
      <w:r w:rsidRPr="00065D03">
        <w:rPr>
          <w:rtl/>
        </w:rPr>
        <w:t>كما على الدستور</w:t>
      </w:r>
      <w:r w:rsidR="00610870">
        <w:rPr>
          <w:rtl/>
        </w:rPr>
        <w:t xml:space="preserve"> - </w:t>
      </w:r>
      <w:r w:rsidRPr="00065D03">
        <w:rPr>
          <w:rtl/>
        </w:rPr>
        <w:t>هو القيمومة العامة</w:t>
      </w:r>
      <w:r w:rsidR="00610870">
        <w:rPr>
          <w:rtl/>
        </w:rPr>
        <w:t>،</w:t>
      </w:r>
      <w:r w:rsidRPr="00065D03">
        <w:rPr>
          <w:rtl/>
        </w:rPr>
        <w:t xml:space="preserve"> ودور التوجيه والإرشاد وإبانة الطريق.</w:t>
      </w:r>
    </w:p>
    <w:p w:rsidR="00E07DFB" w:rsidRPr="002A0058" w:rsidRDefault="00E07DFB" w:rsidP="00B27F0D">
      <w:pPr>
        <w:pStyle w:val="libNormal"/>
        <w:rPr>
          <w:rtl/>
        </w:rPr>
      </w:pPr>
      <w:r w:rsidRPr="00313984">
        <w:rPr>
          <w:rStyle w:val="libBold1Char"/>
          <w:rtl/>
        </w:rPr>
        <w:t>السيد الحائري:</w:t>
      </w:r>
      <w:r w:rsidRPr="002A0058">
        <w:rPr>
          <w:rtl/>
        </w:rPr>
        <w:t xml:space="preserve"> هناك بحثٌ في فهم القرآن</w:t>
      </w:r>
      <w:r w:rsidR="00610870">
        <w:rPr>
          <w:rtl/>
        </w:rPr>
        <w:t>.</w:t>
      </w:r>
      <w:r w:rsidRPr="002A0058">
        <w:rPr>
          <w:rtl/>
        </w:rPr>
        <w:t xml:space="preserve"> على سبيل المثال</w:t>
      </w:r>
      <w:r w:rsidR="00610870">
        <w:rPr>
          <w:rtl/>
        </w:rPr>
        <w:t>،</w:t>
      </w:r>
      <w:r w:rsidRPr="002A0058">
        <w:rPr>
          <w:rtl/>
        </w:rPr>
        <w:t xml:space="preserve"> في مسألة أنَّ الماء مطهِّر</w:t>
      </w:r>
      <w:r w:rsidR="00610870">
        <w:rPr>
          <w:rtl/>
        </w:rPr>
        <w:t>،</w:t>
      </w:r>
      <w:r w:rsidRPr="002A0058">
        <w:rPr>
          <w:rtl/>
        </w:rPr>
        <w:t xml:space="preserve"> نرى أنَّ هناك مَن يذهب في قوله تعالى: </w:t>
      </w:r>
      <w:r w:rsidR="00B27F0D">
        <w:rPr>
          <w:rStyle w:val="libAlaemChar"/>
          <w:rFonts w:eastAsiaTheme="minorHAnsi" w:hint="cs"/>
          <w:rtl/>
        </w:rPr>
        <w:t>(</w:t>
      </w:r>
      <w:r w:rsidRPr="00AE62B5">
        <w:rPr>
          <w:rStyle w:val="libAieChar"/>
          <w:rFonts w:hint="cs"/>
          <w:rtl/>
        </w:rPr>
        <w:t>وَأَنزَلْنَا مِنَ السَّمَاءِ مَاءً طَهُوراً</w:t>
      </w:r>
      <w:r w:rsidR="00B27F0D">
        <w:rPr>
          <w:rStyle w:val="libAlaemChar"/>
          <w:rFonts w:eastAsiaTheme="minorHAnsi" w:hint="cs"/>
          <w:rtl/>
        </w:rPr>
        <w:t>)</w:t>
      </w:r>
      <w:r w:rsidRPr="002A0058">
        <w:rPr>
          <w:rtl/>
        </w:rPr>
        <w:t xml:space="preserve"> إلى أنَّ هذه الآية</w:t>
      </w:r>
      <w:r w:rsidR="00610870">
        <w:rPr>
          <w:rtl/>
        </w:rPr>
        <w:t xml:space="preserve"> - </w:t>
      </w:r>
      <w:r w:rsidRPr="002A0058">
        <w:rPr>
          <w:rtl/>
        </w:rPr>
        <w:t>وما شبهها</w:t>
      </w:r>
      <w:r w:rsidR="00610870">
        <w:rPr>
          <w:rtl/>
        </w:rPr>
        <w:t xml:space="preserve"> - </w:t>
      </w:r>
      <w:r w:rsidRPr="002A0058">
        <w:rPr>
          <w:rtl/>
        </w:rPr>
        <w:t>لا تدلُّ على كون الماء مطهِّراً بالمعنى الفقهي</w:t>
      </w:r>
      <w:r w:rsidR="00610870">
        <w:rPr>
          <w:rtl/>
        </w:rPr>
        <w:t>؛</w:t>
      </w:r>
      <w:r w:rsidRPr="002A0058">
        <w:rPr>
          <w:rtl/>
        </w:rPr>
        <w:t xml:space="preserve"> والسبب الذي يتذرَّعون به هو أنَّ هذه المصطلحات الفقهية لم تكن رائجة وقت نزول هذه الآيات</w:t>
      </w:r>
      <w:r w:rsidR="00610870">
        <w:rPr>
          <w:rtl/>
        </w:rPr>
        <w:t>،</w:t>
      </w:r>
      <w:r w:rsidRPr="002A0058">
        <w:rPr>
          <w:rtl/>
        </w:rPr>
        <w:t xml:space="preserve"> ومن ثَمَّ فإنَّ إدراك معاني هذه المصطلحات في القرآن يجب أن يتمًَّ من خلال المعنى اللغوي الذي كان سائداً في زمن النزول؛ لذلك يصعب أن نستخلص حقيقة شرعية</w:t>
      </w:r>
      <w:r w:rsidR="00610870">
        <w:rPr>
          <w:rtl/>
        </w:rPr>
        <w:t xml:space="preserve"> - </w:t>
      </w:r>
      <w:r w:rsidRPr="002A0058">
        <w:rPr>
          <w:rtl/>
        </w:rPr>
        <w:t>أو بتعبيرٍ آخر: الطهارة الشرعية</w:t>
      </w:r>
      <w:r w:rsidR="00610870">
        <w:rPr>
          <w:rtl/>
        </w:rPr>
        <w:t xml:space="preserve"> - </w:t>
      </w:r>
      <w:r w:rsidRPr="002A0058">
        <w:rPr>
          <w:rtl/>
        </w:rPr>
        <w:t>من مصطلح (الطهور).</w:t>
      </w:r>
    </w:p>
    <w:p w:rsidR="00E07DFB" w:rsidRPr="00065D03" w:rsidRDefault="00E07DFB" w:rsidP="00065D03">
      <w:pPr>
        <w:pStyle w:val="libNormal"/>
        <w:rPr>
          <w:rtl/>
        </w:rPr>
      </w:pPr>
      <w:r w:rsidRPr="00065D03">
        <w:rPr>
          <w:rtl/>
        </w:rPr>
        <w:t>أمَّا نحن</w:t>
      </w:r>
      <w:r w:rsidR="00610870">
        <w:rPr>
          <w:rtl/>
        </w:rPr>
        <w:t>،</w:t>
      </w:r>
      <w:r w:rsidRPr="00065D03">
        <w:rPr>
          <w:rtl/>
        </w:rPr>
        <w:t xml:space="preserve"> فنرى أنَّ هذه الآيات وإن كانت قد نزلت في أوائل البعثة</w:t>
      </w:r>
      <w:r w:rsidR="00610870">
        <w:rPr>
          <w:rtl/>
        </w:rPr>
        <w:t>،</w:t>
      </w:r>
      <w:r w:rsidRPr="00065D03">
        <w:rPr>
          <w:rtl/>
        </w:rPr>
        <w:t xml:space="preserve"> إلاّ أنَّ مصطلحات القرآن ينبغي أن تُفهم في إطار الجوّ القرآني نفسه</w:t>
      </w:r>
      <w:r w:rsidR="00610870">
        <w:rPr>
          <w:rtl/>
        </w:rPr>
        <w:t>،</w:t>
      </w:r>
      <w:r w:rsidRPr="00065D03">
        <w:rPr>
          <w:rtl/>
        </w:rPr>
        <w:t xml:space="preserve"> والأمر البديهي هو أنَّ القرآن لم ينزل دفعة واحدة</w:t>
      </w:r>
      <w:r w:rsidR="00610870">
        <w:rPr>
          <w:rtl/>
        </w:rPr>
        <w:t>،</w:t>
      </w:r>
      <w:r w:rsidRPr="00065D03">
        <w:rPr>
          <w:rtl/>
        </w:rPr>
        <w:t xml:space="preserve"> عندئذٍ فإنَّ الفضاء القرآني يتكوَّن من مجموع الآيات والسور النازلة</w:t>
      </w:r>
      <w:r w:rsidR="00610870">
        <w:rPr>
          <w:rtl/>
        </w:rPr>
        <w:t>،</w:t>
      </w:r>
      <w:r w:rsidRPr="00065D03">
        <w:rPr>
          <w:rtl/>
        </w:rPr>
        <w:t xml:space="preserve"> وفي ضوء هذا الفضاء القرآني الخاص يُتاح لنا مجال إدراك القرآن نفسه وفهم مصطلحاته</w:t>
      </w:r>
      <w:r w:rsidR="00610870">
        <w:rPr>
          <w:rtl/>
        </w:rPr>
        <w:t>،</w:t>
      </w:r>
      <w:r w:rsidRPr="00065D03">
        <w:rPr>
          <w:rtl/>
        </w:rPr>
        <w:t xml:space="preserve"> بحيث يتمّ بحث كلّ شيء في إطار هذا الجوّ المتكامل.</w:t>
      </w:r>
    </w:p>
    <w:p w:rsidR="009F77A7" w:rsidRDefault="00E07DFB" w:rsidP="00065D03">
      <w:pPr>
        <w:pStyle w:val="libNormal"/>
        <w:rPr>
          <w:rtl/>
        </w:rPr>
      </w:pPr>
      <w:r w:rsidRPr="00065D03">
        <w:rPr>
          <w:rtl/>
        </w:rPr>
        <w:t>في الواقع</w:t>
      </w:r>
      <w:r w:rsidR="00610870">
        <w:rPr>
          <w:rtl/>
        </w:rPr>
        <w:t>،</w:t>
      </w:r>
      <w:r w:rsidRPr="00065D03">
        <w:rPr>
          <w:rtl/>
        </w:rPr>
        <w:t xml:space="preserve"> إنَّ مصطلحات كلّ مدرسة تخضع لهذا المبدأ</w:t>
      </w:r>
      <w:r w:rsidR="00610870">
        <w:rPr>
          <w:rtl/>
        </w:rPr>
        <w:t>،</w:t>
      </w:r>
      <w:r w:rsidRPr="00065D03">
        <w:rPr>
          <w:rtl/>
        </w:rPr>
        <w:t xml:space="preserve"> فإذا سمعنا مصطلح الناصب والمنصوب من سيبويه</w:t>
      </w:r>
      <w:r w:rsidR="00610870">
        <w:rPr>
          <w:rtl/>
        </w:rPr>
        <w:t>،</w:t>
      </w:r>
      <w:r w:rsidRPr="00065D03">
        <w:rPr>
          <w:rtl/>
        </w:rPr>
        <w:t xml:space="preserve"> فسيكون لذلك معنى يختلف عن المعنى الذي يستخدمه فيه غير النحوي</w:t>
      </w:r>
      <w:r w:rsidR="00610870">
        <w:rPr>
          <w:rtl/>
        </w:rPr>
        <w:t>؛</w:t>
      </w:r>
      <w:r w:rsidRPr="00065D03">
        <w:rPr>
          <w:rtl/>
        </w:rPr>
        <w:t xml:space="preserve"> السبب أنَّ المعنى يتغيَّر إذا أخرجناه من فضائه الخاص.</w:t>
      </w:r>
    </w:p>
    <w:p w:rsidR="009F77A7" w:rsidRDefault="009F77A7" w:rsidP="00E5125A">
      <w:pPr>
        <w:pStyle w:val="libNormal"/>
        <w:rPr>
          <w:rtl/>
        </w:rPr>
      </w:pPr>
      <w:r>
        <w:rPr>
          <w:rtl/>
        </w:rPr>
        <w:br w:type="page"/>
      </w:r>
    </w:p>
    <w:p w:rsidR="00E07DFB" w:rsidRPr="00065D03" w:rsidRDefault="00E07DFB" w:rsidP="009F77A7">
      <w:pPr>
        <w:pStyle w:val="libNormal"/>
        <w:rPr>
          <w:rtl/>
        </w:rPr>
      </w:pPr>
      <w:r w:rsidRPr="00065D03">
        <w:rPr>
          <w:rtl/>
        </w:rPr>
        <w:lastRenderedPageBreak/>
        <w:t>بشكل عام</w:t>
      </w:r>
      <w:r w:rsidR="00610870">
        <w:rPr>
          <w:rtl/>
        </w:rPr>
        <w:t>،</w:t>
      </w:r>
      <w:r w:rsidRPr="00065D03">
        <w:rPr>
          <w:rtl/>
        </w:rPr>
        <w:t xml:space="preserve"> تخضع مصطلحات القرآن أو الإسلام عامّة لجوِّها الخاص</w:t>
      </w:r>
      <w:r w:rsidR="00610870">
        <w:rPr>
          <w:rtl/>
        </w:rPr>
        <w:t>،</w:t>
      </w:r>
      <w:r w:rsidRPr="00065D03">
        <w:rPr>
          <w:rtl/>
        </w:rPr>
        <w:t xml:space="preserve"> ومن ثَمَّ ينبغي لهذه المصطلحات أن تُدرس في إطار مجموعة المعارف التي يتألَّف منها القرآن أو الإسلام</w:t>
      </w:r>
      <w:r w:rsidR="00610870">
        <w:rPr>
          <w:rtl/>
        </w:rPr>
        <w:t>،</w:t>
      </w:r>
      <w:r w:rsidRPr="00065D03">
        <w:rPr>
          <w:rtl/>
        </w:rPr>
        <w:t xml:space="preserve"> حتّى يمكن أن يُفسَّر معناها ويستبين</w:t>
      </w:r>
      <w:r w:rsidR="00610870">
        <w:rPr>
          <w:rtl/>
        </w:rPr>
        <w:t>،</w:t>
      </w:r>
      <w:r w:rsidRPr="00065D03">
        <w:rPr>
          <w:rtl/>
        </w:rPr>
        <w:t xml:space="preserve"> وتؤديّه بشكل جلي</w:t>
      </w:r>
      <w:r w:rsidR="00610870">
        <w:rPr>
          <w:rtl/>
        </w:rPr>
        <w:t>.</w:t>
      </w:r>
      <w:r w:rsidRPr="00065D03">
        <w:rPr>
          <w:rtl/>
        </w:rPr>
        <w:t xml:space="preserve"> إذا أردنا مثلاً أن نأخذ آيات الأحكام وحدها ونفصلها عن بقيَّة الآيات</w:t>
      </w:r>
      <w:r w:rsidR="00610870">
        <w:rPr>
          <w:rtl/>
        </w:rPr>
        <w:t>،</w:t>
      </w:r>
      <w:r w:rsidRPr="00065D03">
        <w:rPr>
          <w:rtl/>
        </w:rPr>
        <w:t xml:space="preserve"> ثُمَّ ندرسها</w:t>
      </w:r>
      <w:r w:rsidR="009F77A7">
        <w:rPr>
          <w:rFonts w:hint="cs"/>
          <w:rtl/>
        </w:rPr>
        <w:t xml:space="preserve"> </w:t>
      </w:r>
      <w:r w:rsidRPr="00065D03">
        <w:rPr>
          <w:rtl/>
        </w:rPr>
        <w:t>بمعزل عن المجموع</w:t>
      </w:r>
      <w:r w:rsidR="00610870">
        <w:rPr>
          <w:rtl/>
        </w:rPr>
        <w:t>،</w:t>
      </w:r>
      <w:r w:rsidRPr="00065D03">
        <w:rPr>
          <w:rtl/>
        </w:rPr>
        <w:t xml:space="preserve"> يمكن أن تفوتنا عندئذ مسائل وإشارات تبقى بعيدة عن فهمنا</w:t>
      </w:r>
      <w:r w:rsidR="00610870">
        <w:rPr>
          <w:rtl/>
        </w:rPr>
        <w:t>،</w:t>
      </w:r>
      <w:r w:rsidRPr="00065D03">
        <w:rPr>
          <w:rtl/>
        </w:rPr>
        <w:t xml:space="preserve"> قاصية عن متناولنا.</w:t>
      </w:r>
    </w:p>
    <w:p w:rsidR="00E07DFB" w:rsidRPr="00065D03" w:rsidRDefault="00E07DFB" w:rsidP="00065D03">
      <w:pPr>
        <w:pStyle w:val="libNormal"/>
        <w:rPr>
          <w:rtl/>
        </w:rPr>
      </w:pPr>
      <w:r w:rsidRPr="00065D03">
        <w:rPr>
          <w:rtl/>
        </w:rPr>
        <w:t>ما نخلص إليه: إنَّنا إذا أخذنا آيات الأحكام وبحثناها بشكل منفصل عن بقيَّة الآيات</w:t>
      </w:r>
      <w:r w:rsidR="00610870">
        <w:rPr>
          <w:rtl/>
        </w:rPr>
        <w:t>،</w:t>
      </w:r>
      <w:r w:rsidRPr="00065D03">
        <w:rPr>
          <w:rtl/>
        </w:rPr>
        <w:t xml:space="preserve"> نصل إلى فهمٍ خاص</w:t>
      </w:r>
      <w:r w:rsidR="00610870">
        <w:rPr>
          <w:rtl/>
        </w:rPr>
        <w:t>،</w:t>
      </w:r>
      <w:r w:rsidRPr="00065D03">
        <w:rPr>
          <w:rtl/>
        </w:rPr>
        <w:t xml:space="preserve"> وإذا أخذناها في ضوء صلتها ببقيَّة الآيات وبحثناها</w:t>
      </w:r>
      <w:r w:rsidR="00610870">
        <w:rPr>
          <w:rtl/>
        </w:rPr>
        <w:t xml:space="preserve"> - </w:t>
      </w:r>
      <w:r w:rsidRPr="00065D03">
        <w:rPr>
          <w:rtl/>
        </w:rPr>
        <w:t>على أساس علاقة تكاملية</w:t>
      </w:r>
      <w:r w:rsidR="00610870">
        <w:rPr>
          <w:rtl/>
        </w:rPr>
        <w:t xml:space="preserve"> - </w:t>
      </w:r>
      <w:r w:rsidRPr="00065D03">
        <w:rPr>
          <w:rtl/>
        </w:rPr>
        <w:t>بعضها مع بعض</w:t>
      </w:r>
      <w:r w:rsidR="00610870">
        <w:rPr>
          <w:rtl/>
        </w:rPr>
        <w:t>،</w:t>
      </w:r>
      <w:r w:rsidRPr="00065D03">
        <w:rPr>
          <w:rtl/>
        </w:rPr>
        <w:t xml:space="preserve"> نصل إلى فهمٍ آخر</w:t>
      </w:r>
      <w:r w:rsidR="00610870">
        <w:rPr>
          <w:rtl/>
        </w:rPr>
        <w:t>؛</w:t>
      </w:r>
      <w:r w:rsidRPr="00065D03">
        <w:rPr>
          <w:rtl/>
        </w:rPr>
        <w:t xml:space="preserve"> لذا يتحتَّم</w:t>
      </w:r>
      <w:r w:rsidR="00610870">
        <w:rPr>
          <w:rtl/>
        </w:rPr>
        <w:t xml:space="preserve"> - </w:t>
      </w:r>
      <w:r w:rsidRPr="00065D03">
        <w:rPr>
          <w:rtl/>
        </w:rPr>
        <w:t>بالضرورة</w:t>
      </w:r>
      <w:r w:rsidR="00610870">
        <w:rPr>
          <w:rtl/>
        </w:rPr>
        <w:t xml:space="preserve"> - </w:t>
      </w:r>
      <w:r w:rsidRPr="00065D03">
        <w:rPr>
          <w:rtl/>
        </w:rPr>
        <w:t>أن نأخذ الآيات بعضها إلى جوار بعض حينما نريد أن نمارس التفسير ونفهم معناها</w:t>
      </w:r>
      <w:r w:rsidR="00610870">
        <w:rPr>
          <w:rtl/>
        </w:rPr>
        <w:t>،</w:t>
      </w:r>
      <w:r w:rsidRPr="00065D03">
        <w:rPr>
          <w:rtl/>
        </w:rPr>
        <w:t xml:space="preserve"> تماماً كما أنَّ مصطلحات كلّ مدرسة أو اتجاه تُفهم في إطار تلك المدرسة وذاك الاتجاه.</w:t>
      </w:r>
    </w:p>
    <w:p w:rsidR="00E07DFB" w:rsidRPr="002A0058" w:rsidRDefault="00E07DFB" w:rsidP="002A0058">
      <w:pPr>
        <w:pStyle w:val="libNormal"/>
        <w:rPr>
          <w:rtl/>
        </w:rPr>
      </w:pPr>
      <w:r w:rsidRPr="00313984">
        <w:rPr>
          <w:rStyle w:val="libBold1Char"/>
          <w:rtl/>
        </w:rPr>
        <w:t>الشيخ معرفت:</w:t>
      </w:r>
      <w:r w:rsidRPr="002A0058">
        <w:rPr>
          <w:rtl/>
        </w:rPr>
        <w:t xml:space="preserve"> يجب</w:t>
      </w:r>
      <w:r w:rsidR="00610870">
        <w:rPr>
          <w:rtl/>
        </w:rPr>
        <w:t xml:space="preserve"> - </w:t>
      </w:r>
      <w:r w:rsidRPr="002A0058">
        <w:rPr>
          <w:rtl/>
        </w:rPr>
        <w:t>أوَّلاً</w:t>
      </w:r>
      <w:r w:rsidR="00610870">
        <w:rPr>
          <w:rtl/>
        </w:rPr>
        <w:t xml:space="preserve"> - </w:t>
      </w:r>
      <w:r w:rsidRPr="002A0058">
        <w:rPr>
          <w:rtl/>
        </w:rPr>
        <w:t>أن تتَّضح هذه المسألة: هل تقتصر آيات الأحكام على تلك المجموعة التي وضعها بعض العلماء الكبار وجمعوها تحت هذا العنوان</w:t>
      </w:r>
      <w:r w:rsidR="00610870">
        <w:rPr>
          <w:rtl/>
        </w:rPr>
        <w:t>،</w:t>
      </w:r>
      <w:r w:rsidRPr="002A0058">
        <w:rPr>
          <w:rtl/>
        </w:rPr>
        <w:t xml:space="preserve"> وألَّفوا فيها الكتب؟</w:t>
      </w:r>
    </w:p>
    <w:p w:rsidR="00E07DFB" w:rsidRPr="00065D03" w:rsidRDefault="00E07DFB" w:rsidP="00065D03">
      <w:pPr>
        <w:pStyle w:val="libNormal"/>
        <w:rPr>
          <w:rtl/>
        </w:rPr>
      </w:pPr>
      <w:r w:rsidRPr="00065D03">
        <w:rPr>
          <w:rtl/>
        </w:rPr>
        <w:t>نقول في الجواب: إنَّ الأمر ليس كذلك قطعاً</w:t>
      </w:r>
      <w:r w:rsidR="00610870">
        <w:rPr>
          <w:rtl/>
        </w:rPr>
        <w:t>،</w:t>
      </w:r>
      <w:r w:rsidRPr="00065D03">
        <w:rPr>
          <w:rtl/>
        </w:rPr>
        <w:t xml:space="preserve"> وكلّ ما فعله أولئك العلماء الكبار أنَّهم توفَّروا على جمع الآيات التي تتضمَّن صراحة بعض المسائل الشرعية</w:t>
      </w:r>
      <w:r w:rsidR="00610870">
        <w:rPr>
          <w:rtl/>
        </w:rPr>
        <w:t>،</w:t>
      </w:r>
      <w:r w:rsidRPr="00065D03">
        <w:rPr>
          <w:rtl/>
        </w:rPr>
        <w:t xml:space="preserve"> مثل: الإرث</w:t>
      </w:r>
      <w:r w:rsidR="00610870">
        <w:rPr>
          <w:rtl/>
        </w:rPr>
        <w:t>،</w:t>
      </w:r>
      <w:r w:rsidRPr="00065D03">
        <w:rPr>
          <w:rtl/>
        </w:rPr>
        <w:t xml:space="preserve"> الطلاق</w:t>
      </w:r>
      <w:r w:rsidR="00610870">
        <w:rPr>
          <w:rtl/>
        </w:rPr>
        <w:t>،</w:t>
      </w:r>
      <w:r w:rsidRPr="00065D03">
        <w:rPr>
          <w:rtl/>
        </w:rPr>
        <w:t xml:space="preserve"> النكاح</w:t>
      </w:r>
      <w:r w:rsidR="00610870">
        <w:rPr>
          <w:rtl/>
        </w:rPr>
        <w:t>،</w:t>
      </w:r>
      <w:r w:rsidRPr="00065D03">
        <w:rPr>
          <w:rtl/>
        </w:rPr>
        <w:t xml:space="preserve"> البيع</w:t>
      </w:r>
      <w:r w:rsidR="00610870">
        <w:rPr>
          <w:rtl/>
        </w:rPr>
        <w:t>،</w:t>
      </w:r>
      <w:r w:rsidRPr="00065D03">
        <w:rPr>
          <w:rtl/>
        </w:rPr>
        <w:t xml:space="preserve"> الإجارة</w:t>
      </w:r>
      <w:r w:rsidR="00610870">
        <w:rPr>
          <w:rtl/>
        </w:rPr>
        <w:t>،</w:t>
      </w:r>
      <w:r w:rsidRPr="00065D03">
        <w:rPr>
          <w:rtl/>
        </w:rPr>
        <w:t xml:space="preserve"> الدين</w:t>
      </w:r>
      <w:r w:rsidR="00610870">
        <w:rPr>
          <w:rtl/>
        </w:rPr>
        <w:t>،</w:t>
      </w:r>
      <w:r w:rsidRPr="00065D03">
        <w:rPr>
          <w:rtl/>
        </w:rPr>
        <w:t xml:space="preserve"> وغير ذلك</w:t>
      </w:r>
      <w:r w:rsidR="00610870">
        <w:rPr>
          <w:rtl/>
        </w:rPr>
        <w:t>.</w:t>
      </w:r>
      <w:r w:rsidRPr="00065D03">
        <w:rPr>
          <w:rtl/>
        </w:rPr>
        <w:t xml:space="preserve"> وأنا أعتقد أنَّ هذا اللون من التصوُّر ينطوي على التقصير بحقّ القرآن</w:t>
      </w:r>
      <w:r w:rsidR="00610870">
        <w:rPr>
          <w:rtl/>
        </w:rPr>
        <w:t>.</w:t>
      </w:r>
      <w:r w:rsidRPr="00065D03">
        <w:rPr>
          <w:rtl/>
        </w:rPr>
        <w:t xml:space="preserve"> القرآن كتاب هداية</w:t>
      </w:r>
      <w:r w:rsidR="00610870">
        <w:rPr>
          <w:rtl/>
        </w:rPr>
        <w:t>،</w:t>
      </w:r>
      <w:r w:rsidRPr="00065D03">
        <w:rPr>
          <w:rtl/>
        </w:rPr>
        <w:t xml:space="preserve"> جاء لبناء الإنسان</w:t>
      </w:r>
      <w:r w:rsidR="00610870">
        <w:rPr>
          <w:rtl/>
        </w:rPr>
        <w:t>،</w:t>
      </w:r>
      <w:r w:rsidRPr="00065D03">
        <w:rPr>
          <w:rtl/>
        </w:rPr>
        <w:t xml:space="preserve"> وهو مملوء</w:t>
      </w:r>
      <w:r w:rsidR="00610870">
        <w:rPr>
          <w:rtl/>
        </w:rPr>
        <w:t xml:space="preserve"> - </w:t>
      </w:r>
      <w:r w:rsidRPr="00065D03">
        <w:rPr>
          <w:rtl/>
        </w:rPr>
        <w:t>في مجموعه</w:t>
      </w:r>
      <w:r w:rsidR="00610870">
        <w:rPr>
          <w:rtl/>
        </w:rPr>
        <w:t xml:space="preserve"> - </w:t>
      </w:r>
      <w:r w:rsidRPr="00065D03">
        <w:rPr>
          <w:rtl/>
        </w:rPr>
        <w:t>بموضوع التفقُّه في الدين</w:t>
      </w:r>
      <w:r w:rsidR="00610870">
        <w:rPr>
          <w:rtl/>
        </w:rPr>
        <w:t>،</w:t>
      </w:r>
      <w:r w:rsidRPr="00065D03">
        <w:rPr>
          <w:rtl/>
        </w:rPr>
        <w:t xml:space="preserve"> والتفقُّه في الدين هو ضرب من المعرفة العميقة الدقيقة بجميع الأبعاد الإنسانية</w:t>
      </w:r>
      <w:r w:rsidR="00610870">
        <w:rPr>
          <w:rtl/>
        </w:rPr>
        <w:t>،</w:t>
      </w:r>
      <w:r w:rsidRPr="00065D03">
        <w:rPr>
          <w:rtl/>
        </w:rPr>
        <w:t xml:space="preserve"> وهذه بدورها ترتبط بكل الأبعاد الفردية والاجتماعية للإنسان المسلم</w:t>
      </w:r>
      <w:r w:rsidR="00610870">
        <w:rPr>
          <w:rtl/>
        </w:rPr>
        <w:t>؛</w:t>
      </w:r>
      <w:r w:rsidRPr="00065D03">
        <w:rPr>
          <w:rtl/>
        </w:rPr>
        <w:t xml:space="preserve"> بمعنى أنَّ على الإنسان أن يعمل في جميع أبعاد حياته وفقاً لِمَا أراده القرآن.</w:t>
      </w:r>
    </w:p>
    <w:p w:rsidR="009F77A7" w:rsidRDefault="00E07DFB" w:rsidP="00065D03">
      <w:pPr>
        <w:pStyle w:val="libNormal"/>
        <w:rPr>
          <w:rtl/>
        </w:rPr>
      </w:pPr>
      <w:r w:rsidRPr="00065D03">
        <w:rPr>
          <w:rtl/>
        </w:rPr>
        <w:t>فإذا أراد الفقيه أن يكتفي ببيان المسائل انطلاقاً من لحاظ تصنيفها إلى واجب ومكروه ومستحب...</w:t>
      </w:r>
      <w:r w:rsidR="00610870">
        <w:rPr>
          <w:rtl/>
        </w:rPr>
        <w:t>،</w:t>
      </w:r>
      <w:r w:rsidRPr="00065D03">
        <w:rPr>
          <w:rtl/>
        </w:rPr>
        <w:t xml:space="preserve"> وأن يكتفي بما هو مشهور</w:t>
      </w:r>
      <w:r w:rsidR="00610870">
        <w:rPr>
          <w:rtl/>
        </w:rPr>
        <w:t>،</w:t>
      </w:r>
      <w:r w:rsidRPr="00065D03">
        <w:rPr>
          <w:rtl/>
        </w:rPr>
        <w:t xml:space="preserve"> فقد وقع في التقصير.</w:t>
      </w:r>
    </w:p>
    <w:p w:rsidR="009F77A7" w:rsidRDefault="009F77A7" w:rsidP="00E5125A">
      <w:pPr>
        <w:pStyle w:val="libNormal"/>
        <w:rPr>
          <w:rtl/>
        </w:rPr>
      </w:pPr>
      <w:r>
        <w:rPr>
          <w:rtl/>
        </w:rPr>
        <w:br w:type="page"/>
      </w:r>
    </w:p>
    <w:p w:rsidR="00E07DFB" w:rsidRPr="00313984" w:rsidRDefault="00E07DFB" w:rsidP="00313984">
      <w:pPr>
        <w:pStyle w:val="libBold1"/>
        <w:rPr>
          <w:rtl/>
        </w:rPr>
      </w:pPr>
      <w:r w:rsidRPr="00313984">
        <w:rPr>
          <w:rtl/>
        </w:rPr>
        <w:lastRenderedPageBreak/>
        <w:t>* هل لكم أن تعطونا مثالاً على كيفية تأثير بقيَّة جوانب المعرفة القرآنية على عملية الاستنباط؟</w:t>
      </w:r>
    </w:p>
    <w:p w:rsidR="00E07DFB" w:rsidRPr="002A0058" w:rsidRDefault="00E07DFB" w:rsidP="002A0058">
      <w:pPr>
        <w:pStyle w:val="libNormal"/>
        <w:rPr>
          <w:rtl/>
        </w:rPr>
      </w:pPr>
      <w:r w:rsidRPr="00313984">
        <w:rPr>
          <w:rStyle w:val="libBold1Char"/>
          <w:rtl/>
        </w:rPr>
        <w:t>الشيخ معرفت:</w:t>
      </w:r>
      <w:r w:rsidRPr="002A0058">
        <w:rPr>
          <w:rtl/>
        </w:rPr>
        <w:t xml:space="preserve"> ثَمَّة خلاف ين الفقهاء في تصدِّي النساء للقضاء</w:t>
      </w:r>
      <w:r w:rsidR="00610870">
        <w:rPr>
          <w:rtl/>
        </w:rPr>
        <w:t>،</w:t>
      </w:r>
      <w:r w:rsidRPr="002A0058">
        <w:rPr>
          <w:rtl/>
        </w:rPr>
        <w:t xml:space="preserve"> فبعض الفقهاء تمسَّك بروايات من قبيل:</w:t>
      </w:r>
      <w:r w:rsidRPr="0080527D">
        <w:rPr>
          <w:rStyle w:val="libBold2Char"/>
          <w:rtl/>
        </w:rPr>
        <w:t xml:space="preserve"> (انظروا إلى رجلٍ منكم يعرف شيئاً من قضايانا)</w:t>
      </w:r>
      <w:r w:rsidR="00610870">
        <w:rPr>
          <w:rtl/>
        </w:rPr>
        <w:t>،</w:t>
      </w:r>
      <w:r w:rsidRPr="002A0058">
        <w:rPr>
          <w:rtl/>
        </w:rPr>
        <w:t xml:space="preserve"> واستندوا إليها في القول بعدم جواز تصدِّي المرأة للقضاء</w:t>
      </w:r>
      <w:r w:rsidR="00610870">
        <w:rPr>
          <w:rtl/>
        </w:rPr>
        <w:t>،</w:t>
      </w:r>
      <w:r w:rsidRPr="002A0058">
        <w:rPr>
          <w:rtl/>
        </w:rPr>
        <w:t xml:space="preserve"> بَيْدَ أنَّني أرى أنَّ مثل هذه التعابير لا يمكن أن تكون مخصِّصة للحكم</w:t>
      </w:r>
      <w:r w:rsidR="00610870">
        <w:rPr>
          <w:rtl/>
        </w:rPr>
        <w:t>،</w:t>
      </w:r>
      <w:r w:rsidRPr="002A0058">
        <w:rPr>
          <w:rtl/>
        </w:rPr>
        <w:t xml:space="preserve"> بل هي في مقام بيان الحكم لجميع المكلَّفين</w:t>
      </w:r>
      <w:r w:rsidR="00610870">
        <w:rPr>
          <w:rtl/>
        </w:rPr>
        <w:t>؛</w:t>
      </w:r>
      <w:r w:rsidRPr="002A0058">
        <w:rPr>
          <w:rtl/>
        </w:rPr>
        <w:t xml:space="preserve"> تماماً كما في مقولة: </w:t>
      </w:r>
      <w:r w:rsidRPr="0080527D">
        <w:rPr>
          <w:rStyle w:val="libBold2Char"/>
          <w:rtl/>
        </w:rPr>
        <w:t>(رجل أصاب ثوبه بول)</w:t>
      </w:r>
      <w:r w:rsidR="00610870">
        <w:rPr>
          <w:rtl/>
        </w:rPr>
        <w:t>،</w:t>
      </w:r>
      <w:r w:rsidRPr="002A0058">
        <w:rPr>
          <w:rtl/>
        </w:rPr>
        <w:t xml:space="preserve"> فالنص</w:t>
      </w:r>
      <w:r w:rsidR="00610870">
        <w:rPr>
          <w:rtl/>
        </w:rPr>
        <w:t xml:space="preserve"> - </w:t>
      </w:r>
      <w:r w:rsidRPr="002A0058">
        <w:rPr>
          <w:rtl/>
        </w:rPr>
        <w:t>هنا</w:t>
      </w:r>
      <w:r w:rsidR="00610870">
        <w:rPr>
          <w:rtl/>
        </w:rPr>
        <w:t xml:space="preserve"> - </w:t>
      </w:r>
      <w:r w:rsidRPr="002A0058">
        <w:rPr>
          <w:rtl/>
        </w:rPr>
        <w:t>يشمل إصابة البول للباس المرأة كما للباس الرجل</w:t>
      </w:r>
      <w:r w:rsidR="00610870">
        <w:rPr>
          <w:rtl/>
        </w:rPr>
        <w:t>.</w:t>
      </w:r>
      <w:r w:rsidRPr="002A0058">
        <w:rPr>
          <w:rtl/>
        </w:rPr>
        <w:t xml:space="preserve"> من هذا الباب</w:t>
      </w:r>
      <w:r w:rsidR="00610870">
        <w:rPr>
          <w:rtl/>
        </w:rPr>
        <w:t>،</w:t>
      </w:r>
      <w:r w:rsidRPr="002A0058">
        <w:rPr>
          <w:rtl/>
        </w:rPr>
        <w:t xml:space="preserve"> من الخطأ أن يردف الحديث الشريف:</w:t>
      </w:r>
      <w:r w:rsidRPr="0080527D">
        <w:rPr>
          <w:rStyle w:val="libBold2Char"/>
          <w:rtl/>
        </w:rPr>
        <w:t xml:space="preserve"> (طلب العلم فريضة على كلّ مسلم) </w:t>
      </w:r>
      <w:r w:rsidRPr="002A0058">
        <w:rPr>
          <w:rtl/>
        </w:rPr>
        <w:t xml:space="preserve">بكلمة </w:t>
      </w:r>
      <w:r w:rsidRPr="00313984">
        <w:rPr>
          <w:rStyle w:val="libBold1Char"/>
          <w:rtl/>
        </w:rPr>
        <w:t>(مسلمة)</w:t>
      </w:r>
      <w:r w:rsidR="00610870">
        <w:rPr>
          <w:rtl/>
        </w:rPr>
        <w:t>؛</w:t>
      </w:r>
      <w:r w:rsidRPr="002A0058">
        <w:rPr>
          <w:rtl/>
        </w:rPr>
        <w:t xml:space="preserve"> لأنَّ الحديث يتضمَّن الرجل والمرأة.</w:t>
      </w:r>
    </w:p>
    <w:p w:rsidR="00E07DFB" w:rsidRPr="002A0058" w:rsidRDefault="00E07DFB" w:rsidP="00B27F0D">
      <w:pPr>
        <w:pStyle w:val="libNormal"/>
        <w:rPr>
          <w:rtl/>
        </w:rPr>
      </w:pPr>
      <w:r w:rsidRPr="002A0058">
        <w:rPr>
          <w:rtl/>
        </w:rPr>
        <w:t xml:space="preserve">كذلك هو من قبيل قوله تعالى: </w:t>
      </w:r>
      <w:r w:rsidR="00B27F0D">
        <w:rPr>
          <w:rStyle w:val="libAlaemChar"/>
          <w:rFonts w:eastAsiaTheme="minorHAnsi" w:hint="cs"/>
          <w:rtl/>
        </w:rPr>
        <w:t>(</w:t>
      </w:r>
      <w:r w:rsidRPr="00AE62B5">
        <w:rPr>
          <w:rStyle w:val="libAieChar"/>
          <w:rFonts w:hint="cs"/>
          <w:rtl/>
        </w:rPr>
        <w:t>يَا أَيُّهَا الَّذِينَ آمَنُوا</w:t>
      </w:r>
      <w:r w:rsidRPr="00AE62B5">
        <w:rPr>
          <w:rStyle w:val="libAieChar"/>
          <w:rtl/>
        </w:rPr>
        <w:t>...</w:t>
      </w:r>
      <w:r w:rsidR="00B27F0D" w:rsidRPr="00B27F0D">
        <w:rPr>
          <w:rStyle w:val="libAlaemChar"/>
          <w:rFonts w:eastAsiaTheme="minorHAnsi" w:hint="cs"/>
          <w:rtl/>
        </w:rPr>
        <w:t xml:space="preserve"> </w:t>
      </w:r>
      <w:r w:rsidR="00B27F0D">
        <w:rPr>
          <w:rStyle w:val="libAlaemChar"/>
          <w:rFonts w:eastAsiaTheme="minorHAnsi" w:hint="cs"/>
          <w:rtl/>
        </w:rPr>
        <w:t>)</w:t>
      </w:r>
      <w:r w:rsidR="00610870">
        <w:rPr>
          <w:rStyle w:val="libAieChar"/>
          <w:rtl/>
        </w:rPr>
        <w:t>؛</w:t>
      </w:r>
      <w:r w:rsidRPr="002A0058">
        <w:rPr>
          <w:rtl/>
        </w:rPr>
        <w:t xml:space="preserve"> إذ لا يجب أن تعقب الآية بنص من قبيل:</w:t>
      </w:r>
      <w:r w:rsidRPr="00313984">
        <w:rPr>
          <w:rStyle w:val="libBold1Char"/>
          <w:rtl/>
        </w:rPr>
        <w:t xml:space="preserve"> (يا أيُّها اللاتي آمنتنَّ)</w:t>
      </w:r>
      <w:r w:rsidRPr="002A0058">
        <w:rPr>
          <w:rtl/>
        </w:rPr>
        <w:t xml:space="preserve">. </w:t>
      </w:r>
    </w:p>
    <w:p w:rsidR="00E07DFB" w:rsidRPr="002A0058" w:rsidRDefault="00E07DFB" w:rsidP="002A0058">
      <w:pPr>
        <w:pStyle w:val="libNormal"/>
        <w:rPr>
          <w:rtl/>
        </w:rPr>
      </w:pPr>
      <w:r w:rsidRPr="002A0058">
        <w:rPr>
          <w:rtl/>
        </w:rPr>
        <w:t xml:space="preserve">وبذلك استفدنا من كلمة </w:t>
      </w:r>
      <w:r w:rsidRPr="00313984">
        <w:rPr>
          <w:rStyle w:val="libBold1Char"/>
          <w:rtl/>
        </w:rPr>
        <w:t xml:space="preserve">(الرجل) </w:t>
      </w:r>
      <w:r w:rsidRPr="002A0058">
        <w:rPr>
          <w:rtl/>
        </w:rPr>
        <w:t xml:space="preserve">في حديث: </w:t>
      </w:r>
      <w:r w:rsidRPr="0080527D">
        <w:rPr>
          <w:rStyle w:val="libBold2Char"/>
          <w:rtl/>
        </w:rPr>
        <w:t>(انظروا إلى رجلٍ منكم يعرف شيئاً من قضايانا)</w:t>
      </w:r>
      <w:r w:rsidR="00610870">
        <w:rPr>
          <w:rtl/>
        </w:rPr>
        <w:t>،</w:t>
      </w:r>
      <w:r w:rsidRPr="002A0058">
        <w:rPr>
          <w:rtl/>
        </w:rPr>
        <w:t xml:space="preserve"> عدم حقِّ المرأة في القضاء</w:t>
      </w:r>
      <w:r w:rsidR="00610870">
        <w:rPr>
          <w:rtl/>
        </w:rPr>
        <w:t>،</w:t>
      </w:r>
      <w:r w:rsidRPr="002A0058">
        <w:rPr>
          <w:rtl/>
        </w:rPr>
        <w:t xml:space="preserve"> وأنا أعتقد بخطأ هذه الاستفادة التي لا تنسجم في الوقت نفسه مع المشرب الفقهي.</w:t>
      </w:r>
    </w:p>
    <w:p w:rsidR="00E07DFB" w:rsidRPr="00065D03" w:rsidRDefault="00E07DFB" w:rsidP="00065D03">
      <w:pPr>
        <w:pStyle w:val="libNormal"/>
        <w:rPr>
          <w:rtl/>
        </w:rPr>
      </w:pPr>
      <w:r w:rsidRPr="00065D03">
        <w:rPr>
          <w:rtl/>
        </w:rPr>
        <w:t>لكن الذي حصل هو أنَّ السادة الفقهاء أخذوا ذلك أخذ المسلَّمات</w:t>
      </w:r>
      <w:r w:rsidR="00610870">
        <w:rPr>
          <w:rtl/>
        </w:rPr>
        <w:t>؛</w:t>
      </w:r>
      <w:r w:rsidRPr="00065D03">
        <w:rPr>
          <w:rtl/>
        </w:rPr>
        <w:t xml:space="preserve"> لذلك عمدوا بعدئذ لاصطناع الأدلَّة</w:t>
      </w:r>
      <w:r w:rsidR="00610870">
        <w:rPr>
          <w:rtl/>
        </w:rPr>
        <w:t>،</w:t>
      </w:r>
      <w:r w:rsidRPr="00065D03">
        <w:rPr>
          <w:rtl/>
        </w:rPr>
        <w:t xml:space="preserve"> وحينما انتبهوا هم أنفسهم إلى ضعف الدليل راحوا يتمسَّكون بالإجماع.</w:t>
      </w:r>
    </w:p>
    <w:p w:rsidR="009F77A7" w:rsidRDefault="00E07DFB" w:rsidP="00B27F0D">
      <w:pPr>
        <w:pStyle w:val="libNormal"/>
        <w:rPr>
          <w:rtl/>
        </w:rPr>
      </w:pPr>
      <w:r w:rsidRPr="002A0058">
        <w:rPr>
          <w:rtl/>
        </w:rPr>
        <w:t>أمَّا إذا عُدْنا إلى القرآن الكريم</w:t>
      </w:r>
      <w:r w:rsidR="00610870">
        <w:rPr>
          <w:rtl/>
        </w:rPr>
        <w:t>،</w:t>
      </w:r>
      <w:r w:rsidRPr="002A0058">
        <w:rPr>
          <w:rtl/>
        </w:rPr>
        <w:t xml:space="preserve"> فنستطيع أن نتوفَّر على الدليل بسهولة</w:t>
      </w:r>
      <w:r w:rsidR="00610870">
        <w:rPr>
          <w:rtl/>
        </w:rPr>
        <w:t>؛</w:t>
      </w:r>
      <w:r w:rsidRPr="002A0058">
        <w:rPr>
          <w:rtl/>
        </w:rPr>
        <w:t xml:space="preserve"> فمن شروط القضاء: القاطعية والحسم</w:t>
      </w:r>
      <w:r w:rsidR="00610870">
        <w:rPr>
          <w:rtl/>
        </w:rPr>
        <w:t>،</w:t>
      </w:r>
      <w:r w:rsidRPr="002A0058">
        <w:rPr>
          <w:rtl/>
        </w:rPr>
        <w:t xml:space="preserve"> وعدم التأثُّر والانفعال</w:t>
      </w:r>
      <w:r w:rsidR="00610870">
        <w:rPr>
          <w:rtl/>
        </w:rPr>
        <w:t>،</w:t>
      </w:r>
      <w:r w:rsidRPr="002A0058">
        <w:rPr>
          <w:rtl/>
        </w:rPr>
        <w:t xml:space="preserve"> والقرآن يصف المرأة بقوله: </w:t>
      </w:r>
      <w:r w:rsidR="00B27F0D">
        <w:rPr>
          <w:rStyle w:val="libAlaemChar"/>
          <w:rFonts w:eastAsiaTheme="minorHAnsi" w:hint="cs"/>
          <w:rtl/>
        </w:rPr>
        <w:t>(</w:t>
      </w:r>
      <w:r w:rsidRPr="00AE62B5">
        <w:rPr>
          <w:rStyle w:val="libAieChar"/>
          <w:rFonts w:hint="cs"/>
          <w:rtl/>
        </w:rPr>
        <w:t>أَوَمَنْ يُنَشَّأُ فِي الْحِلْيَةِ وَهُوَ فِي الْخِصَامِ غَيْرُ مُبِينٍ</w:t>
      </w:r>
      <w:r w:rsidR="00B27F0D">
        <w:rPr>
          <w:rStyle w:val="libAlaemChar"/>
          <w:rFonts w:eastAsiaTheme="minorHAnsi" w:hint="cs"/>
          <w:rtl/>
        </w:rPr>
        <w:t>)</w:t>
      </w:r>
      <w:r w:rsidR="00B27F0D" w:rsidRPr="00852899">
        <w:rPr>
          <w:rStyle w:val="libFootnotenumChar"/>
          <w:rtl/>
        </w:rPr>
        <w:t xml:space="preserve"> </w:t>
      </w:r>
      <w:r w:rsidRPr="00852899">
        <w:rPr>
          <w:rStyle w:val="libFootnotenumChar"/>
          <w:rtl/>
        </w:rPr>
        <w:t>(14)</w:t>
      </w:r>
      <w:r w:rsidRPr="002A0058">
        <w:rPr>
          <w:rtl/>
        </w:rPr>
        <w:t xml:space="preserve"> ويعرِّفها بوصفها موجوداً ينشأ بين الحَلِي</w:t>
      </w:r>
      <w:r w:rsidR="00610870">
        <w:rPr>
          <w:rtl/>
        </w:rPr>
        <w:t>،</w:t>
      </w:r>
      <w:r w:rsidRPr="002A0058">
        <w:rPr>
          <w:rtl/>
        </w:rPr>
        <w:t xml:space="preserve"> وتنشأ شخصيته ويكتسب هويته في هذا الإطار</w:t>
      </w:r>
      <w:r w:rsidR="00610870">
        <w:rPr>
          <w:rtl/>
        </w:rPr>
        <w:t>؛</w:t>
      </w:r>
      <w:r w:rsidRPr="002A0058">
        <w:rPr>
          <w:rtl/>
        </w:rPr>
        <w:t xml:space="preserve"> لذلك</w:t>
      </w:r>
      <w:r w:rsidR="009F77A7">
        <w:rPr>
          <w:rFonts w:hint="cs"/>
          <w:rtl/>
        </w:rPr>
        <w:t xml:space="preserve"> </w:t>
      </w:r>
      <w:r w:rsidRPr="002A0058">
        <w:rPr>
          <w:rtl/>
        </w:rPr>
        <w:t>لا يمكن أن تتسنَّم مثل تلك المسؤولية التي تحتاج</w:t>
      </w:r>
      <w:r w:rsidR="00610870">
        <w:rPr>
          <w:rtl/>
        </w:rPr>
        <w:t xml:space="preserve"> - </w:t>
      </w:r>
      <w:r w:rsidRPr="002A0058">
        <w:rPr>
          <w:rtl/>
        </w:rPr>
        <w:t>حسب تعبير الإمام الخميني</w:t>
      </w:r>
      <w:r w:rsidR="00610870">
        <w:rPr>
          <w:rtl/>
        </w:rPr>
        <w:t xml:space="preserve"> - </w:t>
      </w:r>
      <w:r w:rsidRPr="002A0058">
        <w:rPr>
          <w:rtl/>
        </w:rPr>
        <w:t>إلى القسوة</w:t>
      </w:r>
      <w:r w:rsidR="00610870">
        <w:rPr>
          <w:rtl/>
        </w:rPr>
        <w:t>،</w:t>
      </w:r>
      <w:r w:rsidRPr="002A0058">
        <w:rPr>
          <w:rtl/>
        </w:rPr>
        <w:t xml:space="preserve"> تماماً كما خاطب مجموعة من القُضاة بقوله: </w:t>
      </w:r>
      <w:r w:rsidRPr="00313984">
        <w:rPr>
          <w:rStyle w:val="libBold1Char"/>
          <w:rtl/>
        </w:rPr>
        <w:t>(يجب أن يكون القاضي قاسيَ القلب</w:t>
      </w:r>
      <w:r w:rsidR="00610870">
        <w:rPr>
          <w:rStyle w:val="libBold1Char"/>
          <w:rtl/>
        </w:rPr>
        <w:t>؛</w:t>
      </w:r>
      <w:r w:rsidRPr="00313984">
        <w:rPr>
          <w:rStyle w:val="libBold1Char"/>
          <w:rtl/>
        </w:rPr>
        <w:t xml:space="preserve"> أي لا يتأثَّر بانفعالات الخصوم التي تصدر</w:t>
      </w:r>
      <w:r w:rsidR="00610870">
        <w:rPr>
          <w:rStyle w:val="libBold1Char"/>
          <w:rtl/>
        </w:rPr>
        <w:t xml:space="preserve"> - </w:t>
      </w:r>
      <w:r w:rsidRPr="00313984">
        <w:rPr>
          <w:rStyle w:val="libBold1Char"/>
          <w:rtl/>
        </w:rPr>
        <w:t>أو بعضها</w:t>
      </w:r>
      <w:r w:rsidR="00610870">
        <w:rPr>
          <w:rStyle w:val="libBold1Char"/>
          <w:rtl/>
        </w:rPr>
        <w:t xml:space="preserve"> - </w:t>
      </w:r>
      <w:r w:rsidRPr="00313984">
        <w:rPr>
          <w:rStyle w:val="libBold1Char"/>
          <w:rtl/>
        </w:rPr>
        <w:t>عن تكتيك</w:t>
      </w:r>
      <w:r w:rsidR="00610870">
        <w:rPr>
          <w:rStyle w:val="libBold1Char"/>
          <w:rtl/>
        </w:rPr>
        <w:t>.</w:t>
      </w:r>
      <w:r w:rsidRPr="00313984">
        <w:rPr>
          <w:rStyle w:val="libBold1Char"/>
          <w:rtl/>
        </w:rPr>
        <w:t xml:space="preserve"> فربَّما بادر أحد طرفي النزاع إلى البكاء</w:t>
      </w:r>
      <w:r w:rsidR="00610870">
        <w:rPr>
          <w:rStyle w:val="libBold1Char"/>
          <w:rtl/>
        </w:rPr>
        <w:t>،</w:t>
      </w:r>
      <w:r w:rsidRPr="00313984">
        <w:rPr>
          <w:rStyle w:val="libBold1Char"/>
          <w:rtl/>
        </w:rPr>
        <w:t xml:space="preserve"> وربَّما احتدَّ أو أظهر التظلُّم وما شابه)</w:t>
      </w:r>
      <w:r w:rsidRPr="002A0058">
        <w:rPr>
          <w:rtl/>
        </w:rPr>
        <w:t>.</w:t>
      </w:r>
    </w:p>
    <w:p w:rsidR="009F77A7" w:rsidRDefault="009F77A7" w:rsidP="00E5125A">
      <w:pPr>
        <w:pStyle w:val="libNormal"/>
        <w:rPr>
          <w:rtl/>
        </w:rPr>
      </w:pPr>
      <w:r>
        <w:rPr>
          <w:rtl/>
        </w:rPr>
        <w:br w:type="page"/>
      </w:r>
    </w:p>
    <w:p w:rsidR="00E07DFB" w:rsidRPr="00AA299A" w:rsidRDefault="00E07DFB" w:rsidP="00AA299A">
      <w:pPr>
        <w:pStyle w:val="libNormal"/>
        <w:rPr>
          <w:rtl/>
        </w:rPr>
      </w:pPr>
      <w:r w:rsidRPr="00313984">
        <w:rPr>
          <w:rStyle w:val="libBold1Char"/>
          <w:rtl/>
        </w:rPr>
        <w:lastRenderedPageBreak/>
        <w:t xml:space="preserve">من جهةٍ أخرى </w:t>
      </w:r>
      <w:r w:rsidRPr="00AA299A">
        <w:rPr>
          <w:rtl/>
        </w:rPr>
        <w:t xml:space="preserve">يحثُّ القرآن الكريم المجتمعَ الإسلامي على الثبات والصبر إزاء الحوادث والمصائب </w:t>
      </w:r>
      <w:r w:rsidR="00B27F0D">
        <w:rPr>
          <w:rStyle w:val="libAlaemChar"/>
          <w:rFonts w:eastAsiaTheme="minorHAnsi" w:hint="cs"/>
          <w:rtl/>
        </w:rPr>
        <w:t>(</w:t>
      </w:r>
      <w:r w:rsidRPr="00AE62B5">
        <w:rPr>
          <w:rStyle w:val="libAieChar"/>
          <w:rFonts w:hint="cs"/>
          <w:rtl/>
        </w:rPr>
        <w:t>تَوَاصَوْا بِالصَّبْرِ</w:t>
      </w:r>
      <w:r w:rsidR="00B27F0D">
        <w:rPr>
          <w:rStyle w:val="libAlaemChar"/>
          <w:rFonts w:eastAsiaTheme="minorHAnsi" w:hint="cs"/>
          <w:rtl/>
        </w:rPr>
        <w:t>)</w:t>
      </w:r>
      <w:r w:rsidR="00610870">
        <w:rPr>
          <w:rStyle w:val="libAieChar"/>
          <w:rtl/>
        </w:rPr>
        <w:t>،</w:t>
      </w:r>
      <w:r w:rsidRPr="00AA299A">
        <w:rPr>
          <w:rtl/>
        </w:rPr>
        <w:t xml:space="preserve"> على حين أنَّ المرأة موجود يفقد قدرة الثبات والصبر حيال الحوادث </w:t>
      </w:r>
      <w:r w:rsidR="00B27F0D">
        <w:rPr>
          <w:rStyle w:val="libAlaemChar"/>
          <w:rFonts w:eastAsiaTheme="minorHAnsi" w:hint="cs"/>
          <w:rtl/>
        </w:rPr>
        <w:t>(</w:t>
      </w:r>
      <w:r w:rsidRPr="00AE62B5">
        <w:rPr>
          <w:rStyle w:val="libAieChar"/>
          <w:rFonts w:hint="cs"/>
          <w:rtl/>
        </w:rPr>
        <w:t>وَهُوَ فِي الْخِصَامِ غَيْرُ مُبِينٍ</w:t>
      </w:r>
      <w:r w:rsidR="00B27F0D">
        <w:rPr>
          <w:rStyle w:val="libAlaemChar"/>
          <w:rFonts w:eastAsiaTheme="minorHAnsi" w:hint="cs"/>
          <w:rtl/>
        </w:rPr>
        <w:t>)</w:t>
      </w:r>
      <w:r w:rsidR="00610870">
        <w:rPr>
          <w:rStyle w:val="libAieChar"/>
          <w:rtl/>
        </w:rPr>
        <w:t>،</w:t>
      </w:r>
      <w:r w:rsidRPr="00AA299A">
        <w:rPr>
          <w:rtl/>
        </w:rPr>
        <w:t xml:space="preserve"> فالمرأة تلجأ إلى البكاء والنوح مقابل النوازل نتيجةَ ضعفها الداخلي</w:t>
      </w:r>
      <w:r w:rsidR="00610870">
        <w:rPr>
          <w:rtl/>
        </w:rPr>
        <w:t>،</w:t>
      </w:r>
      <w:r w:rsidRPr="00AA299A">
        <w:rPr>
          <w:rtl/>
        </w:rPr>
        <w:t xml:space="preserve"> وتضيق عليها الحياة في مقابل المشكلات الحادّة والوقائع المريرة.</w:t>
      </w:r>
    </w:p>
    <w:p w:rsidR="00E07DFB" w:rsidRPr="00065D03" w:rsidRDefault="00E07DFB" w:rsidP="00065D03">
      <w:pPr>
        <w:pStyle w:val="libNormal"/>
        <w:rPr>
          <w:rtl/>
        </w:rPr>
      </w:pPr>
      <w:r w:rsidRPr="00065D03">
        <w:rPr>
          <w:rtl/>
        </w:rPr>
        <w:t>إنَّ الإنسان لا يسقط ضحية الألم إذا ما كانت له القدرة على الكلام والتعبير عن نفسه ووجوده</w:t>
      </w:r>
      <w:r w:rsidR="00610870">
        <w:rPr>
          <w:rtl/>
        </w:rPr>
        <w:t>.</w:t>
      </w:r>
      <w:r w:rsidRPr="00065D03">
        <w:rPr>
          <w:rtl/>
        </w:rPr>
        <w:t xml:space="preserve"> أمَّا إذا ساوره العجز عن الكلام</w:t>
      </w:r>
      <w:r w:rsidR="00610870">
        <w:rPr>
          <w:rtl/>
        </w:rPr>
        <w:t>،</w:t>
      </w:r>
      <w:r w:rsidRPr="00065D03">
        <w:rPr>
          <w:rtl/>
        </w:rPr>
        <w:t xml:space="preserve"> وأحسَّ أنَّه لا يستطيع أن يحقِّق وجوده</w:t>
      </w:r>
      <w:r w:rsidR="00610870">
        <w:rPr>
          <w:rtl/>
        </w:rPr>
        <w:t>،</w:t>
      </w:r>
      <w:r w:rsidRPr="00065D03">
        <w:rPr>
          <w:rtl/>
        </w:rPr>
        <w:t xml:space="preserve"> تراه يلجأ إلى البكاء</w:t>
      </w:r>
      <w:r w:rsidR="00610870">
        <w:rPr>
          <w:rtl/>
        </w:rPr>
        <w:t>.</w:t>
      </w:r>
      <w:r w:rsidRPr="00065D03">
        <w:rPr>
          <w:rtl/>
        </w:rPr>
        <w:t xml:space="preserve"> هكذا نجد أنَّ الإنسان الذي يفتقد إلى الثبات في معترك الحياة ينهزم نفسياً</w:t>
      </w:r>
      <w:r w:rsidR="00610870">
        <w:rPr>
          <w:rtl/>
        </w:rPr>
        <w:t>،</w:t>
      </w:r>
      <w:r w:rsidRPr="00065D03">
        <w:rPr>
          <w:rtl/>
        </w:rPr>
        <w:t xml:space="preserve"> ومن ثُمَّ لا يستطيع أن يتَّخذ قراراً مهمَّاً في شأن وجوده ومصيره.</w:t>
      </w:r>
    </w:p>
    <w:p w:rsidR="00E07DFB" w:rsidRPr="00065D03" w:rsidRDefault="00E07DFB" w:rsidP="00065D03">
      <w:pPr>
        <w:pStyle w:val="libNormal"/>
        <w:rPr>
          <w:rtl/>
        </w:rPr>
      </w:pPr>
      <w:r w:rsidRPr="00065D03">
        <w:rPr>
          <w:rtl/>
        </w:rPr>
        <w:t>على هذا الضوء</w:t>
      </w:r>
      <w:r w:rsidR="00610870">
        <w:rPr>
          <w:rtl/>
        </w:rPr>
        <w:t>،</w:t>
      </w:r>
      <w:r w:rsidRPr="00065D03">
        <w:rPr>
          <w:rtl/>
        </w:rPr>
        <w:t xml:space="preserve"> نفهم من الآية الشريفة أنَّه ليس بمقدور المرأة أن تتصدَّى لمسؤولية تلك المواقع التي تحتاج إلى الحسم وتتطلَّب الثبات والصلابة</w:t>
      </w:r>
      <w:r w:rsidR="00610870">
        <w:rPr>
          <w:rtl/>
        </w:rPr>
        <w:t>،</w:t>
      </w:r>
      <w:r w:rsidRPr="00065D03">
        <w:rPr>
          <w:rtl/>
        </w:rPr>
        <w:t xml:space="preserve"> وعدم التأثّر بالانفعالات التي تحفُّ بتلك المواقع</w:t>
      </w:r>
      <w:r w:rsidR="00610870">
        <w:rPr>
          <w:rtl/>
        </w:rPr>
        <w:t>،</w:t>
      </w:r>
      <w:r w:rsidRPr="00065D03">
        <w:rPr>
          <w:rtl/>
        </w:rPr>
        <w:t xml:space="preserve"> وهذه المراكز والمسؤوليات لا تنسجم مع روحها</w:t>
      </w:r>
      <w:r w:rsidR="00610870">
        <w:rPr>
          <w:rtl/>
        </w:rPr>
        <w:t>،</w:t>
      </w:r>
      <w:r w:rsidRPr="00065D03">
        <w:rPr>
          <w:rtl/>
        </w:rPr>
        <w:t xml:space="preserve"> ولا تتَّسق مع تكوينها النفسي</w:t>
      </w:r>
      <w:r w:rsidR="00610870">
        <w:rPr>
          <w:rtl/>
        </w:rPr>
        <w:t>.</w:t>
      </w:r>
      <w:r w:rsidRPr="00065D03">
        <w:rPr>
          <w:rtl/>
        </w:rPr>
        <w:t xml:space="preserve"> وهنا نلحظ أنَّ الآية الكريمة</w:t>
      </w:r>
      <w:r w:rsidR="00610870">
        <w:rPr>
          <w:rtl/>
        </w:rPr>
        <w:t>،</w:t>
      </w:r>
      <w:r w:rsidRPr="00065D03">
        <w:rPr>
          <w:rtl/>
        </w:rPr>
        <w:t xml:space="preserve"> وإن لم تكن في معرض الكشف عن هوية القضاء والقاضي</w:t>
      </w:r>
      <w:r w:rsidR="00610870">
        <w:rPr>
          <w:rtl/>
        </w:rPr>
        <w:t>،</w:t>
      </w:r>
      <w:r w:rsidRPr="00065D03">
        <w:rPr>
          <w:rtl/>
        </w:rPr>
        <w:t xml:space="preserve"> إلاّ أنَّ بمقدور الفقيه أن يخرج منها بمثل هذه الاستفادة.</w:t>
      </w:r>
    </w:p>
    <w:p w:rsidR="009F77A7" w:rsidRDefault="00E07DFB" w:rsidP="00B27F0D">
      <w:pPr>
        <w:pStyle w:val="libNormal"/>
        <w:rPr>
          <w:rtl/>
        </w:rPr>
      </w:pPr>
      <w:r w:rsidRPr="002A0058">
        <w:rPr>
          <w:rtl/>
        </w:rPr>
        <w:t xml:space="preserve">ثُمَّ مثال آخر مستمدٌّ من الآية الكريمة: </w:t>
      </w:r>
      <w:r w:rsidR="00B27F0D">
        <w:rPr>
          <w:rStyle w:val="libAlaemChar"/>
          <w:rFonts w:eastAsiaTheme="minorHAnsi" w:hint="cs"/>
          <w:rtl/>
        </w:rPr>
        <w:t>(</w:t>
      </w:r>
      <w:r w:rsidRPr="00AE62B5">
        <w:rPr>
          <w:rStyle w:val="libAieChar"/>
          <w:rFonts w:hint="cs"/>
          <w:rtl/>
        </w:rPr>
        <w:t>خَلَقَ لَكُم مَّا فِي الأَرْضِ جَمِيعاً</w:t>
      </w:r>
      <w:r w:rsidRPr="00AE62B5">
        <w:rPr>
          <w:rStyle w:val="libAieChar"/>
          <w:rtl/>
        </w:rPr>
        <w:t>ً</w:t>
      </w:r>
      <w:r w:rsidR="00B27F0D">
        <w:rPr>
          <w:rStyle w:val="libAlaemChar"/>
          <w:rFonts w:eastAsiaTheme="minorHAnsi" w:hint="cs"/>
          <w:rtl/>
        </w:rPr>
        <w:t>)</w:t>
      </w:r>
      <w:r w:rsidR="00610870">
        <w:rPr>
          <w:rStyle w:val="libAieChar"/>
          <w:rtl/>
        </w:rPr>
        <w:t>،</w:t>
      </w:r>
      <w:r w:rsidR="009F77A7">
        <w:rPr>
          <w:rFonts w:hint="cs"/>
          <w:rtl/>
        </w:rPr>
        <w:t xml:space="preserve"> </w:t>
      </w:r>
      <w:r w:rsidRPr="002A0058">
        <w:rPr>
          <w:rtl/>
        </w:rPr>
        <w:t xml:space="preserve">وكذلك: </w:t>
      </w:r>
      <w:r w:rsidR="00B27F0D">
        <w:rPr>
          <w:rStyle w:val="libAlaemChar"/>
          <w:rFonts w:eastAsiaTheme="minorHAnsi" w:hint="cs"/>
          <w:rtl/>
        </w:rPr>
        <w:t>(</w:t>
      </w:r>
      <w:r w:rsidRPr="00AE62B5">
        <w:rPr>
          <w:rStyle w:val="libAieChar"/>
          <w:rFonts w:hint="cs"/>
          <w:rtl/>
        </w:rPr>
        <w:t>سَخَّرَ لَكُم مَّا فِي السَّمَاوَاتِ وَمَا فِي الْأَرْضِ</w:t>
      </w:r>
      <w:r w:rsidR="00B27F0D">
        <w:rPr>
          <w:rStyle w:val="libAlaemChar"/>
          <w:rFonts w:eastAsiaTheme="minorHAnsi" w:hint="cs"/>
          <w:rtl/>
        </w:rPr>
        <w:t>)</w:t>
      </w:r>
      <w:r w:rsidR="00610870">
        <w:rPr>
          <w:rStyle w:val="libAieChar"/>
          <w:rtl/>
        </w:rPr>
        <w:t>،</w:t>
      </w:r>
      <w:r w:rsidRPr="002A0058">
        <w:rPr>
          <w:rtl/>
        </w:rPr>
        <w:t xml:space="preserve"> معنى هاتين الآيتين أنَّ الله وهب الإنسان قدرة استثنائية يستطيع من خلالها أن يستخدم جميع قوى الطبيعة وكلَّ ما في العالم من إمكانات</w:t>
      </w:r>
      <w:r w:rsidR="00610870">
        <w:rPr>
          <w:rtl/>
        </w:rPr>
        <w:t>.</w:t>
      </w:r>
      <w:r w:rsidRPr="002A0058">
        <w:rPr>
          <w:rtl/>
        </w:rPr>
        <w:t xml:space="preserve"> إنَّ بمقدور الفقيه أن يستفيد من هذا النمط من الآيات</w:t>
      </w:r>
      <w:r w:rsidR="00610870">
        <w:rPr>
          <w:rtl/>
        </w:rPr>
        <w:t>؛</w:t>
      </w:r>
      <w:r w:rsidRPr="002A0058">
        <w:rPr>
          <w:rtl/>
        </w:rPr>
        <w:t xml:space="preserve"> ما مؤدَّاه أنَّ بمقدور كلِّ إنسان أن ينطلق إلى حيث ما يستطيع</w:t>
      </w:r>
      <w:r w:rsidR="00610870">
        <w:rPr>
          <w:rtl/>
        </w:rPr>
        <w:t>،</w:t>
      </w:r>
      <w:r w:rsidRPr="002A0058">
        <w:rPr>
          <w:rtl/>
        </w:rPr>
        <w:t xml:space="preserve"> شريطة أن لا يصطدم مع حقوق الآخرين</w:t>
      </w:r>
      <w:r w:rsidR="00610870">
        <w:rPr>
          <w:rtl/>
        </w:rPr>
        <w:t>؛</w:t>
      </w:r>
      <w:r w:rsidRPr="002A0058">
        <w:rPr>
          <w:rtl/>
        </w:rPr>
        <w:t xml:space="preserve"> ومعنى ذلك أنَّ هذا الضرب من الآيات يُوجِد لنا أحكاماً تكليفية.</w:t>
      </w:r>
    </w:p>
    <w:p w:rsidR="009F77A7" w:rsidRDefault="009F77A7" w:rsidP="00E5125A">
      <w:pPr>
        <w:pStyle w:val="libNormal"/>
        <w:rPr>
          <w:rtl/>
        </w:rPr>
      </w:pPr>
      <w:r>
        <w:rPr>
          <w:rtl/>
        </w:rPr>
        <w:br w:type="page"/>
      </w:r>
    </w:p>
    <w:p w:rsidR="00E07DFB" w:rsidRPr="00313984" w:rsidRDefault="00E07DFB" w:rsidP="00313984">
      <w:pPr>
        <w:pStyle w:val="libBold1"/>
        <w:rPr>
          <w:rtl/>
        </w:rPr>
      </w:pPr>
      <w:r w:rsidRPr="00313984">
        <w:rPr>
          <w:rtl/>
        </w:rPr>
        <w:lastRenderedPageBreak/>
        <w:t>* حينما نعود إلى آيات الأحكام</w:t>
      </w:r>
      <w:r w:rsidR="00610870">
        <w:rPr>
          <w:rtl/>
        </w:rPr>
        <w:t>،</w:t>
      </w:r>
      <w:r w:rsidRPr="00313984">
        <w:rPr>
          <w:rtl/>
        </w:rPr>
        <w:t xml:space="preserve"> نجد أنَّ القرآن الكريم يلجأ أحياناً إلى بيان جزئيات الأحكام وتفصيلاتها</w:t>
      </w:r>
      <w:r w:rsidR="00610870">
        <w:rPr>
          <w:rtl/>
        </w:rPr>
        <w:t>؛</w:t>
      </w:r>
      <w:r w:rsidRPr="00313984">
        <w:rPr>
          <w:rtl/>
        </w:rPr>
        <w:t xml:space="preserve"> كما هو حاله في مسائل مثل الحجّ والإرث والدَّين</w:t>
      </w:r>
      <w:r w:rsidR="00610870">
        <w:rPr>
          <w:rtl/>
        </w:rPr>
        <w:t>،</w:t>
      </w:r>
      <w:r w:rsidRPr="00313984">
        <w:rPr>
          <w:rtl/>
        </w:rPr>
        <w:t xml:space="preserve"> في حين يكتفي أحياناً أخرى بطرح كلّيات الأحكام</w:t>
      </w:r>
      <w:r w:rsidR="00610870">
        <w:rPr>
          <w:rtl/>
        </w:rPr>
        <w:t>،</w:t>
      </w:r>
      <w:r w:rsidRPr="00313984">
        <w:rPr>
          <w:rtl/>
        </w:rPr>
        <w:t xml:space="preserve"> تُرى ما هو الهدف من استخدام هذين الأسلوبين؟</w:t>
      </w:r>
    </w:p>
    <w:p w:rsidR="00E07DFB" w:rsidRPr="002A0058" w:rsidRDefault="00E07DFB" w:rsidP="00283EDA">
      <w:pPr>
        <w:pStyle w:val="libNormal"/>
        <w:rPr>
          <w:rtl/>
        </w:rPr>
      </w:pPr>
      <w:r w:rsidRPr="00313984">
        <w:rPr>
          <w:rStyle w:val="libBold1Char"/>
          <w:rtl/>
        </w:rPr>
        <w:t>الشيخ معرفت:</w:t>
      </w:r>
      <w:r w:rsidRPr="002A0058">
        <w:rPr>
          <w:rtl/>
        </w:rPr>
        <w:t xml:space="preserve"> القرآن كتاب هداية</w:t>
      </w:r>
      <w:r w:rsidR="00610870">
        <w:rPr>
          <w:rtl/>
        </w:rPr>
        <w:t>،</w:t>
      </w:r>
      <w:r w:rsidRPr="002A0058">
        <w:rPr>
          <w:rtl/>
        </w:rPr>
        <w:t xml:space="preserve"> وظيفته عرض أصول التشريع وكليَّات الشريعة</w:t>
      </w:r>
      <w:r w:rsidR="00610870">
        <w:rPr>
          <w:rtl/>
        </w:rPr>
        <w:t>.</w:t>
      </w:r>
      <w:r w:rsidRPr="002A0058">
        <w:rPr>
          <w:rtl/>
        </w:rPr>
        <w:t xml:space="preserve"> أمَّا التفصيل والتبيين</w:t>
      </w:r>
      <w:r w:rsidR="00610870">
        <w:rPr>
          <w:rtl/>
        </w:rPr>
        <w:t>،</w:t>
      </w:r>
      <w:r w:rsidRPr="002A0058">
        <w:rPr>
          <w:rtl/>
        </w:rPr>
        <w:t xml:space="preserve"> فمهمَّةٌ منوطة بالنبي الأكرم </w:t>
      </w:r>
      <w:r w:rsidR="00283EDA" w:rsidRPr="00283EDA">
        <w:rPr>
          <w:rStyle w:val="libAlaemChar"/>
          <w:rFonts w:eastAsiaTheme="minorHAnsi"/>
          <w:rtl/>
        </w:rPr>
        <w:t>صلى‌الله‌عليه‌وآله‌وسلم</w:t>
      </w:r>
      <w:r w:rsidRPr="002A0058">
        <w:rPr>
          <w:rtl/>
        </w:rPr>
        <w:t xml:space="preserve"> وأوصيائه من بعده </w:t>
      </w:r>
      <w:r w:rsidR="00283EDA" w:rsidRPr="00283EDA">
        <w:rPr>
          <w:rStyle w:val="libAlaemChar"/>
          <w:rFonts w:eastAsiaTheme="minorHAnsi"/>
          <w:rtl/>
        </w:rPr>
        <w:t>عليهم‌السلام</w:t>
      </w:r>
      <w:r w:rsidR="00610870">
        <w:rPr>
          <w:rtl/>
        </w:rPr>
        <w:t>.</w:t>
      </w:r>
      <w:r w:rsidRPr="002A0058">
        <w:rPr>
          <w:rtl/>
        </w:rPr>
        <w:t xml:space="preserve"> يقول (سبحانه) في هذا الشأن: </w:t>
      </w:r>
      <w:r w:rsidR="00B27F0D">
        <w:rPr>
          <w:rStyle w:val="libAlaemChar"/>
          <w:rFonts w:eastAsiaTheme="minorHAnsi" w:hint="cs"/>
          <w:rtl/>
        </w:rPr>
        <w:t>(</w:t>
      </w:r>
      <w:r w:rsidRPr="00AE62B5">
        <w:rPr>
          <w:rStyle w:val="libAieChar"/>
          <w:rFonts w:hint="cs"/>
          <w:rtl/>
        </w:rPr>
        <w:t>وَأَنزَلْنَا إِلَيْكَ الذِّكْرَ لِتُبَيِّنَ لِلنَّاسِ مَا نُزِّلَ إِلَيْهِمْ وَلَعَلَّهُمْ يَتَفَكَّرُونَ</w:t>
      </w:r>
      <w:r w:rsidR="00B27F0D">
        <w:rPr>
          <w:rStyle w:val="libAlaemChar"/>
          <w:rFonts w:eastAsiaTheme="minorHAnsi" w:hint="cs"/>
          <w:rtl/>
        </w:rPr>
        <w:t>)</w:t>
      </w:r>
      <w:r w:rsidRPr="002A0058">
        <w:rPr>
          <w:rtl/>
        </w:rPr>
        <w:t>.</w:t>
      </w:r>
    </w:p>
    <w:p w:rsidR="00E07DFB" w:rsidRPr="00065D03" w:rsidRDefault="00E07DFB" w:rsidP="00283EDA">
      <w:pPr>
        <w:pStyle w:val="libNormal"/>
        <w:rPr>
          <w:rtl/>
        </w:rPr>
      </w:pPr>
      <w:r w:rsidRPr="00065D03">
        <w:rPr>
          <w:rtl/>
        </w:rPr>
        <w:t>إذاً</w:t>
      </w:r>
      <w:r w:rsidR="00610870">
        <w:rPr>
          <w:rtl/>
        </w:rPr>
        <w:t>،</w:t>
      </w:r>
      <w:r w:rsidRPr="00065D03">
        <w:rPr>
          <w:rtl/>
        </w:rPr>
        <w:t xml:space="preserve"> تبيين الأحكام وتفصيلها يقع على عهدة رسول الله </w:t>
      </w:r>
      <w:r w:rsidR="00283EDA" w:rsidRPr="00283EDA">
        <w:rPr>
          <w:rStyle w:val="libAlaemChar"/>
          <w:rFonts w:eastAsiaTheme="minorHAnsi"/>
          <w:rtl/>
        </w:rPr>
        <w:t>صلى‌الله‌عليه‌وآله‌وسلم</w:t>
      </w:r>
      <w:r w:rsidR="00610870">
        <w:rPr>
          <w:rtl/>
        </w:rPr>
        <w:t>.</w:t>
      </w:r>
      <w:r w:rsidRPr="00065D03">
        <w:rPr>
          <w:rtl/>
        </w:rPr>
        <w:t xml:space="preserve"> وحين يسأل أبو بصير الإمام الصادق </w:t>
      </w:r>
      <w:r w:rsidR="00283EDA" w:rsidRPr="00283EDA">
        <w:rPr>
          <w:rStyle w:val="libAlaemChar"/>
          <w:rFonts w:eastAsiaTheme="minorHAnsi"/>
          <w:rtl/>
        </w:rPr>
        <w:t>عليه‌السلام</w:t>
      </w:r>
      <w:r w:rsidRPr="00065D03">
        <w:rPr>
          <w:rtl/>
        </w:rPr>
        <w:t xml:space="preserve"> عن أسباب عدم تصريح القرآن باسم الإمام علي والإمام الحسن وبقيَّة الأئمَّة </w:t>
      </w:r>
      <w:r w:rsidR="00283EDA" w:rsidRPr="00283EDA">
        <w:rPr>
          <w:rStyle w:val="libAlaemChar"/>
          <w:rFonts w:eastAsiaTheme="minorHAnsi"/>
          <w:rtl/>
        </w:rPr>
        <w:t>عليهم‌السلام</w:t>
      </w:r>
      <w:r w:rsidR="00610870">
        <w:rPr>
          <w:rtl/>
        </w:rPr>
        <w:t>،</w:t>
      </w:r>
      <w:r w:rsidRPr="00065D03">
        <w:rPr>
          <w:rtl/>
        </w:rPr>
        <w:t xml:space="preserve"> تراه يذكر له</w:t>
      </w:r>
      <w:r w:rsidR="00610870">
        <w:rPr>
          <w:rtl/>
        </w:rPr>
        <w:t>،</w:t>
      </w:r>
      <w:r w:rsidRPr="00065D03">
        <w:rPr>
          <w:rtl/>
        </w:rPr>
        <w:t xml:space="preserve"> في مجال الجواب</w:t>
      </w:r>
      <w:r w:rsidR="00610870">
        <w:rPr>
          <w:rtl/>
        </w:rPr>
        <w:t>،</w:t>
      </w:r>
      <w:r w:rsidRPr="00065D03">
        <w:rPr>
          <w:rtl/>
        </w:rPr>
        <w:t xml:space="preserve"> أنَّ القرآن أيضاً صرَّح بأصل وجوب الصلاة</w:t>
      </w:r>
      <w:r w:rsidR="00610870">
        <w:rPr>
          <w:rtl/>
        </w:rPr>
        <w:t>،</w:t>
      </w:r>
      <w:r w:rsidRPr="00065D03">
        <w:rPr>
          <w:rtl/>
        </w:rPr>
        <w:t xml:space="preserve"> بَيْدَ أنَّه لم يشِر إلى عدد الركعات</w:t>
      </w:r>
      <w:r w:rsidR="00610870">
        <w:rPr>
          <w:rtl/>
        </w:rPr>
        <w:t>،</w:t>
      </w:r>
      <w:r w:rsidRPr="00065D03">
        <w:rPr>
          <w:rtl/>
        </w:rPr>
        <w:t xml:space="preserve"> أو أنَّه ذكر أصل وجوب الحج</w:t>
      </w:r>
      <w:r w:rsidR="00610870">
        <w:rPr>
          <w:rtl/>
        </w:rPr>
        <w:t>،</w:t>
      </w:r>
      <w:r w:rsidRPr="00065D03">
        <w:rPr>
          <w:rtl/>
        </w:rPr>
        <w:t xml:space="preserve"> بَيْدَ أنَّه لم يذكر عدد أشواط الطواف حول الكعبة. أمَّا إذا مارس القرآن عملية الدخول في التفاصيل في بعض الأحكام، فلك</w:t>
      </w:r>
      <w:r w:rsidR="009F77A7">
        <w:rPr>
          <w:rFonts w:hint="cs"/>
          <w:rtl/>
        </w:rPr>
        <w:t xml:space="preserve"> </w:t>
      </w:r>
      <w:r w:rsidRPr="00065D03">
        <w:rPr>
          <w:rtl/>
        </w:rPr>
        <w:t>يعود إلى طبيعة الأحداث والوقائع</w:t>
      </w:r>
      <w:r w:rsidR="00610870">
        <w:rPr>
          <w:rtl/>
        </w:rPr>
        <w:t>،</w:t>
      </w:r>
      <w:r w:rsidRPr="00065D03">
        <w:rPr>
          <w:rtl/>
        </w:rPr>
        <w:t xml:space="preserve"> بحيث لا يمكن التوفُّر على حلِّها من دون أن يدخل القرآن في ذكر الأمور تفصيلاً.</w:t>
      </w:r>
    </w:p>
    <w:p w:rsidR="00E07DFB" w:rsidRPr="00065D03" w:rsidRDefault="00E07DFB" w:rsidP="00065D03">
      <w:pPr>
        <w:pStyle w:val="libNormal"/>
        <w:rPr>
          <w:rtl/>
        </w:rPr>
      </w:pPr>
      <w:r w:rsidRPr="00065D03">
        <w:rPr>
          <w:rtl/>
        </w:rPr>
        <w:t>ففي مسألة تأكيده ضرورة كتابة الدَّين</w:t>
      </w:r>
      <w:r w:rsidR="00610870">
        <w:rPr>
          <w:rtl/>
        </w:rPr>
        <w:t>،</w:t>
      </w:r>
      <w:r w:rsidRPr="00065D03">
        <w:rPr>
          <w:rtl/>
        </w:rPr>
        <w:t xml:space="preserve"> ربما يعود السبب إلى تساهل الناس في ذلك، وما يمكن أن يؤدِّي إليه هذا التساهل من عواقب.</w:t>
      </w:r>
    </w:p>
    <w:p w:rsidR="009F77A7" w:rsidRDefault="00E07DFB" w:rsidP="00065D03">
      <w:pPr>
        <w:pStyle w:val="libNormal"/>
        <w:rPr>
          <w:rtl/>
        </w:rPr>
      </w:pPr>
      <w:r w:rsidRPr="00065D03">
        <w:rPr>
          <w:rtl/>
        </w:rPr>
        <w:t>وفي مثال زوجة زيد</w:t>
      </w:r>
      <w:r w:rsidR="00610870">
        <w:rPr>
          <w:rtl/>
        </w:rPr>
        <w:t>،</w:t>
      </w:r>
      <w:r w:rsidRPr="00065D03">
        <w:rPr>
          <w:rtl/>
        </w:rPr>
        <w:t xml:space="preserve"> لجأ القرآن للحديث عن التفاصيل بسبب أنَّ الواقع كان يحتاج إلى ذلك</w:t>
      </w:r>
      <w:r w:rsidR="00610870">
        <w:rPr>
          <w:rtl/>
        </w:rPr>
        <w:t>؛</w:t>
      </w:r>
      <w:r w:rsidRPr="00065D03">
        <w:rPr>
          <w:rtl/>
        </w:rPr>
        <w:t xml:space="preserve"> لأنَّ القرآن كان في صدد تغيير سنَّة خاطئة كانت راسخة في الواقع الجاهلي</w:t>
      </w:r>
      <w:r w:rsidR="00610870">
        <w:rPr>
          <w:rtl/>
        </w:rPr>
        <w:t>.</w:t>
      </w:r>
      <w:r w:rsidRPr="00065D03">
        <w:rPr>
          <w:rtl/>
        </w:rPr>
        <w:t xml:space="preserve"> فقد يحصل أحياناً أن يُبادر القرآن إلى التفاصيل من باب التفضُّل</w:t>
      </w:r>
      <w:r w:rsidR="00610870">
        <w:rPr>
          <w:rtl/>
        </w:rPr>
        <w:t>،</w:t>
      </w:r>
      <w:r w:rsidRPr="00065D03">
        <w:rPr>
          <w:rtl/>
        </w:rPr>
        <w:t xml:space="preserve"> لا من باب الوظيفة.</w:t>
      </w:r>
    </w:p>
    <w:p w:rsidR="009F77A7" w:rsidRDefault="009F77A7" w:rsidP="00E5125A">
      <w:pPr>
        <w:pStyle w:val="libNormal"/>
        <w:rPr>
          <w:rtl/>
        </w:rPr>
      </w:pPr>
      <w:r>
        <w:rPr>
          <w:rtl/>
        </w:rPr>
        <w:br w:type="page"/>
      </w:r>
    </w:p>
    <w:p w:rsidR="00E07DFB" w:rsidRPr="002A0058" w:rsidRDefault="00E07DFB" w:rsidP="00283EDA">
      <w:pPr>
        <w:pStyle w:val="libNormal"/>
        <w:rPr>
          <w:rtl/>
        </w:rPr>
      </w:pPr>
      <w:r w:rsidRPr="00313984">
        <w:rPr>
          <w:rStyle w:val="libBold1Char"/>
          <w:rtl/>
        </w:rPr>
        <w:lastRenderedPageBreak/>
        <w:t>* وإنْ استلزم ذلك تأخير البيان عن وقت الحُجَّة؟</w:t>
      </w:r>
      <w:r w:rsidRPr="002A0058">
        <w:rPr>
          <w:rtl/>
        </w:rPr>
        <w:t xml:space="preserve"> </w:t>
      </w:r>
      <w:r w:rsidRPr="00313984">
        <w:rPr>
          <w:rStyle w:val="libBold1Char"/>
          <w:rtl/>
        </w:rPr>
        <w:t>الشيخ معرفت:</w:t>
      </w:r>
      <w:r w:rsidRPr="002A0058">
        <w:rPr>
          <w:rtl/>
        </w:rPr>
        <w:t xml:space="preserve"> أجل</w:t>
      </w:r>
      <w:r w:rsidR="00610870">
        <w:rPr>
          <w:rtl/>
        </w:rPr>
        <w:t>،</w:t>
      </w:r>
      <w:r w:rsidRPr="002A0058">
        <w:rPr>
          <w:rtl/>
        </w:rPr>
        <w:t xml:space="preserve"> فلا إشكال في ذلك؛ لأنَّ وظيفة القرآن هي تبيين الأصول والأركان</w:t>
      </w:r>
      <w:r w:rsidR="00610870">
        <w:rPr>
          <w:rtl/>
        </w:rPr>
        <w:t>،</w:t>
      </w:r>
      <w:r w:rsidRPr="002A0058">
        <w:rPr>
          <w:rtl/>
        </w:rPr>
        <w:t xml:space="preserve"> ووظيفة النبي </w:t>
      </w:r>
      <w:r w:rsidR="00283EDA" w:rsidRPr="00283EDA">
        <w:rPr>
          <w:rStyle w:val="libAlaemChar"/>
          <w:rFonts w:eastAsiaTheme="minorHAnsi"/>
          <w:rtl/>
        </w:rPr>
        <w:t>صلى‌الله‌عليه‌وآله‌وسلم</w:t>
      </w:r>
      <w:r w:rsidRPr="002A0058">
        <w:rPr>
          <w:rtl/>
        </w:rPr>
        <w:t xml:space="preserve"> الدخول في الجزئيات</w:t>
      </w:r>
      <w:r w:rsidR="00610870">
        <w:rPr>
          <w:rtl/>
        </w:rPr>
        <w:t>؛</w:t>
      </w:r>
      <w:r w:rsidRPr="002A0058">
        <w:rPr>
          <w:rtl/>
        </w:rPr>
        <w:t xml:space="preserve"> وبذلك فإنَّ تأخير البيان عن وقت الحُجَّة مرتفع موضوعاً.</w:t>
      </w:r>
    </w:p>
    <w:p w:rsidR="00E07DFB" w:rsidRPr="00E51D91" w:rsidRDefault="00E07DFB" w:rsidP="00E51D91">
      <w:pPr>
        <w:pStyle w:val="Heading2Center"/>
        <w:rPr>
          <w:rtl/>
        </w:rPr>
      </w:pPr>
      <w:bookmarkStart w:id="18" w:name="_Toc388703634"/>
      <w:r w:rsidRPr="00E51D91">
        <w:rPr>
          <w:rtl/>
        </w:rPr>
        <w:t>هل تكون مِلاكات الأحكام بدائل للنص؟</w:t>
      </w:r>
      <w:bookmarkStart w:id="19" w:name="هل_تكون_مِلاكات_الأحكام_بدائل_للنص؟"/>
      <w:bookmarkEnd w:id="18"/>
      <w:bookmarkEnd w:id="19"/>
    </w:p>
    <w:p w:rsidR="00E07DFB" w:rsidRPr="00313984" w:rsidRDefault="00E07DFB" w:rsidP="00313984">
      <w:pPr>
        <w:pStyle w:val="libBold1"/>
        <w:rPr>
          <w:rtl/>
        </w:rPr>
      </w:pPr>
      <w:r w:rsidRPr="00313984">
        <w:rPr>
          <w:rtl/>
        </w:rPr>
        <w:t>* إذا اكتشف الفقيه المِلاك القطعي للحكم</w:t>
      </w:r>
      <w:r w:rsidR="00610870">
        <w:rPr>
          <w:rtl/>
        </w:rPr>
        <w:t>،</w:t>
      </w:r>
      <w:r w:rsidRPr="00313984">
        <w:rPr>
          <w:rtl/>
        </w:rPr>
        <w:t xml:space="preserve"> فهل يستطيع أن يُفتي في ما لا نص فيه</w:t>
      </w:r>
      <w:r w:rsidR="00610870">
        <w:rPr>
          <w:rtl/>
        </w:rPr>
        <w:t>؛</w:t>
      </w:r>
      <w:r w:rsidRPr="00313984">
        <w:rPr>
          <w:rtl/>
        </w:rPr>
        <w:t xml:space="preserve"> طبقاً للمِلاك؟ بتعبيرٍ آخر: هل يمكن للمِلاك أن يأخذ مكان النص إذا اكتشفه الفقيه على نحو قطعي؟</w:t>
      </w:r>
    </w:p>
    <w:p w:rsidR="00E07DFB" w:rsidRPr="00065D03" w:rsidRDefault="00E07DFB" w:rsidP="009F77A7">
      <w:pPr>
        <w:pStyle w:val="libNormal"/>
        <w:rPr>
          <w:rtl/>
        </w:rPr>
      </w:pPr>
      <w:r w:rsidRPr="00313984">
        <w:rPr>
          <w:rStyle w:val="libBold1Char"/>
          <w:rtl/>
        </w:rPr>
        <w:t xml:space="preserve">د. كُرْجي: </w:t>
      </w:r>
      <w:r w:rsidRPr="002A0058">
        <w:rPr>
          <w:rtl/>
        </w:rPr>
        <w:t>يستلزم صدق القضية الشرطية صدق طرفيها</w:t>
      </w:r>
      <w:r w:rsidR="00610870">
        <w:rPr>
          <w:rtl/>
        </w:rPr>
        <w:t>.</w:t>
      </w:r>
      <w:r w:rsidRPr="002A0058">
        <w:rPr>
          <w:rtl/>
        </w:rPr>
        <w:t xml:space="preserve"> وأنا وإن كنت</w:t>
      </w:r>
      <w:r w:rsidR="009F77A7">
        <w:rPr>
          <w:rFonts w:hint="cs"/>
          <w:rtl/>
        </w:rPr>
        <w:t xml:space="preserve"> </w:t>
      </w:r>
      <w:r w:rsidRPr="00065D03">
        <w:rPr>
          <w:rtl/>
        </w:rPr>
        <w:t>لا أزعم أنَّ بمقدور الفقيه أن يبلغ المِلاك والمناط القطعي للحكم</w:t>
      </w:r>
      <w:r w:rsidR="00610870">
        <w:rPr>
          <w:rtl/>
        </w:rPr>
        <w:t>،</w:t>
      </w:r>
      <w:r w:rsidRPr="00065D03">
        <w:rPr>
          <w:rtl/>
        </w:rPr>
        <w:t xml:space="preserve"> لكنِّي أستطيع القول</w:t>
      </w:r>
      <w:r w:rsidR="00610870">
        <w:rPr>
          <w:rtl/>
        </w:rPr>
        <w:t xml:space="preserve"> - </w:t>
      </w:r>
      <w:r w:rsidRPr="00065D03">
        <w:rPr>
          <w:rtl/>
        </w:rPr>
        <w:t>وفاقاً لِمَا يقولونه في باب قياس الأولوية</w:t>
      </w:r>
      <w:r w:rsidR="00610870">
        <w:rPr>
          <w:rtl/>
        </w:rPr>
        <w:t xml:space="preserve"> - </w:t>
      </w:r>
      <w:r w:rsidRPr="00065D03">
        <w:rPr>
          <w:rtl/>
        </w:rPr>
        <w:t>من أنَّه إذا اكتشفا العلّة التامّة للحكم</w:t>
      </w:r>
      <w:r w:rsidR="00610870">
        <w:rPr>
          <w:rtl/>
        </w:rPr>
        <w:t>،</w:t>
      </w:r>
      <w:r w:rsidRPr="00065D03">
        <w:rPr>
          <w:rtl/>
        </w:rPr>
        <w:t xml:space="preserve"> فلا مهرب من اكتشاف المعلول</w:t>
      </w:r>
      <w:r w:rsidR="00610870">
        <w:rPr>
          <w:rtl/>
        </w:rPr>
        <w:t>؛</w:t>
      </w:r>
      <w:r w:rsidRPr="00065D03">
        <w:rPr>
          <w:rtl/>
        </w:rPr>
        <w:t xml:space="preserve"> أي الحكم نفسه</w:t>
      </w:r>
      <w:r w:rsidR="00610870">
        <w:rPr>
          <w:rtl/>
        </w:rPr>
        <w:t>.</w:t>
      </w:r>
      <w:r w:rsidRPr="00065D03">
        <w:rPr>
          <w:rtl/>
        </w:rPr>
        <w:t xml:space="preserve"> وكلام علماء الأصول في باب الملازمات العقلية المستقلَّة يقوم على هذا المعنى.</w:t>
      </w:r>
    </w:p>
    <w:p w:rsidR="00E07DFB" w:rsidRPr="002A0058" w:rsidRDefault="00E07DFB" w:rsidP="002A0058">
      <w:pPr>
        <w:pStyle w:val="libNormal"/>
        <w:rPr>
          <w:rtl/>
        </w:rPr>
      </w:pPr>
      <w:r w:rsidRPr="00313984">
        <w:rPr>
          <w:rStyle w:val="libBold1Char"/>
          <w:rtl/>
        </w:rPr>
        <w:t>السيد المرعشي:</w:t>
      </w:r>
      <w:r w:rsidRPr="002A0058">
        <w:rPr>
          <w:rtl/>
        </w:rPr>
        <w:t xml:space="preserve"> أجل</w:t>
      </w:r>
      <w:r w:rsidR="00610870">
        <w:rPr>
          <w:rtl/>
        </w:rPr>
        <w:t>،</w:t>
      </w:r>
      <w:r w:rsidRPr="002A0058">
        <w:rPr>
          <w:rtl/>
        </w:rPr>
        <w:t xml:space="preserve"> إذا استطاع الفقيه أن يشخِّص مِلاك الحكم</w:t>
      </w:r>
      <w:r w:rsidR="00610870">
        <w:rPr>
          <w:rtl/>
        </w:rPr>
        <w:t>،</w:t>
      </w:r>
      <w:r w:rsidRPr="002A0058">
        <w:rPr>
          <w:rtl/>
        </w:rPr>
        <w:t xml:space="preserve"> ثُمَّ يحصل له اليقين بوجود المِلاك نفسه في الموارد التي لا نص فيها،  يكون حينئذٍ بمقدوره أن يمتدَّ بالمِلاك ويستفيد منه في الموارد المشابهة</w:t>
      </w:r>
      <w:r w:rsidR="00610870">
        <w:rPr>
          <w:rtl/>
        </w:rPr>
        <w:t>.</w:t>
      </w:r>
      <w:r w:rsidRPr="002A0058">
        <w:rPr>
          <w:rtl/>
        </w:rPr>
        <w:t xml:space="preserve"> ولا يُطلَق على هذه الممارسة وصف القياس</w:t>
      </w:r>
      <w:r w:rsidR="00610870">
        <w:rPr>
          <w:rtl/>
        </w:rPr>
        <w:t>،</w:t>
      </w:r>
      <w:r w:rsidRPr="002A0058">
        <w:rPr>
          <w:rtl/>
        </w:rPr>
        <w:t xml:space="preserve"> بل هي تدخل في باب تنقيح المناط.</w:t>
      </w:r>
    </w:p>
    <w:p w:rsidR="009F77A7" w:rsidRDefault="00E07DFB" w:rsidP="00065D03">
      <w:pPr>
        <w:pStyle w:val="libNormal"/>
        <w:rPr>
          <w:rtl/>
        </w:rPr>
      </w:pPr>
      <w:r w:rsidRPr="00065D03">
        <w:rPr>
          <w:rtl/>
        </w:rPr>
        <w:t>على سبيل المثال</w:t>
      </w:r>
      <w:r w:rsidR="00610870">
        <w:rPr>
          <w:rtl/>
        </w:rPr>
        <w:t>،</w:t>
      </w:r>
      <w:r w:rsidRPr="00065D03">
        <w:rPr>
          <w:rtl/>
        </w:rPr>
        <w:t xml:space="preserve"> تفيد المادّة العاشرة من القانون المدني: نفاذ المعاهدات والعقود الخاصّة التي ليس فيها ما يخالف القانون صراحة</w:t>
      </w:r>
      <w:r w:rsidR="00610870">
        <w:rPr>
          <w:rtl/>
        </w:rPr>
        <w:t>.</w:t>
      </w:r>
      <w:r w:rsidRPr="00065D03">
        <w:rPr>
          <w:rtl/>
        </w:rPr>
        <w:t xml:space="preserve"> والباعث إلى وضع هذه المادّة</w:t>
      </w:r>
      <w:r w:rsidR="00610870">
        <w:rPr>
          <w:rtl/>
        </w:rPr>
        <w:t>،</w:t>
      </w:r>
      <w:r w:rsidRPr="00065D03">
        <w:rPr>
          <w:rtl/>
        </w:rPr>
        <w:t xml:space="preserve"> هو أصل حرية إرادة الأشخاص في العلاقات في ما بينهم</w:t>
      </w:r>
      <w:r w:rsidR="00610870">
        <w:rPr>
          <w:rtl/>
        </w:rPr>
        <w:t>.</w:t>
      </w:r>
      <w:r w:rsidRPr="00065D03">
        <w:rPr>
          <w:rtl/>
        </w:rPr>
        <w:t xml:space="preserve"> لهذا المناط وجود في الإيقاعات أيضاً</w:t>
      </w:r>
      <w:r w:rsidR="00610870">
        <w:rPr>
          <w:rtl/>
        </w:rPr>
        <w:t>؛</w:t>
      </w:r>
      <w:r w:rsidRPr="00065D03">
        <w:rPr>
          <w:rtl/>
        </w:rPr>
        <w:t xml:space="preserve"> لأنَّنا نعرف أنَّ نظر المشرِّع لا يقوم على حجب حرية الإرادة في مجال الإيقاعات</w:t>
      </w:r>
      <w:r w:rsidR="00610870">
        <w:rPr>
          <w:rtl/>
        </w:rPr>
        <w:t>،</w:t>
      </w:r>
      <w:r w:rsidRPr="00065D03">
        <w:rPr>
          <w:rtl/>
        </w:rPr>
        <w:t xml:space="preserve"> وعليه نستطيع أن نقول</w:t>
      </w:r>
      <w:r w:rsidR="00610870">
        <w:rPr>
          <w:rtl/>
        </w:rPr>
        <w:t xml:space="preserve"> - </w:t>
      </w:r>
      <w:r w:rsidRPr="00065D03">
        <w:rPr>
          <w:rtl/>
        </w:rPr>
        <w:t>بناءً على مِلاك المادّة العاشرة من القانون المدني ومناطها</w:t>
      </w:r>
      <w:r w:rsidR="00610870">
        <w:rPr>
          <w:rtl/>
        </w:rPr>
        <w:t xml:space="preserve"> -</w:t>
      </w:r>
      <w:r w:rsidRPr="00065D03">
        <w:rPr>
          <w:rtl/>
        </w:rPr>
        <w:t>: إنَّ كلَّ إيقاع يكون نافذاً إذا لم تكن فيه مخالفة صريحة للقانون</w:t>
      </w:r>
      <w:r w:rsidR="00610870">
        <w:rPr>
          <w:rtl/>
        </w:rPr>
        <w:t>.</w:t>
      </w:r>
      <w:r w:rsidRPr="00065D03">
        <w:rPr>
          <w:rtl/>
        </w:rPr>
        <w:t xml:space="preserve"> ه</w:t>
      </w:r>
      <w:r w:rsidR="009F77A7">
        <w:rPr>
          <w:rtl/>
        </w:rPr>
        <w:t>ذا مثال لتمديد المِلاك وتسرِّيه</w:t>
      </w:r>
      <w:r w:rsidRPr="00065D03">
        <w:rPr>
          <w:rtl/>
        </w:rPr>
        <w:t xml:space="preserve">. </w:t>
      </w:r>
    </w:p>
    <w:p w:rsidR="009F77A7" w:rsidRDefault="009F77A7" w:rsidP="00E5125A">
      <w:pPr>
        <w:pStyle w:val="libNormal"/>
        <w:rPr>
          <w:rtl/>
        </w:rPr>
      </w:pPr>
      <w:r>
        <w:rPr>
          <w:rtl/>
        </w:rPr>
        <w:br w:type="page"/>
      </w:r>
    </w:p>
    <w:p w:rsidR="00E07DFB" w:rsidRPr="002A0058" w:rsidRDefault="00E07DFB" w:rsidP="00F163DC">
      <w:pPr>
        <w:pStyle w:val="libNormal"/>
        <w:rPr>
          <w:rtl/>
        </w:rPr>
      </w:pPr>
      <w:r w:rsidRPr="002A0058">
        <w:rPr>
          <w:rtl/>
        </w:rPr>
        <w:lastRenderedPageBreak/>
        <w:t>وما ذهب إليه بعض الفقهاء المتأخِّرين من الفتوى بصحَّة العقود الجديدة (من قبيل عقد الضمان وعقد العمل وغيرهما)</w:t>
      </w:r>
      <w:r w:rsidR="00610870">
        <w:rPr>
          <w:rtl/>
        </w:rPr>
        <w:t>،</w:t>
      </w:r>
      <w:r w:rsidRPr="002A0058">
        <w:rPr>
          <w:rtl/>
        </w:rPr>
        <w:t xml:space="preserve"> مع أنَّ هذه العقود لم ينص عليها في الشرع</w:t>
      </w:r>
      <w:r w:rsidR="00610870">
        <w:rPr>
          <w:rtl/>
        </w:rPr>
        <w:t>،</w:t>
      </w:r>
      <w:r w:rsidRPr="002A0058">
        <w:rPr>
          <w:rtl/>
        </w:rPr>
        <w:t xml:space="preserve"> ما دفع هؤلاء الفقهاء إلى هذا الموقف</w:t>
      </w:r>
      <w:r w:rsidR="00610870">
        <w:rPr>
          <w:rtl/>
        </w:rPr>
        <w:t>،</w:t>
      </w:r>
      <w:r w:rsidRPr="002A0058">
        <w:rPr>
          <w:rtl/>
        </w:rPr>
        <w:t xml:space="preserve"> هو أنَّهم أدرجوا العقود الجديدة في باب </w:t>
      </w:r>
      <w:r w:rsidR="00F163DC">
        <w:rPr>
          <w:rStyle w:val="libAlaemChar"/>
          <w:rFonts w:eastAsiaTheme="minorHAnsi" w:hint="cs"/>
          <w:rtl/>
        </w:rPr>
        <w:t>(</w:t>
      </w:r>
      <w:r w:rsidRPr="00AE62B5">
        <w:rPr>
          <w:rStyle w:val="libAieChar"/>
          <w:rFonts w:hint="cs"/>
          <w:rtl/>
        </w:rPr>
        <w:t>أَوْفُواْ بِالْعُقُودِ</w:t>
      </w:r>
      <w:r w:rsidR="00F163DC">
        <w:rPr>
          <w:rStyle w:val="libAlaemChar"/>
          <w:rFonts w:eastAsiaTheme="minorHAnsi" w:hint="cs"/>
          <w:rtl/>
        </w:rPr>
        <w:t>)</w:t>
      </w:r>
      <w:r w:rsidRPr="002A0058">
        <w:rPr>
          <w:rtl/>
        </w:rPr>
        <w:t xml:space="preserve"> و</w:t>
      </w:r>
      <w:r w:rsidRPr="00AE62B5">
        <w:rPr>
          <w:rStyle w:val="libAieChar"/>
          <w:rtl/>
        </w:rPr>
        <w:t xml:space="preserve"> </w:t>
      </w:r>
      <w:r w:rsidR="00F163DC">
        <w:rPr>
          <w:rStyle w:val="libAlaemChar"/>
          <w:rFonts w:eastAsiaTheme="minorHAnsi" w:hint="cs"/>
          <w:rtl/>
        </w:rPr>
        <w:t>(</w:t>
      </w:r>
      <w:r w:rsidRPr="00AE62B5">
        <w:rPr>
          <w:rStyle w:val="libAieChar"/>
          <w:rFonts w:hint="cs"/>
          <w:rtl/>
        </w:rPr>
        <w:t xml:space="preserve">تِجَارَةً عَن تَرَاضٍ </w:t>
      </w:r>
      <w:r w:rsidR="00F163DC">
        <w:rPr>
          <w:rStyle w:val="libAlaemChar"/>
          <w:rFonts w:eastAsiaTheme="minorHAnsi" w:hint="cs"/>
          <w:rtl/>
        </w:rPr>
        <w:t>)</w:t>
      </w:r>
      <w:r w:rsidR="00610870">
        <w:rPr>
          <w:rtl/>
        </w:rPr>
        <w:t>،</w:t>
      </w:r>
      <w:r w:rsidRPr="002A0058">
        <w:rPr>
          <w:rtl/>
        </w:rPr>
        <w:t xml:space="preserve"> وقد عبَّروا عن تنقيح المناط أحياناً باتحاد طريق المسألتين</w:t>
      </w:r>
      <w:r w:rsidR="00610870">
        <w:rPr>
          <w:rtl/>
        </w:rPr>
        <w:t>،</w:t>
      </w:r>
      <w:r w:rsidRPr="002A0058">
        <w:rPr>
          <w:rtl/>
        </w:rPr>
        <w:t xml:space="preserve"> وبذلك فصلوه عن القياس.</w:t>
      </w:r>
    </w:p>
    <w:p w:rsidR="00E07DFB" w:rsidRPr="002A0058" w:rsidRDefault="00E07DFB" w:rsidP="009F77A7">
      <w:pPr>
        <w:pStyle w:val="libNormal"/>
        <w:rPr>
          <w:rtl/>
        </w:rPr>
      </w:pPr>
      <w:r w:rsidRPr="002A0058">
        <w:rPr>
          <w:rtl/>
        </w:rPr>
        <w:t xml:space="preserve">نقرأ في شرح اللمعة ومتنها: </w:t>
      </w:r>
      <w:r w:rsidRPr="00313984">
        <w:rPr>
          <w:rStyle w:val="libBold1Char"/>
          <w:rtl/>
        </w:rPr>
        <w:t>(وكذا تجب اليمين مع البيِّنة في الشهادة على الميِّت والطفل والمجنون</w:t>
      </w:r>
      <w:r w:rsidR="00610870">
        <w:rPr>
          <w:rStyle w:val="libBold1Char"/>
          <w:rtl/>
        </w:rPr>
        <w:t>.</w:t>
      </w:r>
      <w:r w:rsidRPr="00313984">
        <w:rPr>
          <w:rStyle w:val="libBold1Char"/>
          <w:rtl/>
        </w:rPr>
        <w:t xml:space="preserve"> أمَّا على الميِّت</w:t>
      </w:r>
      <w:r w:rsidR="00610870">
        <w:rPr>
          <w:rStyle w:val="libBold1Char"/>
          <w:rtl/>
        </w:rPr>
        <w:t>،</w:t>
      </w:r>
      <w:r w:rsidRPr="00313984">
        <w:rPr>
          <w:rStyle w:val="libBold1Char"/>
          <w:rtl/>
        </w:rPr>
        <w:t xml:space="preserve"> فموضع وفاق</w:t>
      </w:r>
      <w:r w:rsidR="00610870">
        <w:rPr>
          <w:rStyle w:val="libBold1Char"/>
          <w:rtl/>
        </w:rPr>
        <w:t>،</w:t>
      </w:r>
      <w:r w:rsidRPr="00313984">
        <w:rPr>
          <w:rStyle w:val="libBold1Char"/>
          <w:rtl/>
        </w:rPr>
        <w:t xml:space="preserve"> وأمَّا على الغائب والطفل</w:t>
      </w:r>
      <w:r w:rsidR="009F77A7">
        <w:rPr>
          <w:rStyle w:val="libBold1Char"/>
          <w:rFonts w:hint="cs"/>
          <w:rtl/>
        </w:rPr>
        <w:t xml:space="preserve"> </w:t>
      </w:r>
      <w:r w:rsidRPr="00313984">
        <w:rPr>
          <w:rStyle w:val="libBold1Char"/>
          <w:rtl/>
        </w:rPr>
        <w:t>والمجنون</w:t>
      </w:r>
      <w:r w:rsidR="00610870">
        <w:rPr>
          <w:rStyle w:val="libBold1Char"/>
          <w:rtl/>
        </w:rPr>
        <w:t>،</w:t>
      </w:r>
      <w:r w:rsidRPr="00313984">
        <w:rPr>
          <w:rStyle w:val="libBold1Char"/>
          <w:rtl/>
        </w:rPr>
        <w:t xml:space="preserve"> فلمشاركتهم له في العلَّة المُوصى إليها في النص</w:t>
      </w:r>
      <w:r w:rsidR="00610870">
        <w:rPr>
          <w:rStyle w:val="libBold1Char"/>
          <w:rtl/>
        </w:rPr>
        <w:t>؛</w:t>
      </w:r>
      <w:r w:rsidRPr="00313984">
        <w:rPr>
          <w:rStyle w:val="libBold1Char"/>
          <w:rtl/>
        </w:rPr>
        <w:t xml:space="preserve"> وهو أنَّه لا لسان له للجواب</w:t>
      </w:r>
      <w:r w:rsidR="00610870">
        <w:rPr>
          <w:rStyle w:val="libBold1Char"/>
          <w:rtl/>
        </w:rPr>
        <w:t>،</w:t>
      </w:r>
      <w:r w:rsidRPr="00313984">
        <w:rPr>
          <w:rStyle w:val="libBold1Char"/>
          <w:rtl/>
        </w:rPr>
        <w:t xml:space="preserve"> فيستظهر للحاكم بها</w:t>
      </w:r>
      <w:r w:rsidR="00610870">
        <w:rPr>
          <w:rStyle w:val="libBold1Char"/>
          <w:rtl/>
        </w:rPr>
        <w:t>،</w:t>
      </w:r>
      <w:r w:rsidRPr="00313984">
        <w:rPr>
          <w:rStyle w:val="libBold1Char"/>
          <w:rtl/>
        </w:rPr>
        <w:t xml:space="preserve"> إذ يحتمل لو حضر كاملاً أن يجيب بالإبقاء أو الإبراء فيتوجَّه اليمين</w:t>
      </w:r>
      <w:r w:rsidR="00610870">
        <w:rPr>
          <w:rStyle w:val="libBold1Char"/>
          <w:rtl/>
        </w:rPr>
        <w:t>،</w:t>
      </w:r>
      <w:r w:rsidRPr="00313984">
        <w:rPr>
          <w:rStyle w:val="libBold1Char"/>
          <w:rtl/>
        </w:rPr>
        <w:t xml:space="preserve"> وهو من باب اتحاد طريق المسألتين</w:t>
      </w:r>
      <w:r w:rsidR="00610870">
        <w:rPr>
          <w:rStyle w:val="libBold1Char"/>
          <w:rtl/>
        </w:rPr>
        <w:t>،</w:t>
      </w:r>
      <w:r w:rsidRPr="00313984">
        <w:rPr>
          <w:rStyle w:val="libBold1Char"/>
          <w:rtl/>
        </w:rPr>
        <w:t xml:space="preserve"> لا من باب القياس)</w:t>
      </w:r>
      <w:r w:rsidRPr="00852899">
        <w:rPr>
          <w:rStyle w:val="libFootnotenumChar"/>
          <w:rtl/>
        </w:rPr>
        <w:t>(15)</w:t>
      </w:r>
      <w:r w:rsidRPr="002A0058">
        <w:rPr>
          <w:rtl/>
        </w:rPr>
        <w:t xml:space="preserve">. </w:t>
      </w:r>
    </w:p>
    <w:p w:rsidR="00E07DFB" w:rsidRPr="00065D03" w:rsidRDefault="00E07DFB" w:rsidP="00065D03">
      <w:pPr>
        <w:pStyle w:val="libNormal"/>
        <w:rPr>
          <w:rtl/>
        </w:rPr>
      </w:pPr>
      <w:r w:rsidRPr="00065D03">
        <w:rPr>
          <w:rtl/>
        </w:rPr>
        <w:t>وعليه: إذا كان المِلاك قطعياً</w:t>
      </w:r>
      <w:r w:rsidR="00610870">
        <w:rPr>
          <w:rtl/>
        </w:rPr>
        <w:t>،</w:t>
      </w:r>
      <w:r w:rsidRPr="00065D03">
        <w:rPr>
          <w:rtl/>
        </w:rPr>
        <w:t xml:space="preserve"> فهو يأخذ مكان النص.</w:t>
      </w:r>
    </w:p>
    <w:p w:rsidR="00E07DFB" w:rsidRPr="002A0058" w:rsidRDefault="00E07DFB" w:rsidP="002A0058">
      <w:pPr>
        <w:pStyle w:val="libNormal"/>
        <w:rPr>
          <w:rtl/>
        </w:rPr>
      </w:pPr>
      <w:r w:rsidRPr="00313984">
        <w:rPr>
          <w:rStyle w:val="libBold1Char"/>
          <w:rtl/>
        </w:rPr>
        <w:t>د. كاتوزْيان:</w:t>
      </w:r>
      <w:r w:rsidRPr="002A0058">
        <w:rPr>
          <w:rtl/>
        </w:rPr>
        <w:t xml:space="preserve"> يُستفاد من ظاهر الأخبار التي تنص على منع القياس</w:t>
      </w:r>
      <w:r w:rsidR="00610870">
        <w:rPr>
          <w:rtl/>
        </w:rPr>
        <w:t>،</w:t>
      </w:r>
      <w:r w:rsidRPr="002A0058">
        <w:rPr>
          <w:rtl/>
        </w:rPr>
        <w:t xml:space="preserve"> أنَّ المراد منها هو النهي عن الاعتماد على مجرَّد المشابهة بين موضوعين (من قبيل ما تحدَّث به الشيطان من قياس بين خلقته من نار وخلق الإنسان من طين)</w:t>
      </w:r>
      <w:r w:rsidR="00610870">
        <w:rPr>
          <w:rtl/>
        </w:rPr>
        <w:t>.</w:t>
      </w:r>
      <w:r w:rsidRPr="002A0058">
        <w:rPr>
          <w:rtl/>
        </w:rPr>
        <w:t xml:space="preserve"> أمَّا إذا بلغ الفقيه مِلاك الحكم</w:t>
      </w:r>
      <w:r w:rsidR="00610870">
        <w:rPr>
          <w:rtl/>
        </w:rPr>
        <w:t>،</w:t>
      </w:r>
      <w:r w:rsidRPr="002A0058">
        <w:rPr>
          <w:rtl/>
        </w:rPr>
        <w:t xml:space="preserve"> وأحرزه بشكل قطعي</w:t>
      </w:r>
      <w:r w:rsidR="00610870">
        <w:rPr>
          <w:rtl/>
        </w:rPr>
        <w:t>،</w:t>
      </w:r>
      <w:r w:rsidRPr="002A0058">
        <w:rPr>
          <w:rtl/>
        </w:rPr>
        <w:t xml:space="preserve"> يجب عليه أن يسرِّيه لأيِّ موردٍ يتحقَّق فيه المِلاك المكتشَف</w:t>
      </w:r>
      <w:r w:rsidR="00610870">
        <w:rPr>
          <w:rtl/>
        </w:rPr>
        <w:t>؛</w:t>
      </w:r>
      <w:r w:rsidRPr="002A0058">
        <w:rPr>
          <w:rtl/>
        </w:rPr>
        <w:t xml:space="preserve"> لأنَّ الشارع لم يشرِّع الحكم لهوى أو لعبث</w:t>
      </w:r>
      <w:r w:rsidR="00610870">
        <w:rPr>
          <w:rtl/>
        </w:rPr>
        <w:t>،</w:t>
      </w:r>
      <w:r w:rsidRPr="002A0058">
        <w:rPr>
          <w:rtl/>
        </w:rPr>
        <w:t xml:space="preserve"> أو من باب إظهار القدرة.</w:t>
      </w:r>
    </w:p>
    <w:p w:rsidR="00E07DFB" w:rsidRPr="00065D03" w:rsidRDefault="00E07DFB" w:rsidP="00065D03">
      <w:pPr>
        <w:pStyle w:val="libNormal"/>
        <w:rPr>
          <w:rtl/>
        </w:rPr>
      </w:pPr>
      <w:r w:rsidRPr="00065D03">
        <w:rPr>
          <w:rtl/>
        </w:rPr>
        <w:t>إنَّ صدور أيَّ حكم لا يكون إلاّ لبلوغ مصلحة</w:t>
      </w:r>
      <w:r w:rsidR="00610870">
        <w:rPr>
          <w:rtl/>
        </w:rPr>
        <w:t>،</w:t>
      </w:r>
      <w:r w:rsidRPr="00065D03">
        <w:rPr>
          <w:rtl/>
        </w:rPr>
        <w:t xml:space="preserve"> فإذا استطاع الفقيه أن يصل إلى العلَّة الغائية لصدور الحكم</w:t>
      </w:r>
      <w:r w:rsidR="00610870">
        <w:rPr>
          <w:rtl/>
        </w:rPr>
        <w:t>،</w:t>
      </w:r>
      <w:r w:rsidRPr="00065D03">
        <w:rPr>
          <w:rtl/>
        </w:rPr>
        <w:t xml:space="preserve"> عليه أن يلتزم بمقتضاه في الموارد المشابهة</w:t>
      </w:r>
      <w:r w:rsidR="00610870">
        <w:rPr>
          <w:rtl/>
        </w:rPr>
        <w:t>؛</w:t>
      </w:r>
      <w:r w:rsidRPr="00065D03">
        <w:rPr>
          <w:rtl/>
        </w:rPr>
        <w:t xml:space="preserve"> من باب التساوي بين الاثنين.</w:t>
      </w:r>
    </w:p>
    <w:p w:rsidR="009F77A7" w:rsidRDefault="00E07DFB" w:rsidP="00065D03">
      <w:pPr>
        <w:pStyle w:val="libNormal"/>
        <w:rPr>
          <w:rtl/>
        </w:rPr>
      </w:pPr>
      <w:r w:rsidRPr="00065D03">
        <w:rPr>
          <w:rtl/>
        </w:rPr>
        <w:t>صحيح أنَّ احتمال الخطأ وارد في مجال بلوغ مِلاك الحكم واكتشافه</w:t>
      </w:r>
      <w:r w:rsidR="00610870">
        <w:rPr>
          <w:rtl/>
        </w:rPr>
        <w:t>،</w:t>
      </w:r>
      <w:r w:rsidRPr="00065D03">
        <w:rPr>
          <w:rtl/>
        </w:rPr>
        <w:t xml:space="preserve"> وأنَّ الاعتماد على الاستنباط القائم على هذه الطريقة لا يصل إلى مستوى الاستنباط الذي يقوم على أساس النص</w:t>
      </w:r>
      <w:r w:rsidR="00610870">
        <w:rPr>
          <w:rtl/>
        </w:rPr>
        <w:t>،</w:t>
      </w:r>
      <w:r w:rsidRPr="00065D03">
        <w:rPr>
          <w:rtl/>
        </w:rPr>
        <w:t xml:space="preserve"> لكن المكلَّفين معذورين في هذا المقدار من الخطأ</w:t>
      </w:r>
      <w:r w:rsidR="00610870">
        <w:rPr>
          <w:rtl/>
        </w:rPr>
        <w:t>.</w:t>
      </w:r>
      <w:r w:rsidRPr="00065D03">
        <w:rPr>
          <w:rtl/>
        </w:rPr>
        <w:t xml:space="preserve"> وقد عمدنا إلى ذلك لأنَّه إذا صرنا للشكّ في قدرة العقل على بلوغ الحقيقة</w:t>
      </w:r>
      <w:r w:rsidR="00610870">
        <w:rPr>
          <w:rtl/>
        </w:rPr>
        <w:t>،</w:t>
      </w:r>
      <w:r w:rsidRPr="00065D03">
        <w:rPr>
          <w:rtl/>
        </w:rPr>
        <w:t xml:space="preserve"> فإنَّ هذا الشكّ سيأخذ طريقه أيضاً إلى الاستلزامات العقلية</w:t>
      </w:r>
      <w:r w:rsidR="00610870">
        <w:rPr>
          <w:rtl/>
        </w:rPr>
        <w:t>،</w:t>
      </w:r>
      <w:r w:rsidRPr="00065D03">
        <w:rPr>
          <w:rtl/>
        </w:rPr>
        <w:t xml:space="preserve"> وإلى العقل المستقلّ أيضاً</w:t>
      </w:r>
      <w:r w:rsidR="00610870">
        <w:rPr>
          <w:rtl/>
        </w:rPr>
        <w:t>،</w:t>
      </w:r>
      <w:r w:rsidRPr="00065D03">
        <w:rPr>
          <w:rtl/>
        </w:rPr>
        <w:t xml:space="preserve"> ما ينتهي إلى تقويض قيمة أي استنباط</w:t>
      </w:r>
      <w:r w:rsidR="00610870">
        <w:rPr>
          <w:rtl/>
        </w:rPr>
        <w:t>،</w:t>
      </w:r>
      <w:r w:rsidRPr="00065D03">
        <w:rPr>
          <w:rtl/>
        </w:rPr>
        <w:t xml:space="preserve"> وهذه النتيجة لا يلتزم بها أيُّ فقيه.</w:t>
      </w:r>
    </w:p>
    <w:p w:rsidR="009F77A7" w:rsidRDefault="009F77A7" w:rsidP="00E5125A">
      <w:pPr>
        <w:pStyle w:val="libNormal"/>
        <w:rPr>
          <w:rtl/>
        </w:rPr>
      </w:pPr>
      <w:r>
        <w:rPr>
          <w:rtl/>
        </w:rPr>
        <w:br w:type="page"/>
      </w:r>
    </w:p>
    <w:p w:rsidR="00E07DFB" w:rsidRPr="00065D03" w:rsidRDefault="00E07DFB" w:rsidP="009F77A7">
      <w:pPr>
        <w:pStyle w:val="libNormal"/>
        <w:rPr>
          <w:rtl/>
        </w:rPr>
      </w:pPr>
      <w:r w:rsidRPr="00065D03">
        <w:rPr>
          <w:rtl/>
        </w:rPr>
        <w:lastRenderedPageBreak/>
        <w:t>ثُمَّ إنَّ الاعتماد على القياس القطعي يُعبِّر عن ضرورة عقلية وعملية</w:t>
      </w:r>
      <w:r w:rsidR="00610870">
        <w:rPr>
          <w:rtl/>
        </w:rPr>
        <w:t>؛</w:t>
      </w:r>
      <w:r w:rsidRPr="00065D03">
        <w:rPr>
          <w:rtl/>
        </w:rPr>
        <w:t xml:space="preserve"> ولتوضيح الأمر نلاحظ أنَّ القاضي مكلَّف</w:t>
      </w:r>
      <w:r w:rsidR="00610870">
        <w:rPr>
          <w:rtl/>
        </w:rPr>
        <w:t>،</w:t>
      </w:r>
      <w:r w:rsidRPr="00065D03">
        <w:rPr>
          <w:rtl/>
        </w:rPr>
        <w:t xml:space="preserve"> في النظام الحقوقي الراهن</w:t>
      </w:r>
      <w:r w:rsidR="00610870">
        <w:rPr>
          <w:rtl/>
        </w:rPr>
        <w:t>،</w:t>
      </w:r>
      <w:r w:rsidRPr="00065D03">
        <w:rPr>
          <w:rtl/>
        </w:rPr>
        <w:t xml:space="preserve"> بالفصل</w:t>
      </w:r>
      <w:r w:rsidR="009F77A7">
        <w:rPr>
          <w:rFonts w:hint="cs"/>
          <w:rtl/>
        </w:rPr>
        <w:t xml:space="preserve"> </w:t>
      </w:r>
      <w:r w:rsidRPr="00065D03">
        <w:rPr>
          <w:rtl/>
        </w:rPr>
        <w:t>بين الخصومات</w:t>
      </w:r>
      <w:r w:rsidR="00610870">
        <w:rPr>
          <w:rtl/>
        </w:rPr>
        <w:t>،</w:t>
      </w:r>
      <w:r w:rsidRPr="00065D03">
        <w:rPr>
          <w:rtl/>
        </w:rPr>
        <w:t xml:space="preserve"> وإصدار الحُكْم</w:t>
      </w:r>
      <w:r w:rsidR="00610870">
        <w:rPr>
          <w:rtl/>
        </w:rPr>
        <w:t>،</w:t>
      </w:r>
      <w:r w:rsidRPr="00065D03">
        <w:rPr>
          <w:rtl/>
        </w:rPr>
        <w:t xml:space="preserve"> فهو من ناحية لا يستطيع أن يتوقَّف عن ممارسة الاجتهاد</w:t>
      </w:r>
      <w:r w:rsidR="00610870">
        <w:rPr>
          <w:rtl/>
        </w:rPr>
        <w:t>،</w:t>
      </w:r>
      <w:r w:rsidRPr="00065D03">
        <w:rPr>
          <w:rtl/>
        </w:rPr>
        <w:t xml:space="preserve"> كما أنَّه ليس بمقدوره</w:t>
      </w:r>
      <w:r w:rsidR="00610870">
        <w:rPr>
          <w:rtl/>
        </w:rPr>
        <w:t>،</w:t>
      </w:r>
      <w:r w:rsidRPr="00065D03">
        <w:rPr>
          <w:rtl/>
        </w:rPr>
        <w:t xml:space="preserve"> من ناحية أخرى</w:t>
      </w:r>
      <w:r w:rsidR="00610870">
        <w:rPr>
          <w:rtl/>
        </w:rPr>
        <w:t>،</w:t>
      </w:r>
      <w:r w:rsidRPr="00065D03">
        <w:rPr>
          <w:rtl/>
        </w:rPr>
        <w:t xml:space="preserve"> إجبار المتخاصمَين على اللجوء إلى الصلح</w:t>
      </w:r>
      <w:r w:rsidR="00610870">
        <w:rPr>
          <w:rtl/>
        </w:rPr>
        <w:t>؛</w:t>
      </w:r>
      <w:r w:rsidRPr="00065D03">
        <w:rPr>
          <w:rtl/>
        </w:rPr>
        <w:t xml:space="preserve"> بسبب الاحتياط</w:t>
      </w:r>
      <w:r w:rsidR="00610870">
        <w:rPr>
          <w:rtl/>
        </w:rPr>
        <w:t>،</w:t>
      </w:r>
      <w:r w:rsidRPr="00065D03">
        <w:rPr>
          <w:rtl/>
        </w:rPr>
        <w:t xml:space="preserve"> كما لا يُقبل منه أن يقول: إنَّه ليس للشرع موقف واضح وحكم شرعي محدَّد إزاء الواقعة.</w:t>
      </w:r>
    </w:p>
    <w:p w:rsidR="00E07DFB" w:rsidRPr="00065D03" w:rsidRDefault="00E07DFB" w:rsidP="00065D03">
      <w:pPr>
        <w:pStyle w:val="libNormal"/>
        <w:rPr>
          <w:rtl/>
        </w:rPr>
      </w:pPr>
      <w:r w:rsidRPr="00065D03">
        <w:rPr>
          <w:rtl/>
        </w:rPr>
        <w:t>إذا أضفنا إلى ذلك أنَّ القوانين لا تتضمَّن حكم جميع الدعاوى والخصومات</w:t>
      </w:r>
      <w:r w:rsidR="00610870">
        <w:rPr>
          <w:rtl/>
        </w:rPr>
        <w:t>،</w:t>
      </w:r>
      <w:r w:rsidRPr="00065D03">
        <w:rPr>
          <w:rtl/>
        </w:rPr>
        <w:t xml:space="preserve"> كما لا يتضمَّنها الشرع أيضاً</w:t>
      </w:r>
      <w:r w:rsidR="00610870">
        <w:rPr>
          <w:rtl/>
        </w:rPr>
        <w:t>،</w:t>
      </w:r>
      <w:r w:rsidRPr="00065D03">
        <w:rPr>
          <w:rtl/>
        </w:rPr>
        <w:t xml:space="preserve"> فحينئذ يكون القاضي إزاء خيارين</w:t>
      </w:r>
      <w:r w:rsidR="00610870">
        <w:rPr>
          <w:rtl/>
        </w:rPr>
        <w:t>،</w:t>
      </w:r>
      <w:r w:rsidRPr="00065D03">
        <w:rPr>
          <w:rtl/>
        </w:rPr>
        <w:t xml:space="preserve"> فهو أمَّا أن يفصل في موارد الخصومة ويقضي فيها برأيه</w:t>
      </w:r>
      <w:r w:rsidR="00610870">
        <w:rPr>
          <w:rtl/>
        </w:rPr>
        <w:t>،</w:t>
      </w:r>
      <w:r w:rsidRPr="00065D03">
        <w:rPr>
          <w:rtl/>
        </w:rPr>
        <w:t xml:space="preserve"> أو أن يلجأ إلى ممارسة الاستنباط لبلوغ الحكم في إطار دوافع المشرِّع ومقاصده وأهدافه</w:t>
      </w:r>
      <w:r w:rsidR="00610870">
        <w:rPr>
          <w:rtl/>
        </w:rPr>
        <w:t>،</w:t>
      </w:r>
      <w:r w:rsidRPr="00065D03">
        <w:rPr>
          <w:rtl/>
        </w:rPr>
        <w:t xml:space="preserve"> على ضوء الحكمة التي تتخلَّلها القواعد الموجودة</w:t>
      </w:r>
      <w:r w:rsidR="00610870">
        <w:rPr>
          <w:rtl/>
        </w:rPr>
        <w:t>،</w:t>
      </w:r>
      <w:r w:rsidRPr="00065D03">
        <w:rPr>
          <w:rtl/>
        </w:rPr>
        <w:t xml:space="preserve"> فيلجأ</w:t>
      </w:r>
      <w:r w:rsidR="00610870">
        <w:rPr>
          <w:rtl/>
        </w:rPr>
        <w:t xml:space="preserve"> - </w:t>
      </w:r>
      <w:r w:rsidRPr="00065D03">
        <w:rPr>
          <w:rtl/>
        </w:rPr>
        <w:t>من بين ما يلجأ إليه</w:t>
      </w:r>
      <w:r w:rsidR="00610870">
        <w:rPr>
          <w:rtl/>
        </w:rPr>
        <w:t xml:space="preserve"> - </w:t>
      </w:r>
      <w:r w:rsidRPr="00065D03">
        <w:rPr>
          <w:rtl/>
        </w:rPr>
        <w:t>إلى القياس</w:t>
      </w:r>
      <w:r w:rsidR="00610870">
        <w:rPr>
          <w:rtl/>
        </w:rPr>
        <w:t>.</w:t>
      </w:r>
      <w:r w:rsidRPr="00065D03">
        <w:rPr>
          <w:rtl/>
        </w:rPr>
        <w:t xml:space="preserve"> والأمر الطبيعي أنَّ القاضي يرجِّع الخيار الثاني على الأوَّل.</w:t>
      </w:r>
    </w:p>
    <w:p w:rsidR="009F77A7" w:rsidRDefault="00E07DFB" w:rsidP="00065D03">
      <w:pPr>
        <w:pStyle w:val="libNormal"/>
        <w:rPr>
          <w:rtl/>
        </w:rPr>
      </w:pPr>
      <w:r w:rsidRPr="00065D03">
        <w:rPr>
          <w:rtl/>
        </w:rPr>
        <w:t>أمَّا ما ينبغي التوقِّي منه</w:t>
      </w:r>
      <w:r w:rsidR="00610870">
        <w:rPr>
          <w:rtl/>
        </w:rPr>
        <w:t>،</w:t>
      </w:r>
      <w:r w:rsidRPr="00065D03">
        <w:rPr>
          <w:rtl/>
        </w:rPr>
        <w:t xml:space="preserve"> والحذر من ممارسته في هذا المجال</w:t>
      </w:r>
      <w:r w:rsidR="00610870">
        <w:rPr>
          <w:rtl/>
        </w:rPr>
        <w:t>،</w:t>
      </w:r>
      <w:r w:rsidRPr="00065D03">
        <w:rPr>
          <w:rtl/>
        </w:rPr>
        <w:t xml:space="preserve"> فهو أن يُرجَّح</w:t>
      </w:r>
      <w:r w:rsidR="00610870">
        <w:rPr>
          <w:rtl/>
        </w:rPr>
        <w:t xml:space="preserve"> - </w:t>
      </w:r>
      <w:r w:rsidRPr="00065D03">
        <w:rPr>
          <w:rtl/>
        </w:rPr>
        <w:t>من خلال القياس</w:t>
      </w:r>
      <w:r w:rsidR="00610870">
        <w:rPr>
          <w:rtl/>
        </w:rPr>
        <w:t xml:space="preserve"> - </w:t>
      </w:r>
      <w:r w:rsidRPr="00065D03">
        <w:rPr>
          <w:rtl/>
        </w:rPr>
        <w:t>الحكم المستنبَط على النص</w:t>
      </w:r>
      <w:r w:rsidR="00610870">
        <w:rPr>
          <w:rtl/>
        </w:rPr>
        <w:t>،</w:t>
      </w:r>
      <w:r w:rsidRPr="00065D03">
        <w:rPr>
          <w:rtl/>
        </w:rPr>
        <w:t xml:space="preserve"> أو أن يصار إلى مساواتهما عبر القياس أيضاً</w:t>
      </w:r>
      <w:r w:rsidR="00610870">
        <w:rPr>
          <w:rtl/>
        </w:rPr>
        <w:t>؛</w:t>
      </w:r>
      <w:r w:rsidRPr="00065D03">
        <w:rPr>
          <w:rtl/>
        </w:rPr>
        <w:t xml:space="preserve"> لأنَّه سبقت الإشارة إلى احتمال وجود الخطأ</w:t>
      </w:r>
      <w:r w:rsidR="00610870">
        <w:rPr>
          <w:rtl/>
        </w:rPr>
        <w:t>،</w:t>
      </w:r>
      <w:r w:rsidRPr="00065D03">
        <w:rPr>
          <w:rtl/>
        </w:rPr>
        <w:t xml:space="preserve"> حتّى في حال القطع بمفاد المِلاك</w:t>
      </w:r>
      <w:r w:rsidR="00610870">
        <w:rPr>
          <w:rtl/>
        </w:rPr>
        <w:t>،</w:t>
      </w:r>
      <w:r w:rsidRPr="00065D03">
        <w:rPr>
          <w:rtl/>
        </w:rPr>
        <w:t xml:space="preserve"> في حين أنَّ للنص دلالة مباشرة على إرادة الشارع</w:t>
      </w:r>
      <w:r w:rsidR="00610870">
        <w:rPr>
          <w:rtl/>
        </w:rPr>
        <w:t>،</w:t>
      </w:r>
      <w:r w:rsidRPr="00065D03">
        <w:rPr>
          <w:rtl/>
        </w:rPr>
        <w:t xml:space="preserve"> وفي الحالة الثانية يكون تدخُّل العقل أقلُّ بمراتب ممَّا هو عليه في الحالة الأولى.</w:t>
      </w:r>
    </w:p>
    <w:p w:rsidR="009F77A7" w:rsidRDefault="009F77A7" w:rsidP="00E5125A">
      <w:pPr>
        <w:pStyle w:val="libNormal"/>
        <w:rPr>
          <w:rtl/>
        </w:rPr>
      </w:pPr>
      <w:r>
        <w:rPr>
          <w:rtl/>
        </w:rPr>
        <w:br w:type="page"/>
      </w:r>
    </w:p>
    <w:p w:rsidR="00E07DFB" w:rsidRPr="00313984" w:rsidRDefault="00E07DFB" w:rsidP="009F77A7">
      <w:pPr>
        <w:pStyle w:val="libNormal"/>
        <w:rPr>
          <w:rtl/>
        </w:rPr>
      </w:pPr>
      <w:r w:rsidRPr="002A0058">
        <w:rPr>
          <w:rtl/>
        </w:rPr>
        <w:lastRenderedPageBreak/>
        <w:t>وقد لجأ كبار فقهاء الشيعة إلى القياس القطعي في استنباط الأحكام</w:t>
      </w:r>
      <w:r w:rsidR="00610870">
        <w:rPr>
          <w:rtl/>
        </w:rPr>
        <w:t>،</w:t>
      </w:r>
      <w:r w:rsidRPr="002A0058">
        <w:rPr>
          <w:rtl/>
        </w:rPr>
        <w:t xml:space="preserve"> لكن بعد أن ميَّزوه عن القياسات المشكوكة التي لا تقوم على قاعدة أو أساس</w:t>
      </w:r>
      <w:r w:rsidR="00610870">
        <w:rPr>
          <w:rtl/>
        </w:rPr>
        <w:t>.</w:t>
      </w:r>
      <w:r w:rsidRPr="002A0058">
        <w:rPr>
          <w:rtl/>
        </w:rPr>
        <w:t xml:space="preserve"> فَهُم</w:t>
      </w:r>
      <w:r w:rsidR="00610870">
        <w:rPr>
          <w:rtl/>
        </w:rPr>
        <w:t xml:space="preserve"> - </w:t>
      </w:r>
      <w:r w:rsidRPr="002A0058">
        <w:rPr>
          <w:rtl/>
        </w:rPr>
        <w:t>توقِّياً من الوقوع في مسلك القياس الظنِّي</w:t>
      </w:r>
      <w:r w:rsidR="00610870">
        <w:rPr>
          <w:rtl/>
        </w:rPr>
        <w:t xml:space="preserve"> - </w:t>
      </w:r>
      <w:r w:rsidRPr="002A0058">
        <w:rPr>
          <w:rtl/>
        </w:rPr>
        <w:t>لجأوا إلى القياس القطعي ومارسوه</w:t>
      </w:r>
      <w:r w:rsidR="00610870">
        <w:rPr>
          <w:rtl/>
        </w:rPr>
        <w:t>،</w:t>
      </w:r>
      <w:r w:rsidRPr="002A0058">
        <w:rPr>
          <w:rtl/>
        </w:rPr>
        <w:t xml:space="preserve"> عِبر عناوين مختلفة</w:t>
      </w:r>
      <w:r w:rsidR="00610870">
        <w:rPr>
          <w:rtl/>
        </w:rPr>
        <w:t>؛</w:t>
      </w:r>
      <w:r w:rsidRPr="002A0058">
        <w:rPr>
          <w:rtl/>
        </w:rPr>
        <w:t xml:space="preserve"> منها</w:t>
      </w:r>
      <w:r w:rsidR="00610870">
        <w:rPr>
          <w:rtl/>
        </w:rPr>
        <w:t>:</w:t>
      </w:r>
      <w:r w:rsidRPr="002A0058">
        <w:rPr>
          <w:rtl/>
        </w:rPr>
        <w:t xml:space="preserve"> </w:t>
      </w:r>
      <w:r w:rsidRPr="00313984">
        <w:rPr>
          <w:rStyle w:val="libBold1Char"/>
          <w:rtl/>
        </w:rPr>
        <w:t>(وحدة المِلاك)</w:t>
      </w:r>
      <w:r w:rsidR="00610870">
        <w:rPr>
          <w:rtl/>
        </w:rPr>
        <w:t>،</w:t>
      </w:r>
      <w:r w:rsidRPr="002A0058">
        <w:rPr>
          <w:rtl/>
        </w:rPr>
        <w:t xml:space="preserve"> و</w:t>
      </w:r>
      <w:r w:rsidRPr="00313984">
        <w:rPr>
          <w:rStyle w:val="libBold1Char"/>
          <w:rtl/>
        </w:rPr>
        <w:t>(قياس الأولوية)</w:t>
      </w:r>
      <w:r w:rsidR="00610870">
        <w:rPr>
          <w:rtl/>
        </w:rPr>
        <w:t>،</w:t>
      </w:r>
      <w:r w:rsidRPr="002A0058">
        <w:rPr>
          <w:rtl/>
        </w:rPr>
        <w:t xml:space="preserve"> و</w:t>
      </w:r>
      <w:r w:rsidRPr="00313984">
        <w:rPr>
          <w:rStyle w:val="libBold1Char"/>
          <w:rtl/>
        </w:rPr>
        <w:t>(وحدة طريق المسألتين)</w:t>
      </w:r>
      <w:r w:rsidR="00610870">
        <w:rPr>
          <w:rtl/>
        </w:rPr>
        <w:t>،</w:t>
      </w:r>
      <w:r w:rsidRPr="002A0058">
        <w:rPr>
          <w:rtl/>
        </w:rPr>
        <w:t xml:space="preserve"> و</w:t>
      </w:r>
      <w:r w:rsidRPr="00313984">
        <w:rPr>
          <w:rStyle w:val="libBold1Char"/>
          <w:rtl/>
        </w:rPr>
        <w:t>(تنقيح المناط)</w:t>
      </w:r>
      <w:r w:rsidR="00610870">
        <w:rPr>
          <w:rtl/>
        </w:rPr>
        <w:t>.</w:t>
      </w:r>
      <w:r w:rsidRPr="002A0058">
        <w:rPr>
          <w:rtl/>
        </w:rPr>
        <w:t xml:space="preserve"> والعنصر المشترك</w:t>
      </w:r>
      <w:r w:rsidR="00610870">
        <w:rPr>
          <w:rtl/>
        </w:rPr>
        <w:t>،</w:t>
      </w:r>
      <w:r w:rsidRPr="002A0058">
        <w:rPr>
          <w:rtl/>
        </w:rPr>
        <w:t xml:space="preserve"> في جميع هذه العناوين</w:t>
      </w:r>
      <w:r w:rsidR="00610870">
        <w:rPr>
          <w:rtl/>
        </w:rPr>
        <w:t xml:space="preserve"> - </w:t>
      </w:r>
      <w:r w:rsidRPr="002A0058">
        <w:rPr>
          <w:rtl/>
        </w:rPr>
        <w:t>باختلافات ضئيلة في ما بينها</w:t>
      </w:r>
      <w:r w:rsidR="00610870">
        <w:rPr>
          <w:rtl/>
        </w:rPr>
        <w:t xml:space="preserve"> - </w:t>
      </w:r>
      <w:r w:rsidRPr="002A0058">
        <w:rPr>
          <w:rtl/>
        </w:rPr>
        <w:t xml:space="preserve">هو إعطاء قيمة للمِلاك القطعي في الأحكام. </w:t>
      </w:r>
      <w:r w:rsidRPr="00313984">
        <w:rPr>
          <w:rStyle w:val="libBold1Char"/>
          <w:rtl/>
        </w:rPr>
        <w:t>* جناب الشيخ معرفت، هل تتساوق مِلاكات الأحكام مع النص</w:t>
      </w:r>
      <w:r w:rsidR="00610870">
        <w:rPr>
          <w:rStyle w:val="libBold1Char"/>
          <w:rtl/>
        </w:rPr>
        <w:t>،</w:t>
      </w:r>
      <w:r w:rsidRPr="00313984">
        <w:rPr>
          <w:rStyle w:val="libBold1Char"/>
          <w:rtl/>
        </w:rPr>
        <w:t xml:space="preserve"> بحيث</w:t>
      </w:r>
      <w:r w:rsidR="009F77A7">
        <w:rPr>
          <w:rFonts w:hint="cs"/>
          <w:rtl/>
        </w:rPr>
        <w:t xml:space="preserve"> </w:t>
      </w:r>
      <w:r w:rsidRPr="00313984">
        <w:rPr>
          <w:rtl/>
        </w:rPr>
        <w:t>يمكن أن تأخذ مكان النص؟ فلو فرضنا أنَّ الفقيه حصل على المِلاك القطعي لحكم معيَّن</w:t>
      </w:r>
      <w:r w:rsidR="00610870">
        <w:rPr>
          <w:rtl/>
        </w:rPr>
        <w:t>،</w:t>
      </w:r>
      <w:r w:rsidRPr="00313984">
        <w:rPr>
          <w:rtl/>
        </w:rPr>
        <w:t xml:space="preserve"> فهل يمكنه أن يفتي في الموارد التي يتوافر فيها المِلاك نفسه</w:t>
      </w:r>
      <w:r w:rsidR="00610870">
        <w:rPr>
          <w:rtl/>
        </w:rPr>
        <w:t>،</w:t>
      </w:r>
      <w:r w:rsidRPr="00313984">
        <w:rPr>
          <w:rtl/>
        </w:rPr>
        <w:t xml:space="preserve"> من دون أن يكون هناك نص</w:t>
      </w:r>
      <w:r w:rsidR="00610870">
        <w:rPr>
          <w:rtl/>
        </w:rPr>
        <w:t>؛</w:t>
      </w:r>
      <w:r w:rsidRPr="00313984">
        <w:rPr>
          <w:rtl/>
        </w:rPr>
        <w:t xml:space="preserve"> أي اعتماداً على المِلاك القطعي؟ هذان السؤالان يُسبقان في الواقع بسؤال تأسيسي مفاده: هل بمقدور الفقيه أن يضع يده على مِلاكات الأحكام؟ لماذا يخشى بعض الفقهاء من البحث في مسألة وقوف الفقيه على مِلاكات الأحكام</w:t>
      </w:r>
      <w:r w:rsidR="00610870">
        <w:rPr>
          <w:rtl/>
        </w:rPr>
        <w:t>،</w:t>
      </w:r>
      <w:r w:rsidRPr="00313984">
        <w:rPr>
          <w:rtl/>
        </w:rPr>
        <w:t xml:space="preserve"> بل تراهم حتّى في المواطن التي يُعبِّر فيها النص عن (علِّة </w:t>
      </w:r>
      <w:r w:rsidR="009F77A7">
        <w:rPr>
          <w:rtl/>
        </w:rPr>
        <w:t>الحكم) بـ ( أنَّ ) أو ( لأنَّ )</w:t>
      </w:r>
      <w:r w:rsidRPr="00313984">
        <w:rPr>
          <w:rtl/>
        </w:rPr>
        <w:t xml:space="preserve"> وأمثال ذلك</w:t>
      </w:r>
      <w:r w:rsidR="00610870">
        <w:rPr>
          <w:rtl/>
        </w:rPr>
        <w:t>؛</w:t>
      </w:r>
      <w:r w:rsidRPr="00313984">
        <w:rPr>
          <w:rtl/>
        </w:rPr>
        <w:t xml:space="preserve"> تراهم يحملون هذه التعابير على الحكمة</w:t>
      </w:r>
      <w:r w:rsidR="00610870">
        <w:rPr>
          <w:rtl/>
        </w:rPr>
        <w:t>،</w:t>
      </w:r>
      <w:r w:rsidRPr="00313984">
        <w:rPr>
          <w:rtl/>
        </w:rPr>
        <w:t xml:space="preserve"> فيقولون: ربَّما كان ذلك من باب الحكمة؟</w:t>
      </w:r>
    </w:p>
    <w:p w:rsidR="00E07DFB" w:rsidRPr="002A0058" w:rsidRDefault="00E07DFB" w:rsidP="002A0058">
      <w:pPr>
        <w:pStyle w:val="libNormal"/>
        <w:rPr>
          <w:rtl/>
        </w:rPr>
      </w:pPr>
      <w:r w:rsidRPr="00313984">
        <w:rPr>
          <w:rStyle w:val="libBold1Char"/>
          <w:rtl/>
        </w:rPr>
        <w:t xml:space="preserve">الشيخ معرفت: </w:t>
      </w:r>
      <w:r w:rsidRPr="002A0058">
        <w:rPr>
          <w:rtl/>
        </w:rPr>
        <w:t>إنَّ مبنانا الذي نعتقد ونؤمن به</w:t>
      </w:r>
      <w:r w:rsidR="00610870">
        <w:rPr>
          <w:rtl/>
        </w:rPr>
        <w:t>،</w:t>
      </w:r>
      <w:r w:rsidRPr="002A0058">
        <w:rPr>
          <w:rtl/>
        </w:rPr>
        <w:t xml:space="preserve"> هو أنَّ </w:t>
      </w:r>
      <w:r w:rsidRPr="00313984">
        <w:rPr>
          <w:rStyle w:val="libBold1Char"/>
          <w:rtl/>
        </w:rPr>
        <w:t>(الأحكام الشرعية ألطاف في الأحكام العقلية)</w:t>
      </w:r>
      <w:r w:rsidR="00610870">
        <w:rPr>
          <w:rStyle w:val="libBold1Char"/>
          <w:rtl/>
        </w:rPr>
        <w:t>،</w:t>
      </w:r>
      <w:r w:rsidRPr="002A0058">
        <w:rPr>
          <w:rtl/>
        </w:rPr>
        <w:t xml:space="preserve"> فهذا جزء من قواعدنا وأصول عقائدنا</w:t>
      </w:r>
      <w:r w:rsidR="00610870">
        <w:rPr>
          <w:rtl/>
        </w:rPr>
        <w:t>.</w:t>
      </w:r>
      <w:r w:rsidRPr="002A0058">
        <w:rPr>
          <w:rtl/>
        </w:rPr>
        <w:t xml:space="preserve"> من جهة ثانية</w:t>
      </w:r>
      <w:r w:rsidR="00610870">
        <w:rPr>
          <w:rtl/>
        </w:rPr>
        <w:t>،</w:t>
      </w:r>
      <w:r w:rsidRPr="002A0058">
        <w:rPr>
          <w:rtl/>
        </w:rPr>
        <w:t xml:space="preserve"> نحن نعتقد بعدم صحَّة التصويب</w:t>
      </w:r>
      <w:r w:rsidR="00610870">
        <w:rPr>
          <w:rtl/>
        </w:rPr>
        <w:t>؛</w:t>
      </w:r>
      <w:r w:rsidRPr="002A0058">
        <w:rPr>
          <w:rtl/>
        </w:rPr>
        <w:t xml:space="preserve"> (فالواقع) لا يتغيَّر بنظر الفقيه.</w:t>
      </w:r>
    </w:p>
    <w:p w:rsidR="009F77A7" w:rsidRDefault="00E07DFB" w:rsidP="002A0058">
      <w:pPr>
        <w:pStyle w:val="libNormal"/>
        <w:rPr>
          <w:rtl/>
        </w:rPr>
      </w:pPr>
      <w:r w:rsidRPr="002A0058">
        <w:rPr>
          <w:rtl/>
        </w:rPr>
        <w:t>في ضوء ذلك نتساءل: إذا استطاع الفقيه أن يعرف المِلاك القطعي للحكم أحياناً ويصل إليه</w:t>
      </w:r>
      <w:r w:rsidR="00610870">
        <w:rPr>
          <w:rtl/>
        </w:rPr>
        <w:t>،</w:t>
      </w:r>
      <w:r w:rsidRPr="002A0058">
        <w:rPr>
          <w:rtl/>
        </w:rPr>
        <w:t xml:space="preserve"> فلماذا يتحاشى تسرية الحكم إلى الموارد التي يوجد فيها المِلاك القطعي نفسه؟ أقول في تفسير هذه الحالة في سلوك الفقيه:</w:t>
      </w:r>
      <w:r w:rsidRPr="00313984">
        <w:rPr>
          <w:rStyle w:val="libBold1Char"/>
          <w:rtl/>
        </w:rPr>
        <w:t xml:space="preserve"> إنَّها تنظر إلى الدين نظرةً تعبُّديَّة</w:t>
      </w:r>
      <w:r w:rsidR="00610870">
        <w:rPr>
          <w:rtl/>
        </w:rPr>
        <w:t>.</w:t>
      </w:r>
      <w:r w:rsidRPr="002A0058">
        <w:rPr>
          <w:rtl/>
        </w:rPr>
        <w:t xml:space="preserve"> في حين لا تقوم مرتكزات التشيُّع ومبانيه على نظرة تقول: إنَّ الدين أمر تعبُّدي محض</w:t>
      </w:r>
      <w:r w:rsidR="00610870">
        <w:rPr>
          <w:rtl/>
        </w:rPr>
        <w:t>،</w:t>
      </w:r>
      <w:r w:rsidRPr="002A0058">
        <w:rPr>
          <w:rtl/>
        </w:rPr>
        <w:t xml:space="preserve"> بل الدين إرشاد إلى المصالح الواقعية العقلية</w:t>
      </w:r>
      <w:r w:rsidR="00610870">
        <w:rPr>
          <w:rtl/>
        </w:rPr>
        <w:t>.</w:t>
      </w:r>
      <w:r w:rsidRPr="002A0058">
        <w:rPr>
          <w:rtl/>
        </w:rPr>
        <w:t xml:space="preserve"> وأعتقد بأنَّ الفقهاء دخلوا ميدان هذه القضية بقدم راسخة على مستوى التخطيط والبحث النظري</w:t>
      </w:r>
      <w:r w:rsidR="00610870">
        <w:rPr>
          <w:rtl/>
        </w:rPr>
        <w:t>،</w:t>
      </w:r>
      <w:r w:rsidRPr="002A0058">
        <w:rPr>
          <w:rtl/>
        </w:rPr>
        <w:t xml:space="preserve"> بَيْدَ أنَّهم كشفوا عن قدر من الضعف والتردُّد في مجال التطبيق.</w:t>
      </w:r>
    </w:p>
    <w:p w:rsidR="009F77A7" w:rsidRDefault="009F77A7" w:rsidP="00E5125A">
      <w:pPr>
        <w:pStyle w:val="libNormal"/>
        <w:rPr>
          <w:rtl/>
        </w:rPr>
      </w:pPr>
      <w:r>
        <w:rPr>
          <w:rtl/>
        </w:rPr>
        <w:br w:type="page"/>
      </w:r>
    </w:p>
    <w:p w:rsidR="00E07DFB" w:rsidRPr="00065D03" w:rsidRDefault="00E07DFB" w:rsidP="009F77A7">
      <w:pPr>
        <w:pStyle w:val="libNormal"/>
        <w:rPr>
          <w:rtl/>
        </w:rPr>
      </w:pPr>
      <w:r w:rsidRPr="00065D03">
        <w:rPr>
          <w:rtl/>
        </w:rPr>
        <w:lastRenderedPageBreak/>
        <w:t>أمَّا في ما يتعلَّق بالسؤال عمَّا إذا كان بمقدور الفقيه أن يطَّلع على المِلاك القطعي للحكم ويصل إليه</w:t>
      </w:r>
      <w:r w:rsidR="00610870">
        <w:rPr>
          <w:rtl/>
        </w:rPr>
        <w:t>،</w:t>
      </w:r>
      <w:r w:rsidRPr="00065D03">
        <w:rPr>
          <w:rtl/>
        </w:rPr>
        <w:t xml:space="preserve"> فالجواب عليه بالإثبات</w:t>
      </w:r>
      <w:r w:rsidR="00610870">
        <w:rPr>
          <w:rtl/>
        </w:rPr>
        <w:t>،</w:t>
      </w:r>
      <w:r w:rsidRPr="00065D03">
        <w:rPr>
          <w:rtl/>
        </w:rPr>
        <w:t xml:space="preserve"> أجل فالفقيه يستطيع ذلك</w:t>
      </w:r>
      <w:r w:rsidR="00610870">
        <w:rPr>
          <w:rtl/>
        </w:rPr>
        <w:t>.</w:t>
      </w:r>
      <w:r w:rsidRPr="00065D03">
        <w:rPr>
          <w:rtl/>
        </w:rPr>
        <w:t xml:space="preserve"> فقهاء السلف وفقْهَهُم كان يرتكز أساساً على هذا المبنى</w:t>
      </w:r>
      <w:r w:rsidR="00610870">
        <w:rPr>
          <w:rtl/>
        </w:rPr>
        <w:t>؛</w:t>
      </w:r>
      <w:r w:rsidRPr="00065D03">
        <w:rPr>
          <w:rtl/>
        </w:rPr>
        <w:t xml:space="preserve"> إذ كانوا يبذلون</w:t>
      </w:r>
      <w:r w:rsidR="009F77A7">
        <w:rPr>
          <w:rFonts w:hint="cs"/>
          <w:rtl/>
        </w:rPr>
        <w:t xml:space="preserve"> </w:t>
      </w:r>
      <w:r w:rsidRPr="00065D03">
        <w:rPr>
          <w:rtl/>
        </w:rPr>
        <w:t>قصارى جهدهم وأكثر سعيهم في مجال الكشف عن مِلاكات الأحكام</w:t>
      </w:r>
      <w:r w:rsidR="00610870">
        <w:rPr>
          <w:rtl/>
        </w:rPr>
        <w:t>،</w:t>
      </w:r>
      <w:r w:rsidRPr="00065D03">
        <w:rPr>
          <w:rtl/>
        </w:rPr>
        <w:t xml:space="preserve"> وما هو شائع بين المتأخرين من الجمود كثيراً على الألفاظ لم يكن له أثر بين فقهاء السلف</w:t>
      </w:r>
      <w:r w:rsidR="00610870">
        <w:rPr>
          <w:rtl/>
        </w:rPr>
        <w:t>،</w:t>
      </w:r>
      <w:r w:rsidRPr="00065D03">
        <w:rPr>
          <w:rtl/>
        </w:rPr>
        <w:t xml:space="preserve"> ولا أقصد من مصطلح (المتأخّرين) فقهاء المسلك الأخباري</w:t>
      </w:r>
      <w:r w:rsidR="00610870">
        <w:rPr>
          <w:rtl/>
        </w:rPr>
        <w:t>،</w:t>
      </w:r>
      <w:r w:rsidRPr="00065D03">
        <w:rPr>
          <w:rtl/>
        </w:rPr>
        <w:t xml:space="preserve"> بل أعني مباشرة كبار فقهاء المسلك الأصولي وقادته. </w:t>
      </w:r>
    </w:p>
    <w:p w:rsidR="00E07DFB" w:rsidRPr="00065D03" w:rsidRDefault="00E07DFB" w:rsidP="00065D03">
      <w:pPr>
        <w:pStyle w:val="libNormal"/>
        <w:rPr>
          <w:rtl/>
        </w:rPr>
      </w:pPr>
      <w:r w:rsidRPr="00065D03">
        <w:rPr>
          <w:rtl/>
        </w:rPr>
        <w:t>لو أخذنا قضية مقدار الديَّة في القتل مثالاً</w:t>
      </w:r>
      <w:r w:rsidR="00610870">
        <w:rPr>
          <w:rtl/>
        </w:rPr>
        <w:t>،</w:t>
      </w:r>
      <w:r w:rsidRPr="00065D03">
        <w:rPr>
          <w:rtl/>
        </w:rPr>
        <w:t xml:space="preserve"> لوجدنا عدم الاتساق بائناً</w:t>
      </w:r>
      <w:r w:rsidR="00610870">
        <w:rPr>
          <w:rtl/>
        </w:rPr>
        <w:t>،</w:t>
      </w:r>
      <w:r w:rsidRPr="00065D03">
        <w:rPr>
          <w:rtl/>
        </w:rPr>
        <w:t xml:space="preserve"> ففي بعضها تبلغ (200) حُلَّة يمانية</w:t>
      </w:r>
      <w:r w:rsidR="00610870">
        <w:rPr>
          <w:rtl/>
        </w:rPr>
        <w:t>؛</w:t>
      </w:r>
      <w:r w:rsidRPr="00065D03">
        <w:rPr>
          <w:rtl/>
        </w:rPr>
        <w:t xml:space="preserve"> أي ما يساوي في قيمته حوالي (60) ألف تومان</w:t>
      </w:r>
      <w:r w:rsidR="00610870">
        <w:rPr>
          <w:rtl/>
        </w:rPr>
        <w:t>،</w:t>
      </w:r>
      <w:r w:rsidRPr="00065D03">
        <w:rPr>
          <w:rtl/>
        </w:rPr>
        <w:t xml:space="preserve"> في حين تجد في طرفها الآخر قولاً يذهب إلى (1000) دينار</w:t>
      </w:r>
      <w:r w:rsidR="00610870">
        <w:rPr>
          <w:rtl/>
        </w:rPr>
        <w:t>؛</w:t>
      </w:r>
      <w:r w:rsidRPr="00065D03">
        <w:rPr>
          <w:rtl/>
        </w:rPr>
        <w:t xml:space="preserve"> أي ما يعادل في زماننا ثمانية ملايين تومان</w:t>
      </w:r>
      <w:r w:rsidR="00610870">
        <w:rPr>
          <w:rtl/>
        </w:rPr>
        <w:t>.</w:t>
      </w:r>
      <w:r w:rsidRPr="00065D03">
        <w:rPr>
          <w:rtl/>
        </w:rPr>
        <w:t xml:space="preserve"> من جهة ثالثة</w:t>
      </w:r>
      <w:r w:rsidR="00610870">
        <w:rPr>
          <w:rtl/>
        </w:rPr>
        <w:t>،</w:t>
      </w:r>
      <w:r w:rsidRPr="00065D03">
        <w:rPr>
          <w:rtl/>
        </w:rPr>
        <w:t xml:space="preserve"> يذهب بعض الأطراف إلى أنَّ قيمة ديَّة القتل مائة بعير</w:t>
      </w:r>
      <w:r w:rsidR="00610870">
        <w:rPr>
          <w:rtl/>
        </w:rPr>
        <w:t>،</w:t>
      </w:r>
      <w:r w:rsidRPr="00065D03">
        <w:rPr>
          <w:rtl/>
        </w:rPr>
        <w:t xml:space="preserve"> أو مائتي رأس من البقر</w:t>
      </w:r>
      <w:r w:rsidR="00610870">
        <w:rPr>
          <w:rtl/>
        </w:rPr>
        <w:t>،</w:t>
      </w:r>
      <w:r w:rsidRPr="00065D03">
        <w:rPr>
          <w:rtl/>
        </w:rPr>
        <w:t xml:space="preserve"> أو ألف من الغنم</w:t>
      </w:r>
      <w:r w:rsidR="00610870">
        <w:rPr>
          <w:rtl/>
        </w:rPr>
        <w:t>.</w:t>
      </w:r>
      <w:r w:rsidRPr="00065D03">
        <w:rPr>
          <w:rtl/>
        </w:rPr>
        <w:t xml:space="preserve"> والأمر الطبيعي أنَّ قيم هذه الحيوانات هي في حركة متذبذبة وغير مستقرَّة في الأغلب</w:t>
      </w:r>
      <w:r w:rsidR="00610870">
        <w:rPr>
          <w:rtl/>
        </w:rPr>
        <w:t>.</w:t>
      </w:r>
      <w:r w:rsidRPr="00065D03">
        <w:rPr>
          <w:rtl/>
        </w:rPr>
        <w:t xml:space="preserve"> إنَّ ما يهيمن على ظنِّ أولئك السادة الفقهاء أنَّ أحكام هذه المسألة تعبُّدية</w:t>
      </w:r>
      <w:r w:rsidR="00610870">
        <w:rPr>
          <w:rtl/>
        </w:rPr>
        <w:t>،</w:t>
      </w:r>
      <w:r w:rsidRPr="00065D03">
        <w:rPr>
          <w:rtl/>
        </w:rPr>
        <w:t xml:space="preserve"> وذلك على غرار كفَّارة إفطار شهر رمضان، هذه الكفَّارة التي تتراوح</w:t>
      </w:r>
      <w:r w:rsidR="00610870">
        <w:rPr>
          <w:rtl/>
        </w:rPr>
        <w:t xml:space="preserve"> - </w:t>
      </w:r>
      <w:r w:rsidRPr="00065D03">
        <w:rPr>
          <w:rtl/>
        </w:rPr>
        <w:t>بحسب الحالة</w:t>
      </w:r>
      <w:r w:rsidR="00610870">
        <w:rPr>
          <w:rtl/>
        </w:rPr>
        <w:t xml:space="preserve"> - </w:t>
      </w:r>
      <w:r w:rsidRPr="00065D03">
        <w:rPr>
          <w:rtl/>
        </w:rPr>
        <w:t>بين إطعام ستِّين مسكيناً أو عتق رقبة أو صوم شهرين متتابعين</w:t>
      </w:r>
      <w:r w:rsidR="00610870">
        <w:rPr>
          <w:rtl/>
        </w:rPr>
        <w:t>،</w:t>
      </w:r>
      <w:r w:rsidRPr="00065D03">
        <w:rPr>
          <w:rtl/>
        </w:rPr>
        <w:t xml:space="preserve"> أو الجمع بينها (على تفصيل فقهي)</w:t>
      </w:r>
      <w:r w:rsidR="00610870">
        <w:rPr>
          <w:rtl/>
        </w:rPr>
        <w:t>؛</w:t>
      </w:r>
      <w:r w:rsidRPr="00065D03">
        <w:rPr>
          <w:rtl/>
        </w:rPr>
        <w:t xml:space="preserve"> إذ يجب العمل بها تعبُّداً</w:t>
      </w:r>
      <w:r w:rsidR="00610870">
        <w:rPr>
          <w:rtl/>
        </w:rPr>
        <w:t>،</w:t>
      </w:r>
      <w:r w:rsidRPr="00065D03">
        <w:rPr>
          <w:rtl/>
        </w:rPr>
        <w:t xml:space="preserve"> ولا محيد عنها إلى غيرها</w:t>
      </w:r>
      <w:r w:rsidR="00610870">
        <w:rPr>
          <w:rtl/>
        </w:rPr>
        <w:t>.</w:t>
      </w:r>
      <w:r w:rsidRPr="00065D03">
        <w:rPr>
          <w:rtl/>
        </w:rPr>
        <w:t xml:space="preserve"> أو ربَّما ظنَّ بعض الفقهاء أنَّها من قبيل ما هو سائد في القوانين الجزائية في عصرنا</w:t>
      </w:r>
      <w:r w:rsidR="00610870">
        <w:rPr>
          <w:rtl/>
        </w:rPr>
        <w:t>؛</w:t>
      </w:r>
      <w:r w:rsidRPr="00065D03">
        <w:rPr>
          <w:rtl/>
        </w:rPr>
        <w:t xml:space="preserve"> حيث يقولون أحياناً: إنَّ للقاضي الحقَّ في أن يحكم على المجرم بين ثلاثة أشهر وثلاث سنوات.</w:t>
      </w:r>
    </w:p>
    <w:p w:rsidR="009F77A7" w:rsidRDefault="00E07DFB" w:rsidP="00065D03">
      <w:pPr>
        <w:pStyle w:val="libNormal"/>
        <w:rPr>
          <w:rtl/>
        </w:rPr>
      </w:pPr>
      <w:r w:rsidRPr="00065D03">
        <w:rPr>
          <w:rtl/>
        </w:rPr>
        <w:t>إنَّني أعتقد بأنَّ الشارع ليس في صدد االتعبُّد في مسألة مقدار الديَّة وقيمتها</w:t>
      </w:r>
      <w:r w:rsidR="00610870">
        <w:rPr>
          <w:rtl/>
        </w:rPr>
        <w:t>،</w:t>
      </w:r>
      <w:r w:rsidRPr="00065D03">
        <w:rPr>
          <w:rtl/>
        </w:rPr>
        <w:t xml:space="preserve"> كما أنَّه ليس في صدد التساهل كما هو دأب المشرِّع البشري</w:t>
      </w:r>
      <w:r w:rsidR="00610870">
        <w:rPr>
          <w:rtl/>
        </w:rPr>
        <w:t>؛</w:t>
      </w:r>
      <w:r w:rsidRPr="00065D03">
        <w:rPr>
          <w:rtl/>
        </w:rPr>
        <w:t xml:space="preserve"> بل هو في صدد بيان كيفية الضمان في مسألة قتل إنسان</w:t>
      </w:r>
      <w:r w:rsidR="00610870">
        <w:rPr>
          <w:rtl/>
        </w:rPr>
        <w:t>،</w:t>
      </w:r>
      <w:r w:rsidRPr="00065D03">
        <w:rPr>
          <w:rtl/>
        </w:rPr>
        <w:t xml:space="preserve"> تماماً كما هي الحال في بعض الجراحات</w:t>
      </w:r>
      <w:r w:rsidR="00610870">
        <w:rPr>
          <w:rtl/>
        </w:rPr>
        <w:t>،</w:t>
      </w:r>
      <w:r w:rsidRPr="00065D03">
        <w:rPr>
          <w:rtl/>
        </w:rPr>
        <w:t xml:space="preserve"> إذ نرى الشارع لم يُعيِّن ديَّة معيَّنة</w:t>
      </w:r>
      <w:r w:rsidR="00610870">
        <w:rPr>
          <w:rtl/>
        </w:rPr>
        <w:t>،</w:t>
      </w:r>
      <w:r w:rsidRPr="00065D03">
        <w:rPr>
          <w:rtl/>
        </w:rPr>
        <w:t xml:space="preserve"> بل أوكل الأمر إلى الحكومة الإسلامية</w:t>
      </w:r>
      <w:r w:rsidR="00610870">
        <w:rPr>
          <w:rtl/>
        </w:rPr>
        <w:t>،</w:t>
      </w:r>
      <w:r w:rsidRPr="00065D03">
        <w:rPr>
          <w:rtl/>
        </w:rPr>
        <w:t xml:space="preserve"> فلها أن تُعيِّن المقدار في ضوء القيمة من جهة</w:t>
      </w:r>
      <w:r w:rsidR="00610870">
        <w:rPr>
          <w:rtl/>
        </w:rPr>
        <w:t>،</w:t>
      </w:r>
      <w:r w:rsidRPr="00065D03">
        <w:rPr>
          <w:rtl/>
        </w:rPr>
        <w:t xml:space="preserve"> وفي ضوء حجم الجِرَاح ونوع النقص الذي أصاب الإنسان من جهة أخرى.</w:t>
      </w:r>
    </w:p>
    <w:p w:rsidR="009F77A7" w:rsidRDefault="009F77A7" w:rsidP="00E5125A">
      <w:pPr>
        <w:pStyle w:val="libNormal"/>
        <w:rPr>
          <w:rtl/>
        </w:rPr>
      </w:pPr>
      <w:r>
        <w:rPr>
          <w:rtl/>
        </w:rPr>
        <w:br w:type="page"/>
      </w:r>
    </w:p>
    <w:p w:rsidR="00E07DFB" w:rsidRPr="00065D03" w:rsidRDefault="00E07DFB" w:rsidP="009F77A7">
      <w:pPr>
        <w:pStyle w:val="libNormal"/>
        <w:rPr>
          <w:rtl/>
        </w:rPr>
      </w:pPr>
      <w:r w:rsidRPr="00065D03">
        <w:rPr>
          <w:rtl/>
        </w:rPr>
        <w:lastRenderedPageBreak/>
        <w:t>إذاً لا معنى</w:t>
      </w:r>
      <w:r w:rsidR="00610870">
        <w:rPr>
          <w:rtl/>
        </w:rPr>
        <w:t>،</w:t>
      </w:r>
      <w:r w:rsidRPr="00065D03">
        <w:rPr>
          <w:rtl/>
        </w:rPr>
        <w:t xml:space="preserve"> في ديَّة قتل الإنسان</w:t>
      </w:r>
      <w:r w:rsidR="00610870">
        <w:rPr>
          <w:rtl/>
        </w:rPr>
        <w:t>،</w:t>
      </w:r>
      <w:r w:rsidRPr="00065D03">
        <w:rPr>
          <w:rtl/>
        </w:rPr>
        <w:t xml:space="preserve"> أن يتعبَّدنا الشارع بأن يضعها مردَّدة بين</w:t>
      </w:r>
      <w:r w:rsidR="009F77A7" w:rsidRPr="00065D03">
        <w:rPr>
          <w:rtl/>
        </w:rPr>
        <w:t xml:space="preserve"> </w:t>
      </w:r>
      <w:r w:rsidRPr="00065D03">
        <w:rPr>
          <w:rtl/>
        </w:rPr>
        <w:t>(60) ألف تومان و(8) ملايين تومان</w:t>
      </w:r>
      <w:r w:rsidR="00610870">
        <w:rPr>
          <w:rtl/>
        </w:rPr>
        <w:t>.</w:t>
      </w:r>
      <w:r w:rsidRPr="00065D03">
        <w:rPr>
          <w:rtl/>
        </w:rPr>
        <w:t xml:space="preserve"> وإلاّ هل يعقل</w:t>
      </w:r>
      <w:r w:rsidR="00610870">
        <w:rPr>
          <w:rtl/>
        </w:rPr>
        <w:t xml:space="preserve"> - </w:t>
      </w:r>
      <w:r w:rsidRPr="00065D03">
        <w:rPr>
          <w:rtl/>
        </w:rPr>
        <w:t>بنظركم</w:t>
      </w:r>
      <w:r w:rsidR="00610870">
        <w:rPr>
          <w:rtl/>
        </w:rPr>
        <w:t xml:space="preserve"> - </w:t>
      </w:r>
      <w:r w:rsidRPr="00065D03">
        <w:rPr>
          <w:rtl/>
        </w:rPr>
        <w:t>أن نعرض قانون الإسلام على هذه الكيفية إلى العالم؟!</w:t>
      </w:r>
    </w:p>
    <w:p w:rsidR="00E07DFB" w:rsidRPr="002A0058" w:rsidRDefault="00E07DFB" w:rsidP="002A0058">
      <w:pPr>
        <w:pStyle w:val="libNormal"/>
        <w:rPr>
          <w:rtl/>
        </w:rPr>
      </w:pPr>
      <w:r w:rsidRPr="002A0058">
        <w:rPr>
          <w:rtl/>
        </w:rPr>
        <w:t>حين نعود إلى متقدِّمي الفقهاء</w:t>
      </w:r>
      <w:r w:rsidR="00610870">
        <w:rPr>
          <w:rtl/>
        </w:rPr>
        <w:t>،</w:t>
      </w:r>
      <w:r w:rsidRPr="002A0058">
        <w:rPr>
          <w:rtl/>
        </w:rPr>
        <w:t xml:space="preserve"> كما هو الحال في كتاب </w:t>
      </w:r>
      <w:r w:rsidRPr="00313984">
        <w:rPr>
          <w:rStyle w:val="libBold1Char"/>
          <w:rtl/>
        </w:rPr>
        <w:t>(كشف اللثام)</w:t>
      </w:r>
      <w:r w:rsidR="00610870">
        <w:rPr>
          <w:rtl/>
        </w:rPr>
        <w:t>،</w:t>
      </w:r>
      <w:r w:rsidRPr="002A0058">
        <w:rPr>
          <w:rtl/>
        </w:rPr>
        <w:t xml:space="preserve"> نجد أنَّه يقيم كل حُلَّة من المائتين بخمسة دنانير</w:t>
      </w:r>
      <w:r w:rsidR="00610870">
        <w:rPr>
          <w:rtl/>
        </w:rPr>
        <w:t>،</w:t>
      </w:r>
      <w:r w:rsidRPr="002A0058">
        <w:rPr>
          <w:rtl/>
        </w:rPr>
        <w:t xml:space="preserve"> لكي تساوق مقولة (200) حُلَّة يمانية</w:t>
      </w:r>
      <w:r w:rsidR="00610870">
        <w:rPr>
          <w:rtl/>
        </w:rPr>
        <w:t>،</w:t>
      </w:r>
      <w:r w:rsidRPr="002A0058">
        <w:rPr>
          <w:rtl/>
        </w:rPr>
        <w:t xml:space="preserve"> مقولةَ (1000) دينار وتساويها</w:t>
      </w:r>
      <w:r w:rsidR="00610870">
        <w:rPr>
          <w:rtl/>
        </w:rPr>
        <w:t>؛</w:t>
      </w:r>
      <w:r w:rsidRPr="002A0058">
        <w:rPr>
          <w:rtl/>
        </w:rPr>
        <w:t xml:space="preserve"> وبذلك فإنَّ المعيار لديه هو في الحقيقة مقولة (1000) دينار</w:t>
      </w:r>
      <w:r w:rsidR="00610870">
        <w:rPr>
          <w:rtl/>
        </w:rPr>
        <w:t>،</w:t>
      </w:r>
      <w:r w:rsidRPr="002A0058">
        <w:rPr>
          <w:rtl/>
        </w:rPr>
        <w:t xml:space="preserve"> وقد قاسَ قيمة الحُلَل عليها.</w:t>
      </w:r>
    </w:p>
    <w:p w:rsidR="00E07DFB" w:rsidRPr="00065D03" w:rsidRDefault="00E07DFB" w:rsidP="00283EDA">
      <w:pPr>
        <w:pStyle w:val="libNormal"/>
        <w:rPr>
          <w:rtl/>
        </w:rPr>
      </w:pPr>
      <w:r w:rsidRPr="00065D03">
        <w:rPr>
          <w:rtl/>
        </w:rPr>
        <w:t xml:space="preserve">الإمام علي </w:t>
      </w:r>
      <w:r w:rsidR="00283EDA" w:rsidRPr="00283EDA">
        <w:rPr>
          <w:rStyle w:val="libAlaemChar"/>
          <w:rFonts w:eastAsiaTheme="minorHAnsi"/>
          <w:rtl/>
        </w:rPr>
        <w:t>عليه‌السلام</w:t>
      </w:r>
      <w:r w:rsidRPr="00065D03">
        <w:rPr>
          <w:rtl/>
        </w:rPr>
        <w:t xml:space="preserve"> سار على النهج نفسه</w:t>
      </w:r>
      <w:r w:rsidR="00610870">
        <w:rPr>
          <w:rtl/>
        </w:rPr>
        <w:t>؛</w:t>
      </w:r>
      <w:r w:rsidRPr="00065D03">
        <w:rPr>
          <w:rtl/>
        </w:rPr>
        <w:t xml:space="preserve"> إذ أعلن أنَّ ثروة الناس كانت من المواشي على عهد النبي </w:t>
      </w:r>
      <w:r w:rsidR="00283EDA" w:rsidRPr="00283EDA">
        <w:rPr>
          <w:rStyle w:val="libAlaemChar"/>
          <w:rFonts w:eastAsiaTheme="minorHAnsi"/>
          <w:rtl/>
        </w:rPr>
        <w:t>صلى‌الله‌عليه‌وآله‌وسلم</w:t>
      </w:r>
      <w:r w:rsidR="00610870">
        <w:rPr>
          <w:rtl/>
        </w:rPr>
        <w:t>.</w:t>
      </w:r>
      <w:r w:rsidRPr="00065D03">
        <w:rPr>
          <w:rtl/>
        </w:rPr>
        <w:t xml:space="preserve"> أمَّا في عهده</w:t>
      </w:r>
      <w:r w:rsidR="00610870">
        <w:rPr>
          <w:rtl/>
        </w:rPr>
        <w:t>،</w:t>
      </w:r>
      <w:r w:rsidRPr="00065D03">
        <w:rPr>
          <w:rtl/>
        </w:rPr>
        <w:t xml:space="preserve"> فقد أضحت من الذهب والفضَّة</w:t>
      </w:r>
      <w:r w:rsidR="00610870">
        <w:rPr>
          <w:rtl/>
        </w:rPr>
        <w:t>،</w:t>
      </w:r>
      <w:r w:rsidRPr="00065D03">
        <w:rPr>
          <w:rtl/>
        </w:rPr>
        <w:t xml:space="preserve"> لذلك وجدنا أنَّ قيمة ديَّة القتل تختلف في بعض الأدوار التاريخية</w:t>
      </w:r>
      <w:r w:rsidR="00610870">
        <w:rPr>
          <w:rtl/>
        </w:rPr>
        <w:t>،</w:t>
      </w:r>
      <w:r w:rsidRPr="00065D03">
        <w:rPr>
          <w:rtl/>
        </w:rPr>
        <w:t xml:space="preserve"> وهي تتبدَّل بين عشرة آلاف واثني عشر ألفاً وسبعة آلاف</w:t>
      </w:r>
      <w:r w:rsidR="00610870">
        <w:rPr>
          <w:rtl/>
        </w:rPr>
        <w:t>،</w:t>
      </w:r>
      <w:r w:rsidRPr="00065D03">
        <w:rPr>
          <w:rtl/>
        </w:rPr>
        <w:t xml:space="preserve"> وذلك بخلاف الدينار الذي بقي ثابتاً على الدوام.</w:t>
      </w:r>
    </w:p>
    <w:p w:rsidR="009F77A7" w:rsidRDefault="00E07DFB" w:rsidP="002A0058">
      <w:pPr>
        <w:pStyle w:val="libNormal"/>
        <w:rPr>
          <w:rtl/>
        </w:rPr>
      </w:pPr>
      <w:r w:rsidRPr="002A0058">
        <w:rPr>
          <w:rtl/>
        </w:rPr>
        <w:t>كما تختلف الديَّة في عدد الأغنام باختلاف القيمة</w:t>
      </w:r>
      <w:r w:rsidR="00610870">
        <w:rPr>
          <w:rtl/>
        </w:rPr>
        <w:t>،</w:t>
      </w:r>
      <w:r w:rsidRPr="002A0058">
        <w:rPr>
          <w:rtl/>
        </w:rPr>
        <w:t xml:space="preserve"> فهي تارة (1000)</w:t>
      </w:r>
      <w:r w:rsidR="00610870">
        <w:rPr>
          <w:rtl/>
        </w:rPr>
        <w:t>،</w:t>
      </w:r>
      <w:r w:rsidRPr="002A0058">
        <w:rPr>
          <w:rtl/>
        </w:rPr>
        <w:t xml:space="preserve"> وأخرى (1200)</w:t>
      </w:r>
      <w:r w:rsidR="00610870">
        <w:rPr>
          <w:rtl/>
        </w:rPr>
        <w:t>.</w:t>
      </w:r>
      <w:r w:rsidRPr="002A0058">
        <w:rPr>
          <w:rtl/>
        </w:rPr>
        <w:t xml:space="preserve"> وإذا امتلكنا الرؤية نفسها التي كانت لصاحب </w:t>
      </w:r>
      <w:r w:rsidRPr="00313984">
        <w:rPr>
          <w:rStyle w:val="libBold1Char"/>
          <w:rtl/>
        </w:rPr>
        <w:t>كشف اللثام</w:t>
      </w:r>
      <w:r w:rsidRPr="002A0058">
        <w:rPr>
          <w:rtl/>
        </w:rPr>
        <w:t xml:space="preserve"> (الفاضل الهندي</w:t>
      </w:r>
      <w:r w:rsidR="00610870">
        <w:rPr>
          <w:rtl/>
        </w:rPr>
        <w:t>،</w:t>
      </w:r>
      <w:r w:rsidRPr="002A0058">
        <w:rPr>
          <w:rtl/>
        </w:rPr>
        <w:t xml:space="preserve"> ت 1137هـ)</w:t>
      </w:r>
      <w:r w:rsidR="00610870">
        <w:rPr>
          <w:rtl/>
        </w:rPr>
        <w:t>،</w:t>
      </w:r>
      <w:r w:rsidRPr="002A0058">
        <w:rPr>
          <w:rtl/>
        </w:rPr>
        <w:t xml:space="preserve"> نستطيع بسهولة أن نحلَّ التعارض بين هذه الروايات</w:t>
      </w:r>
      <w:r w:rsidR="00610870">
        <w:rPr>
          <w:rtl/>
        </w:rPr>
        <w:t>.</w:t>
      </w:r>
      <w:r w:rsidRPr="002A0058">
        <w:rPr>
          <w:rtl/>
        </w:rPr>
        <w:t xml:space="preserve"> ومفاد ذلك أنْ نجعل المعيار الأساس والأصلي هو (1000) دينار</w:t>
      </w:r>
      <w:r w:rsidR="00610870">
        <w:rPr>
          <w:rtl/>
        </w:rPr>
        <w:t>،</w:t>
      </w:r>
      <w:r w:rsidRPr="002A0058">
        <w:rPr>
          <w:rtl/>
        </w:rPr>
        <w:t xml:space="preserve"> ثُمَّ نقيس القيم الأخرى عليه</w:t>
      </w:r>
      <w:r w:rsidR="00610870">
        <w:rPr>
          <w:rtl/>
        </w:rPr>
        <w:t>،</w:t>
      </w:r>
      <w:r w:rsidRPr="002A0058">
        <w:rPr>
          <w:rtl/>
        </w:rPr>
        <w:t xml:space="preserve"> فتصبح قيمة الديَّة في عصرنا ما يقارب ثمانية ملايين تومان</w:t>
      </w:r>
      <w:r w:rsidR="00610870">
        <w:rPr>
          <w:rtl/>
        </w:rPr>
        <w:t>،</w:t>
      </w:r>
      <w:r w:rsidRPr="002A0058">
        <w:rPr>
          <w:rtl/>
        </w:rPr>
        <w:t xml:space="preserve"> وحين نعود إلى ديَّة القتل في اليابان</w:t>
      </w:r>
      <w:r w:rsidR="00610870">
        <w:rPr>
          <w:rtl/>
        </w:rPr>
        <w:t xml:space="preserve"> - </w:t>
      </w:r>
      <w:r w:rsidRPr="002A0058">
        <w:rPr>
          <w:rtl/>
        </w:rPr>
        <w:t>وهذه إشارة مستطرَدة</w:t>
      </w:r>
      <w:r w:rsidR="00610870">
        <w:rPr>
          <w:rtl/>
        </w:rPr>
        <w:t xml:space="preserve"> - </w:t>
      </w:r>
      <w:r w:rsidRPr="002A0058">
        <w:rPr>
          <w:rtl/>
        </w:rPr>
        <w:t>نجد أنَّها تساوي (10) ملايين (ين)</w:t>
      </w:r>
      <w:r w:rsidR="00610870">
        <w:rPr>
          <w:rtl/>
        </w:rPr>
        <w:t>؛</w:t>
      </w:r>
      <w:r w:rsidRPr="002A0058">
        <w:rPr>
          <w:rtl/>
        </w:rPr>
        <w:t xml:space="preserve"> أي ما يساوي تقريباً ثمانية ملايين تومان.</w:t>
      </w:r>
    </w:p>
    <w:p w:rsidR="009F77A7" w:rsidRDefault="009F77A7" w:rsidP="00E5125A">
      <w:pPr>
        <w:pStyle w:val="libNormal"/>
      </w:pPr>
      <w:r>
        <w:rPr>
          <w:rtl/>
        </w:rPr>
        <w:br w:type="page"/>
      </w:r>
    </w:p>
    <w:p w:rsidR="00E07DFB" w:rsidRPr="00313984" w:rsidRDefault="00E07DFB" w:rsidP="00313984">
      <w:pPr>
        <w:pStyle w:val="libBold1"/>
        <w:rPr>
          <w:rtl/>
        </w:rPr>
      </w:pPr>
      <w:r w:rsidRPr="00313984">
        <w:rPr>
          <w:rtl/>
        </w:rPr>
        <w:lastRenderedPageBreak/>
        <w:t>* هل مارس الفقهاء المتأخِّرون عملية الاستنباط عن طريق المِلاكات؟</w:t>
      </w:r>
    </w:p>
    <w:p w:rsidR="00E07DFB" w:rsidRPr="002A0058" w:rsidRDefault="00E07DFB" w:rsidP="002A0058">
      <w:pPr>
        <w:pStyle w:val="libNormal"/>
        <w:rPr>
          <w:rtl/>
        </w:rPr>
      </w:pPr>
      <w:r w:rsidRPr="00313984">
        <w:rPr>
          <w:rStyle w:val="libBold1Char"/>
          <w:rtl/>
        </w:rPr>
        <w:t>الشيخ معرفت:</w:t>
      </w:r>
      <w:r w:rsidRPr="002A0058">
        <w:rPr>
          <w:rtl/>
        </w:rPr>
        <w:t xml:space="preserve"> أجل</w:t>
      </w:r>
      <w:r w:rsidR="00610870">
        <w:rPr>
          <w:rtl/>
        </w:rPr>
        <w:t>،</w:t>
      </w:r>
      <w:r w:rsidRPr="002A0058">
        <w:rPr>
          <w:rtl/>
        </w:rPr>
        <w:t xml:space="preserve"> بل بادروا أحياناً إلى بيان أحكام عن طريق القياس أيضاً.</w:t>
      </w:r>
    </w:p>
    <w:p w:rsidR="00E07DFB" w:rsidRPr="00065D03" w:rsidRDefault="00E07DFB" w:rsidP="00065D03">
      <w:pPr>
        <w:pStyle w:val="libNormal"/>
        <w:rPr>
          <w:rtl/>
        </w:rPr>
      </w:pPr>
      <w:r w:rsidRPr="00065D03">
        <w:rPr>
          <w:rtl/>
        </w:rPr>
        <w:t>سأذكر في ما يأتي بعض الأمثلة على ذلك:</w:t>
      </w:r>
    </w:p>
    <w:p w:rsidR="00E07DFB" w:rsidRPr="002A0058" w:rsidRDefault="00E07DFB" w:rsidP="002A0058">
      <w:pPr>
        <w:pStyle w:val="libNormal"/>
        <w:rPr>
          <w:rtl/>
        </w:rPr>
      </w:pPr>
      <w:r w:rsidRPr="00313984">
        <w:rPr>
          <w:rStyle w:val="libBold1Char"/>
          <w:rtl/>
        </w:rPr>
        <w:t>أ</w:t>
      </w:r>
      <w:r w:rsidR="00610870">
        <w:rPr>
          <w:rStyle w:val="libBold1Char"/>
          <w:rtl/>
        </w:rPr>
        <w:t xml:space="preserve"> - </w:t>
      </w:r>
      <w:r w:rsidRPr="002A0058">
        <w:rPr>
          <w:rtl/>
        </w:rPr>
        <w:t>إذا قصد الإنسان الإقامة في غير وطنه</w:t>
      </w:r>
      <w:r w:rsidR="00610870">
        <w:rPr>
          <w:rtl/>
        </w:rPr>
        <w:t>،</w:t>
      </w:r>
      <w:r w:rsidRPr="002A0058">
        <w:rPr>
          <w:rtl/>
        </w:rPr>
        <w:t xml:space="preserve"> ثُمَّ تراجع عن قصده بعد أداء صلاة رباعية</w:t>
      </w:r>
      <w:r w:rsidR="00610870">
        <w:rPr>
          <w:rtl/>
        </w:rPr>
        <w:t>،</w:t>
      </w:r>
      <w:r w:rsidRPr="002A0058">
        <w:rPr>
          <w:rtl/>
        </w:rPr>
        <w:t xml:space="preserve"> فإنَّ صلاته ستبقى تماماً ما دام موجوداً في ذلك المكان</w:t>
      </w:r>
      <w:r w:rsidR="00610870">
        <w:rPr>
          <w:rtl/>
        </w:rPr>
        <w:t>.</w:t>
      </w:r>
      <w:r w:rsidRPr="002A0058">
        <w:rPr>
          <w:rtl/>
        </w:rPr>
        <w:t xml:space="preserve"> أمَّا إذا رجع عن قصد الإقامة قبل أن يؤدِّي صلاة رباعية</w:t>
      </w:r>
      <w:r w:rsidR="00610870">
        <w:rPr>
          <w:rtl/>
        </w:rPr>
        <w:t>،</w:t>
      </w:r>
      <w:r w:rsidRPr="002A0058">
        <w:rPr>
          <w:rtl/>
        </w:rPr>
        <w:t xml:space="preserve"> فإنَّ صلاته ستكون قصراً</w:t>
      </w:r>
      <w:r w:rsidR="00610870">
        <w:rPr>
          <w:rtl/>
        </w:rPr>
        <w:t>.</w:t>
      </w:r>
      <w:r w:rsidRPr="002A0058">
        <w:rPr>
          <w:rtl/>
        </w:rPr>
        <w:t xml:space="preserve"> إنَّ لدينا نصَّاً حيال هذا المطلب.</w:t>
      </w:r>
    </w:p>
    <w:p w:rsidR="00E07DFB" w:rsidRPr="00065D03" w:rsidRDefault="00E07DFB" w:rsidP="00065D03">
      <w:pPr>
        <w:pStyle w:val="libNormal"/>
        <w:rPr>
          <w:rtl/>
        </w:rPr>
      </w:pPr>
      <w:r w:rsidRPr="00065D03">
        <w:rPr>
          <w:rtl/>
        </w:rPr>
        <w:t>لكن ما هو حكم الشخص المذكور إزاء الصوم</w:t>
      </w:r>
      <w:r w:rsidR="00610870">
        <w:rPr>
          <w:rtl/>
        </w:rPr>
        <w:t>،</w:t>
      </w:r>
      <w:r w:rsidRPr="00065D03">
        <w:rPr>
          <w:rtl/>
        </w:rPr>
        <w:t xml:space="preserve"> على ضوء الفرض الذي يفيد أنَّه لم يصلِ رباعية</w:t>
      </w:r>
      <w:r w:rsidR="00610870">
        <w:rPr>
          <w:rtl/>
        </w:rPr>
        <w:t>،</w:t>
      </w:r>
      <w:r w:rsidRPr="00065D03">
        <w:rPr>
          <w:rtl/>
        </w:rPr>
        <w:t xml:space="preserve"> فهل حكمه حكم المسافر</w:t>
      </w:r>
      <w:r w:rsidR="00610870">
        <w:rPr>
          <w:rtl/>
        </w:rPr>
        <w:t>؛</w:t>
      </w:r>
      <w:r w:rsidRPr="00065D03">
        <w:rPr>
          <w:rtl/>
        </w:rPr>
        <w:t xml:space="preserve"> بحيث يستطيع أن يفطر (إذا ما كان قد غيَّر قصده قبل الزوال)</w:t>
      </w:r>
      <w:r w:rsidR="00610870">
        <w:rPr>
          <w:rtl/>
        </w:rPr>
        <w:t>،</w:t>
      </w:r>
      <w:r w:rsidRPr="00065D03">
        <w:rPr>
          <w:rtl/>
        </w:rPr>
        <w:t xml:space="preserve"> أو أنَّ عليه أن يواصل صومه حتّى الغروب؟ لقد أفتى الفقهاء بأنَّ على مثل هذا الإنسان أن يتابع صيامه إلى الغروب</w:t>
      </w:r>
      <w:r w:rsidR="00610870">
        <w:rPr>
          <w:rtl/>
        </w:rPr>
        <w:t>،</w:t>
      </w:r>
      <w:r w:rsidRPr="00065D03">
        <w:rPr>
          <w:rtl/>
        </w:rPr>
        <w:t xml:space="preserve"> مع أنَّه لا وجود لنصٍّ في هذه الحالة مطلقاً</w:t>
      </w:r>
      <w:r w:rsidR="00610870">
        <w:rPr>
          <w:rtl/>
        </w:rPr>
        <w:t>،</w:t>
      </w:r>
      <w:r w:rsidRPr="00065D03">
        <w:rPr>
          <w:rtl/>
        </w:rPr>
        <w:t xml:space="preserve"> ولا دليل عليها إلاّ تسرية حكم الصلاة وتطبيقه على الصوم</w:t>
      </w:r>
      <w:r w:rsidR="00610870">
        <w:rPr>
          <w:rtl/>
        </w:rPr>
        <w:t>،</w:t>
      </w:r>
      <w:r w:rsidRPr="00065D03">
        <w:rPr>
          <w:rtl/>
        </w:rPr>
        <w:t xml:space="preserve"> أليس هذا قياساً؟!</w:t>
      </w:r>
    </w:p>
    <w:p w:rsidR="00E07DFB" w:rsidRPr="00065D03" w:rsidRDefault="00E07DFB" w:rsidP="00065D03">
      <w:pPr>
        <w:pStyle w:val="libNormal"/>
        <w:rPr>
          <w:rtl/>
        </w:rPr>
      </w:pPr>
      <w:r w:rsidRPr="00065D03">
        <w:rPr>
          <w:rtl/>
        </w:rPr>
        <w:t>لقد مورس هنا</w:t>
      </w:r>
      <w:r w:rsidR="00610870">
        <w:rPr>
          <w:rtl/>
        </w:rPr>
        <w:t>،</w:t>
      </w:r>
      <w:r w:rsidRPr="00065D03">
        <w:rPr>
          <w:rtl/>
        </w:rPr>
        <w:t xml:space="preserve"> وعلى نحو لا شعوري</w:t>
      </w:r>
      <w:r w:rsidR="00610870">
        <w:rPr>
          <w:rtl/>
        </w:rPr>
        <w:t>،</w:t>
      </w:r>
      <w:r w:rsidRPr="00065D03">
        <w:rPr>
          <w:rtl/>
        </w:rPr>
        <w:t xml:space="preserve"> ضرب من القياس</w:t>
      </w:r>
      <w:r w:rsidR="00610870">
        <w:rPr>
          <w:rtl/>
        </w:rPr>
        <w:t>،</w:t>
      </w:r>
      <w:r w:rsidRPr="00065D03">
        <w:rPr>
          <w:rtl/>
        </w:rPr>
        <w:t xml:space="preserve"> والأكثر أنَّه استعمال للقياس في حقل العبادات</w:t>
      </w:r>
      <w:r w:rsidR="00610870">
        <w:rPr>
          <w:rtl/>
        </w:rPr>
        <w:t>،</w:t>
      </w:r>
      <w:r w:rsidRPr="00065D03">
        <w:rPr>
          <w:rtl/>
        </w:rPr>
        <w:t xml:space="preserve"> وإلاّ ما هي صلة الصَّوم بالصَّلاة؟! لقد أفتى صاحب العروة [محمد كاظم اليزدي</w:t>
      </w:r>
      <w:r w:rsidR="00610870">
        <w:rPr>
          <w:rtl/>
        </w:rPr>
        <w:t>،</w:t>
      </w:r>
      <w:r w:rsidRPr="00065D03">
        <w:rPr>
          <w:rtl/>
        </w:rPr>
        <w:t xml:space="preserve"> 1247</w:t>
      </w:r>
      <w:r w:rsidR="00610870">
        <w:rPr>
          <w:rtl/>
        </w:rPr>
        <w:t xml:space="preserve"> - </w:t>
      </w:r>
      <w:r w:rsidRPr="00065D03">
        <w:rPr>
          <w:rtl/>
        </w:rPr>
        <w:t>1337هـ] بذلك</w:t>
      </w:r>
      <w:r w:rsidR="00610870">
        <w:rPr>
          <w:rtl/>
        </w:rPr>
        <w:t>،</w:t>
      </w:r>
      <w:r w:rsidRPr="00065D03">
        <w:rPr>
          <w:rtl/>
        </w:rPr>
        <w:t xml:space="preserve"> وعلى هذا النحو وافقه جميع من كتب حواشي على كتاب العروة.</w:t>
      </w:r>
    </w:p>
    <w:p w:rsidR="00E07DFB" w:rsidRPr="002A0058" w:rsidRDefault="00E07DFB" w:rsidP="002A0058">
      <w:pPr>
        <w:pStyle w:val="libNormal"/>
        <w:rPr>
          <w:rtl/>
        </w:rPr>
      </w:pPr>
      <w:r w:rsidRPr="00313984">
        <w:rPr>
          <w:rStyle w:val="libBold1Char"/>
          <w:rtl/>
        </w:rPr>
        <w:t>ب</w:t>
      </w:r>
      <w:r w:rsidR="00610870">
        <w:rPr>
          <w:rStyle w:val="libBold1Char"/>
          <w:rtl/>
        </w:rPr>
        <w:t xml:space="preserve"> - </w:t>
      </w:r>
      <w:r w:rsidRPr="002A0058">
        <w:rPr>
          <w:rtl/>
        </w:rPr>
        <w:t>إذا ما أفطر الصائم عمداً في شهر رمضان</w:t>
      </w:r>
      <w:r w:rsidR="00610870">
        <w:rPr>
          <w:rtl/>
        </w:rPr>
        <w:t>،</w:t>
      </w:r>
      <w:r w:rsidRPr="002A0058">
        <w:rPr>
          <w:rtl/>
        </w:rPr>
        <w:t xml:space="preserve"> فإنَّه يُعزَّر بخمسةٍ وعشرين سوطاً</w:t>
      </w:r>
      <w:r w:rsidR="00610870">
        <w:rPr>
          <w:rtl/>
        </w:rPr>
        <w:t>،</w:t>
      </w:r>
      <w:r w:rsidRPr="002A0058">
        <w:rPr>
          <w:rtl/>
        </w:rPr>
        <w:t xml:space="preserve"> وهذا حكم لا دليل عليه</w:t>
      </w:r>
      <w:r w:rsidR="00610870">
        <w:rPr>
          <w:rtl/>
        </w:rPr>
        <w:t>،</w:t>
      </w:r>
      <w:r w:rsidRPr="002A0058">
        <w:rPr>
          <w:rtl/>
        </w:rPr>
        <w:t xml:space="preserve"> إلاّ أنَّه استُمدَّ من حكم مسألة أخرى تفيد: أنَّ من جامع زوجته في نهار شهر رمضان يُعزَّر بخمسة وعشرين سوطاً</w:t>
      </w:r>
      <w:r w:rsidR="00610870">
        <w:rPr>
          <w:rtl/>
        </w:rPr>
        <w:t>،</w:t>
      </w:r>
      <w:r w:rsidRPr="002A0058">
        <w:rPr>
          <w:rtl/>
        </w:rPr>
        <w:t xml:space="preserve"> حيث هناك نص على هذه المسألة</w:t>
      </w:r>
      <w:r w:rsidR="00610870">
        <w:rPr>
          <w:rtl/>
        </w:rPr>
        <w:t>.</w:t>
      </w:r>
      <w:r w:rsidRPr="002A0058">
        <w:rPr>
          <w:rtl/>
        </w:rPr>
        <w:t xml:space="preserve"> هذه الحالة تُعبِّر هي الأخرى عن ضرب من القياس أو الاعتماد على المِلاك.</w:t>
      </w:r>
    </w:p>
    <w:p w:rsidR="00E07DFB" w:rsidRPr="002A0058" w:rsidRDefault="00E07DFB" w:rsidP="002A0058">
      <w:pPr>
        <w:pStyle w:val="libNormal"/>
        <w:rPr>
          <w:rtl/>
        </w:rPr>
      </w:pPr>
      <w:r w:rsidRPr="00313984">
        <w:rPr>
          <w:rStyle w:val="libBold1Char"/>
          <w:rtl/>
        </w:rPr>
        <w:t>ج</w:t>
      </w:r>
      <w:r w:rsidR="00610870">
        <w:rPr>
          <w:rStyle w:val="libBold1Char"/>
          <w:rtl/>
        </w:rPr>
        <w:t xml:space="preserve"> - </w:t>
      </w:r>
      <w:r w:rsidRPr="002A0058">
        <w:rPr>
          <w:rtl/>
        </w:rPr>
        <w:t>ما يذكرونه في باب اللواط أنَّه يحتاج إلى أربعة شهود عدول لإثباته</w:t>
      </w:r>
      <w:r w:rsidR="00610870">
        <w:rPr>
          <w:rtl/>
        </w:rPr>
        <w:t>،</w:t>
      </w:r>
      <w:r w:rsidRPr="002A0058">
        <w:rPr>
          <w:rtl/>
        </w:rPr>
        <w:t xml:space="preserve"> وليس من دليل هنا غير القياس إلى الزنا الذي يحتاج إثباته إلى شهادة أربعة عدول.</w:t>
      </w:r>
    </w:p>
    <w:p w:rsidR="009F77A7" w:rsidRDefault="00E07DFB" w:rsidP="00065D03">
      <w:pPr>
        <w:pStyle w:val="libNormal"/>
        <w:rPr>
          <w:rtl/>
        </w:rPr>
      </w:pPr>
      <w:r w:rsidRPr="00065D03">
        <w:rPr>
          <w:rtl/>
        </w:rPr>
        <w:t>إنَّ أمثال هذه الموارد كثير في الفقه</w:t>
      </w:r>
      <w:r w:rsidR="00610870">
        <w:rPr>
          <w:rtl/>
        </w:rPr>
        <w:t>،</w:t>
      </w:r>
      <w:r w:rsidRPr="00065D03">
        <w:rPr>
          <w:rtl/>
        </w:rPr>
        <w:t xml:space="preserve"> حيث يفيد ظاهرها القياس</w:t>
      </w:r>
      <w:r w:rsidR="00610870">
        <w:rPr>
          <w:rtl/>
        </w:rPr>
        <w:t>،</w:t>
      </w:r>
      <w:r w:rsidRPr="00065D03">
        <w:rPr>
          <w:rtl/>
        </w:rPr>
        <w:t xml:space="preserve"> في حين أنَّها في حقيقتها تعبير عن تسرية الحكم عن طريق كشف المِلاكات القطعية للحكم.</w:t>
      </w:r>
    </w:p>
    <w:p w:rsidR="009F77A7" w:rsidRDefault="009F77A7" w:rsidP="00E5125A">
      <w:pPr>
        <w:pStyle w:val="libNormal"/>
      </w:pPr>
      <w:r>
        <w:rPr>
          <w:rtl/>
        </w:rPr>
        <w:br w:type="page"/>
      </w:r>
    </w:p>
    <w:p w:rsidR="00E07DFB" w:rsidRPr="00313984" w:rsidRDefault="00E07DFB" w:rsidP="00313984">
      <w:pPr>
        <w:pStyle w:val="libBold1"/>
        <w:rPr>
          <w:rtl/>
        </w:rPr>
      </w:pPr>
      <w:r w:rsidRPr="00313984">
        <w:rPr>
          <w:rtl/>
        </w:rPr>
        <w:lastRenderedPageBreak/>
        <w:t>* المقصود أنَّ المِلاك القطعي هو الذي يأخذ مكان النص؟</w:t>
      </w:r>
    </w:p>
    <w:p w:rsidR="00E07DFB" w:rsidRPr="002A0058" w:rsidRDefault="00E07DFB" w:rsidP="002A0058">
      <w:pPr>
        <w:pStyle w:val="libNormal"/>
        <w:rPr>
          <w:rtl/>
        </w:rPr>
      </w:pPr>
      <w:r w:rsidRPr="00313984">
        <w:rPr>
          <w:rStyle w:val="libBold1Char"/>
          <w:rtl/>
        </w:rPr>
        <w:t>الشيخ معرفت:</w:t>
      </w:r>
      <w:r w:rsidRPr="002A0058">
        <w:rPr>
          <w:rtl/>
        </w:rPr>
        <w:t xml:space="preserve"> أجل</w:t>
      </w:r>
      <w:r w:rsidR="00610870">
        <w:rPr>
          <w:rtl/>
        </w:rPr>
        <w:t>،</w:t>
      </w:r>
      <w:r w:rsidRPr="002A0058">
        <w:rPr>
          <w:rtl/>
        </w:rPr>
        <w:t xml:space="preserve"> المقصود هو المِلاك القطعي الذي يمكن الإفتاء على أساسه أيضاً</w:t>
      </w:r>
      <w:r w:rsidR="00610870">
        <w:rPr>
          <w:rtl/>
        </w:rPr>
        <w:t>،</w:t>
      </w:r>
      <w:r w:rsidRPr="002A0058">
        <w:rPr>
          <w:rtl/>
        </w:rPr>
        <w:t xml:space="preserve"> بل أفتوا على أساسه عملياً</w:t>
      </w:r>
      <w:r w:rsidR="00610870">
        <w:rPr>
          <w:rtl/>
        </w:rPr>
        <w:t>،</w:t>
      </w:r>
      <w:r w:rsidRPr="002A0058">
        <w:rPr>
          <w:rtl/>
        </w:rPr>
        <w:t xml:space="preserve"> ولو بطريقة لا شعورية.</w:t>
      </w:r>
    </w:p>
    <w:p w:rsidR="00E07DFB" w:rsidRPr="002A0058" w:rsidRDefault="00E07DFB" w:rsidP="002A0058">
      <w:pPr>
        <w:pStyle w:val="libNormal"/>
        <w:rPr>
          <w:rtl/>
        </w:rPr>
      </w:pPr>
      <w:r w:rsidRPr="00313984">
        <w:rPr>
          <w:rStyle w:val="libBold1Char"/>
          <w:rtl/>
        </w:rPr>
        <w:t xml:space="preserve">السيد الحائري: </w:t>
      </w:r>
      <w:r w:rsidRPr="002A0058">
        <w:rPr>
          <w:rtl/>
        </w:rPr>
        <w:t>في ما يتعلَّق بكشف مِلاك الحكم</w:t>
      </w:r>
      <w:r w:rsidR="00610870">
        <w:rPr>
          <w:rtl/>
        </w:rPr>
        <w:t>،</w:t>
      </w:r>
      <w:r w:rsidRPr="002A0058">
        <w:rPr>
          <w:rtl/>
        </w:rPr>
        <w:t xml:space="preserve"> يمكن أن نتصوَّر ذلك على ثلاثة أنحاء</w:t>
      </w:r>
      <w:r w:rsidR="00610870">
        <w:rPr>
          <w:rtl/>
        </w:rPr>
        <w:t>،</w:t>
      </w:r>
      <w:r w:rsidRPr="002A0058">
        <w:rPr>
          <w:rtl/>
        </w:rPr>
        <w:t xml:space="preserve"> بالطريقة الآتية: أن يكون المِلاك مذكوراً في منطوق الرواية</w:t>
      </w:r>
      <w:r w:rsidR="00610870">
        <w:rPr>
          <w:rtl/>
        </w:rPr>
        <w:t>،</w:t>
      </w:r>
      <w:r w:rsidRPr="002A0058">
        <w:rPr>
          <w:rtl/>
        </w:rPr>
        <w:t xml:space="preserve"> وحينئذ يكون الدليل بنفسه شاملاً بدلالته اللفظية الموارد الأخرى التي لا نصَّ فيها</w:t>
      </w:r>
      <w:r w:rsidR="00610870">
        <w:rPr>
          <w:rtl/>
        </w:rPr>
        <w:t>،</w:t>
      </w:r>
      <w:r w:rsidRPr="002A0058">
        <w:rPr>
          <w:rtl/>
        </w:rPr>
        <w:t xml:space="preserve"> شريطة وجود المِلاك وتوافره في الموارد التي نعنيها</w:t>
      </w:r>
      <w:r w:rsidR="00610870">
        <w:rPr>
          <w:rtl/>
        </w:rPr>
        <w:t>.</w:t>
      </w:r>
      <w:r w:rsidRPr="002A0058">
        <w:rPr>
          <w:rtl/>
        </w:rPr>
        <w:t xml:space="preserve"> في مثل هذا المورد يكون الفقه إزاء هوَّة ومنحدر</w:t>
      </w:r>
      <w:r w:rsidR="00610870">
        <w:rPr>
          <w:rtl/>
        </w:rPr>
        <w:t>،</w:t>
      </w:r>
      <w:r w:rsidRPr="002A0058">
        <w:rPr>
          <w:rtl/>
        </w:rPr>
        <w:t xml:space="preserve"> بحيث يجب عليه أن يلتزم جانب الدقّة والحذر</w:t>
      </w:r>
      <w:r w:rsidR="00610870">
        <w:rPr>
          <w:rtl/>
        </w:rPr>
        <w:t>؛</w:t>
      </w:r>
      <w:r w:rsidRPr="002A0058">
        <w:rPr>
          <w:rtl/>
        </w:rPr>
        <w:t xml:space="preserve"> لكي لا يقع ضحية القياس.</w:t>
      </w:r>
    </w:p>
    <w:p w:rsidR="00E07DFB" w:rsidRPr="002A0058" w:rsidRDefault="00E07DFB" w:rsidP="002A0058">
      <w:pPr>
        <w:pStyle w:val="libNormal"/>
        <w:rPr>
          <w:rtl/>
        </w:rPr>
      </w:pPr>
      <w:r w:rsidRPr="002A0058">
        <w:rPr>
          <w:rtl/>
        </w:rPr>
        <w:t>لتوضيح الأمر</w:t>
      </w:r>
      <w:r w:rsidR="00610870">
        <w:rPr>
          <w:rtl/>
        </w:rPr>
        <w:t>،</w:t>
      </w:r>
      <w:r w:rsidRPr="002A0058">
        <w:rPr>
          <w:rtl/>
        </w:rPr>
        <w:t xml:space="preserve"> نجد أنفسنا نلتقي في لسان الأدلّة</w:t>
      </w:r>
      <w:r w:rsidR="00610870">
        <w:rPr>
          <w:rtl/>
        </w:rPr>
        <w:t>،</w:t>
      </w:r>
      <w:r w:rsidRPr="002A0058">
        <w:rPr>
          <w:rtl/>
        </w:rPr>
        <w:t xml:space="preserve"> وفي النصوص</w:t>
      </w:r>
      <w:r w:rsidR="00610870">
        <w:rPr>
          <w:rtl/>
        </w:rPr>
        <w:t>،</w:t>
      </w:r>
      <w:r w:rsidRPr="002A0058">
        <w:rPr>
          <w:rtl/>
        </w:rPr>
        <w:t xml:space="preserve"> سواء أكانت آيات أم روايات</w:t>
      </w:r>
      <w:r w:rsidR="00610870">
        <w:rPr>
          <w:rtl/>
        </w:rPr>
        <w:t>،</w:t>
      </w:r>
      <w:r w:rsidRPr="002A0058">
        <w:rPr>
          <w:rtl/>
        </w:rPr>
        <w:t xml:space="preserve"> بنوعين من المِلاك</w:t>
      </w:r>
      <w:r w:rsidR="00610870">
        <w:rPr>
          <w:rtl/>
        </w:rPr>
        <w:t>،</w:t>
      </w:r>
      <w:r w:rsidRPr="002A0058">
        <w:rPr>
          <w:rtl/>
        </w:rPr>
        <w:t xml:space="preserve"> في </w:t>
      </w:r>
      <w:r w:rsidRPr="00313984">
        <w:rPr>
          <w:rStyle w:val="libBold1Char"/>
          <w:rtl/>
        </w:rPr>
        <w:t>الحالة الأولى</w:t>
      </w:r>
      <w:r w:rsidRPr="002A0058">
        <w:rPr>
          <w:rtl/>
        </w:rPr>
        <w:t xml:space="preserve"> يتمُّ الكشف (في لسان الدليل) عن العلِّية</w:t>
      </w:r>
      <w:r w:rsidR="00610870">
        <w:rPr>
          <w:rtl/>
        </w:rPr>
        <w:t>،</w:t>
      </w:r>
      <w:r w:rsidRPr="002A0058">
        <w:rPr>
          <w:rtl/>
        </w:rPr>
        <w:t xml:space="preserve"> بحيث تكون العلَّة موضوعاً للحكم</w:t>
      </w:r>
      <w:r w:rsidR="00610870">
        <w:rPr>
          <w:rtl/>
        </w:rPr>
        <w:t>،</w:t>
      </w:r>
      <w:r w:rsidRPr="002A0058">
        <w:rPr>
          <w:rtl/>
        </w:rPr>
        <w:t xml:space="preserve"> وعندئذ يمكن تسرية الحكم إلى أيِّ مورد ينطوي على المِلاك نفسه</w:t>
      </w:r>
      <w:r w:rsidR="00610870">
        <w:rPr>
          <w:rtl/>
        </w:rPr>
        <w:t>.</w:t>
      </w:r>
      <w:r w:rsidRPr="002A0058">
        <w:rPr>
          <w:rtl/>
        </w:rPr>
        <w:t xml:space="preserve"> أمَّا في </w:t>
      </w:r>
      <w:r w:rsidRPr="00313984">
        <w:rPr>
          <w:rStyle w:val="libBold1Char"/>
          <w:rtl/>
        </w:rPr>
        <w:t>الحالة الثانية</w:t>
      </w:r>
      <w:r w:rsidR="00610870">
        <w:rPr>
          <w:rtl/>
        </w:rPr>
        <w:t>،</w:t>
      </w:r>
      <w:r w:rsidRPr="002A0058">
        <w:rPr>
          <w:rtl/>
        </w:rPr>
        <w:t xml:space="preserve"> فلا يمكن كشف العلِّية من المِلاك</w:t>
      </w:r>
      <w:r w:rsidR="00610870">
        <w:rPr>
          <w:rtl/>
        </w:rPr>
        <w:t>،</w:t>
      </w:r>
      <w:r w:rsidRPr="002A0058">
        <w:rPr>
          <w:rtl/>
        </w:rPr>
        <w:t xml:space="preserve"> بحيث لا نعدُّ المِلاك موضوعاً للحكم</w:t>
      </w:r>
      <w:r w:rsidR="00610870">
        <w:rPr>
          <w:rtl/>
        </w:rPr>
        <w:t>،</w:t>
      </w:r>
      <w:r w:rsidRPr="002A0058">
        <w:rPr>
          <w:rtl/>
        </w:rPr>
        <w:t xml:space="preserve"> إنَّما نتعامل مع المِلاك على أنَّه ضرب من ضروب الحكمة</w:t>
      </w:r>
      <w:r w:rsidR="00610870">
        <w:rPr>
          <w:rtl/>
        </w:rPr>
        <w:t>،</w:t>
      </w:r>
      <w:r w:rsidRPr="002A0058">
        <w:rPr>
          <w:rtl/>
        </w:rPr>
        <w:t xml:space="preserve"> وفي مثل هذه الحال لا يمكن أن نتعدَّى بالحكم إلى الموارد المشابهة.</w:t>
      </w:r>
    </w:p>
    <w:p w:rsidR="00E07DFB" w:rsidRPr="00065D03" w:rsidRDefault="00E07DFB" w:rsidP="009F77A7">
      <w:pPr>
        <w:pStyle w:val="libNormal"/>
        <w:rPr>
          <w:rtl/>
        </w:rPr>
      </w:pPr>
      <w:r w:rsidRPr="00065D03">
        <w:rPr>
          <w:rtl/>
        </w:rPr>
        <w:t>لتوضيح الأمر بمثال للمورد الأوّل الذي تكون فيه العلّة موضوعاً</w:t>
      </w:r>
      <w:r w:rsidR="00610870">
        <w:rPr>
          <w:rtl/>
        </w:rPr>
        <w:t>،</w:t>
      </w:r>
      <w:r w:rsidRPr="00065D03">
        <w:rPr>
          <w:rtl/>
        </w:rPr>
        <w:t xml:space="preserve"> أو جزءاً من الموضوع</w:t>
      </w:r>
      <w:r w:rsidR="00610870">
        <w:rPr>
          <w:rtl/>
        </w:rPr>
        <w:t>،</w:t>
      </w:r>
      <w:r w:rsidRPr="00065D03">
        <w:rPr>
          <w:rtl/>
        </w:rPr>
        <w:t xml:space="preserve"> بحيث تُذكر مِلاكاً للحكم</w:t>
      </w:r>
      <w:r w:rsidR="00610870">
        <w:rPr>
          <w:rtl/>
        </w:rPr>
        <w:t>،</w:t>
      </w:r>
      <w:r w:rsidRPr="00065D03">
        <w:rPr>
          <w:rtl/>
        </w:rPr>
        <w:t xml:space="preserve"> يمكن أن نذكر جملة: (لا تشرب الخمر</w:t>
      </w:r>
      <w:r w:rsidR="00610870">
        <w:rPr>
          <w:rtl/>
        </w:rPr>
        <w:t>؛</w:t>
      </w:r>
      <w:r w:rsidR="009F77A7">
        <w:rPr>
          <w:rFonts w:hint="cs"/>
          <w:rtl/>
        </w:rPr>
        <w:t xml:space="preserve"> </w:t>
      </w:r>
      <w:r w:rsidRPr="00065D03">
        <w:rPr>
          <w:rtl/>
        </w:rPr>
        <w:t>لأنَّه مُسكِر)</w:t>
      </w:r>
      <w:r w:rsidR="00610870">
        <w:rPr>
          <w:rtl/>
        </w:rPr>
        <w:t>،</w:t>
      </w:r>
      <w:r w:rsidRPr="00065D03">
        <w:rPr>
          <w:rtl/>
        </w:rPr>
        <w:t xml:space="preserve"> فالإسكار جاء من قبل جملة (لأنَّه مُسكِر)</w:t>
      </w:r>
      <w:r w:rsidR="00610870">
        <w:rPr>
          <w:rtl/>
        </w:rPr>
        <w:t>،</w:t>
      </w:r>
      <w:r w:rsidRPr="00065D03">
        <w:rPr>
          <w:rtl/>
        </w:rPr>
        <w:t xml:space="preserve"> وهو متضمَّن في كلمة (الخمر)</w:t>
      </w:r>
      <w:r w:rsidR="00610870">
        <w:rPr>
          <w:rtl/>
        </w:rPr>
        <w:t>.</w:t>
      </w:r>
      <w:r w:rsidRPr="00065D03">
        <w:rPr>
          <w:rtl/>
        </w:rPr>
        <w:t xml:space="preserve"> فإحدى صفات الخمر الإسكار</w:t>
      </w:r>
      <w:r w:rsidR="00610870">
        <w:rPr>
          <w:rtl/>
        </w:rPr>
        <w:t>،</w:t>
      </w:r>
      <w:r w:rsidRPr="00065D03">
        <w:rPr>
          <w:rtl/>
        </w:rPr>
        <w:t xml:space="preserve"> وهذه الصفة جاءت منفصلة عن موضوع الكلام الذي هو الخمر</w:t>
      </w:r>
      <w:r w:rsidR="00610870">
        <w:rPr>
          <w:rtl/>
        </w:rPr>
        <w:t>،</w:t>
      </w:r>
      <w:r w:rsidRPr="00065D03">
        <w:rPr>
          <w:rtl/>
        </w:rPr>
        <w:t xml:space="preserve"> وقد ذُكرت بوصفها علَّة في آخر الجملة.</w:t>
      </w:r>
    </w:p>
    <w:p w:rsidR="009F77A7" w:rsidRDefault="00E07DFB" w:rsidP="00065D03">
      <w:pPr>
        <w:pStyle w:val="libNormal"/>
        <w:rPr>
          <w:rtl/>
        </w:rPr>
      </w:pPr>
      <w:r w:rsidRPr="00065D03">
        <w:rPr>
          <w:rtl/>
        </w:rPr>
        <w:t>حين يكون الأمر كذلك</w:t>
      </w:r>
      <w:r w:rsidR="00610870">
        <w:rPr>
          <w:rtl/>
        </w:rPr>
        <w:t>،</w:t>
      </w:r>
      <w:r w:rsidRPr="00065D03">
        <w:rPr>
          <w:rtl/>
        </w:rPr>
        <w:t xml:space="preserve"> يمكن التعدِّي بالحكم نفسه إلى الموارد المشابهة</w:t>
      </w:r>
      <w:r w:rsidR="00610870">
        <w:rPr>
          <w:rtl/>
        </w:rPr>
        <w:t>،</w:t>
      </w:r>
      <w:r w:rsidRPr="00065D03">
        <w:rPr>
          <w:rtl/>
        </w:rPr>
        <w:t xml:space="preserve"> بحيث يمتدُّ النهي في (لا تشرب)</w:t>
      </w:r>
      <w:r w:rsidR="00610870">
        <w:rPr>
          <w:rtl/>
        </w:rPr>
        <w:t>،</w:t>
      </w:r>
      <w:r w:rsidRPr="00065D03">
        <w:rPr>
          <w:rtl/>
        </w:rPr>
        <w:t xml:space="preserve"> إلى الأشياء المُسكِرة التي لا يصدق عليها عنوان الخمر.</w:t>
      </w:r>
    </w:p>
    <w:p w:rsidR="009F77A7" w:rsidRDefault="009F77A7" w:rsidP="00E5125A">
      <w:pPr>
        <w:pStyle w:val="libNormal"/>
      </w:pPr>
      <w:r>
        <w:rPr>
          <w:rtl/>
        </w:rPr>
        <w:br w:type="page"/>
      </w:r>
    </w:p>
    <w:p w:rsidR="00E07DFB" w:rsidRPr="002A0058" w:rsidRDefault="00E07DFB" w:rsidP="00F163DC">
      <w:pPr>
        <w:pStyle w:val="libNormal"/>
        <w:rPr>
          <w:rtl/>
        </w:rPr>
      </w:pPr>
      <w:r w:rsidRPr="002A0058">
        <w:rPr>
          <w:rtl/>
        </w:rPr>
        <w:lastRenderedPageBreak/>
        <w:t>أمَّا بالنسبة للمورد الثاني الذي لا تكون فيه العلَّة أو المِلاك عنواناً للموضوع</w:t>
      </w:r>
      <w:r w:rsidR="00610870">
        <w:rPr>
          <w:rtl/>
        </w:rPr>
        <w:t>،</w:t>
      </w:r>
      <w:r w:rsidRPr="002A0058">
        <w:rPr>
          <w:rtl/>
        </w:rPr>
        <w:t xml:space="preserve"> أو جزءاً منه</w:t>
      </w:r>
      <w:r w:rsidR="00610870">
        <w:rPr>
          <w:rtl/>
        </w:rPr>
        <w:t>،</w:t>
      </w:r>
      <w:r w:rsidRPr="002A0058">
        <w:rPr>
          <w:rtl/>
        </w:rPr>
        <w:t xml:space="preserve"> بل تأتي لتكون فائدة مترتِّبة على الحكم</w:t>
      </w:r>
      <w:r w:rsidR="00610870">
        <w:rPr>
          <w:rtl/>
        </w:rPr>
        <w:t>،</w:t>
      </w:r>
      <w:r w:rsidRPr="002A0058">
        <w:rPr>
          <w:rtl/>
        </w:rPr>
        <w:t xml:space="preserve"> بحيث لا يمكن تسرية الحكم إلى الموارد المشابهة</w:t>
      </w:r>
      <w:r w:rsidR="00610870">
        <w:rPr>
          <w:rtl/>
        </w:rPr>
        <w:t>،</w:t>
      </w:r>
      <w:r w:rsidRPr="002A0058">
        <w:rPr>
          <w:rtl/>
        </w:rPr>
        <w:t xml:space="preserve"> فيمكن أن نأخذ المثال عليه من قوله تعالى: </w:t>
      </w:r>
      <w:r w:rsidR="00F163DC">
        <w:rPr>
          <w:rStyle w:val="libAlaemChar"/>
          <w:rFonts w:eastAsiaTheme="minorHAnsi" w:hint="cs"/>
          <w:rtl/>
        </w:rPr>
        <w:t>(</w:t>
      </w:r>
      <w:r w:rsidRPr="00AE62B5">
        <w:rPr>
          <w:rStyle w:val="libAieChar"/>
          <w:rFonts w:hint="cs"/>
          <w:rtl/>
        </w:rPr>
        <w:t>مَا أَفَاءَ اللَّهُ عَلَى رَسُولِهِ مِنْ أَهْلِ الْقُرَى فَلِلَّهِ وَلِلرَّسُولِ وَلِذِي الْقُرْبَى وَالْيَتَامَى وَالْمَسَاكِينِ وَابْنِ السَّبِيلِ كَيْ لاَ يَكُونَ دُولَةً بَيْنَ الأَغْنِيَاءِ مِنْكُمْ</w:t>
      </w:r>
      <w:r w:rsidR="00F163DC">
        <w:rPr>
          <w:rStyle w:val="libAlaemChar"/>
          <w:rFonts w:eastAsiaTheme="minorHAnsi" w:hint="cs"/>
          <w:rtl/>
        </w:rPr>
        <w:t>)</w:t>
      </w:r>
      <w:r w:rsidRPr="002A0058">
        <w:rPr>
          <w:rtl/>
        </w:rPr>
        <w:t xml:space="preserve"> لا يُشعر بعلِّية الحكم</w:t>
      </w:r>
      <w:r w:rsidR="00610870">
        <w:rPr>
          <w:rtl/>
        </w:rPr>
        <w:t>،</w:t>
      </w:r>
      <w:r w:rsidRPr="002A0058">
        <w:rPr>
          <w:rtl/>
        </w:rPr>
        <w:t xml:space="preserve"> وإنَّما مفاد الآية أنَّها تريد أن تذكر أثراً من الآثار</w:t>
      </w:r>
      <w:r w:rsidR="00610870">
        <w:rPr>
          <w:rtl/>
        </w:rPr>
        <w:t>،</w:t>
      </w:r>
      <w:r w:rsidRPr="002A0058">
        <w:rPr>
          <w:rtl/>
        </w:rPr>
        <w:t xml:space="preserve"> وهذا الأثر لم يضمَّن في الموضوع.</w:t>
      </w:r>
    </w:p>
    <w:p w:rsidR="00E07DFB" w:rsidRPr="002A0058" w:rsidRDefault="00E07DFB" w:rsidP="00F163DC">
      <w:pPr>
        <w:pStyle w:val="libNormal"/>
        <w:rPr>
          <w:rtl/>
        </w:rPr>
      </w:pPr>
      <w:r w:rsidRPr="002A0058">
        <w:rPr>
          <w:rtl/>
        </w:rPr>
        <w:t>في مثل هذه الحالة</w:t>
      </w:r>
      <w:r w:rsidR="00610870">
        <w:rPr>
          <w:rtl/>
        </w:rPr>
        <w:t>،</w:t>
      </w:r>
      <w:r w:rsidRPr="002A0058">
        <w:rPr>
          <w:rtl/>
        </w:rPr>
        <w:t xml:space="preserve"> لا يمكن أن نستفيد العلِّية من </w:t>
      </w:r>
      <w:r w:rsidR="00F163DC">
        <w:rPr>
          <w:rStyle w:val="libAlaemChar"/>
          <w:rFonts w:eastAsiaTheme="minorHAnsi" w:hint="cs"/>
          <w:rtl/>
        </w:rPr>
        <w:t>(</w:t>
      </w:r>
      <w:r w:rsidRPr="00AE62B5">
        <w:rPr>
          <w:rStyle w:val="libAieChar"/>
          <w:rFonts w:hint="cs"/>
          <w:rtl/>
        </w:rPr>
        <w:t>كَيْ لاَ يَكُونَ دُولَةً</w:t>
      </w:r>
      <w:r w:rsidR="00F163DC">
        <w:rPr>
          <w:rStyle w:val="libAlaemChar"/>
          <w:rFonts w:eastAsiaTheme="minorHAnsi" w:hint="cs"/>
          <w:rtl/>
        </w:rPr>
        <w:t>)</w:t>
      </w:r>
      <w:r w:rsidR="00610870">
        <w:rPr>
          <w:rtl/>
        </w:rPr>
        <w:t>؛</w:t>
      </w:r>
      <w:r w:rsidRPr="002A0058">
        <w:rPr>
          <w:rtl/>
        </w:rPr>
        <w:t xml:space="preserve"> لأنَّ علَّة الحكم لم تُبيَّن على نحو قطعي في هذا المقام</w:t>
      </w:r>
      <w:r w:rsidR="00610870">
        <w:rPr>
          <w:rtl/>
        </w:rPr>
        <w:t>،</w:t>
      </w:r>
      <w:r w:rsidRPr="002A0058">
        <w:rPr>
          <w:rtl/>
        </w:rPr>
        <w:t xml:space="preserve"> وإنَّما ذكرت فائدة من فوائده.</w:t>
      </w:r>
    </w:p>
    <w:p w:rsidR="00E07DFB" w:rsidRPr="00065D03" w:rsidRDefault="00E07DFB" w:rsidP="00065D03">
      <w:pPr>
        <w:pStyle w:val="libNormal"/>
        <w:rPr>
          <w:rtl/>
        </w:rPr>
      </w:pPr>
      <w:r w:rsidRPr="00065D03">
        <w:rPr>
          <w:rtl/>
        </w:rPr>
        <w:t>لذلك كلِّه ينبغي التزام جانب الدقَّة في التمييز جيِّداً بين ما يكون علَّة ويُشعر بها</w:t>
      </w:r>
      <w:r w:rsidR="00610870">
        <w:rPr>
          <w:rtl/>
        </w:rPr>
        <w:t>،</w:t>
      </w:r>
      <w:r w:rsidRPr="00065D03">
        <w:rPr>
          <w:rtl/>
        </w:rPr>
        <w:t xml:space="preserve"> وبين ما هو فائدة</w:t>
      </w:r>
      <w:r w:rsidR="00610870">
        <w:rPr>
          <w:rtl/>
        </w:rPr>
        <w:t>؛</w:t>
      </w:r>
      <w:r w:rsidR="009F77A7">
        <w:rPr>
          <w:rtl/>
        </w:rPr>
        <w:t xml:space="preserve"> لكي لا نسقط في مشكلة القياس.</w:t>
      </w:r>
    </w:p>
    <w:p w:rsidR="00E07DFB" w:rsidRPr="00313984" w:rsidRDefault="00E07DFB" w:rsidP="009F77A7">
      <w:pPr>
        <w:pStyle w:val="libBold1"/>
        <w:rPr>
          <w:rtl/>
        </w:rPr>
      </w:pPr>
      <w:r w:rsidRPr="00313984">
        <w:rPr>
          <w:rtl/>
        </w:rPr>
        <w:t>* الفائدة التي ذكرتموها هي نفسها المصالح والمفاسد التي تقول الإمامية إنَّ الأحكام تابعة لها</w:t>
      </w:r>
      <w:r w:rsidR="00610870">
        <w:rPr>
          <w:rtl/>
        </w:rPr>
        <w:t>،</w:t>
      </w:r>
      <w:r w:rsidRPr="00313984">
        <w:rPr>
          <w:rtl/>
        </w:rPr>
        <w:t xml:space="preserve"> وذلك تماماً كقولهم في التكوين: إنَّ لفاعلية الفاعل ارتباطاً</w:t>
      </w:r>
      <w:r w:rsidR="009F77A7">
        <w:rPr>
          <w:rFonts w:hint="cs"/>
          <w:rtl/>
        </w:rPr>
        <w:t xml:space="preserve"> </w:t>
      </w:r>
      <w:r w:rsidRPr="00313984">
        <w:rPr>
          <w:rtl/>
        </w:rPr>
        <w:t>بالغاية في مقام التصوُّر</w:t>
      </w:r>
      <w:r w:rsidR="00610870">
        <w:rPr>
          <w:rtl/>
        </w:rPr>
        <w:t>،</w:t>
      </w:r>
      <w:r w:rsidRPr="00313984">
        <w:rPr>
          <w:rtl/>
        </w:rPr>
        <w:t xml:space="preserve"> بمعنى أنَّه ما لم تكن ثَمَّة غاية</w:t>
      </w:r>
      <w:r w:rsidR="00610870">
        <w:rPr>
          <w:rtl/>
        </w:rPr>
        <w:t>،</w:t>
      </w:r>
      <w:r w:rsidRPr="00313984">
        <w:rPr>
          <w:rtl/>
        </w:rPr>
        <w:t xml:space="preserve"> فلا معنى لفاعلية الفاعل</w:t>
      </w:r>
      <w:r w:rsidR="00610870">
        <w:rPr>
          <w:rtl/>
        </w:rPr>
        <w:t>،</w:t>
      </w:r>
      <w:r w:rsidRPr="00313984">
        <w:rPr>
          <w:rtl/>
        </w:rPr>
        <w:t xml:space="preserve"> وإنْ كان الفعل في الخارج ينتهي إليها بعدئذ</w:t>
      </w:r>
      <w:r w:rsidR="00610870">
        <w:rPr>
          <w:rtl/>
        </w:rPr>
        <w:t>،</w:t>
      </w:r>
      <w:r w:rsidRPr="00313984">
        <w:rPr>
          <w:rtl/>
        </w:rPr>
        <w:t xml:space="preserve"> ولكن لماذا لا تكون الأحكام في هذا الموضوع تابعة للمصالح والمفاسد؟</w:t>
      </w:r>
    </w:p>
    <w:p w:rsidR="009F77A7" w:rsidRDefault="00E07DFB" w:rsidP="00F163DC">
      <w:pPr>
        <w:pStyle w:val="libNormal"/>
        <w:rPr>
          <w:rtl/>
        </w:rPr>
      </w:pPr>
      <w:r w:rsidRPr="00313984">
        <w:rPr>
          <w:rStyle w:val="libBold1Char"/>
          <w:rtl/>
        </w:rPr>
        <w:t>السيد الحائري:</w:t>
      </w:r>
      <w:r w:rsidRPr="002A0058">
        <w:rPr>
          <w:rtl/>
        </w:rPr>
        <w:t xml:space="preserve"> تكمن النقطة التي تمنع من تسرية الحكم إلى مورد مشابه في الحالة الثانية</w:t>
      </w:r>
      <w:r w:rsidR="00610870">
        <w:rPr>
          <w:rtl/>
        </w:rPr>
        <w:t>،</w:t>
      </w:r>
      <w:r w:rsidRPr="002A0058">
        <w:rPr>
          <w:rtl/>
        </w:rPr>
        <w:t xml:space="preserve"> بما نحتمله من وجود مصلحة أخرى في العمل</w:t>
      </w:r>
      <w:r w:rsidR="00610870">
        <w:rPr>
          <w:rtl/>
        </w:rPr>
        <w:t>،</w:t>
      </w:r>
      <w:r w:rsidRPr="002A0058">
        <w:rPr>
          <w:rtl/>
        </w:rPr>
        <w:t xml:space="preserve"> لا وجود لها في المورد المشابه</w:t>
      </w:r>
      <w:r w:rsidR="00610870">
        <w:rPr>
          <w:rtl/>
        </w:rPr>
        <w:t>.</w:t>
      </w:r>
      <w:r w:rsidRPr="002A0058">
        <w:rPr>
          <w:rtl/>
        </w:rPr>
        <w:t xml:space="preserve"> صحيح أنَّ الأحكام تابعة للمصالح والمفاسد</w:t>
      </w:r>
      <w:r w:rsidR="00610870">
        <w:rPr>
          <w:rtl/>
        </w:rPr>
        <w:t>،</w:t>
      </w:r>
      <w:r w:rsidRPr="002A0058">
        <w:rPr>
          <w:rtl/>
        </w:rPr>
        <w:t xml:space="preserve"> بَيْدَ أنَّ هذه المصلحة</w:t>
      </w:r>
      <w:r w:rsidR="00610870">
        <w:rPr>
          <w:rtl/>
        </w:rPr>
        <w:t>،</w:t>
      </w:r>
      <w:r w:rsidRPr="002A0058">
        <w:rPr>
          <w:rtl/>
        </w:rPr>
        <w:t xml:space="preserve"> أو المفسدة</w:t>
      </w:r>
      <w:r w:rsidR="00610870">
        <w:rPr>
          <w:rtl/>
        </w:rPr>
        <w:t>،</w:t>
      </w:r>
      <w:r w:rsidRPr="002A0058">
        <w:rPr>
          <w:rtl/>
        </w:rPr>
        <w:t xml:space="preserve"> اصطدمت بمانع في الموضوع مورد البحث</w:t>
      </w:r>
      <w:r w:rsidR="00610870">
        <w:rPr>
          <w:rtl/>
        </w:rPr>
        <w:t>.</w:t>
      </w:r>
      <w:r w:rsidRPr="002A0058">
        <w:rPr>
          <w:rtl/>
        </w:rPr>
        <w:t xml:space="preserve"> مثلاً يلحظ في هذا المثال</w:t>
      </w:r>
      <w:r w:rsidR="00610870">
        <w:rPr>
          <w:rtl/>
        </w:rPr>
        <w:t>،</w:t>
      </w:r>
      <w:r w:rsidRPr="002A0058">
        <w:rPr>
          <w:rtl/>
        </w:rPr>
        <w:t xml:space="preserve"> أنَّ الشارع في مسألة الإرث يريد أن يُؤنس الوارث ويواسيه</w:t>
      </w:r>
      <w:r w:rsidR="00610870">
        <w:rPr>
          <w:rtl/>
        </w:rPr>
        <w:t>،</w:t>
      </w:r>
      <w:r w:rsidRPr="002A0058">
        <w:rPr>
          <w:rtl/>
        </w:rPr>
        <w:t xml:space="preserve"> على هذا الأساس</w:t>
      </w:r>
      <w:r w:rsidR="00610870">
        <w:rPr>
          <w:rtl/>
        </w:rPr>
        <w:t>،</w:t>
      </w:r>
      <w:r w:rsidRPr="002A0058">
        <w:rPr>
          <w:rtl/>
        </w:rPr>
        <w:t xml:space="preserve"> اصطدمت فائدة: </w:t>
      </w:r>
      <w:r w:rsidR="00F163DC">
        <w:rPr>
          <w:rStyle w:val="libAlaemChar"/>
          <w:rFonts w:eastAsiaTheme="minorHAnsi" w:hint="cs"/>
          <w:rtl/>
        </w:rPr>
        <w:t>(</w:t>
      </w:r>
      <w:r w:rsidRPr="00AE62B5">
        <w:rPr>
          <w:rStyle w:val="libAieChar"/>
          <w:rFonts w:hint="cs"/>
          <w:rtl/>
        </w:rPr>
        <w:t>كَيْ لاَ يَكُونَ دُولَةً</w:t>
      </w:r>
      <w:r w:rsidR="00F163DC">
        <w:rPr>
          <w:rStyle w:val="libAlaemChar"/>
          <w:rFonts w:eastAsiaTheme="minorHAnsi" w:hint="cs"/>
          <w:rtl/>
        </w:rPr>
        <w:t>)</w:t>
      </w:r>
      <w:r w:rsidRPr="002A0058">
        <w:rPr>
          <w:rtl/>
        </w:rPr>
        <w:t xml:space="preserve"> بمانع</w:t>
      </w:r>
      <w:r w:rsidR="00610870">
        <w:rPr>
          <w:rtl/>
        </w:rPr>
        <w:t>،</w:t>
      </w:r>
      <w:r w:rsidRPr="002A0058">
        <w:rPr>
          <w:rtl/>
        </w:rPr>
        <w:t xml:space="preserve"> ومن ثُمَّ حال ذلك المانع من تأثير المصلحة في إيجاد الحكم</w:t>
      </w:r>
      <w:r w:rsidR="00610870">
        <w:rPr>
          <w:rtl/>
        </w:rPr>
        <w:t>،</w:t>
      </w:r>
      <w:r w:rsidRPr="002A0058">
        <w:rPr>
          <w:rtl/>
        </w:rPr>
        <w:t xml:space="preserve"> وأفضى إلى توقُّفه</w:t>
      </w:r>
      <w:r w:rsidR="00610870">
        <w:rPr>
          <w:rtl/>
        </w:rPr>
        <w:t>.</w:t>
      </w:r>
      <w:r w:rsidRPr="002A0058">
        <w:rPr>
          <w:rtl/>
        </w:rPr>
        <w:t xml:space="preserve"> وذلك بخلاف آية الغنيمة</w:t>
      </w:r>
      <w:r w:rsidR="00610870">
        <w:rPr>
          <w:rtl/>
        </w:rPr>
        <w:t>،</w:t>
      </w:r>
      <w:r w:rsidRPr="002A0058">
        <w:rPr>
          <w:rtl/>
        </w:rPr>
        <w:t xml:space="preserve"> حيث لم تصطدم المصلحة فيها بمانع</w:t>
      </w:r>
      <w:r w:rsidR="00610870">
        <w:rPr>
          <w:rtl/>
        </w:rPr>
        <w:t>؛</w:t>
      </w:r>
      <w:r w:rsidRPr="002A0058">
        <w:rPr>
          <w:rtl/>
        </w:rPr>
        <w:t xml:space="preserve"> لأنَّه لا وجود لمصلحة شبيهة بمواساة شخص معيَّن أو مداراته</w:t>
      </w:r>
      <w:r w:rsidR="00610870">
        <w:rPr>
          <w:rtl/>
        </w:rPr>
        <w:t>،</w:t>
      </w:r>
      <w:r w:rsidRPr="002A0058">
        <w:rPr>
          <w:rtl/>
        </w:rPr>
        <w:t xml:space="preserve"> وبذلك سيكون لمصلحة: </w:t>
      </w:r>
      <w:r w:rsidR="00F163DC">
        <w:rPr>
          <w:rStyle w:val="libAlaemChar"/>
          <w:rFonts w:eastAsiaTheme="minorHAnsi" w:hint="cs"/>
          <w:rtl/>
        </w:rPr>
        <w:t>(</w:t>
      </w:r>
      <w:r w:rsidRPr="00AE62B5">
        <w:rPr>
          <w:rStyle w:val="libAieChar"/>
          <w:rFonts w:hint="cs"/>
          <w:rtl/>
        </w:rPr>
        <w:t>دُولَةً بَيْنَ الأَغْنِيَاءِ</w:t>
      </w:r>
      <w:r w:rsidR="00F163DC">
        <w:rPr>
          <w:rStyle w:val="libAlaemChar"/>
          <w:rFonts w:eastAsiaTheme="minorHAnsi" w:hint="cs"/>
          <w:rtl/>
        </w:rPr>
        <w:t>)</w:t>
      </w:r>
      <w:r w:rsidRPr="002A0058">
        <w:rPr>
          <w:rtl/>
        </w:rPr>
        <w:t xml:space="preserve"> تأثيرها الكامل والتام.</w:t>
      </w:r>
    </w:p>
    <w:p w:rsidR="009F77A7" w:rsidRDefault="009F77A7" w:rsidP="00E5125A">
      <w:pPr>
        <w:pStyle w:val="libNormal"/>
      </w:pPr>
      <w:r>
        <w:rPr>
          <w:rtl/>
        </w:rPr>
        <w:br w:type="page"/>
      </w:r>
    </w:p>
    <w:p w:rsidR="00E07DFB" w:rsidRPr="00065D03" w:rsidRDefault="00E07DFB" w:rsidP="00065D03">
      <w:pPr>
        <w:pStyle w:val="libNormal"/>
        <w:rPr>
          <w:rtl/>
        </w:rPr>
      </w:pPr>
      <w:r w:rsidRPr="00065D03">
        <w:rPr>
          <w:rtl/>
        </w:rPr>
        <w:lastRenderedPageBreak/>
        <w:t>هذه الحالة تختلف عن حالة: (لا تشرب الخمر</w:t>
      </w:r>
      <w:r w:rsidR="00610870">
        <w:rPr>
          <w:rtl/>
        </w:rPr>
        <w:t>،</w:t>
      </w:r>
      <w:r w:rsidRPr="00065D03">
        <w:rPr>
          <w:rtl/>
        </w:rPr>
        <w:t xml:space="preserve"> لأنَّه مُسكِر)</w:t>
      </w:r>
      <w:r w:rsidR="00610870">
        <w:rPr>
          <w:rtl/>
        </w:rPr>
        <w:t>،</w:t>
      </w:r>
      <w:r w:rsidRPr="00065D03">
        <w:rPr>
          <w:rtl/>
        </w:rPr>
        <w:t xml:space="preserve"> حيث انتُزعت صفة من الخمر الذي هو موضوع الحكم</w:t>
      </w:r>
      <w:r w:rsidR="00610870">
        <w:rPr>
          <w:rtl/>
        </w:rPr>
        <w:t>،</w:t>
      </w:r>
      <w:r w:rsidRPr="00065D03">
        <w:rPr>
          <w:rtl/>
        </w:rPr>
        <w:t xml:space="preserve"> ثُمَّ ذكرت بعنوان أنَّها علَّة.</w:t>
      </w:r>
    </w:p>
    <w:p w:rsidR="00E07DFB" w:rsidRPr="00065D03" w:rsidRDefault="00E07DFB" w:rsidP="00065D03">
      <w:pPr>
        <w:pStyle w:val="libNormal"/>
        <w:rPr>
          <w:rtl/>
        </w:rPr>
      </w:pPr>
      <w:r w:rsidRPr="00065D03">
        <w:rPr>
          <w:rtl/>
        </w:rPr>
        <w:t>إنَّ العُرف يستظهر من (لأنَّه) أنَّ المُسكِريَّة هي موضوع الحكم</w:t>
      </w:r>
      <w:r w:rsidR="00610870">
        <w:rPr>
          <w:rtl/>
        </w:rPr>
        <w:t>،</w:t>
      </w:r>
      <w:r w:rsidRPr="00065D03">
        <w:rPr>
          <w:rtl/>
        </w:rPr>
        <w:t xml:space="preserve"> وعندئذ نحن نقول باطمئنان: إنَّ الخمر الذي يؤخذ من التمر هو أيضاً حرام</w:t>
      </w:r>
      <w:r w:rsidR="00610870">
        <w:rPr>
          <w:rtl/>
        </w:rPr>
        <w:t>؛</w:t>
      </w:r>
      <w:r w:rsidRPr="00065D03">
        <w:rPr>
          <w:rtl/>
        </w:rPr>
        <w:t xml:space="preserve"> كذلك لأنَّه مُسكِر</w:t>
      </w:r>
      <w:r w:rsidR="00610870">
        <w:rPr>
          <w:rtl/>
        </w:rPr>
        <w:t>،</w:t>
      </w:r>
      <w:r w:rsidRPr="00065D03">
        <w:rPr>
          <w:rtl/>
        </w:rPr>
        <w:t xml:space="preserve"> وذلك على الرغم من أنَّ الخمر في اللغة هو عصير العنب</w:t>
      </w:r>
      <w:r w:rsidR="00610870">
        <w:rPr>
          <w:rtl/>
        </w:rPr>
        <w:t>.</w:t>
      </w:r>
      <w:r w:rsidRPr="00065D03">
        <w:rPr>
          <w:rtl/>
        </w:rPr>
        <w:t xml:space="preserve"> لا نحتمل هنا بأنَّ مُسكِريَّة الخمر ربَّما اصطدمت بمانع</w:t>
      </w:r>
      <w:r w:rsidR="00610870">
        <w:rPr>
          <w:rtl/>
        </w:rPr>
        <w:t>،</w:t>
      </w:r>
      <w:r w:rsidRPr="00065D03">
        <w:rPr>
          <w:rtl/>
        </w:rPr>
        <w:t xml:space="preserve"> بحيث لا يمكن تعدية (لا تشرب) إليه</w:t>
      </w:r>
      <w:r w:rsidR="00610870">
        <w:rPr>
          <w:rtl/>
        </w:rPr>
        <w:t>.</w:t>
      </w:r>
      <w:r w:rsidRPr="00065D03">
        <w:rPr>
          <w:rtl/>
        </w:rPr>
        <w:t xml:space="preserve"> وبعبارة أخرى: إنَّ حرمة الإسكار ستكون شاملة لكلِّ مائع مُسكِر</w:t>
      </w:r>
      <w:r w:rsidR="00610870">
        <w:rPr>
          <w:rtl/>
        </w:rPr>
        <w:t>،</w:t>
      </w:r>
      <w:r w:rsidRPr="00065D03">
        <w:rPr>
          <w:rtl/>
        </w:rPr>
        <w:t xml:space="preserve"> ولا خصوصية لعصارة التمر في الحرمة.</w:t>
      </w:r>
    </w:p>
    <w:p w:rsidR="00E07DFB" w:rsidRPr="009F77A7" w:rsidRDefault="00E07DFB" w:rsidP="00F163DC">
      <w:pPr>
        <w:pStyle w:val="libNormal"/>
        <w:rPr>
          <w:rtl/>
        </w:rPr>
      </w:pPr>
      <w:r w:rsidRPr="00313984">
        <w:rPr>
          <w:rtl/>
        </w:rPr>
        <w:t>* مع أنَّ البيانين مُشعران بالعلِّية</w:t>
      </w:r>
      <w:r w:rsidR="00610870">
        <w:rPr>
          <w:rtl/>
        </w:rPr>
        <w:t>،</w:t>
      </w:r>
      <w:r w:rsidRPr="00313984">
        <w:rPr>
          <w:rtl/>
        </w:rPr>
        <w:t xml:space="preserve"> فكيف يمكن تشخيص أنَّ الأوَّل </w:t>
      </w:r>
      <w:r w:rsidRPr="009F77A7">
        <w:rPr>
          <w:rtl/>
        </w:rPr>
        <w:t>جزء</w:t>
      </w:r>
      <w:r w:rsidR="009F77A7" w:rsidRPr="009F77A7">
        <w:rPr>
          <w:rFonts w:hint="cs"/>
          <w:rtl/>
        </w:rPr>
        <w:t xml:space="preserve"> </w:t>
      </w:r>
      <w:r w:rsidRPr="009F77A7">
        <w:rPr>
          <w:rtl/>
        </w:rPr>
        <w:t>الموضوع (لأنَّه مُسكر)</w:t>
      </w:r>
      <w:r w:rsidR="00610870">
        <w:rPr>
          <w:rtl/>
        </w:rPr>
        <w:t>،</w:t>
      </w:r>
      <w:r w:rsidRPr="009F77A7">
        <w:rPr>
          <w:rtl/>
        </w:rPr>
        <w:t xml:space="preserve"> في حين أنَّ الثاني</w:t>
      </w:r>
      <w:r w:rsidR="00F163DC">
        <w:rPr>
          <w:rFonts w:hint="cs"/>
          <w:rtl/>
        </w:rPr>
        <w:t xml:space="preserve"> </w:t>
      </w:r>
      <w:r w:rsidR="00F163DC">
        <w:rPr>
          <w:rStyle w:val="libAlaemChar"/>
          <w:rFonts w:eastAsiaTheme="minorHAnsi" w:hint="cs"/>
          <w:rtl/>
        </w:rPr>
        <w:t>(</w:t>
      </w:r>
      <w:r w:rsidRPr="00AE62B5">
        <w:rPr>
          <w:rStyle w:val="libAieChar"/>
          <w:rFonts w:hint="cs"/>
          <w:rtl/>
        </w:rPr>
        <w:t>كَيْ لاَ يَكُونَ دُولَةً</w:t>
      </w:r>
      <w:r w:rsidR="00F163DC">
        <w:rPr>
          <w:rStyle w:val="libAlaemChar"/>
          <w:rFonts w:eastAsiaTheme="minorHAnsi" w:hint="cs"/>
          <w:rtl/>
        </w:rPr>
        <w:t>)</w:t>
      </w:r>
      <w:r w:rsidRPr="002A0058">
        <w:rPr>
          <w:rtl/>
        </w:rPr>
        <w:t xml:space="preserve"> </w:t>
      </w:r>
      <w:r w:rsidRPr="009F77A7">
        <w:rPr>
          <w:rtl/>
        </w:rPr>
        <w:t>هو فائدة الموضوع؟</w:t>
      </w:r>
    </w:p>
    <w:p w:rsidR="00E07DFB" w:rsidRPr="002A0058" w:rsidRDefault="00E07DFB" w:rsidP="002A0058">
      <w:pPr>
        <w:pStyle w:val="libNormal"/>
        <w:rPr>
          <w:rtl/>
        </w:rPr>
      </w:pPr>
      <w:r w:rsidRPr="00313984">
        <w:rPr>
          <w:rStyle w:val="libBold1Char"/>
          <w:rtl/>
        </w:rPr>
        <w:t>السيد الحائري:</w:t>
      </w:r>
      <w:r w:rsidRPr="002A0058">
        <w:rPr>
          <w:rtl/>
        </w:rPr>
        <w:t xml:space="preserve"> </w:t>
      </w:r>
      <w:r w:rsidRPr="00313984">
        <w:rPr>
          <w:rStyle w:val="libBold1Char"/>
          <w:rtl/>
        </w:rPr>
        <w:t>إنَّ المُسكِريَّة داخلة في هوية الخمر الذي هو موضوع الحكم وحققته</w:t>
      </w:r>
      <w:r w:rsidR="00610870">
        <w:rPr>
          <w:rStyle w:val="libBold1Char"/>
          <w:rtl/>
        </w:rPr>
        <w:t>،</w:t>
      </w:r>
      <w:r w:rsidRPr="00313984">
        <w:rPr>
          <w:rStyle w:val="libBold1Char"/>
          <w:rtl/>
        </w:rPr>
        <w:t xml:space="preserve"> في حين ليست (دُولة) صفة للمال</w:t>
      </w:r>
      <w:r w:rsidR="00610870">
        <w:rPr>
          <w:rtl/>
        </w:rPr>
        <w:t>.</w:t>
      </w:r>
      <w:r w:rsidRPr="002A0058">
        <w:rPr>
          <w:rtl/>
        </w:rPr>
        <w:t xml:space="preserve"> إذا ما قيل: (يجب تقسيم هذا المال لأنَّه ذهب وفضّة)</w:t>
      </w:r>
      <w:r w:rsidR="00610870">
        <w:rPr>
          <w:rtl/>
        </w:rPr>
        <w:t>،</w:t>
      </w:r>
      <w:r w:rsidRPr="002A0058">
        <w:rPr>
          <w:rtl/>
        </w:rPr>
        <w:t xml:space="preserve"> فلأنَّ الذهب والفضّة هما جزء حقيقة المال</w:t>
      </w:r>
      <w:r w:rsidR="00610870">
        <w:rPr>
          <w:rtl/>
        </w:rPr>
        <w:t>،</w:t>
      </w:r>
      <w:r w:rsidRPr="002A0058">
        <w:rPr>
          <w:rtl/>
        </w:rPr>
        <w:t xml:space="preserve"> فهنا يمكن تسرية الحكم إلى كلّ ذهب وفضّة.</w:t>
      </w:r>
    </w:p>
    <w:p w:rsidR="00E07DFB" w:rsidRPr="00065D03" w:rsidRDefault="00E07DFB" w:rsidP="00065D03">
      <w:pPr>
        <w:pStyle w:val="libNormal"/>
        <w:rPr>
          <w:rtl/>
        </w:rPr>
      </w:pPr>
      <w:r w:rsidRPr="00065D03">
        <w:rPr>
          <w:rtl/>
        </w:rPr>
        <w:t>كذلك إذا ما قيل: (يجب تقسيم هذا المال</w:t>
      </w:r>
      <w:r w:rsidR="00610870">
        <w:rPr>
          <w:rtl/>
        </w:rPr>
        <w:t>؛</w:t>
      </w:r>
      <w:r w:rsidRPr="00065D03">
        <w:rPr>
          <w:rtl/>
        </w:rPr>
        <w:t xml:space="preserve"> لأنّه عام)</w:t>
      </w:r>
      <w:r w:rsidR="00610870">
        <w:rPr>
          <w:rtl/>
        </w:rPr>
        <w:t>،</w:t>
      </w:r>
      <w:r w:rsidRPr="00065D03">
        <w:rPr>
          <w:rtl/>
        </w:rPr>
        <w:t xml:space="preserve"> فنستطيع أن نُعدِّي ذلك إلى أيِّ مالٍ عام</w:t>
      </w:r>
      <w:r w:rsidR="00610870">
        <w:rPr>
          <w:rtl/>
        </w:rPr>
        <w:t>،</w:t>
      </w:r>
      <w:r w:rsidRPr="00065D03">
        <w:rPr>
          <w:rtl/>
        </w:rPr>
        <w:t xml:space="preserve"> لأنَّ العلّة حقيقة الموضوع.</w:t>
      </w:r>
    </w:p>
    <w:p w:rsidR="00E07DFB" w:rsidRPr="00313984" w:rsidRDefault="00E07DFB" w:rsidP="00313984">
      <w:pPr>
        <w:pStyle w:val="libBold1"/>
        <w:rPr>
          <w:rtl/>
        </w:rPr>
      </w:pPr>
      <w:r w:rsidRPr="00313984">
        <w:rPr>
          <w:rtl/>
        </w:rPr>
        <w:t>* نرجو أن تبيِّنوا موارد أخرى من أنواع التعليل؟</w:t>
      </w:r>
    </w:p>
    <w:p w:rsidR="009F77A7" w:rsidRDefault="00E07DFB" w:rsidP="002A0058">
      <w:pPr>
        <w:pStyle w:val="libNormal"/>
        <w:rPr>
          <w:rtl/>
        </w:rPr>
      </w:pPr>
      <w:r w:rsidRPr="00313984">
        <w:rPr>
          <w:rStyle w:val="libBold1Char"/>
          <w:rtl/>
        </w:rPr>
        <w:t>السيد الحائري: المورد الآخر الذي يمكن سوقه كمِلاك</w:t>
      </w:r>
      <w:r w:rsidR="00610870">
        <w:rPr>
          <w:rStyle w:val="libBold1Char"/>
          <w:rtl/>
        </w:rPr>
        <w:t>،</w:t>
      </w:r>
      <w:r w:rsidRPr="00313984">
        <w:rPr>
          <w:rStyle w:val="libBold1Char"/>
          <w:rtl/>
        </w:rPr>
        <w:t xml:space="preserve"> يتمثَّل في الرجوع إلى فهم العُرف</w:t>
      </w:r>
      <w:r w:rsidR="00610870">
        <w:rPr>
          <w:rtl/>
        </w:rPr>
        <w:t>.</w:t>
      </w:r>
      <w:r w:rsidRPr="002A0058">
        <w:rPr>
          <w:rtl/>
        </w:rPr>
        <w:t xml:space="preserve"> معنى ذلك أنَّه</w:t>
      </w:r>
      <w:r w:rsidR="00610870">
        <w:rPr>
          <w:rtl/>
        </w:rPr>
        <w:t>،</w:t>
      </w:r>
      <w:r w:rsidRPr="002A0058">
        <w:rPr>
          <w:rtl/>
        </w:rPr>
        <w:t xml:space="preserve"> ومع عدم وجود (لأنَّه) في النص</w:t>
      </w:r>
      <w:r w:rsidR="00610870">
        <w:rPr>
          <w:rtl/>
        </w:rPr>
        <w:t>،</w:t>
      </w:r>
      <w:r w:rsidRPr="002A0058">
        <w:rPr>
          <w:rtl/>
        </w:rPr>
        <w:t xml:space="preserve"> إلاّ أنَّ العُرف يعتبر أنَّ هذا هو مقياس الحكم</w:t>
      </w:r>
      <w:r w:rsidR="00610870">
        <w:rPr>
          <w:rtl/>
        </w:rPr>
        <w:t>،</w:t>
      </w:r>
      <w:r w:rsidRPr="002A0058">
        <w:rPr>
          <w:rtl/>
        </w:rPr>
        <w:t xml:space="preserve"> وإنْ لم يُذكر في الكلام المنطوق</w:t>
      </w:r>
      <w:r w:rsidR="00610870">
        <w:rPr>
          <w:rtl/>
        </w:rPr>
        <w:t>.</w:t>
      </w:r>
      <w:r w:rsidRPr="002A0058">
        <w:rPr>
          <w:rtl/>
        </w:rPr>
        <w:t xml:space="preserve"> على سبيل المثال</w:t>
      </w:r>
      <w:r w:rsidR="00610870">
        <w:rPr>
          <w:rtl/>
        </w:rPr>
        <w:t>،</w:t>
      </w:r>
      <w:r w:rsidRPr="002A0058">
        <w:rPr>
          <w:rtl/>
        </w:rPr>
        <w:t xml:space="preserve"> لو أنَّ سائلاً سأل الإمام: هل يمكن استخدام الماء الموجود في الكوز (إناء خزفي) للوضوء؟ فإنَّ الإمام يجيب: أجل</w:t>
      </w:r>
      <w:r w:rsidR="00610870">
        <w:rPr>
          <w:rtl/>
        </w:rPr>
        <w:t>.</w:t>
      </w:r>
      <w:r w:rsidRPr="002A0058">
        <w:rPr>
          <w:rtl/>
        </w:rPr>
        <w:t xml:space="preserve"> ففي هذا المثال لم تُذكر العلَّة</w:t>
      </w:r>
      <w:r w:rsidR="00610870">
        <w:rPr>
          <w:rtl/>
        </w:rPr>
        <w:t>،</w:t>
      </w:r>
      <w:r w:rsidRPr="002A0058">
        <w:rPr>
          <w:rtl/>
        </w:rPr>
        <w:t xml:space="preserve"> بَيْدَ أنَّ العُرف يُلغي</w:t>
      </w:r>
      <w:r w:rsidR="00610870">
        <w:rPr>
          <w:rtl/>
        </w:rPr>
        <w:t xml:space="preserve"> - </w:t>
      </w:r>
      <w:r w:rsidRPr="002A0058">
        <w:rPr>
          <w:rtl/>
        </w:rPr>
        <w:t>من خلال فهمه</w:t>
      </w:r>
      <w:r w:rsidR="00610870">
        <w:rPr>
          <w:rtl/>
        </w:rPr>
        <w:t xml:space="preserve"> - </w:t>
      </w:r>
      <w:r w:rsidRPr="002A0058">
        <w:rPr>
          <w:rtl/>
        </w:rPr>
        <w:t>قيد (الكوز)</w:t>
      </w:r>
      <w:r w:rsidR="00610870">
        <w:rPr>
          <w:rtl/>
        </w:rPr>
        <w:t>،</w:t>
      </w:r>
      <w:r w:rsidRPr="002A0058">
        <w:rPr>
          <w:rtl/>
        </w:rPr>
        <w:t xml:space="preserve"> ويُعدِّي الحكم إلى المياه الموجودة في الأواني الأخرى.</w:t>
      </w:r>
    </w:p>
    <w:p w:rsidR="009F77A7" w:rsidRDefault="009F77A7" w:rsidP="00E5125A">
      <w:pPr>
        <w:pStyle w:val="libNormal"/>
      </w:pPr>
      <w:r>
        <w:rPr>
          <w:rtl/>
        </w:rPr>
        <w:br w:type="page"/>
      </w:r>
    </w:p>
    <w:p w:rsidR="00E07DFB" w:rsidRPr="00065D03" w:rsidRDefault="00E07DFB" w:rsidP="00065D03">
      <w:pPr>
        <w:pStyle w:val="libNormal"/>
        <w:rPr>
          <w:rtl/>
        </w:rPr>
      </w:pPr>
      <w:r w:rsidRPr="00065D03">
        <w:rPr>
          <w:rtl/>
        </w:rPr>
        <w:lastRenderedPageBreak/>
        <w:t>هذا التعدِّي في محلِّه</w:t>
      </w:r>
      <w:r w:rsidR="00610870">
        <w:rPr>
          <w:rtl/>
        </w:rPr>
        <w:t>،</w:t>
      </w:r>
      <w:r w:rsidRPr="00065D03">
        <w:rPr>
          <w:rtl/>
        </w:rPr>
        <w:t xml:space="preserve"> وقد قام العُرف بتوسيع معنى اللفظ وأوجد لنا ظهوراً لفظياً</w:t>
      </w:r>
      <w:r w:rsidR="00610870">
        <w:rPr>
          <w:rtl/>
        </w:rPr>
        <w:t>.</w:t>
      </w:r>
      <w:r w:rsidRPr="00065D03">
        <w:rPr>
          <w:rtl/>
        </w:rPr>
        <w:t xml:space="preserve"> ويمكن للعرف أن يُخطئ في فهمه</w:t>
      </w:r>
      <w:r w:rsidR="00610870">
        <w:rPr>
          <w:rtl/>
        </w:rPr>
        <w:t>،</w:t>
      </w:r>
      <w:r w:rsidRPr="00065D03">
        <w:rPr>
          <w:rtl/>
        </w:rPr>
        <w:t xml:space="preserve"> إلاّ أنَّ هذا الخطأ لا يمنع من التعدِّي</w:t>
      </w:r>
      <w:r w:rsidR="00610870">
        <w:rPr>
          <w:rtl/>
        </w:rPr>
        <w:t>؛</w:t>
      </w:r>
      <w:r w:rsidRPr="00065D03">
        <w:rPr>
          <w:rtl/>
        </w:rPr>
        <w:t xml:space="preserve"> لأنَّ الفهم العُرفي صار باعثاً أن يجد اللفظ ظهوراً في مطلق الماء</w:t>
      </w:r>
      <w:r w:rsidR="00610870">
        <w:rPr>
          <w:rtl/>
        </w:rPr>
        <w:t>،</w:t>
      </w:r>
      <w:r w:rsidRPr="00065D03">
        <w:rPr>
          <w:rtl/>
        </w:rPr>
        <w:t xml:space="preserve"> بمعنى أنَّ للكلام ظهوراً في مطلق الماء</w:t>
      </w:r>
      <w:r w:rsidR="00610870">
        <w:rPr>
          <w:rtl/>
        </w:rPr>
        <w:t>،</w:t>
      </w:r>
      <w:r w:rsidRPr="00065D03">
        <w:rPr>
          <w:rtl/>
        </w:rPr>
        <w:t xml:space="preserve"> ولا خصوصية للإناء</w:t>
      </w:r>
      <w:r w:rsidR="00610870">
        <w:rPr>
          <w:rtl/>
        </w:rPr>
        <w:t>،</w:t>
      </w:r>
      <w:r w:rsidRPr="00065D03">
        <w:rPr>
          <w:rtl/>
        </w:rPr>
        <w:t xml:space="preserve"> وهذا المعنى واضح للعُرف تماماً.</w:t>
      </w:r>
    </w:p>
    <w:p w:rsidR="00E07DFB" w:rsidRPr="00065D03" w:rsidRDefault="00E07DFB" w:rsidP="00065D03">
      <w:pPr>
        <w:pStyle w:val="libNormal"/>
        <w:rPr>
          <w:rtl/>
        </w:rPr>
      </w:pPr>
      <w:r w:rsidRPr="00065D03">
        <w:rPr>
          <w:rtl/>
        </w:rPr>
        <w:t>يُعدُّ مثل هذا الظهور حُجَّة</w:t>
      </w:r>
      <w:r w:rsidR="00610870">
        <w:rPr>
          <w:rtl/>
        </w:rPr>
        <w:t>،</w:t>
      </w:r>
      <w:r w:rsidRPr="00065D03">
        <w:rPr>
          <w:rtl/>
        </w:rPr>
        <w:t xml:space="preserve"> وهو خارج عن القياس</w:t>
      </w:r>
      <w:r w:rsidR="00610870">
        <w:rPr>
          <w:rtl/>
        </w:rPr>
        <w:t>.</w:t>
      </w:r>
      <w:r w:rsidRPr="00065D03">
        <w:rPr>
          <w:rtl/>
        </w:rPr>
        <w:t xml:space="preserve"> فالمعيار هنا ليس الفهم الصحيح للعرف</w:t>
      </w:r>
      <w:r w:rsidR="00610870">
        <w:rPr>
          <w:rtl/>
        </w:rPr>
        <w:t>،</w:t>
      </w:r>
      <w:r w:rsidRPr="00065D03">
        <w:rPr>
          <w:rtl/>
        </w:rPr>
        <w:t xml:space="preserve"> بل هو الاستظ</w:t>
      </w:r>
      <w:r w:rsidR="009F77A7">
        <w:rPr>
          <w:rtl/>
        </w:rPr>
        <w:t>هار العُرفي الذي يُعدُّ حُجَّة.</w:t>
      </w:r>
    </w:p>
    <w:p w:rsidR="00E07DFB" w:rsidRPr="00313984" w:rsidRDefault="00E07DFB" w:rsidP="00313984">
      <w:pPr>
        <w:pStyle w:val="libBold1"/>
        <w:rPr>
          <w:rtl/>
        </w:rPr>
      </w:pPr>
      <w:r w:rsidRPr="00313984">
        <w:rPr>
          <w:rtl/>
        </w:rPr>
        <w:t>* على ضوء حُجِّـيَّة الظواهر على أساس بناء العقلاء</w:t>
      </w:r>
      <w:r w:rsidR="00610870">
        <w:rPr>
          <w:rtl/>
        </w:rPr>
        <w:t>،</w:t>
      </w:r>
      <w:r w:rsidRPr="00313984">
        <w:rPr>
          <w:rtl/>
        </w:rPr>
        <w:t xml:space="preserve"> هل يكون هذا البناء مُحرِزاً في ما إذا احتمل الخلاف والاشتباه؟</w:t>
      </w:r>
    </w:p>
    <w:p w:rsidR="00E07DFB" w:rsidRPr="002A0058" w:rsidRDefault="00E07DFB" w:rsidP="002A0058">
      <w:pPr>
        <w:pStyle w:val="libNormal"/>
        <w:rPr>
          <w:rtl/>
        </w:rPr>
      </w:pPr>
      <w:r w:rsidRPr="00313984">
        <w:rPr>
          <w:rStyle w:val="libBold1Char"/>
          <w:rtl/>
        </w:rPr>
        <w:t>السيد الحائري:</w:t>
      </w:r>
      <w:r w:rsidRPr="002A0058">
        <w:rPr>
          <w:rtl/>
        </w:rPr>
        <w:t xml:space="preserve"> أجل</w:t>
      </w:r>
      <w:r w:rsidR="00610870">
        <w:rPr>
          <w:rtl/>
        </w:rPr>
        <w:t>،</w:t>
      </w:r>
      <w:r w:rsidRPr="002A0058">
        <w:rPr>
          <w:rtl/>
        </w:rPr>
        <w:t xml:space="preserve"> هو مُحرِز</w:t>
      </w:r>
      <w:r w:rsidR="00610870">
        <w:rPr>
          <w:rtl/>
        </w:rPr>
        <w:t>.</w:t>
      </w:r>
      <w:r w:rsidRPr="002A0058">
        <w:rPr>
          <w:rtl/>
        </w:rPr>
        <w:t xml:space="preserve"> والحقيقة هي أنَّ جميع الظواهر هكذا</w:t>
      </w:r>
      <w:r w:rsidR="00610870">
        <w:rPr>
          <w:rtl/>
        </w:rPr>
        <w:t>؛</w:t>
      </w:r>
      <w:r w:rsidRPr="002A0058">
        <w:rPr>
          <w:rtl/>
        </w:rPr>
        <w:t xml:space="preserve"> أي فيها احتمال الخلاف</w:t>
      </w:r>
      <w:r w:rsidR="00610870">
        <w:rPr>
          <w:rtl/>
        </w:rPr>
        <w:t>،</w:t>
      </w:r>
      <w:r w:rsidRPr="002A0058">
        <w:rPr>
          <w:rtl/>
        </w:rPr>
        <w:t xml:space="preserve"> وإلاّ إذا ارتفع مثل هذا الاحتمال</w:t>
      </w:r>
      <w:r w:rsidR="00610870">
        <w:rPr>
          <w:rtl/>
        </w:rPr>
        <w:t>،</w:t>
      </w:r>
      <w:r w:rsidRPr="002A0058">
        <w:rPr>
          <w:rtl/>
        </w:rPr>
        <w:t xml:space="preserve"> فستصير نصاً</w:t>
      </w:r>
      <w:r w:rsidR="00610870">
        <w:rPr>
          <w:rtl/>
        </w:rPr>
        <w:t>؛</w:t>
      </w:r>
      <w:r w:rsidRPr="002A0058">
        <w:rPr>
          <w:rtl/>
        </w:rPr>
        <w:t xml:space="preserve"> لذلك نحن نقول: إنَّ العُرف إذا ما ألغى شيئاً بفهمه العُرفي</w:t>
      </w:r>
      <w:r w:rsidR="00610870">
        <w:rPr>
          <w:rtl/>
        </w:rPr>
        <w:t xml:space="preserve"> - </w:t>
      </w:r>
      <w:r w:rsidRPr="002A0058">
        <w:rPr>
          <w:rtl/>
        </w:rPr>
        <w:t>حتّى لو كان منشأ الإلغاء هو بساطة العُرف نفسه</w:t>
      </w:r>
      <w:r w:rsidR="00610870">
        <w:rPr>
          <w:rtl/>
        </w:rPr>
        <w:t xml:space="preserve"> - </w:t>
      </w:r>
      <w:r w:rsidRPr="002A0058">
        <w:rPr>
          <w:rtl/>
        </w:rPr>
        <w:t>فإنَّ ذلك يصير سبباً لكي يبرز للفظ ظهور في الإطلاق</w:t>
      </w:r>
      <w:r w:rsidR="00610870">
        <w:rPr>
          <w:rtl/>
        </w:rPr>
        <w:t>،</w:t>
      </w:r>
      <w:r w:rsidRPr="002A0058">
        <w:rPr>
          <w:rtl/>
        </w:rPr>
        <w:t xml:space="preserve"> وهذا حُجَّة بالنسبة لنا.</w:t>
      </w:r>
    </w:p>
    <w:p w:rsidR="00E07DFB" w:rsidRPr="002A0058" w:rsidRDefault="00E07DFB" w:rsidP="002A0058">
      <w:pPr>
        <w:pStyle w:val="libNormal"/>
        <w:rPr>
          <w:rtl/>
        </w:rPr>
      </w:pPr>
      <w:r w:rsidRPr="00313984">
        <w:rPr>
          <w:rStyle w:val="libBold1Char"/>
          <w:rtl/>
        </w:rPr>
        <w:t>أمَّا المورد الثالث لكشف المِلاك</w:t>
      </w:r>
      <w:r w:rsidR="00610870">
        <w:rPr>
          <w:rStyle w:val="libBold1Char"/>
          <w:rtl/>
        </w:rPr>
        <w:t>،</w:t>
      </w:r>
      <w:r w:rsidRPr="00313984">
        <w:rPr>
          <w:rStyle w:val="libBold1Char"/>
          <w:rtl/>
        </w:rPr>
        <w:t xml:space="preserve"> فهو أن لا يتمَّ ذلك من خلال النص (مثل المورد الأوَّل)</w:t>
      </w:r>
      <w:r w:rsidR="00610870">
        <w:rPr>
          <w:rStyle w:val="libBold1Char"/>
          <w:rtl/>
        </w:rPr>
        <w:t>،</w:t>
      </w:r>
      <w:r w:rsidRPr="00313984">
        <w:rPr>
          <w:rStyle w:val="libBold1Char"/>
          <w:rtl/>
        </w:rPr>
        <w:t xml:space="preserve"> ولا عن طريق العُرف (مثل المورد الثاني)</w:t>
      </w:r>
      <w:r w:rsidR="00610870">
        <w:rPr>
          <w:rStyle w:val="libBold1Char"/>
          <w:rtl/>
        </w:rPr>
        <w:t>،</w:t>
      </w:r>
      <w:r w:rsidRPr="00313984">
        <w:rPr>
          <w:rStyle w:val="libBold1Char"/>
          <w:rtl/>
        </w:rPr>
        <w:t xml:space="preserve"> إنَّما يتمُّ الكشف عنه من طريق الفهم العقلي للفقيه</w:t>
      </w:r>
      <w:r w:rsidR="00610870">
        <w:rPr>
          <w:rStyle w:val="libBold1Char"/>
          <w:rtl/>
        </w:rPr>
        <w:t>،</w:t>
      </w:r>
      <w:r w:rsidRPr="002A0058">
        <w:rPr>
          <w:rtl/>
        </w:rPr>
        <w:t xml:space="preserve"> حتّى لو احتمل العُرف وجود الفرق</w:t>
      </w:r>
      <w:r w:rsidR="00610870">
        <w:rPr>
          <w:rtl/>
        </w:rPr>
        <w:t>؛</w:t>
      </w:r>
      <w:r w:rsidRPr="002A0058">
        <w:rPr>
          <w:rtl/>
        </w:rPr>
        <w:t xml:space="preserve"> لكن حيث إنَّنا أحرزنا القطع واليقين بأنَّ هذا هو مِلاك الحكم</w:t>
      </w:r>
      <w:r w:rsidR="00610870">
        <w:rPr>
          <w:rtl/>
        </w:rPr>
        <w:t>،</w:t>
      </w:r>
      <w:r w:rsidRPr="002A0058">
        <w:rPr>
          <w:rtl/>
        </w:rPr>
        <w:t xml:space="preserve"> وعلمنا أنَّ هذا المِلاك لم يصطدم بمانع</w:t>
      </w:r>
      <w:r w:rsidR="00610870">
        <w:rPr>
          <w:rtl/>
        </w:rPr>
        <w:t>،</w:t>
      </w:r>
      <w:r w:rsidRPr="002A0058">
        <w:rPr>
          <w:rtl/>
        </w:rPr>
        <w:t xml:space="preserve"> فعندئذ يمكننا تسرية الحكم إلى هذا المورد أيضاً.</w:t>
      </w:r>
    </w:p>
    <w:p w:rsidR="009F77A7" w:rsidRDefault="00E07DFB" w:rsidP="00065D03">
      <w:pPr>
        <w:pStyle w:val="libNormal"/>
        <w:rPr>
          <w:rtl/>
        </w:rPr>
      </w:pPr>
      <w:r w:rsidRPr="00065D03">
        <w:rPr>
          <w:rtl/>
        </w:rPr>
        <w:t>في هذه الحالة يتعيَّن علينا أيضاً أن نلتزم جانب الحذر لكي لا نسقط في هوَّة القياس</w:t>
      </w:r>
      <w:r w:rsidR="00610870">
        <w:rPr>
          <w:rtl/>
        </w:rPr>
        <w:t>.</w:t>
      </w:r>
      <w:r w:rsidRPr="00065D03">
        <w:rPr>
          <w:rtl/>
        </w:rPr>
        <w:t xml:space="preserve"> ما يذكره الأجلاّء الكبار في شأن هذا المورد</w:t>
      </w:r>
      <w:r w:rsidR="00610870">
        <w:rPr>
          <w:rtl/>
        </w:rPr>
        <w:t>،</w:t>
      </w:r>
      <w:r w:rsidRPr="00065D03">
        <w:rPr>
          <w:rtl/>
        </w:rPr>
        <w:t xml:space="preserve"> هو أنَّنا لا نعرف مِلاكات الأحكام</w:t>
      </w:r>
      <w:r w:rsidR="00610870">
        <w:rPr>
          <w:rtl/>
        </w:rPr>
        <w:t>،</w:t>
      </w:r>
      <w:r w:rsidRPr="00065D03">
        <w:rPr>
          <w:rtl/>
        </w:rPr>
        <w:t xml:space="preserve"> وربَّما كانت هناك حكمة أو دقَّة ما كامنة في العمل نحن لا نفهمها.</w:t>
      </w:r>
    </w:p>
    <w:p w:rsidR="009F77A7" w:rsidRDefault="009F77A7" w:rsidP="00E5125A">
      <w:pPr>
        <w:pStyle w:val="libNormal"/>
      </w:pPr>
      <w:r>
        <w:rPr>
          <w:rtl/>
        </w:rPr>
        <w:br w:type="page"/>
      </w:r>
    </w:p>
    <w:p w:rsidR="00E07DFB" w:rsidRPr="00313984" w:rsidRDefault="00E07DFB" w:rsidP="00313984">
      <w:pPr>
        <w:pStyle w:val="libBold1"/>
        <w:rPr>
          <w:rtl/>
        </w:rPr>
      </w:pPr>
      <w:r w:rsidRPr="00313984">
        <w:rPr>
          <w:rtl/>
        </w:rPr>
        <w:lastRenderedPageBreak/>
        <w:t>* هل يمكن لمِلاكات الأحكام أن تُطرح على نسقٍ واحد في المسائل التعبُّدية وغير التعبُّدية؟</w:t>
      </w:r>
    </w:p>
    <w:p w:rsidR="00E07DFB" w:rsidRPr="00065D03" w:rsidRDefault="00E07DFB" w:rsidP="009F77A7">
      <w:pPr>
        <w:pStyle w:val="libNormal"/>
        <w:rPr>
          <w:rtl/>
        </w:rPr>
      </w:pPr>
      <w:r w:rsidRPr="00313984">
        <w:rPr>
          <w:rStyle w:val="libBold1Char"/>
          <w:rtl/>
        </w:rPr>
        <w:t xml:space="preserve">د. كاتوزْيان: </w:t>
      </w:r>
      <w:r w:rsidRPr="002A0058">
        <w:rPr>
          <w:rtl/>
        </w:rPr>
        <w:t>إنَّ القياس عبارة عن توسعة مجال الحكم ومدِّه</w:t>
      </w:r>
      <w:r w:rsidR="00610870">
        <w:rPr>
          <w:rtl/>
        </w:rPr>
        <w:t>،</w:t>
      </w:r>
      <w:r w:rsidRPr="002A0058">
        <w:rPr>
          <w:rtl/>
        </w:rPr>
        <w:t xml:space="preserve"> بحيث</w:t>
      </w:r>
      <w:r w:rsidR="009F77A7">
        <w:rPr>
          <w:rFonts w:hint="cs"/>
          <w:rtl/>
        </w:rPr>
        <w:t xml:space="preserve"> </w:t>
      </w:r>
      <w:r w:rsidRPr="00065D03">
        <w:rPr>
          <w:rtl/>
        </w:rPr>
        <w:t>يشمل الموارد الأخرى</w:t>
      </w:r>
      <w:r w:rsidR="00610870">
        <w:rPr>
          <w:rtl/>
        </w:rPr>
        <w:t>.</w:t>
      </w:r>
      <w:r w:rsidRPr="00065D03">
        <w:rPr>
          <w:rtl/>
        </w:rPr>
        <w:t xml:space="preserve"> وما يفترضفي عملية المدِّ والتوسعة هذه</w:t>
      </w:r>
      <w:r w:rsidR="00610870">
        <w:rPr>
          <w:rtl/>
        </w:rPr>
        <w:t>،</w:t>
      </w:r>
      <w:r w:rsidRPr="00065D03">
        <w:rPr>
          <w:rtl/>
        </w:rPr>
        <w:t xml:space="preserve"> أنَّ النَّص الموجود هو أحد مصاديق القاعدة التي لحظها الشارع</w:t>
      </w:r>
      <w:r w:rsidR="00610870">
        <w:rPr>
          <w:rtl/>
        </w:rPr>
        <w:t>،</w:t>
      </w:r>
      <w:r w:rsidRPr="00065D03">
        <w:rPr>
          <w:rtl/>
        </w:rPr>
        <w:t xml:space="preserve"> بَيْدَ أنَّ الأحكام التعبُّدية استثناء من القاعدة</w:t>
      </w:r>
      <w:r w:rsidR="00610870">
        <w:rPr>
          <w:rtl/>
        </w:rPr>
        <w:t>،</w:t>
      </w:r>
      <w:r w:rsidRPr="00065D03">
        <w:rPr>
          <w:rtl/>
        </w:rPr>
        <w:t xml:space="preserve"> ومن ثُمَّ ينبغي أن تبقى محدودة في مورد النص</w:t>
      </w:r>
      <w:r w:rsidR="00610870">
        <w:rPr>
          <w:rtl/>
        </w:rPr>
        <w:t>.</w:t>
      </w:r>
      <w:r w:rsidRPr="00065D03">
        <w:rPr>
          <w:rtl/>
        </w:rPr>
        <w:t xml:space="preserve"> على سبيل المثال: إذا كان حكم تلف المبيع قبل القبض ناشئاً عن االتعبُّد</w:t>
      </w:r>
      <w:r w:rsidR="00610870">
        <w:rPr>
          <w:rtl/>
        </w:rPr>
        <w:t>،</w:t>
      </w:r>
      <w:r w:rsidRPr="00065D03">
        <w:rPr>
          <w:rtl/>
        </w:rPr>
        <w:t xml:space="preserve"> الذي يفيد أنَّ المبيع يرجع في اللحظة التي سبقت التلف إلى ملكية المشتري</w:t>
      </w:r>
      <w:r w:rsidR="00610870">
        <w:rPr>
          <w:rtl/>
        </w:rPr>
        <w:t>،</w:t>
      </w:r>
      <w:r w:rsidRPr="00065D03">
        <w:rPr>
          <w:rtl/>
        </w:rPr>
        <w:t xml:space="preserve"> وأنَّه تلف في هذا الوقت</w:t>
      </w:r>
      <w:r w:rsidR="00610870">
        <w:rPr>
          <w:rtl/>
        </w:rPr>
        <w:t>،</w:t>
      </w:r>
      <w:r w:rsidRPr="00065D03">
        <w:rPr>
          <w:rtl/>
        </w:rPr>
        <w:t xml:space="preserve"> فلا ينبغي أن ينْفَذ الحكم في تلف الثمن المعيّن وفي تلف العين المستأجرة قبل القبض</w:t>
      </w:r>
      <w:r w:rsidR="00610870">
        <w:rPr>
          <w:rtl/>
        </w:rPr>
        <w:t>،</w:t>
      </w:r>
      <w:r w:rsidRPr="00065D03">
        <w:rPr>
          <w:rtl/>
        </w:rPr>
        <w:t xml:space="preserve"> لكن إذا كان الحكم هو نتيجة ارتباط تمليك وتسليم العوضين في قصد المعاوضة</w:t>
      </w:r>
      <w:r w:rsidR="00610870">
        <w:rPr>
          <w:rtl/>
        </w:rPr>
        <w:t>،</w:t>
      </w:r>
      <w:r w:rsidRPr="00065D03">
        <w:rPr>
          <w:rtl/>
        </w:rPr>
        <w:t xml:space="preserve"> كما هو مقتضى التحقيق</w:t>
      </w:r>
      <w:r w:rsidR="00610870">
        <w:rPr>
          <w:rtl/>
        </w:rPr>
        <w:t>،</w:t>
      </w:r>
      <w:r w:rsidRPr="00065D03">
        <w:rPr>
          <w:rtl/>
        </w:rPr>
        <w:t xml:space="preserve"> فعندئذٍ يسوغ مدُّ الحكم وتوسعته ليشمل جميع العقود التمليكية والمعوَّضية التي يتلف فيها أحد العوضين قبل التسليم.</w:t>
      </w:r>
    </w:p>
    <w:p w:rsidR="00E07DFB" w:rsidRPr="002A0058" w:rsidRDefault="00E07DFB" w:rsidP="002A0058">
      <w:pPr>
        <w:pStyle w:val="libNormal"/>
        <w:rPr>
          <w:rtl/>
        </w:rPr>
      </w:pPr>
      <w:r w:rsidRPr="00313984">
        <w:rPr>
          <w:rStyle w:val="libBold1Char"/>
          <w:rtl/>
        </w:rPr>
        <w:t>د. كُرْجي:</w:t>
      </w:r>
      <w:r w:rsidRPr="002A0058">
        <w:rPr>
          <w:rtl/>
        </w:rPr>
        <w:t xml:space="preserve"> يبدو لي أنَّه لا يمكن الحديث عن المِلاك بصيغة واحدة</w:t>
      </w:r>
      <w:r w:rsidR="00610870">
        <w:rPr>
          <w:rtl/>
        </w:rPr>
        <w:t>.</w:t>
      </w:r>
      <w:r w:rsidRPr="002A0058">
        <w:rPr>
          <w:rtl/>
        </w:rPr>
        <w:t xml:space="preserve"> ففي المسائل غير التعبُّدية</w:t>
      </w:r>
      <w:r w:rsidR="00610870">
        <w:rPr>
          <w:rtl/>
        </w:rPr>
        <w:t>،</w:t>
      </w:r>
      <w:r w:rsidRPr="002A0058">
        <w:rPr>
          <w:rtl/>
        </w:rPr>
        <w:t xml:space="preserve"> ثَمَّة نسبة عالية من مِلاكات الأحكام يمكن إدراكها من قبل العُرف والعقلاء</w:t>
      </w:r>
      <w:r w:rsidR="00610870">
        <w:rPr>
          <w:rtl/>
        </w:rPr>
        <w:t>.</w:t>
      </w:r>
      <w:r w:rsidRPr="002A0058">
        <w:rPr>
          <w:rtl/>
        </w:rPr>
        <w:t xml:space="preserve"> أمَّا ما يُدَّعى في الأغلب من وجود أشياء أخرى يعلمها الشارع</w:t>
      </w:r>
      <w:r w:rsidR="00610870">
        <w:rPr>
          <w:rtl/>
        </w:rPr>
        <w:t>،</w:t>
      </w:r>
      <w:r w:rsidRPr="002A0058">
        <w:rPr>
          <w:rtl/>
        </w:rPr>
        <w:t xml:space="preserve"> ونحن لا نفهمها</w:t>
      </w:r>
      <w:r w:rsidR="00610870">
        <w:rPr>
          <w:rtl/>
        </w:rPr>
        <w:t>،</w:t>
      </w:r>
      <w:r w:rsidRPr="002A0058">
        <w:rPr>
          <w:rtl/>
        </w:rPr>
        <w:t xml:space="preserve"> وهي مِلاك الحكم</w:t>
      </w:r>
      <w:r w:rsidR="00610870">
        <w:rPr>
          <w:rtl/>
        </w:rPr>
        <w:t>،</w:t>
      </w:r>
      <w:r w:rsidRPr="002A0058">
        <w:rPr>
          <w:rtl/>
        </w:rPr>
        <w:t xml:space="preserve"> فهذه دعوى من دون شاهد ولا دليل.</w:t>
      </w:r>
    </w:p>
    <w:p w:rsidR="00E07DFB" w:rsidRPr="00065D03" w:rsidRDefault="00E07DFB" w:rsidP="00065D03">
      <w:pPr>
        <w:pStyle w:val="libNormal"/>
        <w:rPr>
          <w:rtl/>
        </w:rPr>
      </w:pPr>
      <w:r w:rsidRPr="00065D03">
        <w:rPr>
          <w:rtl/>
        </w:rPr>
        <w:t>ما يبعث على الأسف أنَّ هذا الادّعاء ساقنا إلى تعبُّديَّات لا موضع لها</w:t>
      </w:r>
      <w:r w:rsidR="00610870">
        <w:rPr>
          <w:rtl/>
        </w:rPr>
        <w:t>،</w:t>
      </w:r>
      <w:r w:rsidRPr="00065D03">
        <w:rPr>
          <w:rtl/>
        </w:rPr>
        <w:t xml:space="preserve"> وأفضى إلى تقعيد العمل</w:t>
      </w:r>
      <w:r w:rsidR="00610870">
        <w:rPr>
          <w:rtl/>
        </w:rPr>
        <w:t>،</w:t>
      </w:r>
      <w:r w:rsidRPr="00065D03">
        <w:rPr>
          <w:rtl/>
        </w:rPr>
        <w:t xml:space="preserve"> وهو بحسب لغة الشعر ممَّا لا ضروة له</w:t>
      </w:r>
      <w:r w:rsidR="00610870">
        <w:rPr>
          <w:rtl/>
        </w:rPr>
        <w:t>؛</w:t>
      </w:r>
      <w:r w:rsidRPr="00065D03">
        <w:rPr>
          <w:rtl/>
        </w:rPr>
        <w:t xml:space="preserve"> حيث بقينا نعاني ممَّا نجم عنه من مشكلات</w:t>
      </w:r>
      <w:r w:rsidR="00610870">
        <w:rPr>
          <w:rtl/>
        </w:rPr>
        <w:t>،</w:t>
      </w:r>
      <w:r w:rsidRPr="00065D03">
        <w:rPr>
          <w:rtl/>
        </w:rPr>
        <w:t xml:space="preserve"> ووضعنا أنفسنا أحياناً هدفاً لطعن المغرضين ولومهم.</w:t>
      </w:r>
    </w:p>
    <w:p w:rsidR="009F77A7" w:rsidRDefault="00E07DFB" w:rsidP="00F163DC">
      <w:pPr>
        <w:pStyle w:val="libNormal"/>
        <w:rPr>
          <w:rtl/>
        </w:rPr>
      </w:pPr>
      <w:r w:rsidRPr="00065D03">
        <w:rPr>
          <w:rtl/>
        </w:rPr>
        <w:t>حتّى في الموارد التي لم نعثر فيها على مِلاك الحكم في المسائل غير التعبُّدية</w:t>
      </w:r>
      <w:r w:rsidR="00610870">
        <w:rPr>
          <w:rtl/>
        </w:rPr>
        <w:t>،</w:t>
      </w:r>
      <w:r w:rsidRPr="00065D03">
        <w:rPr>
          <w:rtl/>
        </w:rPr>
        <w:t xml:space="preserve"> فإنَّ ذلك لا يخلو من عدَّة صور</w:t>
      </w:r>
      <w:r w:rsidR="00610870">
        <w:rPr>
          <w:rtl/>
        </w:rPr>
        <w:t>،</w:t>
      </w:r>
      <w:r w:rsidRPr="00065D03">
        <w:rPr>
          <w:rtl/>
        </w:rPr>
        <w:t xml:space="preserve"> هي: إنَّنا لم نبذل الدقّة الكافية</w:t>
      </w:r>
      <w:r w:rsidR="00610870">
        <w:rPr>
          <w:rtl/>
        </w:rPr>
        <w:t>،</w:t>
      </w:r>
      <w:r w:rsidRPr="00065D03">
        <w:rPr>
          <w:rtl/>
        </w:rPr>
        <w:t xml:space="preserve"> أو إنَّنا وضعنا فهمنا جانباً وأعرضنا عنه بسبب الإفراط في التعبُّد.</w:t>
      </w:r>
    </w:p>
    <w:p w:rsidR="009F77A7" w:rsidRDefault="009F77A7" w:rsidP="00E5125A">
      <w:pPr>
        <w:pStyle w:val="libNormal"/>
      </w:pPr>
      <w:r>
        <w:rPr>
          <w:rtl/>
        </w:rPr>
        <w:br w:type="page"/>
      </w:r>
    </w:p>
    <w:p w:rsidR="00E07DFB" w:rsidRPr="00065D03" w:rsidRDefault="00E07DFB" w:rsidP="00283EDA">
      <w:pPr>
        <w:pStyle w:val="libNormal"/>
        <w:rPr>
          <w:rtl/>
        </w:rPr>
      </w:pPr>
      <w:r w:rsidRPr="00065D03">
        <w:rPr>
          <w:rtl/>
        </w:rPr>
        <w:lastRenderedPageBreak/>
        <w:t>وإنَّ لي على هذا الادّعاء أمثلة كثيرة في الفقه</w:t>
      </w:r>
      <w:r w:rsidR="00610870">
        <w:rPr>
          <w:rtl/>
        </w:rPr>
        <w:t>،</w:t>
      </w:r>
      <w:r w:rsidRPr="00065D03">
        <w:rPr>
          <w:rtl/>
        </w:rPr>
        <w:t xml:space="preserve"> لا يسمح المجال لذكرها</w:t>
      </w:r>
      <w:r w:rsidR="00610870">
        <w:rPr>
          <w:rtl/>
        </w:rPr>
        <w:t>،</w:t>
      </w:r>
      <w:r w:rsidRPr="00065D03">
        <w:rPr>
          <w:rtl/>
        </w:rPr>
        <w:t xml:space="preserve"> لكن من المناسب أن أذكر مثالاً أو مثالين</w:t>
      </w:r>
      <w:r w:rsidR="00610870">
        <w:rPr>
          <w:rtl/>
        </w:rPr>
        <w:t>.</w:t>
      </w:r>
      <w:r w:rsidRPr="00065D03">
        <w:rPr>
          <w:rtl/>
        </w:rPr>
        <w:t xml:space="preserve"> في يوم من الأيَّام</w:t>
      </w:r>
      <w:r w:rsidR="00610870">
        <w:rPr>
          <w:rtl/>
        </w:rPr>
        <w:t>،</w:t>
      </w:r>
      <w:r w:rsidRPr="00065D03">
        <w:rPr>
          <w:rtl/>
        </w:rPr>
        <w:t xml:space="preserve"> التقيتُ بعدد من الفضلاء</w:t>
      </w:r>
      <w:r w:rsidR="00610870">
        <w:rPr>
          <w:rtl/>
        </w:rPr>
        <w:t>،</w:t>
      </w:r>
      <w:r w:rsidRPr="00065D03">
        <w:rPr>
          <w:rtl/>
        </w:rPr>
        <w:t xml:space="preserve"> ودار الحوار في مسائل مختلفة</w:t>
      </w:r>
      <w:r w:rsidR="00610870">
        <w:rPr>
          <w:rtl/>
        </w:rPr>
        <w:t>،</w:t>
      </w:r>
      <w:r w:rsidRPr="00065D03">
        <w:rPr>
          <w:rtl/>
        </w:rPr>
        <w:t xml:space="preserve"> عندها قام أحد أدعياء العلم بالحديث عن اشتراط الإمام المعصوم في باب الجهاد أو في إجراء الحدود والتعزيرات وما شابه</w:t>
      </w:r>
      <w:r w:rsidR="00610870">
        <w:rPr>
          <w:rtl/>
        </w:rPr>
        <w:t>؛</w:t>
      </w:r>
      <w:r w:rsidRPr="00065D03">
        <w:rPr>
          <w:rtl/>
        </w:rPr>
        <w:t xml:space="preserve"> حيث بادر إلى طرح عدد من الروايات</w:t>
      </w:r>
      <w:r w:rsidR="00610870">
        <w:rPr>
          <w:rtl/>
        </w:rPr>
        <w:t>.</w:t>
      </w:r>
      <w:r w:rsidRPr="00065D03">
        <w:rPr>
          <w:rtl/>
        </w:rPr>
        <w:t xml:space="preserve"> لقد تحدَّث عن التعارض والترجيح والإطلاق والتقييد</w:t>
      </w:r>
      <w:r w:rsidR="00610870">
        <w:rPr>
          <w:rtl/>
        </w:rPr>
        <w:t>،</w:t>
      </w:r>
      <w:r w:rsidRPr="00065D03">
        <w:rPr>
          <w:rtl/>
        </w:rPr>
        <w:t xml:space="preserve"> وبحث كلَّ شيء في الموضوع ورواياته</w:t>
      </w:r>
      <w:r w:rsidR="00610870">
        <w:rPr>
          <w:rtl/>
        </w:rPr>
        <w:t>،</w:t>
      </w:r>
      <w:r w:rsidRPr="00065D03">
        <w:rPr>
          <w:rtl/>
        </w:rPr>
        <w:t xml:space="preserve"> إلاّ ما كان ينبغي له قوله من أنَّ المقصود من لزوم وجود الإمام </w:t>
      </w:r>
      <w:r w:rsidR="00283EDA" w:rsidRPr="00283EDA">
        <w:rPr>
          <w:rStyle w:val="libAlaemChar"/>
          <w:rFonts w:eastAsiaTheme="minorHAnsi"/>
          <w:rtl/>
        </w:rPr>
        <w:t>عليه‌السلام</w:t>
      </w:r>
      <w:r w:rsidRPr="00065D03">
        <w:rPr>
          <w:rtl/>
        </w:rPr>
        <w:t xml:space="preserve"> في هذا القبيل من الموارد</w:t>
      </w:r>
      <w:r w:rsidR="00610870">
        <w:rPr>
          <w:rtl/>
        </w:rPr>
        <w:t>،</w:t>
      </w:r>
      <w:r w:rsidRPr="00065D03">
        <w:rPr>
          <w:rtl/>
        </w:rPr>
        <w:t xml:space="preserve"> هو ليس شرط حضور الإمام المعصوم</w:t>
      </w:r>
      <w:r w:rsidR="00610870">
        <w:rPr>
          <w:rtl/>
        </w:rPr>
        <w:t>،</w:t>
      </w:r>
      <w:r w:rsidRPr="00065D03">
        <w:rPr>
          <w:rtl/>
        </w:rPr>
        <w:t xml:space="preserve"> بل المقصود أنَّ الجهاد ليس مثل الصلاة والصوم بحيث يمكن للإنسان وحده أن يتَّخذ القرار في شأنه</w:t>
      </w:r>
      <w:r w:rsidR="00610870">
        <w:rPr>
          <w:rtl/>
        </w:rPr>
        <w:t>،</w:t>
      </w:r>
      <w:r w:rsidRPr="00065D03">
        <w:rPr>
          <w:rtl/>
        </w:rPr>
        <w:t xml:space="preserve"> بل ينبغي وجود قائد يأخذ القرار الحاسم</w:t>
      </w:r>
      <w:r w:rsidR="00610870">
        <w:rPr>
          <w:rtl/>
        </w:rPr>
        <w:t>،</w:t>
      </w:r>
      <w:r w:rsidRPr="00065D03">
        <w:rPr>
          <w:rtl/>
        </w:rPr>
        <w:t xml:space="preserve"> ويصدر الأمر على أساس العقل</w:t>
      </w:r>
      <w:r w:rsidR="00610870">
        <w:rPr>
          <w:rtl/>
        </w:rPr>
        <w:t>،</w:t>
      </w:r>
      <w:r w:rsidRPr="00065D03">
        <w:rPr>
          <w:rtl/>
        </w:rPr>
        <w:t xml:space="preserve"> والدراية</w:t>
      </w:r>
      <w:r w:rsidR="00610870">
        <w:rPr>
          <w:rtl/>
        </w:rPr>
        <w:t>،</w:t>
      </w:r>
      <w:r w:rsidRPr="00065D03">
        <w:rPr>
          <w:rtl/>
        </w:rPr>
        <w:t xml:space="preserve"> والتدبير</w:t>
      </w:r>
      <w:r w:rsidR="00610870">
        <w:rPr>
          <w:rtl/>
        </w:rPr>
        <w:t>،</w:t>
      </w:r>
      <w:r w:rsidRPr="00065D03">
        <w:rPr>
          <w:rtl/>
        </w:rPr>
        <w:t xml:space="preserve"> والمشاورة</w:t>
      </w:r>
      <w:r w:rsidR="00610870">
        <w:rPr>
          <w:rtl/>
        </w:rPr>
        <w:t>،</w:t>
      </w:r>
      <w:r w:rsidRPr="00065D03">
        <w:rPr>
          <w:rtl/>
        </w:rPr>
        <w:t xml:space="preserve"> وما شابه</w:t>
      </w:r>
      <w:r w:rsidR="00610870">
        <w:rPr>
          <w:rtl/>
        </w:rPr>
        <w:t>،</w:t>
      </w:r>
      <w:r w:rsidRPr="00065D03">
        <w:rPr>
          <w:rtl/>
        </w:rPr>
        <w:t xml:space="preserve"> أو أن يقول: إنَّ الحدود ليست كبقيَّة المسائل</w:t>
      </w:r>
      <w:r w:rsidR="00610870">
        <w:rPr>
          <w:rtl/>
        </w:rPr>
        <w:t>،</w:t>
      </w:r>
      <w:r w:rsidRPr="00065D03">
        <w:rPr>
          <w:rtl/>
        </w:rPr>
        <w:t xml:space="preserve"> بحيث يمكن اتخاذ القرار في شأنها من دون وجود الحاكم العادل الجامع للشرائط</w:t>
      </w:r>
      <w:r w:rsidR="00610870">
        <w:rPr>
          <w:rtl/>
        </w:rPr>
        <w:t>،</w:t>
      </w:r>
      <w:r w:rsidRPr="00065D03">
        <w:rPr>
          <w:rtl/>
        </w:rPr>
        <w:t xml:space="preserve"> حتّى لا يستلزم تطبيقها الهرج والمرج.</w:t>
      </w:r>
    </w:p>
    <w:p w:rsidR="009F77A7" w:rsidRDefault="00E07DFB" w:rsidP="009F77A7">
      <w:pPr>
        <w:pStyle w:val="libNormal"/>
        <w:rPr>
          <w:rtl/>
        </w:rPr>
      </w:pPr>
      <w:r w:rsidRPr="00313984">
        <w:rPr>
          <w:rStyle w:val="libBold1Char"/>
          <w:rtl/>
        </w:rPr>
        <w:t xml:space="preserve">السؤال: </w:t>
      </w:r>
      <w:r w:rsidRPr="002A0058">
        <w:rPr>
          <w:rtl/>
        </w:rPr>
        <w:t>لماذا لا ينبغي أن يكون هذا المعنى أحد محتملات الموضوع ورواياته؟ كذلك الحال بالنسبة إلى الأمور الستَّة في باب الديَّات</w:t>
      </w:r>
      <w:r w:rsidR="00610870">
        <w:rPr>
          <w:rtl/>
        </w:rPr>
        <w:t>،</w:t>
      </w:r>
      <w:r w:rsidRPr="002A0058">
        <w:rPr>
          <w:rtl/>
        </w:rPr>
        <w:t xml:space="preserve"> ومسائل كثيرة أخرى</w:t>
      </w:r>
      <w:r w:rsidR="00610870">
        <w:rPr>
          <w:rtl/>
        </w:rPr>
        <w:t>.</w:t>
      </w:r>
      <w:r w:rsidRPr="002A0058">
        <w:rPr>
          <w:rtl/>
        </w:rPr>
        <w:t xml:space="preserve"> على سبيل المثال: لماذا لا يُحتمل</w:t>
      </w:r>
      <w:r w:rsidR="00610870">
        <w:rPr>
          <w:rtl/>
        </w:rPr>
        <w:t>،</w:t>
      </w:r>
      <w:r w:rsidRPr="002A0058">
        <w:rPr>
          <w:rtl/>
        </w:rPr>
        <w:t xml:space="preserve"> في باب الديَّات</w:t>
      </w:r>
      <w:r w:rsidR="00610870">
        <w:rPr>
          <w:rtl/>
        </w:rPr>
        <w:t>،</w:t>
      </w:r>
      <w:r w:rsidRPr="002A0058">
        <w:rPr>
          <w:rtl/>
        </w:rPr>
        <w:t xml:space="preserve"> أنَّ الإبل والبقر والغنم هي تعبير عن مفردة أو وحدة قياسية للقيمة كانت سائدة في ذلك العصر</w:t>
      </w:r>
      <w:r w:rsidR="00610870">
        <w:rPr>
          <w:rtl/>
        </w:rPr>
        <w:t>،</w:t>
      </w:r>
      <w:r w:rsidRPr="002A0058">
        <w:rPr>
          <w:rtl/>
        </w:rPr>
        <w:t xml:space="preserve"> وليست أمراً تعبُّدياً صرفاً</w:t>
      </w:r>
      <w:r w:rsidR="00610870">
        <w:rPr>
          <w:rtl/>
        </w:rPr>
        <w:t>؛</w:t>
      </w:r>
      <w:r w:rsidRPr="002A0058">
        <w:rPr>
          <w:rtl/>
        </w:rPr>
        <w:t xml:space="preserve"> بحيث لا يجزئ في الدية أي شيء آخر غير هذه الموارد الستَّة؟ أكثر من ذلك</w:t>
      </w:r>
      <w:r w:rsidR="00610870">
        <w:rPr>
          <w:rtl/>
        </w:rPr>
        <w:t>،</w:t>
      </w:r>
      <w:r w:rsidRPr="002A0058">
        <w:rPr>
          <w:rtl/>
        </w:rPr>
        <w:t xml:space="preserve"> ما ينبغي أن يقال اليوم هو العكس تماماً</w:t>
      </w:r>
      <w:r w:rsidR="00610870">
        <w:rPr>
          <w:rtl/>
        </w:rPr>
        <w:t>؛</w:t>
      </w:r>
      <w:r w:rsidRPr="002A0058">
        <w:rPr>
          <w:rtl/>
        </w:rPr>
        <w:t xml:space="preserve"> أي يجب القول: إنَّ هذه الأمور الستَّة ليست كافية أبداً في الوقت الحاضر وبخاصَّة في المدن</w:t>
      </w:r>
      <w:r w:rsidR="00610870">
        <w:rPr>
          <w:rtl/>
        </w:rPr>
        <w:t>،</w:t>
      </w:r>
      <w:r w:rsidRPr="002A0058">
        <w:rPr>
          <w:rtl/>
        </w:rPr>
        <w:t xml:space="preserve"> وبالنتيجة ينبغي أن تتغيَّر بما يناسب الوحدة القياسية للقيمة في هذا الزمان</w:t>
      </w:r>
      <w:r w:rsidR="00610870">
        <w:rPr>
          <w:rtl/>
        </w:rPr>
        <w:t>،</w:t>
      </w:r>
      <w:r w:rsidRPr="002A0058">
        <w:rPr>
          <w:rtl/>
        </w:rPr>
        <w:t xml:space="preserve"> وبالصيغة التي لا تكون فيها قيمة الدية خمسمائة أو ستمائة ألف تومان مثلاً إزاء الإنسان الذي هو أشرف المخلوقات.</w:t>
      </w:r>
    </w:p>
    <w:p w:rsidR="009F77A7" w:rsidRDefault="009F77A7" w:rsidP="00E5125A">
      <w:pPr>
        <w:pStyle w:val="libNormal"/>
        <w:rPr>
          <w:rtl/>
        </w:rPr>
      </w:pPr>
      <w:r>
        <w:rPr>
          <w:rtl/>
        </w:rPr>
        <w:br w:type="page"/>
      </w:r>
    </w:p>
    <w:p w:rsidR="00E07DFB" w:rsidRPr="00065D03" w:rsidRDefault="00E07DFB" w:rsidP="009F77A7">
      <w:pPr>
        <w:pStyle w:val="libNormal"/>
        <w:rPr>
          <w:rtl/>
        </w:rPr>
      </w:pPr>
      <w:r w:rsidRPr="00065D03">
        <w:rPr>
          <w:rtl/>
        </w:rPr>
        <w:lastRenderedPageBreak/>
        <w:t>ليس الهدف أن أقول إنَّ كلامي صحيح</w:t>
      </w:r>
      <w:r w:rsidR="00610870">
        <w:rPr>
          <w:rtl/>
        </w:rPr>
        <w:t>،</w:t>
      </w:r>
      <w:r w:rsidRPr="00065D03">
        <w:rPr>
          <w:rtl/>
        </w:rPr>
        <w:t xml:space="preserve"> بل ما أريده: لماذا لا يكون هذا الكلام أحد محتملات المسألة؟</w:t>
      </w:r>
    </w:p>
    <w:p w:rsidR="00E07DFB" w:rsidRPr="00065D03" w:rsidRDefault="00E07DFB" w:rsidP="00065D03">
      <w:pPr>
        <w:pStyle w:val="libNormal"/>
        <w:rPr>
          <w:rtl/>
        </w:rPr>
      </w:pPr>
      <w:r w:rsidRPr="00065D03">
        <w:rPr>
          <w:rtl/>
        </w:rPr>
        <w:t>ما ننتهي إليه هو أنَّ أشباه هذه المسائل كثيرة جدَّاً</w:t>
      </w:r>
      <w:r w:rsidR="00610870">
        <w:rPr>
          <w:rtl/>
        </w:rPr>
        <w:t>،</w:t>
      </w:r>
      <w:r w:rsidRPr="00065D03">
        <w:rPr>
          <w:rtl/>
        </w:rPr>
        <w:t xml:space="preserve"> ينبغي التفكير فيها على نحو صحيح</w:t>
      </w:r>
      <w:r w:rsidR="00610870">
        <w:rPr>
          <w:rtl/>
        </w:rPr>
        <w:t>.</w:t>
      </w:r>
      <w:r w:rsidRPr="00065D03">
        <w:rPr>
          <w:rtl/>
        </w:rPr>
        <w:t xml:space="preserve"> وما ذُكر يرتبط بأجمعه بالأمور غير التعبُّدية</w:t>
      </w:r>
      <w:r w:rsidR="00610870">
        <w:rPr>
          <w:rtl/>
        </w:rPr>
        <w:t>.</w:t>
      </w:r>
      <w:r w:rsidRPr="00065D03">
        <w:rPr>
          <w:rtl/>
        </w:rPr>
        <w:t xml:space="preserve"> أمَّا في المسائل التعبُّدية</w:t>
      </w:r>
      <w:r w:rsidR="00610870">
        <w:rPr>
          <w:rtl/>
        </w:rPr>
        <w:t>،</w:t>
      </w:r>
      <w:r w:rsidRPr="00065D03">
        <w:rPr>
          <w:rtl/>
        </w:rPr>
        <w:t xml:space="preserve"> فهي وإن كان المِلاك فيها ملموساً عُرفاً</w:t>
      </w:r>
      <w:r w:rsidR="00610870">
        <w:rPr>
          <w:rtl/>
        </w:rPr>
        <w:t>،</w:t>
      </w:r>
      <w:r w:rsidRPr="00065D03">
        <w:rPr>
          <w:rtl/>
        </w:rPr>
        <w:t xml:space="preserve"> وعقلائياً أحياناً</w:t>
      </w:r>
      <w:r w:rsidR="00610870">
        <w:rPr>
          <w:rtl/>
        </w:rPr>
        <w:t>،</w:t>
      </w:r>
      <w:r w:rsidRPr="00065D03">
        <w:rPr>
          <w:rtl/>
        </w:rPr>
        <w:t xml:space="preserve"> كأن يذكر الخضوع والتواضع بالنسبة للصلاة</w:t>
      </w:r>
      <w:r w:rsidR="00610870">
        <w:rPr>
          <w:rtl/>
        </w:rPr>
        <w:t>،</w:t>
      </w:r>
      <w:r w:rsidRPr="00065D03">
        <w:rPr>
          <w:rtl/>
        </w:rPr>
        <w:t xml:space="preserve"> والصوم مثلاً</w:t>
      </w:r>
      <w:r w:rsidR="00610870">
        <w:rPr>
          <w:rtl/>
        </w:rPr>
        <w:t>،</w:t>
      </w:r>
      <w:r w:rsidRPr="00065D03">
        <w:rPr>
          <w:rtl/>
        </w:rPr>
        <w:t xml:space="preserve"> إلاّ أنَّه يتعذَّر على العُرف والعقلاء تعيين مِلاكات كثير من المسائل الأخرى</w:t>
      </w:r>
      <w:r w:rsidR="00610870">
        <w:rPr>
          <w:rtl/>
        </w:rPr>
        <w:t>،</w:t>
      </w:r>
      <w:r w:rsidRPr="00065D03">
        <w:rPr>
          <w:rtl/>
        </w:rPr>
        <w:t xml:space="preserve"> أو أنَّ المصلحة تقتضي أحياناً أن يخفى المِلاك أحياناً</w:t>
      </w:r>
      <w:r w:rsidR="00610870">
        <w:rPr>
          <w:rtl/>
        </w:rPr>
        <w:t>،</w:t>
      </w:r>
      <w:r w:rsidRPr="00065D03">
        <w:rPr>
          <w:rtl/>
        </w:rPr>
        <w:t xml:space="preserve"> وهذا ممَّا لا يختصُّ بالإسلام وحده أو مطلق الأديان</w:t>
      </w:r>
      <w:r w:rsidR="00610870">
        <w:rPr>
          <w:rtl/>
        </w:rPr>
        <w:t>،</w:t>
      </w:r>
      <w:r w:rsidRPr="00065D03">
        <w:rPr>
          <w:rtl/>
        </w:rPr>
        <w:t xml:space="preserve"> بل يسري إلى آداب جميع الأمم</w:t>
      </w:r>
      <w:r w:rsidR="00610870">
        <w:rPr>
          <w:rtl/>
        </w:rPr>
        <w:t>،</w:t>
      </w:r>
      <w:r w:rsidRPr="00065D03">
        <w:rPr>
          <w:rtl/>
        </w:rPr>
        <w:t xml:space="preserve"> وتقاليد  الشعوب والأقوام كافَّة</w:t>
      </w:r>
      <w:r w:rsidR="00610870">
        <w:rPr>
          <w:rtl/>
        </w:rPr>
        <w:t>،</w:t>
      </w:r>
      <w:r w:rsidRPr="00065D03">
        <w:rPr>
          <w:rtl/>
        </w:rPr>
        <w:t xml:space="preserve"> بل هو ممَّا يُلحظ حتّى في المراسم الرسمية للبلدان</w:t>
      </w:r>
      <w:r w:rsidR="00610870">
        <w:rPr>
          <w:rtl/>
        </w:rPr>
        <w:t>،</w:t>
      </w:r>
      <w:r w:rsidRPr="00065D03">
        <w:rPr>
          <w:rtl/>
        </w:rPr>
        <w:t xml:space="preserve"> حتّى المتقدِّمة منها</w:t>
      </w:r>
      <w:r w:rsidR="00610870">
        <w:rPr>
          <w:rtl/>
        </w:rPr>
        <w:t>.</w:t>
      </w:r>
      <w:r w:rsidRPr="00065D03">
        <w:rPr>
          <w:rtl/>
        </w:rPr>
        <w:t xml:space="preserve"> من أمثلة ذلك: المراسم المتَّبعة في أداء اليمين</w:t>
      </w:r>
      <w:r w:rsidR="00610870">
        <w:rPr>
          <w:rtl/>
        </w:rPr>
        <w:t>،</w:t>
      </w:r>
      <w:r w:rsidRPr="00065D03">
        <w:rPr>
          <w:rtl/>
        </w:rPr>
        <w:t xml:space="preserve"> والمواثيق البروتوكولية وقواعد التشريفات المقدَّسة وغير المقدّسة</w:t>
      </w:r>
      <w:r w:rsidR="00610870">
        <w:rPr>
          <w:rtl/>
        </w:rPr>
        <w:t>،</w:t>
      </w:r>
      <w:r w:rsidRPr="00065D03">
        <w:rPr>
          <w:rtl/>
        </w:rPr>
        <w:t xml:space="preserve"> مثل: مراسم نصب رؤساء الجمهورية وعزلهم</w:t>
      </w:r>
      <w:r w:rsidR="00610870">
        <w:rPr>
          <w:rtl/>
        </w:rPr>
        <w:t>،</w:t>
      </w:r>
      <w:r w:rsidRPr="00065D03">
        <w:rPr>
          <w:rtl/>
        </w:rPr>
        <w:t xml:space="preserve"> ونصب أعضاء المجالس التشريعية</w:t>
      </w:r>
      <w:r w:rsidR="00610870">
        <w:rPr>
          <w:rtl/>
        </w:rPr>
        <w:t>،</w:t>
      </w:r>
      <w:r w:rsidRPr="00065D03">
        <w:rPr>
          <w:rtl/>
        </w:rPr>
        <w:t xml:space="preserve"> وغير ذلك من المناصب</w:t>
      </w:r>
      <w:r w:rsidR="00610870">
        <w:rPr>
          <w:rtl/>
        </w:rPr>
        <w:t>.</w:t>
      </w:r>
      <w:r w:rsidRPr="00065D03">
        <w:rPr>
          <w:rtl/>
        </w:rPr>
        <w:t xml:space="preserve"> أو كما يحصل في ممارسات</w:t>
      </w:r>
      <w:r w:rsidR="00610870">
        <w:rPr>
          <w:rtl/>
        </w:rPr>
        <w:t>،</w:t>
      </w:r>
      <w:r w:rsidRPr="00065D03">
        <w:rPr>
          <w:rtl/>
        </w:rPr>
        <w:t xml:space="preserve"> مثل: عقد الزواج والطلاق وغيرها</w:t>
      </w:r>
      <w:r w:rsidR="00610870">
        <w:rPr>
          <w:rtl/>
        </w:rPr>
        <w:t>.</w:t>
      </w:r>
      <w:r w:rsidRPr="00065D03">
        <w:rPr>
          <w:rtl/>
        </w:rPr>
        <w:t xml:space="preserve"> إنَّ نسبة كبيرة من هذه الأمور تُبنى على مصالح تعبُّدية غير ملموسة.</w:t>
      </w:r>
    </w:p>
    <w:p w:rsidR="00E07DFB" w:rsidRPr="00313984" w:rsidRDefault="00E07DFB" w:rsidP="00313984">
      <w:pPr>
        <w:pStyle w:val="libBold1"/>
        <w:rPr>
          <w:rtl/>
        </w:rPr>
      </w:pPr>
      <w:r w:rsidRPr="00313984">
        <w:rPr>
          <w:rtl/>
        </w:rPr>
        <w:t>* ما هو مرتكز الفكرة التي تُفيد بأنَّ الأحكام غير العبادية هي تأسيسية أيضاً؟</w:t>
      </w:r>
    </w:p>
    <w:p w:rsidR="00E07DFB" w:rsidRPr="002A0058" w:rsidRDefault="00E07DFB" w:rsidP="002A0058">
      <w:pPr>
        <w:pStyle w:val="libNormal"/>
        <w:rPr>
          <w:rtl/>
        </w:rPr>
      </w:pPr>
      <w:r w:rsidRPr="00313984">
        <w:rPr>
          <w:rStyle w:val="libBold1Char"/>
          <w:rtl/>
        </w:rPr>
        <w:t>الشيخ معرفت:</w:t>
      </w:r>
      <w:r w:rsidRPr="002A0058">
        <w:rPr>
          <w:rtl/>
        </w:rPr>
        <w:t xml:space="preserve"> يبدو أنَّ هناك خطأ قد وقع في طرح السؤال</w:t>
      </w:r>
      <w:r w:rsidR="00610870">
        <w:rPr>
          <w:rtl/>
        </w:rPr>
        <w:t>؛</w:t>
      </w:r>
      <w:r w:rsidRPr="002A0058">
        <w:rPr>
          <w:rtl/>
        </w:rPr>
        <w:t xml:space="preserve"> لأنَّ الأحكام هي تأسيسية بالمطلق</w:t>
      </w:r>
      <w:r w:rsidR="00610870">
        <w:rPr>
          <w:rtl/>
        </w:rPr>
        <w:t>.</w:t>
      </w:r>
      <w:r w:rsidRPr="002A0058">
        <w:rPr>
          <w:rtl/>
        </w:rPr>
        <w:t xml:space="preserve"> أجل</w:t>
      </w:r>
      <w:r w:rsidR="00610870">
        <w:rPr>
          <w:rtl/>
        </w:rPr>
        <w:t>،</w:t>
      </w:r>
      <w:r w:rsidRPr="002A0058">
        <w:rPr>
          <w:rtl/>
        </w:rPr>
        <w:t xml:space="preserve"> ما هو غير تأسيسي هو أكثر موضوعات الأحكام ومتعلَّقاتها في غير العباديات</w:t>
      </w:r>
      <w:r w:rsidR="00610870">
        <w:rPr>
          <w:rtl/>
        </w:rPr>
        <w:t>.</w:t>
      </w:r>
      <w:r w:rsidRPr="002A0058">
        <w:rPr>
          <w:rtl/>
        </w:rPr>
        <w:t xml:space="preserve"> فما كان متداولاً في إطار هذه المسائل</w:t>
      </w:r>
      <w:r w:rsidR="00610870">
        <w:rPr>
          <w:rtl/>
        </w:rPr>
        <w:t>،</w:t>
      </w:r>
      <w:r w:rsidRPr="002A0058">
        <w:rPr>
          <w:rtl/>
        </w:rPr>
        <w:t xml:space="preserve"> ولا يزال</w:t>
      </w:r>
      <w:r w:rsidR="00610870">
        <w:rPr>
          <w:rtl/>
        </w:rPr>
        <w:t>،</w:t>
      </w:r>
      <w:r w:rsidRPr="002A0058">
        <w:rPr>
          <w:rtl/>
        </w:rPr>
        <w:t xml:space="preserve"> هو صرف عرف العقلاء</w:t>
      </w:r>
      <w:r w:rsidR="00610870">
        <w:rPr>
          <w:rtl/>
        </w:rPr>
        <w:t>،</w:t>
      </w:r>
      <w:r w:rsidRPr="002A0058">
        <w:rPr>
          <w:rtl/>
        </w:rPr>
        <w:t xml:space="preserve"> ممَّا صار موضعاً لإمضاء الشرع كما هو</w:t>
      </w:r>
      <w:r w:rsidR="00610870">
        <w:rPr>
          <w:rtl/>
        </w:rPr>
        <w:t>،</w:t>
      </w:r>
      <w:r w:rsidRPr="002A0058">
        <w:rPr>
          <w:rtl/>
        </w:rPr>
        <w:t xml:space="preserve"> أو في إطار شروط جديدة.</w:t>
      </w:r>
    </w:p>
    <w:p w:rsidR="009F77A7" w:rsidRDefault="00E07DFB" w:rsidP="002A0058">
      <w:pPr>
        <w:pStyle w:val="libNormal"/>
        <w:rPr>
          <w:rtl/>
        </w:rPr>
      </w:pPr>
      <w:r w:rsidRPr="00313984">
        <w:rPr>
          <w:rStyle w:val="libBold1Char"/>
          <w:rtl/>
        </w:rPr>
        <w:t xml:space="preserve">السيد مرعشي: </w:t>
      </w:r>
      <w:r w:rsidRPr="002A0058">
        <w:rPr>
          <w:rtl/>
        </w:rPr>
        <w:t>الأحكام</w:t>
      </w:r>
      <w:r w:rsidR="00610870">
        <w:rPr>
          <w:rtl/>
        </w:rPr>
        <w:t>،</w:t>
      </w:r>
      <w:r w:rsidRPr="002A0058">
        <w:rPr>
          <w:rtl/>
        </w:rPr>
        <w:t xml:space="preserve"> من حيث الجعل</w:t>
      </w:r>
      <w:r w:rsidR="00610870">
        <w:rPr>
          <w:rtl/>
        </w:rPr>
        <w:t>،</w:t>
      </w:r>
      <w:r w:rsidRPr="002A0058">
        <w:rPr>
          <w:rtl/>
        </w:rPr>
        <w:t xml:space="preserve"> هي إمَّا تأسيسية أبدعها الشارع واخترعها</w:t>
      </w:r>
      <w:r w:rsidR="00610870">
        <w:rPr>
          <w:rtl/>
        </w:rPr>
        <w:t>،</w:t>
      </w:r>
      <w:r w:rsidRPr="002A0058">
        <w:rPr>
          <w:rtl/>
        </w:rPr>
        <w:t xml:space="preserve"> أو أنَّها إمضائية</w:t>
      </w:r>
      <w:r w:rsidR="00610870">
        <w:rPr>
          <w:rtl/>
        </w:rPr>
        <w:t>؛</w:t>
      </w:r>
      <w:r w:rsidRPr="002A0058">
        <w:rPr>
          <w:rtl/>
        </w:rPr>
        <w:t xml:space="preserve"> بمعنى أنَّ الشارع أمضى ما هو موجود</w:t>
      </w:r>
      <w:r w:rsidR="00610870">
        <w:rPr>
          <w:rtl/>
        </w:rPr>
        <w:t>.</w:t>
      </w:r>
      <w:r w:rsidRPr="002A0058">
        <w:rPr>
          <w:rtl/>
        </w:rPr>
        <w:t xml:space="preserve"> على سبيل المثال</w:t>
      </w:r>
      <w:r w:rsidR="00610870">
        <w:rPr>
          <w:rtl/>
        </w:rPr>
        <w:t>،</w:t>
      </w:r>
      <w:r w:rsidRPr="002A0058">
        <w:rPr>
          <w:rtl/>
        </w:rPr>
        <w:t xml:space="preserve"> كان بيع المعاطاة متداولاً في العُرف</w:t>
      </w:r>
      <w:r w:rsidR="00610870">
        <w:rPr>
          <w:rtl/>
        </w:rPr>
        <w:t>،</w:t>
      </w:r>
      <w:r w:rsidRPr="002A0058">
        <w:rPr>
          <w:rtl/>
        </w:rPr>
        <w:t xml:space="preserve"> وقد أمضاه الشارع</w:t>
      </w:r>
      <w:r w:rsidR="00610870">
        <w:rPr>
          <w:rtl/>
        </w:rPr>
        <w:t>،</w:t>
      </w:r>
      <w:r w:rsidRPr="002A0058">
        <w:rPr>
          <w:rtl/>
        </w:rPr>
        <w:t xml:space="preserve"> من دون أن يتعلَّق به جعل ابتدائي</w:t>
      </w:r>
      <w:r w:rsidR="00610870">
        <w:rPr>
          <w:rtl/>
        </w:rPr>
        <w:t>،</w:t>
      </w:r>
      <w:r w:rsidRPr="002A0058">
        <w:rPr>
          <w:rtl/>
        </w:rPr>
        <w:t xml:space="preserve"> بَيْدَ أنَّ هذين الضربين من الأحكام كليهما ملزمان</w:t>
      </w:r>
      <w:r w:rsidR="00610870">
        <w:rPr>
          <w:rtl/>
        </w:rPr>
        <w:t>.</w:t>
      </w:r>
      <w:r w:rsidRPr="002A0058">
        <w:rPr>
          <w:rtl/>
        </w:rPr>
        <w:t xml:space="preserve"> أمَّا كون الأحكام التأسيسية ملزمة</w:t>
      </w:r>
      <w:r w:rsidR="00610870">
        <w:rPr>
          <w:rtl/>
        </w:rPr>
        <w:t>،</w:t>
      </w:r>
      <w:r w:rsidRPr="002A0058">
        <w:rPr>
          <w:rtl/>
        </w:rPr>
        <w:t xml:space="preserve"> فهو أمر واضح جلي</w:t>
      </w:r>
      <w:r w:rsidR="00610870">
        <w:rPr>
          <w:rtl/>
        </w:rPr>
        <w:t>.</w:t>
      </w:r>
      <w:r w:rsidRPr="002A0058">
        <w:rPr>
          <w:rtl/>
        </w:rPr>
        <w:t xml:space="preserve"> وأمَّا الأحكام الإمضائية وكونها مُلزِمة أيضاً</w:t>
      </w:r>
      <w:r w:rsidR="00610870">
        <w:rPr>
          <w:rtl/>
        </w:rPr>
        <w:t>،</w:t>
      </w:r>
      <w:r w:rsidRPr="002A0058">
        <w:rPr>
          <w:rtl/>
        </w:rPr>
        <w:t xml:space="preserve"> فلأنَّ الشارع أمضاها</w:t>
      </w:r>
      <w:r w:rsidR="00610870">
        <w:rPr>
          <w:rtl/>
        </w:rPr>
        <w:t>،</w:t>
      </w:r>
      <w:r w:rsidRPr="002A0058">
        <w:rPr>
          <w:rtl/>
        </w:rPr>
        <w:t xml:space="preserve"> وقد صارت ثانياً وبالعرض حكم الله.</w:t>
      </w:r>
    </w:p>
    <w:p w:rsidR="009F77A7" w:rsidRDefault="009F77A7"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على سبيل المثال</w:t>
      </w:r>
      <w:r w:rsidR="00610870">
        <w:rPr>
          <w:rtl/>
        </w:rPr>
        <w:t>،</w:t>
      </w:r>
      <w:r w:rsidRPr="00065D03">
        <w:rPr>
          <w:rtl/>
        </w:rPr>
        <w:t xml:space="preserve"> كانت الدية موجودة في الجاهلية</w:t>
      </w:r>
      <w:r w:rsidR="00610870">
        <w:rPr>
          <w:rtl/>
        </w:rPr>
        <w:t>،</w:t>
      </w:r>
      <w:r w:rsidRPr="00065D03">
        <w:rPr>
          <w:rtl/>
        </w:rPr>
        <w:t xml:space="preserve"> وقد أمضاها الشارع</w:t>
      </w:r>
      <w:r w:rsidR="00610870">
        <w:rPr>
          <w:rtl/>
        </w:rPr>
        <w:t>،</w:t>
      </w:r>
      <w:r w:rsidRPr="00065D03">
        <w:rPr>
          <w:rtl/>
        </w:rPr>
        <w:t xml:space="preserve"> وبسبب إمضاء الشارع لها صار العمل بها مُلزِماً</w:t>
      </w:r>
      <w:r w:rsidR="00610870">
        <w:rPr>
          <w:rtl/>
        </w:rPr>
        <w:t>،</w:t>
      </w:r>
      <w:r w:rsidRPr="00065D03">
        <w:rPr>
          <w:rtl/>
        </w:rPr>
        <w:t xml:space="preserve"> فلا نستطيع أن نقول: ما دامت الدية تنطوي على تأسيس حقوقي في الجاهلية</w:t>
      </w:r>
      <w:r w:rsidR="00610870">
        <w:rPr>
          <w:rtl/>
        </w:rPr>
        <w:t>،</w:t>
      </w:r>
      <w:r w:rsidRPr="00065D03">
        <w:rPr>
          <w:rtl/>
        </w:rPr>
        <w:t xml:space="preserve"> فإنَّ العمل به غير لازم</w:t>
      </w:r>
      <w:r w:rsidR="00610870">
        <w:rPr>
          <w:rtl/>
        </w:rPr>
        <w:t>،</w:t>
      </w:r>
      <w:r w:rsidRPr="00065D03">
        <w:rPr>
          <w:rtl/>
        </w:rPr>
        <w:t xml:space="preserve"> وبذلك لا يستطيع الإنسان أن يمتنع عن الدية إذا ما ارتكب قتل الخطأ</w:t>
      </w:r>
      <w:r w:rsidR="00610870">
        <w:rPr>
          <w:rtl/>
        </w:rPr>
        <w:t>،</w:t>
      </w:r>
      <w:r w:rsidRPr="00065D03">
        <w:rPr>
          <w:rtl/>
        </w:rPr>
        <w:t xml:space="preserve"> أو شبه العمد</w:t>
      </w:r>
      <w:r w:rsidR="00610870">
        <w:rPr>
          <w:rtl/>
        </w:rPr>
        <w:t>،</w:t>
      </w:r>
      <w:r w:rsidRPr="00065D03">
        <w:rPr>
          <w:rtl/>
        </w:rPr>
        <w:t xml:space="preserve"> بحيث لا يلتزم بدفع دية القتيل إلى أولياء الدم</w:t>
      </w:r>
      <w:r w:rsidR="00610870">
        <w:rPr>
          <w:rtl/>
        </w:rPr>
        <w:t>،</w:t>
      </w:r>
      <w:r w:rsidRPr="00065D03">
        <w:rPr>
          <w:rtl/>
        </w:rPr>
        <w:t xml:space="preserve"> أو أن يجتهد من عنده</w:t>
      </w:r>
      <w:r w:rsidR="00610870">
        <w:rPr>
          <w:rtl/>
        </w:rPr>
        <w:t>،</w:t>
      </w:r>
      <w:r w:rsidRPr="00065D03">
        <w:rPr>
          <w:rtl/>
        </w:rPr>
        <w:t xml:space="preserve"> ويقول: ما دام الإنسان لا يقابل بالمال</w:t>
      </w:r>
      <w:r w:rsidR="00610870">
        <w:rPr>
          <w:rtl/>
        </w:rPr>
        <w:t>،</w:t>
      </w:r>
      <w:r w:rsidRPr="00065D03">
        <w:rPr>
          <w:rtl/>
        </w:rPr>
        <w:t xml:space="preserve"> فإذاً لا تدفع ديته إذا ما ارتُكب القتل بحقّه.</w:t>
      </w:r>
    </w:p>
    <w:p w:rsidR="00E07DFB" w:rsidRPr="00065D03" w:rsidRDefault="00E07DFB" w:rsidP="00065D03">
      <w:pPr>
        <w:pStyle w:val="libNormal"/>
        <w:rPr>
          <w:rtl/>
        </w:rPr>
      </w:pPr>
      <w:r w:rsidRPr="00065D03">
        <w:rPr>
          <w:rtl/>
        </w:rPr>
        <w:t>يتبيَّن ممَّا مرَّ أنَّه إذا كان المقصود من السؤال أنَّ الأحكام غير العبادية تأسيسية أيضاً</w:t>
      </w:r>
      <w:r w:rsidR="00610870">
        <w:rPr>
          <w:rtl/>
        </w:rPr>
        <w:t>،</w:t>
      </w:r>
      <w:r w:rsidRPr="00065D03">
        <w:rPr>
          <w:rtl/>
        </w:rPr>
        <w:t xml:space="preserve"> ومن ثُمَّ فهي مُلزِمة بعد الجعل والإمضاء</w:t>
      </w:r>
      <w:r w:rsidR="00610870">
        <w:rPr>
          <w:rtl/>
        </w:rPr>
        <w:t>،</w:t>
      </w:r>
      <w:r w:rsidRPr="00065D03">
        <w:rPr>
          <w:rtl/>
        </w:rPr>
        <w:t xml:space="preserve"> تماماً مثل الأحكام العبادية</w:t>
      </w:r>
      <w:r w:rsidR="00610870">
        <w:rPr>
          <w:rtl/>
        </w:rPr>
        <w:t>،</w:t>
      </w:r>
      <w:r w:rsidRPr="00065D03">
        <w:rPr>
          <w:rtl/>
        </w:rPr>
        <w:t xml:space="preserve"> فهذا أمر صحيح</w:t>
      </w:r>
      <w:r w:rsidR="00610870">
        <w:rPr>
          <w:rtl/>
        </w:rPr>
        <w:t>.</w:t>
      </w:r>
      <w:r w:rsidRPr="00065D03">
        <w:rPr>
          <w:rtl/>
        </w:rPr>
        <w:t xml:space="preserve"> أمَّا إذا كان المقصود أنّه ليس لدينا أحكام إمضائية</w:t>
      </w:r>
      <w:r w:rsidR="00610870">
        <w:rPr>
          <w:rtl/>
        </w:rPr>
        <w:t>،</w:t>
      </w:r>
      <w:r w:rsidRPr="00065D03">
        <w:rPr>
          <w:rtl/>
        </w:rPr>
        <w:t xml:space="preserve"> فهذا أمر غير صحيح.</w:t>
      </w:r>
    </w:p>
    <w:p w:rsidR="00E07DFB" w:rsidRPr="00313984" w:rsidRDefault="00E07DFB" w:rsidP="00313984">
      <w:pPr>
        <w:pStyle w:val="libBold1"/>
        <w:rPr>
          <w:rtl/>
        </w:rPr>
      </w:pPr>
      <w:r w:rsidRPr="00313984">
        <w:rPr>
          <w:rtl/>
        </w:rPr>
        <w:t>* هل الأحكام غير العبادية</w:t>
      </w:r>
      <w:r w:rsidR="00610870">
        <w:rPr>
          <w:rtl/>
        </w:rPr>
        <w:t xml:space="preserve"> - </w:t>
      </w:r>
      <w:r w:rsidRPr="00313984">
        <w:rPr>
          <w:rtl/>
        </w:rPr>
        <w:t>في الإسلام</w:t>
      </w:r>
      <w:r w:rsidR="00610870">
        <w:rPr>
          <w:rtl/>
        </w:rPr>
        <w:t xml:space="preserve"> - </w:t>
      </w:r>
      <w:r w:rsidRPr="00313984">
        <w:rPr>
          <w:rtl/>
        </w:rPr>
        <w:t>تأسيسية</w:t>
      </w:r>
      <w:r w:rsidR="00610870">
        <w:rPr>
          <w:rtl/>
        </w:rPr>
        <w:t>،</w:t>
      </w:r>
      <w:r w:rsidRPr="00313984">
        <w:rPr>
          <w:rtl/>
        </w:rPr>
        <w:t xml:space="preserve"> أو أنَّ الشارع أمضى بناء العقلاء مع التوسعة والتضييق أحياناً؟</w:t>
      </w:r>
    </w:p>
    <w:p w:rsidR="00E07DFB" w:rsidRPr="00065D03" w:rsidRDefault="00E07DFB" w:rsidP="009F77A7">
      <w:pPr>
        <w:pStyle w:val="libNormal"/>
        <w:rPr>
          <w:rtl/>
        </w:rPr>
      </w:pPr>
      <w:r w:rsidRPr="00313984">
        <w:rPr>
          <w:rStyle w:val="libBold1Char"/>
          <w:rtl/>
        </w:rPr>
        <w:t>السيد الحائري:</w:t>
      </w:r>
      <w:r w:rsidRPr="002A0058">
        <w:rPr>
          <w:rtl/>
        </w:rPr>
        <w:t xml:space="preserve"> أحد معاني التأسيسي والإمضاء هو أن تكون للحكم سابقة وأصل عقلائي</w:t>
      </w:r>
      <w:r w:rsidR="00610870">
        <w:rPr>
          <w:rtl/>
        </w:rPr>
        <w:t>،</w:t>
      </w:r>
      <w:r w:rsidRPr="002A0058">
        <w:rPr>
          <w:rtl/>
        </w:rPr>
        <w:t xml:space="preserve"> وقد قام الشارع بإمضائه</w:t>
      </w:r>
      <w:r w:rsidR="00610870">
        <w:rPr>
          <w:rtl/>
        </w:rPr>
        <w:t>،</w:t>
      </w:r>
      <w:r w:rsidRPr="002A0058">
        <w:rPr>
          <w:rtl/>
        </w:rPr>
        <w:t xml:space="preserve"> وذلك في مقابل الأحكام التي</w:t>
      </w:r>
      <w:r w:rsidR="009F77A7">
        <w:rPr>
          <w:rFonts w:hint="cs"/>
          <w:rtl/>
        </w:rPr>
        <w:t xml:space="preserve"> </w:t>
      </w:r>
      <w:r w:rsidRPr="00065D03">
        <w:rPr>
          <w:rtl/>
        </w:rPr>
        <w:t>لا سابقة ولا أصل عقلائي لها</w:t>
      </w:r>
      <w:r w:rsidR="00610870">
        <w:rPr>
          <w:rtl/>
        </w:rPr>
        <w:t>،</w:t>
      </w:r>
      <w:r w:rsidRPr="00065D03">
        <w:rPr>
          <w:rtl/>
        </w:rPr>
        <w:t xml:space="preserve"> إنَّما الشارع هو الذي أسَّسها</w:t>
      </w:r>
      <w:r w:rsidR="00610870">
        <w:rPr>
          <w:rtl/>
        </w:rPr>
        <w:t>،</w:t>
      </w:r>
      <w:r w:rsidRPr="00065D03">
        <w:rPr>
          <w:rtl/>
        </w:rPr>
        <w:t xml:space="preserve"> كما هو الأمر غالباً في العبادات</w:t>
      </w:r>
      <w:r w:rsidR="00610870">
        <w:rPr>
          <w:rtl/>
        </w:rPr>
        <w:t>.</w:t>
      </w:r>
      <w:r w:rsidRPr="00065D03">
        <w:rPr>
          <w:rtl/>
        </w:rPr>
        <w:t xml:space="preserve"> وهناك في العبادات أحكام إمضائية</w:t>
      </w:r>
      <w:r w:rsidR="00610870">
        <w:rPr>
          <w:rtl/>
        </w:rPr>
        <w:t>،</w:t>
      </w:r>
      <w:r w:rsidRPr="00065D03">
        <w:rPr>
          <w:rtl/>
        </w:rPr>
        <w:t xml:space="preserve"> أيضاً</w:t>
      </w:r>
      <w:r w:rsidR="00610870">
        <w:rPr>
          <w:rtl/>
        </w:rPr>
        <w:t>،</w:t>
      </w:r>
      <w:r w:rsidRPr="00065D03">
        <w:rPr>
          <w:rtl/>
        </w:rPr>
        <w:t xml:space="preserve"> لكنَّها أقل</w:t>
      </w:r>
      <w:r w:rsidR="00610870">
        <w:rPr>
          <w:rtl/>
        </w:rPr>
        <w:t>،</w:t>
      </w:r>
      <w:r w:rsidRPr="00065D03">
        <w:rPr>
          <w:rtl/>
        </w:rPr>
        <w:t xml:space="preserve"> على حين أنَّ الأحكام الإمضائية في المعاملات أكثر.</w:t>
      </w:r>
    </w:p>
    <w:p w:rsidR="009F77A7" w:rsidRDefault="00E07DFB" w:rsidP="00F163DC">
      <w:pPr>
        <w:pStyle w:val="libNormal"/>
        <w:rPr>
          <w:rtl/>
        </w:rPr>
      </w:pPr>
      <w:r w:rsidRPr="002A0058">
        <w:rPr>
          <w:rtl/>
        </w:rPr>
        <w:t>بمعنى آخر: إنَّ الأحكام جميعها تأسيسية</w:t>
      </w:r>
      <w:r w:rsidR="00610870">
        <w:rPr>
          <w:rtl/>
        </w:rPr>
        <w:t>،</w:t>
      </w:r>
      <w:r w:rsidRPr="002A0058">
        <w:rPr>
          <w:rtl/>
        </w:rPr>
        <w:t xml:space="preserve"> وذلك بالمعنى الذي نكون فيه جميعاً عبيد الشارع</w:t>
      </w:r>
      <w:r w:rsidR="00610870">
        <w:rPr>
          <w:rtl/>
        </w:rPr>
        <w:t>،</w:t>
      </w:r>
      <w:r w:rsidRPr="002A0058">
        <w:rPr>
          <w:rtl/>
        </w:rPr>
        <w:t xml:space="preserve"> لا عبيد العقلاء</w:t>
      </w:r>
      <w:r w:rsidR="00610870">
        <w:rPr>
          <w:rtl/>
        </w:rPr>
        <w:t>.</w:t>
      </w:r>
      <w:r w:rsidRPr="002A0058">
        <w:rPr>
          <w:rtl/>
        </w:rPr>
        <w:t xml:space="preserve"> صحيح أنَّ لبعض الأحكام أصلاً عقلائياً</w:t>
      </w:r>
      <w:r w:rsidR="00610870">
        <w:rPr>
          <w:rtl/>
        </w:rPr>
        <w:t>،</w:t>
      </w:r>
      <w:r w:rsidRPr="002A0058">
        <w:rPr>
          <w:rtl/>
        </w:rPr>
        <w:t xml:space="preserve"> إلاّ أنَّ الشارع هو الذي جعلها</w:t>
      </w:r>
      <w:r w:rsidR="00610870">
        <w:rPr>
          <w:rtl/>
        </w:rPr>
        <w:t>.</w:t>
      </w:r>
      <w:r w:rsidRPr="002A0058">
        <w:rPr>
          <w:rtl/>
        </w:rPr>
        <w:t xml:space="preserve"> على سبيل المثال</w:t>
      </w:r>
      <w:r w:rsidR="00610870">
        <w:rPr>
          <w:rtl/>
        </w:rPr>
        <w:t>،</w:t>
      </w:r>
      <w:r w:rsidRPr="002A0058">
        <w:rPr>
          <w:rtl/>
        </w:rPr>
        <w:t xml:space="preserve"> يُعَدُّ </w:t>
      </w:r>
      <w:r w:rsidR="00F163DC">
        <w:rPr>
          <w:rStyle w:val="libAlaemChar"/>
          <w:rFonts w:eastAsiaTheme="minorHAnsi" w:hint="cs"/>
          <w:rtl/>
        </w:rPr>
        <w:t>(</w:t>
      </w:r>
      <w:r w:rsidRPr="00AE62B5">
        <w:rPr>
          <w:rStyle w:val="libAieChar"/>
          <w:rFonts w:hint="cs"/>
          <w:rtl/>
        </w:rPr>
        <w:t>أَحَلَّ اللّهُ الْبَيْعَ</w:t>
      </w:r>
      <w:r w:rsidR="00F163DC">
        <w:rPr>
          <w:rStyle w:val="libAlaemChar"/>
          <w:rFonts w:eastAsiaTheme="minorHAnsi" w:hint="cs"/>
          <w:rtl/>
        </w:rPr>
        <w:t>)</w:t>
      </w:r>
      <w:r w:rsidRPr="002A0058">
        <w:rPr>
          <w:rtl/>
        </w:rPr>
        <w:t xml:space="preserve"> إمضائيّاً بالمعنى الأوّل</w:t>
      </w:r>
      <w:r w:rsidR="00610870">
        <w:rPr>
          <w:rtl/>
        </w:rPr>
        <w:t>،</w:t>
      </w:r>
      <w:r w:rsidRPr="002A0058">
        <w:rPr>
          <w:rtl/>
        </w:rPr>
        <w:t xml:space="preserve"> لكن بالمعنى الثاني</w:t>
      </w:r>
      <w:r w:rsidR="00610870">
        <w:rPr>
          <w:rtl/>
        </w:rPr>
        <w:t>،</w:t>
      </w:r>
      <w:r w:rsidRPr="002A0058">
        <w:rPr>
          <w:rtl/>
        </w:rPr>
        <w:t xml:space="preserve"> فإنَّ الشارع هو الذي جعله</w:t>
      </w:r>
      <w:r w:rsidR="00610870">
        <w:rPr>
          <w:rtl/>
        </w:rPr>
        <w:t>،</w:t>
      </w:r>
      <w:r w:rsidRPr="002A0058">
        <w:rPr>
          <w:rtl/>
        </w:rPr>
        <w:t xml:space="preserve"> ومن ثُمَّ يتعيَّن علينا العمل بجعل الشريعة</w:t>
      </w:r>
      <w:r w:rsidR="00610870">
        <w:rPr>
          <w:rtl/>
        </w:rPr>
        <w:t>،</w:t>
      </w:r>
      <w:r w:rsidRPr="002A0058">
        <w:rPr>
          <w:rtl/>
        </w:rPr>
        <w:t xml:space="preserve"> لا بجعل العقلاء</w:t>
      </w:r>
      <w:r w:rsidR="00610870">
        <w:rPr>
          <w:rtl/>
        </w:rPr>
        <w:t>؛</w:t>
      </w:r>
      <w:r w:rsidRPr="002A0058">
        <w:rPr>
          <w:rtl/>
        </w:rPr>
        <w:t xml:space="preserve"> لأنَّ الجعل الثاني لا قيمة له بالنسبة إلينا</w:t>
      </w:r>
      <w:r w:rsidR="00610870">
        <w:rPr>
          <w:rtl/>
        </w:rPr>
        <w:t>.</w:t>
      </w:r>
      <w:r w:rsidRPr="002A0058">
        <w:rPr>
          <w:rtl/>
        </w:rPr>
        <w:t xml:space="preserve"> وبعبارة أخرى: إنَّ الصحّة أمر إنشائي</w:t>
      </w:r>
      <w:r w:rsidR="00610870">
        <w:rPr>
          <w:rtl/>
        </w:rPr>
        <w:t>،</w:t>
      </w:r>
      <w:r w:rsidRPr="002A0058">
        <w:rPr>
          <w:rtl/>
        </w:rPr>
        <w:t xml:space="preserve"> والشارع هو الذي أنشأها.</w:t>
      </w:r>
    </w:p>
    <w:p w:rsidR="009F77A7" w:rsidRDefault="009F77A7" w:rsidP="00E5125A">
      <w:pPr>
        <w:pStyle w:val="libNormal"/>
        <w:rPr>
          <w:rtl/>
        </w:rPr>
      </w:pPr>
      <w:r>
        <w:rPr>
          <w:rtl/>
        </w:rPr>
        <w:br w:type="page"/>
      </w:r>
    </w:p>
    <w:p w:rsidR="00E07DFB" w:rsidRPr="00E51D91" w:rsidRDefault="00E07DFB" w:rsidP="009F77A7">
      <w:pPr>
        <w:pStyle w:val="Heading2Center"/>
        <w:rPr>
          <w:rtl/>
        </w:rPr>
      </w:pPr>
      <w:bookmarkStart w:id="20" w:name="_Toc388703635"/>
      <w:r w:rsidRPr="00E51D91">
        <w:rPr>
          <w:rtl/>
        </w:rPr>
        <w:lastRenderedPageBreak/>
        <w:t>مساحة بناء العقلاء</w:t>
      </w:r>
      <w:bookmarkStart w:id="21" w:name="مساحة_بناء_العقلاء"/>
      <w:bookmarkEnd w:id="21"/>
      <w:r w:rsidR="00610870">
        <w:rPr>
          <w:rFonts w:hint="cs"/>
          <w:rtl/>
        </w:rPr>
        <w:t>،</w:t>
      </w:r>
      <w:r w:rsidR="009F77A7">
        <w:rPr>
          <w:rFonts w:hint="cs"/>
          <w:rtl/>
        </w:rPr>
        <w:t xml:space="preserve"> </w:t>
      </w:r>
      <w:r w:rsidRPr="00E51D91">
        <w:rPr>
          <w:rtl/>
        </w:rPr>
        <w:t>ما هو المدى الذي يمتدُّ إليه بناء العقلاء؟</w:t>
      </w:r>
      <w:bookmarkEnd w:id="20"/>
    </w:p>
    <w:p w:rsidR="00E07DFB" w:rsidRPr="00065D03" w:rsidRDefault="00E07DFB" w:rsidP="009F77A7">
      <w:pPr>
        <w:pStyle w:val="libNormal"/>
        <w:rPr>
          <w:rtl/>
        </w:rPr>
      </w:pPr>
      <w:r w:rsidRPr="00313984">
        <w:rPr>
          <w:rStyle w:val="libBold1Char"/>
          <w:rtl/>
        </w:rPr>
        <w:t>د. كُرْجي:</w:t>
      </w:r>
      <w:r w:rsidRPr="002A0058">
        <w:rPr>
          <w:rtl/>
        </w:rPr>
        <w:t xml:space="preserve"> أرى أنَّ مجال حكم العُرف وبناء العقلاء وقيمتهما يمتد على رقعة واسعة جدّاً</w:t>
      </w:r>
      <w:r w:rsidR="00610870">
        <w:rPr>
          <w:rtl/>
        </w:rPr>
        <w:t>،</w:t>
      </w:r>
      <w:r w:rsidRPr="002A0058">
        <w:rPr>
          <w:rtl/>
        </w:rPr>
        <w:t xml:space="preserve"> بعكس المجال التعبُّدي الذي يتحرَّك على مدى ضيِّق ومحدود جدّاً</w:t>
      </w:r>
      <w:r w:rsidR="00610870">
        <w:rPr>
          <w:rtl/>
        </w:rPr>
        <w:t>.</w:t>
      </w:r>
      <w:r w:rsidRPr="002A0058">
        <w:rPr>
          <w:rtl/>
        </w:rPr>
        <w:t xml:space="preserve"> إنَّ جميع ألفاظ الموضوعات</w:t>
      </w:r>
      <w:r w:rsidR="00610870">
        <w:rPr>
          <w:rtl/>
        </w:rPr>
        <w:t>،</w:t>
      </w:r>
      <w:r w:rsidRPr="002A0058">
        <w:rPr>
          <w:rtl/>
        </w:rPr>
        <w:t xml:space="preserve"> والمتعلّقات والمحمولات</w:t>
      </w:r>
      <w:r w:rsidR="00610870">
        <w:rPr>
          <w:rtl/>
        </w:rPr>
        <w:t>،</w:t>
      </w:r>
      <w:r w:rsidRPr="002A0058">
        <w:rPr>
          <w:rtl/>
        </w:rPr>
        <w:t xml:space="preserve"> وأدلّة الأحكام كافّة</w:t>
      </w:r>
      <w:r w:rsidR="00610870">
        <w:rPr>
          <w:rtl/>
        </w:rPr>
        <w:t>،</w:t>
      </w:r>
      <w:r w:rsidRPr="002A0058">
        <w:rPr>
          <w:rtl/>
        </w:rPr>
        <w:t xml:space="preserve"> سواء أكانت أحكاماً تكليفية أم أحكاماً وضعية أم أحوالاً شخصية أم أحكاماً عامّة</w:t>
      </w:r>
      <w:r w:rsidR="00610870">
        <w:rPr>
          <w:rtl/>
        </w:rPr>
        <w:t>،</w:t>
      </w:r>
      <w:r w:rsidRPr="002A0058">
        <w:rPr>
          <w:rtl/>
        </w:rPr>
        <w:t xml:space="preserve"> وغير ذلك</w:t>
      </w:r>
      <w:r w:rsidR="00610870">
        <w:rPr>
          <w:rtl/>
        </w:rPr>
        <w:t>،</w:t>
      </w:r>
      <w:r w:rsidRPr="002A0058">
        <w:rPr>
          <w:rtl/>
        </w:rPr>
        <w:t xml:space="preserve"> تُعَدُّ بأجمعها من الشارع المقدَّس</w:t>
      </w:r>
      <w:r w:rsidR="00610870">
        <w:rPr>
          <w:rtl/>
        </w:rPr>
        <w:t>،</w:t>
      </w:r>
      <w:r w:rsidRPr="002A0058">
        <w:rPr>
          <w:rtl/>
        </w:rPr>
        <w:t xml:space="preserve"> وكذلك حال المصطلحات وعدد قليل من موضوعات الأحكام التي وضعها الشارع المقدَّس نفسه</w:t>
      </w:r>
      <w:r w:rsidR="00610870">
        <w:rPr>
          <w:rtl/>
        </w:rPr>
        <w:t>،</w:t>
      </w:r>
      <w:r w:rsidRPr="002A0058">
        <w:rPr>
          <w:rtl/>
        </w:rPr>
        <w:t xml:space="preserve"> أو قام باستعمالها مجازاً في المعاني الشرعية</w:t>
      </w:r>
      <w:r w:rsidR="00610870">
        <w:rPr>
          <w:rtl/>
        </w:rPr>
        <w:t>،</w:t>
      </w:r>
      <w:r w:rsidRPr="002A0058">
        <w:rPr>
          <w:rtl/>
        </w:rPr>
        <w:t xml:space="preserve"> على حين أنَّ جميع الأحكام</w:t>
      </w:r>
      <w:r w:rsidR="009F77A7">
        <w:rPr>
          <w:rFonts w:hint="cs"/>
          <w:rtl/>
        </w:rPr>
        <w:t xml:space="preserve"> </w:t>
      </w:r>
      <w:r w:rsidRPr="00065D03">
        <w:rPr>
          <w:rtl/>
        </w:rPr>
        <w:t>الوضعية تقريباً</w:t>
      </w:r>
      <w:r w:rsidR="00610870">
        <w:rPr>
          <w:rtl/>
        </w:rPr>
        <w:t>،</w:t>
      </w:r>
      <w:r w:rsidRPr="00065D03">
        <w:rPr>
          <w:rtl/>
        </w:rPr>
        <w:t xml:space="preserve"> والأحكام القضائية</w:t>
      </w:r>
      <w:r w:rsidR="00610870">
        <w:rPr>
          <w:rtl/>
        </w:rPr>
        <w:t>،</w:t>
      </w:r>
      <w:r w:rsidRPr="00065D03">
        <w:rPr>
          <w:rtl/>
        </w:rPr>
        <w:t xml:space="preserve"> والحكوميِّة</w:t>
      </w:r>
      <w:r w:rsidR="00610870">
        <w:rPr>
          <w:rtl/>
        </w:rPr>
        <w:t>،</w:t>
      </w:r>
      <w:r w:rsidRPr="00065D03">
        <w:rPr>
          <w:rtl/>
        </w:rPr>
        <w:t xml:space="preserve"> وما شابهها</w:t>
      </w:r>
      <w:r w:rsidR="00610870">
        <w:rPr>
          <w:rtl/>
        </w:rPr>
        <w:t>،</w:t>
      </w:r>
      <w:r w:rsidRPr="00065D03">
        <w:rPr>
          <w:rtl/>
        </w:rPr>
        <w:t xml:space="preserve"> حتى النِّسب والإضافات</w:t>
      </w:r>
      <w:r w:rsidR="00610870">
        <w:rPr>
          <w:rtl/>
        </w:rPr>
        <w:t>،</w:t>
      </w:r>
      <w:r w:rsidRPr="00065D03">
        <w:rPr>
          <w:rtl/>
        </w:rPr>
        <w:t xml:space="preserve"> هي من جاب العُرف والعقلاء.</w:t>
      </w:r>
    </w:p>
    <w:p w:rsidR="00E07DFB" w:rsidRPr="002A0058" w:rsidRDefault="00E07DFB" w:rsidP="00F163DC">
      <w:pPr>
        <w:pStyle w:val="libNormal"/>
        <w:rPr>
          <w:rtl/>
        </w:rPr>
      </w:pPr>
      <w:r w:rsidRPr="002A0058">
        <w:rPr>
          <w:rtl/>
        </w:rPr>
        <w:t xml:space="preserve">لقد أمضى الشارع هذه الأحكام بموجب </w:t>
      </w:r>
      <w:r w:rsidR="00F163DC">
        <w:rPr>
          <w:rStyle w:val="libAlaemChar"/>
          <w:rFonts w:eastAsiaTheme="minorHAnsi" w:hint="cs"/>
          <w:rtl/>
        </w:rPr>
        <w:t>(</w:t>
      </w:r>
      <w:r w:rsidRPr="00AE62B5">
        <w:rPr>
          <w:rStyle w:val="libAieChar"/>
          <w:rFonts w:hint="cs"/>
          <w:rtl/>
        </w:rPr>
        <w:t>أَوْفُواْ بِالْعُقُودِ</w:t>
      </w:r>
      <w:r w:rsidR="00F163DC">
        <w:rPr>
          <w:rStyle w:val="libAlaemChar"/>
          <w:rFonts w:eastAsiaTheme="minorHAnsi" w:hint="cs"/>
          <w:rtl/>
        </w:rPr>
        <w:t>)</w:t>
      </w:r>
      <w:r w:rsidRPr="002A0058">
        <w:rPr>
          <w:rtl/>
        </w:rPr>
        <w:t xml:space="preserve"> ونظائر ذلك</w:t>
      </w:r>
      <w:r w:rsidR="00610870">
        <w:rPr>
          <w:rtl/>
        </w:rPr>
        <w:t>،</w:t>
      </w:r>
      <w:r w:rsidRPr="002A0058">
        <w:rPr>
          <w:rtl/>
        </w:rPr>
        <w:t xml:space="preserve"> وكذلك بموجب أدلّة الأحكام القضائية والحكوميِّة</w:t>
      </w:r>
      <w:r w:rsidR="00610870">
        <w:rPr>
          <w:rtl/>
        </w:rPr>
        <w:t>،</w:t>
      </w:r>
      <w:r w:rsidRPr="002A0058">
        <w:rPr>
          <w:rtl/>
        </w:rPr>
        <w:t xml:space="preserve"> على أنَّ الأمر لا يقتصر على الأحكام الفقهية وحدها</w:t>
      </w:r>
      <w:r w:rsidR="00610870">
        <w:rPr>
          <w:rtl/>
        </w:rPr>
        <w:t>،</w:t>
      </w:r>
      <w:r w:rsidRPr="002A0058">
        <w:rPr>
          <w:rtl/>
        </w:rPr>
        <w:t xml:space="preserve"> بل يمتد إلى الأحكام الأصولية أيضاً</w:t>
      </w:r>
      <w:r w:rsidR="00610870">
        <w:rPr>
          <w:rtl/>
        </w:rPr>
        <w:t>،</w:t>
      </w:r>
      <w:r w:rsidRPr="002A0058">
        <w:rPr>
          <w:rtl/>
        </w:rPr>
        <w:t xml:space="preserve"> فأحكام من قبيل حُجِّـيَّة الأمارات والأصول وغير ذلك</w:t>
      </w:r>
      <w:r w:rsidR="00610870">
        <w:rPr>
          <w:rtl/>
        </w:rPr>
        <w:t>،</w:t>
      </w:r>
      <w:r w:rsidRPr="002A0058">
        <w:rPr>
          <w:rtl/>
        </w:rPr>
        <w:t xml:space="preserve"> هي بأجمعها أحكام عقلائية أمضاها الشارع الإسلامي المقدَّس.</w:t>
      </w:r>
    </w:p>
    <w:p w:rsidR="00E07DFB" w:rsidRPr="00065D03" w:rsidRDefault="00E07DFB" w:rsidP="00065D03">
      <w:pPr>
        <w:pStyle w:val="libNormal"/>
        <w:rPr>
          <w:rtl/>
        </w:rPr>
      </w:pPr>
      <w:r w:rsidRPr="00065D03">
        <w:rPr>
          <w:rtl/>
        </w:rPr>
        <w:t>وعلى هذا الأساس</w:t>
      </w:r>
      <w:r w:rsidR="00610870">
        <w:rPr>
          <w:rtl/>
        </w:rPr>
        <w:t>،</w:t>
      </w:r>
      <w:r w:rsidRPr="00065D03">
        <w:rPr>
          <w:rtl/>
        </w:rPr>
        <w:t xml:space="preserve"> يكون مدى اعتبار أحكام العُرف والعقلاء واسعاً وممتدّاً جدّاً</w:t>
      </w:r>
      <w:r w:rsidR="00610870">
        <w:rPr>
          <w:rtl/>
        </w:rPr>
        <w:t>،</w:t>
      </w:r>
      <w:r w:rsidRPr="00065D03">
        <w:rPr>
          <w:rtl/>
        </w:rPr>
        <w:t xml:space="preserve"> وبالعكس ينحصر مدى الأحكام التأسيسية في مساحة ضيِّقة جدّاً.</w:t>
      </w:r>
    </w:p>
    <w:p w:rsidR="00E72A97" w:rsidRDefault="00E07DFB" w:rsidP="002A0058">
      <w:pPr>
        <w:pStyle w:val="libNormal"/>
        <w:rPr>
          <w:rtl/>
        </w:rPr>
      </w:pPr>
      <w:r w:rsidRPr="00313984">
        <w:rPr>
          <w:rStyle w:val="libBold1Char"/>
          <w:rtl/>
        </w:rPr>
        <w:t xml:space="preserve">السيد مرعشي: </w:t>
      </w:r>
      <w:r w:rsidRPr="002A0058">
        <w:rPr>
          <w:rtl/>
        </w:rPr>
        <w:t>هذا سؤال مهم</w:t>
      </w:r>
      <w:r w:rsidR="00610870">
        <w:rPr>
          <w:rtl/>
        </w:rPr>
        <w:t>،</w:t>
      </w:r>
      <w:r w:rsidRPr="002A0058">
        <w:rPr>
          <w:rtl/>
        </w:rPr>
        <w:t xml:space="preserve"> وما يبعث على الأسف أنَّه يتمُّ الاستناد في مواردَ إلى بناء العقلاء</w:t>
      </w:r>
      <w:r w:rsidR="00610870">
        <w:rPr>
          <w:rtl/>
        </w:rPr>
        <w:t>،</w:t>
      </w:r>
      <w:r w:rsidRPr="002A0058">
        <w:rPr>
          <w:rtl/>
        </w:rPr>
        <w:t xml:space="preserve"> مع أنَّه لا بناء لهم فيها</w:t>
      </w:r>
      <w:r w:rsidR="00610870">
        <w:rPr>
          <w:rtl/>
        </w:rPr>
        <w:t>.</w:t>
      </w:r>
      <w:r w:rsidRPr="002A0058">
        <w:rPr>
          <w:rtl/>
        </w:rPr>
        <w:t xml:space="preserve"> على سبيل المثال: رأيتُ أحد الكتَّاب في إحدى المجلاّت</w:t>
      </w:r>
      <w:r w:rsidR="00610870">
        <w:rPr>
          <w:rtl/>
        </w:rPr>
        <w:t>،</w:t>
      </w:r>
      <w:r w:rsidRPr="002A0058">
        <w:rPr>
          <w:rtl/>
        </w:rPr>
        <w:t xml:space="preserve"> يستند في مسألة </w:t>
      </w:r>
      <w:r w:rsidRPr="00313984">
        <w:rPr>
          <w:rStyle w:val="libBold1Char"/>
          <w:rtl/>
        </w:rPr>
        <w:t>(مرور الزمان)</w:t>
      </w:r>
      <w:r w:rsidRPr="002A0058">
        <w:rPr>
          <w:rtl/>
        </w:rPr>
        <w:t xml:space="preserve"> إلى بناء العقلاء</w:t>
      </w:r>
      <w:r w:rsidR="00610870">
        <w:rPr>
          <w:rtl/>
        </w:rPr>
        <w:t>،</w:t>
      </w:r>
      <w:r w:rsidRPr="002A0058">
        <w:rPr>
          <w:rtl/>
        </w:rPr>
        <w:t xml:space="preserve"> مع أنَّ هذه مسألة نظرية</w:t>
      </w:r>
      <w:r w:rsidR="00610870">
        <w:rPr>
          <w:rtl/>
        </w:rPr>
        <w:t>،</w:t>
      </w:r>
      <w:r w:rsidRPr="002A0058">
        <w:rPr>
          <w:rtl/>
        </w:rPr>
        <w:t xml:space="preserve"> قبَلها عدد من الحقوقيين</w:t>
      </w:r>
      <w:r w:rsidR="00610870">
        <w:rPr>
          <w:rtl/>
        </w:rPr>
        <w:t>،</w:t>
      </w:r>
      <w:r w:rsidRPr="002A0058">
        <w:rPr>
          <w:rtl/>
        </w:rPr>
        <w:t xml:space="preserve"> وأنكرها عدد آخر</w:t>
      </w:r>
      <w:r w:rsidR="00610870">
        <w:rPr>
          <w:rtl/>
        </w:rPr>
        <w:t>.</w:t>
      </w:r>
      <w:r w:rsidRPr="002A0058">
        <w:rPr>
          <w:rtl/>
        </w:rPr>
        <w:t xml:space="preserve"> على هذا</w:t>
      </w:r>
      <w:r w:rsidR="00610870">
        <w:rPr>
          <w:rtl/>
        </w:rPr>
        <w:t>،</w:t>
      </w:r>
      <w:r w:rsidRPr="002A0058">
        <w:rPr>
          <w:rtl/>
        </w:rPr>
        <w:t xml:space="preserve"> يُعَدُّ من الضروري أن تخضع مسألة مجال بناء العقلاء في الاستنباطات الفقهية</w:t>
      </w:r>
      <w:r w:rsidR="00610870">
        <w:rPr>
          <w:rtl/>
        </w:rPr>
        <w:t>،</w:t>
      </w:r>
      <w:r w:rsidRPr="002A0058">
        <w:rPr>
          <w:rtl/>
        </w:rPr>
        <w:t xml:space="preserve"> المشار إليها في السؤال</w:t>
      </w:r>
      <w:r w:rsidR="00610870">
        <w:rPr>
          <w:rtl/>
        </w:rPr>
        <w:t>،</w:t>
      </w:r>
      <w:r w:rsidRPr="002A0058">
        <w:rPr>
          <w:rtl/>
        </w:rPr>
        <w:t xml:space="preserve"> إلى دراسة أكثر دقة.</w:t>
      </w:r>
    </w:p>
    <w:p w:rsidR="00E72A97" w:rsidRDefault="00E72A97" w:rsidP="00E5125A">
      <w:pPr>
        <w:pStyle w:val="libNormal"/>
        <w:rPr>
          <w:rtl/>
        </w:rPr>
      </w:pPr>
      <w:r>
        <w:rPr>
          <w:rtl/>
        </w:rPr>
        <w:br w:type="page"/>
      </w:r>
    </w:p>
    <w:p w:rsidR="00E07DFB" w:rsidRPr="00AA299A" w:rsidRDefault="00E07DFB" w:rsidP="00AA299A">
      <w:pPr>
        <w:pStyle w:val="libNormal"/>
        <w:rPr>
          <w:rtl/>
        </w:rPr>
      </w:pPr>
      <w:r w:rsidRPr="00AA299A">
        <w:rPr>
          <w:rtl/>
        </w:rPr>
        <w:lastRenderedPageBreak/>
        <w:t xml:space="preserve">معنى بناء العقلاء هو: </w:t>
      </w:r>
      <w:r w:rsidRPr="00313984">
        <w:rPr>
          <w:rStyle w:val="libBold1Char"/>
          <w:rtl/>
        </w:rPr>
        <w:t>المنهج / السيرة التي يستخدمونها في الأمور المرتبطة بحياتهم</w:t>
      </w:r>
      <w:r w:rsidR="00610870">
        <w:rPr>
          <w:rStyle w:val="libBold1Char"/>
          <w:rtl/>
        </w:rPr>
        <w:t>،</w:t>
      </w:r>
      <w:r w:rsidRPr="00313984">
        <w:rPr>
          <w:rStyle w:val="libBold1Char"/>
          <w:rtl/>
        </w:rPr>
        <w:t xml:space="preserve"> بحيث يتوافقون على سلوك يتحوَّل إلى سيرة و منهج</w:t>
      </w:r>
      <w:r w:rsidR="00610870">
        <w:rPr>
          <w:rStyle w:val="libBold1Char"/>
          <w:rtl/>
        </w:rPr>
        <w:t>.</w:t>
      </w:r>
      <w:r w:rsidRPr="00AA299A">
        <w:rPr>
          <w:rtl/>
        </w:rPr>
        <w:t xml:space="preserve"> على أنَّ مجال السيرة وفاعليتها مختلف</w:t>
      </w:r>
      <w:r w:rsidR="00610870">
        <w:rPr>
          <w:rtl/>
        </w:rPr>
        <w:t>،</w:t>
      </w:r>
      <w:r w:rsidRPr="00AA299A">
        <w:rPr>
          <w:rtl/>
        </w:rPr>
        <w:t xml:space="preserve"> يمكن المرور به كما يأتي:</w:t>
      </w:r>
    </w:p>
    <w:p w:rsidR="00E07DFB" w:rsidRPr="002A0058" w:rsidRDefault="00E07DFB" w:rsidP="002A0058">
      <w:pPr>
        <w:pStyle w:val="libNormal"/>
        <w:rPr>
          <w:rtl/>
        </w:rPr>
      </w:pPr>
      <w:r w:rsidRPr="00313984">
        <w:rPr>
          <w:rStyle w:val="libBold1Char"/>
          <w:rtl/>
        </w:rPr>
        <w:t>أ</w:t>
      </w:r>
      <w:r w:rsidR="00610870">
        <w:rPr>
          <w:rStyle w:val="libBold1Char"/>
          <w:rtl/>
        </w:rPr>
        <w:t xml:space="preserve"> - </w:t>
      </w:r>
      <w:r w:rsidRPr="002A0058">
        <w:rPr>
          <w:rtl/>
        </w:rPr>
        <w:t>يذهب المرحوم الشهيد محمد باقر الصدر (1353</w:t>
      </w:r>
      <w:r w:rsidR="00610870">
        <w:rPr>
          <w:rtl/>
        </w:rPr>
        <w:t xml:space="preserve"> - </w:t>
      </w:r>
      <w:r w:rsidRPr="002A0058">
        <w:rPr>
          <w:rtl/>
        </w:rPr>
        <w:t>1399) (أعلى الله مقامه) إلى أنَّ مدى بناء العقلاء ومساحته إنَّما يرتبطان بتنقيح موضوع الحكم الشرعي</w:t>
      </w:r>
      <w:r w:rsidR="00610870">
        <w:rPr>
          <w:rtl/>
        </w:rPr>
        <w:t>،</w:t>
      </w:r>
      <w:r w:rsidRPr="002A0058">
        <w:rPr>
          <w:rtl/>
        </w:rPr>
        <w:t xml:space="preserve"> لا بتشريع الحكم.</w:t>
      </w:r>
    </w:p>
    <w:p w:rsidR="00E07DFB" w:rsidRPr="00065D03" w:rsidRDefault="00E07DFB" w:rsidP="00065D03">
      <w:pPr>
        <w:pStyle w:val="libNormal"/>
        <w:rPr>
          <w:rtl/>
        </w:rPr>
      </w:pPr>
      <w:r w:rsidRPr="00065D03">
        <w:rPr>
          <w:rtl/>
        </w:rPr>
        <w:t>وهذا يكون على ضربين:</w:t>
      </w:r>
    </w:p>
    <w:p w:rsidR="00E07DFB" w:rsidRPr="002A0058" w:rsidRDefault="00E07DFB" w:rsidP="00F163DC">
      <w:pPr>
        <w:pStyle w:val="libNormal"/>
        <w:rPr>
          <w:rtl/>
        </w:rPr>
      </w:pPr>
      <w:r w:rsidRPr="002A0058">
        <w:rPr>
          <w:rtl/>
        </w:rPr>
        <w:t>1</w:t>
      </w:r>
      <w:r w:rsidR="00610870">
        <w:rPr>
          <w:rtl/>
        </w:rPr>
        <w:t xml:space="preserve"> - </w:t>
      </w:r>
      <w:r w:rsidRPr="002A0058">
        <w:rPr>
          <w:rtl/>
        </w:rPr>
        <w:t>أن تكون السيرة مُنقِّحة لموضوع الحكم الشرعي ومُبيِّنة له ثبوتاً</w:t>
      </w:r>
      <w:r w:rsidR="00610870">
        <w:rPr>
          <w:rtl/>
        </w:rPr>
        <w:t>،</w:t>
      </w:r>
      <w:r w:rsidRPr="002A0058">
        <w:rPr>
          <w:rtl/>
        </w:rPr>
        <w:t xml:space="preserve"> كما في مثل الآية الكريمة: </w:t>
      </w:r>
      <w:r w:rsidR="00F163DC">
        <w:rPr>
          <w:rStyle w:val="libAlaemChar"/>
          <w:rFonts w:eastAsiaTheme="minorHAnsi" w:hint="cs"/>
          <w:rtl/>
        </w:rPr>
        <w:t>(</w:t>
      </w:r>
      <w:r w:rsidRPr="00AE62B5">
        <w:rPr>
          <w:rStyle w:val="libAieChar"/>
          <w:rFonts w:hint="cs"/>
          <w:rtl/>
        </w:rPr>
        <w:t>فَإِمْسَاكٌ بِمَعْرُوفٍ</w:t>
      </w:r>
      <w:r w:rsidR="00F163DC">
        <w:rPr>
          <w:rStyle w:val="libAlaemChar"/>
          <w:rFonts w:eastAsiaTheme="minorHAnsi" w:hint="cs"/>
          <w:rtl/>
        </w:rPr>
        <w:t>)</w:t>
      </w:r>
      <w:r w:rsidR="00610870">
        <w:rPr>
          <w:rStyle w:val="libAieChar"/>
          <w:rtl/>
        </w:rPr>
        <w:t>؛</w:t>
      </w:r>
      <w:r w:rsidRPr="002A0058">
        <w:rPr>
          <w:rtl/>
        </w:rPr>
        <w:t xml:space="preserve"> حيث من اللازم أن يتمَّ تشخيصنا لمصداق المعروف في كلّ عصر بالرجوع إلى سيرة العقلاء</w:t>
      </w:r>
      <w:r w:rsidR="00610870">
        <w:rPr>
          <w:rtl/>
        </w:rPr>
        <w:t>.</w:t>
      </w:r>
      <w:r w:rsidRPr="002A0058">
        <w:rPr>
          <w:rtl/>
        </w:rPr>
        <w:t xml:space="preserve"> وإذا ما كان هناك اختلاف بين المصداق المعروف في العُرف الفعلي وبين مصداق العُرف السابق</w:t>
      </w:r>
      <w:r w:rsidR="00610870">
        <w:rPr>
          <w:rtl/>
        </w:rPr>
        <w:t>،</w:t>
      </w:r>
      <w:r w:rsidRPr="002A0058">
        <w:rPr>
          <w:rtl/>
        </w:rPr>
        <w:t xml:space="preserve"> فمن اللازم أن يكون العُرف الفعلي هو المِلاك</w:t>
      </w:r>
      <w:r w:rsidR="00610870">
        <w:rPr>
          <w:rtl/>
        </w:rPr>
        <w:t>،</w:t>
      </w:r>
      <w:r w:rsidRPr="002A0058">
        <w:rPr>
          <w:rtl/>
        </w:rPr>
        <w:t xml:space="preserve"> ومن ثُمَّ تُعامَل الزوجة وفاقاً للعرف القائم.</w:t>
      </w:r>
    </w:p>
    <w:p w:rsidR="00E07DFB" w:rsidRPr="00065D03" w:rsidRDefault="00E07DFB" w:rsidP="00065D03">
      <w:pPr>
        <w:pStyle w:val="libNormal"/>
        <w:rPr>
          <w:rtl/>
        </w:rPr>
      </w:pPr>
      <w:r w:rsidRPr="00065D03">
        <w:rPr>
          <w:rtl/>
        </w:rPr>
        <w:t>2</w:t>
      </w:r>
      <w:r w:rsidR="00610870">
        <w:rPr>
          <w:rtl/>
        </w:rPr>
        <w:t xml:space="preserve"> - </w:t>
      </w:r>
      <w:r w:rsidRPr="00065D03">
        <w:rPr>
          <w:rtl/>
        </w:rPr>
        <w:t>أن تكون السيرة مُنقِّحة للموضوع إثباتاً وكشفاً</w:t>
      </w:r>
      <w:r w:rsidR="00610870">
        <w:rPr>
          <w:rtl/>
        </w:rPr>
        <w:t>،</w:t>
      </w:r>
      <w:r w:rsidRPr="00065D03">
        <w:rPr>
          <w:rtl/>
        </w:rPr>
        <w:t xml:space="preserve"> لا ثبوتاً</w:t>
      </w:r>
      <w:r w:rsidR="00610870">
        <w:rPr>
          <w:rtl/>
        </w:rPr>
        <w:t>.</w:t>
      </w:r>
      <w:r w:rsidRPr="00065D03">
        <w:rPr>
          <w:rtl/>
        </w:rPr>
        <w:t xml:space="preserve"> على سبيل المثال: إذا ما كانت سيرة العقلاء تقضي بوجود حقّ الخيار للمغبون عند الغبن في المعاملة</w:t>
      </w:r>
      <w:r w:rsidR="00610870">
        <w:rPr>
          <w:rtl/>
        </w:rPr>
        <w:t>،</w:t>
      </w:r>
      <w:r w:rsidRPr="00065D03">
        <w:rPr>
          <w:rtl/>
        </w:rPr>
        <w:t xml:space="preserve"> فإنَّ مثل هذه السيرة يمكنها أن تكشف عن عدم تحقُّق الشرط الضمني في العقد</w:t>
      </w:r>
      <w:r w:rsidR="00610870">
        <w:rPr>
          <w:rtl/>
        </w:rPr>
        <w:t>؛</w:t>
      </w:r>
      <w:r w:rsidRPr="00065D03">
        <w:rPr>
          <w:rtl/>
        </w:rPr>
        <w:t xml:space="preserve"> والسبب أنَّ بناء المتعاملين في العقد قائم على أساس عدم وجود الغبن</w:t>
      </w:r>
      <w:r w:rsidR="00610870">
        <w:rPr>
          <w:rtl/>
        </w:rPr>
        <w:t>.</w:t>
      </w:r>
      <w:r w:rsidRPr="00065D03">
        <w:rPr>
          <w:rtl/>
        </w:rPr>
        <w:t xml:space="preserve"> فإذاً</w:t>
      </w:r>
      <w:r w:rsidR="00610870">
        <w:rPr>
          <w:rtl/>
        </w:rPr>
        <w:t>،</w:t>
      </w:r>
      <w:r w:rsidRPr="00065D03">
        <w:rPr>
          <w:rtl/>
        </w:rPr>
        <w:t xml:space="preserve"> سيرة العقلاء صارت</w:t>
      </w:r>
      <w:r w:rsidR="00610870">
        <w:rPr>
          <w:rtl/>
        </w:rPr>
        <w:t xml:space="preserve"> - </w:t>
      </w:r>
      <w:r w:rsidRPr="00065D03">
        <w:rPr>
          <w:rtl/>
        </w:rPr>
        <w:t>هنا</w:t>
      </w:r>
      <w:r w:rsidR="00610870">
        <w:rPr>
          <w:rtl/>
        </w:rPr>
        <w:t xml:space="preserve"> - </w:t>
      </w:r>
      <w:r w:rsidRPr="00065D03">
        <w:rPr>
          <w:rtl/>
        </w:rPr>
        <w:t>مُنقِّحة للموضوع إثباتاً لا ثبوتاً</w:t>
      </w:r>
      <w:r w:rsidR="00610870">
        <w:rPr>
          <w:rtl/>
        </w:rPr>
        <w:t>،</w:t>
      </w:r>
      <w:r w:rsidRPr="00065D03">
        <w:rPr>
          <w:rtl/>
        </w:rPr>
        <w:t xml:space="preserve"> فقد أثبتت السيرة أنَّ موضوع العقد</w:t>
      </w:r>
      <w:r w:rsidR="00610870">
        <w:rPr>
          <w:rtl/>
        </w:rPr>
        <w:t xml:space="preserve"> - </w:t>
      </w:r>
      <w:r w:rsidRPr="00065D03">
        <w:rPr>
          <w:rtl/>
        </w:rPr>
        <w:t>المتمثِّل بوقوع المعاملة</w:t>
      </w:r>
      <w:r w:rsidR="00610870">
        <w:rPr>
          <w:rtl/>
        </w:rPr>
        <w:t xml:space="preserve"> - </w:t>
      </w:r>
      <w:r w:rsidRPr="00065D03">
        <w:rPr>
          <w:rtl/>
        </w:rPr>
        <w:t>مشروط بعدم تحقُّق الغبن فيه</w:t>
      </w:r>
      <w:r w:rsidR="00610870">
        <w:rPr>
          <w:rtl/>
        </w:rPr>
        <w:t>،</w:t>
      </w:r>
      <w:r w:rsidRPr="00065D03">
        <w:rPr>
          <w:rtl/>
        </w:rPr>
        <w:t xml:space="preserve"> وإذا ما غُبن الإنسان في المعاملة</w:t>
      </w:r>
      <w:r w:rsidR="00610870">
        <w:rPr>
          <w:rtl/>
        </w:rPr>
        <w:t>،</w:t>
      </w:r>
      <w:r w:rsidRPr="00065D03">
        <w:rPr>
          <w:rtl/>
        </w:rPr>
        <w:t xml:space="preserve"> فالأمر إليه</w:t>
      </w:r>
      <w:r w:rsidR="00610870">
        <w:rPr>
          <w:rtl/>
        </w:rPr>
        <w:t>؛</w:t>
      </w:r>
      <w:r w:rsidRPr="00065D03">
        <w:rPr>
          <w:rtl/>
        </w:rPr>
        <w:t xml:space="preserve"> إذ له أن يأخذ بالخيار</w:t>
      </w:r>
      <w:r w:rsidR="00610870">
        <w:rPr>
          <w:rtl/>
        </w:rPr>
        <w:t>،</w:t>
      </w:r>
      <w:r w:rsidRPr="00065D03">
        <w:rPr>
          <w:rtl/>
        </w:rPr>
        <w:t xml:space="preserve"> كما له أن يمتنع عن الأخذ به.</w:t>
      </w:r>
    </w:p>
    <w:p w:rsidR="00E72A97" w:rsidRDefault="00E07DFB" w:rsidP="00065D03">
      <w:pPr>
        <w:pStyle w:val="libNormal"/>
        <w:rPr>
          <w:rtl/>
        </w:rPr>
      </w:pPr>
      <w:r w:rsidRPr="00065D03">
        <w:rPr>
          <w:rtl/>
        </w:rPr>
        <w:t>ثُمَّ يستنتج الشهيد الصدر بأنَّه لا حُجَّة لإمضاء الشارع في مثل هذا المورد الذي تتحرَّك به السيرة في إطار تشخيص موضوع الحكم.</w:t>
      </w:r>
    </w:p>
    <w:p w:rsidR="00E72A97" w:rsidRDefault="00E72A97" w:rsidP="00E5125A">
      <w:pPr>
        <w:pStyle w:val="libNormal"/>
        <w:rPr>
          <w:rtl/>
        </w:rPr>
      </w:pPr>
      <w:r>
        <w:rPr>
          <w:rtl/>
        </w:rPr>
        <w:br w:type="page"/>
      </w:r>
    </w:p>
    <w:p w:rsidR="00E07DFB" w:rsidRPr="002A0058" w:rsidRDefault="00E07DFB" w:rsidP="002A0058">
      <w:pPr>
        <w:pStyle w:val="libNormal"/>
        <w:rPr>
          <w:rtl/>
        </w:rPr>
      </w:pPr>
      <w:r w:rsidRPr="00313984">
        <w:rPr>
          <w:rStyle w:val="libBold1Char"/>
          <w:rtl/>
        </w:rPr>
        <w:lastRenderedPageBreak/>
        <w:t>ب</w:t>
      </w:r>
      <w:r w:rsidR="00610870">
        <w:rPr>
          <w:rStyle w:val="libBold1Char"/>
          <w:rtl/>
        </w:rPr>
        <w:t xml:space="preserve"> - </w:t>
      </w:r>
      <w:r w:rsidRPr="002A0058">
        <w:rPr>
          <w:rtl/>
        </w:rPr>
        <w:t>أن تكون مساحة السيرة وبناء العقلاء وفاعلية دورهما متمثِّلة في إطار تنقيح ظهور الدليل</w:t>
      </w:r>
      <w:r w:rsidR="00610870">
        <w:rPr>
          <w:rtl/>
        </w:rPr>
        <w:t>.</w:t>
      </w:r>
      <w:r w:rsidRPr="002A0058">
        <w:rPr>
          <w:rtl/>
        </w:rPr>
        <w:t xml:space="preserve"> ما يكفي للعمل بمثل هذه السيرة هو التناسق والانسجام في ما بين العلاقات العُرفية والمرتكزات العقلائية في فهم المراد في الزمن المتأخِّر</w:t>
      </w:r>
      <w:r w:rsidR="00610870">
        <w:rPr>
          <w:rtl/>
        </w:rPr>
        <w:t>،</w:t>
      </w:r>
      <w:r w:rsidRPr="002A0058">
        <w:rPr>
          <w:rtl/>
        </w:rPr>
        <w:t xml:space="preserve"> وبين زمان صدور النص.</w:t>
      </w:r>
    </w:p>
    <w:p w:rsidR="00E07DFB" w:rsidRPr="002A0058" w:rsidRDefault="00E07DFB" w:rsidP="002A0058">
      <w:pPr>
        <w:pStyle w:val="libNormal"/>
        <w:rPr>
          <w:rtl/>
        </w:rPr>
      </w:pPr>
      <w:r w:rsidRPr="00313984">
        <w:rPr>
          <w:rStyle w:val="libBold1Char"/>
          <w:rtl/>
        </w:rPr>
        <w:t>ج</w:t>
      </w:r>
      <w:r w:rsidR="00610870">
        <w:rPr>
          <w:rStyle w:val="libBold1Char"/>
          <w:rtl/>
        </w:rPr>
        <w:t xml:space="preserve"> - </w:t>
      </w:r>
      <w:r w:rsidRPr="002A0058">
        <w:rPr>
          <w:rtl/>
        </w:rPr>
        <w:t>أن تتحرَّك سيرة العقلاء ويكون دورها فاعلاً في نطاق الأمارات الشرعية</w:t>
      </w:r>
      <w:r w:rsidR="00610870">
        <w:rPr>
          <w:rtl/>
        </w:rPr>
        <w:t>،</w:t>
      </w:r>
      <w:r w:rsidRPr="002A0058">
        <w:rPr>
          <w:rtl/>
        </w:rPr>
        <w:t xml:space="preserve"> من قبيل: خبر الثقة</w:t>
      </w:r>
      <w:r w:rsidR="00610870">
        <w:rPr>
          <w:rtl/>
        </w:rPr>
        <w:t>،</w:t>
      </w:r>
      <w:r w:rsidRPr="002A0058">
        <w:rPr>
          <w:rtl/>
        </w:rPr>
        <w:t xml:space="preserve"> واليد</w:t>
      </w:r>
      <w:r w:rsidR="00610870">
        <w:rPr>
          <w:rtl/>
        </w:rPr>
        <w:t>،</w:t>
      </w:r>
      <w:r w:rsidRPr="002A0058">
        <w:rPr>
          <w:rtl/>
        </w:rPr>
        <w:t xml:space="preserve"> وبقيَّة الأمارات المعتبرة.</w:t>
      </w:r>
    </w:p>
    <w:p w:rsidR="00E07DFB" w:rsidRPr="00065D03" w:rsidRDefault="00E07DFB" w:rsidP="00E72A97">
      <w:pPr>
        <w:pStyle w:val="libNormal"/>
        <w:rPr>
          <w:rtl/>
        </w:rPr>
      </w:pPr>
      <w:r w:rsidRPr="00065D03">
        <w:rPr>
          <w:rtl/>
        </w:rPr>
        <w:t>ما يعتقده المرحوم الشهيد الصدر في هذا المجال</w:t>
      </w:r>
      <w:r w:rsidR="00610870">
        <w:rPr>
          <w:rtl/>
        </w:rPr>
        <w:t xml:space="preserve"> - </w:t>
      </w:r>
      <w:r w:rsidRPr="00065D03">
        <w:rPr>
          <w:rtl/>
        </w:rPr>
        <w:t>أسوة ببقيَّة الأجلاّء ومتابعة</w:t>
      </w:r>
      <w:r w:rsidR="00E72A97">
        <w:rPr>
          <w:rFonts w:hint="cs"/>
          <w:rtl/>
        </w:rPr>
        <w:t xml:space="preserve"> </w:t>
      </w:r>
      <w:r w:rsidRPr="00065D03">
        <w:rPr>
          <w:rtl/>
        </w:rPr>
        <w:t>لهم</w:t>
      </w:r>
      <w:r w:rsidR="00610870">
        <w:rPr>
          <w:rtl/>
        </w:rPr>
        <w:t xml:space="preserve"> - </w:t>
      </w:r>
      <w:r w:rsidRPr="00065D03">
        <w:rPr>
          <w:rtl/>
        </w:rPr>
        <w:t>أنَّ السيرة في مثل هذه الموارد لا بدَّ من أن تكون ممضاة من الشارع</w:t>
      </w:r>
      <w:r w:rsidR="00610870">
        <w:rPr>
          <w:rtl/>
        </w:rPr>
        <w:t>،</w:t>
      </w:r>
      <w:r w:rsidRPr="00065D03">
        <w:rPr>
          <w:rtl/>
        </w:rPr>
        <w:t xml:space="preserve"> إمَّا بإظهار الرضا أو عن طرق السكوت</w:t>
      </w:r>
      <w:r w:rsidR="00610870">
        <w:rPr>
          <w:rtl/>
        </w:rPr>
        <w:t>.</w:t>
      </w:r>
      <w:r w:rsidRPr="00065D03">
        <w:rPr>
          <w:rtl/>
        </w:rPr>
        <w:t xml:space="preserve"> وما يُستند إليه في هذه الموارد هو إمضاء الشارع للسيرة</w:t>
      </w:r>
      <w:r w:rsidR="00610870">
        <w:rPr>
          <w:rtl/>
        </w:rPr>
        <w:t>،</w:t>
      </w:r>
      <w:r w:rsidRPr="00065D03">
        <w:rPr>
          <w:rtl/>
        </w:rPr>
        <w:t xml:space="preserve"> لا سيرة العقلاء نفسها.</w:t>
      </w:r>
    </w:p>
    <w:p w:rsidR="00E07DFB" w:rsidRPr="00065D03" w:rsidRDefault="00E07DFB" w:rsidP="00283EDA">
      <w:pPr>
        <w:pStyle w:val="libNormal"/>
        <w:rPr>
          <w:rtl/>
        </w:rPr>
      </w:pPr>
      <w:r w:rsidRPr="00065D03">
        <w:rPr>
          <w:rtl/>
        </w:rPr>
        <w:t>إنَّ السيرة العقلائية في هذه الموارد معتبرة في نفسها</w:t>
      </w:r>
      <w:r w:rsidR="00610870">
        <w:rPr>
          <w:rtl/>
        </w:rPr>
        <w:t>،</w:t>
      </w:r>
      <w:r w:rsidRPr="00065D03">
        <w:rPr>
          <w:rtl/>
        </w:rPr>
        <w:t xml:space="preserve"> ومن ثُمَّ فإنَّ الجعل الشرعي إثباتاً ونفياً ليس صحيحاً في هذه المواضع</w:t>
      </w:r>
      <w:r w:rsidR="00610870">
        <w:rPr>
          <w:rtl/>
        </w:rPr>
        <w:t>،</w:t>
      </w:r>
      <w:r w:rsidRPr="00065D03">
        <w:rPr>
          <w:rtl/>
        </w:rPr>
        <w:t xml:space="preserve"> ومردُّ ذلك أنَّه ليس للشارع المقدَّس تأسيس جديد في موارد بناء العقلاء</w:t>
      </w:r>
      <w:r w:rsidR="00610870">
        <w:rPr>
          <w:rtl/>
        </w:rPr>
        <w:t>،</w:t>
      </w:r>
      <w:r w:rsidRPr="00065D03">
        <w:rPr>
          <w:rtl/>
        </w:rPr>
        <w:t xml:space="preserve"> وهو لا يلج ميدان العمل بالسيرة بعنوان كونه شارعاً</w:t>
      </w:r>
      <w:r w:rsidR="00610870">
        <w:rPr>
          <w:rtl/>
        </w:rPr>
        <w:t>،</w:t>
      </w:r>
      <w:r w:rsidRPr="00065D03">
        <w:rPr>
          <w:rtl/>
        </w:rPr>
        <w:t xml:space="preserve"> إنَّما يعمل بالسيرة بوصفه أحد العقلاء</w:t>
      </w:r>
      <w:r w:rsidR="00610870">
        <w:rPr>
          <w:rtl/>
        </w:rPr>
        <w:t>؛</w:t>
      </w:r>
      <w:r w:rsidRPr="00065D03">
        <w:rPr>
          <w:rtl/>
        </w:rPr>
        <w:t xml:space="preserve"> لذلك تجد أنَّ رواة الحديث لا يسألون الإمام </w:t>
      </w:r>
      <w:r w:rsidR="00283EDA" w:rsidRPr="00283EDA">
        <w:rPr>
          <w:rStyle w:val="libAlaemChar"/>
          <w:rFonts w:eastAsiaTheme="minorHAnsi"/>
          <w:rtl/>
        </w:rPr>
        <w:t>عليه‌السلام</w:t>
      </w:r>
      <w:r w:rsidRPr="00065D03">
        <w:rPr>
          <w:rtl/>
        </w:rPr>
        <w:t xml:space="preserve"> بشأن العمل بخبر الواحد</w:t>
      </w:r>
      <w:r w:rsidR="00610870">
        <w:rPr>
          <w:rtl/>
        </w:rPr>
        <w:t>،</w:t>
      </w:r>
      <w:r w:rsidRPr="00065D03">
        <w:rPr>
          <w:rtl/>
        </w:rPr>
        <w:t xml:space="preserve"> بمثل قولهم: هل العمل بخبر الثقة حُجَّة أو لا؟ ذلك لأنَّ حُجِّـيَّة خبر الثقة</w:t>
      </w:r>
      <w:r w:rsidR="00610870">
        <w:rPr>
          <w:rtl/>
        </w:rPr>
        <w:t>،</w:t>
      </w:r>
      <w:r w:rsidRPr="00065D03">
        <w:rPr>
          <w:rtl/>
        </w:rPr>
        <w:t xml:space="preserve"> بعنوان كونه كبرى كلّية</w:t>
      </w:r>
      <w:r w:rsidR="00610870">
        <w:rPr>
          <w:rtl/>
        </w:rPr>
        <w:t>،</w:t>
      </w:r>
      <w:r w:rsidRPr="00065D03">
        <w:rPr>
          <w:rtl/>
        </w:rPr>
        <w:t xml:space="preserve"> هي موضع تسالم العقلاء</w:t>
      </w:r>
      <w:r w:rsidR="00610870">
        <w:rPr>
          <w:rtl/>
        </w:rPr>
        <w:t>،</w:t>
      </w:r>
      <w:r w:rsidRPr="00065D03">
        <w:rPr>
          <w:rtl/>
        </w:rPr>
        <w:t xml:space="preserve"> إنَّما يتَّجهون بأسئلتهم إلى صغيرات المسألة</w:t>
      </w:r>
      <w:r w:rsidR="00610870">
        <w:rPr>
          <w:rtl/>
        </w:rPr>
        <w:t>،</w:t>
      </w:r>
      <w:r w:rsidRPr="00065D03">
        <w:rPr>
          <w:rtl/>
        </w:rPr>
        <w:t xml:space="preserve"> من قبيل سؤالهم: هل يونس بن عبد الرحمن ثقة أو لا؟</w:t>
      </w:r>
    </w:p>
    <w:p w:rsidR="00E72A97" w:rsidRDefault="00E07DFB" w:rsidP="002A0058">
      <w:pPr>
        <w:pStyle w:val="libNormal"/>
        <w:rPr>
          <w:rtl/>
        </w:rPr>
      </w:pPr>
      <w:r w:rsidRPr="002A0058">
        <w:rPr>
          <w:rtl/>
        </w:rPr>
        <w:t>وللإمام الخميني (رضوان الله عليه) نصٌّ في كتاب</w:t>
      </w:r>
      <w:r w:rsidRPr="00313984">
        <w:rPr>
          <w:rStyle w:val="libBold1Char"/>
          <w:rtl/>
        </w:rPr>
        <w:t xml:space="preserve"> (أنوار الهداية)</w:t>
      </w:r>
      <w:r w:rsidR="00610870">
        <w:rPr>
          <w:rStyle w:val="libBold1Char"/>
          <w:rtl/>
        </w:rPr>
        <w:t>،</w:t>
      </w:r>
      <w:r w:rsidRPr="002A0058">
        <w:rPr>
          <w:rtl/>
        </w:rPr>
        <w:t xml:space="preserve"> الذي هو تعليقة على كتاب </w:t>
      </w:r>
      <w:r w:rsidRPr="00313984">
        <w:rPr>
          <w:rStyle w:val="libBold1Char"/>
          <w:rtl/>
        </w:rPr>
        <w:t>(كفاية الأصول)</w:t>
      </w:r>
      <w:r w:rsidR="00610870">
        <w:rPr>
          <w:rStyle w:val="libBold1Char"/>
          <w:rtl/>
        </w:rPr>
        <w:t>.</w:t>
      </w:r>
      <w:r w:rsidRPr="002A0058">
        <w:rPr>
          <w:rtl/>
        </w:rPr>
        <w:t xml:space="preserve"> فعند حديثه عن باب الأمارات يمرُّ على بحث سيرة العقلاء</w:t>
      </w:r>
      <w:r w:rsidR="00610870">
        <w:rPr>
          <w:rtl/>
        </w:rPr>
        <w:t>،</w:t>
      </w:r>
      <w:r w:rsidRPr="002A0058">
        <w:rPr>
          <w:rtl/>
        </w:rPr>
        <w:t xml:space="preserve"> ويُسجِّل ما نَصُّه: </w:t>
      </w:r>
      <w:r w:rsidRPr="00313984">
        <w:rPr>
          <w:rStyle w:val="libBold1Char"/>
          <w:rtl/>
        </w:rPr>
        <w:t>(فأعلم أنَّ الأمارات المتداولة على ألسِنة أصحابنا المحقِّقين</w:t>
      </w:r>
      <w:r w:rsidR="00610870">
        <w:rPr>
          <w:rStyle w:val="libBold1Char"/>
          <w:rtl/>
        </w:rPr>
        <w:t>،</w:t>
      </w:r>
      <w:r w:rsidRPr="00313984">
        <w:rPr>
          <w:rStyle w:val="libBold1Char"/>
          <w:rtl/>
        </w:rPr>
        <w:t xml:space="preserve"> كلّها من الأمارات العقلائية التي يعمل بها العقلاء في معاملاتهم وسياساتهم وجميع أمورهم</w:t>
      </w:r>
      <w:r w:rsidR="00610870">
        <w:rPr>
          <w:rStyle w:val="libBold1Char"/>
          <w:rtl/>
        </w:rPr>
        <w:t>،</w:t>
      </w:r>
      <w:r w:rsidRPr="00313984">
        <w:rPr>
          <w:rStyle w:val="libBold1Char"/>
          <w:rtl/>
        </w:rPr>
        <w:t xml:space="preserve"> بحيث لو ردع الشارع عن العمل بها لاختل نظام المجتمع</w:t>
      </w:r>
      <w:r w:rsidR="00610870">
        <w:rPr>
          <w:rStyle w:val="libBold1Char"/>
          <w:rtl/>
        </w:rPr>
        <w:t>،</w:t>
      </w:r>
      <w:r w:rsidRPr="00313984">
        <w:rPr>
          <w:rStyle w:val="libBold1Char"/>
          <w:rtl/>
        </w:rPr>
        <w:t xml:space="preserve"> ووقفت رحى الحياة الاجتماعية)</w:t>
      </w:r>
      <w:r w:rsidRPr="002A0058">
        <w:rPr>
          <w:rtl/>
        </w:rPr>
        <w:t>.</w:t>
      </w:r>
    </w:p>
    <w:p w:rsidR="00E72A97" w:rsidRDefault="00E72A97" w:rsidP="00E5125A">
      <w:pPr>
        <w:pStyle w:val="libNormal"/>
        <w:rPr>
          <w:rtl/>
        </w:rPr>
      </w:pPr>
      <w:r>
        <w:rPr>
          <w:rtl/>
        </w:rPr>
        <w:br w:type="page"/>
      </w:r>
    </w:p>
    <w:p w:rsidR="00E07DFB" w:rsidRPr="002A0058" w:rsidRDefault="00E07DFB" w:rsidP="002A0058">
      <w:pPr>
        <w:pStyle w:val="libNormal"/>
        <w:rPr>
          <w:rtl/>
        </w:rPr>
      </w:pPr>
      <w:r w:rsidRPr="002A0058">
        <w:rPr>
          <w:rtl/>
        </w:rPr>
        <w:lastRenderedPageBreak/>
        <w:t xml:space="preserve">ثمّ يقول: </w:t>
      </w:r>
      <w:r w:rsidRPr="00313984">
        <w:rPr>
          <w:rStyle w:val="libBold1Char"/>
          <w:rtl/>
        </w:rPr>
        <w:t>(ما هذا حاله</w:t>
      </w:r>
      <w:r w:rsidR="00610870">
        <w:rPr>
          <w:rStyle w:val="libBold1Char"/>
          <w:rtl/>
        </w:rPr>
        <w:t>،</w:t>
      </w:r>
      <w:r w:rsidRPr="00313984">
        <w:rPr>
          <w:rStyle w:val="libBold1Char"/>
          <w:rtl/>
        </w:rPr>
        <w:t xml:space="preserve"> لا معنى لجعل الحُجِّـيَّة له</w:t>
      </w:r>
      <w:r w:rsidR="00610870">
        <w:rPr>
          <w:rStyle w:val="libBold1Char"/>
          <w:rtl/>
        </w:rPr>
        <w:t>،</w:t>
      </w:r>
      <w:r w:rsidRPr="00313984">
        <w:rPr>
          <w:rStyle w:val="libBold1Char"/>
          <w:rtl/>
        </w:rPr>
        <w:t xml:space="preserve"> وجعله كاشفاً مُحرِزاً للواقع بعد كونه كذلك عند العقلاء كافَّة)</w:t>
      </w:r>
      <w:r w:rsidR="00610870">
        <w:rPr>
          <w:rStyle w:val="libBold1Char"/>
          <w:rtl/>
        </w:rPr>
        <w:t>.</w:t>
      </w:r>
      <w:r w:rsidRPr="002A0058">
        <w:rPr>
          <w:rtl/>
        </w:rPr>
        <w:t xml:space="preserve"> فما يكون عدم العمل به سبباً لاختلال النظام الاجتماعي</w:t>
      </w:r>
      <w:r w:rsidR="00610870">
        <w:rPr>
          <w:rtl/>
        </w:rPr>
        <w:t>،</w:t>
      </w:r>
      <w:r w:rsidRPr="002A0058">
        <w:rPr>
          <w:rtl/>
        </w:rPr>
        <w:t xml:space="preserve"> لا معنى لقولنا فيه: إنَّ الشارع جعله حُجَّة ومُحرِزاً للواقع</w:t>
      </w:r>
      <w:r w:rsidR="00610870">
        <w:rPr>
          <w:rtl/>
        </w:rPr>
        <w:t>؛</w:t>
      </w:r>
      <w:r w:rsidRPr="002A0058">
        <w:rPr>
          <w:rtl/>
        </w:rPr>
        <w:t xml:space="preserve"> وذلك بعد أن تسالم جميع العقلاء عليه</w:t>
      </w:r>
      <w:r w:rsidR="00610870">
        <w:rPr>
          <w:rtl/>
        </w:rPr>
        <w:t>،</w:t>
      </w:r>
      <w:r w:rsidRPr="002A0058">
        <w:rPr>
          <w:rtl/>
        </w:rPr>
        <w:t xml:space="preserve"> وعدَّوا عدم العمل به سبباً في اضطراب النظام.</w:t>
      </w:r>
    </w:p>
    <w:p w:rsidR="00E07DFB" w:rsidRPr="002A0058" w:rsidRDefault="00E07DFB" w:rsidP="002A0058">
      <w:pPr>
        <w:pStyle w:val="libNormal"/>
        <w:rPr>
          <w:rtl/>
        </w:rPr>
      </w:pPr>
      <w:r w:rsidRPr="002A0058">
        <w:rPr>
          <w:rtl/>
        </w:rPr>
        <w:t>على ضوء هذا البيان وتأسيساً عليه</w:t>
      </w:r>
      <w:r w:rsidR="00610870">
        <w:rPr>
          <w:rtl/>
        </w:rPr>
        <w:t>،</w:t>
      </w:r>
      <w:r w:rsidRPr="002A0058">
        <w:rPr>
          <w:rtl/>
        </w:rPr>
        <w:t xml:space="preserve"> بادر الإمام الخميني لنقد كثير من مطالب الأصوليين وعدَّها مرفوضة</w:t>
      </w:r>
      <w:r w:rsidR="00610870">
        <w:rPr>
          <w:rtl/>
        </w:rPr>
        <w:t>.</w:t>
      </w:r>
      <w:r w:rsidRPr="002A0058">
        <w:rPr>
          <w:rtl/>
        </w:rPr>
        <w:t xml:space="preserve"> ثمّ انتهى في خاتمة كلامه إلى النتيجة الآتية: </w:t>
      </w:r>
      <w:r w:rsidRPr="00313984">
        <w:rPr>
          <w:rStyle w:val="libBold1Char"/>
          <w:rtl/>
        </w:rPr>
        <w:t>(وممَّا ذكرنا يُعرف وجه النظر في كلام هؤلاء الأعلام المحقِّقين (رحمهم الله)</w:t>
      </w:r>
      <w:r w:rsidR="00610870">
        <w:rPr>
          <w:rStyle w:val="libBold1Char"/>
          <w:rtl/>
        </w:rPr>
        <w:t>؛</w:t>
      </w:r>
      <w:r w:rsidRPr="00313984">
        <w:rPr>
          <w:rStyle w:val="libBold1Char"/>
          <w:rtl/>
        </w:rPr>
        <w:t xml:space="preserve"> من التزام جعل المؤدَّى منزلة الواقع تارةً</w:t>
      </w:r>
      <w:r w:rsidR="00610870">
        <w:rPr>
          <w:rStyle w:val="libBold1Char"/>
          <w:rtl/>
        </w:rPr>
        <w:t>،</w:t>
      </w:r>
      <w:r w:rsidRPr="00313984">
        <w:rPr>
          <w:rStyle w:val="libBold1Char"/>
          <w:rtl/>
        </w:rPr>
        <w:t xml:space="preserve"> والتزام تتميم الكشف وجعل الشارع الظنَّ علماً في مقام الشارعية</w:t>
      </w:r>
      <w:r w:rsidR="00610870">
        <w:rPr>
          <w:rStyle w:val="libBold1Char"/>
          <w:rtl/>
        </w:rPr>
        <w:t>،</w:t>
      </w:r>
      <w:r w:rsidRPr="00313984">
        <w:rPr>
          <w:rStyle w:val="libBold1Char"/>
          <w:rtl/>
        </w:rPr>
        <w:t xml:space="preserve"> وإعطاء مقام الإحراز والطريقية له أخرى</w:t>
      </w:r>
      <w:r w:rsidR="00610870">
        <w:rPr>
          <w:rStyle w:val="libBold1Char"/>
          <w:rtl/>
        </w:rPr>
        <w:t>،</w:t>
      </w:r>
      <w:r w:rsidRPr="00313984">
        <w:rPr>
          <w:rStyle w:val="libBold1Char"/>
          <w:rtl/>
        </w:rPr>
        <w:t xml:space="preserve"> إنَّها كلمات خطابية لا أساس لها)</w:t>
      </w:r>
      <w:r w:rsidRPr="002A0058">
        <w:rPr>
          <w:rtl/>
        </w:rPr>
        <w:t>.</w:t>
      </w:r>
    </w:p>
    <w:p w:rsidR="00E07DFB" w:rsidRPr="00065D03" w:rsidRDefault="00E07DFB" w:rsidP="00065D03">
      <w:pPr>
        <w:pStyle w:val="libNormal"/>
        <w:rPr>
          <w:rtl/>
        </w:rPr>
      </w:pPr>
      <w:r w:rsidRPr="00065D03">
        <w:rPr>
          <w:rtl/>
        </w:rPr>
        <w:t>تأسيساً على ما مرَّ بيانه</w:t>
      </w:r>
      <w:r w:rsidR="00610870">
        <w:rPr>
          <w:rtl/>
        </w:rPr>
        <w:t>،</w:t>
      </w:r>
      <w:r w:rsidRPr="00065D03">
        <w:rPr>
          <w:rtl/>
        </w:rPr>
        <w:t xml:space="preserve"> يتّضح أنَّ بناء العقلاء عبارة عن منهج عقلائي</w:t>
      </w:r>
      <w:r w:rsidR="00610870">
        <w:rPr>
          <w:rtl/>
        </w:rPr>
        <w:t>،</w:t>
      </w:r>
      <w:r w:rsidRPr="00065D03">
        <w:rPr>
          <w:rtl/>
        </w:rPr>
        <w:t xml:space="preserve"> يعمل العقلاء به بما هم عقلاء</w:t>
      </w:r>
      <w:r w:rsidR="00610870">
        <w:rPr>
          <w:rtl/>
        </w:rPr>
        <w:t>،</w:t>
      </w:r>
      <w:r w:rsidRPr="00065D03">
        <w:rPr>
          <w:rtl/>
        </w:rPr>
        <w:t xml:space="preserve"> ويعدُّون العمل به ضرورياً ولازماً</w:t>
      </w:r>
      <w:r w:rsidR="00610870">
        <w:rPr>
          <w:rtl/>
        </w:rPr>
        <w:t>،</w:t>
      </w:r>
      <w:r w:rsidRPr="00065D03">
        <w:rPr>
          <w:rtl/>
        </w:rPr>
        <w:t xml:space="preserve"> وعدم العمل به موجباً لاختلال النظام ومستلزماً للهرج والمرج، أو للعسر والحرج على الأقل.</w:t>
      </w:r>
    </w:p>
    <w:p w:rsidR="00E07DFB" w:rsidRPr="00065D03" w:rsidRDefault="00E07DFB" w:rsidP="00065D03">
      <w:pPr>
        <w:pStyle w:val="libNormal"/>
        <w:rPr>
          <w:rtl/>
        </w:rPr>
      </w:pPr>
      <w:r w:rsidRPr="00065D03">
        <w:rPr>
          <w:rtl/>
        </w:rPr>
        <w:t>إذاً فالشارع يعمل في موارد بناء العقلاء بالسيرة الموجودة بين العقلاء بوصفه أحد العقلاء</w:t>
      </w:r>
      <w:r w:rsidR="00610870">
        <w:rPr>
          <w:rtl/>
        </w:rPr>
        <w:t>،</w:t>
      </w:r>
      <w:r w:rsidRPr="00065D03">
        <w:rPr>
          <w:rtl/>
        </w:rPr>
        <w:t xml:space="preserve"> بحيث كلَّما تحقَّق وجود هذه السيرة</w:t>
      </w:r>
      <w:r w:rsidR="00610870">
        <w:rPr>
          <w:rtl/>
        </w:rPr>
        <w:t>،</w:t>
      </w:r>
      <w:r w:rsidRPr="00065D03">
        <w:rPr>
          <w:rtl/>
        </w:rPr>
        <w:t xml:space="preserve"> فإنَّ الأصل هو العمل وفق تلك السيرة في أيِّ موضع ثبت وجودها</w:t>
      </w:r>
      <w:r w:rsidR="00610870">
        <w:rPr>
          <w:rtl/>
        </w:rPr>
        <w:t>،</w:t>
      </w:r>
      <w:r w:rsidRPr="00065D03">
        <w:rPr>
          <w:rtl/>
        </w:rPr>
        <w:t xml:space="preserve"> لكن من الضروري الانتباه إلى أنَّ الجهة [المسؤولة] في تكوُّن سيرة العقلاء، هي [التي] توفِّر البُعد العقلائي</w:t>
      </w:r>
      <w:r w:rsidR="00610870">
        <w:rPr>
          <w:rtl/>
        </w:rPr>
        <w:t>،</w:t>
      </w:r>
      <w:r w:rsidRPr="00065D03">
        <w:rPr>
          <w:rtl/>
        </w:rPr>
        <w:t xml:space="preserve"> ووجوده فيها.</w:t>
      </w:r>
    </w:p>
    <w:p w:rsidR="00F163DC" w:rsidRDefault="00E07DFB" w:rsidP="00065D03">
      <w:pPr>
        <w:pStyle w:val="libNormal"/>
        <w:rPr>
          <w:rtl/>
        </w:rPr>
      </w:pPr>
      <w:r w:rsidRPr="00065D03">
        <w:rPr>
          <w:rtl/>
        </w:rPr>
        <w:t>بالنسبة إلى حُجِّـيَّة بناء العقلاء</w:t>
      </w:r>
      <w:r w:rsidR="00610870">
        <w:rPr>
          <w:rtl/>
        </w:rPr>
        <w:t>،</w:t>
      </w:r>
      <w:r w:rsidRPr="00065D03">
        <w:rPr>
          <w:rtl/>
        </w:rPr>
        <w:t xml:space="preserve"> هل ثَمَّة حُجَّة إلى عدم ردع الشارع أو إمضائه لها</w:t>
      </w:r>
      <w:r w:rsidR="00610870">
        <w:rPr>
          <w:rtl/>
        </w:rPr>
        <w:t>،</w:t>
      </w:r>
      <w:r w:rsidRPr="00065D03">
        <w:rPr>
          <w:rtl/>
        </w:rPr>
        <w:t xml:space="preserve"> بحيث ينبغي إعادة بناءات العقلاء بصورة قهقرائية إلى زمان الشارع</w:t>
      </w:r>
      <w:r w:rsidR="00610870">
        <w:rPr>
          <w:rtl/>
        </w:rPr>
        <w:t>؛</w:t>
      </w:r>
      <w:r w:rsidRPr="00065D03">
        <w:rPr>
          <w:rtl/>
        </w:rPr>
        <w:t xml:space="preserve"> للاطمئنان إلى أنَّها تمَّت تحت نظره</w:t>
      </w:r>
      <w:r w:rsidR="00610870">
        <w:rPr>
          <w:rtl/>
        </w:rPr>
        <w:t>،</w:t>
      </w:r>
      <w:r w:rsidRPr="00065D03">
        <w:rPr>
          <w:rtl/>
        </w:rPr>
        <w:t xml:space="preserve"> أو أنْ نقطع من خلال القواعد الكليّة والإطلاقات العمومية بعدم الردع أو بالإمضاء</w:t>
      </w:r>
      <w:r w:rsidR="00610870">
        <w:rPr>
          <w:rtl/>
        </w:rPr>
        <w:t>،</w:t>
      </w:r>
      <w:r w:rsidRPr="00065D03">
        <w:rPr>
          <w:rtl/>
        </w:rPr>
        <w:t xml:space="preserve"> أو أنَّنا لا نحتاج في بناء العقلاء إلى عدم الردع أو الإمضاء</w:t>
      </w:r>
      <w:r w:rsidR="00610870">
        <w:rPr>
          <w:rtl/>
        </w:rPr>
        <w:t>،</w:t>
      </w:r>
      <w:r w:rsidRPr="00065D03">
        <w:rPr>
          <w:rtl/>
        </w:rPr>
        <w:t xml:space="preserve"> بل إنَّ العقاء بما هم عقلاء حُجَّة؟ ثُمَّ ما هو المدى الذي يتحرَّك فيه بناء العقلاء؟ وما هي مساحته؟</w:t>
      </w:r>
    </w:p>
    <w:p w:rsidR="00F163DC" w:rsidRDefault="00F163DC" w:rsidP="00E5125A">
      <w:pPr>
        <w:pStyle w:val="libNormal"/>
        <w:rPr>
          <w:rtl/>
        </w:rPr>
      </w:pPr>
      <w:r>
        <w:rPr>
          <w:rtl/>
        </w:rPr>
        <w:br w:type="page"/>
      </w:r>
    </w:p>
    <w:p w:rsidR="00E07DFB" w:rsidRPr="002A0058" w:rsidRDefault="00E07DFB" w:rsidP="002A0058">
      <w:pPr>
        <w:pStyle w:val="libNormal"/>
        <w:rPr>
          <w:rtl/>
        </w:rPr>
      </w:pPr>
      <w:r w:rsidRPr="00313984">
        <w:rPr>
          <w:rStyle w:val="libBold1Char"/>
          <w:rtl/>
        </w:rPr>
        <w:lastRenderedPageBreak/>
        <w:t>السيد الحائري:</w:t>
      </w:r>
      <w:r w:rsidRPr="002A0058">
        <w:rPr>
          <w:rtl/>
        </w:rPr>
        <w:t xml:space="preserve"> هناك مسلكان معروفان بين الأصوليين حيال بناء العقلاء</w:t>
      </w:r>
      <w:r w:rsidR="00610870">
        <w:rPr>
          <w:rtl/>
        </w:rPr>
        <w:t>،</w:t>
      </w:r>
      <w:r w:rsidRPr="002A0058">
        <w:rPr>
          <w:rtl/>
        </w:rPr>
        <w:t xml:space="preserve"> هما:</w:t>
      </w:r>
    </w:p>
    <w:p w:rsidR="00E07DFB" w:rsidRPr="002A0058" w:rsidRDefault="00E07DFB" w:rsidP="002A0058">
      <w:pPr>
        <w:pStyle w:val="libNormal"/>
        <w:rPr>
          <w:rtl/>
        </w:rPr>
      </w:pPr>
      <w:r w:rsidRPr="00313984">
        <w:rPr>
          <w:rStyle w:val="libBold1Char"/>
          <w:rtl/>
        </w:rPr>
        <w:t xml:space="preserve">الأوَّل: </w:t>
      </w:r>
      <w:r w:rsidRPr="002A0058">
        <w:rPr>
          <w:rtl/>
        </w:rPr>
        <w:t>مسلك المرحوم المحقِّق الأصفهاني (محمد حسين الأصفهاني المعروف بالكمباني</w:t>
      </w:r>
      <w:r w:rsidR="00610870">
        <w:rPr>
          <w:rtl/>
        </w:rPr>
        <w:t>،</w:t>
      </w:r>
      <w:r w:rsidRPr="002A0058">
        <w:rPr>
          <w:rtl/>
        </w:rPr>
        <w:t xml:space="preserve"> ت1266)</w:t>
      </w:r>
      <w:r w:rsidR="00610870">
        <w:rPr>
          <w:rtl/>
        </w:rPr>
        <w:t>،</w:t>
      </w:r>
      <w:r w:rsidRPr="002A0058">
        <w:rPr>
          <w:rtl/>
        </w:rPr>
        <w:t xml:space="preserve"> ويبدو أنَّ تلميذه المرحوم محمد رضا المظفَّر تابعه على ذلك</w:t>
      </w:r>
      <w:r w:rsidR="00610870">
        <w:rPr>
          <w:rtl/>
        </w:rPr>
        <w:t>.</w:t>
      </w:r>
      <w:r w:rsidRPr="002A0058">
        <w:rPr>
          <w:rtl/>
        </w:rPr>
        <w:t xml:space="preserve"> تتمثَّّل عقيدة هذه المدرسة في أنَّ الشارع هو سيد العقلاء</w:t>
      </w:r>
      <w:r w:rsidR="00610870">
        <w:rPr>
          <w:rtl/>
        </w:rPr>
        <w:t>،</w:t>
      </w:r>
      <w:r w:rsidRPr="002A0058">
        <w:rPr>
          <w:rtl/>
        </w:rPr>
        <w:t xml:space="preserve"> ومن ثُمَّ لا يمكن أن يكون العقلاء قد أدركوا شيئاً لم يدركه الشارع</w:t>
      </w:r>
      <w:r w:rsidR="00610870">
        <w:rPr>
          <w:rtl/>
        </w:rPr>
        <w:t>.</w:t>
      </w:r>
      <w:r w:rsidRPr="002A0058">
        <w:rPr>
          <w:rtl/>
        </w:rPr>
        <w:t xml:space="preserve"> تأسيساً على هذا</w:t>
      </w:r>
      <w:r w:rsidR="00610870">
        <w:rPr>
          <w:rtl/>
        </w:rPr>
        <w:t>،</w:t>
      </w:r>
      <w:r w:rsidRPr="002A0058">
        <w:rPr>
          <w:rtl/>
        </w:rPr>
        <w:t xml:space="preserve"> ذهبوا إلى أنَّه ما من شيء بناه العقلاء إلاّ وكان للشريعة مثله.</w:t>
      </w:r>
    </w:p>
    <w:p w:rsidR="00E07DFB" w:rsidRPr="00065D03" w:rsidRDefault="00E07DFB" w:rsidP="00065D03">
      <w:pPr>
        <w:pStyle w:val="libNormal"/>
        <w:rPr>
          <w:rtl/>
        </w:rPr>
      </w:pPr>
      <w:r w:rsidRPr="00065D03">
        <w:rPr>
          <w:rtl/>
        </w:rPr>
        <w:t>على هذا الضوء</w:t>
      </w:r>
      <w:r w:rsidR="00610870">
        <w:rPr>
          <w:rtl/>
        </w:rPr>
        <w:t>،</w:t>
      </w:r>
      <w:r w:rsidRPr="00065D03">
        <w:rPr>
          <w:rtl/>
        </w:rPr>
        <w:t xml:space="preserve"> ستكون مساحة بناء العقلاء واسعة جدّاً</w:t>
      </w:r>
      <w:r w:rsidR="00610870">
        <w:rPr>
          <w:rtl/>
        </w:rPr>
        <w:t>،</w:t>
      </w:r>
      <w:r w:rsidRPr="00065D03">
        <w:rPr>
          <w:rtl/>
        </w:rPr>
        <w:t xml:space="preserve"> وفي أي موقع كان للعقلاء مبنىً</w:t>
      </w:r>
      <w:r w:rsidR="00610870">
        <w:rPr>
          <w:rtl/>
        </w:rPr>
        <w:t>،</w:t>
      </w:r>
      <w:r w:rsidRPr="00065D03">
        <w:rPr>
          <w:rtl/>
        </w:rPr>
        <w:t xml:space="preserve"> فنحن نقبله ونرتضيه من دون أن تكون هناك حُجَّة لأن نقول: إنَّ مثل هذا المبنى لم يكن له مصداق في زمان الشارع</w:t>
      </w:r>
      <w:r w:rsidR="00610870">
        <w:rPr>
          <w:rtl/>
        </w:rPr>
        <w:t>،</w:t>
      </w:r>
      <w:r w:rsidRPr="00065D03">
        <w:rPr>
          <w:rtl/>
        </w:rPr>
        <w:t xml:space="preserve"> والآن وجد له مصداق.</w:t>
      </w:r>
    </w:p>
    <w:p w:rsidR="00E07DFB" w:rsidRPr="002A0058" w:rsidRDefault="00E07DFB" w:rsidP="002A0058">
      <w:pPr>
        <w:pStyle w:val="libNormal"/>
        <w:rPr>
          <w:rtl/>
        </w:rPr>
      </w:pPr>
      <w:r w:rsidRPr="002A0058">
        <w:rPr>
          <w:rtl/>
        </w:rPr>
        <w:t>لقد تواءم مسلك المحقِّق الأصفهاني مع مسلك آخر</w:t>
      </w:r>
      <w:r w:rsidR="00610870">
        <w:rPr>
          <w:rtl/>
        </w:rPr>
        <w:t>،</w:t>
      </w:r>
      <w:r w:rsidRPr="002A0058">
        <w:rPr>
          <w:rtl/>
        </w:rPr>
        <w:t xml:space="preserve"> متمثِّلٍ بالقول إنَّ الحسن والقبح ليس لهما واقع خارجي</w:t>
      </w:r>
      <w:r w:rsidR="00610870">
        <w:rPr>
          <w:rtl/>
        </w:rPr>
        <w:t>،</w:t>
      </w:r>
      <w:r w:rsidRPr="002A0058">
        <w:rPr>
          <w:rtl/>
        </w:rPr>
        <w:t xml:space="preserve"> بل إنَّ قوامهما ببناء العقلاء</w:t>
      </w:r>
      <w:r w:rsidR="00610870">
        <w:rPr>
          <w:rtl/>
        </w:rPr>
        <w:t>.</w:t>
      </w:r>
      <w:r w:rsidRPr="002A0058">
        <w:rPr>
          <w:rtl/>
        </w:rPr>
        <w:t xml:space="preserve"> وهذا المبنى يؤيّد تلك المقولة التي تُفيد بأنَّ</w:t>
      </w:r>
      <w:r w:rsidRPr="00313984">
        <w:rPr>
          <w:rStyle w:val="libBold1Char"/>
          <w:rtl/>
        </w:rPr>
        <w:t xml:space="preserve"> كلَّ ما أمضاه العقلاء هو ممضى من الشارع أيضا</w:t>
      </w:r>
      <w:r w:rsidRPr="002A0058">
        <w:rPr>
          <w:rtl/>
        </w:rPr>
        <w:t>ً</w:t>
      </w:r>
      <w:r w:rsidR="00610870">
        <w:rPr>
          <w:rtl/>
        </w:rPr>
        <w:t>؛</w:t>
      </w:r>
      <w:r w:rsidRPr="002A0058">
        <w:rPr>
          <w:rtl/>
        </w:rPr>
        <w:t xml:space="preserve"> يعني إذا ما ذهب العقلاء إلى أنّ الفعل الكذائي قبيح</w:t>
      </w:r>
      <w:r w:rsidR="00610870">
        <w:rPr>
          <w:rtl/>
        </w:rPr>
        <w:t>،</w:t>
      </w:r>
      <w:r w:rsidRPr="002A0058">
        <w:rPr>
          <w:rtl/>
        </w:rPr>
        <w:t xml:space="preserve"> فإنَّ الشارع يقول عنه: إنَّه قبيح أيضاً</w:t>
      </w:r>
      <w:r w:rsidR="00610870">
        <w:rPr>
          <w:rtl/>
        </w:rPr>
        <w:t>،</w:t>
      </w:r>
      <w:r w:rsidRPr="002A0058">
        <w:rPr>
          <w:rtl/>
        </w:rPr>
        <w:t xml:space="preserve"> من دون أن يكون وباء بناء العقلاء حسن وقبح في المسألة.</w:t>
      </w:r>
    </w:p>
    <w:p w:rsidR="00E07DFB" w:rsidRPr="00065D03" w:rsidRDefault="00E07DFB" w:rsidP="00065D03">
      <w:pPr>
        <w:pStyle w:val="libNormal"/>
        <w:rPr>
          <w:rtl/>
        </w:rPr>
      </w:pPr>
      <w:r w:rsidRPr="00065D03">
        <w:rPr>
          <w:rtl/>
        </w:rPr>
        <w:t>على هذا الضوء، سيكتسب بناء العقلاء وفق مسلك المرحوم الاصفهاني مجالاً واسعاً يمتدّ فيه.</w:t>
      </w:r>
    </w:p>
    <w:p w:rsidR="00E07DFB" w:rsidRPr="002A0058" w:rsidRDefault="00E07DFB" w:rsidP="002A0058">
      <w:pPr>
        <w:pStyle w:val="libNormal"/>
        <w:rPr>
          <w:rtl/>
        </w:rPr>
      </w:pPr>
      <w:r w:rsidRPr="00313984">
        <w:rPr>
          <w:rStyle w:val="libBold1Char"/>
          <w:rtl/>
        </w:rPr>
        <w:t>الثاني:</w:t>
      </w:r>
      <w:r w:rsidRPr="002A0058">
        <w:rPr>
          <w:rtl/>
        </w:rPr>
        <w:t xml:space="preserve"> وهو المسلك المشهور الذي يختلف مع المحقِّق الأصفهاني في النقطتين معاً</w:t>
      </w:r>
      <w:r w:rsidR="00610870">
        <w:rPr>
          <w:rtl/>
        </w:rPr>
        <w:t>.</w:t>
      </w:r>
      <w:r w:rsidRPr="002A0058">
        <w:rPr>
          <w:rtl/>
        </w:rPr>
        <w:t xml:space="preserve"> ففيما يتعلَّق بمقولة إنَّ الشارع سيد العقلاء</w:t>
      </w:r>
      <w:r w:rsidR="00610870">
        <w:rPr>
          <w:rtl/>
        </w:rPr>
        <w:t>،</w:t>
      </w:r>
      <w:r w:rsidRPr="002A0058">
        <w:rPr>
          <w:rtl/>
        </w:rPr>
        <w:t xml:space="preserve"> وبالتالي لا يمكن مخالفة العقلاء</w:t>
      </w:r>
      <w:r w:rsidR="00610870">
        <w:rPr>
          <w:rtl/>
        </w:rPr>
        <w:t>،</w:t>
      </w:r>
      <w:r w:rsidRPr="002A0058">
        <w:rPr>
          <w:rtl/>
        </w:rPr>
        <w:t xml:space="preserve"> فهذا ليس صحيحاً</w:t>
      </w:r>
      <w:r w:rsidR="00610870">
        <w:rPr>
          <w:rtl/>
        </w:rPr>
        <w:t>.</w:t>
      </w:r>
      <w:r w:rsidRPr="002A0058">
        <w:rPr>
          <w:rtl/>
        </w:rPr>
        <w:t xml:space="preserve"> أجل</w:t>
      </w:r>
      <w:r w:rsidR="00610870">
        <w:rPr>
          <w:rtl/>
        </w:rPr>
        <w:t>،</w:t>
      </w:r>
      <w:r w:rsidRPr="002A0058">
        <w:rPr>
          <w:rtl/>
        </w:rPr>
        <w:t xml:space="preserve"> الشارع سيد العقلاء</w:t>
      </w:r>
      <w:r w:rsidR="00610870">
        <w:rPr>
          <w:rtl/>
        </w:rPr>
        <w:t>،</w:t>
      </w:r>
      <w:r w:rsidRPr="002A0058">
        <w:rPr>
          <w:rtl/>
        </w:rPr>
        <w:t xml:space="preserve"> لكن يمكن لرئيس العقلاء أن يدرك شيئاً يعجز عن إدراكه العقلاء</w:t>
      </w:r>
      <w:r w:rsidR="00610870">
        <w:rPr>
          <w:rtl/>
        </w:rPr>
        <w:t>؛</w:t>
      </w:r>
      <w:r w:rsidRPr="002A0058">
        <w:rPr>
          <w:rtl/>
        </w:rPr>
        <w:t xml:space="preserve"> ومردُّ ذلك أنَّ الشارع هو عقل الكلّ</w:t>
      </w:r>
      <w:r w:rsidR="00610870">
        <w:rPr>
          <w:rtl/>
        </w:rPr>
        <w:t>،</w:t>
      </w:r>
      <w:r w:rsidRPr="002A0058">
        <w:rPr>
          <w:rtl/>
        </w:rPr>
        <w:t xml:space="preserve"> يحيط بجميع المصالح والمفاسد</w:t>
      </w:r>
      <w:r w:rsidR="00610870">
        <w:rPr>
          <w:rtl/>
        </w:rPr>
        <w:t>،</w:t>
      </w:r>
      <w:r w:rsidRPr="002A0058">
        <w:rPr>
          <w:rtl/>
        </w:rPr>
        <w:t xml:space="preserve"> بعكس العقلاء الذين لا يُعدُّ كل واحد منهم عقلاً كلِّياً</w:t>
      </w:r>
      <w:r w:rsidR="00610870">
        <w:rPr>
          <w:rtl/>
        </w:rPr>
        <w:t>؛</w:t>
      </w:r>
      <w:r w:rsidRPr="002A0058">
        <w:rPr>
          <w:rtl/>
        </w:rPr>
        <w:t xml:space="preserve"> وبالنتيجة لا يحيط بالمصالح والمفاسد كافّة.</w:t>
      </w:r>
    </w:p>
    <w:p w:rsidR="00E72A97" w:rsidRDefault="00E07DFB" w:rsidP="00065D03">
      <w:pPr>
        <w:pStyle w:val="libNormal"/>
        <w:rPr>
          <w:rtl/>
        </w:rPr>
      </w:pPr>
      <w:r w:rsidRPr="00065D03">
        <w:rPr>
          <w:rtl/>
        </w:rPr>
        <w:t>على هذا يمكن أن يُصدِر العقلاء حكماً في شأن موضوع معيَّن</w:t>
      </w:r>
      <w:r w:rsidR="00610870">
        <w:rPr>
          <w:rtl/>
        </w:rPr>
        <w:t>،</w:t>
      </w:r>
      <w:r w:rsidRPr="00065D03">
        <w:rPr>
          <w:rtl/>
        </w:rPr>
        <w:t xml:space="preserve"> ثُمَّ يُعارضهم الشارع فيه</w:t>
      </w:r>
      <w:r w:rsidR="00610870">
        <w:rPr>
          <w:rtl/>
        </w:rPr>
        <w:t>؛</w:t>
      </w:r>
      <w:r w:rsidRPr="00065D03">
        <w:rPr>
          <w:rtl/>
        </w:rPr>
        <w:t xml:space="preserve"> بحكم أنَّه أعقل ويَفهم الأمر ويُحيط به على نحو أكمل منهم</w:t>
      </w:r>
      <w:r w:rsidR="00610870">
        <w:rPr>
          <w:rtl/>
        </w:rPr>
        <w:t>،</w:t>
      </w:r>
      <w:r w:rsidRPr="00065D03">
        <w:rPr>
          <w:rtl/>
        </w:rPr>
        <w:t xml:space="preserve"> فتبدو له مسألة قد خفيت عنهم يقوم على أساسها بمخالفة حكمهم.</w:t>
      </w:r>
    </w:p>
    <w:p w:rsidR="00E72A97" w:rsidRDefault="00E72A97"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أمَّا عن النقطة الثانية المتمثِّلة بعدم وجود حسن وقبح وراء بناء العقلاء</w:t>
      </w:r>
      <w:r w:rsidR="00610870">
        <w:rPr>
          <w:rtl/>
        </w:rPr>
        <w:t>،</w:t>
      </w:r>
      <w:r w:rsidRPr="00065D03">
        <w:rPr>
          <w:rtl/>
        </w:rPr>
        <w:t xml:space="preserve"> فإنَّ أغلب السادة الأعلام لا يرتضون ذلك</w:t>
      </w:r>
      <w:r w:rsidR="00610870">
        <w:rPr>
          <w:rtl/>
        </w:rPr>
        <w:t>،</w:t>
      </w:r>
      <w:r w:rsidRPr="00065D03">
        <w:rPr>
          <w:rtl/>
        </w:rPr>
        <w:t xml:space="preserve"> بل هم يذهبون إلى وجود واقعية للحسن والقبح يُدركها العقل</w:t>
      </w:r>
      <w:r w:rsidR="00610870">
        <w:rPr>
          <w:rtl/>
        </w:rPr>
        <w:t>.</w:t>
      </w:r>
      <w:r w:rsidRPr="00065D03">
        <w:rPr>
          <w:rtl/>
        </w:rPr>
        <w:t xml:space="preserve"> من جهة أخرى، يمكن لبناء العقلاء أن يقع تحت تأثير عوامل مختلفة غير الحسن والقبح</w:t>
      </w:r>
      <w:r w:rsidR="00610870">
        <w:rPr>
          <w:rtl/>
        </w:rPr>
        <w:t>؛</w:t>
      </w:r>
      <w:r w:rsidRPr="00065D03">
        <w:rPr>
          <w:rtl/>
        </w:rPr>
        <w:t xml:space="preserve"> بمعنى أنَّ الحسن والقبح شيء</w:t>
      </w:r>
      <w:r w:rsidR="00610870">
        <w:rPr>
          <w:rtl/>
        </w:rPr>
        <w:t>،</w:t>
      </w:r>
      <w:r w:rsidRPr="00065D03">
        <w:rPr>
          <w:rtl/>
        </w:rPr>
        <w:t xml:space="preserve"> والمصالح والمفاسد شيء آخر</w:t>
      </w:r>
      <w:r w:rsidR="00610870">
        <w:rPr>
          <w:rtl/>
        </w:rPr>
        <w:t>.</w:t>
      </w:r>
      <w:r w:rsidRPr="00065D03">
        <w:rPr>
          <w:rtl/>
        </w:rPr>
        <w:t xml:space="preserve"> إذ يمكن أحياناً أن يقع بناء العقلاء تحت تأثير المصالح والمفاسد</w:t>
      </w:r>
      <w:r w:rsidR="00610870">
        <w:rPr>
          <w:rtl/>
        </w:rPr>
        <w:t>،</w:t>
      </w:r>
      <w:r w:rsidRPr="00065D03">
        <w:rPr>
          <w:rtl/>
        </w:rPr>
        <w:t xml:space="preserve"> لا تحت تأثير الحسن والقبح</w:t>
      </w:r>
      <w:r w:rsidR="00610870">
        <w:rPr>
          <w:rtl/>
        </w:rPr>
        <w:t>،</w:t>
      </w:r>
      <w:r w:rsidRPr="00065D03">
        <w:rPr>
          <w:rtl/>
        </w:rPr>
        <w:t xml:space="preserve"> بل يمكن أن يكون لهذه البناءات جذر في مكان آخر</w:t>
      </w:r>
      <w:r w:rsidR="00610870">
        <w:rPr>
          <w:rtl/>
        </w:rPr>
        <w:t>،</w:t>
      </w:r>
      <w:r w:rsidRPr="00065D03">
        <w:rPr>
          <w:rtl/>
        </w:rPr>
        <w:t xml:space="preserve"> فقد تكون هناك</w:t>
      </w:r>
      <w:r w:rsidR="00610870">
        <w:rPr>
          <w:rtl/>
        </w:rPr>
        <w:t xml:space="preserve"> - </w:t>
      </w:r>
      <w:r w:rsidRPr="00065D03">
        <w:rPr>
          <w:rtl/>
        </w:rPr>
        <w:t>مثلاً</w:t>
      </w:r>
      <w:r w:rsidR="00610870">
        <w:rPr>
          <w:rtl/>
        </w:rPr>
        <w:t xml:space="preserve"> - </w:t>
      </w:r>
      <w:r w:rsidRPr="00065D03">
        <w:rPr>
          <w:rtl/>
        </w:rPr>
        <w:t>مجموعة من الآداب والرسوم المحلِّية</w:t>
      </w:r>
      <w:r w:rsidR="00610870">
        <w:rPr>
          <w:rtl/>
        </w:rPr>
        <w:t>،</w:t>
      </w:r>
      <w:r w:rsidRPr="00065D03">
        <w:rPr>
          <w:rtl/>
        </w:rPr>
        <w:t xml:space="preserve"> فغفل العقلاء وأسبغوا عليها طابعاً كلِّياً عامَّاً.</w:t>
      </w:r>
    </w:p>
    <w:p w:rsidR="00E07DFB" w:rsidRPr="00065D03" w:rsidRDefault="00E07DFB" w:rsidP="00065D03">
      <w:pPr>
        <w:pStyle w:val="libNormal"/>
        <w:rPr>
          <w:rtl/>
        </w:rPr>
      </w:pPr>
      <w:r w:rsidRPr="00065D03">
        <w:rPr>
          <w:rtl/>
        </w:rPr>
        <w:t>على ضوء هذا المبنى</w:t>
      </w:r>
      <w:r w:rsidR="00610870">
        <w:rPr>
          <w:rtl/>
        </w:rPr>
        <w:t>،</w:t>
      </w:r>
      <w:r w:rsidRPr="00065D03">
        <w:rPr>
          <w:rtl/>
        </w:rPr>
        <w:t xml:space="preserve"> يتَّضح جواب السؤال الثاني</w:t>
      </w:r>
      <w:r w:rsidR="00610870">
        <w:rPr>
          <w:rtl/>
        </w:rPr>
        <w:t>؛</w:t>
      </w:r>
      <w:r w:rsidRPr="00065D03">
        <w:rPr>
          <w:rtl/>
        </w:rPr>
        <w:t xml:space="preserve"> حيث لا مجال لبناء العقلاء في االتعبُّديات المحضة غالباً</w:t>
      </w:r>
      <w:r w:rsidR="00610870">
        <w:rPr>
          <w:rtl/>
        </w:rPr>
        <w:t>.</w:t>
      </w:r>
      <w:r w:rsidRPr="00065D03">
        <w:rPr>
          <w:rtl/>
        </w:rPr>
        <w:t xml:space="preserve"> فلا علاقة للشريعة بالعقلاء في مجال االتعبُّديات المحضة</w:t>
      </w:r>
      <w:r w:rsidR="00610870">
        <w:rPr>
          <w:rtl/>
        </w:rPr>
        <w:t>،</w:t>
      </w:r>
      <w:r w:rsidRPr="00065D03">
        <w:rPr>
          <w:rtl/>
        </w:rPr>
        <w:t xml:space="preserve"> بل تمتدُّ مساحة بناء العقلاء في مجال المعاملات أكثر</w:t>
      </w:r>
      <w:r w:rsidR="00610870">
        <w:rPr>
          <w:rtl/>
        </w:rPr>
        <w:t>،</w:t>
      </w:r>
      <w:r w:rsidRPr="00065D03">
        <w:rPr>
          <w:rtl/>
        </w:rPr>
        <w:t xml:space="preserve"> أو في الموارد</w:t>
      </w:r>
      <w:r w:rsidR="0076266C">
        <w:rPr>
          <w:rtl/>
        </w:rPr>
        <w:t xml:space="preserve"> المشابهة التي لا تَعبُّد فيها.</w:t>
      </w:r>
    </w:p>
    <w:p w:rsidR="00E07DFB" w:rsidRPr="00313984" w:rsidRDefault="00E07DFB" w:rsidP="00313984">
      <w:pPr>
        <w:pStyle w:val="libBold1"/>
        <w:rPr>
          <w:rtl/>
        </w:rPr>
      </w:pPr>
      <w:r w:rsidRPr="00313984">
        <w:rPr>
          <w:rtl/>
        </w:rPr>
        <w:t>* إنَّ ما يقصده المحقِّق الأصفهاني هو العقلاء بما هُم عقلاء</w:t>
      </w:r>
      <w:r w:rsidR="00610870">
        <w:rPr>
          <w:rtl/>
        </w:rPr>
        <w:t>،</w:t>
      </w:r>
      <w:r w:rsidRPr="00313984">
        <w:rPr>
          <w:rtl/>
        </w:rPr>
        <w:t xml:space="preserve"> وليس البناءات التي لها جذور ومناشئ وأصول في الآداب والتقاليد والعادات حتّى يمكن نقضها.</w:t>
      </w:r>
    </w:p>
    <w:p w:rsidR="00E07DFB" w:rsidRPr="002A0058" w:rsidRDefault="00E07DFB" w:rsidP="002A0058">
      <w:pPr>
        <w:pStyle w:val="libNormal"/>
        <w:rPr>
          <w:rtl/>
        </w:rPr>
      </w:pPr>
      <w:r w:rsidRPr="00313984">
        <w:rPr>
          <w:rStyle w:val="libBold1Char"/>
          <w:rtl/>
        </w:rPr>
        <w:t>السيد الحائري:</w:t>
      </w:r>
      <w:r w:rsidRPr="002A0058">
        <w:rPr>
          <w:rtl/>
        </w:rPr>
        <w:t xml:space="preserve"> ما تفضَّلتم بذكره يختلف على نحو صريح مع ما يذكره المحقِّق</w:t>
      </w:r>
      <w:r w:rsidR="00610870">
        <w:rPr>
          <w:rtl/>
        </w:rPr>
        <w:t>.</w:t>
      </w:r>
      <w:r w:rsidRPr="002A0058">
        <w:rPr>
          <w:rtl/>
        </w:rPr>
        <w:t xml:space="preserve"> صحيح أنَّه يقال: العقلاء بما هم عقلاء</w:t>
      </w:r>
      <w:r w:rsidR="00610870">
        <w:rPr>
          <w:rtl/>
        </w:rPr>
        <w:t>،</w:t>
      </w:r>
      <w:r w:rsidRPr="002A0058">
        <w:rPr>
          <w:rtl/>
        </w:rPr>
        <w:t xml:space="preserve"> بَيْدَ أنَّكم تخلطون بين العقلاء بما هم عقلاء وبين إدراك العقل.</w:t>
      </w:r>
    </w:p>
    <w:p w:rsidR="00E07DFB" w:rsidRPr="00313984" w:rsidRDefault="00E07DFB" w:rsidP="00313984">
      <w:pPr>
        <w:pStyle w:val="libBold1"/>
        <w:rPr>
          <w:rtl/>
        </w:rPr>
      </w:pPr>
      <w:r w:rsidRPr="00313984">
        <w:rPr>
          <w:rtl/>
        </w:rPr>
        <w:t>* ما نقصده هو العقل العملي</w:t>
      </w:r>
      <w:r w:rsidR="00610870">
        <w:rPr>
          <w:rtl/>
        </w:rPr>
        <w:t>،</w:t>
      </w:r>
      <w:r w:rsidRPr="00313984">
        <w:rPr>
          <w:rtl/>
        </w:rPr>
        <w:t xml:space="preserve"> وليس العقل النظري.</w:t>
      </w:r>
    </w:p>
    <w:p w:rsidR="00E07DFB" w:rsidRPr="002A0058" w:rsidRDefault="00E07DFB" w:rsidP="002A0058">
      <w:pPr>
        <w:pStyle w:val="libNormal"/>
        <w:rPr>
          <w:rtl/>
        </w:rPr>
      </w:pPr>
      <w:r w:rsidRPr="00313984">
        <w:rPr>
          <w:rStyle w:val="libBold1Char"/>
          <w:rtl/>
        </w:rPr>
        <w:t>السيد الحائري:</w:t>
      </w:r>
      <w:r w:rsidRPr="002A0058">
        <w:rPr>
          <w:rtl/>
        </w:rPr>
        <w:t xml:space="preserve"> إنَّ المسلك المذكور لا يعترف بوجود واقع وراء أحكام العقل العملي.</w:t>
      </w:r>
    </w:p>
    <w:p w:rsidR="00E07DFB" w:rsidRPr="00313984" w:rsidRDefault="00E07DFB" w:rsidP="00313984">
      <w:pPr>
        <w:pStyle w:val="libBold1"/>
        <w:rPr>
          <w:rtl/>
        </w:rPr>
      </w:pPr>
      <w:r w:rsidRPr="00313984">
        <w:rPr>
          <w:rtl/>
        </w:rPr>
        <w:t>* إذا ما كان الأمر يدور في نطاق العقلاء بما هم عقلاء</w:t>
      </w:r>
      <w:r w:rsidR="00610870">
        <w:rPr>
          <w:rtl/>
        </w:rPr>
        <w:t>،</w:t>
      </w:r>
      <w:r w:rsidRPr="00313984">
        <w:rPr>
          <w:rtl/>
        </w:rPr>
        <w:t xml:space="preserve"> لا في نطاق الآداب والأعراف الخاصّة</w:t>
      </w:r>
      <w:r w:rsidR="00610870">
        <w:rPr>
          <w:rtl/>
        </w:rPr>
        <w:t>،</w:t>
      </w:r>
      <w:r w:rsidRPr="00313984">
        <w:rPr>
          <w:rtl/>
        </w:rPr>
        <w:t xml:space="preserve"> فعندئذ لا يرد هذا الإشكال</w:t>
      </w:r>
      <w:r w:rsidR="00610870">
        <w:rPr>
          <w:rtl/>
        </w:rPr>
        <w:t>؛</w:t>
      </w:r>
      <w:r w:rsidRPr="00313984">
        <w:rPr>
          <w:rtl/>
        </w:rPr>
        <w:t xml:space="preserve"> وذلك أنَّ ما يقوله أولئك من أنَّ (العدل حسن) و(الظلم قبيح) هما من القضايا المشهورة التي اتّفق العقلاء عليها.</w:t>
      </w:r>
    </w:p>
    <w:p w:rsidR="00E72A97" w:rsidRDefault="00E07DFB" w:rsidP="002A0058">
      <w:pPr>
        <w:pStyle w:val="libNormal"/>
        <w:rPr>
          <w:rtl/>
        </w:rPr>
      </w:pPr>
      <w:r w:rsidRPr="00313984">
        <w:rPr>
          <w:rStyle w:val="libBold1Char"/>
          <w:rtl/>
        </w:rPr>
        <w:t>السيد الحائري:</w:t>
      </w:r>
      <w:r w:rsidRPr="002A0058">
        <w:rPr>
          <w:rtl/>
        </w:rPr>
        <w:t xml:space="preserve"> أجل</w:t>
      </w:r>
      <w:r w:rsidR="00610870">
        <w:rPr>
          <w:rtl/>
        </w:rPr>
        <w:t>،</w:t>
      </w:r>
      <w:r w:rsidRPr="002A0058">
        <w:rPr>
          <w:rtl/>
        </w:rPr>
        <w:t xml:space="preserve"> أعرف أنَّ العقلاء بما هم عقلاء</w:t>
      </w:r>
      <w:r w:rsidR="00610870">
        <w:rPr>
          <w:rtl/>
        </w:rPr>
        <w:t>،</w:t>
      </w:r>
      <w:r w:rsidRPr="002A0058">
        <w:rPr>
          <w:rtl/>
        </w:rPr>
        <w:t xml:space="preserve"> لكن هؤلاء العقلاء بما هُم عقلاء لا يكشفون عن واقعية ما</w:t>
      </w:r>
      <w:r w:rsidR="00610870">
        <w:rPr>
          <w:rtl/>
        </w:rPr>
        <w:t>،</w:t>
      </w:r>
      <w:r w:rsidRPr="002A0058">
        <w:rPr>
          <w:rtl/>
        </w:rPr>
        <w:t xml:space="preserve"> بمعنى أنَّ أولئك لا يعدُّون الحسن والقبح تعبيراً عن حقيقة موجودة اكتشفها عقلنا على مستوى مقولة (العدل حسن) و(الظلم قبيح)</w:t>
      </w:r>
      <w:r w:rsidR="00610870">
        <w:rPr>
          <w:rtl/>
        </w:rPr>
        <w:t>،</w:t>
      </w:r>
      <w:r w:rsidRPr="002A0058">
        <w:rPr>
          <w:rtl/>
        </w:rPr>
        <w:t xml:space="preserve"> بل يذهبون إلى أنَّ العقلاء أشادوا بناءً يفيد بأنَّ العدل حسن والظلم قبيح.</w:t>
      </w:r>
    </w:p>
    <w:p w:rsidR="00E72A97" w:rsidRDefault="00E72A97" w:rsidP="00E5125A">
      <w:pPr>
        <w:pStyle w:val="libNormal"/>
        <w:rPr>
          <w:rtl/>
        </w:rPr>
      </w:pPr>
      <w:r>
        <w:rPr>
          <w:rtl/>
        </w:rPr>
        <w:br w:type="page"/>
      </w:r>
    </w:p>
    <w:p w:rsidR="00E07DFB" w:rsidRPr="002A0058" w:rsidRDefault="00E07DFB" w:rsidP="002A0058">
      <w:pPr>
        <w:pStyle w:val="libNormal"/>
        <w:rPr>
          <w:rtl/>
        </w:rPr>
      </w:pPr>
      <w:r w:rsidRPr="00313984">
        <w:rPr>
          <w:rStyle w:val="libBold1Char"/>
          <w:rtl/>
        </w:rPr>
        <w:lastRenderedPageBreak/>
        <w:t>الشيخ معرفت:</w:t>
      </w:r>
      <w:r w:rsidRPr="002A0058">
        <w:rPr>
          <w:rtl/>
        </w:rPr>
        <w:t xml:space="preserve"> يتمثَّل دور بناء العقلاء (أو عرف العقلاء) في نطاق الدائرة الفقهية</w:t>
      </w:r>
      <w:r w:rsidR="00610870">
        <w:rPr>
          <w:rtl/>
        </w:rPr>
        <w:t>،</w:t>
      </w:r>
      <w:r w:rsidRPr="002A0058">
        <w:rPr>
          <w:rtl/>
        </w:rPr>
        <w:t xml:space="preserve"> في عملية تشخيص المفاهيم فحسب</w:t>
      </w:r>
      <w:r w:rsidR="00610870">
        <w:rPr>
          <w:rtl/>
        </w:rPr>
        <w:t>،</w:t>
      </w:r>
      <w:r w:rsidRPr="002A0058">
        <w:rPr>
          <w:rtl/>
        </w:rPr>
        <w:t xml:space="preserve"> وفي الدائرة الأصولية بباب الظهورات فقط.</w:t>
      </w:r>
    </w:p>
    <w:p w:rsidR="00E07DFB" w:rsidRPr="00065D03" w:rsidRDefault="00E07DFB" w:rsidP="00065D03">
      <w:pPr>
        <w:pStyle w:val="libNormal"/>
        <w:rPr>
          <w:rtl/>
        </w:rPr>
      </w:pPr>
      <w:r w:rsidRPr="00065D03">
        <w:rPr>
          <w:rtl/>
        </w:rPr>
        <w:t>يمكن النظر إلى الفقه من خلال زوايا ثلاث هي:</w:t>
      </w:r>
    </w:p>
    <w:p w:rsidR="00E07DFB" w:rsidRPr="002A0058" w:rsidRDefault="00E07DFB" w:rsidP="002A0058">
      <w:pPr>
        <w:pStyle w:val="libNormal"/>
        <w:rPr>
          <w:rtl/>
        </w:rPr>
      </w:pPr>
      <w:r w:rsidRPr="00313984">
        <w:rPr>
          <w:rStyle w:val="libBold1Char"/>
          <w:rtl/>
        </w:rPr>
        <w:t>1</w:t>
      </w:r>
      <w:r w:rsidR="00610870">
        <w:rPr>
          <w:rStyle w:val="libBold1Char"/>
          <w:rtl/>
        </w:rPr>
        <w:t xml:space="preserve"> - </w:t>
      </w:r>
      <w:r w:rsidRPr="002A0058">
        <w:rPr>
          <w:rtl/>
        </w:rPr>
        <w:t>تبيين الأحكام الشرعية</w:t>
      </w:r>
      <w:r w:rsidR="00610870">
        <w:rPr>
          <w:rtl/>
        </w:rPr>
        <w:t>،</w:t>
      </w:r>
      <w:r w:rsidRPr="002A0058">
        <w:rPr>
          <w:rtl/>
        </w:rPr>
        <w:t xml:space="preserve"> تكليفية ووضعية</w:t>
      </w:r>
      <w:r w:rsidR="00610870">
        <w:rPr>
          <w:rtl/>
        </w:rPr>
        <w:t>،</w:t>
      </w:r>
      <w:r w:rsidRPr="002A0058">
        <w:rPr>
          <w:rtl/>
        </w:rPr>
        <w:t xml:space="preserve"> وعبادية ومعاملاتية</w:t>
      </w:r>
      <w:r w:rsidR="00610870">
        <w:rPr>
          <w:rtl/>
        </w:rPr>
        <w:t>،</w:t>
      </w:r>
      <w:r w:rsidRPr="002A0058">
        <w:rPr>
          <w:rtl/>
        </w:rPr>
        <w:t xml:space="preserve"> وسياسية واجتماعية</w:t>
      </w:r>
      <w:r w:rsidR="00610870">
        <w:rPr>
          <w:rtl/>
        </w:rPr>
        <w:t>،</w:t>
      </w:r>
      <w:r w:rsidRPr="002A0058">
        <w:rPr>
          <w:rtl/>
        </w:rPr>
        <w:t xml:space="preserve"> وما إلى ذلك</w:t>
      </w:r>
      <w:r w:rsidR="00610870">
        <w:rPr>
          <w:rtl/>
        </w:rPr>
        <w:t>.</w:t>
      </w:r>
      <w:r w:rsidRPr="002A0058">
        <w:rPr>
          <w:rtl/>
        </w:rPr>
        <w:t xml:space="preserve"> إنَّ فهم الحكم الشرعي واستنباطه في طور مطلق</w:t>
      </w:r>
      <w:r w:rsidR="00610870">
        <w:rPr>
          <w:rtl/>
        </w:rPr>
        <w:t>،</w:t>
      </w:r>
      <w:r w:rsidRPr="002A0058">
        <w:rPr>
          <w:rtl/>
        </w:rPr>
        <w:t xml:space="preserve"> له علاقة</w:t>
      </w:r>
      <w:r w:rsidR="00610870">
        <w:rPr>
          <w:rtl/>
        </w:rPr>
        <w:t xml:space="preserve"> - </w:t>
      </w:r>
      <w:r w:rsidRPr="002A0058">
        <w:rPr>
          <w:rtl/>
        </w:rPr>
        <w:t>بالنسبة إلى الفقيه</w:t>
      </w:r>
      <w:r w:rsidR="00610870">
        <w:rPr>
          <w:rtl/>
        </w:rPr>
        <w:t xml:space="preserve"> - </w:t>
      </w:r>
      <w:r w:rsidRPr="002A0058">
        <w:rPr>
          <w:rtl/>
        </w:rPr>
        <w:t>بكيفية الاستفادة من الأدلّة المعيَّنة.</w:t>
      </w:r>
    </w:p>
    <w:p w:rsidR="00E07DFB" w:rsidRPr="00065D03" w:rsidRDefault="00E07DFB" w:rsidP="00065D03">
      <w:pPr>
        <w:pStyle w:val="libNormal"/>
        <w:rPr>
          <w:rtl/>
        </w:rPr>
      </w:pPr>
      <w:r w:rsidRPr="00065D03">
        <w:rPr>
          <w:rtl/>
        </w:rPr>
        <w:t>طبيعي ينبغي الاستناد في استنباط الأحكام</w:t>
      </w:r>
      <w:r w:rsidR="00610870">
        <w:rPr>
          <w:rtl/>
        </w:rPr>
        <w:t>،</w:t>
      </w:r>
      <w:r w:rsidRPr="00065D03">
        <w:rPr>
          <w:rtl/>
        </w:rPr>
        <w:t xml:space="preserve"> إلى مجموعة من الظهورات الكلامية ممَّا هو واقع في مجال بناء العقلاء.</w:t>
      </w:r>
    </w:p>
    <w:p w:rsidR="00E07DFB" w:rsidRPr="002A0058" w:rsidRDefault="00E07DFB" w:rsidP="002A0058">
      <w:pPr>
        <w:pStyle w:val="libNormal"/>
        <w:rPr>
          <w:rtl/>
        </w:rPr>
      </w:pPr>
      <w:r w:rsidRPr="00313984">
        <w:rPr>
          <w:rStyle w:val="libBold1Char"/>
          <w:rtl/>
        </w:rPr>
        <w:t>2</w:t>
      </w:r>
      <w:r w:rsidR="00610870">
        <w:rPr>
          <w:rStyle w:val="libBold1Char"/>
          <w:rtl/>
        </w:rPr>
        <w:t xml:space="preserve"> - </w:t>
      </w:r>
      <w:r w:rsidRPr="002A0058">
        <w:rPr>
          <w:rtl/>
        </w:rPr>
        <w:t>تبيين موضوعات الأحكام ومتعلَّقاتها</w:t>
      </w:r>
      <w:r w:rsidR="00610870">
        <w:rPr>
          <w:rtl/>
        </w:rPr>
        <w:t>،</w:t>
      </w:r>
      <w:r w:rsidRPr="002A0058">
        <w:rPr>
          <w:rtl/>
        </w:rPr>
        <w:t xml:space="preserve"> حيث تنبغي الاستعانة في تشخيص مفهومها بالعُرف.</w:t>
      </w:r>
    </w:p>
    <w:p w:rsidR="00E72A97" w:rsidRDefault="00E07DFB" w:rsidP="002A0058">
      <w:pPr>
        <w:pStyle w:val="libNormal"/>
        <w:rPr>
          <w:rtl/>
        </w:rPr>
      </w:pPr>
      <w:r w:rsidRPr="00313984">
        <w:rPr>
          <w:rStyle w:val="libBold1Char"/>
          <w:rtl/>
        </w:rPr>
        <w:t>3</w:t>
      </w:r>
      <w:r w:rsidR="00610870">
        <w:rPr>
          <w:rStyle w:val="libBold1Char"/>
          <w:rtl/>
        </w:rPr>
        <w:t xml:space="preserve"> - </w:t>
      </w:r>
      <w:r w:rsidRPr="002A0058">
        <w:rPr>
          <w:rtl/>
        </w:rPr>
        <w:t>التشخيص المصداقي الذي يرتبط بالمكلَّف نفسه</w:t>
      </w:r>
      <w:r w:rsidR="00610870">
        <w:rPr>
          <w:rtl/>
        </w:rPr>
        <w:t>،</w:t>
      </w:r>
      <w:r w:rsidRPr="002A0058">
        <w:rPr>
          <w:rtl/>
        </w:rPr>
        <w:t xml:space="preserve"> وليس بالفقيه ولا بالعُرف العام</w:t>
      </w:r>
      <w:r w:rsidR="00610870">
        <w:rPr>
          <w:rtl/>
        </w:rPr>
        <w:t>.</w:t>
      </w:r>
      <w:r w:rsidRPr="002A0058">
        <w:rPr>
          <w:rtl/>
        </w:rPr>
        <w:t xml:space="preserve"> نعم</w:t>
      </w:r>
      <w:r w:rsidR="00610870">
        <w:rPr>
          <w:rtl/>
        </w:rPr>
        <w:t>،</w:t>
      </w:r>
      <w:r w:rsidRPr="002A0058">
        <w:rPr>
          <w:rtl/>
        </w:rPr>
        <w:t xml:space="preserve"> الموضوعات المستنبَطة (مثل: الصلاة</w:t>
      </w:r>
      <w:r w:rsidR="00610870">
        <w:rPr>
          <w:rtl/>
        </w:rPr>
        <w:t>،</w:t>
      </w:r>
      <w:r w:rsidRPr="002A0058">
        <w:rPr>
          <w:rtl/>
        </w:rPr>
        <w:t xml:space="preserve"> والزكاة</w:t>
      </w:r>
      <w:r w:rsidR="00610870">
        <w:rPr>
          <w:rtl/>
        </w:rPr>
        <w:t>،</w:t>
      </w:r>
      <w:r w:rsidRPr="002A0058">
        <w:rPr>
          <w:rtl/>
        </w:rPr>
        <w:t xml:space="preserve"> والحج</w:t>
      </w:r>
      <w:r w:rsidR="00610870">
        <w:rPr>
          <w:rtl/>
        </w:rPr>
        <w:t>،</w:t>
      </w:r>
      <w:r w:rsidRPr="002A0058">
        <w:rPr>
          <w:rtl/>
        </w:rPr>
        <w:t xml:space="preserve"> والصيام) مثل الأحكام في التشخيص المفهومي</w:t>
      </w:r>
      <w:r w:rsidR="00610870">
        <w:rPr>
          <w:rtl/>
        </w:rPr>
        <w:t>،</w:t>
      </w:r>
      <w:r w:rsidRPr="002A0058">
        <w:rPr>
          <w:rtl/>
        </w:rPr>
        <w:t xml:space="preserve"> وأحياناً المصداقي</w:t>
      </w:r>
      <w:r w:rsidR="00610870">
        <w:rPr>
          <w:rtl/>
        </w:rPr>
        <w:t>،</w:t>
      </w:r>
      <w:r w:rsidRPr="002A0058">
        <w:rPr>
          <w:rtl/>
        </w:rPr>
        <w:t xml:space="preserve"> هي من وظيفة شخص الفقيه لا غير.</w:t>
      </w:r>
    </w:p>
    <w:p w:rsidR="00E72A97" w:rsidRDefault="00E72A97" w:rsidP="00E5125A">
      <w:pPr>
        <w:pStyle w:val="libNormal"/>
        <w:rPr>
          <w:rtl/>
        </w:rPr>
      </w:pPr>
      <w:r>
        <w:rPr>
          <w:rtl/>
        </w:rPr>
        <w:br w:type="page"/>
      </w:r>
    </w:p>
    <w:p w:rsidR="00E07DFB" w:rsidRPr="00313984" w:rsidRDefault="00E07DFB" w:rsidP="00313984">
      <w:pPr>
        <w:pStyle w:val="libBold1"/>
        <w:rPr>
          <w:rtl/>
        </w:rPr>
      </w:pPr>
      <w:r w:rsidRPr="00313984">
        <w:rPr>
          <w:rtl/>
        </w:rPr>
        <w:lastRenderedPageBreak/>
        <w:t>الهوامش:</w:t>
      </w:r>
    </w:p>
    <w:p w:rsidR="006A741E" w:rsidRPr="008E66E3" w:rsidRDefault="006A741E" w:rsidP="006A741E">
      <w:pPr>
        <w:pStyle w:val="libLine"/>
        <w:rPr>
          <w:rtl/>
        </w:rPr>
      </w:pPr>
      <w:r w:rsidRPr="008E66E3">
        <w:rPr>
          <w:rFonts w:hint="cs"/>
          <w:rtl/>
        </w:rPr>
        <w:t>ــــــــــــــ</w:t>
      </w:r>
    </w:p>
    <w:p w:rsidR="00E07DFB" w:rsidRPr="00516113" w:rsidRDefault="00E07DFB" w:rsidP="00516113">
      <w:pPr>
        <w:pStyle w:val="libFootnote0"/>
        <w:rPr>
          <w:rtl/>
        </w:rPr>
      </w:pPr>
      <w:r w:rsidRPr="00516113">
        <w:rPr>
          <w:rtl/>
        </w:rPr>
        <w:t>1</w:t>
      </w:r>
      <w:r w:rsidR="00610870">
        <w:rPr>
          <w:rtl/>
        </w:rPr>
        <w:t xml:space="preserve"> - </w:t>
      </w:r>
      <w:r w:rsidRPr="00516113">
        <w:rPr>
          <w:rtl/>
        </w:rPr>
        <w:t>مصطلح من علم الأصول يستخدمه الأصوليون في الأبحاث اللُّغوية</w:t>
      </w:r>
      <w:r w:rsidR="00610870">
        <w:rPr>
          <w:rtl/>
        </w:rPr>
        <w:t>،</w:t>
      </w:r>
      <w:r w:rsidRPr="00516113">
        <w:rPr>
          <w:rtl/>
        </w:rPr>
        <w:t xml:space="preserve"> ويراد منه حالة أسماء الإشارة</w:t>
      </w:r>
      <w:r w:rsidR="00610870">
        <w:rPr>
          <w:rtl/>
        </w:rPr>
        <w:t>؛</w:t>
      </w:r>
      <w:r w:rsidRPr="00516113">
        <w:rPr>
          <w:rtl/>
        </w:rPr>
        <w:t xml:space="preserve"> حيث يتصوَّر الواضع المعنى العام ويضع اللفظ للخاص</w:t>
      </w:r>
      <w:r w:rsidR="00610870">
        <w:rPr>
          <w:rtl/>
        </w:rPr>
        <w:t>.</w:t>
      </w:r>
      <w:r w:rsidRPr="00516113">
        <w:rPr>
          <w:rtl/>
        </w:rPr>
        <w:t xml:space="preserve"> انظر: محمد رضا المظفر</w:t>
      </w:r>
      <w:r w:rsidR="00610870">
        <w:rPr>
          <w:rtl/>
        </w:rPr>
        <w:t>،</w:t>
      </w:r>
      <w:r w:rsidRPr="00516113">
        <w:rPr>
          <w:rtl/>
        </w:rPr>
        <w:t xml:space="preserve"> أصول الفقه</w:t>
      </w:r>
      <w:r w:rsidR="00610870">
        <w:rPr>
          <w:rtl/>
        </w:rPr>
        <w:t>،</w:t>
      </w:r>
      <w:r w:rsidRPr="00516113">
        <w:rPr>
          <w:rtl/>
        </w:rPr>
        <w:t xml:space="preserve"> ج1</w:t>
      </w:r>
      <w:r w:rsidR="00610870">
        <w:rPr>
          <w:rtl/>
        </w:rPr>
        <w:t>،</w:t>
      </w:r>
      <w:r w:rsidRPr="00516113">
        <w:rPr>
          <w:rtl/>
        </w:rPr>
        <w:t xml:space="preserve"> ص11ـ12 (المحرِّر).</w:t>
      </w:r>
    </w:p>
    <w:p w:rsidR="00E07DFB" w:rsidRPr="00516113" w:rsidRDefault="00E07DFB" w:rsidP="00516113">
      <w:pPr>
        <w:pStyle w:val="libFootnote0"/>
        <w:rPr>
          <w:rtl/>
        </w:rPr>
      </w:pPr>
      <w:r w:rsidRPr="00516113">
        <w:rPr>
          <w:rtl/>
        </w:rPr>
        <w:t>2</w:t>
      </w:r>
      <w:r w:rsidR="00610870">
        <w:rPr>
          <w:rtl/>
        </w:rPr>
        <w:t xml:space="preserve"> - </w:t>
      </w:r>
      <w:r w:rsidRPr="00516113">
        <w:rPr>
          <w:rtl/>
        </w:rPr>
        <w:t>محمد كاظم اليزدي</w:t>
      </w:r>
      <w:r w:rsidR="00610870">
        <w:rPr>
          <w:rtl/>
        </w:rPr>
        <w:t>،</w:t>
      </w:r>
      <w:r w:rsidRPr="00516113">
        <w:rPr>
          <w:rtl/>
        </w:rPr>
        <w:t xml:space="preserve"> تكملة العروة الوثقى</w:t>
      </w:r>
      <w:r w:rsidR="00610870">
        <w:rPr>
          <w:rtl/>
        </w:rPr>
        <w:t>،</w:t>
      </w:r>
      <w:r w:rsidRPr="00516113">
        <w:rPr>
          <w:rtl/>
        </w:rPr>
        <w:t xml:space="preserve"> ج1</w:t>
      </w:r>
      <w:r w:rsidR="00610870">
        <w:rPr>
          <w:rtl/>
        </w:rPr>
        <w:t>،</w:t>
      </w:r>
      <w:r w:rsidRPr="00516113">
        <w:rPr>
          <w:rtl/>
        </w:rPr>
        <w:t xml:space="preserve"> ص70.</w:t>
      </w:r>
    </w:p>
    <w:p w:rsidR="00E07DFB" w:rsidRPr="00516113" w:rsidRDefault="00E07DFB" w:rsidP="00516113">
      <w:pPr>
        <w:pStyle w:val="libFootnote0"/>
        <w:rPr>
          <w:rtl/>
        </w:rPr>
      </w:pPr>
      <w:r w:rsidRPr="00516113">
        <w:rPr>
          <w:rtl/>
        </w:rPr>
        <w:t>3</w:t>
      </w:r>
      <w:r w:rsidR="00610870">
        <w:rPr>
          <w:rtl/>
        </w:rPr>
        <w:t xml:space="preserve"> - </w:t>
      </w:r>
      <w:r w:rsidRPr="00516113">
        <w:rPr>
          <w:rtl/>
        </w:rPr>
        <w:t>البرص مرض جلدي يصيب الإنسان</w:t>
      </w:r>
      <w:r w:rsidR="00610870">
        <w:rPr>
          <w:rtl/>
        </w:rPr>
        <w:t>،</w:t>
      </w:r>
      <w:r w:rsidRPr="00516113">
        <w:rPr>
          <w:rtl/>
        </w:rPr>
        <w:t xml:space="preserve"> ذكراً كان أم أنثى</w:t>
      </w:r>
      <w:r w:rsidR="00610870">
        <w:rPr>
          <w:rtl/>
        </w:rPr>
        <w:t>،</w:t>
      </w:r>
      <w:r w:rsidRPr="00516113">
        <w:rPr>
          <w:rtl/>
        </w:rPr>
        <w:t xml:space="preserve"> والقَرَن</w:t>
      </w:r>
      <w:r w:rsidR="00610870">
        <w:rPr>
          <w:rtl/>
        </w:rPr>
        <w:t>،</w:t>
      </w:r>
      <w:r w:rsidRPr="00516113">
        <w:rPr>
          <w:rtl/>
        </w:rPr>
        <w:t xml:space="preserve"> هو: لحم (غدَّة) ينبت في فم الرحم يمنع من الوطء (المحرِّر).</w:t>
      </w:r>
    </w:p>
    <w:p w:rsidR="00E07DFB" w:rsidRPr="00516113" w:rsidRDefault="00E07DFB" w:rsidP="00516113">
      <w:pPr>
        <w:pStyle w:val="libFootnote0"/>
        <w:rPr>
          <w:rtl/>
        </w:rPr>
      </w:pPr>
      <w:r w:rsidRPr="00516113">
        <w:rPr>
          <w:rtl/>
        </w:rPr>
        <w:t>4</w:t>
      </w:r>
      <w:r w:rsidR="00610870">
        <w:rPr>
          <w:rtl/>
        </w:rPr>
        <w:t xml:space="preserve"> - </w:t>
      </w:r>
      <w:r w:rsidRPr="00516113">
        <w:rPr>
          <w:rtl/>
        </w:rPr>
        <w:t>يراجع: الحدائق</w:t>
      </w:r>
      <w:r w:rsidR="00610870">
        <w:rPr>
          <w:rtl/>
        </w:rPr>
        <w:t>،</w:t>
      </w:r>
      <w:r w:rsidRPr="00516113">
        <w:rPr>
          <w:rtl/>
        </w:rPr>
        <w:t xml:space="preserve"> ج20</w:t>
      </w:r>
      <w:r w:rsidR="00610870">
        <w:rPr>
          <w:rtl/>
        </w:rPr>
        <w:t>،</w:t>
      </w:r>
      <w:r w:rsidRPr="00516113">
        <w:rPr>
          <w:rtl/>
        </w:rPr>
        <w:t xml:space="preserve"> ص 15</w:t>
      </w:r>
      <w:r w:rsidR="00610870">
        <w:rPr>
          <w:rtl/>
        </w:rPr>
        <w:t xml:space="preserve"> - </w:t>
      </w:r>
      <w:r w:rsidRPr="00516113">
        <w:rPr>
          <w:rtl/>
        </w:rPr>
        <w:t>18</w:t>
      </w:r>
      <w:r w:rsidR="00610870">
        <w:rPr>
          <w:rtl/>
        </w:rPr>
        <w:t>؛</w:t>
      </w:r>
      <w:r w:rsidRPr="00516113">
        <w:rPr>
          <w:rtl/>
        </w:rPr>
        <w:t xml:space="preserve"> ومفتاح الكرامة</w:t>
      </w:r>
      <w:r w:rsidR="00610870">
        <w:rPr>
          <w:rtl/>
        </w:rPr>
        <w:t>،</w:t>
      </w:r>
      <w:r w:rsidRPr="00516113">
        <w:rPr>
          <w:rtl/>
        </w:rPr>
        <w:t xml:space="preserve"> ج4</w:t>
      </w:r>
      <w:r w:rsidR="00610870">
        <w:rPr>
          <w:rtl/>
        </w:rPr>
        <w:t>،</w:t>
      </w:r>
      <w:r w:rsidRPr="00516113">
        <w:rPr>
          <w:rtl/>
        </w:rPr>
        <w:t xml:space="preserve"> ص424.</w:t>
      </w:r>
    </w:p>
    <w:p w:rsidR="00E07DFB" w:rsidRPr="00516113" w:rsidRDefault="00E07DFB" w:rsidP="00516113">
      <w:pPr>
        <w:pStyle w:val="libFootnote0"/>
        <w:rPr>
          <w:rtl/>
        </w:rPr>
      </w:pPr>
      <w:r w:rsidRPr="00516113">
        <w:rPr>
          <w:rtl/>
        </w:rPr>
        <w:t>5</w:t>
      </w:r>
      <w:r w:rsidR="00610870">
        <w:rPr>
          <w:rtl/>
        </w:rPr>
        <w:t xml:space="preserve"> - </w:t>
      </w:r>
      <w:r w:rsidRPr="00516113">
        <w:rPr>
          <w:rtl/>
        </w:rPr>
        <w:t>مفتاح الكرامة</w:t>
      </w:r>
      <w:r w:rsidR="00610870">
        <w:rPr>
          <w:rtl/>
        </w:rPr>
        <w:t>،</w:t>
      </w:r>
      <w:r w:rsidRPr="00516113">
        <w:rPr>
          <w:rtl/>
        </w:rPr>
        <w:t xml:space="preserve"> ج6</w:t>
      </w:r>
      <w:r w:rsidR="00610870">
        <w:rPr>
          <w:rtl/>
        </w:rPr>
        <w:t>،</w:t>
      </w:r>
      <w:r w:rsidRPr="00516113">
        <w:rPr>
          <w:rtl/>
        </w:rPr>
        <w:t xml:space="preserve"> ص29</w:t>
      </w:r>
      <w:r w:rsidR="00610870">
        <w:rPr>
          <w:rtl/>
        </w:rPr>
        <w:t>،</w:t>
      </w:r>
      <w:r w:rsidRPr="00516113">
        <w:rPr>
          <w:rtl/>
        </w:rPr>
        <w:t xml:space="preserve"> و جامع الشتات</w:t>
      </w:r>
      <w:r w:rsidR="00610870">
        <w:rPr>
          <w:rtl/>
        </w:rPr>
        <w:t>،</w:t>
      </w:r>
      <w:r w:rsidRPr="00516113">
        <w:rPr>
          <w:rtl/>
        </w:rPr>
        <w:t xml:space="preserve"> ص144.</w:t>
      </w:r>
    </w:p>
    <w:p w:rsidR="00E07DFB" w:rsidRPr="00516113" w:rsidRDefault="00E07DFB" w:rsidP="00516113">
      <w:pPr>
        <w:pStyle w:val="libFootnote0"/>
        <w:rPr>
          <w:rtl/>
        </w:rPr>
      </w:pPr>
      <w:r w:rsidRPr="00516113">
        <w:rPr>
          <w:rtl/>
        </w:rPr>
        <w:t>6</w:t>
      </w:r>
      <w:r w:rsidR="00610870">
        <w:rPr>
          <w:rtl/>
        </w:rPr>
        <w:t xml:space="preserve"> - </w:t>
      </w:r>
      <w:r w:rsidRPr="00516113">
        <w:rPr>
          <w:rtl/>
        </w:rPr>
        <w:t>لمزيد من التفاصيل يراجع: القواعد العامة للعقود</w:t>
      </w:r>
      <w:r w:rsidR="00610870">
        <w:rPr>
          <w:rtl/>
        </w:rPr>
        <w:t>،</w:t>
      </w:r>
      <w:r w:rsidRPr="00516113">
        <w:rPr>
          <w:rtl/>
        </w:rPr>
        <w:t xml:space="preserve"> ج2</w:t>
      </w:r>
      <w:r w:rsidR="00610870">
        <w:rPr>
          <w:rtl/>
        </w:rPr>
        <w:t>،</w:t>
      </w:r>
      <w:r w:rsidRPr="00516113">
        <w:rPr>
          <w:rtl/>
        </w:rPr>
        <w:t xml:space="preserve"> الرقم 415.</w:t>
      </w:r>
    </w:p>
    <w:p w:rsidR="00E07DFB" w:rsidRPr="00516113" w:rsidRDefault="00E07DFB" w:rsidP="00516113">
      <w:pPr>
        <w:pStyle w:val="libFootnote0"/>
        <w:rPr>
          <w:rtl/>
        </w:rPr>
      </w:pPr>
      <w:r w:rsidRPr="00516113">
        <w:rPr>
          <w:rtl/>
        </w:rPr>
        <w:t>7</w:t>
      </w:r>
      <w:r w:rsidR="00610870">
        <w:rPr>
          <w:rtl/>
        </w:rPr>
        <w:t xml:space="preserve"> - </w:t>
      </w:r>
      <w:r w:rsidRPr="00516113">
        <w:rPr>
          <w:rtl/>
        </w:rPr>
        <w:t>يدل هذا المصطلح على حالة معرفة المفهوم والشك في دخول هذا الفرد تحته أو عدم دخوله</w:t>
      </w:r>
      <w:r w:rsidR="00610870">
        <w:rPr>
          <w:rtl/>
        </w:rPr>
        <w:t>؛</w:t>
      </w:r>
      <w:r w:rsidRPr="00516113">
        <w:rPr>
          <w:rtl/>
        </w:rPr>
        <w:t xml:space="preserve"> كما إذا كنا نعلم ما هو الخمر</w:t>
      </w:r>
      <w:r w:rsidR="00610870">
        <w:rPr>
          <w:rtl/>
        </w:rPr>
        <w:t>،</w:t>
      </w:r>
      <w:r w:rsidRPr="00516113">
        <w:rPr>
          <w:rtl/>
        </w:rPr>
        <w:t xml:space="preserve"> ولكن نشك في أن هذا المائع خمر أو ليس خمراً (المحرِّر).</w:t>
      </w:r>
    </w:p>
    <w:p w:rsidR="00E07DFB" w:rsidRPr="00516113" w:rsidRDefault="00E07DFB" w:rsidP="00516113">
      <w:pPr>
        <w:pStyle w:val="libFootnote0"/>
        <w:rPr>
          <w:rtl/>
        </w:rPr>
      </w:pPr>
      <w:r w:rsidRPr="00516113">
        <w:rPr>
          <w:rtl/>
        </w:rPr>
        <w:t>8</w:t>
      </w:r>
      <w:r w:rsidR="00610870">
        <w:rPr>
          <w:rtl/>
        </w:rPr>
        <w:t xml:space="preserve"> - </w:t>
      </w:r>
      <w:r w:rsidRPr="00516113">
        <w:rPr>
          <w:rtl/>
        </w:rPr>
        <w:t>مصطلح منطقي</w:t>
      </w:r>
      <w:r w:rsidR="00610870">
        <w:rPr>
          <w:rtl/>
        </w:rPr>
        <w:t>،</w:t>
      </w:r>
      <w:r w:rsidRPr="00516113">
        <w:rPr>
          <w:rtl/>
        </w:rPr>
        <w:t xml:space="preserve"> يُراد به: القضايا التي اتفق العقلاء على صحَّـتها</w:t>
      </w:r>
      <w:r w:rsidR="00610870">
        <w:rPr>
          <w:rtl/>
        </w:rPr>
        <w:t>،</w:t>
      </w:r>
      <w:r w:rsidRPr="00516113">
        <w:rPr>
          <w:rtl/>
        </w:rPr>
        <w:t xml:space="preserve"> وسلَّموا بها</w:t>
      </w:r>
      <w:r w:rsidR="00610870">
        <w:rPr>
          <w:rtl/>
        </w:rPr>
        <w:t>،</w:t>
      </w:r>
      <w:r w:rsidRPr="00516113">
        <w:rPr>
          <w:rtl/>
        </w:rPr>
        <w:t xml:space="preserve"> مثل: حسن العدل وقبح الظلم</w:t>
      </w:r>
      <w:r w:rsidR="00610870">
        <w:rPr>
          <w:rtl/>
        </w:rPr>
        <w:t>،</w:t>
      </w:r>
      <w:r w:rsidRPr="00516113">
        <w:rPr>
          <w:rtl/>
        </w:rPr>
        <w:t xml:space="preserve"> وشكر المنعم...إلخ (المحرِّر).</w:t>
      </w:r>
    </w:p>
    <w:p w:rsidR="00E07DFB" w:rsidRPr="00516113" w:rsidRDefault="00E07DFB" w:rsidP="00516113">
      <w:pPr>
        <w:pStyle w:val="libFootnote0"/>
        <w:rPr>
          <w:rtl/>
        </w:rPr>
      </w:pPr>
      <w:r w:rsidRPr="00516113">
        <w:rPr>
          <w:rtl/>
        </w:rPr>
        <w:t>9</w:t>
      </w:r>
      <w:r w:rsidR="00610870">
        <w:rPr>
          <w:rtl/>
        </w:rPr>
        <w:t xml:space="preserve"> - </w:t>
      </w:r>
      <w:r w:rsidRPr="00516113">
        <w:rPr>
          <w:rtl/>
        </w:rPr>
        <w:t>قاعدة فقهية مفادها: وجوب الالتزام بالشروط التي يأخذها الإنسان على نفسه في عقوده ومعاملاته (المحرِّر).</w:t>
      </w:r>
    </w:p>
    <w:p w:rsidR="00E07DFB" w:rsidRPr="00516113" w:rsidRDefault="00E07DFB" w:rsidP="00516113">
      <w:pPr>
        <w:pStyle w:val="libFootnote0"/>
        <w:rPr>
          <w:rtl/>
        </w:rPr>
      </w:pPr>
      <w:r w:rsidRPr="00516113">
        <w:rPr>
          <w:rtl/>
        </w:rPr>
        <w:t>10</w:t>
      </w:r>
      <w:r w:rsidR="00610870">
        <w:rPr>
          <w:rtl/>
        </w:rPr>
        <w:t xml:space="preserve"> - </w:t>
      </w:r>
      <w:r w:rsidRPr="00516113">
        <w:rPr>
          <w:rtl/>
        </w:rPr>
        <w:t>بيع الكالي بالكالي</w:t>
      </w:r>
      <w:r w:rsidR="00610870">
        <w:rPr>
          <w:rtl/>
        </w:rPr>
        <w:t>،</w:t>
      </w:r>
      <w:r w:rsidRPr="00516113">
        <w:rPr>
          <w:rtl/>
        </w:rPr>
        <w:t xml:space="preserve"> هو بيع يُؤجِّل فيه كل من الثَّمن والمُثَّمن</w:t>
      </w:r>
      <w:r w:rsidR="00610870">
        <w:rPr>
          <w:rtl/>
        </w:rPr>
        <w:t>.</w:t>
      </w:r>
      <w:r w:rsidRPr="00516113">
        <w:rPr>
          <w:rtl/>
        </w:rPr>
        <w:t xml:space="preserve"> والمنابذة هي أن يلقي كل من المتابعين العين الآخر</w:t>
      </w:r>
      <w:r w:rsidR="00610870">
        <w:rPr>
          <w:rtl/>
        </w:rPr>
        <w:t>،</w:t>
      </w:r>
      <w:r w:rsidRPr="00516113">
        <w:rPr>
          <w:rtl/>
        </w:rPr>
        <w:t xml:space="preserve"> فيتم البيع</w:t>
      </w:r>
      <w:r w:rsidR="00610870">
        <w:rPr>
          <w:rtl/>
        </w:rPr>
        <w:t xml:space="preserve"> - </w:t>
      </w:r>
      <w:r w:rsidRPr="00516113">
        <w:rPr>
          <w:rtl/>
        </w:rPr>
        <w:t>ودون علم</w:t>
      </w:r>
      <w:r w:rsidR="00610870">
        <w:rPr>
          <w:rtl/>
        </w:rPr>
        <w:t xml:space="preserve"> - </w:t>
      </w:r>
      <w:r w:rsidRPr="00516113">
        <w:rPr>
          <w:rtl/>
        </w:rPr>
        <w:t>بأوصاف الثَّمن أو المثمَّن.</w:t>
      </w:r>
    </w:p>
    <w:p w:rsidR="00E07DFB" w:rsidRPr="00516113" w:rsidRDefault="00E07DFB" w:rsidP="00516113">
      <w:pPr>
        <w:pStyle w:val="libFootnote0"/>
        <w:rPr>
          <w:rtl/>
        </w:rPr>
      </w:pPr>
      <w:r w:rsidRPr="00516113">
        <w:rPr>
          <w:rtl/>
        </w:rPr>
        <w:t>11</w:t>
      </w:r>
      <w:r w:rsidR="00610870">
        <w:rPr>
          <w:rtl/>
        </w:rPr>
        <w:t xml:space="preserve"> - </w:t>
      </w:r>
      <w:r w:rsidRPr="00516113">
        <w:rPr>
          <w:rtl/>
        </w:rPr>
        <w:t>جواهر الكلام</w:t>
      </w:r>
      <w:r w:rsidR="00610870">
        <w:rPr>
          <w:rtl/>
        </w:rPr>
        <w:t>،</w:t>
      </w:r>
      <w:r w:rsidRPr="00516113">
        <w:rPr>
          <w:rtl/>
        </w:rPr>
        <w:t xml:space="preserve"> ج36</w:t>
      </w:r>
      <w:r w:rsidR="00610870">
        <w:rPr>
          <w:rtl/>
        </w:rPr>
        <w:t>،</w:t>
      </w:r>
      <w:r w:rsidRPr="00516113">
        <w:rPr>
          <w:rtl/>
        </w:rPr>
        <w:t xml:space="preserve"> ص109</w:t>
      </w:r>
      <w:r w:rsidR="00610870">
        <w:rPr>
          <w:rtl/>
        </w:rPr>
        <w:t xml:space="preserve"> - </w:t>
      </w:r>
      <w:r w:rsidRPr="00516113">
        <w:rPr>
          <w:rtl/>
        </w:rPr>
        <w:t>120.</w:t>
      </w:r>
    </w:p>
    <w:p w:rsidR="00E07DFB" w:rsidRPr="00516113" w:rsidRDefault="00E07DFB" w:rsidP="00516113">
      <w:pPr>
        <w:pStyle w:val="libFootnote0"/>
        <w:rPr>
          <w:rtl/>
        </w:rPr>
      </w:pPr>
      <w:r w:rsidRPr="00516113">
        <w:rPr>
          <w:rtl/>
        </w:rPr>
        <w:t>12</w:t>
      </w:r>
      <w:r w:rsidR="00610870">
        <w:rPr>
          <w:rtl/>
        </w:rPr>
        <w:t xml:space="preserve"> - </w:t>
      </w:r>
      <w:r w:rsidRPr="00516113">
        <w:rPr>
          <w:rtl/>
        </w:rPr>
        <w:t>ينظر: الوسائل</w:t>
      </w:r>
      <w:r w:rsidR="00610870">
        <w:rPr>
          <w:rtl/>
        </w:rPr>
        <w:t>،</w:t>
      </w:r>
      <w:r w:rsidRPr="00516113">
        <w:rPr>
          <w:rtl/>
        </w:rPr>
        <w:t xml:space="preserve"> ج16</w:t>
      </w:r>
      <w:r w:rsidR="00610870">
        <w:rPr>
          <w:rtl/>
        </w:rPr>
        <w:t>،</w:t>
      </w:r>
      <w:r w:rsidRPr="00516113">
        <w:rPr>
          <w:rtl/>
        </w:rPr>
        <w:t xml:space="preserve"> ص308.</w:t>
      </w:r>
    </w:p>
    <w:p w:rsidR="00E07DFB" w:rsidRPr="00516113" w:rsidRDefault="00E07DFB" w:rsidP="00516113">
      <w:pPr>
        <w:pStyle w:val="libFootnote0"/>
        <w:rPr>
          <w:rtl/>
        </w:rPr>
      </w:pPr>
      <w:r w:rsidRPr="00516113">
        <w:rPr>
          <w:rtl/>
        </w:rPr>
        <w:t>13</w:t>
      </w:r>
      <w:r w:rsidR="00610870">
        <w:rPr>
          <w:rtl/>
        </w:rPr>
        <w:t xml:space="preserve"> - </w:t>
      </w:r>
      <w:r w:rsidRPr="00516113">
        <w:rPr>
          <w:rtl/>
        </w:rPr>
        <w:t>ينظر: الوسائل</w:t>
      </w:r>
      <w:r w:rsidR="00610870">
        <w:rPr>
          <w:rtl/>
        </w:rPr>
        <w:t>،</w:t>
      </w:r>
      <w:r w:rsidRPr="00516113">
        <w:rPr>
          <w:rtl/>
        </w:rPr>
        <w:t xml:space="preserve"> ج16</w:t>
      </w:r>
      <w:r w:rsidR="00610870">
        <w:rPr>
          <w:rtl/>
        </w:rPr>
        <w:t>،</w:t>
      </w:r>
      <w:r w:rsidRPr="00516113">
        <w:rPr>
          <w:rtl/>
        </w:rPr>
        <w:t xml:space="preserve"> ص309.</w:t>
      </w:r>
    </w:p>
    <w:p w:rsidR="00E07DFB" w:rsidRPr="00516113" w:rsidRDefault="00E07DFB" w:rsidP="00516113">
      <w:pPr>
        <w:pStyle w:val="libFootnote0"/>
        <w:rPr>
          <w:rtl/>
        </w:rPr>
      </w:pPr>
      <w:r w:rsidRPr="00516113">
        <w:rPr>
          <w:rtl/>
        </w:rPr>
        <w:t>14</w:t>
      </w:r>
      <w:r w:rsidR="00610870">
        <w:rPr>
          <w:rtl/>
        </w:rPr>
        <w:t xml:space="preserve"> - </w:t>
      </w:r>
      <w:r w:rsidRPr="00516113">
        <w:rPr>
          <w:rtl/>
        </w:rPr>
        <w:t>الزخرف: 18.</w:t>
      </w:r>
    </w:p>
    <w:p w:rsidR="00E72A97" w:rsidRDefault="00E07DFB" w:rsidP="00516113">
      <w:pPr>
        <w:pStyle w:val="libFootnote0"/>
        <w:rPr>
          <w:rtl/>
        </w:rPr>
      </w:pPr>
      <w:r w:rsidRPr="00516113">
        <w:rPr>
          <w:rtl/>
        </w:rPr>
        <w:t>15</w:t>
      </w:r>
      <w:r w:rsidR="00610870">
        <w:rPr>
          <w:rtl/>
        </w:rPr>
        <w:t xml:space="preserve"> - </w:t>
      </w:r>
      <w:r w:rsidRPr="00516113">
        <w:rPr>
          <w:rtl/>
        </w:rPr>
        <w:t>الشهيد الثاني، الروضة البهية في شرح اللمعة</w:t>
      </w:r>
      <w:r w:rsidR="00610870">
        <w:rPr>
          <w:rtl/>
        </w:rPr>
        <w:t>،</w:t>
      </w:r>
      <w:r w:rsidRPr="00516113">
        <w:rPr>
          <w:rtl/>
        </w:rPr>
        <w:t xml:space="preserve"> ج3</w:t>
      </w:r>
      <w:r w:rsidR="00610870">
        <w:rPr>
          <w:rtl/>
        </w:rPr>
        <w:t>،</w:t>
      </w:r>
      <w:r w:rsidRPr="00516113">
        <w:rPr>
          <w:rtl/>
        </w:rPr>
        <w:t xml:space="preserve"> ص105.</w:t>
      </w:r>
    </w:p>
    <w:p w:rsidR="00E72A97" w:rsidRDefault="00E72A97" w:rsidP="00503255">
      <w:pPr>
        <w:pStyle w:val="libNormal"/>
      </w:pPr>
      <w:r>
        <w:rPr>
          <w:rtl/>
        </w:rPr>
        <w:br w:type="page"/>
      </w:r>
    </w:p>
    <w:p w:rsidR="00E07DFB" w:rsidRPr="00DA0E2B" w:rsidRDefault="00E07DFB" w:rsidP="0076266C">
      <w:pPr>
        <w:pStyle w:val="Heading2Center"/>
        <w:rPr>
          <w:rtl/>
        </w:rPr>
      </w:pPr>
      <w:bookmarkStart w:id="22" w:name="_Toc388703636"/>
      <w:r w:rsidRPr="00DA0E2B">
        <w:rPr>
          <w:rtl/>
        </w:rPr>
        <w:lastRenderedPageBreak/>
        <w:t>المنهج الاجتهادي لدى الفقهاء</w:t>
      </w:r>
      <w:bookmarkStart w:id="23" w:name="المنهج_الاجتهادي_لدى_الفقهاء"/>
      <w:bookmarkEnd w:id="23"/>
      <w:r w:rsidR="00610870">
        <w:rPr>
          <w:rFonts w:hint="cs"/>
          <w:rtl/>
        </w:rPr>
        <w:t>،</w:t>
      </w:r>
      <w:r w:rsidR="0076266C">
        <w:rPr>
          <w:rFonts w:hint="cs"/>
          <w:rtl/>
        </w:rPr>
        <w:t xml:space="preserve"> </w:t>
      </w:r>
      <w:r w:rsidR="006A3403">
        <w:rPr>
          <w:rtl/>
        </w:rPr>
        <w:t>السيد البروجردي أنموذجاً</w:t>
      </w:r>
      <w:bookmarkEnd w:id="22"/>
    </w:p>
    <w:p w:rsidR="00E07DFB" w:rsidRPr="00313984" w:rsidRDefault="00E07DFB" w:rsidP="00283EDA">
      <w:pPr>
        <w:pStyle w:val="libBold1"/>
        <w:rPr>
          <w:rtl/>
        </w:rPr>
      </w:pPr>
      <w:r w:rsidRPr="00313984">
        <w:rPr>
          <w:rtl/>
        </w:rPr>
        <w:t>يُعدُّ السيد البروجردي (توفِّي 1380 هـ) من أعلام الحوزة العلمية الإماميَّة</w:t>
      </w:r>
      <w:r w:rsidR="00610870">
        <w:rPr>
          <w:rtl/>
        </w:rPr>
        <w:t>،</w:t>
      </w:r>
      <w:r w:rsidRPr="00313984">
        <w:rPr>
          <w:rtl/>
        </w:rPr>
        <w:t xml:space="preserve"> ومن روَّادها البارزين</w:t>
      </w:r>
      <w:r w:rsidR="00610870">
        <w:rPr>
          <w:rtl/>
        </w:rPr>
        <w:t>.</w:t>
      </w:r>
      <w:r w:rsidRPr="00313984">
        <w:rPr>
          <w:rtl/>
        </w:rPr>
        <w:t xml:space="preserve"> تميَّز </w:t>
      </w:r>
      <w:r w:rsidR="00283EDA" w:rsidRPr="00283EDA">
        <w:rPr>
          <w:rStyle w:val="libAlaemChar"/>
          <w:rtl/>
        </w:rPr>
        <w:t>رحمه‌الله</w:t>
      </w:r>
      <w:r w:rsidRPr="00313984">
        <w:rPr>
          <w:rtl/>
        </w:rPr>
        <w:t xml:space="preserve"> بمنهج علمي اجتهادي على المستويين: العلمي</w:t>
      </w:r>
      <w:r w:rsidR="00610870">
        <w:rPr>
          <w:rtl/>
        </w:rPr>
        <w:t>،</w:t>
      </w:r>
      <w:r w:rsidRPr="00313984">
        <w:rPr>
          <w:rtl/>
        </w:rPr>
        <w:t xml:space="preserve"> والعملي (المتمثِّل في إدارة الحوزة العلمية)</w:t>
      </w:r>
      <w:r w:rsidR="00610870">
        <w:rPr>
          <w:rtl/>
        </w:rPr>
        <w:t>.</w:t>
      </w:r>
      <w:r w:rsidRPr="00313984">
        <w:rPr>
          <w:rtl/>
        </w:rPr>
        <w:t xml:space="preserve"> ودرس عليه عدد كبير من الطلبة</w:t>
      </w:r>
      <w:r w:rsidR="00610870">
        <w:rPr>
          <w:rtl/>
        </w:rPr>
        <w:t>،</w:t>
      </w:r>
      <w:r w:rsidRPr="00313984">
        <w:rPr>
          <w:rtl/>
        </w:rPr>
        <w:t xml:space="preserve"> صار عدد منهم أعلاماً يشار إليهم بالبنان</w:t>
      </w:r>
      <w:r w:rsidR="00610870">
        <w:rPr>
          <w:rtl/>
        </w:rPr>
        <w:t>،</w:t>
      </w:r>
      <w:r w:rsidRPr="00313984">
        <w:rPr>
          <w:rtl/>
        </w:rPr>
        <w:t xml:space="preserve"> منهم: الشيخ لطف الله الصافي</w:t>
      </w:r>
      <w:r w:rsidR="00610870">
        <w:rPr>
          <w:rtl/>
        </w:rPr>
        <w:t>،</w:t>
      </w:r>
      <w:r w:rsidRPr="00313984">
        <w:rPr>
          <w:rtl/>
        </w:rPr>
        <w:t xml:space="preserve"> الشيخ حسين النوري</w:t>
      </w:r>
      <w:r w:rsidR="00610870">
        <w:rPr>
          <w:rtl/>
        </w:rPr>
        <w:t>،</w:t>
      </w:r>
      <w:r w:rsidRPr="00313984">
        <w:rPr>
          <w:rtl/>
        </w:rPr>
        <w:t xml:space="preserve"> الشيخ أبو طالب تجليل</w:t>
      </w:r>
      <w:r w:rsidR="00610870">
        <w:rPr>
          <w:rtl/>
        </w:rPr>
        <w:t>،</w:t>
      </w:r>
      <w:r w:rsidRPr="00313984">
        <w:rPr>
          <w:rtl/>
        </w:rPr>
        <w:t xml:space="preserve"> الذين كان لنا معهم هذا الحوار في منهج أستاذهم وغيره من رجالات الحوزة العلمية.</w:t>
      </w:r>
    </w:p>
    <w:p w:rsidR="00E07DFB" w:rsidRPr="00313984" w:rsidRDefault="00E07DFB" w:rsidP="00313984">
      <w:pPr>
        <w:pStyle w:val="libBold1"/>
        <w:rPr>
          <w:rtl/>
        </w:rPr>
      </w:pPr>
      <w:r w:rsidRPr="00313984">
        <w:rPr>
          <w:rtl/>
        </w:rPr>
        <w:t>* يقال: إنَّ السيد البروجردي بحث في الجذور التاريخية لدليل الانسداد</w:t>
      </w:r>
      <w:r w:rsidR="00610870">
        <w:rPr>
          <w:rtl/>
        </w:rPr>
        <w:t>،</w:t>
      </w:r>
      <w:r w:rsidRPr="00313984">
        <w:rPr>
          <w:rtl/>
        </w:rPr>
        <w:t xml:space="preserve"> وأنَّه كان يعتقد بوجود الدليل العلمي على حُجِّـيَّة خبر الواحد</w:t>
      </w:r>
      <w:r w:rsidR="00610870">
        <w:rPr>
          <w:rtl/>
        </w:rPr>
        <w:t>،</w:t>
      </w:r>
      <w:r w:rsidRPr="00313984">
        <w:rPr>
          <w:rtl/>
        </w:rPr>
        <w:t xml:space="preserve"> خلافاً لغيره ممَّن كانوا يعتقدون أنَّ الدليل على الحُجِّـيَّة هو الظن المطلق، يُرْجى توضيح ذلك.</w:t>
      </w:r>
    </w:p>
    <w:p w:rsidR="00E07DFB" w:rsidRPr="00065D03" w:rsidRDefault="00E07DFB" w:rsidP="0076266C">
      <w:pPr>
        <w:pStyle w:val="libNormal"/>
        <w:rPr>
          <w:rtl/>
        </w:rPr>
      </w:pPr>
      <w:r w:rsidRPr="00313984">
        <w:rPr>
          <w:rStyle w:val="libBold1Char"/>
          <w:rtl/>
        </w:rPr>
        <w:t xml:space="preserve">الشيخ الصافي: </w:t>
      </w:r>
      <w:r w:rsidRPr="002A0058">
        <w:rPr>
          <w:rtl/>
        </w:rPr>
        <w:t>من أساليب البحث لدى المرحوم الأستاذ السيِّد البروجردي (أعلى الله مقامه)</w:t>
      </w:r>
      <w:r w:rsidR="00610870">
        <w:rPr>
          <w:rtl/>
        </w:rPr>
        <w:t>،</w:t>
      </w:r>
      <w:r w:rsidRPr="002A0058">
        <w:rPr>
          <w:rtl/>
        </w:rPr>
        <w:t xml:space="preserve"> أنَّه كان يبحث في جذور البحوث العلمية</w:t>
      </w:r>
      <w:r w:rsidR="00610870">
        <w:rPr>
          <w:rtl/>
        </w:rPr>
        <w:t>،</w:t>
      </w:r>
      <w:r w:rsidRPr="002A0058">
        <w:rPr>
          <w:rtl/>
        </w:rPr>
        <w:t xml:space="preserve"> وفي تطور أي مسألة خلال القرون</w:t>
      </w:r>
      <w:r w:rsidR="00610870">
        <w:rPr>
          <w:rtl/>
        </w:rPr>
        <w:t>.</w:t>
      </w:r>
      <w:r w:rsidRPr="002A0058">
        <w:rPr>
          <w:rtl/>
        </w:rPr>
        <w:t xml:space="preserve"> واستعمال هذا الأسلوب في دليل الانسداد</w:t>
      </w:r>
      <w:r w:rsidR="00610870">
        <w:rPr>
          <w:rtl/>
        </w:rPr>
        <w:t>،</w:t>
      </w:r>
      <w:r w:rsidRPr="002A0058">
        <w:rPr>
          <w:rtl/>
        </w:rPr>
        <w:t xml:space="preserve"> أدَّى إلى البحث في العدول من عصر المحقِّق جمال الدين الخونساري</w:t>
      </w:r>
      <w:r w:rsidR="00610870">
        <w:rPr>
          <w:rtl/>
        </w:rPr>
        <w:t>،</w:t>
      </w:r>
      <w:r w:rsidRPr="002A0058">
        <w:rPr>
          <w:rtl/>
        </w:rPr>
        <w:t xml:space="preserve"> وانتهى إلى أنَّ</w:t>
      </w:r>
      <w:r w:rsidR="0076266C">
        <w:rPr>
          <w:rFonts w:hint="cs"/>
          <w:rtl/>
        </w:rPr>
        <w:t xml:space="preserve"> </w:t>
      </w:r>
      <w:r w:rsidRPr="00065D03">
        <w:rPr>
          <w:rtl/>
        </w:rPr>
        <w:t>الدليل الذي يُثبِت في النهاية حُجِّـيَّة خبر الواحد قد تغيَّر أصله</w:t>
      </w:r>
      <w:r w:rsidR="00610870">
        <w:rPr>
          <w:rtl/>
        </w:rPr>
        <w:t>،</w:t>
      </w:r>
      <w:r w:rsidRPr="00065D03">
        <w:rPr>
          <w:rtl/>
        </w:rPr>
        <w:t xml:space="preserve"> فأقيم على أساس الحُجِّـيَّة المطلقة للظن</w:t>
      </w:r>
      <w:r w:rsidR="00610870">
        <w:rPr>
          <w:rtl/>
        </w:rPr>
        <w:t>؛</w:t>
      </w:r>
      <w:r w:rsidRPr="00065D03">
        <w:rPr>
          <w:rtl/>
        </w:rPr>
        <w:t xml:space="preserve"> لهذا نجد أنَّه في مجلس درسه</w:t>
      </w:r>
      <w:r w:rsidR="00610870">
        <w:rPr>
          <w:rtl/>
        </w:rPr>
        <w:t xml:space="preserve"> - </w:t>
      </w:r>
      <w:r w:rsidRPr="00065D03">
        <w:rPr>
          <w:rtl/>
        </w:rPr>
        <w:t>الذي دوَّنتُ تقريراته</w:t>
      </w:r>
      <w:r w:rsidR="00610870">
        <w:rPr>
          <w:rtl/>
        </w:rPr>
        <w:t xml:space="preserve"> - </w:t>
      </w:r>
      <w:r w:rsidRPr="00065D03">
        <w:rPr>
          <w:rtl/>
        </w:rPr>
        <w:t>شرح دليل الانسداد في فصلين:</w:t>
      </w:r>
    </w:p>
    <w:p w:rsidR="00E07DFB" w:rsidRPr="00065D03" w:rsidRDefault="00E07DFB" w:rsidP="00065D03">
      <w:pPr>
        <w:pStyle w:val="libNormal"/>
        <w:rPr>
          <w:rtl/>
        </w:rPr>
      </w:pPr>
      <w:r w:rsidRPr="00065D03">
        <w:rPr>
          <w:rtl/>
        </w:rPr>
        <w:t>في الفصل الأوَّل بيَّنَ أسلوب المتأخرين من المحقِّق الخونساري</w:t>
      </w:r>
      <w:r w:rsidR="00610870">
        <w:rPr>
          <w:rtl/>
        </w:rPr>
        <w:t xml:space="preserve"> - </w:t>
      </w:r>
      <w:r w:rsidRPr="00065D03">
        <w:rPr>
          <w:rtl/>
        </w:rPr>
        <w:t>وبخاصَّة الشيخ</w:t>
      </w:r>
      <w:r w:rsidR="00610870">
        <w:rPr>
          <w:rtl/>
        </w:rPr>
        <w:t xml:space="preserve"> - </w:t>
      </w:r>
      <w:r w:rsidRPr="00065D03">
        <w:rPr>
          <w:rtl/>
        </w:rPr>
        <w:t>والمحقِّق الخراساني (قدِّس سرُّهم)</w:t>
      </w:r>
      <w:r w:rsidR="00610870">
        <w:rPr>
          <w:rtl/>
        </w:rPr>
        <w:t>،</w:t>
      </w:r>
      <w:r w:rsidRPr="00065D03">
        <w:rPr>
          <w:rtl/>
        </w:rPr>
        <w:t xml:space="preserve"> وعرض آراءهم بشكل وافٍ وفي خمس مقدِّمات</w:t>
      </w:r>
      <w:r w:rsidR="00610870">
        <w:rPr>
          <w:rtl/>
        </w:rPr>
        <w:t>،</w:t>
      </w:r>
      <w:r w:rsidRPr="00065D03">
        <w:rPr>
          <w:rtl/>
        </w:rPr>
        <w:t xml:space="preserve"> ثم انبرى لمناقشتها.</w:t>
      </w:r>
    </w:p>
    <w:p w:rsidR="0076266C" w:rsidRDefault="00E07DFB" w:rsidP="00065D03">
      <w:pPr>
        <w:pStyle w:val="libNormal"/>
        <w:rPr>
          <w:rtl/>
        </w:rPr>
      </w:pPr>
      <w:r w:rsidRPr="00065D03">
        <w:rPr>
          <w:rtl/>
        </w:rPr>
        <w:t>وفي الفصل الثاني بيَّن أسلوب العظماء الذين سبقوا المحقِّق الخونساري</w:t>
      </w:r>
      <w:r w:rsidR="00610870">
        <w:rPr>
          <w:rtl/>
        </w:rPr>
        <w:t>،</w:t>
      </w:r>
      <w:r w:rsidRPr="00065D03">
        <w:rPr>
          <w:rtl/>
        </w:rPr>
        <w:t xml:space="preserve"> ممَّن تعرَّضوا لهذا الدليل ولم يتناولوا المقدِّمات التي ذكرها المتأخِّرون</w:t>
      </w:r>
      <w:r w:rsidR="00610870">
        <w:rPr>
          <w:rtl/>
        </w:rPr>
        <w:t>،</w:t>
      </w:r>
      <w:r w:rsidRPr="00065D03">
        <w:rPr>
          <w:rtl/>
        </w:rPr>
        <w:t xml:space="preserve"> وفي الختام أثبت حُجِّـيَّة خبر الواحد من دون الحُجِّـيَّة المطلقة للظن.</w:t>
      </w:r>
    </w:p>
    <w:p w:rsidR="0076266C" w:rsidRDefault="0076266C" w:rsidP="00E5125A">
      <w:pPr>
        <w:pStyle w:val="libNormal"/>
      </w:pPr>
      <w:r>
        <w:rPr>
          <w:rtl/>
        </w:rPr>
        <w:br w:type="page"/>
      </w:r>
    </w:p>
    <w:p w:rsidR="00E07DFB" w:rsidRPr="00065D03" w:rsidRDefault="00E07DFB" w:rsidP="00065D03">
      <w:pPr>
        <w:pStyle w:val="libNormal"/>
        <w:rPr>
          <w:rtl/>
        </w:rPr>
      </w:pPr>
      <w:r w:rsidRPr="00065D03">
        <w:rPr>
          <w:rtl/>
        </w:rPr>
        <w:lastRenderedPageBreak/>
        <w:t>ومن بين ما قاله في تقريره لهذا الدليل: بمقتضى آية النفر وأشباهها من الآيات الأخرى</w:t>
      </w:r>
      <w:r w:rsidR="00610870">
        <w:rPr>
          <w:rtl/>
        </w:rPr>
        <w:t>؛</w:t>
      </w:r>
      <w:r w:rsidRPr="00065D03">
        <w:rPr>
          <w:rtl/>
        </w:rPr>
        <w:t xml:space="preserve"> مثل آية الكتمان</w:t>
      </w:r>
      <w:r w:rsidR="00610870">
        <w:rPr>
          <w:rtl/>
        </w:rPr>
        <w:t>،</w:t>
      </w:r>
      <w:r w:rsidRPr="00065D03">
        <w:rPr>
          <w:rtl/>
        </w:rPr>
        <w:t xml:space="preserve"> وبحسب الأخبار الكثيرة</w:t>
      </w:r>
      <w:r w:rsidR="00610870">
        <w:rPr>
          <w:rtl/>
        </w:rPr>
        <w:t>،</w:t>
      </w:r>
      <w:r w:rsidRPr="00065D03">
        <w:rPr>
          <w:rtl/>
        </w:rPr>
        <w:t xml:space="preserve"> فإنَّ تعليم الأحكام والاستفتاء والإفتاء والقضاء وتعلُّمها أمرٌ واجب</w:t>
      </w:r>
      <w:r w:rsidR="00610870">
        <w:rPr>
          <w:rtl/>
        </w:rPr>
        <w:t>،</w:t>
      </w:r>
      <w:r w:rsidRPr="00065D03">
        <w:rPr>
          <w:rtl/>
        </w:rPr>
        <w:t xml:space="preserve"> وليس هناك أحد أهمل في أمور الدنيا والآخرة</w:t>
      </w:r>
      <w:r w:rsidR="00610870">
        <w:rPr>
          <w:rtl/>
        </w:rPr>
        <w:t>،</w:t>
      </w:r>
      <w:r w:rsidRPr="00065D03">
        <w:rPr>
          <w:rtl/>
        </w:rPr>
        <w:t xml:space="preserve"> ولا يرضى الشارع المقدَّس أن يضيِّع أحدٌ ما على نفسه فوائد هذه الأحكام التي جاءت في الكتاب والسُّـنَّة في أبواب كثيرة</w:t>
      </w:r>
      <w:r w:rsidR="00610870">
        <w:rPr>
          <w:rtl/>
        </w:rPr>
        <w:t>؛</w:t>
      </w:r>
      <w:r w:rsidRPr="00065D03">
        <w:rPr>
          <w:rtl/>
        </w:rPr>
        <w:t xml:space="preserve"> ذلك لأنَّ المقصود من هذه الأحكام أن تكون مرجعاً للناس في جميع أمور معاشهم</w:t>
      </w:r>
      <w:r w:rsidR="00610870">
        <w:rPr>
          <w:rtl/>
        </w:rPr>
        <w:t>،</w:t>
      </w:r>
      <w:r w:rsidRPr="00065D03">
        <w:rPr>
          <w:rtl/>
        </w:rPr>
        <w:t xml:space="preserve"> ومعياراً لحلِّ الخلافات والخصومات وحفظ الأنظمة والأمور الأخرى</w:t>
      </w:r>
      <w:r w:rsidR="00610870">
        <w:rPr>
          <w:rtl/>
        </w:rPr>
        <w:t>.</w:t>
      </w:r>
      <w:r w:rsidRPr="00065D03">
        <w:rPr>
          <w:rtl/>
        </w:rPr>
        <w:t xml:space="preserve"> ولئلاّ ينقض الغرض من ذلك</w:t>
      </w:r>
      <w:r w:rsidR="00610870">
        <w:rPr>
          <w:rtl/>
        </w:rPr>
        <w:t>،</w:t>
      </w:r>
      <w:r w:rsidRPr="00065D03">
        <w:rPr>
          <w:rtl/>
        </w:rPr>
        <w:t xml:space="preserve"> ولئلاّ يكون إنزال الكتاب وإرسال الرسول بهذه الشرائع من دون فائدة</w:t>
      </w:r>
      <w:r w:rsidR="00610870">
        <w:rPr>
          <w:rtl/>
        </w:rPr>
        <w:t>،</w:t>
      </w:r>
      <w:r w:rsidRPr="00065D03">
        <w:rPr>
          <w:rtl/>
        </w:rPr>
        <w:t xml:space="preserve"> ولتحفظ هذه الفوائد</w:t>
      </w:r>
      <w:r w:rsidR="00610870">
        <w:rPr>
          <w:rtl/>
        </w:rPr>
        <w:t>،</w:t>
      </w:r>
      <w:r w:rsidRPr="00065D03">
        <w:rPr>
          <w:rtl/>
        </w:rPr>
        <w:t xml:space="preserve"> ولتصل إلى الناس على مرِّ القرون والعصور</w:t>
      </w:r>
      <w:r w:rsidR="00610870">
        <w:rPr>
          <w:rtl/>
        </w:rPr>
        <w:t>،</w:t>
      </w:r>
      <w:r w:rsidRPr="00065D03">
        <w:rPr>
          <w:rtl/>
        </w:rPr>
        <w:t xml:space="preserve"> من أجل هذا: أوجب تعليمها وتعلُّمها</w:t>
      </w:r>
      <w:r w:rsidR="00610870">
        <w:rPr>
          <w:rtl/>
        </w:rPr>
        <w:t>،</w:t>
      </w:r>
      <w:r w:rsidRPr="00065D03">
        <w:rPr>
          <w:rtl/>
        </w:rPr>
        <w:t xml:space="preserve"> وحرَّم كتمانها.</w:t>
      </w:r>
    </w:p>
    <w:p w:rsidR="00E07DFB" w:rsidRPr="00065D03" w:rsidRDefault="00E07DFB" w:rsidP="0076266C">
      <w:pPr>
        <w:pStyle w:val="libNormal"/>
        <w:rPr>
          <w:rtl/>
        </w:rPr>
      </w:pPr>
      <w:r w:rsidRPr="00065D03">
        <w:rPr>
          <w:rtl/>
        </w:rPr>
        <w:t>إذاً</w:t>
      </w:r>
      <w:r w:rsidR="00610870">
        <w:rPr>
          <w:rtl/>
        </w:rPr>
        <w:t>،</w:t>
      </w:r>
      <w:r w:rsidRPr="00065D03">
        <w:rPr>
          <w:rtl/>
        </w:rPr>
        <w:t xml:space="preserve"> إذا كان باب العلم بهذه الأحكام والطرق اليقينية إليها ينسدّ</w:t>
      </w:r>
      <w:r w:rsidR="00610870">
        <w:rPr>
          <w:rtl/>
        </w:rPr>
        <w:t>،</w:t>
      </w:r>
      <w:r w:rsidRPr="00065D03">
        <w:rPr>
          <w:rtl/>
        </w:rPr>
        <w:t xml:space="preserve"> علينا إمَّا أن نقول بالاكتفاء بالأحكام المعلومة المسلَّم بها</w:t>
      </w:r>
      <w:r w:rsidR="00610870">
        <w:rPr>
          <w:rtl/>
        </w:rPr>
        <w:t>،</w:t>
      </w:r>
      <w:r w:rsidRPr="00065D03">
        <w:rPr>
          <w:rtl/>
        </w:rPr>
        <w:t xml:space="preserve"> وهذا الأمر غير جائز</w:t>
      </w:r>
      <w:r w:rsidR="00610870">
        <w:rPr>
          <w:rtl/>
        </w:rPr>
        <w:t>؛</w:t>
      </w:r>
      <w:r w:rsidRPr="00065D03">
        <w:rPr>
          <w:rtl/>
        </w:rPr>
        <w:t xml:space="preserve"> لصريح الآيات والروايات الدالَّة على بقاء الدين الإسلامي إلى يوم القيامة</w:t>
      </w:r>
      <w:r w:rsidR="00610870">
        <w:rPr>
          <w:rtl/>
        </w:rPr>
        <w:t>،</w:t>
      </w:r>
      <w:r w:rsidRPr="00065D03">
        <w:rPr>
          <w:rtl/>
        </w:rPr>
        <w:t xml:space="preserve"> لأنَّ الاكتفاء بهذا</w:t>
      </w:r>
      <w:r w:rsidR="0076266C">
        <w:rPr>
          <w:rFonts w:hint="cs"/>
          <w:rtl/>
        </w:rPr>
        <w:t xml:space="preserve"> </w:t>
      </w:r>
      <w:r w:rsidRPr="00065D03">
        <w:rPr>
          <w:rtl/>
        </w:rPr>
        <w:t>القدر القليل إذا لم يؤدِّ إلى إضاعة فوائد جميع الأحكام</w:t>
      </w:r>
      <w:r w:rsidR="00610870">
        <w:rPr>
          <w:rtl/>
        </w:rPr>
        <w:t>،</w:t>
      </w:r>
      <w:r w:rsidRPr="00065D03">
        <w:rPr>
          <w:rtl/>
        </w:rPr>
        <w:t xml:space="preserve"> فإنَّه سيؤدِّي حتماً إلى إضاعة أغلبها.</w:t>
      </w:r>
    </w:p>
    <w:p w:rsidR="00E07DFB" w:rsidRPr="002A0058" w:rsidRDefault="00E07DFB" w:rsidP="00F163DC">
      <w:pPr>
        <w:pStyle w:val="libNormal"/>
        <w:rPr>
          <w:rtl/>
        </w:rPr>
      </w:pPr>
      <w:r w:rsidRPr="002A0058">
        <w:rPr>
          <w:rtl/>
        </w:rPr>
        <w:t>أو أن نقول</w:t>
      </w:r>
      <w:r w:rsidR="00610870">
        <w:rPr>
          <w:rtl/>
        </w:rPr>
        <w:t xml:space="preserve"> - </w:t>
      </w:r>
      <w:r w:rsidRPr="002A0058">
        <w:rPr>
          <w:rtl/>
        </w:rPr>
        <w:t>ويجب أن نقول</w:t>
      </w:r>
      <w:r w:rsidR="00610870">
        <w:rPr>
          <w:rtl/>
        </w:rPr>
        <w:t xml:space="preserve"> -</w:t>
      </w:r>
      <w:r w:rsidRPr="002A0058">
        <w:rPr>
          <w:rtl/>
        </w:rPr>
        <w:t>: إنَّ هذه الأحكام تُحرَز بالطرق الظنِّية المتعارفة</w:t>
      </w:r>
      <w:r w:rsidR="00610870">
        <w:rPr>
          <w:rtl/>
        </w:rPr>
        <w:t xml:space="preserve"> - </w:t>
      </w:r>
      <w:r w:rsidRPr="002A0058">
        <w:rPr>
          <w:rtl/>
        </w:rPr>
        <w:t>دون غير المتعارفة كالقياس</w:t>
      </w:r>
      <w:r w:rsidR="00610870">
        <w:rPr>
          <w:rtl/>
        </w:rPr>
        <w:t xml:space="preserve"> - </w:t>
      </w:r>
      <w:r w:rsidRPr="002A0058">
        <w:rPr>
          <w:rtl/>
        </w:rPr>
        <w:t>وذلك لدوران الأمر بين الأخذ بالطريق الظنِّي بحُجِّـيَّة الظن الحاصل من طريق متعارف عليه</w:t>
      </w:r>
      <w:r w:rsidR="00610870">
        <w:rPr>
          <w:rtl/>
        </w:rPr>
        <w:t>،</w:t>
      </w:r>
      <w:r w:rsidRPr="002A0058">
        <w:rPr>
          <w:rtl/>
        </w:rPr>
        <w:t xml:space="preserve"> وإمضاء الشارع المقدَّس لهذه الطريقة</w:t>
      </w:r>
      <w:r w:rsidR="00610870">
        <w:rPr>
          <w:rtl/>
        </w:rPr>
        <w:t>.</w:t>
      </w:r>
      <w:r w:rsidRPr="002A0058">
        <w:rPr>
          <w:rtl/>
        </w:rPr>
        <w:t xml:space="preserve"> ولا يخفى عليك أنَّ تعلُّم الأحكام وتعليمها بالطريق المتعارف</w:t>
      </w:r>
      <w:r w:rsidR="00610870">
        <w:rPr>
          <w:rtl/>
        </w:rPr>
        <w:t>،</w:t>
      </w:r>
      <w:r w:rsidRPr="002A0058">
        <w:rPr>
          <w:rtl/>
        </w:rPr>
        <w:t xml:space="preserve"> والقول به</w:t>
      </w:r>
      <w:r w:rsidR="00610870">
        <w:rPr>
          <w:rtl/>
        </w:rPr>
        <w:t>،</w:t>
      </w:r>
      <w:r w:rsidRPr="002A0058">
        <w:rPr>
          <w:rtl/>
        </w:rPr>
        <w:t xml:space="preserve"> والإفتاء به</w:t>
      </w:r>
      <w:r w:rsidR="00610870">
        <w:rPr>
          <w:rtl/>
        </w:rPr>
        <w:t>،</w:t>
      </w:r>
      <w:r w:rsidRPr="002A0058">
        <w:rPr>
          <w:rtl/>
        </w:rPr>
        <w:t xml:space="preserve"> ليس قولاً بغير علم</w:t>
      </w:r>
      <w:r w:rsidR="00610870">
        <w:rPr>
          <w:rtl/>
        </w:rPr>
        <w:t>؛</w:t>
      </w:r>
      <w:r w:rsidRPr="002A0058">
        <w:rPr>
          <w:rtl/>
        </w:rPr>
        <w:t xml:space="preserve"> لأنَّه هو العلم المأثور الذي أطلق عليه اسم العلم في الكتاب والسُّـنَّة كقوله تعالى: </w:t>
      </w:r>
      <w:r w:rsidR="00F163DC">
        <w:rPr>
          <w:rStyle w:val="libAlaemChar"/>
          <w:rFonts w:eastAsiaTheme="minorHAnsi" w:hint="cs"/>
          <w:rtl/>
        </w:rPr>
        <w:t>(</w:t>
      </w:r>
      <w:r w:rsidRPr="00AE62B5">
        <w:rPr>
          <w:rStyle w:val="libAieChar"/>
          <w:rFonts w:hint="cs"/>
          <w:rtl/>
        </w:rPr>
        <w:t>أَوْ أَثَارَةٍ مِنْ عِلْمٍ</w:t>
      </w:r>
      <w:r w:rsidR="00F163DC">
        <w:rPr>
          <w:rStyle w:val="libAlaemChar"/>
          <w:rFonts w:eastAsiaTheme="minorHAnsi" w:hint="cs"/>
          <w:rtl/>
        </w:rPr>
        <w:t>)</w:t>
      </w:r>
      <w:r w:rsidRPr="002A0058">
        <w:rPr>
          <w:rtl/>
        </w:rPr>
        <w:t>.</w:t>
      </w:r>
    </w:p>
    <w:p w:rsidR="0076266C" w:rsidRDefault="00E07DFB" w:rsidP="00065D03">
      <w:pPr>
        <w:pStyle w:val="libNormal"/>
        <w:rPr>
          <w:rtl/>
        </w:rPr>
      </w:pPr>
      <w:r w:rsidRPr="00065D03">
        <w:rPr>
          <w:rtl/>
        </w:rPr>
        <w:t>ومع هذا البيان</w:t>
      </w:r>
      <w:r w:rsidR="00610870">
        <w:rPr>
          <w:rtl/>
        </w:rPr>
        <w:t>،</w:t>
      </w:r>
      <w:r w:rsidRPr="00065D03">
        <w:rPr>
          <w:rtl/>
        </w:rPr>
        <w:t xml:space="preserve"> لا حُجَّة إلى المقدِّمة الأولى والثالثة والرابعة والخامسة</w:t>
      </w:r>
      <w:r w:rsidR="00610870">
        <w:rPr>
          <w:rtl/>
        </w:rPr>
        <w:t>،</w:t>
      </w:r>
      <w:r w:rsidRPr="00065D03">
        <w:rPr>
          <w:rtl/>
        </w:rPr>
        <w:t xml:space="preserve"> ويثبت به حُجِّـيَّة الخبر والظن الحاصل منه</w:t>
      </w:r>
      <w:r w:rsidR="00610870">
        <w:rPr>
          <w:rtl/>
        </w:rPr>
        <w:t>؛</w:t>
      </w:r>
      <w:r w:rsidRPr="00065D03">
        <w:rPr>
          <w:rtl/>
        </w:rPr>
        <w:t xml:space="preserve"> لأنَّه هو الطريق المتعارف في عصر النبي والأئمة (صلوات الله عليهم)</w:t>
      </w:r>
      <w:r w:rsidR="00610870">
        <w:rPr>
          <w:rtl/>
        </w:rPr>
        <w:t>،</w:t>
      </w:r>
      <w:r w:rsidRPr="00065D03">
        <w:rPr>
          <w:rtl/>
        </w:rPr>
        <w:t xml:space="preserve"> وإلى زماننا هذا</w:t>
      </w:r>
      <w:r w:rsidR="00610870">
        <w:rPr>
          <w:rtl/>
        </w:rPr>
        <w:t>.</w:t>
      </w:r>
      <w:r w:rsidRPr="00065D03">
        <w:rPr>
          <w:rtl/>
        </w:rPr>
        <w:t xml:space="preserve"> ولا يشمل الدليل إلاّ الطريق المتعارف</w:t>
      </w:r>
      <w:r w:rsidR="00610870">
        <w:rPr>
          <w:rtl/>
        </w:rPr>
        <w:t>،</w:t>
      </w:r>
      <w:r w:rsidRPr="00065D03">
        <w:rPr>
          <w:rtl/>
        </w:rPr>
        <w:t xml:space="preserve"> فلا حُجَّة في إخراج مثل القياس عن شموله له إلى الاستدلال</w:t>
      </w:r>
      <w:r w:rsidR="00610870">
        <w:rPr>
          <w:rtl/>
        </w:rPr>
        <w:t>؛</w:t>
      </w:r>
      <w:r w:rsidRPr="00065D03">
        <w:rPr>
          <w:rtl/>
        </w:rPr>
        <w:t xml:space="preserve"> لأنَّه ليس من تلك الطرق.</w:t>
      </w:r>
    </w:p>
    <w:p w:rsidR="0076266C" w:rsidRDefault="0076266C" w:rsidP="00E5125A">
      <w:pPr>
        <w:pStyle w:val="libNormal"/>
      </w:pPr>
      <w:r>
        <w:rPr>
          <w:rtl/>
        </w:rPr>
        <w:br w:type="page"/>
      </w:r>
    </w:p>
    <w:p w:rsidR="00E07DFB" w:rsidRPr="00065D03" w:rsidRDefault="00E07DFB" w:rsidP="00065D03">
      <w:pPr>
        <w:pStyle w:val="libNormal"/>
        <w:rPr>
          <w:rtl/>
        </w:rPr>
      </w:pPr>
      <w:r w:rsidRPr="00065D03">
        <w:rPr>
          <w:rtl/>
        </w:rPr>
        <w:lastRenderedPageBreak/>
        <w:t>وبالجملة</w:t>
      </w:r>
      <w:r w:rsidR="00610870">
        <w:rPr>
          <w:rtl/>
        </w:rPr>
        <w:t>،</w:t>
      </w:r>
      <w:r w:rsidRPr="00065D03">
        <w:rPr>
          <w:rtl/>
        </w:rPr>
        <w:t xml:space="preserve"> فإنَّ بين هذا البيان وبيان العظماء الذين طرحوا دليل الانسداد بعد المحقِّق الخونساري فوارق متعددة</w:t>
      </w:r>
      <w:r w:rsidR="00610870">
        <w:rPr>
          <w:rtl/>
        </w:rPr>
        <w:t>،</w:t>
      </w:r>
      <w:r w:rsidRPr="00065D03">
        <w:rPr>
          <w:rtl/>
        </w:rPr>
        <w:t xml:space="preserve"> كتبناها</w:t>
      </w:r>
      <w:r w:rsidR="0076266C">
        <w:rPr>
          <w:rtl/>
        </w:rPr>
        <w:t xml:space="preserve"> في تقريرات بحث الأستاذ الأعظم.</w:t>
      </w:r>
    </w:p>
    <w:p w:rsidR="00E07DFB" w:rsidRPr="00313984" w:rsidRDefault="00E07DFB" w:rsidP="00313984">
      <w:pPr>
        <w:pStyle w:val="libBold1"/>
        <w:rPr>
          <w:rtl/>
        </w:rPr>
      </w:pPr>
      <w:r w:rsidRPr="00313984">
        <w:rPr>
          <w:rtl/>
        </w:rPr>
        <w:t>* كان السيّد البروجردي مُحِيطاً بأقوال أئمة العامة ونظريات الصَّحابة</w:t>
      </w:r>
      <w:r w:rsidR="00610870">
        <w:rPr>
          <w:rtl/>
        </w:rPr>
        <w:t>؛</w:t>
      </w:r>
      <w:r w:rsidRPr="00313984">
        <w:rPr>
          <w:rtl/>
        </w:rPr>
        <w:t xml:space="preserve"> لأنَّه كان يعتقد أنَّ البحث في الرواية وفهمها بشكل كامل لا يتسنَّى لأحد إلاَّ بعد الاطلاع على الظروف التي صدرت فيها الرواية</w:t>
      </w:r>
      <w:r w:rsidR="00610870">
        <w:rPr>
          <w:rtl/>
        </w:rPr>
        <w:t>،</w:t>
      </w:r>
      <w:r w:rsidRPr="00313984">
        <w:rPr>
          <w:rtl/>
        </w:rPr>
        <w:t xml:space="preserve"> ولا يمكن الاستفادة من اللفظ إلاّ في الحصول على المعنى الظاهري</w:t>
      </w:r>
      <w:r w:rsidR="00610870">
        <w:rPr>
          <w:rtl/>
        </w:rPr>
        <w:t>.</w:t>
      </w:r>
      <w:r w:rsidRPr="00313984">
        <w:rPr>
          <w:rtl/>
        </w:rPr>
        <w:t xml:space="preserve"> فهل كان هذا الأسلوب من ابتكاره؟ وما هو مدى تأثير الإحاطة بفقه العامة ومعرفة محيط صدور الرواية وظروفه على الاجتهاد؟</w:t>
      </w:r>
    </w:p>
    <w:p w:rsidR="00E07DFB" w:rsidRPr="002A0058" w:rsidRDefault="00E07DFB" w:rsidP="002A0058">
      <w:pPr>
        <w:pStyle w:val="libNormal"/>
        <w:rPr>
          <w:rtl/>
        </w:rPr>
      </w:pPr>
      <w:r w:rsidRPr="00313984">
        <w:rPr>
          <w:rStyle w:val="libBold1Char"/>
          <w:rtl/>
        </w:rPr>
        <w:t>الشَّيخ الصافي:</w:t>
      </w:r>
      <w:r w:rsidRPr="002A0058">
        <w:rPr>
          <w:rtl/>
        </w:rPr>
        <w:t xml:space="preserve"> لا شك في أنَّ الاطلاع على الفتاوى وآراء الصحابة والتابعين وعلماء العامة</w:t>
      </w:r>
      <w:r w:rsidR="00610870">
        <w:rPr>
          <w:rtl/>
        </w:rPr>
        <w:t>،</w:t>
      </w:r>
      <w:r w:rsidRPr="002A0058">
        <w:rPr>
          <w:rtl/>
        </w:rPr>
        <w:t xml:space="preserve"> مؤثِّر في فهم مجموع الروايات</w:t>
      </w:r>
      <w:r w:rsidR="00610870">
        <w:rPr>
          <w:rtl/>
        </w:rPr>
        <w:t xml:space="preserve"> - </w:t>
      </w:r>
      <w:r w:rsidRPr="002A0058">
        <w:rPr>
          <w:rtl/>
        </w:rPr>
        <w:t>التي له فيها رأي</w:t>
      </w:r>
      <w:r w:rsidR="00610870">
        <w:rPr>
          <w:rtl/>
        </w:rPr>
        <w:t xml:space="preserve"> - </w:t>
      </w:r>
      <w:r w:rsidRPr="002A0058">
        <w:rPr>
          <w:rtl/>
        </w:rPr>
        <w:t>والاستفادة منها بشكل صحيح</w:t>
      </w:r>
      <w:r w:rsidR="00610870">
        <w:rPr>
          <w:rtl/>
        </w:rPr>
        <w:t>،</w:t>
      </w:r>
      <w:r w:rsidRPr="002A0058">
        <w:rPr>
          <w:rtl/>
        </w:rPr>
        <w:t xml:space="preserve"> كما هو مؤثِّر في فهم علَّة صدور تلك الروايات.</w:t>
      </w:r>
    </w:p>
    <w:p w:rsidR="00E07DFB" w:rsidRPr="00065D03" w:rsidRDefault="00E07DFB" w:rsidP="00283EDA">
      <w:pPr>
        <w:pStyle w:val="libNormal"/>
        <w:rPr>
          <w:rtl/>
        </w:rPr>
      </w:pPr>
      <w:r w:rsidRPr="00065D03">
        <w:rPr>
          <w:rtl/>
        </w:rPr>
        <w:t>لهذا</w:t>
      </w:r>
      <w:r w:rsidR="00610870">
        <w:rPr>
          <w:rtl/>
        </w:rPr>
        <w:t>،</w:t>
      </w:r>
      <w:r w:rsidRPr="00065D03">
        <w:rPr>
          <w:rtl/>
        </w:rPr>
        <w:t xml:space="preserve"> فكل رواية يحتمل أنَّها تعتمد على أقوال غير أهل البيت </w:t>
      </w:r>
      <w:r w:rsidR="00283EDA" w:rsidRPr="00283EDA">
        <w:rPr>
          <w:rStyle w:val="libAlaemChar"/>
          <w:rFonts w:eastAsiaTheme="minorHAnsi"/>
          <w:rtl/>
        </w:rPr>
        <w:t>عليهم‌السلام</w:t>
      </w:r>
      <w:r w:rsidR="00610870">
        <w:rPr>
          <w:rtl/>
        </w:rPr>
        <w:t>،</w:t>
      </w:r>
      <w:r w:rsidRPr="00065D03">
        <w:rPr>
          <w:rtl/>
        </w:rPr>
        <w:t xml:space="preserve"> أو كانت جهة صدورها مجهولة</w:t>
      </w:r>
      <w:r w:rsidR="00610870">
        <w:rPr>
          <w:rtl/>
        </w:rPr>
        <w:t>،</w:t>
      </w:r>
      <w:r w:rsidRPr="00065D03">
        <w:rPr>
          <w:rtl/>
        </w:rPr>
        <w:t xml:space="preserve"> وجب فيها الاطلاع على تلك الفتاوى والأقوال</w:t>
      </w:r>
      <w:r w:rsidR="00610870">
        <w:rPr>
          <w:rtl/>
        </w:rPr>
        <w:t>.</w:t>
      </w:r>
      <w:r w:rsidRPr="00065D03">
        <w:rPr>
          <w:rtl/>
        </w:rPr>
        <w:t xml:space="preserve"> وكان قدماء الفقهاء منكبِّين على هذا العلم ويولونه الأهمية.</w:t>
      </w:r>
    </w:p>
    <w:p w:rsidR="0076266C" w:rsidRDefault="00E07DFB" w:rsidP="00283EDA">
      <w:pPr>
        <w:pStyle w:val="libNormal"/>
        <w:rPr>
          <w:rtl/>
        </w:rPr>
      </w:pPr>
      <w:r w:rsidRPr="002A0058">
        <w:rPr>
          <w:rtl/>
        </w:rPr>
        <w:t xml:space="preserve">فمثلاً الشيخ الطوسي </w:t>
      </w:r>
      <w:r w:rsidR="00283EDA" w:rsidRPr="00283EDA">
        <w:rPr>
          <w:rStyle w:val="libAlaemChar"/>
          <w:rtl/>
        </w:rPr>
        <w:t>قدس‌سره</w:t>
      </w:r>
      <w:r w:rsidRPr="002A0058">
        <w:rPr>
          <w:rtl/>
        </w:rPr>
        <w:t xml:space="preserve"> ألفَّ كتاباً مهمَّاً في هذا المجال هو كتاب </w:t>
      </w:r>
      <w:r w:rsidRPr="00313984">
        <w:rPr>
          <w:rStyle w:val="libBold1Char"/>
          <w:rtl/>
        </w:rPr>
        <w:t>(الخلاف)</w:t>
      </w:r>
      <w:r w:rsidR="00610870">
        <w:rPr>
          <w:rtl/>
        </w:rPr>
        <w:t>،</w:t>
      </w:r>
      <w:r w:rsidRPr="002A0058">
        <w:rPr>
          <w:rtl/>
        </w:rPr>
        <w:t xml:space="preserve"> وكذلك العلامة الحلّي (رضوان الله تعالى عليه) وضع كتابه </w:t>
      </w:r>
      <w:r w:rsidRPr="00313984">
        <w:rPr>
          <w:rStyle w:val="libBold1Char"/>
          <w:rtl/>
        </w:rPr>
        <w:t>(تذكرة الفقهاء)</w:t>
      </w:r>
      <w:r w:rsidR="00610870">
        <w:rPr>
          <w:rStyle w:val="libBold1Char"/>
          <w:rtl/>
        </w:rPr>
        <w:t>،</w:t>
      </w:r>
      <w:r w:rsidRPr="002A0058">
        <w:rPr>
          <w:rtl/>
        </w:rPr>
        <w:t xml:space="preserve"> لكن في العقود الأخيرة قلَّ الاهتمام بهذا العلم في المحافل العلمية وجلسات الدرس والبحث</w:t>
      </w:r>
      <w:r w:rsidR="00610870">
        <w:rPr>
          <w:rtl/>
        </w:rPr>
        <w:t>،</w:t>
      </w:r>
      <w:r w:rsidRPr="002A0058">
        <w:rPr>
          <w:rtl/>
        </w:rPr>
        <w:t xml:space="preserve"> وصار مهملاً تقريباً</w:t>
      </w:r>
      <w:r w:rsidR="00610870">
        <w:rPr>
          <w:rtl/>
        </w:rPr>
        <w:t>.</w:t>
      </w:r>
      <w:r w:rsidRPr="002A0058">
        <w:rPr>
          <w:rtl/>
        </w:rPr>
        <w:t xml:space="preserve"> فلم يعُد كتاب </w:t>
      </w:r>
      <w:r w:rsidRPr="00313984">
        <w:rPr>
          <w:rStyle w:val="libBold1Char"/>
          <w:rtl/>
        </w:rPr>
        <w:t>(الخلاف)</w:t>
      </w:r>
      <w:r w:rsidRPr="002A0058">
        <w:rPr>
          <w:rtl/>
        </w:rPr>
        <w:t xml:space="preserve"> متداولاً بوصفه مصدراً للمراجعة</w:t>
      </w:r>
      <w:r w:rsidR="00610870">
        <w:rPr>
          <w:rtl/>
        </w:rPr>
        <w:t>؛</w:t>
      </w:r>
      <w:r w:rsidRPr="002A0058">
        <w:rPr>
          <w:rtl/>
        </w:rPr>
        <w:t xml:space="preserve"> لهذا فإنَّ السيّد البروجردي هو الذي أمر بإعادة طبعه ونشره</w:t>
      </w:r>
      <w:r w:rsidR="00610870">
        <w:rPr>
          <w:rtl/>
        </w:rPr>
        <w:t>،</w:t>
      </w:r>
      <w:r w:rsidRPr="002A0058">
        <w:rPr>
          <w:rtl/>
        </w:rPr>
        <w:t xml:space="preserve"> فجدَّد بذلك الاهتمام بهذا العلم</w:t>
      </w:r>
      <w:r w:rsidR="00610870">
        <w:rPr>
          <w:rtl/>
        </w:rPr>
        <w:t>.</w:t>
      </w:r>
      <w:r w:rsidRPr="002A0058">
        <w:rPr>
          <w:rtl/>
        </w:rPr>
        <w:t xml:space="preserve"> فهو من خلال معرفته الواسعة بأقوال الصحابة وعلماء الإسلام</w:t>
      </w:r>
      <w:r w:rsidR="00610870">
        <w:rPr>
          <w:rtl/>
        </w:rPr>
        <w:t xml:space="preserve"> - </w:t>
      </w:r>
      <w:r w:rsidRPr="002A0058">
        <w:rPr>
          <w:rtl/>
        </w:rPr>
        <w:t>من جميع الفرق</w:t>
      </w:r>
      <w:r w:rsidR="00610870">
        <w:rPr>
          <w:rtl/>
        </w:rPr>
        <w:t xml:space="preserve"> - </w:t>
      </w:r>
      <w:r w:rsidRPr="002A0058">
        <w:rPr>
          <w:rtl/>
        </w:rPr>
        <w:t>أظهر أهمية هذا العلم</w:t>
      </w:r>
      <w:r w:rsidR="00610870">
        <w:rPr>
          <w:rtl/>
        </w:rPr>
        <w:t>،</w:t>
      </w:r>
      <w:r w:rsidRPr="002A0058">
        <w:rPr>
          <w:rtl/>
        </w:rPr>
        <w:t xml:space="preserve"> وحُجَّة الفقيه إليه</w:t>
      </w:r>
      <w:r w:rsidR="00610870">
        <w:rPr>
          <w:rtl/>
        </w:rPr>
        <w:t>،</w:t>
      </w:r>
      <w:r w:rsidRPr="002A0058">
        <w:rPr>
          <w:rtl/>
        </w:rPr>
        <w:t xml:space="preserve"> بحيث إنَّ كتاب (الخلاف) الذي طُبع للمرة الأولى والثانية بأمرٍ منه</w:t>
      </w:r>
      <w:r w:rsidR="00610870">
        <w:rPr>
          <w:rtl/>
        </w:rPr>
        <w:t>،</w:t>
      </w:r>
      <w:r w:rsidRPr="002A0058">
        <w:rPr>
          <w:rtl/>
        </w:rPr>
        <w:t xml:space="preserve"> عاد وطُبع عدَّة طبعات في ما بعد.</w:t>
      </w:r>
    </w:p>
    <w:p w:rsidR="0076266C" w:rsidRDefault="0076266C" w:rsidP="00E5125A">
      <w:pPr>
        <w:pStyle w:val="libNormal"/>
        <w:rPr>
          <w:rtl/>
        </w:rPr>
      </w:pPr>
      <w:r>
        <w:rPr>
          <w:rtl/>
        </w:rPr>
        <w:br w:type="page"/>
      </w:r>
    </w:p>
    <w:p w:rsidR="00E07DFB" w:rsidRPr="00065D03" w:rsidRDefault="00E07DFB" w:rsidP="00283EDA">
      <w:pPr>
        <w:pStyle w:val="libNormal"/>
        <w:rPr>
          <w:rtl/>
        </w:rPr>
      </w:pPr>
      <w:r w:rsidRPr="00065D03">
        <w:rPr>
          <w:rtl/>
        </w:rPr>
        <w:lastRenderedPageBreak/>
        <w:t xml:space="preserve">ومن الفوائد الأخرى لهذا العلم الذي يقارن بين فقه أهل البيت </w:t>
      </w:r>
      <w:r w:rsidR="00283EDA" w:rsidRPr="00283EDA">
        <w:rPr>
          <w:rStyle w:val="libAlaemChar"/>
          <w:rFonts w:eastAsiaTheme="minorHAnsi"/>
          <w:rtl/>
        </w:rPr>
        <w:t>عليهم‌السلام</w:t>
      </w:r>
      <w:r w:rsidRPr="00065D03">
        <w:rPr>
          <w:rtl/>
        </w:rPr>
        <w:t xml:space="preserve"> وفقه الآخرين</w:t>
      </w:r>
      <w:r w:rsidR="00610870">
        <w:rPr>
          <w:rtl/>
        </w:rPr>
        <w:t>؛</w:t>
      </w:r>
      <w:r w:rsidRPr="00065D03">
        <w:rPr>
          <w:rtl/>
        </w:rPr>
        <w:t xml:space="preserve"> بيانُه قوَّة فقه أهل البيت </w:t>
      </w:r>
      <w:r w:rsidR="00283EDA" w:rsidRPr="00283EDA">
        <w:rPr>
          <w:rStyle w:val="libAlaemChar"/>
          <w:rFonts w:eastAsiaTheme="minorHAnsi"/>
          <w:rtl/>
        </w:rPr>
        <w:t>عليهم‌السلام</w:t>
      </w:r>
      <w:r w:rsidRPr="00065D03">
        <w:rPr>
          <w:rtl/>
        </w:rPr>
        <w:t xml:space="preserve"> واستقامته</w:t>
      </w:r>
      <w:r w:rsidR="00610870">
        <w:rPr>
          <w:rtl/>
        </w:rPr>
        <w:t>،</w:t>
      </w:r>
      <w:r w:rsidRPr="00065D03">
        <w:rPr>
          <w:rtl/>
        </w:rPr>
        <w:t xml:space="preserve"> واستناده إلى الكتاب والسُّـنَّة.</w:t>
      </w:r>
    </w:p>
    <w:p w:rsidR="00E07DFB" w:rsidRPr="00313984" w:rsidRDefault="00E07DFB" w:rsidP="00F163DC">
      <w:pPr>
        <w:pStyle w:val="libBold1"/>
        <w:rPr>
          <w:rtl/>
        </w:rPr>
      </w:pPr>
      <w:r w:rsidRPr="00313984">
        <w:rPr>
          <w:rtl/>
        </w:rPr>
        <w:t>* رغم معرفته الواسعة بالأصول</w:t>
      </w:r>
      <w:r w:rsidR="00610870">
        <w:rPr>
          <w:rtl/>
        </w:rPr>
        <w:t>،</w:t>
      </w:r>
      <w:r w:rsidRPr="00313984">
        <w:rPr>
          <w:rtl/>
        </w:rPr>
        <w:t xml:space="preserve"> وتفرُّده بآرائه الأصولية</w:t>
      </w:r>
      <w:r w:rsidR="00610870">
        <w:rPr>
          <w:rtl/>
        </w:rPr>
        <w:t>،</w:t>
      </w:r>
      <w:r w:rsidRPr="00313984">
        <w:rPr>
          <w:rtl/>
        </w:rPr>
        <w:t xml:space="preserve"> فإنَّه لم يكن يتمسَّك بالأصول عند استنباطه</w:t>
      </w:r>
      <w:r w:rsidR="00610870">
        <w:rPr>
          <w:rtl/>
        </w:rPr>
        <w:t>،</w:t>
      </w:r>
      <w:r w:rsidRPr="00313984">
        <w:rPr>
          <w:rtl/>
        </w:rPr>
        <w:t xml:space="preserve"> وقد شُوهد الأسلوب نفسه لدى بعض تلامذته</w:t>
      </w:r>
      <w:r w:rsidR="00610870">
        <w:rPr>
          <w:rtl/>
        </w:rPr>
        <w:t>،</w:t>
      </w:r>
      <w:r w:rsidRPr="00313984">
        <w:rPr>
          <w:rtl/>
        </w:rPr>
        <w:t xml:space="preserve"> فما هو سبب ذلك؟</w:t>
      </w:r>
    </w:p>
    <w:p w:rsidR="00E07DFB" w:rsidRPr="002A0058" w:rsidRDefault="00E07DFB" w:rsidP="002A0058">
      <w:pPr>
        <w:pStyle w:val="libNormal"/>
        <w:rPr>
          <w:rtl/>
        </w:rPr>
      </w:pPr>
      <w:r w:rsidRPr="00313984">
        <w:rPr>
          <w:rStyle w:val="libBold1Char"/>
          <w:rtl/>
        </w:rPr>
        <w:t>الشيخ الصافي:</w:t>
      </w:r>
      <w:r w:rsidRPr="002A0058">
        <w:rPr>
          <w:rtl/>
        </w:rPr>
        <w:t xml:space="preserve"> نعم</w:t>
      </w:r>
      <w:r w:rsidR="00610870">
        <w:rPr>
          <w:rtl/>
        </w:rPr>
        <w:t>،</w:t>
      </w:r>
      <w:r w:rsidRPr="002A0058">
        <w:rPr>
          <w:rtl/>
        </w:rPr>
        <w:t xml:space="preserve"> الأمر كما تقولون</w:t>
      </w:r>
      <w:r w:rsidR="00610870">
        <w:rPr>
          <w:rtl/>
        </w:rPr>
        <w:t>؛</w:t>
      </w:r>
      <w:r w:rsidRPr="002A0058">
        <w:rPr>
          <w:rtl/>
        </w:rPr>
        <w:t xml:space="preserve"> حيث لم يكن سماحته متمسِّكاً بالأصول العملية</w:t>
      </w:r>
      <w:r w:rsidR="00610870">
        <w:rPr>
          <w:rtl/>
        </w:rPr>
        <w:t>،</w:t>
      </w:r>
      <w:r w:rsidRPr="002A0058">
        <w:rPr>
          <w:rtl/>
        </w:rPr>
        <w:t xml:space="preserve"> وسبب استغنائه عن التمسُّك بالأصول العملية يعود إلى تخصُّصه الكامل في فهم الروايات</w:t>
      </w:r>
      <w:r w:rsidR="00610870">
        <w:rPr>
          <w:rtl/>
        </w:rPr>
        <w:t>،</w:t>
      </w:r>
      <w:r w:rsidRPr="002A0058">
        <w:rPr>
          <w:rtl/>
        </w:rPr>
        <w:t xml:space="preserve"> والدقة التي كان يبذلها في هذا المجال</w:t>
      </w:r>
      <w:r w:rsidR="00610870">
        <w:rPr>
          <w:rtl/>
        </w:rPr>
        <w:t>،</w:t>
      </w:r>
      <w:r w:rsidRPr="002A0058">
        <w:rPr>
          <w:rtl/>
        </w:rPr>
        <w:t xml:space="preserve"> وحسن سليقته في رفع التعارض بين الأخبار المتعارضة</w:t>
      </w:r>
      <w:r w:rsidR="00610870">
        <w:rPr>
          <w:rtl/>
        </w:rPr>
        <w:t>،</w:t>
      </w:r>
      <w:r w:rsidRPr="002A0058">
        <w:rPr>
          <w:rtl/>
        </w:rPr>
        <w:t xml:space="preserve"> لكنَّه في الوقت نفسه كان يؤكِّد كثيراً على علم الأصول</w:t>
      </w:r>
      <w:r w:rsidR="00610870">
        <w:rPr>
          <w:rtl/>
        </w:rPr>
        <w:t>،</w:t>
      </w:r>
      <w:r w:rsidRPr="002A0058">
        <w:rPr>
          <w:rtl/>
        </w:rPr>
        <w:t xml:space="preserve"> وعلى حُجَّة الفقيه إليه</w:t>
      </w:r>
      <w:r w:rsidR="00610870">
        <w:rPr>
          <w:rtl/>
        </w:rPr>
        <w:t>.</w:t>
      </w:r>
      <w:r w:rsidRPr="002A0058">
        <w:rPr>
          <w:rtl/>
        </w:rPr>
        <w:t xml:space="preserve"> والدليل على ذلك وضعه للحاشية المفصَّلة والدقيقة والعميقة على كتاب أستاذه الخراساني: </w:t>
      </w:r>
      <w:r w:rsidRPr="00313984">
        <w:rPr>
          <w:rStyle w:val="libBold1Char"/>
          <w:rtl/>
        </w:rPr>
        <w:t>(كفاية الأصول)</w:t>
      </w:r>
      <w:r w:rsidRPr="002A0058">
        <w:rPr>
          <w:rtl/>
        </w:rPr>
        <w:t>.</w:t>
      </w:r>
    </w:p>
    <w:p w:rsidR="00E07DFB" w:rsidRPr="00313984" w:rsidRDefault="00E07DFB" w:rsidP="00313984">
      <w:pPr>
        <w:pStyle w:val="libBold1"/>
        <w:rPr>
          <w:rtl/>
        </w:rPr>
      </w:pPr>
      <w:r w:rsidRPr="00313984">
        <w:rPr>
          <w:rtl/>
        </w:rPr>
        <w:t>* هل يمكن القول: إنَّ الأسلوب الذي اتبعه آية الله البروجردي في الاجتهاد</w:t>
      </w:r>
      <w:r w:rsidR="00610870">
        <w:rPr>
          <w:rtl/>
        </w:rPr>
        <w:t xml:space="preserve"> - </w:t>
      </w:r>
      <w:r w:rsidRPr="00313984">
        <w:rPr>
          <w:rtl/>
        </w:rPr>
        <w:t>كالاطلاع الواسع على الفقه وقلَّة استخدام الأصول</w:t>
      </w:r>
      <w:r w:rsidR="00610870">
        <w:rPr>
          <w:rtl/>
        </w:rPr>
        <w:t xml:space="preserve"> - </w:t>
      </w:r>
      <w:r w:rsidRPr="00313984">
        <w:rPr>
          <w:rtl/>
        </w:rPr>
        <w:t>تُعطي اطمئناناً أكبر في تحصيل حكم الشارع؟</w:t>
      </w:r>
    </w:p>
    <w:p w:rsidR="00E07DFB" w:rsidRPr="002A0058" w:rsidRDefault="00E07DFB" w:rsidP="002A0058">
      <w:pPr>
        <w:pStyle w:val="libNormal"/>
        <w:rPr>
          <w:rtl/>
        </w:rPr>
      </w:pPr>
      <w:r w:rsidRPr="00313984">
        <w:rPr>
          <w:rStyle w:val="libBold1Char"/>
          <w:rtl/>
        </w:rPr>
        <w:t>الصافي:</w:t>
      </w:r>
      <w:r w:rsidRPr="002A0058">
        <w:rPr>
          <w:rtl/>
        </w:rPr>
        <w:t xml:space="preserve"> إنَّ أسلوبه في الفقه والاستنباط</w:t>
      </w:r>
      <w:r w:rsidR="00610870">
        <w:rPr>
          <w:rtl/>
        </w:rPr>
        <w:t>،</w:t>
      </w:r>
      <w:r w:rsidRPr="002A0058">
        <w:rPr>
          <w:rtl/>
        </w:rPr>
        <w:t xml:space="preserve"> والدخول في المسائل والخروج منها</w:t>
      </w:r>
      <w:r w:rsidR="00610870">
        <w:rPr>
          <w:rtl/>
        </w:rPr>
        <w:t>،</w:t>
      </w:r>
      <w:r w:rsidRPr="002A0058">
        <w:rPr>
          <w:rtl/>
        </w:rPr>
        <w:t xml:space="preserve"> أكثر اطمئناناً</w:t>
      </w:r>
      <w:r w:rsidR="00610870">
        <w:rPr>
          <w:rtl/>
        </w:rPr>
        <w:t>.</w:t>
      </w:r>
      <w:r w:rsidRPr="002A0058">
        <w:rPr>
          <w:rtl/>
        </w:rPr>
        <w:t xml:space="preserve"> فمعرفته الواسعة بأسانيد الروايات والرجال والطبقات وأقوال العامة والخاصة</w:t>
      </w:r>
      <w:r w:rsidR="00610870">
        <w:rPr>
          <w:rtl/>
        </w:rPr>
        <w:t>،</w:t>
      </w:r>
      <w:r w:rsidRPr="002A0058">
        <w:rPr>
          <w:rtl/>
        </w:rPr>
        <w:t xml:space="preserve"> وبخاصَّة القدماء منهم</w:t>
      </w:r>
      <w:r w:rsidR="00610870">
        <w:rPr>
          <w:rtl/>
        </w:rPr>
        <w:t>،</w:t>
      </w:r>
      <w:r w:rsidRPr="002A0058">
        <w:rPr>
          <w:rtl/>
        </w:rPr>
        <w:t xml:space="preserve"> وبحثه الدقيق في مضامين الروايات وحتى بعددها</w:t>
      </w:r>
      <w:r w:rsidR="00610870">
        <w:rPr>
          <w:rtl/>
        </w:rPr>
        <w:t>،</w:t>
      </w:r>
      <w:r w:rsidRPr="002A0058">
        <w:rPr>
          <w:rtl/>
        </w:rPr>
        <w:t xml:space="preserve"> يفضي إلى الاطمئنان</w:t>
      </w:r>
      <w:r w:rsidR="00610870">
        <w:rPr>
          <w:rtl/>
        </w:rPr>
        <w:t>؛</w:t>
      </w:r>
      <w:r w:rsidRPr="002A0058">
        <w:rPr>
          <w:rtl/>
        </w:rPr>
        <w:t xml:space="preserve"> فمثلاً عندما يشتمل أحد الأبواب</w:t>
      </w:r>
      <w:r w:rsidR="00610870">
        <w:rPr>
          <w:rtl/>
        </w:rPr>
        <w:t xml:space="preserve"> - </w:t>
      </w:r>
      <w:r w:rsidRPr="00313984">
        <w:rPr>
          <w:rStyle w:val="libBold1Char"/>
          <w:rtl/>
        </w:rPr>
        <w:t>في (الوسائل)</w:t>
      </w:r>
      <w:r w:rsidR="00610870">
        <w:rPr>
          <w:rtl/>
        </w:rPr>
        <w:t xml:space="preserve"> - </w:t>
      </w:r>
      <w:r w:rsidRPr="002A0058">
        <w:rPr>
          <w:rtl/>
        </w:rPr>
        <w:t>على عشرين رواية</w:t>
      </w:r>
      <w:r w:rsidR="00610870">
        <w:rPr>
          <w:rtl/>
        </w:rPr>
        <w:t>،</w:t>
      </w:r>
      <w:r w:rsidRPr="002A0058">
        <w:rPr>
          <w:rtl/>
        </w:rPr>
        <w:t xml:space="preserve"> تجده يرجعها إلى عدة روايات أساسية</w:t>
      </w:r>
      <w:r w:rsidR="00610870">
        <w:rPr>
          <w:rtl/>
        </w:rPr>
        <w:t>،</w:t>
      </w:r>
      <w:r w:rsidRPr="002A0058">
        <w:rPr>
          <w:rtl/>
        </w:rPr>
        <w:t xml:space="preserve"> وهذا ما جعل أسلوبه فريداً.</w:t>
      </w:r>
    </w:p>
    <w:p w:rsidR="0076266C" w:rsidRDefault="00E07DFB" w:rsidP="002A0058">
      <w:pPr>
        <w:pStyle w:val="libNormal"/>
        <w:rPr>
          <w:rtl/>
        </w:rPr>
      </w:pPr>
      <w:r w:rsidRPr="002A0058">
        <w:rPr>
          <w:rtl/>
        </w:rPr>
        <w:t>كما أنَّه اهتم بكتب كثيرة</w:t>
      </w:r>
      <w:r w:rsidR="00610870">
        <w:rPr>
          <w:rtl/>
        </w:rPr>
        <w:t>،</w:t>
      </w:r>
      <w:r w:rsidRPr="002A0058">
        <w:rPr>
          <w:rtl/>
        </w:rPr>
        <w:t xml:space="preserve"> منها كتاب: </w:t>
      </w:r>
      <w:r w:rsidRPr="00313984">
        <w:rPr>
          <w:rStyle w:val="libBold1Char"/>
          <w:rtl/>
        </w:rPr>
        <w:t>(مفتاح الكرامة)</w:t>
      </w:r>
      <w:r w:rsidRPr="002A0058">
        <w:rPr>
          <w:rtl/>
        </w:rPr>
        <w:t xml:space="preserve"> مثلاً</w:t>
      </w:r>
      <w:r w:rsidR="00610870">
        <w:rPr>
          <w:rStyle w:val="libBold1Char"/>
          <w:rtl/>
        </w:rPr>
        <w:t>،</w:t>
      </w:r>
      <w:r w:rsidRPr="002A0058">
        <w:rPr>
          <w:rtl/>
        </w:rPr>
        <w:t xml:space="preserve"> الذي لم يكن هناك اهتمام به</w:t>
      </w:r>
      <w:r w:rsidR="00610870">
        <w:rPr>
          <w:rtl/>
        </w:rPr>
        <w:t>.</w:t>
      </w:r>
      <w:r w:rsidRPr="002A0058">
        <w:rPr>
          <w:rtl/>
        </w:rPr>
        <w:t xml:space="preserve"> وباهتمامه بدراسة أقوال الفقهاء الشيعة</w:t>
      </w:r>
      <w:r w:rsidR="00610870">
        <w:rPr>
          <w:rtl/>
        </w:rPr>
        <w:t xml:space="preserve"> - </w:t>
      </w:r>
      <w:r w:rsidRPr="002A0058">
        <w:rPr>
          <w:rtl/>
        </w:rPr>
        <w:t>وبخاصَّة القدماء منهم</w:t>
      </w:r>
      <w:r w:rsidR="00610870">
        <w:rPr>
          <w:rtl/>
        </w:rPr>
        <w:t xml:space="preserve"> - </w:t>
      </w:r>
      <w:r w:rsidRPr="002A0058">
        <w:rPr>
          <w:rtl/>
        </w:rPr>
        <w:t>أضحى هذا الكتاب متداولاً بين المدرِّسين والحوزات العلمية.</w:t>
      </w:r>
    </w:p>
    <w:p w:rsidR="0076266C" w:rsidRDefault="0076266C" w:rsidP="00E5125A">
      <w:pPr>
        <w:pStyle w:val="libNormal"/>
        <w:rPr>
          <w:rtl/>
        </w:rPr>
      </w:pPr>
      <w:r>
        <w:rPr>
          <w:rtl/>
        </w:rPr>
        <w:br w:type="page"/>
      </w:r>
    </w:p>
    <w:p w:rsidR="00E07DFB" w:rsidRPr="00313984" w:rsidRDefault="00E07DFB" w:rsidP="00313984">
      <w:pPr>
        <w:pStyle w:val="libBold1"/>
        <w:rPr>
          <w:rtl/>
        </w:rPr>
      </w:pPr>
      <w:r w:rsidRPr="00313984">
        <w:rPr>
          <w:rtl/>
        </w:rPr>
        <w:lastRenderedPageBreak/>
        <w:t>* ما هي الفوائد التي تركها تقسيمه لرجال الحديث على فهم الروايات</w:t>
      </w:r>
      <w:r w:rsidR="00610870">
        <w:rPr>
          <w:rtl/>
        </w:rPr>
        <w:t>،</w:t>
      </w:r>
      <w:r w:rsidRPr="00313984">
        <w:rPr>
          <w:rtl/>
        </w:rPr>
        <w:t xml:space="preserve"> وتحديد صحتها أو سقمها؟ وهل هناك بين فقه</w:t>
      </w:r>
      <w:r w:rsidR="0076266C">
        <w:rPr>
          <w:rtl/>
        </w:rPr>
        <w:t>اء الشيعة من قسَّم</w:t>
      </w:r>
      <w:r w:rsidRPr="00313984">
        <w:rPr>
          <w:rtl/>
        </w:rPr>
        <w:t xml:space="preserve"> الرجال على غرار ما فعله آية الله البروجردي؟ وهل اقتبس سماحته هذا الأسلوب من العامة؟</w:t>
      </w:r>
    </w:p>
    <w:p w:rsidR="00E07DFB" w:rsidRPr="00065D03" w:rsidRDefault="00E07DFB" w:rsidP="00065D03">
      <w:pPr>
        <w:pStyle w:val="libNormal"/>
        <w:rPr>
          <w:rtl/>
        </w:rPr>
      </w:pPr>
      <w:r w:rsidRPr="00065D03">
        <w:rPr>
          <w:rtl/>
        </w:rPr>
        <w:t>الصافي: من الواضح أنَّ لعلم طبقات الرجال والرواة دوراً في تحديد صحة تلك الأحاديث أو سقمها</w:t>
      </w:r>
      <w:r w:rsidR="00610870">
        <w:rPr>
          <w:rtl/>
        </w:rPr>
        <w:t>،</w:t>
      </w:r>
      <w:r w:rsidRPr="00065D03">
        <w:rPr>
          <w:rtl/>
        </w:rPr>
        <w:t xml:space="preserve"> فأحياناً نجد حديثاً معنعناً أو مُتَّصل النسب حسب الظاهر</w:t>
      </w:r>
      <w:r w:rsidR="00610870">
        <w:rPr>
          <w:rtl/>
        </w:rPr>
        <w:t>،</w:t>
      </w:r>
      <w:r w:rsidRPr="00065D03">
        <w:rPr>
          <w:rtl/>
        </w:rPr>
        <w:t xml:space="preserve"> لكن عند استخدام علم طبقات الرجال يظهر عدم اتصال بعض أسناده</w:t>
      </w:r>
      <w:r w:rsidR="00610870">
        <w:rPr>
          <w:rtl/>
        </w:rPr>
        <w:t>،</w:t>
      </w:r>
      <w:r w:rsidRPr="00065D03">
        <w:rPr>
          <w:rtl/>
        </w:rPr>
        <w:t xml:space="preserve"> أو إرساله.</w:t>
      </w:r>
    </w:p>
    <w:p w:rsidR="00E07DFB" w:rsidRPr="00065D03" w:rsidRDefault="00E07DFB" w:rsidP="00065D03">
      <w:pPr>
        <w:pStyle w:val="libNormal"/>
        <w:rPr>
          <w:rtl/>
        </w:rPr>
      </w:pPr>
      <w:r w:rsidRPr="00065D03">
        <w:rPr>
          <w:rtl/>
        </w:rPr>
        <w:t>وفضلاً عن ذلك</w:t>
      </w:r>
      <w:r w:rsidR="00610870">
        <w:rPr>
          <w:rtl/>
        </w:rPr>
        <w:t>،</w:t>
      </w:r>
      <w:r w:rsidRPr="00065D03">
        <w:rPr>
          <w:rtl/>
        </w:rPr>
        <w:t xml:space="preserve"> فإنَّ جميع الأحاديث الموصولة الأسناد</w:t>
      </w:r>
      <w:r w:rsidR="00610870">
        <w:rPr>
          <w:rtl/>
        </w:rPr>
        <w:t>،</w:t>
      </w:r>
      <w:r w:rsidRPr="00065D03">
        <w:rPr>
          <w:rtl/>
        </w:rPr>
        <w:t xml:space="preserve"> رغم أنَّها معنعنة في الظاهر، لكن احتمال سقوط بعض أسانيدها وحذفه وإرسالها محتمل</w:t>
      </w:r>
      <w:r w:rsidR="00610870">
        <w:rPr>
          <w:rtl/>
        </w:rPr>
        <w:t>.</w:t>
      </w:r>
      <w:r w:rsidRPr="00065D03">
        <w:rPr>
          <w:rtl/>
        </w:rPr>
        <w:t xml:space="preserve"> ويظهر عدم إرسالها من خلال علم الرجال</w:t>
      </w:r>
      <w:r w:rsidR="00610870">
        <w:rPr>
          <w:rtl/>
        </w:rPr>
        <w:t>،</w:t>
      </w:r>
      <w:r w:rsidRPr="00065D03">
        <w:rPr>
          <w:rtl/>
        </w:rPr>
        <w:t xml:space="preserve"> ولا حُجَّة هنا لاستعمال الأصول الظنية كأصل عدم الخطأ وأصل عدم الحذف.</w:t>
      </w:r>
    </w:p>
    <w:p w:rsidR="00E07DFB" w:rsidRPr="00065D03" w:rsidRDefault="00E07DFB" w:rsidP="00065D03">
      <w:pPr>
        <w:pStyle w:val="libNormal"/>
        <w:rPr>
          <w:rtl/>
        </w:rPr>
      </w:pPr>
      <w:r w:rsidRPr="00065D03">
        <w:rPr>
          <w:rtl/>
        </w:rPr>
        <w:t>أمَّا هل هناك مَن سبقه من فقهاء الشيعة إلى تقسيم الرجال هكذا</w:t>
      </w:r>
      <w:r w:rsidR="00610870">
        <w:rPr>
          <w:rtl/>
        </w:rPr>
        <w:t>،</w:t>
      </w:r>
      <w:r w:rsidRPr="00065D03">
        <w:rPr>
          <w:rtl/>
        </w:rPr>
        <w:t xml:space="preserve"> فإنِّي لا أعرف أحداً قام بذلك قبله</w:t>
      </w:r>
      <w:r w:rsidR="00610870">
        <w:rPr>
          <w:rtl/>
        </w:rPr>
        <w:t>.</w:t>
      </w:r>
      <w:r w:rsidRPr="00065D03">
        <w:rPr>
          <w:rtl/>
        </w:rPr>
        <w:t xml:space="preserve"> كما أنَّ وجود هذا الأسلوب بشكل إجمالي لدى العامة لا يعد دليلاً على اقتباسه منهم</w:t>
      </w:r>
      <w:r w:rsidR="00610870">
        <w:rPr>
          <w:rtl/>
        </w:rPr>
        <w:t>؛</w:t>
      </w:r>
      <w:r w:rsidRPr="00065D03">
        <w:rPr>
          <w:rtl/>
        </w:rPr>
        <w:t xml:space="preserve"> لأنَّها فكرة تخطر للشخص المتتبِّع للروايات والأسانيد من أمثاله بشكل ذاتي.</w:t>
      </w:r>
    </w:p>
    <w:p w:rsidR="00E07DFB" w:rsidRPr="00313984" w:rsidRDefault="00E07DFB" w:rsidP="00313984">
      <w:pPr>
        <w:pStyle w:val="libBold1"/>
        <w:rPr>
          <w:rtl/>
        </w:rPr>
      </w:pPr>
      <w:r w:rsidRPr="00313984">
        <w:rPr>
          <w:rtl/>
        </w:rPr>
        <w:t>* مع الأخذ بنظر الاعتبار النقل بالمعنى</w:t>
      </w:r>
      <w:r w:rsidR="00610870">
        <w:rPr>
          <w:rtl/>
        </w:rPr>
        <w:t>،</w:t>
      </w:r>
      <w:r w:rsidRPr="00313984">
        <w:rPr>
          <w:rtl/>
        </w:rPr>
        <w:t xml:space="preserve"> وسعة تحمُّل رواة الأحاديث والفارق في ما بينهم</w:t>
      </w:r>
      <w:r w:rsidR="00610870">
        <w:rPr>
          <w:rtl/>
        </w:rPr>
        <w:t>؛</w:t>
      </w:r>
      <w:r w:rsidRPr="00313984">
        <w:rPr>
          <w:rtl/>
        </w:rPr>
        <w:t xml:space="preserve"> من حيث المعلومات والسن واللغة</w:t>
      </w:r>
      <w:r w:rsidR="00610870">
        <w:rPr>
          <w:rtl/>
        </w:rPr>
        <w:t>،</w:t>
      </w:r>
      <w:r w:rsidRPr="00313984">
        <w:rPr>
          <w:rtl/>
        </w:rPr>
        <w:t xml:space="preserve"> هل يمكن الاعتماد على ألفاظ الروايات أو لا؟</w:t>
      </w:r>
    </w:p>
    <w:p w:rsidR="0076266C" w:rsidRDefault="00E07DFB" w:rsidP="002A0058">
      <w:pPr>
        <w:pStyle w:val="libNormal"/>
        <w:rPr>
          <w:rtl/>
        </w:rPr>
      </w:pPr>
      <w:r w:rsidRPr="00313984">
        <w:rPr>
          <w:rStyle w:val="libBold1Char"/>
          <w:rtl/>
        </w:rPr>
        <w:t>الشيخ النوري:</w:t>
      </w:r>
      <w:r w:rsidRPr="002A0058">
        <w:rPr>
          <w:rtl/>
        </w:rPr>
        <w:t xml:space="preserve"> إذا كان راوي الحديث جامعاً للشروط</w:t>
      </w:r>
      <w:r w:rsidR="00610870">
        <w:rPr>
          <w:rtl/>
        </w:rPr>
        <w:t>،</w:t>
      </w:r>
      <w:r w:rsidRPr="002A0058">
        <w:rPr>
          <w:rtl/>
        </w:rPr>
        <w:t xml:space="preserve"> كالضبط والعدالة والثقة وغير ذلك</w:t>
      </w:r>
      <w:r w:rsidR="00610870">
        <w:rPr>
          <w:rtl/>
        </w:rPr>
        <w:t>،</w:t>
      </w:r>
      <w:r w:rsidRPr="002A0058">
        <w:rPr>
          <w:rtl/>
        </w:rPr>
        <w:t xml:space="preserve"> عندئذٍ لا بد من الاهتمام والتدقيق في ألفاظ الروايات</w:t>
      </w:r>
      <w:r w:rsidR="00610870">
        <w:rPr>
          <w:rtl/>
        </w:rPr>
        <w:t>،</w:t>
      </w:r>
      <w:r w:rsidRPr="002A0058">
        <w:rPr>
          <w:rtl/>
        </w:rPr>
        <w:t xml:space="preserve"> وعند الشك فإنِّ أصل عدم السهو وعدم الغفلة وعدم النسيان وعدم الزيادة أو النقصان وأمثال ذلك تكون هي المؤثِّرة في المقام.</w:t>
      </w:r>
    </w:p>
    <w:p w:rsidR="0076266C" w:rsidRDefault="0076266C"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فمثلاً في باب الغسل لدينا مجموعتان من الروايات عن غسل الجانب الأيسر والأيمن</w:t>
      </w:r>
      <w:r w:rsidR="00610870">
        <w:rPr>
          <w:rtl/>
        </w:rPr>
        <w:t>،</w:t>
      </w:r>
      <w:r w:rsidRPr="00065D03">
        <w:rPr>
          <w:rtl/>
        </w:rPr>
        <w:t xml:space="preserve"> في بعض الروايات جاء عطف الطرف الأيسر على الأيمن بالواو</w:t>
      </w:r>
      <w:r w:rsidR="00610870">
        <w:rPr>
          <w:rtl/>
        </w:rPr>
        <w:t>،</w:t>
      </w:r>
      <w:r w:rsidRPr="00065D03">
        <w:rPr>
          <w:rtl/>
        </w:rPr>
        <w:t xml:space="preserve"> بينما جاء عطفها في روايات أخرى بالفاء</w:t>
      </w:r>
      <w:r w:rsidR="00610870">
        <w:rPr>
          <w:rtl/>
        </w:rPr>
        <w:t>،</w:t>
      </w:r>
      <w:r w:rsidRPr="00065D03">
        <w:rPr>
          <w:rtl/>
        </w:rPr>
        <w:t xml:space="preserve"> أو (ثمَّ)</w:t>
      </w:r>
      <w:r w:rsidR="00610870">
        <w:rPr>
          <w:rtl/>
        </w:rPr>
        <w:t>.</w:t>
      </w:r>
      <w:r w:rsidRPr="00065D03">
        <w:rPr>
          <w:rtl/>
        </w:rPr>
        <w:t xml:space="preserve"> و(الفاء) و(ثمَّ) تدلَّان نوعاً على الترتيب</w:t>
      </w:r>
      <w:r w:rsidR="00610870">
        <w:rPr>
          <w:rtl/>
        </w:rPr>
        <w:t>،</w:t>
      </w:r>
      <w:r w:rsidRPr="00065D03">
        <w:rPr>
          <w:rtl/>
        </w:rPr>
        <w:t xml:space="preserve"> وإن كانتا أحياناً لا تدلَّان على شيء خاص</w:t>
      </w:r>
      <w:r w:rsidR="00610870">
        <w:rPr>
          <w:rtl/>
        </w:rPr>
        <w:t>.</w:t>
      </w:r>
      <w:r w:rsidRPr="00065D03">
        <w:rPr>
          <w:rtl/>
        </w:rPr>
        <w:t xml:space="preserve"> وهما على خلاف الواو التي لا تدل نوعاً على الترتيب والتعاقب.</w:t>
      </w:r>
    </w:p>
    <w:p w:rsidR="00E07DFB" w:rsidRPr="002E3435" w:rsidRDefault="00E07DFB" w:rsidP="002E3435">
      <w:pPr>
        <w:pStyle w:val="libNormal"/>
        <w:rPr>
          <w:rtl/>
        </w:rPr>
      </w:pPr>
      <w:r w:rsidRPr="002E3435">
        <w:rPr>
          <w:rtl/>
        </w:rPr>
        <w:t>المرحوم السيد الخوئي كان يعمل بالروايات الصحيحة من حيث المبنى</w:t>
      </w:r>
      <w:r w:rsidR="00610870">
        <w:rPr>
          <w:rtl/>
        </w:rPr>
        <w:t>،</w:t>
      </w:r>
      <w:r w:rsidRPr="002E3435">
        <w:rPr>
          <w:rtl/>
        </w:rPr>
        <w:t xml:space="preserve"> ولا يهتم باشتهار العمل ببعض الروايات أو عدمه</w:t>
      </w:r>
      <w:r w:rsidR="00610870">
        <w:rPr>
          <w:rtl/>
        </w:rPr>
        <w:t>؛</w:t>
      </w:r>
      <w:r w:rsidRPr="002E3435">
        <w:rPr>
          <w:rtl/>
        </w:rPr>
        <w:t xml:space="preserve"> لهذا نجده لا يرى ضرورة تقديم الطرف الأيمن على الأيسر في الغسل</w:t>
      </w:r>
      <w:r w:rsidR="00610870">
        <w:rPr>
          <w:rtl/>
        </w:rPr>
        <w:t>.</w:t>
      </w:r>
      <w:r w:rsidRPr="002E3435">
        <w:rPr>
          <w:rtl/>
        </w:rPr>
        <w:t xml:space="preserve"> فهو يستند إلى الرواية التي تعطف بالواو</w:t>
      </w:r>
      <w:r w:rsidR="00610870">
        <w:rPr>
          <w:rtl/>
        </w:rPr>
        <w:t>،</w:t>
      </w:r>
      <w:r w:rsidRPr="002E3435">
        <w:rPr>
          <w:rtl/>
        </w:rPr>
        <w:t xml:space="preserve"> فيقول: ليس من الضرورة تقديم الطرف الأيمن على الأيسر في الغسل</w:t>
      </w:r>
      <w:r w:rsidR="00610870">
        <w:rPr>
          <w:rtl/>
        </w:rPr>
        <w:t>؛</w:t>
      </w:r>
      <w:r w:rsidRPr="002E3435">
        <w:rPr>
          <w:rtl/>
        </w:rPr>
        <w:t xml:space="preserve"> لأنَّ الرواية التي تحمل الواو أكثر رجحاناً من الروايات الأخرى من حيث السند</w:t>
      </w:r>
      <w:r w:rsidR="00610870">
        <w:rPr>
          <w:rtl/>
        </w:rPr>
        <w:t>،</w:t>
      </w:r>
      <w:r w:rsidRPr="002E3435">
        <w:rPr>
          <w:rtl/>
        </w:rPr>
        <w:t xml:space="preserve"> والمعيار أيضاً هو صحة الرواية وسقمها في القبول وعدمه. </w:t>
      </w:r>
    </w:p>
    <w:p w:rsidR="00E07DFB" w:rsidRPr="00521211" w:rsidRDefault="00E07DFB" w:rsidP="0076266C">
      <w:pPr>
        <w:pStyle w:val="libNormal"/>
        <w:rPr>
          <w:rtl/>
        </w:rPr>
      </w:pPr>
      <w:r w:rsidRPr="00521211">
        <w:rPr>
          <w:rtl/>
        </w:rPr>
        <w:t>لكن</w:t>
      </w:r>
      <w:r w:rsidR="00610870">
        <w:rPr>
          <w:rtl/>
        </w:rPr>
        <w:t>،</w:t>
      </w:r>
      <w:r w:rsidRPr="00521211">
        <w:rPr>
          <w:rtl/>
        </w:rPr>
        <w:t xml:space="preserve"> في رأيي</w:t>
      </w:r>
      <w:r w:rsidR="00610870">
        <w:rPr>
          <w:rtl/>
        </w:rPr>
        <w:t>،</w:t>
      </w:r>
      <w:r w:rsidRPr="00521211">
        <w:rPr>
          <w:rtl/>
        </w:rPr>
        <w:t xml:space="preserve"> بما أنَّ سند تلك الروايات حسن أيضاً</w:t>
      </w:r>
      <w:r w:rsidR="00610870">
        <w:rPr>
          <w:rtl/>
        </w:rPr>
        <w:t>،</w:t>
      </w:r>
      <w:r w:rsidRPr="00521211">
        <w:rPr>
          <w:rtl/>
        </w:rPr>
        <w:t xml:space="preserve"> وإن كانت لا تبلغ قوة تلك الرواية</w:t>
      </w:r>
      <w:r w:rsidR="00610870">
        <w:rPr>
          <w:rtl/>
        </w:rPr>
        <w:t>،</w:t>
      </w:r>
      <w:r w:rsidRPr="00521211">
        <w:rPr>
          <w:rtl/>
        </w:rPr>
        <w:t xml:space="preserve"> ولأنَّ ظواهر الألفاظ هي حُجَّة أيضاً</w:t>
      </w:r>
      <w:r w:rsidR="00610870">
        <w:rPr>
          <w:rtl/>
        </w:rPr>
        <w:t>؛</w:t>
      </w:r>
      <w:r w:rsidRPr="00521211">
        <w:rPr>
          <w:rtl/>
        </w:rPr>
        <w:t xml:space="preserve"> لهذا لا أفتي بما يفتي به السيد الخوئي</w:t>
      </w:r>
      <w:r w:rsidR="00610870">
        <w:rPr>
          <w:rtl/>
        </w:rPr>
        <w:t>،</w:t>
      </w:r>
      <w:r w:rsidRPr="00521211">
        <w:rPr>
          <w:rtl/>
        </w:rPr>
        <w:t xml:space="preserve"> بل كما هو مشهور</w:t>
      </w:r>
      <w:r w:rsidR="00610870">
        <w:rPr>
          <w:rtl/>
        </w:rPr>
        <w:t>؛</w:t>
      </w:r>
      <w:r w:rsidRPr="00521211">
        <w:rPr>
          <w:rtl/>
        </w:rPr>
        <w:t xml:space="preserve"> لا بد من القول بالترتيب في الغسل</w:t>
      </w:r>
      <w:r w:rsidR="00610870">
        <w:rPr>
          <w:rtl/>
        </w:rPr>
        <w:t>،</w:t>
      </w:r>
      <w:r w:rsidRPr="00521211">
        <w:rPr>
          <w:rtl/>
        </w:rPr>
        <w:t xml:space="preserve"> وتقديم الأيمن على الأيسر.</w:t>
      </w:r>
    </w:p>
    <w:p w:rsidR="0076266C" w:rsidRDefault="00E07DFB" w:rsidP="0076266C">
      <w:pPr>
        <w:pStyle w:val="libNormal"/>
        <w:rPr>
          <w:rtl/>
        </w:rPr>
      </w:pPr>
      <w:r w:rsidRPr="00065D03">
        <w:rPr>
          <w:rtl/>
        </w:rPr>
        <w:t>نعم... إذا كانت ظواهر بشكل لا يقبل الجمع</w:t>
      </w:r>
      <w:r w:rsidR="00610870">
        <w:rPr>
          <w:rtl/>
        </w:rPr>
        <w:t>،</w:t>
      </w:r>
      <w:r w:rsidRPr="00065D03">
        <w:rPr>
          <w:rtl/>
        </w:rPr>
        <w:t xml:space="preserve"> عندئذ يكون هناك حكم آخر</w:t>
      </w:r>
      <w:r w:rsidR="00610870">
        <w:rPr>
          <w:rtl/>
        </w:rPr>
        <w:t>.</w:t>
      </w:r>
      <w:r w:rsidRPr="00065D03">
        <w:rPr>
          <w:rtl/>
        </w:rPr>
        <w:t xml:space="preserve"> وبما أنَّ الكتب القديمة كانت مخطوطة بالخط الكوفي من دون نقاط</w:t>
      </w:r>
      <w:r w:rsidR="00610870">
        <w:rPr>
          <w:rtl/>
        </w:rPr>
        <w:t>،</w:t>
      </w:r>
      <w:r w:rsidRPr="00065D03">
        <w:rPr>
          <w:rtl/>
        </w:rPr>
        <w:t xml:space="preserve"> وعندما نحذف النقاط عن بعض الحروف تصبح بعض الحروف متشابهة</w:t>
      </w:r>
      <w:r w:rsidR="00610870">
        <w:rPr>
          <w:rtl/>
        </w:rPr>
        <w:t>،</w:t>
      </w:r>
      <w:r w:rsidRPr="00065D03">
        <w:rPr>
          <w:rtl/>
        </w:rPr>
        <w:t xml:space="preserve"> بل متطابقة</w:t>
      </w:r>
      <w:r w:rsidR="00610870">
        <w:rPr>
          <w:rtl/>
        </w:rPr>
        <w:t>.</w:t>
      </w:r>
      <w:r w:rsidRPr="00065D03">
        <w:rPr>
          <w:rtl/>
        </w:rPr>
        <w:t xml:space="preserve"> لذا إذا نظرت بدقة في كتب الروايات</w:t>
      </w:r>
      <w:r w:rsidR="00610870">
        <w:rPr>
          <w:rtl/>
        </w:rPr>
        <w:t>،</w:t>
      </w:r>
      <w:r w:rsidRPr="00065D03">
        <w:rPr>
          <w:rtl/>
        </w:rPr>
        <w:t xml:space="preserve"> تجد قد كُتب فوق بعض الكلمات حرف (خ) أو حرف (ل خ)</w:t>
      </w:r>
      <w:r w:rsidR="00610870">
        <w:rPr>
          <w:rtl/>
        </w:rPr>
        <w:t>،</w:t>
      </w:r>
      <w:r w:rsidRPr="00065D03">
        <w:rPr>
          <w:rtl/>
        </w:rPr>
        <w:t xml:space="preserve"> والخاء تعني أنَّ هذه الكلمة وجدت بهذه الصورة في مخطوطة أخرى</w:t>
      </w:r>
      <w:r w:rsidR="00610870">
        <w:rPr>
          <w:rtl/>
        </w:rPr>
        <w:t>،</w:t>
      </w:r>
      <w:r w:rsidRPr="00065D03">
        <w:rPr>
          <w:rtl/>
        </w:rPr>
        <w:t xml:space="preserve"> و(ل خ) تعني أنَّها وجدت هكذا في عدَّة نُسخ أخرى</w:t>
      </w:r>
      <w:r w:rsidR="00610870">
        <w:rPr>
          <w:rtl/>
        </w:rPr>
        <w:t>؛</w:t>
      </w:r>
      <w:r w:rsidRPr="00065D03">
        <w:rPr>
          <w:rtl/>
        </w:rPr>
        <w:t xml:space="preserve"> أي أنَّه إذا كانت هذه الكلمة في عدَّة نُسخ على هذه الصورة</w:t>
      </w:r>
      <w:r w:rsidR="00610870">
        <w:rPr>
          <w:rtl/>
        </w:rPr>
        <w:t>،</w:t>
      </w:r>
      <w:r w:rsidRPr="00065D03">
        <w:rPr>
          <w:rtl/>
        </w:rPr>
        <w:t xml:space="preserve"> فهي في نسخ أخرى</w:t>
      </w:r>
      <w:r w:rsidR="0076266C">
        <w:rPr>
          <w:rFonts w:hint="cs"/>
          <w:rtl/>
        </w:rPr>
        <w:t xml:space="preserve"> </w:t>
      </w:r>
      <w:r w:rsidRPr="00065D03">
        <w:rPr>
          <w:rtl/>
        </w:rPr>
        <w:t>على صورة أخرى</w:t>
      </w:r>
      <w:r w:rsidR="00610870">
        <w:rPr>
          <w:rtl/>
        </w:rPr>
        <w:t>.</w:t>
      </w:r>
      <w:r w:rsidRPr="00065D03">
        <w:rPr>
          <w:rtl/>
        </w:rPr>
        <w:t xml:space="preserve"> فمثلاً في إحدى الروايات التي طرحها الشيخ الأنصاري في أصوله أيضاً وردت على ثلاث صور: </w:t>
      </w:r>
    </w:p>
    <w:p w:rsidR="0076266C" w:rsidRDefault="0076266C" w:rsidP="00E5125A">
      <w:pPr>
        <w:pStyle w:val="libNormal"/>
        <w:rPr>
          <w:rtl/>
        </w:rPr>
      </w:pPr>
      <w:r>
        <w:rPr>
          <w:rtl/>
        </w:rPr>
        <w:br w:type="page"/>
      </w:r>
    </w:p>
    <w:p w:rsidR="00E07DFB" w:rsidRPr="002A0058" w:rsidRDefault="00E07DFB" w:rsidP="002A0058">
      <w:pPr>
        <w:pStyle w:val="libNormal"/>
        <w:rPr>
          <w:rtl/>
        </w:rPr>
      </w:pPr>
      <w:r w:rsidRPr="002A0058">
        <w:rPr>
          <w:rtl/>
        </w:rPr>
        <w:lastRenderedPageBreak/>
        <w:t xml:space="preserve">في النسخة الأولى: </w:t>
      </w:r>
      <w:r w:rsidRPr="0080527D">
        <w:rPr>
          <w:rStyle w:val="libBold2Char"/>
          <w:rtl/>
        </w:rPr>
        <w:t>(مَن حدَّدَ قبراً)</w:t>
      </w:r>
      <w:r w:rsidR="00610870">
        <w:rPr>
          <w:rStyle w:val="libBold2Char"/>
          <w:rtl/>
        </w:rPr>
        <w:t>،</w:t>
      </w:r>
      <w:r w:rsidRPr="002A0058">
        <w:rPr>
          <w:rtl/>
        </w:rPr>
        <w:t xml:space="preserve"> وفي الثانية: </w:t>
      </w:r>
      <w:r w:rsidRPr="0080527D">
        <w:rPr>
          <w:rStyle w:val="libBold2Char"/>
          <w:rtl/>
        </w:rPr>
        <w:t>(مَن جدَّد قبراً)</w:t>
      </w:r>
      <w:r w:rsidR="00610870">
        <w:rPr>
          <w:rStyle w:val="libBold2Char"/>
          <w:rtl/>
        </w:rPr>
        <w:t>،</w:t>
      </w:r>
      <w:r w:rsidRPr="002A0058">
        <w:rPr>
          <w:rtl/>
        </w:rPr>
        <w:t xml:space="preserve"> وفي الثالثة: </w:t>
      </w:r>
      <w:r w:rsidRPr="0080527D">
        <w:rPr>
          <w:rStyle w:val="libBold2Char"/>
          <w:rtl/>
        </w:rPr>
        <w:t>(مَن جدَّث قبراً)</w:t>
      </w:r>
      <w:r w:rsidR="00610870">
        <w:rPr>
          <w:rtl/>
        </w:rPr>
        <w:t>،</w:t>
      </w:r>
      <w:r w:rsidRPr="002A0058">
        <w:rPr>
          <w:rtl/>
        </w:rPr>
        <w:t xml:space="preserve"> ومعنى جَدَّدَ يختلف عن جدَّث</w:t>
      </w:r>
      <w:r w:rsidR="00610870">
        <w:rPr>
          <w:rtl/>
        </w:rPr>
        <w:t>؛</w:t>
      </w:r>
      <w:r w:rsidRPr="002A0058">
        <w:rPr>
          <w:rtl/>
        </w:rPr>
        <w:t xml:space="preserve"> لأنَّ (حدَّدَ قبراً) تعني جعله كالهرم</w:t>
      </w:r>
      <w:r w:rsidR="00610870">
        <w:rPr>
          <w:rtl/>
        </w:rPr>
        <w:t>،</w:t>
      </w:r>
      <w:r w:rsidRPr="002A0058">
        <w:rPr>
          <w:rtl/>
        </w:rPr>
        <w:t xml:space="preserve"> بينما (جدَّد قبراً) تعني جدَّد بناء قبرٍ قديم</w:t>
      </w:r>
      <w:r w:rsidR="00610870">
        <w:rPr>
          <w:rtl/>
        </w:rPr>
        <w:t>،</w:t>
      </w:r>
      <w:r w:rsidRPr="002A0058">
        <w:rPr>
          <w:rtl/>
        </w:rPr>
        <w:t xml:space="preserve"> في حين أنَّ (جدَّث قبراً) تعني أعدَّ قبراً لغيره</w:t>
      </w:r>
      <w:r w:rsidR="00610870">
        <w:rPr>
          <w:rtl/>
        </w:rPr>
        <w:t>.</w:t>
      </w:r>
      <w:r w:rsidRPr="002A0058">
        <w:rPr>
          <w:rtl/>
        </w:rPr>
        <w:t xml:space="preserve"> في هذه الحالات المتعارضة يجب النظر: هل هي من باب دوران المحذورين</w:t>
      </w:r>
      <w:r w:rsidR="00610870">
        <w:rPr>
          <w:rtl/>
        </w:rPr>
        <w:t>،</w:t>
      </w:r>
      <w:r w:rsidRPr="002A0058">
        <w:rPr>
          <w:rtl/>
        </w:rPr>
        <w:t xml:space="preserve"> فلها حكم</w:t>
      </w:r>
      <w:r w:rsidR="00610870">
        <w:rPr>
          <w:rtl/>
        </w:rPr>
        <w:t>،</w:t>
      </w:r>
      <w:r w:rsidRPr="002A0058">
        <w:rPr>
          <w:rtl/>
        </w:rPr>
        <w:t xml:space="preserve"> أو أنَّها من باب الأقل والأكثر</w:t>
      </w:r>
      <w:r w:rsidR="00610870">
        <w:rPr>
          <w:rtl/>
        </w:rPr>
        <w:t>،</w:t>
      </w:r>
      <w:r w:rsidRPr="002A0058">
        <w:rPr>
          <w:rtl/>
        </w:rPr>
        <w:t xml:space="preserve"> فلها حكم آخر</w:t>
      </w:r>
      <w:r w:rsidR="00610870">
        <w:rPr>
          <w:rtl/>
        </w:rPr>
        <w:t>،</w:t>
      </w:r>
      <w:r w:rsidRPr="002A0058">
        <w:rPr>
          <w:rtl/>
        </w:rPr>
        <w:t xml:space="preserve"> وهكذا...</w:t>
      </w:r>
    </w:p>
    <w:p w:rsidR="00E07DFB" w:rsidRPr="00313984" w:rsidRDefault="00E07DFB" w:rsidP="00313984">
      <w:pPr>
        <w:pStyle w:val="libBold1"/>
        <w:rPr>
          <w:rtl/>
        </w:rPr>
      </w:pPr>
      <w:r w:rsidRPr="00313984">
        <w:rPr>
          <w:rtl/>
        </w:rPr>
        <w:t>* إنّّ حُجِّـيَّة الظواهر تكون على أساس مبنى العقلاء</w:t>
      </w:r>
      <w:r w:rsidR="00610870">
        <w:rPr>
          <w:rtl/>
        </w:rPr>
        <w:t>،</w:t>
      </w:r>
      <w:r w:rsidRPr="00313984">
        <w:rPr>
          <w:rtl/>
        </w:rPr>
        <w:t xml:space="preserve"> وعندما لا تُنقل الألفاظ عينُها</w:t>
      </w:r>
      <w:r w:rsidR="00610870">
        <w:rPr>
          <w:rtl/>
        </w:rPr>
        <w:t>،</w:t>
      </w:r>
      <w:r w:rsidRPr="00313984">
        <w:rPr>
          <w:rtl/>
        </w:rPr>
        <w:t xml:space="preserve"> يصعب على العقلاء البناء</w:t>
      </w:r>
      <w:r w:rsidR="00610870">
        <w:rPr>
          <w:rtl/>
        </w:rPr>
        <w:t>.</w:t>
      </w:r>
      <w:r w:rsidRPr="00313984">
        <w:rPr>
          <w:rtl/>
        </w:rPr>
        <w:t xml:space="preserve"> فمن ناحية</w:t>
      </w:r>
      <w:r w:rsidR="00610870">
        <w:rPr>
          <w:rtl/>
        </w:rPr>
        <w:t>،</w:t>
      </w:r>
      <w:r w:rsidRPr="00313984">
        <w:rPr>
          <w:rtl/>
        </w:rPr>
        <w:t xml:space="preserve"> يرى رواة الأحاديث جواز النقل بالمعنى</w:t>
      </w:r>
      <w:r w:rsidR="00610870">
        <w:rPr>
          <w:rtl/>
        </w:rPr>
        <w:t>،</w:t>
      </w:r>
      <w:r w:rsidRPr="00313984">
        <w:rPr>
          <w:rtl/>
        </w:rPr>
        <w:t xml:space="preserve"> ومن ناحية أخرى تعرَّض بعض الرواة لحوادث جعلتهم يعتمدون في ما بعد على (ما حفظوه) من الروايات</w:t>
      </w:r>
      <w:r w:rsidR="00610870">
        <w:rPr>
          <w:rtl/>
        </w:rPr>
        <w:t>،</w:t>
      </w:r>
      <w:r w:rsidRPr="00313984">
        <w:rPr>
          <w:rtl/>
        </w:rPr>
        <w:t xml:space="preserve"> كما حدث لابن عمير مثلاً</w:t>
      </w:r>
      <w:r w:rsidR="00610870">
        <w:rPr>
          <w:rtl/>
        </w:rPr>
        <w:t>،</w:t>
      </w:r>
      <w:r w:rsidRPr="00313984">
        <w:rPr>
          <w:rtl/>
        </w:rPr>
        <w:t xml:space="preserve"> ومن ناحية ثالثة</w:t>
      </w:r>
      <w:r w:rsidR="00610870">
        <w:rPr>
          <w:rtl/>
        </w:rPr>
        <w:t>،</w:t>
      </w:r>
      <w:r w:rsidRPr="00313984">
        <w:rPr>
          <w:rtl/>
        </w:rPr>
        <w:t xml:space="preserve"> فإنَّ تحمُّل الرواة في الأحاديث مختلف كثيراً</w:t>
      </w:r>
      <w:r w:rsidR="00610870">
        <w:rPr>
          <w:rtl/>
        </w:rPr>
        <w:t>،</w:t>
      </w:r>
      <w:r w:rsidRPr="00313984">
        <w:rPr>
          <w:rtl/>
        </w:rPr>
        <w:t xml:space="preserve"> فكيف يمكن الاعتماد على الألفاظ</w:t>
      </w:r>
      <w:r w:rsidR="00610870">
        <w:rPr>
          <w:rtl/>
        </w:rPr>
        <w:t>،</w:t>
      </w:r>
      <w:r w:rsidRPr="00313984">
        <w:rPr>
          <w:rtl/>
        </w:rPr>
        <w:t xml:space="preserve"> ووضع فرق بين الواو والفاء أو بين الفاء وثمَُّ</w:t>
      </w:r>
      <w:r w:rsidR="00610870">
        <w:rPr>
          <w:rtl/>
        </w:rPr>
        <w:t>،</w:t>
      </w:r>
      <w:r w:rsidRPr="00313984">
        <w:rPr>
          <w:rtl/>
        </w:rPr>
        <w:t xml:space="preserve"> حيث تدل الفاء على الترتيب والتعاقب</w:t>
      </w:r>
      <w:r w:rsidR="00610870">
        <w:rPr>
          <w:rtl/>
        </w:rPr>
        <w:t>،</w:t>
      </w:r>
      <w:r w:rsidRPr="00313984">
        <w:rPr>
          <w:rtl/>
        </w:rPr>
        <w:t xml:space="preserve"> في حين لا تدل الواو على الترتيب ولا ثُمَّ على التعاقب</w:t>
      </w:r>
      <w:r w:rsidR="00610870">
        <w:rPr>
          <w:rtl/>
        </w:rPr>
        <w:t>،</w:t>
      </w:r>
      <w:r w:rsidRPr="00313984">
        <w:rPr>
          <w:rtl/>
        </w:rPr>
        <w:t xml:space="preserve"> بل على التراخي؟</w:t>
      </w:r>
    </w:p>
    <w:p w:rsidR="0076266C" w:rsidRDefault="00E07DFB" w:rsidP="00283EDA">
      <w:pPr>
        <w:pStyle w:val="libNormal"/>
        <w:rPr>
          <w:rtl/>
        </w:rPr>
      </w:pPr>
      <w:r w:rsidRPr="00313984">
        <w:rPr>
          <w:rStyle w:val="libBold1Char"/>
          <w:rtl/>
        </w:rPr>
        <w:t xml:space="preserve">الشيخ النوري: </w:t>
      </w:r>
      <w:r w:rsidRPr="002A0058">
        <w:rPr>
          <w:rtl/>
        </w:rPr>
        <w:t>يكون الأمر كذلك لو كانت (الجهة الكبرى) من القضية هكذا</w:t>
      </w:r>
      <w:r w:rsidR="00610870">
        <w:rPr>
          <w:rtl/>
        </w:rPr>
        <w:t>،</w:t>
      </w:r>
      <w:r w:rsidRPr="002A0058">
        <w:rPr>
          <w:rtl/>
        </w:rPr>
        <w:t xml:space="preserve"> فعندها لا يمكن الاعتماد على الألفاظ</w:t>
      </w:r>
      <w:r w:rsidR="00610870">
        <w:rPr>
          <w:rtl/>
        </w:rPr>
        <w:t>.</w:t>
      </w:r>
      <w:r w:rsidRPr="002A0058">
        <w:rPr>
          <w:rtl/>
        </w:rPr>
        <w:t xml:space="preserve"> لكن إشكالنا في (جهتها الصغرى)</w:t>
      </w:r>
      <w:r w:rsidR="00610870">
        <w:rPr>
          <w:rtl/>
        </w:rPr>
        <w:t>،</w:t>
      </w:r>
      <w:r w:rsidRPr="002A0058">
        <w:rPr>
          <w:rtl/>
        </w:rPr>
        <w:t xml:space="preserve"> وحينها لا يكون الأمر كما تظُن</w:t>
      </w:r>
      <w:r w:rsidR="00610870">
        <w:rPr>
          <w:rtl/>
        </w:rPr>
        <w:t>؛</w:t>
      </w:r>
      <w:r w:rsidRPr="002A0058">
        <w:rPr>
          <w:rtl/>
        </w:rPr>
        <w:t xml:space="preserve"> لأنَّ الرواة كانوا أصحاب ألواح</w:t>
      </w:r>
      <w:r w:rsidR="00610870">
        <w:rPr>
          <w:rtl/>
        </w:rPr>
        <w:t>؛</w:t>
      </w:r>
      <w:r w:rsidRPr="002A0058">
        <w:rPr>
          <w:rtl/>
        </w:rPr>
        <w:t xml:space="preserve"> أي أنَّهم كانوا يمتلكون القرطاسية كالورق والقلم</w:t>
      </w:r>
      <w:r w:rsidR="00610870">
        <w:rPr>
          <w:rtl/>
        </w:rPr>
        <w:t>،</w:t>
      </w:r>
      <w:r w:rsidRPr="002A0058">
        <w:rPr>
          <w:rtl/>
        </w:rPr>
        <w:t xml:space="preserve"> وكانوا يكتبون أقوال المعصومين </w:t>
      </w:r>
      <w:r w:rsidR="00283EDA" w:rsidRPr="00283EDA">
        <w:rPr>
          <w:rStyle w:val="libAlaemChar"/>
          <w:rFonts w:eastAsiaTheme="minorHAnsi"/>
          <w:rtl/>
        </w:rPr>
        <w:t>عليهم‌السلام</w:t>
      </w:r>
      <w:r w:rsidR="00610870">
        <w:rPr>
          <w:rtl/>
        </w:rPr>
        <w:t>،</w:t>
      </w:r>
      <w:r w:rsidRPr="002A0058">
        <w:rPr>
          <w:rtl/>
        </w:rPr>
        <w:t xml:space="preserve"> ويجب أن لا يشك في هذا المجال أساساً</w:t>
      </w:r>
      <w:r w:rsidR="00610870">
        <w:rPr>
          <w:rtl/>
        </w:rPr>
        <w:t>؛</w:t>
      </w:r>
      <w:r w:rsidRPr="002A0058">
        <w:rPr>
          <w:rtl/>
        </w:rPr>
        <w:t xml:space="preserve"> لأنَّ كلمة</w:t>
      </w:r>
      <w:r w:rsidR="0076266C" w:rsidRPr="00065D03">
        <w:rPr>
          <w:rtl/>
        </w:rPr>
        <w:t xml:space="preserve"> </w:t>
      </w:r>
      <w:r w:rsidRPr="00065D03">
        <w:rPr>
          <w:rtl/>
        </w:rPr>
        <w:t>(راوٍ) تُطلق على أهل الحفظ وممَّن يروون الروايات بنصها من دون زيادة أو نقصان</w:t>
      </w:r>
      <w:r w:rsidR="00610870">
        <w:rPr>
          <w:rtl/>
        </w:rPr>
        <w:t>،</w:t>
      </w:r>
      <w:r w:rsidRPr="00065D03">
        <w:rPr>
          <w:rtl/>
        </w:rPr>
        <w:t xml:space="preserve"> وإذا لم يكن كذلك</w:t>
      </w:r>
      <w:r w:rsidR="00610870">
        <w:rPr>
          <w:rtl/>
        </w:rPr>
        <w:t>،</w:t>
      </w:r>
      <w:r w:rsidRPr="00065D03">
        <w:rPr>
          <w:rtl/>
        </w:rPr>
        <w:t xml:space="preserve"> فلا يُطلق عليه اسم (راوٍ)</w:t>
      </w:r>
      <w:r w:rsidR="00610870">
        <w:rPr>
          <w:rtl/>
        </w:rPr>
        <w:t>.</w:t>
      </w:r>
      <w:r w:rsidRPr="00065D03">
        <w:rPr>
          <w:rtl/>
        </w:rPr>
        <w:t xml:space="preserve"> لهذا</w:t>
      </w:r>
      <w:r w:rsidR="00610870">
        <w:rPr>
          <w:rtl/>
        </w:rPr>
        <w:t>،</w:t>
      </w:r>
      <w:r w:rsidRPr="00065D03">
        <w:rPr>
          <w:rtl/>
        </w:rPr>
        <w:t xml:space="preserve"> فإنَّ رواة الحديث كانوا يحفظون حتى المراتب</w:t>
      </w:r>
      <w:r w:rsidR="00610870">
        <w:rPr>
          <w:rtl/>
        </w:rPr>
        <w:t>؛</w:t>
      </w:r>
      <w:r w:rsidRPr="00065D03">
        <w:rPr>
          <w:rtl/>
        </w:rPr>
        <w:t xml:space="preserve"> فمثلاً عبد الله بن مسكان كان يجلس عند موضع الأحذية</w:t>
      </w:r>
      <w:r w:rsidR="00610870">
        <w:rPr>
          <w:rtl/>
        </w:rPr>
        <w:t>،</w:t>
      </w:r>
      <w:r w:rsidRPr="00065D03">
        <w:rPr>
          <w:rtl/>
        </w:rPr>
        <w:t xml:space="preserve"> ويقول: هذا مكاني عند وجود العظماء</w:t>
      </w:r>
      <w:r w:rsidR="00610870">
        <w:rPr>
          <w:rtl/>
        </w:rPr>
        <w:t>،</w:t>
      </w:r>
      <w:r w:rsidRPr="00065D03">
        <w:rPr>
          <w:rtl/>
        </w:rPr>
        <w:t xml:space="preserve"> ولعلّ بعضهم لم يكن يراعي هذا الأمر أحياناً</w:t>
      </w:r>
      <w:r w:rsidR="00610870">
        <w:rPr>
          <w:rtl/>
        </w:rPr>
        <w:t>،</w:t>
      </w:r>
      <w:r w:rsidRPr="00065D03">
        <w:rPr>
          <w:rtl/>
        </w:rPr>
        <w:t xml:space="preserve"> لكن غالباً ما كان الأمر كذلك</w:t>
      </w:r>
      <w:r w:rsidR="00610870">
        <w:rPr>
          <w:rtl/>
        </w:rPr>
        <w:t>،</w:t>
      </w:r>
      <w:r w:rsidRPr="00065D03">
        <w:rPr>
          <w:rtl/>
        </w:rPr>
        <w:t xml:space="preserve"> حيث كان رواة الأحاديث يحضرون مجالس المعصومين </w:t>
      </w:r>
      <w:r w:rsidR="00283EDA" w:rsidRPr="00283EDA">
        <w:rPr>
          <w:rStyle w:val="libAlaemChar"/>
          <w:rFonts w:eastAsiaTheme="minorHAnsi"/>
          <w:rtl/>
        </w:rPr>
        <w:t>عليهم‌السلام</w:t>
      </w:r>
      <w:r w:rsidR="00610870">
        <w:rPr>
          <w:rtl/>
        </w:rPr>
        <w:t>،</w:t>
      </w:r>
      <w:r w:rsidRPr="00065D03">
        <w:rPr>
          <w:rtl/>
        </w:rPr>
        <w:t xml:space="preserve"> وهم مزوَّدون بأدوات الكتابة والحفظ المناسبة آنذاك</w:t>
      </w:r>
      <w:r w:rsidR="00610870">
        <w:rPr>
          <w:rtl/>
        </w:rPr>
        <w:t>،</w:t>
      </w:r>
      <w:r w:rsidRPr="00065D03">
        <w:rPr>
          <w:rtl/>
        </w:rPr>
        <w:t xml:space="preserve"> ليسجِّلوا كلماتهم عينها ويحفظوها في ألواحهم.</w:t>
      </w:r>
    </w:p>
    <w:p w:rsidR="0076266C" w:rsidRDefault="0076266C" w:rsidP="00E5125A">
      <w:pPr>
        <w:pStyle w:val="libNormal"/>
        <w:rPr>
          <w:rtl/>
        </w:rPr>
      </w:pPr>
      <w:r>
        <w:rPr>
          <w:rtl/>
        </w:rPr>
        <w:br w:type="page"/>
      </w:r>
    </w:p>
    <w:p w:rsidR="00E07DFB" w:rsidRPr="00313984" w:rsidRDefault="00E07DFB" w:rsidP="00313984">
      <w:pPr>
        <w:pStyle w:val="libBold1"/>
        <w:rPr>
          <w:rtl/>
        </w:rPr>
      </w:pPr>
      <w:r w:rsidRPr="00313984">
        <w:rPr>
          <w:rtl/>
        </w:rPr>
        <w:lastRenderedPageBreak/>
        <w:t>* بما أنَّ الكتب الأربعة هي أكثر كتبنا الجامعة للروايات قيمةً</w:t>
      </w:r>
      <w:r w:rsidR="00610870">
        <w:rPr>
          <w:rtl/>
        </w:rPr>
        <w:t>،</w:t>
      </w:r>
      <w:r w:rsidRPr="00313984">
        <w:rPr>
          <w:rtl/>
        </w:rPr>
        <w:t xml:space="preserve"> وهناك اختلاف كبير في نصوص الروايات في نسخها المختلفة</w:t>
      </w:r>
      <w:r w:rsidR="00610870">
        <w:rPr>
          <w:rtl/>
        </w:rPr>
        <w:t>،</w:t>
      </w:r>
      <w:r w:rsidRPr="00313984">
        <w:rPr>
          <w:rtl/>
        </w:rPr>
        <w:t xml:space="preserve"> وهذا الاختلاف يغير المعنى في كثير من موارده</w:t>
      </w:r>
      <w:r w:rsidR="00610870">
        <w:rPr>
          <w:rtl/>
        </w:rPr>
        <w:t>،</w:t>
      </w:r>
      <w:r w:rsidRPr="00313984">
        <w:rPr>
          <w:rtl/>
        </w:rPr>
        <w:t xml:space="preserve"> فإلى أيِّ حدٍّ يمكن إصدار الفتوى اعتمادا ًعلى ألفاظ الروايات؟</w:t>
      </w:r>
    </w:p>
    <w:p w:rsidR="00E07DFB" w:rsidRPr="002A0058" w:rsidRDefault="00E07DFB" w:rsidP="002A0058">
      <w:pPr>
        <w:pStyle w:val="libNormal"/>
        <w:rPr>
          <w:rtl/>
        </w:rPr>
      </w:pPr>
      <w:r w:rsidRPr="00313984">
        <w:rPr>
          <w:rStyle w:val="libBold1Char"/>
          <w:rtl/>
        </w:rPr>
        <w:t>الشيخ النوري:</w:t>
      </w:r>
      <w:r w:rsidRPr="002A0058">
        <w:rPr>
          <w:rtl/>
        </w:rPr>
        <w:t xml:space="preserve"> أنا لا أعتقد بذلك</w:t>
      </w:r>
      <w:r w:rsidR="00610870">
        <w:rPr>
          <w:rtl/>
        </w:rPr>
        <w:t>،</w:t>
      </w:r>
      <w:r w:rsidRPr="002A0058">
        <w:rPr>
          <w:rtl/>
        </w:rPr>
        <w:t xml:space="preserve"> فلم تكن جميع الكتب المتداولة آنذاك موجودة لدى الكليني والصدوق</w:t>
      </w:r>
      <w:r w:rsidR="00610870">
        <w:rPr>
          <w:rtl/>
        </w:rPr>
        <w:t>.</w:t>
      </w:r>
      <w:r w:rsidRPr="002A0058">
        <w:rPr>
          <w:rtl/>
        </w:rPr>
        <w:t xml:space="preserve"> ففي التهذيب روايات لا توجد في الكافي للكليني</w:t>
      </w:r>
      <w:r w:rsidR="00610870">
        <w:rPr>
          <w:rtl/>
        </w:rPr>
        <w:t>،</w:t>
      </w:r>
      <w:r w:rsidRPr="002A0058">
        <w:rPr>
          <w:rtl/>
        </w:rPr>
        <w:t xml:space="preserve"> مع أنَّ المدة الفاصلة بينهما هي مئة وثلاثون عاماً</w:t>
      </w:r>
      <w:r w:rsidR="00610870">
        <w:rPr>
          <w:rtl/>
        </w:rPr>
        <w:t>،</w:t>
      </w:r>
      <w:r w:rsidRPr="002A0058">
        <w:rPr>
          <w:rtl/>
        </w:rPr>
        <w:t xml:space="preserve"> وقد استغرق الكليني عشرين عاماً في كتابة الكافي</w:t>
      </w:r>
      <w:r w:rsidR="00610870">
        <w:rPr>
          <w:rtl/>
        </w:rPr>
        <w:t>.</w:t>
      </w:r>
      <w:r w:rsidRPr="002A0058">
        <w:rPr>
          <w:rtl/>
        </w:rPr>
        <w:t xml:space="preserve"> كما أنَّ هناك روايات في </w:t>
      </w:r>
      <w:r w:rsidRPr="00313984">
        <w:rPr>
          <w:rStyle w:val="libBold1Char"/>
          <w:rtl/>
        </w:rPr>
        <w:t>(مَن لا يحضره الفقيه)</w:t>
      </w:r>
      <w:r w:rsidRPr="002A0058">
        <w:rPr>
          <w:rtl/>
        </w:rPr>
        <w:t xml:space="preserve"> غير موجودة في الكافي</w:t>
      </w:r>
      <w:r w:rsidR="00610870">
        <w:rPr>
          <w:rtl/>
        </w:rPr>
        <w:t>،</w:t>
      </w:r>
      <w:r w:rsidRPr="002A0058">
        <w:rPr>
          <w:rtl/>
        </w:rPr>
        <w:t xml:space="preserve"> طبعاً الاستبصار أيضاً فيه روايات غير موجودة في التهذيب</w:t>
      </w:r>
      <w:r w:rsidR="00610870">
        <w:rPr>
          <w:rtl/>
        </w:rPr>
        <w:t>.</w:t>
      </w:r>
      <w:r w:rsidRPr="002A0058">
        <w:rPr>
          <w:rtl/>
        </w:rPr>
        <w:t xml:space="preserve"> فإذا وجد اختلاف في النص الخبري</w:t>
      </w:r>
      <w:r w:rsidR="00610870">
        <w:rPr>
          <w:rtl/>
        </w:rPr>
        <w:t>،</w:t>
      </w:r>
      <w:r w:rsidRPr="002A0058">
        <w:rPr>
          <w:rtl/>
        </w:rPr>
        <w:t xml:space="preserve"> كان الكافي أكثر ضبطاً من الآخرين</w:t>
      </w:r>
      <w:r w:rsidR="00610870">
        <w:rPr>
          <w:rtl/>
        </w:rPr>
        <w:t>،</w:t>
      </w:r>
      <w:r w:rsidRPr="002A0058">
        <w:rPr>
          <w:rtl/>
        </w:rPr>
        <w:t xml:space="preserve"> هذا إذا كان الخبر منقولاً لدى الثلاثة</w:t>
      </w:r>
      <w:r w:rsidR="00610870">
        <w:rPr>
          <w:rtl/>
        </w:rPr>
        <w:t>.</w:t>
      </w:r>
      <w:r w:rsidRPr="002A0058">
        <w:rPr>
          <w:rtl/>
        </w:rPr>
        <w:t xml:space="preserve"> مثل: </w:t>
      </w:r>
      <w:r w:rsidRPr="0080527D">
        <w:rPr>
          <w:rStyle w:val="libBold2Char"/>
          <w:rtl/>
        </w:rPr>
        <w:t>(مَن حدَّد) و(مَن حدَّث)</w:t>
      </w:r>
      <w:r w:rsidRPr="002A0058">
        <w:rPr>
          <w:rtl/>
        </w:rPr>
        <w:t xml:space="preserve"> وعندها يقدِّمون الكليني.</w:t>
      </w:r>
    </w:p>
    <w:p w:rsidR="00E07DFB" w:rsidRPr="00313984" w:rsidRDefault="00E07DFB" w:rsidP="0076266C">
      <w:pPr>
        <w:pStyle w:val="libBold1"/>
        <w:rPr>
          <w:rtl/>
        </w:rPr>
      </w:pPr>
      <w:r w:rsidRPr="00313984">
        <w:rPr>
          <w:rtl/>
        </w:rPr>
        <w:t>* في باب الشهادة يقولون: يجب أن تكون الشهادة عن حسّ</w:t>
      </w:r>
      <w:r w:rsidR="00610870">
        <w:rPr>
          <w:rtl/>
        </w:rPr>
        <w:t>،</w:t>
      </w:r>
      <w:r w:rsidRPr="00313984">
        <w:rPr>
          <w:rtl/>
        </w:rPr>
        <w:t xml:space="preserve"> وعندئذ تكون حُجَّة</w:t>
      </w:r>
      <w:r w:rsidR="00610870">
        <w:rPr>
          <w:rtl/>
        </w:rPr>
        <w:t>،</w:t>
      </w:r>
      <w:r w:rsidRPr="00313984">
        <w:rPr>
          <w:rtl/>
        </w:rPr>
        <w:t xml:space="preserve"> بخلاف الشهادة عن حدس</w:t>
      </w:r>
      <w:r w:rsidR="00610870">
        <w:rPr>
          <w:rtl/>
        </w:rPr>
        <w:t>.</w:t>
      </w:r>
      <w:r w:rsidRPr="00313984">
        <w:rPr>
          <w:rtl/>
        </w:rPr>
        <w:t xml:space="preserve"> فإذا كانت الشهادة عن حسٍ وحدها</w:t>
      </w:r>
      <w:r w:rsidR="0076266C">
        <w:rPr>
          <w:rFonts w:hint="cs"/>
          <w:rtl/>
        </w:rPr>
        <w:t xml:space="preserve"> </w:t>
      </w:r>
      <w:r w:rsidRPr="00313984">
        <w:rPr>
          <w:rtl/>
        </w:rPr>
        <w:t>الحُجَّة</w:t>
      </w:r>
      <w:r w:rsidR="00610870">
        <w:rPr>
          <w:rtl/>
        </w:rPr>
        <w:t>،</w:t>
      </w:r>
      <w:r w:rsidRPr="00313984">
        <w:rPr>
          <w:rtl/>
        </w:rPr>
        <w:t xml:space="preserve"> فكيف تُسوِّغ شهادة عظماء من أمثال: النجاشي</w:t>
      </w:r>
      <w:r w:rsidR="00610870">
        <w:rPr>
          <w:rtl/>
        </w:rPr>
        <w:t>،</w:t>
      </w:r>
      <w:r w:rsidRPr="00313984">
        <w:rPr>
          <w:rtl/>
        </w:rPr>
        <w:t xml:space="preserve"> والكشي</w:t>
      </w:r>
      <w:r w:rsidR="00610870">
        <w:rPr>
          <w:rtl/>
        </w:rPr>
        <w:t>،</w:t>
      </w:r>
      <w:r w:rsidRPr="00313984">
        <w:rPr>
          <w:rtl/>
        </w:rPr>
        <w:t xml:space="preserve"> والشيخ الطوسي</w:t>
      </w:r>
      <w:r w:rsidR="00610870">
        <w:rPr>
          <w:rtl/>
        </w:rPr>
        <w:t>،</w:t>
      </w:r>
      <w:r w:rsidRPr="00313984">
        <w:rPr>
          <w:rtl/>
        </w:rPr>
        <w:t xml:space="preserve"> والعلاَّمة الحلِّي وآخرين</w:t>
      </w:r>
      <w:r w:rsidR="00610870">
        <w:rPr>
          <w:rtl/>
        </w:rPr>
        <w:t>،</w:t>
      </w:r>
      <w:r w:rsidRPr="00313984">
        <w:rPr>
          <w:rtl/>
        </w:rPr>
        <w:t xml:space="preserve"> عن أصحاب النبي والأئمة (صلوات الله عليهم)؟</w:t>
      </w:r>
    </w:p>
    <w:p w:rsidR="00E07DFB" w:rsidRPr="002A0058" w:rsidRDefault="00E07DFB" w:rsidP="002A0058">
      <w:pPr>
        <w:pStyle w:val="libNormal"/>
        <w:rPr>
          <w:rtl/>
        </w:rPr>
      </w:pPr>
      <w:r w:rsidRPr="00313984">
        <w:rPr>
          <w:rStyle w:val="libBold1Char"/>
          <w:rtl/>
        </w:rPr>
        <w:t>الشيخ النوري:</w:t>
      </w:r>
      <w:r w:rsidRPr="002A0058">
        <w:rPr>
          <w:rtl/>
        </w:rPr>
        <w:t xml:space="preserve"> هذا البحث مطروح في علم الرجال</w:t>
      </w:r>
      <w:r w:rsidR="00610870">
        <w:rPr>
          <w:rtl/>
        </w:rPr>
        <w:t>،</w:t>
      </w:r>
      <w:r w:rsidRPr="002A0058">
        <w:rPr>
          <w:rtl/>
        </w:rPr>
        <w:t xml:space="preserve"> وهو: هل أنَّ الرجوع إلى أقوال الرجاليين</w:t>
      </w:r>
      <w:r w:rsidR="00610870">
        <w:rPr>
          <w:rtl/>
        </w:rPr>
        <w:t>،</w:t>
      </w:r>
      <w:r w:rsidRPr="002A0058">
        <w:rPr>
          <w:rtl/>
        </w:rPr>
        <w:t xml:space="preserve"> مثل: النجاشي</w:t>
      </w:r>
      <w:r w:rsidR="00610870">
        <w:rPr>
          <w:rtl/>
        </w:rPr>
        <w:t>،</w:t>
      </w:r>
      <w:r w:rsidRPr="002A0058">
        <w:rPr>
          <w:rtl/>
        </w:rPr>
        <w:t xml:space="preserve"> والكشي</w:t>
      </w:r>
      <w:r w:rsidR="00610870">
        <w:rPr>
          <w:rtl/>
        </w:rPr>
        <w:t>،</w:t>
      </w:r>
      <w:r w:rsidRPr="002A0058">
        <w:rPr>
          <w:rtl/>
        </w:rPr>
        <w:t xml:space="preserve"> والشيخ الطوسي</w:t>
      </w:r>
      <w:r w:rsidR="00610870">
        <w:rPr>
          <w:rtl/>
        </w:rPr>
        <w:t>،</w:t>
      </w:r>
      <w:r w:rsidRPr="002A0058">
        <w:rPr>
          <w:rtl/>
        </w:rPr>
        <w:t xml:space="preserve"> والعلاَّمة وغيرهم</w:t>
      </w:r>
      <w:r w:rsidR="00610870">
        <w:rPr>
          <w:rtl/>
        </w:rPr>
        <w:t>،</w:t>
      </w:r>
      <w:r w:rsidRPr="002A0058">
        <w:rPr>
          <w:rtl/>
        </w:rPr>
        <w:t xml:space="preserve"> هو من باب الشهادة</w:t>
      </w:r>
      <w:r w:rsidR="00610870">
        <w:rPr>
          <w:rtl/>
        </w:rPr>
        <w:t>،</w:t>
      </w:r>
      <w:r w:rsidRPr="002A0058">
        <w:rPr>
          <w:rtl/>
        </w:rPr>
        <w:t xml:space="preserve"> أو أنَّه من باب الرجوع إلى الخبرة وأهل الفن؟ لأنَّهم كانوا من فحول علم الرجال</w:t>
      </w:r>
      <w:r w:rsidR="00610870">
        <w:rPr>
          <w:rtl/>
        </w:rPr>
        <w:t>،</w:t>
      </w:r>
      <w:r w:rsidRPr="002A0058">
        <w:rPr>
          <w:rtl/>
        </w:rPr>
        <w:t xml:space="preserve"> وفطاحل فيه.</w:t>
      </w:r>
    </w:p>
    <w:p w:rsidR="0076266C" w:rsidRDefault="00E07DFB" w:rsidP="00065D03">
      <w:pPr>
        <w:pStyle w:val="libNormal"/>
        <w:rPr>
          <w:rtl/>
        </w:rPr>
      </w:pPr>
      <w:r w:rsidRPr="00065D03">
        <w:rPr>
          <w:rtl/>
        </w:rPr>
        <w:t>فإذا كان الرجوع إلى قول الرجالي من باب الشهادة</w:t>
      </w:r>
      <w:r w:rsidR="00610870">
        <w:rPr>
          <w:rtl/>
        </w:rPr>
        <w:t>،</w:t>
      </w:r>
      <w:r w:rsidRPr="00065D03">
        <w:rPr>
          <w:rtl/>
        </w:rPr>
        <w:t xml:space="preserve"> كانت عدالة الشاهد لازمة</w:t>
      </w:r>
      <w:r w:rsidR="00610870">
        <w:rPr>
          <w:rtl/>
        </w:rPr>
        <w:t>،</w:t>
      </w:r>
      <w:r w:rsidRPr="00065D03">
        <w:rPr>
          <w:rtl/>
        </w:rPr>
        <w:t xml:space="preserve"> وأحياناً يُؤخذ التعدُّد أيضاً بنظر الاعتبار</w:t>
      </w:r>
      <w:r w:rsidR="00610870">
        <w:rPr>
          <w:rtl/>
        </w:rPr>
        <w:t>،</w:t>
      </w:r>
      <w:r w:rsidRPr="00065D03">
        <w:rPr>
          <w:rtl/>
        </w:rPr>
        <w:t xml:space="preserve"> لكن إذا كان من باب الرجوع إلى الخبرة أيضاً</w:t>
      </w:r>
      <w:r w:rsidR="00610870">
        <w:rPr>
          <w:rtl/>
        </w:rPr>
        <w:t>؛</w:t>
      </w:r>
      <w:r w:rsidRPr="00065D03">
        <w:rPr>
          <w:rtl/>
        </w:rPr>
        <w:t xml:space="preserve"> ذلك لأنَّ المعيار والميزان في الرجوع إلى ذي الخبرة هو الاطمئنان</w:t>
      </w:r>
      <w:r w:rsidR="00610870">
        <w:rPr>
          <w:rtl/>
        </w:rPr>
        <w:t>.</w:t>
      </w:r>
      <w:r w:rsidRPr="00065D03">
        <w:rPr>
          <w:rtl/>
        </w:rPr>
        <w:t xml:space="preserve"> نعم</w:t>
      </w:r>
      <w:r w:rsidR="00610870">
        <w:rPr>
          <w:rtl/>
        </w:rPr>
        <w:t>،</w:t>
      </w:r>
      <w:r w:rsidRPr="00065D03">
        <w:rPr>
          <w:rtl/>
        </w:rPr>
        <w:t xml:space="preserve"> من حيث المهارة والتخصُّص</w:t>
      </w:r>
      <w:r w:rsidR="00610870">
        <w:rPr>
          <w:rtl/>
        </w:rPr>
        <w:t>،</w:t>
      </w:r>
      <w:r w:rsidRPr="00065D03">
        <w:rPr>
          <w:rtl/>
        </w:rPr>
        <w:t xml:space="preserve"> لا بد من أن يكون في مستوى يجعل قوله مطمئَناً</w:t>
      </w:r>
      <w:r w:rsidR="00610870">
        <w:rPr>
          <w:rtl/>
        </w:rPr>
        <w:t>،</w:t>
      </w:r>
      <w:r w:rsidRPr="00065D03">
        <w:rPr>
          <w:rtl/>
        </w:rPr>
        <w:t xml:space="preserve"> كالاعتماد على الطبيب الماهر والمتخصِّص حتى لو لم يكن مسلماً</w:t>
      </w:r>
      <w:r w:rsidR="00610870">
        <w:rPr>
          <w:rtl/>
        </w:rPr>
        <w:t>،</w:t>
      </w:r>
      <w:r w:rsidRPr="00065D03">
        <w:rPr>
          <w:rtl/>
        </w:rPr>
        <w:t xml:space="preserve"> وكمراجعة المقوِّم ليعيِّن قيمة البضاعة.</w:t>
      </w:r>
    </w:p>
    <w:p w:rsidR="0076266C" w:rsidRDefault="0076266C" w:rsidP="00E5125A">
      <w:pPr>
        <w:pStyle w:val="libNormal"/>
        <w:rPr>
          <w:rtl/>
        </w:rPr>
      </w:pPr>
      <w:r>
        <w:rPr>
          <w:rtl/>
        </w:rPr>
        <w:br w:type="page"/>
      </w:r>
    </w:p>
    <w:p w:rsidR="00E07DFB" w:rsidRPr="002A0058" w:rsidRDefault="00E07DFB" w:rsidP="002A0058">
      <w:pPr>
        <w:pStyle w:val="libNormal"/>
        <w:rPr>
          <w:rtl/>
        </w:rPr>
      </w:pPr>
      <w:r w:rsidRPr="002A0058">
        <w:rPr>
          <w:rtl/>
        </w:rPr>
        <w:lastRenderedPageBreak/>
        <w:t>صاحب</w:t>
      </w:r>
      <w:r w:rsidRPr="00313984">
        <w:rPr>
          <w:rStyle w:val="libBold1Char"/>
          <w:rtl/>
        </w:rPr>
        <w:t xml:space="preserve"> المعالم</w:t>
      </w:r>
      <w:r w:rsidRPr="002A0058">
        <w:rPr>
          <w:rtl/>
        </w:rPr>
        <w:t xml:space="preserve"> يعتقد أنَّ الراوي الذي يشكِّل قوله حُجَّة هو الذي يزكِّيه عدلان</w:t>
      </w:r>
      <w:r w:rsidR="00610870">
        <w:rPr>
          <w:rtl/>
        </w:rPr>
        <w:t>.</w:t>
      </w:r>
      <w:r w:rsidRPr="002A0058">
        <w:rPr>
          <w:rtl/>
        </w:rPr>
        <w:t xml:space="preserve"> فهو يرى أنَّ الخبر الصحيح هو ما أخبر به الراوي العادل</w:t>
      </w:r>
      <w:r w:rsidR="00610870">
        <w:rPr>
          <w:rtl/>
        </w:rPr>
        <w:t>؛</w:t>
      </w:r>
      <w:r w:rsidRPr="002A0058">
        <w:rPr>
          <w:rtl/>
        </w:rPr>
        <w:t xml:space="preserve"> لأنَّه يرى أن حُجِّـيَّة قول الرجالي تكون من باب الشهادة.</w:t>
      </w:r>
    </w:p>
    <w:p w:rsidR="00E07DFB" w:rsidRPr="00065D03" w:rsidRDefault="00E07DFB" w:rsidP="00065D03">
      <w:pPr>
        <w:pStyle w:val="libNormal"/>
        <w:rPr>
          <w:rtl/>
        </w:rPr>
      </w:pPr>
      <w:r w:rsidRPr="00065D03">
        <w:rPr>
          <w:rtl/>
        </w:rPr>
        <w:t>وفي مقابل ذلك</w:t>
      </w:r>
      <w:r w:rsidR="00610870">
        <w:rPr>
          <w:rtl/>
        </w:rPr>
        <w:t>،</w:t>
      </w:r>
      <w:r w:rsidRPr="00065D03">
        <w:rPr>
          <w:rtl/>
        </w:rPr>
        <w:t xml:space="preserve"> فإنَّ آية الله العظمى البروجردي يرى أنَّ الرجوع إلى أقوال الرجاليين هو من باب الرجوع إلى أهل الخبرة والفن</w:t>
      </w:r>
      <w:r w:rsidR="00610870">
        <w:rPr>
          <w:rtl/>
        </w:rPr>
        <w:t>،</w:t>
      </w:r>
      <w:r w:rsidRPr="00065D03">
        <w:rPr>
          <w:rtl/>
        </w:rPr>
        <w:t xml:space="preserve"> فيقول: إنَّ النجاشي والكشي وغيرهما</w:t>
      </w:r>
      <w:r w:rsidR="00610870">
        <w:rPr>
          <w:rtl/>
        </w:rPr>
        <w:t>،</w:t>
      </w:r>
      <w:r w:rsidRPr="00065D03">
        <w:rPr>
          <w:rtl/>
        </w:rPr>
        <w:t xml:space="preserve"> صاروا خبراء في معرفة رجال الحديث لكثرة ممارستهم في تراجم الرجال</w:t>
      </w:r>
      <w:r w:rsidR="00610870">
        <w:rPr>
          <w:rtl/>
        </w:rPr>
        <w:t>،</w:t>
      </w:r>
      <w:r w:rsidRPr="00065D03">
        <w:rPr>
          <w:rtl/>
        </w:rPr>
        <w:t xml:space="preserve"> وقرب زمانهم من زمان رواة الحديث</w:t>
      </w:r>
      <w:r w:rsidR="00610870">
        <w:rPr>
          <w:rtl/>
        </w:rPr>
        <w:t>،</w:t>
      </w:r>
      <w:r w:rsidRPr="00065D03">
        <w:rPr>
          <w:rtl/>
        </w:rPr>
        <w:t xml:space="preserve"> ومن القرائن الموجودة لديهم</w:t>
      </w:r>
      <w:r w:rsidR="00610870">
        <w:rPr>
          <w:rtl/>
        </w:rPr>
        <w:t>،</w:t>
      </w:r>
      <w:r w:rsidRPr="00065D03">
        <w:rPr>
          <w:rtl/>
        </w:rPr>
        <w:t xml:space="preserve"> وبما أنَّ الميزان هو حصول الاطمئنان</w:t>
      </w:r>
      <w:r w:rsidR="00610870">
        <w:rPr>
          <w:rtl/>
        </w:rPr>
        <w:t>،</w:t>
      </w:r>
      <w:r w:rsidRPr="00065D03">
        <w:rPr>
          <w:rtl/>
        </w:rPr>
        <w:t xml:space="preserve"> لهذا فإنَّ ما نقله أولئك العظماء</w:t>
      </w:r>
      <w:r w:rsidR="00610870">
        <w:rPr>
          <w:rtl/>
        </w:rPr>
        <w:t>،</w:t>
      </w:r>
      <w:r w:rsidRPr="00065D03">
        <w:rPr>
          <w:rtl/>
        </w:rPr>
        <w:t xml:space="preserve"> يبعث على الاطمئنان لخبرتهم.</w:t>
      </w:r>
    </w:p>
    <w:p w:rsidR="00E07DFB" w:rsidRPr="00313984" w:rsidRDefault="00E07DFB" w:rsidP="00313984">
      <w:pPr>
        <w:pStyle w:val="libBold1"/>
        <w:rPr>
          <w:rtl/>
        </w:rPr>
      </w:pPr>
      <w:r w:rsidRPr="00313984">
        <w:rPr>
          <w:rtl/>
        </w:rPr>
        <w:t>* استناداً إلى ما مرَّ</w:t>
      </w:r>
      <w:r w:rsidR="00610870">
        <w:rPr>
          <w:rtl/>
        </w:rPr>
        <w:t>،</w:t>
      </w:r>
      <w:r w:rsidRPr="00313984">
        <w:rPr>
          <w:rtl/>
        </w:rPr>
        <w:t xml:space="preserve"> فإنَّ الرجوع إلى أقوال الرجاليين هو من باب رجوع العقلاء إلى أهل الفن والخبرة</w:t>
      </w:r>
      <w:r w:rsidR="00610870">
        <w:rPr>
          <w:rtl/>
        </w:rPr>
        <w:t>.</w:t>
      </w:r>
      <w:r w:rsidRPr="00313984">
        <w:rPr>
          <w:rtl/>
        </w:rPr>
        <w:t xml:space="preserve"> وهنا يطرح سؤال آخر</w:t>
      </w:r>
      <w:r w:rsidR="00610870">
        <w:rPr>
          <w:rtl/>
        </w:rPr>
        <w:t>،</w:t>
      </w:r>
      <w:r w:rsidRPr="00313984">
        <w:rPr>
          <w:rtl/>
        </w:rPr>
        <w:t xml:space="preserve"> وهو: إذا كان الرجوع إلى أقوال الرجاليين من باب رجوع العقلاء إلى أهل الفن والخبرة</w:t>
      </w:r>
      <w:r w:rsidR="00610870">
        <w:rPr>
          <w:rtl/>
        </w:rPr>
        <w:t>،</w:t>
      </w:r>
      <w:r w:rsidRPr="00313984">
        <w:rPr>
          <w:rtl/>
        </w:rPr>
        <w:t xml:space="preserve"> عندئذٍ ينبغي ألاَّ نُفرِّق بين شهادة الرجاليين</w:t>
      </w:r>
      <w:r w:rsidR="00610870">
        <w:rPr>
          <w:rtl/>
        </w:rPr>
        <w:t>،</w:t>
      </w:r>
      <w:r w:rsidRPr="00313984">
        <w:rPr>
          <w:rtl/>
        </w:rPr>
        <w:t xml:space="preserve"> أي أنَّه لا ينبغي أن يكون هناك فرق بين شهادة العلاَّمة والنجاشي</w:t>
      </w:r>
      <w:r w:rsidR="00610870">
        <w:rPr>
          <w:rtl/>
        </w:rPr>
        <w:t>؛</w:t>
      </w:r>
      <w:r w:rsidRPr="00313984">
        <w:rPr>
          <w:rtl/>
        </w:rPr>
        <w:t xml:space="preserve"> لأنَّ كليهما من أهل الفن في معرفة الرجال؟</w:t>
      </w:r>
    </w:p>
    <w:p w:rsidR="0076266C" w:rsidRDefault="00E07DFB" w:rsidP="002A0058">
      <w:pPr>
        <w:pStyle w:val="libNormal"/>
        <w:rPr>
          <w:rtl/>
        </w:rPr>
      </w:pPr>
      <w:r w:rsidRPr="00313984">
        <w:rPr>
          <w:rStyle w:val="libBold1Char"/>
          <w:rtl/>
        </w:rPr>
        <w:t>الشيخ النوري:</w:t>
      </w:r>
      <w:r w:rsidRPr="002A0058">
        <w:rPr>
          <w:rtl/>
        </w:rPr>
        <w:t xml:space="preserve"> رغم أنَّ الرجوع إلى أقوال الرجاليين هو من باب الرجوع إلى إلى الفن والخبرة</w:t>
      </w:r>
      <w:r w:rsidR="00610870">
        <w:rPr>
          <w:rtl/>
        </w:rPr>
        <w:t>،</w:t>
      </w:r>
      <w:r w:rsidRPr="002A0058">
        <w:rPr>
          <w:rtl/>
        </w:rPr>
        <w:t xml:space="preserve"> فإنَّ الكلام هو في تفاوت الخبرات</w:t>
      </w:r>
      <w:r w:rsidR="00610870">
        <w:rPr>
          <w:rtl/>
        </w:rPr>
        <w:t>،</w:t>
      </w:r>
      <w:r w:rsidRPr="002A0058">
        <w:rPr>
          <w:rtl/>
        </w:rPr>
        <w:t xml:space="preserve"> وهل يُميَّز ويُرجَّح قول بعضهم على بعضهم الآخر أو لا؟ بطبيعة الحال الإجابة بالإثبات</w:t>
      </w:r>
      <w:r w:rsidR="00610870">
        <w:rPr>
          <w:rtl/>
        </w:rPr>
        <w:t>؛</w:t>
      </w:r>
      <w:r w:rsidRPr="002A0058">
        <w:rPr>
          <w:rtl/>
        </w:rPr>
        <w:t xml:space="preserve"> لأنَّ للخبراء مراتب</w:t>
      </w:r>
      <w:r w:rsidR="00610870">
        <w:rPr>
          <w:rtl/>
        </w:rPr>
        <w:t>،</w:t>
      </w:r>
      <w:r w:rsidRPr="002A0058">
        <w:rPr>
          <w:rtl/>
        </w:rPr>
        <w:t xml:space="preserve"> كما أنَّ للعلم والظن مراتب</w:t>
      </w:r>
      <w:r w:rsidR="00610870">
        <w:rPr>
          <w:rtl/>
        </w:rPr>
        <w:t>.</w:t>
      </w:r>
      <w:r w:rsidRPr="002A0058">
        <w:rPr>
          <w:rtl/>
        </w:rPr>
        <w:t xml:space="preserve"> فقول أمثال النجاشي يعطي اطمئناناً أكثر.</w:t>
      </w:r>
    </w:p>
    <w:p w:rsidR="0076266C" w:rsidRDefault="0076266C" w:rsidP="00E5125A">
      <w:pPr>
        <w:pStyle w:val="libNormal"/>
        <w:rPr>
          <w:rtl/>
        </w:rPr>
      </w:pPr>
      <w:r>
        <w:rPr>
          <w:rtl/>
        </w:rPr>
        <w:br w:type="page"/>
      </w:r>
    </w:p>
    <w:p w:rsidR="00E07DFB" w:rsidRPr="00313984" w:rsidRDefault="00E07DFB" w:rsidP="00313984">
      <w:pPr>
        <w:pStyle w:val="libBold1"/>
        <w:rPr>
          <w:rtl/>
        </w:rPr>
      </w:pPr>
      <w:r w:rsidRPr="00313984">
        <w:rPr>
          <w:rtl/>
        </w:rPr>
        <w:lastRenderedPageBreak/>
        <w:t>* هل المعيار في باب جرح الراوي وتعديله أمر تعبُّدي أو عقلائي؟ وإذا كان عقلائياً</w:t>
      </w:r>
      <w:r w:rsidR="00610870">
        <w:rPr>
          <w:rtl/>
        </w:rPr>
        <w:t>،</w:t>
      </w:r>
      <w:r w:rsidRPr="00313984">
        <w:rPr>
          <w:rtl/>
        </w:rPr>
        <w:t xml:space="preserve"> فهل يمكن تخطِّي المعيار المذكور في كُتب الرجال؟ وإذا كان التعدِّي أمراً جائزاً</w:t>
      </w:r>
      <w:r w:rsidR="00610870">
        <w:rPr>
          <w:rtl/>
        </w:rPr>
        <w:t xml:space="preserve"> - </w:t>
      </w:r>
      <w:r w:rsidRPr="00313984">
        <w:rPr>
          <w:rtl/>
        </w:rPr>
        <w:t>كما يقول الشيخ في المعيار في باب التعادل والتراجيح</w:t>
      </w:r>
      <w:r w:rsidR="00610870">
        <w:rPr>
          <w:rtl/>
        </w:rPr>
        <w:t xml:space="preserve"> - </w:t>
      </w:r>
      <w:r w:rsidRPr="00313984">
        <w:rPr>
          <w:rtl/>
        </w:rPr>
        <w:t>فما تفسير الجمود على الشهادة والثقة؟</w:t>
      </w:r>
    </w:p>
    <w:p w:rsidR="00E07DFB" w:rsidRPr="002A0058" w:rsidRDefault="00E07DFB" w:rsidP="002A0058">
      <w:pPr>
        <w:pStyle w:val="libNormal"/>
        <w:rPr>
          <w:rtl/>
        </w:rPr>
      </w:pPr>
      <w:r w:rsidRPr="00313984">
        <w:rPr>
          <w:rStyle w:val="libBold1Char"/>
          <w:rtl/>
        </w:rPr>
        <w:t>الشيخ النوري:</w:t>
      </w:r>
      <w:r w:rsidRPr="002A0058">
        <w:rPr>
          <w:rtl/>
        </w:rPr>
        <w:t xml:space="preserve"> ظاهراً ليس هذا بأمر تعبُّدي</w:t>
      </w:r>
      <w:r w:rsidR="00610870">
        <w:rPr>
          <w:rtl/>
        </w:rPr>
        <w:t>؛</w:t>
      </w:r>
      <w:r w:rsidRPr="002A0058">
        <w:rPr>
          <w:rtl/>
        </w:rPr>
        <w:t xml:space="preserve"> لأنَّ المعيار في حُجِّـيَّة خبر الواحد هو رأي العقلاء</w:t>
      </w:r>
      <w:r w:rsidR="00610870">
        <w:rPr>
          <w:rtl/>
        </w:rPr>
        <w:t>،</w:t>
      </w:r>
      <w:r w:rsidRPr="002A0058">
        <w:rPr>
          <w:rtl/>
        </w:rPr>
        <w:t xml:space="preserve"> ورأي العقلاء في الحياة هو العمل بأيِّ خبرٍ يُوجب حصول الاطمئنان</w:t>
      </w:r>
      <w:r w:rsidR="00610870">
        <w:rPr>
          <w:rtl/>
        </w:rPr>
        <w:t>،</w:t>
      </w:r>
      <w:r w:rsidRPr="002A0058">
        <w:rPr>
          <w:rtl/>
        </w:rPr>
        <w:t xml:space="preserve"> واعتباره حُجَّة</w:t>
      </w:r>
      <w:r w:rsidR="00610870">
        <w:rPr>
          <w:rtl/>
        </w:rPr>
        <w:t>.</w:t>
      </w:r>
      <w:r w:rsidRPr="002A0058">
        <w:rPr>
          <w:rtl/>
        </w:rPr>
        <w:t xml:space="preserve"> والحُجَّة هي ما يحتج به العبد على مولاه وبالعكس</w:t>
      </w:r>
      <w:r w:rsidR="00610870">
        <w:rPr>
          <w:rtl/>
        </w:rPr>
        <w:t>،</w:t>
      </w:r>
      <w:r w:rsidRPr="002A0058">
        <w:rPr>
          <w:rtl/>
        </w:rPr>
        <w:t xml:space="preserve"> فإذا خالف العبد احتج عليه المولى أنْ لماذا خالفتْ؟</w:t>
      </w:r>
    </w:p>
    <w:p w:rsidR="00E07DFB" w:rsidRPr="00065D03" w:rsidRDefault="00E07DFB" w:rsidP="00065D03">
      <w:pPr>
        <w:pStyle w:val="libNormal"/>
        <w:rPr>
          <w:rtl/>
        </w:rPr>
      </w:pPr>
      <w:r w:rsidRPr="00065D03">
        <w:rPr>
          <w:rtl/>
        </w:rPr>
        <w:t>فالعقلاء بنوا على أساس أنَّ خبر الثقة حُجَّة</w:t>
      </w:r>
      <w:r w:rsidR="00610870">
        <w:rPr>
          <w:rtl/>
        </w:rPr>
        <w:t>،</w:t>
      </w:r>
      <w:r w:rsidRPr="00065D03">
        <w:rPr>
          <w:rtl/>
        </w:rPr>
        <w:t xml:space="preserve"> لهذا إذا تعارض خبران أو أكثر نرجِّح الأكثر إثارةً للاطمئنان.</w:t>
      </w:r>
    </w:p>
    <w:p w:rsidR="00E07DFB" w:rsidRPr="00313984" w:rsidRDefault="00E07DFB" w:rsidP="00313984">
      <w:pPr>
        <w:pStyle w:val="libBold1"/>
        <w:rPr>
          <w:rtl/>
        </w:rPr>
      </w:pPr>
      <w:r w:rsidRPr="00313984">
        <w:rPr>
          <w:rtl/>
        </w:rPr>
        <w:t>* ما هو تفسير الجمود على ألفاظ الرجاليين في الشهادة والتوثيق؟ فهناك أشخاص مثل إبراهيم بن هاشم الذي قيل فيه: (إنَّه أول مَن نشر حديث الكوفيِّين في قم)</w:t>
      </w:r>
      <w:r w:rsidR="00610870">
        <w:rPr>
          <w:rtl/>
        </w:rPr>
        <w:t>،</w:t>
      </w:r>
      <w:r w:rsidRPr="00313984">
        <w:rPr>
          <w:rtl/>
        </w:rPr>
        <w:t xml:space="preserve"> لكن الرجاليين لا يشهدون بأنَّه ثقة</w:t>
      </w:r>
      <w:r w:rsidR="00610870">
        <w:rPr>
          <w:rtl/>
        </w:rPr>
        <w:t>،</w:t>
      </w:r>
      <w:r w:rsidRPr="00313984">
        <w:rPr>
          <w:rtl/>
        </w:rPr>
        <w:t xml:space="preserve"> فهل يكفي ذلك لنفي صحَّة أحاديثه؟</w:t>
      </w:r>
    </w:p>
    <w:p w:rsidR="0076266C" w:rsidRDefault="00E07DFB" w:rsidP="002A0058">
      <w:pPr>
        <w:pStyle w:val="libNormal"/>
        <w:rPr>
          <w:rtl/>
        </w:rPr>
      </w:pPr>
      <w:r w:rsidRPr="00313984">
        <w:rPr>
          <w:rStyle w:val="libBold1Char"/>
          <w:rtl/>
        </w:rPr>
        <w:t xml:space="preserve">الشيخ النوري: </w:t>
      </w:r>
      <w:r w:rsidRPr="002A0058">
        <w:rPr>
          <w:rtl/>
        </w:rPr>
        <w:t>هنا توجد عدة أمور: الشهادة ليست ميزاناً</w:t>
      </w:r>
      <w:r w:rsidR="00610870">
        <w:rPr>
          <w:rtl/>
        </w:rPr>
        <w:t>،</w:t>
      </w:r>
      <w:r w:rsidRPr="002A0058">
        <w:rPr>
          <w:rtl/>
        </w:rPr>
        <w:t xml:space="preserve"> بل الرجوع إلى أهل الخبرة هو الميزان</w:t>
      </w:r>
      <w:r w:rsidR="00610870">
        <w:rPr>
          <w:rtl/>
        </w:rPr>
        <w:t>،</w:t>
      </w:r>
      <w:r w:rsidRPr="002A0058">
        <w:rPr>
          <w:rtl/>
        </w:rPr>
        <w:t xml:space="preserve"> وبتعبير المناطقة: هناك (كبرى) و(صغرى)</w:t>
      </w:r>
      <w:r w:rsidR="00610870">
        <w:rPr>
          <w:rtl/>
        </w:rPr>
        <w:t>.</w:t>
      </w:r>
      <w:r w:rsidRPr="002A0058">
        <w:rPr>
          <w:rtl/>
        </w:rPr>
        <w:t xml:space="preserve"> الكبرى</w:t>
      </w:r>
      <w:r w:rsidR="00610870">
        <w:rPr>
          <w:rtl/>
        </w:rPr>
        <w:t>،</w:t>
      </w:r>
      <w:r w:rsidRPr="002A0058">
        <w:rPr>
          <w:rtl/>
        </w:rPr>
        <w:t xml:space="preserve"> هي: </w:t>
      </w:r>
      <w:r w:rsidRPr="00313984">
        <w:rPr>
          <w:rStyle w:val="libBold1Char"/>
          <w:rtl/>
        </w:rPr>
        <w:t>كل خبر يبعث على الاطمئنان حسب رأي العقلاء</w:t>
      </w:r>
      <w:r w:rsidR="00610870">
        <w:rPr>
          <w:rtl/>
        </w:rPr>
        <w:t>،</w:t>
      </w:r>
      <w:r w:rsidRPr="002A0058">
        <w:rPr>
          <w:rtl/>
        </w:rPr>
        <w:t xml:space="preserve"> والصغرى</w:t>
      </w:r>
      <w:r w:rsidR="00610870">
        <w:rPr>
          <w:rtl/>
        </w:rPr>
        <w:t>،</w:t>
      </w:r>
      <w:r w:rsidRPr="002A0058">
        <w:rPr>
          <w:rtl/>
        </w:rPr>
        <w:t xml:space="preserve"> هي: </w:t>
      </w:r>
      <w:r w:rsidRPr="00313984">
        <w:rPr>
          <w:rStyle w:val="libBold1Char"/>
          <w:rtl/>
        </w:rPr>
        <w:t>الخبر الذي يكون راويه عادلاً وإمامياً وصحيحاً</w:t>
      </w:r>
      <w:r w:rsidR="00610870">
        <w:rPr>
          <w:rtl/>
        </w:rPr>
        <w:t>.</w:t>
      </w:r>
      <w:r w:rsidRPr="002A0058">
        <w:rPr>
          <w:rtl/>
        </w:rPr>
        <w:t xml:space="preserve"> وإذا لم يكن راويه عدلاً إمامياً</w:t>
      </w:r>
      <w:r w:rsidR="00610870">
        <w:rPr>
          <w:rtl/>
        </w:rPr>
        <w:t>،</w:t>
      </w:r>
      <w:r w:rsidRPr="002A0058">
        <w:rPr>
          <w:rtl/>
        </w:rPr>
        <w:t xml:space="preserve"> بل كان فطحياً وناووسياً وواقفياً</w:t>
      </w:r>
      <w:r w:rsidR="00610870">
        <w:rPr>
          <w:rtl/>
        </w:rPr>
        <w:t>،</w:t>
      </w:r>
      <w:r w:rsidRPr="002A0058">
        <w:rPr>
          <w:rtl/>
        </w:rPr>
        <w:t xml:space="preserve"> وكان خبره يوجب الاطمئنان فهو حُجَّة</w:t>
      </w:r>
      <w:r w:rsidR="00610870">
        <w:rPr>
          <w:rtl/>
        </w:rPr>
        <w:t>.</w:t>
      </w:r>
      <w:r w:rsidRPr="002A0058">
        <w:rPr>
          <w:rtl/>
        </w:rPr>
        <w:t xml:space="preserve"> فالعدالة ليست مِلاكاً</w:t>
      </w:r>
      <w:r w:rsidR="00610870">
        <w:rPr>
          <w:rtl/>
        </w:rPr>
        <w:t>،</w:t>
      </w:r>
      <w:r w:rsidRPr="002A0058">
        <w:rPr>
          <w:rtl/>
        </w:rPr>
        <w:t xml:space="preserve"> بل الوثاقة هي المعيار.</w:t>
      </w:r>
    </w:p>
    <w:p w:rsidR="0076266C" w:rsidRDefault="0076266C" w:rsidP="00E5125A">
      <w:pPr>
        <w:pStyle w:val="libNormal"/>
        <w:rPr>
          <w:rtl/>
        </w:rPr>
      </w:pPr>
      <w:r>
        <w:rPr>
          <w:rtl/>
        </w:rPr>
        <w:br w:type="page"/>
      </w:r>
    </w:p>
    <w:p w:rsidR="00E07DFB" w:rsidRPr="00065D03" w:rsidRDefault="00E07DFB" w:rsidP="0076266C">
      <w:pPr>
        <w:pStyle w:val="libNormal"/>
        <w:rPr>
          <w:rtl/>
        </w:rPr>
      </w:pPr>
      <w:r w:rsidRPr="00065D03">
        <w:rPr>
          <w:rtl/>
        </w:rPr>
        <w:lastRenderedPageBreak/>
        <w:t>إذاً</w:t>
      </w:r>
      <w:r w:rsidR="00610870">
        <w:rPr>
          <w:rtl/>
        </w:rPr>
        <w:t>،</w:t>
      </w:r>
      <w:r w:rsidRPr="00065D03">
        <w:rPr>
          <w:rtl/>
        </w:rPr>
        <w:t xml:space="preserve"> فكل خبر كان قول راويه موجباً للاطمئنان فهو حُجَّة</w:t>
      </w:r>
      <w:r w:rsidR="00610870">
        <w:rPr>
          <w:rtl/>
        </w:rPr>
        <w:t>.</w:t>
      </w:r>
      <w:r w:rsidRPr="00065D03">
        <w:rPr>
          <w:rtl/>
        </w:rPr>
        <w:t xml:space="preserve"> وفي تقسيم الأحاديث إلى أربع: (صحيح</w:t>
      </w:r>
      <w:r w:rsidR="00610870">
        <w:rPr>
          <w:rtl/>
        </w:rPr>
        <w:t>،</w:t>
      </w:r>
      <w:r w:rsidRPr="00065D03">
        <w:rPr>
          <w:rtl/>
        </w:rPr>
        <w:t xml:space="preserve"> موثَّق</w:t>
      </w:r>
      <w:r w:rsidR="00610870">
        <w:rPr>
          <w:rtl/>
        </w:rPr>
        <w:t>،</w:t>
      </w:r>
      <w:r w:rsidRPr="00065D03">
        <w:rPr>
          <w:rtl/>
        </w:rPr>
        <w:t xml:space="preserve"> حسن</w:t>
      </w:r>
      <w:r w:rsidR="00610870">
        <w:rPr>
          <w:rtl/>
        </w:rPr>
        <w:t>،</w:t>
      </w:r>
      <w:r w:rsidRPr="00065D03">
        <w:rPr>
          <w:rtl/>
        </w:rPr>
        <w:t xml:space="preserve"> ضعيف) لا يُعَد امتداحه فقط مِلاكاً</w:t>
      </w:r>
      <w:r w:rsidR="00610870">
        <w:rPr>
          <w:rtl/>
        </w:rPr>
        <w:t>،</w:t>
      </w:r>
      <w:r w:rsidRPr="00065D03">
        <w:rPr>
          <w:rtl/>
        </w:rPr>
        <w:t xml:space="preserve"> بل يُلحظ أيضاً كونه غير كذَّاب</w:t>
      </w:r>
      <w:r w:rsidR="00610870">
        <w:rPr>
          <w:rtl/>
        </w:rPr>
        <w:t>.</w:t>
      </w:r>
      <w:r w:rsidRPr="00065D03">
        <w:rPr>
          <w:rtl/>
        </w:rPr>
        <w:t xml:space="preserve"> لهذا فالصحيح والموثَّق يوجبان الاطمئنان</w:t>
      </w:r>
      <w:r w:rsidR="00610870">
        <w:rPr>
          <w:rtl/>
        </w:rPr>
        <w:t>،</w:t>
      </w:r>
      <w:r w:rsidRPr="00065D03">
        <w:rPr>
          <w:rtl/>
        </w:rPr>
        <w:t xml:space="preserve"> لكن كونه حسناً لا يوجب الاطمئنان</w:t>
      </w:r>
      <w:r w:rsidR="00610870">
        <w:rPr>
          <w:rtl/>
        </w:rPr>
        <w:t>؛</w:t>
      </w:r>
      <w:r w:rsidRPr="00065D03">
        <w:rPr>
          <w:rtl/>
        </w:rPr>
        <w:t xml:space="preserve"> أي كونه إمامياً ممدوحاً</w:t>
      </w:r>
      <w:r w:rsidR="00610870">
        <w:rPr>
          <w:rtl/>
        </w:rPr>
        <w:t>،</w:t>
      </w:r>
      <w:r w:rsidRPr="00065D03">
        <w:rPr>
          <w:rtl/>
        </w:rPr>
        <w:t xml:space="preserve"> لا يوجب الوثوق</w:t>
      </w:r>
      <w:r w:rsidR="00610870">
        <w:rPr>
          <w:rtl/>
        </w:rPr>
        <w:t>،</w:t>
      </w:r>
      <w:r w:rsidRPr="00065D03">
        <w:rPr>
          <w:rtl/>
        </w:rPr>
        <w:t xml:space="preserve"> بل لا بد من حصول الاطمئنان أيضاً</w:t>
      </w:r>
      <w:r w:rsidR="00610870">
        <w:rPr>
          <w:rtl/>
        </w:rPr>
        <w:t>؛</w:t>
      </w:r>
      <w:r w:rsidRPr="00065D03">
        <w:rPr>
          <w:rtl/>
        </w:rPr>
        <w:t xml:space="preserve"> لهذا فإنَّ الوثوق محدود في صحته وكونه موثَّقاً</w:t>
      </w:r>
      <w:r w:rsidR="00610870">
        <w:rPr>
          <w:rtl/>
        </w:rPr>
        <w:t>،</w:t>
      </w:r>
      <w:r w:rsidRPr="00065D03">
        <w:rPr>
          <w:rtl/>
        </w:rPr>
        <w:t xml:space="preserve"> أي أن يكون عادلاً أو ثقة</w:t>
      </w:r>
      <w:r w:rsidR="00610870">
        <w:rPr>
          <w:rtl/>
        </w:rPr>
        <w:t>.</w:t>
      </w:r>
      <w:r w:rsidRPr="00065D03">
        <w:rPr>
          <w:rtl/>
        </w:rPr>
        <w:t xml:space="preserve"> لهذا إذا كان الخبر في أعلى درجات الضعف</w:t>
      </w:r>
      <w:r w:rsidR="00610870">
        <w:rPr>
          <w:rtl/>
        </w:rPr>
        <w:t>،</w:t>
      </w:r>
      <w:r w:rsidRPr="00065D03">
        <w:rPr>
          <w:rtl/>
        </w:rPr>
        <w:t xml:space="preserve"> لكن فقهاءنا يعملون به</w:t>
      </w:r>
      <w:r w:rsidR="00610870">
        <w:rPr>
          <w:rtl/>
        </w:rPr>
        <w:t>،</w:t>
      </w:r>
      <w:r w:rsidRPr="00065D03">
        <w:rPr>
          <w:rtl/>
        </w:rPr>
        <w:t xml:space="preserve"> نكتشف أن هناك قرائن وجدها الفقهاء جعلتهم يطمئنُّون لصدور الخبر</w:t>
      </w:r>
      <w:r w:rsidR="00610870">
        <w:rPr>
          <w:rtl/>
        </w:rPr>
        <w:t>،</w:t>
      </w:r>
      <w:r w:rsidRPr="00065D03">
        <w:rPr>
          <w:rtl/>
        </w:rPr>
        <w:t xml:space="preserve"> ولهذا عملوا به.</w:t>
      </w:r>
    </w:p>
    <w:p w:rsidR="00E07DFB" w:rsidRPr="00065D03" w:rsidRDefault="00E07DFB" w:rsidP="00065D03">
      <w:pPr>
        <w:pStyle w:val="libNormal"/>
        <w:rPr>
          <w:rtl/>
        </w:rPr>
      </w:pPr>
      <w:r w:rsidRPr="00065D03">
        <w:rPr>
          <w:rtl/>
        </w:rPr>
        <w:t>نعم</w:t>
      </w:r>
      <w:r w:rsidR="00610870">
        <w:rPr>
          <w:rtl/>
        </w:rPr>
        <w:t>،</w:t>
      </w:r>
      <w:r w:rsidRPr="00065D03">
        <w:rPr>
          <w:rtl/>
        </w:rPr>
        <w:t xml:space="preserve"> كان المرحوم السيد الخوئي يشترط وثاقة الراوي من دون غيرها من القرائن</w:t>
      </w:r>
      <w:r w:rsidR="00610870">
        <w:rPr>
          <w:rtl/>
        </w:rPr>
        <w:t>،</w:t>
      </w:r>
      <w:r w:rsidRPr="00065D03">
        <w:rPr>
          <w:rtl/>
        </w:rPr>
        <w:t xml:space="preserve"> كعمل الفقهاء</w:t>
      </w:r>
      <w:r w:rsidR="00610870">
        <w:rPr>
          <w:rtl/>
        </w:rPr>
        <w:t>.</w:t>
      </w:r>
      <w:r w:rsidRPr="00065D03">
        <w:rPr>
          <w:rtl/>
        </w:rPr>
        <w:t xml:space="preserve"> أمَّا آية الله البروجردي</w:t>
      </w:r>
      <w:r w:rsidR="00610870">
        <w:rPr>
          <w:rtl/>
        </w:rPr>
        <w:t>،</w:t>
      </w:r>
      <w:r w:rsidRPr="00065D03">
        <w:rPr>
          <w:rtl/>
        </w:rPr>
        <w:t xml:space="preserve"> فكان يعتقد أنَّ الوثوق بصدور الخبر كافٍ</w:t>
      </w:r>
      <w:r w:rsidR="00610870">
        <w:rPr>
          <w:rtl/>
        </w:rPr>
        <w:t>؛</w:t>
      </w:r>
      <w:r w:rsidRPr="00065D03">
        <w:rPr>
          <w:rtl/>
        </w:rPr>
        <w:t xml:space="preserve"> لهذا إذا كان الخبر في أعلى درجات الصحة</w:t>
      </w:r>
      <w:r w:rsidR="00610870">
        <w:rPr>
          <w:rtl/>
        </w:rPr>
        <w:t>،</w:t>
      </w:r>
      <w:r w:rsidRPr="00065D03">
        <w:rPr>
          <w:rtl/>
        </w:rPr>
        <w:t xml:space="preserve"> لكن أعرض عنه الأصحاب</w:t>
      </w:r>
      <w:r w:rsidR="00610870">
        <w:rPr>
          <w:rtl/>
        </w:rPr>
        <w:t>،</w:t>
      </w:r>
      <w:r w:rsidRPr="00065D03">
        <w:rPr>
          <w:rtl/>
        </w:rPr>
        <w:t xml:space="preserve"> فإنَّه كان لا يعمل به</w:t>
      </w:r>
      <w:r w:rsidR="00610870">
        <w:rPr>
          <w:rtl/>
        </w:rPr>
        <w:t>؛</w:t>
      </w:r>
      <w:r w:rsidRPr="00065D03">
        <w:rPr>
          <w:rtl/>
        </w:rPr>
        <w:t xml:space="preserve"> لأنَّه لا يوجب الوثوق.</w:t>
      </w:r>
    </w:p>
    <w:p w:rsidR="00E07DFB" w:rsidRPr="00065D03" w:rsidRDefault="00E07DFB" w:rsidP="00065D03">
      <w:pPr>
        <w:pStyle w:val="libNormal"/>
        <w:rPr>
          <w:rtl/>
        </w:rPr>
      </w:pPr>
      <w:r w:rsidRPr="00065D03">
        <w:rPr>
          <w:rtl/>
        </w:rPr>
        <w:t>والأساس الذي قام عليه رأي السيد الخوئي هو قوله بموضوعية العدالة والثقة</w:t>
      </w:r>
      <w:r w:rsidR="00610870">
        <w:rPr>
          <w:rtl/>
        </w:rPr>
        <w:t>،</w:t>
      </w:r>
      <w:r w:rsidRPr="00065D03">
        <w:rPr>
          <w:rtl/>
        </w:rPr>
        <w:t xml:space="preserve"> بينما نرى نحن أنَّ المعيار هو حكم العقلاء بكفاية الوثاقة بمضمون الخبر حتى لو كان راويه ضعيفاً.</w:t>
      </w:r>
    </w:p>
    <w:p w:rsidR="0076266C" w:rsidRDefault="00E07DFB" w:rsidP="00283EDA">
      <w:pPr>
        <w:pStyle w:val="libNormal"/>
        <w:rPr>
          <w:rtl/>
        </w:rPr>
      </w:pPr>
      <w:r w:rsidRPr="002A0058">
        <w:rPr>
          <w:rtl/>
        </w:rPr>
        <w:t>أمَّا إبراهيم بن هاشم</w:t>
      </w:r>
      <w:r w:rsidR="00610870">
        <w:rPr>
          <w:rtl/>
        </w:rPr>
        <w:t>،</w:t>
      </w:r>
      <w:r w:rsidRPr="002A0058">
        <w:rPr>
          <w:rtl/>
        </w:rPr>
        <w:t xml:space="preserve"> فالمرحوم البروجردي كان يقول: إنَّه يرفض قول النجاشي أو الكشي عنه من أنَّه: (أول مَن نشر حديث الكوفيين)</w:t>
      </w:r>
      <w:r w:rsidR="00610870">
        <w:rPr>
          <w:rStyle w:val="libBold1Char"/>
          <w:rtl/>
        </w:rPr>
        <w:t>؛</w:t>
      </w:r>
      <w:r w:rsidRPr="002A0058">
        <w:rPr>
          <w:rtl/>
        </w:rPr>
        <w:t xml:space="preserve"> لأنَّ قم كانت مركز العلماء</w:t>
      </w:r>
      <w:r w:rsidR="00610870">
        <w:rPr>
          <w:rtl/>
        </w:rPr>
        <w:t>،</w:t>
      </w:r>
      <w:r w:rsidRPr="002A0058">
        <w:rPr>
          <w:rtl/>
        </w:rPr>
        <w:t xml:space="preserve"> وقد انتشرت أحاديث أهل البيت </w:t>
      </w:r>
      <w:r w:rsidR="00283EDA" w:rsidRPr="00283EDA">
        <w:rPr>
          <w:rStyle w:val="libAlaemChar"/>
          <w:rFonts w:eastAsiaTheme="minorHAnsi"/>
          <w:rtl/>
        </w:rPr>
        <w:t>عليهم‌السلام</w:t>
      </w:r>
      <w:r w:rsidRPr="002A0058">
        <w:rPr>
          <w:rtl/>
        </w:rPr>
        <w:t xml:space="preserve"> فيها قبل إبراهيم بن هاشم</w:t>
      </w:r>
      <w:r w:rsidR="00610870">
        <w:rPr>
          <w:rtl/>
        </w:rPr>
        <w:t>.</w:t>
      </w:r>
      <w:r w:rsidRPr="002A0058">
        <w:rPr>
          <w:rtl/>
        </w:rPr>
        <w:t xml:space="preserve"> فالقمِّـيُّون كانوا يتردَّدون على الأئمة في زمان الإمام الباقر </w:t>
      </w:r>
      <w:r w:rsidR="00283EDA" w:rsidRPr="00283EDA">
        <w:rPr>
          <w:rStyle w:val="libAlaemChar"/>
          <w:rFonts w:eastAsiaTheme="minorHAnsi"/>
          <w:rtl/>
        </w:rPr>
        <w:t>عليه‌السلام</w:t>
      </w:r>
      <w:r w:rsidR="00610870">
        <w:rPr>
          <w:rtl/>
        </w:rPr>
        <w:t>،</w:t>
      </w:r>
      <w:r w:rsidRPr="002A0058">
        <w:rPr>
          <w:rtl/>
        </w:rPr>
        <w:t xml:space="preserve"> وكانوا رواة للحديث قبل إبراهيم بن هاشم</w:t>
      </w:r>
      <w:r w:rsidR="00610870">
        <w:rPr>
          <w:rtl/>
        </w:rPr>
        <w:t>.</w:t>
      </w:r>
      <w:r w:rsidRPr="002A0058">
        <w:rPr>
          <w:rtl/>
        </w:rPr>
        <w:t xml:space="preserve"> فطبق التقسيم الذي وضعه آية الله البروجردي كان إبراهيم بن هاشم من الطبقة السابعة</w:t>
      </w:r>
      <w:r w:rsidR="00610870">
        <w:rPr>
          <w:rtl/>
        </w:rPr>
        <w:t>،</w:t>
      </w:r>
      <w:r w:rsidRPr="002A0058">
        <w:rPr>
          <w:rtl/>
        </w:rPr>
        <w:t xml:space="preserve"> والكليني في الطبقة التاسعة</w:t>
      </w:r>
      <w:r w:rsidR="00610870">
        <w:rPr>
          <w:rtl/>
        </w:rPr>
        <w:t>،</w:t>
      </w:r>
      <w:r w:rsidRPr="002A0058">
        <w:rPr>
          <w:rtl/>
        </w:rPr>
        <w:t xml:space="preserve"> وعلي بن إبراهيم في الطبقة الثامنة</w:t>
      </w:r>
      <w:r w:rsidR="00610870">
        <w:rPr>
          <w:rtl/>
        </w:rPr>
        <w:t>،</w:t>
      </w:r>
      <w:r w:rsidRPr="002A0058">
        <w:rPr>
          <w:rtl/>
        </w:rPr>
        <w:t xml:space="preserve"> وعبد الله بن مسكان وحماد بن عثمان في الطبقة الخامسة</w:t>
      </w:r>
      <w:r w:rsidR="00610870">
        <w:rPr>
          <w:rtl/>
        </w:rPr>
        <w:t>،</w:t>
      </w:r>
      <w:r w:rsidRPr="002A0058">
        <w:rPr>
          <w:rtl/>
        </w:rPr>
        <w:t xml:space="preserve"> وأبي نصير بن البزنطي في الطبقة السادسة</w:t>
      </w:r>
      <w:r w:rsidR="00610870">
        <w:rPr>
          <w:rtl/>
        </w:rPr>
        <w:t>.</w:t>
      </w:r>
      <w:r w:rsidRPr="002A0058">
        <w:rPr>
          <w:rtl/>
        </w:rPr>
        <w:t xml:space="preserve"> وبما أنَّ أهل الطبقتين الخامسة والسادسة كانوا يتردَّدون على الأئمة المعصومين </w:t>
      </w:r>
      <w:r w:rsidR="00283EDA" w:rsidRPr="00283EDA">
        <w:rPr>
          <w:rStyle w:val="libAlaemChar"/>
          <w:rFonts w:eastAsiaTheme="minorHAnsi"/>
          <w:rtl/>
        </w:rPr>
        <w:t>عليهم‌السلام</w:t>
      </w:r>
      <w:r w:rsidRPr="002A0058">
        <w:rPr>
          <w:rtl/>
        </w:rPr>
        <w:t xml:space="preserve"> في المدينة والكوفة</w:t>
      </w:r>
      <w:r w:rsidR="00610870">
        <w:rPr>
          <w:rtl/>
        </w:rPr>
        <w:t>؛</w:t>
      </w:r>
      <w:r w:rsidRPr="002A0058">
        <w:rPr>
          <w:rtl/>
        </w:rPr>
        <w:t xml:space="preserve"> لذا لا يمكن القول: إنَّ أول من نشر حديث الكوفيين في قم هو إبراهيم بن هاشم.</w:t>
      </w:r>
    </w:p>
    <w:p w:rsidR="0076266C" w:rsidRDefault="0076266C" w:rsidP="00E5125A">
      <w:pPr>
        <w:pStyle w:val="libNormal"/>
        <w:rPr>
          <w:rtl/>
        </w:rPr>
      </w:pPr>
      <w:r>
        <w:rPr>
          <w:rtl/>
        </w:rPr>
        <w:br w:type="page"/>
      </w:r>
    </w:p>
    <w:p w:rsidR="00E07DFB" w:rsidRPr="002A0058" w:rsidRDefault="00E07DFB" w:rsidP="002A0058">
      <w:pPr>
        <w:pStyle w:val="libNormal"/>
        <w:rPr>
          <w:rtl/>
        </w:rPr>
      </w:pPr>
      <w:r w:rsidRPr="002A0058">
        <w:rPr>
          <w:rtl/>
        </w:rPr>
        <w:lastRenderedPageBreak/>
        <w:t>من ناحية أخرى</w:t>
      </w:r>
      <w:r w:rsidR="00610870">
        <w:rPr>
          <w:rtl/>
        </w:rPr>
        <w:t>،</w:t>
      </w:r>
      <w:r w:rsidRPr="002A0058">
        <w:rPr>
          <w:rtl/>
        </w:rPr>
        <w:t xml:space="preserve"> فإنَّ جميع الروايات التي نقلها إبراهيم بن هاشم معروفة</w:t>
      </w:r>
      <w:r w:rsidR="00610870">
        <w:rPr>
          <w:rtl/>
        </w:rPr>
        <w:t>،</w:t>
      </w:r>
      <w:r w:rsidRPr="002A0058">
        <w:rPr>
          <w:rtl/>
        </w:rPr>
        <w:t xml:space="preserve"> وقد ذكرته في كتابي </w:t>
      </w:r>
      <w:r w:rsidRPr="00313984">
        <w:rPr>
          <w:rStyle w:val="libBold1Char"/>
          <w:rtl/>
        </w:rPr>
        <w:t>(الطبقات والثقات)</w:t>
      </w:r>
      <w:r w:rsidRPr="002A0058">
        <w:rPr>
          <w:rtl/>
        </w:rPr>
        <w:t xml:space="preserve"> الذي ألَّفته في زمان المرحوم البروجردي.</w:t>
      </w:r>
    </w:p>
    <w:p w:rsidR="00E07DFB" w:rsidRPr="002A0058" w:rsidRDefault="00E07DFB" w:rsidP="002A0058">
      <w:pPr>
        <w:pStyle w:val="libNormal"/>
        <w:rPr>
          <w:rtl/>
        </w:rPr>
      </w:pPr>
      <w:r w:rsidRPr="002A0058">
        <w:rPr>
          <w:rtl/>
        </w:rPr>
        <w:t>الأمر الآخر هو أنَّ روايات إبراهيم بن هاشم صحيحة</w:t>
      </w:r>
      <w:r w:rsidR="00610870">
        <w:rPr>
          <w:rtl/>
        </w:rPr>
        <w:t>،</w:t>
      </w:r>
      <w:r w:rsidRPr="002A0058">
        <w:rPr>
          <w:rtl/>
        </w:rPr>
        <w:t xml:space="preserve"> فالمرحوم بحر العلوم أثبت في كتاب </w:t>
      </w:r>
      <w:r w:rsidRPr="00313984">
        <w:rPr>
          <w:rStyle w:val="libBold1Char"/>
          <w:rtl/>
        </w:rPr>
        <w:t>الفوائد الرجالية</w:t>
      </w:r>
      <w:r w:rsidR="00610870">
        <w:rPr>
          <w:rtl/>
        </w:rPr>
        <w:t xml:space="preserve"> - </w:t>
      </w:r>
      <w:r w:rsidRPr="002A0058">
        <w:rPr>
          <w:rtl/>
        </w:rPr>
        <w:t>الذي كان البروجردي مهتمَّاً به</w:t>
      </w:r>
      <w:r w:rsidR="00610870">
        <w:rPr>
          <w:rtl/>
        </w:rPr>
        <w:t xml:space="preserve"> - </w:t>
      </w:r>
      <w:r w:rsidRPr="002A0058">
        <w:rPr>
          <w:rtl/>
        </w:rPr>
        <w:t>أنَّ إبراهيم بن هاشم هو عادل إمامي</w:t>
      </w:r>
      <w:r w:rsidR="00610870">
        <w:rPr>
          <w:rtl/>
        </w:rPr>
        <w:t>.</w:t>
      </w:r>
      <w:r w:rsidRPr="002A0058">
        <w:rPr>
          <w:rtl/>
        </w:rPr>
        <w:t xml:space="preserve"> كما أثبت السيد الداماد في كتاب</w:t>
      </w:r>
      <w:r w:rsidRPr="00313984">
        <w:rPr>
          <w:rStyle w:val="libBold1Char"/>
          <w:rtl/>
        </w:rPr>
        <w:t xml:space="preserve"> الرواشح السماوية</w:t>
      </w:r>
      <w:r w:rsidRPr="002A0058">
        <w:rPr>
          <w:rtl/>
        </w:rPr>
        <w:t xml:space="preserve"> أنَّ إبراهيم بن هاشم كان من العدول.</w:t>
      </w:r>
    </w:p>
    <w:p w:rsidR="00E07DFB" w:rsidRPr="00313984" w:rsidRDefault="00E07DFB" w:rsidP="00283EDA">
      <w:pPr>
        <w:pStyle w:val="libBold1"/>
        <w:rPr>
          <w:rtl/>
        </w:rPr>
      </w:pPr>
      <w:r w:rsidRPr="00313984">
        <w:rPr>
          <w:rtl/>
        </w:rPr>
        <w:t>* سماحة الشيخ تجليل</w:t>
      </w:r>
      <w:r w:rsidR="00610870">
        <w:rPr>
          <w:rtl/>
        </w:rPr>
        <w:t>،</w:t>
      </w:r>
      <w:r w:rsidRPr="00313984">
        <w:rPr>
          <w:rtl/>
        </w:rPr>
        <w:t xml:space="preserve"> نظراً للعلاقة التي كانت لسيادتك بآية الله العظمى</w:t>
      </w:r>
      <w:r w:rsidR="0076266C">
        <w:rPr>
          <w:rFonts w:hint="cs"/>
          <w:rtl/>
        </w:rPr>
        <w:t xml:space="preserve"> </w:t>
      </w:r>
      <w:r w:rsidRPr="00313984">
        <w:rPr>
          <w:rtl/>
        </w:rPr>
        <w:t>البروجردي</w:t>
      </w:r>
      <w:r w:rsidR="00610870">
        <w:rPr>
          <w:rtl/>
        </w:rPr>
        <w:t>،</w:t>
      </w:r>
      <w:r w:rsidRPr="00313984">
        <w:rPr>
          <w:rtl/>
        </w:rPr>
        <w:t xml:space="preserve"> وكونك من أصحاب الرأي والدراية في بحث الرجال</w:t>
      </w:r>
      <w:r w:rsidR="00610870">
        <w:rPr>
          <w:rtl/>
        </w:rPr>
        <w:t>،</w:t>
      </w:r>
      <w:r w:rsidRPr="00313984">
        <w:rPr>
          <w:rtl/>
        </w:rPr>
        <w:t xml:space="preserve"> ولك مؤلَّفات فيه</w:t>
      </w:r>
      <w:r w:rsidR="00610870">
        <w:rPr>
          <w:rtl/>
        </w:rPr>
        <w:t>،</w:t>
      </w:r>
      <w:r w:rsidRPr="00313984">
        <w:rPr>
          <w:rtl/>
        </w:rPr>
        <w:t xml:space="preserve"> نسألك: إلى أيِّ حدٍّ كان المرحوم السيد البروجردي </w:t>
      </w:r>
      <w:r w:rsidR="00283EDA" w:rsidRPr="00283EDA">
        <w:rPr>
          <w:rStyle w:val="libAlaemChar"/>
          <w:rtl/>
        </w:rPr>
        <w:t>قدس‌سره</w:t>
      </w:r>
      <w:r w:rsidRPr="00313984">
        <w:rPr>
          <w:rtl/>
        </w:rPr>
        <w:t xml:space="preserve"> يولي علم الرجال أهمية وقيمة بوصفه مقدِّمةً للاستنباط الشَّرعي؟</w:t>
      </w:r>
    </w:p>
    <w:p w:rsidR="00E07DFB" w:rsidRPr="002A0058" w:rsidRDefault="00E07DFB" w:rsidP="002A0058">
      <w:pPr>
        <w:pStyle w:val="libNormal"/>
        <w:rPr>
          <w:rtl/>
        </w:rPr>
      </w:pPr>
      <w:r w:rsidRPr="00313984">
        <w:rPr>
          <w:rStyle w:val="libBold1Char"/>
          <w:rtl/>
        </w:rPr>
        <w:t>الشيخ تجليل:</w:t>
      </w:r>
      <w:r w:rsidRPr="002A0058">
        <w:rPr>
          <w:rtl/>
        </w:rPr>
        <w:t xml:space="preserve"> كان المرحوم العلاّمة البروجردي يستخدم أسلوباً خاصاً في الاستنباط</w:t>
      </w:r>
      <w:r w:rsidR="00610870">
        <w:rPr>
          <w:rtl/>
        </w:rPr>
        <w:t>،</w:t>
      </w:r>
      <w:r w:rsidRPr="002A0058">
        <w:rPr>
          <w:rtl/>
        </w:rPr>
        <w:t xml:space="preserve"> على خلاف ما هو متعارف حالياً بين الفقهاء</w:t>
      </w:r>
      <w:r w:rsidR="00610870">
        <w:rPr>
          <w:rtl/>
        </w:rPr>
        <w:t>؛</w:t>
      </w:r>
      <w:r w:rsidRPr="002A0058">
        <w:rPr>
          <w:rtl/>
        </w:rPr>
        <w:t xml:space="preserve"> حيث يأتون بالروايات ويجرِّحون فيها ويعدِّلونها</w:t>
      </w:r>
      <w:r w:rsidR="00610870">
        <w:rPr>
          <w:rtl/>
        </w:rPr>
        <w:t>،</w:t>
      </w:r>
      <w:r w:rsidRPr="002A0058">
        <w:rPr>
          <w:rtl/>
        </w:rPr>
        <w:t xml:space="preserve"> ثُمَّ يقبلون بعضها ويرفضون بعضها الآخر</w:t>
      </w:r>
      <w:r w:rsidR="00610870">
        <w:rPr>
          <w:rtl/>
        </w:rPr>
        <w:t>.</w:t>
      </w:r>
      <w:r w:rsidRPr="002A0058">
        <w:rPr>
          <w:rtl/>
        </w:rPr>
        <w:t xml:space="preserve"> فقد كان ينظر في جميع الروايات</w:t>
      </w:r>
      <w:r w:rsidR="00610870">
        <w:rPr>
          <w:rtl/>
        </w:rPr>
        <w:t>،</w:t>
      </w:r>
      <w:r w:rsidRPr="002A0058">
        <w:rPr>
          <w:rtl/>
        </w:rPr>
        <w:t xml:space="preserve"> ويؤكِّد على وجود عدَّة روايات حول أيِّ موضوع</w:t>
      </w:r>
      <w:r w:rsidR="00610870">
        <w:rPr>
          <w:rtl/>
        </w:rPr>
        <w:t>،</w:t>
      </w:r>
      <w:r w:rsidRPr="002A0058">
        <w:rPr>
          <w:rtl/>
        </w:rPr>
        <w:t xml:space="preserve"> فتعدُّد الأحاديث في موضوع ما يوجب عنده الاعتماد عليه</w:t>
      </w:r>
      <w:r w:rsidR="00610870">
        <w:rPr>
          <w:rtl/>
        </w:rPr>
        <w:t>.</w:t>
      </w:r>
      <w:r w:rsidRPr="002A0058">
        <w:rPr>
          <w:rtl/>
        </w:rPr>
        <w:t xml:space="preserve"> فأحياناً تصل الروايات إلى حد التواتر</w:t>
      </w:r>
      <w:r w:rsidR="00610870">
        <w:rPr>
          <w:rtl/>
        </w:rPr>
        <w:t>،</w:t>
      </w:r>
      <w:r w:rsidRPr="002A0058">
        <w:rPr>
          <w:rtl/>
        </w:rPr>
        <w:t xml:space="preserve"> فتفيد القطع</w:t>
      </w:r>
      <w:r w:rsidR="00610870">
        <w:rPr>
          <w:rtl/>
        </w:rPr>
        <w:t>،</w:t>
      </w:r>
      <w:r w:rsidRPr="002A0058">
        <w:rPr>
          <w:rtl/>
        </w:rPr>
        <w:t xml:space="preserve"> وقد لا تبلغ حد التواتر</w:t>
      </w:r>
      <w:r w:rsidR="00610870">
        <w:rPr>
          <w:rtl/>
        </w:rPr>
        <w:t>،</w:t>
      </w:r>
      <w:r w:rsidRPr="002A0058">
        <w:rPr>
          <w:rtl/>
        </w:rPr>
        <w:t xml:space="preserve"> بل توجب الوثوق</w:t>
      </w:r>
      <w:r w:rsidR="00610870">
        <w:rPr>
          <w:rtl/>
        </w:rPr>
        <w:t>،</w:t>
      </w:r>
      <w:r w:rsidRPr="002A0058">
        <w:rPr>
          <w:rtl/>
        </w:rPr>
        <w:t xml:space="preserve"> حيث المعيار في حُجِّـيَّة خبر الثقة هو الوثوق أيضاً</w:t>
      </w:r>
      <w:r w:rsidR="00610870">
        <w:rPr>
          <w:rtl/>
        </w:rPr>
        <w:t>.</w:t>
      </w:r>
      <w:r w:rsidRPr="002A0058">
        <w:rPr>
          <w:rtl/>
        </w:rPr>
        <w:t xml:space="preserve"> وعندما يحصل الوثوق من جميع النواحي يصبح حُجَّة</w:t>
      </w:r>
      <w:r w:rsidR="00610870">
        <w:rPr>
          <w:rtl/>
        </w:rPr>
        <w:t>،</w:t>
      </w:r>
      <w:r w:rsidRPr="002A0058">
        <w:rPr>
          <w:rtl/>
        </w:rPr>
        <w:t xml:space="preserve"> فتعدُّد النقل وكثرته لحديث ما تفيد الوثوق عنده.</w:t>
      </w:r>
    </w:p>
    <w:p w:rsidR="0076266C" w:rsidRDefault="00E07DFB" w:rsidP="00065D03">
      <w:pPr>
        <w:pStyle w:val="libNormal"/>
        <w:rPr>
          <w:rtl/>
        </w:rPr>
      </w:pPr>
      <w:r w:rsidRPr="00065D03">
        <w:rPr>
          <w:rtl/>
        </w:rPr>
        <w:t>لهذا كان أسلوبه هو حساب عدد الروايات في كل مسألة</w:t>
      </w:r>
      <w:r w:rsidR="00610870">
        <w:rPr>
          <w:rtl/>
        </w:rPr>
        <w:t>،</w:t>
      </w:r>
      <w:r w:rsidRPr="00065D03">
        <w:rPr>
          <w:rtl/>
        </w:rPr>
        <w:t xml:space="preserve"> ثم إرجاع الروايات بعضها إلى بعضها الآخر</w:t>
      </w:r>
      <w:r w:rsidR="00610870">
        <w:rPr>
          <w:rtl/>
        </w:rPr>
        <w:t>؛</w:t>
      </w:r>
      <w:r w:rsidRPr="00065D03">
        <w:rPr>
          <w:rtl/>
        </w:rPr>
        <w:t xml:space="preserve"> ليعرف هل هناك عشر روايات في هذا الموضع حقيقة أو لا</w:t>
      </w:r>
      <w:r w:rsidR="00610870">
        <w:rPr>
          <w:rtl/>
        </w:rPr>
        <w:t>،</w:t>
      </w:r>
      <w:r w:rsidRPr="00065D03">
        <w:rPr>
          <w:rtl/>
        </w:rPr>
        <w:t xml:space="preserve"> وسأتحدث في ما بعد عن طريقة استنباطه.</w:t>
      </w:r>
    </w:p>
    <w:p w:rsidR="0076266C" w:rsidRDefault="0076266C" w:rsidP="00E5125A">
      <w:pPr>
        <w:pStyle w:val="libNormal"/>
        <w:rPr>
          <w:rtl/>
        </w:rPr>
      </w:pPr>
      <w:r>
        <w:rPr>
          <w:rtl/>
        </w:rPr>
        <w:br w:type="page"/>
      </w:r>
    </w:p>
    <w:p w:rsidR="00E07DFB" w:rsidRPr="002A0058" w:rsidRDefault="00E07DFB" w:rsidP="002A0058">
      <w:pPr>
        <w:pStyle w:val="libNormal"/>
        <w:rPr>
          <w:rtl/>
        </w:rPr>
      </w:pPr>
      <w:r w:rsidRPr="002A0058">
        <w:rPr>
          <w:rtl/>
        </w:rPr>
        <w:lastRenderedPageBreak/>
        <w:t>فمن الناحية الرجالية</w:t>
      </w:r>
      <w:r w:rsidR="00610870">
        <w:rPr>
          <w:rtl/>
        </w:rPr>
        <w:t>،</w:t>
      </w:r>
      <w:r w:rsidRPr="002A0058">
        <w:rPr>
          <w:rtl/>
        </w:rPr>
        <w:t xml:space="preserve"> كان يولي تحديد الأسانيد المعلولة أهمية</w:t>
      </w:r>
      <w:r w:rsidR="00610870">
        <w:rPr>
          <w:rtl/>
        </w:rPr>
        <w:t>،</w:t>
      </w:r>
      <w:r w:rsidRPr="002A0058">
        <w:rPr>
          <w:rtl/>
        </w:rPr>
        <w:t xml:space="preserve"> والأسانيد المعلولة تُعرف إشكالاتها بالرجوع إلى طبقات الرجال</w:t>
      </w:r>
      <w:r w:rsidR="00610870">
        <w:rPr>
          <w:rtl/>
        </w:rPr>
        <w:t>؛</w:t>
      </w:r>
      <w:r w:rsidRPr="002A0058">
        <w:rPr>
          <w:rtl/>
        </w:rPr>
        <w:t xml:space="preserve"> يعني إذا أخذت سنداً من كتاب </w:t>
      </w:r>
      <w:r w:rsidRPr="00313984">
        <w:rPr>
          <w:rStyle w:val="libBold1Char"/>
          <w:rtl/>
        </w:rPr>
        <w:t>وسائل الشيعة</w:t>
      </w:r>
      <w:r w:rsidR="00610870">
        <w:rPr>
          <w:rtl/>
        </w:rPr>
        <w:t>،</w:t>
      </w:r>
      <w:r w:rsidRPr="002A0058">
        <w:rPr>
          <w:rtl/>
        </w:rPr>
        <w:t xml:space="preserve"> ثُمَّ ترجع إلى علم الرجال</w:t>
      </w:r>
      <w:r w:rsidR="00610870">
        <w:rPr>
          <w:rtl/>
        </w:rPr>
        <w:t>،</w:t>
      </w:r>
      <w:r w:rsidRPr="002A0058">
        <w:rPr>
          <w:rtl/>
        </w:rPr>
        <w:t xml:space="preserve"> تجد أنَّ كل رواته ثقاة</w:t>
      </w:r>
      <w:r w:rsidR="00610870">
        <w:rPr>
          <w:rtl/>
        </w:rPr>
        <w:t>،</w:t>
      </w:r>
      <w:r w:rsidRPr="002A0058">
        <w:rPr>
          <w:rtl/>
        </w:rPr>
        <w:t xml:space="preserve"> لكنَّه كان يقول: كلاّ</w:t>
      </w:r>
      <w:r w:rsidR="00610870">
        <w:rPr>
          <w:rtl/>
        </w:rPr>
        <w:t>،</w:t>
      </w:r>
      <w:r w:rsidRPr="002A0058">
        <w:rPr>
          <w:rtl/>
        </w:rPr>
        <w:t xml:space="preserve"> السند غير صحيح</w:t>
      </w:r>
      <w:r w:rsidR="00610870">
        <w:rPr>
          <w:rtl/>
        </w:rPr>
        <w:t>؛</w:t>
      </w:r>
      <w:r w:rsidRPr="002A0058">
        <w:rPr>
          <w:rtl/>
        </w:rPr>
        <w:t xml:space="preserve"> لأنَّ هذين الرجلين لا يمكنهما نقل الحديث عن بعضهما</w:t>
      </w:r>
      <w:r w:rsidR="00610870">
        <w:rPr>
          <w:rtl/>
        </w:rPr>
        <w:t>،</w:t>
      </w:r>
      <w:r w:rsidRPr="002A0058">
        <w:rPr>
          <w:rtl/>
        </w:rPr>
        <w:t xml:space="preserve"> لأنَّهما من طبقتين مختلفتين</w:t>
      </w:r>
      <w:r w:rsidR="00610870">
        <w:rPr>
          <w:rtl/>
        </w:rPr>
        <w:t>،</w:t>
      </w:r>
      <w:r w:rsidRPr="002A0058">
        <w:rPr>
          <w:rtl/>
        </w:rPr>
        <w:t xml:space="preserve"> فهذا السند معلول رغم أنَّ رواته ثقات.</w:t>
      </w:r>
    </w:p>
    <w:p w:rsidR="00E07DFB" w:rsidRPr="00313984" w:rsidRDefault="00E07DFB" w:rsidP="00313984">
      <w:pPr>
        <w:pStyle w:val="libBold1"/>
        <w:rPr>
          <w:rtl/>
        </w:rPr>
      </w:pPr>
      <w:r w:rsidRPr="00313984">
        <w:rPr>
          <w:rtl/>
        </w:rPr>
        <w:t>* يعني يجب أن يكون الراوي والمروي عنه من طبقة واحدة؟</w:t>
      </w:r>
    </w:p>
    <w:p w:rsidR="00E07DFB" w:rsidRPr="002A0058" w:rsidRDefault="00E07DFB" w:rsidP="002A0058">
      <w:pPr>
        <w:pStyle w:val="libNormal"/>
        <w:rPr>
          <w:rtl/>
        </w:rPr>
      </w:pPr>
      <w:r w:rsidRPr="00313984">
        <w:rPr>
          <w:rStyle w:val="libBold1Char"/>
          <w:rtl/>
        </w:rPr>
        <w:t>الشيخ تجليل:</w:t>
      </w:r>
      <w:r w:rsidRPr="002A0058">
        <w:rPr>
          <w:rtl/>
        </w:rPr>
        <w:t xml:space="preserve"> نعم</w:t>
      </w:r>
      <w:r w:rsidR="00610870">
        <w:rPr>
          <w:rtl/>
        </w:rPr>
        <w:t>،</w:t>
      </w:r>
      <w:r w:rsidRPr="002A0058">
        <w:rPr>
          <w:rtl/>
        </w:rPr>
        <w:t xml:space="preserve"> يجب أن تكون الطبقات متلائمة مع بعضها</w:t>
      </w:r>
      <w:r w:rsidR="00610870">
        <w:rPr>
          <w:rtl/>
        </w:rPr>
        <w:t>.</w:t>
      </w:r>
      <w:r w:rsidRPr="002A0058">
        <w:rPr>
          <w:rtl/>
        </w:rPr>
        <w:t xml:space="preserve"> وعندما لا يمكن أن ينقل راويان عن بعضهما لاختلاف طبقتيهما</w:t>
      </w:r>
      <w:r w:rsidR="00610870">
        <w:rPr>
          <w:rtl/>
        </w:rPr>
        <w:t>،</w:t>
      </w:r>
      <w:r w:rsidRPr="002A0058">
        <w:rPr>
          <w:rtl/>
        </w:rPr>
        <w:t xml:space="preserve"> يظهر عندها أنَّه سقط اسم أحد الرواة بين هذين الاثنين</w:t>
      </w:r>
      <w:r w:rsidR="00610870">
        <w:rPr>
          <w:rtl/>
        </w:rPr>
        <w:t>،</w:t>
      </w:r>
      <w:r w:rsidRPr="002A0058">
        <w:rPr>
          <w:rtl/>
        </w:rPr>
        <w:t xml:space="preserve"> ومَن هو الذي أسقط؟ لا يُعلم ذلك</w:t>
      </w:r>
      <w:r w:rsidR="00610870">
        <w:rPr>
          <w:rtl/>
        </w:rPr>
        <w:t>.</w:t>
      </w:r>
      <w:r w:rsidRPr="002A0058">
        <w:rPr>
          <w:rtl/>
        </w:rPr>
        <w:t xml:space="preserve"> هنا يتدخَّل علم الرجال بوصفه مقدِّمة للاستنباط.</w:t>
      </w:r>
    </w:p>
    <w:p w:rsidR="00E07DFB" w:rsidRPr="00313984" w:rsidRDefault="00E07DFB" w:rsidP="00313984">
      <w:pPr>
        <w:pStyle w:val="libBold1"/>
        <w:rPr>
          <w:rtl/>
        </w:rPr>
      </w:pPr>
      <w:r w:rsidRPr="00313984">
        <w:rPr>
          <w:rtl/>
        </w:rPr>
        <w:t>* ما هو إبداع السيِّد البروجردي الخاص في علم الرجال؟</w:t>
      </w:r>
    </w:p>
    <w:p w:rsidR="0076266C" w:rsidRDefault="00E07DFB" w:rsidP="00283EDA">
      <w:pPr>
        <w:pStyle w:val="libNormal"/>
        <w:rPr>
          <w:rtl/>
        </w:rPr>
      </w:pPr>
      <w:r w:rsidRPr="00313984">
        <w:rPr>
          <w:rStyle w:val="libBold1Char"/>
          <w:rtl/>
        </w:rPr>
        <w:t>الشيخ تجليل:</w:t>
      </w:r>
      <w:r w:rsidRPr="002A0058">
        <w:rPr>
          <w:rtl/>
        </w:rPr>
        <w:t xml:space="preserve"> إبداعه كان في الطبقات</w:t>
      </w:r>
      <w:r w:rsidR="00610870">
        <w:rPr>
          <w:rtl/>
        </w:rPr>
        <w:t>؛</w:t>
      </w:r>
      <w:r w:rsidRPr="002A0058">
        <w:rPr>
          <w:rtl/>
        </w:rPr>
        <w:t xml:space="preserve"> لأنَّنا لم نكن نمتلك ترتيباً لطبقات الرجال بهذه الصورة</w:t>
      </w:r>
      <w:r w:rsidR="00610870">
        <w:rPr>
          <w:rtl/>
        </w:rPr>
        <w:t>.</w:t>
      </w:r>
      <w:r w:rsidRPr="002A0058">
        <w:rPr>
          <w:rtl/>
        </w:rPr>
        <w:t xml:space="preserve"> طبعاً كان لدينا في هذا المجال كتاب رجال الشيخ الطوسي (رضوان الله عليه)</w:t>
      </w:r>
      <w:r w:rsidR="00610870">
        <w:rPr>
          <w:rtl/>
        </w:rPr>
        <w:t>؛</w:t>
      </w:r>
      <w:r w:rsidRPr="002A0058">
        <w:rPr>
          <w:rtl/>
        </w:rPr>
        <w:t xml:space="preserve"> حيث كان له كتاب </w:t>
      </w:r>
      <w:r w:rsidRPr="00313984">
        <w:rPr>
          <w:rStyle w:val="libBold1Char"/>
          <w:rtl/>
        </w:rPr>
        <w:t>الفهرست</w:t>
      </w:r>
      <w:r w:rsidR="00610870">
        <w:rPr>
          <w:rtl/>
        </w:rPr>
        <w:t>،</w:t>
      </w:r>
      <w:r w:rsidRPr="002A0058">
        <w:rPr>
          <w:rtl/>
        </w:rPr>
        <w:t xml:space="preserve"> وكتاب</w:t>
      </w:r>
      <w:r w:rsidRPr="00313984">
        <w:rPr>
          <w:rStyle w:val="libBold1Char"/>
          <w:rtl/>
        </w:rPr>
        <w:t xml:space="preserve"> الرجال</w:t>
      </w:r>
      <w:r w:rsidR="00610870">
        <w:rPr>
          <w:rStyle w:val="libBold1Char"/>
          <w:rtl/>
        </w:rPr>
        <w:t>،</w:t>
      </w:r>
      <w:r w:rsidRPr="002A0058">
        <w:rPr>
          <w:rtl/>
        </w:rPr>
        <w:t xml:space="preserve"> ورجال الشيخ الطوسي مشابه لهذا العمل</w:t>
      </w:r>
      <w:r w:rsidR="00610870">
        <w:rPr>
          <w:rtl/>
        </w:rPr>
        <w:t>؛</w:t>
      </w:r>
      <w:r w:rsidRPr="002A0058">
        <w:rPr>
          <w:rtl/>
        </w:rPr>
        <w:t xml:space="preserve"> إذ إنَّه قام بعزل مَن روى عن رسول الله </w:t>
      </w:r>
      <w:r w:rsidR="00283EDA" w:rsidRPr="00283EDA">
        <w:rPr>
          <w:rStyle w:val="libAlaemChar"/>
          <w:rFonts w:eastAsiaTheme="minorHAnsi"/>
          <w:rtl/>
        </w:rPr>
        <w:t>صلى‌الله‌عليه‌وآله‌وسلم</w:t>
      </w:r>
      <w:r w:rsidR="00610870">
        <w:rPr>
          <w:rtl/>
        </w:rPr>
        <w:t>،</w:t>
      </w:r>
      <w:r w:rsidRPr="002A0058">
        <w:rPr>
          <w:rtl/>
        </w:rPr>
        <w:t xml:space="preserve"> ثُمَّ مَن روى عن أمير المؤمنين </w:t>
      </w:r>
      <w:r w:rsidR="00283EDA" w:rsidRPr="00283EDA">
        <w:rPr>
          <w:rStyle w:val="libAlaemChar"/>
          <w:rFonts w:eastAsiaTheme="minorHAnsi"/>
          <w:rtl/>
        </w:rPr>
        <w:t>عليه‌السلام</w:t>
      </w:r>
      <w:r w:rsidR="00610870">
        <w:rPr>
          <w:rtl/>
        </w:rPr>
        <w:t>،</w:t>
      </w:r>
      <w:r w:rsidRPr="002A0058">
        <w:rPr>
          <w:rtl/>
        </w:rPr>
        <w:t xml:space="preserve"> ثُمَّ مَن روى عن الحسنين </w:t>
      </w:r>
      <w:r w:rsidR="00283EDA" w:rsidRPr="00283EDA">
        <w:rPr>
          <w:rStyle w:val="libAlaemChar"/>
          <w:rFonts w:eastAsiaTheme="minorHAnsi"/>
          <w:rtl/>
        </w:rPr>
        <w:t>عليهما‌السلام</w:t>
      </w:r>
      <w:r w:rsidR="00610870">
        <w:rPr>
          <w:rtl/>
        </w:rPr>
        <w:t>،</w:t>
      </w:r>
      <w:r w:rsidRPr="002A0058">
        <w:rPr>
          <w:rtl/>
        </w:rPr>
        <w:t xml:space="preserve"> ثُمَّ مَن روى عن السجاد </w:t>
      </w:r>
      <w:r w:rsidR="00283EDA" w:rsidRPr="00283EDA">
        <w:rPr>
          <w:rStyle w:val="libAlaemChar"/>
          <w:rFonts w:eastAsiaTheme="minorHAnsi"/>
          <w:rtl/>
        </w:rPr>
        <w:t>عليه‌السلام</w:t>
      </w:r>
      <w:r w:rsidR="00610870">
        <w:rPr>
          <w:rtl/>
        </w:rPr>
        <w:t>،</w:t>
      </w:r>
      <w:r w:rsidRPr="002A0058">
        <w:rPr>
          <w:rtl/>
        </w:rPr>
        <w:t xml:space="preserve"> وهكذا</w:t>
      </w:r>
      <w:r w:rsidR="00610870">
        <w:rPr>
          <w:rtl/>
        </w:rPr>
        <w:t>،</w:t>
      </w:r>
      <w:r w:rsidRPr="002A0058">
        <w:rPr>
          <w:rtl/>
        </w:rPr>
        <w:t xml:space="preserve"> ثُمَّ جاء في آخر كتابه بباب عنوانه (مَن لم يروِ عنهم </w:t>
      </w:r>
      <w:r w:rsidR="00283EDA" w:rsidRPr="00283EDA">
        <w:rPr>
          <w:rStyle w:val="libAlaemChar"/>
          <w:rFonts w:eastAsiaTheme="minorHAnsi"/>
          <w:rtl/>
        </w:rPr>
        <w:t>عليهم‌السلام</w:t>
      </w:r>
      <w:r w:rsidRPr="002A0058">
        <w:rPr>
          <w:rtl/>
        </w:rPr>
        <w:t xml:space="preserve"> بلا واسطة)</w:t>
      </w:r>
      <w:r w:rsidR="00610870">
        <w:rPr>
          <w:rtl/>
        </w:rPr>
        <w:t>،</w:t>
      </w:r>
      <w:r w:rsidRPr="002A0058">
        <w:rPr>
          <w:rtl/>
        </w:rPr>
        <w:t xml:space="preserve"> وعمله هذا يشبه عمل السيد البروجردي</w:t>
      </w:r>
      <w:r w:rsidR="00610870">
        <w:rPr>
          <w:rtl/>
        </w:rPr>
        <w:t>،</w:t>
      </w:r>
      <w:r w:rsidRPr="002A0058">
        <w:rPr>
          <w:rtl/>
        </w:rPr>
        <w:t xml:space="preserve"> لكنَّه كان المرحلة الابتدائية لضبط الطبقات</w:t>
      </w:r>
      <w:r w:rsidR="00610870">
        <w:rPr>
          <w:rtl/>
        </w:rPr>
        <w:t>.</w:t>
      </w:r>
      <w:r w:rsidRPr="002A0058">
        <w:rPr>
          <w:rtl/>
        </w:rPr>
        <w:t xml:space="preserve"> أمَّا المرحلة النهائية</w:t>
      </w:r>
      <w:r w:rsidR="00610870">
        <w:rPr>
          <w:rtl/>
        </w:rPr>
        <w:t>،</w:t>
      </w:r>
      <w:r w:rsidRPr="002A0058">
        <w:rPr>
          <w:rtl/>
        </w:rPr>
        <w:t xml:space="preserve"> فتتمثَّل في ما قام به المرحوم السيد البروجردي.</w:t>
      </w:r>
    </w:p>
    <w:p w:rsidR="0076266C" w:rsidRDefault="0076266C" w:rsidP="00E5125A">
      <w:pPr>
        <w:pStyle w:val="libNormal"/>
        <w:rPr>
          <w:rtl/>
        </w:rPr>
      </w:pPr>
      <w:r>
        <w:rPr>
          <w:rtl/>
        </w:rPr>
        <w:br w:type="page"/>
      </w:r>
    </w:p>
    <w:p w:rsidR="00E07DFB" w:rsidRPr="00313984" w:rsidRDefault="00E07DFB" w:rsidP="00313984">
      <w:pPr>
        <w:pStyle w:val="libBold1"/>
        <w:rPr>
          <w:rtl/>
        </w:rPr>
      </w:pPr>
      <w:r w:rsidRPr="00313984">
        <w:rPr>
          <w:rtl/>
        </w:rPr>
        <w:lastRenderedPageBreak/>
        <w:t>* ما معنى مصطلح (الطبقة) الذي استعمله المرحوم السيد البروجردي؟ وما الفرق بينه وبين الطبقة التي اصطلح عليها المرحوم الشيخ الطوسي؟</w:t>
      </w:r>
    </w:p>
    <w:p w:rsidR="00E07DFB" w:rsidRPr="002A0058" w:rsidRDefault="00E07DFB" w:rsidP="002A0058">
      <w:pPr>
        <w:pStyle w:val="libNormal"/>
        <w:rPr>
          <w:rtl/>
        </w:rPr>
      </w:pPr>
      <w:r w:rsidRPr="00313984">
        <w:rPr>
          <w:rStyle w:val="libBold1Char"/>
          <w:rtl/>
        </w:rPr>
        <w:t>الشيخ تجليل:</w:t>
      </w:r>
      <w:r w:rsidRPr="002A0058">
        <w:rPr>
          <w:rtl/>
        </w:rPr>
        <w:t xml:space="preserve"> لم يستعمل الشيخ الطوسي كلمة </w:t>
      </w:r>
      <w:r w:rsidRPr="00313984">
        <w:rPr>
          <w:rStyle w:val="libBold1Char"/>
          <w:rtl/>
        </w:rPr>
        <w:t>(طبقة)</w:t>
      </w:r>
      <w:r w:rsidR="00610870">
        <w:rPr>
          <w:rStyle w:val="libBold1Char"/>
          <w:rtl/>
        </w:rPr>
        <w:t>،</w:t>
      </w:r>
      <w:r w:rsidRPr="002A0058">
        <w:rPr>
          <w:rtl/>
        </w:rPr>
        <w:t xml:space="preserve"> وإنَّما هي من مصطلحات المرحوم العلاَّمة البروجردي</w:t>
      </w:r>
      <w:r w:rsidR="00610870">
        <w:rPr>
          <w:rtl/>
        </w:rPr>
        <w:t>؛</w:t>
      </w:r>
      <w:r w:rsidRPr="002A0058">
        <w:rPr>
          <w:rtl/>
        </w:rPr>
        <w:t xml:space="preserve"> حيث قسَّم الطبقات بهذه الطريقة:</w:t>
      </w:r>
    </w:p>
    <w:p w:rsidR="00E07DFB" w:rsidRPr="002A0058" w:rsidRDefault="00E07DFB" w:rsidP="00283EDA">
      <w:pPr>
        <w:pStyle w:val="libNormal"/>
        <w:rPr>
          <w:rtl/>
        </w:rPr>
      </w:pPr>
      <w:r w:rsidRPr="00313984">
        <w:rPr>
          <w:rStyle w:val="libBold1Char"/>
          <w:rtl/>
        </w:rPr>
        <w:t>الطبقة الأولى:</w:t>
      </w:r>
      <w:r w:rsidRPr="002A0058">
        <w:rPr>
          <w:rtl/>
        </w:rPr>
        <w:t xml:space="preserve"> هم الرواة الذين نقلوا أحاديث عن رسول الله </w:t>
      </w:r>
      <w:r w:rsidR="00283EDA" w:rsidRPr="00283EDA">
        <w:rPr>
          <w:rStyle w:val="libAlaemChar"/>
          <w:rFonts w:eastAsiaTheme="minorHAnsi"/>
          <w:rtl/>
        </w:rPr>
        <w:t>صلى‌الله‌عليه‌وآله‌وسلم</w:t>
      </w:r>
      <w:r w:rsidRPr="002A0058">
        <w:rPr>
          <w:rtl/>
        </w:rPr>
        <w:t xml:space="preserve"> من دون واسطة.</w:t>
      </w:r>
    </w:p>
    <w:p w:rsidR="00E07DFB" w:rsidRPr="002A0058" w:rsidRDefault="00E07DFB" w:rsidP="00283EDA">
      <w:pPr>
        <w:pStyle w:val="libNormal"/>
        <w:rPr>
          <w:rtl/>
        </w:rPr>
      </w:pPr>
      <w:r w:rsidRPr="00313984">
        <w:rPr>
          <w:rStyle w:val="libBold1Char"/>
          <w:rtl/>
        </w:rPr>
        <w:t>الطبقة الثانية:</w:t>
      </w:r>
      <w:r w:rsidRPr="002A0058">
        <w:rPr>
          <w:rtl/>
        </w:rPr>
        <w:t xml:space="preserve"> هم الرواة الذين لا يمكن لهم نقل أحاديث عن رسول الله </w:t>
      </w:r>
      <w:r w:rsidR="00283EDA" w:rsidRPr="00283EDA">
        <w:rPr>
          <w:rStyle w:val="libAlaemChar"/>
          <w:rFonts w:eastAsiaTheme="minorHAnsi"/>
          <w:rtl/>
        </w:rPr>
        <w:t>صلى‌الله‌عليه‌وآله‌وسلم</w:t>
      </w:r>
      <w:r w:rsidRPr="002A0058">
        <w:rPr>
          <w:rtl/>
        </w:rPr>
        <w:t xml:space="preserve"> من دون واسطة</w:t>
      </w:r>
      <w:r w:rsidR="00610870">
        <w:rPr>
          <w:rtl/>
        </w:rPr>
        <w:t>،</w:t>
      </w:r>
      <w:r w:rsidRPr="002A0058">
        <w:rPr>
          <w:rtl/>
        </w:rPr>
        <w:t xml:space="preserve"> بل ينقلون عن الطبقة الأولى</w:t>
      </w:r>
      <w:r w:rsidR="00610870">
        <w:rPr>
          <w:rtl/>
        </w:rPr>
        <w:t>،</w:t>
      </w:r>
      <w:r w:rsidRPr="002A0058">
        <w:rPr>
          <w:rtl/>
        </w:rPr>
        <w:t xml:space="preserve"> ويُطلق عليهم اسم: </w:t>
      </w:r>
      <w:r w:rsidRPr="00313984">
        <w:rPr>
          <w:rStyle w:val="libBold1Char"/>
          <w:rtl/>
        </w:rPr>
        <w:t>التابعين</w:t>
      </w:r>
      <w:r w:rsidRPr="002A0058">
        <w:rPr>
          <w:rtl/>
        </w:rPr>
        <w:t>.</w:t>
      </w:r>
    </w:p>
    <w:p w:rsidR="00E07DFB" w:rsidRPr="002A0058" w:rsidRDefault="00E07DFB" w:rsidP="002A0058">
      <w:pPr>
        <w:pStyle w:val="libNormal"/>
        <w:rPr>
          <w:rtl/>
        </w:rPr>
      </w:pPr>
      <w:r w:rsidRPr="00313984">
        <w:rPr>
          <w:rStyle w:val="libBold1Char"/>
          <w:rtl/>
        </w:rPr>
        <w:t>الطبقة الثالثة:</w:t>
      </w:r>
      <w:r w:rsidRPr="002A0058">
        <w:rPr>
          <w:rtl/>
        </w:rPr>
        <w:t xml:space="preserve"> هم الرواة الذين ينقلون عن الطبقة الثانية</w:t>
      </w:r>
      <w:r w:rsidR="00610870">
        <w:rPr>
          <w:rtl/>
        </w:rPr>
        <w:t>،</w:t>
      </w:r>
      <w:r w:rsidRPr="002A0058">
        <w:rPr>
          <w:rtl/>
        </w:rPr>
        <w:t xml:space="preserve"> فيروون الحديث (معنعن)</w:t>
      </w:r>
      <w:r w:rsidR="00610870">
        <w:rPr>
          <w:rtl/>
        </w:rPr>
        <w:t>؛</w:t>
      </w:r>
      <w:r w:rsidRPr="002A0058">
        <w:rPr>
          <w:rtl/>
        </w:rPr>
        <w:t xml:space="preserve"> أي كل طبقة تنقله عن الطبقة التي سبقتها.</w:t>
      </w:r>
    </w:p>
    <w:p w:rsidR="0076266C" w:rsidRDefault="00E07DFB" w:rsidP="00283EDA">
      <w:pPr>
        <w:pStyle w:val="libNormal"/>
        <w:rPr>
          <w:rtl/>
        </w:rPr>
      </w:pPr>
      <w:r w:rsidRPr="00065D03">
        <w:rPr>
          <w:rtl/>
        </w:rPr>
        <w:t xml:space="preserve">فرتَّب السيد البروجردي الرواة من عهد رسول الله </w:t>
      </w:r>
      <w:r w:rsidR="00283EDA" w:rsidRPr="00283EDA">
        <w:rPr>
          <w:rStyle w:val="libAlaemChar"/>
          <w:rFonts w:eastAsiaTheme="minorHAnsi"/>
          <w:rtl/>
        </w:rPr>
        <w:t>صلى‌الله‌عليه‌وآله‌وسلم</w:t>
      </w:r>
      <w:r w:rsidRPr="00065D03">
        <w:rPr>
          <w:rtl/>
        </w:rPr>
        <w:t xml:space="preserve"> إلى عهد شيخ الطائفة الطوسي </w:t>
      </w:r>
      <w:r w:rsidR="00283EDA" w:rsidRPr="00283EDA">
        <w:rPr>
          <w:rStyle w:val="libAlaemChar"/>
          <w:rtl/>
        </w:rPr>
        <w:t>رضي‌الله‌عنه</w:t>
      </w:r>
      <w:r w:rsidRPr="00065D03">
        <w:rPr>
          <w:rtl/>
        </w:rPr>
        <w:t xml:space="preserve"> إلى اثنتي عشرة طبقة</w:t>
      </w:r>
      <w:r w:rsidR="00610870">
        <w:rPr>
          <w:rtl/>
        </w:rPr>
        <w:t>،</w:t>
      </w:r>
      <w:r w:rsidRPr="00065D03">
        <w:rPr>
          <w:rtl/>
        </w:rPr>
        <w:t xml:space="preserve"> وقد تُوفِّي شيخ الطائفة عام 460هـ</w:t>
      </w:r>
      <w:r w:rsidR="00610870">
        <w:rPr>
          <w:rtl/>
        </w:rPr>
        <w:t>؛</w:t>
      </w:r>
      <w:r w:rsidRPr="00065D03">
        <w:rPr>
          <w:rtl/>
        </w:rPr>
        <w:t xml:space="preserve"> أي أنَّ المدَّة ما بين الهجرة ونهاية عهد شيخ الطائفة هي 460 عاماً</w:t>
      </w:r>
      <w:r w:rsidR="00610870">
        <w:rPr>
          <w:rtl/>
        </w:rPr>
        <w:t>،</w:t>
      </w:r>
      <w:r w:rsidRPr="00065D03">
        <w:rPr>
          <w:rtl/>
        </w:rPr>
        <w:t xml:space="preserve"> وإذا كان السن المتعارف للناس هو (70) عاماً</w:t>
      </w:r>
      <w:r w:rsidR="00610870">
        <w:rPr>
          <w:rtl/>
        </w:rPr>
        <w:t>،</w:t>
      </w:r>
      <w:r w:rsidRPr="00065D03">
        <w:rPr>
          <w:rtl/>
        </w:rPr>
        <w:t xml:space="preserve"> وكل راوٍ كان يعيش نصف حياته معاصرا ًلرواة الطبقة السابقة</w:t>
      </w:r>
      <w:r w:rsidR="00610870">
        <w:rPr>
          <w:rtl/>
        </w:rPr>
        <w:t>،</w:t>
      </w:r>
      <w:r w:rsidRPr="00065D03">
        <w:rPr>
          <w:rtl/>
        </w:rPr>
        <w:t xml:space="preserve"> والنصف الآخر من عمره يقضيه مع الطبقة اللاَّحقة</w:t>
      </w:r>
      <w:r w:rsidR="00610870">
        <w:rPr>
          <w:rtl/>
        </w:rPr>
        <w:t>،</w:t>
      </w:r>
      <w:r w:rsidRPr="00065D03">
        <w:rPr>
          <w:rtl/>
        </w:rPr>
        <w:t xml:space="preserve"> فإذا كان متوسط أعمار الرواة سبعين عاماً</w:t>
      </w:r>
      <w:r w:rsidR="00610870">
        <w:rPr>
          <w:rtl/>
        </w:rPr>
        <w:t>،</w:t>
      </w:r>
      <w:r w:rsidRPr="00065D03">
        <w:rPr>
          <w:rtl/>
        </w:rPr>
        <w:t xml:space="preserve"> فيكون الرواة من عهد رسول الله </w:t>
      </w:r>
      <w:r w:rsidR="00283EDA" w:rsidRPr="00283EDA">
        <w:rPr>
          <w:rStyle w:val="libAlaemChar"/>
          <w:rFonts w:eastAsiaTheme="minorHAnsi"/>
          <w:rtl/>
        </w:rPr>
        <w:t>صلى‌الله‌عليه‌وآله‌وسلم</w:t>
      </w:r>
      <w:r w:rsidRPr="00065D03">
        <w:rPr>
          <w:rtl/>
        </w:rPr>
        <w:t xml:space="preserve"> حتى وفاة شيخ الطائفة (12) طبقة</w:t>
      </w:r>
      <w:r w:rsidR="00610870">
        <w:rPr>
          <w:rtl/>
        </w:rPr>
        <w:t>؛</w:t>
      </w:r>
      <w:r w:rsidRPr="00065D03">
        <w:rPr>
          <w:rtl/>
        </w:rPr>
        <w:t xml:space="preserve"> لأنَّه إذ حسبنا لكل طبقة سبعين عاماً</w:t>
      </w:r>
      <w:r w:rsidR="00610870">
        <w:rPr>
          <w:rtl/>
        </w:rPr>
        <w:t>،</w:t>
      </w:r>
      <w:r w:rsidRPr="00065D03">
        <w:rPr>
          <w:rtl/>
        </w:rPr>
        <w:t xml:space="preserve"> وكان منها (35) عاماً مشتركة مع الطبقة السابقة واللاَّحقة</w:t>
      </w:r>
      <w:r w:rsidR="00610870">
        <w:rPr>
          <w:rtl/>
        </w:rPr>
        <w:t>،</w:t>
      </w:r>
      <w:r w:rsidRPr="00065D03">
        <w:rPr>
          <w:rtl/>
        </w:rPr>
        <w:t xml:space="preserve"> فنقسم(70) على اثنين</w:t>
      </w:r>
      <w:r w:rsidR="00610870">
        <w:rPr>
          <w:rtl/>
        </w:rPr>
        <w:t>؛</w:t>
      </w:r>
      <w:r w:rsidRPr="00065D03">
        <w:rPr>
          <w:rtl/>
        </w:rPr>
        <w:t xml:space="preserve"> والنتيجة (35)</w:t>
      </w:r>
      <w:r w:rsidR="00610870">
        <w:rPr>
          <w:rtl/>
        </w:rPr>
        <w:t>،</w:t>
      </w:r>
      <w:r w:rsidRPr="00065D03">
        <w:rPr>
          <w:rtl/>
        </w:rPr>
        <w:t xml:space="preserve"> ثُمَّ نضربها في (11)</w:t>
      </w:r>
      <w:r w:rsidR="00610870">
        <w:rPr>
          <w:rtl/>
        </w:rPr>
        <w:t>؛</w:t>
      </w:r>
      <w:r w:rsidRPr="00065D03">
        <w:rPr>
          <w:rtl/>
        </w:rPr>
        <w:t xml:space="preserve"> تكون النتيجة(385) عاماً</w:t>
      </w:r>
      <w:r w:rsidR="00610870">
        <w:rPr>
          <w:rtl/>
        </w:rPr>
        <w:t>،</w:t>
      </w:r>
      <w:r w:rsidRPr="00065D03">
        <w:rPr>
          <w:rtl/>
        </w:rPr>
        <w:t xml:space="preserve"> إذن إحدى عشرة طبقة متَّصلة</w:t>
      </w:r>
      <w:r w:rsidR="00610870">
        <w:rPr>
          <w:rtl/>
        </w:rPr>
        <w:t>.</w:t>
      </w:r>
      <w:r w:rsidRPr="00065D03">
        <w:rPr>
          <w:rtl/>
        </w:rPr>
        <w:t xml:space="preserve"> وبما أنَّ الطبقة الأولى والأخيرة لم تعش 35 عاماً مشتركة مع غيرها</w:t>
      </w:r>
      <w:r w:rsidR="00610870">
        <w:rPr>
          <w:rtl/>
        </w:rPr>
        <w:t>،</w:t>
      </w:r>
      <w:r w:rsidRPr="00065D03">
        <w:rPr>
          <w:rtl/>
        </w:rPr>
        <w:t xml:space="preserve"> فيُجْمَع الحاصل (385) مع (35) الأولى والأخيرة</w:t>
      </w:r>
      <w:r w:rsidR="00610870">
        <w:rPr>
          <w:rtl/>
        </w:rPr>
        <w:t>،</w:t>
      </w:r>
      <w:r w:rsidRPr="00065D03">
        <w:rPr>
          <w:rtl/>
        </w:rPr>
        <w:t xml:space="preserve"> فيكون الناتج( 455) عاماً</w:t>
      </w:r>
      <w:r w:rsidR="00610870">
        <w:rPr>
          <w:rtl/>
        </w:rPr>
        <w:t>،</w:t>
      </w:r>
      <w:r w:rsidRPr="00065D03">
        <w:rPr>
          <w:rtl/>
        </w:rPr>
        <w:t xml:space="preserve"> وهو ما يعادل المرحلة التي سبقت وفاة الشيخ</w:t>
      </w:r>
      <w:r w:rsidR="00610870">
        <w:rPr>
          <w:rtl/>
        </w:rPr>
        <w:t>،</w:t>
      </w:r>
      <w:r w:rsidRPr="00065D03">
        <w:rPr>
          <w:rtl/>
        </w:rPr>
        <w:t xml:space="preserve"> وإذا حسبنا الأعمار بالتاريخ الهجري يكون الفرق خمس سنوات أيضاً</w:t>
      </w:r>
      <w:r w:rsidR="00610870">
        <w:rPr>
          <w:rtl/>
        </w:rPr>
        <w:t>.</w:t>
      </w:r>
      <w:r w:rsidRPr="00065D03">
        <w:rPr>
          <w:rtl/>
        </w:rPr>
        <w:t xml:space="preserve"> هذا هو معيار الطبقات لدى المرحوم العلاَّمة البروجردي</w:t>
      </w:r>
      <w:r w:rsidR="00610870">
        <w:rPr>
          <w:rtl/>
        </w:rPr>
        <w:t>.</w:t>
      </w:r>
      <w:r w:rsidRPr="00065D03">
        <w:rPr>
          <w:rtl/>
        </w:rPr>
        <w:t xml:space="preserve"> وأضيفُ هنا أنَّه لم يدوِّنه بهذه الصورة</w:t>
      </w:r>
      <w:r w:rsidR="00610870">
        <w:rPr>
          <w:rtl/>
        </w:rPr>
        <w:t>،</w:t>
      </w:r>
      <w:r w:rsidRPr="00065D03">
        <w:rPr>
          <w:rtl/>
        </w:rPr>
        <w:t xml:space="preserve"> لكن يمكن الاستنباط بأنَّه هو صاحب هذا الإبداع.</w:t>
      </w:r>
    </w:p>
    <w:p w:rsidR="0076266C" w:rsidRDefault="0076266C" w:rsidP="00E5125A">
      <w:pPr>
        <w:pStyle w:val="libNormal"/>
        <w:rPr>
          <w:rtl/>
        </w:rPr>
      </w:pPr>
      <w:r>
        <w:rPr>
          <w:rtl/>
        </w:rPr>
        <w:br w:type="page"/>
      </w:r>
    </w:p>
    <w:p w:rsidR="00E07DFB" w:rsidRPr="00313984" w:rsidRDefault="00E07DFB" w:rsidP="00313984">
      <w:pPr>
        <w:pStyle w:val="libBold1"/>
        <w:rPr>
          <w:rtl/>
        </w:rPr>
      </w:pPr>
      <w:r w:rsidRPr="00313984">
        <w:rPr>
          <w:rtl/>
        </w:rPr>
        <w:lastRenderedPageBreak/>
        <w:t>* ألم يتحدَّث أحد، في كتب الرِّجال السابقة، على هذا المنوال؟</w:t>
      </w:r>
    </w:p>
    <w:p w:rsidR="00E07DFB" w:rsidRPr="002A0058" w:rsidRDefault="00E07DFB" w:rsidP="00283EDA">
      <w:pPr>
        <w:pStyle w:val="libNormal"/>
        <w:rPr>
          <w:rtl/>
        </w:rPr>
      </w:pPr>
      <w:r w:rsidRPr="00313984">
        <w:rPr>
          <w:rStyle w:val="libBold1Char"/>
          <w:rtl/>
        </w:rPr>
        <w:t>الشيخ تجليل:</w:t>
      </w:r>
      <w:r w:rsidRPr="002A0058">
        <w:rPr>
          <w:rtl/>
        </w:rPr>
        <w:t xml:space="preserve"> عندما كنت أكتبُ </w:t>
      </w:r>
      <w:r w:rsidRPr="00313984">
        <w:rPr>
          <w:rStyle w:val="libBold1Char"/>
          <w:rtl/>
        </w:rPr>
        <w:t>(معجم الثقات)</w:t>
      </w:r>
      <w:r w:rsidRPr="002A0058">
        <w:rPr>
          <w:rtl/>
        </w:rPr>
        <w:t xml:space="preserve"> عثرت</w:t>
      </w:r>
      <w:r w:rsidR="00610870">
        <w:rPr>
          <w:rtl/>
        </w:rPr>
        <w:t>،</w:t>
      </w:r>
      <w:r w:rsidRPr="002A0058">
        <w:rPr>
          <w:rtl/>
        </w:rPr>
        <w:t xml:space="preserve"> في كتب الرجال التي كنت أبحث فيها</w:t>
      </w:r>
      <w:r w:rsidR="00610870">
        <w:rPr>
          <w:rtl/>
        </w:rPr>
        <w:t>،</w:t>
      </w:r>
      <w:r w:rsidRPr="002A0058">
        <w:rPr>
          <w:rtl/>
        </w:rPr>
        <w:t xml:space="preserve"> على مخطوطة كتاب لم يكمل تأليفه</w:t>
      </w:r>
      <w:r w:rsidR="00610870">
        <w:rPr>
          <w:rtl/>
        </w:rPr>
        <w:t>؛</w:t>
      </w:r>
      <w:r w:rsidRPr="002A0058">
        <w:rPr>
          <w:rtl/>
        </w:rPr>
        <w:t xml:space="preserve"> أي أنَّه لم يكن مرتَّباً</w:t>
      </w:r>
      <w:r w:rsidR="00610870">
        <w:rPr>
          <w:rtl/>
        </w:rPr>
        <w:t>،</w:t>
      </w:r>
      <w:r w:rsidRPr="002A0058">
        <w:rPr>
          <w:rtl/>
        </w:rPr>
        <w:t xml:space="preserve"> كان واضحاً أنَّه مقدِّمة تأليف أو مسوَّدة</w:t>
      </w:r>
      <w:r w:rsidR="00610870">
        <w:rPr>
          <w:rtl/>
        </w:rPr>
        <w:t>،</w:t>
      </w:r>
      <w:r w:rsidRPr="002A0058">
        <w:rPr>
          <w:rtl/>
        </w:rPr>
        <w:t xml:space="preserve"> وكان اسم تلك المسوَّدة: </w:t>
      </w:r>
      <w:r w:rsidRPr="00313984">
        <w:rPr>
          <w:rStyle w:val="libBold1Char"/>
          <w:rtl/>
        </w:rPr>
        <w:t>(طرائف المقال في معرفة طبقات الرجال)</w:t>
      </w:r>
      <w:r w:rsidR="00610870">
        <w:rPr>
          <w:rStyle w:val="libBold1Char"/>
          <w:rtl/>
        </w:rPr>
        <w:t>،</w:t>
      </w:r>
      <w:r w:rsidRPr="002A0058">
        <w:rPr>
          <w:rtl/>
        </w:rPr>
        <w:t xml:space="preserve"> ومؤلِّفه هو السيد علي أكبر بن محمد شفيع الموسوي</w:t>
      </w:r>
      <w:r w:rsidR="00610870">
        <w:rPr>
          <w:rtl/>
        </w:rPr>
        <w:t>،</w:t>
      </w:r>
      <w:r w:rsidRPr="002A0058">
        <w:rPr>
          <w:rtl/>
        </w:rPr>
        <w:t xml:space="preserve"> وكان معاصراً للشيخ الأنصاري </w:t>
      </w:r>
      <w:r w:rsidR="00283EDA" w:rsidRPr="00283EDA">
        <w:rPr>
          <w:rStyle w:val="libAlaemChar"/>
          <w:rtl/>
        </w:rPr>
        <w:t>رضي‌الله‌عنه</w:t>
      </w:r>
      <w:r w:rsidR="00610870">
        <w:rPr>
          <w:rtl/>
        </w:rPr>
        <w:t>،</w:t>
      </w:r>
      <w:r w:rsidRPr="002A0058">
        <w:rPr>
          <w:rtl/>
        </w:rPr>
        <w:t xml:space="preserve"> هذا الكتاب المكتوب بحروف صغيرة</w:t>
      </w:r>
      <w:r w:rsidR="00610870">
        <w:rPr>
          <w:rtl/>
        </w:rPr>
        <w:t>،</w:t>
      </w:r>
      <w:r w:rsidRPr="002A0058">
        <w:rPr>
          <w:rtl/>
        </w:rPr>
        <w:t xml:space="preserve"> هو نفسه الكتاب النفيس </w:t>
      </w:r>
      <w:r w:rsidRPr="00313984">
        <w:rPr>
          <w:rStyle w:val="libBold1Char"/>
          <w:rtl/>
        </w:rPr>
        <w:t>طبقات الرجال</w:t>
      </w:r>
      <w:r w:rsidR="00610870">
        <w:rPr>
          <w:rStyle w:val="libBold1Char"/>
          <w:rtl/>
        </w:rPr>
        <w:t>،</w:t>
      </w:r>
      <w:r w:rsidRPr="002A0058">
        <w:rPr>
          <w:rtl/>
        </w:rPr>
        <w:t xml:space="preserve"> وهو العمل نفسه الذي قام به المرحوم العلاّمة البروجردي</w:t>
      </w:r>
      <w:r w:rsidR="00610870">
        <w:rPr>
          <w:rtl/>
        </w:rPr>
        <w:t>،</w:t>
      </w:r>
      <w:r w:rsidRPr="002A0058">
        <w:rPr>
          <w:rtl/>
        </w:rPr>
        <w:t xml:space="preserve"> الفرق بينهما هو أنَّه بدأ بطبقات الرجال من نفسه وأنهاها برسول الله </w:t>
      </w:r>
      <w:r w:rsidR="00283EDA" w:rsidRPr="00283EDA">
        <w:rPr>
          <w:rStyle w:val="libAlaemChar"/>
          <w:rFonts w:eastAsiaTheme="minorHAnsi"/>
          <w:rtl/>
        </w:rPr>
        <w:t>صلى‌الله‌عليه‌وآله‌وسلم</w:t>
      </w:r>
      <w:r w:rsidR="00610870">
        <w:rPr>
          <w:rtl/>
        </w:rPr>
        <w:t>؛</w:t>
      </w:r>
      <w:r w:rsidRPr="002A0058">
        <w:rPr>
          <w:rtl/>
        </w:rPr>
        <w:t xml:space="preserve"> أي أنَّ المؤلِّف من الطبقة الأولى</w:t>
      </w:r>
      <w:r w:rsidR="00610870">
        <w:rPr>
          <w:rtl/>
        </w:rPr>
        <w:t>،</w:t>
      </w:r>
      <w:r w:rsidRPr="002A0058">
        <w:rPr>
          <w:rtl/>
        </w:rPr>
        <w:t xml:space="preserve"> وأستاذه من الطبقة الثانية</w:t>
      </w:r>
      <w:r w:rsidR="00610870">
        <w:rPr>
          <w:rtl/>
        </w:rPr>
        <w:t>،</w:t>
      </w:r>
      <w:r w:rsidRPr="002A0058">
        <w:rPr>
          <w:rtl/>
        </w:rPr>
        <w:t xml:space="preserve"> إلى أن بلغ إلى أصحاب رسول الله </w:t>
      </w:r>
      <w:r w:rsidR="00283EDA" w:rsidRPr="00283EDA">
        <w:rPr>
          <w:rStyle w:val="libAlaemChar"/>
          <w:rFonts w:eastAsiaTheme="minorHAnsi"/>
          <w:rtl/>
        </w:rPr>
        <w:t>صلى‌الله‌عليه‌وآله‌وسلم</w:t>
      </w:r>
      <w:r w:rsidR="00610870">
        <w:rPr>
          <w:rtl/>
        </w:rPr>
        <w:t>،</w:t>
      </w:r>
      <w:r w:rsidRPr="002A0058">
        <w:rPr>
          <w:rtl/>
        </w:rPr>
        <w:t xml:space="preserve"> فجعلهم من الطبقة الثلاثين</w:t>
      </w:r>
      <w:r w:rsidR="00610870">
        <w:rPr>
          <w:rtl/>
        </w:rPr>
        <w:t>.</w:t>
      </w:r>
      <w:r w:rsidRPr="002A0058">
        <w:rPr>
          <w:rtl/>
        </w:rPr>
        <w:t xml:space="preserve"> أمَّا المرحوم آية الله البروجردي</w:t>
      </w:r>
      <w:r w:rsidR="00610870">
        <w:rPr>
          <w:rtl/>
        </w:rPr>
        <w:t>،</w:t>
      </w:r>
      <w:r w:rsidRPr="002A0058">
        <w:rPr>
          <w:rtl/>
        </w:rPr>
        <w:t xml:space="preserve"> فقد بدأ بعكسه</w:t>
      </w:r>
      <w:r w:rsidR="00610870">
        <w:rPr>
          <w:rtl/>
        </w:rPr>
        <w:t>،</w:t>
      </w:r>
      <w:r w:rsidRPr="002A0058">
        <w:rPr>
          <w:rtl/>
        </w:rPr>
        <w:t xml:space="preserve"> فجعل أصحاب رسول الله </w:t>
      </w:r>
      <w:r w:rsidR="00283EDA" w:rsidRPr="00283EDA">
        <w:rPr>
          <w:rStyle w:val="libAlaemChar"/>
          <w:rFonts w:eastAsiaTheme="minorHAnsi"/>
          <w:rtl/>
        </w:rPr>
        <w:t>صلى‌الله‌عليه‌وآله‌وسلم</w:t>
      </w:r>
      <w:r w:rsidRPr="002A0058">
        <w:rPr>
          <w:rtl/>
        </w:rPr>
        <w:t xml:space="preserve"> في الطبقة الأولى</w:t>
      </w:r>
      <w:r w:rsidR="00610870">
        <w:rPr>
          <w:rtl/>
        </w:rPr>
        <w:t>،</w:t>
      </w:r>
      <w:r w:rsidRPr="002A0058">
        <w:rPr>
          <w:rtl/>
        </w:rPr>
        <w:t xml:space="preserve"> إلى أن بلغ شيخ الطائفة</w:t>
      </w:r>
      <w:r w:rsidR="00610870">
        <w:rPr>
          <w:rtl/>
        </w:rPr>
        <w:t>،</w:t>
      </w:r>
      <w:r w:rsidRPr="002A0058">
        <w:rPr>
          <w:rtl/>
        </w:rPr>
        <w:t xml:space="preserve"> ومن شيخ الطائفة فما بعده عدّهم طبقة طبقة</w:t>
      </w:r>
      <w:r w:rsidR="00610870">
        <w:rPr>
          <w:rtl/>
        </w:rPr>
        <w:t>،</w:t>
      </w:r>
      <w:r w:rsidRPr="002A0058">
        <w:rPr>
          <w:rtl/>
        </w:rPr>
        <w:t xml:space="preserve"> فكان هو من الطبقة الثانية والثلاثين.</w:t>
      </w:r>
    </w:p>
    <w:p w:rsidR="00E07DFB" w:rsidRPr="002A0058" w:rsidRDefault="00E07DFB" w:rsidP="0076266C">
      <w:pPr>
        <w:pStyle w:val="libNormal"/>
        <w:rPr>
          <w:rtl/>
        </w:rPr>
      </w:pPr>
      <w:r w:rsidRPr="002A0058">
        <w:rPr>
          <w:rtl/>
        </w:rPr>
        <w:t>أمَّا فائدة هذه الطبقات</w:t>
      </w:r>
      <w:r w:rsidR="00610870">
        <w:rPr>
          <w:rtl/>
        </w:rPr>
        <w:t>،</w:t>
      </w:r>
      <w:r w:rsidRPr="002A0058">
        <w:rPr>
          <w:rtl/>
        </w:rPr>
        <w:t xml:space="preserve"> فهي أنَّها تُيسِّر حساب الأحاديث المعلولة</w:t>
      </w:r>
      <w:r w:rsidR="00610870">
        <w:rPr>
          <w:rtl/>
        </w:rPr>
        <w:t>،</w:t>
      </w:r>
      <w:r w:rsidRPr="002A0058">
        <w:rPr>
          <w:rtl/>
        </w:rPr>
        <w:t xml:space="preserve"> عندما يقرأ السند يقول: إنَّ السند خطأ</w:t>
      </w:r>
      <w:r w:rsidR="00610870">
        <w:rPr>
          <w:rtl/>
        </w:rPr>
        <w:t xml:space="preserve"> - </w:t>
      </w:r>
      <w:r w:rsidRPr="002A0058">
        <w:rPr>
          <w:rtl/>
        </w:rPr>
        <w:t>وإن كان الجميع ثُقات</w:t>
      </w:r>
      <w:r w:rsidR="00610870">
        <w:rPr>
          <w:rtl/>
        </w:rPr>
        <w:t xml:space="preserve"> - </w:t>
      </w:r>
      <w:r w:rsidRPr="002A0058">
        <w:rPr>
          <w:rtl/>
        </w:rPr>
        <w:t xml:space="preserve">واصطلاحه كان: </w:t>
      </w:r>
      <w:r w:rsidRPr="00313984">
        <w:rPr>
          <w:rStyle w:val="libBold1Char"/>
          <w:rtl/>
        </w:rPr>
        <w:t>(السند معلول)</w:t>
      </w:r>
      <w:r w:rsidRPr="002A0058">
        <w:rPr>
          <w:rtl/>
        </w:rPr>
        <w:t xml:space="preserve">. </w:t>
      </w:r>
    </w:p>
    <w:p w:rsidR="00E07DFB" w:rsidRPr="00521211" w:rsidRDefault="00E07DFB" w:rsidP="00283EDA">
      <w:pPr>
        <w:pStyle w:val="libNormal"/>
        <w:rPr>
          <w:rtl/>
        </w:rPr>
      </w:pPr>
      <w:r w:rsidRPr="00521211">
        <w:rPr>
          <w:rtl/>
        </w:rPr>
        <w:t>* بالنسبة للعُمْر المشترَك الذي عُدَّ 35 عاماً</w:t>
      </w:r>
      <w:r w:rsidR="00610870">
        <w:rPr>
          <w:rtl/>
        </w:rPr>
        <w:t>،</w:t>
      </w:r>
      <w:r w:rsidRPr="00521211">
        <w:rPr>
          <w:rtl/>
        </w:rPr>
        <w:t xml:space="preserve"> لا يمكن حساب العشرة أو الاثني عشر عاماً الأولى من عمر الراوي</w:t>
      </w:r>
      <w:r w:rsidR="00610870">
        <w:rPr>
          <w:rtl/>
        </w:rPr>
        <w:t>،</w:t>
      </w:r>
      <w:r w:rsidRPr="00521211">
        <w:rPr>
          <w:rtl/>
        </w:rPr>
        <w:t xml:space="preserve"> رغم ما يقال عن ابن عبَّاس: إنَّ عمره عند وفاة رسول الله </w:t>
      </w:r>
      <w:r w:rsidR="00283EDA" w:rsidRPr="00283EDA">
        <w:rPr>
          <w:rStyle w:val="libAlaemChar"/>
          <w:rFonts w:eastAsiaTheme="minorHAnsi"/>
          <w:rtl/>
        </w:rPr>
        <w:t>صلى‌الله‌عليه‌وآله‌وسلم</w:t>
      </w:r>
      <w:r w:rsidRPr="00521211">
        <w:rPr>
          <w:rtl/>
        </w:rPr>
        <w:t xml:space="preserve"> كان 11 أو 13 عاماً.</w:t>
      </w:r>
    </w:p>
    <w:p w:rsidR="0076266C" w:rsidRDefault="00E07DFB" w:rsidP="002A0058">
      <w:pPr>
        <w:pStyle w:val="libNormal"/>
        <w:rPr>
          <w:rtl/>
        </w:rPr>
      </w:pPr>
      <w:r w:rsidRPr="00313984">
        <w:rPr>
          <w:rStyle w:val="libBold1Char"/>
          <w:rtl/>
        </w:rPr>
        <w:t>الشيخ تجليل</w:t>
      </w:r>
      <w:r w:rsidRPr="002A0058">
        <w:rPr>
          <w:rtl/>
        </w:rPr>
        <w:t>: على أي حال</w:t>
      </w:r>
      <w:r w:rsidR="00610870">
        <w:rPr>
          <w:rtl/>
        </w:rPr>
        <w:t>،</w:t>
      </w:r>
      <w:r w:rsidRPr="002A0058">
        <w:rPr>
          <w:rtl/>
        </w:rPr>
        <w:t xml:space="preserve"> يصلح لنقل الحديث بعد عمر اثني عشر عاماً</w:t>
      </w:r>
      <w:r w:rsidR="00610870">
        <w:rPr>
          <w:rtl/>
        </w:rPr>
        <w:t>،</w:t>
      </w:r>
      <w:r w:rsidRPr="002A0058">
        <w:rPr>
          <w:rtl/>
        </w:rPr>
        <w:t xml:space="preserve"> لكن مقدار الزمان لا يختلف</w:t>
      </w:r>
      <w:r w:rsidR="00610870">
        <w:rPr>
          <w:rtl/>
        </w:rPr>
        <w:t>،</w:t>
      </w:r>
      <w:r w:rsidRPr="002A0058">
        <w:rPr>
          <w:rtl/>
        </w:rPr>
        <w:t xml:space="preserve"> هكذا نحسب مدة 450 عاماً</w:t>
      </w:r>
      <w:r w:rsidR="00610870">
        <w:rPr>
          <w:rtl/>
        </w:rPr>
        <w:t>،</w:t>
      </w:r>
      <w:r w:rsidRPr="002A0058">
        <w:rPr>
          <w:rtl/>
        </w:rPr>
        <w:t xml:space="preserve"> فنرى كم طبقة اتصلت خلال هذه المدة.</w:t>
      </w:r>
    </w:p>
    <w:p w:rsidR="0076266C" w:rsidRDefault="0076266C" w:rsidP="00E5125A">
      <w:pPr>
        <w:pStyle w:val="libNormal"/>
        <w:rPr>
          <w:rtl/>
        </w:rPr>
      </w:pPr>
      <w:r>
        <w:rPr>
          <w:rtl/>
        </w:rPr>
        <w:br w:type="page"/>
      </w:r>
    </w:p>
    <w:p w:rsidR="00E07DFB" w:rsidRPr="00313984" w:rsidRDefault="00E07DFB" w:rsidP="00313984">
      <w:pPr>
        <w:pStyle w:val="libBold1"/>
        <w:rPr>
          <w:rtl/>
        </w:rPr>
      </w:pPr>
      <w:r w:rsidRPr="00313984">
        <w:rPr>
          <w:rtl/>
        </w:rPr>
        <w:lastRenderedPageBreak/>
        <w:t>* ما أردت قوله: إنَّه إذا حذفنا 12</w:t>
      </w:r>
      <w:r w:rsidR="00610870">
        <w:rPr>
          <w:rtl/>
        </w:rPr>
        <w:t xml:space="preserve"> - </w:t>
      </w:r>
      <w:r w:rsidRPr="00313984">
        <w:rPr>
          <w:rtl/>
        </w:rPr>
        <w:t>15 عاماً الأولى يكون كل راوٍ قد عاصر مَن سبقه مدة عشرين عاماً فقط.</w:t>
      </w:r>
    </w:p>
    <w:p w:rsidR="00E07DFB" w:rsidRPr="002A0058" w:rsidRDefault="00E07DFB" w:rsidP="002A0058">
      <w:pPr>
        <w:pStyle w:val="libNormal"/>
        <w:rPr>
          <w:rtl/>
        </w:rPr>
      </w:pPr>
      <w:r w:rsidRPr="00313984">
        <w:rPr>
          <w:rStyle w:val="libBold1Char"/>
          <w:rtl/>
        </w:rPr>
        <w:t xml:space="preserve">الشيخ تجليل: </w:t>
      </w:r>
      <w:r w:rsidRPr="002A0058">
        <w:rPr>
          <w:rtl/>
        </w:rPr>
        <w:t>لكنَّه كان معاصراً خلال الخمسة وثلاثين عاماً تلك</w:t>
      </w:r>
      <w:r w:rsidR="00610870">
        <w:rPr>
          <w:rtl/>
        </w:rPr>
        <w:t>،</w:t>
      </w:r>
      <w:r w:rsidRPr="002A0058">
        <w:rPr>
          <w:rtl/>
        </w:rPr>
        <w:t xml:space="preserve"> والمفيد منها هو العشرون عاماً</w:t>
      </w:r>
      <w:r w:rsidR="00610870">
        <w:rPr>
          <w:rtl/>
        </w:rPr>
        <w:t>.</w:t>
      </w:r>
      <w:r w:rsidRPr="002A0058">
        <w:rPr>
          <w:rtl/>
        </w:rPr>
        <w:t xml:space="preserve"> على أيِ حال</w:t>
      </w:r>
      <w:r w:rsidR="00610870">
        <w:rPr>
          <w:rtl/>
        </w:rPr>
        <w:t>،</w:t>
      </w:r>
      <w:r w:rsidRPr="002A0058">
        <w:rPr>
          <w:rtl/>
        </w:rPr>
        <w:t xml:space="preserve"> لا بد من أن يطوي 12 عاماً الأولى </w:t>
      </w:r>
      <w:r w:rsidR="0076266C">
        <w:rPr>
          <w:rtl/>
        </w:rPr>
        <w:t>ليصبح قادراً على تحمُّل الحديث.</w:t>
      </w:r>
    </w:p>
    <w:p w:rsidR="00E07DFB" w:rsidRPr="00313984" w:rsidRDefault="00E07DFB" w:rsidP="00313984">
      <w:pPr>
        <w:pStyle w:val="libBold1"/>
        <w:rPr>
          <w:rtl/>
        </w:rPr>
      </w:pPr>
      <w:r w:rsidRPr="00313984">
        <w:rPr>
          <w:rtl/>
        </w:rPr>
        <w:t>* أي أنَّه على الفقيه أن ينتبه إلى الزمن الذي ولد فيه السكوني حتى يتسنَّى له نقل الحديث عمَّن سبقه</w:t>
      </w:r>
      <w:r w:rsidR="00610870">
        <w:rPr>
          <w:rtl/>
        </w:rPr>
        <w:t>،</w:t>
      </w:r>
      <w:r w:rsidRPr="00313984">
        <w:rPr>
          <w:rtl/>
        </w:rPr>
        <w:t xml:space="preserve"> وأنَّه كان في سنِّ التحمُّل عند نقل الحديث.</w:t>
      </w:r>
    </w:p>
    <w:p w:rsidR="00E07DFB" w:rsidRPr="002A0058" w:rsidRDefault="00E07DFB" w:rsidP="002A0058">
      <w:pPr>
        <w:pStyle w:val="libNormal"/>
        <w:rPr>
          <w:rtl/>
        </w:rPr>
      </w:pPr>
      <w:r w:rsidRPr="00313984">
        <w:rPr>
          <w:rStyle w:val="libBold1Char"/>
          <w:rtl/>
        </w:rPr>
        <w:t>الشيخ تجليل:</w:t>
      </w:r>
      <w:r w:rsidRPr="002A0058">
        <w:rPr>
          <w:rtl/>
        </w:rPr>
        <w:t xml:space="preserve"> نعم</w:t>
      </w:r>
      <w:r w:rsidR="00610870">
        <w:rPr>
          <w:rtl/>
        </w:rPr>
        <w:t>،</w:t>
      </w:r>
      <w:r w:rsidRPr="002A0058">
        <w:rPr>
          <w:rtl/>
        </w:rPr>
        <w:t xml:space="preserve"> وبطبيعة الحال بالترتيب نفسه الذي ذكرتُ فيه الطبقات.</w:t>
      </w:r>
    </w:p>
    <w:p w:rsidR="00E07DFB" w:rsidRPr="00313984" w:rsidRDefault="00E07DFB" w:rsidP="00313984">
      <w:pPr>
        <w:pStyle w:val="libBold1"/>
        <w:rPr>
          <w:rtl/>
        </w:rPr>
      </w:pPr>
      <w:r w:rsidRPr="00313984">
        <w:rPr>
          <w:rtl/>
        </w:rPr>
        <w:t>* ما السبب الذي دعاه ليجعل الشيخ الطوسي نهاية الطبقات الاثنتي عشرة؟</w:t>
      </w:r>
    </w:p>
    <w:p w:rsidR="00E07DFB" w:rsidRPr="002A0058" w:rsidRDefault="00E07DFB" w:rsidP="002A0058">
      <w:pPr>
        <w:pStyle w:val="libNormal"/>
        <w:rPr>
          <w:rtl/>
        </w:rPr>
      </w:pPr>
      <w:r w:rsidRPr="00313984">
        <w:rPr>
          <w:rStyle w:val="libBold1Char"/>
          <w:rtl/>
        </w:rPr>
        <w:t>الشيخ تجليل:</w:t>
      </w:r>
      <w:r w:rsidRPr="002A0058">
        <w:rPr>
          <w:rtl/>
        </w:rPr>
        <w:t xml:space="preserve"> لأنَّ الشيخ الطوسي كان آخر مؤلِّفي الكتب الأربعة</w:t>
      </w:r>
      <w:r w:rsidR="00610870">
        <w:rPr>
          <w:rtl/>
        </w:rPr>
        <w:t>،</w:t>
      </w:r>
      <w:r w:rsidRPr="002A0058">
        <w:rPr>
          <w:rtl/>
        </w:rPr>
        <w:t xml:space="preserve"> وعُمدة الأحاديث في الكتب الأربعة</w:t>
      </w:r>
      <w:r w:rsidR="00610870">
        <w:rPr>
          <w:rtl/>
        </w:rPr>
        <w:t>،</w:t>
      </w:r>
      <w:r w:rsidRPr="002A0058">
        <w:rPr>
          <w:rtl/>
        </w:rPr>
        <w:t xml:space="preserve"> فالكليني في الطبقة التاسعة</w:t>
      </w:r>
      <w:r w:rsidR="00610870">
        <w:rPr>
          <w:rtl/>
        </w:rPr>
        <w:t>،</w:t>
      </w:r>
      <w:r w:rsidRPr="002A0058">
        <w:rPr>
          <w:rtl/>
        </w:rPr>
        <w:t xml:space="preserve"> والصدوق في العاشرة</w:t>
      </w:r>
      <w:r w:rsidR="00610870">
        <w:rPr>
          <w:rtl/>
        </w:rPr>
        <w:t>،</w:t>
      </w:r>
      <w:r w:rsidRPr="002A0058">
        <w:rPr>
          <w:rtl/>
        </w:rPr>
        <w:t xml:space="preserve"> والمفيد في الحادية عشرة</w:t>
      </w:r>
      <w:r w:rsidR="00610870">
        <w:rPr>
          <w:rtl/>
        </w:rPr>
        <w:t>،</w:t>
      </w:r>
      <w:r w:rsidRPr="002A0058">
        <w:rPr>
          <w:rtl/>
        </w:rPr>
        <w:t xml:space="preserve"> والشيخ الطوسي في الثانية عشرة.</w:t>
      </w:r>
    </w:p>
    <w:p w:rsidR="00E07DFB" w:rsidRPr="00313984" w:rsidRDefault="00E07DFB" w:rsidP="0076266C">
      <w:pPr>
        <w:pStyle w:val="libBold1"/>
        <w:rPr>
          <w:rtl/>
        </w:rPr>
      </w:pPr>
      <w:r w:rsidRPr="00313984">
        <w:rPr>
          <w:rtl/>
        </w:rPr>
        <w:t>* ذكرتم أنَّ أحد مميِّزات المرحوم آية الله البروجردي</w:t>
      </w:r>
      <w:r w:rsidR="00610870">
        <w:rPr>
          <w:rtl/>
        </w:rPr>
        <w:t>،</w:t>
      </w:r>
      <w:r w:rsidRPr="00313984">
        <w:rPr>
          <w:rtl/>
        </w:rPr>
        <w:t xml:space="preserve"> هو: إرجاع عدَّة روايات</w:t>
      </w:r>
      <w:r w:rsidR="0076266C">
        <w:rPr>
          <w:rFonts w:hint="cs"/>
          <w:rtl/>
        </w:rPr>
        <w:t xml:space="preserve"> </w:t>
      </w:r>
      <w:r w:rsidRPr="00313984">
        <w:rPr>
          <w:rtl/>
        </w:rPr>
        <w:t>إلى رواية واحدة رغم تعدُّد أسانيدها</w:t>
      </w:r>
      <w:r w:rsidR="00610870">
        <w:rPr>
          <w:rtl/>
        </w:rPr>
        <w:t>.</w:t>
      </w:r>
      <w:r w:rsidRPr="00313984">
        <w:rPr>
          <w:rtl/>
        </w:rPr>
        <w:t xml:space="preserve"> فما هي كيفية الإرجاع تلك</w:t>
      </w:r>
      <w:r w:rsidR="00610870">
        <w:rPr>
          <w:rtl/>
        </w:rPr>
        <w:t>،</w:t>
      </w:r>
      <w:r w:rsidRPr="00313984">
        <w:rPr>
          <w:rtl/>
        </w:rPr>
        <w:t xml:space="preserve"> وما هي معاييرها؟ ثُمَّ إنَّ تَعَدُّد السند</w:t>
      </w:r>
      <w:r w:rsidR="00610870">
        <w:rPr>
          <w:rtl/>
        </w:rPr>
        <w:t xml:space="preserve"> - </w:t>
      </w:r>
      <w:r w:rsidRPr="00313984">
        <w:rPr>
          <w:rtl/>
        </w:rPr>
        <w:t>حسب العُرف</w:t>
      </w:r>
      <w:r w:rsidR="00610870">
        <w:rPr>
          <w:rtl/>
        </w:rPr>
        <w:t xml:space="preserve"> - </w:t>
      </w:r>
      <w:r w:rsidRPr="00313984">
        <w:rPr>
          <w:rtl/>
        </w:rPr>
        <w:t>يعني تَعَدُّد الروايات</w:t>
      </w:r>
      <w:r w:rsidR="00610870">
        <w:rPr>
          <w:rtl/>
        </w:rPr>
        <w:t>،</w:t>
      </w:r>
      <w:r w:rsidRPr="00313984">
        <w:rPr>
          <w:rtl/>
        </w:rPr>
        <w:t xml:space="preserve"> فكيف كان يجمعها؟</w:t>
      </w:r>
    </w:p>
    <w:p w:rsidR="0076266C" w:rsidRDefault="00E07DFB" w:rsidP="002A0058">
      <w:pPr>
        <w:pStyle w:val="libNormal"/>
        <w:rPr>
          <w:rtl/>
        </w:rPr>
      </w:pPr>
      <w:r w:rsidRPr="00313984">
        <w:rPr>
          <w:rStyle w:val="libBold1Char"/>
          <w:rtl/>
        </w:rPr>
        <w:t>الشيخ تجليل:</w:t>
      </w:r>
      <w:r w:rsidRPr="002A0058">
        <w:rPr>
          <w:rtl/>
        </w:rPr>
        <w:t xml:space="preserve"> هذا الأمر صحيح</w:t>
      </w:r>
      <w:r w:rsidR="00610870">
        <w:rPr>
          <w:rtl/>
        </w:rPr>
        <w:t>،</w:t>
      </w:r>
      <w:r w:rsidRPr="002A0058">
        <w:rPr>
          <w:rtl/>
        </w:rPr>
        <w:t xml:space="preserve"> لكن إرجاعه يرتبط بالسند أيضاً</w:t>
      </w:r>
      <w:r w:rsidR="00610870">
        <w:rPr>
          <w:rtl/>
        </w:rPr>
        <w:t>،</w:t>
      </w:r>
      <w:r w:rsidRPr="002A0058">
        <w:rPr>
          <w:rtl/>
        </w:rPr>
        <w:t xml:space="preserve"> فقد يكون سند جميع رواة ذلك الحديث منذ البداية وحتى النهاية مشترَكاً</w:t>
      </w:r>
      <w:r w:rsidR="00610870">
        <w:rPr>
          <w:rtl/>
        </w:rPr>
        <w:t>،</w:t>
      </w:r>
      <w:r w:rsidRPr="002A0058">
        <w:rPr>
          <w:rtl/>
        </w:rPr>
        <w:t xml:space="preserve"> وهذا الأمر قليل جداً</w:t>
      </w:r>
      <w:r w:rsidR="00610870">
        <w:rPr>
          <w:rtl/>
        </w:rPr>
        <w:t>،</w:t>
      </w:r>
      <w:r w:rsidRPr="002A0058">
        <w:rPr>
          <w:rtl/>
        </w:rPr>
        <w:t xml:space="preserve"> وأحياناً يكون جزء من السند مشتركاً</w:t>
      </w:r>
      <w:r w:rsidR="00610870">
        <w:rPr>
          <w:rtl/>
        </w:rPr>
        <w:t>،</w:t>
      </w:r>
      <w:r w:rsidRPr="002A0058">
        <w:rPr>
          <w:rtl/>
        </w:rPr>
        <w:t xml:space="preserve"> وأحياناً يكون آخر رواته مشتركاً</w:t>
      </w:r>
      <w:r w:rsidR="00610870">
        <w:rPr>
          <w:rtl/>
        </w:rPr>
        <w:t>؛</w:t>
      </w:r>
      <w:r w:rsidRPr="002A0058">
        <w:rPr>
          <w:rtl/>
        </w:rPr>
        <w:t xml:space="preserve"> وهذا يدل على أنَّ الرواية واحدة</w:t>
      </w:r>
      <w:r w:rsidR="00610870">
        <w:rPr>
          <w:rtl/>
        </w:rPr>
        <w:t>.</w:t>
      </w:r>
      <w:r w:rsidRPr="002A0058">
        <w:rPr>
          <w:rtl/>
        </w:rPr>
        <w:t xml:space="preserve"> فمن الطبيعي أن يكون بعض السند مشتركاً</w:t>
      </w:r>
      <w:r w:rsidR="00610870">
        <w:rPr>
          <w:rtl/>
        </w:rPr>
        <w:t>؛</w:t>
      </w:r>
      <w:r w:rsidRPr="002A0058">
        <w:rPr>
          <w:rtl/>
        </w:rPr>
        <w:t xml:space="preserve"> لأنَّ كل واحد من مؤلِّفي الكتب الأربعة</w:t>
      </w:r>
      <w:r w:rsidR="00610870">
        <w:rPr>
          <w:rtl/>
        </w:rPr>
        <w:t>،</w:t>
      </w:r>
      <w:r w:rsidRPr="002A0058">
        <w:rPr>
          <w:rtl/>
        </w:rPr>
        <w:t xml:space="preserve"> كالشيخ الطوسي والكليني والصدوق</w:t>
      </w:r>
      <w:r w:rsidR="00610870">
        <w:rPr>
          <w:rtl/>
        </w:rPr>
        <w:t>،</w:t>
      </w:r>
      <w:r w:rsidRPr="002A0058">
        <w:rPr>
          <w:rtl/>
        </w:rPr>
        <w:t xml:space="preserve"> كان يمتلك سنداً مستقلاً في المجاميع الأولية والأصول الأربعمائة</w:t>
      </w:r>
      <w:r w:rsidR="00610870">
        <w:rPr>
          <w:rtl/>
        </w:rPr>
        <w:t>،</w:t>
      </w:r>
      <w:r w:rsidRPr="002A0058">
        <w:rPr>
          <w:rtl/>
        </w:rPr>
        <w:t xml:space="preserve"> ولكن هذه الأسانيد المتعدِّدة جميعها تنتهي إلى مجاميع أولية؟ وهل الحديث متعدِّد في المجاميع الأولية؟ وهل للحديث الذي نقله صفوان بن يحيى في كتابه سندٌ؟ الشيخ ذكر سنده في التهذيب</w:t>
      </w:r>
      <w:r w:rsidR="00610870">
        <w:rPr>
          <w:rtl/>
        </w:rPr>
        <w:t>،</w:t>
      </w:r>
      <w:r w:rsidRPr="002A0058">
        <w:rPr>
          <w:rtl/>
        </w:rPr>
        <w:t xml:space="preserve"> والشيخ الصدوق أيضاً حدَّد سنده في كتابه (مَن لا يحضره الفقيه)</w:t>
      </w:r>
      <w:r w:rsidR="00610870">
        <w:rPr>
          <w:rtl/>
        </w:rPr>
        <w:t>،</w:t>
      </w:r>
      <w:r w:rsidRPr="002A0058">
        <w:rPr>
          <w:rtl/>
        </w:rPr>
        <w:t xml:space="preserve"> والكليني كتب سنده الصريح في متنه</w:t>
      </w:r>
      <w:r w:rsidR="00610870">
        <w:rPr>
          <w:rtl/>
        </w:rPr>
        <w:t>،</w:t>
      </w:r>
      <w:r w:rsidRPr="002A0058">
        <w:rPr>
          <w:rtl/>
        </w:rPr>
        <w:t xml:space="preserve"> لكن كتاب الكافي </w:t>
      </w:r>
    </w:p>
    <w:p w:rsidR="0076266C" w:rsidRDefault="0076266C" w:rsidP="00E5125A">
      <w:pPr>
        <w:pStyle w:val="libNormal"/>
        <w:rPr>
          <w:rtl/>
        </w:rPr>
      </w:pPr>
      <w:r>
        <w:rPr>
          <w:rtl/>
        </w:rPr>
        <w:br w:type="page"/>
      </w:r>
    </w:p>
    <w:p w:rsidR="00E07DFB" w:rsidRPr="002A0058" w:rsidRDefault="00E07DFB" w:rsidP="0076266C">
      <w:pPr>
        <w:pStyle w:val="libNormal0"/>
        <w:rPr>
          <w:rtl/>
        </w:rPr>
      </w:pPr>
      <w:r w:rsidRPr="002A0058">
        <w:rPr>
          <w:rtl/>
        </w:rPr>
        <w:lastRenderedPageBreak/>
        <w:t>يختلف عنهم في كونه قد أورد السند كاملاً</w:t>
      </w:r>
      <w:r w:rsidR="00610870">
        <w:rPr>
          <w:rtl/>
        </w:rPr>
        <w:t>.</w:t>
      </w:r>
      <w:r w:rsidRPr="002A0058">
        <w:rPr>
          <w:rtl/>
        </w:rPr>
        <w:t xml:space="preserve"> فعندما نفتح كتاب وسائل الشيعة ونجد الحديث في روايات متعدِّدة</w:t>
      </w:r>
      <w:r w:rsidR="00610870">
        <w:rPr>
          <w:rtl/>
        </w:rPr>
        <w:t>،</w:t>
      </w:r>
      <w:r w:rsidRPr="002A0058">
        <w:rPr>
          <w:rtl/>
        </w:rPr>
        <w:t xml:space="preserve"> فهذا لا يعني أنَّه ثلاثة أو أربعة أحاديث</w:t>
      </w:r>
      <w:r w:rsidR="00610870">
        <w:rPr>
          <w:rtl/>
        </w:rPr>
        <w:t>،</w:t>
      </w:r>
      <w:r w:rsidRPr="002A0058">
        <w:rPr>
          <w:rtl/>
        </w:rPr>
        <w:t xml:space="preserve"> بل يعني أنَّه حديث واحد رُوي بطريقة مختلفة.</w:t>
      </w:r>
    </w:p>
    <w:p w:rsidR="00E07DFB" w:rsidRPr="002A0058" w:rsidRDefault="00E07DFB" w:rsidP="0076266C">
      <w:pPr>
        <w:pStyle w:val="libNormal"/>
        <w:rPr>
          <w:rtl/>
        </w:rPr>
      </w:pPr>
      <w:r w:rsidRPr="00313984">
        <w:rPr>
          <w:rStyle w:val="libBold1Char"/>
          <w:rtl/>
        </w:rPr>
        <w:t>ثانياً:</w:t>
      </w:r>
      <w:r w:rsidRPr="002A0058">
        <w:rPr>
          <w:rtl/>
        </w:rPr>
        <w:t xml:space="preserve"> قد يكون هناك اختلاف في السند</w:t>
      </w:r>
      <w:r w:rsidR="0076266C">
        <w:rPr>
          <w:rFonts w:hint="cs"/>
          <w:rtl/>
        </w:rPr>
        <w:t xml:space="preserve"> </w:t>
      </w:r>
      <w:r w:rsidRPr="002A0058">
        <w:rPr>
          <w:rtl/>
        </w:rPr>
        <w:t>كلِّه</w:t>
      </w:r>
      <w:r w:rsidR="00610870">
        <w:rPr>
          <w:rtl/>
        </w:rPr>
        <w:t>،</w:t>
      </w:r>
      <w:r w:rsidRPr="002A0058">
        <w:rPr>
          <w:rtl/>
        </w:rPr>
        <w:t xml:space="preserve"> فنَقَلَه الكافي بالكامل</w:t>
      </w:r>
      <w:r w:rsidR="00610870">
        <w:rPr>
          <w:rtl/>
        </w:rPr>
        <w:t>،</w:t>
      </w:r>
      <w:r w:rsidRPr="002A0058">
        <w:rPr>
          <w:rtl/>
        </w:rPr>
        <w:t xml:space="preserve"> أو ذكره الكافي والتهذيب بشكل مختلف</w:t>
      </w:r>
      <w:r w:rsidR="00610870">
        <w:rPr>
          <w:rtl/>
        </w:rPr>
        <w:t>،</w:t>
      </w:r>
      <w:r w:rsidRPr="002A0058">
        <w:rPr>
          <w:rtl/>
        </w:rPr>
        <w:t xml:space="preserve"> ثُمَّ كان آخر راوٍ لهما هو معاوية بن عمّار مثلاً</w:t>
      </w:r>
      <w:r w:rsidR="00610870">
        <w:rPr>
          <w:rtl/>
        </w:rPr>
        <w:t>،</w:t>
      </w:r>
      <w:r w:rsidRPr="002A0058">
        <w:rPr>
          <w:rtl/>
        </w:rPr>
        <w:t xml:space="preserve"> فمعاوية بن عمّار هذا لم يكن لديه راوٍ</w:t>
      </w:r>
      <w:r w:rsidR="00610870">
        <w:rPr>
          <w:rtl/>
        </w:rPr>
        <w:t>،</w:t>
      </w:r>
      <w:r w:rsidRPr="002A0058">
        <w:rPr>
          <w:rtl/>
        </w:rPr>
        <w:t xml:space="preserve"> بل كان أستاذاً في الحديث</w:t>
      </w:r>
      <w:r w:rsidR="00610870">
        <w:rPr>
          <w:rtl/>
        </w:rPr>
        <w:t>،</w:t>
      </w:r>
      <w:r w:rsidRPr="002A0058">
        <w:rPr>
          <w:rtl/>
        </w:rPr>
        <w:t xml:space="preserve"> فأخذ عنه ذلك الحديث أفراد متعدِّدون</w:t>
      </w:r>
      <w:r w:rsidR="00610870">
        <w:rPr>
          <w:rtl/>
        </w:rPr>
        <w:t>،</w:t>
      </w:r>
      <w:r w:rsidRPr="002A0058">
        <w:rPr>
          <w:rtl/>
        </w:rPr>
        <w:t xml:space="preserve"> كما يشير إلى ذلك علماء الرجال.</w:t>
      </w:r>
    </w:p>
    <w:p w:rsidR="00E07DFB" w:rsidRPr="00065D03" w:rsidRDefault="00E07DFB" w:rsidP="0076266C">
      <w:pPr>
        <w:pStyle w:val="libNormal"/>
        <w:rPr>
          <w:rtl/>
        </w:rPr>
      </w:pPr>
      <w:r w:rsidRPr="00065D03">
        <w:rPr>
          <w:rtl/>
        </w:rPr>
        <w:t>حدَّث معاوية بن عمَّار بهذا الحديث في مجلس شخصاً ما</w:t>
      </w:r>
      <w:r w:rsidR="00610870">
        <w:rPr>
          <w:rtl/>
        </w:rPr>
        <w:t>،</w:t>
      </w:r>
      <w:r w:rsidRPr="00065D03">
        <w:rPr>
          <w:rtl/>
        </w:rPr>
        <w:t xml:space="preserve"> ثُمَّ حدَّث به في مجلس آخر شخصاً آخر</w:t>
      </w:r>
      <w:r w:rsidR="00610870">
        <w:rPr>
          <w:rtl/>
        </w:rPr>
        <w:t>،</w:t>
      </w:r>
      <w:r w:rsidRPr="00065D03">
        <w:rPr>
          <w:rtl/>
        </w:rPr>
        <w:t xml:space="preserve"> أو أنَّ عدَّة أشخاص كانوا في مجلس واحد</w:t>
      </w:r>
      <w:r w:rsidR="00610870">
        <w:rPr>
          <w:rtl/>
        </w:rPr>
        <w:t>،</w:t>
      </w:r>
      <w:r w:rsidRPr="00065D03">
        <w:rPr>
          <w:rtl/>
        </w:rPr>
        <w:t xml:space="preserve"> كلٌ</w:t>
      </w:r>
      <w:r w:rsidR="0076266C">
        <w:rPr>
          <w:rFonts w:hint="cs"/>
          <w:rtl/>
        </w:rPr>
        <w:t xml:space="preserve"> </w:t>
      </w:r>
      <w:r w:rsidRPr="00065D03">
        <w:rPr>
          <w:rtl/>
        </w:rPr>
        <w:t>منهم ينقل مباشرة عن أستاذه</w:t>
      </w:r>
      <w:r w:rsidR="00610870">
        <w:rPr>
          <w:rtl/>
        </w:rPr>
        <w:t>،</w:t>
      </w:r>
      <w:r w:rsidRPr="00065D03">
        <w:rPr>
          <w:rtl/>
        </w:rPr>
        <w:t xml:space="preserve"> فهل يدل ذلك على أنَّه حدَّث به أربع مرَّات؟ </w:t>
      </w:r>
    </w:p>
    <w:p w:rsidR="00E07DFB" w:rsidRPr="00065D03" w:rsidRDefault="00E07DFB" w:rsidP="00065D03">
      <w:pPr>
        <w:pStyle w:val="libNormal"/>
        <w:rPr>
          <w:rtl/>
        </w:rPr>
      </w:pPr>
      <w:r w:rsidRPr="00065D03">
        <w:rPr>
          <w:rtl/>
        </w:rPr>
        <w:t>كلا</w:t>
      </w:r>
      <w:r w:rsidR="00610870">
        <w:rPr>
          <w:rtl/>
        </w:rPr>
        <w:t>؛</w:t>
      </w:r>
      <w:r w:rsidRPr="00065D03">
        <w:rPr>
          <w:rtl/>
        </w:rPr>
        <w:t xml:space="preserve"> لهذا فإنَّ الاشتراك في السند كلِّه أو بعضه</w:t>
      </w:r>
      <w:r w:rsidR="00610870">
        <w:rPr>
          <w:rtl/>
        </w:rPr>
        <w:t xml:space="preserve"> - </w:t>
      </w:r>
      <w:r w:rsidRPr="00065D03">
        <w:rPr>
          <w:rtl/>
        </w:rPr>
        <w:t>بعضه الذي ينتهي إلى المعصوم</w:t>
      </w:r>
      <w:r w:rsidR="00610870">
        <w:rPr>
          <w:rtl/>
        </w:rPr>
        <w:t xml:space="preserve"> - </w:t>
      </w:r>
      <w:r w:rsidRPr="00065D03">
        <w:rPr>
          <w:rtl/>
        </w:rPr>
        <w:t>حتى الاشتراك في آخر راوٍ</w:t>
      </w:r>
      <w:r w:rsidR="00610870">
        <w:rPr>
          <w:rtl/>
        </w:rPr>
        <w:t>،</w:t>
      </w:r>
      <w:r w:rsidRPr="00065D03">
        <w:rPr>
          <w:rtl/>
        </w:rPr>
        <w:t xml:space="preserve"> كل ذلك ينفي تعدُّد الحديث</w:t>
      </w:r>
      <w:r w:rsidR="00610870">
        <w:rPr>
          <w:rtl/>
        </w:rPr>
        <w:t>.</w:t>
      </w:r>
      <w:r w:rsidRPr="00065D03">
        <w:rPr>
          <w:rtl/>
        </w:rPr>
        <w:t xml:space="preserve"> طبعاً إذا كان النص واحداً.</w:t>
      </w:r>
    </w:p>
    <w:p w:rsidR="0076266C" w:rsidRDefault="00E07DFB" w:rsidP="00283EDA">
      <w:pPr>
        <w:pStyle w:val="libNormal"/>
        <w:rPr>
          <w:rtl/>
        </w:rPr>
      </w:pPr>
      <w:r w:rsidRPr="002A0058">
        <w:rPr>
          <w:rtl/>
        </w:rPr>
        <w:t>وقد يكون النص مختلفاً تماماً أحياناً</w:t>
      </w:r>
      <w:r w:rsidR="00610870">
        <w:rPr>
          <w:rtl/>
        </w:rPr>
        <w:t>،</w:t>
      </w:r>
      <w:r w:rsidRPr="002A0058">
        <w:rPr>
          <w:rtl/>
        </w:rPr>
        <w:t xml:space="preserve"> عندئذٍ يُعلم أنَّهما حديثان</w:t>
      </w:r>
      <w:r w:rsidR="00610870">
        <w:rPr>
          <w:rtl/>
        </w:rPr>
        <w:t>.</w:t>
      </w:r>
      <w:r w:rsidRPr="002A0058">
        <w:rPr>
          <w:rtl/>
        </w:rPr>
        <w:t xml:space="preserve"> فمعاوية ابن عمار أتى الإمام الصادق </w:t>
      </w:r>
      <w:r w:rsidR="00283EDA" w:rsidRPr="00283EDA">
        <w:rPr>
          <w:rStyle w:val="libAlaemChar"/>
          <w:rFonts w:eastAsiaTheme="minorHAnsi"/>
          <w:rtl/>
        </w:rPr>
        <w:t>عليه‌السلام</w:t>
      </w:r>
      <w:r w:rsidRPr="002A0058">
        <w:rPr>
          <w:rtl/>
        </w:rPr>
        <w:t xml:space="preserve"> يوماً</w:t>
      </w:r>
      <w:r w:rsidR="00610870">
        <w:rPr>
          <w:rtl/>
        </w:rPr>
        <w:t>،</w:t>
      </w:r>
      <w:r w:rsidRPr="002A0058">
        <w:rPr>
          <w:rtl/>
        </w:rPr>
        <w:t xml:space="preserve"> وأخذ عنه هذا الحديث</w:t>
      </w:r>
      <w:r w:rsidR="00610870">
        <w:rPr>
          <w:rtl/>
        </w:rPr>
        <w:t>،</w:t>
      </w:r>
      <w:r w:rsidRPr="002A0058">
        <w:rPr>
          <w:rtl/>
        </w:rPr>
        <w:t xml:space="preserve"> وفي يوم آخر</w:t>
      </w:r>
      <w:r w:rsidR="00610870">
        <w:rPr>
          <w:rtl/>
        </w:rPr>
        <w:t>،</w:t>
      </w:r>
      <w:r w:rsidRPr="002A0058">
        <w:rPr>
          <w:rtl/>
        </w:rPr>
        <w:t xml:space="preserve"> أخذ عنه الحديث الآخر</w:t>
      </w:r>
      <w:r w:rsidR="00610870">
        <w:rPr>
          <w:rtl/>
        </w:rPr>
        <w:t>،</w:t>
      </w:r>
      <w:r w:rsidRPr="002A0058">
        <w:rPr>
          <w:rtl/>
        </w:rPr>
        <w:t xml:space="preserve"> عندها يكون الحديث متعدِّداً</w:t>
      </w:r>
      <w:r w:rsidR="00610870">
        <w:rPr>
          <w:rtl/>
        </w:rPr>
        <w:t>.</w:t>
      </w:r>
      <w:r w:rsidRPr="002A0058">
        <w:rPr>
          <w:rtl/>
        </w:rPr>
        <w:t xml:space="preserve"> لكن أحياناً يكون النص واحداً</w:t>
      </w:r>
      <w:r w:rsidR="00610870">
        <w:rPr>
          <w:rtl/>
        </w:rPr>
        <w:t>،</w:t>
      </w:r>
      <w:r w:rsidRPr="002A0058">
        <w:rPr>
          <w:rtl/>
        </w:rPr>
        <w:t xml:space="preserve"> قد يختلف في كلمة</w:t>
      </w:r>
      <w:r w:rsidR="00610870">
        <w:rPr>
          <w:rtl/>
        </w:rPr>
        <w:t>،</w:t>
      </w:r>
      <w:r w:rsidRPr="002A0058">
        <w:rPr>
          <w:rtl/>
        </w:rPr>
        <w:t xml:space="preserve"> يُعلم حينها أنَّ شيئاً ما حدث</w:t>
      </w:r>
      <w:r w:rsidR="00610870">
        <w:rPr>
          <w:rtl/>
        </w:rPr>
        <w:t>،</w:t>
      </w:r>
      <w:r w:rsidRPr="002A0058">
        <w:rPr>
          <w:rtl/>
        </w:rPr>
        <w:t xml:space="preserve"> فاختلفتْ إمَّا خلال النسخ</w:t>
      </w:r>
      <w:r w:rsidR="00610870">
        <w:rPr>
          <w:rtl/>
        </w:rPr>
        <w:t>،</w:t>
      </w:r>
      <w:r w:rsidRPr="002A0058">
        <w:rPr>
          <w:rtl/>
        </w:rPr>
        <w:t xml:space="preserve"> أو اختلفتْ عند بعض الرواة</w:t>
      </w:r>
      <w:r w:rsidR="00610870">
        <w:rPr>
          <w:rtl/>
        </w:rPr>
        <w:t>.</w:t>
      </w:r>
      <w:r w:rsidRPr="002A0058">
        <w:rPr>
          <w:rtl/>
        </w:rPr>
        <w:t xml:space="preserve"> لهذا نشكُّ في تلك الكلمة</w:t>
      </w:r>
      <w:r w:rsidR="00610870">
        <w:rPr>
          <w:rtl/>
        </w:rPr>
        <w:t>؛</w:t>
      </w:r>
      <w:r w:rsidRPr="002A0058">
        <w:rPr>
          <w:rtl/>
        </w:rPr>
        <w:t xml:space="preserve"> أي هل قالها الإمام الصادق </w:t>
      </w:r>
      <w:r w:rsidR="00283EDA" w:rsidRPr="00283EDA">
        <w:rPr>
          <w:rStyle w:val="libAlaemChar"/>
          <w:rFonts w:eastAsiaTheme="minorHAnsi"/>
          <w:rtl/>
        </w:rPr>
        <w:t>عليه‌السلام</w:t>
      </w:r>
      <w:r w:rsidRPr="002A0058">
        <w:rPr>
          <w:rtl/>
        </w:rPr>
        <w:t xml:space="preserve"> بهذه الكيفية أو لا؟ فتسقط تلك الكلمة من الاعتبار</w:t>
      </w:r>
      <w:r w:rsidR="00610870">
        <w:rPr>
          <w:rtl/>
        </w:rPr>
        <w:t>،</w:t>
      </w:r>
      <w:r w:rsidRPr="002A0058">
        <w:rPr>
          <w:rtl/>
        </w:rPr>
        <w:t xml:space="preserve"> لكنَّ سقوطها الإجمالي يسقط علْمنا</w:t>
      </w:r>
      <w:r w:rsidR="00610870">
        <w:rPr>
          <w:rtl/>
        </w:rPr>
        <w:t>،</w:t>
      </w:r>
      <w:r w:rsidRPr="002A0058">
        <w:rPr>
          <w:rtl/>
        </w:rPr>
        <w:t xml:space="preserve"> بل يصبح نفياً ثالثاً</w:t>
      </w:r>
      <w:r w:rsidR="00610870">
        <w:rPr>
          <w:rtl/>
        </w:rPr>
        <w:t>،</w:t>
      </w:r>
      <w:r w:rsidRPr="002A0058">
        <w:rPr>
          <w:rtl/>
        </w:rPr>
        <w:t xml:space="preserve"> لكنَّه لا يثبت بشكل جازم إحدى تلك الروايتين</w:t>
      </w:r>
      <w:r w:rsidR="00610870">
        <w:rPr>
          <w:rtl/>
        </w:rPr>
        <w:t>،</w:t>
      </w:r>
      <w:r w:rsidRPr="00313984">
        <w:rPr>
          <w:rStyle w:val="libBold1Char"/>
          <w:rtl/>
        </w:rPr>
        <w:t xml:space="preserve"> هذه هي الفائدة من إرجاع الأحاديث</w:t>
      </w:r>
      <w:r w:rsidRPr="002A0058">
        <w:rPr>
          <w:rtl/>
        </w:rPr>
        <w:t>.</w:t>
      </w:r>
    </w:p>
    <w:p w:rsidR="0076266C" w:rsidRDefault="0076266C" w:rsidP="00E5125A">
      <w:pPr>
        <w:pStyle w:val="libNormal"/>
        <w:rPr>
          <w:rtl/>
        </w:rPr>
      </w:pPr>
      <w:r>
        <w:rPr>
          <w:rtl/>
        </w:rPr>
        <w:br w:type="page"/>
      </w:r>
    </w:p>
    <w:p w:rsidR="00E07DFB" w:rsidRPr="002A0058" w:rsidRDefault="00E07DFB" w:rsidP="002A0058">
      <w:pPr>
        <w:pStyle w:val="libNormal"/>
        <w:rPr>
          <w:rtl/>
        </w:rPr>
      </w:pPr>
      <w:r w:rsidRPr="00313984">
        <w:rPr>
          <w:rStyle w:val="libBold1Char"/>
          <w:rtl/>
        </w:rPr>
        <w:lastRenderedPageBreak/>
        <w:t xml:space="preserve">الفائدة الثانية للإرجاع </w:t>
      </w:r>
      <w:r w:rsidRPr="002A0058">
        <w:rPr>
          <w:rtl/>
        </w:rPr>
        <w:t>هي: أنَّ التعدُّد يأتي بالوثوق</w:t>
      </w:r>
      <w:r w:rsidR="00610870">
        <w:rPr>
          <w:rtl/>
        </w:rPr>
        <w:t>،</w:t>
      </w:r>
      <w:r w:rsidRPr="002A0058">
        <w:rPr>
          <w:rtl/>
        </w:rPr>
        <w:t xml:space="preserve"> ولإثبات التعدُّد لابدَّ من تلك الإرجاعات</w:t>
      </w:r>
      <w:r w:rsidR="00610870">
        <w:rPr>
          <w:rtl/>
        </w:rPr>
        <w:t>؛</w:t>
      </w:r>
      <w:r w:rsidRPr="002A0058">
        <w:rPr>
          <w:rtl/>
        </w:rPr>
        <w:t xml:space="preserve"> لنُثبت هل هذا الحديث متعدِّد أو لا. </w:t>
      </w:r>
    </w:p>
    <w:p w:rsidR="00E07DFB" w:rsidRPr="00521211" w:rsidRDefault="00E07DFB" w:rsidP="0076266C">
      <w:pPr>
        <w:pStyle w:val="libNormal"/>
        <w:rPr>
          <w:rtl/>
        </w:rPr>
      </w:pPr>
      <w:r w:rsidRPr="00521211">
        <w:rPr>
          <w:rtl/>
        </w:rPr>
        <w:t>* إذا نقل أحدُ الرواة حديثاً ناقصاً</w:t>
      </w:r>
      <w:r w:rsidR="00610870">
        <w:rPr>
          <w:rtl/>
        </w:rPr>
        <w:t>،</w:t>
      </w:r>
      <w:r w:rsidRPr="00521211">
        <w:rPr>
          <w:rtl/>
        </w:rPr>
        <w:t xml:space="preserve"> ونقله الآخر كاملاً</w:t>
      </w:r>
      <w:r w:rsidR="00610870">
        <w:rPr>
          <w:rtl/>
        </w:rPr>
        <w:t>،</w:t>
      </w:r>
      <w:r w:rsidRPr="00521211">
        <w:rPr>
          <w:rtl/>
        </w:rPr>
        <w:t xml:space="preserve"> فما نفعل؟</w:t>
      </w:r>
    </w:p>
    <w:p w:rsidR="00E07DFB" w:rsidRPr="00065D03" w:rsidRDefault="00E07DFB" w:rsidP="00283EDA">
      <w:pPr>
        <w:pStyle w:val="libNormal"/>
        <w:rPr>
          <w:rtl/>
        </w:rPr>
      </w:pPr>
      <w:r w:rsidRPr="00313984">
        <w:rPr>
          <w:rStyle w:val="libBold1Char"/>
          <w:rtl/>
        </w:rPr>
        <w:t xml:space="preserve">الشيخ تجليل: </w:t>
      </w:r>
      <w:r w:rsidRPr="002A0058">
        <w:rPr>
          <w:rtl/>
        </w:rPr>
        <w:t>إذا روى راوٍ نصف الحديث</w:t>
      </w:r>
      <w:r w:rsidR="00610870">
        <w:rPr>
          <w:rtl/>
        </w:rPr>
        <w:t>،</w:t>
      </w:r>
      <w:r w:rsidRPr="002A0058">
        <w:rPr>
          <w:rtl/>
        </w:rPr>
        <w:t xml:space="preserve"> ورواه آخر بكامله</w:t>
      </w:r>
      <w:r w:rsidR="00610870">
        <w:rPr>
          <w:rtl/>
        </w:rPr>
        <w:t>،</w:t>
      </w:r>
      <w:r w:rsidRPr="002A0058">
        <w:rPr>
          <w:rtl/>
        </w:rPr>
        <w:t xml:space="preserve"> ولو كان ذلك في مجلس واحد</w:t>
      </w:r>
      <w:r w:rsidR="00610870">
        <w:rPr>
          <w:rtl/>
        </w:rPr>
        <w:t>،</w:t>
      </w:r>
      <w:r w:rsidRPr="002A0058">
        <w:rPr>
          <w:rtl/>
        </w:rPr>
        <w:t xml:space="preserve"> فإنَّ الكامل لا يُسقط الناقص</w:t>
      </w:r>
      <w:r w:rsidR="00610870">
        <w:rPr>
          <w:rtl/>
        </w:rPr>
        <w:t>.</w:t>
      </w:r>
      <w:r w:rsidRPr="002A0058">
        <w:rPr>
          <w:rtl/>
        </w:rPr>
        <w:t xml:space="preserve"> فنحن لا نأخذ الفقه من الروايات فقط</w:t>
      </w:r>
      <w:r w:rsidR="00610870">
        <w:rPr>
          <w:rtl/>
        </w:rPr>
        <w:t>،</w:t>
      </w:r>
      <w:r w:rsidRPr="002A0058">
        <w:rPr>
          <w:rtl/>
        </w:rPr>
        <w:t xml:space="preserve"> نرجع إلى الروايات فقط</w:t>
      </w:r>
      <w:r w:rsidR="00610870">
        <w:rPr>
          <w:rtl/>
        </w:rPr>
        <w:t>،</w:t>
      </w:r>
      <w:r w:rsidRPr="002A0058">
        <w:rPr>
          <w:rtl/>
        </w:rPr>
        <w:t xml:space="preserve"> ثُمَّ نستنبط</w:t>
      </w:r>
      <w:r w:rsidR="00610870">
        <w:rPr>
          <w:rtl/>
        </w:rPr>
        <w:t>،</w:t>
      </w:r>
      <w:r w:rsidRPr="002A0058">
        <w:rPr>
          <w:rtl/>
        </w:rPr>
        <w:t xml:space="preserve"> بل إنَّنا نعتقد بأنَّ الفقه لم ينقطع أبداً</w:t>
      </w:r>
      <w:r w:rsidR="00610870">
        <w:rPr>
          <w:rtl/>
        </w:rPr>
        <w:t>،</w:t>
      </w:r>
      <w:r w:rsidRPr="002A0058">
        <w:rPr>
          <w:rtl/>
        </w:rPr>
        <w:t xml:space="preserve"> بل انتقل من يدٍ إلى يدٍ</w:t>
      </w:r>
      <w:r w:rsidR="00610870">
        <w:rPr>
          <w:rtl/>
        </w:rPr>
        <w:t>،</w:t>
      </w:r>
      <w:r w:rsidRPr="002A0058">
        <w:rPr>
          <w:rtl/>
        </w:rPr>
        <w:t xml:space="preserve"> منذ عهد المعصومين </w:t>
      </w:r>
      <w:r w:rsidR="00283EDA" w:rsidRPr="00283EDA">
        <w:rPr>
          <w:rStyle w:val="libAlaemChar"/>
          <w:rFonts w:eastAsiaTheme="minorHAnsi"/>
          <w:rtl/>
        </w:rPr>
        <w:t>عليهم‌السلام</w:t>
      </w:r>
      <w:r w:rsidRPr="002A0058">
        <w:rPr>
          <w:rtl/>
        </w:rPr>
        <w:t xml:space="preserve"> وحتى عصرنا هذا</w:t>
      </w:r>
      <w:r w:rsidR="00610870">
        <w:rPr>
          <w:rtl/>
        </w:rPr>
        <w:t>،</w:t>
      </w:r>
      <w:r w:rsidRPr="002A0058">
        <w:rPr>
          <w:rtl/>
        </w:rPr>
        <w:t xml:space="preserve"> انتقل من صدرٍ إلى صدر</w:t>
      </w:r>
      <w:r w:rsidR="00610870">
        <w:rPr>
          <w:rtl/>
        </w:rPr>
        <w:t>.</w:t>
      </w:r>
      <w:r w:rsidRPr="002A0058">
        <w:rPr>
          <w:rtl/>
        </w:rPr>
        <w:t xml:space="preserve"> بعضٌ كَتَبَ الكتب</w:t>
      </w:r>
      <w:r w:rsidR="00610870">
        <w:rPr>
          <w:rtl/>
        </w:rPr>
        <w:t>،</w:t>
      </w:r>
      <w:r w:rsidRPr="002A0058">
        <w:rPr>
          <w:rtl/>
        </w:rPr>
        <w:t xml:space="preserve"> وبعضٌ آخر لم</w:t>
      </w:r>
      <w:r w:rsidR="0076266C">
        <w:rPr>
          <w:rFonts w:hint="cs"/>
          <w:rtl/>
        </w:rPr>
        <w:t xml:space="preserve"> </w:t>
      </w:r>
      <w:r w:rsidRPr="00065D03">
        <w:rPr>
          <w:rtl/>
        </w:rPr>
        <w:t>يكتب</w:t>
      </w:r>
      <w:r w:rsidR="00610870">
        <w:rPr>
          <w:rtl/>
        </w:rPr>
        <w:t>،</w:t>
      </w:r>
      <w:r w:rsidRPr="00065D03">
        <w:rPr>
          <w:rtl/>
        </w:rPr>
        <w:t xml:space="preserve"> ولم ينقطع وجود الفقهاء والتفقُّه أبداً</w:t>
      </w:r>
      <w:r w:rsidR="00610870">
        <w:rPr>
          <w:rtl/>
        </w:rPr>
        <w:t>،</w:t>
      </w:r>
      <w:r w:rsidRPr="00065D03">
        <w:rPr>
          <w:rtl/>
        </w:rPr>
        <w:t xml:space="preserve"> فبعض المسائل متَّفق عليها ولا تحتاج إلى دليل</w:t>
      </w:r>
      <w:r w:rsidR="00610870">
        <w:rPr>
          <w:rtl/>
        </w:rPr>
        <w:t>.</w:t>
      </w:r>
      <w:r w:rsidRPr="00065D03">
        <w:rPr>
          <w:rtl/>
        </w:rPr>
        <w:t xml:space="preserve"> فإذا استنبطتُ أنا من روايةٍ ما</w:t>
      </w:r>
      <w:r w:rsidR="00610870">
        <w:rPr>
          <w:rtl/>
        </w:rPr>
        <w:t>،</w:t>
      </w:r>
      <w:r w:rsidRPr="00065D03">
        <w:rPr>
          <w:rtl/>
        </w:rPr>
        <w:t xml:space="preserve"> فهناك روايات أخرى</w:t>
      </w:r>
      <w:r w:rsidR="00610870">
        <w:rPr>
          <w:rtl/>
        </w:rPr>
        <w:t>.</w:t>
      </w:r>
      <w:r w:rsidRPr="00065D03">
        <w:rPr>
          <w:rtl/>
        </w:rPr>
        <w:t xml:space="preserve"> فلا يمكن مخالفة فتوى ثابتة في فقه الإمامية منذ زمان المعصوم وحتى الآن بسبب رواية</w:t>
      </w:r>
      <w:r w:rsidR="00610870">
        <w:rPr>
          <w:rtl/>
        </w:rPr>
        <w:t>،</w:t>
      </w:r>
      <w:r w:rsidRPr="00065D03">
        <w:rPr>
          <w:rtl/>
        </w:rPr>
        <w:t xml:space="preserve"> حتى لو كانت صحيحة</w:t>
      </w:r>
      <w:r w:rsidR="00610870">
        <w:rPr>
          <w:rtl/>
        </w:rPr>
        <w:t>،</w:t>
      </w:r>
      <w:r w:rsidRPr="00065D03">
        <w:rPr>
          <w:rtl/>
        </w:rPr>
        <w:t xml:space="preserve"> بل تُتْرَك الرواية المُعْرَض عنها وتسقط.</w:t>
      </w:r>
    </w:p>
    <w:p w:rsidR="00E07DFB" w:rsidRPr="00313984" w:rsidRDefault="00E07DFB" w:rsidP="00313984">
      <w:pPr>
        <w:pStyle w:val="libBold1"/>
        <w:rPr>
          <w:rtl/>
        </w:rPr>
      </w:pPr>
      <w:r w:rsidRPr="00313984">
        <w:rPr>
          <w:rtl/>
        </w:rPr>
        <w:t>* نظرية الوثوق بالأصول المُتلقَّاة</w:t>
      </w:r>
      <w:r w:rsidR="00610870">
        <w:rPr>
          <w:rtl/>
        </w:rPr>
        <w:t>،</w:t>
      </w:r>
      <w:r w:rsidRPr="00313984">
        <w:rPr>
          <w:rtl/>
        </w:rPr>
        <w:t xml:space="preserve"> هي من النظريَّات المعروفة للمرحوم آية الله العظمى البروجردي</w:t>
      </w:r>
      <w:r w:rsidR="00610870">
        <w:rPr>
          <w:rtl/>
        </w:rPr>
        <w:t>،</w:t>
      </w:r>
      <w:r w:rsidRPr="00313984">
        <w:rPr>
          <w:rtl/>
        </w:rPr>
        <w:t xml:space="preserve"> برأيكم لماذا لا نجد في بعض هذه الأصول المتلقَّاة روايةً صحيحة أو موثَّقة</w:t>
      </w:r>
      <w:r w:rsidR="00610870">
        <w:rPr>
          <w:rtl/>
        </w:rPr>
        <w:t>،</w:t>
      </w:r>
      <w:r w:rsidRPr="00313984">
        <w:rPr>
          <w:rtl/>
        </w:rPr>
        <w:t xml:space="preserve"> على الرغم من أنَّ هذه الأصول مُتلقَّاة؟</w:t>
      </w:r>
    </w:p>
    <w:p w:rsidR="00E07DFB" w:rsidRPr="002A0058" w:rsidRDefault="00E07DFB" w:rsidP="002A0058">
      <w:pPr>
        <w:pStyle w:val="libNormal"/>
        <w:rPr>
          <w:rtl/>
        </w:rPr>
      </w:pPr>
      <w:r w:rsidRPr="00313984">
        <w:rPr>
          <w:rStyle w:val="libBold1Char"/>
          <w:rtl/>
        </w:rPr>
        <w:t>الشيخ تجليل:</w:t>
      </w:r>
      <w:r w:rsidRPr="002A0058">
        <w:rPr>
          <w:rtl/>
        </w:rPr>
        <w:t xml:space="preserve"> الإجابة عن هذا السؤال تظهر في توضيح أمور ثلاثة:</w:t>
      </w:r>
    </w:p>
    <w:p w:rsidR="0076266C" w:rsidRDefault="00E07DFB" w:rsidP="002A0058">
      <w:pPr>
        <w:pStyle w:val="libNormal"/>
        <w:rPr>
          <w:rtl/>
        </w:rPr>
      </w:pPr>
      <w:r w:rsidRPr="00313984">
        <w:rPr>
          <w:rStyle w:val="libBold1Char"/>
          <w:rtl/>
        </w:rPr>
        <w:t>1</w:t>
      </w:r>
      <w:r w:rsidR="00610870">
        <w:rPr>
          <w:rStyle w:val="libBold1Char"/>
          <w:rtl/>
        </w:rPr>
        <w:t xml:space="preserve"> - </w:t>
      </w:r>
      <w:r w:rsidRPr="002A0058">
        <w:rPr>
          <w:rtl/>
        </w:rPr>
        <w:t>المرحوم العلاَّمة البروجردي كان محقَّاً في قوله إنَّه لا يوجد لدى القدماء كتاب موثَّق</w:t>
      </w:r>
      <w:r w:rsidR="00610870">
        <w:rPr>
          <w:rtl/>
        </w:rPr>
        <w:t>،</w:t>
      </w:r>
      <w:r w:rsidRPr="002A0058">
        <w:rPr>
          <w:rtl/>
        </w:rPr>
        <w:t xml:space="preserve"> والتوثيق الذي نشهده في الكتب الرِّجالية إنَّما هو استطرادي</w:t>
      </w:r>
      <w:r w:rsidR="00610870">
        <w:rPr>
          <w:rtl/>
        </w:rPr>
        <w:t>،</w:t>
      </w:r>
      <w:r w:rsidRPr="002A0058">
        <w:rPr>
          <w:rtl/>
        </w:rPr>
        <w:t xml:space="preserve"> وقد كُتِبت هذه الكتب لغرض آخر</w:t>
      </w:r>
      <w:r w:rsidR="00610870">
        <w:rPr>
          <w:rtl/>
        </w:rPr>
        <w:t>؛</w:t>
      </w:r>
      <w:r w:rsidRPr="002A0058">
        <w:rPr>
          <w:rtl/>
        </w:rPr>
        <w:t xml:space="preserve"> فمثلاً رجال الشيخ الطوسي كُتِب لتبيان الطبقات</w:t>
      </w:r>
      <w:r w:rsidR="00610870">
        <w:rPr>
          <w:rtl/>
        </w:rPr>
        <w:t>،</w:t>
      </w:r>
      <w:r w:rsidRPr="002A0058">
        <w:rPr>
          <w:rtl/>
        </w:rPr>
        <w:t xml:space="preserve"> فقسَّم الرواة إلى مجموعات</w:t>
      </w:r>
      <w:r w:rsidR="00610870">
        <w:rPr>
          <w:rtl/>
        </w:rPr>
        <w:t>،</w:t>
      </w:r>
      <w:r w:rsidRPr="002A0058">
        <w:rPr>
          <w:rtl/>
        </w:rPr>
        <w:t xml:space="preserve"> وفصل بين أصحاب كل إمام ورتبهم</w:t>
      </w:r>
      <w:r w:rsidR="00610870">
        <w:rPr>
          <w:rtl/>
        </w:rPr>
        <w:t>،</w:t>
      </w:r>
      <w:r w:rsidRPr="002A0058">
        <w:rPr>
          <w:rtl/>
        </w:rPr>
        <w:t xml:space="preserve"> إذاً</w:t>
      </w:r>
      <w:r w:rsidR="00610870">
        <w:rPr>
          <w:rtl/>
        </w:rPr>
        <w:t>،</w:t>
      </w:r>
      <w:r w:rsidRPr="002A0058">
        <w:rPr>
          <w:rtl/>
        </w:rPr>
        <w:t xml:space="preserve"> لم يكن هدفه من تأليف كتاب الرجال التوثيق</w:t>
      </w:r>
      <w:r w:rsidR="00610870">
        <w:rPr>
          <w:rtl/>
        </w:rPr>
        <w:t>،</w:t>
      </w:r>
      <w:r w:rsidRPr="002A0058">
        <w:rPr>
          <w:rtl/>
        </w:rPr>
        <w:t xml:space="preserve"> بل إنَّه أراد تعيين الطبقات.</w:t>
      </w:r>
    </w:p>
    <w:p w:rsidR="0076266C" w:rsidRDefault="0076266C"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أمَّا فهرست الشيخ</w:t>
      </w:r>
      <w:r w:rsidR="00610870">
        <w:rPr>
          <w:rtl/>
        </w:rPr>
        <w:t>،</w:t>
      </w:r>
      <w:r w:rsidRPr="00065D03">
        <w:rPr>
          <w:rtl/>
        </w:rPr>
        <w:t xml:space="preserve"> فواضح أنَّ الهدف منه تثبيت أسماء المؤلِّفين الشيعة</w:t>
      </w:r>
      <w:r w:rsidR="00610870">
        <w:rPr>
          <w:rtl/>
        </w:rPr>
        <w:t>؛</w:t>
      </w:r>
      <w:r w:rsidRPr="00065D03">
        <w:rPr>
          <w:rtl/>
        </w:rPr>
        <w:t xml:space="preserve"> حيث بدأ بأسماء المؤلِّفين والمصنِّفين</w:t>
      </w:r>
      <w:r w:rsidR="00610870">
        <w:rPr>
          <w:rtl/>
        </w:rPr>
        <w:t>،</w:t>
      </w:r>
      <w:r w:rsidRPr="00065D03">
        <w:rPr>
          <w:rtl/>
        </w:rPr>
        <w:t xml:space="preserve"> ثُمَّ يذكر استطراداً كون أحدهم ثقة</w:t>
      </w:r>
      <w:r w:rsidR="00610870">
        <w:rPr>
          <w:rtl/>
        </w:rPr>
        <w:t>.</w:t>
      </w:r>
      <w:r w:rsidRPr="00065D03">
        <w:rPr>
          <w:rtl/>
        </w:rPr>
        <w:t xml:space="preserve"> وهكذا الحال مع رجال النجاشي</w:t>
      </w:r>
      <w:r w:rsidR="00610870">
        <w:rPr>
          <w:rtl/>
        </w:rPr>
        <w:t>،</w:t>
      </w:r>
      <w:r w:rsidRPr="00065D03">
        <w:rPr>
          <w:rtl/>
        </w:rPr>
        <w:t xml:space="preserve"> فرجال النجاشي هو فهرس للمؤلِّفين أيضاً</w:t>
      </w:r>
      <w:r w:rsidR="00610870">
        <w:rPr>
          <w:rtl/>
        </w:rPr>
        <w:t>.</w:t>
      </w:r>
      <w:r w:rsidRPr="00065D03">
        <w:rPr>
          <w:rtl/>
        </w:rPr>
        <w:t xml:space="preserve"> والمتعارف في الفهرسة المتأخِّرة أنَّ أسماء الكتب تأتي مفهرَسة أيضاً بالترتيب</w:t>
      </w:r>
      <w:r w:rsidR="00610870">
        <w:rPr>
          <w:rtl/>
        </w:rPr>
        <w:t>،</w:t>
      </w:r>
      <w:r w:rsidRPr="00065D03">
        <w:rPr>
          <w:rtl/>
        </w:rPr>
        <w:t xml:space="preserve"> ولكن في تلك الأزمنة القديمة لم يكونوا يدرجون أسماء الكتب بالترتيب</w:t>
      </w:r>
      <w:r w:rsidR="00610870">
        <w:rPr>
          <w:rtl/>
        </w:rPr>
        <w:t>،</w:t>
      </w:r>
      <w:r w:rsidRPr="00065D03">
        <w:rPr>
          <w:rtl/>
        </w:rPr>
        <w:t xml:space="preserve"> بل كانوا يرتِّبون الكتب حسب أسماء مؤلِّفيها</w:t>
      </w:r>
      <w:r w:rsidR="00610870">
        <w:rPr>
          <w:rtl/>
        </w:rPr>
        <w:t>.</w:t>
      </w:r>
      <w:r w:rsidRPr="00065D03">
        <w:rPr>
          <w:rtl/>
        </w:rPr>
        <w:t xml:space="preserve"> وما زال هذا مُتَّبعاً في المكتبات الكبرى</w:t>
      </w:r>
      <w:r w:rsidR="00610870">
        <w:rPr>
          <w:rtl/>
        </w:rPr>
        <w:t>،</w:t>
      </w:r>
      <w:r w:rsidRPr="00065D03">
        <w:rPr>
          <w:rtl/>
        </w:rPr>
        <w:t xml:space="preserve"> فيدوِّنون فهرساً للمؤلِّفين وآخر للكتب.</w:t>
      </w:r>
    </w:p>
    <w:p w:rsidR="00E07DFB" w:rsidRPr="00065D03" w:rsidRDefault="00E07DFB" w:rsidP="00283EDA">
      <w:pPr>
        <w:pStyle w:val="libNormal"/>
        <w:rPr>
          <w:rtl/>
        </w:rPr>
      </w:pPr>
      <w:r w:rsidRPr="00065D03">
        <w:rPr>
          <w:rtl/>
        </w:rPr>
        <w:t>في ذلك الزمان</w:t>
      </w:r>
      <w:r w:rsidR="00610870">
        <w:rPr>
          <w:rtl/>
        </w:rPr>
        <w:t>،</w:t>
      </w:r>
      <w:r w:rsidRPr="00065D03">
        <w:rPr>
          <w:rtl/>
        </w:rPr>
        <w:t xml:space="preserve"> كانوا يكتبون التوثيق أحياناً من خلال ترجمة المؤلِّفين</w:t>
      </w:r>
      <w:r w:rsidR="00610870">
        <w:rPr>
          <w:rtl/>
        </w:rPr>
        <w:t>،</w:t>
      </w:r>
      <w:r w:rsidRPr="00065D03">
        <w:rPr>
          <w:rtl/>
        </w:rPr>
        <w:t xml:space="preserve"> أمَّا رجال الكشي</w:t>
      </w:r>
      <w:r w:rsidR="00610870">
        <w:rPr>
          <w:rtl/>
        </w:rPr>
        <w:t>،</w:t>
      </w:r>
      <w:r w:rsidRPr="00065D03">
        <w:rPr>
          <w:rtl/>
        </w:rPr>
        <w:t xml:space="preserve"> فقد أورد أيضاً الرواة الذين رووا عن المعصومين </w:t>
      </w:r>
      <w:r w:rsidR="00283EDA" w:rsidRPr="00283EDA">
        <w:rPr>
          <w:rStyle w:val="libAlaemChar"/>
          <w:rFonts w:eastAsiaTheme="minorHAnsi"/>
          <w:rtl/>
        </w:rPr>
        <w:t>عليهم‌السلام</w:t>
      </w:r>
      <w:r w:rsidRPr="00065D03">
        <w:rPr>
          <w:rtl/>
        </w:rPr>
        <w:t xml:space="preserve"> أحاديثَهم</w:t>
      </w:r>
      <w:r w:rsidR="00610870">
        <w:rPr>
          <w:rtl/>
        </w:rPr>
        <w:t>.</w:t>
      </w:r>
      <w:r w:rsidRPr="00065D03">
        <w:rPr>
          <w:rtl/>
        </w:rPr>
        <w:t xml:space="preserve"> لهذا فنحن لا نملك أيَّ كتابٍ توثيقي لنقول: هذه توثيقات القدماء</w:t>
      </w:r>
      <w:r w:rsidR="00610870">
        <w:rPr>
          <w:rtl/>
        </w:rPr>
        <w:t>،</w:t>
      </w:r>
      <w:r w:rsidRPr="00065D03">
        <w:rPr>
          <w:rtl/>
        </w:rPr>
        <w:t xml:space="preserve"> وإذا لم نجد أحداً ما من بينهم</w:t>
      </w:r>
      <w:r w:rsidR="00610870">
        <w:rPr>
          <w:rtl/>
        </w:rPr>
        <w:t>،</w:t>
      </w:r>
      <w:r w:rsidRPr="00065D03">
        <w:rPr>
          <w:rtl/>
        </w:rPr>
        <w:t xml:space="preserve"> فهو غير موثوق</w:t>
      </w:r>
      <w:r w:rsidR="00610870">
        <w:rPr>
          <w:rtl/>
        </w:rPr>
        <w:t>،</w:t>
      </w:r>
      <w:r w:rsidRPr="00065D03">
        <w:rPr>
          <w:rtl/>
        </w:rPr>
        <w:t xml:space="preserve"> بل هناك كثير من الثقات لم يصلنا توثيقهم في الرجال.</w:t>
      </w:r>
    </w:p>
    <w:p w:rsidR="00E07DFB" w:rsidRPr="00065D03" w:rsidRDefault="00E07DFB" w:rsidP="00065D03">
      <w:pPr>
        <w:pStyle w:val="libNormal"/>
        <w:rPr>
          <w:rtl/>
        </w:rPr>
      </w:pPr>
      <w:r w:rsidRPr="00065D03">
        <w:rPr>
          <w:rtl/>
        </w:rPr>
        <w:t>وفي الطَّبقات التي جاءت بعد شيخ المحدِّثين</w:t>
      </w:r>
      <w:r w:rsidR="00610870">
        <w:rPr>
          <w:rtl/>
        </w:rPr>
        <w:t>،</w:t>
      </w:r>
      <w:r w:rsidRPr="00065D03">
        <w:rPr>
          <w:rtl/>
        </w:rPr>
        <w:t xml:space="preserve"> همَّ العلماءُ والفقهاء أنفسهم</w:t>
      </w:r>
      <w:r w:rsidR="00610870">
        <w:rPr>
          <w:rtl/>
        </w:rPr>
        <w:t>،</w:t>
      </w:r>
      <w:r w:rsidRPr="00065D03">
        <w:rPr>
          <w:rtl/>
        </w:rPr>
        <w:t xml:space="preserve"> فقد انتهجوا النهج نفسه في الأحاديث</w:t>
      </w:r>
      <w:r w:rsidR="00610870">
        <w:rPr>
          <w:rtl/>
        </w:rPr>
        <w:t>؛</w:t>
      </w:r>
      <w:r w:rsidRPr="00065D03">
        <w:rPr>
          <w:rtl/>
        </w:rPr>
        <w:t xml:space="preserve"> فما دام الفقهاء لم يحرزوا الثقة بأحدٍ ما بشكل مسلَّم به</w:t>
      </w:r>
      <w:r w:rsidR="00610870">
        <w:rPr>
          <w:rtl/>
        </w:rPr>
        <w:t>،</w:t>
      </w:r>
      <w:r w:rsidRPr="00065D03">
        <w:rPr>
          <w:rtl/>
        </w:rPr>
        <w:t xml:space="preserve"> فلن يعملوا بحديثه</w:t>
      </w:r>
      <w:r w:rsidR="00610870">
        <w:rPr>
          <w:rtl/>
        </w:rPr>
        <w:t>،</w:t>
      </w:r>
      <w:r w:rsidRPr="00065D03">
        <w:rPr>
          <w:rtl/>
        </w:rPr>
        <w:t xml:space="preserve"> والوثوق لا ينحصر في قولهم: (هذا الرجل ثقة)</w:t>
      </w:r>
      <w:r w:rsidR="00610870">
        <w:rPr>
          <w:rtl/>
        </w:rPr>
        <w:t>،</w:t>
      </w:r>
      <w:r w:rsidRPr="00065D03">
        <w:rPr>
          <w:rtl/>
        </w:rPr>
        <w:t xml:space="preserve"> بل قد تحصل الثقة بكلامه وصدق قوله من العدالة وأسباب أخرى</w:t>
      </w:r>
      <w:r w:rsidR="00610870">
        <w:rPr>
          <w:rtl/>
        </w:rPr>
        <w:t>؛</w:t>
      </w:r>
      <w:r w:rsidRPr="00065D03">
        <w:rPr>
          <w:rtl/>
        </w:rPr>
        <w:t xml:space="preserve"> ذلك لأنَّ المعيار في حُجِّـيَّة خبر الثقة ليس أمراً تعبُّديَّاً</w:t>
      </w:r>
      <w:r w:rsidR="00610870">
        <w:rPr>
          <w:rtl/>
        </w:rPr>
        <w:t>،</w:t>
      </w:r>
      <w:r w:rsidRPr="00065D03">
        <w:rPr>
          <w:rtl/>
        </w:rPr>
        <w:t xml:space="preserve"> بل المعيار هو الوثوق</w:t>
      </w:r>
      <w:r w:rsidR="00610870">
        <w:rPr>
          <w:rtl/>
        </w:rPr>
        <w:t>،</w:t>
      </w:r>
      <w:r w:rsidRPr="00065D03">
        <w:rPr>
          <w:rtl/>
        </w:rPr>
        <w:t xml:space="preserve"> فإذا تحقَّق تمَّت الحُجَّة</w:t>
      </w:r>
      <w:r w:rsidR="00610870">
        <w:rPr>
          <w:rtl/>
        </w:rPr>
        <w:t>.</w:t>
      </w:r>
      <w:r w:rsidRPr="00065D03">
        <w:rPr>
          <w:rtl/>
        </w:rPr>
        <w:t xml:space="preserve"> وقد ذكر صاحب وسائل الشيعة قرائن كثيرة تُستفاد منها وثاقة الراوي.</w:t>
      </w:r>
    </w:p>
    <w:p w:rsidR="0076266C" w:rsidRDefault="00E07DFB" w:rsidP="002A0058">
      <w:pPr>
        <w:pStyle w:val="libNormal"/>
        <w:rPr>
          <w:rtl/>
        </w:rPr>
      </w:pPr>
      <w:r w:rsidRPr="00313984">
        <w:rPr>
          <w:rStyle w:val="libBold1Char"/>
          <w:rtl/>
        </w:rPr>
        <w:t>2</w:t>
      </w:r>
      <w:r w:rsidR="00610870">
        <w:rPr>
          <w:rStyle w:val="libBold1Char"/>
          <w:rtl/>
        </w:rPr>
        <w:t xml:space="preserve"> - </w:t>
      </w:r>
      <w:r w:rsidRPr="002A0058">
        <w:rPr>
          <w:rtl/>
        </w:rPr>
        <w:t>إنَّ مصطلح</w:t>
      </w:r>
      <w:r w:rsidRPr="00313984">
        <w:rPr>
          <w:rStyle w:val="libBold1Char"/>
          <w:rtl/>
        </w:rPr>
        <w:t xml:space="preserve"> (صحيح)</w:t>
      </w:r>
      <w:r w:rsidRPr="002A0058">
        <w:rPr>
          <w:rtl/>
        </w:rPr>
        <w:t xml:space="preserve"> وجد بعد العلاَّمة الذي يُعَد من المتأخِّرين</w:t>
      </w:r>
      <w:r w:rsidR="00610870">
        <w:rPr>
          <w:rtl/>
        </w:rPr>
        <w:t>،</w:t>
      </w:r>
      <w:r w:rsidRPr="002A0058">
        <w:rPr>
          <w:rtl/>
        </w:rPr>
        <w:t xml:space="preserve"> ورأس مشايخ المتأخِّرين هو المحقِّق</w:t>
      </w:r>
      <w:r w:rsidR="00610870">
        <w:rPr>
          <w:rtl/>
        </w:rPr>
        <w:t>؛</w:t>
      </w:r>
      <w:r w:rsidRPr="002A0058">
        <w:rPr>
          <w:rtl/>
        </w:rPr>
        <w:t xml:space="preserve"> أي أستاذ العلاَّمة</w:t>
      </w:r>
      <w:r w:rsidR="00610870">
        <w:rPr>
          <w:rtl/>
        </w:rPr>
        <w:t>.</w:t>
      </w:r>
      <w:r w:rsidRPr="002A0058">
        <w:rPr>
          <w:rtl/>
        </w:rPr>
        <w:t xml:space="preserve"> ومصطلح (صحيح) يُطلق على الحديث الذي يكون رواته عدولاً</w:t>
      </w:r>
      <w:r w:rsidR="00610870">
        <w:rPr>
          <w:rtl/>
        </w:rPr>
        <w:t>،</w:t>
      </w:r>
      <w:r w:rsidRPr="002A0058">
        <w:rPr>
          <w:rtl/>
        </w:rPr>
        <w:t xml:space="preserve"> عدولاً لا ثقات</w:t>
      </w:r>
      <w:r w:rsidR="00610870">
        <w:rPr>
          <w:rtl/>
        </w:rPr>
        <w:t>.</w:t>
      </w:r>
      <w:r w:rsidRPr="002A0058">
        <w:rPr>
          <w:rtl/>
        </w:rPr>
        <w:t xml:space="preserve"> طبعاً بعد الشيخ الأنصاري أصبح الرأي أنَّ العدالة ليست مطلوبة</w:t>
      </w:r>
      <w:r w:rsidR="00610870">
        <w:rPr>
          <w:rtl/>
        </w:rPr>
        <w:t>،</w:t>
      </w:r>
      <w:r w:rsidRPr="002A0058">
        <w:rPr>
          <w:rtl/>
        </w:rPr>
        <w:t xml:space="preserve"> بل تكفي الوثاقة</w:t>
      </w:r>
      <w:r w:rsidR="00610870">
        <w:rPr>
          <w:rtl/>
        </w:rPr>
        <w:t>،</w:t>
      </w:r>
      <w:r w:rsidRPr="002A0058">
        <w:rPr>
          <w:rtl/>
        </w:rPr>
        <w:t xml:space="preserve"> وقالوا: إنَّ كلمة </w:t>
      </w:r>
      <w:r w:rsidRPr="00313984">
        <w:rPr>
          <w:rStyle w:val="libBold1Char"/>
          <w:rtl/>
        </w:rPr>
        <w:t>(ثقة)</w:t>
      </w:r>
      <w:r w:rsidRPr="002A0058">
        <w:rPr>
          <w:rtl/>
        </w:rPr>
        <w:t xml:space="preserve"> لدى القدماء أخص من العدالة</w:t>
      </w:r>
      <w:r w:rsidR="00610870">
        <w:rPr>
          <w:rtl/>
        </w:rPr>
        <w:t>،</w:t>
      </w:r>
      <w:r w:rsidRPr="002A0058">
        <w:rPr>
          <w:rtl/>
        </w:rPr>
        <w:t xml:space="preserve"> وقد تستفاد بما هو أكثر من العدل</w:t>
      </w:r>
      <w:r w:rsidR="00610870">
        <w:rPr>
          <w:rtl/>
        </w:rPr>
        <w:t>؛</w:t>
      </w:r>
      <w:r w:rsidRPr="002A0058">
        <w:rPr>
          <w:rtl/>
        </w:rPr>
        <w:t xml:space="preserve"> لأنَّ العدالة تتحقَّق من اجتناب الإنسان للكبائر وعدم إصراره على الصغائر</w:t>
      </w:r>
      <w:r w:rsidR="00610870">
        <w:rPr>
          <w:rtl/>
        </w:rPr>
        <w:t>.</w:t>
      </w:r>
      <w:r w:rsidRPr="002A0058">
        <w:rPr>
          <w:rtl/>
        </w:rPr>
        <w:t xml:space="preserve"> أمَّا في الثقة</w:t>
      </w:r>
      <w:r w:rsidR="00610870">
        <w:rPr>
          <w:rtl/>
        </w:rPr>
        <w:t>،</w:t>
      </w:r>
      <w:r w:rsidRPr="002A0058">
        <w:rPr>
          <w:rtl/>
        </w:rPr>
        <w:t xml:space="preserve"> فيضاف إلى ذلك أنْ يكون من أهل الضبط</w:t>
      </w:r>
      <w:r w:rsidR="00610870">
        <w:rPr>
          <w:rtl/>
        </w:rPr>
        <w:t>؛</w:t>
      </w:r>
      <w:r w:rsidRPr="002A0058">
        <w:rPr>
          <w:rtl/>
        </w:rPr>
        <w:t xml:space="preserve"> أي مَن كان يمتلك حفظاً جيداً وضبطاً.</w:t>
      </w:r>
    </w:p>
    <w:p w:rsidR="0076266C" w:rsidRDefault="0076266C"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أمَّا كلمة حديث (صحيح)</w:t>
      </w:r>
      <w:r w:rsidR="00610870">
        <w:rPr>
          <w:rtl/>
        </w:rPr>
        <w:t>،</w:t>
      </w:r>
      <w:r w:rsidRPr="00065D03">
        <w:rPr>
          <w:rtl/>
        </w:rPr>
        <w:t xml:space="preserve"> قبل العلاَّمة</w:t>
      </w:r>
      <w:r w:rsidR="00610870">
        <w:rPr>
          <w:rtl/>
        </w:rPr>
        <w:t>،</w:t>
      </w:r>
      <w:r w:rsidRPr="00065D03">
        <w:rPr>
          <w:rtl/>
        </w:rPr>
        <w:t xml:space="preserve"> فكان لها معنى آخر</w:t>
      </w:r>
      <w:r w:rsidR="00610870">
        <w:rPr>
          <w:rtl/>
        </w:rPr>
        <w:t>؛</w:t>
      </w:r>
      <w:r w:rsidRPr="00065D03">
        <w:rPr>
          <w:rtl/>
        </w:rPr>
        <w:t xml:space="preserve"> كانت تعني أنَّه حديث موثوق به</w:t>
      </w:r>
      <w:r w:rsidR="00610870">
        <w:rPr>
          <w:rtl/>
        </w:rPr>
        <w:t>،</w:t>
      </w:r>
      <w:r w:rsidRPr="00065D03">
        <w:rPr>
          <w:rtl/>
        </w:rPr>
        <w:t xml:space="preserve"> وله حجِّـيَّته من أيِّ ناحية كانت</w:t>
      </w:r>
      <w:r w:rsidR="00610870">
        <w:rPr>
          <w:rtl/>
        </w:rPr>
        <w:t>،</w:t>
      </w:r>
      <w:r w:rsidRPr="00065D03">
        <w:rPr>
          <w:rtl/>
        </w:rPr>
        <w:t xml:space="preserve"> إنْ كان راويه عادلاً أم لا.</w:t>
      </w:r>
    </w:p>
    <w:p w:rsidR="00E07DFB" w:rsidRPr="00065D03" w:rsidRDefault="00E07DFB" w:rsidP="00065D03">
      <w:pPr>
        <w:pStyle w:val="libNormal"/>
        <w:rPr>
          <w:rtl/>
        </w:rPr>
      </w:pPr>
      <w:r w:rsidRPr="00065D03">
        <w:rPr>
          <w:rtl/>
        </w:rPr>
        <w:t>ومهما كان الطريق الذي ثبتت به حجِّـيَّته</w:t>
      </w:r>
      <w:r w:rsidR="00610870">
        <w:rPr>
          <w:rtl/>
        </w:rPr>
        <w:t>،</w:t>
      </w:r>
      <w:r w:rsidRPr="00065D03">
        <w:rPr>
          <w:rtl/>
        </w:rPr>
        <w:t xml:space="preserve"> ولو بعمل الأصحاب</w:t>
      </w:r>
      <w:r w:rsidR="00610870">
        <w:rPr>
          <w:rtl/>
        </w:rPr>
        <w:t>،</w:t>
      </w:r>
      <w:r w:rsidRPr="00065D03">
        <w:rPr>
          <w:rtl/>
        </w:rPr>
        <w:t xml:space="preserve"> فنقول: عمل الأصحاب يجبر ضعف السند</w:t>
      </w:r>
      <w:r w:rsidR="00610870">
        <w:rPr>
          <w:rtl/>
        </w:rPr>
        <w:t>،</w:t>
      </w:r>
      <w:r w:rsidRPr="00065D03">
        <w:rPr>
          <w:rtl/>
        </w:rPr>
        <w:t xml:space="preserve"> ومن أيِّ ناحية ثبت لنا صحة السند</w:t>
      </w:r>
      <w:r w:rsidR="00610870">
        <w:rPr>
          <w:rtl/>
        </w:rPr>
        <w:t>،</w:t>
      </w:r>
      <w:r w:rsidRPr="00065D03">
        <w:rPr>
          <w:rtl/>
        </w:rPr>
        <w:t xml:space="preserve"> فهو حديث صحيح</w:t>
      </w:r>
      <w:r w:rsidR="00610870">
        <w:rPr>
          <w:rtl/>
        </w:rPr>
        <w:t>،</w:t>
      </w:r>
      <w:r w:rsidRPr="00065D03">
        <w:rPr>
          <w:rtl/>
        </w:rPr>
        <w:t xml:space="preserve"> لا فرق إن كان ثقة أم لا.</w:t>
      </w:r>
    </w:p>
    <w:p w:rsidR="00E07DFB" w:rsidRPr="002A0058" w:rsidRDefault="00E07DFB" w:rsidP="002A0058">
      <w:pPr>
        <w:pStyle w:val="libNormal"/>
        <w:rPr>
          <w:rtl/>
        </w:rPr>
      </w:pPr>
      <w:r w:rsidRPr="00313984">
        <w:rPr>
          <w:rStyle w:val="libBold1Char"/>
          <w:rtl/>
        </w:rPr>
        <w:t>3</w:t>
      </w:r>
      <w:r w:rsidR="00610870">
        <w:rPr>
          <w:rStyle w:val="libBold1Char"/>
          <w:rtl/>
        </w:rPr>
        <w:t xml:space="preserve"> - </w:t>
      </w:r>
      <w:r w:rsidRPr="002A0058">
        <w:rPr>
          <w:rtl/>
        </w:rPr>
        <w:t>إنَّ مبدأ المرحوم العلاَّمة البروجردي في الأصول المُتلقَّاة</w:t>
      </w:r>
      <w:r w:rsidR="00610870">
        <w:rPr>
          <w:rtl/>
        </w:rPr>
        <w:t>،</w:t>
      </w:r>
      <w:r w:rsidRPr="002A0058">
        <w:rPr>
          <w:rtl/>
        </w:rPr>
        <w:t xml:space="preserve"> يقوم على تقسيمه للفتاوى الفقهية إلى ثلاثة أقسام:</w:t>
      </w:r>
    </w:p>
    <w:p w:rsidR="00E07DFB" w:rsidRPr="002A0058" w:rsidRDefault="00E07DFB" w:rsidP="00283EDA">
      <w:pPr>
        <w:pStyle w:val="libNormal"/>
        <w:rPr>
          <w:rtl/>
        </w:rPr>
      </w:pPr>
      <w:r w:rsidRPr="00313984">
        <w:rPr>
          <w:rStyle w:val="libBold1Char"/>
          <w:rtl/>
        </w:rPr>
        <w:t>القسم الأوَّل</w:t>
      </w:r>
      <w:r w:rsidRPr="002A0058">
        <w:rPr>
          <w:rtl/>
        </w:rPr>
        <w:t xml:space="preserve"> هو مجموعة من فتاوى فقهاء الشيعة</w:t>
      </w:r>
      <w:r w:rsidR="00610870">
        <w:rPr>
          <w:rtl/>
        </w:rPr>
        <w:t>،</w:t>
      </w:r>
      <w:r w:rsidRPr="002A0058">
        <w:rPr>
          <w:rtl/>
        </w:rPr>
        <w:t xml:space="preserve"> كانت متلقَّاة من المعصوم يداً بيد</w:t>
      </w:r>
      <w:r w:rsidR="00610870">
        <w:rPr>
          <w:rtl/>
        </w:rPr>
        <w:t>،</w:t>
      </w:r>
      <w:r w:rsidRPr="002A0058">
        <w:rPr>
          <w:rtl/>
        </w:rPr>
        <w:t xml:space="preserve"> من دون أيِّ تصرُّف</w:t>
      </w:r>
      <w:r w:rsidR="00610870">
        <w:rPr>
          <w:rtl/>
        </w:rPr>
        <w:t>،</w:t>
      </w:r>
      <w:r w:rsidRPr="002A0058">
        <w:rPr>
          <w:rtl/>
        </w:rPr>
        <w:t xml:space="preserve"> حتى أنَّهم لم يكونوا يغيِّرون تعبيرات تلك الفتاوى</w:t>
      </w:r>
      <w:r w:rsidR="00610870">
        <w:rPr>
          <w:rtl/>
        </w:rPr>
        <w:t>.</w:t>
      </w:r>
      <w:r w:rsidRPr="002A0058">
        <w:rPr>
          <w:rtl/>
        </w:rPr>
        <w:t xml:space="preserve"> فهو يقول: إنَّ الشيخ </w:t>
      </w:r>
      <w:r w:rsidR="00283EDA" w:rsidRPr="00283EDA">
        <w:rPr>
          <w:rStyle w:val="libAlaemChar"/>
          <w:rtl/>
        </w:rPr>
        <w:t>رضي‌الله‌عنه</w:t>
      </w:r>
      <w:r w:rsidRPr="002A0058">
        <w:rPr>
          <w:rtl/>
        </w:rPr>
        <w:t xml:space="preserve"> يكتب في أول كتابه </w:t>
      </w:r>
      <w:r w:rsidRPr="00313984">
        <w:rPr>
          <w:rStyle w:val="libBold1Char"/>
          <w:rtl/>
        </w:rPr>
        <w:t>المبسوط</w:t>
      </w:r>
      <w:r w:rsidR="00610870">
        <w:rPr>
          <w:rtl/>
        </w:rPr>
        <w:t>،</w:t>
      </w:r>
      <w:r w:rsidRPr="002A0058">
        <w:rPr>
          <w:rtl/>
        </w:rPr>
        <w:t xml:space="preserve"> منتقداً الفقهاء الشيعة لأنَّهم لا يبدون آراءهم الخاصة في مؤلَّفاتهم</w:t>
      </w:r>
      <w:r w:rsidR="00610870">
        <w:rPr>
          <w:rtl/>
        </w:rPr>
        <w:t>،</w:t>
      </w:r>
      <w:r w:rsidRPr="002A0058">
        <w:rPr>
          <w:rtl/>
        </w:rPr>
        <w:t xml:space="preserve"> بل يذكرون كل ما أخذوه عن المعصوم </w:t>
      </w:r>
      <w:r w:rsidR="00283EDA" w:rsidRPr="00283EDA">
        <w:rPr>
          <w:rStyle w:val="libAlaemChar"/>
          <w:rFonts w:eastAsiaTheme="minorHAnsi"/>
          <w:rtl/>
        </w:rPr>
        <w:t>عليه‌السلام</w:t>
      </w:r>
      <w:r w:rsidRPr="002A0058">
        <w:rPr>
          <w:rtl/>
        </w:rPr>
        <w:t xml:space="preserve"> فقط</w:t>
      </w:r>
      <w:r w:rsidR="00610870">
        <w:rPr>
          <w:rtl/>
        </w:rPr>
        <w:t>،</w:t>
      </w:r>
      <w:r w:rsidRPr="002A0058">
        <w:rPr>
          <w:rtl/>
        </w:rPr>
        <w:t xml:space="preserve"> فكتب كتاب </w:t>
      </w:r>
      <w:r w:rsidRPr="00313984">
        <w:rPr>
          <w:rStyle w:val="libBold1Char"/>
          <w:rtl/>
        </w:rPr>
        <w:t>المبسوط</w:t>
      </w:r>
      <w:r w:rsidRPr="002A0058">
        <w:rPr>
          <w:rtl/>
        </w:rPr>
        <w:t xml:space="preserve"> في الردِّ على هذا الانتقاد</w:t>
      </w:r>
      <w:r w:rsidR="00610870">
        <w:rPr>
          <w:rtl/>
        </w:rPr>
        <w:t>،</w:t>
      </w:r>
      <w:r w:rsidRPr="002A0058">
        <w:rPr>
          <w:rtl/>
        </w:rPr>
        <w:t xml:space="preserve"> ثُمَّ شرع باشتقاق الفروع.</w:t>
      </w:r>
    </w:p>
    <w:p w:rsidR="00E07DFB" w:rsidRPr="00065D03" w:rsidRDefault="00E07DFB" w:rsidP="00283EDA">
      <w:pPr>
        <w:pStyle w:val="libNormal"/>
        <w:rPr>
          <w:rtl/>
        </w:rPr>
      </w:pPr>
      <w:r w:rsidRPr="00065D03">
        <w:rPr>
          <w:rtl/>
        </w:rPr>
        <w:t>نحن نعلم أنَّ فقهاء الشيعة لا يعدُّون القياس والاستحسان حُجَّة</w:t>
      </w:r>
      <w:r w:rsidR="00610870">
        <w:rPr>
          <w:rtl/>
        </w:rPr>
        <w:t>،</w:t>
      </w:r>
      <w:r w:rsidRPr="00065D03">
        <w:rPr>
          <w:rtl/>
        </w:rPr>
        <w:t xml:space="preserve"> ولهذا فإنَّهم يأخذون المسائل التعبُّدية عن الإمام المعصوم </w:t>
      </w:r>
      <w:r w:rsidR="00283EDA" w:rsidRPr="00283EDA">
        <w:rPr>
          <w:rStyle w:val="libAlaemChar"/>
          <w:rFonts w:eastAsiaTheme="minorHAnsi"/>
          <w:rtl/>
        </w:rPr>
        <w:t>عليه‌السلام</w:t>
      </w:r>
      <w:r w:rsidRPr="00065D03">
        <w:rPr>
          <w:rtl/>
        </w:rPr>
        <w:t xml:space="preserve"> كما هي</w:t>
      </w:r>
      <w:r w:rsidR="00610870">
        <w:rPr>
          <w:rtl/>
        </w:rPr>
        <w:t>،</w:t>
      </w:r>
      <w:r w:rsidRPr="00065D03">
        <w:rPr>
          <w:rtl/>
        </w:rPr>
        <w:t xml:space="preserve"> فعندما نرى فتوى قد جرت في الكتب الفقهية من عصر إلى آخر</w:t>
      </w:r>
      <w:r w:rsidR="00610870">
        <w:rPr>
          <w:rtl/>
        </w:rPr>
        <w:t>،</w:t>
      </w:r>
      <w:r w:rsidRPr="00065D03">
        <w:rPr>
          <w:rtl/>
        </w:rPr>
        <w:t xml:space="preserve"> نعلم أنَّها صدرت عن الإمام المعصوم </w:t>
      </w:r>
      <w:r w:rsidR="00283EDA" w:rsidRPr="00283EDA">
        <w:rPr>
          <w:rStyle w:val="libAlaemChar"/>
          <w:rFonts w:eastAsiaTheme="minorHAnsi"/>
          <w:rtl/>
        </w:rPr>
        <w:t>عليه‌السلام</w:t>
      </w:r>
      <w:r w:rsidR="00610870">
        <w:rPr>
          <w:rtl/>
        </w:rPr>
        <w:t>؛</w:t>
      </w:r>
      <w:r w:rsidRPr="00065D03">
        <w:rPr>
          <w:rtl/>
        </w:rPr>
        <w:t xml:space="preserve"> سواء كان فيها حديث من بين الأحاديث الموجودة بين أيدينا أم لم يكن.</w:t>
      </w:r>
    </w:p>
    <w:p w:rsidR="00E07DFB" w:rsidRPr="00065D03" w:rsidRDefault="00E07DFB" w:rsidP="00283EDA">
      <w:pPr>
        <w:pStyle w:val="libNormal"/>
        <w:rPr>
          <w:rtl/>
        </w:rPr>
      </w:pPr>
      <w:r w:rsidRPr="00065D03">
        <w:rPr>
          <w:rtl/>
        </w:rPr>
        <w:t>إنَّ ثبات فتاوى الفقهاء نفسه في المسائل التعبُّدية</w:t>
      </w:r>
      <w:r w:rsidR="00610870">
        <w:rPr>
          <w:rtl/>
        </w:rPr>
        <w:t xml:space="preserve"> - </w:t>
      </w:r>
      <w:r w:rsidRPr="00065D03">
        <w:rPr>
          <w:rtl/>
        </w:rPr>
        <w:t>من قبل جميع الفقهاء</w:t>
      </w:r>
      <w:r w:rsidR="00610870">
        <w:rPr>
          <w:rtl/>
        </w:rPr>
        <w:t>،</w:t>
      </w:r>
      <w:r w:rsidRPr="00065D03">
        <w:rPr>
          <w:rtl/>
        </w:rPr>
        <w:t xml:space="preserve"> وفي جميع العصور</w:t>
      </w:r>
      <w:r w:rsidR="00610870">
        <w:rPr>
          <w:rtl/>
        </w:rPr>
        <w:t xml:space="preserve"> - </w:t>
      </w:r>
      <w:r w:rsidRPr="00065D03">
        <w:rPr>
          <w:rtl/>
        </w:rPr>
        <w:t xml:space="preserve">التي لم تؤخذ إلاّ من المعصومين </w:t>
      </w:r>
      <w:r w:rsidR="00283EDA" w:rsidRPr="00283EDA">
        <w:rPr>
          <w:rStyle w:val="libAlaemChar"/>
          <w:rFonts w:eastAsiaTheme="minorHAnsi"/>
          <w:rtl/>
        </w:rPr>
        <w:t>عليهم‌السلام</w:t>
      </w:r>
      <w:r w:rsidR="00610870">
        <w:rPr>
          <w:rtl/>
        </w:rPr>
        <w:t>؛</w:t>
      </w:r>
      <w:r w:rsidRPr="00065D03">
        <w:rPr>
          <w:rtl/>
        </w:rPr>
        <w:t xml:space="preserve"> هو دليل على كونها من كلام المعصوم </w:t>
      </w:r>
      <w:r w:rsidR="00283EDA" w:rsidRPr="00283EDA">
        <w:rPr>
          <w:rStyle w:val="libAlaemChar"/>
          <w:rFonts w:eastAsiaTheme="minorHAnsi"/>
          <w:rtl/>
        </w:rPr>
        <w:t>عليه‌السلام</w:t>
      </w:r>
      <w:r w:rsidR="00610870">
        <w:rPr>
          <w:rtl/>
        </w:rPr>
        <w:t>،</w:t>
      </w:r>
      <w:r w:rsidRPr="00065D03">
        <w:rPr>
          <w:rtl/>
        </w:rPr>
        <w:t xml:space="preserve"> وهي حُجَّة بالنسبة لنا</w:t>
      </w:r>
      <w:r w:rsidR="00610870">
        <w:rPr>
          <w:rtl/>
        </w:rPr>
        <w:t>.</w:t>
      </w:r>
      <w:r w:rsidRPr="00065D03">
        <w:rPr>
          <w:rtl/>
        </w:rPr>
        <w:t xml:space="preserve"> إنَّه كان يرى</w:t>
      </w:r>
      <w:r w:rsidR="00610870">
        <w:rPr>
          <w:rtl/>
        </w:rPr>
        <w:t>،</w:t>
      </w:r>
      <w:r w:rsidRPr="00065D03">
        <w:rPr>
          <w:rtl/>
        </w:rPr>
        <w:t xml:space="preserve"> في مثل هذه المسائل</w:t>
      </w:r>
      <w:r w:rsidR="00610870">
        <w:rPr>
          <w:rtl/>
        </w:rPr>
        <w:t>،</w:t>
      </w:r>
      <w:r w:rsidRPr="00065D03">
        <w:rPr>
          <w:rtl/>
        </w:rPr>
        <w:t xml:space="preserve"> أنَّ الشهرة حُجَّة.</w:t>
      </w:r>
    </w:p>
    <w:p w:rsidR="0076266C" w:rsidRDefault="00E07DFB" w:rsidP="0076266C">
      <w:pPr>
        <w:pStyle w:val="libNormal"/>
        <w:rPr>
          <w:rtl/>
        </w:rPr>
      </w:pPr>
      <w:r w:rsidRPr="00065D03">
        <w:rPr>
          <w:rtl/>
        </w:rPr>
        <w:t>فضلاً عن ذلك</w:t>
      </w:r>
      <w:r w:rsidR="00610870">
        <w:rPr>
          <w:rtl/>
        </w:rPr>
        <w:t>،</w:t>
      </w:r>
      <w:r w:rsidRPr="00065D03">
        <w:rPr>
          <w:rtl/>
        </w:rPr>
        <w:t xml:space="preserve"> لا يوجد حديث موثَّق</w:t>
      </w:r>
      <w:r w:rsidR="00610870">
        <w:rPr>
          <w:rtl/>
        </w:rPr>
        <w:t xml:space="preserve"> - </w:t>
      </w:r>
      <w:r w:rsidRPr="00065D03">
        <w:rPr>
          <w:rtl/>
        </w:rPr>
        <w:t>بين الأحاديث التي بين أيدينا</w:t>
      </w:r>
      <w:r w:rsidR="00610870">
        <w:rPr>
          <w:rtl/>
        </w:rPr>
        <w:t xml:space="preserve"> - </w:t>
      </w:r>
      <w:r w:rsidRPr="00065D03">
        <w:rPr>
          <w:rtl/>
        </w:rPr>
        <w:t>يدل عليه</w:t>
      </w:r>
      <w:r w:rsidR="00610870">
        <w:rPr>
          <w:rtl/>
        </w:rPr>
        <w:t>.</w:t>
      </w:r>
      <w:r w:rsidRPr="00065D03">
        <w:rPr>
          <w:rtl/>
        </w:rPr>
        <w:t xml:space="preserve"> أمَّا الأحاديث غير الموثَّقة</w:t>
      </w:r>
      <w:r w:rsidR="00610870">
        <w:rPr>
          <w:rtl/>
        </w:rPr>
        <w:t>،</w:t>
      </w:r>
      <w:r w:rsidRPr="00065D03">
        <w:rPr>
          <w:rtl/>
        </w:rPr>
        <w:t xml:space="preserve"> فكثير منها يدل عليه</w:t>
      </w:r>
      <w:r w:rsidR="00610870">
        <w:rPr>
          <w:rtl/>
        </w:rPr>
        <w:t>.</w:t>
      </w:r>
      <w:r w:rsidRPr="00065D03">
        <w:rPr>
          <w:rtl/>
        </w:rPr>
        <w:t xml:space="preserve"> فكيف يمكنك دعوى عدم</w:t>
      </w:r>
      <w:r w:rsidR="0076266C">
        <w:rPr>
          <w:rFonts w:hint="cs"/>
          <w:rtl/>
        </w:rPr>
        <w:t xml:space="preserve"> </w:t>
      </w:r>
      <w:r w:rsidRPr="00065D03">
        <w:rPr>
          <w:rtl/>
        </w:rPr>
        <w:t>وثاقة الحديث الذي لم تجد توثيقاً لبعض رواته</w:t>
      </w:r>
      <w:r w:rsidR="00610870">
        <w:rPr>
          <w:rtl/>
        </w:rPr>
        <w:t>؛</w:t>
      </w:r>
      <w:r w:rsidRPr="00065D03">
        <w:rPr>
          <w:rtl/>
        </w:rPr>
        <w:t xml:space="preserve"> ذلك لأنَّ التوثيق لا يقتصر على ما وصلنا فقط</w:t>
      </w:r>
      <w:r w:rsidR="00610870">
        <w:rPr>
          <w:rtl/>
        </w:rPr>
        <w:t>،</w:t>
      </w:r>
      <w:r w:rsidRPr="00065D03">
        <w:rPr>
          <w:rtl/>
        </w:rPr>
        <w:t xml:space="preserve"> ثُمَّ إذا كان الراوي ليس بثقة</w:t>
      </w:r>
      <w:r w:rsidR="00610870">
        <w:rPr>
          <w:rtl/>
        </w:rPr>
        <w:t>،</w:t>
      </w:r>
      <w:r w:rsidRPr="00065D03">
        <w:rPr>
          <w:rtl/>
        </w:rPr>
        <w:t xml:space="preserve"> وثَبَتَ صدقه من طريق آخر</w:t>
      </w:r>
      <w:r w:rsidR="00610870">
        <w:rPr>
          <w:rtl/>
        </w:rPr>
        <w:t>،</w:t>
      </w:r>
      <w:r w:rsidRPr="00065D03">
        <w:rPr>
          <w:rtl/>
        </w:rPr>
        <w:t xml:space="preserve"> فمن البديهي أنَّ هذه الشهادة ستكون توثيقاً له.</w:t>
      </w:r>
    </w:p>
    <w:p w:rsidR="0076266C" w:rsidRDefault="0076266C" w:rsidP="00E5125A">
      <w:pPr>
        <w:pStyle w:val="libNormal"/>
        <w:rPr>
          <w:rtl/>
        </w:rPr>
      </w:pPr>
      <w:r>
        <w:rPr>
          <w:rtl/>
        </w:rPr>
        <w:br w:type="page"/>
      </w:r>
    </w:p>
    <w:p w:rsidR="00E07DFB" w:rsidRPr="002A0058" w:rsidRDefault="00E07DFB" w:rsidP="00283EDA">
      <w:pPr>
        <w:pStyle w:val="libNormal"/>
        <w:rPr>
          <w:rtl/>
        </w:rPr>
      </w:pPr>
      <w:r w:rsidRPr="00313984">
        <w:rPr>
          <w:rStyle w:val="libBold1Char"/>
          <w:rtl/>
        </w:rPr>
        <w:lastRenderedPageBreak/>
        <w:t>القسم الثاني</w:t>
      </w:r>
      <w:r w:rsidRPr="002A0058">
        <w:rPr>
          <w:rtl/>
        </w:rPr>
        <w:t xml:space="preserve"> من الفتاوى هو الفتاوى التفسيرية</w:t>
      </w:r>
      <w:r w:rsidR="00610870">
        <w:rPr>
          <w:rtl/>
        </w:rPr>
        <w:t>،</w:t>
      </w:r>
      <w:r w:rsidRPr="002A0058">
        <w:rPr>
          <w:rtl/>
        </w:rPr>
        <w:t xml:space="preserve"> وهي الفتاوى التي تُؤخذ عن المعصوم بألفاظها نفسها</w:t>
      </w:r>
      <w:r w:rsidR="00610870">
        <w:rPr>
          <w:rtl/>
        </w:rPr>
        <w:t>،</w:t>
      </w:r>
      <w:r w:rsidRPr="002A0058">
        <w:rPr>
          <w:rtl/>
        </w:rPr>
        <w:t xml:space="preserve"> لكن هناك وثائق ومصادر لكلام المعصوم </w:t>
      </w:r>
      <w:r w:rsidR="00283EDA" w:rsidRPr="00283EDA">
        <w:rPr>
          <w:rStyle w:val="libAlaemChar"/>
          <w:rFonts w:eastAsiaTheme="minorHAnsi"/>
          <w:rtl/>
        </w:rPr>
        <w:t>عليه‌السلام</w:t>
      </w:r>
      <w:r w:rsidRPr="002A0058">
        <w:rPr>
          <w:rtl/>
        </w:rPr>
        <w:t xml:space="preserve"> فسَّرها الفقهاء</w:t>
      </w:r>
      <w:r w:rsidR="00610870">
        <w:rPr>
          <w:rtl/>
        </w:rPr>
        <w:t>،</w:t>
      </w:r>
      <w:r w:rsidRPr="002A0058">
        <w:rPr>
          <w:rtl/>
        </w:rPr>
        <w:t xml:space="preserve"> ومن البديهي أنَّ تفسيرهم لها لا يُعدُ حُجَّة لدينا.</w:t>
      </w:r>
    </w:p>
    <w:p w:rsidR="00E07DFB" w:rsidRPr="002A0058" w:rsidRDefault="00E07DFB" w:rsidP="002A0058">
      <w:pPr>
        <w:pStyle w:val="libNormal"/>
        <w:rPr>
          <w:rtl/>
        </w:rPr>
      </w:pPr>
      <w:r w:rsidRPr="002A0058">
        <w:rPr>
          <w:rtl/>
        </w:rPr>
        <w:t xml:space="preserve">فمثلاً عنوان: </w:t>
      </w:r>
      <w:r w:rsidRPr="00313984">
        <w:rPr>
          <w:rStyle w:val="libBold1Char"/>
          <w:rtl/>
        </w:rPr>
        <w:t>(كثير السفر)</w:t>
      </w:r>
      <w:r w:rsidRPr="002A0058">
        <w:rPr>
          <w:rtl/>
        </w:rPr>
        <w:t xml:space="preserve"> غير موجود في الأحاديث</w:t>
      </w:r>
      <w:r w:rsidR="00610870">
        <w:rPr>
          <w:rtl/>
        </w:rPr>
        <w:t>،</w:t>
      </w:r>
      <w:r w:rsidRPr="002A0058">
        <w:rPr>
          <w:rtl/>
        </w:rPr>
        <w:t xml:space="preserve"> فبعض القدماء عبَّّروا بكثير السفر</w:t>
      </w:r>
      <w:r w:rsidR="00610870">
        <w:rPr>
          <w:rtl/>
        </w:rPr>
        <w:t>،</w:t>
      </w:r>
      <w:r w:rsidRPr="002A0058">
        <w:rPr>
          <w:rtl/>
        </w:rPr>
        <w:t xml:space="preserve"> وغيرهم قالوا: مَن كان سفره أكثر من حضره</w:t>
      </w:r>
      <w:r w:rsidR="00610870">
        <w:rPr>
          <w:rtl/>
        </w:rPr>
        <w:t>.</w:t>
      </w:r>
      <w:r w:rsidRPr="002A0058">
        <w:rPr>
          <w:rtl/>
        </w:rPr>
        <w:t xml:space="preserve"> فكل منهم بلغ استنباطاً معيناً</w:t>
      </w:r>
      <w:r w:rsidR="00610870">
        <w:rPr>
          <w:rtl/>
        </w:rPr>
        <w:t>،</w:t>
      </w:r>
      <w:r w:rsidRPr="002A0058">
        <w:rPr>
          <w:rtl/>
        </w:rPr>
        <w:t xml:space="preserve"> لكن النصوص ذكرت: </w:t>
      </w:r>
      <w:r w:rsidRPr="0080527D">
        <w:rPr>
          <w:rStyle w:val="libBold2Char"/>
          <w:rtl/>
        </w:rPr>
        <w:t>(شغله</w:t>
      </w:r>
      <w:r w:rsidRPr="002A0058">
        <w:rPr>
          <w:rtl/>
        </w:rPr>
        <w:t xml:space="preserve"> </w:t>
      </w:r>
      <w:r w:rsidRPr="0080527D">
        <w:rPr>
          <w:rStyle w:val="libBold2Char"/>
          <w:rtl/>
        </w:rPr>
        <w:t>السفر)</w:t>
      </w:r>
      <w:r w:rsidR="00610870">
        <w:rPr>
          <w:rtl/>
        </w:rPr>
        <w:t>،</w:t>
      </w:r>
      <w:r w:rsidRPr="002A0058">
        <w:rPr>
          <w:rtl/>
        </w:rPr>
        <w:t xml:space="preserve"> و</w:t>
      </w:r>
      <w:r w:rsidRPr="0080527D">
        <w:rPr>
          <w:rStyle w:val="libBold2Char"/>
          <w:rtl/>
        </w:rPr>
        <w:t>(مَن كان بيته معه)</w:t>
      </w:r>
      <w:r w:rsidR="00610870">
        <w:rPr>
          <w:rtl/>
        </w:rPr>
        <w:t>؛</w:t>
      </w:r>
      <w:r w:rsidRPr="002A0058">
        <w:rPr>
          <w:rtl/>
        </w:rPr>
        <w:t xml:space="preserve"> لهذا نجد أنَّ المرحوم السيد اليزدي ترك تعبير القدماء في كتابه العروة الوثقى</w:t>
      </w:r>
      <w:r w:rsidR="00610870">
        <w:rPr>
          <w:rtl/>
        </w:rPr>
        <w:t>،</w:t>
      </w:r>
      <w:r w:rsidRPr="002A0058">
        <w:rPr>
          <w:rtl/>
        </w:rPr>
        <w:t xml:space="preserve"> واتخذ من العنوانين الأخيرين معياراً</w:t>
      </w:r>
      <w:r w:rsidR="00610870">
        <w:rPr>
          <w:rtl/>
        </w:rPr>
        <w:t>.</w:t>
      </w:r>
      <w:r w:rsidRPr="002A0058">
        <w:rPr>
          <w:rtl/>
        </w:rPr>
        <w:t xml:space="preserve"> وفقهاء آخرون اقتدوا بالسيد اليزدي</w:t>
      </w:r>
      <w:r w:rsidR="00610870">
        <w:rPr>
          <w:rtl/>
        </w:rPr>
        <w:t>.</w:t>
      </w:r>
      <w:r w:rsidRPr="002A0058">
        <w:rPr>
          <w:rtl/>
        </w:rPr>
        <w:t xml:space="preserve"> إذاً</w:t>
      </w:r>
      <w:r w:rsidR="00610870">
        <w:rPr>
          <w:rtl/>
        </w:rPr>
        <w:t>،</w:t>
      </w:r>
      <w:r w:rsidRPr="002A0058">
        <w:rPr>
          <w:rtl/>
        </w:rPr>
        <w:t xml:space="preserve"> القسم الثاني</w:t>
      </w:r>
      <w:r w:rsidR="00610870">
        <w:rPr>
          <w:rtl/>
        </w:rPr>
        <w:t xml:space="preserve"> - </w:t>
      </w:r>
      <w:r w:rsidRPr="002A0058">
        <w:rPr>
          <w:rtl/>
        </w:rPr>
        <w:t>أي التفسير</w:t>
      </w:r>
      <w:r w:rsidR="00610870">
        <w:rPr>
          <w:rtl/>
        </w:rPr>
        <w:t xml:space="preserve"> - </w:t>
      </w:r>
      <w:r w:rsidRPr="002A0058">
        <w:rPr>
          <w:rtl/>
        </w:rPr>
        <w:t>ليس حُجَّة أيضاً.</w:t>
      </w:r>
    </w:p>
    <w:p w:rsidR="00E07DFB" w:rsidRPr="002A0058" w:rsidRDefault="00E07DFB" w:rsidP="00283EDA">
      <w:pPr>
        <w:pStyle w:val="libNormal"/>
        <w:rPr>
          <w:rtl/>
        </w:rPr>
      </w:pPr>
      <w:r w:rsidRPr="00313984">
        <w:rPr>
          <w:rStyle w:val="libBold1Char"/>
          <w:rtl/>
        </w:rPr>
        <w:t>القسم الثالث</w:t>
      </w:r>
      <w:r w:rsidRPr="002A0058">
        <w:rPr>
          <w:rtl/>
        </w:rPr>
        <w:t xml:space="preserve"> من الفتاوى هو الفتاوى التفريعية</w:t>
      </w:r>
      <w:r w:rsidR="00610870">
        <w:rPr>
          <w:rtl/>
        </w:rPr>
        <w:t>،</w:t>
      </w:r>
      <w:r w:rsidRPr="002A0058">
        <w:rPr>
          <w:rtl/>
        </w:rPr>
        <w:t xml:space="preserve"> وهي الفتاوى التي لم تكن مأثورة بعينها عن المعصوم </w:t>
      </w:r>
      <w:r w:rsidR="00283EDA" w:rsidRPr="00283EDA">
        <w:rPr>
          <w:rStyle w:val="libAlaemChar"/>
          <w:rFonts w:eastAsiaTheme="minorHAnsi"/>
          <w:rtl/>
        </w:rPr>
        <w:t>عليه‌السلام</w:t>
      </w:r>
      <w:r w:rsidR="00610870">
        <w:rPr>
          <w:rtl/>
        </w:rPr>
        <w:t>،</w:t>
      </w:r>
      <w:r w:rsidRPr="002A0058">
        <w:rPr>
          <w:rtl/>
        </w:rPr>
        <w:t xml:space="preserve"> لكنَّها استُنْبطت من المسائل الأصلية</w:t>
      </w:r>
      <w:r w:rsidR="00610870">
        <w:rPr>
          <w:rtl/>
        </w:rPr>
        <w:t>،</w:t>
      </w:r>
      <w:r w:rsidRPr="002A0058">
        <w:rPr>
          <w:rtl/>
        </w:rPr>
        <w:t xml:space="preserve"> وتفرَّعت عنها</w:t>
      </w:r>
      <w:r w:rsidR="00610870">
        <w:rPr>
          <w:rtl/>
        </w:rPr>
        <w:t>.</w:t>
      </w:r>
      <w:r w:rsidRPr="002A0058">
        <w:rPr>
          <w:rtl/>
        </w:rPr>
        <w:t xml:space="preserve"> وقد يقع خطأ في هذا التفريع أيضاً</w:t>
      </w:r>
      <w:r w:rsidR="00610870">
        <w:rPr>
          <w:rtl/>
        </w:rPr>
        <w:t>؛</w:t>
      </w:r>
      <w:r w:rsidRPr="002A0058">
        <w:rPr>
          <w:rtl/>
        </w:rPr>
        <w:t xml:space="preserve"> لهذا فإنَّ التفريع الموجود في كتب القدماء لا يعد حُجَّة عندنا</w:t>
      </w:r>
      <w:r w:rsidR="00610870">
        <w:rPr>
          <w:rtl/>
        </w:rPr>
        <w:t>،</w:t>
      </w:r>
      <w:r w:rsidRPr="002A0058">
        <w:rPr>
          <w:rtl/>
        </w:rPr>
        <w:t xml:space="preserve"> بل علينا أن نتأكَّد بأنفسنا من صحَّة ذلك التفريع.</w:t>
      </w:r>
    </w:p>
    <w:p w:rsidR="00E07DFB" w:rsidRPr="00313984" w:rsidRDefault="00E07DFB" w:rsidP="00313984">
      <w:pPr>
        <w:pStyle w:val="libBold1"/>
        <w:rPr>
          <w:rtl/>
        </w:rPr>
      </w:pPr>
      <w:r w:rsidRPr="00313984">
        <w:rPr>
          <w:rtl/>
        </w:rPr>
        <w:t>* أي أنَّهم اجتهدوا في حقيقة الأمر؟</w:t>
      </w:r>
    </w:p>
    <w:p w:rsidR="00E07DFB" w:rsidRPr="002A0058" w:rsidRDefault="00E07DFB" w:rsidP="002A0058">
      <w:pPr>
        <w:pStyle w:val="libNormal"/>
        <w:rPr>
          <w:rtl/>
        </w:rPr>
      </w:pPr>
      <w:r w:rsidRPr="00313984">
        <w:rPr>
          <w:rStyle w:val="libBold1Char"/>
          <w:rtl/>
        </w:rPr>
        <w:t>الشيخ تجليل:</w:t>
      </w:r>
      <w:r w:rsidRPr="002A0058">
        <w:rPr>
          <w:rtl/>
        </w:rPr>
        <w:t xml:space="preserve"> نعم</w:t>
      </w:r>
      <w:r w:rsidR="00610870">
        <w:rPr>
          <w:rtl/>
        </w:rPr>
        <w:t>،</w:t>
      </w:r>
      <w:r w:rsidRPr="002A0058">
        <w:rPr>
          <w:rtl/>
        </w:rPr>
        <w:t xml:space="preserve"> اجتهدوا.</w:t>
      </w:r>
    </w:p>
    <w:p w:rsidR="00E07DFB" w:rsidRPr="00313984" w:rsidRDefault="00E07DFB" w:rsidP="00313984">
      <w:pPr>
        <w:pStyle w:val="libBold1"/>
        <w:rPr>
          <w:rtl/>
        </w:rPr>
      </w:pPr>
      <w:r w:rsidRPr="00313984">
        <w:rPr>
          <w:rtl/>
        </w:rPr>
        <w:t>* إذاً</w:t>
      </w:r>
      <w:r w:rsidR="00610870">
        <w:rPr>
          <w:rtl/>
        </w:rPr>
        <w:t>،</w:t>
      </w:r>
      <w:r w:rsidRPr="00313984">
        <w:rPr>
          <w:rtl/>
        </w:rPr>
        <w:t xml:space="preserve"> بعد هذه الأمور الثلاثة التي ذكرتموها</w:t>
      </w:r>
      <w:r w:rsidR="00610870">
        <w:rPr>
          <w:rtl/>
        </w:rPr>
        <w:t>،</w:t>
      </w:r>
      <w:r w:rsidRPr="00313984">
        <w:rPr>
          <w:rtl/>
        </w:rPr>
        <w:t xml:space="preserve"> ينتهي رأيه في الفتاوى الأصلية التعبُّدية</w:t>
      </w:r>
      <w:r w:rsidR="00610870">
        <w:rPr>
          <w:rtl/>
        </w:rPr>
        <w:t>،</w:t>
      </w:r>
      <w:r w:rsidRPr="00313984">
        <w:rPr>
          <w:rtl/>
        </w:rPr>
        <w:t xml:space="preserve"> التي لا مجال فيها لحكم العقل وآراء العقلاء وغير ذلك.</w:t>
      </w:r>
    </w:p>
    <w:p w:rsidR="0076266C" w:rsidRDefault="00E07DFB" w:rsidP="00283EDA">
      <w:pPr>
        <w:pStyle w:val="libNormal"/>
        <w:rPr>
          <w:rtl/>
        </w:rPr>
      </w:pPr>
      <w:r w:rsidRPr="00313984">
        <w:rPr>
          <w:rStyle w:val="libBold1Char"/>
          <w:rtl/>
        </w:rPr>
        <w:t>الشيخ تجليل:</w:t>
      </w:r>
      <w:r w:rsidRPr="002A0058">
        <w:rPr>
          <w:rtl/>
        </w:rPr>
        <w:t xml:space="preserve"> إنَّ رسوَّ الفتاوى على مسألةٍ ما</w:t>
      </w:r>
      <w:r w:rsidR="00610870">
        <w:rPr>
          <w:rtl/>
        </w:rPr>
        <w:t>؛</w:t>
      </w:r>
      <w:r w:rsidRPr="002A0058">
        <w:rPr>
          <w:rtl/>
        </w:rPr>
        <w:t xml:space="preserve"> يدلُّ على كونها من قول المعصوم </w:t>
      </w:r>
      <w:r w:rsidR="00283EDA" w:rsidRPr="00283EDA">
        <w:rPr>
          <w:rStyle w:val="libAlaemChar"/>
          <w:rFonts w:eastAsiaTheme="minorHAnsi"/>
          <w:rtl/>
        </w:rPr>
        <w:t>عليه‌السلام</w:t>
      </w:r>
      <w:r w:rsidR="00610870">
        <w:rPr>
          <w:rtl/>
        </w:rPr>
        <w:t>،</w:t>
      </w:r>
      <w:r w:rsidRPr="002A0058">
        <w:rPr>
          <w:rtl/>
        </w:rPr>
        <w:t xml:space="preserve"> ومن الطبيعي أنَّ عدالة الفقهاء لا تسمح بالكذب على المعصوم </w:t>
      </w:r>
      <w:r w:rsidR="00283EDA" w:rsidRPr="00283EDA">
        <w:rPr>
          <w:rStyle w:val="libAlaemChar"/>
          <w:rFonts w:eastAsiaTheme="minorHAnsi"/>
          <w:rtl/>
        </w:rPr>
        <w:t>عليه‌السلام</w:t>
      </w:r>
      <w:r w:rsidR="00610870">
        <w:rPr>
          <w:rtl/>
        </w:rPr>
        <w:t>،</w:t>
      </w:r>
      <w:r w:rsidRPr="002A0058">
        <w:rPr>
          <w:rtl/>
        </w:rPr>
        <w:t xml:space="preserve"> وكانوا لا يرون في الاستحسان والقياس حُجَّة</w:t>
      </w:r>
      <w:r w:rsidR="00610870">
        <w:rPr>
          <w:rtl/>
        </w:rPr>
        <w:t>،</w:t>
      </w:r>
      <w:r w:rsidRPr="002A0058">
        <w:rPr>
          <w:rtl/>
        </w:rPr>
        <w:t xml:space="preserve"> بل كان تعبُّدهم بكلام المعصوم إلى درجة أنَّهم كانوا يستعملون لفظ المعصوم نفسه</w:t>
      </w:r>
      <w:r w:rsidR="00610870">
        <w:rPr>
          <w:rtl/>
        </w:rPr>
        <w:t>؛</w:t>
      </w:r>
      <w:r w:rsidRPr="002A0058">
        <w:rPr>
          <w:rtl/>
        </w:rPr>
        <w:t xml:space="preserve"> ما عرَّضهم لطعن فقهاء أهل السُّـنَّة واتهامهم بأنَّهم ليسوا من أهل الرأي.</w:t>
      </w:r>
    </w:p>
    <w:p w:rsidR="0076266C" w:rsidRDefault="0076266C" w:rsidP="00E5125A">
      <w:pPr>
        <w:pStyle w:val="libNormal"/>
        <w:rPr>
          <w:rtl/>
        </w:rPr>
      </w:pPr>
      <w:r>
        <w:rPr>
          <w:rtl/>
        </w:rPr>
        <w:br w:type="page"/>
      </w:r>
    </w:p>
    <w:p w:rsidR="00E07DFB" w:rsidRPr="00313984" w:rsidRDefault="00E07DFB" w:rsidP="00313984">
      <w:pPr>
        <w:pStyle w:val="libBold1"/>
        <w:rPr>
          <w:rtl/>
        </w:rPr>
      </w:pPr>
      <w:r w:rsidRPr="00313984">
        <w:rPr>
          <w:rtl/>
        </w:rPr>
        <w:lastRenderedPageBreak/>
        <w:t>* كان المرحوم آية الله العظمى البروجردي يهتم بما اشتهر بين القدماء</w:t>
      </w:r>
      <w:r w:rsidR="00610870">
        <w:rPr>
          <w:rtl/>
        </w:rPr>
        <w:t>،</w:t>
      </w:r>
      <w:r w:rsidRPr="00313984">
        <w:rPr>
          <w:rtl/>
        </w:rPr>
        <w:t xml:space="preserve"> ولا يهتم بما اشتهر بين المتأخرين</w:t>
      </w:r>
      <w:r w:rsidR="00610870">
        <w:rPr>
          <w:rtl/>
        </w:rPr>
        <w:t>،</w:t>
      </w:r>
      <w:r w:rsidRPr="00313984">
        <w:rPr>
          <w:rtl/>
        </w:rPr>
        <w:t xml:space="preserve"> ولا بإجماعهم</w:t>
      </w:r>
      <w:r w:rsidR="00610870">
        <w:rPr>
          <w:rtl/>
        </w:rPr>
        <w:t>،</w:t>
      </w:r>
      <w:r w:rsidRPr="00313984">
        <w:rPr>
          <w:rtl/>
        </w:rPr>
        <w:t xml:space="preserve"> فهل كان يتصوَّر أنَّ الشهرة بين القدماء تعني الأصول المُتلقَّاة؟</w:t>
      </w:r>
    </w:p>
    <w:p w:rsidR="00E07DFB" w:rsidRPr="002A0058" w:rsidRDefault="00E07DFB" w:rsidP="00283EDA">
      <w:pPr>
        <w:pStyle w:val="libNormal"/>
        <w:rPr>
          <w:rtl/>
        </w:rPr>
      </w:pPr>
      <w:r w:rsidRPr="00313984">
        <w:rPr>
          <w:rStyle w:val="libBold1Char"/>
          <w:rtl/>
        </w:rPr>
        <w:t>الشيخ تجليل:</w:t>
      </w:r>
      <w:r w:rsidRPr="002A0058">
        <w:rPr>
          <w:rtl/>
        </w:rPr>
        <w:t xml:space="preserve"> نعم</w:t>
      </w:r>
      <w:r w:rsidR="00610870">
        <w:rPr>
          <w:rtl/>
        </w:rPr>
        <w:t>،</w:t>
      </w:r>
      <w:r w:rsidRPr="002A0058">
        <w:rPr>
          <w:rtl/>
        </w:rPr>
        <w:t xml:space="preserve"> أولئك أخذوا من المعصوم </w:t>
      </w:r>
      <w:r w:rsidR="00283EDA" w:rsidRPr="00283EDA">
        <w:rPr>
          <w:rStyle w:val="libAlaemChar"/>
          <w:rFonts w:eastAsiaTheme="minorHAnsi"/>
          <w:rtl/>
        </w:rPr>
        <w:t>عليه‌السلام</w:t>
      </w:r>
      <w:r w:rsidRPr="002A0058">
        <w:rPr>
          <w:rtl/>
        </w:rPr>
        <w:t xml:space="preserve"> يداً بيد</w:t>
      </w:r>
      <w:r w:rsidR="00610870">
        <w:rPr>
          <w:rtl/>
        </w:rPr>
        <w:t>.</w:t>
      </w:r>
      <w:r w:rsidRPr="002A0058">
        <w:rPr>
          <w:rtl/>
        </w:rPr>
        <w:t xml:space="preserve"> أمَّا المتأخرون</w:t>
      </w:r>
      <w:r w:rsidR="00610870">
        <w:rPr>
          <w:rtl/>
        </w:rPr>
        <w:t>،</w:t>
      </w:r>
      <w:r w:rsidRPr="002A0058">
        <w:rPr>
          <w:rtl/>
        </w:rPr>
        <w:t xml:space="preserve"> فقد استنبطوا</w:t>
      </w:r>
      <w:r w:rsidR="00610870">
        <w:rPr>
          <w:rtl/>
        </w:rPr>
        <w:t>،</w:t>
      </w:r>
      <w:r w:rsidRPr="002A0058">
        <w:rPr>
          <w:rtl/>
        </w:rPr>
        <w:t xml:space="preserve"> وليس لدى المتأخرين ما يضيفونه</w:t>
      </w:r>
      <w:r w:rsidR="00610870">
        <w:rPr>
          <w:rtl/>
        </w:rPr>
        <w:t>،</w:t>
      </w:r>
      <w:r w:rsidRPr="002A0058">
        <w:rPr>
          <w:rtl/>
        </w:rPr>
        <w:t xml:space="preserve"> كل ما هو موجود هو ما بين أيدينا</w:t>
      </w:r>
      <w:r w:rsidR="00610870">
        <w:rPr>
          <w:rtl/>
        </w:rPr>
        <w:t>،</w:t>
      </w:r>
      <w:r w:rsidRPr="002A0058">
        <w:rPr>
          <w:rtl/>
        </w:rPr>
        <w:t xml:space="preserve"> وعلينا أن نعود إلى الماضي في استنباطنا</w:t>
      </w:r>
      <w:r w:rsidR="00610870">
        <w:rPr>
          <w:rtl/>
        </w:rPr>
        <w:t>،</w:t>
      </w:r>
      <w:r w:rsidRPr="002A0058">
        <w:rPr>
          <w:rtl/>
        </w:rPr>
        <w:t xml:space="preserve"> أن نفترض أنفسنا في عصر العلاَّمة</w:t>
      </w:r>
      <w:r w:rsidR="00610870">
        <w:rPr>
          <w:rtl/>
        </w:rPr>
        <w:t>،</w:t>
      </w:r>
      <w:r w:rsidRPr="002A0058">
        <w:rPr>
          <w:rtl/>
        </w:rPr>
        <w:t xml:space="preserve"> وقبله في عصر شيخ الطائفة</w:t>
      </w:r>
      <w:r w:rsidR="00610870">
        <w:rPr>
          <w:rtl/>
        </w:rPr>
        <w:t>؛</w:t>
      </w:r>
      <w:r w:rsidRPr="002A0058">
        <w:rPr>
          <w:rtl/>
        </w:rPr>
        <w:t xml:space="preserve"> لأنَّ النصوص الموجودة هي ما كان موجوداً في أيدي المتقدِّمين نفسه</w:t>
      </w:r>
      <w:r w:rsidR="00610870">
        <w:rPr>
          <w:rtl/>
        </w:rPr>
        <w:t>،</w:t>
      </w:r>
      <w:r w:rsidRPr="002A0058">
        <w:rPr>
          <w:rtl/>
        </w:rPr>
        <w:t xml:space="preserve"> ومن هنا لا تُعدُّ شهرة المتأخرين حُجَّة لدينا.</w:t>
      </w:r>
    </w:p>
    <w:p w:rsidR="00E07DFB" w:rsidRPr="00313984" w:rsidRDefault="00E07DFB" w:rsidP="00313984">
      <w:pPr>
        <w:pStyle w:val="libBold1"/>
        <w:rPr>
          <w:rtl/>
        </w:rPr>
      </w:pPr>
      <w:r w:rsidRPr="00313984">
        <w:rPr>
          <w:rtl/>
        </w:rPr>
        <w:t>* ما هو الفرق بين كتب الفهرسة وكتب الرجال؟ فقد قلتم: إنَّ تلك تبيِّن الطبقات والأخرى تذكر فهرساً بالمؤلِّفين</w:t>
      </w:r>
      <w:r w:rsidR="00610870">
        <w:rPr>
          <w:rtl/>
        </w:rPr>
        <w:t>.</w:t>
      </w:r>
      <w:r w:rsidRPr="00313984">
        <w:rPr>
          <w:rtl/>
        </w:rPr>
        <w:t xml:space="preserve"> فلماذا يولي بعض الأساتذة كتب الفهرسة وتوثيقاها اهتماماً أكثر من كتب الرجال؟</w:t>
      </w:r>
    </w:p>
    <w:p w:rsidR="00E07DFB" w:rsidRPr="002A0058" w:rsidRDefault="00E07DFB" w:rsidP="002A0058">
      <w:pPr>
        <w:pStyle w:val="libNormal"/>
        <w:rPr>
          <w:rtl/>
        </w:rPr>
      </w:pPr>
      <w:r w:rsidRPr="00313984">
        <w:rPr>
          <w:rStyle w:val="libBold1Char"/>
          <w:rtl/>
        </w:rPr>
        <w:t>الشيخ تجليل:</w:t>
      </w:r>
      <w:r w:rsidRPr="002A0058">
        <w:rPr>
          <w:rtl/>
        </w:rPr>
        <w:t xml:space="preserve"> الكتب الرجالية التي كانت بين القدماء</w:t>
      </w:r>
      <w:r w:rsidR="00610870">
        <w:rPr>
          <w:rtl/>
        </w:rPr>
        <w:t>،</w:t>
      </w:r>
      <w:r w:rsidRPr="002A0058">
        <w:rPr>
          <w:rtl/>
        </w:rPr>
        <w:t xml:space="preserve"> مثل رجال الشيخ الطوسي وفهرست النجاشي</w:t>
      </w:r>
      <w:r w:rsidR="00610870">
        <w:rPr>
          <w:rtl/>
        </w:rPr>
        <w:t>،</w:t>
      </w:r>
      <w:r w:rsidRPr="002A0058">
        <w:rPr>
          <w:rtl/>
        </w:rPr>
        <w:t xml:space="preserve"> وليس لدينا كتب رجالية سواها.</w:t>
      </w:r>
    </w:p>
    <w:p w:rsidR="00E07DFB" w:rsidRPr="00313984" w:rsidRDefault="00E07DFB" w:rsidP="00313984">
      <w:pPr>
        <w:pStyle w:val="libBold1"/>
        <w:rPr>
          <w:rtl/>
        </w:rPr>
      </w:pPr>
      <w:r w:rsidRPr="00313984">
        <w:rPr>
          <w:rtl/>
        </w:rPr>
        <w:t>* يُطرح في بعض الدروس</w:t>
      </w:r>
      <w:r w:rsidR="00610870">
        <w:rPr>
          <w:rtl/>
        </w:rPr>
        <w:t>،</w:t>
      </w:r>
      <w:r w:rsidRPr="00313984">
        <w:rPr>
          <w:rtl/>
        </w:rPr>
        <w:t xml:space="preserve"> أنَّ الفرق بين كتب الرجال والفهارس</w:t>
      </w:r>
      <w:r w:rsidR="00610870">
        <w:rPr>
          <w:rtl/>
        </w:rPr>
        <w:t>،</w:t>
      </w:r>
      <w:r w:rsidRPr="00313984">
        <w:rPr>
          <w:rtl/>
        </w:rPr>
        <w:t xml:space="preserve"> هو أنَّ المؤلِّف لكتب الرجال يهتم بالطبقات</w:t>
      </w:r>
      <w:r w:rsidR="00610870">
        <w:rPr>
          <w:rtl/>
        </w:rPr>
        <w:t>،</w:t>
      </w:r>
      <w:r w:rsidRPr="00313984">
        <w:rPr>
          <w:rtl/>
        </w:rPr>
        <w:t xml:space="preserve"> في حين أنَّ الفهارس تعطي نبذة عن المؤلِّف أيضاً</w:t>
      </w:r>
      <w:r w:rsidR="00610870">
        <w:rPr>
          <w:rtl/>
        </w:rPr>
        <w:t>؛</w:t>
      </w:r>
      <w:r w:rsidRPr="00313984">
        <w:rPr>
          <w:rtl/>
        </w:rPr>
        <w:t xml:space="preserve"> ولهذا فإنَّ الآراء المطروحة في الفهارس أكثر دقَّة</w:t>
      </w:r>
      <w:r w:rsidR="00610870">
        <w:rPr>
          <w:rtl/>
        </w:rPr>
        <w:t>،</w:t>
      </w:r>
      <w:r w:rsidRPr="00313984">
        <w:rPr>
          <w:rtl/>
        </w:rPr>
        <w:t xml:space="preserve"> فما هو رأيكم؟</w:t>
      </w:r>
    </w:p>
    <w:p w:rsidR="0076266C" w:rsidRDefault="00E07DFB" w:rsidP="002A0058">
      <w:pPr>
        <w:pStyle w:val="libNormal"/>
        <w:rPr>
          <w:rtl/>
        </w:rPr>
      </w:pPr>
      <w:r w:rsidRPr="00313984">
        <w:rPr>
          <w:rStyle w:val="libBold1Char"/>
          <w:rtl/>
        </w:rPr>
        <w:t>الشيخ تجليل:</w:t>
      </w:r>
      <w:r w:rsidRPr="002A0058">
        <w:rPr>
          <w:rtl/>
        </w:rPr>
        <w:t xml:space="preserve"> الفهارس لا تتحدَّث عن الأشخاص وسِيَرِهم</w:t>
      </w:r>
      <w:r w:rsidR="00610870">
        <w:rPr>
          <w:rtl/>
        </w:rPr>
        <w:t>،</w:t>
      </w:r>
      <w:r w:rsidRPr="002A0058">
        <w:rPr>
          <w:rtl/>
        </w:rPr>
        <w:t xml:space="preserve"> بل تُفهرس أسماء المؤلِّفين</w:t>
      </w:r>
      <w:r w:rsidR="00610870">
        <w:rPr>
          <w:rtl/>
        </w:rPr>
        <w:t>.</w:t>
      </w:r>
      <w:r w:rsidRPr="002A0058">
        <w:rPr>
          <w:rtl/>
        </w:rPr>
        <w:t xml:space="preserve"> فأكثر ما كان النجاشي يهتم به هو أن يصل بسنده إلى صاحب الكتاب</w:t>
      </w:r>
      <w:r w:rsidR="00610870">
        <w:rPr>
          <w:rtl/>
        </w:rPr>
        <w:t>،</w:t>
      </w:r>
      <w:r w:rsidRPr="002A0058">
        <w:rPr>
          <w:rtl/>
        </w:rPr>
        <w:t xml:space="preserve"> ولم يعطِ رأيه بتوثيق أحدٍ ما</w:t>
      </w:r>
      <w:r w:rsidR="00610870">
        <w:rPr>
          <w:rtl/>
        </w:rPr>
        <w:t>،</w:t>
      </w:r>
      <w:r w:rsidRPr="002A0058">
        <w:rPr>
          <w:rtl/>
        </w:rPr>
        <w:t xml:space="preserve"> فلا يبحث الفهرس عن وثاقة ثقة الراوي</w:t>
      </w:r>
      <w:r w:rsidR="00610870">
        <w:rPr>
          <w:rtl/>
        </w:rPr>
        <w:t>،</w:t>
      </w:r>
      <w:r w:rsidRPr="002A0058">
        <w:rPr>
          <w:rtl/>
        </w:rPr>
        <w:t xml:space="preserve"> بل قد يقول استطراداً: إنَّه ثقة</w:t>
      </w:r>
      <w:r w:rsidR="00610870">
        <w:rPr>
          <w:rtl/>
        </w:rPr>
        <w:t>،</w:t>
      </w:r>
      <w:r w:rsidRPr="002A0058">
        <w:rPr>
          <w:rtl/>
        </w:rPr>
        <w:t xml:space="preserve"> لكن هدف الكتاب ليس التوثيق</w:t>
      </w:r>
      <w:r w:rsidR="00610870">
        <w:rPr>
          <w:rtl/>
        </w:rPr>
        <w:t>؛</w:t>
      </w:r>
      <w:r w:rsidRPr="002A0058">
        <w:rPr>
          <w:rtl/>
        </w:rPr>
        <w:t xml:space="preserve"> لهذا ليس بين أيدينا كتب رجال</w:t>
      </w:r>
      <w:r w:rsidR="00610870">
        <w:rPr>
          <w:rtl/>
        </w:rPr>
        <w:t>،</w:t>
      </w:r>
      <w:r w:rsidRPr="002A0058">
        <w:rPr>
          <w:rtl/>
        </w:rPr>
        <w:t xml:space="preserve"> سوى رجال الشيخ</w:t>
      </w:r>
      <w:r w:rsidR="00610870">
        <w:rPr>
          <w:rtl/>
        </w:rPr>
        <w:t>،</w:t>
      </w:r>
      <w:r w:rsidRPr="002A0058">
        <w:rPr>
          <w:rtl/>
        </w:rPr>
        <w:t xml:space="preserve"> وتوثيقاته أيضاً قليلة.</w:t>
      </w:r>
    </w:p>
    <w:p w:rsidR="0076266C" w:rsidRDefault="0076266C" w:rsidP="00E5125A">
      <w:pPr>
        <w:pStyle w:val="libNormal"/>
        <w:rPr>
          <w:rtl/>
        </w:rPr>
      </w:pPr>
      <w:r>
        <w:rPr>
          <w:rtl/>
        </w:rPr>
        <w:br w:type="page"/>
      </w:r>
    </w:p>
    <w:p w:rsidR="00E07DFB" w:rsidRPr="00313984" w:rsidRDefault="00E07DFB" w:rsidP="00313984">
      <w:pPr>
        <w:pStyle w:val="libBold1"/>
        <w:rPr>
          <w:rtl/>
        </w:rPr>
      </w:pPr>
      <w:r w:rsidRPr="00313984">
        <w:rPr>
          <w:rtl/>
        </w:rPr>
        <w:lastRenderedPageBreak/>
        <w:t>* في بعض الموارد يكون الراوي مجهولاً في كتب الرجال والفهارس</w:t>
      </w:r>
      <w:r w:rsidR="00610870">
        <w:rPr>
          <w:rtl/>
        </w:rPr>
        <w:t>؛</w:t>
      </w:r>
      <w:r w:rsidRPr="00313984">
        <w:rPr>
          <w:rtl/>
        </w:rPr>
        <w:t xml:space="preserve"> أي أنَّ اسمه موجود في سند الروايات</w:t>
      </w:r>
      <w:r w:rsidR="00610870">
        <w:rPr>
          <w:rtl/>
        </w:rPr>
        <w:t>،</w:t>
      </w:r>
      <w:r w:rsidRPr="00313984">
        <w:rPr>
          <w:rtl/>
        </w:rPr>
        <w:t xml:space="preserve"> لكن إذا راجعتَ كتب الرجال لا تجد له توثيقاً.</w:t>
      </w:r>
    </w:p>
    <w:p w:rsidR="00E07DFB" w:rsidRPr="002A0058" w:rsidRDefault="00E07DFB" w:rsidP="002A0058">
      <w:pPr>
        <w:pStyle w:val="libNormal"/>
        <w:rPr>
          <w:rtl/>
        </w:rPr>
      </w:pPr>
      <w:r w:rsidRPr="00313984">
        <w:rPr>
          <w:rStyle w:val="libBold1Char"/>
          <w:rtl/>
        </w:rPr>
        <w:t>الشيخ تجليل:</w:t>
      </w:r>
      <w:r w:rsidRPr="002A0058">
        <w:rPr>
          <w:rtl/>
        </w:rPr>
        <w:t xml:space="preserve"> قد ذكرتُ لكم أنَّ النجاشي جمع أسماء المؤلِّفين فقط</w:t>
      </w:r>
      <w:r w:rsidR="00610870">
        <w:rPr>
          <w:rtl/>
        </w:rPr>
        <w:t>،</w:t>
      </w:r>
      <w:r w:rsidRPr="002A0058">
        <w:rPr>
          <w:rtl/>
        </w:rPr>
        <w:t xml:space="preserve"> وكثير من الرواة لم يكونوا مؤلِّفين</w:t>
      </w:r>
      <w:r w:rsidR="00610870">
        <w:rPr>
          <w:rtl/>
        </w:rPr>
        <w:t>.</w:t>
      </w:r>
      <w:r w:rsidRPr="002A0058">
        <w:rPr>
          <w:rtl/>
        </w:rPr>
        <w:t xml:space="preserve"> أمَّا المعاجم المتأخرة للرجال</w:t>
      </w:r>
      <w:r w:rsidR="00610870">
        <w:rPr>
          <w:rtl/>
        </w:rPr>
        <w:t xml:space="preserve"> - </w:t>
      </w:r>
      <w:r w:rsidRPr="002A0058">
        <w:rPr>
          <w:rtl/>
        </w:rPr>
        <w:t>بعد العلاَّمة</w:t>
      </w:r>
      <w:r w:rsidR="00610870">
        <w:rPr>
          <w:rtl/>
        </w:rPr>
        <w:t xml:space="preserve"> - </w:t>
      </w:r>
      <w:r w:rsidRPr="002A0058">
        <w:rPr>
          <w:rtl/>
        </w:rPr>
        <w:t>مثل رجال الاسترابادي</w:t>
      </w:r>
      <w:r w:rsidR="00610870">
        <w:rPr>
          <w:rtl/>
        </w:rPr>
        <w:t>،</w:t>
      </w:r>
      <w:r w:rsidRPr="002A0058">
        <w:rPr>
          <w:rtl/>
        </w:rPr>
        <w:t xml:space="preserve"> ورجال المامقاني</w:t>
      </w:r>
      <w:r w:rsidR="00610870">
        <w:rPr>
          <w:rtl/>
        </w:rPr>
        <w:t>،</w:t>
      </w:r>
      <w:r w:rsidRPr="002A0058">
        <w:rPr>
          <w:rtl/>
        </w:rPr>
        <w:t xml:space="preserve"> فقد حاولتْ الاستيعاب أكثر</w:t>
      </w:r>
      <w:r w:rsidR="00610870">
        <w:rPr>
          <w:rtl/>
        </w:rPr>
        <w:t>؛</w:t>
      </w:r>
      <w:r w:rsidRPr="002A0058">
        <w:rPr>
          <w:rtl/>
        </w:rPr>
        <w:t xml:space="preserve"> لأنَّهم كانوا متأخِّرين من حيث الزمان</w:t>
      </w:r>
      <w:r w:rsidR="00610870">
        <w:rPr>
          <w:rtl/>
        </w:rPr>
        <w:t>،</w:t>
      </w:r>
      <w:r w:rsidRPr="002A0058">
        <w:rPr>
          <w:rtl/>
        </w:rPr>
        <w:t xml:space="preserve"> فأتوا بأسماء الرجال الذين أتوا في ما بعد.</w:t>
      </w:r>
    </w:p>
    <w:p w:rsidR="00E07DFB" w:rsidRPr="00065D03" w:rsidRDefault="00E07DFB" w:rsidP="00065D03">
      <w:pPr>
        <w:pStyle w:val="libNormal"/>
        <w:rPr>
          <w:rtl/>
        </w:rPr>
      </w:pPr>
      <w:r w:rsidRPr="00065D03">
        <w:rPr>
          <w:rtl/>
        </w:rPr>
        <w:t>ثُمَّ إنَّهم تتبَّعوا الأسانيد</w:t>
      </w:r>
      <w:r w:rsidR="00610870">
        <w:rPr>
          <w:rtl/>
        </w:rPr>
        <w:t>،</w:t>
      </w:r>
      <w:r w:rsidRPr="00065D03">
        <w:rPr>
          <w:rtl/>
        </w:rPr>
        <w:t xml:space="preserve"> واستخرجوا ما فيها من أسماء</w:t>
      </w:r>
      <w:r w:rsidR="00610870">
        <w:rPr>
          <w:rtl/>
        </w:rPr>
        <w:t>،</w:t>
      </w:r>
      <w:r w:rsidRPr="00065D03">
        <w:rPr>
          <w:rtl/>
        </w:rPr>
        <w:t xml:space="preserve"> مؤلِّفين كانوا أم غير ذلك</w:t>
      </w:r>
      <w:r w:rsidR="00610870">
        <w:rPr>
          <w:rtl/>
        </w:rPr>
        <w:t>.</w:t>
      </w:r>
      <w:r w:rsidRPr="00065D03">
        <w:rPr>
          <w:rtl/>
        </w:rPr>
        <w:t xml:space="preserve"> لهذا نجد</w:t>
      </w:r>
      <w:r w:rsidR="00610870">
        <w:rPr>
          <w:rtl/>
        </w:rPr>
        <w:t xml:space="preserve"> - </w:t>
      </w:r>
      <w:r w:rsidRPr="00065D03">
        <w:rPr>
          <w:rtl/>
        </w:rPr>
        <w:t>على ما أذكرُ</w:t>
      </w:r>
      <w:r w:rsidR="00610870">
        <w:rPr>
          <w:rtl/>
        </w:rPr>
        <w:t xml:space="preserve"> - </w:t>
      </w:r>
      <w:r w:rsidRPr="00065D03">
        <w:rPr>
          <w:rtl/>
        </w:rPr>
        <w:t>ستة آلاف شخص</w:t>
      </w:r>
      <w:r w:rsidR="00610870">
        <w:rPr>
          <w:rtl/>
        </w:rPr>
        <w:t>،</w:t>
      </w:r>
      <w:r w:rsidRPr="00065D03">
        <w:rPr>
          <w:rtl/>
        </w:rPr>
        <w:t xml:space="preserve"> تقريباً</w:t>
      </w:r>
      <w:r w:rsidR="00610870">
        <w:rPr>
          <w:rtl/>
        </w:rPr>
        <w:t>،</w:t>
      </w:r>
      <w:r w:rsidRPr="00065D03">
        <w:rPr>
          <w:rtl/>
        </w:rPr>
        <w:t xml:space="preserve"> في رجال المامقاني</w:t>
      </w:r>
      <w:r w:rsidR="00610870">
        <w:rPr>
          <w:rtl/>
        </w:rPr>
        <w:t>،</w:t>
      </w:r>
      <w:r w:rsidRPr="00065D03">
        <w:rPr>
          <w:rtl/>
        </w:rPr>
        <w:t xml:space="preserve"> في حين أنَّ عددهم كان قليلاً جداً في كتب القدماء.</w:t>
      </w:r>
    </w:p>
    <w:p w:rsidR="00E07DFB" w:rsidRPr="00065D03" w:rsidRDefault="00E07DFB" w:rsidP="00065D03">
      <w:pPr>
        <w:pStyle w:val="libNormal"/>
        <w:rPr>
          <w:rtl/>
        </w:rPr>
      </w:pPr>
      <w:r w:rsidRPr="00065D03">
        <w:rPr>
          <w:rtl/>
        </w:rPr>
        <w:t>إذاً</w:t>
      </w:r>
      <w:r w:rsidR="00610870">
        <w:rPr>
          <w:rtl/>
        </w:rPr>
        <w:t>،</w:t>
      </w:r>
      <w:r w:rsidRPr="00065D03">
        <w:rPr>
          <w:rtl/>
        </w:rPr>
        <w:t xml:space="preserve"> ليس كل راوٍ ورد اسمه في سند الرواية نجده في كتب الرجال</w:t>
      </w:r>
      <w:r w:rsidR="00610870">
        <w:rPr>
          <w:rtl/>
        </w:rPr>
        <w:t>،</w:t>
      </w:r>
      <w:r w:rsidRPr="00065D03">
        <w:rPr>
          <w:rtl/>
        </w:rPr>
        <w:t xml:space="preserve"> وإذا ورد اسمه في كتب الرجال</w:t>
      </w:r>
      <w:r w:rsidR="00610870">
        <w:rPr>
          <w:rtl/>
        </w:rPr>
        <w:t>،</w:t>
      </w:r>
      <w:r w:rsidRPr="00065D03">
        <w:rPr>
          <w:rtl/>
        </w:rPr>
        <w:t xml:space="preserve"> فبشكل إضافي عرضي</w:t>
      </w:r>
      <w:r w:rsidR="00610870">
        <w:rPr>
          <w:rtl/>
        </w:rPr>
        <w:t>.</w:t>
      </w:r>
      <w:r w:rsidRPr="00065D03">
        <w:rPr>
          <w:rtl/>
        </w:rPr>
        <w:t xml:space="preserve"> كما أنَّ أسماء كثير من الرواة ورد</w:t>
      </w:r>
      <w:r w:rsidR="00610870">
        <w:rPr>
          <w:rtl/>
        </w:rPr>
        <w:t>،</w:t>
      </w:r>
      <w:r w:rsidRPr="00065D03">
        <w:rPr>
          <w:rtl/>
        </w:rPr>
        <w:t xml:space="preserve"> لكن من دون أي شرح عن سِيَرِهم</w:t>
      </w:r>
      <w:r w:rsidR="00610870">
        <w:rPr>
          <w:rtl/>
        </w:rPr>
        <w:t>.</w:t>
      </w:r>
      <w:r w:rsidRPr="00065D03">
        <w:rPr>
          <w:rtl/>
        </w:rPr>
        <w:t xml:space="preserve"> لمجرد وجود اسمه في السند</w:t>
      </w:r>
      <w:r w:rsidR="00610870">
        <w:rPr>
          <w:rtl/>
        </w:rPr>
        <w:t>،</w:t>
      </w:r>
      <w:r w:rsidRPr="00065D03">
        <w:rPr>
          <w:rtl/>
        </w:rPr>
        <w:t xml:space="preserve"> أدخل في الرجال</w:t>
      </w:r>
      <w:r w:rsidR="00610870">
        <w:rPr>
          <w:rtl/>
        </w:rPr>
        <w:t>.</w:t>
      </w:r>
      <w:r w:rsidRPr="00065D03">
        <w:rPr>
          <w:rtl/>
        </w:rPr>
        <w:t xml:space="preserve"> وعلى أيِّ حال</w:t>
      </w:r>
      <w:r w:rsidR="00610870">
        <w:rPr>
          <w:rtl/>
        </w:rPr>
        <w:t>،</w:t>
      </w:r>
      <w:r w:rsidRPr="00065D03">
        <w:rPr>
          <w:rtl/>
        </w:rPr>
        <w:t xml:space="preserve"> إذا لم يرد اسم أحد الرواة، لا يُعدُّ ذلك جرحاً فيه.</w:t>
      </w:r>
    </w:p>
    <w:p w:rsidR="00E07DFB" w:rsidRPr="00313984" w:rsidRDefault="00E07DFB" w:rsidP="00313984">
      <w:pPr>
        <w:pStyle w:val="libBold1"/>
        <w:rPr>
          <w:rtl/>
        </w:rPr>
      </w:pPr>
      <w:r w:rsidRPr="00313984">
        <w:rPr>
          <w:rtl/>
        </w:rPr>
        <w:t>* بما أنَّه يوجد في الروايات والمتون اختلاف بين النُّسخ</w:t>
      </w:r>
      <w:r w:rsidR="00610870">
        <w:rPr>
          <w:rtl/>
        </w:rPr>
        <w:t>،</w:t>
      </w:r>
      <w:r w:rsidRPr="00313984">
        <w:rPr>
          <w:rtl/>
        </w:rPr>
        <w:t xml:space="preserve"> ونقل بالمعنى</w:t>
      </w:r>
      <w:r w:rsidR="00610870">
        <w:rPr>
          <w:rtl/>
        </w:rPr>
        <w:t>،</w:t>
      </w:r>
      <w:r w:rsidRPr="00313984">
        <w:rPr>
          <w:rtl/>
        </w:rPr>
        <w:t xml:space="preserve"> فما هو الحل للمشكلات الناشئة عن ذلك؟ علماً بأنَّ اختلاف النُّسخ قد يُغيِّر المعنى أحياناً</w:t>
      </w:r>
      <w:r w:rsidR="00610870">
        <w:rPr>
          <w:rtl/>
        </w:rPr>
        <w:t>،</w:t>
      </w:r>
      <w:r w:rsidRPr="00313984">
        <w:rPr>
          <w:rtl/>
        </w:rPr>
        <w:t xml:space="preserve"> فماذا تقترحون من حلول لتكون تلك الروايات حُجَّة عندنا؟</w:t>
      </w:r>
    </w:p>
    <w:p w:rsidR="0076266C" w:rsidRDefault="00E07DFB" w:rsidP="002A0058">
      <w:pPr>
        <w:pStyle w:val="libNormal"/>
        <w:rPr>
          <w:rtl/>
        </w:rPr>
      </w:pPr>
      <w:r w:rsidRPr="00313984">
        <w:rPr>
          <w:rStyle w:val="libBold1Char"/>
          <w:rtl/>
        </w:rPr>
        <w:t>الشيخ تجليل:</w:t>
      </w:r>
      <w:r w:rsidRPr="002A0058">
        <w:rPr>
          <w:rtl/>
        </w:rPr>
        <w:t xml:space="preserve"> إذا كان هذا الاختلاف في سند الرواية</w:t>
      </w:r>
      <w:r w:rsidR="00610870">
        <w:rPr>
          <w:rtl/>
        </w:rPr>
        <w:t>،</w:t>
      </w:r>
      <w:r w:rsidRPr="002A0058">
        <w:rPr>
          <w:rtl/>
        </w:rPr>
        <w:t xml:space="preserve"> فعندها ينشأ علم إجمالي يوجب التردُّد والشك في السند الواقعي لهذا الحديث</w:t>
      </w:r>
      <w:r w:rsidR="00610870">
        <w:rPr>
          <w:rtl/>
        </w:rPr>
        <w:t>،</w:t>
      </w:r>
      <w:r w:rsidRPr="002A0058">
        <w:rPr>
          <w:rtl/>
        </w:rPr>
        <w:t xml:space="preserve"> وبالتالي لا نعلم مَن هُم رواته.</w:t>
      </w:r>
    </w:p>
    <w:p w:rsidR="0076266C" w:rsidRDefault="0076266C" w:rsidP="00E5125A">
      <w:pPr>
        <w:pStyle w:val="libNormal"/>
        <w:rPr>
          <w:rtl/>
        </w:rPr>
      </w:pPr>
      <w:r>
        <w:rPr>
          <w:rtl/>
        </w:rPr>
        <w:br w:type="page"/>
      </w:r>
    </w:p>
    <w:p w:rsidR="00E07DFB" w:rsidRPr="002A0058" w:rsidRDefault="00E07DFB" w:rsidP="00283EDA">
      <w:pPr>
        <w:pStyle w:val="libNormal"/>
        <w:rPr>
          <w:rtl/>
        </w:rPr>
      </w:pPr>
      <w:r w:rsidRPr="00313984">
        <w:rPr>
          <w:rStyle w:val="libBold1Char"/>
          <w:rtl/>
        </w:rPr>
        <w:lastRenderedPageBreak/>
        <w:t>وطريق الحل هو أن نحدِّد الرواية الصحيحة عِبر آلية البحث الدقيق في الأسانيد</w:t>
      </w:r>
      <w:r w:rsidR="00610870">
        <w:rPr>
          <w:rStyle w:val="libBold1Char"/>
          <w:rtl/>
        </w:rPr>
        <w:t>،</w:t>
      </w:r>
      <w:r w:rsidRPr="002A0058">
        <w:rPr>
          <w:rtl/>
        </w:rPr>
        <w:t xml:space="preserve"> ومن خلالها يُعرف راوي الحديث</w:t>
      </w:r>
      <w:r w:rsidR="00610870">
        <w:rPr>
          <w:rtl/>
        </w:rPr>
        <w:t>،</w:t>
      </w:r>
      <w:r w:rsidRPr="002A0058">
        <w:rPr>
          <w:rtl/>
        </w:rPr>
        <w:t xml:space="preserve"> فلعلَّ خمسين حديثاً في أبواب الفقه المختلفة ذَكرت هذا السند</w:t>
      </w:r>
      <w:r w:rsidR="00610870">
        <w:rPr>
          <w:rtl/>
        </w:rPr>
        <w:t>،</w:t>
      </w:r>
      <w:r w:rsidRPr="002A0058">
        <w:rPr>
          <w:rtl/>
        </w:rPr>
        <w:t xml:space="preserve"> عند مراجعتها والتدقيق في أسانيدها يُعرف أيُّ النسختين أصح</w:t>
      </w:r>
      <w:r w:rsidR="00610870">
        <w:rPr>
          <w:rtl/>
        </w:rPr>
        <w:t>.</w:t>
      </w:r>
      <w:r w:rsidRPr="002A0058">
        <w:rPr>
          <w:rtl/>
        </w:rPr>
        <w:t xml:space="preserve"> فمثلاً بالنسبة لعبد الله بن سنان ومحمد بن سنان</w:t>
      </w:r>
      <w:r w:rsidR="00610870">
        <w:rPr>
          <w:rtl/>
        </w:rPr>
        <w:t>،</w:t>
      </w:r>
      <w:r w:rsidRPr="002A0058">
        <w:rPr>
          <w:rtl/>
        </w:rPr>
        <w:t xml:space="preserve"> كلاهما ابنٌ لسنان</w:t>
      </w:r>
      <w:r w:rsidR="00610870">
        <w:rPr>
          <w:rtl/>
        </w:rPr>
        <w:t>،</w:t>
      </w:r>
      <w:r w:rsidRPr="002A0058">
        <w:rPr>
          <w:rtl/>
        </w:rPr>
        <w:t xml:space="preserve"> نجد في مكان كتب عبد الله بن سنان</w:t>
      </w:r>
      <w:r w:rsidR="00610870">
        <w:rPr>
          <w:rtl/>
        </w:rPr>
        <w:t>،</w:t>
      </w:r>
      <w:r w:rsidRPr="002A0058">
        <w:rPr>
          <w:rtl/>
        </w:rPr>
        <w:t xml:space="preserve"> وفي مكان آخر محمد بن سنان</w:t>
      </w:r>
      <w:r w:rsidR="00610870">
        <w:rPr>
          <w:rtl/>
        </w:rPr>
        <w:t>،</w:t>
      </w:r>
      <w:r w:rsidRPr="002A0058">
        <w:rPr>
          <w:rtl/>
        </w:rPr>
        <w:t xml:space="preserve"> فنلجأ إلى الفحص والتدقيق في الأسانيد</w:t>
      </w:r>
      <w:r w:rsidR="00610870">
        <w:rPr>
          <w:rtl/>
        </w:rPr>
        <w:t>،</w:t>
      </w:r>
      <w:r w:rsidRPr="002A0058">
        <w:rPr>
          <w:rtl/>
        </w:rPr>
        <w:t xml:space="preserve"> فنجد أنَّ مَن ينقل الحديث عن الإمام الصادق </w:t>
      </w:r>
      <w:r w:rsidR="00283EDA" w:rsidRPr="00283EDA">
        <w:rPr>
          <w:rStyle w:val="libAlaemChar"/>
          <w:rFonts w:eastAsiaTheme="minorHAnsi"/>
          <w:rtl/>
        </w:rPr>
        <w:t>عليه‌السلام</w:t>
      </w:r>
      <w:r w:rsidR="00610870">
        <w:rPr>
          <w:rtl/>
        </w:rPr>
        <w:t xml:space="preserve"> - </w:t>
      </w:r>
      <w:r w:rsidRPr="002A0058">
        <w:rPr>
          <w:rtl/>
        </w:rPr>
        <w:t>بلا وساطة</w:t>
      </w:r>
      <w:r w:rsidR="00610870">
        <w:rPr>
          <w:rtl/>
        </w:rPr>
        <w:t xml:space="preserve"> - </w:t>
      </w:r>
      <w:r w:rsidRPr="002A0058">
        <w:rPr>
          <w:rtl/>
        </w:rPr>
        <w:t>هو عبد الله بن سنان</w:t>
      </w:r>
      <w:r w:rsidR="00610870">
        <w:rPr>
          <w:rtl/>
        </w:rPr>
        <w:t>،</w:t>
      </w:r>
      <w:r w:rsidRPr="002A0058">
        <w:rPr>
          <w:rtl/>
        </w:rPr>
        <w:t xml:space="preserve"> في حين أنَّ محمد بن سنان ينقل الحديث عن الإمام الصادق بوساطة واحدة</w:t>
      </w:r>
      <w:r w:rsidR="00610870">
        <w:rPr>
          <w:rtl/>
        </w:rPr>
        <w:t>.</w:t>
      </w:r>
      <w:r w:rsidRPr="002A0058">
        <w:rPr>
          <w:rtl/>
        </w:rPr>
        <w:t xml:space="preserve"> هذه </w:t>
      </w:r>
      <w:r w:rsidR="0076266C">
        <w:rPr>
          <w:rtl/>
        </w:rPr>
        <w:t>المسألة تُفهم من خلال الممارسة.</w:t>
      </w:r>
    </w:p>
    <w:p w:rsidR="00E07DFB" w:rsidRPr="00313984" w:rsidRDefault="00E07DFB" w:rsidP="00313984">
      <w:pPr>
        <w:pStyle w:val="libBold1"/>
        <w:rPr>
          <w:rtl/>
        </w:rPr>
      </w:pPr>
      <w:r w:rsidRPr="00313984">
        <w:rPr>
          <w:rtl/>
        </w:rPr>
        <w:t>* يختلف نمط الرواة أيضاً</w:t>
      </w:r>
      <w:r w:rsidR="00610870">
        <w:rPr>
          <w:rtl/>
        </w:rPr>
        <w:t>؛</w:t>
      </w:r>
      <w:r w:rsidRPr="00313984">
        <w:rPr>
          <w:rtl/>
        </w:rPr>
        <w:t xml:space="preserve"> فعبد الله بن سنان يسأل أسئلة فقهية</w:t>
      </w:r>
      <w:r w:rsidR="00610870">
        <w:rPr>
          <w:rtl/>
        </w:rPr>
        <w:t>،</w:t>
      </w:r>
      <w:r w:rsidRPr="00313984">
        <w:rPr>
          <w:rtl/>
        </w:rPr>
        <w:t xml:space="preserve"> بينما محمد بن سنان له بحوث يمتزج فيها الفقه بعلم الكلام.</w:t>
      </w:r>
    </w:p>
    <w:p w:rsidR="00E07DFB" w:rsidRPr="002A0058" w:rsidRDefault="00E07DFB" w:rsidP="002A0058">
      <w:pPr>
        <w:pStyle w:val="libNormal"/>
        <w:rPr>
          <w:rtl/>
        </w:rPr>
      </w:pPr>
      <w:r w:rsidRPr="00313984">
        <w:rPr>
          <w:rStyle w:val="libBold1Char"/>
          <w:rtl/>
        </w:rPr>
        <w:t>الشيخ تجليل:</w:t>
      </w:r>
      <w:r w:rsidRPr="002A0058">
        <w:rPr>
          <w:rtl/>
        </w:rPr>
        <w:t xml:space="preserve"> ولكن في الوقت عينه توجد لمحمد بن سنان أحاديث كثيرة في أبواب الفقه</w:t>
      </w:r>
      <w:r w:rsidR="00610870">
        <w:rPr>
          <w:rtl/>
        </w:rPr>
        <w:t>.</w:t>
      </w:r>
      <w:r w:rsidRPr="002A0058">
        <w:rPr>
          <w:rtl/>
        </w:rPr>
        <w:t xml:space="preserve"> وهناك إشكال في تضعيف بعض المتأخِّرين لمحمد بن سنان.</w:t>
      </w:r>
    </w:p>
    <w:p w:rsidR="00E07DFB" w:rsidRPr="00065D03" w:rsidRDefault="00E07DFB" w:rsidP="0076266C">
      <w:pPr>
        <w:pStyle w:val="libNormal"/>
        <w:rPr>
          <w:rtl/>
        </w:rPr>
      </w:pPr>
      <w:r w:rsidRPr="00065D03">
        <w:rPr>
          <w:rtl/>
        </w:rPr>
        <w:t>أمَّا إذا كان الاختلاف في نص الحديث</w:t>
      </w:r>
      <w:r w:rsidR="00610870">
        <w:rPr>
          <w:rtl/>
        </w:rPr>
        <w:t>،</w:t>
      </w:r>
      <w:r w:rsidRPr="00065D03">
        <w:rPr>
          <w:rtl/>
        </w:rPr>
        <w:t xml:space="preserve"> فأفضل وسيلة هي مراجعة فتاوى</w:t>
      </w:r>
      <w:r w:rsidR="0076266C">
        <w:rPr>
          <w:rFonts w:hint="cs"/>
          <w:rtl/>
        </w:rPr>
        <w:t xml:space="preserve"> </w:t>
      </w:r>
      <w:r w:rsidRPr="00065D03">
        <w:rPr>
          <w:rtl/>
        </w:rPr>
        <w:t>الفقهاء</w:t>
      </w:r>
      <w:r w:rsidR="00610870">
        <w:rPr>
          <w:rtl/>
        </w:rPr>
        <w:t>،</w:t>
      </w:r>
      <w:r w:rsidRPr="00065D03">
        <w:rPr>
          <w:rtl/>
        </w:rPr>
        <w:t xml:space="preserve"> فالفقهاء سلَّمونا الأحاديث يداً بيد</w:t>
      </w:r>
      <w:r w:rsidR="00610870">
        <w:rPr>
          <w:rtl/>
        </w:rPr>
        <w:t>،</w:t>
      </w:r>
      <w:r w:rsidRPr="00065D03">
        <w:rPr>
          <w:rtl/>
        </w:rPr>
        <w:t xml:space="preserve"> ونجد في الفتاوى أنَّهم أصدروا فتاواهم استناداً إلى هذه النسخة</w:t>
      </w:r>
      <w:r w:rsidR="00610870">
        <w:rPr>
          <w:rtl/>
        </w:rPr>
        <w:t>،</w:t>
      </w:r>
      <w:r w:rsidRPr="00065D03">
        <w:rPr>
          <w:rtl/>
        </w:rPr>
        <w:t xml:space="preserve"> فيُعلم أنَّ هذه النسخة أصح.</w:t>
      </w:r>
    </w:p>
    <w:p w:rsidR="00E07DFB" w:rsidRPr="00313984" w:rsidRDefault="00E07DFB" w:rsidP="00313984">
      <w:pPr>
        <w:pStyle w:val="libBold1"/>
        <w:rPr>
          <w:rtl/>
        </w:rPr>
      </w:pPr>
      <w:r w:rsidRPr="00313984">
        <w:rPr>
          <w:rtl/>
        </w:rPr>
        <w:t>* وما العمل بالنسبة لمشكلة النقل بالمعنى؟ خصوصاً عندما نجد روايات رواها عربي فنقَّح عبارات الروايات</w:t>
      </w:r>
      <w:r w:rsidR="00610870">
        <w:rPr>
          <w:rtl/>
        </w:rPr>
        <w:t>،</w:t>
      </w:r>
      <w:r w:rsidRPr="00313984">
        <w:rPr>
          <w:rtl/>
        </w:rPr>
        <w:t xml:space="preserve"> وفي المقابل أعجمي</w:t>
      </w:r>
      <w:r w:rsidR="00610870">
        <w:rPr>
          <w:rtl/>
        </w:rPr>
        <w:t>،</w:t>
      </w:r>
      <w:r w:rsidRPr="00313984">
        <w:rPr>
          <w:rtl/>
        </w:rPr>
        <w:t xml:space="preserve"> أو مَن كان تلقِّيه ضعيفاً</w:t>
      </w:r>
      <w:r w:rsidR="00610870">
        <w:rPr>
          <w:rtl/>
        </w:rPr>
        <w:t>،</w:t>
      </w:r>
      <w:r w:rsidRPr="00313984">
        <w:rPr>
          <w:rtl/>
        </w:rPr>
        <w:t xml:space="preserve"> فنجد العبارات غير منقَّحة</w:t>
      </w:r>
      <w:r w:rsidR="00610870">
        <w:rPr>
          <w:rtl/>
        </w:rPr>
        <w:t>،</w:t>
      </w:r>
      <w:r w:rsidRPr="00313984">
        <w:rPr>
          <w:rtl/>
        </w:rPr>
        <w:t xml:space="preserve"> فضلاً عن أنَّهم كانوا مجازين بالنقل بالمعنى</w:t>
      </w:r>
      <w:r w:rsidR="00610870">
        <w:rPr>
          <w:rtl/>
        </w:rPr>
        <w:t>.</w:t>
      </w:r>
      <w:r w:rsidRPr="00313984">
        <w:rPr>
          <w:rtl/>
        </w:rPr>
        <w:t xml:space="preserve"> فكيف نحل هذه المشكلة</w:t>
      </w:r>
      <w:r w:rsidR="00610870">
        <w:rPr>
          <w:rtl/>
        </w:rPr>
        <w:t>،</w:t>
      </w:r>
      <w:r w:rsidRPr="00313984">
        <w:rPr>
          <w:rtl/>
        </w:rPr>
        <w:t xml:space="preserve"> وكيف نعتمد على ألفاظ الروايات؟</w:t>
      </w:r>
    </w:p>
    <w:p w:rsidR="0076266C" w:rsidRDefault="00E07DFB" w:rsidP="002A0058">
      <w:pPr>
        <w:pStyle w:val="libNormal"/>
        <w:rPr>
          <w:rtl/>
        </w:rPr>
      </w:pPr>
      <w:r w:rsidRPr="00313984">
        <w:rPr>
          <w:rStyle w:val="libBold1Char"/>
          <w:rtl/>
        </w:rPr>
        <w:t>الشيخ تجليل:</w:t>
      </w:r>
      <w:r w:rsidRPr="002A0058">
        <w:rPr>
          <w:rtl/>
        </w:rPr>
        <w:t xml:space="preserve"> لا شك في أنَّ النقل بالمعنى جائز</w:t>
      </w:r>
      <w:r w:rsidR="00610870">
        <w:rPr>
          <w:rtl/>
        </w:rPr>
        <w:t>،</w:t>
      </w:r>
      <w:r w:rsidRPr="002A0058">
        <w:rPr>
          <w:rtl/>
        </w:rPr>
        <w:t xml:space="preserve"> ليس في الأحاديث فقط</w:t>
      </w:r>
      <w:r w:rsidR="00610870">
        <w:rPr>
          <w:rtl/>
        </w:rPr>
        <w:t>،</w:t>
      </w:r>
      <w:r w:rsidRPr="002A0058">
        <w:rPr>
          <w:rtl/>
        </w:rPr>
        <w:t xml:space="preserve"> بل في أيِّ خبر</w:t>
      </w:r>
      <w:r w:rsidR="00610870">
        <w:rPr>
          <w:rtl/>
        </w:rPr>
        <w:t>.</w:t>
      </w:r>
      <w:r w:rsidRPr="002A0058">
        <w:rPr>
          <w:rtl/>
        </w:rPr>
        <w:t xml:space="preserve"> فمَن ينقل رواية لا يجب عليه الإتيان بها بألفاظها نفسها</w:t>
      </w:r>
      <w:r w:rsidR="00610870">
        <w:rPr>
          <w:rtl/>
        </w:rPr>
        <w:t>،</w:t>
      </w:r>
      <w:r w:rsidRPr="002A0058">
        <w:rPr>
          <w:rtl/>
        </w:rPr>
        <w:t xml:space="preserve"> فقد يترجمها إلى لغة أخرى وينقلها</w:t>
      </w:r>
      <w:r w:rsidR="00610870">
        <w:rPr>
          <w:rtl/>
        </w:rPr>
        <w:t>،</w:t>
      </w:r>
      <w:r w:rsidRPr="002A0058">
        <w:rPr>
          <w:rtl/>
        </w:rPr>
        <w:t xml:space="preserve"> أو يرويها باللغة نفسها</w:t>
      </w:r>
      <w:r w:rsidR="00610870">
        <w:rPr>
          <w:rtl/>
        </w:rPr>
        <w:t>،</w:t>
      </w:r>
      <w:r w:rsidRPr="002A0058">
        <w:rPr>
          <w:rtl/>
        </w:rPr>
        <w:t xml:space="preserve"> لكن يستعمل العبارات والمصطلحات المتداولة</w:t>
      </w:r>
      <w:r w:rsidR="00610870">
        <w:rPr>
          <w:rtl/>
        </w:rPr>
        <w:t>.</w:t>
      </w:r>
      <w:r w:rsidRPr="002A0058">
        <w:rPr>
          <w:rtl/>
        </w:rPr>
        <w:t xml:space="preserve"> </w:t>
      </w:r>
    </w:p>
    <w:p w:rsidR="0076266C" w:rsidRDefault="0076266C" w:rsidP="00E5125A">
      <w:pPr>
        <w:pStyle w:val="libNormal"/>
        <w:rPr>
          <w:rtl/>
        </w:rPr>
      </w:pPr>
      <w:r>
        <w:rPr>
          <w:rtl/>
        </w:rPr>
        <w:br w:type="page"/>
      </w:r>
    </w:p>
    <w:p w:rsidR="00E07DFB" w:rsidRPr="002A0058" w:rsidRDefault="00E07DFB" w:rsidP="0076266C">
      <w:pPr>
        <w:pStyle w:val="libNormal0"/>
        <w:rPr>
          <w:rtl/>
        </w:rPr>
      </w:pPr>
      <w:r w:rsidRPr="002A0058">
        <w:rPr>
          <w:rtl/>
        </w:rPr>
        <w:lastRenderedPageBreak/>
        <w:t>في هذا المجال</w:t>
      </w:r>
      <w:r w:rsidR="00610870">
        <w:rPr>
          <w:rtl/>
        </w:rPr>
        <w:t>،</w:t>
      </w:r>
      <w:r w:rsidRPr="002A0058">
        <w:rPr>
          <w:rtl/>
        </w:rPr>
        <w:t xml:space="preserve"> أجاز العقلاء الاكتفاء بالترجمة</w:t>
      </w:r>
      <w:r w:rsidR="00610870">
        <w:rPr>
          <w:rtl/>
        </w:rPr>
        <w:t>؛</w:t>
      </w:r>
      <w:r w:rsidRPr="002A0058">
        <w:rPr>
          <w:rtl/>
        </w:rPr>
        <w:t xml:space="preserve"> أي استعمال اللفظ الذي يعطي المعنى نفسه من دون أن يستنبطوا</w:t>
      </w:r>
      <w:r w:rsidR="00610870">
        <w:rPr>
          <w:rtl/>
        </w:rPr>
        <w:t>،</w:t>
      </w:r>
      <w:r w:rsidRPr="002A0058">
        <w:rPr>
          <w:rtl/>
        </w:rPr>
        <w:t xml:space="preserve"> وينسبوا استنباطهم إلى الإمام</w:t>
      </w:r>
      <w:r w:rsidR="00610870">
        <w:rPr>
          <w:rtl/>
        </w:rPr>
        <w:t>،</w:t>
      </w:r>
      <w:r w:rsidRPr="002A0058">
        <w:rPr>
          <w:rtl/>
        </w:rPr>
        <w:t xml:space="preserve"> فهذا الأمر غير جائز</w:t>
      </w:r>
      <w:r w:rsidR="00610870">
        <w:rPr>
          <w:rtl/>
        </w:rPr>
        <w:t>.</w:t>
      </w:r>
      <w:r w:rsidRPr="002A0058">
        <w:rPr>
          <w:rtl/>
        </w:rPr>
        <w:t xml:space="preserve"> كما أنَّه في باب الشهادة أيضاً أجاز العقلاء النقل بالمعنى</w:t>
      </w:r>
      <w:r w:rsidR="00610870">
        <w:rPr>
          <w:rtl/>
        </w:rPr>
        <w:t>.</w:t>
      </w:r>
      <w:r w:rsidRPr="002A0058">
        <w:rPr>
          <w:rtl/>
        </w:rPr>
        <w:t xml:space="preserve"> فمثلاً نقول في الشهادة: يجب أن تكون عن حس</w:t>
      </w:r>
      <w:r w:rsidR="00610870">
        <w:rPr>
          <w:rtl/>
        </w:rPr>
        <w:t>،</w:t>
      </w:r>
      <w:r w:rsidRPr="002A0058">
        <w:rPr>
          <w:rtl/>
        </w:rPr>
        <w:t xml:space="preserve"> أي سَمَعَ بإذنه ونَقَل</w:t>
      </w:r>
      <w:r w:rsidR="00610870">
        <w:rPr>
          <w:rtl/>
        </w:rPr>
        <w:t>،</w:t>
      </w:r>
      <w:r w:rsidRPr="002A0058">
        <w:rPr>
          <w:rtl/>
        </w:rPr>
        <w:t xml:space="preserve"> لا أن يكون قد استنبط</w:t>
      </w:r>
      <w:r w:rsidR="00610870">
        <w:rPr>
          <w:rtl/>
        </w:rPr>
        <w:t>،</w:t>
      </w:r>
      <w:r w:rsidRPr="002A0058">
        <w:rPr>
          <w:rtl/>
        </w:rPr>
        <w:t xml:space="preserve"> وشهد بما استنبطه</w:t>
      </w:r>
      <w:r w:rsidR="00610870">
        <w:rPr>
          <w:rtl/>
        </w:rPr>
        <w:t>.</w:t>
      </w:r>
      <w:r w:rsidRPr="002A0058">
        <w:rPr>
          <w:rtl/>
        </w:rPr>
        <w:t xml:space="preserve"> فالاستنباط هنا غير صحيح</w:t>
      </w:r>
      <w:r w:rsidR="00610870">
        <w:rPr>
          <w:rtl/>
        </w:rPr>
        <w:t>.</w:t>
      </w:r>
      <w:r w:rsidRPr="002A0058">
        <w:rPr>
          <w:rtl/>
        </w:rPr>
        <w:t xml:space="preserve"> </w:t>
      </w:r>
    </w:p>
    <w:p w:rsidR="00E07DFB" w:rsidRPr="00065D03" w:rsidRDefault="00E07DFB" w:rsidP="00065D03">
      <w:pPr>
        <w:pStyle w:val="libNormal"/>
        <w:rPr>
          <w:rtl/>
        </w:rPr>
      </w:pPr>
      <w:r w:rsidRPr="00065D03">
        <w:rPr>
          <w:rtl/>
        </w:rPr>
        <w:t>إنَّ النقل بالمعنى هو أن يقول فلان: (ماء)</w:t>
      </w:r>
      <w:r w:rsidR="00610870">
        <w:rPr>
          <w:rtl/>
        </w:rPr>
        <w:t>،</w:t>
      </w:r>
      <w:r w:rsidRPr="00065D03">
        <w:rPr>
          <w:rtl/>
        </w:rPr>
        <w:t xml:space="preserve"> وننقل عنه اسم الماء</w:t>
      </w:r>
      <w:r w:rsidR="00610870">
        <w:rPr>
          <w:rtl/>
        </w:rPr>
        <w:t>،</w:t>
      </w:r>
      <w:r w:rsidRPr="00065D03">
        <w:rPr>
          <w:rtl/>
        </w:rPr>
        <w:t xml:space="preserve"> ولكن بلغة أخرى</w:t>
      </w:r>
      <w:r w:rsidR="00610870">
        <w:rPr>
          <w:rtl/>
        </w:rPr>
        <w:t>،</w:t>
      </w:r>
      <w:r w:rsidRPr="00065D03">
        <w:rPr>
          <w:rtl/>
        </w:rPr>
        <w:t xml:space="preserve"> هذا ما أجازه العقلاء في باب الحُجِّـيَّة</w:t>
      </w:r>
      <w:r w:rsidR="00610870">
        <w:rPr>
          <w:rtl/>
        </w:rPr>
        <w:t>؛</w:t>
      </w:r>
      <w:r w:rsidRPr="00065D03">
        <w:rPr>
          <w:rtl/>
        </w:rPr>
        <w:t xml:space="preserve"> شهادة كانت أم شيئاً آخر</w:t>
      </w:r>
      <w:r w:rsidR="00610870">
        <w:rPr>
          <w:rtl/>
        </w:rPr>
        <w:t>.</w:t>
      </w:r>
      <w:r w:rsidRPr="00065D03">
        <w:rPr>
          <w:rtl/>
        </w:rPr>
        <w:t xml:space="preserve"> لكن احتمال الخطأ في نقل المعنى يبقى قائماً</w:t>
      </w:r>
      <w:r w:rsidR="00610870">
        <w:rPr>
          <w:rtl/>
        </w:rPr>
        <w:t>.</w:t>
      </w:r>
      <w:r w:rsidRPr="00065D03">
        <w:rPr>
          <w:rtl/>
        </w:rPr>
        <w:t xml:space="preserve"> على أيِّ حال... يجري هنا أصل عدم الخطأ الذي هو أحد الأصول العقلائية.</w:t>
      </w:r>
    </w:p>
    <w:p w:rsidR="00E07DFB" w:rsidRPr="00313984" w:rsidRDefault="00E07DFB" w:rsidP="0076266C">
      <w:pPr>
        <w:pStyle w:val="libBold1"/>
        <w:rPr>
          <w:rtl/>
        </w:rPr>
      </w:pPr>
      <w:r w:rsidRPr="00313984">
        <w:rPr>
          <w:rtl/>
        </w:rPr>
        <w:t>* المشكلة الأساس تبقى في اختلاف تحمُّل الحديث</w:t>
      </w:r>
      <w:r w:rsidR="00610870">
        <w:rPr>
          <w:rtl/>
        </w:rPr>
        <w:t>،</w:t>
      </w:r>
      <w:r w:rsidRPr="00313984">
        <w:rPr>
          <w:rtl/>
        </w:rPr>
        <w:t xml:space="preserve"> كما هو الحال في تحمُّل</w:t>
      </w:r>
      <w:r w:rsidR="0076266C">
        <w:rPr>
          <w:rFonts w:hint="cs"/>
          <w:rtl/>
        </w:rPr>
        <w:t xml:space="preserve"> </w:t>
      </w:r>
      <w:r w:rsidRPr="00313984">
        <w:rPr>
          <w:rtl/>
        </w:rPr>
        <w:t>الشَّهادة</w:t>
      </w:r>
      <w:r w:rsidR="00610870">
        <w:rPr>
          <w:rtl/>
        </w:rPr>
        <w:t>.</w:t>
      </w:r>
      <w:r w:rsidRPr="00313984">
        <w:rPr>
          <w:rtl/>
        </w:rPr>
        <w:t xml:space="preserve"> فيرى شخصان الحادثة نفسها</w:t>
      </w:r>
      <w:r w:rsidR="00610870">
        <w:rPr>
          <w:rtl/>
        </w:rPr>
        <w:t>،</w:t>
      </w:r>
      <w:r w:rsidRPr="00313984">
        <w:rPr>
          <w:rtl/>
        </w:rPr>
        <w:t xml:space="preserve"> ورغم كونها واقعة ملموسة</w:t>
      </w:r>
      <w:r w:rsidR="00610870">
        <w:rPr>
          <w:rtl/>
        </w:rPr>
        <w:t>،</w:t>
      </w:r>
      <w:r w:rsidRPr="00313984">
        <w:rPr>
          <w:rtl/>
        </w:rPr>
        <w:t xml:space="preserve"> ولا يقصدون الكذب</w:t>
      </w:r>
      <w:r w:rsidR="00610870">
        <w:rPr>
          <w:rtl/>
        </w:rPr>
        <w:t>،</w:t>
      </w:r>
      <w:r w:rsidRPr="00313984">
        <w:rPr>
          <w:rtl/>
        </w:rPr>
        <w:t xml:space="preserve"> ونعلم أنَّ كليهما ثقة</w:t>
      </w:r>
      <w:r w:rsidR="00610870">
        <w:rPr>
          <w:rtl/>
        </w:rPr>
        <w:t>،</w:t>
      </w:r>
      <w:r w:rsidRPr="00313984">
        <w:rPr>
          <w:rtl/>
        </w:rPr>
        <w:t xml:space="preserve"> لكن تختلف رواية كل منهما عن الآخر</w:t>
      </w:r>
      <w:r w:rsidR="00610870">
        <w:rPr>
          <w:rtl/>
        </w:rPr>
        <w:t>.</w:t>
      </w:r>
      <w:r w:rsidRPr="00313984">
        <w:rPr>
          <w:rtl/>
        </w:rPr>
        <w:t xml:space="preserve"> والأمر كذلك في رواية نقل الحديث</w:t>
      </w:r>
      <w:r w:rsidR="00610870">
        <w:rPr>
          <w:rtl/>
        </w:rPr>
        <w:t>،</w:t>
      </w:r>
      <w:r w:rsidRPr="00313984">
        <w:rPr>
          <w:rtl/>
        </w:rPr>
        <w:t xml:space="preserve"> فمثلاً يختلف زيد الشحَّام في تحمُّله للحديث عن محمد بن مسلم.</w:t>
      </w:r>
    </w:p>
    <w:p w:rsidR="00E07DFB" w:rsidRPr="002A0058" w:rsidRDefault="00E07DFB" w:rsidP="002A0058">
      <w:pPr>
        <w:pStyle w:val="libNormal"/>
        <w:rPr>
          <w:rtl/>
        </w:rPr>
      </w:pPr>
      <w:r w:rsidRPr="00313984">
        <w:rPr>
          <w:rStyle w:val="libBold1Char"/>
          <w:rtl/>
        </w:rPr>
        <w:t>الشيخ تجليل:</w:t>
      </w:r>
      <w:r w:rsidRPr="002A0058">
        <w:rPr>
          <w:rtl/>
        </w:rPr>
        <w:t xml:space="preserve"> إذا كانا متعارضين</w:t>
      </w:r>
      <w:r w:rsidR="00610870">
        <w:rPr>
          <w:rtl/>
        </w:rPr>
        <w:t>،</w:t>
      </w:r>
      <w:r w:rsidRPr="002A0058">
        <w:rPr>
          <w:rtl/>
        </w:rPr>
        <w:t xml:space="preserve"> يمكن التدقيق في الأمر</w:t>
      </w:r>
      <w:r w:rsidR="00610870">
        <w:rPr>
          <w:rtl/>
        </w:rPr>
        <w:t>؛</w:t>
      </w:r>
      <w:r w:rsidRPr="002A0058">
        <w:rPr>
          <w:rtl/>
        </w:rPr>
        <w:t xml:space="preserve"> الأوثق والأقدر على تحمل الحديث</w:t>
      </w:r>
      <w:r w:rsidR="00610870">
        <w:rPr>
          <w:rtl/>
        </w:rPr>
        <w:t>.</w:t>
      </w:r>
      <w:r w:rsidRPr="002A0058">
        <w:rPr>
          <w:rtl/>
        </w:rPr>
        <w:t xml:space="preserve"> مثلاً عمار الساباطي كان أعجمياً</w:t>
      </w:r>
      <w:r w:rsidR="00610870">
        <w:rPr>
          <w:rtl/>
        </w:rPr>
        <w:t>،</w:t>
      </w:r>
      <w:r w:rsidRPr="002A0058">
        <w:rPr>
          <w:rtl/>
        </w:rPr>
        <w:t xml:space="preserve"> نلاحظ في أحاديه اضطراباً في بعض الأحيان</w:t>
      </w:r>
      <w:r w:rsidR="00610870">
        <w:rPr>
          <w:rtl/>
        </w:rPr>
        <w:t>،</w:t>
      </w:r>
      <w:r w:rsidRPr="002A0058">
        <w:rPr>
          <w:rtl/>
        </w:rPr>
        <w:t xml:space="preserve"> فإذا كان هناك مَن يعارضه</w:t>
      </w:r>
      <w:r w:rsidR="00610870">
        <w:rPr>
          <w:rtl/>
        </w:rPr>
        <w:t>،</w:t>
      </w:r>
      <w:r w:rsidRPr="002A0058">
        <w:rPr>
          <w:rtl/>
        </w:rPr>
        <w:t xml:space="preserve"> كان أرجح.</w:t>
      </w:r>
    </w:p>
    <w:p w:rsidR="00E07DFB" w:rsidRPr="00313984" w:rsidRDefault="00E07DFB" w:rsidP="00313984">
      <w:pPr>
        <w:pStyle w:val="libBold1"/>
        <w:rPr>
          <w:rtl/>
        </w:rPr>
      </w:pPr>
      <w:r w:rsidRPr="00313984">
        <w:rPr>
          <w:rtl/>
        </w:rPr>
        <w:t>* لم يكن جميع رواة الحديث أصحاب ألواح</w:t>
      </w:r>
      <w:r w:rsidR="00610870">
        <w:rPr>
          <w:rtl/>
        </w:rPr>
        <w:t>،</w:t>
      </w:r>
      <w:r w:rsidRPr="00313984">
        <w:rPr>
          <w:rtl/>
        </w:rPr>
        <w:t xml:space="preserve"> بل كان يسمع أحدهم الحديث في مجلس</w:t>
      </w:r>
      <w:r w:rsidR="00610870">
        <w:rPr>
          <w:rtl/>
        </w:rPr>
        <w:t>،</w:t>
      </w:r>
      <w:r w:rsidRPr="00313984">
        <w:rPr>
          <w:rtl/>
        </w:rPr>
        <w:t xml:space="preserve"> ثُمَّ ينقله خارج المجلس</w:t>
      </w:r>
      <w:r w:rsidR="00610870">
        <w:rPr>
          <w:rtl/>
        </w:rPr>
        <w:t>،</w:t>
      </w:r>
      <w:r w:rsidRPr="00313984">
        <w:rPr>
          <w:rtl/>
        </w:rPr>
        <w:t xml:space="preserve"> ولم يكونوا في ما سمعوه يقصدون الكذب على الأئمة</w:t>
      </w:r>
      <w:r w:rsidR="00610870">
        <w:rPr>
          <w:rtl/>
        </w:rPr>
        <w:t>،</w:t>
      </w:r>
      <w:r w:rsidRPr="00313984">
        <w:rPr>
          <w:rtl/>
        </w:rPr>
        <w:t xml:space="preserve"> فكيف تُحلُّ هذه المعضلة؟</w:t>
      </w:r>
    </w:p>
    <w:p w:rsidR="0076266C" w:rsidRDefault="00E07DFB" w:rsidP="00283EDA">
      <w:pPr>
        <w:pStyle w:val="libNormal"/>
        <w:rPr>
          <w:rtl/>
        </w:rPr>
      </w:pPr>
      <w:r w:rsidRPr="00313984">
        <w:rPr>
          <w:rStyle w:val="libBold1Char"/>
          <w:rtl/>
        </w:rPr>
        <w:t>الشيخ تجليل:</w:t>
      </w:r>
      <w:r w:rsidRPr="002A0058">
        <w:rPr>
          <w:rtl/>
        </w:rPr>
        <w:t xml:space="preserve"> كلا</w:t>
      </w:r>
      <w:r w:rsidR="00610870">
        <w:rPr>
          <w:rtl/>
        </w:rPr>
        <w:t>،</w:t>
      </w:r>
      <w:r w:rsidRPr="002A0058">
        <w:rPr>
          <w:rtl/>
        </w:rPr>
        <w:t xml:space="preserve"> فالرواة كانوا يكتبون جميع الأحاديث</w:t>
      </w:r>
      <w:r w:rsidR="00610870">
        <w:rPr>
          <w:rtl/>
        </w:rPr>
        <w:t>،</w:t>
      </w:r>
      <w:r w:rsidRPr="002A0058">
        <w:rPr>
          <w:rtl/>
        </w:rPr>
        <w:t xml:space="preserve"> فلم يكن الأمر أن يتحدَّث الإمام الصادق </w:t>
      </w:r>
      <w:r w:rsidR="00283EDA" w:rsidRPr="00283EDA">
        <w:rPr>
          <w:rStyle w:val="libAlaemChar"/>
          <w:rFonts w:eastAsiaTheme="minorHAnsi"/>
          <w:rtl/>
        </w:rPr>
        <w:t>عليه‌السلام</w:t>
      </w:r>
      <w:r w:rsidRPr="002A0058">
        <w:rPr>
          <w:rtl/>
        </w:rPr>
        <w:t xml:space="preserve"> لمدة ساعة فيبادر أصحابه لكتابه عدَّة أوراق</w:t>
      </w:r>
      <w:r w:rsidR="00610870">
        <w:rPr>
          <w:rtl/>
        </w:rPr>
        <w:t>؛</w:t>
      </w:r>
      <w:r w:rsidRPr="002A0058">
        <w:rPr>
          <w:rtl/>
        </w:rPr>
        <w:t xml:space="preserve"> إذ غالباً ما كان الإمام يتحدَّث بحديث من سطرين أو ثلاثة</w:t>
      </w:r>
      <w:r w:rsidR="00610870">
        <w:rPr>
          <w:rtl/>
        </w:rPr>
        <w:t>،</w:t>
      </w:r>
      <w:r w:rsidRPr="002A0058">
        <w:rPr>
          <w:rtl/>
        </w:rPr>
        <w:t xml:space="preserve"> وكان أصحابه يدوِّنونه</w:t>
      </w:r>
      <w:r w:rsidR="00610870">
        <w:rPr>
          <w:rtl/>
        </w:rPr>
        <w:t>.</w:t>
      </w:r>
      <w:r w:rsidRPr="002A0058">
        <w:rPr>
          <w:rtl/>
        </w:rPr>
        <w:t xml:space="preserve"> فمن بين أصحاب الإمام الصادق </w:t>
      </w:r>
      <w:r w:rsidR="00283EDA" w:rsidRPr="00283EDA">
        <w:rPr>
          <w:rStyle w:val="libAlaemChar"/>
          <w:rFonts w:eastAsiaTheme="minorHAnsi"/>
          <w:rtl/>
        </w:rPr>
        <w:t>عليه‌السلام</w:t>
      </w:r>
      <w:r w:rsidRPr="002A0058">
        <w:rPr>
          <w:rtl/>
        </w:rPr>
        <w:t xml:space="preserve"> كان هناك أربعمائة شخض يكتبون (الأصول) </w:t>
      </w:r>
    </w:p>
    <w:p w:rsidR="0076266C" w:rsidRDefault="0076266C" w:rsidP="00E5125A">
      <w:pPr>
        <w:pStyle w:val="libNormal"/>
        <w:rPr>
          <w:rtl/>
        </w:rPr>
      </w:pPr>
      <w:r>
        <w:rPr>
          <w:rtl/>
        </w:rPr>
        <w:br w:type="page"/>
      </w:r>
    </w:p>
    <w:p w:rsidR="00E07DFB" w:rsidRPr="002A0058" w:rsidRDefault="00E07DFB" w:rsidP="00283EDA">
      <w:pPr>
        <w:pStyle w:val="libNormal0"/>
        <w:rPr>
          <w:rtl/>
        </w:rPr>
      </w:pPr>
      <w:r w:rsidRPr="002A0058">
        <w:rPr>
          <w:rtl/>
        </w:rPr>
        <w:lastRenderedPageBreak/>
        <w:t xml:space="preserve">وبعده كان أصحاب الإمام الرضا </w:t>
      </w:r>
      <w:r w:rsidR="00283EDA" w:rsidRPr="00283EDA">
        <w:rPr>
          <w:rStyle w:val="libAlaemChar"/>
          <w:rFonts w:eastAsiaTheme="minorHAnsi"/>
          <w:rtl/>
        </w:rPr>
        <w:t>عليه‌السلام</w:t>
      </w:r>
      <w:r w:rsidR="00610870">
        <w:rPr>
          <w:rtl/>
        </w:rPr>
        <w:t>؛</w:t>
      </w:r>
      <w:r w:rsidRPr="002A0058">
        <w:rPr>
          <w:rtl/>
        </w:rPr>
        <w:t xml:space="preserve"> لأنَّ الإمام موسى بن جعفر </w:t>
      </w:r>
      <w:r w:rsidR="00283EDA" w:rsidRPr="00283EDA">
        <w:rPr>
          <w:rStyle w:val="libAlaemChar"/>
          <w:rFonts w:eastAsiaTheme="minorHAnsi"/>
          <w:rtl/>
        </w:rPr>
        <w:t>عليه‌السلام</w:t>
      </w:r>
      <w:r w:rsidRPr="002A0058">
        <w:rPr>
          <w:rtl/>
        </w:rPr>
        <w:t xml:space="preserve"> لم تسنح له فرصة لرواية الحديث</w:t>
      </w:r>
      <w:r w:rsidR="00610870">
        <w:rPr>
          <w:rtl/>
        </w:rPr>
        <w:t>.</w:t>
      </w:r>
      <w:r w:rsidRPr="002A0058">
        <w:rPr>
          <w:rtl/>
        </w:rPr>
        <w:t xml:space="preserve"> وكان أولئك أصحاب كتب ومؤلَّفات</w:t>
      </w:r>
      <w:r w:rsidR="00610870">
        <w:rPr>
          <w:rtl/>
        </w:rPr>
        <w:t>،</w:t>
      </w:r>
      <w:r w:rsidRPr="002A0058">
        <w:rPr>
          <w:rtl/>
        </w:rPr>
        <w:t xml:space="preserve"> ثُمَّ إنَّ ما نقلوه كان أحكام الله</w:t>
      </w:r>
      <w:r w:rsidR="00610870">
        <w:rPr>
          <w:rtl/>
        </w:rPr>
        <w:t>،</w:t>
      </w:r>
      <w:r w:rsidRPr="002A0058">
        <w:rPr>
          <w:rtl/>
        </w:rPr>
        <w:t xml:space="preserve"> وكانوا يتوخَّون الدقَّة فيه</w:t>
      </w:r>
      <w:r w:rsidR="00610870">
        <w:rPr>
          <w:rtl/>
        </w:rPr>
        <w:t>،</w:t>
      </w:r>
      <w:r w:rsidRPr="002A0058">
        <w:rPr>
          <w:rtl/>
        </w:rPr>
        <w:t xml:space="preserve"> فيدوِّنه من دون أدنى تغيير.</w:t>
      </w:r>
    </w:p>
    <w:p w:rsidR="00E07DFB" w:rsidRPr="00065D03" w:rsidRDefault="00E07DFB" w:rsidP="00065D03">
      <w:pPr>
        <w:pStyle w:val="libNormal"/>
        <w:rPr>
          <w:rtl/>
        </w:rPr>
      </w:pPr>
      <w:r w:rsidRPr="00065D03">
        <w:rPr>
          <w:rtl/>
        </w:rPr>
        <w:t>نعم</w:t>
      </w:r>
      <w:r w:rsidR="00610870">
        <w:rPr>
          <w:rtl/>
        </w:rPr>
        <w:t>،</w:t>
      </w:r>
      <w:r w:rsidRPr="00065D03">
        <w:rPr>
          <w:rtl/>
        </w:rPr>
        <w:t xml:space="preserve"> هناك مَن نقل الحديث بكامله</w:t>
      </w:r>
      <w:r w:rsidR="00610870">
        <w:rPr>
          <w:rtl/>
        </w:rPr>
        <w:t>،</w:t>
      </w:r>
      <w:r w:rsidRPr="00065D03">
        <w:rPr>
          <w:rtl/>
        </w:rPr>
        <w:t xml:space="preserve"> وغيرهُ سجَّل نصفه</w:t>
      </w:r>
      <w:r w:rsidR="00610870">
        <w:rPr>
          <w:rtl/>
        </w:rPr>
        <w:t>،</w:t>
      </w:r>
      <w:r w:rsidRPr="00065D03">
        <w:rPr>
          <w:rtl/>
        </w:rPr>
        <w:t xml:space="preserve"> وليس من تناقض بينهما</w:t>
      </w:r>
      <w:r w:rsidR="00610870">
        <w:rPr>
          <w:rtl/>
        </w:rPr>
        <w:t>،</w:t>
      </w:r>
      <w:r w:rsidRPr="00065D03">
        <w:rPr>
          <w:rtl/>
        </w:rPr>
        <w:t xml:space="preserve"> فما نقله الاثنان حُجَّة</w:t>
      </w:r>
      <w:r w:rsidR="00610870">
        <w:rPr>
          <w:rtl/>
        </w:rPr>
        <w:t>.</w:t>
      </w:r>
      <w:r w:rsidRPr="00065D03">
        <w:rPr>
          <w:rtl/>
        </w:rPr>
        <w:t xml:space="preserve"> أمَّا الباقي</w:t>
      </w:r>
      <w:r w:rsidR="00610870">
        <w:rPr>
          <w:rtl/>
        </w:rPr>
        <w:t>،</w:t>
      </w:r>
      <w:r w:rsidRPr="00065D03">
        <w:rPr>
          <w:rtl/>
        </w:rPr>
        <w:t xml:space="preserve"> فلا يحكم بنفيه.</w:t>
      </w:r>
    </w:p>
    <w:p w:rsidR="00E07DFB" w:rsidRPr="002A0058" w:rsidRDefault="00E07DFB" w:rsidP="002A0058">
      <w:pPr>
        <w:pStyle w:val="libNormal"/>
        <w:rPr>
          <w:rtl/>
        </w:rPr>
      </w:pPr>
      <w:r w:rsidRPr="00313984">
        <w:rPr>
          <w:rStyle w:val="libBold1Char"/>
          <w:rtl/>
        </w:rPr>
        <w:t>وبعبارة أخرى:</w:t>
      </w:r>
      <w:r w:rsidRPr="002A0058">
        <w:rPr>
          <w:rtl/>
        </w:rPr>
        <w:t xml:space="preserve"> المعيار عند العقلاء هو الوثوق</w:t>
      </w:r>
      <w:r w:rsidR="00610870">
        <w:rPr>
          <w:rtl/>
        </w:rPr>
        <w:t>،</w:t>
      </w:r>
      <w:r w:rsidRPr="002A0058">
        <w:rPr>
          <w:rtl/>
        </w:rPr>
        <w:t xml:space="preserve"> وينفي العقلاء احتمالات الخطأ والزيادة والتغيير</w:t>
      </w:r>
      <w:r w:rsidR="00610870">
        <w:rPr>
          <w:rtl/>
        </w:rPr>
        <w:t>.</w:t>
      </w:r>
      <w:r w:rsidRPr="002A0058">
        <w:rPr>
          <w:rtl/>
        </w:rPr>
        <w:t xml:space="preserve"> نعم</w:t>
      </w:r>
      <w:r w:rsidR="00610870">
        <w:rPr>
          <w:rtl/>
        </w:rPr>
        <w:t>،</w:t>
      </w:r>
      <w:r w:rsidRPr="002A0058">
        <w:rPr>
          <w:rtl/>
        </w:rPr>
        <w:t xml:space="preserve"> احتمال النقص ممكن</w:t>
      </w:r>
      <w:r w:rsidR="00610870">
        <w:rPr>
          <w:rtl/>
        </w:rPr>
        <w:t>،</w:t>
      </w:r>
      <w:r w:rsidRPr="002A0058">
        <w:rPr>
          <w:rtl/>
        </w:rPr>
        <w:t xml:space="preserve"> وعدم نقل جزء من الحديث لا يعني الخلل في معناه</w:t>
      </w:r>
      <w:r w:rsidR="00610870">
        <w:rPr>
          <w:rtl/>
        </w:rPr>
        <w:t>.</w:t>
      </w:r>
      <w:r w:rsidRPr="002A0058">
        <w:rPr>
          <w:rtl/>
        </w:rPr>
        <w:t xml:space="preserve"> أمَّا في احتمال الزيادة</w:t>
      </w:r>
      <w:r w:rsidR="00610870">
        <w:rPr>
          <w:rtl/>
        </w:rPr>
        <w:t>،</w:t>
      </w:r>
      <w:r w:rsidRPr="002A0058">
        <w:rPr>
          <w:rtl/>
        </w:rPr>
        <w:t xml:space="preserve"> فيطبِّق العقلاء قاعدة أصالة عدم الزيادة.</w:t>
      </w:r>
    </w:p>
    <w:p w:rsidR="00E07DFB" w:rsidRPr="00313984" w:rsidRDefault="00E07DFB" w:rsidP="00313984">
      <w:pPr>
        <w:pStyle w:val="libBold1"/>
        <w:rPr>
          <w:rtl/>
        </w:rPr>
      </w:pPr>
      <w:r w:rsidRPr="00313984">
        <w:rPr>
          <w:rtl/>
        </w:rPr>
        <w:t>* استناداً إلى ما قلتموه</w:t>
      </w:r>
      <w:r w:rsidR="00610870">
        <w:rPr>
          <w:rtl/>
        </w:rPr>
        <w:t>،</w:t>
      </w:r>
      <w:r w:rsidRPr="00313984">
        <w:rPr>
          <w:rtl/>
        </w:rPr>
        <w:t xml:space="preserve"> يبدو أنَّ العقلاء كانوا يشكُّون في هذه المسائل</w:t>
      </w:r>
      <w:r w:rsidR="00610870">
        <w:rPr>
          <w:rtl/>
        </w:rPr>
        <w:t>؛</w:t>
      </w:r>
      <w:r w:rsidRPr="00313984">
        <w:rPr>
          <w:rtl/>
        </w:rPr>
        <w:t xml:space="preserve"> لأنَّ موضوع أصل الشك كان احتمال الخطأ والنقص والزيادة وما شابه</w:t>
      </w:r>
      <w:r w:rsidR="00610870">
        <w:rPr>
          <w:rtl/>
        </w:rPr>
        <w:t>،</w:t>
      </w:r>
      <w:r w:rsidRPr="00313984">
        <w:rPr>
          <w:rtl/>
        </w:rPr>
        <w:t xml:space="preserve"> لكن العقلاء لم يكونوا يعبأون بمثل هذه الاحتمالات.</w:t>
      </w:r>
    </w:p>
    <w:p w:rsidR="00E07DFB" w:rsidRPr="002A0058" w:rsidRDefault="00E07DFB" w:rsidP="002A0058">
      <w:pPr>
        <w:pStyle w:val="libNormal"/>
        <w:rPr>
          <w:rtl/>
        </w:rPr>
      </w:pPr>
      <w:r w:rsidRPr="00313984">
        <w:rPr>
          <w:rStyle w:val="libBold1Char"/>
          <w:rtl/>
        </w:rPr>
        <w:t xml:space="preserve">الشيخ تجليل: </w:t>
      </w:r>
      <w:r w:rsidRPr="002A0058">
        <w:rPr>
          <w:rtl/>
        </w:rPr>
        <w:t>نعم</w:t>
      </w:r>
      <w:r w:rsidR="00610870">
        <w:rPr>
          <w:rtl/>
        </w:rPr>
        <w:t>،</w:t>
      </w:r>
      <w:r w:rsidRPr="002A0058">
        <w:rPr>
          <w:rtl/>
        </w:rPr>
        <w:t xml:space="preserve"> تماماً كحُجِّـيَّة الظواهر</w:t>
      </w:r>
      <w:r w:rsidR="00610870">
        <w:rPr>
          <w:rtl/>
        </w:rPr>
        <w:t>،</w:t>
      </w:r>
      <w:r w:rsidRPr="002A0058">
        <w:rPr>
          <w:rtl/>
        </w:rPr>
        <w:t xml:space="preserve"> فهناك احتمال دوماً بأن يكون القائل أراد خلاف الظاهر</w:t>
      </w:r>
      <w:r w:rsidR="00610870">
        <w:rPr>
          <w:rtl/>
        </w:rPr>
        <w:t>،</w:t>
      </w:r>
      <w:r w:rsidRPr="002A0058">
        <w:rPr>
          <w:rtl/>
        </w:rPr>
        <w:t xml:space="preserve"> لكن العقلاء لا يقيمون قواعدهم على هذا الاحتمال.</w:t>
      </w:r>
    </w:p>
    <w:p w:rsidR="00E07DFB" w:rsidRPr="00313984" w:rsidRDefault="00E07DFB" w:rsidP="00313984">
      <w:pPr>
        <w:pStyle w:val="libBold1"/>
        <w:rPr>
          <w:rtl/>
        </w:rPr>
      </w:pPr>
      <w:r w:rsidRPr="00313984">
        <w:rPr>
          <w:rtl/>
        </w:rPr>
        <w:t>* هل صحيح أنَّ المعيار لدى العقلاء</w:t>
      </w:r>
      <w:r w:rsidR="00610870">
        <w:rPr>
          <w:rtl/>
        </w:rPr>
        <w:t>،</w:t>
      </w:r>
      <w:r w:rsidRPr="00313984">
        <w:rPr>
          <w:rtl/>
        </w:rPr>
        <w:t xml:space="preserve"> هو حيث تكون العبارات والألفاظ منقولة حرفيَّاً</w:t>
      </w:r>
      <w:r w:rsidR="00610870">
        <w:rPr>
          <w:rtl/>
        </w:rPr>
        <w:t>.</w:t>
      </w:r>
      <w:r w:rsidRPr="00313984">
        <w:rPr>
          <w:rtl/>
        </w:rPr>
        <w:t xml:space="preserve"> أمَّا إذا كانت منقولة بالمعنى</w:t>
      </w:r>
      <w:r w:rsidR="00610870">
        <w:rPr>
          <w:rtl/>
        </w:rPr>
        <w:t>،</w:t>
      </w:r>
      <w:r w:rsidRPr="00313984">
        <w:rPr>
          <w:rtl/>
        </w:rPr>
        <w:t xml:space="preserve"> فلا يعبأ العقلاء بها</w:t>
      </w:r>
      <w:r w:rsidR="00610870">
        <w:rPr>
          <w:rtl/>
        </w:rPr>
        <w:t>،</w:t>
      </w:r>
      <w:r w:rsidRPr="00313984">
        <w:rPr>
          <w:rtl/>
        </w:rPr>
        <w:t xml:space="preserve"> أو أنَّ شيئاً كهذا لم يثبت لدينا؟</w:t>
      </w:r>
    </w:p>
    <w:p w:rsidR="0076266C" w:rsidRDefault="00E07DFB" w:rsidP="002A0058">
      <w:pPr>
        <w:pStyle w:val="libNormal"/>
        <w:rPr>
          <w:rtl/>
        </w:rPr>
      </w:pPr>
      <w:r w:rsidRPr="00313984">
        <w:rPr>
          <w:rStyle w:val="libBold1Char"/>
          <w:rtl/>
        </w:rPr>
        <w:t xml:space="preserve">الشيخ تجليل: </w:t>
      </w:r>
      <w:r w:rsidRPr="002A0058">
        <w:rPr>
          <w:rtl/>
        </w:rPr>
        <w:t>ليس الأمر كذلك</w:t>
      </w:r>
      <w:r w:rsidR="00610870">
        <w:rPr>
          <w:rtl/>
        </w:rPr>
        <w:t>.</w:t>
      </w:r>
      <w:r w:rsidRPr="002A0058">
        <w:rPr>
          <w:rtl/>
        </w:rPr>
        <w:t xml:space="preserve"> فالرأي السائد لد</w:t>
      </w:r>
      <w:r w:rsidR="009C148C">
        <w:rPr>
          <w:rtl/>
        </w:rPr>
        <w:t>ى العقلاء هو جواز النقل بالمعنى</w:t>
      </w:r>
      <w:r w:rsidRPr="002A0058">
        <w:rPr>
          <w:rtl/>
        </w:rPr>
        <w:t>، و</w:t>
      </w:r>
      <w:r w:rsidRPr="00313984">
        <w:rPr>
          <w:rStyle w:val="libBold1Char"/>
          <w:rtl/>
        </w:rPr>
        <w:t>ثانياً</w:t>
      </w:r>
      <w:r w:rsidRPr="002A0058">
        <w:rPr>
          <w:rtl/>
        </w:rPr>
        <w:t xml:space="preserve"> إنَّه حُجَّة إن كان نُقِل بالمعنى أو بالألفاظ نفسها</w:t>
      </w:r>
      <w:r w:rsidR="00610870">
        <w:rPr>
          <w:rtl/>
        </w:rPr>
        <w:t>.</w:t>
      </w:r>
      <w:r w:rsidRPr="002A0058">
        <w:rPr>
          <w:rtl/>
        </w:rPr>
        <w:t xml:space="preserve"> ولا يحق لنا التصرف في النقل بالمعنى</w:t>
      </w:r>
      <w:r w:rsidR="00610870">
        <w:rPr>
          <w:rtl/>
        </w:rPr>
        <w:t>،</w:t>
      </w:r>
      <w:r w:rsidRPr="002A0058">
        <w:rPr>
          <w:rtl/>
        </w:rPr>
        <w:t xml:space="preserve"> وليس من حق الإنسان الثقة أن يستنبط من أحكام المعصوم شيئاً ثُمَّ ينسبه إليه</w:t>
      </w:r>
      <w:r w:rsidR="00610870">
        <w:rPr>
          <w:rtl/>
        </w:rPr>
        <w:t>،</w:t>
      </w:r>
      <w:r w:rsidR="0076266C">
        <w:rPr>
          <w:rtl/>
        </w:rPr>
        <w:t xml:space="preserve"> بل عليه أن ينقل الكلمات نفسها.</w:t>
      </w:r>
    </w:p>
    <w:p w:rsidR="0076266C" w:rsidRDefault="0076266C" w:rsidP="00E5125A">
      <w:pPr>
        <w:pStyle w:val="libNormal"/>
      </w:pPr>
      <w:r>
        <w:rPr>
          <w:rtl/>
        </w:rPr>
        <w:br w:type="page"/>
      </w:r>
    </w:p>
    <w:p w:rsidR="00E07DFB" w:rsidRPr="00313984" w:rsidRDefault="00E07DFB" w:rsidP="00313984">
      <w:pPr>
        <w:pStyle w:val="libBold1"/>
        <w:rPr>
          <w:rtl/>
        </w:rPr>
      </w:pPr>
      <w:r w:rsidRPr="00313984">
        <w:rPr>
          <w:rtl/>
        </w:rPr>
        <w:lastRenderedPageBreak/>
        <w:t>* هل يمكن أن نفسِّر النقل بالمعنى بطريقتين: الأولى أنَّ المراد منه الترجمة...؟</w:t>
      </w:r>
    </w:p>
    <w:p w:rsidR="00E07DFB" w:rsidRPr="002A0058" w:rsidRDefault="00E07DFB" w:rsidP="002A0058">
      <w:pPr>
        <w:pStyle w:val="libNormal"/>
        <w:rPr>
          <w:rtl/>
        </w:rPr>
      </w:pPr>
      <w:r w:rsidRPr="00313984">
        <w:rPr>
          <w:rStyle w:val="libBold1Char"/>
          <w:rtl/>
        </w:rPr>
        <w:t>الشيخ تجليل:</w:t>
      </w:r>
      <w:r w:rsidRPr="002A0058">
        <w:rPr>
          <w:rtl/>
        </w:rPr>
        <w:t xml:space="preserve"> لا يجوز أكثر من هذا.</w:t>
      </w:r>
    </w:p>
    <w:p w:rsidR="00E07DFB" w:rsidRPr="00313984" w:rsidRDefault="00E07DFB" w:rsidP="00313984">
      <w:pPr>
        <w:pStyle w:val="libBold1"/>
        <w:rPr>
          <w:rtl/>
        </w:rPr>
      </w:pPr>
      <w:r w:rsidRPr="00313984">
        <w:rPr>
          <w:rtl/>
        </w:rPr>
        <w:t>* الشكل الثاني أن ينقل المضمون نفسه</w:t>
      </w:r>
      <w:r w:rsidR="00610870">
        <w:rPr>
          <w:rtl/>
        </w:rPr>
        <w:t>،</w:t>
      </w:r>
      <w:r w:rsidRPr="00313984">
        <w:rPr>
          <w:rtl/>
        </w:rPr>
        <w:t xml:space="preserve"> ولكن في قالب آخر.</w:t>
      </w:r>
    </w:p>
    <w:p w:rsidR="00E07DFB" w:rsidRPr="002A0058" w:rsidRDefault="00E07DFB" w:rsidP="002A0058">
      <w:pPr>
        <w:pStyle w:val="libNormal"/>
        <w:rPr>
          <w:rtl/>
        </w:rPr>
      </w:pPr>
      <w:r w:rsidRPr="00313984">
        <w:rPr>
          <w:rStyle w:val="libBold1Char"/>
          <w:rtl/>
        </w:rPr>
        <w:t xml:space="preserve">الشيخ تجليل: </w:t>
      </w:r>
      <w:r w:rsidRPr="002A0058">
        <w:rPr>
          <w:rtl/>
        </w:rPr>
        <w:t>هذا هو الاستنباط</w:t>
      </w:r>
      <w:r w:rsidR="00610870">
        <w:rPr>
          <w:rtl/>
        </w:rPr>
        <w:t>،</w:t>
      </w:r>
      <w:r w:rsidRPr="002A0058">
        <w:rPr>
          <w:rtl/>
        </w:rPr>
        <w:t xml:space="preserve"> ولا يمكن نسبة ما يستنبطه الراوي إلى المعصوم.</w:t>
      </w:r>
    </w:p>
    <w:p w:rsidR="00E07DFB" w:rsidRPr="00313984" w:rsidRDefault="00E07DFB" w:rsidP="00313984">
      <w:pPr>
        <w:pStyle w:val="libBold1"/>
        <w:rPr>
          <w:rtl/>
        </w:rPr>
      </w:pPr>
      <w:r w:rsidRPr="00313984">
        <w:rPr>
          <w:rtl/>
        </w:rPr>
        <w:t>* لا داعي لأن يستنبط</w:t>
      </w:r>
      <w:r w:rsidR="00610870">
        <w:rPr>
          <w:rtl/>
        </w:rPr>
        <w:t>،</w:t>
      </w:r>
      <w:r w:rsidRPr="00313984">
        <w:rPr>
          <w:rtl/>
        </w:rPr>
        <w:t xml:space="preserve"> فعندما ينقل جملة بمعناها قد يفقِد الجملةَ الأصليةَ بعض تفاصيلها</w:t>
      </w:r>
      <w:r w:rsidR="00610870">
        <w:rPr>
          <w:rtl/>
        </w:rPr>
        <w:t>،</w:t>
      </w:r>
      <w:r w:rsidRPr="00313984">
        <w:rPr>
          <w:rtl/>
        </w:rPr>
        <w:t xml:space="preserve"> فتتحول (الفاء) إلى (ثُمَّ) مثلاً.</w:t>
      </w:r>
    </w:p>
    <w:p w:rsidR="00E07DFB" w:rsidRPr="002A0058" w:rsidRDefault="00E07DFB" w:rsidP="002A0058">
      <w:pPr>
        <w:pStyle w:val="libNormal"/>
        <w:rPr>
          <w:rtl/>
        </w:rPr>
      </w:pPr>
      <w:r w:rsidRPr="00313984">
        <w:rPr>
          <w:rStyle w:val="libBold1Char"/>
          <w:rtl/>
        </w:rPr>
        <w:t>الشيخ تجليل:</w:t>
      </w:r>
      <w:r w:rsidRPr="002A0058">
        <w:rPr>
          <w:rtl/>
        </w:rPr>
        <w:t xml:space="preserve"> المفروض أنَّ الراوي يعرف اللغة والعُرف</w:t>
      </w:r>
      <w:r w:rsidR="00610870">
        <w:rPr>
          <w:rtl/>
        </w:rPr>
        <w:t>،</w:t>
      </w:r>
      <w:r w:rsidRPr="002A0058">
        <w:rPr>
          <w:rtl/>
        </w:rPr>
        <w:t xml:space="preserve"> عليه أن يأتي بالمفهوم العُرفي للفظ عند نقله للمعنى</w:t>
      </w:r>
      <w:r w:rsidR="00610870">
        <w:rPr>
          <w:rtl/>
        </w:rPr>
        <w:t>،</w:t>
      </w:r>
      <w:r w:rsidRPr="002A0058">
        <w:rPr>
          <w:rtl/>
        </w:rPr>
        <w:t xml:space="preserve"> لا أن يقول مقطعاً ويحذف مقطع</w:t>
      </w:r>
      <w:r w:rsidR="009C148C">
        <w:rPr>
          <w:rtl/>
        </w:rPr>
        <w:t>اً آخر</w:t>
      </w:r>
      <w:r w:rsidR="00610870">
        <w:rPr>
          <w:rtl/>
        </w:rPr>
        <w:t>.</w:t>
      </w:r>
      <w:r w:rsidR="009C148C">
        <w:rPr>
          <w:rtl/>
        </w:rPr>
        <w:t xml:space="preserve"> فالعقلاء لا يجيزون ذلك</w:t>
      </w:r>
      <w:r w:rsidRPr="002A0058">
        <w:rPr>
          <w:rtl/>
        </w:rPr>
        <w:t>، ولا يبقى هذا الشخص ثقةً أو عادلاً</w:t>
      </w:r>
      <w:r w:rsidR="00610870">
        <w:rPr>
          <w:rtl/>
        </w:rPr>
        <w:t>.</w:t>
      </w:r>
      <w:r w:rsidRPr="002A0058">
        <w:rPr>
          <w:rtl/>
        </w:rPr>
        <w:t xml:space="preserve"> فكيف نحتمل أنَّ إنساناً يغيِّر الأمور من تلقاء نفسه بحيث يؤدِّي إلى تغيير ما كان يريده الإمام</w:t>
      </w:r>
      <w:r w:rsidR="00610870">
        <w:rPr>
          <w:rtl/>
        </w:rPr>
        <w:t>.</w:t>
      </w:r>
      <w:r w:rsidRPr="002A0058">
        <w:rPr>
          <w:rtl/>
        </w:rPr>
        <w:t xml:space="preserve"> هذا الأمر خلاف الأصل العقلائي</w:t>
      </w:r>
      <w:r w:rsidR="00610870">
        <w:rPr>
          <w:rtl/>
        </w:rPr>
        <w:t>.</w:t>
      </w:r>
      <w:r w:rsidRPr="002A0058">
        <w:rPr>
          <w:rtl/>
        </w:rPr>
        <w:t xml:space="preserve"> نعم</w:t>
      </w:r>
      <w:r w:rsidR="00610870">
        <w:rPr>
          <w:rtl/>
        </w:rPr>
        <w:t>،</w:t>
      </w:r>
      <w:r w:rsidRPr="002A0058">
        <w:rPr>
          <w:rtl/>
        </w:rPr>
        <w:t xml:space="preserve"> الاستنباط جائز</w:t>
      </w:r>
      <w:r w:rsidR="00610870">
        <w:rPr>
          <w:rtl/>
        </w:rPr>
        <w:t>،</w:t>
      </w:r>
      <w:r w:rsidRPr="002A0058">
        <w:rPr>
          <w:rtl/>
        </w:rPr>
        <w:t xml:space="preserve"> فالإمام لم يمنع الاستنباط</w:t>
      </w:r>
      <w:r w:rsidR="00610870">
        <w:rPr>
          <w:rtl/>
        </w:rPr>
        <w:t>،</w:t>
      </w:r>
      <w:r w:rsidRPr="002A0058">
        <w:rPr>
          <w:rtl/>
        </w:rPr>
        <w:t xml:space="preserve"> لكن يجب ألاّ ينسب الاستنباط للإمام.</w:t>
      </w:r>
    </w:p>
    <w:p w:rsidR="00E07DFB" w:rsidRPr="00065D03" w:rsidRDefault="00E07DFB" w:rsidP="00065D03">
      <w:pPr>
        <w:pStyle w:val="libNormal"/>
        <w:rPr>
          <w:rtl/>
        </w:rPr>
      </w:pPr>
      <w:r w:rsidRPr="00065D03">
        <w:rPr>
          <w:rtl/>
        </w:rPr>
        <w:t>والترجمة أيضاً</w:t>
      </w:r>
      <w:r w:rsidR="00610870">
        <w:rPr>
          <w:rtl/>
        </w:rPr>
        <w:t>،</w:t>
      </w:r>
      <w:r w:rsidRPr="00065D03">
        <w:rPr>
          <w:rtl/>
        </w:rPr>
        <w:t xml:space="preserve"> قد تكون إلى لغة أخرى</w:t>
      </w:r>
      <w:r w:rsidR="00610870">
        <w:rPr>
          <w:rtl/>
        </w:rPr>
        <w:t>،</w:t>
      </w:r>
      <w:r w:rsidRPr="00065D03">
        <w:rPr>
          <w:rtl/>
        </w:rPr>
        <w:t xml:space="preserve"> وقد تكون باللغة نفسها</w:t>
      </w:r>
      <w:r w:rsidR="00610870">
        <w:rPr>
          <w:rtl/>
        </w:rPr>
        <w:t>،</w:t>
      </w:r>
      <w:r w:rsidRPr="00065D03">
        <w:rPr>
          <w:rtl/>
        </w:rPr>
        <w:t xml:space="preserve"> ولكن بلفظ آخر</w:t>
      </w:r>
      <w:r w:rsidR="00610870">
        <w:rPr>
          <w:rtl/>
        </w:rPr>
        <w:t>.</w:t>
      </w:r>
      <w:r w:rsidRPr="00065D03">
        <w:rPr>
          <w:rtl/>
        </w:rPr>
        <w:t xml:space="preserve"> بالنسبة لنصوص الأحاديث تُعَدُّ الكتب الفقهية معياراً</w:t>
      </w:r>
      <w:r w:rsidR="00610870">
        <w:rPr>
          <w:rtl/>
        </w:rPr>
        <w:t>،</w:t>
      </w:r>
      <w:r w:rsidRPr="00065D03">
        <w:rPr>
          <w:rtl/>
        </w:rPr>
        <w:t xml:space="preserve"> فالاعتماد يكون على نصوص الكتب الفقهية</w:t>
      </w:r>
      <w:r w:rsidR="00610870">
        <w:rPr>
          <w:rtl/>
        </w:rPr>
        <w:t>،</w:t>
      </w:r>
      <w:r w:rsidRPr="00065D03">
        <w:rPr>
          <w:rtl/>
        </w:rPr>
        <w:t xml:space="preserve"> تماماً كالاعتماد على كتب الرجال في تحديد اختلاف نسخ الأسانيد.</w:t>
      </w:r>
    </w:p>
    <w:p w:rsidR="00E07DFB" w:rsidRPr="00313984" w:rsidRDefault="00E07DFB" w:rsidP="00313984">
      <w:pPr>
        <w:pStyle w:val="libBold1"/>
        <w:rPr>
          <w:rtl/>
        </w:rPr>
      </w:pPr>
      <w:r w:rsidRPr="00313984">
        <w:rPr>
          <w:rtl/>
        </w:rPr>
        <w:t>* إلى أيِّ حدٍّ استطاعت كتب مثل: (جامع الرواة)</w:t>
      </w:r>
      <w:r w:rsidR="00610870">
        <w:rPr>
          <w:rtl/>
        </w:rPr>
        <w:t>،</w:t>
      </w:r>
      <w:r w:rsidRPr="00313984">
        <w:rPr>
          <w:rtl/>
        </w:rPr>
        <w:t xml:space="preserve"> و(معجم رجال الحديث)</w:t>
      </w:r>
      <w:r w:rsidR="00610870">
        <w:rPr>
          <w:rtl/>
        </w:rPr>
        <w:t>،</w:t>
      </w:r>
      <w:r w:rsidRPr="00313984">
        <w:rPr>
          <w:rtl/>
        </w:rPr>
        <w:t xml:space="preserve"> وأمثالها</w:t>
      </w:r>
      <w:r w:rsidR="00610870">
        <w:rPr>
          <w:rtl/>
        </w:rPr>
        <w:t>،</w:t>
      </w:r>
      <w:r w:rsidRPr="00313984">
        <w:rPr>
          <w:rtl/>
        </w:rPr>
        <w:t xml:space="preserve"> أن تحلَّ مشكلة أسانيد الروايات في المخطوطات المختلفة؟</w:t>
      </w:r>
    </w:p>
    <w:p w:rsidR="0076266C" w:rsidRDefault="00E07DFB" w:rsidP="0076266C">
      <w:pPr>
        <w:pStyle w:val="libNormal"/>
        <w:rPr>
          <w:rtl/>
        </w:rPr>
      </w:pPr>
      <w:r w:rsidRPr="00313984">
        <w:rPr>
          <w:rStyle w:val="libBold1Char"/>
          <w:rtl/>
        </w:rPr>
        <w:t xml:space="preserve">الشيخ تجليل: </w:t>
      </w:r>
      <w:r w:rsidRPr="002A0058">
        <w:rPr>
          <w:rtl/>
        </w:rPr>
        <w:t>جامع الرُّواة هو أفضل كتاب تقريباً في مجال تحديد الراوي</w:t>
      </w:r>
      <w:r w:rsidR="0076266C">
        <w:rPr>
          <w:rFonts w:hint="cs"/>
          <w:rtl/>
        </w:rPr>
        <w:t xml:space="preserve"> </w:t>
      </w:r>
      <w:r w:rsidRPr="002A0058">
        <w:rPr>
          <w:rtl/>
        </w:rPr>
        <w:t>والمروي عنه</w:t>
      </w:r>
      <w:r w:rsidR="00610870">
        <w:rPr>
          <w:rtl/>
        </w:rPr>
        <w:t>.</w:t>
      </w:r>
      <w:r w:rsidRPr="002A0058">
        <w:rPr>
          <w:rtl/>
        </w:rPr>
        <w:t xml:space="preserve"> فكل راوٍ يذكره يُحدِّد عمَّن روى</w:t>
      </w:r>
      <w:r w:rsidR="00610870">
        <w:rPr>
          <w:rtl/>
        </w:rPr>
        <w:t>.</w:t>
      </w:r>
      <w:r w:rsidRPr="002A0058">
        <w:rPr>
          <w:rtl/>
        </w:rPr>
        <w:t xml:space="preserve"> أمَّا في سلسلة الأسانيد للحديث كله وللأشخاص الذين رووا عنه</w:t>
      </w:r>
      <w:r w:rsidR="00610870">
        <w:rPr>
          <w:rtl/>
        </w:rPr>
        <w:t>،</w:t>
      </w:r>
      <w:r w:rsidRPr="002A0058">
        <w:rPr>
          <w:rtl/>
        </w:rPr>
        <w:t xml:space="preserve"> فقد أدَّى ذلك </w:t>
      </w:r>
      <w:r w:rsidRPr="00313984">
        <w:rPr>
          <w:rStyle w:val="libBold1Char"/>
          <w:rtl/>
        </w:rPr>
        <w:t>معجم رجال الحديث</w:t>
      </w:r>
      <w:r w:rsidRPr="002A0058">
        <w:rPr>
          <w:rtl/>
        </w:rPr>
        <w:t xml:space="preserve"> بشكل أدق</w:t>
      </w:r>
      <w:r w:rsidR="00610870">
        <w:rPr>
          <w:rtl/>
        </w:rPr>
        <w:t>؛</w:t>
      </w:r>
      <w:r w:rsidRPr="002A0058">
        <w:rPr>
          <w:rtl/>
        </w:rPr>
        <w:t xml:space="preserve"> لأنَّ هذا العمل أضحى أسهل بعد طبع جامع الرواة</w:t>
      </w:r>
      <w:r w:rsidR="00610870">
        <w:rPr>
          <w:rtl/>
        </w:rPr>
        <w:t>.</w:t>
      </w:r>
      <w:r w:rsidRPr="002A0058">
        <w:rPr>
          <w:rtl/>
        </w:rPr>
        <w:t xml:space="preserve"> فضلاً عن أنَّ المرحوم آية الله العظمى الخوئي</w:t>
      </w:r>
      <w:r w:rsidR="00610870">
        <w:rPr>
          <w:rtl/>
        </w:rPr>
        <w:t xml:space="preserve"> - </w:t>
      </w:r>
      <w:r w:rsidRPr="002A0058">
        <w:rPr>
          <w:rtl/>
        </w:rPr>
        <w:t>على ما يبدو</w:t>
      </w:r>
      <w:r w:rsidR="00610870">
        <w:rPr>
          <w:rtl/>
        </w:rPr>
        <w:t xml:space="preserve"> - </w:t>
      </w:r>
      <w:r w:rsidRPr="002A0058">
        <w:rPr>
          <w:rtl/>
        </w:rPr>
        <w:t>استفاد من آخرين في عمله وفي المتابعة</w:t>
      </w:r>
      <w:r w:rsidR="00610870">
        <w:rPr>
          <w:rtl/>
        </w:rPr>
        <w:t>،</w:t>
      </w:r>
      <w:r w:rsidRPr="002A0058">
        <w:rPr>
          <w:rtl/>
        </w:rPr>
        <w:t xml:space="preserve"> وبذل جهداً كبيراً في هذا المجال</w:t>
      </w:r>
      <w:r w:rsidR="00610870">
        <w:rPr>
          <w:rtl/>
        </w:rPr>
        <w:t>.</w:t>
      </w:r>
      <w:r w:rsidRPr="002A0058">
        <w:rPr>
          <w:rtl/>
        </w:rPr>
        <w:t xml:space="preserve"> ومن أهمِّ الفوائد التي أثمرتها هذه الجهود تحديدُ المشتركات</w:t>
      </w:r>
      <w:r w:rsidR="00610870">
        <w:rPr>
          <w:rtl/>
        </w:rPr>
        <w:t>؛</w:t>
      </w:r>
      <w:r w:rsidRPr="002A0058">
        <w:rPr>
          <w:rtl/>
        </w:rPr>
        <w:t xml:space="preserve"> فمثلاً لدينا شخصان باسم أحمد بن محمد</w:t>
      </w:r>
      <w:r w:rsidR="00610870">
        <w:rPr>
          <w:rtl/>
        </w:rPr>
        <w:t>،</w:t>
      </w:r>
      <w:r w:rsidRPr="002A0058">
        <w:rPr>
          <w:rtl/>
        </w:rPr>
        <w:t xml:space="preserve"> والشخصان في الطبقة نفسها</w:t>
      </w:r>
      <w:r w:rsidR="00610870">
        <w:rPr>
          <w:rtl/>
        </w:rPr>
        <w:t>،</w:t>
      </w:r>
      <w:r w:rsidRPr="002A0058">
        <w:rPr>
          <w:rtl/>
        </w:rPr>
        <w:t xml:space="preserve"> وهما: أحمد بن محمد بن عيسى الأشعري، </w:t>
      </w:r>
    </w:p>
    <w:p w:rsidR="0076266C" w:rsidRDefault="0076266C" w:rsidP="00E5125A">
      <w:pPr>
        <w:pStyle w:val="libNormal"/>
        <w:rPr>
          <w:rtl/>
        </w:rPr>
      </w:pPr>
      <w:r>
        <w:rPr>
          <w:rtl/>
        </w:rPr>
        <w:br w:type="page"/>
      </w:r>
    </w:p>
    <w:p w:rsidR="00E07DFB" w:rsidRPr="002A0058" w:rsidRDefault="00E07DFB" w:rsidP="0076266C">
      <w:pPr>
        <w:pStyle w:val="libNormal0"/>
        <w:rPr>
          <w:rtl/>
        </w:rPr>
      </w:pPr>
      <w:r w:rsidRPr="002A0058">
        <w:rPr>
          <w:rtl/>
        </w:rPr>
        <w:lastRenderedPageBreak/>
        <w:t>وأحمد بن محمد بن خالد القمي</w:t>
      </w:r>
      <w:r w:rsidR="00610870">
        <w:rPr>
          <w:rtl/>
        </w:rPr>
        <w:t>.</w:t>
      </w:r>
      <w:r w:rsidRPr="002A0058">
        <w:rPr>
          <w:rtl/>
        </w:rPr>
        <w:t xml:space="preserve"> لكن عند المقارنة بين الراوي والمروي عنه يعرف كل منهما</w:t>
      </w:r>
      <w:r w:rsidR="00610870">
        <w:rPr>
          <w:rtl/>
        </w:rPr>
        <w:t>.</w:t>
      </w:r>
      <w:r w:rsidRPr="002A0058">
        <w:rPr>
          <w:rtl/>
        </w:rPr>
        <w:t xml:space="preserve"> فأفضل ما يُستفاد من هذا هو تحديد مشتركات الرجال</w:t>
      </w:r>
      <w:r w:rsidR="00610870">
        <w:rPr>
          <w:rtl/>
        </w:rPr>
        <w:t>،</w:t>
      </w:r>
      <w:r w:rsidRPr="002A0058">
        <w:rPr>
          <w:rtl/>
        </w:rPr>
        <w:t xml:space="preserve"> وهو أمر مهم جداً</w:t>
      </w:r>
      <w:r w:rsidR="00610870">
        <w:rPr>
          <w:rtl/>
        </w:rPr>
        <w:t>.</w:t>
      </w:r>
      <w:r w:rsidRPr="002A0058">
        <w:rPr>
          <w:rtl/>
        </w:rPr>
        <w:t xml:space="preserve"> بالطبع فإنَّ المرحوم العلاَّمة البروجردي أيضاً قام بذلك من خلال تدقيقه في الأسانيد</w:t>
      </w:r>
      <w:r w:rsidR="00610870">
        <w:rPr>
          <w:rtl/>
        </w:rPr>
        <w:t>.</w:t>
      </w:r>
      <w:r w:rsidRPr="002A0058">
        <w:rPr>
          <w:rtl/>
        </w:rPr>
        <w:t xml:space="preserve"> كان يقول: لم أكن قد رأيت جامع الرواة بعد</w:t>
      </w:r>
      <w:r w:rsidR="00610870">
        <w:rPr>
          <w:rtl/>
        </w:rPr>
        <w:t>،</w:t>
      </w:r>
      <w:r w:rsidRPr="002A0058">
        <w:rPr>
          <w:rtl/>
        </w:rPr>
        <w:t xml:space="preserve"> لكنِّي سمعت بوجود كتاب بهذا الاسم</w:t>
      </w:r>
      <w:r w:rsidR="00610870">
        <w:rPr>
          <w:rtl/>
        </w:rPr>
        <w:t>،</w:t>
      </w:r>
      <w:r w:rsidRPr="002A0058">
        <w:rPr>
          <w:rtl/>
        </w:rPr>
        <w:t xml:space="preserve"> فظننت أنَّه سيوفِّر علينا الجهد</w:t>
      </w:r>
      <w:r w:rsidR="00610870">
        <w:rPr>
          <w:rtl/>
        </w:rPr>
        <w:t>،</w:t>
      </w:r>
      <w:r w:rsidRPr="002A0058">
        <w:rPr>
          <w:rtl/>
        </w:rPr>
        <w:t xml:space="preserve"> وعندما انتقلتُ إلى قم أتوني بنسخة منه</w:t>
      </w:r>
      <w:r w:rsidR="00610870">
        <w:rPr>
          <w:rtl/>
        </w:rPr>
        <w:t>،</w:t>
      </w:r>
      <w:r w:rsidRPr="002A0058">
        <w:rPr>
          <w:rtl/>
        </w:rPr>
        <w:t xml:space="preserve"> فلاحظت أنَّ الفوائد الموجودة في رجالي غير موجودة في جامع الرواة</w:t>
      </w:r>
      <w:r w:rsidR="00610870">
        <w:rPr>
          <w:rtl/>
        </w:rPr>
        <w:t>.</w:t>
      </w:r>
      <w:r w:rsidRPr="002A0058">
        <w:rPr>
          <w:rtl/>
        </w:rPr>
        <w:t xml:space="preserve"> ثُمَّ أمر بطبع جامع الرواة.</w:t>
      </w:r>
    </w:p>
    <w:p w:rsidR="00E07DFB" w:rsidRPr="00313984" w:rsidRDefault="00E07DFB" w:rsidP="00313984">
      <w:pPr>
        <w:pStyle w:val="libBold1"/>
        <w:rPr>
          <w:rtl/>
        </w:rPr>
      </w:pPr>
      <w:r w:rsidRPr="00313984">
        <w:rPr>
          <w:rtl/>
        </w:rPr>
        <w:t>* مع أخذ الكتابين المذكورين بنظر الاعتبار</w:t>
      </w:r>
      <w:r w:rsidR="00610870">
        <w:rPr>
          <w:rtl/>
        </w:rPr>
        <w:t>،</w:t>
      </w:r>
      <w:r w:rsidRPr="00313984">
        <w:rPr>
          <w:rtl/>
        </w:rPr>
        <w:t xml:space="preserve"> ما هي الفوائد التي جاء بها كتابكم (معجم الثقات) ممَّا لا نستطيع الحصول عليه من كتب الرجال السابقة؟</w:t>
      </w:r>
    </w:p>
    <w:p w:rsidR="00E07DFB" w:rsidRPr="002A0058" w:rsidRDefault="00E07DFB" w:rsidP="0076266C">
      <w:pPr>
        <w:pStyle w:val="libNormal"/>
        <w:rPr>
          <w:rtl/>
        </w:rPr>
      </w:pPr>
      <w:r w:rsidRPr="00313984">
        <w:rPr>
          <w:rStyle w:val="libBold1Char"/>
          <w:rtl/>
        </w:rPr>
        <w:t>الشيخ تجليل:</w:t>
      </w:r>
      <w:r w:rsidRPr="002A0058">
        <w:rPr>
          <w:rtl/>
        </w:rPr>
        <w:t xml:space="preserve"> الهدف من تدوين (معجم الثقات) هو: أنَّ المشتغِل بالفقه يحتاج دوماً إلى البحث في أسانيد الحديث</w:t>
      </w:r>
      <w:r w:rsidR="00610870">
        <w:rPr>
          <w:rtl/>
        </w:rPr>
        <w:t>،</w:t>
      </w:r>
      <w:r w:rsidRPr="002A0058">
        <w:rPr>
          <w:rtl/>
        </w:rPr>
        <w:t xml:space="preserve"> ومَن يُراجع خلال استنباطه الفقهي لا يملك مجالاً لمراجعة التفاصيل</w:t>
      </w:r>
      <w:r w:rsidR="00610870">
        <w:rPr>
          <w:rtl/>
        </w:rPr>
        <w:t>؛</w:t>
      </w:r>
      <w:r w:rsidRPr="002A0058">
        <w:rPr>
          <w:rtl/>
        </w:rPr>
        <w:t xml:space="preserve"> لذا قرَّرتُ أن أعدَّ فهرساً بأسماء الثقات لأسهِّل عملي</w:t>
      </w:r>
      <w:r w:rsidR="00610870">
        <w:rPr>
          <w:rtl/>
        </w:rPr>
        <w:t>،</w:t>
      </w:r>
      <w:r w:rsidRPr="002A0058">
        <w:rPr>
          <w:rtl/>
        </w:rPr>
        <w:t xml:space="preserve"> فصرتُ أراجع الفهرس عند بحثي في أيِّ سند</w:t>
      </w:r>
      <w:r w:rsidR="00610870">
        <w:rPr>
          <w:rtl/>
        </w:rPr>
        <w:t>،</w:t>
      </w:r>
      <w:r w:rsidRPr="002A0058">
        <w:rPr>
          <w:rtl/>
        </w:rPr>
        <w:t xml:space="preserve"> ثُمَّ طوَّرت الأمر</w:t>
      </w:r>
      <w:r w:rsidR="00610870">
        <w:rPr>
          <w:rtl/>
        </w:rPr>
        <w:t>،</w:t>
      </w:r>
      <w:r w:rsidRPr="002A0058">
        <w:rPr>
          <w:rtl/>
        </w:rPr>
        <w:t xml:space="preserve"> فذكرت مداركها بشكل موجز</w:t>
      </w:r>
      <w:r w:rsidR="00610870">
        <w:rPr>
          <w:rtl/>
        </w:rPr>
        <w:t>،</w:t>
      </w:r>
      <w:r w:rsidRPr="002A0058">
        <w:rPr>
          <w:rtl/>
        </w:rPr>
        <w:t xml:space="preserve"> ثُمَّ بدا لي تمييز المشتركين في الأسماء</w:t>
      </w:r>
      <w:r w:rsidR="00610870">
        <w:rPr>
          <w:rtl/>
        </w:rPr>
        <w:t>،</w:t>
      </w:r>
      <w:r w:rsidRPr="002A0058">
        <w:rPr>
          <w:rtl/>
        </w:rPr>
        <w:t xml:space="preserve"> فكان أفضل</w:t>
      </w:r>
      <w:r w:rsidR="0076266C">
        <w:rPr>
          <w:rFonts w:hint="cs"/>
          <w:rtl/>
        </w:rPr>
        <w:t xml:space="preserve"> </w:t>
      </w:r>
      <w:r w:rsidRPr="002A0058">
        <w:rPr>
          <w:rtl/>
        </w:rPr>
        <w:t>طريق هو الترتيب الطبقي</w:t>
      </w:r>
      <w:r w:rsidR="00610870">
        <w:rPr>
          <w:rtl/>
        </w:rPr>
        <w:t>،</w:t>
      </w:r>
      <w:r w:rsidRPr="002A0058">
        <w:rPr>
          <w:rtl/>
        </w:rPr>
        <w:t xml:space="preserve"> وترتيب الطبقات كان نتيجة عمل </w:t>
      </w:r>
      <w:r w:rsidRPr="00313984">
        <w:rPr>
          <w:rStyle w:val="libBold1Char"/>
          <w:rtl/>
        </w:rPr>
        <w:t>معجم رجال الحديث</w:t>
      </w:r>
      <w:r w:rsidRPr="002A0058">
        <w:rPr>
          <w:rtl/>
        </w:rPr>
        <w:t xml:space="preserve"> و</w:t>
      </w:r>
      <w:r w:rsidRPr="00313984">
        <w:rPr>
          <w:rStyle w:val="libBold1Char"/>
          <w:rtl/>
        </w:rPr>
        <w:t>جامع الرُّواة</w:t>
      </w:r>
      <w:r w:rsidR="00610870">
        <w:rPr>
          <w:rStyle w:val="libBold1Char"/>
          <w:rtl/>
        </w:rPr>
        <w:t>.</w:t>
      </w:r>
      <w:r w:rsidRPr="002A0058">
        <w:rPr>
          <w:rtl/>
        </w:rPr>
        <w:t xml:space="preserve"> فعندما كنتُ أكتب</w:t>
      </w:r>
      <w:r w:rsidRPr="00313984">
        <w:rPr>
          <w:rStyle w:val="libBold1Char"/>
          <w:rtl/>
        </w:rPr>
        <w:t xml:space="preserve"> جامع الثقات</w:t>
      </w:r>
      <w:r w:rsidRPr="002A0058">
        <w:rPr>
          <w:rtl/>
        </w:rPr>
        <w:t xml:space="preserve"> لم يكن </w:t>
      </w:r>
      <w:r w:rsidRPr="00313984">
        <w:rPr>
          <w:rStyle w:val="libBold1Char"/>
          <w:rtl/>
        </w:rPr>
        <w:t xml:space="preserve">معجم الرجال </w:t>
      </w:r>
      <w:r w:rsidRPr="002A0058">
        <w:rPr>
          <w:rtl/>
        </w:rPr>
        <w:t>موجوداً</w:t>
      </w:r>
      <w:r w:rsidR="00610870">
        <w:rPr>
          <w:rtl/>
        </w:rPr>
        <w:t>،</w:t>
      </w:r>
      <w:r w:rsidRPr="002A0058">
        <w:rPr>
          <w:rtl/>
        </w:rPr>
        <w:t xml:space="preserve"> وبالفعل جاء عمل آية الله العظمى الخوئي مُكمِّلاً</w:t>
      </w:r>
      <w:r w:rsidR="00610870">
        <w:rPr>
          <w:rtl/>
        </w:rPr>
        <w:t>،</w:t>
      </w:r>
      <w:r w:rsidRPr="002A0058">
        <w:rPr>
          <w:rtl/>
        </w:rPr>
        <w:t xml:space="preserve"> وأكثر شمولية من </w:t>
      </w:r>
      <w:r w:rsidRPr="00313984">
        <w:rPr>
          <w:rStyle w:val="libBold1Char"/>
          <w:rtl/>
        </w:rPr>
        <w:t>جامع الرواة</w:t>
      </w:r>
      <w:r w:rsidR="00610870">
        <w:rPr>
          <w:rStyle w:val="libBold1Char"/>
          <w:rtl/>
        </w:rPr>
        <w:t>.</w:t>
      </w:r>
      <w:r w:rsidRPr="002A0058">
        <w:rPr>
          <w:rtl/>
        </w:rPr>
        <w:t xml:space="preserve"> العمل الذي قام به هذان العظيمان كان أساساً لمنهجيًَّة الطبقات</w:t>
      </w:r>
      <w:r w:rsidR="00610870">
        <w:rPr>
          <w:rtl/>
        </w:rPr>
        <w:t>.</w:t>
      </w:r>
      <w:r w:rsidRPr="002A0058">
        <w:rPr>
          <w:rtl/>
        </w:rPr>
        <w:t xml:space="preserve"> فالإنسان عندما يبحث في الراوي والمروي عنه ويحددهما</w:t>
      </w:r>
      <w:r w:rsidR="00610870">
        <w:rPr>
          <w:rtl/>
        </w:rPr>
        <w:t>،</w:t>
      </w:r>
      <w:r w:rsidRPr="002A0058">
        <w:rPr>
          <w:rtl/>
        </w:rPr>
        <w:t xml:space="preserve"> يعرف حينئذٍ من أيِّ طبقةٍ كان الراوي.</w:t>
      </w:r>
    </w:p>
    <w:p w:rsidR="0076266C" w:rsidRDefault="00E07DFB" w:rsidP="002A0058">
      <w:pPr>
        <w:pStyle w:val="libNormal"/>
        <w:rPr>
          <w:rtl/>
        </w:rPr>
      </w:pPr>
      <w:r w:rsidRPr="002A0058">
        <w:rPr>
          <w:rtl/>
        </w:rPr>
        <w:t>إنَّ استنباط الطبقات وترتيبها</w:t>
      </w:r>
      <w:r w:rsidR="00610870">
        <w:rPr>
          <w:rtl/>
        </w:rPr>
        <w:t>،</w:t>
      </w:r>
      <w:r w:rsidRPr="002A0058">
        <w:rPr>
          <w:rtl/>
        </w:rPr>
        <w:t xml:space="preserve"> ووضع الرواة في كل طبقة</w:t>
      </w:r>
      <w:r w:rsidR="00610870">
        <w:rPr>
          <w:rtl/>
        </w:rPr>
        <w:t>،</w:t>
      </w:r>
      <w:r w:rsidRPr="002A0058">
        <w:rPr>
          <w:rtl/>
        </w:rPr>
        <w:t xml:space="preserve"> هو أمر مهم جداً</w:t>
      </w:r>
      <w:r w:rsidR="00610870">
        <w:rPr>
          <w:rtl/>
        </w:rPr>
        <w:t>،</w:t>
      </w:r>
      <w:r w:rsidRPr="002A0058">
        <w:rPr>
          <w:rtl/>
        </w:rPr>
        <w:t xml:space="preserve"> يجب أن يتم بعدما قام به هذان العظيمان</w:t>
      </w:r>
      <w:r w:rsidR="00610870">
        <w:rPr>
          <w:rtl/>
        </w:rPr>
        <w:t>،</w:t>
      </w:r>
      <w:r w:rsidRPr="002A0058">
        <w:rPr>
          <w:rtl/>
        </w:rPr>
        <w:t xml:space="preserve"> ولم أقُم بذلك</w:t>
      </w:r>
      <w:r w:rsidR="00610870">
        <w:rPr>
          <w:rtl/>
        </w:rPr>
        <w:t>،</w:t>
      </w:r>
      <w:r w:rsidRPr="002A0058">
        <w:rPr>
          <w:rtl/>
        </w:rPr>
        <w:t xml:space="preserve"> بل قام به المرحوم العلاَّمة البروجردي</w:t>
      </w:r>
      <w:r w:rsidR="00610870">
        <w:rPr>
          <w:rtl/>
        </w:rPr>
        <w:t>.</w:t>
      </w:r>
      <w:r w:rsidRPr="002A0058">
        <w:rPr>
          <w:rtl/>
        </w:rPr>
        <w:t xml:space="preserve"> وكما قلتُ أثناء تأليفي: صادفتُ كتاب </w:t>
      </w:r>
      <w:r w:rsidRPr="00313984">
        <w:rPr>
          <w:rStyle w:val="libBold1Char"/>
          <w:rtl/>
        </w:rPr>
        <w:t>(طرائف المقال)</w:t>
      </w:r>
      <w:r w:rsidR="00610870">
        <w:rPr>
          <w:rtl/>
        </w:rPr>
        <w:t>،</w:t>
      </w:r>
      <w:r w:rsidRPr="002A0058">
        <w:rPr>
          <w:rtl/>
        </w:rPr>
        <w:t xml:space="preserve"> الذي قام بالعمل نفسه</w:t>
      </w:r>
      <w:r w:rsidR="00610870">
        <w:rPr>
          <w:rtl/>
        </w:rPr>
        <w:t>.</w:t>
      </w:r>
      <w:r w:rsidRPr="002A0058">
        <w:rPr>
          <w:rtl/>
        </w:rPr>
        <w:t xml:space="preserve"> لكن للأسف فقدتُ تلك النسخة التي قد أخذتُها من المرحوم آية الله العظمى النجفي</w:t>
      </w:r>
      <w:r w:rsidR="00610870">
        <w:rPr>
          <w:rtl/>
        </w:rPr>
        <w:t>،</w:t>
      </w:r>
      <w:r w:rsidRPr="002A0058">
        <w:rPr>
          <w:rtl/>
        </w:rPr>
        <w:t xml:space="preserve"> فعرض لي سفر إلى الحج</w:t>
      </w:r>
      <w:r w:rsidR="00610870">
        <w:rPr>
          <w:rtl/>
        </w:rPr>
        <w:t>،</w:t>
      </w:r>
      <w:r w:rsidRPr="002A0058">
        <w:rPr>
          <w:rtl/>
        </w:rPr>
        <w:t xml:space="preserve"> ولم أشأ أن أترك ذلك الكتاب النادر في بيتي</w:t>
      </w:r>
      <w:r w:rsidR="00610870">
        <w:rPr>
          <w:rtl/>
        </w:rPr>
        <w:t>،</w:t>
      </w:r>
      <w:r w:rsidRPr="002A0058">
        <w:rPr>
          <w:rtl/>
        </w:rPr>
        <w:t xml:space="preserve"> </w:t>
      </w:r>
    </w:p>
    <w:p w:rsidR="0076266C" w:rsidRDefault="0076266C" w:rsidP="00E5125A">
      <w:pPr>
        <w:pStyle w:val="libNormal"/>
        <w:rPr>
          <w:rtl/>
        </w:rPr>
      </w:pPr>
      <w:r>
        <w:rPr>
          <w:rtl/>
        </w:rPr>
        <w:br w:type="page"/>
      </w:r>
    </w:p>
    <w:p w:rsidR="00E07DFB" w:rsidRPr="002A0058" w:rsidRDefault="00E07DFB" w:rsidP="0076266C">
      <w:pPr>
        <w:pStyle w:val="libNormal0"/>
        <w:rPr>
          <w:rtl/>
        </w:rPr>
      </w:pPr>
      <w:r w:rsidRPr="002A0058">
        <w:rPr>
          <w:rtl/>
        </w:rPr>
        <w:lastRenderedPageBreak/>
        <w:t>فأعدته له</w:t>
      </w:r>
      <w:r w:rsidR="00610870">
        <w:rPr>
          <w:rtl/>
        </w:rPr>
        <w:t>،</w:t>
      </w:r>
      <w:r w:rsidRPr="002A0058">
        <w:rPr>
          <w:rtl/>
        </w:rPr>
        <w:t xml:space="preserve"> وبعد عودتي طلبته منه</w:t>
      </w:r>
      <w:r w:rsidR="00610870">
        <w:rPr>
          <w:rtl/>
        </w:rPr>
        <w:t>،</w:t>
      </w:r>
      <w:r w:rsidRPr="002A0058">
        <w:rPr>
          <w:rtl/>
        </w:rPr>
        <w:t xml:space="preserve"> لكنَّه لم يجده</w:t>
      </w:r>
      <w:r w:rsidR="00610870">
        <w:rPr>
          <w:rtl/>
        </w:rPr>
        <w:t>،</w:t>
      </w:r>
      <w:r w:rsidRPr="002A0058">
        <w:rPr>
          <w:rtl/>
        </w:rPr>
        <w:t xml:space="preserve"> ولم أجده في فهرس الكتب المخطوطة لمكتبته</w:t>
      </w:r>
      <w:r w:rsidR="00610870">
        <w:rPr>
          <w:rtl/>
        </w:rPr>
        <w:t>،</w:t>
      </w:r>
      <w:r w:rsidRPr="002A0058">
        <w:rPr>
          <w:rtl/>
        </w:rPr>
        <w:t xml:space="preserve"> ولا أدري أين هو</w:t>
      </w:r>
      <w:r w:rsidR="00610870">
        <w:rPr>
          <w:rtl/>
        </w:rPr>
        <w:t>.</w:t>
      </w:r>
      <w:r w:rsidRPr="002A0058">
        <w:rPr>
          <w:rtl/>
        </w:rPr>
        <w:t xml:space="preserve"> ومع ذلك</w:t>
      </w:r>
      <w:r w:rsidR="00610870">
        <w:rPr>
          <w:rtl/>
        </w:rPr>
        <w:t>،</w:t>
      </w:r>
      <w:r w:rsidRPr="002A0058">
        <w:rPr>
          <w:rtl/>
        </w:rPr>
        <w:t xml:space="preserve"> فهو لم يكن كاملاً</w:t>
      </w:r>
      <w:r w:rsidR="00610870">
        <w:rPr>
          <w:rtl/>
        </w:rPr>
        <w:t>.</w:t>
      </w:r>
      <w:r w:rsidRPr="002A0058">
        <w:rPr>
          <w:rtl/>
        </w:rPr>
        <w:t xml:space="preserve"> فاستخرجت بنفسي عدداً من الطبقات التي لم أجدها فيه</w:t>
      </w:r>
      <w:r w:rsidR="00610870">
        <w:rPr>
          <w:rtl/>
        </w:rPr>
        <w:t>.</w:t>
      </w:r>
      <w:r w:rsidRPr="002A0058">
        <w:rPr>
          <w:rtl/>
        </w:rPr>
        <w:t xml:space="preserve"> وبعد طبع كتاب </w:t>
      </w:r>
      <w:r w:rsidRPr="00313984">
        <w:rPr>
          <w:rStyle w:val="libBold1Char"/>
          <w:rtl/>
        </w:rPr>
        <w:t>(تجريد الأسانيد)</w:t>
      </w:r>
      <w:r w:rsidR="00610870">
        <w:rPr>
          <w:rtl/>
        </w:rPr>
        <w:t>،</w:t>
      </w:r>
      <w:r w:rsidRPr="002A0058">
        <w:rPr>
          <w:rtl/>
        </w:rPr>
        <w:t xml:space="preserve"> للمرحوم آية الله العظمى البروجردي</w:t>
      </w:r>
      <w:r w:rsidR="00610870">
        <w:rPr>
          <w:rtl/>
        </w:rPr>
        <w:t>،</w:t>
      </w:r>
      <w:r w:rsidRPr="002A0058">
        <w:rPr>
          <w:rtl/>
        </w:rPr>
        <w:t xml:space="preserve"> كَتَبَ بعضهم الطبقات في كتاب أول تجريد الأسانيد</w:t>
      </w:r>
      <w:r w:rsidR="00610870">
        <w:rPr>
          <w:rtl/>
        </w:rPr>
        <w:t>،</w:t>
      </w:r>
      <w:r w:rsidRPr="002A0058">
        <w:rPr>
          <w:rtl/>
        </w:rPr>
        <w:t xml:space="preserve"> فأضفتها إلى معجم الثقات في طبعته الثالثة</w:t>
      </w:r>
      <w:r w:rsidR="00610870">
        <w:rPr>
          <w:rtl/>
        </w:rPr>
        <w:t>،</w:t>
      </w:r>
      <w:r w:rsidRPr="002A0058">
        <w:rPr>
          <w:rtl/>
        </w:rPr>
        <w:t xml:space="preserve"> حتى يتأكَّد منه إذا وجد أي اختلاف في تنظيم الطبقات</w:t>
      </w:r>
      <w:r w:rsidR="00610870">
        <w:rPr>
          <w:rtl/>
        </w:rPr>
        <w:t>.</w:t>
      </w:r>
      <w:r w:rsidRPr="002A0058">
        <w:rPr>
          <w:rtl/>
        </w:rPr>
        <w:t xml:space="preserve"> ولا أظن أنَّ هناك كتاباً بحجم </w:t>
      </w:r>
      <w:r w:rsidRPr="00313984">
        <w:rPr>
          <w:rStyle w:val="libBold1Char"/>
          <w:rtl/>
        </w:rPr>
        <w:t>معجم الثقات</w:t>
      </w:r>
      <w:r w:rsidRPr="002A0058">
        <w:rPr>
          <w:rtl/>
        </w:rPr>
        <w:t xml:space="preserve"> الصغير هذا قد جمع بشكل أكمل في تدوين الأسماء.</w:t>
      </w:r>
    </w:p>
    <w:p w:rsidR="00E07DFB" w:rsidRPr="00313984" w:rsidRDefault="00E07DFB" w:rsidP="00283EDA">
      <w:pPr>
        <w:pStyle w:val="libBold1"/>
        <w:rPr>
          <w:rtl/>
        </w:rPr>
      </w:pPr>
      <w:r w:rsidRPr="00313984">
        <w:rPr>
          <w:rtl/>
        </w:rPr>
        <w:t>* في باب الشهادات</w:t>
      </w:r>
      <w:r w:rsidR="00610870">
        <w:rPr>
          <w:rtl/>
        </w:rPr>
        <w:t>،</w:t>
      </w:r>
      <w:r w:rsidRPr="00313984">
        <w:rPr>
          <w:rtl/>
        </w:rPr>
        <w:t xml:space="preserve"> الشهادة التي تكون عن (حسٍّ) مقبولة</w:t>
      </w:r>
      <w:r w:rsidR="00610870">
        <w:rPr>
          <w:rtl/>
        </w:rPr>
        <w:t>،</w:t>
      </w:r>
      <w:r w:rsidRPr="00313984">
        <w:rPr>
          <w:rtl/>
        </w:rPr>
        <w:t xml:space="preserve"> والتي تكون عن (حدس) لا تُقبل</w:t>
      </w:r>
      <w:r w:rsidR="00610870">
        <w:rPr>
          <w:rtl/>
        </w:rPr>
        <w:t>،</w:t>
      </w:r>
      <w:r w:rsidRPr="00313984">
        <w:rPr>
          <w:rtl/>
        </w:rPr>
        <w:t xml:space="preserve"> فكيف تكون شهادة النجاشي وابن الغضائري وبقيَّة الرجاليين</w:t>
      </w:r>
      <w:r w:rsidR="0076266C">
        <w:rPr>
          <w:rFonts w:hint="cs"/>
          <w:rtl/>
        </w:rPr>
        <w:t xml:space="preserve"> </w:t>
      </w:r>
      <w:r w:rsidRPr="00313984">
        <w:rPr>
          <w:rtl/>
        </w:rPr>
        <w:t xml:space="preserve">عن الأئمة </w:t>
      </w:r>
      <w:r w:rsidR="00283EDA" w:rsidRPr="00283EDA">
        <w:rPr>
          <w:rStyle w:val="libAlaemChar"/>
          <w:rFonts w:eastAsiaTheme="minorHAnsi"/>
          <w:rtl/>
        </w:rPr>
        <w:t>عليهم‌السلام</w:t>
      </w:r>
      <w:r w:rsidRPr="00313984">
        <w:rPr>
          <w:rtl/>
        </w:rPr>
        <w:t xml:space="preserve"> شهادة حسِّية رغم الفاصلة بينهم</w:t>
      </w:r>
      <w:r w:rsidR="00610870">
        <w:rPr>
          <w:rtl/>
        </w:rPr>
        <w:t>،</w:t>
      </w:r>
      <w:r w:rsidRPr="00313984">
        <w:rPr>
          <w:rtl/>
        </w:rPr>
        <w:t xml:space="preserve"> فضلاً عن أنَّ النجاشي وأمثاله لا يصل بسلسة سنده إلى المستشَّهد به؟</w:t>
      </w:r>
    </w:p>
    <w:p w:rsidR="00E07DFB" w:rsidRPr="002A0058" w:rsidRDefault="00E07DFB" w:rsidP="002A0058">
      <w:pPr>
        <w:pStyle w:val="libNormal"/>
        <w:rPr>
          <w:rtl/>
        </w:rPr>
      </w:pPr>
      <w:r w:rsidRPr="00313984">
        <w:rPr>
          <w:rStyle w:val="libBold1Char"/>
          <w:rtl/>
        </w:rPr>
        <w:t>الشيخ تجليل:</w:t>
      </w:r>
      <w:r w:rsidRPr="002A0058">
        <w:rPr>
          <w:rtl/>
        </w:rPr>
        <w:t xml:space="preserve"> لا شك في أنَّ الشهادة عن </w:t>
      </w:r>
      <w:r w:rsidRPr="00313984">
        <w:rPr>
          <w:rStyle w:val="libBold1Char"/>
          <w:rtl/>
        </w:rPr>
        <w:t>حسٍّ</w:t>
      </w:r>
      <w:r w:rsidRPr="002A0058">
        <w:rPr>
          <w:rtl/>
        </w:rPr>
        <w:t xml:space="preserve"> معتدٌّ بها</w:t>
      </w:r>
      <w:r w:rsidR="00610870">
        <w:rPr>
          <w:rtl/>
        </w:rPr>
        <w:t>،</w:t>
      </w:r>
      <w:r w:rsidRPr="002A0058">
        <w:rPr>
          <w:rtl/>
        </w:rPr>
        <w:t xml:space="preserve"> والشهادة عن </w:t>
      </w:r>
      <w:r w:rsidRPr="00313984">
        <w:rPr>
          <w:rStyle w:val="libBold1Char"/>
          <w:rtl/>
        </w:rPr>
        <w:t>حسٍّ</w:t>
      </w:r>
      <w:r w:rsidRPr="002A0058">
        <w:rPr>
          <w:rtl/>
        </w:rPr>
        <w:t xml:space="preserve"> تُطلق على المحسوس أو القريب من الحس</w:t>
      </w:r>
      <w:r w:rsidR="00610870">
        <w:rPr>
          <w:rtl/>
        </w:rPr>
        <w:t>،</w:t>
      </w:r>
      <w:r w:rsidRPr="002A0058">
        <w:rPr>
          <w:rtl/>
        </w:rPr>
        <w:t xml:space="preserve"> فبعض الأمور باطنية</w:t>
      </w:r>
      <w:r w:rsidR="00610870">
        <w:rPr>
          <w:rtl/>
        </w:rPr>
        <w:t>،</w:t>
      </w:r>
      <w:r w:rsidRPr="002A0058">
        <w:rPr>
          <w:rtl/>
        </w:rPr>
        <w:t xml:space="preserve"> لا تُبصر بالعين</w:t>
      </w:r>
      <w:r w:rsidR="00610870">
        <w:rPr>
          <w:rtl/>
        </w:rPr>
        <w:t>،</w:t>
      </w:r>
      <w:r w:rsidRPr="002A0058">
        <w:rPr>
          <w:rtl/>
        </w:rPr>
        <w:t xml:space="preserve"> كالشجاعة وحسن الخلق وغيرها</w:t>
      </w:r>
      <w:r w:rsidR="00610870">
        <w:rPr>
          <w:rtl/>
        </w:rPr>
        <w:t>،</w:t>
      </w:r>
      <w:r w:rsidRPr="002A0058">
        <w:rPr>
          <w:rtl/>
        </w:rPr>
        <w:t xml:space="preserve"> ولأنَّها قريبة من الحس</w:t>
      </w:r>
      <w:r w:rsidR="00610870">
        <w:rPr>
          <w:rtl/>
        </w:rPr>
        <w:t>،</w:t>
      </w:r>
      <w:r w:rsidRPr="002A0058">
        <w:rPr>
          <w:rtl/>
        </w:rPr>
        <w:t xml:space="preserve"> وآثارها القريبة مشهودة</w:t>
      </w:r>
      <w:r w:rsidR="00610870">
        <w:rPr>
          <w:rtl/>
        </w:rPr>
        <w:t>،</w:t>
      </w:r>
      <w:r w:rsidRPr="002A0058">
        <w:rPr>
          <w:rtl/>
        </w:rPr>
        <w:t xml:space="preserve"> عُدَّت من المشهودات عن </w:t>
      </w:r>
      <w:r w:rsidRPr="00313984">
        <w:rPr>
          <w:rStyle w:val="libBold1Char"/>
          <w:rtl/>
        </w:rPr>
        <w:t>حسٍّ</w:t>
      </w:r>
      <w:r w:rsidRPr="002A0058">
        <w:rPr>
          <w:rtl/>
        </w:rPr>
        <w:t>.</w:t>
      </w:r>
    </w:p>
    <w:p w:rsidR="00E07DFB" w:rsidRPr="002A0058" w:rsidRDefault="00E07DFB" w:rsidP="002A0058">
      <w:pPr>
        <w:pStyle w:val="libNormal"/>
        <w:rPr>
          <w:rtl/>
        </w:rPr>
      </w:pPr>
      <w:r w:rsidRPr="00313984">
        <w:rPr>
          <w:rStyle w:val="libBold1Char"/>
          <w:rtl/>
        </w:rPr>
        <w:t>السؤال هو:</w:t>
      </w:r>
      <w:r w:rsidRPr="002A0058">
        <w:rPr>
          <w:rtl/>
        </w:rPr>
        <w:t xml:space="preserve"> كيف نفسِّر توثيق النجاشي للرواة</w:t>
      </w:r>
      <w:r w:rsidR="00610870">
        <w:rPr>
          <w:rtl/>
        </w:rPr>
        <w:t>،</w:t>
      </w:r>
      <w:r w:rsidRPr="002A0058">
        <w:rPr>
          <w:rtl/>
        </w:rPr>
        <w:t xml:space="preserve"> رغم الفاصل الزماني الذي تجاوز المئتي عام بينه وبين الرواة؟</w:t>
      </w:r>
    </w:p>
    <w:p w:rsidR="0076266C" w:rsidRDefault="00E07DFB" w:rsidP="00283EDA">
      <w:pPr>
        <w:pStyle w:val="libNormal"/>
        <w:rPr>
          <w:rtl/>
        </w:rPr>
      </w:pPr>
      <w:r w:rsidRPr="00313984">
        <w:rPr>
          <w:rStyle w:val="libBold1Char"/>
          <w:rtl/>
        </w:rPr>
        <w:t>الجواب على هذه الشبهة</w:t>
      </w:r>
      <w:r w:rsidRPr="002A0058">
        <w:rPr>
          <w:rtl/>
        </w:rPr>
        <w:t xml:space="preserve"> هو أنَّ أصل مسألة الاعتداد بالوثاقة أتت في نصِّ الأئمة </w:t>
      </w:r>
      <w:r w:rsidR="00283EDA" w:rsidRPr="00283EDA">
        <w:rPr>
          <w:rStyle w:val="libAlaemChar"/>
          <w:rFonts w:eastAsiaTheme="minorHAnsi"/>
          <w:rtl/>
        </w:rPr>
        <w:t>عليهم‌السلام</w:t>
      </w:r>
      <w:r w:rsidR="00610870">
        <w:rPr>
          <w:rtl/>
        </w:rPr>
        <w:t>؛</w:t>
      </w:r>
      <w:r w:rsidRPr="002A0058">
        <w:rPr>
          <w:rtl/>
        </w:rPr>
        <w:t xml:space="preserve"> حيث دعوا للرجوع إلى الثقات</w:t>
      </w:r>
      <w:r w:rsidR="00610870">
        <w:rPr>
          <w:rtl/>
        </w:rPr>
        <w:t>.</w:t>
      </w:r>
      <w:r w:rsidRPr="002A0058">
        <w:rPr>
          <w:rtl/>
        </w:rPr>
        <w:t xml:space="preserve"> ففي رواية يسأل الإمام </w:t>
      </w:r>
      <w:r w:rsidR="00283EDA" w:rsidRPr="00283EDA">
        <w:rPr>
          <w:rStyle w:val="libAlaemChar"/>
          <w:rFonts w:eastAsiaTheme="minorHAnsi"/>
          <w:rtl/>
        </w:rPr>
        <w:t>عليه‌السلام</w:t>
      </w:r>
      <w:r w:rsidRPr="002A0058">
        <w:rPr>
          <w:rtl/>
        </w:rPr>
        <w:t>: يابن رسول الله</w:t>
      </w:r>
      <w:r w:rsidR="00610870">
        <w:rPr>
          <w:rtl/>
        </w:rPr>
        <w:t>،</w:t>
      </w:r>
      <w:r w:rsidRPr="002A0058">
        <w:rPr>
          <w:rtl/>
        </w:rPr>
        <w:t xml:space="preserve"> زكريا بن آدم ثقة؟ فيقول:</w:t>
      </w:r>
      <w:r w:rsidRPr="00313984">
        <w:rPr>
          <w:rStyle w:val="libBold1Char"/>
          <w:rtl/>
        </w:rPr>
        <w:t xml:space="preserve"> </w:t>
      </w:r>
      <w:r w:rsidRPr="0080527D">
        <w:rPr>
          <w:rStyle w:val="libBold2Char"/>
          <w:rtl/>
        </w:rPr>
        <w:t>(نعم</w:t>
      </w:r>
      <w:r w:rsidR="00610870">
        <w:rPr>
          <w:rStyle w:val="libBold2Char"/>
          <w:rtl/>
        </w:rPr>
        <w:t>،</w:t>
      </w:r>
      <w:r w:rsidRPr="0080527D">
        <w:rPr>
          <w:rStyle w:val="libBold2Char"/>
          <w:rtl/>
        </w:rPr>
        <w:t xml:space="preserve"> ثقة)</w:t>
      </w:r>
      <w:r w:rsidR="00610870">
        <w:rPr>
          <w:rStyle w:val="libBold2Char"/>
          <w:rtl/>
        </w:rPr>
        <w:t>،</w:t>
      </w:r>
      <w:r w:rsidRPr="002A0058">
        <w:rPr>
          <w:rtl/>
        </w:rPr>
        <w:t xml:space="preserve"> ثُمَّ يسأل: أآخذ عنه معالم الدين؟ فيقول: </w:t>
      </w:r>
      <w:r w:rsidRPr="0080527D">
        <w:rPr>
          <w:rStyle w:val="libBold2Char"/>
          <w:rtl/>
        </w:rPr>
        <w:t>(نعم)</w:t>
      </w:r>
      <w:r w:rsidR="00610870">
        <w:rPr>
          <w:rStyle w:val="libBold2Char"/>
          <w:rtl/>
        </w:rPr>
        <w:t>.</w:t>
      </w:r>
      <w:r w:rsidRPr="002A0058">
        <w:rPr>
          <w:rtl/>
        </w:rPr>
        <w:t xml:space="preserve"> إذن تُؤخذ معالم الدين من الثقات</w:t>
      </w:r>
      <w:r w:rsidR="00610870">
        <w:rPr>
          <w:rtl/>
        </w:rPr>
        <w:t>،</w:t>
      </w:r>
      <w:r w:rsidRPr="002A0058">
        <w:rPr>
          <w:rtl/>
        </w:rPr>
        <w:t xml:space="preserve"> وإلاّ فإنَّ هذا الأمر مرتكَز عقلائي</w:t>
      </w:r>
      <w:r w:rsidR="00610870">
        <w:rPr>
          <w:rtl/>
        </w:rPr>
        <w:t>،</w:t>
      </w:r>
      <w:r w:rsidRPr="002A0058">
        <w:rPr>
          <w:rtl/>
        </w:rPr>
        <w:t xml:space="preserve"> ويقول به الأئمة</w:t>
      </w:r>
      <w:r w:rsidR="00610870">
        <w:rPr>
          <w:rtl/>
        </w:rPr>
        <w:t>.</w:t>
      </w:r>
      <w:r w:rsidRPr="002A0058">
        <w:rPr>
          <w:rtl/>
        </w:rPr>
        <w:t xml:space="preserve"> لهذا من الطبيعي أن تكون ثقة الرواة ببعضهم في عهد الأئمة </w:t>
      </w:r>
      <w:r w:rsidR="00283EDA" w:rsidRPr="00283EDA">
        <w:rPr>
          <w:rStyle w:val="libAlaemChar"/>
          <w:rFonts w:eastAsiaTheme="minorHAnsi"/>
          <w:rtl/>
        </w:rPr>
        <w:t>عليهم‌السلام</w:t>
      </w:r>
      <w:r w:rsidR="00610870">
        <w:rPr>
          <w:rtl/>
        </w:rPr>
        <w:t>.</w:t>
      </w:r>
      <w:r w:rsidRPr="002A0058">
        <w:rPr>
          <w:rtl/>
        </w:rPr>
        <w:t xml:space="preserve"> كان يرى أنَّ أولئك الأفراد ثقاة</w:t>
      </w:r>
      <w:r w:rsidR="00610870">
        <w:rPr>
          <w:rtl/>
        </w:rPr>
        <w:t>،</w:t>
      </w:r>
      <w:r w:rsidRPr="002A0058">
        <w:rPr>
          <w:rtl/>
        </w:rPr>
        <w:t xml:space="preserve"> ويأخذ الرواية عنهم</w:t>
      </w:r>
      <w:r w:rsidR="00610870">
        <w:rPr>
          <w:rtl/>
        </w:rPr>
        <w:t>،</w:t>
      </w:r>
      <w:r w:rsidRPr="002A0058">
        <w:rPr>
          <w:rtl/>
        </w:rPr>
        <w:t xml:space="preserve"> ولعله </w:t>
      </w:r>
    </w:p>
    <w:p w:rsidR="0076266C" w:rsidRDefault="0076266C" w:rsidP="00E5125A">
      <w:pPr>
        <w:pStyle w:val="libNormal"/>
        <w:rPr>
          <w:rtl/>
        </w:rPr>
      </w:pPr>
      <w:r>
        <w:rPr>
          <w:rtl/>
        </w:rPr>
        <w:br w:type="page"/>
      </w:r>
    </w:p>
    <w:p w:rsidR="00E07DFB" w:rsidRPr="002A0058" w:rsidRDefault="00E07DFB" w:rsidP="00283EDA">
      <w:pPr>
        <w:pStyle w:val="libNormal0"/>
        <w:rPr>
          <w:rtl/>
        </w:rPr>
      </w:pPr>
      <w:r w:rsidRPr="002A0058">
        <w:rPr>
          <w:rtl/>
        </w:rPr>
        <w:lastRenderedPageBreak/>
        <w:t>كان يرى غيرهم ليسوا بثقات</w:t>
      </w:r>
      <w:r w:rsidR="00610870">
        <w:rPr>
          <w:rtl/>
        </w:rPr>
        <w:t>.</w:t>
      </w:r>
      <w:r w:rsidRPr="002A0058">
        <w:rPr>
          <w:rtl/>
        </w:rPr>
        <w:t xml:space="preserve"> مثلاً يُسأل عن الفطحيين: (يابن رسول الله</w:t>
      </w:r>
      <w:r w:rsidR="00610870">
        <w:rPr>
          <w:rtl/>
        </w:rPr>
        <w:t>،</w:t>
      </w:r>
      <w:r w:rsidRPr="002A0058">
        <w:rPr>
          <w:rtl/>
        </w:rPr>
        <w:t xml:space="preserve"> كتبنا ملأى من أحاديثهم)</w:t>
      </w:r>
      <w:r w:rsidR="00610870">
        <w:rPr>
          <w:rtl/>
        </w:rPr>
        <w:t>،</w:t>
      </w:r>
      <w:r w:rsidRPr="002A0058">
        <w:rPr>
          <w:rtl/>
        </w:rPr>
        <w:t xml:space="preserve"> فماذا نفعل بانحراف هذا المذهب؟ فيأمرهم </w:t>
      </w:r>
      <w:r w:rsidR="00283EDA" w:rsidRPr="00283EDA">
        <w:rPr>
          <w:rStyle w:val="libAlaemChar"/>
          <w:rFonts w:eastAsiaTheme="minorHAnsi"/>
          <w:rtl/>
        </w:rPr>
        <w:t>عليه‌السلام</w:t>
      </w:r>
      <w:r w:rsidRPr="002A0058">
        <w:rPr>
          <w:rtl/>
        </w:rPr>
        <w:t xml:space="preserve"> أن يأخذوا ما رووه</w:t>
      </w:r>
      <w:r w:rsidR="00610870">
        <w:rPr>
          <w:rtl/>
        </w:rPr>
        <w:t>،</w:t>
      </w:r>
      <w:r w:rsidRPr="002A0058">
        <w:rPr>
          <w:rtl/>
        </w:rPr>
        <w:t xml:space="preserve"> ويتركوا ما اعتقدوه</w:t>
      </w:r>
      <w:r w:rsidR="00610870">
        <w:rPr>
          <w:rtl/>
        </w:rPr>
        <w:t>؛</w:t>
      </w:r>
      <w:r w:rsidRPr="002A0058">
        <w:rPr>
          <w:rtl/>
        </w:rPr>
        <w:t xml:space="preserve"> أي أنَّهم ثُقاة.</w:t>
      </w:r>
    </w:p>
    <w:p w:rsidR="00E07DFB" w:rsidRPr="00065D03" w:rsidRDefault="00E07DFB" w:rsidP="00283EDA">
      <w:pPr>
        <w:pStyle w:val="libNormal"/>
        <w:rPr>
          <w:rtl/>
        </w:rPr>
      </w:pPr>
      <w:r w:rsidRPr="00065D03">
        <w:rPr>
          <w:rtl/>
        </w:rPr>
        <w:t>على أيِّ حال</w:t>
      </w:r>
      <w:r w:rsidR="00610870">
        <w:rPr>
          <w:rtl/>
        </w:rPr>
        <w:t>،</w:t>
      </w:r>
      <w:r w:rsidRPr="00065D03">
        <w:rPr>
          <w:rtl/>
        </w:rPr>
        <w:t xml:space="preserve"> هذه الأمور كانت بين أصحاب الأئمة </w:t>
      </w:r>
      <w:r w:rsidR="00283EDA" w:rsidRPr="00283EDA">
        <w:rPr>
          <w:rStyle w:val="libAlaemChar"/>
          <w:rFonts w:eastAsiaTheme="minorHAnsi"/>
          <w:rtl/>
        </w:rPr>
        <w:t>عليهم‌السلام</w:t>
      </w:r>
      <w:r w:rsidRPr="00065D03">
        <w:rPr>
          <w:rtl/>
        </w:rPr>
        <w:t xml:space="preserve"> أيضاً</w:t>
      </w:r>
      <w:r w:rsidR="00610870">
        <w:rPr>
          <w:rtl/>
        </w:rPr>
        <w:t>،</w:t>
      </w:r>
      <w:r w:rsidRPr="00065D03">
        <w:rPr>
          <w:rtl/>
        </w:rPr>
        <w:t xml:space="preserve"> وبعد الأئمة كانت في العصور التالية طبعاً</w:t>
      </w:r>
      <w:r w:rsidR="00610870">
        <w:rPr>
          <w:rtl/>
        </w:rPr>
        <w:t>.</w:t>
      </w:r>
      <w:r w:rsidRPr="00065D03">
        <w:rPr>
          <w:rtl/>
        </w:rPr>
        <w:t xml:space="preserve"> ولم تكن مسألة التوثيق أمراً أبدعته عصور الشيخ الطوسي والنجاشي</w:t>
      </w:r>
      <w:r w:rsidR="00610870">
        <w:rPr>
          <w:rtl/>
        </w:rPr>
        <w:t>.</w:t>
      </w:r>
      <w:r w:rsidRPr="00065D03">
        <w:rPr>
          <w:rtl/>
        </w:rPr>
        <w:t xml:space="preserve"> فمن المسلَّم به أنَّ الذين عُدُّوا من الثقات في عهد الأئمة </w:t>
      </w:r>
      <w:r w:rsidR="00283EDA" w:rsidRPr="00283EDA">
        <w:rPr>
          <w:rStyle w:val="libAlaemChar"/>
          <w:rFonts w:eastAsiaTheme="minorHAnsi"/>
          <w:rtl/>
        </w:rPr>
        <w:t>عليهم‌السلام</w:t>
      </w:r>
      <w:r w:rsidR="00610870">
        <w:rPr>
          <w:rtl/>
        </w:rPr>
        <w:t>،</w:t>
      </w:r>
      <w:r w:rsidRPr="00065D03">
        <w:rPr>
          <w:rtl/>
        </w:rPr>
        <w:t xml:space="preserve"> سرت الثقة بهم في الطبقة اللاحقة</w:t>
      </w:r>
      <w:r w:rsidR="00610870">
        <w:rPr>
          <w:rtl/>
        </w:rPr>
        <w:t>،</w:t>
      </w:r>
      <w:r w:rsidRPr="00065D03">
        <w:rPr>
          <w:rtl/>
        </w:rPr>
        <w:t xml:space="preserve"> إلى أن كان عصر الشيخ والنجاشي.</w:t>
      </w:r>
    </w:p>
    <w:p w:rsidR="00E07DFB" w:rsidRPr="00065D03" w:rsidRDefault="00E07DFB" w:rsidP="00283EDA">
      <w:pPr>
        <w:pStyle w:val="libNormal"/>
        <w:rPr>
          <w:rtl/>
        </w:rPr>
      </w:pPr>
      <w:r w:rsidRPr="00065D03">
        <w:rPr>
          <w:rtl/>
        </w:rPr>
        <w:t>ويُحتمل أنَّ النجاشي والشيخ كان لها رأي بتوثيق مَن سبقهم</w:t>
      </w:r>
      <w:r w:rsidR="00610870">
        <w:rPr>
          <w:rtl/>
        </w:rPr>
        <w:t>،</w:t>
      </w:r>
      <w:r w:rsidRPr="00065D03">
        <w:rPr>
          <w:rtl/>
        </w:rPr>
        <w:t xml:space="preserve"> ولم يوثِّقوا أحداً بعيداً عن ثقة السلف بهم</w:t>
      </w:r>
      <w:r w:rsidR="00610870">
        <w:rPr>
          <w:rtl/>
        </w:rPr>
        <w:t>؛</w:t>
      </w:r>
      <w:r w:rsidRPr="00065D03">
        <w:rPr>
          <w:rtl/>
        </w:rPr>
        <w:t xml:space="preserve"> لأنَّ الثقة تتكوَّن بالمعاشرة</w:t>
      </w:r>
      <w:r w:rsidR="00610870">
        <w:rPr>
          <w:rtl/>
        </w:rPr>
        <w:t>،</w:t>
      </w:r>
      <w:r w:rsidRPr="00065D03">
        <w:rPr>
          <w:rtl/>
        </w:rPr>
        <w:t xml:space="preserve"> ولم يكن الشيخ والنجاشي في عصر الأئمة </w:t>
      </w:r>
      <w:r w:rsidR="00283EDA" w:rsidRPr="00283EDA">
        <w:rPr>
          <w:rStyle w:val="libAlaemChar"/>
          <w:rFonts w:eastAsiaTheme="minorHAnsi"/>
          <w:rtl/>
        </w:rPr>
        <w:t>عليهم‌السلام</w:t>
      </w:r>
      <w:r w:rsidRPr="00065D03">
        <w:rPr>
          <w:rtl/>
        </w:rPr>
        <w:t xml:space="preserve"> ليعاشروا الرواة</w:t>
      </w:r>
      <w:r w:rsidR="00610870">
        <w:rPr>
          <w:rtl/>
        </w:rPr>
        <w:t>،</w:t>
      </w:r>
      <w:r w:rsidRPr="00065D03">
        <w:rPr>
          <w:rtl/>
        </w:rPr>
        <w:t xml:space="preserve"> إذن ويقيناً كان الشيخ والنجاشي يأخذان بتوثيق مَن سبقهم</w:t>
      </w:r>
      <w:r w:rsidR="00610870">
        <w:rPr>
          <w:rtl/>
        </w:rPr>
        <w:t>.</w:t>
      </w:r>
      <w:r w:rsidRPr="00065D03">
        <w:rPr>
          <w:rtl/>
        </w:rPr>
        <w:t xml:space="preserve"> وكما قال آية الله العظمى الخوئي: يحتمل أنَّهم كانوا يأخذون كابراً عن كابر</w:t>
      </w:r>
      <w:r w:rsidR="00610870">
        <w:rPr>
          <w:rtl/>
        </w:rPr>
        <w:t>.</w:t>
      </w:r>
      <w:r w:rsidRPr="00065D03">
        <w:rPr>
          <w:rtl/>
        </w:rPr>
        <w:t xml:space="preserve"> هكذا أخذوا عمَّن سبقهم</w:t>
      </w:r>
      <w:r w:rsidR="00610870">
        <w:rPr>
          <w:rtl/>
        </w:rPr>
        <w:t>،</w:t>
      </w:r>
      <w:r w:rsidRPr="00065D03">
        <w:rPr>
          <w:rtl/>
        </w:rPr>
        <w:t xml:space="preserve"> ونقلوه إلينا</w:t>
      </w:r>
      <w:r w:rsidR="00610870">
        <w:rPr>
          <w:rtl/>
        </w:rPr>
        <w:t>.</w:t>
      </w:r>
      <w:r w:rsidRPr="00065D03">
        <w:rPr>
          <w:rtl/>
        </w:rPr>
        <w:t xml:space="preserve"> لهذا لا يمكننا أن نجزم إنْ كانت توثيقاتهم عن حدسٍ وليست عن حس</w:t>
      </w:r>
      <w:r w:rsidR="00610870">
        <w:rPr>
          <w:rtl/>
        </w:rPr>
        <w:t>.</w:t>
      </w:r>
      <w:r w:rsidRPr="00065D03">
        <w:rPr>
          <w:rtl/>
        </w:rPr>
        <w:t xml:space="preserve"> فيحتمل أن تكون توثيقاتهم توثيقات مَن سبقهم نفسها</w:t>
      </w:r>
      <w:r w:rsidR="00610870">
        <w:rPr>
          <w:rtl/>
        </w:rPr>
        <w:t>.</w:t>
      </w:r>
      <w:r w:rsidRPr="00065D03">
        <w:rPr>
          <w:rtl/>
        </w:rPr>
        <w:t xml:space="preserve"> وهذا الأمر يكفي في الحُجِّـيَّة لدى العقلاء</w:t>
      </w:r>
      <w:r w:rsidR="00610870">
        <w:rPr>
          <w:rtl/>
        </w:rPr>
        <w:t>.</w:t>
      </w:r>
      <w:r w:rsidRPr="00065D03">
        <w:rPr>
          <w:rtl/>
        </w:rPr>
        <w:t xml:space="preserve"> وإذا شهد أحد بوثاقة آخر أمام القاضي</w:t>
      </w:r>
      <w:r w:rsidR="00610870">
        <w:rPr>
          <w:rtl/>
        </w:rPr>
        <w:t>،</w:t>
      </w:r>
      <w:r w:rsidRPr="00065D03">
        <w:rPr>
          <w:rtl/>
        </w:rPr>
        <w:t xml:space="preserve"> فلن يسأله القاضي على ماذا بنيت شهادتك؟ فعندما يكون الشاهد عادلاً يعتمد على شهادته</w:t>
      </w:r>
      <w:r w:rsidR="00610870">
        <w:rPr>
          <w:rtl/>
        </w:rPr>
        <w:t>،</w:t>
      </w:r>
      <w:r w:rsidRPr="00065D03">
        <w:rPr>
          <w:rtl/>
        </w:rPr>
        <w:t xml:space="preserve"> رغم عدم وجود احتمال بأن تكون شهادة الشاهد بوثاقة مَن لم يعاشره</w:t>
      </w:r>
      <w:r w:rsidR="00610870">
        <w:rPr>
          <w:rtl/>
        </w:rPr>
        <w:t>،</w:t>
      </w:r>
      <w:r w:rsidRPr="00065D03">
        <w:rPr>
          <w:rtl/>
        </w:rPr>
        <w:t xml:space="preserve"> بل عاشروه مَن يثق به</w:t>
      </w:r>
      <w:r w:rsidR="00610870">
        <w:rPr>
          <w:rtl/>
        </w:rPr>
        <w:t>،</w:t>
      </w:r>
      <w:r w:rsidRPr="00065D03">
        <w:rPr>
          <w:rtl/>
        </w:rPr>
        <w:t xml:space="preserve"> وأخذ التوثيق عنه</w:t>
      </w:r>
      <w:r w:rsidR="00610870">
        <w:rPr>
          <w:rtl/>
        </w:rPr>
        <w:t>،</w:t>
      </w:r>
      <w:r w:rsidRPr="00065D03">
        <w:rPr>
          <w:rtl/>
        </w:rPr>
        <w:t xml:space="preserve"> هذا الاحتمال لا يقدح بحُجِّـيَّة الشهادة</w:t>
      </w:r>
      <w:r w:rsidR="00610870">
        <w:rPr>
          <w:rtl/>
        </w:rPr>
        <w:t>،</w:t>
      </w:r>
      <w:r w:rsidRPr="00065D03">
        <w:rPr>
          <w:rtl/>
        </w:rPr>
        <w:t xml:space="preserve"> لنقول: هناك احتمال أنَّها ليست عن حسٍّ.</w:t>
      </w:r>
    </w:p>
    <w:p w:rsidR="0076266C" w:rsidRDefault="00E07DFB" w:rsidP="00065D03">
      <w:pPr>
        <w:pStyle w:val="libNormal"/>
        <w:rPr>
          <w:rtl/>
        </w:rPr>
      </w:pPr>
      <w:r w:rsidRPr="00065D03">
        <w:rPr>
          <w:rtl/>
        </w:rPr>
        <w:t>لهذا نحن نرى أنَّ توثيقات النجاشي والشيخ وأمثالهما حُجَّة</w:t>
      </w:r>
      <w:r w:rsidR="00610870">
        <w:rPr>
          <w:rtl/>
        </w:rPr>
        <w:t>.</w:t>
      </w:r>
      <w:r w:rsidRPr="00065D03">
        <w:rPr>
          <w:rtl/>
        </w:rPr>
        <w:t xml:space="preserve"> أمَّا توثيقات مَن جاء بعدهم</w:t>
      </w:r>
      <w:r w:rsidR="00610870">
        <w:rPr>
          <w:rtl/>
        </w:rPr>
        <w:t>،</w:t>
      </w:r>
      <w:r w:rsidRPr="00065D03">
        <w:rPr>
          <w:rtl/>
        </w:rPr>
        <w:t xml:space="preserve"> كالعلاَّمة وابن الغضائري وغيرهما</w:t>
      </w:r>
      <w:r w:rsidR="00610870">
        <w:rPr>
          <w:rtl/>
        </w:rPr>
        <w:t>،</w:t>
      </w:r>
      <w:r w:rsidRPr="00065D03">
        <w:rPr>
          <w:rtl/>
        </w:rPr>
        <w:t xml:space="preserve"> فقد أخذوها عن ذينك العظيمين</w:t>
      </w:r>
      <w:r w:rsidR="00610870">
        <w:rPr>
          <w:rtl/>
        </w:rPr>
        <w:t>،</w:t>
      </w:r>
      <w:r w:rsidRPr="00065D03">
        <w:rPr>
          <w:rtl/>
        </w:rPr>
        <w:t xml:space="preserve"> أو أنَّها حَدَسِيَّة</w:t>
      </w:r>
      <w:r w:rsidR="00610870">
        <w:rPr>
          <w:rtl/>
        </w:rPr>
        <w:t>؛</w:t>
      </w:r>
      <w:r w:rsidRPr="00065D03">
        <w:rPr>
          <w:rtl/>
        </w:rPr>
        <w:t xml:space="preserve"> كأنْ ينقل الكشِّي وغيره من الرواة</w:t>
      </w:r>
      <w:r w:rsidR="00610870">
        <w:rPr>
          <w:rtl/>
        </w:rPr>
        <w:t>،</w:t>
      </w:r>
      <w:r w:rsidRPr="00065D03">
        <w:rPr>
          <w:rtl/>
        </w:rPr>
        <w:t xml:space="preserve"> أو استنبطوا من الروايات الواردة</w:t>
      </w:r>
      <w:r w:rsidR="00610870">
        <w:rPr>
          <w:rtl/>
        </w:rPr>
        <w:t>،</w:t>
      </w:r>
      <w:r w:rsidRPr="00065D03">
        <w:rPr>
          <w:rtl/>
        </w:rPr>
        <w:t xml:space="preserve"> أو استفادوا من سيرتهم وكونهم شيوخ الرواية وغير ذلك من القرائن</w:t>
      </w:r>
      <w:r w:rsidR="00610870">
        <w:rPr>
          <w:rtl/>
        </w:rPr>
        <w:t>.</w:t>
      </w:r>
      <w:r w:rsidRPr="00065D03">
        <w:rPr>
          <w:rtl/>
        </w:rPr>
        <w:t xml:space="preserve"> لكن الماضي لم يصل لأيدينا</w:t>
      </w:r>
      <w:r w:rsidR="00610870">
        <w:rPr>
          <w:rtl/>
        </w:rPr>
        <w:t>؛</w:t>
      </w:r>
      <w:r w:rsidRPr="00065D03">
        <w:rPr>
          <w:rtl/>
        </w:rPr>
        <w:t xml:space="preserve"> لهذا فإنَّ توثيقاتهم حُجَّة.</w:t>
      </w:r>
    </w:p>
    <w:p w:rsidR="0076266C" w:rsidRDefault="0076266C" w:rsidP="00E5125A">
      <w:pPr>
        <w:pStyle w:val="libNormal"/>
        <w:rPr>
          <w:rtl/>
        </w:rPr>
      </w:pPr>
      <w:r>
        <w:rPr>
          <w:rtl/>
        </w:rPr>
        <w:br w:type="page"/>
      </w:r>
    </w:p>
    <w:p w:rsidR="00E07DFB" w:rsidRPr="00313984" w:rsidRDefault="00E07DFB" w:rsidP="00313984">
      <w:pPr>
        <w:pStyle w:val="libBold1"/>
        <w:rPr>
          <w:rtl/>
        </w:rPr>
      </w:pPr>
      <w:r w:rsidRPr="00313984">
        <w:rPr>
          <w:rtl/>
        </w:rPr>
        <w:lastRenderedPageBreak/>
        <w:t xml:space="preserve">* يطرح هنا سؤالان: </w:t>
      </w:r>
    </w:p>
    <w:p w:rsidR="00E07DFB" w:rsidRPr="00313984" w:rsidRDefault="00E07DFB" w:rsidP="00313984">
      <w:pPr>
        <w:pStyle w:val="libBold1"/>
        <w:rPr>
          <w:rtl/>
        </w:rPr>
      </w:pPr>
      <w:r w:rsidRPr="00313984">
        <w:rPr>
          <w:rtl/>
        </w:rPr>
        <w:t>حول القسم الأول من جوابكم يُطرح هذا السؤال: لو أنَّ المرحوم النجاشي</w:t>
      </w:r>
      <w:r w:rsidR="00610870">
        <w:rPr>
          <w:rtl/>
        </w:rPr>
        <w:t>،</w:t>
      </w:r>
      <w:r w:rsidRPr="00313984">
        <w:rPr>
          <w:rtl/>
        </w:rPr>
        <w:t xml:space="preserve"> أو الشيخ الطوسي</w:t>
      </w:r>
      <w:r w:rsidR="00610870">
        <w:rPr>
          <w:rtl/>
        </w:rPr>
        <w:t>،</w:t>
      </w:r>
      <w:r w:rsidRPr="00313984">
        <w:rPr>
          <w:rtl/>
        </w:rPr>
        <w:t xml:space="preserve"> بيَّنا تلك الشهادات</w:t>
      </w:r>
      <w:r w:rsidR="00610870">
        <w:rPr>
          <w:rtl/>
        </w:rPr>
        <w:t xml:space="preserve"> - </w:t>
      </w:r>
      <w:r w:rsidRPr="00313984">
        <w:rPr>
          <w:rtl/>
        </w:rPr>
        <w:t>أي سلسلة الشهود</w:t>
      </w:r>
      <w:r w:rsidR="00610870">
        <w:rPr>
          <w:rtl/>
        </w:rPr>
        <w:t xml:space="preserve"> - </w:t>
      </w:r>
      <w:r w:rsidRPr="00313984">
        <w:rPr>
          <w:rtl/>
        </w:rPr>
        <w:t>أو ذكرا هذه الشهادات في طيَّات كتبهما والأصول</w:t>
      </w:r>
      <w:r w:rsidR="00610870">
        <w:rPr>
          <w:rtl/>
        </w:rPr>
        <w:t>،</w:t>
      </w:r>
      <w:r w:rsidRPr="00313984">
        <w:rPr>
          <w:rtl/>
        </w:rPr>
        <w:t xml:space="preserve"> لكان الأمر كما قلتم]</w:t>
      </w:r>
      <w:r w:rsidR="00610870">
        <w:rPr>
          <w:rtl/>
        </w:rPr>
        <w:t>،</w:t>
      </w:r>
      <w:r w:rsidRPr="00313984">
        <w:rPr>
          <w:rtl/>
        </w:rPr>
        <w:t xml:space="preserve"> لكنَّهما لم يبِّينا ذلك</w:t>
      </w:r>
      <w:r w:rsidR="00610870">
        <w:rPr>
          <w:rtl/>
        </w:rPr>
        <w:t>،</w:t>
      </w:r>
      <w:r w:rsidRPr="00313984">
        <w:rPr>
          <w:rtl/>
        </w:rPr>
        <w:t xml:space="preserve"> كما أنَّنا لا نجد هذه الشهادات بين كتب الأصول والجوامع</w:t>
      </w:r>
      <w:r w:rsidR="00610870">
        <w:rPr>
          <w:rtl/>
        </w:rPr>
        <w:t>.</w:t>
      </w:r>
      <w:r w:rsidRPr="00313984">
        <w:rPr>
          <w:rtl/>
        </w:rPr>
        <w:t xml:space="preserve"> لنفترض فنقول:</w:t>
      </w:r>
    </w:p>
    <w:p w:rsidR="00E07DFB" w:rsidRPr="00313984" w:rsidRDefault="00E07DFB" w:rsidP="00313984">
      <w:pPr>
        <w:pStyle w:val="libBold1"/>
        <w:rPr>
          <w:rtl/>
        </w:rPr>
      </w:pPr>
      <w:r w:rsidRPr="00313984">
        <w:rPr>
          <w:rtl/>
        </w:rPr>
        <w:t>كانوا عدولاً وأهل خبرة</w:t>
      </w:r>
      <w:r w:rsidR="00610870">
        <w:rPr>
          <w:rtl/>
        </w:rPr>
        <w:t>،</w:t>
      </w:r>
      <w:r w:rsidRPr="00313984">
        <w:rPr>
          <w:rtl/>
        </w:rPr>
        <w:t xml:space="preserve"> وهذا هو بناء العقلاء</w:t>
      </w:r>
      <w:r w:rsidR="00610870">
        <w:rPr>
          <w:rtl/>
        </w:rPr>
        <w:t>؛</w:t>
      </w:r>
      <w:r w:rsidRPr="00313984">
        <w:rPr>
          <w:rtl/>
        </w:rPr>
        <w:t xml:space="preserve"> أنَّ خبر الثقة حُجَّة</w:t>
      </w:r>
      <w:r w:rsidR="00610870">
        <w:rPr>
          <w:rtl/>
        </w:rPr>
        <w:t>،</w:t>
      </w:r>
      <w:r w:rsidRPr="00313984">
        <w:rPr>
          <w:rtl/>
        </w:rPr>
        <w:t xml:space="preserve"> وأنَّهما كانا يحصلان على التوثيق بطريقة نجهلها</w:t>
      </w:r>
      <w:r w:rsidR="00610870">
        <w:rPr>
          <w:rtl/>
        </w:rPr>
        <w:t>،</w:t>
      </w:r>
      <w:r w:rsidRPr="00313984">
        <w:rPr>
          <w:rtl/>
        </w:rPr>
        <w:t xml:space="preserve"> وأنَّ تحصيلهم له كان عن حسٍّ أو على أساس حدسهم.</w:t>
      </w:r>
    </w:p>
    <w:p w:rsidR="00E07DFB" w:rsidRPr="00313984" w:rsidRDefault="00E07DFB" w:rsidP="0076266C">
      <w:pPr>
        <w:pStyle w:val="libBold1"/>
        <w:rPr>
          <w:rtl/>
        </w:rPr>
      </w:pPr>
      <w:r w:rsidRPr="00313984">
        <w:rPr>
          <w:rtl/>
        </w:rPr>
        <w:t>ثانياً: على فرض أن الشهادة كانت عن حسٍّ</w:t>
      </w:r>
      <w:r w:rsidR="00610870">
        <w:rPr>
          <w:rtl/>
        </w:rPr>
        <w:t>،</w:t>
      </w:r>
      <w:r w:rsidRPr="00313984">
        <w:rPr>
          <w:rtl/>
        </w:rPr>
        <w:t xml:space="preserve"> فلو بيَّنا لنا تلك الشهادات</w:t>
      </w:r>
      <w:r w:rsidR="00610870">
        <w:rPr>
          <w:rtl/>
        </w:rPr>
        <w:t>،</w:t>
      </w:r>
      <w:r w:rsidRPr="00313984">
        <w:rPr>
          <w:rtl/>
        </w:rPr>
        <w:t xml:space="preserve"> لكنَّا استفدنا نحن من تلك العبارات بشكل آخر</w:t>
      </w:r>
      <w:r w:rsidR="00610870">
        <w:rPr>
          <w:rtl/>
        </w:rPr>
        <w:t>،</w:t>
      </w:r>
      <w:r w:rsidRPr="00313984">
        <w:rPr>
          <w:rtl/>
        </w:rPr>
        <w:t xml:space="preserve"> خلافاً لرأي الشيخ والنجاشي</w:t>
      </w:r>
      <w:r w:rsidR="00610870">
        <w:rPr>
          <w:rtl/>
        </w:rPr>
        <w:t>.</w:t>
      </w:r>
      <w:r w:rsidRPr="00313984">
        <w:rPr>
          <w:rtl/>
        </w:rPr>
        <w:t xml:space="preserve"> فمثلاً ابن قولويه يشهد في أوَّل كتاب (كامل الزيارات)</w:t>
      </w:r>
      <w:r w:rsidR="00610870">
        <w:rPr>
          <w:rtl/>
        </w:rPr>
        <w:t>،</w:t>
      </w:r>
      <w:r w:rsidRPr="00313984">
        <w:rPr>
          <w:rtl/>
        </w:rPr>
        <w:t xml:space="preserve"> بقوله: إنَّ جميع الرواة الذين أروي عنهم هم من كبار المشايخ</w:t>
      </w:r>
      <w:r w:rsidR="00610870">
        <w:rPr>
          <w:rtl/>
        </w:rPr>
        <w:t>،</w:t>
      </w:r>
      <w:r w:rsidRPr="00313984">
        <w:rPr>
          <w:rtl/>
        </w:rPr>
        <w:t xml:space="preserve"> وإنَّني أوثِّقهم</w:t>
      </w:r>
      <w:r w:rsidR="00610870">
        <w:rPr>
          <w:rtl/>
        </w:rPr>
        <w:t>.</w:t>
      </w:r>
      <w:r w:rsidRPr="00313984">
        <w:rPr>
          <w:rtl/>
        </w:rPr>
        <w:t xml:space="preserve"> ثُمَّ يُطرَح هذا السؤال: ترى أيشمل ذلك أيضاً المشايخ الذين روى عنهم ابن قولويه (بالواسطة) كما يشمل مشايخه المباشرين؟ لقد اختلف العلماء في ذلك</w:t>
      </w:r>
      <w:r w:rsidR="00610870">
        <w:rPr>
          <w:rtl/>
        </w:rPr>
        <w:t>،</w:t>
      </w:r>
      <w:r w:rsidRPr="00313984">
        <w:rPr>
          <w:rtl/>
        </w:rPr>
        <w:t xml:space="preserve"> فمثلاً المرحوم آية الله العظمى الخوئي كان في البدء</w:t>
      </w:r>
      <w:r w:rsidR="00610870">
        <w:rPr>
          <w:rtl/>
        </w:rPr>
        <w:t xml:space="preserve"> - </w:t>
      </w:r>
      <w:r w:rsidRPr="00313984">
        <w:rPr>
          <w:rtl/>
        </w:rPr>
        <w:t>ربَّما ثلاثين سنة</w:t>
      </w:r>
      <w:r w:rsidR="00610870">
        <w:rPr>
          <w:rtl/>
        </w:rPr>
        <w:t xml:space="preserve"> - </w:t>
      </w:r>
      <w:r w:rsidRPr="00313984">
        <w:rPr>
          <w:rtl/>
        </w:rPr>
        <w:t>يعتقد أنَّ شهادة ابن قولويه في أوَّل كامل الزيارات تشمل جميع المشايخ المباشرين وغيرهم</w:t>
      </w:r>
      <w:r w:rsidR="00610870">
        <w:rPr>
          <w:rtl/>
        </w:rPr>
        <w:t>،</w:t>
      </w:r>
      <w:r w:rsidRPr="00313984">
        <w:rPr>
          <w:rtl/>
        </w:rPr>
        <w:t xml:space="preserve"> إلاّ أنَّه</w:t>
      </w:r>
      <w:r w:rsidR="00610870">
        <w:rPr>
          <w:rtl/>
        </w:rPr>
        <w:t>،</w:t>
      </w:r>
      <w:r w:rsidRPr="00313984">
        <w:rPr>
          <w:rtl/>
        </w:rPr>
        <w:t xml:space="preserve"> وفي أواخر عمره</w:t>
      </w:r>
      <w:r w:rsidR="00610870">
        <w:rPr>
          <w:rtl/>
        </w:rPr>
        <w:t>،</w:t>
      </w:r>
      <w:r w:rsidRPr="00313984">
        <w:rPr>
          <w:rtl/>
        </w:rPr>
        <w:t xml:space="preserve"> أرسل رسالة إلى ممثِّله في طهران يبدي فيها عدوله عن ذلك الرأي</w:t>
      </w:r>
      <w:r w:rsidR="00610870">
        <w:rPr>
          <w:rtl/>
        </w:rPr>
        <w:t>،</w:t>
      </w:r>
      <w:r w:rsidRPr="00313984">
        <w:rPr>
          <w:rtl/>
        </w:rPr>
        <w:t xml:space="preserve"> وأنَّ تلك الشهادة خاصة بالمباشرين</w:t>
      </w:r>
      <w:r w:rsidR="00610870">
        <w:rPr>
          <w:rtl/>
        </w:rPr>
        <w:t>.</w:t>
      </w:r>
      <w:r w:rsidRPr="00313984">
        <w:rPr>
          <w:rtl/>
        </w:rPr>
        <w:t xml:space="preserve"> ما أقوله هو: لو أنَّهم سجَّلوا تلك الشهادة</w:t>
      </w:r>
      <w:r w:rsidR="00610870">
        <w:rPr>
          <w:rtl/>
        </w:rPr>
        <w:t>،</w:t>
      </w:r>
      <w:r w:rsidRPr="00313984">
        <w:rPr>
          <w:rtl/>
        </w:rPr>
        <w:t xml:space="preserve"> فربَّما نفهم منها غير ما فهمه النجاشي أو الشيخ الطوسي.</w:t>
      </w:r>
    </w:p>
    <w:p w:rsidR="0076266C" w:rsidRDefault="00E07DFB" w:rsidP="002A0058">
      <w:pPr>
        <w:pStyle w:val="libNormal"/>
        <w:rPr>
          <w:rtl/>
        </w:rPr>
      </w:pPr>
      <w:r w:rsidRPr="00313984">
        <w:rPr>
          <w:rStyle w:val="libBold1Char"/>
          <w:rtl/>
        </w:rPr>
        <w:t>الشيخ تجليل:</w:t>
      </w:r>
      <w:r w:rsidRPr="002A0058">
        <w:rPr>
          <w:rtl/>
        </w:rPr>
        <w:t xml:space="preserve"> السبب في عدم النقل هو أنَّ كتب الرجال لم تكن مألوفة قبل النجاشي والشيخ</w:t>
      </w:r>
      <w:r w:rsidR="00610870">
        <w:rPr>
          <w:rtl/>
        </w:rPr>
        <w:t>،</w:t>
      </w:r>
      <w:r w:rsidRPr="002A0058">
        <w:rPr>
          <w:rtl/>
        </w:rPr>
        <w:t xml:space="preserve"> بل كانوا يسجِّلون نصوص الأحاديث فقط</w:t>
      </w:r>
      <w:r w:rsidR="00610870">
        <w:rPr>
          <w:rtl/>
        </w:rPr>
        <w:t>.</w:t>
      </w:r>
      <w:r w:rsidRPr="002A0058">
        <w:rPr>
          <w:rtl/>
        </w:rPr>
        <w:t xml:space="preserve"> ولم يكونوا يكتبون شيئاً عن الأشخاص</w:t>
      </w:r>
      <w:r w:rsidR="00610870">
        <w:rPr>
          <w:rtl/>
        </w:rPr>
        <w:t>،</w:t>
      </w:r>
      <w:r w:rsidRPr="002A0058">
        <w:rPr>
          <w:rtl/>
        </w:rPr>
        <w:t xml:space="preserve"> كل ما كان هو نصوص الأحاديث</w:t>
      </w:r>
      <w:r w:rsidR="00610870">
        <w:rPr>
          <w:rtl/>
        </w:rPr>
        <w:t>،</w:t>
      </w:r>
      <w:r w:rsidRPr="002A0058">
        <w:rPr>
          <w:rtl/>
        </w:rPr>
        <w:t xml:space="preserve"> وإذا كان هناك كلام عن راوٍ</w:t>
      </w:r>
      <w:r w:rsidR="00610870">
        <w:rPr>
          <w:rtl/>
        </w:rPr>
        <w:t>،</w:t>
      </w:r>
      <w:r w:rsidRPr="002A0058">
        <w:rPr>
          <w:rtl/>
        </w:rPr>
        <w:t xml:space="preserve"> فكان الكلام نفسه مكتوباً من قدح أو مدح</w:t>
      </w:r>
      <w:r w:rsidR="00610870">
        <w:rPr>
          <w:rtl/>
        </w:rPr>
        <w:t>.</w:t>
      </w:r>
      <w:r w:rsidRPr="002A0058">
        <w:rPr>
          <w:rtl/>
        </w:rPr>
        <w:t xml:space="preserve"> ولم تكن كتابة التوثيقات جارية</w:t>
      </w:r>
      <w:r w:rsidR="00610870">
        <w:rPr>
          <w:rtl/>
        </w:rPr>
        <w:t>،</w:t>
      </w:r>
      <w:r w:rsidRPr="002A0058">
        <w:rPr>
          <w:rtl/>
        </w:rPr>
        <w:t xml:space="preserve"> بل كانوا </w:t>
      </w:r>
    </w:p>
    <w:p w:rsidR="0076266C" w:rsidRDefault="0076266C" w:rsidP="00E5125A">
      <w:pPr>
        <w:pStyle w:val="libNormal"/>
      </w:pPr>
      <w:r>
        <w:rPr>
          <w:rtl/>
        </w:rPr>
        <w:br w:type="page"/>
      </w:r>
    </w:p>
    <w:p w:rsidR="00E07DFB" w:rsidRPr="00065D03" w:rsidRDefault="00E07DFB" w:rsidP="0076266C">
      <w:pPr>
        <w:pStyle w:val="libNormal0"/>
        <w:rPr>
          <w:rtl/>
        </w:rPr>
      </w:pPr>
      <w:r w:rsidRPr="002A0058">
        <w:rPr>
          <w:rtl/>
        </w:rPr>
        <w:lastRenderedPageBreak/>
        <w:t>ينقلونه من رجل إلى آخر</w:t>
      </w:r>
      <w:r w:rsidR="00610870">
        <w:rPr>
          <w:rtl/>
        </w:rPr>
        <w:t>.</w:t>
      </w:r>
      <w:r w:rsidRPr="002A0058">
        <w:rPr>
          <w:rtl/>
        </w:rPr>
        <w:t xml:space="preserve"> كأنْ يعاشر جمعٌ شيخاً لهم لمدة 15 عاماً مثلاً</w:t>
      </w:r>
      <w:r w:rsidR="00610870">
        <w:rPr>
          <w:rtl/>
        </w:rPr>
        <w:t>،</w:t>
      </w:r>
      <w:r w:rsidRPr="002A0058">
        <w:rPr>
          <w:rtl/>
        </w:rPr>
        <w:t xml:space="preserve"> ويأخذون عنه الكثير من دون أن يكون عنده شيء مكتوب</w:t>
      </w:r>
      <w:r w:rsidR="00610870">
        <w:rPr>
          <w:rtl/>
        </w:rPr>
        <w:t>،</w:t>
      </w:r>
      <w:r w:rsidRPr="002A0058">
        <w:rPr>
          <w:rtl/>
        </w:rPr>
        <w:t xml:space="preserve"> لكنَّها معلوماته المتلقَّاة من مشايخه</w:t>
      </w:r>
      <w:r w:rsidR="00610870">
        <w:rPr>
          <w:rtl/>
        </w:rPr>
        <w:t>.</w:t>
      </w:r>
      <w:r w:rsidRPr="002A0058">
        <w:rPr>
          <w:rtl/>
        </w:rPr>
        <w:t xml:space="preserve"> وكما انتقلت الأحكام بهذه الطريقة</w:t>
      </w:r>
      <w:r w:rsidR="00610870">
        <w:rPr>
          <w:rtl/>
        </w:rPr>
        <w:t>،</w:t>
      </w:r>
      <w:r w:rsidRPr="002A0058">
        <w:rPr>
          <w:rtl/>
        </w:rPr>
        <w:t xml:space="preserve"> انتقلت التوثيقات أيضاً</w:t>
      </w:r>
      <w:r w:rsidR="00610870">
        <w:rPr>
          <w:rtl/>
        </w:rPr>
        <w:t>.</w:t>
      </w:r>
      <w:r w:rsidRPr="002A0058">
        <w:rPr>
          <w:rtl/>
        </w:rPr>
        <w:t xml:space="preserve"> وقد بنى العقلاء على عدم متابعة الشهادات</w:t>
      </w:r>
      <w:r w:rsidR="00610870">
        <w:rPr>
          <w:rtl/>
        </w:rPr>
        <w:t>.</w:t>
      </w:r>
      <w:r w:rsidRPr="002A0058">
        <w:rPr>
          <w:rtl/>
        </w:rPr>
        <w:t xml:space="preserve"> فعندما ينقل شاهد عدل خبراً ما عن أمرٍ محسوس</w:t>
      </w:r>
      <w:r w:rsidR="00610870">
        <w:rPr>
          <w:rtl/>
        </w:rPr>
        <w:t>،</w:t>
      </w:r>
      <w:r w:rsidRPr="002A0058">
        <w:rPr>
          <w:rtl/>
        </w:rPr>
        <w:t xml:space="preserve"> يقبله العقلاء ولو كان</w:t>
      </w:r>
      <w:r w:rsidR="0076266C">
        <w:rPr>
          <w:rFonts w:hint="cs"/>
          <w:rtl/>
        </w:rPr>
        <w:t xml:space="preserve"> </w:t>
      </w:r>
      <w:r w:rsidRPr="00065D03">
        <w:rPr>
          <w:rtl/>
        </w:rPr>
        <w:t>هناك احتمال أن يكون قد استنبطه</w:t>
      </w:r>
      <w:r w:rsidR="00610870">
        <w:rPr>
          <w:rtl/>
        </w:rPr>
        <w:t>،</w:t>
      </w:r>
      <w:r w:rsidRPr="00065D03">
        <w:rPr>
          <w:rtl/>
        </w:rPr>
        <w:t xml:space="preserve"> فهم يقبلون بالأمر المحسوس والقريب من الحس.</w:t>
      </w:r>
    </w:p>
    <w:p w:rsidR="00E07DFB" w:rsidRPr="00065D03" w:rsidRDefault="00E07DFB" w:rsidP="00065D03">
      <w:pPr>
        <w:pStyle w:val="libNormal"/>
        <w:rPr>
          <w:rtl/>
        </w:rPr>
      </w:pPr>
      <w:r w:rsidRPr="00065D03">
        <w:rPr>
          <w:rtl/>
        </w:rPr>
        <w:t>نعم</w:t>
      </w:r>
      <w:r w:rsidR="00610870">
        <w:rPr>
          <w:rtl/>
        </w:rPr>
        <w:t>،</w:t>
      </w:r>
      <w:r w:rsidRPr="00065D03">
        <w:rPr>
          <w:rtl/>
        </w:rPr>
        <w:t xml:space="preserve"> إذا كان أمراً غير محسوس</w:t>
      </w:r>
      <w:r w:rsidR="00610870">
        <w:rPr>
          <w:rtl/>
        </w:rPr>
        <w:t>،</w:t>
      </w:r>
      <w:r w:rsidRPr="00065D03">
        <w:rPr>
          <w:rtl/>
        </w:rPr>
        <w:t xml:space="preserve"> لا يقبله العقلاء</w:t>
      </w:r>
      <w:r w:rsidR="009C148C">
        <w:rPr>
          <w:rtl/>
        </w:rPr>
        <w:t xml:space="preserve"> كشهادة</w:t>
      </w:r>
      <w:r w:rsidR="00610870">
        <w:rPr>
          <w:rtl/>
        </w:rPr>
        <w:t>.</w:t>
      </w:r>
      <w:r w:rsidR="009C148C">
        <w:rPr>
          <w:rtl/>
        </w:rPr>
        <w:t xml:space="preserve"> ففي الأمر غير المحسوس</w:t>
      </w:r>
      <w:r w:rsidRPr="00065D03">
        <w:rPr>
          <w:rtl/>
        </w:rPr>
        <w:t>، إذا كان الناقل خبيراً</w:t>
      </w:r>
      <w:r w:rsidR="00610870">
        <w:rPr>
          <w:rtl/>
        </w:rPr>
        <w:t>،</w:t>
      </w:r>
      <w:r w:rsidRPr="00065D03">
        <w:rPr>
          <w:rtl/>
        </w:rPr>
        <w:t xml:space="preserve"> فيقبل منه لكونه خبيراً</w:t>
      </w:r>
      <w:r w:rsidR="00610870">
        <w:rPr>
          <w:rtl/>
        </w:rPr>
        <w:t>،</w:t>
      </w:r>
      <w:r w:rsidRPr="00065D03">
        <w:rPr>
          <w:rtl/>
        </w:rPr>
        <w:t xml:space="preserve"> وليس كشهادة.</w:t>
      </w:r>
    </w:p>
    <w:p w:rsidR="00E07DFB" w:rsidRPr="002A0058" w:rsidRDefault="00E07DFB" w:rsidP="002A0058">
      <w:pPr>
        <w:pStyle w:val="libNormal"/>
        <w:rPr>
          <w:rtl/>
        </w:rPr>
      </w:pPr>
      <w:r w:rsidRPr="00313984">
        <w:rPr>
          <w:rStyle w:val="libBold1Char"/>
          <w:rtl/>
        </w:rPr>
        <w:t>ثانياً:</w:t>
      </w:r>
      <w:r w:rsidRPr="002A0058">
        <w:rPr>
          <w:rtl/>
        </w:rPr>
        <w:t xml:space="preserve"> إذا لم نقبل بهذا الكلام</w:t>
      </w:r>
      <w:r w:rsidR="00610870">
        <w:rPr>
          <w:rtl/>
        </w:rPr>
        <w:t>،</w:t>
      </w:r>
      <w:r w:rsidRPr="002A0058">
        <w:rPr>
          <w:rtl/>
        </w:rPr>
        <w:t xml:space="preserve"> فسنصل إلى الانسد</w:t>
      </w:r>
      <w:r w:rsidR="009C148C">
        <w:rPr>
          <w:rtl/>
        </w:rPr>
        <w:t>اد</w:t>
      </w:r>
      <w:r w:rsidR="00610870">
        <w:rPr>
          <w:rtl/>
        </w:rPr>
        <w:t>،</w:t>
      </w:r>
      <w:r w:rsidR="009C148C">
        <w:rPr>
          <w:rtl/>
        </w:rPr>
        <w:t xml:space="preserve"> وعند الانسداد نصبح في حيرة</w:t>
      </w:r>
      <w:r w:rsidRPr="002A0058">
        <w:rPr>
          <w:rtl/>
        </w:rPr>
        <w:t>، وليس لدينا غير هذه الروايات</w:t>
      </w:r>
      <w:r w:rsidR="00610870">
        <w:rPr>
          <w:rtl/>
        </w:rPr>
        <w:t>،</w:t>
      </w:r>
      <w:r w:rsidRPr="002A0058">
        <w:rPr>
          <w:rtl/>
        </w:rPr>
        <w:t xml:space="preserve"> نضطر لخلط الرطب باليابس</w:t>
      </w:r>
      <w:r w:rsidR="00610870">
        <w:rPr>
          <w:rtl/>
        </w:rPr>
        <w:t>،</w:t>
      </w:r>
      <w:r w:rsidRPr="002A0058">
        <w:rPr>
          <w:rtl/>
        </w:rPr>
        <w:t xml:space="preserve"> أو في الحد الأدنى أن نجعل كلامهم معياراً</w:t>
      </w:r>
      <w:r w:rsidR="00610870">
        <w:rPr>
          <w:rtl/>
        </w:rPr>
        <w:t>.</w:t>
      </w:r>
      <w:r w:rsidRPr="002A0058">
        <w:rPr>
          <w:rtl/>
        </w:rPr>
        <w:t xml:space="preserve"> ومن باب الانسداد لا بدَّ لنا من الاعتماد على توثيقاتهم</w:t>
      </w:r>
      <w:r w:rsidR="00610870">
        <w:rPr>
          <w:rtl/>
        </w:rPr>
        <w:t>،</w:t>
      </w:r>
      <w:r w:rsidRPr="002A0058">
        <w:rPr>
          <w:rtl/>
        </w:rPr>
        <w:t xml:space="preserve"> أليس من الأفضل أن نستفيد من هذا الممكن</w:t>
      </w:r>
      <w:r w:rsidR="00610870">
        <w:rPr>
          <w:rtl/>
        </w:rPr>
        <w:t>،</w:t>
      </w:r>
      <w:r w:rsidRPr="002A0058">
        <w:rPr>
          <w:rtl/>
        </w:rPr>
        <w:t xml:space="preserve"> ولو كان هناك خير منه</w:t>
      </w:r>
      <w:r w:rsidR="00610870">
        <w:rPr>
          <w:rtl/>
        </w:rPr>
        <w:t>،</w:t>
      </w:r>
      <w:r w:rsidRPr="002A0058">
        <w:rPr>
          <w:rtl/>
        </w:rPr>
        <w:t xml:space="preserve"> لأخذنا به</w:t>
      </w:r>
      <w:r w:rsidR="00610870">
        <w:rPr>
          <w:rtl/>
        </w:rPr>
        <w:t>،</w:t>
      </w:r>
      <w:r w:rsidRPr="002A0058">
        <w:rPr>
          <w:rtl/>
        </w:rPr>
        <w:t xml:space="preserve"> لكن لا يوجد</w:t>
      </w:r>
      <w:r w:rsidR="00610870">
        <w:rPr>
          <w:rtl/>
        </w:rPr>
        <w:t>،</w:t>
      </w:r>
      <w:r w:rsidRPr="002A0058">
        <w:rPr>
          <w:rtl/>
        </w:rPr>
        <w:t xml:space="preserve"> هذا هو المتوافر.</w:t>
      </w:r>
    </w:p>
    <w:p w:rsidR="00E07DFB" w:rsidRPr="00313984" w:rsidRDefault="00E07DFB" w:rsidP="00313984">
      <w:pPr>
        <w:pStyle w:val="libBold1"/>
        <w:rPr>
          <w:rtl/>
        </w:rPr>
      </w:pPr>
      <w:r w:rsidRPr="00313984">
        <w:rPr>
          <w:rtl/>
        </w:rPr>
        <w:t>* لقد اقتنع بعض الفقهاء بعدم إمكانية تحصيل العلم بالأسانيد أو الوثاقة (انسداد باب العلم)</w:t>
      </w:r>
      <w:r w:rsidR="00610870">
        <w:rPr>
          <w:rtl/>
        </w:rPr>
        <w:t>،</w:t>
      </w:r>
      <w:r w:rsidRPr="00313984">
        <w:rPr>
          <w:rtl/>
        </w:rPr>
        <w:t xml:space="preserve"> وبالتالي يجوز الاعتماد على الظن مطلقاً؟</w:t>
      </w:r>
    </w:p>
    <w:p w:rsidR="00E07DFB" w:rsidRPr="002A0058" w:rsidRDefault="00E07DFB" w:rsidP="002A0058">
      <w:pPr>
        <w:pStyle w:val="libNormal"/>
        <w:rPr>
          <w:rtl/>
        </w:rPr>
      </w:pPr>
      <w:r w:rsidRPr="00313984">
        <w:rPr>
          <w:rStyle w:val="libBold1Char"/>
          <w:rtl/>
        </w:rPr>
        <w:t>الشيخ تجليل:</w:t>
      </w:r>
      <w:r w:rsidRPr="002A0058">
        <w:rPr>
          <w:rtl/>
        </w:rPr>
        <w:t xml:space="preserve"> الانسداد مرحلي أيضاً</w:t>
      </w:r>
      <w:r w:rsidR="00610870">
        <w:rPr>
          <w:rtl/>
        </w:rPr>
        <w:t>،</w:t>
      </w:r>
      <w:r w:rsidRPr="002A0058">
        <w:rPr>
          <w:rtl/>
        </w:rPr>
        <w:t xml:space="preserve"> ولا يجوز العمل مباشرة بأيِّ ظن</w:t>
      </w:r>
      <w:r w:rsidR="00610870">
        <w:rPr>
          <w:rtl/>
        </w:rPr>
        <w:t>،</w:t>
      </w:r>
      <w:r w:rsidRPr="002A0058">
        <w:rPr>
          <w:rtl/>
        </w:rPr>
        <w:t xml:space="preserve"> بل لا بدَّ من مراعاة مراتب الظن.</w:t>
      </w:r>
    </w:p>
    <w:p w:rsidR="00E07DFB" w:rsidRPr="00313984" w:rsidRDefault="00E07DFB" w:rsidP="00313984">
      <w:pPr>
        <w:pStyle w:val="libBold1"/>
        <w:rPr>
          <w:rtl/>
        </w:rPr>
      </w:pPr>
      <w:r w:rsidRPr="00313984">
        <w:rPr>
          <w:rtl/>
        </w:rPr>
        <w:t>* نقصد الانسداد السَّنَدي</w:t>
      </w:r>
      <w:r w:rsidR="00610870">
        <w:rPr>
          <w:rtl/>
        </w:rPr>
        <w:t>.</w:t>
      </w:r>
      <w:r w:rsidRPr="00313984">
        <w:rPr>
          <w:rtl/>
        </w:rPr>
        <w:t xml:space="preserve"> إذا كان العُرف بين القدماء لا يقضي بالتوثيقات</w:t>
      </w:r>
      <w:r w:rsidR="00610870">
        <w:rPr>
          <w:rtl/>
        </w:rPr>
        <w:t>،</w:t>
      </w:r>
      <w:r w:rsidRPr="00313984">
        <w:rPr>
          <w:rtl/>
        </w:rPr>
        <w:t xml:space="preserve"> فستبقى تلك المشكلة والشبهة</w:t>
      </w:r>
      <w:r w:rsidR="00610870">
        <w:rPr>
          <w:rtl/>
        </w:rPr>
        <w:t>،</w:t>
      </w:r>
      <w:r w:rsidRPr="00313984">
        <w:rPr>
          <w:rtl/>
        </w:rPr>
        <w:t xml:space="preserve"> وهي: لو أنَّهم سجَّلوا لنا مستنداتهم التي اعتمدوها في التوثيق</w:t>
      </w:r>
      <w:r w:rsidR="00610870">
        <w:rPr>
          <w:rtl/>
        </w:rPr>
        <w:t>،</w:t>
      </w:r>
      <w:r w:rsidRPr="00313984">
        <w:rPr>
          <w:rtl/>
        </w:rPr>
        <w:t xml:space="preserve"> لربَّما استنبطنا منها غير ما استفاده منها الشيخ والنجاشي</w:t>
      </w:r>
      <w:r w:rsidR="00610870">
        <w:rPr>
          <w:rtl/>
        </w:rPr>
        <w:t>،</w:t>
      </w:r>
      <w:r w:rsidRPr="00313984">
        <w:rPr>
          <w:rtl/>
        </w:rPr>
        <w:t xml:space="preserve"> إلاّ إذا كان القسم الأخير من جوابكم هو الجواب عن هذا السؤال</w:t>
      </w:r>
      <w:r w:rsidR="00610870">
        <w:rPr>
          <w:rtl/>
        </w:rPr>
        <w:t>؛</w:t>
      </w:r>
      <w:r w:rsidRPr="00313984">
        <w:rPr>
          <w:rtl/>
        </w:rPr>
        <w:t xml:space="preserve"> أي أنَّ معيار العقلاء كان هذا.</w:t>
      </w:r>
    </w:p>
    <w:p w:rsidR="002379D1" w:rsidRDefault="00E07DFB" w:rsidP="002A0058">
      <w:pPr>
        <w:pStyle w:val="libNormal"/>
        <w:rPr>
          <w:rtl/>
        </w:rPr>
      </w:pPr>
      <w:r w:rsidRPr="00313984">
        <w:rPr>
          <w:rStyle w:val="libBold1Char"/>
          <w:rtl/>
        </w:rPr>
        <w:t xml:space="preserve">الشيخ تجليل: </w:t>
      </w:r>
      <w:r w:rsidRPr="002A0058">
        <w:rPr>
          <w:rtl/>
        </w:rPr>
        <w:t>كل يوم كانت جماعة من الرواة تحضر في المجلس</w:t>
      </w:r>
      <w:r w:rsidR="00610870">
        <w:rPr>
          <w:rtl/>
        </w:rPr>
        <w:t>،</w:t>
      </w:r>
      <w:r w:rsidRPr="002A0058">
        <w:rPr>
          <w:rtl/>
        </w:rPr>
        <w:t xml:space="preserve"> وهذا الشخص كان شيخ الرواية لمدة خمسين عاماً</w:t>
      </w:r>
      <w:r w:rsidR="00610870">
        <w:rPr>
          <w:rtl/>
        </w:rPr>
        <w:t>،</w:t>
      </w:r>
      <w:r w:rsidRPr="002A0058">
        <w:rPr>
          <w:rtl/>
        </w:rPr>
        <w:t xml:space="preserve"> فكيف لا يعرفونه.</w:t>
      </w:r>
    </w:p>
    <w:p w:rsidR="002379D1" w:rsidRDefault="002379D1" w:rsidP="00E5125A">
      <w:pPr>
        <w:pStyle w:val="libNormal"/>
      </w:pPr>
      <w:r>
        <w:rPr>
          <w:rtl/>
        </w:rPr>
        <w:br w:type="page"/>
      </w:r>
    </w:p>
    <w:p w:rsidR="00E07DFB" w:rsidRPr="00065D03" w:rsidRDefault="00E07DFB" w:rsidP="00065D03">
      <w:pPr>
        <w:pStyle w:val="libNormal"/>
        <w:rPr>
          <w:rtl/>
        </w:rPr>
      </w:pPr>
      <w:r w:rsidRPr="00065D03">
        <w:rPr>
          <w:rtl/>
        </w:rPr>
        <w:lastRenderedPageBreak/>
        <w:t>جماعة من الرواة كانوا يعرفون إبراهيم بن هاشم</w:t>
      </w:r>
      <w:r w:rsidR="00610870">
        <w:rPr>
          <w:rtl/>
        </w:rPr>
        <w:t>،</w:t>
      </w:r>
      <w:r w:rsidRPr="00065D03">
        <w:rPr>
          <w:rtl/>
        </w:rPr>
        <w:t xml:space="preserve"> فكيف نتصوَّر أنَّهم لا يعرفونه</w:t>
      </w:r>
      <w:r w:rsidR="00610870">
        <w:rPr>
          <w:rtl/>
        </w:rPr>
        <w:t>.</w:t>
      </w:r>
      <w:r w:rsidRPr="00065D03">
        <w:rPr>
          <w:rtl/>
        </w:rPr>
        <w:t xml:space="preserve"> لهذا نقول: إنَّ أحد مصادر توثيقنا هو هذا الأمر</w:t>
      </w:r>
      <w:r w:rsidR="00610870">
        <w:rPr>
          <w:rtl/>
        </w:rPr>
        <w:t>،</w:t>
      </w:r>
      <w:r w:rsidRPr="00065D03">
        <w:rPr>
          <w:rtl/>
        </w:rPr>
        <w:t xml:space="preserve"> ولعله كان أحد أهم طرق التوثيق لدى القدماء أيضاً</w:t>
      </w:r>
      <w:r w:rsidR="00610870">
        <w:rPr>
          <w:rtl/>
        </w:rPr>
        <w:t>.</w:t>
      </w:r>
      <w:r w:rsidRPr="00065D03">
        <w:rPr>
          <w:rtl/>
        </w:rPr>
        <w:t xml:space="preserve"> فشيخ الرواية</w:t>
      </w:r>
      <w:r w:rsidR="00610870">
        <w:rPr>
          <w:rtl/>
        </w:rPr>
        <w:t>،</w:t>
      </w:r>
      <w:r w:rsidRPr="00065D03">
        <w:rPr>
          <w:rtl/>
        </w:rPr>
        <w:t xml:space="preserve"> لا شيخ الإجازة</w:t>
      </w:r>
      <w:r w:rsidR="00610870">
        <w:rPr>
          <w:rtl/>
        </w:rPr>
        <w:t>،</w:t>
      </w:r>
      <w:r w:rsidRPr="00065D03">
        <w:rPr>
          <w:rtl/>
        </w:rPr>
        <w:t xml:space="preserve"> هو الشخص الذي كانوا يقصدونه كل يوم ليأخذوا الروايات عنه</w:t>
      </w:r>
      <w:r w:rsidR="00610870">
        <w:rPr>
          <w:rtl/>
        </w:rPr>
        <w:t>،</w:t>
      </w:r>
      <w:r w:rsidRPr="00065D03">
        <w:rPr>
          <w:rtl/>
        </w:rPr>
        <w:t xml:space="preserve"> فجماعة من رواتنا كانوا هكذا.</w:t>
      </w:r>
    </w:p>
    <w:p w:rsidR="00E07DFB" w:rsidRPr="00065D03" w:rsidRDefault="00E07DFB" w:rsidP="00065D03">
      <w:pPr>
        <w:pStyle w:val="libNormal"/>
        <w:rPr>
          <w:rtl/>
        </w:rPr>
      </w:pPr>
      <w:r w:rsidRPr="00065D03">
        <w:rPr>
          <w:rtl/>
        </w:rPr>
        <w:t>على أيِّ حال</w:t>
      </w:r>
      <w:r w:rsidR="00610870">
        <w:rPr>
          <w:rtl/>
        </w:rPr>
        <w:t>،</w:t>
      </w:r>
      <w:r w:rsidRPr="00065D03">
        <w:rPr>
          <w:rtl/>
        </w:rPr>
        <w:t xml:space="preserve"> فإنَّ الأمر المهم هو أنَّ فقهائنا ومحدثينا كانوا يثقون بأولئك</w:t>
      </w:r>
      <w:r w:rsidR="00610870">
        <w:rPr>
          <w:rtl/>
        </w:rPr>
        <w:t>،</w:t>
      </w:r>
      <w:r w:rsidRPr="00065D03">
        <w:rPr>
          <w:rtl/>
        </w:rPr>
        <w:t xml:space="preserve"> وملأوا كتبهم من أحاديث أولئك</w:t>
      </w:r>
      <w:r w:rsidR="00610870">
        <w:rPr>
          <w:rtl/>
        </w:rPr>
        <w:t>،</w:t>
      </w:r>
      <w:r w:rsidRPr="00065D03">
        <w:rPr>
          <w:rtl/>
        </w:rPr>
        <w:t xml:space="preserve"> فالكليني</w:t>
      </w:r>
      <w:r w:rsidR="00610870">
        <w:rPr>
          <w:rtl/>
        </w:rPr>
        <w:t xml:space="preserve"> - </w:t>
      </w:r>
      <w:r w:rsidRPr="00065D03">
        <w:rPr>
          <w:rtl/>
        </w:rPr>
        <w:t>مثلاً</w:t>
      </w:r>
      <w:r w:rsidR="00610870">
        <w:rPr>
          <w:rtl/>
        </w:rPr>
        <w:t xml:space="preserve"> - </w:t>
      </w:r>
      <w:r w:rsidRPr="00065D03">
        <w:rPr>
          <w:rtl/>
        </w:rPr>
        <w:t>أخذ عن الراوي الفلاني كثيراً من الأحاديث</w:t>
      </w:r>
      <w:r w:rsidR="00610870">
        <w:rPr>
          <w:rtl/>
        </w:rPr>
        <w:t>،</w:t>
      </w:r>
      <w:r w:rsidRPr="00065D03">
        <w:rPr>
          <w:rtl/>
        </w:rPr>
        <w:t xml:space="preserve"> ويقول في أول كتابه أيضاً: إنِّي جمعت الأحاديث الصحيحة</w:t>
      </w:r>
      <w:r w:rsidR="00610870">
        <w:rPr>
          <w:rtl/>
        </w:rPr>
        <w:t>.</w:t>
      </w:r>
      <w:r w:rsidRPr="00065D03">
        <w:rPr>
          <w:rtl/>
        </w:rPr>
        <w:t xml:space="preserve"> هذا الاعتماد نفسه مصدر لاستنباط الوثاقة.</w:t>
      </w:r>
    </w:p>
    <w:p w:rsidR="00E07DFB" w:rsidRPr="00065D03" w:rsidRDefault="00E07DFB" w:rsidP="00283EDA">
      <w:pPr>
        <w:pStyle w:val="libNormal"/>
        <w:rPr>
          <w:rtl/>
        </w:rPr>
      </w:pPr>
      <w:r w:rsidRPr="00065D03">
        <w:rPr>
          <w:rtl/>
        </w:rPr>
        <w:t>ويعتقد آية الله العظمى البروجردي بضرورة عدم الاكتفاء بالمقدار المحدَّد من التوثيقات التي جاءت في رجال النجاشي والشيخ وأمثالهم</w:t>
      </w:r>
      <w:r w:rsidR="00610870">
        <w:rPr>
          <w:rtl/>
        </w:rPr>
        <w:t>.</w:t>
      </w:r>
      <w:r w:rsidRPr="00065D03">
        <w:rPr>
          <w:rtl/>
        </w:rPr>
        <w:t xml:space="preserve"> هذه الثقة التي منحها القدماء</w:t>
      </w:r>
      <w:r w:rsidR="00610870">
        <w:rPr>
          <w:rtl/>
        </w:rPr>
        <w:t xml:space="preserve"> - </w:t>
      </w:r>
      <w:r w:rsidRPr="00065D03">
        <w:rPr>
          <w:rtl/>
        </w:rPr>
        <w:t xml:space="preserve">مثل الكليني </w:t>
      </w:r>
      <w:r w:rsidR="00283EDA" w:rsidRPr="00283EDA">
        <w:rPr>
          <w:rStyle w:val="libAlaemChar"/>
          <w:rtl/>
        </w:rPr>
        <w:t>رضي‌الله‌عنه</w:t>
      </w:r>
      <w:r w:rsidR="00610870">
        <w:rPr>
          <w:rtl/>
        </w:rPr>
        <w:t xml:space="preserve"> - </w:t>
      </w:r>
      <w:r w:rsidRPr="00065D03">
        <w:rPr>
          <w:rtl/>
        </w:rPr>
        <w:t>لأحاديث أولئك</w:t>
      </w:r>
      <w:r w:rsidR="00610870">
        <w:rPr>
          <w:rtl/>
        </w:rPr>
        <w:t>،</w:t>
      </w:r>
      <w:r w:rsidRPr="00065D03">
        <w:rPr>
          <w:rtl/>
        </w:rPr>
        <w:t xml:space="preserve"> وأصدروا فتاواهم بالاعتماد عليها</w:t>
      </w:r>
      <w:r w:rsidR="00610870">
        <w:rPr>
          <w:rtl/>
        </w:rPr>
        <w:t>،</w:t>
      </w:r>
      <w:r w:rsidRPr="00065D03">
        <w:rPr>
          <w:rtl/>
        </w:rPr>
        <w:t xml:space="preserve"> هي أفضل وسيلة لإحراز الوثوق بها.</w:t>
      </w:r>
    </w:p>
    <w:p w:rsidR="00E07DFB" w:rsidRPr="00313984" w:rsidRDefault="00E07DFB" w:rsidP="00313984">
      <w:pPr>
        <w:pStyle w:val="libBold1"/>
        <w:rPr>
          <w:rtl/>
        </w:rPr>
      </w:pPr>
      <w:r w:rsidRPr="00313984">
        <w:rPr>
          <w:rtl/>
        </w:rPr>
        <w:t>* ذكرتم الشهادات المتأخِّرة عن الشيخ والنجاشي</w:t>
      </w:r>
      <w:r w:rsidR="00610870">
        <w:rPr>
          <w:rtl/>
        </w:rPr>
        <w:t>،</w:t>
      </w:r>
      <w:r w:rsidRPr="00313984">
        <w:rPr>
          <w:rtl/>
        </w:rPr>
        <w:t xml:space="preserve"> مثل شهادة العلاَّمة</w:t>
      </w:r>
      <w:r w:rsidR="00610870">
        <w:rPr>
          <w:rtl/>
        </w:rPr>
        <w:t>.</w:t>
      </w:r>
      <w:r w:rsidRPr="00313984">
        <w:rPr>
          <w:rtl/>
        </w:rPr>
        <w:t xml:space="preserve"> السؤال هو: إنَّ العلاَّمة مثل الشيخ</w:t>
      </w:r>
      <w:r w:rsidR="00610870">
        <w:rPr>
          <w:rtl/>
        </w:rPr>
        <w:t>؛</w:t>
      </w:r>
      <w:r w:rsidRPr="00313984">
        <w:rPr>
          <w:rtl/>
        </w:rPr>
        <w:t xml:space="preserve"> فقيه وعادل وثقة</w:t>
      </w:r>
      <w:r w:rsidR="00610870">
        <w:rPr>
          <w:rtl/>
        </w:rPr>
        <w:t>،</w:t>
      </w:r>
      <w:r w:rsidRPr="00313984">
        <w:rPr>
          <w:rtl/>
        </w:rPr>
        <w:t xml:space="preserve"> ويندر وجود نظير له في علمه</w:t>
      </w:r>
      <w:r w:rsidR="00610870">
        <w:rPr>
          <w:rtl/>
        </w:rPr>
        <w:t>،</w:t>
      </w:r>
      <w:r w:rsidRPr="00313984">
        <w:rPr>
          <w:rtl/>
        </w:rPr>
        <w:t xml:space="preserve"> ورغم أنَّه من أهل الخبرة وأهل الثقة والفن وغير ذلك</w:t>
      </w:r>
      <w:r w:rsidR="00610870">
        <w:rPr>
          <w:rtl/>
        </w:rPr>
        <w:t>،</w:t>
      </w:r>
      <w:r w:rsidRPr="00313984">
        <w:rPr>
          <w:rtl/>
        </w:rPr>
        <w:t xml:space="preserve"> وعندما يقدِّم شهادةً ما</w:t>
      </w:r>
      <w:r w:rsidR="00610870">
        <w:rPr>
          <w:rtl/>
        </w:rPr>
        <w:t>،</w:t>
      </w:r>
      <w:r w:rsidRPr="00313984">
        <w:rPr>
          <w:rtl/>
        </w:rPr>
        <w:t xml:space="preserve"> ويقبل بالشهادة عن حسٍّ</w:t>
      </w:r>
      <w:r w:rsidR="00610870">
        <w:rPr>
          <w:rtl/>
        </w:rPr>
        <w:t>،</w:t>
      </w:r>
      <w:r w:rsidRPr="00313984">
        <w:rPr>
          <w:rtl/>
        </w:rPr>
        <w:t xml:space="preserve"> ويرفض الشهادة عن حدسٍ</w:t>
      </w:r>
      <w:r w:rsidR="00610870">
        <w:rPr>
          <w:rtl/>
        </w:rPr>
        <w:t>،</w:t>
      </w:r>
      <w:r w:rsidRPr="00313984">
        <w:rPr>
          <w:rtl/>
        </w:rPr>
        <w:t xml:space="preserve"> فكيف يشهد بتوثيق راوٍ عن حدسٍ</w:t>
      </w:r>
      <w:r w:rsidR="00610870">
        <w:rPr>
          <w:rtl/>
        </w:rPr>
        <w:t>؛</w:t>
      </w:r>
      <w:r w:rsidRPr="00313984">
        <w:rPr>
          <w:rtl/>
        </w:rPr>
        <w:t xml:space="preserve"> أي يشهد لِمَا يعمل خلافَه في الفقه</w:t>
      </w:r>
      <w:r w:rsidR="00610870">
        <w:rPr>
          <w:rtl/>
        </w:rPr>
        <w:t>،</w:t>
      </w:r>
      <w:r w:rsidRPr="00313984">
        <w:rPr>
          <w:rtl/>
        </w:rPr>
        <w:t xml:space="preserve"> هل هذا مقبول؟</w:t>
      </w:r>
    </w:p>
    <w:p w:rsidR="002379D1" w:rsidRDefault="00E07DFB" w:rsidP="002379D1">
      <w:pPr>
        <w:pStyle w:val="libNormal"/>
        <w:rPr>
          <w:rtl/>
        </w:rPr>
      </w:pPr>
      <w:r w:rsidRPr="00313984">
        <w:rPr>
          <w:rStyle w:val="libBold1Char"/>
          <w:rtl/>
        </w:rPr>
        <w:t>الشيخ تجليل:</w:t>
      </w:r>
      <w:r w:rsidRPr="002A0058">
        <w:rPr>
          <w:rtl/>
        </w:rPr>
        <w:t xml:space="preserve"> إنَّه لا يقول: إنَّ شهادتي حُجَّة</w:t>
      </w:r>
      <w:r w:rsidR="00610870">
        <w:rPr>
          <w:rtl/>
        </w:rPr>
        <w:t>،</w:t>
      </w:r>
      <w:r w:rsidRPr="002A0058">
        <w:rPr>
          <w:rtl/>
        </w:rPr>
        <w:t xml:space="preserve"> فلو قال ذلك لكان قوله خلاف رأيه هو</w:t>
      </w:r>
      <w:r w:rsidR="00610870">
        <w:rPr>
          <w:rtl/>
        </w:rPr>
        <w:t>،</w:t>
      </w:r>
      <w:r w:rsidRPr="002A0058">
        <w:rPr>
          <w:rtl/>
        </w:rPr>
        <w:t xml:space="preserve"> إنَّه يكتب في الرجال: لقد ثبت لديَّ أنَّ فلاناً موثَّق</w:t>
      </w:r>
      <w:r w:rsidR="00610870">
        <w:rPr>
          <w:rtl/>
        </w:rPr>
        <w:t>؛</w:t>
      </w:r>
      <w:r w:rsidRPr="002A0058">
        <w:rPr>
          <w:rtl/>
        </w:rPr>
        <w:t xml:space="preserve"> أي هذا ما</w:t>
      </w:r>
      <w:r w:rsidR="002379D1">
        <w:rPr>
          <w:rFonts w:hint="cs"/>
          <w:rtl/>
        </w:rPr>
        <w:t xml:space="preserve"> </w:t>
      </w:r>
      <w:r w:rsidR="002379D1">
        <w:rPr>
          <w:rtl/>
        </w:rPr>
        <w:t>فهمته أو استنتجته</w:t>
      </w:r>
      <w:r w:rsidRPr="00065D03">
        <w:rPr>
          <w:rtl/>
        </w:rPr>
        <w:t>، ولم يقل: هو حُجَّة عليكم</w:t>
      </w:r>
      <w:r w:rsidR="00610870">
        <w:rPr>
          <w:rtl/>
        </w:rPr>
        <w:t>،</w:t>
      </w:r>
      <w:r w:rsidRPr="00065D03">
        <w:rPr>
          <w:rtl/>
        </w:rPr>
        <w:t xml:space="preserve"> تماماً كما يكتب في الكتب الفقهية ثبت لديَّ أنَّ حكم الله هو كذا.</w:t>
      </w:r>
    </w:p>
    <w:p w:rsidR="002379D1" w:rsidRDefault="002379D1" w:rsidP="00E5125A">
      <w:pPr>
        <w:pStyle w:val="libNormal"/>
      </w:pPr>
      <w:r>
        <w:rPr>
          <w:rtl/>
        </w:rPr>
        <w:br w:type="page"/>
      </w:r>
    </w:p>
    <w:p w:rsidR="00E07DFB" w:rsidRPr="00313984" w:rsidRDefault="00E07DFB" w:rsidP="00313984">
      <w:pPr>
        <w:pStyle w:val="libBold1"/>
        <w:rPr>
          <w:rtl/>
        </w:rPr>
      </w:pPr>
      <w:r w:rsidRPr="00313984">
        <w:rPr>
          <w:rtl/>
        </w:rPr>
        <w:lastRenderedPageBreak/>
        <w:t>* وهل يُعطي في كتاب الرجال رأياً وفتوىً أو شهادةً؟</w:t>
      </w:r>
    </w:p>
    <w:p w:rsidR="00E07DFB" w:rsidRPr="002A0058" w:rsidRDefault="00E07DFB" w:rsidP="002A0058">
      <w:pPr>
        <w:pStyle w:val="libNormal"/>
        <w:rPr>
          <w:rtl/>
        </w:rPr>
      </w:pPr>
      <w:r w:rsidRPr="00313984">
        <w:rPr>
          <w:rStyle w:val="libBold1Char"/>
          <w:rtl/>
        </w:rPr>
        <w:t>الشيخ تجليل:</w:t>
      </w:r>
      <w:r w:rsidRPr="002A0058">
        <w:rPr>
          <w:rtl/>
        </w:rPr>
        <w:t xml:space="preserve"> علينا أن ننظر هل نعدُّ ذلك شهادة أو لا؟ بالنسبة إليه فإنَّ كل ما لديه هو استنباط</w:t>
      </w:r>
      <w:r w:rsidR="00610870">
        <w:rPr>
          <w:rtl/>
        </w:rPr>
        <w:t>.</w:t>
      </w:r>
      <w:r w:rsidRPr="002A0058">
        <w:rPr>
          <w:rtl/>
        </w:rPr>
        <w:t xml:space="preserve"> ومصادره محدودة بما هو بين أيدينا</w:t>
      </w:r>
      <w:r w:rsidR="00610870">
        <w:rPr>
          <w:rtl/>
        </w:rPr>
        <w:t>،</w:t>
      </w:r>
      <w:r w:rsidRPr="002A0058">
        <w:rPr>
          <w:rtl/>
        </w:rPr>
        <w:t xml:space="preserve"> ولم يكن بين يديه أمرٌ آخر وجديد.</w:t>
      </w:r>
    </w:p>
    <w:p w:rsidR="00E07DFB" w:rsidRPr="00313984" w:rsidRDefault="00E07DFB" w:rsidP="00313984">
      <w:pPr>
        <w:pStyle w:val="libBold1"/>
        <w:rPr>
          <w:rtl/>
        </w:rPr>
      </w:pPr>
      <w:r w:rsidRPr="00313984">
        <w:rPr>
          <w:rtl/>
        </w:rPr>
        <w:t>* لعله كان؟</w:t>
      </w:r>
    </w:p>
    <w:p w:rsidR="00E07DFB" w:rsidRPr="002A0058" w:rsidRDefault="00E07DFB" w:rsidP="002A0058">
      <w:pPr>
        <w:pStyle w:val="libNormal"/>
        <w:rPr>
          <w:rtl/>
        </w:rPr>
      </w:pPr>
      <w:r w:rsidRPr="00313984">
        <w:rPr>
          <w:rStyle w:val="libBold1Char"/>
          <w:rtl/>
        </w:rPr>
        <w:t>الشيخ تجليل:</w:t>
      </w:r>
      <w:r w:rsidRPr="002A0058">
        <w:rPr>
          <w:rtl/>
        </w:rPr>
        <w:t xml:space="preserve"> كلا لم يكن</w:t>
      </w:r>
      <w:r w:rsidR="00610870">
        <w:rPr>
          <w:rtl/>
        </w:rPr>
        <w:t>،</w:t>
      </w:r>
      <w:r w:rsidRPr="002A0058">
        <w:rPr>
          <w:rtl/>
        </w:rPr>
        <w:t xml:space="preserve"> لو كان موجوداً لكتب عنه</w:t>
      </w:r>
      <w:r w:rsidR="00610870">
        <w:rPr>
          <w:rtl/>
        </w:rPr>
        <w:t>.</w:t>
      </w:r>
      <w:r w:rsidRPr="002A0058">
        <w:rPr>
          <w:rtl/>
        </w:rPr>
        <w:t xml:space="preserve"> نعم</w:t>
      </w:r>
      <w:r w:rsidR="00610870">
        <w:rPr>
          <w:rtl/>
        </w:rPr>
        <w:t>،</w:t>
      </w:r>
      <w:r w:rsidRPr="002A0058">
        <w:rPr>
          <w:rtl/>
        </w:rPr>
        <w:t xml:space="preserve"> كانت هناك بعض الكتب التي ليست بين أيدينا</w:t>
      </w:r>
      <w:r w:rsidR="00610870">
        <w:rPr>
          <w:rtl/>
        </w:rPr>
        <w:t>،</w:t>
      </w:r>
      <w:r w:rsidRPr="002A0058">
        <w:rPr>
          <w:rtl/>
        </w:rPr>
        <w:t xml:space="preserve"> لكنَّها كانت في متناول أجلاَّّء العلماء</w:t>
      </w:r>
      <w:r w:rsidR="00610870">
        <w:rPr>
          <w:rtl/>
        </w:rPr>
        <w:t>.</w:t>
      </w:r>
      <w:r w:rsidRPr="002A0058">
        <w:rPr>
          <w:rtl/>
        </w:rPr>
        <w:t xml:space="preserve"> كانت بيد ابن إدريس مثلاً</w:t>
      </w:r>
      <w:r w:rsidR="00610870">
        <w:rPr>
          <w:rtl/>
        </w:rPr>
        <w:t>،</w:t>
      </w:r>
      <w:r w:rsidRPr="002A0058">
        <w:rPr>
          <w:rtl/>
        </w:rPr>
        <w:t xml:space="preserve"> خُذ مثلاً على ذلك كتاب</w:t>
      </w:r>
      <w:r w:rsidRPr="00313984">
        <w:rPr>
          <w:rStyle w:val="libBold1Char"/>
          <w:rtl/>
        </w:rPr>
        <w:t xml:space="preserve"> (مدينة العلم)</w:t>
      </w:r>
      <w:r w:rsidRPr="002A0058">
        <w:rPr>
          <w:rtl/>
        </w:rPr>
        <w:t xml:space="preserve"> للصدوق</w:t>
      </w:r>
      <w:r w:rsidR="00610870">
        <w:rPr>
          <w:rtl/>
        </w:rPr>
        <w:t>،</w:t>
      </w:r>
      <w:r w:rsidRPr="002A0058">
        <w:rPr>
          <w:rtl/>
        </w:rPr>
        <w:t xml:space="preserve"> فإنَّه ضاع ولا يوجد بين أيدينا</w:t>
      </w:r>
      <w:r w:rsidR="00610870">
        <w:rPr>
          <w:rtl/>
        </w:rPr>
        <w:t>،</w:t>
      </w:r>
      <w:r w:rsidRPr="002A0058">
        <w:rPr>
          <w:rtl/>
        </w:rPr>
        <w:t xml:space="preserve"> كما أنَّه</w:t>
      </w:r>
      <w:r w:rsidR="00610870">
        <w:rPr>
          <w:rtl/>
        </w:rPr>
        <w:t xml:space="preserve"> - </w:t>
      </w:r>
      <w:r w:rsidRPr="002A0058">
        <w:rPr>
          <w:rtl/>
        </w:rPr>
        <w:t>على الظاهر</w:t>
      </w:r>
      <w:r w:rsidR="00610870">
        <w:rPr>
          <w:rtl/>
        </w:rPr>
        <w:t xml:space="preserve"> - </w:t>
      </w:r>
      <w:r w:rsidRPr="002A0058">
        <w:rPr>
          <w:rtl/>
        </w:rPr>
        <w:t>لم يكن في متناول العلاَّمة أيضاً.</w:t>
      </w:r>
    </w:p>
    <w:p w:rsidR="00E07DFB" w:rsidRPr="00065D03" w:rsidRDefault="00E07DFB" w:rsidP="00065D03">
      <w:pPr>
        <w:pStyle w:val="libNormal"/>
        <w:rPr>
          <w:rtl/>
        </w:rPr>
      </w:pPr>
      <w:r w:rsidRPr="00065D03">
        <w:rPr>
          <w:rtl/>
        </w:rPr>
        <w:t>على أيِّ حال</w:t>
      </w:r>
      <w:r w:rsidR="00610870">
        <w:rPr>
          <w:rtl/>
        </w:rPr>
        <w:t>،</w:t>
      </w:r>
      <w:r w:rsidRPr="00065D03">
        <w:rPr>
          <w:rtl/>
        </w:rPr>
        <w:t xml:space="preserve"> إذا وثَّق العلاَّمة أحداً ما</w:t>
      </w:r>
      <w:r w:rsidR="00610870">
        <w:rPr>
          <w:rtl/>
        </w:rPr>
        <w:t>،</w:t>
      </w:r>
      <w:r w:rsidRPr="00065D03">
        <w:rPr>
          <w:rtl/>
        </w:rPr>
        <w:t xml:space="preserve"> كان توثيقه معزِّزاً لوثاقته</w:t>
      </w:r>
      <w:r w:rsidR="00610870">
        <w:rPr>
          <w:rtl/>
        </w:rPr>
        <w:t>؛</w:t>
      </w:r>
      <w:r w:rsidRPr="00065D03">
        <w:rPr>
          <w:rtl/>
        </w:rPr>
        <w:t xml:space="preserve"> أي أنَّه يزيد من حسن ظنِّنا</w:t>
      </w:r>
      <w:r w:rsidR="00610870">
        <w:rPr>
          <w:rtl/>
        </w:rPr>
        <w:t>،</w:t>
      </w:r>
      <w:r w:rsidRPr="00065D03">
        <w:rPr>
          <w:rtl/>
        </w:rPr>
        <w:t xml:space="preserve"> وعندما نجمع حسن الظن من هنا وهناك قد نحصل على الوثوق</w:t>
      </w:r>
      <w:r w:rsidR="00610870">
        <w:rPr>
          <w:rtl/>
        </w:rPr>
        <w:t>.</w:t>
      </w:r>
      <w:r w:rsidRPr="00065D03">
        <w:rPr>
          <w:rtl/>
        </w:rPr>
        <w:t xml:space="preserve"> ولا ينبغي القول: إنَّ ذلك لا تأثير له</w:t>
      </w:r>
      <w:r w:rsidR="00610870">
        <w:rPr>
          <w:rtl/>
        </w:rPr>
        <w:t>،</w:t>
      </w:r>
      <w:r w:rsidRPr="00065D03">
        <w:rPr>
          <w:rtl/>
        </w:rPr>
        <w:t xml:space="preserve"> بل له تأثير</w:t>
      </w:r>
      <w:r w:rsidR="00610870">
        <w:rPr>
          <w:rtl/>
        </w:rPr>
        <w:t>،</w:t>
      </w:r>
      <w:r w:rsidRPr="00065D03">
        <w:rPr>
          <w:rtl/>
        </w:rPr>
        <w:t xml:space="preserve"> لكن على الفقيه أن لا يكتفي بذلك ليطلق فتواه</w:t>
      </w:r>
      <w:r w:rsidR="00610870">
        <w:rPr>
          <w:rtl/>
        </w:rPr>
        <w:t>،</w:t>
      </w:r>
      <w:r w:rsidRPr="00065D03">
        <w:rPr>
          <w:rtl/>
        </w:rPr>
        <w:t xml:space="preserve"> بل عليه أن يدقِّق في الأمر بشكل معمَّق بنفسه أيضاً.</w:t>
      </w:r>
    </w:p>
    <w:p w:rsidR="00E07DFB" w:rsidRPr="00065D03" w:rsidRDefault="00E07DFB" w:rsidP="00065D03">
      <w:pPr>
        <w:pStyle w:val="libNormal"/>
        <w:rPr>
          <w:rtl/>
        </w:rPr>
      </w:pPr>
      <w:r w:rsidRPr="00065D03">
        <w:rPr>
          <w:rtl/>
        </w:rPr>
        <w:t>إضافة إلى هذا</w:t>
      </w:r>
      <w:r w:rsidR="00610870">
        <w:rPr>
          <w:rtl/>
        </w:rPr>
        <w:t>،</w:t>
      </w:r>
      <w:r w:rsidRPr="00065D03">
        <w:rPr>
          <w:rtl/>
        </w:rPr>
        <w:t xml:space="preserve"> فإنِّي لا أذكر أنَّ العلاَّمة وثَّق أحداً ما بشكل مستقل</w:t>
      </w:r>
      <w:r w:rsidR="00610870">
        <w:rPr>
          <w:rtl/>
        </w:rPr>
        <w:t>،</w:t>
      </w:r>
      <w:r w:rsidRPr="00065D03">
        <w:rPr>
          <w:rtl/>
        </w:rPr>
        <w:t xml:space="preserve"> بل كان دوماً يتابع الشيخ والنجاشي.</w:t>
      </w:r>
    </w:p>
    <w:p w:rsidR="00E07DFB" w:rsidRPr="00065D03" w:rsidRDefault="00E07DFB" w:rsidP="00065D03">
      <w:pPr>
        <w:pStyle w:val="libNormal"/>
        <w:rPr>
          <w:rtl/>
        </w:rPr>
      </w:pPr>
      <w:r w:rsidRPr="00065D03">
        <w:rPr>
          <w:rtl/>
        </w:rPr>
        <w:t>المتأخرون</w:t>
      </w:r>
      <w:r w:rsidR="00610870">
        <w:rPr>
          <w:rtl/>
        </w:rPr>
        <w:t>،</w:t>
      </w:r>
      <w:r w:rsidRPr="00065D03">
        <w:rPr>
          <w:rtl/>
        </w:rPr>
        <w:t xml:space="preserve"> من أمثال المرحوم المامقاني والأسترابادي والبهبهاني</w:t>
      </w:r>
      <w:r w:rsidR="00610870">
        <w:rPr>
          <w:rtl/>
        </w:rPr>
        <w:t>،</w:t>
      </w:r>
      <w:r w:rsidRPr="00065D03">
        <w:rPr>
          <w:rtl/>
        </w:rPr>
        <w:t xml:space="preserve"> كانوا يستنبطون أحياناً</w:t>
      </w:r>
      <w:r w:rsidR="00610870">
        <w:rPr>
          <w:rtl/>
        </w:rPr>
        <w:t>،</w:t>
      </w:r>
      <w:r w:rsidRPr="00065D03">
        <w:rPr>
          <w:rtl/>
        </w:rPr>
        <w:t xml:space="preserve"> وإلاّ فإنَّ الذي عليه علماء الرجال هو المتابعة</w:t>
      </w:r>
      <w:r w:rsidR="00610870">
        <w:rPr>
          <w:rtl/>
        </w:rPr>
        <w:t>،</w:t>
      </w:r>
      <w:r w:rsidRPr="00065D03">
        <w:rPr>
          <w:rtl/>
        </w:rPr>
        <w:t xml:space="preserve"> كل واحد كان يتابع مَن سبقه في علم الرجال.</w:t>
      </w:r>
    </w:p>
    <w:p w:rsidR="002379D1" w:rsidRDefault="00E07DFB" w:rsidP="00065D03">
      <w:pPr>
        <w:pStyle w:val="libNormal"/>
        <w:rPr>
          <w:rtl/>
        </w:rPr>
      </w:pPr>
      <w:r w:rsidRPr="00065D03">
        <w:rPr>
          <w:rtl/>
        </w:rPr>
        <w:t>طبعاً لتوثيق العلاَّمة للرجال فائدة أخرى أيضاً</w:t>
      </w:r>
      <w:r w:rsidR="00610870">
        <w:rPr>
          <w:rtl/>
        </w:rPr>
        <w:t>،</w:t>
      </w:r>
      <w:r w:rsidRPr="00065D03">
        <w:rPr>
          <w:rtl/>
        </w:rPr>
        <w:t xml:space="preserve"> وهي أنَّ هذه النسخة من رجال الكشِّي والشيخ وصلت إلينا</w:t>
      </w:r>
      <w:r w:rsidR="00610870">
        <w:rPr>
          <w:rtl/>
        </w:rPr>
        <w:t>،</w:t>
      </w:r>
      <w:r w:rsidRPr="00065D03">
        <w:rPr>
          <w:rtl/>
        </w:rPr>
        <w:t xml:space="preserve"> وتصحيح العلاَّمة وتوثيقه يدلاَّن على أنَّ النسخة التي كانت لديه هي هذه النسخة نفسها.</w:t>
      </w:r>
    </w:p>
    <w:p w:rsidR="002379D1" w:rsidRDefault="002379D1" w:rsidP="00E5125A">
      <w:pPr>
        <w:pStyle w:val="libNormal"/>
      </w:pPr>
      <w:r>
        <w:rPr>
          <w:rtl/>
        </w:rPr>
        <w:br w:type="page"/>
      </w:r>
    </w:p>
    <w:p w:rsidR="00E07DFB" w:rsidRPr="00065D03" w:rsidRDefault="00E07DFB" w:rsidP="00283EDA">
      <w:pPr>
        <w:pStyle w:val="libNormal"/>
        <w:rPr>
          <w:rtl/>
        </w:rPr>
      </w:pPr>
      <w:r w:rsidRPr="00065D03">
        <w:rPr>
          <w:rtl/>
        </w:rPr>
        <w:lastRenderedPageBreak/>
        <w:t>العقلاء يعتمدون كلام الثقة</w:t>
      </w:r>
      <w:r w:rsidR="00610870">
        <w:rPr>
          <w:rtl/>
        </w:rPr>
        <w:t>،</w:t>
      </w:r>
      <w:r w:rsidRPr="00065D03">
        <w:rPr>
          <w:rtl/>
        </w:rPr>
        <w:t xml:space="preserve"> وقد أيَّد الشارع هذا الأمر</w:t>
      </w:r>
      <w:r w:rsidR="00610870">
        <w:rPr>
          <w:rtl/>
        </w:rPr>
        <w:t>.</w:t>
      </w:r>
      <w:r w:rsidRPr="00065D03">
        <w:rPr>
          <w:rtl/>
        </w:rPr>
        <w:t xml:space="preserve"> لهذا فإنَّ كيفية الوثوق عقلائية أيضاً</w:t>
      </w:r>
      <w:r w:rsidR="00610870">
        <w:rPr>
          <w:rtl/>
        </w:rPr>
        <w:t>.</w:t>
      </w:r>
      <w:r w:rsidRPr="00065D03">
        <w:rPr>
          <w:rtl/>
        </w:rPr>
        <w:t xml:space="preserve"> أمَّا الرجل سريع التَّصديق</w:t>
      </w:r>
      <w:r w:rsidR="00610870">
        <w:rPr>
          <w:rtl/>
        </w:rPr>
        <w:t>،</w:t>
      </w:r>
      <w:r w:rsidRPr="00065D03">
        <w:rPr>
          <w:rtl/>
        </w:rPr>
        <w:t xml:space="preserve"> فليس لنا أن نعتمد على توثيقه</w:t>
      </w:r>
      <w:r w:rsidR="00610870">
        <w:rPr>
          <w:rtl/>
        </w:rPr>
        <w:t>.</w:t>
      </w:r>
      <w:r w:rsidRPr="00065D03">
        <w:rPr>
          <w:rtl/>
        </w:rPr>
        <w:t xml:space="preserve"> والرجل صعب التصديق إذا لم يثق بالراوي عليه أن ينظر في ما قاله غيره</w:t>
      </w:r>
      <w:r w:rsidR="00610870">
        <w:rPr>
          <w:rtl/>
        </w:rPr>
        <w:t>؛</w:t>
      </w:r>
      <w:r w:rsidRPr="00065D03">
        <w:rPr>
          <w:rtl/>
        </w:rPr>
        <w:t xml:space="preserve"> ليرى هل يعنيه ذلك على حصول الثقة لديه أو لا؟ وعندئذ يمكننا أن نتوصَّل إلى الوثوق بأفراد كُثُر لم يبدَ رأيٌ بوثاقتهم</w:t>
      </w:r>
      <w:r w:rsidR="00610870">
        <w:rPr>
          <w:rtl/>
        </w:rPr>
        <w:t>.</w:t>
      </w:r>
      <w:r w:rsidRPr="00065D03">
        <w:rPr>
          <w:rtl/>
        </w:rPr>
        <w:t xml:space="preserve"> ولا أحدٌ ينكر ذلك</w:t>
      </w:r>
      <w:r w:rsidR="00610870">
        <w:rPr>
          <w:rtl/>
        </w:rPr>
        <w:t>.</w:t>
      </w:r>
      <w:r w:rsidRPr="00065D03">
        <w:rPr>
          <w:rtl/>
        </w:rPr>
        <w:t xml:space="preserve"> فكيف يمكننا أن نتصوَّر أنَّ شخصاً عاشر آخر لمدة عشرين عاماً</w:t>
      </w:r>
      <w:r w:rsidR="00610870">
        <w:rPr>
          <w:rtl/>
        </w:rPr>
        <w:t>،</w:t>
      </w:r>
      <w:r w:rsidRPr="00065D03">
        <w:rPr>
          <w:rtl/>
        </w:rPr>
        <w:t xml:space="preserve"> وكان يأخذ الحديث عنه كل يوم</w:t>
      </w:r>
      <w:r w:rsidR="00610870">
        <w:rPr>
          <w:rtl/>
        </w:rPr>
        <w:t>،</w:t>
      </w:r>
      <w:r w:rsidRPr="00065D03">
        <w:rPr>
          <w:rtl/>
        </w:rPr>
        <w:t xml:space="preserve"> لكنَّه لم يعرف ما إذا كان يكذب على المعصوم </w:t>
      </w:r>
      <w:r w:rsidR="00283EDA" w:rsidRPr="00283EDA">
        <w:rPr>
          <w:rStyle w:val="libAlaemChar"/>
          <w:rFonts w:eastAsiaTheme="minorHAnsi"/>
          <w:rtl/>
        </w:rPr>
        <w:t>عليه‌السلام</w:t>
      </w:r>
      <w:r w:rsidRPr="00065D03">
        <w:rPr>
          <w:rtl/>
        </w:rPr>
        <w:t xml:space="preserve"> ويزوِّر أحاديثه</w:t>
      </w:r>
      <w:r w:rsidR="00610870">
        <w:rPr>
          <w:rtl/>
        </w:rPr>
        <w:t>.</w:t>
      </w:r>
      <w:r w:rsidRPr="00065D03">
        <w:rPr>
          <w:rtl/>
        </w:rPr>
        <w:t xml:space="preserve"> على هذا فمَن كانوا من شيوخ الرواية</w:t>
      </w:r>
      <w:r w:rsidR="00610870">
        <w:rPr>
          <w:rtl/>
        </w:rPr>
        <w:t>،</w:t>
      </w:r>
      <w:r w:rsidRPr="00065D03">
        <w:rPr>
          <w:rtl/>
        </w:rPr>
        <w:t xml:space="preserve"> هم ثقات بلا إشكال.</w:t>
      </w:r>
    </w:p>
    <w:p w:rsidR="00E07DFB" w:rsidRPr="00313984" w:rsidRDefault="00E07DFB" w:rsidP="00313984">
      <w:pPr>
        <w:pStyle w:val="libBold1"/>
        <w:rPr>
          <w:rtl/>
        </w:rPr>
      </w:pPr>
      <w:r w:rsidRPr="00313984">
        <w:rPr>
          <w:rtl/>
        </w:rPr>
        <w:t>* إذاً هل يمكننا أن نتجاوز النجاشي والشيخ في توثيق مَن لم يوثِّقاه</w:t>
      </w:r>
      <w:r w:rsidR="00610870">
        <w:rPr>
          <w:rtl/>
        </w:rPr>
        <w:t>،</w:t>
      </w:r>
      <w:r w:rsidRPr="00313984">
        <w:rPr>
          <w:rtl/>
        </w:rPr>
        <w:t xml:space="preserve"> لنمنح ثقتنا لكل مَن يثبت أنَّه كان شيخ الرواية أو شيخ الإجازة؟</w:t>
      </w:r>
    </w:p>
    <w:p w:rsidR="00E07DFB" w:rsidRPr="002A0058" w:rsidRDefault="00E07DFB" w:rsidP="002A0058">
      <w:pPr>
        <w:pStyle w:val="libNormal"/>
        <w:rPr>
          <w:rtl/>
        </w:rPr>
      </w:pPr>
      <w:r w:rsidRPr="00313984">
        <w:rPr>
          <w:rStyle w:val="libBold1Char"/>
          <w:rtl/>
        </w:rPr>
        <w:t>الشيخ تجليل:</w:t>
      </w:r>
      <w:r w:rsidRPr="002A0058">
        <w:rPr>
          <w:rtl/>
        </w:rPr>
        <w:t xml:space="preserve"> نعم</w:t>
      </w:r>
      <w:r w:rsidR="00610870">
        <w:rPr>
          <w:rtl/>
        </w:rPr>
        <w:t>،</w:t>
      </w:r>
      <w:r w:rsidRPr="002A0058">
        <w:rPr>
          <w:rtl/>
        </w:rPr>
        <w:t xml:space="preserve"> وخصوصاً أنَّ الشيخ والنجاشي حاولا جمع الثِّقات ودوَّنا عرضاً بأسماء آخرين أيضاً.</w:t>
      </w:r>
    </w:p>
    <w:p w:rsidR="00E07DFB" w:rsidRPr="00313984" w:rsidRDefault="00E07DFB" w:rsidP="00313984">
      <w:pPr>
        <w:pStyle w:val="libBold1"/>
        <w:rPr>
          <w:rtl/>
        </w:rPr>
      </w:pPr>
      <w:r w:rsidRPr="00313984">
        <w:rPr>
          <w:rtl/>
        </w:rPr>
        <w:t>* إذاً هل يمكن القول: إنَّ الجمود على ألفاظ الرجاليِّين على الشهادة والوثاقة ليس له مسوِّغ؟</w:t>
      </w:r>
    </w:p>
    <w:p w:rsidR="00E07DFB" w:rsidRPr="002A0058" w:rsidRDefault="00E07DFB" w:rsidP="002A0058">
      <w:pPr>
        <w:pStyle w:val="libNormal"/>
        <w:rPr>
          <w:rtl/>
        </w:rPr>
      </w:pPr>
      <w:r w:rsidRPr="00313984">
        <w:rPr>
          <w:rStyle w:val="libBold1Char"/>
          <w:rtl/>
        </w:rPr>
        <w:t>الشيخ تجليل:</w:t>
      </w:r>
      <w:r w:rsidRPr="002A0058">
        <w:rPr>
          <w:rtl/>
        </w:rPr>
        <w:t xml:space="preserve"> لم يجمد أحد من الفقهاء على تلك الألفاظ</w:t>
      </w:r>
      <w:r w:rsidR="00610870">
        <w:rPr>
          <w:rtl/>
        </w:rPr>
        <w:t>،</w:t>
      </w:r>
      <w:r w:rsidRPr="002A0058">
        <w:rPr>
          <w:rtl/>
        </w:rPr>
        <w:t xml:space="preserve"> قد يكون فعل ذلك بالنسبة لشخصٍ ما.</w:t>
      </w:r>
    </w:p>
    <w:p w:rsidR="00E07DFB" w:rsidRPr="00313984" w:rsidRDefault="00E07DFB" w:rsidP="00313984">
      <w:pPr>
        <w:pStyle w:val="libBold1"/>
        <w:rPr>
          <w:rtl/>
        </w:rPr>
      </w:pPr>
      <w:r w:rsidRPr="00313984">
        <w:rPr>
          <w:rtl/>
        </w:rPr>
        <w:t>* لدينا في قم أساتذة يتوقَّفون في أمر إبراهيم بن هاشم.</w:t>
      </w:r>
    </w:p>
    <w:p w:rsidR="002379D1" w:rsidRDefault="00E07DFB" w:rsidP="002A0058">
      <w:pPr>
        <w:pStyle w:val="libNormal"/>
        <w:rPr>
          <w:rtl/>
        </w:rPr>
      </w:pPr>
      <w:r w:rsidRPr="00313984">
        <w:rPr>
          <w:rStyle w:val="libBold1Char"/>
          <w:rtl/>
        </w:rPr>
        <w:t>الشيخ تجليل:</w:t>
      </w:r>
      <w:r w:rsidRPr="002A0058">
        <w:rPr>
          <w:rtl/>
        </w:rPr>
        <w:t xml:space="preserve"> ليس ذلك من بنات أفكارهم</w:t>
      </w:r>
      <w:r w:rsidR="00610870">
        <w:rPr>
          <w:rtl/>
        </w:rPr>
        <w:t>،</w:t>
      </w:r>
      <w:r w:rsidRPr="002A0058">
        <w:rPr>
          <w:rtl/>
        </w:rPr>
        <w:t xml:space="preserve"> بل قال بذلك مَن سبقهم</w:t>
      </w:r>
      <w:r w:rsidR="00610870">
        <w:rPr>
          <w:rtl/>
        </w:rPr>
        <w:t>،</w:t>
      </w:r>
      <w:r w:rsidRPr="002A0058">
        <w:rPr>
          <w:rtl/>
        </w:rPr>
        <w:t xml:space="preserve"> وهو المرحوم الهمداني في </w:t>
      </w:r>
      <w:r w:rsidRPr="00313984">
        <w:rPr>
          <w:rStyle w:val="libBold1Char"/>
          <w:rtl/>
        </w:rPr>
        <w:t>(مصباح الفقيه)</w:t>
      </w:r>
      <w:r w:rsidR="00610870">
        <w:rPr>
          <w:rStyle w:val="libBold1Char"/>
          <w:rtl/>
        </w:rPr>
        <w:t>؛</w:t>
      </w:r>
      <w:r w:rsidRPr="002A0058">
        <w:rPr>
          <w:rtl/>
        </w:rPr>
        <w:t xml:space="preserve"> حيث كان يتردَّد عند كل حديث مسند إلى إبراهيم بن هاشم</w:t>
      </w:r>
      <w:r w:rsidR="00610870">
        <w:rPr>
          <w:rtl/>
        </w:rPr>
        <w:t>،</w:t>
      </w:r>
      <w:r w:rsidRPr="002A0058">
        <w:rPr>
          <w:rtl/>
        </w:rPr>
        <w:t xml:space="preserve"> وكان يقول: صحيح ذلك الحديث أو حسنه</w:t>
      </w:r>
      <w:r w:rsidR="00610870">
        <w:rPr>
          <w:rtl/>
        </w:rPr>
        <w:t>،</w:t>
      </w:r>
      <w:r w:rsidRPr="002A0058">
        <w:rPr>
          <w:rtl/>
        </w:rPr>
        <w:t xml:space="preserve"> ووجه التردُّد هو عدم وجود توثيق له</w:t>
      </w:r>
      <w:r w:rsidR="00610870">
        <w:rPr>
          <w:rtl/>
        </w:rPr>
        <w:t>.</w:t>
      </w:r>
      <w:r w:rsidRPr="002A0058">
        <w:rPr>
          <w:rtl/>
        </w:rPr>
        <w:t xml:space="preserve"> لكن لا مجال للتردُّد</w:t>
      </w:r>
      <w:r w:rsidR="00610870">
        <w:rPr>
          <w:rtl/>
        </w:rPr>
        <w:t>؛</w:t>
      </w:r>
      <w:r w:rsidRPr="002A0058">
        <w:rPr>
          <w:rtl/>
        </w:rPr>
        <w:t xml:space="preserve"> والشاهد على ذلك آراء فقهائنا الذين عملوا على أساس أحاديثه على مدى القرون</w:t>
      </w:r>
      <w:r w:rsidR="00610870">
        <w:rPr>
          <w:rtl/>
        </w:rPr>
        <w:t>.</w:t>
      </w:r>
      <w:r w:rsidRPr="002A0058">
        <w:rPr>
          <w:rtl/>
        </w:rPr>
        <w:t xml:space="preserve"> فالمرحوم المامقاني ينقل في الفصل التاسع عشر أو العشرين من كتابه</w:t>
      </w:r>
      <w:r w:rsidRPr="00313984">
        <w:rPr>
          <w:rStyle w:val="libBold1Char"/>
          <w:rtl/>
        </w:rPr>
        <w:t xml:space="preserve"> (فلاح السائل)</w:t>
      </w:r>
      <w:r w:rsidR="00610870">
        <w:rPr>
          <w:rtl/>
        </w:rPr>
        <w:t>،</w:t>
      </w:r>
      <w:r w:rsidRPr="002A0058">
        <w:rPr>
          <w:rtl/>
        </w:rPr>
        <w:t xml:space="preserve"> حديثاً عن ابن طاووس ورد في سنده إبراهيم بن </w:t>
      </w:r>
    </w:p>
    <w:p w:rsidR="002379D1" w:rsidRDefault="002379D1" w:rsidP="00E5125A">
      <w:pPr>
        <w:pStyle w:val="libNormal"/>
      </w:pPr>
      <w:r>
        <w:rPr>
          <w:rtl/>
        </w:rPr>
        <w:br w:type="page"/>
      </w:r>
    </w:p>
    <w:p w:rsidR="00E07DFB" w:rsidRPr="002A0058" w:rsidRDefault="00E07DFB" w:rsidP="002379D1">
      <w:pPr>
        <w:pStyle w:val="libNormal0"/>
        <w:rPr>
          <w:rtl/>
        </w:rPr>
      </w:pPr>
      <w:r w:rsidRPr="002A0058">
        <w:rPr>
          <w:rtl/>
        </w:rPr>
        <w:lastRenderedPageBreak/>
        <w:t>هاشم</w:t>
      </w:r>
      <w:r w:rsidR="00610870">
        <w:rPr>
          <w:rtl/>
        </w:rPr>
        <w:t>،</w:t>
      </w:r>
      <w:r w:rsidRPr="002A0058">
        <w:rPr>
          <w:rtl/>
        </w:rPr>
        <w:t xml:space="preserve"> وبعد نقله لذلك الحديث يقول: (ورُواة هذا الحديث ثقات بالاتفاق)</w:t>
      </w:r>
      <w:r w:rsidR="00610870">
        <w:rPr>
          <w:rtl/>
        </w:rPr>
        <w:t>.</w:t>
      </w:r>
      <w:r w:rsidRPr="002A0058">
        <w:rPr>
          <w:rtl/>
        </w:rPr>
        <w:t xml:space="preserve"> والعلاَّمة البروجردي عندما يصحِّح الأسانيد فيصل إلى إبراهيم بن هاشم فيصححه</w:t>
      </w:r>
      <w:r w:rsidR="00610870">
        <w:rPr>
          <w:rtl/>
        </w:rPr>
        <w:t>.</w:t>
      </w:r>
      <w:r w:rsidRPr="002A0058">
        <w:rPr>
          <w:rtl/>
        </w:rPr>
        <w:t xml:space="preserve"> لهذا لا يمكننا أن نتخلَّى عنه لأنَّ اسمه لم يرد في رجال النجاشي ولأنَّه لم يكتب إلى جانب اسمه أنَّه ثقة.</w:t>
      </w:r>
    </w:p>
    <w:p w:rsidR="00E07DFB" w:rsidRPr="00313984" w:rsidRDefault="00E07DFB" w:rsidP="00313984">
      <w:pPr>
        <w:pStyle w:val="libBold1"/>
        <w:rPr>
          <w:rtl/>
        </w:rPr>
      </w:pPr>
      <w:r w:rsidRPr="00313984">
        <w:rPr>
          <w:rtl/>
        </w:rPr>
        <w:t>* هل المقصود من الجمود هو التردُّد حيال مَن لم يوثَّقوا في كتب الرجال؟</w:t>
      </w:r>
    </w:p>
    <w:p w:rsidR="00E07DFB" w:rsidRPr="002A0058" w:rsidRDefault="00E07DFB" w:rsidP="002A0058">
      <w:pPr>
        <w:pStyle w:val="libNormal"/>
        <w:rPr>
          <w:rtl/>
        </w:rPr>
      </w:pPr>
      <w:r w:rsidRPr="00313984">
        <w:rPr>
          <w:rStyle w:val="libBold1Char"/>
          <w:rtl/>
        </w:rPr>
        <w:t>الشيخ تجليل:</w:t>
      </w:r>
      <w:r w:rsidRPr="002A0058">
        <w:rPr>
          <w:rtl/>
        </w:rPr>
        <w:t xml:space="preserve"> نعم.</w:t>
      </w:r>
    </w:p>
    <w:p w:rsidR="00E07DFB" w:rsidRPr="00313984" w:rsidRDefault="00E07DFB" w:rsidP="00313984">
      <w:pPr>
        <w:pStyle w:val="libBold1"/>
        <w:rPr>
          <w:rtl/>
        </w:rPr>
      </w:pPr>
      <w:r w:rsidRPr="00313984">
        <w:rPr>
          <w:rtl/>
        </w:rPr>
        <w:t>* رغم عدم صحة ما جاء فيه من أنَّه (أول مَن نشر حديث الكوفيين بقم)؟</w:t>
      </w:r>
    </w:p>
    <w:p w:rsidR="00E07DFB" w:rsidRPr="00065D03" w:rsidRDefault="00E07DFB" w:rsidP="002379D1">
      <w:pPr>
        <w:pStyle w:val="libNormal"/>
        <w:rPr>
          <w:rtl/>
        </w:rPr>
      </w:pPr>
      <w:r w:rsidRPr="00313984">
        <w:rPr>
          <w:rStyle w:val="libBold1Char"/>
          <w:rtl/>
        </w:rPr>
        <w:t>الشيخ تجليل:</w:t>
      </w:r>
      <w:r w:rsidRPr="002A0058">
        <w:rPr>
          <w:rtl/>
        </w:rPr>
        <w:t xml:space="preserve"> نعم</w:t>
      </w:r>
      <w:r w:rsidR="00610870">
        <w:rPr>
          <w:rtl/>
        </w:rPr>
        <w:t>،</w:t>
      </w:r>
      <w:r w:rsidRPr="002A0058">
        <w:rPr>
          <w:rtl/>
        </w:rPr>
        <w:t xml:space="preserve"> إذا كانت هذه الصفة قد أُسقطت عنه</w:t>
      </w:r>
      <w:r w:rsidR="00610870">
        <w:rPr>
          <w:rtl/>
        </w:rPr>
        <w:t>،</w:t>
      </w:r>
      <w:r w:rsidRPr="002A0058">
        <w:rPr>
          <w:rtl/>
        </w:rPr>
        <w:t xml:space="preserve"> لكنَّها تدل على</w:t>
      </w:r>
      <w:r w:rsidR="002379D1">
        <w:rPr>
          <w:rFonts w:hint="cs"/>
          <w:rtl/>
        </w:rPr>
        <w:t xml:space="preserve"> </w:t>
      </w:r>
      <w:r w:rsidRPr="00065D03">
        <w:rPr>
          <w:rtl/>
        </w:rPr>
        <w:t>أنَّه كان شيخ رواية</w:t>
      </w:r>
      <w:r w:rsidR="00610870">
        <w:rPr>
          <w:rtl/>
        </w:rPr>
        <w:t>،</w:t>
      </w:r>
      <w:r w:rsidRPr="00065D03">
        <w:rPr>
          <w:rtl/>
        </w:rPr>
        <w:t xml:space="preserve"> وهذا بحدِّ ذاته أمرٌ مهم كما ذكرتُ من قبل</w:t>
      </w:r>
      <w:r w:rsidR="00610870">
        <w:rPr>
          <w:rtl/>
        </w:rPr>
        <w:t>.</w:t>
      </w:r>
      <w:r w:rsidRPr="00065D03">
        <w:rPr>
          <w:rtl/>
        </w:rPr>
        <w:t xml:space="preserve"> فالقمِّيون كانوا شديدي الدقَّة</w:t>
      </w:r>
      <w:r w:rsidR="00610870">
        <w:rPr>
          <w:rtl/>
        </w:rPr>
        <w:t>،</w:t>
      </w:r>
      <w:r w:rsidRPr="00065D03">
        <w:rPr>
          <w:rtl/>
        </w:rPr>
        <w:t xml:space="preserve"> فقد أَخرجوا من قم أحد العلماء الكبار لأنَّه كان قد نقل حديثاً واحداً عن شخصٍ ضعيف</w:t>
      </w:r>
      <w:r w:rsidR="00610870">
        <w:rPr>
          <w:rtl/>
        </w:rPr>
        <w:t>،</w:t>
      </w:r>
      <w:r w:rsidRPr="00065D03">
        <w:rPr>
          <w:rtl/>
        </w:rPr>
        <w:t xml:space="preserve"> فكيف يمكن أن يقبلوا من إبراهيم كل تلك الروايات</w:t>
      </w:r>
      <w:r w:rsidR="00610870">
        <w:rPr>
          <w:rtl/>
        </w:rPr>
        <w:t>،</w:t>
      </w:r>
      <w:r w:rsidRPr="00065D03">
        <w:rPr>
          <w:rtl/>
        </w:rPr>
        <w:t xml:space="preserve"> فقبوله لديهم ينبئ عن الثِّقة به.</w:t>
      </w:r>
    </w:p>
    <w:p w:rsidR="00E07DFB" w:rsidRPr="00065D03" w:rsidRDefault="00E07DFB" w:rsidP="00065D03">
      <w:pPr>
        <w:pStyle w:val="libNormal"/>
        <w:rPr>
          <w:rtl/>
        </w:rPr>
      </w:pPr>
      <w:r w:rsidRPr="00065D03">
        <w:rPr>
          <w:rtl/>
        </w:rPr>
        <w:t>علي بن إبراهيم بن هاشم نفسه نجده</w:t>
      </w:r>
      <w:r w:rsidR="00610870">
        <w:rPr>
          <w:rtl/>
        </w:rPr>
        <w:t>،</w:t>
      </w:r>
      <w:r w:rsidRPr="00065D03">
        <w:rPr>
          <w:rtl/>
        </w:rPr>
        <w:t xml:space="preserve"> في أول تفسيره</w:t>
      </w:r>
      <w:r w:rsidR="00610870">
        <w:rPr>
          <w:rtl/>
        </w:rPr>
        <w:t>،</w:t>
      </w:r>
      <w:r w:rsidRPr="00065D03">
        <w:rPr>
          <w:rtl/>
        </w:rPr>
        <w:t xml:space="preserve"> يوثِّق جميع مَن نقل عنهم أحاديث كتابه</w:t>
      </w:r>
      <w:r w:rsidR="00610870">
        <w:rPr>
          <w:rtl/>
        </w:rPr>
        <w:t>،</w:t>
      </w:r>
      <w:r w:rsidRPr="00065D03">
        <w:rPr>
          <w:rtl/>
        </w:rPr>
        <w:t xml:space="preserve"> في حين أنَّ كثيراً من أسانيد تفسير علي بن إبراهيم تشتمل على إبراهيم بن هاشم</w:t>
      </w:r>
      <w:r w:rsidR="00610870">
        <w:rPr>
          <w:rtl/>
        </w:rPr>
        <w:t>،</w:t>
      </w:r>
      <w:r w:rsidRPr="00065D03">
        <w:rPr>
          <w:rtl/>
        </w:rPr>
        <w:t xml:space="preserve"> بل ثلث أحاديث كتابه ينقلها عن والده</w:t>
      </w:r>
      <w:r w:rsidR="00610870">
        <w:rPr>
          <w:rtl/>
        </w:rPr>
        <w:t>،</w:t>
      </w:r>
      <w:r w:rsidRPr="00065D03">
        <w:rPr>
          <w:rtl/>
        </w:rPr>
        <w:t xml:space="preserve"> فكيف لا يكون والده ثقة</w:t>
      </w:r>
      <w:r w:rsidR="00610870">
        <w:rPr>
          <w:rtl/>
        </w:rPr>
        <w:t>،</w:t>
      </w:r>
      <w:r w:rsidRPr="00065D03">
        <w:rPr>
          <w:rtl/>
        </w:rPr>
        <w:t xml:space="preserve"> ثُمَّ يقوم هو بتوثيقه؟ جميع الذين نَقَل عنهم أحاديثَ كتابه ثقات بلا إشكال.</w:t>
      </w:r>
    </w:p>
    <w:p w:rsidR="00E07DFB" w:rsidRPr="00313984" w:rsidRDefault="00E07DFB" w:rsidP="00283EDA">
      <w:pPr>
        <w:pStyle w:val="libBold1"/>
        <w:rPr>
          <w:rtl/>
        </w:rPr>
      </w:pPr>
      <w:r w:rsidRPr="00313984">
        <w:rPr>
          <w:rtl/>
        </w:rPr>
        <w:t>* نقول في باب الطبقات: (هناك تواتر)</w:t>
      </w:r>
      <w:r w:rsidR="00610870">
        <w:rPr>
          <w:rtl/>
        </w:rPr>
        <w:t>،</w:t>
      </w:r>
      <w:r w:rsidRPr="00313984">
        <w:rPr>
          <w:rtl/>
        </w:rPr>
        <w:t xml:space="preserve"> عندما يكون التواطؤ على الكذب محالاً</w:t>
      </w:r>
      <w:r w:rsidR="00610870">
        <w:rPr>
          <w:rtl/>
        </w:rPr>
        <w:t>.</w:t>
      </w:r>
      <w:r w:rsidRPr="00313984">
        <w:rPr>
          <w:rtl/>
        </w:rPr>
        <w:t xml:space="preserve"> فهل نأخذ الطبقة كما اصطلح عليها المرحوم آية الله العظمى البروجردي</w:t>
      </w:r>
      <w:r w:rsidR="00610870">
        <w:rPr>
          <w:rtl/>
        </w:rPr>
        <w:t>،</w:t>
      </w:r>
      <w:r w:rsidRPr="00313984">
        <w:rPr>
          <w:rtl/>
        </w:rPr>
        <w:t xml:space="preserve"> أو نأخذ القرن معياراً كما حدَّدها المرحوم العلاَّمة الأميني </w:t>
      </w:r>
      <w:r w:rsidR="00283EDA" w:rsidRPr="00283EDA">
        <w:rPr>
          <w:rStyle w:val="libAlaemChar"/>
          <w:rtl/>
        </w:rPr>
        <w:t>رضي‌الله‌عنه</w:t>
      </w:r>
      <w:r w:rsidRPr="00313984">
        <w:rPr>
          <w:rtl/>
        </w:rPr>
        <w:t xml:space="preserve"> في باب حديث الغدير</w:t>
      </w:r>
      <w:r w:rsidR="00610870">
        <w:rPr>
          <w:rtl/>
        </w:rPr>
        <w:t>؛</w:t>
      </w:r>
      <w:r w:rsidRPr="00313984">
        <w:rPr>
          <w:rtl/>
        </w:rPr>
        <w:t xml:space="preserve"> حيث يقول: يجب الأخذ في خلافة أمير المؤمنين قرناً بعد قرن</w:t>
      </w:r>
      <w:r w:rsidR="00610870">
        <w:rPr>
          <w:rtl/>
        </w:rPr>
        <w:t>.</w:t>
      </w:r>
      <w:r w:rsidRPr="00313984">
        <w:rPr>
          <w:rtl/>
        </w:rPr>
        <w:t xml:space="preserve"> فهل يكون التواتر هكذا أو لا؟</w:t>
      </w:r>
    </w:p>
    <w:p w:rsidR="002379D1" w:rsidRDefault="00E07DFB" w:rsidP="002A0058">
      <w:pPr>
        <w:pStyle w:val="libNormal"/>
        <w:rPr>
          <w:rtl/>
        </w:rPr>
      </w:pPr>
      <w:r w:rsidRPr="00313984">
        <w:rPr>
          <w:rStyle w:val="libBold1Char"/>
          <w:rtl/>
        </w:rPr>
        <w:t>الشيخ تجليل:</w:t>
      </w:r>
      <w:r w:rsidRPr="002A0058">
        <w:rPr>
          <w:rtl/>
        </w:rPr>
        <w:t xml:space="preserve"> تعريف التَّواتر هو: ما يفيد القطع</w:t>
      </w:r>
      <w:r w:rsidR="00610870">
        <w:rPr>
          <w:rtl/>
        </w:rPr>
        <w:t>.</w:t>
      </w:r>
      <w:r w:rsidRPr="002A0058">
        <w:rPr>
          <w:rtl/>
        </w:rPr>
        <w:t xml:space="preserve"> فإذا كانت الأسانيد المتعدِّدة تنتهي إلى شخصٍ واحد</w:t>
      </w:r>
      <w:r w:rsidR="00610870">
        <w:rPr>
          <w:rtl/>
        </w:rPr>
        <w:t>،</w:t>
      </w:r>
      <w:r w:rsidRPr="002A0058">
        <w:rPr>
          <w:rtl/>
        </w:rPr>
        <w:t xml:space="preserve"> في وسط السند أو في آخره</w:t>
      </w:r>
      <w:r w:rsidR="00610870">
        <w:rPr>
          <w:rtl/>
        </w:rPr>
        <w:t>،</w:t>
      </w:r>
      <w:r w:rsidRPr="002A0058">
        <w:rPr>
          <w:rtl/>
        </w:rPr>
        <w:t xml:space="preserve"> عندئذ لا تُفيد القطع</w:t>
      </w:r>
      <w:r w:rsidR="00610870">
        <w:rPr>
          <w:rtl/>
        </w:rPr>
        <w:t>؛</w:t>
      </w:r>
      <w:r w:rsidRPr="002A0058">
        <w:rPr>
          <w:rtl/>
        </w:rPr>
        <w:t xml:space="preserve"> لأنَّها تعود إلى خبرٍ واحد</w:t>
      </w:r>
      <w:r w:rsidR="00610870">
        <w:rPr>
          <w:rtl/>
        </w:rPr>
        <w:t>.</w:t>
      </w:r>
      <w:r w:rsidRPr="002A0058">
        <w:rPr>
          <w:rtl/>
        </w:rPr>
        <w:t xml:space="preserve"> فمثلاً مائة شخص نقلوا عن خمسين شخصاً آخرين</w:t>
      </w:r>
      <w:r w:rsidR="00610870">
        <w:rPr>
          <w:rtl/>
        </w:rPr>
        <w:t>،</w:t>
      </w:r>
      <w:r w:rsidRPr="002A0058">
        <w:rPr>
          <w:rtl/>
        </w:rPr>
        <w:t xml:space="preserve"> ونقل الخمسون عن شخصٍ واحد</w:t>
      </w:r>
      <w:r w:rsidR="00610870">
        <w:rPr>
          <w:rtl/>
        </w:rPr>
        <w:t>،</w:t>
      </w:r>
      <w:r w:rsidRPr="002A0058">
        <w:rPr>
          <w:rtl/>
        </w:rPr>
        <w:t xml:space="preserve"> ونقل ذلك الشخص عن آخرين</w:t>
      </w:r>
      <w:r w:rsidR="00610870">
        <w:rPr>
          <w:rtl/>
        </w:rPr>
        <w:t>،</w:t>
      </w:r>
      <w:r w:rsidRPr="002A0058">
        <w:rPr>
          <w:rtl/>
        </w:rPr>
        <w:t xml:space="preserve"> يكون الخبر واحداً ولو كان نقل ذلك الشخص عن خمسين آخرين.</w:t>
      </w:r>
    </w:p>
    <w:p w:rsidR="002379D1" w:rsidRDefault="002379D1" w:rsidP="00E5125A">
      <w:pPr>
        <w:pStyle w:val="libNormal"/>
      </w:pPr>
      <w:r>
        <w:rPr>
          <w:rtl/>
        </w:rPr>
        <w:br w:type="page"/>
      </w:r>
    </w:p>
    <w:p w:rsidR="00E07DFB" w:rsidRPr="00065D03" w:rsidRDefault="00E07DFB" w:rsidP="00065D03">
      <w:pPr>
        <w:pStyle w:val="libNormal"/>
        <w:rPr>
          <w:rtl/>
        </w:rPr>
      </w:pPr>
      <w:r w:rsidRPr="00065D03">
        <w:rPr>
          <w:rtl/>
        </w:rPr>
        <w:lastRenderedPageBreak/>
        <w:t>التواتر الذي يُفيد اليقين لا بد من أن تكون أسانيده كثيرة</w:t>
      </w:r>
      <w:r w:rsidR="00610870">
        <w:rPr>
          <w:rtl/>
        </w:rPr>
        <w:t>،</w:t>
      </w:r>
      <w:r w:rsidRPr="00065D03">
        <w:rPr>
          <w:rtl/>
        </w:rPr>
        <w:t xml:space="preserve"> لدرجة تجعل العاقل</w:t>
      </w:r>
      <w:r w:rsidR="00610870">
        <w:rPr>
          <w:rtl/>
        </w:rPr>
        <w:t xml:space="preserve"> - </w:t>
      </w:r>
      <w:r w:rsidRPr="00065D03">
        <w:rPr>
          <w:rtl/>
        </w:rPr>
        <w:t>عند ملاحظته لكثرة الأسانيد</w:t>
      </w:r>
      <w:r w:rsidR="00610870">
        <w:rPr>
          <w:rtl/>
        </w:rPr>
        <w:t xml:space="preserve"> - </w:t>
      </w:r>
      <w:r w:rsidRPr="00065D03">
        <w:rPr>
          <w:rtl/>
        </w:rPr>
        <w:t>يستيقن به</w:t>
      </w:r>
      <w:r w:rsidR="00610870">
        <w:rPr>
          <w:rtl/>
        </w:rPr>
        <w:t>،</w:t>
      </w:r>
      <w:r w:rsidRPr="00065D03">
        <w:rPr>
          <w:rtl/>
        </w:rPr>
        <w:t xml:space="preserve"> من دون اللجوء إلى القرائن</w:t>
      </w:r>
      <w:r w:rsidR="00610870">
        <w:rPr>
          <w:rtl/>
        </w:rPr>
        <w:t>.</w:t>
      </w:r>
      <w:r w:rsidRPr="00065D03">
        <w:rPr>
          <w:rtl/>
        </w:rPr>
        <w:t xml:space="preserve"> هذه الكثرة تُفيد اليقين عندما لا تنتهي إلى شخص واحد</w:t>
      </w:r>
      <w:r w:rsidR="00610870">
        <w:rPr>
          <w:rtl/>
        </w:rPr>
        <w:t>.</w:t>
      </w:r>
      <w:r w:rsidRPr="00065D03">
        <w:rPr>
          <w:rtl/>
        </w:rPr>
        <w:t xml:space="preserve"> أمَّا إذا انتهت إلى شخص واحد</w:t>
      </w:r>
      <w:r w:rsidR="00610870">
        <w:rPr>
          <w:rtl/>
        </w:rPr>
        <w:t>،</w:t>
      </w:r>
      <w:r w:rsidRPr="00065D03">
        <w:rPr>
          <w:rtl/>
        </w:rPr>
        <w:t xml:space="preserve"> في وسطها أو في آخرها</w:t>
      </w:r>
      <w:r w:rsidR="00610870">
        <w:rPr>
          <w:rtl/>
        </w:rPr>
        <w:t>،</w:t>
      </w:r>
      <w:r w:rsidRPr="00065D03">
        <w:rPr>
          <w:rtl/>
        </w:rPr>
        <w:t xml:space="preserve"> عُدَّت خبرا ًواحداً غير متواتر.</w:t>
      </w:r>
    </w:p>
    <w:p w:rsidR="00E07DFB" w:rsidRPr="00065D03" w:rsidRDefault="00E07DFB" w:rsidP="00065D03">
      <w:pPr>
        <w:pStyle w:val="libNormal"/>
        <w:rPr>
          <w:rtl/>
        </w:rPr>
      </w:pPr>
      <w:r w:rsidRPr="00065D03">
        <w:rPr>
          <w:rtl/>
        </w:rPr>
        <w:t xml:space="preserve">ثُمَّ إنَّ التواتر على أقسام: </w:t>
      </w:r>
    </w:p>
    <w:p w:rsidR="00E07DFB" w:rsidRPr="002A0058" w:rsidRDefault="00E07DFB" w:rsidP="00283EDA">
      <w:pPr>
        <w:pStyle w:val="libNormal"/>
        <w:rPr>
          <w:rtl/>
        </w:rPr>
      </w:pPr>
      <w:r w:rsidRPr="00313984">
        <w:rPr>
          <w:rStyle w:val="libBold1Char"/>
          <w:rtl/>
        </w:rPr>
        <w:t>[القسم الأول:]</w:t>
      </w:r>
      <w:r w:rsidRPr="002A0058">
        <w:rPr>
          <w:rtl/>
        </w:rPr>
        <w:t xml:space="preserve"> </w:t>
      </w:r>
      <w:r w:rsidRPr="00313984">
        <w:rPr>
          <w:rStyle w:val="libBold1Char"/>
          <w:rtl/>
        </w:rPr>
        <w:t>التواتر اللَّفظي</w:t>
      </w:r>
      <w:r w:rsidR="00610870">
        <w:rPr>
          <w:rtl/>
        </w:rPr>
        <w:t>؛</w:t>
      </w:r>
      <w:r w:rsidRPr="002A0058">
        <w:rPr>
          <w:rtl/>
        </w:rPr>
        <w:t xml:space="preserve"> أي أنَّ لفظاً معيناً صدر عن الإمام </w:t>
      </w:r>
      <w:r w:rsidR="00283EDA" w:rsidRPr="00283EDA">
        <w:rPr>
          <w:rStyle w:val="libAlaemChar"/>
          <w:rFonts w:eastAsiaTheme="minorHAnsi"/>
          <w:rtl/>
        </w:rPr>
        <w:t>عليه‌السلام</w:t>
      </w:r>
      <w:r w:rsidRPr="002A0058">
        <w:rPr>
          <w:rtl/>
        </w:rPr>
        <w:t xml:space="preserve"> في مجلس في اليوم الفلاني والساعة الفلانية</w:t>
      </w:r>
      <w:r w:rsidR="00610870">
        <w:rPr>
          <w:rtl/>
        </w:rPr>
        <w:t>،</w:t>
      </w:r>
      <w:r w:rsidRPr="002A0058">
        <w:rPr>
          <w:rtl/>
        </w:rPr>
        <w:t xml:space="preserve"> كصدور حديث غدير خم عن رسول الله </w:t>
      </w:r>
      <w:r w:rsidR="00283EDA" w:rsidRPr="00283EDA">
        <w:rPr>
          <w:rStyle w:val="libAlaemChar"/>
          <w:rFonts w:eastAsiaTheme="minorHAnsi"/>
          <w:rtl/>
        </w:rPr>
        <w:t>صلى‌الله‌عليه‌وآله‌وسلم</w:t>
      </w:r>
      <w:r w:rsidRPr="002A0058">
        <w:rPr>
          <w:rtl/>
        </w:rPr>
        <w:t xml:space="preserve"> أمام جماعة</w:t>
      </w:r>
      <w:r w:rsidR="00610870">
        <w:rPr>
          <w:rtl/>
        </w:rPr>
        <w:t>،</w:t>
      </w:r>
      <w:r w:rsidRPr="002A0058">
        <w:rPr>
          <w:rtl/>
        </w:rPr>
        <w:t xml:space="preserve"> هذا قسم من التواتر</w:t>
      </w:r>
      <w:r w:rsidR="00610870">
        <w:rPr>
          <w:rtl/>
        </w:rPr>
        <w:t>.</w:t>
      </w:r>
      <w:r w:rsidRPr="002A0058">
        <w:rPr>
          <w:rtl/>
        </w:rPr>
        <w:t xml:space="preserve"> وإثبات التواتر في هذه المسألة تترتَّب عليه مساحة واسعة</w:t>
      </w:r>
      <w:r w:rsidR="00610870">
        <w:rPr>
          <w:rtl/>
        </w:rPr>
        <w:t>.</w:t>
      </w:r>
    </w:p>
    <w:p w:rsidR="00E07DFB" w:rsidRPr="00065D03" w:rsidRDefault="00E07DFB" w:rsidP="00283EDA">
      <w:pPr>
        <w:pStyle w:val="libNormal"/>
        <w:rPr>
          <w:rtl/>
        </w:rPr>
      </w:pPr>
      <w:r w:rsidRPr="00065D03">
        <w:rPr>
          <w:rtl/>
        </w:rPr>
        <w:t xml:space="preserve">المرحوم الأميني </w:t>
      </w:r>
      <w:r w:rsidR="00283EDA" w:rsidRPr="00283EDA">
        <w:rPr>
          <w:rStyle w:val="libAlaemChar"/>
          <w:rtl/>
        </w:rPr>
        <w:t>رضي‌الله‌عنه</w:t>
      </w:r>
      <w:r w:rsidRPr="00065D03">
        <w:rPr>
          <w:rtl/>
        </w:rPr>
        <w:t xml:space="preserve"> أراد أن يختصر عمله</w:t>
      </w:r>
      <w:r w:rsidR="00610870">
        <w:rPr>
          <w:rtl/>
        </w:rPr>
        <w:t>،</w:t>
      </w:r>
      <w:r w:rsidRPr="00065D03">
        <w:rPr>
          <w:rtl/>
        </w:rPr>
        <w:t xml:space="preserve"> فقسَّم الرواة إلى قرون</w:t>
      </w:r>
      <w:r w:rsidR="00610870">
        <w:rPr>
          <w:rtl/>
        </w:rPr>
        <w:t>،</w:t>
      </w:r>
      <w:r w:rsidRPr="00065D03">
        <w:rPr>
          <w:rtl/>
        </w:rPr>
        <w:t xml:space="preserve"> وسجَّل أسماء الأشخاص الذين نقلوا حديث الغدير في كل قرن</w:t>
      </w:r>
      <w:r w:rsidR="00610870">
        <w:rPr>
          <w:rtl/>
        </w:rPr>
        <w:t>،</w:t>
      </w:r>
      <w:r w:rsidRPr="00065D03">
        <w:rPr>
          <w:rtl/>
        </w:rPr>
        <w:t xml:space="preserve"> هذا ما فعله هو</w:t>
      </w:r>
      <w:r w:rsidR="00610870">
        <w:rPr>
          <w:rtl/>
        </w:rPr>
        <w:t>،</w:t>
      </w:r>
      <w:r w:rsidRPr="00065D03">
        <w:rPr>
          <w:rtl/>
        </w:rPr>
        <w:t xml:space="preserve"> لكن القرن يشتمل على ثلاث طبقات</w:t>
      </w:r>
      <w:r w:rsidR="00610870">
        <w:rPr>
          <w:rtl/>
        </w:rPr>
        <w:t>.</w:t>
      </w:r>
      <w:r w:rsidRPr="00065D03">
        <w:rPr>
          <w:rtl/>
        </w:rPr>
        <w:t xml:space="preserve"> لكنَّه لمَّا كانت تواريخ وفيِّات الرواة مدَّونة</w:t>
      </w:r>
      <w:r w:rsidR="00610870">
        <w:rPr>
          <w:rtl/>
        </w:rPr>
        <w:t>،</w:t>
      </w:r>
      <w:r w:rsidRPr="00065D03">
        <w:rPr>
          <w:rtl/>
        </w:rPr>
        <w:t xml:space="preserve"> وأراد أن يُسهِّل الأمر</w:t>
      </w:r>
      <w:r w:rsidR="00610870">
        <w:rPr>
          <w:rtl/>
        </w:rPr>
        <w:t>،</w:t>
      </w:r>
      <w:r w:rsidRPr="00065D03">
        <w:rPr>
          <w:rtl/>
        </w:rPr>
        <w:t xml:space="preserve"> أتخذ كل قرن بقرنه</w:t>
      </w:r>
      <w:r w:rsidR="00610870">
        <w:rPr>
          <w:rtl/>
        </w:rPr>
        <w:t>،</w:t>
      </w:r>
      <w:r w:rsidRPr="00065D03">
        <w:rPr>
          <w:rtl/>
        </w:rPr>
        <w:t xml:space="preserve"> ولم يكن يقصد اعتماده.</w:t>
      </w:r>
    </w:p>
    <w:p w:rsidR="00E07DFB" w:rsidRPr="002A0058" w:rsidRDefault="00E07DFB" w:rsidP="00283EDA">
      <w:pPr>
        <w:pStyle w:val="libNormal"/>
        <w:rPr>
          <w:rtl/>
        </w:rPr>
      </w:pPr>
      <w:r w:rsidRPr="00313984">
        <w:rPr>
          <w:rStyle w:val="libBold1Char"/>
          <w:rtl/>
        </w:rPr>
        <w:t>القسم الثاني</w:t>
      </w:r>
      <w:r w:rsidRPr="002A0058">
        <w:rPr>
          <w:rtl/>
        </w:rPr>
        <w:t xml:space="preserve"> من التَّواتر هو: </w:t>
      </w:r>
      <w:r w:rsidRPr="00313984">
        <w:rPr>
          <w:rStyle w:val="libBold1Char"/>
          <w:rtl/>
        </w:rPr>
        <w:t>التَّواتر اللَّفظي</w:t>
      </w:r>
      <w:r w:rsidR="00610870">
        <w:rPr>
          <w:rStyle w:val="libBold1Char"/>
          <w:rtl/>
        </w:rPr>
        <w:t>،</w:t>
      </w:r>
      <w:r w:rsidRPr="002A0058">
        <w:rPr>
          <w:rtl/>
        </w:rPr>
        <w:t xml:space="preserve"> فننقل لفظاً معيناً</w:t>
      </w:r>
      <w:r w:rsidR="00610870">
        <w:rPr>
          <w:rtl/>
        </w:rPr>
        <w:t>،</w:t>
      </w:r>
      <w:r w:rsidRPr="002A0058">
        <w:rPr>
          <w:rtl/>
        </w:rPr>
        <w:t xml:space="preserve"> لكنَّه لم يصدر في مجلس واحد</w:t>
      </w:r>
      <w:r w:rsidR="00610870">
        <w:rPr>
          <w:rtl/>
        </w:rPr>
        <w:t>.</w:t>
      </w:r>
      <w:r w:rsidRPr="002A0058">
        <w:rPr>
          <w:rtl/>
        </w:rPr>
        <w:t xml:space="preserve"> مثلاً ممَّا حصلتُ عليه من روايات أهل السُّـنَّة أنَّ رسول الله </w:t>
      </w:r>
      <w:r w:rsidR="00283EDA" w:rsidRPr="00283EDA">
        <w:rPr>
          <w:rStyle w:val="libAlaemChar"/>
          <w:rFonts w:eastAsiaTheme="minorHAnsi"/>
          <w:rtl/>
        </w:rPr>
        <w:t>صلى‌الله‌عليه‌وآله‌وسلم</w:t>
      </w:r>
      <w:r w:rsidRPr="002A0058">
        <w:rPr>
          <w:rtl/>
        </w:rPr>
        <w:t xml:space="preserve"> تحدَّث بحديث الثَّقلين في ثلاثة أماكن مختلفة</w:t>
      </w:r>
      <w:r w:rsidR="00610870">
        <w:rPr>
          <w:rtl/>
        </w:rPr>
        <w:t>،</w:t>
      </w:r>
      <w:r w:rsidRPr="002A0058">
        <w:rPr>
          <w:rtl/>
        </w:rPr>
        <w:t xml:space="preserve"> وفي فواصل زمنية منفصلة</w:t>
      </w:r>
      <w:r w:rsidR="00610870">
        <w:rPr>
          <w:rtl/>
        </w:rPr>
        <w:t>،</w:t>
      </w:r>
      <w:r w:rsidRPr="002A0058">
        <w:rPr>
          <w:rtl/>
        </w:rPr>
        <w:t xml:space="preserve"> آخرها عندما أراد توديع أمَّـته</w:t>
      </w:r>
      <w:r w:rsidR="00610870">
        <w:rPr>
          <w:rtl/>
        </w:rPr>
        <w:t>،</w:t>
      </w:r>
      <w:r w:rsidRPr="002A0058">
        <w:rPr>
          <w:rtl/>
        </w:rPr>
        <w:t xml:space="preserve"> فتوجَّه إلى المسجد آخر مرَّة</w:t>
      </w:r>
      <w:r w:rsidR="00610870">
        <w:rPr>
          <w:rtl/>
        </w:rPr>
        <w:t>،</w:t>
      </w:r>
      <w:r w:rsidRPr="002A0058">
        <w:rPr>
          <w:rtl/>
        </w:rPr>
        <w:t xml:space="preserve"> وأعاد عليهم حديث الثَّقلين</w:t>
      </w:r>
      <w:r w:rsidR="00610870">
        <w:rPr>
          <w:rtl/>
        </w:rPr>
        <w:t>.</w:t>
      </w:r>
      <w:r w:rsidRPr="002A0058">
        <w:rPr>
          <w:rtl/>
        </w:rPr>
        <w:t xml:space="preserve"> هذا نوع من التواتر</w:t>
      </w:r>
      <w:r w:rsidR="00610870">
        <w:rPr>
          <w:rtl/>
        </w:rPr>
        <w:t>،</w:t>
      </w:r>
      <w:r w:rsidRPr="002A0058">
        <w:rPr>
          <w:rtl/>
        </w:rPr>
        <w:t xml:space="preserve"> وهو يثبت أنَّ رسول الله </w:t>
      </w:r>
      <w:r w:rsidR="00283EDA" w:rsidRPr="00283EDA">
        <w:rPr>
          <w:rStyle w:val="libAlaemChar"/>
          <w:rFonts w:eastAsiaTheme="minorHAnsi"/>
          <w:rtl/>
        </w:rPr>
        <w:t>صلى‌الله‌عليه‌وآله‌وسلم</w:t>
      </w:r>
      <w:r w:rsidR="00610870">
        <w:rPr>
          <w:rtl/>
        </w:rPr>
        <w:t xml:space="preserve"> - </w:t>
      </w:r>
      <w:r w:rsidRPr="002A0058">
        <w:rPr>
          <w:rtl/>
        </w:rPr>
        <w:t>ولو بشكل مُجمل</w:t>
      </w:r>
      <w:r w:rsidR="00610870">
        <w:rPr>
          <w:rtl/>
        </w:rPr>
        <w:t xml:space="preserve"> - </w:t>
      </w:r>
      <w:r w:rsidRPr="002A0058">
        <w:rPr>
          <w:rtl/>
        </w:rPr>
        <w:t>تحدَّث بهذا الحديث في إحدى تلك المرَّات بشكل قطعي.</w:t>
      </w:r>
    </w:p>
    <w:p w:rsidR="002379D1" w:rsidRDefault="00E07DFB" w:rsidP="00283EDA">
      <w:pPr>
        <w:pStyle w:val="libNormal"/>
        <w:rPr>
          <w:rtl/>
        </w:rPr>
      </w:pPr>
      <w:r w:rsidRPr="00313984">
        <w:rPr>
          <w:rStyle w:val="libBold1Char"/>
          <w:rtl/>
        </w:rPr>
        <w:t>القسم الثالث</w:t>
      </w:r>
      <w:r w:rsidRPr="002A0058">
        <w:rPr>
          <w:rtl/>
        </w:rPr>
        <w:t xml:space="preserve"> من التَّواتر هو: </w:t>
      </w:r>
      <w:r w:rsidRPr="00313984">
        <w:rPr>
          <w:rStyle w:val="libBold1Char"/>
          <w:rtl/>
        </w:rPr>
        <w:t>التَّواتر المعنوي</w:t>
      </w:r>
      <w:r w:rsidR="00610870">
        <w:rPr>
          <w:rStyle w:val="libBold1Char"/>
          <w:rtl/>
        </w:rPr>
        <w:t>،</w:t>
      </w:r>
      <w:r w:rsidRPr="002A0058">
        <w:rPr>
          <w:rtl/>
        </w:rPr>
        <w:t xml:space="preserve"> وهو أن يُنقل حكمٌ ما بالتَّواتر</w:t>
      </w:r>
      <w:r w:rsidR="00610870">
        <w:rPr>
          <w:rtl/>
        </w:rPr>
        <w:t>،</w:t>
      </w:r>
      <w:r w:rsidRPr="002A0058">
        <w:rPr>
          <w:rtl/>
        </w:rPr>
        <w:t xml:space="preserve"> لكن ليس من إمام واحد</w:t>
      </w:r>
      <w:r w:rsidR="00610870">
        <w:rPr>
          <w:rtl/>
        </w:rPr>
        <w:t>،</w:t>
      </w:r>
      <w:r w:rsidRPr="002A0058">
        <w:rPr>
          <w:rtl/>
        </w:rPr>
        <w:t xml:space="preserve"> بل من أئمة متعدِّدين</w:t>
      </w:r>
      <w:r w:rsidR="00610870">
        <w:rPr>
          <w:rtl/>
        </w:rPr>
        <w:t>،</w:t>
      </w:r>
      <w:r w:rsidRPr="002A0058">
        <w:rPr>
          <w:rtl/>
        </w:rPr>
        <w:t xml:space="preserve"> فيُنقل إلينا هذا الحكم من مجالس وتواريخ وعبارات وألفاظ متعدِّدة</w:t>
      </w:r>
      <w:r w:rsidR="00610870">
        <w:rPr>
          <w:rtl/>
        </w:rPr>
        <w:t>،</w:t>
      </w:r>
      <w:r w:rsidRPr="002A0058">
        <w:rPr>
          <w:rtl/>
        </w:rPr>
        <w:t xml:space="preserve"> لكن عندما نضعها إلى جانب بعضها بعضاً</w:t>
      </w:r>
      <w:r w:rsidR="00610870">
        <w:rPr>
          <w:rtl/>
        </w:rPr>
        <w:t>،</w:t>
      </w:r>
      <w:r w:rsidRPr="002A0058">
        <w:rPr>
          <w:rtl/>
        </w:rPr>
        <w:t xml:space="preserve"> نجد أنَّ أصل صدور الحكم عن المعصوم </w:t>
      </w:r>
      <w:r w:rsidR="00283EDA" w:rsidRPr="00283EDA">
        <w:rPr>
          <w:rStyle w:val="libAlaemChar"/>
          <w:rFonts w:eastAsiaTheme="minorHAnsi"/>
          <w:rtl/>
        </w:rPr>
        <w:t>عليه‌السلام</w:t>
      </w:r>
      <w:r w:rsidRPr="002A0058">
        <w:rPr>
          <w:rtl/>
        </w:rPr>
        <w:t xml:space="preserve"> أمر قطعي.</w:t>
      </w:r>
    </w:p>
    <w:p w:rsidR="002379D1" w:rsidRDefault="002379D1" w:rsidP="00E5125A">
      <w:pPr>
        <w:pStyle w:val="libNormal"/>
      </w:pPr>
      <w:r>
        <w:rPr>
          <w:rtl/>
        </w:rPr>
        <w:br w:type="page"/>
      </w:r>
    </w:p>
    <w:p w:rsidR="00E07DFB" w:rsidRPr="002A0058" w:rsidRDefault="00E07DFB" w:rsidP="002A0058">
      <w:pPr>
        <w:pStyle w:val="libNormal"/>
        <w:rPr>
          <w:rtl/>
        </w:rPr>
      </w:pPr>
      <w:r w:rsidRPr="00313984">
        <w:rPr>
          <w:rStyle w:val="libBold1Char"/>
          <w:rtl/>
        </w:rPr>
        <w:lastRenderedPageBreak/>
        <w:t>القسم الرابع</w:t>
      </w:r>
      <w:r w:rsidRPr="002A0058">
        <w:rPr>
          <w:rtl/>
        </w:rPr>
        <w:t xml:space="preserve"> من التَّواتر هو: </w:t>
      </w:r>
      <w:r w:rsidRPr="00313984">
        <w:rPr>
          <w:rStyle w:val="libBold1Char"/>
          <w:rtl/>
        </w:rPr>
        <w:t>التَّواتر الإجمالي</w:t>
      </w:r>
      <w:r w:rsidR="00610870">
        <w:rPr>
          <w:rtl/>
        </w:rPr>
        <w:t>،</w:t>
      </w:r>
      <w:r w:rsidRPr="002A0058">
        <w:rPr>
          <w:rtl/>
        </w:rPr>
        <w:t xml:space="preserve"> وهو عندما تكون الروايات لا تحمل المعنى نفسه</w:t>
      </w:r>
      <w:r w:rsidR="00610870">
        <w:rPr>
          <w:rtl/>
        </w:rPr>
        <w:t>،</w:t>
      </w:r>
      <w:r w:rsidRPr="002A0058">
        <w:rPr>
          <w:rtl/>
        </w:rPr>
        <w:t xml:space="preserve"> بل لكل منها معنى مختلف</w:t>
      </w:r>
      <w:r w:rsidR="00610870">
        <w:rPr>
          <w:rtl/>
        </w:rPr>
        <w:t>،</w:t>
      </w:r>
      <w:r w:rsidRPr="002A0058">
        <w:rPr>
          <w:rtl/>
        </w:rPr>
        <w:t xml:space="preserve"> لكن عندما نجمعها نتيقن بأنَّ بعضها صادر عن الإمام</w:t>
      </w:r>
      <w:r w:rsidR="00610870">
        <w:rPr>
          <w:rtl/>
        </w:rPr>
        <w:t>،</w:t>
      </w:r>
      <w:r w:rsidRPr="002A0058">
        <w:rPr>
          <w:rtl/>
        </w:rPr>
        <w:t xml:space="preserve"> فيثب لنا تواتر ذلك المقدار المشترك في ما بينها من دون خصوصيَّاته</w:t>
      </w:r>
      <w:r w:rsidR="00610870">
        <w:rPr>
          <w:rtl/>
        </w:rPr>
        <w:t>،</w:t>
      </w:r>
      <w:r w:rsidRPr="002A0058">
        <w:rPr>
          <w:rtl/>
        </w:rPr>
        <w:t xml:space="preserve"> ولدينا الكثير من هذا النوع من التَّواتر.</w:t>
      </w:r>
    </w:p>
    <w:p w:rsidR="00E07DFB" w:rsidRPr="00065D03" w:rsidRDefault="00E07DFB" w:rsidP="00065D03">
      <w:pPr>
        <w:pStyle w:val="libNormal"/>
        <w:rPr>
          <w:rtl/>
        </w:rPr>
      </w:pPr>
      <w:r w:rsidRPr="00065D03">
        <w:rPr>
          <w:rtl/>
        </w:rPr>
        <w:t>وأنموذجاً على ذلك: ادَّعى أحدهم أخيراً أنَّه قد استفاد من ظاهر القرآن أنَّ قصر الصَّلاة يختص بحالات الخوف</w:t>
      </w:r>
      <w:r w:rsidR="00610870">
        <w:rPr>
          <w:rtl/>
        </w:rPr>
        <w:t>.</w:t>
      </w:r>
      <w:r w:rsidRPr="00065D03">
        <w:rPr>
          <w:rtl/>
        </w:rPr>
        <w:t xml:space="preserve"> أمَّا في السفر الآمن</w:t>
      </w:r>
      <w:r w:rsidR="00610870">
        <w:rPr>
          <w:rtl/>
        </w:rPr>
        <w:t>،</w:t>
      </w:r>
      <w:r w:rsidRPr="00065D03">
        <w:rPr>
          <w:rtl/>
        </w:rPr>
        <w:t xml:space="preserve"> فمهما طال يجب أن يتم المسافر صلاته</w:t>
      </w:r>
      <w:r w:rsidR="00610870">
        <w:rPr>
          <w:rtl/>
        </w:rPr>
        <w:t>.</w:t>
      </w:r>
      <w:r w:rsidRPr="00065D03">
        <w:rPr>
          <w:rtl/>
        </w:rPr>
        <w:t xml:space="preserve"> وهذا الكلام يَرُدُّه أنَّ أحاديث قصر الصلاة جاءت في أبواب مختلفة</w:t>
      </w:r>
      <w:r w:rsidR="00610870">
        <w:rPr>
          <w:rtl/>
        </w:rPr>
        <w:t>،</w:t>
      </w:r>
      <w:r w:rsidRPr="00065D03">
        <w:rPr>
          <w:rtl/>
        </w:rPr>
        <w:t xml:space="preserve"> وشملت ما يقارب المئتين وخمسين حديثاً</w:t>
      </w:r>
      <w:r w:rsidR="00610870">
        <w:rPr>
          <w:rtl/>
        </w:rPr>
        <w:t>.</w:t>
      </w:r>
      <w:r w:rsidRPr="00065D03">
        <w:rPr>
          <w:rtl/>
        </w:rPr>
        <w:t xml:space="preserve"> ومن هذا التواتر الإجمالي نتيقَّن بوجوب قصر المسافر لصلاته</w:t>
      </w:r>
      <w:r w:rsidR="00610870">
        <w:rPr>
          <w:rtl/>
        </w:rPr>
        <w:t>.</w:t>
      </w:r>
      <w:r w:rsidRPr="00065D03">
        <w:rPr>
          <w:rtl/>
        </w:rPr>
        <w:t xml:space="preserve"> في حين أنَّ بعض هذه الأحاديث يتناول قصد الإقامة</w:t>
      </w:r>
      <w:r w:rsidR="00610870">
        <w:rPr>
          <w:rtl/>
        </w:rPr>
        <w:t>،</w:t>
      </w:r>
      <w:r w:rsidRPr="00065D03">
        <w:rPr>
          <w:rtl/>
        </w:rPr>
        <w:t xml:space="preserve"> وبعضها الآخر المسافة</w:t>
      </w:r>
      <w:r w:rsidR="00610870">
        <w:rPr>
          <w:rtl/>
        </w:rPr>
        <w:t>،</w:t>
      </w:r>
      <w:r w:rsidRPr="00065D03">
        <w:rPr>
          <w:rtl/>
        </w:rPr>
        <w:t xml:space="preserve"> وغيرها مستثنيات المسافة</w:t>
      </w:r>
      <w:r w:rsidR="00610870">
        <w:rPr>
          <w:rtl/>
        </w:rPr>
        <w:t>،</w:t>
      </w:r>
      <w:r w:rsidRPr="00065D03">
        <w:rPr>
          <w:rtl/>
        </w:rPr>
        <w:t xml:space="preserve"> لكنَّها جميعاً مشتركة في أنَّ أصل قصر الصلاة للمسافر أمر مُسلَّّم به</w:t>
      </w:r>
      <w:r w:rsidR="00610870">
        <w:rPr>
          <w:rtl/>
        </w:rPr>
        <w:t>.</w:t>
      </w:r>
      <w:r w:rsidRPr="00065D03">
        <w:rPr>
          <w:rtl/>
        </w:rPr>
        <w:t xml:space="preserve"> إضافة إلى أنَّ ظاهر القرآن لا يُفيد ذلك.</w:t>
      </w:r>
    </w:p>
    <w:p w:rsidR="00E07DFB" w:rsidRPr="00313984" w:rsidRDefault="00E07DFB" w:rsidP="00313984">
      <w:pPr>
        <w:pStyle w:val="libBold1"/>
        <w:rPr>
          <w:rtl/>
        </w:rPr>
      </w:pPr>
      <w:r w:rsidRPr="00313984">
        <w:rPr>
          <w:rtl/>
        </w:rPr>
        <w:t>* مرَّ بنا في الأسئلة السابقة</w:t>
      </w:r>
      <w:r w:rsidR="00610870">
        <w:rPr>
          <w:rtl/>
        </w:rPr>
        <w:t>،</w:t>
      </w:r>
      <w:r w:rsidRPr="00313984">
        <w:rPr>
          <w:rtl/>
        </w:rPr>
        <w:t xml:space="preserve"> أنَّ المعيار الذي اختلف فيه المرحوم آية الله العظمى البروجردي وآية الله العظمى الخوئي في شأن ما إذا كان إعراض الأصحاب يوجب وهن الحديث</w:t>
      </w:r>
      <w:r w:rsidR="00610870">
        <w:rPr>
          <w:rtl/>
        </w:rPr>
        <w:t>،</w:t>
      </w:r>
      <w:r w:rsidRPr="00313984">
        <w:rPr>
          <w:rtl/>
        </w:rPr>
        <w:t xml:space="preserve"> وعمل الأصحاب يجبر ضعف السند</w:t>
      </w:r>
      <w:r w:rsidR="00610870">
        <w:rPr>
          <w:rtl/>
        </w:rPr>
        <w:t>،</w:t>
      </w:r>
      <w:r w:rsidRPr="00313984">
        <w:rPr>
          <w:rtl/>
        </w:rPr>
        <w:t xml:space="preserve"> فيرى المرحوم آية الله العظمى البروجردي أنَّه كلَّما ازدادت صحَّته ازداد وهنه</w:t>
      </w:r>
      <w:r w:rsidR="00610870">
        <w:rPr>
          <w:rtl/>
        </w:rPr>
        <w:t>،</w:t>
      </w:r>
      <w:r w:rsidRPr="00313984">
        <w:rPr>
          <w:rtl/>
        </w:rPr>
        <w:t xml:space="preserve"> وكلَّما ازداد وهنه ازدادت صحَّته</w:t>
      </w:r>
      <w:r w:rsidR="00610870">
        <w:rPr>
          <w:rtl/>
        </w:rPr>
        <w:t>.</w:t>
      </w:r>
      <w:r w:rsidRPr="00313984">
        <w:rPr>
          <w:rtl/>
        </w:rPr>
        <w:t xml:space="preserve"> والمرحوم آية الله العظمى الخوئي لا يؤيَِّد ذلك</w:t>
      </w:r>
      <w:r w:rsidR="00610870">
        <w:rPr>
          <w:rtl/>
        </w:rPr>
        <w:t>؛</w:t>
      </w:r>
      <w:r w:rsidRPr="00313984">
        <w:rPr>
          <w:rtl/>
        </w:rPr>
        <w:t xml:space="preserve"> فهو لا يرى في إعراض الأصحاب ما يُوجب الوهن فيه</w:t>
      </w:r>
      <w:r w:rsidR="00610870">
        <w:rPr>
          <w:rtl/>
        </w:rPr>
        <w:t>،</w:t>
      </w:r>
      <w:r w:rsidRPr="00313984">
        <w:rPr>
          <w:rtl/>
        </w:rPr>
        <w:t xml:space="preserve"> كما أنَّه لا يرى في عمل الأصحاب ما يجبر الضعف</w:t>
      </w:r>
      <w:r w:rsidR="00610870">
        <w:rPr>
          <w:rtl/>
        </w:rPr>
        <w:t>.</w:t>
      </w:r>
      <w:r w:rsidRPr="00313984">
        <w:rPr>
          <w:rtl/>
        </w:rPr>
        <w:t xml:space="preserve"> في حين أنَّ بعض تلامذة المرحوم الخوئي يقولون بالتفصيل</w:t>
      </w:r>
      <w:r w:rsidR="00610870">
        <w:rPr>
          <w:rtl/>
        </w:rPr>
        <w:t>،</w:t>
      </w:r>
      <w:r w:rsidRPr="00313984">
        <w:rPr>
          <w:rtl/>
        </w:rPr>
        <w:t xml:space="preserve"> فيرون أنَّ الإعراض يُوجب الوهن</w:t>
      </w:r>
      <w:r w:rsidR="00610870">
        <w:rPr>
          <w:rtl/>
        </w:rPr>
        <w:t>،</w:t>
      </w:r>
      <w:r w:rsidRPr="00313984">
        <w:rPr>
          <w:rtl/>
        </w:rPr>
        <w:t xml:space="preserve"> وأمَّا عمل الأصحاب</w:t>
      </w:r>
      <w:r w:rsidR="00610870">
        <w:rPr>
          <w:rtl/>
        </w:rPr>
        <w:t>،</w:t>
      </w:r>
      <w:r w:rsidRPr="00313984">
        <w:rPr>
          <w:rtl/>
        </w:rPr>
        <w:t xml:space="preserve"> فلا يجبر الضعف.</w:t>
      </w:r>
    </w:p>
    <w:p w:rsidR="002379D1" w:rsidRDefault="00E07DFB" w:rsidP="00313984">
      <w:pPr>
        <w:pStyle w:val="libBold1"/>
        <w:rPr>
          <w:rtl/>
        </w:rPr>
      </w:pPr>
      <w:r w:rsidRPr="00313984">
        <w:rPr>
          <w:rtl/>
        </w:rPr>
        <w:t>لذا نريد أن نتعرَّف إلى رأي المرحوم آية الله العظمى البروجردي في ذلك</w:t>
      </w:r>
      <w:r w:rsidR="00610870">
        <w:rPr>
          <w:rtl/>
        </w:rPr>
        <w:t>،</w:t>
      </w:r>
      <w:r w:rsidRPr="00313984">
        <w:rPr>
          <w:rtl/>
        </w:rPr>
        <w:t xml:space="preserve"> والمقدِّمات التي أوصلته إلى تلك النتيجة؟</w:t>
      </w:r>
    </w:p>
    <w:p w:rsidR="002379D1" w:rsidRDefault="002379D1" w:rsidP="00E62F51">
      <w:pPr>
        <w:pStyle w:val="libNormal"/>
      </w:pPr>
      <w:r>
        <w:rPr>
          <w:rtl/>
        </w:rPr>
        <w:br w:type="page"/>
      </w:r>
    </w:p>
    <w:p w:rsidR="002379D1" w:rsidRDefault="00E07DFB" w:rsidP="002379D1">
      <w:pPr>
        <w:pStyle w:val="libNormal"/>
        <w:rPr>
          <w:rtl/>
        </w:rPr>
      </w:pPr>
      <w:r w:rsidRPr="00313984">
        <w:rPr>
          <w:rStyle w:val="libBold1Char"/>
          <w:rtl/>
        </w:rPr>
        <w:lastRenderedPageBreak/>
        <w:t xml:space="preserve">الشيخ تجليل: </w:t>
      </w:r>
      <w:r w:rsidRPr="002A0058">
        <w:rPr>
          <w:rtl/>
        </w:rPr>
        <w:t>المرحوم آية الله العظمى السيد الخوئي تفرَّد بهذا الرأي من النَّجفيِّين</w:t>
      </w:r>
      <w:r w:rsidR="00610870">
        <w:rPr>
          <w:rtl/>
        </w:rPr>
        <w:t>،</w:t>
      </w:r>
      <w:r w:rsidRPr="002A0058">
        <w:rPr>
          <w:rtl/>
        </w:rPr>
        <w:t xml:space="preserve"> وإلاَّ فالمرحوم آية الله الحكيم</w:t>
      </w:r>
      <w:r w:rsidR="00610870">
        <w:rPr>
          <w:rtl/>
        </w:rPr>
        <w:t>،</w:t>
      </w:r>
      <w:r w:rsidRPr="002A0058">
        <w:rPr>
          <w:rtl/>
        </w:rPr>
        <w:t xml:space="preserve"> وصاحب الجواهر</w:t>
      </w:r>
      <w:r w:rsidR="00610870">
        <w:rPr>
          <w:rtl/>
        </w:rPr>
        <w:t>،</w:t>
      </w:r>
      <w:r w:rsidRPr="002A0058">
        <w:rPr>
          <w:rtl/>
        </w:rPr>
        <w:t xml:space="preserve"> والمرحوم الهمداني</w:t>
      </w:r>
      <w:r w:rsidR="002379D1">
        <w:rPr>
          <w:rFonts w:hint="cs"/>
          <w:rtl/>
        </w:rPr>
        <w:t xml:space="preserve"> </w:t>
      </w:r>
      <w:r w:rsidRPr="00065D03">
        <w:rPr>
          <w:rtl/>
        </w:rPr>
        <w:t>وسائر الفقهاء البارزين في النجف الأشرف</w:t>
      </w:r>
      <w:r w:rsidR="00610870">
        <w:rPr>
          <w:rtl/>
        </w:rPr>
        <w:t>،</w:t>
      </w:r>
      <w:r w:rsidRPr="00065D03">
        <w:rPr>
          <w:rtl/>
        </w:rPr>
        <w:t xml:space="preserve"> لم يكونوا يقولون برأيه</w:t>
      </w:r>
      <w:r w:rsidR="00610870">
        <w:rPr>
          <w:rtl/>
        </w:rPr>
        <w:t>.</w:t>
      </w:r>
      <w:r w:rsidRPr="00065D03">
        <w:rPr>
          <w:rtl/>
        </w:rPr>
        <w:t xml:space="preserve"> وعلى حد علمي ليس هناك فقيه آخر يقول بذلك</w:t>
      </w:r>
      <w:r w:rsidR="00610870">
        <w:rPr>
          <w:rtl/>
        </w:rPr>
        <w:t>.</w:t>
      </w:r>
      <w:r w:rsidRPr="00065D03">
        <w:rPr>
          <w:rtl/>
        </w:rPr>
        <w:t xml:space="preserve"> فتلك شبهة برزت في رأي المرحوم آية الله العظمى الخوئي</w:t>
      </w:r>
      <w:r w:rsidR="00610870">
        <w:rPr>
          <w:rtl/>
        </w:rPr>
        <w:t>،</w:t>
      </w:r>
      <w:r w:rsidRPr="00065D03">
        <w:rPr>
          <w:rtl/>
        </w:rPr>
        <w:t xml:space="preserve"> ثُمَّ تبعه فيها آخرون من بعده. </w:t>
      </w:r>
    </w:p>
    <w:p w:rsidR="00E07DFB" w:rsidRPr="00065D03" w:rsidRDefault="00E07DFB" w:rsidP="002379D1">
      <w:pPr>
        <w:pStyle w:val="libNormal"/>
        <w:rPr>
          <w:rtl/>
        </w:rPr>
      </w:pPr>
      <w:r w:rsidRPr="00065D03">
        <w:rPr>
          <w:rtl/>
        </w:rPr>
        <w:t>في الشقِّ الأول من المسألة كلامه مقبول</w:t>
      </w:r>
      <w:r w:rsidR="00610870">
        <w:rPr>
          <w:rtl/>
        </w:rPr>
        <w:t>،</w:t>
      </w:r>
      <w:r w:rsidRPr="00065D03">
        <w:rPr>
          <w:rtl/>
        </w:rPr>
        <w:t xml:space="preserve"> فعندما نجد سنداً ضعيفاً</w:t>
      </w:r>
      <w:r w:rsidR="00610870">
        <w:rPr>
          <w:rtl/>
        </w:rPr>
        <w:t>،</w:t>
      </w:r>
      <w:r w:rsidRPr="00065D03">
        <w:rPr>
          <w:rtl/>
        </w:rPr>
        <w:t xml:space="preserve"> لا يمكننا الأخذ به عندما يثبت لنا خلافه</w:t>
      </w:r>
      <w:r w:rsidR="00610870">
        <w:rPr>
          <w:rtl/>
        </w:rPr>
        <w:t>،</w:t>
      </w:r>
      <w:r w:rsidRPr="00065D03">
        <w:rPr>
          <w:rtl/>
        </w:rPr>
        <w:t xml:space="preserve"> حتى لو قبله الآخرون</w:t>
      </w:r>
      <w:r w:rsidR="00610870">
        <w:rPr>
          <w:rtl/>
        </w:rPr>
        <w:t>.</w:t>
      </w:r>
      <w:r w:rsidRPr="00065D03">
        <w:rPr>
          <w:rtl/>
        </w:rPr>
        <w:t xml:space="preserve"> فمثلاً في المسائل الفقهية</w:t>
      </w:r>
      <w:r w:rsidR="00610870">
        <w:rPr>
          <w:rtl/>
        </w:rPr>
        <w:t>،</w:t>
      </w:r>
      <w:r w:rsidRPr="00065D03">
        <w:rPr>
          <w:rtl/>
        </w:rPr>
        <w:t xml:space="preserve"> إذا استنبطتَ أمراً</w:t>
      </w:r>
      <w:r w:rsidR="00610870">
        <w:rPr>
          <w:rtl/>
        </w:rPr>
        <w:t>،</w:t>
      </w:r>
      <w:r w:rsidRPr="00065D03">
        <w:rPr>
          <w:rtl/>
        </w:rPr>
        <w:t xml:space="preserve"> استنبط غيرك خلافه</w:t>
      </w:r>
      <w:r w:rsidR="00610870">
        <w:rPr>
          <w:rtl/>
        </w:rPr>
        <w:t>،</w:t>
      </w:r>
      <w:r w:rsidRPr="00065D03">
        <w:rPr>
          <w:rtl/>
        </w:rPr>
        <w:t xml:space="preserve"> فلن يكون استنباطه حُجَّة عليك</w:t>
      </w:r>
      <w:r w:rsidR="00610870">
        <w:rPr>
          <w:rtl/>
        </w:rPr>
        <w:t>.</w:t>
      </w:r>
      <w:r w:rsidRPr="00065D03">
        <w:rPr>
          <w:rtl/>
        </w:rPr>
        <w:t xml:space="preserve"> فمن الطبيعي أن لا يرجع الخبير إلى خبير آخر</w:t>
      </w:r>
      <w:r w:rsidR="00610870">
        <w:rPr>
          <w:rtl/>
        </w:rPr>
        <w:t>،</w:t>
      </w:r>
      <w:r w:rsidRPr="00065D03">
        <w:rPr>
          <w:rtl/>
        </w:rPr>
        <w:t xml:space="preserve"> بل عليه أن يستنبط بنفسه.</w:t>
      </w:r>
    </w:p>
    <w:p w:rsidR="002379D1" w:rsidRDefault="00E07DFB" w:rsidP="002A0058">
      <w:pPr>
        <w:pStyle w:val="libNormal"/>
        <w:rPr>
          <w:rtl/>
        </w:rPr>
      </w:pPr>
      <w:r w:rsidRPr="002A0058">
        <w:rPr>
          <w:rtl/>
        </w:rPr>
        <w:t>ولكن عندما ندقِّق أكثر في مبدأ الوثوق</w:t>
      </w:r>
      <w:r w:rsidR="00610870">
        <w:rPr>
          <w:rtl/>
        </w:rPr>
        <w:t>،</w:t>
      </w:r>
      <w:r w:rsidRPr="002A0058">
        <w:rPr>
          <w:rtl/>
        </w:rPr>
        <w:t xml:space="preserve"> نجد أنَّ الوثوق يحصل عند العقلاء من جهات مختلفة</w:t>
      </w:r>
      <w:r w:rsidR="00610870">
        <w:rPr>
          <w:rtl/>
        </w:rPr>
        <w:t>،</w:t>
      </w:r>
      <w:r w:rsidRPr="002A0058">
        <w:rPr>
          <w:rtl/>
        </w:rPr>
        <w:t xml:space="preserve"> ومن جملة تلك الجهات وثوق الآخرين</w:t>
      </w:r>
      <w:r w:rsidR="00610870">
        <w:rPr>
          <w:rtl/>
        </w:rPr>
        <w:t>.</w:t>
      </w:r>
      <w:r w:rsidRPr="002A0058">
        <w:rPr>
          <w:rtl/>
        </w:rPr>
        <w:t xml:space="preserve"> فعندما نرى أنَّ أهل الخبرة والاطلاع والدراية بالرجال يثقون بهذا الشخص</w:t>
      </w:r>
      <w:r w:rsidR="00610870">
        <w:rPr>
          <w:rtl/>
        </w:rPr>
        <w:t>،</w:t>
      </w:r>
      <w:r w:rsidRPr="002A0058">
        <w:rPr>
          <w:rtl/>
        </w:rPr>
        <w:t xml:space="preserve"> فمن الطبيعي أن نثق به أيضاً</w:t>
      </w:r>
      <w:r w:rsidR="00610870">
        <w:rPr>
          <w:rtl/>
        </w:rPr>
        <w:t>.</w:t>
      </w:r>
      <w:r w:rsidRPr="002A0058">
        <w:rPr>
          <w:rtl/>
        </w:rPr>
        <w:t xml:space="preserve"> وقد أسلفتُ أنَّ الفقهاء لا يفتون بحكم الله من دون حُجَّة</w:t>
      </w:r>
      <w:r w:rsidR="00610870">
        <w:rPr>
          <w:rtl/>
        </w:rPr>
        <w:t>؛</w:t>
      </w:r>
      <w:r w:rsidRPr="002A0058">
        <w:rPr>
          <w:rtl/>
        </w:rPr>
        <w:t xml:space="preserve"> لأنَّه </w:t>
      </w:r>
      <w:r w:rsidRPr="0080527D">
        <w:rPr>
          <w:rStyle w:val="libBold2Char"/>
          <w:rtl/>
        </w:rPr>
        <w:t>(مَن أفتى بغير علمٍ</w:t>
      </w:r>
      <w:r w:rsidR="00610870">
        <w:rPr>
          <w:rStyle w:val="libBold2Char"/>
          <w:rtl/>
        </w:rPr>
        <w:t>،</w:t>
      </w:r>
      <w:r w:rsidRPr="0080527D">
        <w:rPr>
          <w:rStyle w:val="libBold2Char"/>
          <w:rtl/>
        </w:rPr>
        <w:t xml:space="preserve"> فليتبوَّأ مقعده من النار)</w:t>
      </w:r>
      <w:r w:rsidR="00610870">
        <w:rPr>
          <w:rtl/>
        </w:rPr>
        <w:t>،</w:t>
      </w:r>
      <w:r w:rsidRPr="002A0058">
        <w:rPr>
          <w:rtl/>
        </w:rPr>
        <w:t xml:space="preserve"> والفتوى بغير علم في نظري هي من أكبر الكبائر</w:t>
      </w:r>
      <w:r w:rsidR="00610870">
        <w:rPr>
          <w:rtl/>
        </w:rPr>
        <w:t>.</w:t>
      </w:r>
      <w:r w:rsidRPr="002A0058">
        <w:rPr>
          <w:rtl/>
        </w:rPr>
        <w:t xml:space="preserve"> فقد يرتَّكب الإنسان معصية بينه وبين الله</w:t>
      </w:r>
      <w:r w:rsidR="00610870">
        <w:rPr>
          <w:rtl/>
        </w:rPr>
        <w:t>،</w:t>
      </w:r>
      <w:r w:rsidRPr="002A0058">
        <w:rPr>
          <w:rtl/>
        </w:rPr>
        <w:t xml:space="preserve"> ولا يجرَّ الآخرين معه نحو الضلالة</w:t>
      </w:r>
      <w:r w:rsidR="00610870">
        <w:rPr>
          <w:rtl/>
        </w:rPr>
        <w:t>،</w:t>
      </w:r>
      <w:r w:rsidRPr="002A0058">
        <w:rPr>
          <w:rtl/>
        </w:rPr>
        <w:t xml:space="preserve"> لكن عندما يجرُّ الآخرين نحو المعصية</w:t>
      </w:r>
      <w:r w:rsidR="00610870">
        <w:rPr>
          <w:rtl/>
        </w:rPr>
        <w:t>،</w:t>
      </w:r>
      <w:r w:rsidRPr="002A0058">
        <w:rPr>
          <w:rtl/>
        </w:rPr>
        <w:t xml:space="preserve"> فمن الصعب جداً أن يغفر الله له</w:t>
      </w:r>
      <w:r w:rsidR="00610870">
        <w:rPr>
          <w:rtl/>
        </w:rPr>
        <w:t>.</w:t>
      </w:r>
      <w:r w:rsidRPr="002A0058">
        <w:rPr>
          <w:rtl/>
        </w:rPr>
        <w:t xml:space="preserve"> وعندما يفتي فقهاؤنا (رضوان الله تعالى عليهم) طوال قرون استناداً إلى هذا الحديث الشريف</w:t>
      </w:r>
      <w:r w:rsidR="00610870">
        <w:rPr>
          <w:rtl/>
        </w:rPr>
        <w:t>،</w:t>
      </w:r>
      <w:r w:rsidRPr="002A0058">
        <w:rPr>
          <w:rtl/>
        </w:rPr>
        <w:t xml:space="preserve"> ألا يدل ذلك على أنَّه كان ثقة عندهم؟</w:t>
      </w:r>
    </w:p>
    <w:p w:rsidR="002379D1" w:rsidRDefault="002379D1" w:rsidP="00E5125A">
      <w:pPr>
        <w:pStyle w:val="libNormal"/>
      </w:pPr>
      <w:r>
        <w:rPr>
          <w:rtl/>
        </w:rPr>
        <w:br w:type="page"/>
      </w:r>
    </w:p>
    <w:p w:rsidR="00E07DFB" w:rsidRPr="00065D03" w:rsidRDefault="00E07DFB" w:rsidP="00065D03">
      <w:pPr>
        <w:pStyle w:val="libNormal"/>
        <w:rPr>
          <w:rtl/>
        </w:rPr>
      </w:pPr>
      <w:r w:rsidRPr="00065D03">
        <w:rPr>
          <w:rtl/>
        </w:rPr>
        <w:lastRenderedPageBreak/>
        <w:t>بناءً عليه</w:t>
      </w:r>
      <w:r w:rsidR="00610870">
        <w:rPr>
          <w:rtl/>
        </w:rPr>
        <w:t>،</w:t>
      </w:r>
      <w:r w:rsidRPr="00065D03">
        <w:rPr>
          <w:rtl/>
        </w:rPr>
        <w:t xml:space="preserve"> عندما يكتب الفقهاء أنَّ هذا السند ضعيف</w:t>
      </w:r>
      <w:r w:rsidR="00610870">
        <w:rPr>
          <w:rtl/>
        </w:rPr>
        <w:t>،</w:t>
      </w:r>
      <w:r w:rsidRPr="00065D03">
        <w:rPr>
          <w:rtl/>
        </w:rPr>
        <w:t xml:space="preserve"> ثُمَّ يفتون به</w:t>
      </w:r>
      <w:r w:rsidR="00610870">
        <w:rPr>
          <w:rtl/>
        </w:rPr>
        <w:t>،</w:t>
      </w:r>
      <w:r w:rsidRPr="00065D03">
        <w:rPr>
          <w:rtl/>
        </w:rPr>
        <w:t xml:space="preserve"> فإنَّ عملهم هذا يدل على وثوقهم بمضمون الخبر</w:t>
      </w:r>
      <w:r w:rsidR="00610870">
        <w:rPr>
          <w:rtl/>
        </w:rPr>
        <w:t>،</w:t>
      </w:r>
      <w:r w:rsidRPr="00065D03">
        <w:rPr>
          <w:rtl/>
        </w:rPr>
        <w:t xml:space="preserve"> أو على الأقل لا بدَّ من وجود تسويغ لقبول هذا الحديث</w:t>
      </w:r>
      <w:r w:rsidR="00610870">
        <w:rPr>
          <w:rtl/>
        </w:rPr>
        <w:t>.</w:t>
      </w:r>
      <w:r w:rsidRPr="00065D03">
        <w:rPr>
          <w:rtl/>
        </w:rPr>
        <w:t xml:space="preserve"> أمَّا بالنسبة إلى الإعراض</w:t>
      </w:r>
      <w:r w:rsidR="00610870">
        <w:rPr>
          <w:rtl/>
        </w:rPr>
        <w:t>،</w:t>
      </w:r>
      <w:r w:rsidRPr="00065D03">
        <w:rPr>
          <w:rtl/>
        </w:rPr>
        <w:t xml:space="preserve"> فعلينا أن نقول: إنَّ الإعراض هو بالشكل الآتي:</w:t>
      </w:r>
    </w:p>
    <w:p w:rsidR="00E07DFB" w:rsidRPr="00065D03" w:rsidRDefault="00E07DFB" w:rsidP="00283EDA">
      <w:pPr>
        <w:pStyle w:val="libNormal"/>
        <w:rPr>
          <w:rtl/>
        </w:rPr>
      </w:pPr>
      <w:r w:rsidRPr="00065D03">
        <w:rPr>
          <w:rtl/>
        </w:rPr>
        <w:t>قد يكون هناك إنسان صادق</w:t>
      </w:r>
      <w:r w:rsidR="00610870">
        <w:rPr>
          <w:rtl/>
        </w:rPr>
        <w:t>،</w:t>
      </w:r>
      <w:r w:rsidRPr="00065D03">
        <w:rPr>
          <w:rtl/>
        </w:rPr>
        <w:t xml:space="preserve"> ولم يكذب طوال عمره</w:t>
      </w:r>
      <w:r w:rsidR="00610870">
        <w:rPr>
          <w:rtl/>
        </w:rPr>
        <w:t>،</w:t>
      </w:r>
      <w:r w:rsidRPr="00065D03">
        <w:rPr>
          <w:rtl/>
        </w:rPr>
        <w:t xml:space="preserve"> لكنَّه أخطأ في عمره مرَّة واحدة</w:t>
      </w:r>
      <w:r w:rsidR="00610870">
        <w:rPr>
          <w:rtl/>
        </w:rPr>
        <w:t>،</w:t>
      </w:r>
      <w:r w:rsidRPr="00065D03">
        <w:rPr>
          <w:rtl/>
        </w:rPr>
        <w:t xml:space="preserve"> ولم يكن خَطَؤُهُ عن عمد</w:t>
      </w:r>
      <w:r w:rsidR="00610870">
        <w:rPr>
          <w:rtl/>
        </w:rPr>
        <w:t>،</w:t>
      </w:r>
      <w:r w:rsidRPr="00065D03">
        <w:rPr>
          <w:rtl/>
        </w:rPr>
        <w:t xml:space="preserve"> فنقل سهواً</w:t>
      </w:r>
      <w:r w:rsidR="00610870">
        <w:rPr>
          <w:rtl/>
        </w:rPr>
        <w:t>،</w:t>
      </w:r>
      <w:r w:rsidRPr="00065D03">
        <w:rPr>
          <w:rtl/>
        </w:rPr>
        <w:t xml:space="preserve"> كأن لم يسمع بدقة</w:t>
      </w:r>
      <w:r w:rsidR="00610870">
        <w:rPr>
          <w:rtl/>
        </w:rPr>
        <w:t>،</w:t>
      </w:r>
      <w:r w:rsidRPr="00065D03">
        <w:rPr>
          <w:rtl/>
        </w:rPr>
        <w:t xml:space="preserve"> أو كان</w:t>
      </w:r>
      <w:r w:rsidR="002379D1">
        <w:rPr>
          <w:rFonts w:hint="cs"/>
          <w:rtl/>
        </w:rPr>
        <w:t xml:space="preserve"> </w:t>
      </w:r>
      <w:r w:rsidRPr="00065D03">
        <w:rPr>
          <w:rtl/>
        </w:rPr>
        <w:t>منشغلاً بأمرٍ آخر</w:t>
      </w:r>
      <w:r w:rsidR="00610870">
        <w:rPr>
          <w:rtl/>
        </w:rPr>
        <w:t>،</w:t>
      </w:r>
      <w:r w:rsidRPr="00065D03">
        <w:rPr>
          <w:rtl/>
        </w:rPr>
        <w:t xml:space="preserve"> فتحدَّث الإمام </w:t>
      </w:r>
      <w:r w:rsidR="00283EDA" w:rsidRPr="00283EDA">
        <w:rPr>
          <w:rStyle w:val="libAlaemChar"/>
          <w:rFonts w:eastAsiaTheme="minorHAnsi"/>
          <w:rtl/>
        </w:rPr>
        <w:t>عليه‌السلام</w:t>
      </w:r>
      <w:r w:rsidRPr="00065D03">
        <w:rPr>
          <w:rtl/>
        </w:rPr>
        <w:t xml:space="preserve"> بحديث</w:t>
      </w:r>
      <w:r w:rsidR="00610870">
        <w:rPr>
          <w:rtl/>
        </w:rPr>
        <w:t>،</w:t>
      </w:r>
      <w:r w:rsidRPr="00065D03">
        <w:rPr>
          <w:rtl/>
        </w:rPr>
        <w:t xml:space="preserve"> فسمعه الرجل خطأ</w:t>
      </w:r>
      <w:r w:rsidR="00610870">
        <w:rPr>
          <w:rtl/>
        </w:rPr>
        <w:t>،</w:t>
      </w:r>
      <w:r w:rsidRPr="00065D03">
        <w:rPr>
          <w:rtl/>
        </w:rPr>
        <w:t xml:space="preserve"> ثُمَّ حدَّث به خطأ</w:t>
      </w:r>
      <w:r w:rsidR="00610870">
        <w:rPr>
          <w:rtl/>
        </w:rPr>
        <w:t>،</w:t>
      </w:r>
      <w:r w:rsidRPr="00065D03">
        <w:rPr>
          <w:rtl/>
        </w:rPr>
        <w:t xml:space="preserve"> لكن ليس عن عمد</w:t>
      </w:r>
      <w:r w:rsidR="00610870">
        <w:rPr>
          <w:rtl/>
        </w:rPr>
        <w:t>،</w:t>
      </w:r>
      <w:r w:rsidRPr="00065D03">
        <w:rPr>
          <w:rtl/>
        </w:rPr>
        <w:t xml:space="preserve"> بل كان يعتقد بأنَّ الإمام تحدَّث هكذا</w:t>
      </w:r>
      <w:r w:rsidR="00610870">
        <w:rPr>
          <w:rtl/>
        </w:rPr>
        <w:t>.</w:t>
      </w:r>
      <w:r w:rsidRPr="00065D03">
        <w:rPr>
          <w:rtl/>
        </w:rPr>
        <w:t xml:space="preserve"> لكن عندما ينفي أصحاب الإمام</w:t>
      </w:r>
      <w:r w:rsidR="009C148C">
        <w:rPr>
          <w:rFonts w:hint="cs"/>
          <w:rtl/>
        </w:rPr>
        <w:t xml:space="preserve"> </w:t>
      </w:r>
      <w:r w:rsidRPr="00065D03">
        <w:rPr>
          <w:rtl/>
        </w:rPr>
        <w:t>الخاصِّين وبطانته</w:t>
      </w:r>
      <w:r w:rsidR="00610870">
        <w:rPr>
          <w:rtl/>
        </w:rPr>
        <w:t xml:space="preserve"> - </w:t>
      </w:r>
      <w:r w:rsidRPr="00065D03">
        <w:rPr>
          <w:rtl/>
        </w:rPr>
        <w:t>حسب تعبير العلاَّمة البروجردي</w:t>
      </w:r>
      <w:r w:rsidR="00610870">
        <w:rPr>
          <w:rtl/>
        </w:rPr>
        <w:t xml:space="preserve"> - </w:t>
      </w:r>
      <w:r w:rsidRPr="00065D03">
        <w:rPr>
          <w:rtl/>
        </w:rPr>
        <w:t>كلامه</w:t>
      </w:r>
      <w:r w:rsidR="00610870">
        <w:rPr>
          <w:rtl/>
        </w:rPr>
        <w:t>،</w:t>
      </w:r>
      <w:r w:rsidRPr="00065D03">
        <w:rPr>
          <w:rtl/>
        </w:rPr>
        <w:t xml:space="preserve"> فهؤلاء هم أهل السرِّ</w:t>
      </w:r>
      <w:r w:rsidR="00610870">
        <w:rPr>
          <w:rtl/>
        </w:rPr>
        <w:t>،</w:t>
      </w:r>
      <w:r w:rsidRPr="00065D03">
        <w:rPr>
          <w:rtl/>
        </w:rPr>
        <w:t xml:space="preserve"> ويعرفون آراء الإمام</w:t>
      </w:r>
      <w:r w:rsidR="00610870">
        <w:rPr>
          <w:rtl/>
        </w:rPr>
        <w:t>،</w:t>
      </w:r>
      <w:r w:rsidRPr="00065D03">
        <w:rPr>
          <w:rtl/>
        </w:rPr>
        <w:t xml:space="preserve"> فيقولون: كلا</w:t>
      </w:r>
      <w:r w:rsidR="00610870">
        <w:rPr>
          <w:rtl/>
        </w:rPr>
        <w:t>،</w:t>
      </w:r>
      <w:r w:rsidRPr="00065D03">
        <w:rPr>
          <w:rtl/>
        </w:rPr>
        <w:t xml:space="preserve"> ليس الأمر كذلك</w:t>
      </w:r>
      <w:r w:rsidR="00610870">
        <w:rPr>
          <w:rtl/>
        </w:rPr>
        <w:t>،</w:t>
      </w:r>
      <w:r w:rsidRPr="00065D03">
        <w:rPr>
          <w:rtl/>
        </w:rPr>
        <w:t xml:space="preserve"> أنت مخطئ</w:t>
      </w:r>
      <w:r w:rsidR="00610870">
        <w:rPr>
          <w:rtl/>
        </w:rPr>
        <w:t>،</w:t>
      </w:r>
      <w:r w:rsidRPr="00065D03">
        <w:rPr>
          <w:rtl/>
        </w:rPr>
        <w:t xml:space="preserve"> عندئذ يكون الأمر بشكل آخر.</w:t>
      </w:r>
    </w:p>
    <w:p w:rsidR="00E07DFB" w:rsidRPr="00313984" w:rsidRDefault="00E07DFB" w:rsidP="00313984">
      <w:pPr>
        <w:pStyle w:val="libBold1"/>
        <w:rPr>
          <w:rtl/>
        </w:rPr>
      </w:pPr>
      <w:r w:rsidRPr="00313984">
        <w:rPr>
          <w:rtl/>
        </w:rPr>
        <w:t>* ما هو رأيكم بكتاب (كامل الزيارات)؟</w:t>
      </w:r>
    </w:p>
    <w:p w:rsidR="002379D1" w:rsidRDefault="00E07DFB" w:rsidP="002A0058">
      <w:pPr>
        <w:pStyle w:val="libNormal"/>
        <w:rPr>
          <w:rtl/>
        </w:rPr>
      </w:pPr>
      <w:r w:rsidRPr="00313984">
        <w:rPr>
          <w:rStyle w:val="libBold1Char"/>
          <w:rtl/>
        </w:rPr>
        <w:t xml:space="preserve">الشيخ تجليل: </w:t>
      </w:r>
      <w:r w:rsidRPr="002A0058">
        <w:rPr>
          <w:rtl/>
        </w:rPr>
        <w:t>خلال مرحلة إعدادي لكتاب (معجم الثقات)</w:t>
      </w:r>
      <w:r w:rsidR="00610870">
        <w:rPr>
          <w:rtl/>
        </w:rPr>
        <w:t>،</w:t>
      </w:r>
      <w:r w:rsidRPr="002A0058">
        <w:rPr>
          <w:rtl/>
        </w:rPr>
        <w:t xml:space="preserve"> كنتُ أريد أن أجمع كل مَن ورد توثيق في حقِّه</w:t>
      </w:r>
      <w:r w:rsidR="00610870">
        <w:rPr>
          <w:rtl/>
        </w:rPr>
        <w:t>،</w:t>
      </w:r>
      <w:r w:rsidRPr="002A0058">
        <w:rPr>
          <w:rtl/>
        </w:rPr>
        <w:t xml:space="preserve"> ولو لم يكن ثقة عندي</w:t>
      </w:r>
      <w:r w:rsidR="00610870">
        <w:rPr>
          <w:rtl/>
        </w:rPr>
        <w:t>.</w:t>
      </w:r>
      <w:r w:rsidRPr="002A0058">
        <w:rPr>
          <w:rtl/>
        </w:rPr>
        <w:t xml:space="preserve"> لهذا أوردتُ رواة كتاب</w:t>
      </w:r>
      <w:r w:rsidRPr="00313984">
        <w:rPr>
          <w:rStyle w:val="libBold1Char"/>
          <w:rtl/>
        </w:rPr>
        <w:t xml:space="preserve"> (كامل الزيارة)</w:t>
      </w:r>
      <w:r w:rsidRPr="002A0058">
        <w:rPr>
          <w:rtl/>
        </w:rPr>
        <w:t xml:space="preserve"> و</w:t>
      </w:r>
      <w:r w:rsidRPr="00313984">
        <w:rPr>
          <w:rStyle w:val="libBold1Char"/>
          <w:rtl/>
        </w:rPr>
        <w:t>(تفسير علي بن إبراهيم)</w:t>
      </w:r>
      <w:r w:rsidR="00610870">
        <w:rPr>
          <w:rStyle w:val="libBold1Char"/>
          <w:rtl/>
        </w:rPr>
        <w:t>.</w:t>
      </w:r>
      <w:r w:rsidRPr="002A0058">
        <w:rPr>
          <w:rtl/>
        </w:rPr>
        <w:t xml:space="preserve"> وفضلاً عن هذين الكتابين</w:t>
      </w:r>
      <w:r w:rsidR="00610870">
        <w:rPr>
          <w:rtl/>
        </w:rPr>
        <w:t>،</w:t>
      </w:r>
      <w:r w:rsidRPr="002A0058">
        <w:rPr>
          <w:rtl/>
        </w:rPr>
        <w:t xml:space="preserve"> فإنَّ الشيخ الطوسي يتحدَّث في كتابه </w:t>
      </w:r>
      <w:r w:rsidRPr="00313984">
        <w:rPr>
          <w:rStyle w:val="libBold1Char"/>
          <w:rtl/>
        </w:rPr>
        <w:t>(عدَّة الأصول)</w:t>
      </w:r>
      <w:r w:rsidR="00610870">
        <w:rPr>
          <w:rStyle w:val="libBold1Char"/>
          <w:rtl/>
        </w:rPr>
        <w:t>،</w:t>
      </w:r>
      <w:r w:rsidRPr="002A0058">
        <w:rPr>
          <w:rtl/>
        </w:rPr>
        <w:t xml:space="preserve"> فيذكر أسماء ثلاثة: صفوان بن يحيى</w:t>
      </w:r>
      <w:r w:rsidR="00610870">
        <w:rPr>
          <w:rtl/>
        </w:rPr>
        <w:t>،</w:t>
      </w:r>
      <w:r w:rsidRPr="002A0058">
        <w:rPr>
          <w:rtl/>
        </w:rPr>
        <w:t xml:space="preserve"> ابن أبي عمير</w:t>
      </w:r>
      <w:r w:rsidR="00610870">
        <w:rPr>
          <w:rtl/>
        </w:rPr>
        <w:t>،</w:t>
      </w:r>
      <w:r w:rsidRPr="002A0058">
        <w:rPr>
          <w:rtl/>
        </w:rPr>
        <w:t xml:space="preserve"> وأحمد بن أبي نصر البزنطي</w:t>
      </w:r>
      <w:r w:rsidR="00610870">
        <w:rPr>
          <w:rtl/>
        </w:rPr>
        <w:t>؛</w:t>
      </w:r>
      <w:r w:rsidRPr="002A0058">
        <w:rPr>
          <w:rtl/>
        </w:rPr>
        <w:t xml:space="preserve"> فيقول: (عُرِفوا بأنَّهم لا يروون إلاَّ عن ثقة) وعرفوا هنا لا تعني أنِّي أرى أنَّهم لا يروون إلاَّ عن ثقة</w:t>
      </w:r>
      <w:r w:rsidR="00610870">
        <w:rPr>
          <w:rtl/>
        </w:rPr>
        <w:t>؛</w:t>
      </w:r>
      <w:r w:rsidRPr="002A0058">
        <w:rPr>
          <w:rtl/>
        </w:rPr>
        <w:t xml:space="preserve"> بل تعني أنَّ الفقهاء هكذا ذكروهم</w:t>
      </w:r>
      <w:r w:rsidR="00610870">
        <w:rPr>
          <w:rtl/>
        </w:rPr>
        <w:t>،</w:t>
      </w:r>
      <w:r w:rsidRPr="002A0058">
        <w:rPr>
          <w:rtl/>
        </w:rPr>
        <w:t xml:space="preserve"> أو الرأي المشهور للفقهاء هو هذا</w:t>
      </w:r>
      <w:r w:rsidR="00610870">
        <w:rPr>
          <w:rtl/>
        </w:rPr>
        <w:t>،</w:t>
      </w:r>
      <w:r w:rsidRPr="002A0058">
        <w:rPr>
          <w:rtl/>
        </w:rPr>
        <w:t xml:space="preserve"> لكنِّي لا أجد هذا الكلام في النسخة الحالية لكتاب (عدَّة الأصول)</w:t>
      </w:r>
      <w:r w:rsidR="00610870">
        <w:rPr>
          <w:rtl/>
        </w:rPr>
        <w:t>،</w:t>
      </w:r>
      <w:r w:rsidRPr="002A0058">
        <w:rPr>
          <w:rtl/>
        </w:rPr>
        <w:t xml:space="preserve"> وصاحب (وسائل الشيعة) يشهد بهذا الأمر</w:t>
      </w:r>
      <w:r w:rsidR="00610870">
        <w:rPr>
          <w:rtl/>
        </w:rPr>
        <w:t>،</w:t>
      </w:r>
      <w:r w:rsidRPr="002A0058">
        <w:rPr>
          <w:rtl/>
        </w:rPr>
        <w:t xml:space="preserve"> إذ ينقل الكلام نفسه</w:t>
      </w:r>
      <w:r w:rsidR="00610870">
        <w:rPr>
          <w:rtl/>
        </w:rPr>
        <w:t>؛</w:t>
      </w:r>
      <w:r w:rsidRPr="002A0058">
        <w:rPr>
          <w:rtl/>
        </w:rPr>
        <w:t xml:space="preserve"> ما يعزِّزه</w:t>
      </w:r>
      <w:r w:rsidR="00610870">
        <w:rPr>
          <w:rtl/>
        </w:rPr>
        <w:t>،</w:t>
      </w:r>
      <w:r w:rsidRPr="002A0058">
        <w:rPr>
          <w:rtl/>
        </w:rPr>
        <w:t xml:space="preserve"> ويفتح لنا الطريق للاعتماد عليه.</w:t>
      </w:r>
    </w:p>
    <w:p w:rsidR="002379D1" w:rsidRDefault="002379D1" w:rsidP="00E5125A">
      <w:pPr>
        <w:pStyle w:val="libNormal"/>
        <w:rPr>
          <w:rtl/>
        </w:rPr>
      </w:pPr>
      <w:r>
        <w:rPr>
          <w:rtl/>
        </w:rPr>
        <w:br w:type="page"/>
      </w:r>
    </w:p>
    <w:p w:rsidR="00E07DFB" w:rsidRPr="002A0058" w:rsidRDefault="00E07DFB" w:rsidP="002379D1">
      <w:pPr>
        <w:pStyle w:val="libNormal"/>
        <w:rPr>
          <w:rtl/>
        </w:rPr>
      </w:pPr>
      <w:r w:rsidRPr="002A0058">
        <w:rPr>
          <w:rtl/>
        </w:rPr>
        <w:lastRenderedPageBreak/>
        <w:t xml:space="preserve">لهذا قمتُ باستقصاء </w:t>
      </w:r>
      <w:r w:rsidRPr="00313984">
        <w:rPr>
          <w:rStyle w:val="libBold1Char"/>
          <w:rtl/>
        </w:rPr>
        <w:t>مَن يروي</w:t>
      </w:r>
      <w:r w:rsidRPr="002A0058">
        <w:rPr>
          <w:rtl/>
        </w:rPr>
        <w:t xml:space="preserve"> عنه صفوان</w:t>
      </w:r>
      <w:r w:rsidR="00610870">
        <w:rPr>
          <w:rtl/>
        </w:rPr>
        <w:t>،</w:t>
      </w:r>
      <w:r w:rsidRPr="002A0058">
        <w:rPr>
          <w:rtl/>
        </w:rPr>
        <w:t xml:space="preserve"> وابن أبي عمير</w:t>
      </w:r>
      <w:r w:rsidR="00610870">
        <w:rPr>
          <w:rtl/>
        </w:rPr>
        <w:t>،</w:t>
      </w:r>
      <w:r w:rsidRPr="002A0058">
        <w:rPr>
          <w:rtl/>
        </w:rPr>
        <w:t xml:space="preserve"> والبزنطي</w:t>
      </w:r>
      <w:r w:rsidR="00610870">
        <w:rPr>
          <w:rtl/>
        </w:rPr>
        <w:t>.</w:t>
      </w:r>
      <w:r w:rsidRPr="002A0058">
        <w:rPr>
          <w:rtl/>
        </w:rPr>
        <w:t xml:space="preserve"> كما أنَّ الأسانيد المنتهية إليهم لا بد من أن تكون موثَّقة أيضاً</w:t>
      </w:r>
      <w:r w:rsidR="00610870">
        <w:rPr>
          <w:rtl/>
        </w:rPr>
        <w:t>،</w:t>
      </w:r>
      <w:r w:rsidRPr="002A0058">
        <w:rPr>
          <w:rtl/>
        </w:rPr>
        <w:t xml:space="preserve"> وسلسلة السند إليهم لا بد من أن تكون صحيحة</w:t>
      </w:r>
      <w:r w:rsidR="00610870">
        <w:rPr>
          <w:rtl/>
        </w:rPr>
        <w:t>.</w:t>
      </w:r>
      <w:r w:rsidRPr="002A0058">
        <w:rPr>
          <w:rtl/>
        </w:rPr>
        <w:t xml:space="preserve"> ثُمَّ </w:t>
      </w:r>
      <w:r w:rsidRPr="00313984">
        <w:rPr>
          <w:rStyle w:val="libBold1Char"/>
          <w:rtl/>
        </w:rPr>
        <w:t>مَن استُنبطتْ</w:t>
      </w:r>
      <w:r w:rsidRPr="002A0058">
        <w:rPr>
          <w:rtl/>
        </w:rPr>
        <w:t xml:space="preserve"> وثاقته</w:t>
      </w:r>
      <w:r w:rsidR="00610870">
        <w:rPr>
          <w:rtl/>
        </w:rPr>
        <w:t>،</w:t>
      </w:r>
      <w:r w:rsidRPr="002A0058">
        <w:rPr>
          <w:rtl/>
        </w:rPr>
        <w:t xml:space="preserve"> أي أولئك الذين يمتلكون الأدلة التي جعلت المتأخِّرين يعتقدون بالوثاقة اعتماداً عليه</w:t>
      </w:r>
      <w:r w:rsidR="00610870">
        <w:rPr>
          <w:rtl/>
        </w:rPr>
        <w:t>،</w:t>
      </w:r>
      <w:r w:rsidRPr="002A0058">
        <w:rPr>
          <w:rtl/>
        </w:rPr>
        <w:t xml:space="preserve"> و</w:t>
      </w:r>
      <w:r w:rsidRPr="00313984">
        <w:rPr>
          <w:rStyle w:val="libBold1Char"/>
          <w:rtl/>
        </w:rPr>
        <w:t>مَن ورد</w:t>
      </w:r>
      <w:r w:rsidRPr="002A0058">
        <w:rPr>
          <w:rtl/>
        </w:rPr>
        <w:t xml:space="preserve"> فيه رواية</w:t>
      </w:r>
      <w:r w:rsidR="002379D1">
        <w:rPr>
          <w:rFonts w:hint="cs"/>
          <w:rtl/>
        </w:rPr>
        <w:t xml:space="preserve"> </w:t>
      </w:r>
      <w:r w:rsidRPr="002A0058">
        <w:rPr>
          <w:rtl/>
        </w:rPr>
        <w:t>أو مدح</w:t>
      </w:r>
      <w:r w:rsidR="00610870">
        <w:rPr>
          <w:rtl/>
        </w:rPr>
        <w:t>؛</w:t>
      </w:r>
      <w:r w:rsidRPr="002A0058">
        <w:rPr>
          <w:rtl/>
        </w:rPr>
        <w:t xml:space="preserve"> بحيث يُستَنبط منها الثقة بهم</w:t>
      </w:r>
      <w:r w:rsidR="00610870">
        <w:rPr>
          <w:rtl/>
        </w:rPr>
        <w:t>،</w:t>
      </w:r>
      <w:r w:rsidRPr="002A0058">
        <w:rPr>
          <w:rtl/>
        </w:rPr>
        <w:t xml:space="preserve"> </w:t>
      </w:r>
      <w:r w:rsidRPr="00313984">
        <w:rPr>
          <w:rStyle w:val="libBold1Char"/>
          <w:rtl/>
        </w:rPr>
        <w:t>جمعتُ كلَّ أولئك</w:t>
      </w:r>
      <w:r w:rsidR="00610870">
        <w:rPr>
          <w:rStyle w:val="libBold1Char"/>
          <w:rtl/>
        </w:rPr>
        <w:t>؛</w:t>
      </w:r>
      <w:r w:rsidRPr="002A0058">
        <w:rPr>
          <w:rtl/>
        </w:rPr>
        <w:t xml:space="preserve"> لكن كلاًّ لوحده</w:t>
      </w:r>
      <w:r w:rsidR="00610870">
        <w:rPr>
          <w:rtl/>
        </w:rPr>
        <w:t>،</w:t>
      </w:r>
      <w:r w:rsidRPr="002A0058">
        <w:rPr>
          <w:rtl/>
        </w:rPr>
        <w:t xml:space="preserve"> </w:t>
      </w:r>
      <w:r w:rsidRPr="00313984">
        <w:rPr>
          <w:rStyle w:val="libBold1Char"/>
          <w:rtl/>
        </w:rPr>
        <w:t>إضافة إلى أولئك الذين جاء فيهم توثيق خاص</w:t>
      </w:r>
      <w:r w:rsidR="00610870">
        <w:rPr>
          <w:rtl/>
        </w:rPr>
        <w:t>،</w:t>
      </w:r>
      <w:r w:rsidRPr="002A0058">
        <w:rPr>
          <w:rtl/>
        </w:rPr>
        <w:t xml:space="preserve"> فأصبح الكل في أربع مجاميع.</w:t>
      </w:r>
    </w:p>
    <w:p w:rsidR="00E07DFB" w:rsidRPr="002A0058" w:rsidRDefault="00E07DFB" w:rsidP="002A0058">
      <w:pPr>
        <w:pStyle w:val="libNormal"/>
        <w:rPr>
          <w:rtl/>
        </w:rPr>
      </w:pPr>
      <w:r w:rsidRPr="002A0058">
        <w:rPr>
          <w:rtl/>
        </w:rPr>
        <w:t>وبما أنَّ الفقهاء لهم آراء مختلفة تبعاً للمبادئ التي يعتمدونها في علم الرجال والدراسة</w:t>
      </w:r>
      <w:r w:rsidR="00610870">
        <w:rPr>
          <w:rtl/>
        </w:rPr>
        <w:t>،</w:t>
      </w:r>
      <w:r w:rsidRPr="002A0058">
        <w:rPr>
          <w:rtl/>
        </w:rPr>
        <w:t xml:space="preserve"> قد يقبل بعضهم بتوثيقات</w:t>
      </w:r>
      <w:r w:rsidRPr="00313984">
        <w:rPr>
          <w:rStyle w:val="libBold1Char"/>
          <w:rtl/>
        </w:rPr>
        <w:t xml:space="preserve"> (كامل الزيارات)</w:t>
      </w:r>
      <w:r w:rsidR="00610870">
        <w:rPr>
          <w:rStyle w:val="libBold1Char"/>
          <w:rtl/>
        </w:rPr>
        <w:t>،</w:t>
      </w:r>
      <w:r w:rsidRPr="002A0058">
        <w:rPr>
          <w:rtl/>
        </w:rPr>
        <w:t xml:space="preserve"> ولا يقبل بها آخرون</w:t>
      </w:r>
      <w:r w:rsidR="00610870">
        <w:rPr>
          <w:rtl/>
        </w:rPr>
        <w:t>؛</w:t>
      </w:r>
      <w:r w:rsidRPr="002A0058">
        <w:rPr>
          <w:rtl/>
        </w:rPr>
        <w:t xml:space="preserve"> لذا وضعتُ كلاًّ منها في شكلٍ مستقلٍّ عن الآخر.</w:t>
      </w:r>
    </w:p>
    <w:p w:rsidR="00E07DFB" w:rsidRPr="002A0058" w:rsidRDefault="00E07DFB" w:rsidP="002A0058">
      <w:pPr>
        <w:pStyle w:val="libNormal"/>
        <w:rPr>
          <w:rtl/>
        </w:rPr>
      </w:pPr>
      <w:r w:rsidRPr="00313984">
        <w:rPr>
          <w:rStyle w:val="libBold1Char"/>
          <w:rtl/>
        </w:rPr>
        <w:t>القسم الأول:</w:t>
      </w:r>
      <w:r w:rsidRPr="002A0058">
        <w:rPr>
          <w:rtl/>
        </w:rPr>
        <w:t xml:space="preserve"> مَن جاء فيهم توثيق خاص</w:t>
      </w:r>
      <w:r w:rsidR="00610870">
        <w:rPr>
          <w:rtl/>
        </w:rPr>
        <w:t>،</w:t>
      </w:r>
      <w:r w:rsidRPr="002A0058">
        <w:rPr>
          <w:rtl/>
        </w:rPr>
        <w:t xml:space="preserve"> وهم أكثر من مائة بقليل.</w:t>
      </w:r>
    </w:p>
    <w:p w:rsidR="00E07DFB" w:rsidRPr="002A0058" w:rsidRDefault="00E07DFB" w:rsidP="002A0058">
      <w:pPr>
        <w:pStyle w:val="libNormal"/>
        <w:rPr>
          <w:rtl/>
        </w:rPr>
      </w:pPr>
      <w:r w:rsidRPr="00313984">
        <w:rPr>
          <w:rStyle w:val="libBold1Char"/>
          <w:rtl/>
        </w:rPr>
        <w:t>القسم الثاني:</w:t>
      </w:r>
      <w:r w:rsidRPr="002A0058">
        <w:rPr>
          <w:rtl/>
        </w:rPr>
        <w:t xml:space="preserve"> مَن روى عنه الثلاثة المذكورون</w:t>
      </w:r>
      <w:r w:rsidR="00610870">
        <w:rPr>
          <w:rtl/>
        </w:rPr>
        <w:t>،</w:t>
      </w:r>
      <w:r w:rsidRPr="002A0058">
        <w:rPr>
          <w:rtl/>
        </w:rPr>
        <w:t xml:space="preserve"> أتيتُ بهم مع السند والأدلة بشكل مختصر</w:t>
      </w:r>
      <w:r w:rsidR="00610870">
        <w:rPr>
          <w:rtl/>
        </w:rPr>
        <w:t>.</w:t>
      </w:r>
      <w:r w:rsidRPr="002A0058">
        <w:rPr>
          <w:rtl/>
        </w:rPr>
        <w:t xml:space="preserve"> لكنِّني اكتفيت من الكتب الأربعة بالوافي</w:t>
      </w:r>
      <w:r w:rsidR="00610870">
        <w:rPr>
          <w:rtl/>
        </w:rPr>
        <w:t>؛</w:t>
      </w:r>
      <w:r w:rsidRPr="002A0058">
        <w:rPr>
          <w:rtl/>
        </w:rPr>
        <w:t xml:space="preserve"> لأنَّه جمع الكتب الأربعة</w:t>
      </w:r>
      <w:r w:rsidR="00610870">
        <w:rPr>
          <w:rtl/>
        </w:rPr>
        <w:t>،</w:t>
      </w:r>
      <w:r w:rsidRPr="002A0058">
        <w:rPr>
          <w:rtl/>
        </w:rPr>
        <w:t xml:space="preserve"> والوسائل لم يجمعها كلها</w:t>
      </w:r>
      <w:r w:rsidR="00610870">
        <w:rPr>
          <w:rtl/>
        </w:rPr>
        <w:t>،</w:t>
      </w:r>
      <w:r w:rsidRPr="002A0058">
        <w:rPr>
          <w:rtl/>
        </w:rPr>
        <w:t xml:space="preserve"> بل جمع الفروع فقط ولم يجمع الأصول</w:t>
      </w:r>
      <w:r w:rsidR="00610870">
        <w:rPr>
          <w:rtl/>
        </w:rPr>
        <w:t>.</w:t>
      </w:r>
      <w:r w:rsidRPr="002A0058">
        <w:rPr>
          <w:rtl/>
        </w:rPr>
        <w:t xml:space="preserve"> وأسانيد الوافي نُظِّمت بشكل أفضل</w:t>
      </w:r>
      <w:r w:rsidR="00610870">
        <w:rPr>
          <w:rtl/>
        </w:rPr>
        <w:t>،</w:t>
      </w:r>
      <w:r w:rsidRPr="002A0058">
        <w:rPr>
          <w:rtl/>
        </w:rPr>
        <w:t xml:space="preserve"> ودراستها أسهل.</w:t>
      </w:r>
    </w:p>
    <w:p w:rsidR="00E07DFB" w:rsidRPr="002A0058" w:rsidRDefault="00E07DFB" w:rsidP="002A0058">
      <w:pPr>
        <w:pStyle w:val="libNormal"/>
        <w:rPr>
          <w:rtl/>
        </w:rPr>
      </w:pPr>
      <w:r w:rsidRPr="00313984">
        <w:rPr>
          <w:rStyle w:val="libBold1Char"/>
          <w:rtl/>
        </w:rPr>
        <w:t xml:space="preserve">القسم الثالث: </w:t>
      </w:r>
      <w:r w:rsidRPr="002A0058">
        <w:rPr>
          <w:rtl/>
        </w:rPr>
        <w:t xml:space="preserve">لأنِّي لم أكن مطمئناً لاستفادة الوثاقة من شهادة مؤلِّف </w:t>
      </w:r>
      <w:r w:rsidRPr="00313984">
        <w:rPr>
          <w:rStyle w:val="libBold1Char"/>
          <w:rtl/>
        </w:rPr>
        <w:t>كامل الزيارات</w:t>
      </w:r>
      <w:r w:rsidR="00610870">
        <w:rPr>
          <w:rStyle w:val="libBold1Char"/>
          <w:rtl/>
        </w:rPr>
        <w:t>،</w:t>
      </w:r>
      <w:r w:rsidRPr="002A0058">
        <w:rPr>
          <w:rtl/>
        </w:rPr>
        <w:t xml:space="preserve"> قمتُ بذكر مَن روى عنهم </w:t>
      </w:r>
      <w:r w:rsidRPr="00313984">
        <w:rPr>
          <w:rStyle w:val="libBold1Char"/>
          <w:rtl/>
        </w:rPr>
        <w:t>كامل الزيارات</w:t>
      </w:r>
      <w:r w:rsidRPr="002A0058">
        <w:rPr>
          <w:rtl/>
        </w:rPr>
        <w:t xml:space="preserve"> بخط صغير</w:t>
      </w:r>
      <w:r w:rsidR="00610870">
        <w:rPr>
          <w:rtl/>
        </w:rPr>
        <w:t>،</w:t>
      </w:r>
      <w:r w:rsidRPr="002A0058">
        <w:rPr>
          <w:rtl/>
        </w:rPr>
        <w:t xml:space="preserve"> وكذلك الأمر بالنسبة لتفسير علي بن إبراهيم.</w:t>
      </w:r>
    </w:p>
    <w:p w:rsidR="00E07DFB" w:rsidRPr="002A0058" w:rsidRDefault="00E07DFB" w:rsidP="002A0058">
      <w:pPr>
        <w:pStyle w:val="libNormal"/>
        <w:rPr>
          <w:rtl/>
        </w:rPr>
      </w:pPr>
      <w:r w:rsidRPr="00313984">
        <w:rPr>
          <w:rStyle w:val="libBold1Char"/>
          <w:rtl/>
        </w:rPr>
        <w:t>القسم الرابع:</w:t>
      </w:r>
      <w:r w:rsidRPr="002A0058">
        <w:rPr>
          <w:rtl/>
        </w:rPr>
        <w:t xml:space="preserve"> الأشخاص الذين لم يوثَّقوا بصراحة</w:t>
      </w:r>
      <w:r w:rsidR="00610870">
        <w:rPr>
          <w:rtl/>
        </w:rPr>
        <w:t>،</w:t>
      </w:r>
      <w:r w:rsidRPr="002A0058">
        <w:rPr>
          <w:rtl/>
        </w:rPr>
        <w:t xml:space="preserve"> ولكن مُدِحوا أو وُصِفوا بأوصاف ربَّما يُستكشف منها الوثاقة.</w:t>
      </w:r>
    </w:p>
    <w:p w:rsidR="002379D1" w:rsidRDefault="00E07DFB" w:rsidP="002A0058">
      <w:pPr>
        <w:pStyle w:val="libNormal"/>
        <w:rPr>
          <w:rtl/>
        </w:rPr>
      </w:pPr>
      <w:r w:rsidRPr="002A0058">
        <w:rPr>
          <w:rtl/>
        </w:rPr>
        <w:t xml:space="preserve">أمَّا رأيي في </w:t>
      </w:r>
      <w:r w:rsidRPr="00313984">
        <w:rPr>
          <w:rStyle w:val="libBold1Char"/>
          <w:rtl/>
        </w:rPr>
        <w:t>كامل الزيارات</w:t>
      </w:r>
      <w:r w:rsidR="00610870">
        <w:rPr>
          <w:rStyle w:val="libBold1Char"/>
          <w:rtl/>
        </w:rPr>
        <w:t>،</w:t>
      </w:r>
      <w:r w:rsidRPr="002A0058">
        <w:rPr>
          <w:rtl/>
        </w:rPr>
        <w:t xml:space="preserve"> فإنِّي أستبعد الرأي الأخير للسيد الخوئي في توثيقه لمشايخه وأساتذته المباشرين فقط</w:t>
      </w:r>
      <w:r w:rsidR="00610870">
        <w:rPr>
          <w:rtl/>
        </w:rPr>
        <w:t>؛</w:t>
      </w:r>
      <w:r w:rsidRPr="002A0058">
        <w:rPr>
          <w:rtl/>
        </w:rPr>
        <w:t xml:space="preserve"> ذلك لأنَّه لا بد لنا من أن نرى ماذا يريد ابن قولويه أن يقول في مقدِّمته</w:t>
      </w:r>
      <w:r w:rsidR="00610870">
        <w:rPr>
          <w:rtl/>
        </w:rPr>
        <w:t>.</w:t>
      </w:r>
      <w:r w:rsidRPr="002A0058">
        <w:rPr>
          <w:rtl/>
        </w:rPr>
        <w:t xml:space="preserve"> عندما ندقِّق في المقدِّمة</w:t>
      </w:r>
      <w:r w:rsidR="00610870">
        <w:rPr>
          <w:rtl/>
        </w:rPr>
        <w:t>،</w:t>
      </w:r>
      <w:r w:rsidRPr="002A0058">
        <w:rPr>
          <w:rtl/>
        </w:rPr>
        <w:t xml:space="preserve"> نجد أنَّه يُريد أن يُثبت الثقة بالكتاب وبأحاديثه التي جمعها فيه</w:t>
      </w:r>
      <w:r w:rsidR="00610870">
        <w:rPr>
          <w:rtl/>
        </w:rPr>
        <w:t>.</w:t>
      </w:r>
      <w:r w:rsidRPr="002A0058">
        <w:rPr>
          <w:rtl/>
        </w:rPr>
        <w:t xml:space="preserve"> ويُؤكِّد أنَّه مُعتدٌّ بها</w:t>
      </w:r>
      <w:r w:rsidR="00610870">
        <w:rPr>
          <w:rtl/>
        </w:rPr>
        <w:t>،</w:t>
      </w:r>
      <w:r w:rsidRPr="002A0058">
        <w:rPr>
          <w:rtl/>
        </w:rPr>
        <w:t xml:space="preserve"> وأن يقول: لا تتصوروا أنَّني جمعتُ الأحاديث التي بلغتني من دون تدقيق</w:t>
      </w:r>
      <w:r w:rsidR="00610870">
        <w:rPr>
          <w:rtl/>
        </w:rPr>
        <w:t>.</w:t>
      </w:r>
      <w:r w:rsidRPr="002A0058">
        <w:rPr>
          <w:rtl/>
        </w:rPr>
        <w:t xml:space="preserve"> إنَّه يُريد إثبات قيمة كتابه</w:t>
      </w:r>
      <w:r w:rsidR="00610870">
        <w:rPr>
          <w:rtl/>
        </w:rPr>
        <w:t>،</w:t>
      </w:r>
      <w:r w:rsidRPr="002A0058">
        <w:rPr>
          <w:rtl/>
        </w:rPr>
        <w:t xml:space="preserve"> وإلاّ فأيَّة ثمرة تُجنى من مجرَّد كون الراوي الأخير ثقة</w:t>
      </w:r>
      <w:r w:rsidR="00610870">
        <w:rPr>
          <w:rtl/>
        </w:rPr>
        <w:t>،</w:t>
      </w:r>
      <w:r w:rsidRPr="002A0058">
        <w:rPr>
          <w:rtl/>
        </w:rPr>
        <w:t xml:space="preserve"> وهو ينقل عن الضعاف؟</w:t>
      </w:r>
    </w:p>
    <w:p w:rsidR="002379D1" w:rsidRDefault="002379D1" w:rsidP="00E5125A">
      <w:pPr>
        <w:pStyle w:val="libNormal"/>
        <w:rPr>
          <w:rtl/>
        </w:rPr>
      </w:pPr>
      <w:r>
        <w:rPr>
          <w:rtl/>
        </w:rPr>
        <w:br w:type="page"/>
      </w:r>
    </w:p>
    <w:p w:rsidR="00E07DFB" w:rsidRPr="002A0058" w:rsidRDefault="00E07DFB" w:rsidP="002A0058">
      <w:pPr>
        <w:pStyle w:val="libNormal"/>
        <w:rPr>
          <w:rtl/>
        </w:rPr>
      </w:pPr>
      <w:r w:rsidRPr="002A0058">
        <w:rPr>
          <w:rtl/>
        </w:rPr>
        <w:lastRenderedPageBreak/>
        <w:t>من ناحية ثانية</w:t>
      </w:r>
      <w:r w:rsidR="00610870">
        <w:rPr>
          <w:rtl/>
        </w:rPr>
        <w:t>،</w:t>
      </w:r>
      <w:r w:rsidRPr="002A0058">
        <w:rPr>
          <w:rtl/>
        </w:rPr>
        <w:t xml:space="preserve"> إنَّنا نرى وجود ضعاف في أسانيد </w:t>
      </w:r>
      <w:r w:rsidRPr="00313984">
        <w:rPr>
          <w:rStyle w:val="libBold1Char"/>
          <w:rtl/>
        </w:rPr>
        <w:t>كامل الزيارات</w:t>
      </w:r>
      <w:r w:rsidR="00610870">
        <w:rPr>
          <w:rStyle w:val="libBold1Char"/>
          <w:rtl/>
        </w:rPr>
        <w:t>.</w:t>
      </w:r>
      <w:r w:rsidRPr="002A0058">
        <w:rPr>
          <w:rtl/>
        </w:rPr>
        <w:t xml:space="preserve"> ومَّن كان منهم موسوماً بالضعف صراحة ومشهوراً بالفسق</w:t>
      </w:r>
      <w:r w:rsidR="00610870">
        <w:rPr>
          <w:rtl/>
        </w:rPr>
        <w:t>،</w:t>
      </w:r>
      <w:r w:rsidRPr="002A0058">
        <w:rPr>
          <w:rtl/>
        </w:rPr>
        <w:t xml:space="preserve"> لم يكن أمره خافياً على ابن قولويه</w:t>
      </w:r>
      <w:r w:rsidR="00610870">
        <w:rPr>
          <w:rtl/>
        </w:rPr>
        <w:t>،</w:t>
      </w:r>
      <w:r w:rsidRPr="002A0058">
        <w:rPr>
          <w:rtl/>
        </w:rPr>
        <w:t xml:space="preserve"> فكيف نتعامل معهم؟</w:t>
      </w:r>
    </w:p>
    <w:p w:rsidR="00E07DFB" w:rsidRPr="002A0058" w:rsidRDefault="00E07DFB" w:rsidP="00283EDA">
      <w:pPr>
        <w:pStyle w:val="libNormal"/>
        <w:rPr>
          <w:rtl/>
        </w:rPr>
      </w:pPr>
      <w:r w:rsidRPr="002A0058">
        <w:rPr>
          <w:rtl/>
        </w:rPr>
        <w:t>إنَّ ما أراه يختلف عن رأي سماحة السيِّد الخوئي</w:t>
      </w:r>
      <w:r w:rsidR="00610870">
        <w:rPr>
          <w:rtl/>
        </w:rPr>
        <w:t>،</w:t>
      </w:r>
      <w:r w:rsidRPr="002A0058">
        <w:rPr>
          <w:rtl/>
        </w:rPr>
        <w:t xml:space="preserve"> فالمراد بالثقة عند صاحب </w:t>
      </w:r>
      <w:r w:rsidRPr="00313984">
        <w:rPr>
          <w:rStyle w:val="libBold1Char"/>
          <w:rtl/>
        </w:rPr>
        <w:t>كامل الزيارات</w:t>
      </w:r>
      <w:r w:rsidR="00610870">
        <w:rPr>
          <w:rtl/>
        </w:rPr>
        <w:t>،</w:t>
      </w:r>
      <w:r w:rsidRPr="002A0058">
        <w:rPr>
          <w:rtl/>
        </w:rPr>
        <w:t xml:space="preserve"> هو: الثقة في نقل الحديث</w:t>
      </w:r>
      <w:r w:rsidR="00610870">
        <w:rPr>
          <w:rtl/>
        </w:rPr>
        <w:t>،</w:t>
      </w:r>
      <w:r w:rsidRPr="002A0058">
        <w:rPr>
          <w:rtl/>
        </w:rPr>
        <w:t xml:space="preserve"> الأمر الذي ثبت لديه بالقرائن</w:t>
      </w:r>
      <w:r w:rsidR="00610870">
        <w:rPr>
          <w:rtl/>
        </w:rPr>
        <w:t>،</w:t>
      </w:r>
      <w:r w:rsidRPr="002A0058">
        <w:rPr>
          <w:rtl/>
        </w:rPr>
        <w:t xml:space="preserve"> كما لو نقل أحد مبغضي آل محمد </w:t>
      </w:r>
      <w:r w:rsidR="00283EDA" w:rsidRPr="00283EDA">
        <w:rPr>
          <w:rStyle w:val="libAlaemChar"/>
          <w:rFonts w:eastAsiaTheme="minorHAnsi"/>
          <w:rtl/>
        </w:rPr>
        <w:t>صلى‌الله‌عليه‌وآله‌وسلم</w:t>
      </w:r>
      <w:r w:rsidRPr="002A0058">
        <w:rPr>
          <w:rtl/>
        </w:rPr>
        <w:t xml:space="preserve"> فضيلة لهم</w:t>
      </w:r>
      <w:r w:rsidR="00610870">
        <w:rPr>
          <w:rtl/>
        </w:rPr>
        <w:t>،</w:t>
      </w:r>
      <w:r w:rsidRPr="002A0058">
        <w:rPr>
          <w:rtl/>
        </w:rPr>
        <w:t xml:space="preserve"> فيُعلم لدينا أنَّه صادق في قوله ذاك.</w:t>
      </w:r>
    </w:p>
    <w:p w:rsidR="00E07DFB" w:rsidRPr="00065D03" w:rsidRDefault="00E07DFB" w:rsidP="00065D03">
      <w:pPr>
        <w:pStyle w:val="libNormal"/>
        <w:rPr>
          <w:rtl/>
        </w:rPr>
      </w:pPr>
      <w:r w:rsidRPr="00065D03">
        <w:rPr>
          <w:rtl/>
        </w:rPr>
        <w:t>أمَّا محمد بن سنان وأمثاله</w:t>
      </w:r>
      <w:r w:rsidR="00610870">
        <w:rPr>
          <w:rtl/>
        </w:rPr>
        <w:t>،</w:t>
      </w:r>
      <w:r w:rsidRPr="00065D03">
        <w:rPr>
          <w:rtl/>
        </w:rPr>
        <w:t xml:space="preserve"> ممَّن يُضعِّفهم بعض العلماء</w:t>
      </w:r>
      <w:r w:rsidR="00610870">
        <w:rPr>
          <w:rtl/>
        </w:rPr>
        <w:t>،</w:t>
      </w:r>
      <w:r w:rsidRPr="00065D03">
        <w:rPr>
          <w:rtl/>
        </w:rPr>
        <w:t xml:space="preserve"> فلديَّ كلام أيضاً عليهم</w:t>
      </w:r>
      <w:r w:rsidR="00610870">
        <w:rPr>
          <w:rtl/>
        </w:rPr>
        <w:t>.</w:t>
      </w:r>
      <w:r w:rsidRPr="00065D03">
        <w:rPr>
          <w:rtl/>
        </w:rPr>
        <w:t xml:space="preserve"> إنَّهم يقولون عن محمد بن سنان: إنَّه كذَّاب</w:t>
      </w:r>
      <w:r w:rsidR="00610870">
        <w:rPr>
          <w:rtl/>
        </w:rPr>
        <w:t>،</w:t>
      </w:r>
      <w:r w:rsidRPr="00065D03">
        <w:rPr>
          <w:rtl/>
        </w:rPr>
        <w:t xml:space="preserve"> فكيف نعمل بأحاديثه؟ فيدعون أحاديثه جانباً</w:t>
      </w:r>
      <w:r w:rsidR="00610870">
        <w:rPr>
          <w:rtl/>
        </w:rPr>
        <w:t>،</w:t>
      </w:r>
      <w:r w:rsidRPr="00065D03">
        <w:rPr>
          <w:rtl/>
        </w:rPr>
        <w:t xml:space="preserve"> لكنَّنا</w:t>
      </w:r>
      <w:r w:rsidR="00610870">
        <w:rPr>
          <w:rtl/>
        </w:rPr>
        <w:t>،</w:t>
      </w:r>
      <w:r w:rsidRPr="00065D03">
        <w:rPr>
          <w:rtl/>
        </w:rPr>
        <w:t xml:space="preserve"> في الجانب الآخر</w:t>
      </w:r>
      <w:r w:rsidR="00610870">
        <w:rPr>
          <w:rtl/>
        </w:rPr>
        <w:t>،</w:t>
      </w:r>
      <w:r w:rsidRPr="00065D03">
        <w:rPr>
          <w:rtl/>
        </w:rPr>
        <w:t xml:space="preserve"> نجد أنَّ القدماء (رضوان الله عليهم) ينقلون رواياته</w:t>
      </w:r>
      <w:r w:rsidR="00610870">
        <w:rPr>
          <w:rtl/>
        </w:rPr>
        <w:t>،</w:t>
      </w:r>
      <w:r w:rsidRPr="00065D03">
        <w:rPr>
          <w:rtl/>
        </w:rPr>
        <w:t xml:space="preserve"> فالكليني</w:t>
      </w:r>
      <w:r w:rsidR="00610870">
        <w:rPr>
          <w:rtl/>
        </w:rPr>
        <w:t>،</w:t>
      </w:r>
      <w:r w:rsidRPr="00065D03">
        <w:rPr>
          <w:rtl/>
        </w:rPr>
        <w:t xml:space="preserve"> مثلاً</w:t>
      </w:r>
      <w:r w:rsidR="00610870">
        <w:rPr>
          <w:rtl/>
        </w:rPr>
        <w:t>،</w:t>
      </w:r>
      <w:r w:rsidRPr="00065D03">
        <w:rPr>
          <w:rtl/>
        </w:rPr>
        <w:t xml:space="preserve"> يقول في أوَّل كتابه الكافي: إنِّي أنقل الأحاديث الصحيحة</w:t>
      </w:r>
      <w:r w:rsidR="00610870">
        <w:rPr>
          <w:rtl/>
        </w:rPr>
        <w:t>،</w:t>
      </w:r>
      <w:r w:rsidRPr="00065D03">
        <w:rPr>
          <w:rtl/>
        </w:rPr>
        <w:t xml:space="preserve"> ونجد أنَّه ينقل كثيراً من الأحاديث عن محمد بن سنان.</w:t>
      </w:r>
    </w:p>
    <w:p w:rsidR="002379D1" w:rsidRDefault="00E07DFB" w:rsidP="00065D03">
      <w:pPr>
        <w:pStyle w:val="libNormal"/>
        <w:rPr>
          <w:rtl/>
        </w:rPr>
      </w:pPr>
      <w:r w:rsidRPr="00065D03">
        <w:rPr>
          <w:rtl/>
        </w:rPr>
        <w:t>الأمر اللاَّفت للنظر هو أنَّ محمد بن سنان</w:t>
      </w:r>
      <w:r w:rsidR="00610870">
        <w:rPr>
          <w:rtl/>
        </w:rPr>
        <w:t>،</w:t>
      </w:r>
      <w:r w:rsidRPr="00065D03">
        <w:rPr>
          <w:rtl/>
        </w:rPr>
        <w:t xml:space="preserve"> وأمثاله من الغلاة</w:t>
      </w:r>
      <w:r w:rsidR="00610870">
        <w:rPr>
          <w:rtl/>
        </w:rPr>
        <w:t>،</w:t>
      </w:r>
      <w:r w:rsidRPr="00065D03">
        <w:rPr>
          <w:rtl/>
        </w:rPr>
        <w:t xml:space="preserve"> يُنْعَتُون بالكذَّابين</w:t>
      </w:r>
      <w:r w:rsidR="00610870">
        <w:rPr>
          <w:rtl/>
        </w:rPr>
        <w:t>؛</w:t>
      </w:r>
      <w:r w:rsidRPr="00065D03">
        <w:rPr>
          <w:rtl/>
        </w:rPr>
        <w:t xml:space="preserve"> لغلوِّهم</w:t>
      </w:r>
      <w:r w:rsidR="00610870">
        <w:rPr>
          <w:rtl/>
        </w:rPr>
        <w:t>،</w:t>
      </w:r>
      <w:r w:rsidRPr="00065D03">
        <w:rPr>
          <w:rtl/>
        </w:rPr>
        <w:t xml:space="preserve"> لا لأنَّهم يكذبون</w:t>
      </w:r>
      <w:r w:rsidR="00610870">
        <w:rPr>
          <w:rtl/>
        </w:rPr>
        <w:t>،</w:t>
      </w:r>
      <w:r w:rsidRPr="00065D03">
        <w:rPr>
          <w:rtl/>
        </w:rPr>
        <w:t xml:space="preserve"> بل بمعنى أنَّهم يقولون كذبة كبيرة</w:t>
      </w:r>
      <w:r w:rsidR="00610870">
        <w:rPr>
          <w:rtl/>
        </w:rPr>
        <w:t>؛</w:t>
      </w:r>
      <w:r w:rsidRPr="00065D03">
        <w:rPr>
          <w:rtl/>
        </w:rPr>
        <w:t xml:space="preserve"> حيث يقولون في الأئمة قولاً نرفضه</w:t>
      </w:r>
      <w:r w:rsidR="00610870">
        <w:rPr>
          <w:rtl/>
        </w:rPr>
        <w:t>.</w:t>
      </w:r>
      <w:r w:rsidRPr="00065D03">
        <w:rPr>
          <w:rtl/>
        </w:rPr>
        <w:t xml:space="preserve"> فهل من الإنصاف أن ننعته بأنَّه ينقل عنهم كذباً</w:t>
      </w:r>
      <w:r w:rsidR="00610870">
        <w:rPr>
          <w:rtl/>
        </w:rPr>
        <w:t>،</w:t>
      </w:r>
      <w:r w:rsidRPr="00065D03">
        <w:rPr>
          <w:rtl/>
        </w:rPr>
        <w:t xml:space="preserve"> في حين أنَّنا نحن نعدُّ الأئمة أئمة</w:t>
      </w:r>
      <w:r w:rsidR="00610870">
        <w:rPr>
          <w:rtl/>
        </w:rPr>
        <w:t>،</w:t>
      </w:r>
      <w:r w:rsidRPr="00065D03">
        <w:rPr>
          <w:rtl/>
        </w:rPr>
        <w:t xml:space="preserve"> ونخشى أن نكذب عليهم</w:t>
      </w:r>
      <w:r w:rsidR="00610870">
        <w:rPr>
          <w:rtl/>
        </w:rPr>
        <w:t>،</w:t>
      </w:r>
      <w:r w:rsidRPr="00065D03">
        <w:rPr>
          <w:rtl/>
        </w:rPr>
        <w:t xml:space="preserve"> فكيف بمَن يعتقد بربوبيتهم</w:t>
      </w:r>
      <w:r w:rsidR="00610870">
        <w:rPr>
          <w:rtl/>
        </w:rPr>
        <w:t>،</w:t>
      </w:r>
      <w:r w:rsidRPr="00065D03">
        <w:rPr>
          <w:rtl/>
        </w:rPr>
        <w:t xml:space="preserve"> أتراه يكذب عليهم</w:t>
      </w:r>
      <w:r w:rsidR="00610870">
        <w:rPr>
          <w:rtl/>
        </w:rPr>
        <w:t>،</w:t>
      </w:r>
      <w:r w:rsidRPr="00065D03">
        <w:rPr>
          <w:rtl/>
        </w:rPr>
        <w:t xml:space="preserve"> وبخاصَّة في أحاديثهم الفقهي؟ نعم</w:t>
      </w:r>
      <w:r w:rsidR="00610870">
        <w:rPr>
          <w:rtl/>
        </w:rPr>
        <w:t>،</w:t>
      </w:r>
      <w:r w:rsidRPr="00065D03">
        <w:rPr>
          <w:rtl/>
        </w:rPr>
        <w:t xml:space="preserve"> لنا أن نرفض ما يأتي به في إثبات غلوِّه</w:t>
      </w:r>
      <w:r w:rsidR="00610870">
        <w:rPr>
          <w:rtl/>
        </w:rPr>
        <w:t>،</w:t>
      </w:r>
      <w:r w:rsidRPr="00065D03">
        <w:rPr>
          <w:rtl/>
        </w:rPr>
        <w:t xml:space="preserve"> أو ما يزوِّّره لمصلحته.</w:t>
      </w:r>
    </w:p>
    <w:p w:rsidR="002379D1" w:rsidRDefault="002379D1" w:rsidP="00E5125A">
      <w:pPr>
        <w:pStyle w:val="libNormal"/>
        <w:rPr>
          <w:rtl/>
        </w:rPr>
      </w:pPr>
      <w:r>
        <w:rPr>
          <w:rtl/>
        </w:rPr>
        <w:br w:type="page"/>
      </w:r>
    </w:p>
    <w:p w:rsidR="00E07DFB" w:rsidRPr="00DA0E2B" w:rsidRDefault="00E07DFB" w:rsidP="002379D1">
      <w:pPr>
        <w:pStyle w:val="Heading2Center"/>
        <w:rPr>
          <w:rtl/>
        </w:rPr>
      </w:pPr>
      <w:bookmarkStart w:id="24" w:name="_Toc388703637"/>
      <w:r w:rsidRPr="00DA0E2B">
        <w:rPr>
          <w:rtl/>
        </w:rPr>
        <w:lastRenderedPageBreak/>
        <w:t>أسس التَّطوير الفقهي</w:t>
      </w:r>
      <w:bookmarkStart w:id="25" w:name="أسس_التَّطوير_الفقهي"/>
      <w:bookmarkEnd w:id="25"/>
      <w:r w:rsidR="00610870">
        <w:rPr>
          <w:rFonts w:hint="cs"/>
          <w:rtl/>
        </w:rPr>
        <w:t>،</w:t>
      </w:r>
      <w:r w:rsidR="002379D1">
        <w:rPr>
          <w:rFonts w:hint="cs"/>
          <w:rtl/>
        </w:rPr>
        <w:t xml:space="preserve"> </w:t>
      </w:r>
      <w:r w:rsidRPr="00DA0E2B">
        <w:rPr>
          <w:rtl/>
        </w:rPr>
        <w:t>حوار مع الشَّيخ جعفر سبحاني</w:t>
      </w:r>
      <w:bookmarkEnd w:id="24"/>
    </w:p>
    <w:p w:rsidR="00E07DFB" w:rsidRPr="00313984" w:rsidRDefault="00E07DFB" w:rsidP="00313984">
      <w:pPr>
        <w:pStyle w:val="libBold1"/>
        <w:rPr>
          <w:rtl/>
        </w:rPr>
      </w:pPr>
      <w:r w:rsidRPr="00313984">
        <w:rPr>
          <w:rtl/>
        </w:rPr>
        <w:t>يُعدُّ اسم الأستاذ جعفر سبحاني</w:t>
      </w:r>
      <w:r w:rsidR="00610870">
        <w:rPr>
          <w:rtl/>
        </w:rPr>
        <w:t>،</w:t>
      </w:r>
      <w:r w:rsidRPr="00313984">
        <w:rPr>
          <w:rtl/>
        </w:rPr>
        <w:t xml:space="preserve"> عند الذين ألِفوا البحوث الفقهية منذ زمنٍ مديد</w:t>
      </w:r>
      <w:r w:rsidR="00610870">
        <w:rPr>
          <w:rtl/>
        </w:rPr>
        <w:t>،</w:t>
      </w:r>
      <w:r w:rsidRPr="00313984">
        <w:rPr>
          <w:rtl/>
        </w:rPr>
        <w:t xml:space="preserve"> اسماً مشهوراً</w:t>
      </w:r>
      <w:r w:rsidR="00610870">
        <w:rPr>
          <w:rtl/>
        </w:rPr>
        <w:t>؛</w:t>
      </w:r>
      <w:r w:rsidRPr="00313984">
        <w:rPr>
          <w:rtl/>
        </w:rPr>
        <w:t xml:space="preserve"> فقد أمضى سنين طوالاً في التدريس والبحث</w:t>
      </w:r>
      <w:r w:rsidR="00610870">
        <w:rPr>
          <w:rtl/>
        </w:rPr>
        <w:t>،</w:t>
      </w:r>
      <w:r w:rsidRPr="00313984">
        <w:rPr>
          <w:rtl/>
        </w:rPr>
        <w:t xml:space="preserve"> مُستفيداً من قدرة الفهم والإبداع</w:t>
      </w:r>
      <w:r w:rsidR="00610870">
        <w:rPr>
          <w:rtl/>
        </w:rPr>
        <w:t>؛</w:t>
      </w:r>
      <w:r w:rsidRPr="00313984">
        <w:rPr>
          <w:rtl/>
        </w:rPr>
        <w:t xml:space="preserve"> ما جعل منه صاحب رأي في مختلف المسائل الدينية</w:t>
      </w:r>
      <w:r w:rsidR="00610870">
        <w:rPr>
          <w:rtl/>
        </w:rPr>
        <w:t>،</w:t>
      </w:r>
      <w:r w:rsidRPr="00313984">
        <w:rPr>
          <w:rtl/>
        </w:rPr>
        <w:t xml:space="preserve"> وصب كل اهتمامه</w:t>
      </w:r>
      <w:r w:rsidR="00610870">
        <w:rPr>
          <w:rtl/>
        </w:rPr>
        <w:t xml:space="preserve"> - </w:t>
      </w:r>
      <w:r w:rsidRPr="00313984">
        <w:rPr>
          <w:rtl/>
        </w:rPr>
        <w:t>وبكل ما أوتي من قوة</w:t>
      </w:r>
      <w:r w:rsidR="00610870">
        <w:rPr>
          <w:rtl/>
        </w:rPr>
        <w:t xml:space="preserve"> - </w:t>
      </w:r>
      <w:r w:rsidRPr="00313984">
        <w:rPr>
          <w:rtl/>
        </w:rPr>
        <w:t>على المحافظة على الكيان المعنوي للمجتمع الإسلامي</w:t>
      </w:r>
      <w:r w:rsidR="00610870">
        <w:rPr>
          <w:rtl/>
        </w:rPr>
        <w:t>،</w:t>
      </w:r>
      <w:r w:rsidRPr="00313984">
        <w:rPr>
          <w:rtl/>
        </w:rPr>
        <w:t xml:space="preserve"> ولم يدَّخر وسعاً في هذا المضمار. </w:t>
      </w:r>
    </w:p>
    <w:p w:rsidR="00E07DFB" w:rsidRPr="00313984" w:rsidRDefault="00E07DFB" w:rsidP="00313984">
      <w:pPr>
        <w:pStyle w:val="libBold1"/>
        <w:rPr>
          <w:rtl/>
        </w:rPr>
      </w:pPr>
      <w:r w:rsidRPr="00313984">
        <w:rPr>
          <w:rtl/>
        </w:rPr>
        <w:t>إنَّ تربيته المئاتَ من الطلبة</w:t>
      </w:r>
      <w:r w:rsidR="00610870">
        <w:rPr>
          <w:rtl/>
        </w:rPr>
        <w:t>،</w:t>
      </w:r>
      <w:r w:rsidRPr="00313984">
        <w:rPr>
          <w:rtl/>
        </w:rPr>
        <w:t xml:space="preserve"> وكتابته عشرات الكتب والرسائل</w:t>
      </w:r>
      <w:r w:rsidR="00610870">
        <w:rPr>
          <w:rtl/>
        </w:rPr>
        <w:t>؛</w:t>
      </w:r>
      <w:r w:rsidRPr="00313984">
        <w:rPr>
          <w:rtl/>
        </w:rPr>
        <w:t xml:space="preserve"> لدليل صادق على هذه الجهود المضنية التي بذلها</w:t>
      </w:r>
      <w:r w:rsidR="00610870">
        <w:rPr>
          <w:rtl/>
        </w:rPr>
        <w:t>.</w:t>
      </w:r>
      <w:r w:rsidRPr="00313984">
        <w:rPr>
          <w:rtl/>
        </w:rPr>
        <w:t xml:space="preserve"> </w:t>
      </w:r>
    </w:p>
    <w:p w:rsidR="00E07DFB" w:rsidRPr="00313984" w:rsidRDefault="00E07DFB" w:rsidP="00313984">
      <w:pPr>
        <w:pStyle w:val="libBold1"/>
        <w:rPr>
          <w:rtl/>
        </w:rPr>
      </w:pPr>
      <w:r w:rsidRPr="00313984">
        <w:rPr>
          <w:rtl/>
        </w:rPr>
        <w:t>ونغتنم هنا الفرصة التي أتاحها لنا</w:t>
      </w:r>
      <w:r w:rsidR="00610870">
        <w:rPr>
          <w:rtl/>
        </w:rPr>
        <w:t>،</w:t>
      </w:r>
      <w:r w:rsidRPr="00313984">
        <w:rPr>
          <w:rtl/>
        </w:rPr>
        <w:t xml:space="preserve"> لنطرح على سماحته مجموعة أسئلة في مجال أسس المعرفة وبعض الشُّبهات التي تثار حول بعض المسائل الفقهية.</w:t>
      </w:r>
    </w:p>
    <w:p w:rsidR="00E07DFB" w:rsidRPr="00313984" w:rsidRDefault="00E07DFB" w:rsidP="00313984">
      <w:pPr>
        <w:pStyle w:val="libBold1"/>
        <w:rPr>
          <w:rtl/>
        </w:rPr>
      </w:pPr>
      <w:r w:rsidRPr="00313984">
        <w:rPr>
          <w:rtl/>
        </w:rPr>
        <w:t>ومع شكرنا الجزيل لسماحته</w:t>
      </w:r>
      <w:r w:rsidR="00610870">
        <w:rPr>
          <w:rtl/>
        </w:rPr>
        <w:t>،</w:t>
      </w:r>
      <w:r w:rsidRPr="00313984">
        <w:rPr>
          <w:rtl/>
        </w:rPr>
        <w:t xml:space="preserve"> نضع بين أيدي النخبة المثقَّفة من القُرَّاء نصَّ هذا الحوار.</w:t>
      </w:r>
    </w:p>
    <w:p w:rsidR="00E07DFB" w:rsidRPr="00313984" w:rsidRDefault="00E07DFB" w:rsidP="00313984">
      <w:pPr>
        <w:pStyle w:val="libBold1"/>
        <w:rPr>
          <w:rtl/>
        </w:rPr>
      </w:pPr>
      <w:r w:rsidRPr="00313984">
        <w:rPr>
          <w:rtl/>
        </w:rPr>
        <w:t>* مع شكرنا الجزيل لإتاحتكم هذه الفرصة لنا</w:t>
      </w:r>
      <w:r w:rsidR="00610870">
        <w:rPr>
          <w:rtl/>
        </w:rPr>
        <w:t>،</w:t>
      </w:r>
      <w:r w:rsidRPr="00313984">
        <w:rPr>
          <w:rtl/>
        </w:rPr>
        <w:t xml:space="preserve"> وفي سبيل افتتاح هذا البحث</w:t>
      </w:r>
      <w:r w:rsidR="00610870">
        <w:rPr>
          <w:rtl/>
        </w:rPr>
        <w:t>،</w:t>
      </w:r>
      <w:r w:rsidRPr="00313984">
        <w:rPr>
          <w:rtl/>
        </w:rPr>
        <w:t xml:space="preserve"> حبَّذا لو تفضَّلتم بالتعريف بالدور الذي تؤدِّيه الخلفية الفكرية والمعرفية والوجودية والإنسانية للفقيه</w:t>
      </w:r>
      <w:r w:rsidR="00610870">
        <w:rPr>
          <w:rtl/>
        </w:rPr>
        <w:t>،</w:t>
      </w:r>
      <w:r w:rsidRPr="00313984">
        <w:rPr>
          <w:rtl/>
        </w:rPr>
        <w:t xml:space="preserve"> في استنباطه الأحكام الشرعية؟</w:t>
      </w:r>
    </w:p>
    <w:p w:rsidR="002379D1" w:rsidRDefault="00E07DFB" w:rsidP="002A0058">
      <w:pPr>
        <w:pStyle w:val="libNormal"/>
        <w:rPr>
          <w:rtl/>
        </w:rPr>
      </w:pPr>
      <w:r w:rsidRPr="00313984">
        <w:rPr>
          <w:rStyle w:val="libBold1Char"/>
          <w:rtl/>
        </w:rPr>
        <w:t>الشيخ سبحاني:</w:t>
      </w:r>
      <w:r w:rsidRPr="002A0058">
        <w:rPr>
          <w:rtl/>
        </w:rPr>
        <w:t xml:space="preserve"> لا يوجد فقيه بمقدوره أن يستنبط حكماً من دون اعتماده على مجموعة من الفرضيَّات البديهية المسبَّقة</w:t>
      </w:r>
      <w:r w:rsidR="00610870">
        <w:rPr>
          <w:rtl/>
        </w:rPr>
        <w:t>؛</w:t>
      </w:r>
      <w:r w:rsidRPr="002A0058">
        <w:rPr>
          <w:rtl/>
        </w:rPr>
        <w:t xml:space="preserve"> وذلك لأنَّ الفقيه ليس حالة معزولة يستطيع أن يستنبط الحكم الإلهي من غير التأثُّر بتاريخ حياته مع أمه وأبيه</w:t>
      </w:r>
      <w:r w:rsidR="00610870">
        <w:rPr>
          <w:rtl/>
        </w:rPr>
        <w:t>،</w:t>
      </w:r>
      <w:r w:rsidRPr="002A0058">
        <w:rPr>
          <w:rtl/>
        </w:rPr>
        <w:t xml:space="preserve"> وبيئته العلمية</w:t>
      </w:r>
      <w:r w:rsidR="00610870">
        <w:rPr>
          <w:rtl/>
        </w:rPr>
        <w:t>،</w:t>
      </w:r>
      <w:r w:rsidRPr="002A0058">
        <w:rPr>
          <w:rtl/>
        </w:rPr>
        <w:t xml:space="preserve"> واتصاله بالمجتمع.</w:t>
      </w:r>
    </w:p>
    <w:p w:rsidR="002379D1" w:rsidRDefault="002379D1"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وليس ذهن الفقيه وحده الذي لا يخلو من الفرضيَّات المسبَّقة</w:t>
      </w:r>
      <w:r w:rsidR="00610870">
        <w:rPr>
          <w:rtl/>
        </w:rPr>
        <w:t>،</w:t>
      </w:r>
      <w:r w:rsidRPr="00065D03">
        <w:rPr>
          <w:rtl/>
        </w:rPr>
        <w:t xml:space="preserve"> بل إنَّ علماء الرياضيات والفيزياء والكيمياء</w:t>
      </w:r>
      <w:r w:rsidR="00610870">
        <w:rPr>
          <w:rtl/>
        </w:rPr>
        <w:t>،</w:t>
      </w:r>
      <w:r w:rsidRPr="00065D03">
        <w:rPr>
          <w:rtl/>
        </w:rPr>
        <w:t xml:space="preserve"> أيضاً</w:t>
      </w:r>
      <w:r w:rsidR="00610870">
        <w:rPr>
          <w:rtl/>
        </w:rPr>
        <w:t>،</w:t>
      </w:r>
      <w:r w:rsidRPr="00065D03">
        <w:rPr>
          <w:rtl/>
        </w:rPr>
        <w:t xml:space="preserve"> يكتشفون القوانين والمعادلات باعتمادهم على سلسلة من الفرضيَّات البديهية المسبَّقة</w:t>
      </w:r>
      <w:r w:rsidR="00610870">
        <w:rPr>
          <w:rtl/>
        </w:rPr>
        <w:t>.</w:t>
      </w:r>
      <w:r w:rsidRPr="00065D03">
        <w:rPr>
          <w:rtl/>
        </w:rPr>
        <w:t xml:space="preserve"> وعلى هذا ينبغي أن نضيف إلى سؤالكم أمراً آخر</w:t>
      </w:r>
      <w:r w:rsidR="00610870">
        <w:rPr>
          <w:rtl/>
        </w:rPr>
        <w:t>،</w:t>
      </w:r>
      <w:r w:rsidRPr="00065D03">
        <w:rPr>
          <w:rtl/>
        </w:rPr>
        <w:t xml:space="preserve"> وهو أنَّ الفرضيَّات المسبَّقة نوعان:</w:t>
      </w:r>
    </w:p>
    <w:p w:rsidR="00E07DFB" w:rsidRPr="00065D03" w:rsidRDefault="00E07DFB" w:rsidP="00065D03">
      <w:pPr>
        <w:pStyle w:val="libNormal"/>
        <w:rPr>
          <w:rtl/>
        </w:rPr>
      </w:pPr>
      <w:r w:rsidRPr="00065D03">
        <w:rPr>
          <w:rtl/>
        </w:rPr>
        <w:t>1</w:t>
      </w:r>
      <w:r w:rsidR="00610870">
        <w:rPr>
          <w:rtl/>
        </w:rPr>
        <w:t xml:space="preserve"> - </w:t>
      </w:r>
      <w:r w:rsidRPr="00065D03">
        <w:rPr>
          <w:rtl/>
        </w:rPr>
        <w:t>فرضيَّات مسبَّقة مشتركة</w:t>
      </w:r>
      <w:r w:rsidR="00610870">
        <w:rPr>
          <w:rtl/>
        </w:rPr>
        <w:t>،</w:t>
      </w:r>
      <w:r w:rsidRPr="00065D03">
        <w:rPr>
          <w:rtl/>
        </w:rPr>
        <w:t xml:space="preserve"> يتمكَّن العلماء بوساطتها من الاستمرار في بحوثهم</w:t>
      </w:r>
      <w:r w:rsidR="00610870">
        <w:rPr>
          <w:rtl/>
        </w:rPr>
        <w:t>؛</w:t>
      </w:r>
      <w:r w:rsidRPr="00065D03">
        <w:rPr>
          <w:rtl/>
        </w:rPr>
        <w:t xml:space="preserve"> فالفقيه</w:t>
      </w:r>
      <w:r w:rsidR="00610870">
        <w:rPr>
          <w:rtl/>
        </w:rPr>
        <w:t>،</w:t>
      </w:r>
      <w:r w:rsidRPr="00065D03">
        <w:rPr>
          <w:rtl/>
        </w:rPr>
        <w:t xml:space="preserve"> مثلاً</w:t>
      </w:r>
      <w:r w:rsidR="00610870">
        <w:rPr>
          <w:rtl/>
        </w:rPr>
        <w:t>،</w:t>
      </w:r>
      <w:r w:rsidRPr="00065D03">
        <w:rPr>
          <w:rtl/>
        </w:rPr>
        <w:t xml:space="preserve"> يتمكَّن من الاستنباط اعتماداً على مجموعة من القواعد الأدبية واللُّغوية والمبادئ البديهية</w:t>
      </w:r>
      <w:r w:rsidR="00610870">
        <w:rPr>
          <w:rtl/>
        </w:rPr>
        <w:t>،</w:t>
      </w:r>
      <w:r w:rsidRPr="00065D03">
        <w:rPr>
          <w:rtl/>
        </w:rPr>
        <w:t xml:space="preserve"> المتَّفق عليها من قبل الجميع</w:t>
      </w:r>
      <w:r w:rsidR="00610870">
        <w:rPr>
          <w:rtl/>
        </w:rPr>
        <w:t>.</w:t>
      </w:r>
      <w:r w:rsidRPr="00065D03">
        <w:rPr>
          <w:rtl/>
        </w:rPr>
        <w:t xml:space="preserve"> كما يتمكَّن علماء الرياضيات من الخوض في أبحاثهم من خلال القبول بجدول الضرب</w:t>
      </w:r>
      <w:r w:rsidR="00610870">
        <w:rPr>
          <w:rtl/>
        </w:rPr>
        <w:t>،</w:t>
      </w:r>
      <w:r w:rsidRPr="00065D03">
        <w:rPr>
          <w:rtl/>
        </w:rPr>
        <w:t xml:space="preserve"> وكذلك عالم الكيمياء يتابع أبحاثه بعد قبوله بتصنيف مندلييف الدوري للعناصر الكيماوية</w:t>
      </w:r>
      <w:r w:rsidR="00610870">
        <w:rPr>
          <w:rtl/>
        </w:rPr>
        <w:t>.</w:t>
      </w:r>
      <w:r w:rsidRPr="00065D03">
        <w:rPr>
          <w:rtl/>
        </w:rPr>
        <w:t xml:space="preserve"> وعلى هذا</w:t>
      </w:r>
      <w:r w:rsidR="00610870">
        <w:rPr>
          <w:rtl/>
        </w:rPr>
        <w:t>،</w:t>
      </w:r>
      <w:r w:rsidRPr="00065D03">
        <w:rPr>
          <w:rtl/>
        </w:rPr>
        <w:t xml:space="preserve"> فليس بمقدور أيِّ باحثٍ أن يُقدِم على البحث من غير اعتماده على الفرضيَّات البديهية</w:t>
      </w:r>
      <w:r w:rsidR="00610870">
        <w:rPr>
          <w:rtl/>
        </w:rPr>
        <w:t>.</w:t>
      </w:r>
      <w:r w:rsidRPr="00065D03">
        <w:rPr>
          <w:rtl/>
        </w:rPr>
        <w:t xml:space="preserve"> وهذا النوع من الفرضيَّات لا نقاش فيه.</w:t>
      </w:r>
    </w:p>
    <w:p w:rsidR="00E07DFB" w:rsidRPr="00065D03" w:rsidRDefault="00E07DFB" w:rsidP="00065D03">
      <w:pPr>
        <w:pStyle w:val="libNormal"/>
        <w:rPr>
          <w:rtl/>
        </w:rPr>
      </w:pPr>
      <w:r w:rsidRPr="00065D03">
        <w:rPr>
          <w:rtl/>
        </w:rPr>
        <w:t>2</w:t>
      </w:r>
      <w:r w:rsidR="00610870">
        <w:rPr>
          <w:rtl/>
        </w:rPr>
        <w:t xml:space="preserve"> - </w:t>
      </w:r>
      <w:r w:rsidRPr="00065D03">
        <w:rPr>
          <w:rtl/>
        </w:rPr>
        <w:t>وفي ما يتعلَّق بالفقيه</w:t>
      </w:r>
      <w:r w:rsidR="00610870">
        <w:rPr>
          <w:rtl/>
        </w:rPr>
        <w:t>،</w:t>
      </w:r>
      <w:r w:rsidRPr="00065D03">
        <w:rPr>
          <w:rtl/>
        </w:rPr>
        <w:t xml:space="preserve"> فإنَّ الأمر المطروح هو أنَّه يمكن للبيئة التي نشأ وترعرع فيها أن تؤثِّر في بعض آرائه</w:t>
      </w:r>
      <w:r w:rsidR="00610870">
        <w:rPr>
          <w:rtl/>
        </w:rPr>
        <w:t>.</w:t>
      </w:r>
      <w:r w:rsidRPr="00065D03">
        <w:rPr>
          <w:rtl/>
        </w:rPr>
        <w:t xml:space="preserve"> وهنا نورد أمثلة لذلك:</w:t>
      </w:r>
    </w:p>
    <w:p w:rsidR="00E07DFB" w:rsidRPr="00065D03" w:rsidRDefault="00E07DFB" w:rsidP="002379D1">
      <w:pPr>
        <w:pStyle w:val="libNormal"/>
        <w:rPr>
          <w:rtl/>
        </w:rPr>
      </w:pPr>
      <w:r w:rsidRPr="00065D03">
        <w:rPr>
          <w:rtl/>
        </w:rPr>
        <w:t>يميل الفقهاء الذين يعيشون في بيئة تكون فيها أنابيب الماء إمَّا قليلة أو منعدمة</w:t>
      </w:r>
      <w:r w:rsidR="00610870">
        <w:rPr>
          <w:rtl/>
        </w:rPr>
        <w:t>،</w:t>
      </w:r>
      <w:r w:rsidR="002379D1">
        <w:rPr>
          <w:rFonts w:hint="cs"/>
          <w:rtl/>
        </w:rPr>
        <w:t xml:space="preserve"> </w:t>
      </w:r>
      <w:r w:rsidRPr="00065D03">
        <w:rPr>
          <w:rtl/>
        </w:rPr>
        <w:t>وحيث ينتفع الناس من الماء القليل</w:t>
      </w:r>
      <w:r w:rsidR="00610870">
        <w:rPr>
          <w:rtl/>
        </w:rPr>
        <w:t xml:space="preserve"> - </w:t>
      </w:r>
      <w:r w:rsidRPr="00065D03">
        <w:rPr>
          <w:rtl/>
        </w:rPr>
        <w:t>وبسبب المعضلات القائمة</w:t>
      </w:r>
      <w:r w:rsidR="00610870">
        <w:rPr>
          <w:rtl/>
        </w:rPr>
        <w:t xml:space="preserve"> - </w:t>
      </w:r>
      <w:r w:rsidRPr="00065D03">
        <w:rPr>
          <w:rtl/>
        </w:rPr>
        <w:t>إلى القول بعدم (انفعال الماء القليل بملاقاته المُتنجِس)</w:t>
      </w:r>
      <w:r w:rsidR="00610870">
        <w:rPr>
          <w:rtl/>
        </w:rPr>
        <w:t>.</w:t>
      </w:r>
      <w:r w:rsidRPr="00065D03">
        <w:rPr>
          <w:rtl/>
        </w:rPr>
        <w:t xml:space="preserve"> بينما الفقهاء الذين يعيشون في المدن الكبيرة</w:t>
      </w:r>
      <w:r w:rsidR="00610870">
        <w:rPr>
          <w:rtl/>
        </w:rPr>
        <w:t>،</w:t>
      </w:r>
      <w:r w:rsidRPr="00065D03">
        <w:rPr>
          <w:rtl/>
        </w:rPr>
        <w:t xml:space="preserve"> ويستفيدون من نعمة شبكة أنابيب المياه</w:t>
      </w:r>
      <w:r w:rsidR="00610870">
        <w:rPr>
          <w:rtl/>
        </w:rPr>
        <w:t>،</w:t>
      </w:r>
      <w:r w:rsidRPr="00065D03">
        <w:rPr>
          <w:rtl/>
        </w:rPr>
        <w:t xml:space="preserve"> ولا يعانون من شُحِّ المياه</w:t>
      </w:r>
      <w:r w:rsidR="00610870">
        <w:rPr>
          <w:rtl/>
        </w:rPr>
        <w:t>،</w:t>
      </w:r>
      <w:r w:rsidRPr="00065D03">
        <w:rPr>
          <w:rtl/>
        </w:rPr>
        <w:t xml:space="preserve"> يفتون</w:t>
      </w:r>
      <w:r w:rsidR="00610870">
        <w:rPr>
          <w:rtl/>
        </w:rPr>
        <w:t xml:space="preserve"> - </w:t>
      </w:r>
      <w:r w:rsidRPr="00065D03">
        <w:rPr>
          <w:rtl/>
        </w:rPr>
        <w:t>بموجب رواية أو روايتين</w:t>
      </w:r>
      <w:r w:rsidR="00610870">
        <w:rPr>
          <w:rtl/>
        </w:rPr>
        <w:t xml:space="preserve"> - </w:t>
      </w:r>
      <w:r w:rsidRPr="00065D03">
        <w:rPr>
          <w:rtl/>
        </w:rPr>
        <w:t>بانفعال الماء القليل بملاقاة المُتنجِس</w:t>
      </w:r>
      <w:r w:rsidR="00610870">
        <w:rPr>
          <w:rtl/>
        </w:rPr>
        <w:t>،</w:t>
      </w:r>
      <w:r w:rsidRPr="00065D03">
        <w:rPr>
          <w:rtl/>
        </w:rPr>
        <w:t xml:space="preserve"> ولا يعبأون بالأدلة التي تُعارض آراءهم. </w:t>
      </w:r>
    </w:p>
    <w:p w:rsidR="00E07DFB" w:rsidRPr="002A0058" w:rsidRDefault="00E07DFB" w:rsidP="002A0058">
      <w:pPr>
        <w:pStyle w:val="libNormal"/>
        <w:rPr>
          <w:rtl/>
        </w:rPr>
      </w:pPr>
      <w:r w:rsidRPr="002A0058">
        <w:rPr>
          <w:rtl/>
        </w:rPr>
        <w:t>والنتيجة المستخلَصة هي:</w:t>
      </w:r>
      <w:r w:rsidRPr="00313984">
        <w:rPr>
          <w:rStyle w:val="libBold1Char"/>
          <w:rtl/>
        </w:rPr>
        <w:t xml:space="preserve"> إنَّ المعضلات التي تواجه الفقيه تكون أحياناً دافعاً للفقيه للبحث عن حلِّها</w:t>
      </w:r>
      <w:r w:rsidRPr="002A0058">
        <w:rPr>
          <w:rtl/>
        </w:rPr>
        <w:t>.</w:t>
      </w:r>
    </w:p>
    <w:p w:rsidR="002379D1" w:rsidRDefault="00E07DFB" w:rsidP="00065D03">
      <w:pPr>
        <w:pStyle w:val="libNormal"/>
        <w:rPr>
          <w:rtl/>
        </w:rPr>
      </w:pPr>
      <w:r w:rsidRPr="00065D03">
        <w:rPr>
          <w:rtl/>
        </w:rPr>
        <w:t>وشبيه بهذا ما يُلاحظ في مناسك الحج</w:t>
      </w:r>
      <w:r w:rsidR="00610870">
        <w:rPr>
          <w:rtl/>
        </w:rPr>
        <w:t>؛</w:t>
      </w:r>
      <w:r w:rsidRPr="00065D03">
        <w:rPr>
          <w:rtl/>
        </w:rPr>
        <w:t xml:space="preserve"> فالفقيه الذي يُعاين صعوبات الحج عن قرب</w:t>
      </w:r>
      <w:r w:rsidR="00610870">
        <w:rPr>
          <w:rtl/>
        </w:rPr>
        <w:t>،</w:t>
      </w:r>
      <w:r w:rsidRPr="00065D03">
        <w:rPr>
          <w:rtl/>
        </w:rPr>
        <w:t xml:space="preserve"> يقل احتياطه في فتاواه</w:t>
      </w:r>
      <w:r w:rsidR="00610870">
        <w:rPr>
          <w:rtl/>
        </w:rPr>
        <w:t>،</w:t>
      </w:r>
      <w:r w:rsidRPr="00065D03">
        <w:rPr>
          <w:rtl/>
        </w:rPr>
        <w:t xml:space="preserve"> خلافاً للفقيه الذي يُراقب عن بُعد</w:t>
      </w:r>
      <w:r w:rsidR="00610870">
        <w:rPr>
          <w:rtl/>
        </w:rPr>
        <w:t>،</w:t>
      </w:r>
      <w:r w:rsidRPr="00065D03">
        <w:rPr>
          <w:rtl/>
        </w:rPr>
        <w:t xml:space="preserve"> فإنَّ احتياطاته في الحج كثيرة</w:t>
      </w:r>
      <w:r w:rsidR="00610870">
        <w:rPr>
          <w:rtl/>
        </w:rPr>
        <w:t>.</w:t>
      </w:r>
      <w:r w:rsidRPr="00065D03">
        <w:rPr>
          <w:rtl/>
        </w:rPr>
        <w:t xml:space="preserve"> </w:t>
      </w:r>
    </w:p>
    <w:p w:rsidR="002379D1" w:rsidRDefault="002379D1" w:rsidP="00E5125A">
      <w:pPr>
        <w:pStyle w:val="libNormal"/>
        <w:rPr>
          <w:rtl/>
        </w:rPr>
      </w:pPr>
      <w:r>
        <w:rPr>
          <w:rtl/>
        </w:rPr>
        <w:br w:type="page"/>
      </w:r>
    </w:p>
    <w:p w:rsidR="00E07DFB" w:rsidRPr="002A0058" w:rsidRDefault="00E07DFB" w:rsidP="002A0058">
      <w:pPr>
        <w:pStyle w:val="libNormal"/>
        <w:rPr>
          <w:rtl/>
        </w:rPr>
      </w:pPr>
      <w:r w:rsidRPr="002A0058">
        <w:rPr>
          <w:rtl/>
        </w:rPr>
        <w:lastRenderedPageBreak/>
        <w:t>وقد قيل قديماً:</w:t>
      </w:r>
      <w:r w:rsidRPr="00313984">
        <w:rPr>
          <w:rStyle w:val="libBold1Char"/>
          <w:rtl/>
        </w:rPr>
        <w:t xml:space="preserve"> (الحاجة أم الاختراع)</w:t>
      </w:r>
      <w:r w:rsidR="00610870">
        <w:rPr>
          <w:rtl/>
        </w:rPr>
        <w:t>؛</w:t>
      </w:r>
      <w:r w:rsidRPr="002A0058">
        <w:rPr>
          <w:rtl/>
        </w:rPr>
        <w:t xml:space="preserve"> ولذا فإنَّ مسائل شركات التأمين</w:t>
      </w:r>
      <w:r w:rsidR="00610870">
        <w:rPr>
          <w:rtl/>
        </w:rPr>
        <w:t>،</w:t>
      </w:r>
      <w:r w:rsidRPr="002A0058">
        <w:rPr>
          <w:rtl/>
        </w:rPr>
        <w:t xml:space="preserve"> أو بيع الامتيازات</w:t>
      </w:r>
      <w:r w:rsidR="00610870">
        <w:rPr>
          <w:rtl/>
        </w:rPr>
        <w:t>،</w:t>
      </w:r>
      <w:r w:rsidRPr="002A0058">
        <w:rPr>
          <w:rtl/>
        </w:rPr>
        <w:t xml:space="preserve"> والشركات الحديثة</w:t>
      </w:r>
      <w:r w:rsidR="00610870">
        <w:rPr>
          <w:rtl/>
        </w:rPr>
        <w:t>،</w:t>
      </w:r>
      <w:r w:rsidRPr="002A0058">
        <w:rPr>
          <w:rtl/>
        </w:rPr>
        <w:t xml:space="preserve"> تدعو الفقيه إلى الخوض فيها واستنباط الأحكام لها</w:t>
      </w:r>
      <w:r w:rsidR="00610870">
        <w:rPr>
          <w:rtl/>
        </w:rPr>
        <w:t>؛</w:t>
      </w:r>
      <w:r w:rsidRPr="002A0058">
        <w:rPr>
          <w:rtl/>
        </w:rPr>
        <w:t xml:space="preserve"> بينما الفقيه المتقدِّم</w:t>
      </w:r>
      <w:r w:rsidR="00610870">
        <w:rPr>
          <w:rtl/>
        </w:rPr>
        <w:t>؛</w:t>
      </w:r>
      <w:r w:rsidRPr="002A0058">
        <w:rPr>
          <w:rtl/>
        </w:rPr>
        <w:t xml:space="preserve"> وبسبب عدم الحاجة لأجوبة عن مسائل كهذه</w:t>
      </w:r>
      <w:r w:rsidR="00610870">
        <w:rPr>
          <w:rtl/>
        </w:rPr>
        <w:t>،</w:t>
      </w:r>
      <w:r w:rsidRPr="002A0058">
        <w:rPr>
          <w:rtl/>
        </w:rPr>
        <w:t xml:space="preserve"> لا يُفكِّر بالعثور على أجوبة لها</w:t>
      </w:r>
      <w:r w:rsidR="00610870">
        <w:rPr>
          <w:rtl/>
        </w:rPr>
        <w:t>،</w:t>
      </w:r>
      <w:r w:rsidRPr="002A0058">
        <w:rPr>
          <w:rtl/>
        </w:rPr>
        <w:t xml:space="preserve"> وغالباً ما يرفضها ولا يراها صحيحة.</w:t>
      </w:r>
    </w:p>
    <w:p w:rsidR="00E07DFB" w:rsidRPr="00065D03" w:rsidRDefault="00E07DFB" w:rsidP="00065D03">
      <w:pPr>
        <w:pStyle w:val="libNormal"/>
        <w:rPr>
          <w:rtl/>
        </w:rPr>
      </w:pPr>
      <w:r w:rsidRPr="00065D03">
        <w:rPr>
          <w:rtl/>
        </w:rPr>
        <w:t>وبطبيعة الحال</w:t>
      </w:r>
      <w:r w:rsidR="00610870">
        <w:rPr>
          <w:rtl/>
        </w:rPr>
        <w:t>،</w:t>
      </w:r>
      <w:r w:rsidRPr="00065D03">
        <w:rPr>
          <w:rtl/>
        </w:rPr>
        <w:t xml:space="preserve"> فإنِّ هذا النوع من الاحتياجات المختلفة</w:t>
      </w:r>
      <w:r w:rsidR="00610870">
        <w:rPr>
          <w:rtl/>
        </w:rPr>
        <w:t>،</w:t>
      </w:r>
      <w:r w:rsidRPr="00065D03">
        <w:rPr>
          <w:rtl/>
        </w:rPr>
        <w:t xml:space="preserve"> لا يُشكِّل إلاّ نسبة مئوية ضئيلة من المسائل الفقهية</w:t>
      </w:r>
      <w:r w:rsidR="00610870">
        <w:rPr>
          <w:rtl/>
        </w:rPr>
        <w:t>.</w:t>
      </w:r>
      <w:r w:rsidRPr="00065D03">
        <w:rPr>
          <w:rtl/>
        </w:rPr>
        <w:t xml:space="preserve"> وأمثال هذه الافتراضات غير موجودة في الأمور التي هي محل للابتلاء</w:t>
      </w:r>
      <w:r w:rsidR="00610870">
        <w:rPr>
          <w:rtl/>
        </w:rPr>
        <w:t>؛</w:t>
      </w:r>
      <w:r w:rsidRPr="00065D03">
        <w:rPr>
          <w:rtl/>
        </w:rPr>
        <w:t xml:space="preserve"> بحيث تُؤدِّي إلى ظهور اختلاف في الفتاوى</w:t>
      </w:r>
      <w:r w:rsidR="00610870">
        <w:rPr>
          <w:rtl/>
        </w:rPr>
        <w:t>،</w:t>
      </w:r>
      <w:r w:rsidRPr="00065D03">
        <w:rPr>
          <w:rtl/>
        </w:rPr>
        <w:t xml:space="preserve"> فمثلاً أحكام مُبطلات الصوم والصلاة لم تتغيَّر عِبر الزمان.</w:t>
      </w:r>
    </w:p>
    <w:p w:rsidR="00E07DFB" w:rsidRPr="00065D03" w:rsidRDefault="00E07DFB" w:rsidP="00065D03">
      <w:pPr>
        <w:pStyle w:val="libNormal"/>
        <w:rPr>
          <w:rtl/>
        </w:rPr>
      </w:pPr>
      <w:r w:rsidRPr="00065D03">
        <w:rPr>
          <w:rtl/>
        </w:rPr>
        <w:t>ويتَّضح من هذا أنَّ الأمور التي لا علاقة لها باستنباط الفقيه</w:t>
      </w:r>
      <w:r w:rsidR="00610870">
        <w:rPr>
          <w:rtl/>
        </w:rPr>
        <w:t>،</w:t>
      </w:r>
      <w:r w:rsidRPr="00065D03">
        <w:rPr>
          <w:rtl/>
        </w:rPr>
        <w:t xml:space="preserve"> لا يُؤثِّر وجودها أو عدم وجودها في استنباطه</w:t>
      </w:r>
      <w:r w:rsidR="00610870">
        <w:rPr>
          <w:rtl/>
        </w:rPr>
        <w:t>.</w:t>
      </w:r>
      <w:r w:rsidRPr="00065D03">
        <w:rPr>
          <w:rtl/>
        </w:rPr>
        <w:t xml:space="preserve"> ومن ذلك المسائل المتعلِّقة بنظرية المعرفة في الفلسفة الإسلامية</w:t>
      </w:r>
      <w:r w:rsidR="00610870">
        <w:rPr>
          <w:rtl/>
        </w:rPr>
        <w:t>؛</w:t>
      </w:r>
      <w:r w:rsidRPr="00065D03">
        <w:rPr>
          <w:rtl/>
        </w:rPr>
        <w:t xml:space="preserve"> ممَّا يبحث في موضوع الوجود الذهني أو مواضع أخرى منه</w:t>
      </w:r>
      <w:r w:rsidR="00610870">
        <w:rPr>
          <w:rtl/>
        </w:rPr>
        <w:t>.</w:t>
      </w:r>
      <w:r w:rsidRPr="00065D03">
        <w:rPr>
          <w:rtl/>
        </w:rPr>
        <w:t xml:space="preserve"> وكذلك قضايا الوجود</w:t>
      </w:r>
      <w:r w:rsidR="00610870">
        <w:rPr>
          <w:rtl/>
        </w:rPr>
        <w:t>،</w:t>
      </w:r>
      <w:r w:rsidRPr="00065D03">
        <w:rPr>
          <w:rtl/>
        </w:rPr>
        <w:t xml:space="preserve"> وهل أنَّ الأصالة للوجود أو للماهيَّة</w:t>
      </w:r>
      <w:r w:rsidR="00610870">
        <w:rPr>
          <w:rtl/>
        </w:rPr>
        <w:t>،</w:t>
      </w:r>
      <w:r w:rsidRPr="00065D03">
        <w:rPr>
          <w:rtl/>
        </w:rPr>
        <w:t xml:space="preserve"> والقضايا المتعلِّقة بمعرفة الإنسان ومعرفة غرائزه وذاته</w:t>
      </w:r>
      <w:r w:rsidR="00610870">
        <w:rPr>
          <w:rtl/>
        </w:rPr>
        <w:t>،</w:t>
      </w:r>
      <w:r w:rsidRPr="00065D03">
        <w:rPr>
          <w:rtl/>
        </w:rPr>
        <w:t xml:space="preserve"> تترك أثراً في تفكير عالم الأخلاق</w:t>
      </w:r>
      <w:r w:rsidR="00610870">
        <w:rPr>
          <w:rtl/>
        </w:rPr>
        <w:t>،</w:t>
      </w:r>
      <w:r w:rsidRPr="00065D03">
        <w:rPr>
          <w:rtl/>
        </w:rPr>
        <w:t xml:space="preserve"> وليس في نمط تفكير الفقيه.</w:t>
      </w:r>
    </w:p>
    <w:p w:rsidR="00E07DFB" w:rsidRPr="002A0058" w:rsidRDefault="00E07DFB" w:rsidP="002A0058">
      <w:pPr>
        <w:pStyle w:val="libNormal"/>
        <w:rPr>
          <w:rtl/>
        </w:rPr>
      </w:pPr>
      <w:r w:rsidRPr="00313984">
        <w:rPr>
          <w:rStyle w:val="libBold1Char"/>
          <w:rtl/>
        </w:rPr>
        <w:t xml:space="preserve">والخلاصة </w:t>
      </w:r>
      <w:r w:rsidRPr="002A0058">
        <w:rPr>
          <w:rtl/>
        </w:rPr>
        <w:t>هي</w:t>
      </w:r>
      <w:r w:rsidRPr="00313984">
        <w:rPr>
          <w:rStyle w:val="libBold1Char"/>
          <w:rtl/>
        </w:rPr>
        <w:t xml:space="preserve"> </w:t>
      </w:r>
      <w:r w:rsidRPr="002A0058">
        <w:rPr>
          <w:rtl/>
        </w:rPr>
        <w:t>أنَّه ينبغي تحديد الفقه ومبادئه</w:t>
      </w:r>
      <w:r w:rsidR="00610870">
        <w:rPr>
          <w:rtl/>
        </w:rPr>
        <w:t>.</w:t>
      </w:r>
      <w:r w:rsidRPr="002A0058">
        <w:rPr>
          <w:rtl/>
        </w:rPr>
        <w:t xml:space="preserve"> وسنرى</w:t>
      </w:r>
      <w:r w:rsidR="00610870">
        <w:rPr>
          <w:rtl/>
        </w:rPr>
        <w:t>،</w:t>
      </w:r>
      <w:r w:rsidRPr="002A0058">
        <w:rPr>
          <w:rtl/>
        </w:rPr>
        <w:t xml:space="preserve"> في هذه الحالة</w:t>
      </w:r>
      <w:r w:rsidR="00610870">
        <w:rPr>
          <w:rtl/>
        </w:rPr>
        <w:t>،</w:t>
      </w:r>
      <w:r w:rsidRPr="002A0058">
        <w:rPr>
          <w:rtl/>
        </w:rPr>
        <w:t xml:space="preserve"> أنَّ هذا النَّوع من المعلومات لا يُؤثِّر في استنباط الفقيه</w:t>
      </w:r>
      <w:r w:rsidR="00610870">
        <w:rPr>
          <w:rtl/>
        </w:rPr>
        <w:t>،</w:t>
      </w:r>
      <w:r w:rsidRPr="002A0058">
        <w:rPr>
          <w:rtl/>
        </w:rPr>
        <w:t xml:space="preserve"> </w:t>
      </w:r>
      <w:r w:rsidRPr="00313984">
        <w:rPr>
          <w:rStyle w:val="libBold1Char"/>
          <w:rtl/>
        </w:rPr>
        <w:t>وغالباً ما يكون المؤثِّر في الفقه هو الحاجة أو عدم الحاجة</w:t>
      </w:r>
      <w:r w:rsidR="00610870">
        <w:rPr>
          <w:rtl/>
        </w:rPr>
        <w:t>؛</w:t>
      </w:r>
      <w:r w:rsidRPr="002A0058">
        <w:rPr>
          <w:rtl/>
        </w:rPr>
        <w:t xml:space="preserve"> حيث تحدوا الحالة الأولى بالفقيه إلى التفكير بتلبية تلك الحاجة</w:t>
      </w:r>
      <w:r w:rsidR="00610870">
        <w:rPr>
          <w:rtl/>
        </w:rPr>
        <w:t>.</w:t>
      </w:r>
      <w:r w:rsidRPr="002A0058">
        <w:rPr>
          <w:rtl/>
        </w:rPr>
        <w:t xml:space="preserve"> لكن البحث الموجود في علم الفلك في شأن محورية الأرض أم محورية الشمس</w:t>
      </w:r>
      <w:r w:rsidR="00610870">
        <w:rPr>
          <w:rtl/>
        </w:rPr>
        <w:t>،</w:t>
      </w:r>
      <w:r w:rsidRPr="002A0058">
        <w:rPr>
          <w:rtl/>
        </w:rPr>
        <w:t xml:space="preserve"> وما إذا كان القبول بالنظريات البطليموسية أو الكوبرنيكية</w:t>
      </w:r>
      <w:r w:rsidR="00610870">
        <w:rPr>
          <w:rtl/>
        </w:rPr>
        <w:t>،</w:t>
      </w:r>
      <w:r w:rsidRPr="002A0058">
        <w:rPr>
          <w:rtl/>
        </w:rPr>
        <w:t xml:space="preserve"> لا يُؤثِّر أيٌّ منهما في استنباط الأحكام الفقهية</w:t>
      </w:r>
      <w:r w:rsidR="00610870">
        <w:rPr>
          <w:rtl/>
        </w:rPr>
        <w:t>؛</w:t>
      </w:r>
      <w:r w:rsidRPr="002A0058">
        <w:rPr>
          <w:rtl/>
        </w:rPr>
        <w:t xml:space="preserve"> ولذا فليس معقولاً القول: إنَّ التطوُّر الحاصل في علوم الرياضيات والفيزياء سيؤدِّي إلى إحداث تطوُّر في علم الفقه.</w:t>
      </w:r>
    </w:p>
    <w:p w:rsidR="002379D1" w:rsidRDefault="00E07DFB" w:rsidP="00065D03">
      <w:pPr>
        <w:pStyle w:val="libNormal"/>
        <w:rPr>
          <w:rtl/>
        </w:rPr>
      </w:pPr>
      <w:r w:rsidRPr="00065D03">
        <w:rPr>
          <w:rtl/>
        </w:rPr>
        <w:t>فمثلاً</w:t>
      </w:r>
      <w:r w:rsidR="00610870">
        <w:rPr>
          <w:rtl/>
        </w:rPr>
        <w:t>،</w:t>
      </w:r>
      <w:r w:rsidRPr="00065D03">
        <w:rPr>
          <w:rtl/>
        </w:rPr>
        <w:t xml:space="preserve"> إنَّ معرفة المسافة بين كوكبين بشكل أكثر دقَّة</w:t>
      </w:r>
      <w:r w:rsidR="00610870">
        <w:rPr>
          <w:rtl/>
        </w:rPr>
        <w:t>،</w:t>
      </w:r>
      <w:r w:rsidRPr="00065D03">
        <w:rPr>
          <w:rtl/>
        </w:rPr>
        <w:t xml:space="preserve"> لن تكون سبباً في زعزعة أسس القواعد الأدبية</w:t>
      </w:r>
      <w:r w:rsidR="00610870">
        <w:rPr>
          <w:rtl/>
        </w:rPr>
        <w:t>.</w:t>
      </w:r>
      <w:r w:rsidRPr="00065D03">
        <w:rPr>
          <w:rtl/>
        </w:rPr>
        <w:t xml:space="preserve"> فالمعروف أنَّ تأثير علمٍ ما في علم آخر لا يمكن أن يتمَّ ما لم تكن هناك علاقة بين الاثنين</w:t>
      </w:r>
      <w:r w:rsidR="00610870">
        <w:rPr>
          <w:rtl/>
        </w:rPr>
        <w:t>؛</w:t>
      </w:r>
      <w:r w:rsidRPr="00065D03">
        <w:rPr>
          <w:rtl/>
        </w:rPr>
        <w:t xml:space="preserve"> ولذلك فإنَّ علوم اللغات الفارسية</w:t>
      </w:r>
      <w:r w:rsidR="00610870">
        <w:rPr>
          <w:rtl/>
        </w:rPr>
        <w:t>،</w:t>
      </w:r>
      <w:r w:rsidRPr="00065D03">
        <w:rPr>
          <w:rtl/>
        </w:rPr>
        <w:t xml:space="preserve"> والعربية</w:t>
      </w:r>
      <w:r w:rsidR="00610870">
        <w:rPr>
          <w:rtl/>
        </w:rPr>
        <w:t>،</w:t>
      </w:r>
      <w:r w:rsidRPr="00065D03">
        <w:rPr>
          <w:rtl/>
        </w:rPr>
        <w:t xml:space="preserve"> والصينية</w:t>
      </w:r>
      <w:r w:rsidR="00610870">
        <w:rPr>
          <w:rtl/>
        </w:rPr>
        <w:t>،</w:t>
      </w:r>
      <w:r w:rsidRPr="00065D03">
        <w:rPr>
          <w:rtl/>
        </w:rPr>
        <w:t xml:space="preserve"> والرومانية</w:t>
      </w:r>
      <w:r w:rsidR="00610870">
        <w:rPr>
          <w:rtl/>
        </w:rPr>
        <w:t>،</w:t>
      </w:r>
      <w:r w:rsidRPr="00065D03">
        <w:rPr>
          <w:rtl/>
        </w:rPr>
        <w:t xml:space="preserve"> ثابتةٌ وراسخة</w:t>
      </w:r>
      <w:r w:rsidR="00610870">
        <w:rPr>
          <w:rtl/>
        </w:rPr>
        <w:t>،</w:t>
      </w:r>
      <w:r w:rsidRPr="00065D03">
        <w:rPr>
          <w:rtl/>
        </w:rPr>
        <w:t xml:space="preserve"> بينما حدثت الثورة الكوبرنيكية في علم الفلك وأبطلت النظرية البطليموسية ولم تتأثَّر تلك الأدبيات بما حصل من تطوُّرات فلكية.</w:t>
      </w:r>
    </w:p>
    <w:p w:rsidR="002379D1" w:rsidRDefault="002379D1"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ونودُّ هنا التذكير بأنَّ القول بتأثُّر الفقهاء بالمتغيِّرات أمرٌ لا يقتصر على الفقهاء</w:t>
      </w:r>
      <w:r w:rsidR="00610870">
        <w:rPr>
          <w:rtl/>
        </w:rPr>
        <w:t>،</w:t>
      </w:r>
      <w:r w:rsidRPr="00065D03">
        <w:rPr>
          <w:rtl/>
        </w:rPr>
        <w:t xml:space="preserve"> بل إنَّ الجنس البشري والعلماء هم على هذه الشاكلة</w:t>
      </w:r>
      <w:r w:rsidR="00610870">
        <w:rPr>
          <w:rtl/>
        </w:rPr>
        <w:t>.</w:t>
      </w:r>
      <w:r w:rsidRPr="00065D03">
        <w:rPr>
          <w:rtl/>
        </w:rPr>
        <w:t xml:space="preserve"> فقبل مائة عام لم تُخْطَ خطوة واحدة في علاج السرطان</w:t>
      </w:r>
      <w:r w:rsidR="00610870">
        <w:rPr>
          <w:rtl/>
        </w:rPr>
        <w:t>؛</w:t>
      </w:r>
      <w:r w:rsidRPr="00065D03">
        <w:rPr>
          <w:rtl/>
        </w:rPr>
        <w:t xml:space="preserve"> لأنَّه كان مرضاً نادراً</w:t>
      </w:r>
      <w:r w:rsidR="00610870">
        <w:rPr>
          <w:rtl/>
        </w:rPr>
        <w:t>.</w:t>
      </w:r>
      <w:r w:rsidRPr="00065D03">
        <w:rPr>
          <w:rtl/>
        </w:rPr>
        <w:t xml:space="preserve"> أمَّا اليوم</w:t>
      </w:r>
      <w:r w:rsidR="00610870">
        <w:rPr>
          <w:rtl/>
        </w:rPr>
        <w:t>،</w:t>
      </w:r>
      <w:r w:rsidRPr="00065D03">
        <w:rPr>
          <w:rtl/>
        </w:rPr>
        <w:t xml:space="preserve"> حيث انتشر بشكل واسع</w:t>
      </w:r>
      <w:r w:rsidR="00610870">
        <w:rPr>
          <w:rtl/>
        </w:rPr>
        <w:t>،</w:t>
      </w:r>
      <w:r w:rsidRPr="00065D03">
        <w:rPr>
          <w:rtl/>
        </w:rPr>
        <w:t xml:space="preserve"> فإنَّ العلماء</w:t>
      </w:r>
      <w:r w:rsidR="00610870">
        <w:rPr>
          <w:rtl/>
        </w:rPr>
        <w:t xml:space="preserve"> - </w:t>
      </w:r>
      <w:r w:rsidRPr="00065D03">
        <w:rPr>
          <w:rtl/>
        </w:rPr>
        <w:t>وبدافع من الحاجة</w:t>
      </w:r>
      <w:r w:rsidR="00610870">
        <w:rPr>
          <w:rtl/>
        </w:rPr>
        <w:t xml:space="preserve"> - </w:t>
      </w:r>
      <w:r w:rsidRPr="00065D03">
        <w:rPr>
          <w:rtl/>
        </w:rPr>
        <w:t>مندفعون للبحث عن علاجٍ له</w:t>
      </w:r>
      <w:r w:rsidR="00610870">
        <w:rPr>
          <w:rtl/>
        </w:rPr>
        <w:t>.</w:t>
      </w:r>
      <w:r w:rsidRPr="00065D03">
        <w:rPr>
          <w:rtl/>
        </w:rPr>
        <w:t xml:space="preserve"> وكان الناس</w:t>
      </w:r>
      <w:r w:rsidR="00610870">
        <w:rPr>
          <w:rtl/>
        </w:rPr>
        <w:t>،</w:t>
      </w:r>
      <w:r w:rsidRPr="00065D03">
        <w:rPr>
          <w:rtl/>
        </w:rPr>
        <w:t xml:space="preserve"> في ما مضى</w:t>
      </w:r>
      <w:r w:rsidR="00610870">
        <w:rPr>
          <w:rtl/>
        </w:rPr>
        <w:t>،</w:t>
      </w:r>
      <w:r w:rsidRPr="00065D03">
        <w:rPr>
          <w:rtl/>
        </w:rPr>
        <w:t xml:space="preserve"> ينتفعون من أنواع الوقود الشائعة الاستعمال</w:t>
      </w:r>
      <w:r w:rsidR="00610870">
        <w:rPr>
          <w:rtl/>
        </w:rPr>
        <w:t>،</w:t>
      </w:r>
      <w:r w:rsidRPr="00065D03">
        <w:rPr>
          <w:rtl/>
        </w:rPr>
        <w:t xml:space="preserve"> لكنَّهم يعلمون اليوم أنَّهم سيواجهون في المستقبل نقصاً في الوقود المستخرَج</w:t>
      </w:r>
      <w:r w:rsidR="00610870">
        <w:rPr>
          <w:rtl/>
        </w:rPr>
        <w:t>؛</w:t>
      </w:r>
      <w:r w:rsidRPr="00065D03">
        <w:rPr>
          <w:rtl/>
        </w:rPr>
        <w:t xml:space="preserve"> وقد أدَّى هذا الأمر بالناس إلى البحث عن إمكانية الاستفادة من الطاقة الشمسية والذَّرِّية مثلاً.</w:t>
      </w:r>
    </w:p>
    <w:p w:rsidR="00E07DFB" w:rsidRPr="00065D03" w:rsidRDefault="00E07DFB" w:rsidP="00065D03">
      <w:pPr>
        <w:pStyle w:val="libNormal"/>
        <w:rPr>
          <w:rtl/>
        </w:rPr>
      </w:pPr>
      <w:r w:rsidRPr="00065D03">
        <w:rPr>
          <w:rtl/>
        </w:rPr>
        <w:t>ونخلص من ذلك إلى أنَّ الفرضيَّات المسبَّقة على نوعين:</w:t>
      </w:r>
    </w:p>
    <w:p w:rsidR="00E07DFB" w:rsidRPr="00065D03" w:rsidRDefault="00E07DFB" w:rsidP="00065D03">
      <w:pPr>
        <w:pStyle w:val="libNormal"/>
        <w:rPr>
          <w:rtl/>
        </w:rPr>
      </w:pPr>
      <w:r w:rsidRPr="00065D03">
        <w:rPr>
          <w:rtl/>
        </w:rPr>
        <w:t>1</w:t>
      </w:r>
      <w:r w:rsidR="00610870">
        <w:rPr>
          <w:rtl/>
        </w:rPr>
        <w:t xml:space="preserve"> - </w:t>
      </w:r>
      <w:r w:rsidRPr="00065D03">
        <w:rPr>
          <w:rtl/>
        </w:rPr>
        <w:t>الفرضيَّات العامة التي تخطر في أذهان العلماء جميعهم.</w:t>
      </w:r>
    </w:p>
    <w:p w:rsidR="00E07DFB" w:rsidRPr="00065D03" w:rsidRDefault="00E07DFB" w:rsidP="00065D03">
      <w:pPr>
        <w:pStyle w:val="libNormal"/>
        <w:rPr>
          <w:rtl/>
        </w:rPr>
      </w:pPr>
      <w:r w:rsidRPr="00065D03">
        <w:rPr>
          <w:rtl/>
        </w:rPr>
        <w:t>2</w:t>
      </w:r>
      <w:r w:rsidR="00610870">
        <w:rPr>
          <w:rtl/>
        </w:rPr>
        <w:t xml:space="preserve"> - </w:t>
      </w:r>
      <w:r w:rsidRPr="00065D03">
        <w:rPr>
          <w:rtl/>
        </w:rPr>
        <w:t>الفرضيَّات الخاصة المتأثِّرة بمعطيات خاصَّة</w:t>
      </w:r>
      <w:r w:rsidR="00610870">
        <w:rPr>
          <w:rtl/>
        </w:rPr>
        <w:t>؛</w:t>
      </w:r>
      <w:r w:rsidRPr="00065D03">
        <w:rPr>
          <w:rtl/>
        </w:rPr>
        <w:t xml:space="preserve"> مثل البيئة التي يعيش فيها الفقيه</w:t>
      </w:r>
      <w:r w:rsidR="00610870">
        <w:rPr>
          <w:rtl/>
        </w:rPr>
        <w:t>،</w:t>
      </w:r>
      <w:r w:rsidRPr="00065D03">
        <w:rPr>
          <w:rtl/>
        </w:rPr>
        <w:t xml:space="preserve"> والتي بإمكانها التأثير في كيفية الاستنباط</w:t>
      </w:r>
      <w:r w:rsidR="00610870">
        <w:rPr>
          <w:rtl/>
        </w:rPr>
        <w:t>،</w:t>
      </w:r>
      <w:r w:rsidRPr="00065D03">
        <w:rPr>
          <w:rtl/>
        </w:rPr>
        <w:t xml:space="preserve"> لكن بشكلٍ نادر جداً.</w:t>
      </w:r>
    </w:p>
    <w:p w:rsidR="00E07DFB" w:rsidRPr="00065D03" w:rsidRDefault="00E07DFB" w:rsidP="00065D03">
      <w:pPr>
        <w:pStyle w:val="libNormal"/>
        <w:rPr>
          <w:rtl/>
        </w:rPr>
      </w:pPr>
      <w:r w:rsidRPr="00065D03">
        <w:rPr>
          <w:rtl/>
        </w:rPr>
        <w:t>ومهما يكن</w:t>
      </w:r>
      <w:r w:rsidR="00610870">
        <w:rPr>
          <w:rtl/>
        </w:rPr>
        <w:t>،</w:t>
      </w:r>
      <w:r w:rsidRPr="00065D03">
        <w:rPr>
          <w:rtl/>
        </w:rPr>
        <w:t xml:space="preserve"> فإنَّ مواجهة مشكلة جديدة تحتاج إلى جواب فقهي</w:t>
      </w:r>
      <w:r w:rsidR="00610870">
        <w:rPr>
          <w:rtl/>
        </w:rPr>
        <w:t>،</w:t>
      </w:r>
      <w:r w:rsidRPr="00065D03">
        <w:rPr>
          <w:rtl/>
        </w:rPr>
        <w:t xml:space="preserve"> تُؤدِّي إلى أنْ يبذل الفقيه جهداً أكبر للعثور على حلول لها من الكتاب والسُّـنَّة</w:t>
      </w:r>
      <w:r w:rsidR="00610870">
        <w:rPr>
          <w:rtl/>
        </w:rPr>
        <w:t>،</w:t>
      </w:r>
      <w:r w:rsidRPr="00065D03">
        <w:rPr>
          <w:rtl/>
        </w:rPr>
        <w:t xml:space="preserve"> بينما لم يبذل الفقهاء المتقدِّمون مثل هذه الجهود بسبب عدم الابتلاء بمسائل كهذه.</w:t>
      </w:r>
    </w:p>
    <w:p w:rsidR="00E07DFB" w:rsidRPr="00313984" w:rsidRDefault="00E07DFB" w:rsidP="00313984">
      <w:pPr>
        <w:pStyle w:val="libBold1"/>
        <w:rPr>
          <w:rtl/>
        </w:rPr>
      </w:pPr>
      <w:r w:rsidRPr="00313984">
        <w:rPr>
          <w:rtl/>
        </w:rPr>
        <w:t>* ما هو دور الفقه في تحديد الموضوع؟</w:t>
      </w:r>
    </w:p>
    <w:p w:rsidR="00E07DFB" w:rsidRPr="002A0058" w:rsidRDefault="00E07DFB" w:rsidP="002A0058">
      <w:pPr>
        <w:pStyle w:val="libNormal"/>
        <w:rPr>
          <w:rtl/>
        </w:rPr>
      </w:pPr>
      <w:r w:rsidRPr="00313984">
        <w:rPr>
          <w:rStyle w:val="libBold1Char"/>
          <w:rtl/>
        </w:rPr>
        <w:t>الشيخ سبحاني:</w:t>
      </w:r>
      <w:r w:rsidRPr="002A0058">
        <w:rPr>
          <w:rtl/>
        </w:rPr>
        <w:t xml:space="preserve"> الموضوعات</w:t>
      </w:r>
      <w:r w:rsidR="00610870">
        <w:rPr>
          <w:rtl/>
        </w:rPr>
        <w:t>،</w:t>
      </w:r>
      <w:r w:rsidRPr="002A0058">
        <w:rPr>
          <w:rtl/>
        </w:rPr>
        <w:t xml:space="preserve"> في الفقه الإسلامي</w:t>
      </w:r>
      <w:r w:rsidR="00610870">
        <w:rPr>
          <w:rtl/>
        </w:rPr>
        <w:t>،</w:t>
      </w:r>
      <w:r w:rsidRPr="002A0058">
        <w:rPr>
          <w:rtl/>
        </w:rPr>
        <w:t xml:space="preserve"> على نوعين:</w:t>
      </w:r>
    </w:p>
    <w:p w:rsidR="002379D1" w:rsidRDefault="00E07DFB" w:rsidP="002A0058">
      <w:pPr>
        <w:pStyle w:val="libNormal"/>
        <w:rPr>
          <w:rtl/>
        </w:rPr>
      </w:pPr>
      <w:r w:rsidRPr="00313984">
        <w:rPr>
          <w:rStyle w:val="libBold1Char"/>
          <w:rtl/>
        </w:rPr>
        <w:t>النوع الأوَّل:</w:t>
      </w:r>
      <w:r w:rsidRPr="002A0058">
        <w:rPr>
          <w:rtl/>
        </w:rPr>
        <w:t xml:space="preserve"> أحياناً يتولَّى الفقه تحديد الموضوع</w:t>
      </w:r>
      <w:r w:rsidR="00610870">
        <w:rPr>
          <w:rtl/>
        </w:rPr>
        <w:t>،</w:t>
      </w:r>
      <w:r w:rsidRPr="002A0058">
        <w:rPr>
          <w:rtl/>
        </w:rPr>
        <w:t xml:space="preserve"> مثل: إنَّ الكرَّ من الماء غير قابل للإفعال</w:t>
      </w:r>
      <w:r w:rsidR="00610870">
        <w:rPr>
          <w:rtl/>
        </w:rPr>
        <w:t>،</w:t>
      </w:r>
      <w:r w:rsidRPr="002A0058">
        <w:rPr>
          <w:rtl/>
        </w:rPr>
        <w:t xml:space="preserve"> وكذلك تحديد الإسلام لمدَّة الصوم</w:t>
      </w:r>
      <w:r w:rsidR="00610870">
        <w:rPr>
          <w:rtl/>
        </w:rPr>
        <w:t xml:space="preserve"> - </w:t>
      </w:r>
      <w:r w:rsidRPr="002A0058">
        <w:rPr>
          <w:rtl/>
        </w:rPr>
        <w:t>الذي يعني في اللغة العربية الإمساك بالمعنى المطلق</w:t>
      </w:r>
      <w:r w:rsidR="00610870">
        <w:rPr>
          <w:rtl/>
        </w:rPr>
        <w:t xml:space="preserve"> - </w:t>
      </w:r>
      <w:r w:rsidRPr="002A0058">
        <w:rPr>
          <w:rtl/>
        </w:rPr>
        <w:t>ما بين طلوع الفجر حتى غروب الشمس</w:t>
      </w:r>
      <w:r w:rsidR="00610870">
        <w:rPr>
          <w:rtl/>
        </w:rPr>
        <w:t>،</w:t>
      </w:r>
      <w:r w:rsidRPr="002A0058">
        <w:rPr>
          <w:rtl/>
        </w:rPr>
        <w:t xml:space="preserve"> وما شابههما ممَّا يُحدِّده الشارع المقدَّس نفسه.</w:t>
      </w:r>
    </w:p>
    <w:p w:rsidR="002379D1" w:rsidRDefault="002379D1" w:rsidP="00E5125A">
      <w:pPr>
        <w:pStyle w:val="libNormal"/>
        <w:rPr>
          <w:rtl/>
        </w:rPr>
      </w:pPr>
      <w:r>
        <w:rPr>
          <w:rtl/>
        </w:rPr>
        <w:br w:type="page"/>
      </w:r>
    </w:p>
    <w:p w:rsidR="00E07DFB" w:rsidRPr="002A0058" w:rsidRDefault="00E07DFB" w:rsidP="002A0058">
      <w:pPr>
        <w:pStyle w:val="libNormal"/>
        <w:rPr>
          <w:rtl/>
        </w:rPr>
      </w:pPr>
      <w:r w:rsidRPr="00313984">
        <w:rPr>
          <w:rStyle w:val="libBold1Char"/>
          <w:rtl/>
        </w:rPr>
        <w:lastRenderedPageBreak/>
        <w:t>والنوع الثاني:</w:t>
      </w:r>
      <w:r w:rsidRPr="002A0058">
        <w:rPr>
          <w:rtl/>
        </w:rPr>
        <w:t xml:space="preserve"> ويشمل الموضوعات التي وضع حكمها تحت عنوان عام</w:t>
      </w:r>
      <w:r w:rsidR="00610870">
        <w:rPr>
          <w:rtl/>
        </w:rPr>
        <w:t>،</w:t>
      </w:r>
      <w:r w:rsidRPr="002A0058">
        <w:rPr>
          <w:rtl/>
        </w:rPr>
        <w:t xml:space="preserve"> وأُوكِل تحديد مصاديقها وموضوعاتها إلى العُرف</w:t>
      </w:r>
      <w:r w:rsidR="00610870">
        <w:rPr>
          <w:rtl/>
        </w:rPr>
        <w:t>؛</w:t>
      </w:r>
      <w:r w:rsidRPr="002A0058">
        <w:rPr>
          <w:rtl/>
        </w:rPr>
        <w:t xml:space="preserve"> مثل السجود على الأرض</w:t>
      </w:r>
      <w:r w:rsidR="00610870">
        <w:rPr>
          <w:rtl/>
        </w:rPr>
        <w:t>،</w:t>
      </w:r>
      <w:r w:rsidRPr="002A0058">
        <w:rPr>
          <w:rtl/>
        </w:rPr>
        <w:t xml:space="preserve"> حيث يُعدُّ أرضاً كل ما عدَّه العُرف كذلك</w:t>
      </w:r>
      <w:r w:rsidR="00610870">
        <w:rPr>
          <w:rtl/>
        </w:rPr>
        <w:t>،</w:t>
      </w:r>
      <w:r w:rsidRPr="002A0058">
        <w:rPr>
          <w:rtl/>
        </w:rPr>
        <w:t xml:space="preserve"> أو بحث النجاسات الوارد في الفقه</w:t>
      </w:r>
      <w:r w:rsidR="00610870">
        <w:rPr>
          <w:rtl/>
        </w:rPr>
        <w:t>،</w:t>
      </w:r>
      <w:r w:rsidRPr="002A0058">
        <w:rPr>
          <w:rtl/>
        </w:rPr>
        <w:t xml:space="preserve"> حيث عُدَّ البول والدم نجسين</w:t>
      </w:r>
      <w:r w:rsidR="00610870">
        <w:rPr>
          <w:rtl/>
        </w:rPr>
        <w:t>،</w:t>
      </w:r>
      <w:r w:rsidRPr="002A0058">
        <w:rPr>
          <w:rtl/>
        </w:rPr>
        <w:t xml:space="preserve"> إلاَّ أنَّ تحديد مصاديقهما أُوكِل إلى العُرف. </w:t>
      </w:r>
    </w:p>
    <w:p w:rsidR="00E07DFB" w:rsidRPr="00DA0E2B" w:rsidRDefault="00E07DFB" w:rsidP="002379D1">
      <w:pPr>
        <w:pStyle w:val="libNormal"/>
      </w:pPr>
      <w:r w:rsidRPr="00065D03">
        <w:rPr>
          <w:rtl/>
        </w:rPr>
        <w:t>وعلى هذا</w:t>
      </w:r>
      <w:r w:rsidR="00610870">
        <w:rPr>
          <w:rtl/>
        </w:rPr>
        <w:t>،</w:t>
      </w:r>
      <w:r w:rsidRPr="00065D03">
        <w:rPr>
          <w:rtl/>
        </w:rPr>
        <w:t xml:space="preserve"> فحيثما حدَّد الفقه جميع خصائص الموضوع</w:t>
      </w:r>
      <w:r w:rsidR="00610870">
        <w:rPr>
          <w:rtl/>
        </w:rPr>
        <w:t>،</w:t>
      </w:r>
      <w:r w:rsidRPr="00065D03">
        <w:rPr>
          <w:rtl/>
        </w:rPr>
        <w:t xml:space="preserve"> فإنَّ الفقيه والعُرف هما في مستوى واحد من وجهة نظر تحديد الشارع المقدَّس</w:t>
      </w:r>
      <w:r w:rsidR="00610870">
        <w:rPr>
          <w:rtl/>
        </w:rPr>
        <w:t>.</w:t>
      </w:r>
      <w:r w:rsidRPr="00065D03">
        <w:rPr>
          <w:rtl/>
        </w:rPr>
        <w:t xml:space="preserve"> ولكن في الحالات التي يكون فيها الحكم موضوعاً تحت عنوانٍ عام</w:t>
      </w:r>
      <w:r w:rsidR="00610870">
        <w:rPr>
          <w:rtl/>
        </w:rPr>
        <w:t>،</w:t>
      </w:r>
      <w:r w:rsidRPr="00065D03">
        <w:rPr>
          <w:rtl/>
        </w:rPr>
        <w:t xml:space="preserve"> فإنَّ تحديد مصاديقه يُحال إلى العُرف</w:t>
      </w:r>
      <w:r w:rsidR="00610870">
        <w:rPr>
          <w:rtl/>
        </w:rPr>
        <w:t>،</w:t>
      </w:r>
      <w:r w:rsidRPr="00065D03">
        <w:rPr>
          <w:rtl/>
        </w:rPr>
        <w:t xml:space="preserve"> وي</w:t>
      </w:r>
      <w:r w:rsidR="002379D1">
        <w:rPr>
          <w:rtl/>
        </w:rPr>
        <w:t>كون الفقيه حينها تابعاً للعُرف.</w:t>
      </w:r>
    </w:p>
    <w:p w:rsidR="00E07DFB" w:rsidRPr="00313984" w:rsidRDefault="00E07DFB" w:rsidP="00313984">
      <w:pPr>
        <w:pStyle w:val="libBold1"/>
        <w:rPr>
          <w:rtl/>
        </w:rPr>
      </w:pPr>
      <w:r w:rsidRPr="00313984">
        <w:rPr>
          <w:rtl/>
        </w:rPr>
        <w:t>* نصل هنا إلى سؤال يمكن أن يكون مطروحاً من قبل الكثيرين</w:t>
      </w:r>
      <w:r w:rsidR="00610870">
        <w:rPr>
          <w:rtl/>
        </w:rPr>
        <w:t>؛</w:t>
      </w:r>
      <w:r w:rsidRPr="00313984">
        <w:rPr>
          <w:rtl/>
        </w:rPr>
        <w:t xml:space="preserve"> وهو أنَّه مع الأخذ بنظر الاعتبار مختلف الآراء</w:t>
      </w:r>
      <w:r w:rsidR="00610870">
        <w:rPr>
          <w:rtl/>
        </w:rPr>
        <w:t>،</w:t>
      </w:r>
      <w:r w:rsidRPr="00313984">
        <w:rPr>
          <w:rtl/>
        </w:rPr>
        <w:t xml:space="preserve"> إلى أيِّ مدى تصل حرية رأي الفقيه؟ هل يمكن لرأي الفقيه أن يؤثِّر في ضروريات الدين أو ضروريات الفقه؟</w:t>
      </w:r>
    </w:p>
    <w:p w:rsidR="002379D1" w:rsidRDefault="00E07DFB" w:rsidP="002A0058">
      <w:pPr>
        <w:pStyle w:val="libNormal"/>
        <w:rPr>
          <w:rtl/>
        </w:rPr>
      </w:pPr>
      <w:r w:rsidRPr="00313984">
        <w:rPr>
          <w:rStyle w:val="libBold1Char"/>
          <w:rtl/>
        </w:rPr>
        <w:t>الشيخ سبحاني:</w:t>
      </w:r>
      <w:r w:rsidRPr="002A0058">
        <w:rPr>
          <w:rtl/>
        </w:rPr>
        <w:t xml:space="preserve"> إنَّ عمل الفقيه ليس وضع الأحكام</w:t>
      </w:r>
      <w:r w:rsidR="00610870">
        <w:rPr>
          <w:rtl/>
        </w:rPr>
        <w:t>،</w:t>
      </w:r>
      <w:r w:rsidRPr="002A0058">
        <w:rPr>
          <w:rtl/>
        </w:rPr>
        <w:t xml:space="preserve"> بل هو اكتشاف الحكم الإلهي اعتماداً على الكتاب والسُّـنَّة</w:t>
      </w:r>
      <w:r w:rsidR="00610870">
        <w:rPr>
          <w:rtl/>
        </w:rPr>
        <w:t>.</w:t>
      </w:r>
      <w:r w:rsidRPr="002A0058">
        <w:rPr>
          <w:rtl/>
        </w:rPr>
        <w:t xml:space="preserve"> وعلينا أن نُفرِّق بين المخترِع والمكتشِف</w:t>
      </w:r>
      <w:r w:rsidR="00610870">
        <w:rPr>
          <w:rtl/>
        </w:rPr>
        <w:t>.</w:t>
      </w:r>
      <w:r w:rsidRPr="002A0058">
        <w:rPr>
          <w:rtl/>
        </w:rPr>
        <w:t xml:space="preserve"> فالمخترِع يبتكر من عنده</w:t>
      </w:r>
      <w:r w:rsidR="00610870">
        <w:rPr>
          <w:rtl/>
        </w:rPr>
        <w:t>،</w:t>
      </w:r>
      <w:r w:rsidRPr="002A0058">
        <w:rPr>
          <w:rtl/>
        </w:rPr>
        <w:t xml:space="preserve"> ويُوجِد شيئاً لم يكن موجوداً من قبل</w:t>
      </w:r>
      <w:r w:rsidR="00610870">
        <w:rPr>
          <w:rtl/>
        </w:rPr>
        <w:t>،</w:t>
      </w:r>
      <w:r w:rsidRPr="002A0058">
        <w:rPr>
          <w:rtl/>
        </w:rPr>
        <w:t xml:space="preserve"> بينما المكتشِف يكتشف شيئاً كان موجوداً من قبل</w:t>
      </w:r>
      <w:r w:rsidR="00610870">
        <w:rPr>
          <w:rtl/>
        </w:rPr>
        <w:t>،</w:t>
      </w:r>
      <w:r w:rsidRPr="002A0058">
        <w:rPr>
          <w:rtl/>
        </w:rPr>
        <w:t xml:space="preserve"> لكنَّه مختفٍ خلف ستار</w:t>
      </w:r>
      <w:r w:rsidR="00610870">
        <w:rPr>
          <w:rtl/>
        </w:rPr>
        <w:t>،</w:t>
      </w:r>
      <w:r w:rsidRPr="002A0058">
        <w:rPr>
          <w:rtl/>
        </w:rPr>
        <w:t xml:space="preserve"> فيُميط عنه الستار ويُظهره</w:t>
      </w:r>
      <w:r w:rsidR="00610870">
        <w:rPr>
          <w:rtl/>
        </w:rPr>
        <w:t>.</w:t>
      </w:r>
      <w:r w:rsidRPr="002A0058">
        <w:rPr>
          <w:rtl/>
        </w:rPr>
        <w:t xml:space="preserve"> كان عمل نيوتن اكتشاف حقيقة واقعة كان البشر عنها غافلين</w:t>
      </w:r>
      <w:r w:rsidR="00610870">
        <w:rPr>
          <w:rtl/>
        </w:rPr>
        <w:t>؛</w:t>
      </w:r>
      <w:r w:rsidRPr="002A0058">
        <w:rPr>
          <w:rtl/>
        </w:rPr>
        <w:t xml:space="preserve"> أي قانون الجاذبية</w:t>
      </w:r>
      <w:r w:rsidR="00610870">
        <w:rPr>
          <w:rtl/>
        </w:rPr>
        <w:t>.</w:t>
      </w:r>
      <w:r w:rsidRPr="002A0058">
        <w:rPr>
          <w:rtl/>
        </w:rPr>
        <w:t xml:space="preserve"> بينما كان ما أنجزه الأخوان (رايت) هو اختراع آلة لم يكن لها وجود من قبل</w:t>
      </w:r>
      <w:r w:rsidR="00610870">
        <w:rPr>
          <w:rtl/>
        </w:rPr>
        <w:t>؛</w:t>
      </w:r>
      <w:r w:rsidRPr="002A0058">
        <w:rPr>
          <w:rtl/>
        </w:rPr>
        <w:t xml:space="preserve"> حيث تمكَّنا</w:t>
      </w:r>
      <w:r w:rsidR="00610870">
        <w:rPr>
          <w:rtl/>
        </w:rPr>
        <w:t xml:space="preserve"> - </w:t>
      </w:r>
      <w:r w:rsidRPr="002A0058">
        <w:rPr>
          <w:rtl/>
        </w:rPr>
        <w:t>باتخاذهما الطبيعة أنموذجاً</w:t>
      </w:r>
      <w:r w:rsidR="00610870">
        <w:rPr>
          <w:rtl/>
        </w:rPr>
        <w:t>،</w:t>
      </w:r>
      <w:r w:rsidRPr="002A0058">
        <w:rPr>
          <w:rtl/>
        </w:rPr>
        <w:t xml:space="preserve"> ومع أخذهما بنظر الاعتبار مجموعة قوانين طبيعية</w:t>
      </w:r>
      <w:r w:rsidR="00610870">
        <w:rPr>
          <w:rtl/>
        </w:rPr>
        <w:t xml:space="preserve"> - </w:t>
      </w:r>
      <w:r w:rsidRPr="002A0058">
        <w:rPr>
          <w:rtl/>
        </w:rPr>
        <w:t xml:space="preserve">من صنع شيء جديد يُدعى </w:t>
      </w:r>
      <w:r w:rsidRPr="00313984">
        <w:rPr>
          <w:rStyle w:val="libBold1Char"/>
          <w:rtl/>
        </w:rPr>
        <w:t>الطائرة</w:t>
      </w:r>
      <w:r w:rsidRPr="002A0058">
        <w:rPr>
          <w:rtl/>
        </w:rPr>
        <w:t>.</w:t>
      </w:r>
    </w:p>
    <w:p w:rsidR="002379D1" w:rsidRDefault="002379D1"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وبطبيعة الحال</w:t>
      </w:r>
      <w:r w:rsidR="00610870">
        <w:rPr>
          <w:rtl/>
        </w:rPr>
        <w:t>،</w:t>
      </w:r>
      <w:r w:rsidRPr="00065D03">
        <w:rPr>
          <w:rtl/>
        </w:rPr>
        <w:t xml:space="preserve"> فإنَّ كل شيء جديد بحاجة إلى الاستعانة بالمعارف السابقة</w:t>
      </w:r>
      <w:r w:rsidR="00610870">
        <w:rPr>
          <w:rtl/>
        </w:rPr>
        <w:t>،</w:t>
      </w:r>
      <w:r w:rsidRPr="00065D03">
        <w:rPr>
          <w:rtl/>
        </w:rPr>
        <w:t xml:space="preserve"> واتخاذها أنموذجاً</w:t>
      </w:r>
      <w:r w:rsidR="00610870">
        <w:rPr>
          <w:rtl/>
        </w:rPr>
        <w:t>.</w:t>
      </w:r>
      <w:r w:rsidRPr="00065D03">
        <w:rPr>
          <w:rtl/>
        </w:rPr>
        <w:t xml:space="preserve"> إنَّ عمل الفقيه هو من النوع الأول وليس الثاني</w:t>
      </w:r>
      <w:r w:rsidR="00610870">
        <w:rPr>
          <w:rtl/>
        </w:rPr>
        <w:t>.</w:t>
      </w:r>
      <w:r w:rsidRPr="00065D03">
        <w:rPr>
          <w:rtl/>
        </w:rPr>
        <w:t xml:space="preserve"> وعلى هذا</w:t>
      </w:r>
      <w:r w:rsidR="00610870">
        <w:rPr>
          <w:rtl/>
        </w:rPr>
        <w:t>،</w:t>
      </w:r>
      <w:r w:rsidRPr="00065D03">
        <w:rPr>
          <w:rtl/>
        </w:rPr>
        <w:t xml:space="preserve"> فقد كان جميع الفقهاء خدَّاماً للوحي</w:t>
      </w:r>
      <w:r w:rsidR="00610870">
        <w:rPr>
          <w:rtl/>
        </w:rPr>
        <w:t>،</w:t>
      </w:r>
      <w:r w:rsidRPr="00065D03">
        <w:rPr>
          <w:rtl/>
        </w:rPr>
        <w:t xml:space="preserve"> ساعين إلى استنباط الحكم الإلهي بالشكل الذي هو عليه</w:t>
      </w:r>
      <w:r w:rsidR="00610870">
        <w:rPr>
          <w:rtl/>
        </w:rPr>
        <w:t>،</w:t>
      </w:r>
      <w:r w:rsidRPr="00065D03">
        <w:rPr>
          <w:rtl/>
        </w:rPr>
        <w:t xml:space="preserve"> وأنَّ ما بين يدي الفقيه من بلاغات إلهية يتَّخذ أشكالاً متنوعة:</w:t>
      </w:r>
    </w:p>
    <w:p w:rsidR="00E07DFB" w:rsidRPr="00313984" w:rsidRDefault="00E07DFB" w:rsidP="00313984">
      <w:pPr>
        <w:pStyle w:val="libBold1"/>
        <w:rPr>
          <w:rtl/>
        </w:rPr>
      </w:pPr>
      <w:r w:rsidRPr="00313984">
        <w:rPr>
          <w:rtl/>
        </w:rPr>
        <w:t>1</w:t>
      </w:r>
      <w:r w:rsidR="00610870">
        <w:rPr>
          <w:rtl/>
        </w:rPr>
        <w:t xml:space="preserve"> - </w:t>
      </w:r>
      <w:r w:rsidRPr="00313984">
        <w:rPr>
          <w:rtl/>
        </w:rPr>
        <w:t>ضروريَّات الدين.</w:t>
      </w:r>
    </w:p>
    <w:p w:rsidR="00E07DFB" w:rsidRPr="00313984" w:rsidRDefault="00E07DFB" w:rsidP="00313984">
      <w:pPr>
        <w:pStyle w:val="libBold1"/>
        <w:rPr>
          <w:rtl/>
        </w:rPr>
      </w:pPr>
      <w:r w:rsidRPr="00313984">
        <w:rPr>
          <w:rtl/>
        </w:rPr>
        <w:t>2</w:t>
      </w:r>
      <w:r w:rsidR="00610870">
        <w:rPr>
          <w:rtl/>
        </w:rPr>
        <w:t xml:space="preserve"> - </w:t>
      </w:r>
      <w:r w:rsidRPr="00313984">
        <w:rPr>
          <w:rtl/>
        </w:rPr>
        <w:t>ضروريَّات الفقه.</w:t>
      </w:r>
    </w:p>
    <w:p w:rsidR="00E07DFB" w:rsidRPr="00065D03" w:rsidRDefault="00E07DFB" w:rsidP="002379D1">
      <w:pPr>
        <w:pStyle w:val="libNormal"/>
        <w:rPr>
          <w:rtl/>
        </w:rPr>
      </w:pPr>
      <w:r w:rsidRPr="00065D03">
        <w:rPr>
          <w:rtl/>
        </w:rPr>
        <w:t>وينبغي إيضاح ما يتعلَّق بهذين المصطلحين</w:t>
      </w:r>
      <w:r w:rsidR="00610870">
        <w:rPr>
          <w:rtl/>
        </w:rPr>
        <w:t>.</w:t>
      </w:r>
      <w:r w:rsidRPr="00065D03">
        <w:rPr>
          <w:rtl/>
        </w:rPr>
        <w:t xml:space="preserve"> فالصلاة</w:t>
      </w:r>
      <w:r w:rsidR="00610870">
        <w:rPr>
          <w:rtl/>
        </w:rPr>
        <w:t xml:space="preserve"> - </w:t>
      </w:r>
      <w:r w:rsidRPr="00065D03">
        <w:rPr>
          <w:rtl/>
        </w:rPr>
        <w:t>مثلاً</w:t>
      </w:r>
      <w:r w:rsidR="00610870">
        <w:rPr>
          <w:rtl/>
        </w:rPr>
        <w:t xml:space="preserve"> - </w:t>
      </w:r>
      <w:r w:rsidRPr="00065D03">
        <w:rPr>
          <w:rtl/>
        </w:rPr>
        <w:t>هي من ضروريات الدين</w:t>
      </w:r>
      <w:r w:rsidR="00610870">
        <w:rPr>
          <w:rtl/>
        </w:rPr>
        <w:t>،</w:t>
      </w:r>
      <w:r w:rsidRPr="00065D03">
        <w:rPr>
          <w:rtl/>
        </w:rPr>
        <w:t xml:space="preserve"> بينما تعلُّق الزكاة بالحنطة والشعير من ضروريَّات الفقه</w:t>
      </w:r>
      <w:r w:rsidR="00610870">
        <w:rPr>
          <w:rtl/>
        </w:rPr>
        <w:t>.</w:t>
      </w:r>
      <w:r w:rsidRPr="00065D03">
        <w:rPr>
          <w:rtl/>
        </w:rPr>
        <w:t xml:space="preserve"> وهذه المسائل التي هي موضع اتفاق المسلمين</w:t>
      </w:r>
      <w:r w:rsidR="00610870">
        <w:rPr>
          <w:rtl/>
        </w:rPr>
        <w:t>،</w:t>
      </w:r>
      <w:r w:rsidRPr="00065D03">
        <w:rPr>
          <w:rtl/>
        </w:rPr>
        <w:t xml:space="preserve"> والآياتِ القرآنية والروايات المتواترة أو المصحوبة بقرائن</w:t>
      </w:r>
      <w:r w:rsidR="00610870">
        <w:rPr>
          <w:rtl/>
        </w:rPr>
        <w:t>،</w:t>
      </w:r>
      <w:r w:rsidRPr="00065D03">
        <w:rPr>
          <w:rtl/>
        </w:rPr>
        <w:t xml:space="preserve"> ولفقهاء العالم الإسلامي رأي واحد فيها على مرِّ القرون</w:t>
      </w:r>
      <w:r w:rsidR="00610870">
        <w:rPr>
          <w:rtl/>
        </w:rPr>
        <w:t>،</w:t>
      </w:r>
      <w:r w:rsidRPr="00065D03">
        <w:rPr>
          <w:rtl/>
        </w:rPr>
        <w:t xml:space="preserve"> غيرُ قابلةٍ لتعدُّد القراءات</w:t>
      </w:r>
      <w:r w:rsidR="00610870">
        <w:rPr>
          <w:rtl/>
        </w:rPr>
        <w:t>،</w:t>
      </w:r>
      <w:r w:rsidRPr="00065D03">
        <w:rPr>
          <w:rtl/>
        </w:rPr>
        <w:t xml:space="preserve"> فليس لها غير قراءة واحدة</w:t>
      </w:r>
      <w:r w:rsidR="00610870">
        <w:rPr>
          <w:rtl/>
        </w:rPr>
        <w:t>،</w:t>
      </w:r>
      <w:r w:rsidRPr="00065D03">
        <w:rPr>
          <w:rtl/>
        </w:rPr>
        <w:t xml:space="preserve"> ولا ينبغي التفكير إطلاقاً بإعادة النظر فيها</w:t>
      </w:r>
      <w:r w:rsidR="00610870">
        <w:rPr>
          <w:rtl/>
        </w:rPr>
        <w:t>.</w:t>
      </w:r>
      <w:r w:rsidRPr="00065D03">
        <w:rPr>
          <w:rtl/>
        </w:rPr>
        <w:t xml:space="preserve"> كما أنَّ الأمور التي ليست من ضروريات الدين</w:t>
      </w:r>
      <w:r w:rsidR="002379D1">
        <w:rPr>
          <w:rFonts w:hint="cs"/>
          <w:rtl/>
        </w:rPr>
        <w:t xml:space="preserve"> </w:t>
      </w:r>
      <w:r w:rsidRPr="00065D03">
        <w:rPr>
          <w:rtl/>
        </w:rPr>
        <w:t>والفقه</w:t>
      </w:r>
      <w:r w:rsidR="00610870">
        <w:rPr>
          <w:rtl/>
        </w:rPr>
        <w:t>،</w:t>
      </w:r>
      <w:r w:rsidRPr="00065D03">
        <w:rPr>
          <w:rtl/>
        </w:rPr>
        <w:t xml:space="preserve"> بل هي من المسائل النظرية</w:t>
      </w:r>
      <w:r w:rsidR="00610870">
        <w:rPr>
          <w:rtl/>
        </w:rPr>
        <w:t>،</w:t>
      </w:r>
      <w:r w:rsidRPr="00065D03">
        <w:rPr>
          <w:rtl/>
        </w:rPr>
        <w:t xml:space="preserve"> حوالي تسعون في المائة من هذه المسائل عليها الأدلة الكافية</w:t>
      </w:r>
      <w:r w:rsidR="00610870">
        <w:rPr>
          <w:rtl/>
        </w:rPr>
        <w:t>،</w:t>
      </w:r>
      <w:r w:rsidRPr="00065D03">
        <w:rPr>
          <w:rtl/>
        </w:rPr>
        <w:t xml:space="preserve"> ولا تُوجد لها قراءات متعدِّدة.</w:t>
      </w:r>
    </w:p>
    <w:p w:rsidR="00E07DFB" w:rsidRPr="002A0058" w:rsidRDefault="00E07DFB" w:rsidP="002379D1">
      <w:pPr>
        <w:pStyle w:val="libNormal"/>
        <w:rPr>
          <w:rtl/>
        </w:rPr>
      </w:pPr>
      <w:r w:rsidRPr="002A0058">
        <w:rPr>
          <w:rtl/>
        </w:rPr>
        <w:t>إلاّ أنَّ المسائل الخارجية عن هذه الحالات</w:t>
      </w:r>
      <w:r w:rsidR="00610870">
        <w:rPr>
          <w:rtl/>
        </w:rPr>
        <w:t>،</w:t>
      </w:r>
      <w:r w:rsidRPr="002A0058">
        <w:rPr>
          <w:rtl/>
        </w:rPr>
        <w:t xml:space="preserve"> والتي لا تبلغ الأدلة عليها تلك الدرجة من الوضوح</w:t>
      </w:r>
      <w:r w:rsidR="00610870">
        <w:rPr>
          <w:rtl/>
        </w:rPr>
        <w:t>،</w:t>
      </w:r>
      <w:r w:rsidRPr="002A0058">
        <w:rPr>
          <w:rtl/>
        </w:rPr>
        <w:t xml:space="preserve"> لا يكون خلاف الفقهاء فيها بسبب تعدُّد القراءات</w:t>
      </w:r>
      <w:r w:rsidR="00610870">
        <w:rPr>
          <w:rtl/>
        </w:rPr>
        <w:t>،</w:t>
      </w:r>
      <w:r w:rsidRPr="002A0058">
        <w:rPr>
          <w:rtl/>
        </w:rPr>
        <w:t xml:space="preserve"> بل هو ذو علاقة بكشف القرائن الظاهرية والباطنية التي تُبيِّن الحكم</w:t>
      </w:r>
      <w:r w:rsidR="00610870">
        <w:rPr>
          <w:rtl/>
        </w:rPr>
        <w:t>.</w:t>
      </w:r>
      <w:r w:rsidRPr="002A0058">
        <w:rPr>
          <w:rtl/>
        </w:rPr>
        <w:t xml:space="preserve"> كما أنَّه مرتبط أحياناً بكيفية فهم الفقيه للرواية</w:t>
      </w:r>
      <w:r w:rsidR="00610870">
        <w:rPr>
          <w:rtl/>
        </w:rPr>
        <w:t>،</w:t>
      </w:r>
      <w:r w:rsidRPr="002A0058">
        <w:rPr>
          <w:rtl/>
        </w:rPr>
        <w:t xml:space="preserve"> بالشكل نفسه الذي يمكن أن ينشأ خلاف في وجهات نظر عدَّة أشخاص في فهم مادة من مواد القانون المدني أو الدستور</w:t>
      </w:r>
      <w:r w:rsidR="00610870">
        <w:rPr>
          <w:rtl/>
        </w:rPr>
        <w:t>،</w:t>
      </w:r>
      <w:r w:rsidRPr="002A0058">
        <w:rPr>
          <w:rtl/>
        </w:rPr>
        <w:t xml:space="preserve"> والذي من الممكن أن يسميه بعضهم اختلافاً في </w:t>
      </w:r>
      <w:r w:rsidRPr="00313984">
        <w:rPr>
          <w:rStyle w:val="libBold1Char"/>
          <w:rtl/>
        </w:rPr>
        <w:t xml:space="preserve">قراءة </w:t>
      </w:r>
      <w:r w:rsidRPr="002A0058">
        <w:rPr>
          <w:rtl/>
        </w:rPr>
        <w:t xml:space="preserve">تلك المادة أو النص. </w:t>
      </w:r>
    </w:p>
    <w:p w:rsidR="002379D1" w:rsidRDefault="00E07DFB" w:rsidP="00065D03">
      <w:pPr>
        <w:pStyle w:val="libNormal"/>
        <w:rPr>
          <w:rtl/>
        </w:rPr>
      </w:pPr>
      <w:r w:rsidRPr="00065D03">
        <w:rPr>
          <w:rtl/>
        </w:rPr>
        <w:t>وهذا الأمر لا يعني أنَّ فقهنا مضطرب</w:t>
      </w:r>
      <w:r w:rsidR="00610870">
        <w:rPr>
          <w:rtl/>
        </w:rPr>
        <w:t>؛</w:t>
      </w:r>
      <w:r w:rsidRPr="00065D03">
        <w:rPr>
          <w:rtl/>
        </w:rPr>
        <w:t xml:space="preserve"> ذلك أنَّ الشطر الأكبر من الفقه موجود في الأقسام الثلاثة الرئيسة</w:t>
      </w:r>
      <w:r w:rsidR="00610870">
        <w:rPr>
          <w:rtl/>
        </w:rPr>
        <w:t>،</w:t>
      </w:r>
      <w:r w:rsidRPr="00065D03">
        <w:rPr>
          <w:rtl/>
        </w:rPr>
        <w:t xml:space="preserve"> وخصوصاً في القسم الثالث</w:t>
      </w:r>
      <w:r w:rsidR="00610870">
        <w:rPr>
          <w:rtl/>
        </w:rPr>
        <w:t>.</w:t>
      </w:r>
      <w:r w:rsidRPr="00065D03">
        <w:rPr>
          <w:rtl/>
        </w:rPr>
        <w:t xml:space="preserve"> نعم</w:t>
      </w:r>
      <w:r w:rsidR="00610870">
        <w:rPr>
          <w:rtl/>
        </w:rPr>
        <w:t>،</w:t>
      </w:r>
      <w:r w:rsidRPr="00065D03">
        <w:rPr>
          <w:rtl/>
        </w:rPr>
        <w:t xml:space="preserve"> إنَّ جزءاً من المسائل التي تُشكِّل القسم الرابع منه</w:t>
      </w:r>
      <w:r w:rsidR="00610870">
        <w:rPr>
          <w:rtl/>
        </w:rPr>
        <w:t>،</w:t>
      </w:r>
      <w:r w:rsidRPr="00065D03">
        <w:rPr>
          <w:rtl/>
        </w:rPr>
        <w:t xml:space="preserve"> هو السبب في اختلاف الفتاوى. </w:t>
      </w:r>
    </w:p>
    <w:p w:rsidR="002379D1" w:rsidRDefault="002379D1"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وبطبيعة الحال</w:t>
      </w:r>
      <w:r w:rsidR="00610870">
        <w:rPr>
          <w:rtl/>
        </w:rPr>
        <w:t>،</w:t>
      </w:r>
      <w:r w:rsidRPr="00065D03">
        <w:rPr>
          <w:rtl/>
        </w:rPr>
        <w:t xml:space="preserve"> فإنَّ جوهر الفتاوى واحد في الغالب</w:t>
      </w:r>
      <w:r w:rsidR="00610870">
        <w:rPr>
          <w:rtl/>
        </w:rPr>
        <w:t>،</w:t>
      </w:r>
      <w:r w:rsidRPr="00065D03">
        <w:rPr>
          <w:rtl/>
        </w:rPr>
        <w:t xml:space="preserve"> إلاّ أنَّ الفقيه القليل الشجاعة يحتاط كثيراً</w:t>
      </w:r>
      <w:r w:rsidR="00610870">
        <w:rPr>
          <w:rtl/>
        </w:rPr>
        <w:t>.</w:t>
      </w:r>
      <w:r w:rsidRPr="00065D03">
        <w:rPr>
          <w:rtl/>
        </w:rPr>
        <w:t xml:space="preserve"> وأمَّا الفقيه الذي يمتلك شجاعة أكبر</w:t>
      </w:r>
      <w:r w:rsidR="00610870">
        <w:rPr>
          <w:rtl/>
        </w:rPr>
        <w:t>،</w:t>
      </w:r>
      <w:r w:rsidRPr="00065D03">
        <w:rPr>
          <w:rtl/>
        </w:rPr>
        <w:t xml:space="preserve"> فيكون أقل احتياطاً في الفتوى</w:t>
      </w:r>
      <w:r w:rsidR="00610870">
        <w:rPr>
          <w:rtl/>
        </w:rPr>
        <w:t>.</w:t>
      </w:r>
      <w:r w:rsidRPr="00065D03">
        <w:rPr>
          <w:rtl/>
        </w:rPr>
        <w:t xml:space="preserve"> وإنَّ ما يدور اليوم على الألسن</w:t>
      </w:r>
      <w:r w:rsidR="00610870">
        <w:rPr>
          <w:rtl/>
        </w:rPr>
        <w:t>؛</w:t>
      </w:r>
      <w:r w:rsidRPr="00065D03">
        <w:rPr>
          <w:rtl/>
        </w:rPr>
        <w:t xml:space="preserve"> من أنَّ الفقه الإسلامي له قراءات مختلفة</w:t>
      </w:r>
      <w:r w:rsidR="00610870">
        <w:rPr>
          <w:rtl/>
        </w:rPr>
        <w:t>،</w:t>
      </w:r>
      <w:r w:rsidRPr="00065D03">
        <w:rPr>
          <w:rtl/>
        </w:rPr>
        <w:t xml:space="preserve"> إنَّما هو كلام مَن لا دراية له بالفقه</w:t>
      </w:r>
      <w:r w:rsidR="00610870">
        <w:rPr>
          <w:rtl/>
        </w:rPr>
        <w:t>،</w:t>
      </w:r>
      <w:r w:rsidRPr="00065D03">
        <w:rPr>
          <w:rtl/>
        </w:rPr>
        <w:t xml:space="preserve"> فهو لم يعرف الفقه ولا أسسه.</w:t>
      </w:r>
    </w:p>
    <w:p w:rsidR="00E07DFB" w:rsidRPr="00313984" w:rsidRDefault="00E07DFB" w:rsidP="00313984">
      <w:pPr>
        <w:pStyle w:val="libBold1"/>
        <w:rPr>
          <w:rtl/>
        </w:rPr>
      </w:pPr>
      <w:r w:rsidRPr="00313984">
        <w:rPr>
          <w:rtl/>
        </w:rPr>
        <w:t>* مع الأخذ بنظر الاعتبار الإجابة التي تفضَّلتم بها عن السؤال المذكور آنفاً</w:t>
      </w:r>
      <w:r w:rsidR="00610870">
        <w:rPr>
          <w:rtl/>
        </w:rPr>
        <w:t>،</w:t>
      </w:r>
      <w:r w:rsidRPr="00313984">
        <w:rPr>
          <w:rtl/>
        </w:rPr>
        <w:t xml:space="preserve"> نودُّ لو بيَّنتم الحكمين الثابت والمتغيِّر في الفقه؟</w:t>
      </w:r>
    </w:p>
    <w:p w:rsidR="00E07DFB" w:rsidRPr="002A0058" w:rsidRDefault="00E07DFB" w:rsidP="002A0058">
      <w:pPr>
        <w:pStyle w:val="libNormal"/>
        <w:rPr>
          <w:rtl/>
        </w:rPr>
      </w:pPr>
      <w:r w:rsidRPr="00313984">
        <w:rPr>
          <w:rStyle w:val="libBold1Char"/>
          <w:rtl/>
        </w:rPr>
        <w:t xml:space="preserve">الشيخ سبحاني: </w:t>
      </w:r>
      <w:r w:rsidRPr="002A0058">
        <w:rPr>
          <w:rtl/>
        </w:rPr>
        <w:t>منذ زمنٍ قديم قُسِّمت أحكام الإسلام إلى صنفين:</w:t>
      </w:r>
    </w:p>
    <w:p w:rsidR="00E07DFB" w:rsidRPr="00065D03" w:rsidRDefault="00E07DFB" w:rsidP="00065D03">
      <w:pPr>
        <w:pStyle w:val="libNormal"/>
        <w:rPr>
          <w:rtl/>
        </w:rPr>
      </w:pPr>
      <w:r w:rsidRPr="00065D03">
        <w:rPr>
          <w:rtl/>
        </w:rPr>
        <w:t>1</w:t>
      </w:r>
      <w:r w:rsidR="00610870">
        <w:rPr>
          <w:rtl/>
        </w:rPr>
        <w:t xml:space="preserve"> - </w:t>
      </w:r>
      <w:r w:rsidRPr="00065D03">
        <w:rPr>
          <w:rtl/>
        </w:rPr>
        <w:t>الأحكام والقوانين التي لا يطرأ عليها</w:t>
      </w:r>
      <w:r w:rsidR="00610870">
        <w:rPr>
          <w:rtl/>
        </w:rPr>
        <w:t xml:space="preserve"> - </w:t>
      </w:r>
      <w:r w:rsidRPr="00065D03">
        <w:rPr>
          <w:rtl/>
        </w:rPr>
        <w:t>من وجهة نظر إلهيَّة</w:t>
      </w:r>
      <w:r w:rsidR="00610870">
        <w:rPr>
          <w:rtl/>
        </w:rPr>
        <w:t xml:space="preserve"> - </w:t>
      </w:r>
      <w:r w:rsidRPr="00065D03">
        <w:rPr>
          <w:rtl/>
        </w:rPr>
        <w:t>أيُّ تغيير.</w:t>
      </w:r>
    </w:p>
    <w:p w:rsidR="00E07DFB" w:rsidRPr="00065D03" w:rsidRDefault="00E07DFB" w:rsidP="00065D03">
      <w:pPr>
        <w:pStyle w:val="libNormal"/>
        <w:rPr>
          <w:rtl/>
        </w:rPr>
      </w:pPr>
      <w:r w:rsidRPr="00065D03">
        <w:rPr>
          <w:rtl/>
        </w:rPr>
        <w:t>2</w:t>
      </w:r>
      <w:r w:rsidR="00610870">
        <w:rPr>
          <w:rtl/>
        </w:rPr>
        <w:t xml:space="preserve"> - </w:t>
      </w:r>
      <w:r w:rsidRPr="00065D03">
        <w:rPr>
          <w:rtl/>
        </w:rPr>
        <w:t>الأحكام الثابتة بالشرع</w:t>
      </w:r>
      <w:r w:rsidR="00610870">
        <w:rPr>
          <w:rtl/>
        </w:rPr>
        <w:t>،</w:t>
      </w:r>
      <w:r w:rsidRPr="00065D03">
        <w:rPr>
          <w:rtl/>
        </w:rPr>
        <w:t xml:space="preserve"> إلاَّ أنَّها مرتبطة بظروف خاصة يُؤدِّي تغيُّرها إلى تغيُّر الحكم الشرعي.</w:t>
      </w:r>
    </w:p>
    <w:p w:rsidR="00E07DFB" w:rsidRPr="00065D03" w:rsidRDefault="00E07DFB" w:rsidP="00065D03">
      <w:pPr>
        <w:pStyle w:val="libNormal"/>
        <w:rPr>
          <w:rtl/>
        </w:rPr>
      </w:pPr>
      <w:r w:rsidRPr="00065D03">
        <w:rPr>
          <w:rtl/>
        </w:rPr>
        <w:t>من الأمثلة على الأحكام الثابتة: وجوب الصلاة</w:t>
      </w:r>
      <w:r w:rsidR="00610870">
        <w:rPr>
          <w:rtl/>
        </w:rPr>
        <w:t>،</w:t>
      </w:r>
      <w:r w:rsidRPr="00065D03">
        <w:rPr>
          <w:rtl/>
        </w:rPr>
        <w:t xml:space="preserve"> والصوم</w:t>
      </w:r>
      <w:r w:rsidR="00610870">
        <w:rPr>
          <w:rtl/>
        </w:rPr>
        <w:t>،</w:t>
      </w:r>
      <w:r w:rsidRPr="00065D03">
        <w:rPr>
          <w:rtl/>
        </w:rPr>
        <w:t xml:space="preserve"> والدفاع عن الوطن</w:t>
      </w:r>
      <w:r w:rsidR="00610870">
        <w:rPr>
          <w:rtl/>
        </w:rPr>
        <w:t>،</w:t>
      </w:r>
      <w:r w:rsidRPr="00065D03">
        <w:rPr>
          <w:rtl/>
        </w:rPr>
        <w:t xml:space="preserve"> فإنَّها لا تتغيَّر من حيث الحكم العام (حين نقول: لا تتغيَّر من حيث الحكم العام</w:t>
      </w:r>
      <w:r w:rsidR="00610870">
        <w:rPr>
          <w:rtl/>
        </w:rPr>
        <w:t>؛</w:t>
      </w:r>
      <w:r w:rsidRPr="00065D03">
        <w:rPr>
          <w:rtl/>
        </w:rPr>
        <w:t xml:space="preserve"> لأنَّها قد تفقد حكمها العملي بسبب العناوين الثانوية</w:t>
      </w:r>
      <w:r w:rsidR="00610870">
        <w:rPr>
          <w:rtl/>
        </w:rPr>
        <w:t>،</w:t>
      </w:r>
      <w:r w:rsidRPr="00065D03">
        <w:rPr>
          <w:rtl/>
        </w:rPr>
        <w:t xml:space="preserve"> كأن يكون المكلَّف مريضاً ولا يوفَّق للصوم</w:t>
      </w:r>
      <w:r w:rsidR="00610870">
        <w:rPr>
          <w:rtl/>
        </w:rPr>
        <w:t>.</w:t>
      </w:r>
      <w:r w:rsidRPr="00065D03">
        <w:rPr>
          <w:rtl/>
        </w:rPr>
        <w:t xml:space="preserve"> فهذا النوع من التغيير حالة استثنائية</w:t>
      </w:r>
      <w:r w:rsidR="00610870">
        <w:rPr>
          <w:rtl/>
        </w:rPr>
        <w:t>،</w:t>
      </w:r>
      <w:r w:rsidRPr="00065D03">
        <w:rPr>
          <w:rtl/>
        </w:rPr>
        <w:t xml:space="preserve"> وإلاّ فإنَّ الحكم العام لا يتغيَّر إطلاقاً).</w:t>
      </w:r>
    </w:p>
    <w:p w:rsidR="002379D1" w:rsidRDefault="00E07DFB" w:rsidP="00F163DC">
      <w:pPr>
        <w:pStyle w:val="libNormal"/>
        <w:rPr>
          <w:rtl/>
        </w:rPr>
      </w:pPr>
      <w:r w:rsidRPr="002A0058">
        <w:rPr>
          <w:rtl/>
        </w:rPr>
        <w:t>أمَّا الأحكام الإلهية التي يرتبط بواقع الحياة</w:t>
      </w:r>
      <w:r w:rsidR="00610870">
        <w:rPr>
          <w:rtl/>
        </w:rPr>
        <w:t>؛</w:t>
      </w:r>
      <w:r w:rsidRPr="002A0058">
        <w:rPr>
          <w:rtl/>
        </w:rPr>
        <w:t xml:space="preserve"> أي المتحرِّكة</w:t>
      </w:r>
      <w:r w:rsidR="00610870">
        <w:rPr>
          <w:rtl/>
        </w:rPr>
        <w:t>،</w:t>
      </w:r>
      <w:r w:rsidRPr="002A0058">
        <w:rPr>
          <w:rtl/>
        </w:rPr>
        <w:t xml:space="preserve"> فليس لها هذا الرِّداء من القدسية الذي للأحكام الثابتة</w:t>
      </w:r>
      <w:r w:rsidR="00610870">
        <w:rPr>
          <w:rtl/>
        </w:rPr>
        <w:t>،</w:t>
      </w:r>
      <w:r w:rsidRPr="002A0058">
        <w:rPr>
          <w:rtl/>
        </w:rPr>
        <w:t xml:space="preserve"> بل إنَّها تتغيَّر بتغيُّر الظروف</w:t>
      </w:r>
      <w:r w:rsidR="00610870">
        <w:rPr>
          <w:rtl/>
        </w:rPr>
        <w:t>،</w:t>
      </w:r>
      <w:r w:rsidRPr="002A0058">
        <w:rPr>
          <w:rtl/>
        </w:rPr>
        <w:t xml:space="preserve"> فمثلاً وجوب الدفاع عن حياض الوطن الإسلامي</w:t>
      </w:r>
      <w:r w:rsidR="00610870">
        <w:rPr>
          <w:rtl/>
        </w:rPr>
        <w:t>،</w:t>
      </w:r>
      <w:r w:rsidRPr="002A0058">
        <w:rPr>
          <w:rtl/>
        </w:rPr>
        <w:t xml:space="preserve"> والنفس</w:t>
      </w:r>
      <w:r w:rsidR="00610870">
        <w:rPr>
          <w:rtl/>
        </w:rPr>
        <w:t>،</w:t>
      </w:r>
      <w:r w:rsidRPr="002A0058">
        <w:rPr>
          <w:rtl/>
        </w:rPr>
        <w:t xml:space="preserve"> والمال</w:t>
      </w:r>
      <w:r w:rsidR="00610870">
        <w:rPr>
          <w:rtl/>
        </w:rPr>
        <w:t>،</w:t>
      </w:r>
      <w:r w:rsidRPr="002A0058">
        <w:rPr>
          <w:rtl/>
        </w:rPr>
        <w:t xml:space="preserve"> من القوانين الإسلامية الثابتة</w:t>
      </w:r>
      <w:r w:rsidR="00610870">
        <w:rPr>
          <w:rtl/>
        </w:rPr>
        <w:t>.</w:t>
      </w:r>
      <w:r w:rsidRPr="002A0058">
        <w:rPr>
          <w:rtl/>
        </w:rPr>
        <w:t xml:space="preserve"> لكن في العصر الذي كان فيه من الضروري</w:t>
      </w:r>
      <w:r w:rsidR="00610870">
        <w:rPr>
          <w:rtl/>
        </w:rPr>
        <w:t>،</w:t>
      </w:r>
      <w:r w:rsidRPr="002A0058">
        <w:rPr>
          <w:rtl/>
        </w:rPr>
        <w:t xml:space="preserve"> لإنجاز هذا العمل</w:t>
      </w:r>
      <w:r w:rsidR="00610870">
        <w:rPr>
          <w:rtl/>
        </w:rPr>
        <w:t>،</w:t>
      </w:r>
      <w:r w:rsidRPr="002A0058">
        <w:rPr>
          <w:rtl/>
        </w:rPr>
        <w:t xml:space="preserve"> الاستعداد بالخيل والسيوف والرماح والسهام</w:t>
      </w:r>
      <w:r w:rsidR="00610870">
        <w:rPr>
          <w:rtl/>
        </w:rPr>
        <w:t>،</w:t>
      </w:r>
      <w:r w:rsidRPr="002A0058">
        <w:rPr>
          <w:rtl/>
        </w:rPr>
        <w:t xml:space="preserve"> قد قال الله تعالى في هذا الشأن: </w:t>
      </w:r>
      <w:r w:rsidR="00F163DC">
        <w:rPr>
          <w:rStyle w:val="libAlaemChar"/>
          <w:rFonts w:eastAsiaTheme="minorHAnsi" w:hint="cs"/>
          <w:rtl/>
        </w:rPr>
        <w:t>(</w:t>
      </w:r>
      <w:r w:rsidRPr="00AE62B5">
        <w:rPr>
          <w:rStyle w:val="libAieChar"/>
          <w:rFonts w:hint="cs"/>
          <w:rtl/>
        </w:rPr>
        <w:t>وَأَعِدُّواْ لَهُم مَّا اسْتَطَعْتُم مِّن قُوَّةٍ وَمِن رِّبَاطِ الْخَيْلِ</w:t>
      </w:r>
      <w:r w:rsidR="00F163DC">
        <w:rPr>
          <w:rStyle w:val="libAlaemChar"/>
          <w:rFonts w:eastAsiaTheme="minorHAnsi" w:hint="cs"/>
          <w:rtl/>
        </w:rPr>
        <w:t>)</w:t>
      </w:r>
      <w:r w:rsidR="00F163DC" w:rsidRPr="00852899">
        <w:rPr>
          <w:rStyle w:val="libFootnotenumChar"/>
          <w:rtl/>
        </w:rPr>
        <w:t xml:space="preserve"> </w:t>
      </w:r>
      <w:r w:rsidRPr="00852899">
        <w:rPr>
          <w:rStyle w:val="libFootnotenumChar"/>
          <w:rtl/>
        </w:rPr>
        <w:t>(1)</w:t>
      </w:r>
      <w:r w:rsidR="00610870">
        <w:rPr>
          <w:rStyle w:val="libFootnotenumChar"/>
          <w:rtl/>
        </w:rPr>
        <w:t>.</w:t>
      </w:r>
      <w:r w:rsidRPr="002A0058">
        <w:rPr>
          <w:rtl/>
        </w:rPr>
        <w:t xml:space="preserve"> فقد أشير في هذه الآية إلى الخيل</w:t>
      </w:r>
      <w:r w:rsidR="00610870">
        <w:rPr>
          <w:rtl/>
        </w:rPr>
        <w:t>؛</w:t>
      </w:r>
      <w:r w:rsidRPr="002A0058">
        <w:rPr>
          <w:rtl/>
        </w:rPr>
        <w:t xml:space="preserve"> ذلك أنَّها كانت آنذاك وسيلة النقل وشنِّ الهجمات على العدو</w:t>
      </w:r>
      <w:r w:rsidR="00610870">
        <w:rPr>
          <w:rtl/>
        </w:rPr>
        <w:t>؛</w:t>
      </w:r>
      <w:r w:rsidRPr="002A0058">
        <w:rPr>
          <w:rtl/>
        </w:rPr>
        <w:t xml:space="preserve"> لكن اليوم</w:t>
      </w:r>
      <w:r w:rsidR="00610870">
        <w:rPr>
          <w:rtl/>
        </w:rPr>
        <w:t>،</w:t>
      </w:r>
      <w:r w:rsidRPr="002A0058">
        <w:rPr>
          <w:rtl/>
        </w:rPr>
        <w:t xml:space="preserve"> ومع تطوُّر الصناعة</w:t>
      </w:r>
      <w:r w:rsidR="00610870">
        <w:rPr>
          <w:rtl/>
        </w:rPr>
        <w:t>،</w:t>
      </w:r>
      <w:r w:rsidRPr="002A0058">
        <w:rPr>
          <w:rtl/>
        </w:rPr>
        <w:t xml:space="preserve"> واختراع الأسلحة الجديدة</w:t>
      </w:r>
      <w:r w:rsidR="00610870">
        <w:rPr>
          <w:rtl/>
        </w:rPr>
        <w:t>،</w:t>
      </w:r>
      <w:r w:rsidRPr="002A0058">
        <w:rPr>
          <w:rtl/>
        </w:rPr>
        <w:t xml:space="preserve"> لم تعد هناك ضرورة للاستفادة من الخيل</w:t>
      </w:r>
      <w:r w:rsidR="00610870">
        <w:rPr>
          <w:rtl/>
        </w:rPr>
        <w:t>؛</w:t>
      </w:r>
      <w:r w:rsidRPr="002A0058">
        <w:rPr>
          <w:rtl/>
        </w:rPr>
        <w:t xml:space="preserve"> ذلك أنَّ كيفية الدفاع ليست حكماً ثابتاً</w:t>
      </w:r>
      <w:r w:rsidR="00610870">
        <w:rPr>
          <w:rtl/>
        </w:rPr>
        <w:t>.</w:t>
      </w:r>
      <w:r w:rsidRPr="002A0058">
        <w:rPr>
          <w:rtl/>
        </w:rPr>
        <w:t xml:space="preserve"> وبطبيعة الحال</w:t>
      </w:r>
      <w:r w:rsidR="00610870">
        <w:rPr>
          <w:rtl/>
        </w:rPr>
        <w:t>،</w:t>
      </w:r>
      <w:r w:rsidRPr="002A0058">
        <w:rPr>
          <w:rtl/>
        </w:rPr>
        <w:t xml:space="preserve"> فإنَّ هذا التغيير ينبغي أن يتمَّ ضمن نطاق الأحكام الإسلامية العامة</w:t>
      </w:r>
      <w:r w:rsidR="00610870">
        <w:rPr>
          <w:rtl/>
        </w:rPr>
        <w:t>؛</w:t>
      </w:r>
      <w:r w:rsidRPr="002A0058">
        <w:rPr>
          <w:rtl/>
        </w:rPr>
        <w:t xml:space="preserve"> فالدفاع عن النفس</w:t>
      </w:r>
      <w:r w:rsidR="00610870">
        <w:rPr>
          <w:rtl/>
        </w:rPr>
        <w:t xml:space="preserve"> - </w:t>
      </w:r>
      <w:r w:rsidRPr="002A0058">
        <w:rPr>
          <w:rtl/>
        </w:rPr>
        <w:t>مثلاً</w:t>
      </w:r>
      <w:r w:rsidR="00610870">
        <w:rPr>
          <w:rtl/>
        </w:rPr>
        <w:t xml:space="preserve"> - </w:t>
      </w:r>
      <w:r w:rsidRPr="002A0058">
        <w:rPr>
          <w:rtl/>
        </w:rPr>
        <w:t>لا يعني تسميم مياه العدو</w:t>
      </w:r>
      <w:r w:rsidR="00610870">
        <w:rPr>
          <w:rtl/>
        </w:rPr>
        <w:t>،</w:t>
      </w:r>
      <w:r w:rsidRPr="002A0058">
        <w:rPr>
          <w:rtl/>
        </w:rPr>
        <w:t xml:space="preserve"> أو قتل الشيوخ</w:t>
      </w:r>
      <w:r w:rsidR="00610870">
        <w:rPr>
          <w:rtl/>
        </w:rPr>
        <w:t>،</w:t>
      </w:r>
      <w:r w:rsidRPr="002A0058">
        <w:rPr>
          <w:rtl/>
        </w:rPr>
        <w:t xml:space="preserve"> أو إحراق الأشجار.</w:t>
      </w:r>
    </w:p>
    <w:p w:rsidR="002379D1" w:rsidRDefault="002379D1"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إنَّ المبدأ الأساسي في العلاقات بين الدول الإسلامية وغيرها من الدول غير الإسلامية</w:t>
      </w:r>
      <w:r w:rsidR="00610870">
        <w:rPr>
          <w:rtl/>
        </w:rPr>
        <w:t>،</w:t>
      </w:r>
      <w:r w:rsidRPr="00065D03">
        <w:rPr>
          <w:rtl/>
        </w:rPr>
        <w:t xml:space="preserve"> هو المحافظة على المصالح</w:t>
      </w:r>
      <w:r w:rsidR="00610870">
        <w:rPr>
          <w:rtl/>
        </w:rPr>
        <w:t>،</w:t>
      </w:r>
      <w:r w:rsidRPr="00065D03">
        <w:rPr>
          <w:rtl/>
        </w:rPr>
        <w:t xml:space="preserve"> وهو مبدأ غير قابل للتغيُّر</w:t>
      </w:r>
      <w:r w:rsidR="00610870">
        <w:rPr>
          <w:rtl/>
        </w:rPr>
        <w:t>،</w:t>
      </w:r>
      <w:r w:rsidRPr="00065D03">
        <w:rPr>
          <w:rtl/>
        </w:rPr>
        <w:t xml:space="preserve"> إلاّ أنَّ وسائل تنفيذ هذا المبدأ تستلزم أحياناً توسيع العلاقات مع الآخرين</w:t>
      </w:r>
      <w:r w:rsidR="00610870">
        <w:rPr>
          <w:rtl/>
        </w:rPr>
        <w:t>،</w:t>
      </w:r>
      <w:r w:rsidRPr="00065D03">
        <w:rPr>
          <w:rtl/>
        </w:rPr>
        <w:t xml:space="preserve"> أو تخفيض مستواها في أحيان أخرى</w:t>
      </w:r>
      <w:r w:rsidR="00610870">
        <w:rPr>
          <w:rtl/>
        </w:rPr>
        <w:t>،</w:t>
      </w:r>
      <w:r w:rsidRPr="00065D03">
        <w:rPr>
          <w:rtl/>
        </w:rPr>
        <w:t xml:space="preserve"> وأحياناً قطعها</w:t>
      </w:r>
      <w:r w:rsidR="00610870">
        <w:rPr>
          <w:rtl/>
        </w:rPr>
        <w:t>.</w:t>
      </w:r>
      <w:r w:rsidRPr="00065D03">
        <w:rPr>
          <w:rtl/>
        </w:rPr>
        <w:t xml:space="preserve"> وفي ما يتعلق برأي الإسلام في العلاقة بين المسلمين والكفار</w:t>
      </w:r>
      <w:r w:rsidR="00610870">
        <w:rPr>
          <w:rtl/>
        </w:rPr>
        <w:t>،</w:t>
      </w:r>
      <w:r w:rsidRPr="00065D03">
        <w:rPr>
          <w:rtl/>
        </w:rPr>
        <w:t xml:space="preserve"> لا يوجد مبدأ ثابت سوى هذا المبدأ الذي ينص على صيانة حقوق المسلمين</w:t>
      </w:r>
      <w:r w:rsidR="00610870">
        <w:rPr>
          <w:rtl/>
        </w:rPr>
        <w:t>،</w:t>
      </w:r>
      <w:r w:rsidRPr="00065D03">
        <w:rPr>
          <w:rtl/>
        </w:rPr>
        <w:t xml:space="preserve"> إلاّ أنَّ وسائل تنفيذ هذا المبدأ تتغيَّر وفقاً للظروف.</w:t>
      </w:r>
    </w:p>
    <w:p w:rsidR="00E07DFB" w:rsidRPr="00065D03" w:rsidRDefault="00E07DFB" w:rsidP="002379D1">
      <w:pPr>
        <w:pStyle w:val="libNormal"/>
        <w:rPr>
          <w:rtl/>
        </w:rPr>
      </w:pPr>
      <w:r w:rsidRPr="00065D03">
        <w:rPr>
          <w:rtl/>
        </w:rPr>
        <w:t>وهذا هو سر كون الإسلام خاتماً للأديان</w:t>
      </w:r>
      <w:r w:rsidR="00610870">
        <w:rPr>
          <w:rtl/>
        </w:rPr>
        <w:t>،</w:t>
      </w:r>
      <w:r w:rsidRPr="00065D03">
        <w:rPr>
          <w:rtl/>
        </w:rPr>
        <w:t xml:space="preserve"> فالمبادئ العامة التي تتطابق وفطرة</w:t>
      </w:r>
      <w:r w:rsidR="002379D1">
        <w:rPr>
          <w:rFonts w:hint="cs"/>
          <w:rtl/>
        </w:rPr>
        <w:t xml:space="preserve"> </w:t>
      </w:r>
      <w:r w:rsidRPr="00065D03">
        <w:rPr>
          <w:rtl/>
        </w:rPr>
        <w:t>الإنسان ومصالح المجتمع</w:t>
      </w:r>
      <w:r w:rsidR="00610870">
        <w:rPr>
          <w:rtl/>
        </w:rPr>
        <w:t>،</w:t>
      </w:r>
      <w:r w:rsidRPr="00065D03">
        <w:rPr>
          <w:rtl/>
        </w:rPr>
        <w:t xml:space="preserve"> تُعدُّ جزءاً من القوانين العامة</w:t>
      </w:r>
      <w:r w:rsidR="00610870">
        <w:rPr>
          <w:rtl/>
        </w:rPr>
        <w:t>،</w:t>
      </w:r>
      <w:r w:rsidRPr="00065D03">
        <w:rPr>
          <w:rtl/>
        </w:rPr>
        <w:t xml:space="preserve"> ولا يتغيَّر شيء من أحكامها</w:t>
      </w:r>
      <w:r w:rsidR="00610870">
        <w:rPr>
          <w:rtl/>
        </w:rPr>
        <w:t>،</w:t>
      </w:r>
      <w:r w:rsidRPr="00065D03">
        <w:rPr>
          <w:rtl/>
        </w:rPr>
        <w:t xml:space="preserve"> غير أنَّ كيفية تنفيذها لها صبغة الضوابط ذات العلاقة بالمتغيِّرات الثقافية والاقتصادية التي تطرأ عبر الزمان.</w:t>
      </w:r>
    </w:p>
    <w:p w:rsidR="00E07DFB" w:rsidRPr="00313984" w:rsidRDefault="00E07DFB" w:rsidP="00313984">
      <w:pPr>
        <w:pStyle w:val="libBold1"/>
        <w:rPr>
          <w:rtl/>
        </w:rPr>
      </w:pPr>
      <w:r w:rsidRPr="00313984">
        <w:rPr>
          <w:rtl/>
        </w:rPr>
        <w:t xml:space="preserve">* هنا يبرز سؤال: ما هو السبيل للتمييز بين الأحكام والقوانين وبين الضَّوابط؟ </w:t>
      </w:r>
    </w:p>
    <w:p w:rsidR="00E07DFB" w:rsidRPr="002A0058" w:rsidRDefault="00E07DFB" w:rsidP="002A0058">
      <w:pPr>
        <w:pStyle w:val="libNormal"/>
        <w:rPr>
          <w:rtl/>
        </w:rPr>
      </w:pPr>
      <w:r w:rsidRPr="00313984">
        <w:rPr>
          <w:rStyle w:val="libBold1Char"/>
          <w:rtl/>
        </w:rPr>
        <w:t>الشيخ سبحاني:</w:t>
      </w:r>
      <w:r w:rsidRPr="002A0058">
        <w:rPr>
          <w:rtl/>
        </w:rPr>
        <w:t xml:space="preserve"> إنَّ معرفة ذلك يتم بوساطة الفقهاء وخبراء الشريعة</w:t>
      </w:r>
      <w:r w:rsidR="00610870">
        <w:rPr>
          <w:rtl/>
        </w:rPr>
        <w:t>،</w:t>
      </w:r>
      <w:r w:rsidRPr="002A0058">
        <w:rPr>
          <w:rtl/>
        </w:rPr>
        <w:t xml:space="preserve"> على أساس الآيات القرآنية والأحكام</w:t>
      </w:r>
      <w:r w:rsidR="00610870">
        <w:rPr>
          <w:rtl/>
        </w:rPr>
        <w:t>،</w:t>
      </w:r>
      <w:r w:rsidRPr="002A0058">
        <w:rPr>
          <w:rtl/>
        </w:rPr>
        <w:t xml:space="preserve"> حيث يفصِلون الأحكام عن الضوابط</w:t>
      </w:r>
      <w:r w:rsidR="00610870">
        <w:rPr>
          <w:rtl/>
        </w:rPr>
        <w:t>،</w:t>
      </w:r>
      <w:r w:rsidRPr="002A0058">
        <w:rPr>
          <w:rtl/>
        </w:rPr>
        <w:t xml:space="preserve"> ويحدِّدون معاييرها التي تحدَّثنا عنها</w:t>
      </w:r>
      <w:r w:rsidR="00610870">
        <w:rPr>
          <w:rtl/>
        </w:rPr>
        <w:t>.</w:t>
      </w:r>
      <w:r w:rsidRPr="002A0058">
        <w:rPr>
          <w:rtl/>
        </w:rPr>
        <w:t xml:space="preserve"> كما يمكنهم تحقيق ذلك بوساطة ما يأتي:</w:t>
      </w:r>
    </w:p>
    <w:p w:rsidR="00E07DFB" w:rsidRPr="002A0058" w:rsidRDefault="00E07DFB" w:rsidP="002A0058">
      <w:pPr>
        <w:pStyle w:val="libNormal"/>
        <w:rPr>
          <w:rtl/>
        </w:rPr>
      </w:pPr>
      <w:r w:rsidRPr="00313984">
        <w:rPr>
          <w:rStyle w:val="libBold1Char"/>
          <w:rtl/>
        </w:rPr>
        <w:t>1</w:t>
      </w:r>
      <w:r w:rsidR="00610870">
        <w:rPr>
          <w:rStyle w:val="libBold1Char"/>
          <w:rtl/>
        </w:rPr>
        <w:t xml:space="preserve"> - </w:t>
      </w:r>
      <w:r w:rsidRPr="002A0058">
        <w:rPr>
          <w:rtl/>
        </w:rPr>
        <w:t>إنَّ الأحكام التي تتطابق وطبيعة الإنسان هي أحكام ثابتة في الشريعة الإسلامية</w:t>
      </w:r>
      <w:r w:rsidR="00610870">
        <w:rPr>
          <w:rtl/>
        </w:rPr>
        <w:t>.</w:t>
      </w:r>
      <w:r w:rsidRPr="002A0058">
        <w:rPr>
          <w:rtl/>
        </w:rPr>
        <w:t xml:space="preserve"> ولمَّا كانت طبيعة الإنسان لا تتغيَّر</w:t>
      </w:r>
      <w:r w:rsidR="00610870">
        <w:rPr>
          <w:rtl/>
        </w:rPr>
        <w:t>،</w:t>
      </w:r>
      <w:r w:rsidRPr="002A0058">
        <w:rPr>
          <w:rtl/>
        </w:rPr>
        <w:t xml:space="preserve"> كان حكم الله</w:t>
      </w:r>
      <w:r w:rsidR="00610870">
        <w:rPr>
          <w:rtl/>
        </w:rPr>
        <w:t xml:space="preserve"> - </w:t>
      </w:r>
      <w:r w:rsidRPr="002A0058">
        <w:rPr>
          <w:rtl/>
        </w:rPr>
        <w:t>أيضاً</w:t>
      </w:r>
      <w:r w:rsidR="00610870">
        <w:rPr>
          <w:rtl/>
        </w:rPr>
        <w:t xml:space="preserve"> - </w:t>
      </w:r>
      <w:r w:rsidRPr="002A0058">
        <w:rPr>
          <w:rtl/>
        </w:rPr>
        <w:t>لا يتغيَّر</w:t>
      </w:r>
      <w:r w:rsidR="00610870">
        <w:rPr>
          <w:rtl/>
        </w:rPr>
        <w:t>؛</w:t>
      </w:r>
      <w:r w:rsidRPr="002A0058">
        <w:rPr>
          <w:rtl/>
        </w:rPr>
        <w:t xml:space="preserve"> ومن قبيل ذلك ضرورة الزواج والامتناع عن الرهبانية.</w:t>
      </w:r>
    </w:p>
    <w:p w:rsidR="00E07DFB" w:rsidRPr="002A0058" w:rsidRDefault="00E07DFB" w:rsidP="002A0058">
      <w:pPr>
        <w:pStyle w:val="libNormal"/>
        <w:rPr>
          <w:rtl/>
        </w:rPr>
      </w:pPr>
      <w:r w:rsidRPr="00313984">
        <w:rPr>
          <w:rStyle w:val="libBold1Char"/>
          <w:rtl/>
        </w:rPr>
        <w:t>2</w:t>
      </w:r>
      <w:r w:rsidR="00610870">
        <w:rPr>
          <w:rStyle w:val="libBold1Char"/>
          <w:rtl/>
        </w:rPr>
        <w:t xml:space="preserve"> - </w:t>
      </w:r>
      <w:r w:rsidRPr="002A0058">
        <w:rPr>
          <w:rtl/>
        </w:rPr>
        <w:t>الأشياء التي تمتاز بذاتها بالحسن أو القبح</w:t>
      </w:r>
      <w:r w:rsidR="00610870">
        <w:rPr>
          <w:rtl/>
        </w:rPr>
        <w:t>؛</w:t>
      </w:r>
      <w:r w:rsidRPr="002A0058">
        <w:rPr>
          <w:rtl/>
        </w:rPr>
        <w:t xml:space="preserve"> أي أنَّ الإنسان لو نظر إلى العمل نفسه</w:t>
      </w:r>
      <w:r w:rsidR="00610870">
        <w:rPr>
          <w:rtl/>
        </w:rPr>
        <w:t>،</w:t>
      </w:r>
      <w:r w:rsidRPr="002A0058">
        <w:rPr>
          <w:rtl/>
        </w:rPr>
        <w:t xml:space="preserve"> لحكم بحسنه أو قبحه</w:t>
      </w:r>
      <w:r w:rsidR="00610870">
        <w:rPr>
          <w:rtl/>
        </w:rPr>
        <w:t>؛</w:t>
      </w:r>
      <w:r w:rsidRPr="002A0058">
        <w:rPr>
          <w:rtl/>
        </w:rPr>
        <w:t xml:space="preserve"> وذلك مثل كون العدل حسناً</w:t>
      </w:r>
      <w:r w:rsidR="00610870">
        <w:rPr>
          <w:rtl/>
        </w:rPr>
        <w:t>،</w:t>
      </w:r>
      <w:r w:rsidRPr="002A0058">
        <w:rPr>
          <w:rtl/>
        </w:rPr>
        <w:t xml:space="preserve"> وحسن الوفاء بالعهد</w:t>
      </w:r>
      <w:r w:rsidR="00610870">
        <w:rPr>
          <w:rtl/>
        </w:rPr>
        <w:t>،</w:t>
      </w:r>
      <w:r w:rsidRPr="002A0058">
        <w:rPr>
          <w:rtl/>
        </w:rPr>
        <w:t xml:space="preserve"> أو حسن جزاء الإحسان بالإحسان</w:t>
      </w:r>
      <w:r w:rsidR="00610870">
        <w:rPr>
          <w:rtl/>
        </w:rPr>
        <w:t>،</w:t>
      </w:r>
      <w:r w:rsidRPr="002A0058">
        <w:rPr>
          <w:rtl/>
        </w:rPr>
        <w:t xml:space="preserve"> وقبح الظلم وخيانة العهد</w:t>
      </w:r>
      <w:r w:rsidR="00610870">
        <w:rPr>
          <w:rtl/>
        </w:rPr>
        <w:t>،</w:t>
      </w:r>
      <w:r w:rsidRPr="002A0058">
        <w:rPr>
          <w:rtl/>
        </w:rPr>
        <w:t xml:space="preserve"> أو جزاء الإحسان بالسوء.</w:t>
      </w:r>
    </w:p>
    <w:p w:rsidR="002379D1" w:rsidRDefault="00E07DFB" w:rsidP="002A0058">
      <w:pPr>
        <w:pStyle w:val="libNormal"/>
        <w:rPr>
          <w:rtl/>
        </w:rPr>
      </w:pPr>
      <w:r w:rsidRPr="00313984">
        <w:rPr>
          <w:rStyle w:val="libBold1Char"/>
          <w:rtl/>
        </w:rPr>
        <w:t>3</w:t>
      </w:r>
      <w:r w:rsidR="00610870">
        <w:rPr>
          <w:rStyle w:val="libBold1Char"/>
          <w:rtl/>
        </w:rPr>
        <w:t xml:space="preserve"> - </w:t>
      </w:r>
      <w:r w:rsidRPr="002A0058">
        <w:rPr>
          <w:rtl/>
        </w:rPr>
        <w:t>الأمور التي تكون مصحوبة بمصلحة أو مفسدة عامة</w:t>
      </w:r>
      <w:r w:rsidR="00610870">
        <w:rPr>
          <w:rtl/>
        </w:rPr>
        <w:t>،</w:t>
      </w:r>
      <w:r w:rsidRPr="002A0058">
        <w:rPr>
          <w:rtl/>
        </w:rPr>
        <w:t xml:space="preserve"> مثل الخمر والميسر اللذين هما</w:t>
      </w:r>
      <w:r w:rsidR="00610870">
        <w:rPr>
          <w:rtl/>
        </w:rPr>
        <w:t xml:space="preserve"> - </w:t>
      </w:r>
      <w:r w:rsidRPr="002A0058">
        <w:rPr>
          <w:rtl/>
        </w:rPr>
        <w:t>وبشكل بديهي</w:t>
      </w:r>
      <w:r w:rsidR="00610870">
        <w:rPr>
          <w:rtl/>
        </w:rPr>
        <w:t xml:space="preserve"> - </w:t>
      </w:r>
      <w:r w:rsidRPr="002A0058">
        <w:rPr>
          <w:rtl/>
        </w:rPr>
        <w:t>يسبِّبان مفسدة عامة</w:t>
      </w:r>
      <w:r w:rsidR="00610870">
        <w:rPr>
          <w:rtl/>
        </w:rPr>
        <w:t>،</w:t>
      </w:r>
      <w:r w:rsidRPr="002A0058">
        <w:rPr>
          <w:rtl/>
        </w:rPr>
        <w:t xml:space="preserve"> ومثل العدل والإنصاف اللذين يشتملان على مصلحة عامة.</w:t>
      </w:r>
    </w:p>
    <w:p w:rsidR="002379D1" w:rsidRDefault="002379D1" w:rsidP="00E5125A">
      <w:pPr>
        <w:pStyle w:val="libNormal"/>
        <w:rPr>
          <w:rtl/>
        </w:rPr>
      </w:pPr>
      <w:r>
        <w:rPr>
          <w:rtl/>
        </w:rPr>
        <w:br w:type="page"/>
      </w:r>
    </w:p>
    <w:p w:rsidR="00E07DFB" w:rsidRPr="00065D03" w:rsidRDefault="00E07DFB" w:rsidP="002379D1">
      <w:pPr>
        <w:pStyle w:val="libNormal"/>
        <w:rPr>
          <w:rtl/>
        </w:rPr>
      </w:pPr>
      <w:r w:rsidRPr="00065D03">
        <w:rPr>
          <w:rtl/>
        </w:rPr>
        <w:lastRenderedPageBreak/>
        <w:t>غير أنَّ الضوابط هي أمور ليس فيها أيٌُّ من هذه المِلاكات</w:t>
      </w:r>
      <w:r w:rsidR="00610870">
        <w:rPr>
          <w:rtl/>
        </w:rPr>
        <w:t>،</w:t>
      </w:r>
      <w:r w:rsidRPr="00065D03">
        <w:rPr>
          <w:rtl/>
        </w:rPr>
        <w:t xml:space="preserve"> كما أنَّ الإسلام لم يصر عليها أيضاً</w:t>
      </w:r>
      <w:r w:rsidR="00610870">
        <w:rPr>
          <w:rtl/>
        </w:rPr>
        <w:t>.</w:t>
      </w:r>
      <w:r w:rsidRPr="00065D03">
        <w:rPr>
          <w:rtl/>
        </w:rPr>
        <w:t xml:space="preserve"> وفي الوقت نفسه الذي تكون فيه هذه الضوابط غير ثابتة</w:t>
      </w:r>
      <w:r w:rsidR="00610870">
        <w:rPr>
          <w:rtl/>
        </w:rPr>
        <w:t>،</w:t>
      </w:r>
      <w:r w:rsidRPr="00065D03">
        <w:rPr>
          <w:rtl/>
        </w:rPr>
        <w:t xml:space="preserve"> وليست على نمطٍ واحد</w:t>
      </w:r>
      <w:r w:rsidR="00610870">
        <w:rPr>
          <w:rtl/>
        </w:rPr>
        <w:t>،</w:t>
      </w:r>
      <w:r w:rsidRPr="00065D03">
        <w:rPr>
          <w:rtl/>
        </w:rPr>
        <w:t xml:space="preserve"> إلاّ أنَّها قابلة للتغيُّر وتبادل مواقعها ضمن سلسلة من الأحكام الإلهية العامة</w:t>
      </w:r>
      <w:r w:rsidR="00610870">
        <w:rPr>
          <w:rtl/>
        </w:rPr>
        <w:t>،</w:t>
      </w:r>
      <w:r w:rsidRPr="00065D03">
        <w:rPr>
          <w:rtl/>
        </w:rPr>
        <w:t xml:space="preserve"> فالسكن مثلاً هو جزء من القوانين الإسلامية</w:t>
      </w:r>
      <w:r w:rsidR="00610870">
        <w:rPr>
          <w:rtl/>
        </w:rPr>
        <w:t>،</w:t>
      </w:r>
      <w:r w:rsidRPr="00065D03">
        <w:rPr>
          <w:rtl/>
        </w:rPr>
        <w:t xml:space="preserve"> بَيْدَ أنَّ كيفية بنائه مرتبطة بالزمان والمكان</w:t>
      </w:r>
      <w:r w:rsidR="00610870">
        <w:rPr>
          <w:rtl/>
        </w:rPr>
        <w:t>،</w:t>
      </w:r>
      <w:r w:rsidRPr="00065D03">
        <w:rPr>
          <w:rtl/>
        </w:rPr>
        <w:t xml:space="preserve"> ولكن ينبغي أن يكون في الوقت نفسه قابلاً</w:t>
      </w:r>
      <w:r w:rsidR="002379D1">
        <w:rPr>
          <w:rFonts w:hint="cs"/>
          <w:rtl/>
        </w:rPr>
        <w:t xml:space="preserve"> </w:t>
      </w:r>
      <w:r w:rsidRPr="00065D03">
        <w:rPr>
          <w:rtl/>
        </w:rPr>
        <w:t>للتغيير ضمن إطار القواعد العامة</w:t>
      </w:r>
      <w:r w:rsidR="00610870">
        <w:rPr>
          <w:rtl/>
        </w:rPr>
        <w:t>،</w:t>
      </w:r>
      <w:r w:rsidRPr="00065D03">
        <w:rPr>
          <w:rtl/>
        </w:rPr>
        <w:t xml:space="preserve"> فلا يجوز مثلاً بناء مسكن يؤدِّي إلى إزعاج الجيران.</w:t>
      </w:r>
    </w:p>
    <w:p w:rsidR="00E07DFB" w:rsidRPr="00313984" w:rsidRDefault="00E07DFB" w:rsidP="00313984">
      <w:pPr>
        <w:pStyle w:val="libBold1"/>
        <w:rPr>
          <w:rtl/>
        </w:rPr>
      </w:pPr>
      <w:r w:rsidRPr="00313984">
        <w:rPr>
          <w:rtl/>
        </w:rPr>
        <w:t>* يعتقد بعضهم أنَّ الإنسان بمقدوره أن يمارس حياته وفق المصالح والمفاسد التي يقوم هو بتحديدها</w:t>
      </w:r>
      <w:r w:rsidR="00610870">
        <w:rPr>
          <w:rtl/>
        </w:rPr>
        <w:t>،</w:t>
      </w:r>
      <w:r w:rsidRPr="00313984">
        <w:rPr>
          <w:rtl/>
        </w:rPr>
        <w:t xml:space="preserve"> وليست هناك ضرورة للدين</w:t>
      </w:r>
      <w:r w:rsidR="00610870">
        <w:rPr>
          <w:rtl/>
        </w:rPr>
        <w:t>،</w:t>
      </w:r>
      <w:r w:rsidRPr="00313984">
        <w:rPr>
          <w:rtl/>
        </w:rPr>
        <w:t xml:space="preserve"> فما هو رأيكم في هذا الشأن؟</w:t>
      </w:r>
    </w:p>
    <w:p w:rsidR="00E07DFB" w:rsidRPr="002A0058" w:rsidRDefault="00E07DFB" w:rsidP="002A0058">
      <w:pPr>
        <w:pStyle w:val="libNormal"/>
        <w:rPr>
          <w:rtl/>
        </w:rPr>
      </w:pPr>
      <w:r w:rsidRPr="00313984">
        <w:rPr>
          <w:rStyle w:val="libBold1Char"/>
          <w:rtl/>
        </w:rPr>
        <w:t>الشيخ سبحاني:</w:t>
      </w:r>
      <w:r w:rsidRPr="002A0058">
        <w:rPr>
          <w:rtl/>
        </w:rPr>
        <w:t xml:space="preserve"> إنَّ ما يقال</w:t>
      </w:r>
      <w:r w:rsidR="00610870">
        <w:rPr>
          <w:rtl/>
        </w:rPr>
        <w:t>،</w:t>
      </w:r>
      <w:r w:rsidRPr="002A0058">
        <w:rPr>
          <w:rtl/>
        </w:rPr>
        <w:t xml:space="preserve"> أحياناً</w:t>
      </w:r>
      <w:r w:rsidR="00610870">
        <w:rPr>
          <w:rtl/>
        </w:rPr>
        <w:t>،</w:t>
      </w:r>
      <w:r w:rsidRPr="002A0058">
        <w:rPr>
          <w:rtl/>
        </w:rPr>
        <w:t xml:space="preserve"> من أنَّنا نقوم بأنفسنا بتحديد المصالح والمفاسد</w:t>
      </w:r>
      <w:r w:rsidR="00610870">
        <w:rPr>
          <w:rtl/>
        </w:rPr>
        <w:t>،</w:t>
      </w:r>
      <w:r w:rsidRPr="002A0058">
        <w:rPr>
          <w:rtl/>
        </w:rPr>
        <w:t xml:space="preserve"> وبناءً على ذلك لا داعي لاتباع أحكام الدين في تلك الحالات</w:t>
      </w:r>
      <w:r w:rsidR="00610870">
        <w:rPr>
          <w:rtl/>
        </w:rPr>
        <w:t>،</w:t>
      </w:r>
      <w:r w:rsidRPr="002A0058">
        <w:rPr>
          <w:rtl/>
        </w:rPr>
        <w:t xml:space="preserve"> لا يعدو كونه تفكيراً ساذجاً</w:t>
      </w:r>
      <w:r w:rsidR="00610870">
        <w:rPr>
          <w:rtl/>
        </w:rPr>
        <w:t>،</w:t>
      </w:r>
      <w:r w:rsidRPr="002A0058">
        <w:rPr>
          <w:rtl/>
        </w:rPr>
        <w:t xml:space="preserve"> والجواب عليه واضح:</w:t>
      </w:r>
    </w:p>
    <w:p w:rsidR="00E07DFB" w:rsidRPr="002A0058" w:rsidRDefault="00E07DFB" w:rsidP="002A0058">
      <w:pPr>
        <w:pStyle w:val="libNormal"/>
        <w:rPr>
          <w:rtl/>
        </w:rPr>
      </w:pPr>
      <w:r w:rsidRPr="00313984">
        <w:rPr>
          <w:rStyle w:val="libBold1Char"/>
          <w:rtl/>
        </w:rPr>
        <w:t>أولاً:</w:t>
      </w:r>
      <w:r w:rsidRPr="002A0058">
        <w:rPr>
          <w:rtl/>
        </w:rPr>
        <w:t xml:space="preserve"> ظَلَّ الإنسان قروناً طويلة يعايش المصلحين ودعاة التوحيد</w:t>
      </w:r>
      <w:r w:rsidR="00610870">
        <w:rPr>
          <w:rtl/>
        </w:rPr>
        <w:t>،</w:t>
      </w:r>
      <w:r w:rsidRPr="002A0058">
        <w:rPr>
          <w:rtl/>
        </w:rPr>
        <w:t xml:space="preserve"> إلاّ أنَّنا لا نزال نرى اليوم هذا الإنسان يعبد الثيران</w:t>
      </w:r>
      <w:r w:rsidR="00610870">
        <w:rPr>
          <w:rtl/>
        </w:rPr>
        <w:t>،</w:t>
      </w:r>
      <w:r w:rsidRPr="002A0058">
        <w:rPr>
          <w:rtl/>
        </w:rPr>
        <w:t xml:space="preserve"> والأحجار</w:t>
      </w:r>
      <w:r w:rsidR="00610870">
        <w:rPr>
          <w:rtl/>
        </w:rPr>
        <w:t>،</w:t>
      </w:r>
      <w:r w:rsidRPr="002A0058">
        <w:rPr>
          <w:rtl/>
        </w:rPr>
        <w:t xml:space="preserve"> والتماثيل</w:t>
      </w:r>
      <w:r w:rsidR="00610870">
        <w:rPr>
          <w:rtl/>
        </w:rPr>
        <w:t>.</w:t>
      </w:r>
      <w:r w:rsidRPr="002A0058">
        <w:rPr>
          <w:rtl/>
        </w:rPr>
        <w:t xml:space="preserve"> وفساد هذا واضح جداً</w:t>
      </w:r>
      <w:r w:rsidR="00610870">
        <w:rPr>
          <w:rtl/>
        </w:rPr>
        <w:t>،</w:t>
      </w:r>
      <w:r w:rsidRPr="002A0058">
        <w:rPr>
          <w:rtl/>
        </w:rPr>
        <w:t xml:space="preserve"> لكن الإنسان لا يتخلَّى عن تقليد آبائه وأجداده.</w:t>
      </w:r>
    </w:p>
    <w:p w:rsidR="002379D1" w:rsidRDefault="00E07DFB" w:rsidP="002A0058">
      <w:pPr>
        <w:pStyle w:val="libNormal"/>
        <w:rPr>
          <w:rtl/>
        </w:rPr>
      </w:pPr>
      <w:r w:rsidRPr="00313984">
        <w:rPr>
          <w:rStyle w:val="libBold1Char"/>
          <w:rtl/>
        </w:rPr>
        <w:t>ثانياً:</w:t>
      </w:r>
      <w:r w:rsidRPr="002A0058">
        <w:rPr>
          <w:rtl/>
        </w:rPr>
        <w:t xml:space="preserve"> إنَّ كثيراً من مِلاكات أحكام الدين خافية في البدء على الإنسان</w:t>
      </w:r>
      <w:r w:rsidR="00610870">
        <w:rPr>
          <w:rtl/>
        </w:rPr>
        <w:t>،</w:t>
      </w:r>
      <w:r w:rsidRPr="002A0058">
        <w:rPr>
          <w:rtl/>
        </w:rPr>
        <w:t xml:space="preserve"> وقد اتضح قسم منها الآن عن طريق التجربة</w:t>
      </w:r>
      <w:r w:rsidR="00610870">
        <w:rPr>
          <w:rtl/>
        </w:rPr>
        <w:t>،</w:t>
      </w:r>
      <w:r w:rsidRPr="002A0058">
        <w:rPr>
          <w:rtl/>
        </w:rPr>
        <w:t xml:space="preserve"> فالأضرار التي يُسبِّبها تناول لحم الميتة</w:t>
      </w:r>
      <w:r w:rsidR="00610870">
        <w:rPr>
          <w:rtl/>
        </w:rPr>
        <w:t>،</w:t>
      </w:r>
      <w:r w:rsidRPr="002A0058">
        <w:rPr>
          <w:rtl/>
        </w:rPr>
        <w:t xml:space="preserve"> ولحم الخنزير</w:t>
      </w:r>
      <w:r w:rsidR="00610870">
        <w:rPr>
          <w:rtl/>
        </w:rPr>
        <w:t>،</w:t>
      </w:r>
      <w:r w:rsidRPr="002A0058">
        <w:rPr>
          <w:rtl/>
        </w:rPr>
        <w:t xml:space="preserve"> قد عُرفت منذ مدَّةٍ قصيرة</w:t>
      </w:r>
      <w:r w:rsidR="00610870">
        <w:rPr>
          <w:rtl/>
        </w:rPr>
        <w:t>،</w:t>
      </w:r>
      <w:r w:rsidRPr="002A0058">
        <w:rPr>
          <w:rtl/>
        </w:rPr>
        <w:t xml:space="preserve"> بينما كان ذلك خافياً على الإنسان في ما مضى</w:t>
      </w:r>
      <w:r w:rsidR="00610870">
        <w:rPr>
          <w:rtl/>
        </w:rPr>
        <w:t>.</w:t>
      </w:r>
      <w:r w:rsidRPr="002A0058">
        <w:rPr>
          <w:rtl/>
        </w:rPr>
        <w:t xml:space="preserve"> فإذا قُرِّر أن نتخلَّى عن قوانين الإسلام لكوننا ندرك بأنفسنا المصالح</w:t>
      </w:r>
      <w:r w:rsidR="00610870">
        <w:rPr>
          <w:rtl/>
        </w:rPr>
        <w:t>؛</w:t>
      </w:r>
      <w:r w:rsidRPr="002A0058">
        <w:rPr>
          <w:rtl/>
        </w:rPr>
        <w:t xml:space="preserve"> إذن ينبغي أن تكون البشرية ظلت طوال أربعة عشر قرناً متواصلة تتخبط في المفاسد.</w:t>
      </w:r>
    </w:p>
    <w:p w:rsidR="002379D1" w:rsidRDefault="002379D1" w:rsidP="00E5125A">
      <w:pPr>
        <w:pStyle w:val="libNormal"/>
        <w:rPr>
          <w:rtl/>
        </w:rPr>
      </w:pPr>
      <w:r>
        <w:rPr>
          <w:rtl/>
        </w:rPr>
        <w:br w:type="page"/>
      </w:r>
    </w:p>
    <w:p w:rsidR="00E07DFB" w:rsidRPr="002A0058" w:rsidRDefault="00E07DFB" w:rsidP="002A0058">
      <w:pPr>
        <w:pStyle w:val="libNormal"/>
        <w:rPr>
          <w:rtl/>
        </w:rPr>
      </w:pPr>
      <w:r w:rsidRPr="00313984">
        <w:rPr>
          <w:rStyle w:val="libBold1Char"/>
          <w:rtl/>
        </w:rPr>
        <w:lastRenderedPageBreak/>
        <w:t>ثالثاً:</w:t>
      </w:r>
      <w:r w:rsidRPr="002A0058">
        <w:rPr>
          <w:rtl/>
        </w:rPr>
        <w:t xml:space="preserve"> إنَّ إدراك الإنسان للمصالح والمفاسد محدود جداً</w:t>
      </w:r>
      <w:r w:rsidR="00610870">
        <w:rPr>
          <w:rtl/>
        </w:rPr>
        <w:t>.</w:t>
      </w:r>
      <w:r w:rsidRPr="002A0058">
        <w:rPr>
          <w:rtl/>
        </w:rPr>
        <w:t xml:space="preserve"> ولقد تجاوز الإنسان مسافة جد قصيرة فقط من بحر جهله</w:t>
      </w:r>
      <w:r w:rsidR="00610870">
        <w:rPr>
          <w:rtl/>
        </w:rPr>
        <w:t>،</w:t>
      </w:r>
      <w:r w:rsidRPr="002A0058">
        <w:rPr>
          <w:rtl/>
        </w:rPr>
        <w:t xml:space="preserve"> ولا يمرّ يوم إلاّ ويزداد وعياً بجهله</w:t>
      </w:r>
      <w:r w:rsidR="00610870">
        <w:rPr>
          <w:rtl/>
        </w:rPr>
        <w:t>.</w:t>
      </w:r>
      <w:r w:rsidRPr="002A0058">
        <w:rPr>
          <w:rtl/>
        </w:rPr>
        <w:t xml:space="preserve"> ومن الممكن أن لا يستبين حتى يوم القيام مصالح كثير من الأحكام ومفاسدها</w:t>
      </w:r>
      <w:r w:rsidR="00610870">
        <w:rPr>
          <w:rtl/>
        </w:rPr>
        <w:t>.</w:t>
      </w:r>
      <w:r w:rsidRPr="002A0058">
        <w:rPr>
          <w:rtl/>
        </w:rPr>
        <w:t xml:space="preserve"> إنَّه لمن ألجهل حقاً أن يدَّعي الإنسان إمكانية حلول العقل البشري محلّ الوحي</w:t>
      </w:r>
      <w:r w:rsidR="00610870">
        <w:rPr>
          <w:rtl/>
        </w:rPr>
        <w:t>.</w:t>
      </w:r>
      <w:r w:rsidRPr="002A0058">
        <w:rPr>
          <w:rtl/>
        </w:rPr>
        <w:t xml:space="preserve"> لقد سُئل</w:t>
      </w:r>
      <w:r w:rsidRPr="00313984">
        <w:rPr>
          <w:rStyle w:val="libBold1Char"/>
          <w:rtl/>
        </w:rPr>
        <w:t xml:space="preserve"> أينشتاين </w:t>
      </w:r>
      <w:r w:rsidRPr="002A0058">
        <w:rPr>
          <w:rtl/>
        </w:rPr>
        <w:t>بعد اكتشافه النظرية النسبية: ما هي نسبة ما تعلمه إلى ما تجهله؟</w:t>
      </w:r>
    </w:p>
    <w:p w:rsidR="00E07DFB" w:rsidRPr="00065D03" w:rsidRDefault="00E07DFB" w:rsidP="00065D03">
      <w:pPr>
        <w:pStyle w:val="libNormal"/>
        <w:rPr>
          <w:rtl/>
        </w:rPr>
      </w:pPr>
      <w:r w:rsidRPr="00065D03">
        <w:rPr>
          <w:rtl/>
        </w:rPr>
        <w:t>أجاب</w:t>
      </w:r>
      <w:r w:rsidR="00610870">
        <w:rPr>
          <w:rtl/>
        </w:rPr>
        <w:t xml:space="preserve"> - </w:t>
      </w:r>
      <w:r w:rsidRPr="00065D03">
        <w:rPr>
          <w:rtl/>
        </w:rPr>
        <w:t>وكان يقف إلى جانب سلَّم مكتبته</w:t>
      </w:r>
      <w:r w:rsidR="00610870">
        <w:rPr>
          <w:rtl/>
        </w:rPr>
        <w:t xml:space="preserve"> -:</w:t>
      </w:r>
      <w:r w:rsidRPr="00065D03">
        <w:rPr>
          <w:rtl/>
        </w:rPr>
        <w:t xml:space="preserve"> هي نسبة درجات هذا السُّلَّم قياساً إلى العالم العلوي</w:t>
      </w:r>
      <w:r w:rsidR="00610870">
        <w:rPr>
          <w:rtl/>
        </w:rPr>
        <w:t>،</w:t>
      </w:r>
      <w:r w:rsidRPr="00065D03">
        <w:rPr>
          <w:rtl/>
        </w:rPr>
        <w:t xml:space="preserve"> أي أنَّني لم أرتقِ سوى درجات من سلَّم العلم.</w:t>
      </w:r>
    </w:p>
    <w:p w:rsidR="00E07DFB" w:rsidRPr="00313984" w:rsidRDefault="00E07DFB" w:rsidP="00313984">
      <w:pPr>
        <w:pStyle w:val="libBold1"/>
        <w:rPr>
          <w:rtl/>
        </w:rPr>
      </w:pPr>
      <w:r w:rsidRPr="00313984">
        <w:rPr>
          <w:rtl/>
        </w:rPr>
        <w:t>* ما هو رأيكم في ما يُقال عن ضرورة الجمع بين الدِّين والعقلانية؟</w:t>
      </w:r>
    </w:p>
    <w:p w:rsidR="00E07DFB" w:rsidRPr="002A0058" w:rsidRDefault="00E07DFB" w:rsidP="002A0058">
      <w:pPr>
        <w:pStyle w:val="libNormal"/>
        <w:rPr>
          <w:rtl/>
        </w:rPr>
      </w:pPr>
      <w:r w:rsidRPr="00313984">
        <w:rPr>
          <w:rStyle w:val="libBold1Char"/>
          <w:rtl/>
        </w:rPr>
        <w:t>الشيخ سبحاني:</w:t>
      </w:r>
      <w:r w:rsidRPr="002A0058">
        <w:rPr>
          <w:rtl/>
        </w:rPr>
        <w:t xml:space="preserve"> إنَّ ما يقال من أنَّ الدِّين ينبغي أن يكون عقلانياً</w:t>
      </w:r>
      <w:r w:rsidR="00610870">
        <w:rPr>
          <w:rtl/>
        </w:rPr>
        <w:t>،</w:t>
      </w:r>
      <w:r w:rsidRPr="002A0058">
        <w:rPr>
          <w:rtl/>
        </w:rPr>
        <w:t xml:space="preserve"> ليس المقصود منه أنَّ الإنسان</w:t>
      </w:r>
      <w:r w:rsidR="00610870">
        <w:rPr>
          <w:rtl/>
        </w:rPr>
        <w:t>،</w:t>
      </w:r>
      <w:r w:rsidRPr="002A0058">
        <w:rPr>
          <w:rtl/>
        </w:rPr>
        <w:t xml:space="preserve"> بعقله الصغير</w:t>
      </w:r>
      <w:r w:rsidR="00610870">
        <w:rPr>
          <w:rtl/>
        </w:rPr>
        <w:t>،</w:t>
      </w:r>
      <w:r w:rsidRPr="002A0058">
        <w:rPr>
          <w:rtl/>
        </w:rPr>
        <w:t xml:space="preserve"> يستطيع حلَّ أسرار جميع الأصول والفروع وفهم معاييرها</w:t>
      </w:r>
      <w:r w:rsidR="00610870">
        <w:rPr>
          <w:rtl/>
        </w:rPr>
        <w:t>،</w:t>
      </w:r>
      <w:r w:rsidRPr="002A0058">
        <w:rPr>
          <w:rtl/>
        </w:rPr>
        <w:t xml:space="preserve"> بل أنْ لا يناقض الدين نفسه.</w:t>
      </w:r>
    </w:p>
    <w:p w:rsidR="00E07DFB" w:rsidRPr="00065D03" w:rsidRDefault="00E07DFB" w:rsidP="00065D03">
      <w:pPr>
        <w:pStyle w:val="libNormal"/>
        <w:rPr>
          <w:rtl/>
        </w:rPr>
      </w:pPr>
      <w:r w:rsidRPr="00065D03">
        <w:rPr>
          <w:rtl/>
        </w:rPr>
        <w:t>بعبارةٍ أخرى: أن لا يكون هناك تناقض بين العقل والوحي</w:t>
      </w:r>
      <w:r w:rsidR="00610870">
        <w:rPr>
          <w:rtl/>
        </w:rPr>
        <w:t>،</w:t>
      </w:r>
      <w:r w:rsidRPr="00065D03">
        <w:rPr>
          <w:rtl/>
        </w:rPr>
        <w:t xml:space="preserve"> أو بين العلم والوحي</w:t>
      </w:r>
      <w:r w:rsidR="00610870">
        <w:rPr>
          <w:rtl/>
        </w:rPr>
        <w:t>.</w:t>
      </w:r>
      <w:r w:rsidRPr="00065D03">
        <w:rPr>
          <w:rtl/>
        </w:rPr>
        <w:t xml:space="preserve"> وأمَّا أن يكون بُعد نظر العقل في مستوى بُعد نظر الوحي نفسه</w:t>
      </w:r>
      <w:r w:rsidR="00610870">
        <w:rPr>
          <w:rtl/>
        </w:rPr>
        <w:t>،</w:t>
      </w:r>
      <w:r w:rsidRPr="00065D03">
        <w:rPr>
          <w:rtl/>
        </w:rPr>
        <w:t xml:space="preserve"> وبشكل محتَّم</w:t>
      </w:r>
      <w:r w:rsidR="00610870">
        <w:rPr>
          <w:rtl/>
        </w:rPr>
        <w:t>،</w:t>
      </w:r>
      <w:r w:rsidRPr="00065D03">
        <w:rPr>
          <w:rtl/>
        </w:rPr>
        <w:t xml:space="preserve"> فإنَّ هذا القول هو تصوُّر ساذج</w:t>
      </w:r>
      <w:r w:rsidR="00610870">
        <w:rPr>
          <w:rtl/>
        </w:rPr>
        <w:t>.</w:t>
      </w:r>
      <w:r w:rsidRPr="00065D03">
        <w:rPr>
          <w:rtl/>
        </w:rPr>
        <w:t xml:space="preserve"> فلا يوجد تعارض بين عدم إدراك الإنسان وبين عقلانية الدين</w:t>
      </w:r>
      <w:r w:rsidR="00610870">
        <w:rPr>
          <w:rtl/>
        </w:rPr>
        <w:t>؛</w:t>
      </w:r>
      <w:r w:rsidRPr="00065D03">
        <w:rPr>
          <w:rtl/>
        </w:rPr>
        <w:t xml:space="preserve"> ذلك أنَّه في الحالة التي يدرك فيها العقل ينبغي أن لا يكون هناك أدنى تناقض بين العقل والوحي.</w:t>
      </w:r>
    </w:p>
    <w:p w:rsidR="00E07DFB" w:rsidRPr="002A0058" w:rsidRDefault="00E07DFB" w:rsidP="002A0058">
      <w:pPr>
        <w:pStyle w:val="libNormal"/>
        <w:rPr>
          <w:rtl/>
        </w:rPr>
      </w:pPr>
      <w:r w:rsidRPr="002A0058">
        <w:rPr>
          <w:rtl/>
        </w:rPr>
        <w:t xml:space="preserve">* </w:t>
      </w:r>
      <w:r w:rsidRPr="00313984">
        <w:rPr>
          <w:rStyle w:val="libBold1Char"/>
          <w:rtl/>
        </w:rPr>
        <w:t>تُثار اليوم مسألة بعنوان: اتِّباع العقل الجمْعي</w:t>
      </w:r>
      <w:r w:rsidR="00610870">
        <w:rPr>
          <w:rStyle w:val="libBold1Char"/>
          <w:rtl/>
        </w:rPr>
        <w:t>،</w:t>
      </w:r>
      <w:r w:rsidRPr="00313984">
        <w:rPr>
          <w:rStyle w:val="libBold1Char"/>
          <w:rtl/>
        </w:rPr>
        <w:t xml:space="preserve"> فما هو رأيكم في هذا الشأن؟</w:t>
      </w:r>
    </w:p>
    <w:p w:rsidR="002379D1" w:rsidRDefault="00E07DFB" w:rsidP="002A0058">
      <w:pPr>
        <w:pStyle w:val="libNormal"/>
        <w:rPr>
          <w:rtl/>
        </w:rPr>
      </w:pPr>
      <w:r w:rsidRPr="00313984">
        <w:rPr>
          <w:rStyle w:val="libBold1Char"/>
          <w:rtl/>
        </w:rPr>
        <w:t>الشيخ سبحاني:</w:t>
      </w:r>
      <w:r w:rsidRPr="002A0058">
        <w:rPr>
          <w:rtl/>
        </w:rPr>
        <w:t xml:space="preserve"> إنَّ فكرة اتّباع العقل الجمعي ليست جديدة</w:t>
      </w:r>
      <w:r w:rsidR="00610870">
        <w:rPr>
          <w:rtl/>
        </w:rPr>
        <w:t>،</w:t>
      </w:r>
      <w:r w:rsidRPr="002A0058">
        <w:rPr>
          <w:rtl/>
        </w:rPr>
        <w:t xml:space="preserve"> فهي نفسها فكرة الحسن والقبح العُرفيين في مقابل الحسن والقبح العقليين</w:t>
      </w:r>
      <w:r w:rsidR="00610870">
        <w:rPr>
          <w:rtl/>
        </w:rPr>
        <w:t>،</w:t>
      </w:r>
      <w:r w:rsidRPr="002A0058">
        <w:rPr>
          <w:rtl/>
        </w:rPr>
        <w:t xml:space="preserve"> حيث يقرّ العُرف أحياناً مجموعة من العادات والتقاليد</w:t>
      </w:r>
      <w:r w:rsidR="00610870">
        <w:rPr>
          <w:rtl/>
        </w:rPr>
        <w:t>،</w:t>
      </w:r>
      <w:r w:rsidRPr="002A0058">
        <w:rPr>
          <w:rtl/>
        </w:rPr>
        <w:t xml:space="preserve"> ويعدّ التخلِّي عنها دليلاً على انعدام الثقافة</w:t>
      </w:r>
      <w:r w:rsidR="00610870">
        <w:rPr>
          <w:rtl/>
        </w:rPr>
        <w:t>،</w:t>
      </w:r>
      <w:r w:rsidRPr="002A0058">
        <w:rPr>
          <w:rtl/>
        </w:rPr>
        <w:t xml:space="preserve"> وممارستها دليلاً على الكمال</w:t>
      </w:r>
      <w:r w:rsidR="00610870">
        <w:rPr>
          <w:rtl/>
        </w:rPr>
        <w:t>.</w:t>
      </w:r>
      <w:r w:rsidRPr="002A0058">
        <w:rPr>
          <w:rtl/>
        </w:rPr>
        <w:t xml:space="preserve"> ومن البديهي أن لا يعارض الإسلام حُسناً وقُبحاً عرفيين كهذين</w:t>
      </w:r>
      <w:r w:rsidR="00610870">
        <w:rPr>
          <w:rtl/>
        </w:rPr>
        <w:t>،</w:t>
      </w:r>
      <w:r w:rsidRPr="002A0058">
        <w:rPr>
          <w:rtl/>
        </w:rPr>
        <w:t xml:space="preserve"> ومنح الإنسان الحرية في مجال العادات والتقاليد كي يتولَّى إدارة شؤون حياته بالشكل الذي يختاره</w:t>
      </w:r>
      <w:r w:rsidR="00610870">
        <w:rPr>
          <w:rtl/>
        </w:rPr>
        <w:t>،</w:t>
      </w:r>
      <w:r w:rsidRPr="002A0058">
        <w:rPr>
          <w:rtl/>
        </w:rPr>
        <w:t xml:space="preserve"> شريطة أن لا تتعارض مع التشريع الإلهي</w:t>
      </w:r>
      <w:r w:rsidR="00610870">
        <w:rPr>
          <w:rtl/>
        </w:rPr>
        <w:t>.</w:t>
      </w:r>
      <w:r w:rsidRPr="002A0058">
        <w:rPr>
          <w:rtl/>
        </w:rPr>
        <w:t xml:space="preserve"> ويمكن إيضاح هذا الأمر بالمثال الآتي:</w:t>
      </w:r>
    </w:p>
    <w:p w:rsidR="002379D1" w:rsidRDefault="002379D1" w:rsidP="00E5125A">
      <w:pPr>
        <w:pStyle w:val="libNormal"/>
        <w:rPr>
          <w:rtl/>
        </w:rPr>
      </w:pPr>
      <w:r>
        <w:rPr>
          <w:rtl/>
        </w:rPr>
        <w:br w:type="page"/>
      </w:r>
    </w:p>
    <w:p w:rsidR="00E07DFB" w:rsidRPr="00065D03" w:rsidRDefault="00E07DFB" w:rsidP="002379D1">
      <w:pPr>
        <w:pStyle w:val="libNormal0"/>
        <w:rPr>
          <w:rtl/>
        </w:rPr>
      </w:pPr>
      <w:r w:rsidRPr="00065D03">
        <w:rPr>
          <w:rtl/>
        </w:rPr>
        <w:lastRenderedPageBreak/>
        <w:t>كانت حفلات الأعراس في ما مضى تُقام في البيوت</w:t>
      </w:r>
      <w:r w:rsidR="00610870">
        <w:rPr>
          <w:rtl/>
        </w:rPr>
        <w:t>؛</w:t>
      </w:r>
      <w:r w:rsidRPr="00065D03">
        <w:rPr>
          <w:rtl/>
        </w:rPr>
        <w:t xml:space="preserve"> حيث لا يتجاوز عدد الضيوف المائة</w:t>
      </w:r>
      <w:r w:rsidR="00610870">
        <w:rPr>
          <w:rtl/>
        </w:rPr>
        <w:t>،</w:t>
      </w:r>
      <w:r w:rsidRPr="00065D03">
        <w:rPr>
          <w:rtl/>
        </w:rPr>
        <w:t xml:space="preserve"> إلاّ أنَّ هذه الحفلات تنعقد اليوم غالباً في صالاتٍ تُؤجَّر لهذا</w:t>
      </w:r>
      <w:r w:rsidR="002379D1">
        <w:rPr>
          <w:rFonts w:hint="cs"/>
          <w:rtl/>
        </w:rPr>
        <w:t xml:space="preserve"> </w:t>
      </w:r>
      <w:r w:rsidRPr="00065D03">
        <w:rPr>
          <w:rtl/>
        </w:rPr>
        <w:t>الغرض</w:t>
      </w:r>
      <w:r w:rsidR="00610870">
        <w:rPr>
          <w:rtl/>
        </w:rPr>
        <w:t>.</w:t>
      </w:r>
      <w:r w:rsidRPr="00065D03">
        <w:rPr>
          <w:rtl/>
        </w:rPr>
        <w:t xml:space="preserve"> ولقد منح الإسلام الحرية للزوجين في أن يختارا إقامة الحفل في البيت أو الصالة</w:t>
      </w:r>
      <w:r w:rsidR="00610870">
        <w:rPr>
          <w:rtl/>
        </w:rPr>
        <w:t>،</w:t>
      </w:r>
      <w:r w:rsidRPr="00065D03">
        <w:rPr>
          <w:rtl/>
        </w:rPr>
        <w:t xml:space="preserve"> شريطة أن لا يكون في أيٍّ منهما ما يتعارض والشرع</w:t>
      </w:r>
      <w:r w:rsidR="00610870">
        <w:rPr>
          <w:rtl/>
        </w:rPr>
        <w:t>؛</w:t>
      </w:r>
      <w:r w:rsidRPr="00065D03">
        <w:rPr>
          <w:rtl/>
        </w:rPr>
        <w:t xml:space="preserve"> كاختلاط النساء بالرجال بالشكل المؤدِّي إلى مفسدة</w:t>
      </w:r>
      <w:r w:rsidR="00610870">
        <w:rPr>
          <w:rtl/>
        </w:rPr>
        <w:t>،</w:t>
      </w:r>
      <w:r w:rsidRPr="00065D03">
        <w:rPr>
          <w:rtl/>
        </w:rPr>
        <w:t xml:space="preserve"> أو أن تستضيف النساءُ الرجالَ</w:t>
      </w:r>
      <w:r w:rsidR="00610870">
        <w:rPr>
          <w:rtl/>
        </w:rPr>
        <w:t xml:space="preserve"> - </w:t>
      </w:r>
      <w:r w:rsidRPr="00065D03">
        <w:rPr>
          <w:rtl/>
        </w:rPr>
        <w:t>أو العكس</w:t>
      </w:r>
      <w:r w:rsidR="00610870">
        <w:rPr>
          <w:rtl/>
        </w:rPr>
        <w:t xml:space="preserve"> - </w:t>
      </w:r>
      <w:r w:rsidRPr="00065D03">
        <w:rPr>
          <w:rtl/>
        </w:rPr>
        <w:t>بالشكل المحرَّم</w:t>
      </w:r>
      <w:r w:rsidR="00610870">
        <w:rPr>
          <w:rtl/>
        </w:rPr>
        <w:t>.</w:t>
      </w:r>
      <w:r w:rsidRPr="00065D03">
        <w:rPr>
          <w:rtl/>
        </w:rPr>
        <w:t xml:space="preserve"> ففي الغرب اليوم يُعدُّ واحداً من آداب هذه الحفلات أن يُوضع فيها الخمر على الموائد</w:t>
      </w:r>
      <w:r w:rsidR="00610870">
        <w:rPr>
          <w:rtl/>
        </w:rPr>
        <w:t>،</w:t>
      </w:r>
      <w:r w:rsidRPr="00065D03">
        <w:rPr>
          <w:rtl/>
        </w:rPr>
        <w:t xml:space="preserve"> بحيث إذا لم يُقدَّم الخمر</w:t>
      </w:r>
      <w:r w:rsidR="00610870">
        <w:rPr>
          <w:rtl/>
        </w:rPr>
        <w:t>،</w:t>
      </w:r>
      <w:r w:rsidRPr="00065D03">
        <w:rPr>
          <w:rtl/>
        </w:rPr>
        <w:t xml:space="preserve"> عُدَّ ذلك إهانة</w:t>
      </w:r>
      <w:r w:rsidR="00610870">
        <w:rPr>
          <w:rtl/>
        </w:rPr>
        <w:t>.</w:t>
      </w:r>
      <w:r w:rsidRPr="00065D03">
        <w:rPr>
          <w:rtl/>
        </w:rPr>
        <w:t xml:space="preserve"> ويكون تعدُّد أنواع الخمر أحياناً دليلاً على المبالغة في التكريم</w:t>
      </w:r>
      <w:r w:rsidR="00610870">
        <w:rPr>
          <w:rtl/>
        </w:rPr>
        <w:t>،</w:t>
      </w:r>
      <w:r w:rsidRPr="00065D03">
        <w:rPr>
          <w:rtl/>
        </w:rPr>
        <w:t xml:space="preserve"> ولكن لمَّا كان هذا العُرف قبيحاً لدى الشرع</w:t>
      </w:r>
      <w:r w:rsidR="00610870">
        <w:rPr>
          <w:rtl/>
        </w:rPr>
        <w:t>،</w:t>
      </w:r>
      <w:r w:rsidRPr="00065D03">
        <w:rPr>
          <w:rtl/>
        </w:rPr>
        <w:t xml:space="preserve"> فمن البديهي أن لا تكون له أيَّة قيمة.</w:t>
      </w:r>
    </w:p>
    <w:p w:rsidR="00E07DFB" w:rsidRPr="00065D03" w:rsidRDefault="00E07DFB" w:rsidP="00065D03">
      <w:pPr>
        <w:pStyle w:val="libNormal"/>
        <w:rPr>
          <w:rtl/>
        </w:rPr>
      </w:pPr>
      <w:r w:rsidRPr="00065D03">
        <w:rPr>
          <w:rtl/>
        </w:rPr>
        <w:t>وأحياناً يُراد من العقل الجمعي التشاور</w:t>
      </w:r>
      <w:r w:rsidR="00610870">
        <w:rPr>
          <w:rtl/>
        </w:rPr>
        <w:t>،</w:t>
      </w:r>
      <w:r w:rsidRPr="00065D03">
        <w:rPr>
          <w:rtl/>
        </w:rPr>
        <w:t xml:space="preserve"> ومن البديهي أنَّ التشاور هو نوع من تلاقح الأفكار مع بعضها</w:t>
      </w:r>
      <w:r w:rsidR="00610870">
        <w:rPr>
          <w:rtl/>
        </w:rPr>
        <w:t>،</w:t>
      </w:r>
      <w:r w:rsidRPr="00065D03">
        <w:rPr>
          <w:rtl/>
        </w:rPr>
        <w:t xml:space="preserve"> شريطة أن يعمل المستشير برأي المشير</w:t>
      </w:r>
      <w:r w:rsidR="00610870">
        <w:rPr>
          <w:rtl/>
        </w:rPr>
        <w:t>.</w:t>
      </w:r>
      <w:r w:rsidRPr="00065D03">
        <w:rPr>
          <w:rtl/>
        </w:rPr>
        <w:t xml:space="preserve"> ونشاهد مثل هذا الأمر في انتخابات مجلس الشورى</w:t>
      </w:r>
      <w:r w:rsidR="00610870">
        <w:rPr>
          <w:rtl/>
        </w:rPr>
        <w:t>،</w:t>
      </w:r>
      <w:r w:rsidRPr="00065D03">
        <w:rPr>
          <w:rtl/>
        </w:rPr>
        <w:t xml:space="preserve"> أو رئاسة الجمهورية</w:t>
      </w:r>
      <w:r w:rsidR="00610870">
        <w:rPr>
          <w:rtl/>
        </w:rPr>
        <w:t>؛</w:t>
      </w:r>
      <w:r w:rsidRPr="00065D03">
        <w:rPr>
          <w:rtl/>
        </w:rPr>
        <w:t xml:space="preserve"> فالمتعارف هو أنَّ الأساس الذي يقوم عليه المجلس</w:t>
      </w:r>
      <w:r w:rsidR="00610870">
        <w:rPr>
          <w:rtl/>
        </w:rPr>
        <w:t>،</w:t>
      </w:r>
      <w:r w:rsidRPr="00065D03">
        <w:rPr>
          <w:rtl/>
        </w:rPr>
        <w:t xml:space="preserve"> أو رئاسة الجمهورية</w:t>
      </w:r>
      <w:r w:rsidR="00610870">
        <w:rPr>
          <w:rtl/>
        </w:rPr>
        <w:t>،</w:t>
      </w:r>
      <w:r w:rsidRPr="00065D03">
        <w:rPr>
          <w:rtl/>
        </w:rPr>
        <w:t xml:space="preserve"> هو أصوات أبناء الشعب الذين لهم الحرية التامة في اختيار الأشخاص</w:t>
      </w:r>
      <w:r w:rsidR="00610870">
        <w:rPr>
          <w:rtl/>
        </w:rPr>
        <w:t>،</w:t>
      </w:r>
      <w:r w:rsidRPr="00065D03">
        <w:rPr>
          <w:rtl/>
        </w:rPr>
        <w:t xml:space="preserve"> ولكن في الوقت نفسه توجد معايير لهذا الاختيار</w:t>
      </w:r>
      <w:r w:rsidR="00610870">
        <w:rPr>
          <w:rtl/>
        </w:rPr>
        <w:t>،</w:t>
      </w:r>
      <w:r w:rsidRPr="00065D03">
        <w:rPr>
          <w:rtl/>
        </w:rPr>
        <w:t xml:space="preserve"> قد حدَّدها الوحي من قبل</w:t>
      </w:r>
      <w:r w:rsidR="00610870">
        <w:rPr>
          <w:rtl/>
        </w:rPr>
        <w:t>.</w:t>
      </w:r>
      <w:r w:rsidRPr="00065D03">
        <w:rPr>
          <w:rtl/>
        </w:rPr>
        <w:t xml:space="preserve"> ولكون شكل هذه الحكومة مزيجاً ممَّا هو إلهي وبشري</w:t>
      </w:r>
      <w:r w:rsidR="00610870">
        <w:rPr>
          <w:rtl/>
        </w:rPr>
        <w:t>،</w:t>
      </w:r>
      <w:r w:rsidRPr="00065D03">
        <w:rPr>
          <w:rtl/>
        </w:rPr>
        <w:t xml:space="preserve"> فإنَّ اسمها هو الجمهورية الإسلامية</w:t>
      </w:r>
      <w:r w:rsidR="00610870">
        <w:rPr>
          <w:rtl/>
        </w:rPr>
        <w:t>؛</w:t>
      </w:r>
      <w:r w:rsidRPr="00065D03">
        <w:rPr>
          <w:rtl/>
        </w:rPr>
        <w:t xml:space="preserve"> أي أنَّه في الوقت نفسه الذي تُحترم فيه آراء أبناء الشعب</w:t>
      </w:r>
      <w:r w:rsidR="00610870">
        <w:rPr>
          <w:rtl/>
        </w:rPr>
        <w:t>،</w:t>
      </w:r>
      <w:r w:rsidRPr="00065D03">
        <w:rPr>
          <w:rtl/>
        </w:rPr>
        <w:t xml:space="preserve"> ينبغي أن تكون الأنشطة في إطار القوانين الإسلامية.</w:t>
      </w:r>
    </w:p>
    <w:p w:rsidR="002379D1" w:rsidRDefault="00E07DFB" w:rsidP="00065D03">
      <w:pPr>
        <w:pStyle w:val="libNormal"/>
        <w:rPr>
          <w:rtl/>
        </w:rPr>
      </w:pPr>
      <w:r w:rsidRPr="00065D03">
        <w:rPr>
          <w:rtl/>
        </w:rPr>
        <w:t>ولتقريب ذلك من الأذهان</w:t>
      </w:r>
      <w:r w:rsidR="00610870">
        <w:rPr>
          <w:rtl/>
        </w:rPr>
        <w:t>،</w:t>
      </w:r>
      <w:r w:rsidRPr="00065D03">
        <w:rPr>
          <w:rtl/>
        </w:rPr>
        <w:t xml:space="preserve"> نضيف أنَّه يحدث أحياناً أن تنظَّم مجموعةُ مقرَّرات للمؤسَّسات</w:t>
      </w:r>
      <w:r w:rsidR="00610870">
        <w:rPr>
          <w:rtl/>
        </w:rPr>
        <w:t>،</w:t>
      </w:r>
      <w:r w:rsidRPr="00065D03">
        <w:rPr>
          <w:rtl/>
        </w:rPr>
        <w:t xml:space="preserve"> ثُمَّ يتم بعد ذلك إجراء الانتخابات والقيام بالأنشطة بما يتلاءم وتلك القرارات التي صودق عليها</w:t>
      </w:r>
      <w:r w:rsidR="00610870">
        <w:rPr>
          <w:rtl/>
        </w:rPr>
        <w:t>.</w:t>
      </w:r>
      <w:r w:rsidRPr="00065D03">
        <w:rPr>
          <w:rtl/>
        </w:rPr>
        <w:t xml:space="preserve"> وفي الموضوع المطروح للبحث ينبغي لنا العمل ضمن إطار القوانين الإلهية</w:t>
      </w:r>
      <w:r w:rsidR="00610870">
        <w:rPr>
          <w:rtl/>
        </w:rPr>
        <w:t>،</w:t>
      </w:r>
      <w:r w:rsidRPr="00065D03">
        <w:rPr>
          <w:rtl/>
        </w:rPr>
        <w:t xml:space="preserve"> ونحن ملتزِمون بها بوصفنا مسلمين.</w:t>
      </w:r>
    </w:p>
    <w:p w:rsidR="002379D1" w:rsidRDefault="002379D1" w:rsidP="00E5125A">
      <w:pPr>
        <w:pStyle w:val="libNormal"/>
        <w:rPr>
          <w:rtl/>
        </w:rPr>
      </w:pPr>
      <w:r>
        <w:rPr>
          <w:rtl/>
        </w:rPr>
        <w:br w:type="page"/>
      </w:r>
    </w:p>
    <w:p w:rsidR="00E07DFB" w:rsidRPr="00313984" w:rsidRDefault="00E07DFB" w:rsidP="00313984">
      <w:pPr>
        <w:pStyle w:val="libBold1"/>
        <w:rPr>
          <w:rtl/>
        </w:rPr>
      </w:pPr>
      <w:r w:rsidRPr="00313984">
        <w:rPr>
          <w:rtl/>
        </w:rPr>
        <w:lastRenderedPageBreak/>
        <w:t>* إنَّ مبحثي المصلحة والعُرف من القضايا الفقهية المهمة</w:t>
      </w:r>
      <w:r w:rsidR="00610870">
        <w:rPr>
          <w:rtl/>
        </w:rPr>
        <w:t>،</w:t>
      </w:r>
      <w:r w:rsidRPr="00313984">
        <w:rPr>
          <w:rtl/>
        </w:rPr>
        <w:t xml:space="preserve"> تُرى أي موقع تحتله المصلحة والعُرف في الفقه في رأيكم؟</w:t>
      </w:r>
    </w:p>
    <w:p w:rsidR="00E07DFB" w:rsidRPr="002A0058" w:rsidRDefault="00E07DFB" w:rsidP="002A0058">
      <w:pPr>
        <w:pStyle w:val="libNormal"/>
        <w:rPr>
          <w:rtl/>
        </w:rPr>
      </w:pPr>
      <w:r w:rsidRPr="00313984">
        <w:rPr>
          <w:rStyle w:val="libBold1Char"/>
          <w:rtl/>
        </w:rPr>
        <w:t>الشيخ سبحاني:</w:t>
      </w:r>
      <w:r w:rsidRPr="002A0058">
        <w:rPr>
          <w:rtl/>
        </w:rPr>
        <w:t xml:space="preserve"> ينبغي الفصل بين المصلحة وبين عرفنة (من العرف) الفقه</w:t>
      </w:r>
      <w:r w:rsidR="00610870">
        <w:rPr>
          <w:rtl/>
        </w:rPr>
        <w:t>؛</w:t>
      </w:r>
      <w:r w:rsidRPr="002A0058">
        <w:rPr>
          <w:rtl/>
        </w:rPr>
        <w:t xml:space="preserve"> إذ إنَّ لهما موقعين مختلفين</w:t>
      </w:r>
      <w:r w:rsidR="00610870">
        <w:rPr>
          <w:rtl/>
        </w:rPr>
        <w:t>،</w:t>
      </w:r>
      <w:r w:rsidRPr="002A0058">
        <w:rPr>
          <w:rtl/>
        </w:rPr>
        <w:t xml:space="preserve"> سنتحدث عن كل واحد منهما على حدة.</w:t>
      </w:r>
    </w:p>
    <w:p w:rsidR="00E07DFB" w:rsidRPr="002A0058" w:rsidRDefault="00E07DFB" w:rsidP="00CC300B">
      <w:pPr>
        <w:pStyle w:val="libNormal"/>
        <w:rPr>
          <w:rtl/>
        </w:rPr>
      </w:pPr>
      <w:r w:rsidRPr="002A0058">
        <w:rPr>
          <w:rtl/>
        </w:rPr>
        <w:t>في ما يتعلَّق بالمصلحة</w:t>
      </w:r>
      <w:r w:rsidR="00610870">
        <w:rPr>
          <w:rtl/>
        </w:rPr>
        <w:t>،</w:t>
      </w:r>
      <w:r w:rsidRPr="002A0058">
        <w:rPr>
          <w:rtl/>
        </w:rPr>
        <w:t xml:space="preserve"> نذكِّر بأنَّ الآيات القرآنية والروايات وحكم العقل تدل على أنَّ الأحكام الإلهية قد وُضعت ضمن نطاق سلسلة من المصالح والمفاسد العامة</w:t>
      </w:r>
      <w:r w:rsidR="00610870">
        <w:rPr>
          <w:rtl/>
        </w:rPr>
        <w:t>،</w:t>
      </w:r>
      <w:r w:rsidRPr="002A0058">
        <w:rPr>
          <w:rtl/>
        </w:rPr>
        <w:t xml:space="preserve"> بل إنَّ القرآن الكريم نفسه قد أشار</w:t>
      </w:r>
      <w:r w:rsidR="00610870">
        <w:rPr>
          <w:rtl/>
        </w:rPr>
        <w:t>،</w:t>
      </w:r>
      <w:r w:rsidRPr="002A0058">
        <w:rPr>
          <w:rtl/>
        </w:rPr>
        <w:t xml:space="preserve"> في بعض الحالات</w:t>
      </w:r>
      <w:r w:rsidR="00610870">
        <w:rPr>
          <w:rtl/>
        </w:rPr>
        <w:t>،</w:t>
      </w:r>
      <w:r w:rsidRPr="002A0058">
        <w:rPr>
          <w:rtl/>
        </w:rPr>
        <w:t xml:space="preserve"> إلى المصلحة في الحكم</w:t>
      </w:r>
      <w:r w:rsidR="00610870">
        <w:rPr>
          <w:rtl/>
        </w:rPr>
        <w:t>،</w:t>
      </w:r>
      <w:r w:rsidRPr="002A0058">
        <w:rPr>
          <w:rtl/>
        </w:rPr>
        <w:t xml:space="preserve"> الذي يُدعى أيضاً: </w:t>
      </w:r>
      <w:r w:rsidRPr="00313984">
        <w:rPr>
          <w:rStyle w:val="libBold1Char"/>
          <w:rtl/>
        </w:rPr>
        <w:t>المِلاك</w:t>
      </w:r>
      <w:r w:rsidR="00610870">
        <w:rPr>
          <w:rtl/>
        </w:rPr>
        <w:t>،</w:t>
      </w:r>
      <w:r w:rsidRPr="002A0058">
        <w:rPr>
          <w:rtl/>
        </w:rPr>
        <w:t xml:space="preserve"> فمثلاً في تحريم القمار والخمر يقول تعالى: </w:t>
      </w:r>
      <w:r w:rsidR="00CC300B">
        <w:rPr>
          <w:rStyle w:val="libAlaemChar"/>
          <w:rFonts w:eastAsiaTheme="minorHAnsi" w:hint="cs"/>
          <w:rtl/>
        </w:rPr>
        <w:t>(</w:t>
      </w:r>
      <w:r w:rsidRPr="00AE62B5">
        <w:rPr>
          <w:rStyle w:val="libAieChar"/>
          <w:rFonts w:hint="cs"/>
          <w:rtl/>
        </w:rPr>
        <w:t>إِنَّمَا يُرِيدُ الشَّيْطَانُ أَنْ يُوقِعَ بَيْنَكُمْ الْعَدَاوَةَ وَالْبَغْضَاءَ فِي الْخَمْرِ وَالْمَيْسِرِ</w:t>
      </w:r>
      <w:r w:rsidR="00CC300B">
        <w:rPr>
          <w:rStyle w:val="libAlaemChar"/>
          <w:rFonts w:eastAsiaTheme="minorHAnsi" w:hint="cs"/>
          <w:rtl/>
        </w:rPr>
        <w:t>)</w:t>
      </w:r>
      <w:r w:rsidR="00CC300B" w:rsidRPr="00852899">
        <w:rPr>
          <w:rStyle w:val="libFootnotenumChar"/>
          <w:rtl/>
        </w:rPr>
        <w:t xml:space="preserve"> </w:t>
      </w:r>
      <w:r w:rsidRPr="00852899">
        <w:rPr>
          <w:rStyle w:val="libFootnotenumChar"/>
          <w:rtl/>
        </w:rPr>
        <w:t>(2)</w:t>
      </w:r>
      <w:r w:rsidR="00610870">
        <w:rPr>
          <w:rtl/>
        </w:rPr>
        <w:t>.</w:t>
      </w:r>
      <w:r w:rsidRPr="002A0058">
        <w:rPr>
          <w:rtl/>
        </w:rPr>
        <w:t xml:space="preserve"> فبناء على هذا</w:t>
      </w:r>
      <w:r w:rsidR="00610870">
        <w:rPr>
          <w:rtl/>
        </w:rPr>
        <w:t>،</w:t>
      </w:r>
      <w:r w:rsidRPr="002A0058">
        <w:rPr>
          <w:rtl/>
        </w:rPr>
        <w:t xml:space="preserve"> فقد حُرِّم هذان الاثنان لوجود مفسدة فيهما</w:t>
      </w:r>
      <w:r w:rsidR="00610870">
        <w:rPr>
          <w:rtl/>
        </w:rPr>
        <w:t>.</w:t>
      </w:r>
      <w:r w:rsidRPr="002A0058">
        <w:rPr>
          <w:rtl/>
        </w:rPr>
        <w:t xml:space="preserve"> ولا ينفي هذا المبدأ من بين المسلمين سوى الأشاعرة</w:t>
      </w:r>
      <w:r w:rsidR="00610870">
        <w:rPr>
          <w:rtl/>
        </w:rPr>
        <w:t>،</w:t>
      </w:r>
      <w:r w:rsidRPr="002A0058">
        <w:rPr>
          <w:rtl/>
        </w:rPr>
        <w:t xml:space="preserve"> إلاّ أنَّ فقهاء السُّـنَّة</w:t>
      </w:r>
      <w:r w:rsidR="00610870">
        <w:rPr>
          <w:rtl/>
        </w:rPr>
        <w:t xml:space="preserve"> - </w:t>
      </w:r>
      <w:r w:rsidRPr="002A0058">
        <w:rPr>
          <w:rtl/>
        </w:rPr>
        <w:t>الذين أكثرهم أشاعرة أيضاً</w:t>
      </w:r>
      <w:r w:rsidR="00610870">
        <w:rPr>
          <w:rtl/>
        </w:rPr>
        <w:t xml:space="preserve"> - </w:t>
      </w:r>
      <w:r w:rsidRPr="002A0058">
        <w:rPr>
          <w:rtl/>
        </w:rPr>
        <w:t>لم يتَّفقوا في هذا الأمر مع إمام المذهب</w:t>
      </w:r>
      <w:r w:rsidR="00610870">
        <w:rPr>
          <w:rtl/>
        </w:rPr>
        <w:t>.</w:t>
      </w:r>
      <w:r w:rsidRPr="002A0058">
        <w:rPr>
          <w:rtl/>
        </w:rPr>
        <w:t xml:space="preserve"> وهم يعدُّون (المصالح المرسلة) أحد الأدلة في أصول الفقه.</w:t>
      </w:r>
    </w:p>
    <w:p w:rsidR="00E07DFB" w:rsidRPr="00065D03" w:rsidRDefault="00E07DFB" w:rsidP="00065D03">
      <w:pPr>
        <w:pStyle w:val="libNormal"/>
        <w:rPr>
          <w:rtl/>
        </w:rPr>
      </w:pPr>
      <w:r w:rsidRPr="00065D03">
        <w:rPr>
          <w:rtl/>
        </w:rPr>
        <w:t>والأمر الآخر هو أنَّ المصلحة على نوعين:</w:t>
      </w:r>
    </w:p>
    <w:p w:rsidR="002379D1" w:rsidRDefault="00E07DFB" w:rsidP="002A0058">
      <w:pPr>
        <w:pStyle w:val="libNormal"/>
        <w:rPr>
          <w:rtl/>
        </w:rPr>
      </w:pPr>
      <w:r w:rsidRPr="00313984">
        <w:rPr>
          <w:rStyle w:val="libBold1Char"/>
          <w:rtl/>
        </w:rPr>
        <w:t>1</w:t>
      </w:r>
      <w:r w:rsidR="00610870">
        <w:rPr>
          <w:rStyle w:val="libBold1Char"/>
          <w:rtl/>
        </w:rPr>
        <w:t xml:space="preserve"> - </w:t>
      </w:r>
      <w:r w:rsidRPr="002A0058">
        <w:rPr>
          <w:rtl/>
        </w:rPr>
        <w:t>المصلحة أحياناً نوعية وعامة</w:t>
      </w:r>
      <w:r w:rsidR="00610870">
        <w:rPr>
          <w:rtl/>
        </w:rPr>
        <w:t>،</w:t>
      </w:r>
      <w:r w:rsidRPr="002A0058">
        <w:rPr>
          <w:rtl/>
        </w:rPr>
        <w:t xml:space="preserve"> تدركها جميع العقول</w:t>
      </w:r>
      <w:r w:rsidR="00610870">
        <w:rPr>
          <w:rtl/>
        </w:rPr>
        <w:t>.</w:t>
      </w:r>
      <w:r w:rsidRPr="002A0058">
        <w:rPr>
          <w:rtl/>
        </w:rPr>
        <w:t xml:space="preserve"> فإذا لم يكن للإسلام حكم في هذه الحالة</w:t>
      </w:r>
      <w:r w:rsidR="00610870">
        <w:rPr>
          <w:rtl/>
        </w:rPr>
        <w:t>،</w:t>
      </w:r>
      <w:r w:rsidRPr="002A0058">
        <w:rPr>
          <w:rtl/>
        </w:rPr>
        <w:t xml:space="preserve"> يمكن الكشف عن الحكم الشرعي استناداً إلى العقل</w:t>
      </w:r>
      <w:r w:rsidR="00610870">
        <w:rPr>
          <w:rtl/>
        </w:rPr>
        <w:t>؛</w:t>
      </w:r>
      <w:r w:rsidRPr="002A0058">
        <w:rPr>
          <w:rtl/>
        </w:rPr>
        <w:t xml:space="preserve"> وذلك مثل وجوب إقامة الحكومة</w:t>
      </w:r>
      <w:r w:rsidR="00610870">
        <w:rPr>
          <w:rtl/>
        </w:rPr>
        <w:t>.</w:t>
      </w:r>
      <w:r w:rsidRPr="002A0058">
        <w:rPr>
          <w:rtl/>
        </w:rPr>
        <w:t xml:space="preserve"> فإنَّه حتى لو لم يكن هناك نص عليه في الإسلام (وهذا مجرد افتراض)</w:t>
      </w:r>
      <w:r w:rsidR="00610870">
        <w:rPr>
          <w:rtl/>
        </w:rPr>
        <w:t>،</w:t>
      </w:r>
      <w:r w:rsidRPr="002A0058">
        <w:rPr>
          <w:rtl/>
        </w:rPr>
        <w:t xml:space="preserve"> فمن وجود مصلحة عامة ملزِمة يمكن استنباط وجوب إقامة الحكم الإسلامي</w:t>
      </w:r>
      <w:r w:rsidR="00610870">
        <w:rPr>
          <w:rtl/>
        </w:rPr>
        <w:t>،</w:t>
      </w:r>
      <w:r w:rsidRPr="002A0058">
        <w:rPr>
          <w:rtl/>
        </w:rPr>
        <w:t xml:space="preserve"> أو حالة حرمة الاتجار بالمخدرات وتعاطيها</w:t>
      </w:r>
      <w:r w:rsidR="00610870">
        <w:rPr>
          <w:rtl/>
        </w:rPr>
        <w:t>،</w:t>
      </w:r>
      <w:r w:rsidRPr="002A0058">
        <w:rPr>
          <w:rtl/>
        </w:rPr>
        <w:t xml:space="preserve"> الآخذة اليوم</w:t>
      </w:r>
      <w:r w:rsidR="00610870">
        <w:rPr>
          <w:rtl/>
        </w:rPr>
        <w:t xml:space="preserve"> - </w:t>
      </w:r>
      <w:r w:rsidRPr="002A0058">
        <w:rPr>
          <w:rtl/>
        </w:rPr>
        <w:t>وللأسف</w:t>
      </w:r>
      <w:r w:rsidR="00610870">
        <w:rPr>
          <w:rtl/>
        </w:rPr>
        <w:t xml:space="preserve"> - </w:t>
      </w:r>
      <w:r w:rsidRPr="002A0058">
        <w:rPr>
          <w:rtl/>
        </w:rPr>
        <w:t>في الاتساع</w:t>
      </w:r>
      <w:r w:rsidR="00610870">
        <w:rPr>
          <w:rtl/>
        </w:rPr>
        <w:t>،</w:t>
      </w:r>
      <w:r w:rsidRPr="002A0058">
        <w:rPr>
          <w:rtl/>
        </w:rPr>
        <w:t xml:space="preserve"> ممَّا يؤدِّي إلى تدمير عقول الشباب وأجسامهم</w:t>
      </w:r>
      <w:r w:rsidR="00610870">
        <w:rPr>
          <w:rtl/>
        </w:rPr>
        <w:t>،</w:t>
      </w:r>
      <w:r w:rsidRPr="002A0058">
        <w:rPr>
          <w:rtl/>
        </w:rPr>
        <w:t xml:space="preserve"> فمن البديهي أن يعدَّ العقلُ تعاطيها أمراً غير صحيح</w:t>
      </w:r>
      <w:r w:rsidR="00610870">
        <w:rPr>
          <w:rtl/>
        </w:rPr>
        <w:t>.</w:t>
      </w:r>
      <w:r w:rsidRPr="002A0058">
        <w:rPr>
          <w:rtl/>
        </w:rPr>
        <w:t xml:space="preserve"> ومن هنا يمكن أن يكشف عن الحكم الشرعي في شأنها.</w:t>
      </w:r>
    </w:p>
    <w:p w:rsidR="002379D1" w:rsidRDefault="002379D1" w:rsidP="00E5125A">
      <w:pPr>
        <w:pStyle w:val="libNormal"/>
        <w:rPr>
          <w:rtl/>
        </w:rPr>
      </w:pPr>
      <w:r>
        <w:rPr>
          <w:rtl/>
        </w:rPr>
        <w:br w:type="page"/>
      </w:r>
    </w:p>
    <w:p w:rsidR="00E07DFB" w:rsidRPr="00065D03" w:rsidRDefault="00E07DFB" w:rsidP="002379D1">
      <w:pPr>
        <w:pStyle w:val="libNormal"/>
        <w:rPr>
          <w:rtl/>
        </w:rPr>
      </w:pPr>
      <w:r w:rsidRPr="00313984">
        <w:rPr>
          <w:rStyle w:val="libBold1Char"/>
          <w:rtl/>
        </w:rPr>
        <w:lastRenderedPageBreak/>
        <w:t>2</w:t>
      </w:r>
      <w:r w:rsidR="00610870">
        <w:rPr>
          <w:rStyle w:val="libBold1Char"/>
          <w:rtl/>
        </w:rPr>
        <w:t xml:space="preserve"> - </w:t>
      </w:r>
      <w:r w:rsidRPr="002A0058">
        <w:rPr>
          <w:rtl/>
        </w:rPr>
        <w:t>المفاسد والمصالح التي يكشف عنها الفقيه ضمن سلسلة من الحسابات</w:t>
      </w:r>
      <w:r w:rsidR="00610870">
        <w:rPr>
          <w:rtl/>
        </w:rPr>
        <w:t>،</w:t>
      </w:r>
      <w:r w:rsidRPr="002A0058">
        <w:rPr>
          <w:rtl/>
        </w:rPr>
        <w:t xml:space="preserve"> بينما رأيه ليس عاماً</w:t>
      </w:r>
      <w:r w:rsidR="00610870">
        <w:rPr>
          <w:rtl/>
        </w:rPr>
        <w:t>،</w:t>
      </w:r>
      <w:r w:rsidRPr="002A0058">
        <w:rPr>
          <w:rtl/>
        </w:rPr>
        <w:t xml:space="preserve"> وتُدعى مصالح كهذه في أصول الفقه بـ: (المصالح المرسلة)</w:t>
      </w:r>
      <w:r w:rsidR="00610870">
        <w:rPr>
          <w:rtl/>
        </w:rPr>
        <w:t>.</w:t>
      </w:r>
      <w:r w:rsidRPr="002A0058">
        <w:rPr>
          <w:rtl/>
        </w:rPr>
        <w:t xml:space="preserve"> ويَعدُّ السُّـنَّة هذه المصالح التي يدركها فقيه أو فقيهان</w:t>
      </w:r>
      <w:r w:rsidR="00610870">
        <w:rPr>
          <w:rtl/>
        </w:rPr>
        <w:t>،</w:t>
      </w:r>
      <w:r w:rsidRPr="002A0058">
        <w:rPr>
          <w:rtl/>
        </w:rPr>
        <w:t xml:space="preserve"> كاشفةً عن الحكم</w:t>
      </w:r>
      <w:r w:rsidR="002379D1">
        <w:rPr>
          <w:rFonts w:hint="cs"/>
          <w:rtl/>
        </w:rPr>
        <w:t xml:space="preserve"> </w:t>
      </w:r>
      <w:r w:rsidRPr="00065D03">
        <w:rPr>
          <w:rtl/>
        </w:rPr>
        <w:t>الشرعي</w:t>
      </w:r>
      <w:r w:rsidR="00610870">
        <w:rPr>
          <w:rtl/>
        </w:rPr>
        <w:t>،</w:t>
      </w:r>
      <w:r w:rsidRPr="00065D03">
        <w:rPr>
          <w:rtl/>
        </w:rPr>
        <w:t xml:space="preserve"> بينما الأمر ليس كذلك لدى الشيعة</w:t>
      </w:r>
      <w:r w:rsidR="00610870">
        <w:rPr>
          <w:rtl/>
        </w:rPr>
        <w:t>؛</w:t>
      </w:r>
      <w:r w:rsidRPr="00065D03">
        <w:rPr>
          <w:rtl/>
        </w:rPr>
        <w:t xml:space="preserve"> ذلك أنَّ العقل البشري أكثر عجزا ًعن أن يتمكَّن من إدراك مِلاكات الأحكام ومناطاتها.</w:t>
      </w:r>
    </w:p>
    <w:p w:rsidR="00E07DFB" w:rsidRPr="002A0058" w:rsidRDefault="00E07DFB" w:rsidP="002A0058">
      <w:pPr>
        <w:pStyle w:val="libNormal"/>
        <w:rPr>
          <w:rtl/>
        </w:rPr>
      </w:pPr>
      <w:r w:rsidRPr="002A0058">
        <w:rPr>
          <w:rtl/>
        </w:rPr>
        <w:t>وهنا مسألة أخرى تقع في مستوى أرفع من المصالح</w:t>
      </w:r>
      <w:r w:rsidR="00610870">
        <w:rPr>
          <w:rtl/>
        </w:rPr>
        <w:t>،</w:t>
      </w:r>
      <w:r w:rsidRPr="002A0058">
        <w:rPr>
          <w:rtl/>
        </w:rPr>
        <w:t xml:space="preserve"> وتلك هي إدراك حسن الأفعال وقبحها</w:t>
      </w:r>
      <w:r w:rsidR="00610870">
        <w:rPr>
          <w:rtl/>
        </w:rPr>
        <w:t>.</w:t>
      </w:r>
      <w:r w:rsidRPr="002A0058">
        <w:rPr>
          <w:rtl/>
        </w:rPr>
        <w:t xml:space="preserve"> فلو أنَّ العقل</w:t>
      </w:r>
      <w:r w:rsidR="00610870">
        <w:rPr>
          <w:rtl/>
        </w:rPr>
        <w:t>،</w:t>
      </w:r>
      <w:r w:rsidRPr="002A0058">
        <w:rPr>
          <w:rtl/>
        </w:rPr>
        <w:t xml:space="preserve"> وبعد دراسته لعملٍ ما</w:t>
      </w:r>
      <w:r w:rsidR="00610870">
        <w:rPr>
          <w:rtl/>
        </w:rPr>
        <w:t xml:space="preserve"> - </w:t>
      </w:r>
      <w:r w:rsidRPr="002A0058">
        <w:rPr>
          <w:rtl/>
        </w:rPr>
        <w:t>وبغض النظر عمَّن يقوم به</w:t>
      </w:r>
      <w:r w:rsidR="00610870">
        <w:rPr>
          <w:rtl/>
        </w:rPr>
        <w:t xml:space="preserve"> - </w:t>
      </w:r>
      <w:r w:rsidRPr="002A0058">
        <w:rPr>
          <w:rtl/>
        </w:rPr>
        <w:t>حكم بحسنه أو قبحه</w:t>
      </w:r>
      <w:r w:rsidR="00610870">
        <w:rPr>
          <w:rtl/>
        </w:rPr>
        <w:t>،</w:t>
      </w:r>
      <w:r w:rsidRPr="002A0058">
        <w:rPr>
          <w:rtl/>
        </w:rPr>
        <w:t xml:space="preserve"> فمن البديهي أن يكون هذا النوع من الإدراك العقلي كاشفاً عن الحكم الشرعي</w:t>
      </w:r>
      <w:r w:rsidR="00610870">
        <w:rPr>
          <w:rtl/>
        </w:rPr>
        <w:t>،</w:t>
      </w:r>
      <w:r w:rsidRPr="002A0058">
        <w:rPr>
          <w:rtl/>
        </w:rPr>
        <w:t xml:space="preserve"> وتُدعى الحالة: </w:t>
      </w:r>
      <w:r w:rsidRPr="00313984">
        <w:rPr>
          <w:rStyle w:val="libBold1Char"/>
          <w:rtl/>
        </w:rPr>
        <w:t>قانون الملازمة</w:t>
      </w:r>
      <w:r w:rsidRPr="002A0058">
        <w:rPr>
          <w:rtl/>
        </w:rPr>
        <w:t>.</w:t>
      </w:r>
    </w:p>
    <w:p w:rsidR="00E07DFB" w:rsidRPr="00065D03" w:rsidRDefault="00E07DFB" w:rsidP="00065D03">
      <w:pPr>
        <w:pStyle w:val="libNormal"/>
        <w:rPr>
          <w:rtl/>
        </w:rPr>
      </w:pPr>
      <w:r w:rsidRPr="00065D03">
        <w:rPr>
          <w:rtl/>
        </w:rPr>
        <w:t>ونستخلص من ذلك كله ما يأتي:</w:t>
      </w:r>
    </w:p>
    <w:p w:rsidR="00E07DFB" w:rsidRPr="002A0058" w:rsidRDefault="00E07DFB" w:rsidP="002A0058">
      <w:pPr>
        <w:pStyle w:val="libNormal"/>
        <w:rPr>
          <w:rtl/>
        </w:rPr>
      </w:pPr>
      <w:r w:rsidRPr="00313984">
        <w:rPr>
          <w:rStyle w:val="libBold1Char"/>
          <w:rtl/>
        </w:rPr>
        <w:t>أ</w:t>
      </w:r>
      <w:r w:rsidR="00610870">
        <w:rPr>
          <w:rStyle w:val="libBold1Char"/>
          <w:rtl/>
        </w:rPr>
        <w:t xml:space="preserve"> - </w:t>
      </w:r>
      <w:r w:rsidRPr="002A0058">
        <w:rPr>
          <w:rtl/>
        </w:rPr>
        <w:t>المصالح العامة التي تحكم بها العقول البشرية على أساس المصالح والمفاسد.</w:t>
      </w:r>
    </w:p>
    <w:p w:rsidR="00E07DFB" w:rsidRPr="002A0058" w:rsidRDefault="00E07DFB" w:rsidP="002A0058">
      <w:pPr>
        <w:pStyle w:val="libNormal"/>
        <w:rPr>
          <w:rtl/>
        </w:rPr>
      </w:pPr>
      <w:r w:rsidRPr="00313984">
        <w:rPr>
          <w:rStyle w:val="libBold1Char"/>
          <w:rtl/>
        </w:rPr>
        <w:t>ب</w:t>
      </w:r>
      <w:r w:rsidR="00610870">
        <w:rPr>
          <w:rStyle w:val="libBold1Char"/>
          <w:rtl/>
        </w:rPr>
        <w:t xml:space="preserve"> - </w:t>
      </w:r>
      <w:r w:rsidRPr="002A0058">
        <w:rPr>
          <w:rtl/>
        </w:rPr>
        <w:t>المصالح والمفاسد التي يدركها الفقيه المتخصِّص</w:t>
      </w:r>
      <w:r w:rsidR="00610870">
        <w:rPr>
          <w:rtl/>
        </w:rPr>
        <w:t>،</w:t>
      </w:r>
      <w:r w:rsidRPr="002A0058">
        <w:rPr>
          <w:rtl/>
        </w:rPr>
        <w:t xml:space="preserve"> ويجعلها أساساً للاستنباط.</w:t>
      </w:r>
    </w:p>
    <w:p w:rsidR="00E07DFB" w:rsidRPr="002A0058" w:rsidRDefault="00E07DFB" w:rsidP="002A0058">
      <w:pPr>
        <w:pStyle w:val="libNormal"/>
        <w:rPr>
          <w:rtl/>
        </w:rPr>
      </w:pPr>
      <w:r w:rsidRPr="00313984">
        <w:rPr>
          <w:rStyle w:val="libBold1Char"/>
          <w:rtl/>
        </w:rPr>
        <w:t>ج</w:t>
      </w:r>
      <w:r w:rsidR="00610870">
        <w:rPr>
          <w:rStyle w:val="libBold1Char"/>
          <w:rtl/>
        </w:rPr>
        <w:t xml:space="preserve"> - </w:t>
      </w:r>
      <w:r w:rsidRPr="002A0058">
        <w:rPr>
          <w:rtl/>
        </w:rPr>
        <w:t>الحسن والقبح العقليان الكاشفان عن الحسن والقبح الشرعيين.</w:t>
      </w:r>
    </w:p>
    <w:p w:rsidR="00E07DFB" w:rsidRPr="002A0058" w:rsidRDefault="00E07DFB" w:rsidP="002A0058">
      <w:pPr>
        <w:pStyle w:val="libNormal"/>
        <w:rPr>
          <w:rtl/>
        </w:rPr>
      </w:pPr>
      <w:r w:rsidRPr="00313984">
        <w:rPr>
          <w:rStyle w:val="libBold1Char"/>
          <w:rtl/>
        </w:rPr>
        <w:t>هـ</w:t>
      </w:r>
      <w:r w:rsidR="00610870">
        <w:rPr>
          <w:rStyle w:val="libBold1Char"/>
          <w:rtl/>
        </w:rPr>
        <w:t xml:space="preserve"> - </w:t>
      </w:r>
      <w:r w:rsidRPr="002A0058">
        <w:rPr>
          <w:rtl/>
        </w:rPr>
        <w:t>الاستنباط القائم على أساس القاعدتين الأولى والثالثة حُجَّة</w:t>
      </w:r>
      <w:r w:rsidR="00610870">
        <w:rPr>
          <w:rtl/>
        </w:rPr>
        <w:t>،</w:t>
      </w:r>
      <w:r w:rsidRPr="002A0058">
        <w:rPr>
          <w:rtl/>
        </w:rPr>
        <w:t xml:space="preserve"> إلاّ أنَّ الثانية منها غير حُجَّة.</w:t>
      </w:r>
    </w:p>
    <w:p w:rsidR="00E07DFB" w:rsidRPr="002A0058" w:rsidRDefault="00E07DFB" w:rsidP="002A0058">
      <w:pPr>
        <w:pStyle w:val="libNormal"/>
        <w:rPr>
          <w:rtl/>
        </w:rPr>
      </w:pPr>
      <w:r w:rsidRPr="002A0058">
        <w:rPr>
          <w:rtl/>
        </w:rPr>
        <w:t>أمَّا القسم الثاني من السؤال</w:t>
      </w:r>
      <w:r w:rsidR="00610870">
        <w:rPr>
          <w:rtl/>
        </w:rPr>
        <w:t>،</w:t>
      </w:r>
      <w:r w:rsidRPr="002A0058">
        <w:rPr>
          <w:rtl/>
        </w:rPr>
        <w:t xml:space="preserve"> وهو عرفنة الفقه</w:t>
      </w:r>
      <w:r w:rsidR="00610870">
        <w:rPr>
          <w:rtl/>
        </w:rPr>
        <w:t>،</w:t>
      </w:r>
      <w:r w:rsidRPr="002A0058">
        <w:rPr>
          <w:rtl/>
        </w:rPr>
        <w:t xml:space="preserve"> فنقول: المتعارف عليه في أصول الفقه هو وجود مسألة (العُرف والسيرة)</w:t>
      </w:r>
      <w:r w:rsidR="00610870">
        <w:rPr>
          <w:rtl/>
        </w:rPr>
        <w:t>.</w:t>
      </w:r>
      <w:r w:rsidRPr="002A0058">
        <w:rPr>
          <w:rtl/>
        </w:rPr>
        <w:t xml:space="preserve"> وقد وضعتُ أنا أيضاً في كتاب </w:t>
      </w:r>
      <w:r w:rsidRPr="00313984">
        <w:rPr>
          <w:rStyle w:val="libBold1Char"/>
          <w:rtl/>
        </w:rPr>
        <w:t>الموجز</w:t>
      </w:r>
      <w:r w:rsidRPr="002A0058">
        <w:rPr>
          <w:rtl/>
        </w:rPr>
        <w:t xml:space="preserve"> باباً تحت عنوان (السيرة والعُرف)</w:t>
      </w:r>
      <w:r w:rsidR="00610870">
        <w:rPr>
          <w:rtl/>
        </w:rPr>
        <w:t>،</w:t>
      </w:r>
      <w:r w:rsidRPr="002A0058">
        <w:rPr>
          <w:rtl/>
        </w:rPr>
        <w:t xml:space="preserve"> لكن علينا أن نحدِّد هذا الأمر.</w:t>
      </w:r>
    </w:p>
    <w:p w:rsidR="002379D1" w:rsidRDefault="00E07DFB" w:rsidP="00065D03">
      <w:pPr>
        <w:pStyle w:val="libNormal"/>
        <w:rPr>
          <w:rtl/>
        </w:rPr>
      </w:pPr>
      <w:r w:rsidRPr="00065D03">
        <w:rPr>
          <w:rtl/>
        </w:rPr>
        <w:t>في تحديد العناوين التي هي موضوعات للأحكام</w:t>
      </w:r>
      <w:r w:rsidR="00610870">
        <w:rPr>
          <w:rtl/>
        </w:rPr>
        <w:t>،</w:t>
      </w:r>
      <w:r w:rsidRPr="00065D03">
        <w:rPr>
          <w:rtl/>
        </w:rPr>
        <w:t xml:space="preserve"> تنبغي مراجعة العُرف</w:t>
      </w:r>
      <w:r w:rsidR="00610870">
        <w:rPr>
          <w:rtl/>
        </w:rPr>
        <w:t>.</w:t>
      </w:r>
      <w:r w:rsidRPr="00065D03">
        <w:rPr>
          <w:rtl/>
        </w:rPr>
        <w:t xml:space="preserve"> فمثلاً أنَّ الشارع المقدَّس أحلَّ البيع والتجارة</w:t>
      </w:r>
      <w:r w:rsidR="00610870">
        <w:rPr>
          <w:rtl/>
        </w:rPr>
        <w:t>،</w:t>
      </w:r>
      <w:r w:rsidRPr="00065D03">
        <w:rPr>
          <w:rtl/>
        </w:rPr>
        <w:t xml:space="preserve"> لكنَّه حرَّم الربا والخديعة</w:t>
      </w:r>
      <w:r w:rsidR="00610870">
        <w:rPr>
          <w:rtl/>
        </w:rPr>
        <w:t>.</w:t>
      </w:r>
      <w:r w:rsidRPr="00065D03">
        <w:rPr>
          <w:rtl/>
        </w:rPr>
        <w:t xml:space="preserve"> ولتشخيص ماهية البيع والتجارة أو الربا والخديعة ينبغي الرجوع إلى العُرف</w:t>
      </w:r>
      <w:r w:rsidR="00610870">
        <w:rPr>
          <w:rtl/>
        </w:rPr>
        <w:t>؛</w:t>
      </w:r>
      <w:r w:rsidRPr="00065D03">
        <w:rPr>
          <w:rtl/>
        </w:rPr>
        <w:t xml:space="preserve"> ذلك أنَّ هذه الألفاظ كانت متداولة بين العرب قبل مجيء الإسلام</w:t>
      </w:r>
      <w:r w:rsidR="00610870">
        <w:rPr>
          <w:rtl/>
        </w:rPr>
        <w:t>،</w:t>
      </w:r>
      <w:r w:rsidRPr="00065D03">
        <w:rPr>
          <w:rtl/>
        </w:rPr>
        <w:t xml:space="preserve"> وكان المخاطبون بها يفهمون منها معاني محدَّدة</w:t>
      </w:r>
      <w:r w:rsidR="00610870">
        <w:rPr>
          <w:rtl/>
        </w:rPr>
        <w:t>،</w:t>
      </w:r>
      <w:r w:rsidRPr="00065D03">
        <w:rPr>
          <w:rtl/>
        </w:rPr>
        <w:t xml:space="preserve"> وقد جعل الإسلامُ هذه العناوين موضوعاً للأحكام على أساس إدراك ذلك العُرف</w:t>
      </w:r>
      <w:r w:rsidR="00610870">
        <w:rPr>
          <w:rtl/>
        </w:rPr>
        <w:t>.</w:t>
      </w:r>
      <w:r w:rsidRPr="00065D03">
        <w:rPr>
          <w:rtl/>
        </w:rPr>
        <w:t xml:space="preserve"> وعلى هذا</w:t>
      </w:r>
      <w:r w:rsidR="00610870">
        <w:rPr>
          <w:rtl/>
        </w:rPr>
        <w:t>،</w:t>
      </w:r>
      <w:r w:rsidRPr="00065D03">
        <w:rPr>
          <w:rtl/>
        </w:rPr>
        <w:t xml:space="preserve"> فتحكيمه في باب تحديد المفاهيم حُجَّة.</w:t>
      </w:r>
    </w:p>
    <w:p w:rsidR="002379D1" w:rsidRDefault="002379D1"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فإذا واجهتنا مسألة تحديد أحد المفاهيم</w:t>
      </w:r>
      <w:r w:rsidR="00610870">
        <w:rPr>
          <w:rtl/>
        </w:rPr>
        <w:t>،</w:t>
      </w:r>
      <w:r w:rsidRPr="00065D03">
        <w:rPr>
          <w:rtl/>
        </w:rPr>
        <w:t xml:space="preserve"> مثل الغبن أو العيب في المبيع</w:t>
      </w:r>
      <w:r w:rsidR="00610870">
        <w:rPr>
          <w:rtl/>
        </w:rPr>
        <w:t>،</w:t>
      </w:r>
      <w:r w:rsidRPr="00065D03">
        <w:rPr>
          <w:rtl/>
        </w:rPr>
        <w:t xml:space="preserve"> ففي تعريفها ينبغي الرجوع إلى العُرف</w:t>
      </w:r>
      <w:r w:rsidR="00610870">
        <w:rPr>
          <w:rtl/>
        </w:rPr>
        <w:t>.</w:t>
      </w:r>
      <w:r w:rsidRPr="00065D03">
        <w:rPr>
          <w:rtl/>
        </w:rPr>
        <w:t xml:space="preserve"> فلو أنَّ شخصاً اشترى ضمن صفقة ثمنها عشرة ملايين دينار</w:t>
      </w:r>
      <w:r w:rsidR="00610870">
        <w:rPr>
          <w:rtl/>
        </w:rPr>
        <w:t>،</w:t>
      </w:r>
      <w:r w:rsidRPr="00065D03">
        <w:rPr>
          <w:rtl/>
        </w:rPr>
        <w:t xml:space="preserve"> بضاعةً أغلى من ثمنها بألف دينار</w:t>
      </w:r>
      <w:r w:rsidR="00610870">
        <w:rPr>
          <w:rtl/>
        </w:rPr>
        <w:t>،</w:t>
      </w:r>
      <w:r w:rsidRPr="00065D03">
        <w:rPr>
          <w:rtl/>
        </w:rPr>
        <w:t xml:space="preserve"> فإنَّ ذلك لا يُدعى في العُرف غبناً</w:t>
      </w:r>
      <w:r w:rsidR="00610870">
        <w:rPr>
          <w:rtl/>
        </w:rPr>
        <w:t>،</w:t>
      </w:r>
      <w:r w:rsidRPr="00065D03">
        <w:rPr>
          <w:rtl/>
        </w:rPr>
        <w:t xml:space="preserve"> وكذلك العيب في المبيع</w:t>
      </w:r>
      <w:r w:rsidR="00610870">
        <w:rPr>
          <w:rtl/>
        </w:rPr>
        <w:t>.</w:t>
      </w:r>
      <w:r w:rsidRPr="00065D03">
        <w:rPr>
          <w:rtl/>
        </w:rPr>
        <w:t xml:space="preserve"> ونخلص من ذلك إلى أنَّ تحديد المفاهيم ينبغي أن يتمَّ وفقاً للعرف.</w:t>
      </w:r>
    </w:p>
    <w:p w:rsidR="00E07DFB" w:rsidRPr="002A0058" w:rsidRDefault="00E07DFB" w:rsidP="002A0058">
      <w:pPr>
        <w:pStyle w:val="libNormal"/>
        <w:rPr>
          <w:rtl/>
        </w:rPr>
      </w:pPr>
      <w:r w:rsidRPr="002A0058">
        <w:rPr>
          <w:rtl/>
        </w:rPr>
        <w:t>ويُعدُّ العُرف مرجعاً لنا في تشخيص المصاديق</w:t>
      </w:r>
      <w:r w:rsidR="00610870">
        <w:rPr>
          <w:rtl/>
        </w:rPr>
        <w:t>.</w:t>
      </w:r>
      <w:r w:rsidRPr="002A0058">
        <w:rPr>
          <w:rtl/>
        </w:rPr>
        <w:t xml:space="preserve"> فقد جعل الإسلام موضوعات مثل: </w:t>
      </w:r>
      <w:r w:rsidRPr="00313984">
        <w:rPr>
          <w:rStyle w:val="libBold1Char"/>
          <w:rtl/>
        </w:rPr>
        <w:t xml:space="preserve">(الوطن) </w:t>
      </w:r>
      <w:r w:rsidRPr="002A0058">
        <w:rPr>
          <w:rtl/>
        </w:rPr>
        <w:t>و</w:t>
      </w:r>
      <w:r w:rsidRPr="00313984">
        <w:rPr>
          <w:rStyle w:val="libBold1Char"/>
          <w:rtl/>
        </w:rPr>
        <w:t>(المعدن)</w:t>
      </w:r>
      <w:r w:rsidRPr="002A0058">
        <w:rPr>
          <w:rtl/>
        </w:rPr>
        <w:t xml:space="preserve"> و</w:t>
      </w:r>
      <w:r w:rsidRPr="00313984">
        <w:rPr>
          <w:rStyle w:val="libBold1Char"/>
          <w:rtl/>
        </w:rPr>
        <w:t>(الحرز)</w:t>
      </w:r>
      <w:r w:rsidRPr="002A0058">
        <w:rPr>
          <w:rtl/>
        </w:rPr>
        <w:t xml:space="preserve"> في السرقات</w:t>
      </w:r>
      <w:r w:rsidR="00610870">
        <w:rPr>
          <w:rtl/>
        </w:rPr>
        <w:t>،</w:t>
      </w:r>
      <w:r w:rsidRPr="002A0058">
        <w:rPr>
          <w:rtl/>
        </w:rPr>
        <w:t xml:space="preserve"> و</w:t>
      </w:r>
      <w:r w:rsidRPr="00313984">
        <w:rPr>
          <w:rStyle w:val="libBold1Char"/>
          <w:rtl/>
        </w:rPr>
        <w:t>(الأرض الموات)</w:t>
      </w:r>
      <w:r w:rsidRPr="002A0058">
        <w:rPr>
          <w:rtl/>
        </w:rPr>
        <w:t xml:space="preserve"> موضوعاً للحكم</w:t>
      </w:r>
      <w:r w:rsidR="00610870">
        <w:rPr>
          <w:rtl/>
        </w:rPr>
        <w:t>،</w:t>
      </w:r>
      <w:r w:rsidRPr="002A0058">
        <w:rPr>
          <w:rtl/>
        </w:rPr>
        <w:t xml:space="preserve"> وإذا أردنا معرفة مصاديقها</w:t>
      </w:r>
      <w:r w:rsidR="00610870">
        <w:rPr>
          <w:rtl/>
        </w:rPr>
        <w:t>،</w:t>
      </w:r>
      <w:r w:rsidRPr="002A0058">
        <w:rPr>
          <w:rtl/>
        </w:rPr>
        <w:t xml:space="preserve"> ينبغي الرجوع للعرف</w:t>
      </w:r>
      <w:r w:rsidR="00610870">
        <w:rPr>
          <w:rtl/>
        </w:rPr>
        <w:t>.</w:t>
      </w:r>
      <w:r w:rsidRPr="002A0058">
        <w:rPr>
          <w:rtl/>
        </w:rPr>
        <w:t xml:space="preserve"> وحتى في التقاليد الشائعة لدى بعض الأمم</w:t>
      </w:r>
      <w:r w:rsidR="00610870">
        <w:rPr>
          <w:rtl/>
        </w:rPr>
        <w:t>،</w:t>
      </w:r>
      <w:r w:rsidRPr="002A0058">
        <w:rPr>
          <w:rtl/>
        </w:rPr>
        <w:t xml:space="preserve"> فإنَّه عُدَّ معياراً للتحكيم</w:t>
      </w:r>
      <w:r w:rsidR="00610870">
        <w:rPr>
          <w:rtl/>
        </w:rPr>
        <w:t>،</w:t>
      </w:r>
      <w:r w:rsidRPr="002A0058">
        <w:rPr>
          <w:rtl/>
        </w:rPr>
        <w:t xml:space="preserve"> فمثلاً لو أنَّ أحداً باع سيارة</w:t>
      </w:r>
      <w:r w:rsidR="00610870">
        <w:rPr>
          <w:rtl/>
        </w:rPr>
        <w:t>،</w:t>
      </w:r>
      <w:r w:rsidRPr="002A0058">
        <w:rPr>
          <w:rtl/>
        </w:rPr>
        <w:t xml:space="preserve"> ترى هل أنَّ قِطَع غيارها جزء من صفقة البيع تلك أو لا؟ هذا يحدِّده العُرف</w:t>
      </w:r>
      <w:r w:rsidR="00610870">
        <w:rPr>
          <w:rtl/>
        </w:rPr>
        <w:t>.</w:t>
      </w:r>
      <w:r w:rsidRPr="002A0058">
        <w:rPr>
          <w:rtl/>
        </w:rPr>
        <w:t xml:space="preserve"> أو لنفترض وقوع نزاع بين رجل وزوجته حول المهر</w:t>
      </w:r>
      <w:r w:rsidR="00610870">
        <w:rPr>
          <w:rtl/>
        </w:rPr>
        <w:t>،</w:t>
      </w:r>
      <w:r w:rsidRPr="002A0058">
        <w:rPr>
          <w:rtl/>
        </w:rPr>
        <w:t xml:space="preserve"> فقال الرجل: إنَّه دفع المهر بكامله ساعة توقيع عقد القران</w:t>
      </w:r>
      <w:r w:rsidR="00610870">
        <w:rPr>
          <w:rtl/>
        </w:rPr>
        <w:t>،</w:t>
      </w:r>
      <w:r w:rsidRPr="002A0058">
        <w:rPr>
          <w:rtl/>
        </w:rPr>
        <w:t xml:space="preserve"> بينما ادعت الزوجة خلاف ذلك</w:t>
      </w:r>
      <w:r w:rsidR="00610870">
        <w:rPr>
          <w:rtl/>
        </w:rPr>
        <w:t>.</w:t>
      </w:r>
      <w:r w:rsidRPr="002A0058">
        <w:rPr>
          <w:rtl/>
        </w:rPr>
        <w:t xml:space="preserve"> فهنا ينبغي أن يتَّخذ العُرف في ذلك البلد حكَماً في القضية</w:t>
      </w:r>
      <w:r w:rsidR="00610870">
        <w:rPr>
          <w:rtl/>
        </w:rPr>
        <w:t>.</w:t>
      </w:r>
      <w:r w:rsidRPr="002A0058">
        <w:rPr>
          <w:rtl/>
        </w:rPr>
        <w:t xml:space="preserve"> فإذا كان العُرف هناك يقول: إنَّه ما دام كل المهر أو بعضه لم يُؤخذ</w:t>
      </w:r>
      <w:r w:rsidR="00610870">
        <w:rPr>
          <w:rtl/>
        </w:rPr>
        <w:t>،</w:t>
      </w:r>
      <w:r w:rsidRPr="002A0058">
        <w:rPr>
          <w:rtl/>
        </w:rPr>
        <w:t xml:space="preserve"> فإنَّ عقد النكاح لا يتم</w:t>
      </w:r>
      <w:r w:rsidR="00610870">
        <w:rPr>
          <w:rtl/>
        </w:rPr>
        <w:t>،</w:t>
      </w:r>
      <w:r w:rsidRPr="002A0058">
        <w:rPr>
          <w:rtl/>
        </w:rPr>
        <w:t xml:space="preserve"> يكون قول الرجل مقدَّماً في هذه الحالة.</w:t>
      </w:r>
    </w:p>
    <w:p w:rsidR="00E07DFB" w:rsidRPr="00065D03" w:rsidRDefault="00E07DFB" w:rsidP="00065D03">
      <w:pPr>
        <w:pStyle w:val="libNormal"/>
        <w:rPr>
          <w:rtl/>
        </w:rPr>
      </w:pPr>
      <w:r w:rsidRPr="00065D03">
        <w:rPr>
          <w:rtl/>
        </w:rPr>
        <w:t>وبناء على هذا</w:t>
      </w:r>
      <w:r w:rsidR="00610870">
        <w:rPr>
          <w:rtl/>
        </w:rPr>
        <w:t>،</w:t>
      </w:r>
      <w:r w:rsidRPr="00065D03">
        <w:rPr>
          <w:rtl/>
        </w:rPr>
        <w:t xml:space="preserve"> فالعُرف في حالات كهذه</w:t>
      </w:r>
      <w:r w:rsidR="00610870">
        <w:rPr>
          <w:rtl/>
        </w:rPr>
        <w:t>،</w:t>
      </w:r>
      <w:r w:rsidRPr="00065D03">
        <w:rPr>
          <w:rtl/>
        </w:rPr>
        <w:t xml:space="preserve"> حُجَّة</w:t>
      </w:r>
      <w:r w:rsidR="00610870">
        <w:rPr>
          <w:rtl/>
        </w:rPr>
        <w:t>.</w:t>
      </w:r>
      <w:r w:rsidRPr="00065D03">
        <w:rPr>
          <w:rtl/>
        </w:rPr>
        <w:t xml:space="preserve"> إلاَ أنَّ عرفنة الفقه شيء آخر لا ينسجم وحقيقة التشريع الإلهي</w:t>
      </w:r>
      <w:r w:rsidR="00610870">
        <w:rPr>
          <w:rtl/>
        </w:rPr>
        <w:t>؛</w:t>
      </w:r>
      <w:r w:rsidRPr="00065D03">
        <w:rPr>
          <w:rtl/>
        </w:rPr>
        <w:t xml:space="preserve"> ذلك أنَّه يجعلنا منقادين للعرف في تشريع الأحكام</w:t>
      </w:r>
      <w:r w:rsidR="00610870">
        <w:rPr>
          <w:rtl/>
        </w:rPr>
        <w:t>،</w:t>
      </w:r>
      <w:r w:rsidRPr="00065D03">
        <w:rPr>
          <w:rtl/>
        </w:rPr>
        <w:t xml:space="preserve"> فما تقبَّله العُرف كان معياراً لأحكامنا</w:t>
      </w:r>
      <w:r w:rsidR="00610870">
        <w:rPr>
          <w:rtl/>
        </w:rPr>
        <w:t>،</w:t>
      </w:r>
      <w:r w:rsidRPr="00065D03">
        <w:rPr>
          <w:rtl/>
        </w:rPr>
        <w:t xml:space="preserve"> وما لم يتقبله حرَّمناه</w:t>
      </w:r>
      <w:r w:rsidR="00610870">
        <w:rPr>
          <w:rtl/>
        </w:rPr>
        <w:t>.</w:t>
      </w:r>
      <w:r w:rsidRPr="00065D03">
        <w:rPr>
          <w:rtl/>
        </w:rPr>
        <w:t xml:space="preserve"> فعرفنة الفقه بهذا الشكل تعني إلغاء الأحكام الإلهية وإحلال التشريع البشري محلَّ التشريع الإلهي.</w:t>
      </w:r>
    </w:p>
    <w:p w:rsidR="002379D1" w:rsidRDefault="00E07DFB" w:rsidP="00065D03">
      <w:pPr>
        <w:pStyle w:val="libNormal"/>
        <w:rPr>
          <w:rtl/>
        </w:rPr>
      </w:pPr>
      <w:r w:rsidRPr="00065D03">
        <w:rPr>
          <w:rtl/>
        </w:rPr>
        <w:t>ومن البديهي أنَّه لا توجد اليوم في العالم دولة تستغني عن مجلس تشريعي</w:t>
      </w:r>
      <w:r w:rsidR="00610870">
        <w:rPr>
          <w:rtl/>
        </w:rPr>
        <w:t>،</w:t>
      </w:r>
      <w:r w:rsidRPr="00065D03">
        <w:rPr>
          <w:rtl/>
        </w:rPr>
        <w:t xml:space="preserve"> إلاّ أنَّ هذا المجلس في الحكومة الإسلامية ينبغي أن يكون برنامجه ضمن نطاق الأحكام الإلهية العامة</w:t>
      </w:r>
      <w:r w:rsidR="00610870">
        <w:rPr>
          <w:rtl/>
        </w:rPr>
        <w:t>،</w:t>
      </w:r>
      <w:r w:rsidRPr="00065D03">
        <w:rPr>
          <w:rtl/>
        </w:rPr>
        <w:t xml:space="preserve"> وليس تشريع حكمٍ والمصادقة على قانون في عرض القانون الإلهي.</w:t>
      </w:r>
    </w:p>
    <w:p w:rsidR="002379D1" w:rsidRDefault="002379D1" w:rsidP="00E5125A">
      <w:pPr>
        <w:pStyle w:val="libNormal"/>
        <w:rPr>
          <w:rtl/>
        </w:rPr>
      </w:pPr>
      <w:r>
        <w:rPr>
          <w:rtl/>
        </w:rPr>
        <w:br w:type="page"/>
      </w:r>
    </w:p>
    <w:p w:rsidR="00E07DFB" w:rsidRPr="00313984" w:rsidRDefault="00E07DFB" w:rsidP="00283EDA">
      <w:pPr>
        <w:pStyle w:val="libBold1"/>
        <w:rPr>
          <w:rtl/>
        </w:rPr>
      </w:pPr>
      <w:r w:rsidRPr="00313984">
        <w:rPr>
          <w:rtl/>
        </w:rPr>
        <w:lastRenderedPageBreak/>
        <w:t xml:space="preserve">* يُتصوَّر أحياناً أنَّ عرفنة الفقه هو الأمر الذي عدَّ فيه الإمام الخميني </w:t>
      </w:r>
      <w:r w:rsidR="00283EDA" w:rsidRPr="00283EDA">
        <w:rPr>
          <w:rStyle w:val="libAlaemChar"/>
          <w:rtl/>
        </w:rPr>
        <w:t>رحمه‌الله</w:t>
      </w:r>
      <w:r w:rsidRPr="00313984">
        <w:rPr>
          <w:rtl/>
        </w:rPr>
        <w:t xml:space="preserve"> عاملَ المصلحة ملازماً للولاية</w:t>
      </w:r>
      <w:r w:rsidR="00610870">
        <w:rPr>
          <w:rtl/>
        </w:rPr>
        <w:t>؛</w:t>
      </w:r>
      <w:r w:rsidRPr="00313984">
        <w:rPr>
          <w:rtl/>
        </w:rPr>
        <w:t xml:space="preserve"> حيث قال: (إنَّ المحافظة على النظام الإسلامي من أوجب الواجبات)</w:t>
      </w:r>
      <w:r w:rsidR="00610870">
        <w:rPr>
          <w:rtl/>
        </w:rPr>
        <w:t>؛</w:t>
      </w:r>
      <w:r w:rsidRPr="00313984">
        <w:rPr>
          <w:rtl/>
        </w:rPr>
        <w:t xml:space="preserve"> أي أنَّه من أجل مراعاة المصالح يمكن أن يُقبل أيُّ تطورٍ في الشريعة</w:t>
      </w:r>
      <w:r w:rsidR="00610870">
        <w:rPr>
          <w:rtl/>
        </w:rPr>
        <w:t>.</w:t>
      </w:r>
      <w:r w:rsidRPr="00313984">
        <w:rPr>
          <w:rtl/>
        </w:rPr>
        <w:t xml:space="preserve"> فضلاً عن أنَّ (مجمع تشخيص مصلحة النظام) الذي تُحدَّد فيه</w:t>
      </w:r>
      <w:r w:rsidR="00610870">
        <w:rPr>
          <w:rtl/>
        </w:rPr>
        <w:t xml:space="preserve"> - </w:t>
      </w:r>
      <w:r w:rsidRPr="00313984">
        <w:rPr>
          <w:rtl/>
        </w:rPr>
        <w:t>من دون أي قيد أو شرط</w:t>
      </w:r>
      <w:r w:rsidR="00610870">
        <w:rPr>
          <w:rtl/>
        </w:rPr>
        <w:t xml:space="preserve"> - </w:t>
      </w:r>
      <w:r w:rsidRPr="00313984">
        <w:rPr>
          <w:rtl/>
        </w:rPr>
        <w:t>المصالح الوطنية بوساطة عرف العقلاء في المجتمع</w:t>
      </w:r>
      <w:r w:rsidR="00610870">
        <w:rPr>
          <w:rtl/>
        </w:rPr>
        <w:t>،</w:t>
      </w:r>
      <w:r w:rsidRPr="00313984">
        <w:rPr>
          <w:rtl/>
        </w:rPr>
        <w:t xml:space="preserve"> هو شكل عملي ومؤسَّساتي لتدخُّل العُرف في أنشطة الدولة</w:t>
      </w:r>
      <w:r w:rsidR="00610870">
        <w:rPr>
          <w:rtl/>
        </w:rPr>
        <w:t>،</w:t>
      </w:r>
      <w:r w:rsidRPr="00313984">
        <w:rPr>
          <w:rtl/>
        </w:rPr>
        <w:t xml:space="preserve"> ممَّا له تأثيرات أساسية في هذا المضمار</w:t>
      </w:r>
      <w:r w:rsidR="00610870">
        <w:rPr>
          <w:rtl/>
        </w:rPr>
        <w:t>.</w:t>
      </w:r>
      <w:r w:rsidRPr="00313984">
        <w:rPr>
          <w:rtl/>
        </w:rPr>
        <w:t xml:space="preserve"> بَيْدَ أنَّ الفقيه له ولاية مطلقة</w:t>
      </w:r>
      <w:r w:rsidR="00610870">
        <w:rPr>
          <w:rtl/>
        </w:rPr>
        <w:t>؛</w:t>
      </w:r>
      <w:r w:rsidRPr="00313984">
        <w:rPr>
          <w:rtl/>
        </w:rPr>
        <w:t xml:space="preserve"> أي له جميع صلاحيات النبي </w:t>
      </w:r>
      <w:r w:rsidR="00283EDA" w:rsidRPr="00283EDA">
        <w:rPr>
          <w:rStyle w:val="libAlaemChar"/>
          <w:rFonts w:eastAsiaTheme="minorHAnsi"/>
          <w:rtl/>
        </w:rPr>
        <w:t>صلى‌الله‌عليه‌وآله‌وسلم</w:t>
      </w:r>
      <w:r w:rsidRPr="00313984">
        <w:rPr>
          <w:rtl/>
        </w:rPr>
        <w:t xml:space="preserve"> والأئمَّة المعصومين </w:t>
      </w:r>
      <w:r w:rsidR="00283EDA" w:rsidRPr="00283EDA">
        <w:rPr>
          <w:rStyle w:val="libAlaemChar"/>
          <w:rFonts w:eastAsiaTheme="minorHAnsi"/>
          <w:rtl/>
        </w:rPr>
        <w:t>عليهم‌السلام</w:t>
      </w:r>
      <w:r w:rsidRPr="00313984">
        <w:rPr>
          <w:rtl/>
        </w:rPr>
        <w:t xml:space="preserve"> في التقنين والتشريع</w:t>
      </w:r>
      <w:r w:rsidR="00610870">
        <w:rPr>
          <w:rtl/>
        </w:rPr>
        <w:t>،</w:t>
      </w:r>
      <w:r w:rsidRPr="00313984">
        <w:rPr>
          <w:rtl/>
        </w:rPr>
        <w:t xml:space="preserve"> وهو نفسه</w:t>
      </w:r>
      <w:r w:rsidR="00610870">
        <w:rPr>
          <w:rtl/>
        </w:rPr>
        <w:t xml:space="preserve"> - </w:t>
      </w:r>
      <w:r w:rsidRPr="00313984">
        <w:rPr>
          <w:rtl/>
        </w:rPr>
        <w:t>وبحكم إنشائه مجمع تشخيص مصلحة النظام</w:t>
      </w:r>
      <w:r w:rsidR="00610870">
        <w:rPr>
          <w:rtl/>
        </w:rPr>
        <w:t xml:space="preserve"> - </w:t>
      </w:r>
      <w:r w:rsidRPr="00313984">
        <w:rPr>
          <w:rtl/>
        </w:rPr>
        <w:t>يُعدُّ مصدراً للتشريع</w:t>
      </w:r>
      <w:r w:rsidR="00610870">
        <w:rPr>
          <w:rtl/>
        </w:rPr>
        <w:t>.</w:t>
      </w:r>
      <w:r w:rsidRPr="00313984">
        <w:rPr>
          <w:rtl/>
        </w:rPr>
        <w:t xml:space="preserve"> وينبغي الاعتراف بجهاز الفقه الشيعي واحداً من المصادر والأدلة الفقهية إلى جانب المصادر الأربعة.</w:t>
      </w:r>
    </w:p>
    <w:p w:rsidR="00E07DFB" w:rsidRPr="002A0058" w:rsidRDefault="00E07DFB" w:rsidP="002A0058">
      <w:pPr>
        <w:pStyle w:val="libNormal"/>
        <w:rPr>
          <w:rtl/>
        </w:rPr>
      </w:pPr>
      <w:r w:rsidRPr="00313984">
        <w:rPr>
          <w:rStyle w:val="libBold1Char"/>
          <w:rtl/>
        </w:rPr>
        <w:t>الشيخ سبحاني:</w:t>
      </w:r>
      <w:r w:rsidRPr="002A0058">
        <w:rPr>
          <w:rtl/>
        </w:rPr>
        <w:t xml:space="preserve"> في هذا الكلام مجموعة استنتاجات مغلوطة في ما يتعلق بولاية الفقيه</w:t>
      </w:r>
      <w:r w:rsidR="00610870">
        <w:rPr>
          <w:rtl/>
        </w:rPr>
        <w:t>،</w:t>
      </w:r>
      <w:r w:rsidRPr="002A0058">
        <w:rPr>
          <w:rtl/>
        </w:rPr>
        <w:t xml:space="preserve"> وكذلك في تدخل عامل المصلحة فيها</w:t>
      </w:r>
      <w:r w:rsidR="00610870">
        <w:rPr>
          <w:rtl/>
        </w:rPr>
        <w:t>،</w:t>
      </w:r>
      <w:r w:rsidRPr="002A0058">
        <w:rPr>
          <w:rtl/>
        </w:rPr>
        <w:t xml:space="preserve"> وأيضاً في نسبة التشريع للفقيه</w:t>
      </w:r>
      <w:r w:rsidR="00610870">
        <w:rPr>
          <w:rtl/>
        </w:rPr>
        <w:t>.</w:t>
      </w:r>
      <w:r w:rsidRPr="002A0058">
        <w:rPr>
          <w:rtl/>
        </w:rPr>
        <w:t xml:space="preserve"> وينبغي هنا التذكير بثلاثة أمور:</w:t>
      </w:r>
    </w:p>
    <w:p w:rsidR="00E07DFB" w:rsidRPr="002A0058" w:rsidRDefault="00E07DFB" w:rsidP="002A0058">
      <w:pPr>
        <w:pStyle w:val="libNormal"/>
        <w:rPr>
          <w:rtl/>
        </w:rPr>
      </w:pPr>
      <w:r w:rsidRPr="00313984">
        <w:rPr>
          <w:rStyle w:val="libBold1Char"/>
          <w:rtl/>
        </w:rPr>
        <w:t>1</w:t>
      </w:r>
      <w:r w:rsidR="00610870">
        <w:rPr>
          <w:rStyle w:val="libBold1Char"/>
          <w:rtl/>
        </w:rPr>
        <w:t xml:space="preserve"> - </w:t>
      </w:r>
      <w:r w:rsidRPr="002A0058">
        <w:rPr>
          <w:rtl/>
        </w:rPr>
        <w:t>ولاية الفقيه تعني إشراف الفقيه على المجتمع الإسلامي</w:t>
      </w:r>
      <w:r w:rsidR="00610870">
        <w:rPr>
          <w:rtl/>
        </w:rPr>
        <w:t>،</w:t>
      </w:r>
      <w:r w:rsidRPr="002A0058">
        <w:rPr>
          <w:rtl/>
        </w:rPr>
        <w:t xml:space="preserve"> وينبغي أن يتم ذلك في إطار الكتاب</w:t>
      </w:r>
      <w:r w:rsidR="00610870">
        <w:rPr>
          <w:rtl/>
        </w:rPr>
        <w:t>،</w:t>
      </w:r>
      <w:r w:rsidRPr="002A0058">
        <w:rPr>
          <w:rtl/>
        </w:rPr>
        <w:t xml:space="preserve"> والسُّـنَّة</w:t>
      </w:r>
      <w:r w:rsidR="00610870">
        <w:rPr>
          <w:rtl/>
        </w:rPr>
        <w:t>،</w:t>
      </w:r>
      <w:r w:rsidRPr="002A0058">
        <w:rPr>
          <w:rtl/>
        </w:rPr>
        <w:t xml:space="preserve"> والعقل</w:t>
      </w:r>
      <w:r w:rsidR="00610870">
        <w:rPr>
          <w:rtl/>
        </w:rPr>
        <w:t>،</w:t>
      </w:r>
      <w:r w:rsidRPr="002A0058">
        <w:rPr>
          <w:rtl/>
        </w:rPr>
        <w:t xml:space="preserve"> والإجماع</w:t>
      </w:r>
      <w:r w:rsidR="00610870">
        <w:rPr>
          <w:rtl/>
        </w:rPr>
        <w:t>.</w:t>
      </w:r>
      <w:r w:rsidRPr="002A0058">
        <w:rPr>
          <w:rtl/>
        </w:rPr>
        <w:t xml:space="preserve"> والولي الفقيه في الحقيقة هو مُنفِّذ مضامين الأدلة المذكورة</w:t>
      </w:r>
      <w:r w:rsidR="00610870">
        <w:rPr>
          <w:rtl/>
        </w:rPr>
        <w:t>،</w:t>
      </w:r>
      <w:r w:rsidRPr="002A0058">
        <w:rPr>
          <w:rtl/>
        </w:rPr>
        <w:t xml:space="preserve"> مع الأخذ بنظر الاعتبار الأهم فالأهم</w:t>
      </w:r>
      <w:r w:rsidR="00610870">
        <w:rPr>
          <w:rtl/>
        </w:rPr>
        <w:t>.</w:t>
      </w:r>
      <w:r w:rsidRPr="002A0058">
        <w:rPr>
          <w:rtl/>
        </w:rPr>
        <w:t xml:space="preserve"> ترى أية علاقة لهذا بعرفنة الفقه؟</w:t>
      </w:r>
    </w:p>
    <w:p w:rsidR="002379D1" w:rsidRDefault="00E07DFB" w:rsidP="002A0058">
      <w:pPr>
        <w:pStyle w:val="libNormal"/>
        <w:rPr>
          <w:rtl/>
        </w:rPr>
      </w:pPr>
      <w:r w:rsidRPr="00313984">
        <w:rPr>
          <w:rStyle w:val="libBold1Char"/>
          <w:rtl/>
        </w:rPr>
        <w:t>2</w:t>
      </w:r>
      <w:r w:rsidR="00610870">
        <w:rPr>
          <w:rStyle w:val="libBold1Char"/>
          <w:rtl/>
        </w:rPr>
        <w:t xml:space="preserve"> - </w:t>
      </w:r>
      <w:r w:rsidRPr="002A0058">
        <w:rPr>
          <w:rtl/>
        </w:rPr>
        <w:t>إنَّ إدخال عامل المصلحة في النظام</w:t>
      </w:r>
      <w:r w:rsidR="00610870">
        <w:rPr>
          <w:rtl/>
        </w:rPr>
        <w:t>،</w:t>
      </w:r>
      <w:r w:rsidRPr="002A0058">
        <w:rPr>
          <w:rtl/>
        </w:rPr>
        <w:t xml:space="preserve"> وفي تأسيس </w:t>
      </w:r>
      <w:r w:rsidRPr="00313984">
        <w:rPr>
          <w:rStyle w:val="libBold1Char"/>
          <w:rtl/>
        </w:rPr>
        <w:t>مجمع تشخيص مصلحة النظام</w:t>
      </w:r>
      <w:r w:rsidR="00610870">
        <w:rPr>
          <w:rStyle w:val="libBold1Char"/>
          <w:rtl/>
        </w:rPr>
        <w:t>،</w:t>
      </w:r>
      <w:r w:rsidRPr="002A0058">
        <w:rPr>
          <w:rtl/>
        </w:rPr>
        <w:t xml:space="preserve"> أمر أعلى من البرنامج</w:t>
      </w:r>
      <w:r w:rsidR="00610870">
        <w:rPr>
          <w:rtl/>
        </w:rPr>
        <w:t>،</w:t>
      </w:r>
      <w:r w:rsidRPr="002A0058">
        <w:rPr>
          <w:rtl/>
        </w:rPr>
        <w:t xml:space="preserve"> وليس في متنه</w:t>
      </w:r>
      <w:r w:rsidR="00610870">
        <w:rPr>
          <w:rtl/>
        </w:rPr>
        <w:t>.</w:t>
      </w:r>
      <w:r w:rsidRPr="002A0058">
        <w:rPr>
          <w:rtl/>
        </w:rPr>
        <w:t xml:space="preserve"> وبحسب المصطلح</w:t>
      </w:r>
      <w:r w:rsidR="00610870">
        <w:rPr>
          <w:rtl/>
        </w:rPr>
        <w:t>،</w:t>
      </w:r>
      <w:r w:rsidRPr="002A0058">
        <w:rPr>
          <w:rtl/>
        </w:rPr>
        <w:t xml:space="preserve"> فهو في طول التشريع الأولي</w:t>
      </w:r>
      <w:r w:rsidR="00610870">
        <w:rPr>
          <w:rtl/>
        </w:rPr>
        <w:t>،</w:t>
      </w:r>
      <w:r w:rsidRPr="002A0058">
        <w:rPr>
          <w:rtl/>
        </w:rPr>
        <w:t xml:space="preserve"> وليس في عرضه</w:t>
      </w:r>
      <w:r w:rsidR="00610870">
        <w:rPr>
          <w:rtl/>
        </w:rPr>
        <w:t>.</w:t>
      </w:r>
      <w:r w:rsidRPr="002A0058">
        <w:rPr>
          <w:rtl/>
        </w:rPr>
        <w:t xml:space="preserve"> وإنَّ مجمعاً كهذا يؤسَّس لحاجة ماسَّة</w:t>
      </w:r>
      <w:r w:rsidR="00610870">
        <w:rPr>
          <w:rtl/>
        </w:rPr>
        <w:t>،</w:t>
      </w:r>
      <w:r w:rsidRPr="002A0058">
        <w:rPr>
          <w:rtl/>
        </w:rPr>
        <w:t xml:space="preserve"> وعند زوال الحاجة</w:t>
      </w:r>
      <w:r w:rsidR="00610870">
        <w:rPr>
          <w:rtl/>
        </w:rPr>
        <w:t>،</w:t>
      </w:r>
      <w:r w:rsidRPr="002A0058">
        <w:rPr>
          <w:rtl/>
        </w:rPr>
        <w:t xml:space="preserve"> لا يبقى مسوِّغ موضوعي لوجوده.</w:t>
      </w:r>
    </w:p>
    <w:p w:rsidR="002379D1" w:rsidRDefault="002379D1" w:rsidP="00E5125A">
      <w:pPr>
        <w:pStyle w:val="libNormal"/>
        <w:rPr>
          <w:rtl/>
        </w:rPr>
      </w:pPr>
      <w:r>
        <w:rPr>
          <w:rtl/>
        </w:rPr>
        <w:br w:type="page"/>
      </w:r>
    </w:p>
    <w:p w:rsidR="00E07DFB" w:rsidRPr="00065D03" w:rsidRDefault="00E07DFB" w:rsidP="002379D1">
      <w:pPr>
        <w:pStyle w:val="libNormal"/>
        <w:rPr>
          <w:rtl/>
        </w:rPr>
      </w:pPr>
      <w:r w:rsidRPr="00065D03">
        <w:rPr>
          <w:rtl/>
        </w:rPr>
        <w:lastRenderedPageBreak/>
        <w:t>إنَّ إدخال عامل المصلحة في التشريع هو أنَّه إذا واجه تطبيق الأحكام مشكلةً ما</w:t>
      </w:r>
      <w:r w:rsidR="00610870">
        <w:rPr>
          <w:rtl/>
        </w:rPr>
        <w:t>،</w:t>
      </w:r>
      <w:r w:rsidRPr="00065D03">
        <w:rPr>
          <w:rtl/>
        </w:rPr>
        <w:t xml:space="preserve"> فإنَّ الفقيه</w:t>
      </w:r>
      <w:r w:rsidR="00610870">
        <w:rPr>
          <w:rtl/>
        </w:rPr>
        <w:t xml:space="preserve"> - </w:t>
      </w:r>
      <w:r w:rsidRPr="00065D03">
        <w:rPr>
          <w:rtl/>
        </w:rPr>
        <w:t>مع خبراء فريق تشخيص مصلحة النظام</w:t>
      </w:r>
      <w:r w:rsidR="00610870">
        <w:rPr>
          <w:rtl/>
        </w:rPr>
        <w:t xml:space="preserve"> - </w:t>
      </w:r>
      <w:r w:rsidRPr="00065D03">
        <w:rPr>
          <w:rtl/>
        </w:rPr>
        <w:t>يحدِّدون الأهمَّ ويقدِّمونه</w:t>
      </w:r>
      <w:r w:rsidR="002379D1">
        <w:rPr>
          <w:rFonts w:hint="cs"/>
          <w:rtl/>
        </w:rPr>
        <w:t xml:space="preserve"> </w:t>
      </w:r>
      <w:r w:rsidRPr="00065D03">
        <w:rPr>
          <w:rtl/>
        </w:rPr>
        <w:t>على المهم</w:t>
      </w:r>
      <w:r w:rsidR="00610870">
        <w:rPr>
          <w:rtl/>
        </w:rPr>
        <w:t>.</w:t>
      </w:r>
      <w:r w:rsidRPr="00065D03">
        <w:rPr>
          <w:rtl/>
        </w:rPr>
        <w:t xml:space="preserve"> وهذا لا علاقة له بعرفنة الفقه</w:t>
      </w:r>
      <w:r w:rsidR="00610870">
        <w:rPr>
          <w:rtl/>
        </w:rPr>
        <w:t>،</w:t>
      </w:r>
      <w:r w:rsidRPr="00065D03">
        <w:rPr>
          <w:rtl/>
        </w:rPr>
        <w:t xml:space="preserve"> بل هو تقديم لمِلاك حكمٍ على مِلاك حكمٍ آخر.</w:t>
      </w:r>
    </w:p>
    <w:p w:rsidR="00E07DFB" w:rsidRPr="002A0058" w:rsidRDefault="00E07DFB" w:rsidP="00283EDA">
      <w:pPr>
        <w:pStyle w:val="libNormal"/>
        <w:rPr>
          <w:rtl/>
        </w:rPr>
      </w:pPr>
      <w:r w:rsidRPr="00313984">
        <w:rPr>
          <w:rStyle w:val="libBold1Char"/>
          <w:rtl/>
        </w:rPr>
        <w:t>3</w:t>
      </w:r>
      <w:r w:rsidR="00610870">
        <w:rPr>
          <w:rStyle w:val="libBold1Char"/>
          <w:rtl/>
        </w:rPr>
        <w:t xml:space="preserve"> - </w:t>
      </w:r>
      <w:r w:rsidRPr="002A0058">
        <w:rPr>
          <w:rtl/>
        </w:rPr>
        <w:t>إنَّ التشريع وحق التشريع هو بالذّات لله سبحانه</w:t>
      </w:r>
      <w:r w:rsidR="00610870">
        <w:rPr>
          <w:rtl/>
        </w:rPr>
        <w:t>،</w:t>
      </w:r>
      <w:r w:rsidRPr="002A0058">
        <w:rPr>
          <w:rtl/>
        </w:rPr>
        <w:t xml:space="preserve"> وحتى النبي </w:t>
      </w:r>
      <w:r w:rsidR="00283EDA" w:rsidRPr="00283EDA">
        <w:rPr>
          <w:rStyle w:val="libAlaemChar"/>
          <w:rFonts w:eastAsiaTheme="minorHAnsi"/>
          <w:rtl/>
        </w:rPr>
        <w:t>صلى‌الله‌عليه‌وآله‌وسلم</w:t>
      </w:r>
      <w:r w:rsidRPr="002A0058">
        <w:rPr>
          <w:rtl/>
        </w:rPr>
        <w:t xml:space="preserve"> والأئمَّة المعصومين </w:t>
      </w:r>
      <w:r w:rsidR="00283EDA" w:rsidRPr="00283EDA">
        <w:rPr>
          <w:rStyle w:val="libAlaemChar"/>
          <w:rFonts w:eastAsiaTheme="minorHAnsi"/>
          <w:rtl/>
        </w:rPr>
        <w:t>عليهم‌السلام</w:t>
      </w:r>
      <w:r w:rsidRPr="002A0058">
        <w:rPr>
          <w:rtl/>
        </w:rPr>
        <w:t xml:space="preserve"> لم يكونوا مشرِّعين وواضعي أحكام</w:t>
      </w:r>
      <w:r w:rsidR="00610870">
        <w:rPr>
          <w:rtl/>
        </w:rPr>
        <w:t>،</w:t>
      </w:r>
      <w:r w:rsidRPr="002A0058">
        <w:rPr>
          <w:rtl/>
        </w:rPr>
        <w:t xml:space="preserve"> فما بالك بالولي الفقيه الذي هو في مرتبة أقل؟ إنَّ مهمَّة النبي </w:t>
      </w:r>
      <w:r w:rsidR="00283EDA" w:rsidRPr="00283EDA">
        <w:rPr>
          <w:rStyle w:val="libAlaemChar"/>
          <w:rFonts w:eastAsiaTheme="minorHAnsi"/>
          <w:rtl/>
        </w:rPr>
        <w:t>صلى‌الله‌عليه‌وآله‌وسلم</w:t>
      </w:r>
      <w:r w:rsidRPr="002A0058">
        <w:rPr>
          <w:rtl/>
        </w:rPr>
        <w:t xml:space="preserve"> والإمام </w:t>
      </w:r>
      <w:r w:rsidR="00283EDA" w:rsidRPr="00283EDA">
        <w:rPr>
          <w:rStyle w:val="libAlaemChar"/>
          <w:rFonts w:eastAsiaTheme="minorHAnsi"/>
          <w:rtl/>
        </w:rPr>
        <w:t>عليه‌السلام</w:t>
      </w:r>
      <w:r w:rsidRPr="002A0058">
        <w:rPr>
          <w:rtl/>
        </w:rPr>
        <w:t xml:space="preserve"> هي تبيان التشريعات الإلهية</w:t>
      </w:r>
      <w:r w:rsidR="00610870">
        <w:rPr>
          <w:rtl/>
        </w:rPr>
        <w:t>،</w:t>
      </w:r>
      <w:r w:rsidRPr="002A0058">
        <w:rPr>
          <w:rtl/>
        </w:rPr>
        <w:t xml:space="preserve"> وليس وضع الشريعة.</w:t>
      </w:r>
    </w:p>
    <w:p w:rsidR="00E07DFB" w:rsidRPr="002A0058" w:rsidRDefault="00E07DFB" w:rsidP="00283EDA">
      <w:pPr>
        <w:pStyle w:val="libNormal"/>
        <w:rPr>
          <w:rtl/>
        </w:rPr>
      </w:pPr>
      <w:r w:rsidRPr="002A0058">
        <w:rPr>
          <w:rtl/>
        </w:rPr>
        <w:t xml:space="preserve">لقد قَسَّم القرآن الكريم الحكم إلى نوعين: </w:t>
      </w:r>
      <w:r w:rsidRPr="00313984">
        <w:rPr>
          <w:rStyle w:val="libBold1Char"/>
          <w:rtl/>
        </w:rPr>
        <w:t>حكم الله</w:t>
      </w:r>
      <w:r w:rsidR="00610870">
        <w:rPr>
          <w:rtl/>
        </w:rPr>
        <w:t>،</w:t>
      </w:r>
      <w:r w:rsidRPr="002A0058">
        <w:rPr>
          <w:rtl/>
        </w:rPr>
        <w:t xml:space="preserve"> و</w:t>
      </w:r>
      <w:r w:rsidRPr="00313984">
        <w:rPr>
          <w:rStyle w:val="libBold1Char"/>
          <w:rtl/>
        </w:rPr>
        <w:t xml:space="preserve"> حكم الجاهلية</w:t>
      </w:r>
      <w:r w:rsidR="00610870">
        <w:rPr>
          <w:rStyle w:val="libBold1Char"/>
          <w:rtl/>
        </w:rPr>
        <w:t>.</w:t>
      </w:r>
      <w:r w:rsidRPr="002A0058">
        <w:rPr>
          <w:rtl/>
        </w:rPr>
        <w:t xml:space="preserve"> وإنَّ ما شرَّعه الله هو حكم إلهي</w:t>
      </w:r>
      <w:r w:rsidR="00610870">
        <w:rPr>
          <w:rtl/>
        </w:rPr>
        <w:t>،</w:t>
      </w:r>
      <w:r w:rsidRPr="002A0058">
        <w:rPr>
          <w:rtl/>
        </w:rPr>
        <w:t xml:space="preserve"> وكل ما عدا ذلك حكم جاهلي</w:t>
      </w:r>
      <w:r w:rsidR="00610870">
        <w:rPr>
          <w:rtl/>
        </w:rPr>
        <w:t>،</w:t>
      </w:r>
      <w:r w:rsidRPr="002A0058">
        <w:rPr>
          <w:rtl/>
        </w:rPr>
        <w:t xml:space="preserve"> كما قال تعالى: </w:t>
      </w:r>
      <w:r w:rsidR="00CC300B">
        <w:rPr>
          <w:rStyle w:val="libAlaemChar"/>
          <w:rFonts w:eastAsiaTheme="minorHAnsi" w:hint="cs"/>
          <w:rtl/>
        </w:rPr>
        <w:t>(</w:t>
      </w:r>
      <w:r w:rsidRPr="00AE62B5">
        <w:rPr>
          <w:rStyle w:val="libAieChar"/>
          <w:rFonts w:hint="cs"/>
          <w:rtl/>
        </w:rPr>
        <w:t>أَفَحُكْمَ الْجَاهِلِيَّةِ يَبْغُونَ وَمَنْ أَحْسَنُ مِنَ اللّهِ حُكْماً لِّقَوْمٍ يُوقِنُونَ</w:t>
      </w:r>
      <w:r w:rsidR="00CC300B">
        <w:rPr>
          <w:rStyle w:val="libAlaemChar"/>
          <w:rFonts w:eastAsiaTheme="minorHAnsi" w:hint="cs"/>
          <w:rtl/>
        </w:rPr>
        <w:t>)</w:t>
      </w:r>
      <w:r w:rsidR="00CC300B" w:rsidRPr="00852899">
        <w:rPr>
          <w:rStyle w:val="libFootnotenumChar"/>
          <w:rtl/>
        </w:rPr>
        <w:t xml:space="preserve"> </w:t>
      </w:r>
      <w:r w:rsidRPr="00852899">
        <w:rPr>
          <w:rStyle w:val="libFootnotenumChar"/>
          <w:rtl/>
        </w:rPr>
        <w:t>(3)</w:t>
      </w:r>
      <w:r w:rsidR="00610870">
        <w:rPr>
          <w:rStyle w:val="libFootnotenumChar"/>
          <w:rtl/>
        </w:rPr>
        <w:t>.</w:t>
      </w:r>
      <w:r w:rsidRPr="002A0058">
        <w:rPr>
          <w:rtl/>
        </w:rPr>
        <w:t xml:space="preserve"> وإذا كانت بعض الروايات قد تحدَّثت عن تشريع رسول الله </w:t>
      </w:r>
      <w:r w:rsidR="00283EDA" w:rsidRPr="00283EDA">
        <w:rPr>
          <w:rStyle w:val="libAlaemChar"/>
          <w:rFonts w:eastAsiaTheme="minorHAnsi"/>
          <w:rtl/>
        </w:rPr>
        <w:t>صلى‌الله‌عليه‌وآله‌وسلم</w:t>
      </w:r>
      <w:r w:rsidR="00610870">
        <w:rPr>
          <w:rtl/>
        </w:rPr>
        <w:t>؛</w:t>
      </w:r>
      <w:r w:rsidRPr="002A0058">
        <w:rPr>
          <w:rtl/>
        </w:rPr>
        <w:t xml:space="preserve"> فذلك لأنَّ رسول الله </w:t>
      </w:r>
      <w:r w:rsidR="00283EDA" w:rsidRPr="00283EDA">
        <w:rPr>
          <w:rStyle w:val="libAlaemChar"/>
          <w:rFonts w:eastAsiaTheme="minorHAnsi"/>
          <w:rtl/>
        </w:rPr>
        <w:t>صلى‌الله‌عليه‌وآله‌وسلم</w:t>
      </w:r>
      <w:r w:rsidRPr="002A0058">
        <w:rPr>
          <w:rtl/>
        </w:rPr>
        <w:t xml:space="preserve"> كان على علم بالمِلاك الحقيقي للحكم</w:t>
      </w:r>
      <w:r w:rsidR="00610870">
        <w:rPr>
          <w:rtl/>
        </w:rPr>
        <w:t>،</w:t>
      </w:r>
      <w:r w:rsidRPr="002A0058">
        <w:rPr>
          <w:rtl/>
        </w:rPr>
        <w:t xml:space="preserve"> فكشف عن الحكم الشرعي</w:t>
      </w:r>
      <w:r w:rsidR="00610870">
        <w:rPr>
          <w:rtl/>
        </w:rPr>
        <w:t>.</w:t>
      </w:r>
      <w:r w:rsidRPr="002A0058">
        <w:rPr>
          <w:rtl/>
        </w:rPr>
        <w:t xml:space="preserve"> فقد ورد في رواية: </w:t>
      </w:r>
      <w:r w:rsidRPr="0080527D">
        <w:rPr>
          <w:rStyle w:val="libBold2Char"/>
          <w:rtl/>
        </w:rPr>
        <w:t>(إنَّ الله حرَّم الخمر</w:t>
      </w:r>
      <w:r w:rsidR="00610870">
        <w:rPr>
          <w:rStyle w:val="libBold2Char"/>
          <w:rtl/>
        </w:rPr>
        <w:t>،</w:t>
      </w:r>
      <w:r w:rsidRPr="0080527D">
        <w:rPr>
          <w:rStyle w:val="libBold2Char"/>
          <w:rtl/>
        </w:rPr>
        <w:t xml:space="preserve"> وحرَّم رسول الله كلَّ مُسكِر)</w:t>
      </w:r>
      <w:r w:rsidRPr="002A0058">
        <w:rPr>
          <w:rtl/>
        </w:rPr>
        <w:t>.</w:t>
      </w:r>
    </w:p>
    <w:p w:rsidR="00E07DFB" w:rsidRPr="00065D03" w:rsidRDefault="00E07DFB" w:rsidP="00065D03">
      <w:pPr>
        <w:pStyle w:val="libNormal"/>
        <w:rPr>
          <w:rtl/>
        </w:rPr>
      </w:pPr>
      <w:r w:rsidRPr="00065D03">
        <w:rPr>
          <w:rtl/>
        </w:rPr>
        <w:t>وللفقيه ولاية إصدار الأحكام الولائية</w:t>
      </w:r>
      <w:r w:rsidR="00610870">
        <w:rPr>
          <w:rtl/>
        </w:rPr>
        <w:t>،</w:t>
      </w:r>
      <w:r w:rsidRPr="00065D03">
        <w:rPr>
          <w:rtl/>
        </w:rPr>
        <w:t xml:space="preserve"> ومعنى ذلك أنْ يُقدِّم حكماً على حكمٍ آخر لسدِّ حُجَّة ورفع حرج</w:t>
      </w:r>
      <w:r w:rsidR="00610870">
        <w:rPr>
          <w:rtl/>
        </w:rPr>
        <w:t>،</w:t>
      </w:r>
      <w:r w:rsidRPr="00065D03">
        <w:rPr>
          <w:rtl/>
        </w:rPr>
        <w:t xml:space="preserve"> ولا يعني أنْ يشرِّع حكماً ويبلغ مرتبة الشارع.</w:t>
      </w:r>
    </w:p>
    <w:p w:rsidR="00E07DFB" w:rsidRPr="00065D03" w:rsidRDefault="00E07DFB" w:rsidP="00283EDA">
      <w:pPr>
        <w:pStyle w:val="libNormal"/>
        <w:rPr>
          <w:rtl/>
        </w:rPr>
      </w:pPr>
      <w:r w:rsidRPr="00065D03">
        <w:rPr>
          <w:rtl/>
        </w:rPr>
        <w:t>ومعنى الولاية المطلقة للفقيه هو أنَّ ولايته لا تقتصر على زمانٍ وحدٍّ خاص</w:t>
      </w:r>
      <w:r w:rsidR="00610870">
        <w:rPr>
          <w:rtl/>
        </w:rPr>
        <w:t>،</w:t>
      </w:r>
      <w:r w:rsidRPr="00065D03">
        <w:rPr>
          <w:rtl/>
        </w:rPr>
        <w:t xml:space="preserve"> وهو يستطيع حلَّ جميع المعضلات ضمن نطاق القوانين الإلهية العامة. ولا يعني ذلك أنَّه يضع لتلك الحالة حكماً</w:t>
      </w:r>
      <w:r w:rsidR="00610870">
        <w:rPr>
          <w:rtl/>
        </w:rPr>
        <w:t>،</w:t>
      </w:r>
      <w:r w:rsidRPr="00065D03">
        <w:rPr>
          <w:rtl/>
        </w:rPr>
        <w:t xml:space="preserve"> ويصبح مُشرِّعاً في (عرض) الله سبحانه وتعالى</w:t>
      </w:r>
      <w:r w:rsidR="00610870">
        <w:rPr>
          <w:rtl/>
        </w:rPr>
        <w:t>،</w:t>
      </w:r>
      <w:r w:rsidRPr="00065D03">
        <w:rPr>
          <w:rtl/>
        </w:rPr>
        <w:t xml:space="preserve"> والنبي </w:t>
      </w:r>
      <w:r w:rsidR="00283EDA" w:rsidRPr="00283EDA">
        <w:rPr>
          <w:rStyle w:val="libAlaemChar"/>
          <w:rFonts w:eastAsiaTheme="minorHAnsi"/>
          <w:rtl/>
        </w:rPr>
        <w:t>صلى‌الله‌عليه‌وآله‌وسلم</w:t>
      </w:r>
      <w:r w:rsidRPr="00065D03">
        <w:rPr>
          <w:rtl/>
        </w:rPr>
        <w:t xml:space="preserve">. </w:t>
      </w:r>
    </w:p>
    <w:p w:rsidR="002379D1" w:rsidRDefault="00E07DFB" w:rsidP="00065D03">
      <w:pPr>
        <w:pStyle w:val="libNormal"/>
        <w:rPr>
          <w:rtl/>
        </w:rPr>
      </w:pPr>
      <w:r w:rsidRPr="00065D03">
        <w:rPr>
          <w:rtl/>
        </w:rPr>
        <w:t>وعلى هذا يُستخلص ممَّا مرَّ آنفاً أنَّ إدارة النظام الإسلامي على أساس ولاية الفقيه</w:t>
      </w:r>
      <w:r w:rsidR="00610870">
        <w:rPr>
          <w:rtl/>
        </w:rPr>
        <w:t>،</w:t>
      </w:r>
      <w:r w:rsidRPr="00065D03">
        <w:rPr>
          <w:rtl/>
        </w:rPr>
        <w:t xml:space="preserve"> لا تعني التخلِّي عن قدسيَّة الأحكام الإلهية.</w:t>
      </w:r>
    </w:p>
    <w:p w:rsidR="002379D1" w:rsidRDefault="002379D1" w:rsidP="00E5125A">
      <w:pPr>
        <w:pStyle w:val="libNormal"/>
        <w:rPr>
          <w:rtl/>
        </w:rPr>
      </w:pPr>
      <w:r>
        <w:rPr>
          <w:rtl/>
        </w:rPr>
        <w:br w:type="page"/>
      </w:r>
    </w:p>
    <w:p w:rsidR="00E07DFB" w:rsidRPr="00313984" w:rsidRDefault="00E07DFB" w:rsidP="00313984">
      <w:pPr>
        <w:pStyle w:val="libBold1"/>
        <w:rPr>
          <w:rtl/>
        </w:rPr>
      </w:pPr>
      <w:r w:rsidRPr="00313984">
        <w:rPr>
          <w:rtl/>
        </w:rPr>
        <w:lastRenderedPageBreak/>
        <w:t>* إذا تم الكشف عن مناط وعلَّة الحكم</w:t>
      </w:r>
      <w:r w:rsidR="00610870">
        <w:rPr>
          <w:rtl/>
        </w:rPr>
        <w:t>،</w:t>
      </w:r>
      <w:r w:rsidRPr="00313984">
        <w:rPr>
          <w:rtl/>
        </w:rPr>
        <w:t xml:space="preserve"> هل يمكن التغاضي عن بعض ظواهر الشريعة؟</w:t>
      </w:r>
    </w:p>
    <w:p w:rsidR="00E07DFB" w:rsidRPr="002A0058" w:rsidRDefault="00E07DFB" w:rsidP="002A0058">
      <w:pPr>
        <w:pStyle w:val="libNormal"/>
        <w:rPr>
          <w:rtl/>
        </w:rPr>
      </w:pPr>
      <w:r w:rsidRPr="00313984">
        <w:rPr>
          <w:rStyle w:val="libBold1Char"/>
          <w:rtl/>
        </w:rPr>
        <w:t>الشيخ سبحاني:</w:t>
      </w:r>
      <w:r w:rsidRPr="002A0058">
        <w:rPr>
          <w:rtl/>
        </w:rPr>
        <w:t xml:space="preserve"> إذا تم الكشف عن المناط الواقعي بوساطة الشرع نفسه</w:t>
      </w:r>
      <w:r w:rsidR="00610870">
        <w:rPr>
          <w:rtl/>
        </w:rPr>
        <w:t>،</w:t>
      </w:r>
      <w:r w:rsidRPr="002A0058">
        <w:rPr>
          <w:rtl/>
        </w:rPr>
        <w:t xml:space="preserve"> فمن البديهي أن يكون الأمر تابعاً لذلك السبب</w:t>
      </w:r>
      <w:r w:rsidR="00610870">
        <w:rPr>
          <w:rtl/>
        </w:rPr>
        <w:t>.</w:t>
      </w:r>
      <w:r w:rsidRPr="002A0058">
        <w:rPr>
          <w:rtl/>
        </w:rPr>
        <w:t xml:space="preserve"> فالإسلام</w:t>
      </w:r>
      <w:r w:rsidR="00610870">
        <w:rPr>
          <w:rtl/>
        </w:rPr>
        <w:t xml:space="preserve"> - </w:t>
      </w:r>
      <w:r w:rsidRPr="002A0058">
        <w:rPr>
          <w:rtl/>
        </w:rPr>
        <w:t>مثلاً</w:t>
      </w:r>
      <w:r w:rsidR="00610870">
        <w:rPr>
          <w:rtl/>
        </w:rPr>
        <w:t xml:space="preserve"> - </w:t>
      </w:r>
      <w:r w:rsidRPr="002A0058">
        <w:rPr>
          <w:rtl/>
        </w:rPr>
        <w:t>قال: لا تشربوا الخمر</w:t>
      </w:r>
      <w:r w:rsidR="00610870">
        <w:rPr>
          <w:rtl/>
        </w:rPr>
        <w:t>؛</w:t>
      </w:r>
      <w:r w:rsidRPr="002A0058">
        <w:rPr>
          <w:rtl/>
        </w:rPr>
        <w:t xml:space="preserve"> لأنَّه مُسكِر ومُذهب للعقل</w:t>
      </w:r>
      <w:r w:rsidR="00610870">
        <w:rPr>
          <w:rtl/>
        </w:rPr>
        <w:t>.</w:t>
      </w:r>
      <w:r w:rsidRPr="002A0058">
        <w:rPr>
          <w:rtl/>
        </w:rPr>
        <w:t xml:space="preserve"> فمن البديهي أنَّنا سنوسِّع من حكم الشرع الخاص بهذه الحالة ونحرِّم كل شيء مُسكِر ومُذهب للعقل</w:t>
      </w:r>
      <w:r w:rsidR="00610870">
        <w:rPr>
          <w:rtl/>
        </w:rPr>
        <w:t>.</w:t>
      </w:r>
      <w:r w:rsidRPr="002A0058">
        <w:rPr>
          <w:rtl/>
        </w:rPr>
        <w:t xml:space="preserve"> وليس هذا غضَّاً للطرف عن الظواهر</w:t>
      </w:r>
      <w:r w:rsidR="00610870">
        <w:rPr>
          <w:rtl/>
        </w:rPr>
        <w:t>،</w:t>
      </w:r>
      <w:r w:rsidRPr="002A0058">
        <w:rPr>
          <w:rtl/>
        </w:rPr>
        <w:t xml:space="preserve"> بل هو شكل من أشكال توسيع نطاق الحكم الظاهر</w:t>
      </w:r>
      <w:r w:rsidR="00610870">
        <w:rPr>
          <w:rtl/>
        </w:rPr>
        <w:t>.</w:t>
      </w:r>
      <w:r w:rsidRPr="002A0058">
        <w:rPr>
          <w:rtl/>
        </w:rPr>
        <w:t xml:space="preserve"> وتم ذلك أيضاً بإرشاد الشارع المقدَّس نفسه</w:t>
      </w:r>
      <w:r w:rsidR="00610870">
        <w:rPr>
          <w:rtl/>
        </w:rPr>
        <w:t>؛</w:t>
      </w:r>
      <w:r w:rsidRPr="002A0058">
        <w:rPr>
          <w:rtl/>
        </w:rPr>
        <w:t xml:space="preserve"> ذلك أنَّه هدانا</w:t>
      </w:r>
      <w:r w:rsidR="00610870">
        <w:rPr>
          <w:rtl/>
        </w:rPr>
        <w:t xml:space="preserve"> - </w:t>
      </w:r>
      <w:r w:rsidRPr="002A0058">
        <w:rPr>
          <w:rtl/>
        </w:rPr>
        <w:t>بوساطة ذكره سبب الحكم</w:t>
      </w:r>
      <w:r w:rsidR="00610870">
        <w:rPr>
          <w:rtl/>
        </w:rPr>
        <w:t xml:space="preserve"> - </w:t>
      </w:r>
      <w:r w:rsidRPr="002A0058">
        <w:rPr>
          <w:rtl/>
        </w:rPr>
        <w:t>إلى أنْ نُوسِّع في الحكم.</w:t>
      </w:r>
    </w:p>
    <w:p w:rsidR="00E07DFB" w:rsidRPr="00065D03" w:rsidRDefault="00E07DFB" w:rsidP="00065D03">
      <w:pPr>
        <w:pStyle w:val="libNormal"/>
        <w:rPr>
          <w:rtl/>
        </w:rPr>
      </w:pPr>
      <w:r w:rsidRPr="00065D03">
        <w:rPr>
          <w:rtl/>
        </w:rPr>
        <w:t>لنفترض أنَّ أباً قال لولده: لا تتناول هذا الطعام</w:t>
      </w:r>
      <w:r w:rsidR="00610870">
        <w:rPr>
          <w:rtl/>
        </w:rPr>
        <w:t>؛</w:t>
      </w:r>
      <w:r w:rsidRPr="00065D03">
        <w:rPr>
          <w:rtl/>
        </w:rPr>
        <w:t xml:space="preserve"> لأنَّه مسموم</w:t>
      </w:r>
      <w:r w:rsidR="00610870">
        <w:rPr>
          <w:rtl/>
        </w:rPr>
        <w:t>.</w:t>
      </w:r>
      <w:r w:rsidRPr="00065D03">
        <w:rPr>
          <w:rtl/>
        </w:rPr>
        <w:t xml:space="preserve"> هذا هو الظاهر من كلامه</w:t>
      </w:r>
      <w:r w:rsidR="00610870">
        <w:rPr>
          <w:rtl/>
        </w:rPr>
        <w:t>.</w:t>
      </w:r>
      <w:r w:rsidRPr="00065D03">
        <w:rPr>
          <w:rtl/>
        </w:rPr>
        <w:t xml:space="preserve"> ولكنَّه سيَفهم أيضاً أمرين آخرين:</w:t>
      </w:r>
    </w:p>
    <w:p w:rsidR="00E07DFB" w:rsidRPr="002A0058" w:rsidRDefault="00E07DFB" w:rsidP="002A0058">
      <w:pPr>
        <w:pStyle w:val="libNormal"/>
        <w:rPr>
          <w:rtl/>
        </w:rPr>
      </w:pPr>
      <w:r w:rsidRPr="00313984">
        <w:rPr>
          <w:rStyle w:val="libBold1Char"/>
          <w:rtl/>
        </w:rPr>
        <w:t>الأول:</w:t>
      </w:r>
      <w:r w:rsidRPr="002A0058">
        <w:rPr>
          <w:rtl/>
        </w:rPr>
        <w:t xml:space="preserve"> أنْ لا يأكل أيَّ طعام مسموم.</w:t>
      </w:r>
    </w:p>
    <w:p w:rsidR="00E07DFB" w:rsidRPr="002A0058" w:rsidRDefault="00E07DFB" w:rsidP="002A0058">
      <w:pPr>
        <w:pStyle w:val="libNormal"/>
        <w:rPr>
          <w:rtl/>
        </w:rPr>
      </w:pPr>
      <w:r w:rsidRPr="00313984">
        <w:rPr>
          <w:rStyle w:val="libBold1Char"/>
          <w:rtl/>
        </w:rPr>
        <w:t xml:space="preserve">والثاني: </w:t>
      </w:r>
      <w:r w:rsidRPr="002A0058">
        <w:rPr>
          <w:rtl/>
        </w:rPr>
        <w:t>عليه أن لا يتناول أيَّ شيء مسموم حتى لو لم يكن طعاماً.</w:t>
      </w:r>
    </w:p>
    <w:p w:rsidR="002379D1" w:rsidRDefault="00E07DFB" w:rsidP="00CC300B">
      <w:pPr>
        <w:pStyle w:val="libNormal"/>
        <w:rPr>
          <w:rtl/>
        </w:rPr>
      </w:pPr>
      <w:r w:rsidRPr="002A0058">
        <w:rPr>
          <w:rtl/>
        </w:rPr>
        <w:t>والإسلام يقول: إذا أغلظ والداك لك في شيء</w:t>
      </w:r>
      <w:r w:rsidR="00610870">
        <w:rPr>
          <w:rtl/>
        </w:rPr>
        <w:t>،</w:t>
      </w:r>
      <w:r w:rsidRPr="002A0058">
        <w:rPr>
          <w:rtl/>
        </w:rPr>
        <w:t xml:space="preserve"> فلا تقل لهما أفٍّ</w:t>
      </w:r>
      <w:r w:rsidR="00610870">
        <w:rPr>
          <w:rtl/>
        </w:rPr>
        <w:t>،</w:t>
      </w:r>
      <w:r w:rsidRPr="002A0058">
        <w:rPr>
          <w:rtl/>
        </w:rPr>
        <w:t xml:space="preserve"> كي لا يتألَّم الأب والأم</w:t>
      </w:r>
      <w:r w:rsidR="00610870">
        <w:rPr>
          <w:rtl/>
        </w:rPr>
        <w:t>.</w:t>
      </w:r>
      <w:r w:rsidRPr="002A0058">
        <w:rPr>
          <w:rtl/>
        </w:rPr>
        <w:t xml:space="preserve"> وعلى هذا نستنتج أنَّه لا ينبغي إيذاؤهما بأيِّ سبب</w:t>
      </w:r>
      <w:r w:rsidR="00610870">
        <w:rPr>
          <w:rtl/>
        </w:rPr>
        <w:t>.</w:t>
      </w:r>
      <w:r w:rsidRPr="002A0058">
        <w:rPr>
          <w:rtl/>
        </w:rPr>
        <w:t xml:space="preserve"> إنَّ هذا النوع من التوسُّع يتم بإرشاد من الشرع نفسه</w:t>
      </w:r>
      <w:r w:rsidR="00610870">
        <w:rPr>
          <w:rtl/>
        </w:rPr>
        <w:t>،</w:t>
      </w:r>
      <w:r w:rsidRPr="002A0058">
        <w:rPr>
          <w:rtl/>
        </w:rPr>
        <w:t xml:space="preserve"> ولا يعني التغاضي عن الظواهر</w:t>
      </w:r>
      <w:r w:rsidR="00610870">
        <w:rPr>
          <w:rtl/>
        </w:rPr>
        <w:t>،</w:t>
      </w:r>
      <w:r w:rsidRPr="002A0058">
        <w:rPr>
          <w:rtl/>
        </w:rPr>
        <w:t xml:space="preserve"> بل هو توسيع للحكم الإلهي بهداية من الشرع والعقل السليم</w:t>
      </w:r>
      <w:r w:rsidR="00610870">
        <w:rPr>
          <w:rtl/>
        </w:rPr>
        <w:t>.</w:t>
      </w:r>
      <w:r w:rsidRPr="002A0058">
        <w:rPr>
          <w:rtl/>
        </w:rPr>
        <w:t xml:space="preserve"> وذلك كله في حالة كون المناط واضحاً كما في المثالين السابقين</w:t>
      </w:r>
      <w:r w:rsidR="00610870">
        <w:rPr>
          <w:rtl/>
        </w:rPr>
        <w:t>؛</w:t>
      </w:r>
      <w:r w:rsidRPr="002A0058">
        <w:rPr>
          <w:rtl/>
        </w:rPr>
        <w:t xml:space="preserve"> إذ أنَّ استنباط مناط ما بوساطة سلسلة من الحسابات المحتملة</w:t>
      </w:r>
      <w:r w:rsidR="00610870">
        <w:rPr>
          <w:rtl/>
        </w:rPr>
        <w:t>.</w:t>
      </w:r>
      <w:r w:rsidRPr="002A0058">
        <w:rPr>
          <w:rtl/>
        </w:rPr>
        <w:t xml:space="preserve"> وبالنتيجة</w:t>
      </w:r>
      <w:r w:rsidR="00610870">
        <w:rPr>
          <w:rtl/>
        </w:rPr>
        <w:t>،</w:t>
      </w:r>
      <w:r w:rsidRPr="002A0058">
        <w:rPr>
          <w:rtl/>
        </w:rPr>
        <w:t xml:space="preserve"> إنَّ غضَّ الطرف عن الظواهر هو نوع من الافتراء على الشرع</w:t>
      </w:r>
      <w:r w:rsidR="00610870">
        <w:rPr>
          <w:rtl/>
        </w:rPr>
        <w:t>؛</w:t>
      </w:r>
      <w:r w:rsidRPr="002A0058">
        <w:rPr>
          <w:rtl/>
        </w:rPr>
        <w:t xml:space="preserve"> كأن يقول أحد المتصوفة: إنَّ الله تعالى قال: </w:t>
      </w:r>
      <w:r w:rsidR="00CC300B">
        <w:rPr>
          <w:rStyle w:val="libAlaemChar"/>
          <w:rFonts w:eastAsiaTheme="minorHAnsi" w:hint="cs"/>
          <w:rtl/>
        </w:rPr>
        <w:t>(</w:t>
      </w:r>
      <w:r w:rsidRPr="00AE62B5">
        <w:rPr>
          <w:rStyle w:val="libAieChar"/>
          <w:rFonts w:hint="cs"/>
          <w:rtl/>
        </w:rPr>
        <w:t>وَاعْبُدْ رَبَّكَ حَتَّى يَأْتِيَكَ الْيَقِينُ</w:t>
      </w:r>
      <w:r w:rsidR="00CC300B">
        <w:rPr>
          <w:rStyle w:val="libAlaemChar"/>
          <w:rFonts w:eastAsiaTheme="minorHAnsi" w:hint="cs"/>
          <w:rtl/>
        </w:rPr>
        <w:t>)</w:t>
      </w:r>
      <w:r w:rsidR="00CC300B" w:rsidRPr="00852899">
        <w:rPr>
          <w:rStyle w:val="libFootnotenumChar"/>
          <w:rtl/>
        </w:rPr>
        <w:t xml:space="preserve"> </w:t>
      </w:r>
      <w:r w:rsidRPr="00852899">
        <w:rPr>
          <w:rStyle w:val="libFootnotenumChar"/>
          <w:rtl/>
        </w:rPr>
        <w:t>(4)</w:t>
      </w:r>
      <w:r w:rsidR="00610870">
        <w:rPr>
          <w:rStyle w:val="libFootnotenumChar"/>
          <w:rtl/>
        </w:rPr>
        <w:t>،</w:t>
      </w:r>
      <w:r w:rsidRPr="002A0058">
        <w:rPr>
          <w:rtl/>
        </w:rPr>
        <w:t xml:space="preserve"> ولمَّا بلغتُ الآن مرحلة اليقين</w:t>
      </w:r>
      <w:r w:rsidR="00610870">
        <w:rPr>
          <w:rtl/>
        </w:rPr>
        <w:t>،</w:t>
      </w:r>
      <w:r w:rsidRPr="002A0058">
        <w:rPr>
          <w:rtl/>
        </w:rPr>
        <w:t xml:space="preserve"> فقد سقطت العبادة عني</w:t>
      </w:r>
      <w:r w:rsidR="00610870">
        <w:rPr>
          <w:rtl/>
        </w:rPr>
        <w:t>.</w:t>
      </w:r>
      <w:r w:rsidRPr="002A0058">
        <w:rPr>
          <w:rtl/>
        </w:rPr>
        <w:t xml:space="preserve"> إنَّ هذا النوع من السببية شكل من أشكال الافتراء على الشرع: </w:t>
      </w:r>
      <w:r w:rsidR="00CC300B">
        <w:rPr>
          <w:rStyle w:val="libAlaemChar"/>
          <w:rFonts w:eastAsiaTheme="minorHAnsi" w:hint="cs"/>
          <w:rtl/>
        </w:rPr>
        <w:t>(</w:t>
      </w:r>
      <w:r w:rsidRPr="00AE62B5">
        <w:rPr>
          <w:rStyle w:val="libAieChar"/>
          <w:rFonts w:hint="cs"/>
          <w:rtl/>
        </w:rPr>
        <w:t>إِنَّمَا يَفْتَرِي الْكَذِبَ الَّذِينَ لاَ يُؤْمِنُونَ بِآيَاتِ اللَّهِ</w:t>
      </w:r>
      <w:r w:rsidR="00CC300B">
        <w:rPr>
          <w:rStyle w:val="libAlaemChar"/>
          <w:rFonts w:eastAsiaTheme="minorHAnsi" w:hint="cs"/>
          <w:rtl/>
        </w:rPr>
        <w:t>)</w:t>
      </w:r>
      <w:r w:rsidR="00CC300B" w:rsidRPr="00852899">
        <w:rPr>
          <w:rStyle w:val="libFootnotenumChar"/>
          <w:rtl/>
        </w:rPr>
        <w:t xml:space="preserve"> </w:t>
      </w:r>
      <w:r w:rsidRPr="00852899">
        <w:rPr>
          <w:rStyle w:val="libFootnotenumChar"/>
          <w:rtl/>
        </w:rPr>
        <w:t>(5)</w:t>
      </w:r>
      <w:r w:rsidR="00610870">
        <w:rPr>
          <w:rStyle w:val="libFootnotenumChar"/>
          <w:rtl/>
        </w:rPr>
        <w:t>؛</w:t>
      </w:r>
      <w:r w:rsidRPr="002A0058">
        <w:rPr>
          <w:rtl/>
        </w:rPr>
        <w:t xml:space="preserve"> ذلك أنَّ المقصود باليقين في هذه</w:t>
      </w:r>
      <w:r w:rsidR="002379D1">
        <w:rPr>
          <w:rFonts w:hint="cs"/>
          <w:rtl/>
        </w:rPr>
        <w:t xml:space="preserve"> </w:t>
      </w:r>
      <w:r w:rsidRPr="002A0058">
        <w:rPr>
          <w:rtl/>
        </w:rPr>
        <w:t>الآية هو الموت</w:t>
      </w:r>
      <w:r w:rsidR="00610870">
        <w:rPr>
          <w:rtl/>
        </w:rPr>
        <w:t>،</w:t>
      </w:r>
      <w:r w:rsidRPr="002A0058">
        <w:rPr>
          <w:rtl/>
        </w:rPr>
        <w:t xml:space="preserve"> والدليل على ذلك قوله تعالى: </w:t>
      </w:r>
      <w:r w:rsidR="00CC300B">
        <w:rPr>
          <w:rStyle w:val="libAlaemChar"/>
          <w:rFonts w:eastAsiaTheme="minorHAnsi" w:hint="cs"/>
          <w:rtl/>
        </w:rPr>
        <w:t>(</w:t>
      </w:r>
      <w:r w:rsidRPr="00AE62B5">
        <w:rPr>
          <w:rStyle w:val="libAieChar"/>
          <w:rFonts w:hint="cs"/>
          <w:rtl/>
        </w:rPr>
        <w:t>وَكُنَّا نُكَذِّبُ بِيَوْمِ الدِّينِ * حَتَّى أَتَانَا الْيَقِينُ</w:t>
      </w:r>
      <w:r w:rsidR="00CC300B">
        <w:rPr>
          <w:rStyle w:val="libAlaemChar"/>
          <w:rFonts w:eastAsiaTheme="minorHAnsi" w:hint="cs"/>
          <w:rtl/>
        </w:rPr>
        <w:t>)</w:t>
      </w:r>
      <w:r w:rsidR="00CC300B" w:rsidRPr="00852899">
        <w:rPr>
          <w:rStyle w:val="libFootnotenumChar"/>
          <w:rtl/>
        </w:rPr>
        <w:t xml:space="preserve"> </w:t>
      </w:r>
      <w:r w:rsidRPr="00852899">
        <w:rPr>
          <w:rStyle w:val="libFootnotenumChar"/>
          <w:rtl/>
        </w:rPr>
        <w:t>(6)</w:t>
      </w:r>
      <w:r w:rsidRPr="002A0058">
        <w:rPr>
          <w:rtl/>
        </w:rPr>
        <w:t xml:space="preserve">. </w:t>
      </w:r>
    </w:p>
    <w:p w:rsidR="002379D1" w:rsidRDefault="002379D1" w:rsidP="00E5125A">
      <w:pPr>
        <w:pStyle w:val="libNormal"/>
        <w:rPr>
          <w:rtl/>
        </w:rPr>
      </w:pPr>
      <w:r>
        <w:rPr>
          <w:rtl/>
        </w:rPr>
        <w:br w:type="page"/>
      </w:r>
    </w:p>
    <w:p w:rsidR="00E07DFB" w:rsidRPr="00065D03" w:rsidRDefault="00E07DFB" w:rsidP="00065D03">
      <w:pPr>
        <w:pStyle w:val="libNormal"/>
        <w:rPr>
          <w:rtl/>
        </w:rPr>
      </w:pPr>
      <w:r w:rsidRPr="00065D03">
        <w:rPr>
          <w:rtl/>
        </w:rPr>
        <w:lastRenderedPageBreak/>
        <w:t>وكما قلنا في موضوع العمل بالمصالح</w:t>
      </w:r>
      <w:r w:rsidR="00610870">
        <w:rPr>
          <w:rtl/>
        </w:rPr>
        <w:t>،</w:t>
      </w:r>
      <w:r w:rsidRPr="00065D03">
        <w:rPr>
          <w:rtl/>
        </w:rPr>
        <w:t xml:space="preserve"> فإنَّ العقل البشري أعجز من أن يعرف المناطات التي لأجلها شُرِّعت الأحكام</w:t>
      </w:r>
      <w:r w:rsidR="00610870">
        <w:rPr>
          <w:rtl/>
        </w:rPr>
        <w:t>،</w:t>
      </w:r>
      <w:r w:rsidRPr="00065D03">
        <w:rPr>
          <w:rtl/>
        </w:rPr>
        <w:t xml:space="preserve"> لكي يتخلَّى في إطار معرفته لهذه الأهداف عن ظواهر الشريعة.</w:t>
      </w:r>
    </w:p>
    <w:p w:rsidR="00E07DFB" w:rsidRPr="002A0058" w:rsidRDefault="00E07DFB" w:rsidP="00CC300B">
      <w:pPr>
        <w:pStyle w:val="libNormal"/>
        <w:rPr>
          <w:rtl/>
        </w:rPr>
      </w:pPr>
      <w:r w:rsidRPr="002A0058">
        <w:rPr>
          <w:rtl/>
        </w:rPr>
        <w:t>وإنَّ واحدة من مراتب الإيمان التسليمُ أمام الوحي</w:t>
      </w:r>
      <w:r w:rsidR="00610870">
        <w:rPr>
          <w:rtl/>
        </w:rPr>
        <w:t>،</w:t>
      </w:r>
      <w:r w:rsidRPr="002A0058">
        <w:rPr>
          <w:rtl/>
        </w:rPr>
        <w:t xml:space="preserve"> وهذا التسليم بحد ذاته هو الكمال</w:t>
      </w:r>
      <w:r w:rsidR="00610870">
        <w:rPr>
          <w:rtl/>
        </w:rPr>
        <w:t>.</w:t>
      </w:r>
      <w:r w:rsidRPr="002A0058">
        <w:rPr>
          <w:rtl/>
        </w:rPr>
        <w:t xml:space="preserve"> يقول القرآن الكريم:</w:t>
      </w:r>
      <w:r w:rsidRPr="00313984">
        <w:rPr>
          <w:rStyle w:val="libBold1Char"/>
          <w:rtl/>
        </w:rPr>
        <w:t xml:space="preserve"> </w:t>
      </w:r>
      <w:r w:rsidR="00CC300B">
        <w:rPr>
          <w:rStyle w:val="libAlaemChar"/>
          <w:rFonts w:eastAsiaTheme="minorHAnsi" w:hint="cs"/>
          <w:rtl/>
        </w:rPr>
        <w:t>(</w:t>
      </w:r>
      <w:r w:rsidRPr="00AE62B5">
        <w:rPr>
          <w:rStyle w:val="libAieChar"/>
          <w:rFonts w:hint="cs"/>
          <w:rtl/>
        </w:rPr>
        <w:t>فَلاَ وَرَبِّكَ لاَ يُؤْمِنُونَ حَتَّى يُحَكِّمُوكَ فِيمَا شَجَرَ بَيْنَهُمْ ثُمَّ لاَ يَجِدُوا فِي أَنفُسِهِمْ حَرَجًا مِمَّا قَضَيْتَ وَيُسَلِّمُوا تَسْلِيمًا</w:t>
      </w:r>
      <w:r w:rsidR="00CC300B">
        <w:rPr>
          <w:rStyle w:val="libAlaemChar"/>
          <w:rFonts w:eastAsiaTheme="minorHAnsi" w:hint="cs"/>
          <w:rtl/>
        </w:rPr>
        <w:t>)</w:t>
      </w:r>
      <w:r w:rsidR="00CC300B" w:rsidRPr="00852899">
        <w:rPr>
          <w:rStyle w:val="libFootnotenumChar"/>
          <w:rtl/>
        </w:rPr>
        <w:t xml:space="preserve"> </w:t>
      </w:r>
      <w:r w:rsidRPr="00852899">
        <w:rPr>
          <w:rStyle w:val="libFootnotenumChar"/>
          <w:rtl/>
        </w:rPr>
        <w:t>(7)</w:t>
      </w:r>
      <w:r w:rsidRPr="002A0058">
        <w:rPr>
          <w:rtl/>
        </w:rPr>
        <w:t>.</w:t>
      </w:r>
    </w:p>
    <w:p w:rsidR="00E07DFB" w:rsidRPr="00065D03" w:rsidRDefault="00E07DFB" w:rsidP="00065D03">
      <w:pPr>
        <w:pStyle w:val="libNormal"/>
        <w:rPr>
          <w:rtl/>
        </w:rPr>
      </w:pPr>
      <w:r w:rsidRPr="00065D03">
        <w:rPr>
          <w:rtl/>
        </w:rPr>
        <w:t>وإنَّ أولئك الذين يريدون</w:t>
      </w:r>
      <w:r w:rsidR="00610870">
        <w:rPr>
          <w:rtl/>
        </w:rPr>
        <w:t xml:space="preserve"> - </w:t>
      </w:r>
      <w:r w:rsidRPr="00065D03">
        <w:rPr>
          <w:rtl/>
        </w:rPr>
        <w:t>من خلال تشخيص المِلاكات</w:t>
      </w:r>
      <w:r w:rsidR="00610870">
        <w:rPr>
          <w:rtl/>
        </w:rPr>
        <w:t xml:space="preserve"> - </w:t>
      </w:r>
      <w:r w:rsidRPr="00065D03">
        <w:rPr>
          <w:rtl/>
        </w:rPr>
        <w:t>التصرُّف في الظواهر</w:t>
      </w:r>
      <w:r w:rsidR="00610870">
        <w:rPr>
          <w:rtl/>
        </w:rPr>
        <w:t>،</w:t>
      </w:r>
      <w:r w:rsidRPr="00065D03">
        <w:rPr>
          <w:rtl/>
        </w:rPr>
        <w:t xml:space="preserve"> إنَّما يعدُّون أنفسهم للقضاء على الشريعة</w:t>
      </w:r>
      <w:r w:rsidR="00610870">
        <w:rPr>
          <w:rtl/>
        </w:rPr>
        <w:t>،</w:t>
      </w:r>
      <w:r w:rsidRPr="00065D03">
        <w:rPr>
          <w:rtl/>
        </w:rPr>
        <w:t xml:space="preserve"> وذلك مثل إلغاء حكم الوضوء والغسل عن المسلم الذي يلتزم بنظافة نفسه في الليل والنهار</w:t>
      </w:r>
      <w:r w:rsidR="00610870">
        <w:rPr>
          <w:rtl/>
        </w:rPr>
        <w:t>،</w:t>
      </w:r>
      <w:r w:rsidRPr="00065D03">
        <w:rPr>
          <w:rtl/>
        </w:rPr>
        <w:t xml:space="preserve"> أو القول: إنَّ الصلاة والصيام مفروضان على الذي لم يصل إلى تلك المرتبة من ذكر الله</w:t>
      </w:r>
      <w:r w:rsidR="00610870">
        <w:rPr>
          <w:rtl/>
        </w:rPr>
        <w:t>،</w:t>
      </w:r>
      <w:r w:rsidRPr="00065D03">
        <w:rPr>
          <w:rtl/>
        </w:rPr>
        <w:t xml:space="preserve"> أمَّا مَن بلغ تلك المرتبة</w:t>
      </w:r>
      <w:r w:rsidR="00610870">
        <w:rPr>
          <w:rtl/>
        </w:rPr>
        <w:t>،</w:t>
      </w:r>
      <w:r w:rsidRPr="00065D03">
        <w:rPr>
          <w:rtl/>
        </w:rPr>
        <w:t xml:space="preserve"> فهو ليس بحاجة لأداء الصلاة</w:t>
      </w:r>
      <w:r w:rsidR="00610870">
        <w:rPr>
          <w:rtl/>
        </w:rPr>
        <w:t>.</w:t>
      </w:r>
      <w:r w:rsidRPr="00065D03">
        <w:rPr>
          <w:rtl/>
        </w:rPr>
        <w:t xml:space="preserve"> فهذه الإصلاحات</w:t>
      </w:r>
      <w:r w:rsidR="00610870">
        <w:rPr>
          <w:rtl/>
        </w:rPr>
        <w:t>،</w:t>
      </w:r>
      <w:r w:rsidRPr="00065D03">
        <w:rPr>
          <w:rtl/>
        </w:rPr>
        <w:t xml:space="preserve"> وهذا التجديد</w:t>
      </w:r>
      <w:r w:rsidR="00610870">
        <w:rPr>
          <w:rtl/>
        </w:rPr>
        <w:t>،</w:t>
      </w:r>
      <w:r w:rsidRPr="00065D03">
        <w:rPr>
          <w:rtl/>
        </w:rPr>
        <w:t xml:space="preserve"> نوعٌ من اللصوصية التي يُراد عن طريقها محو الشريعة من ساحة الحياة.</w:t>
      </w:r>
    </w:p>
    <w:p w:rsidR="00E07DFB" w:rsidRPr="00313984" w:rsidRDefault="00E07DFB" w:rsidP="00313984">
      <w:pPr>
        <w:pStyle w:val="libBold1"/>
        <w:rPr>
          <w:rtl/>
        </w:rPr>
      </w:pPr>
      <w:r w:rsidRPr="00313984">
        <w:rPr>
          <w:rtl/>
        </w:rPr>
        <w:t>* بما أنَّكم واصلتم العمل لسنين طويلة في الحوزة العلمية من خلال التدريس والبحث</w:t>
      </w:r>
      <w:r w:rsidR="00610870">
        <w:rPr>
          <w:rtl/>
        </w:rPr>
        <w:t>،</w:t>
      </w:r>
      <w:r w:rsidRPr="00313984">
        <w:rPr>
          <w:rtl/>
        </w:rPr>
        <w:t xml:space="preserve"> ماذا لديكم في شأن ما يمكن أن يلحق بالفقه من ضرر؟</w:t>
      </w:r>
    </w:p>
    <w:p w:rsidR="002379D1" w:rsidRDefault="00E07DFB" w:rsidP="002A0058">
      <w:pPr>
        <w:pStyle w:val="libNormal"/>
        <w:rPr>
          <w:rtl/>
        </w:rPr>
      </w:pPr>
      <w:r w:rsidRPr="00313984">
        <w:rPr>
          <w:rStyle w:val="libBold1Char"/>
          <w:rtl/>
        </w:rPr>
        <w:t xml:space="preserve">الشيخ سبحاني: </w:t>
      </w:r>
      <w:r w:rsidRPr="002A0058">
        <w:rPr>
          <w:rtl/>
        </w:rPr>
        <w:t>إذا كان الفقه هو مجموعة الأحكام الإلهية التي تُستنبط من الكتاب والسُّـنَّة</w:t>
      </w:r>
      <w:r w:rsidR="00610870">
        <w:rPr>
          <w:rtl/>
        </w:rPr>
        <w:t>،</w:t>
      </w:r>
      <w:r w:rsidRPr="002A0058">
        <w:rPr>
          <w:rtl/>
        </w:rPr>
        <w:t xml:space="preserve"> فلن يصيبها أدنى ضرر</w:t>
      </w:r>
      <w:r w:rsidR="00610870">
        <w:rPr>
          <w:rtl/>
        </w:rPr>
        <w:t>.</w:t>
      </w:r>
      <w:r w:rsidRPr="002A0058">
        <w:rPr>
          <w:rtl/>
        </w:rPr>
        <w:t xml:space="preserve"> والضرر الذي يمكن أن يلحق بالفقه إنَّما يأتيه حين يُؤخذ من غير طرقه الصحيحة</w:t>
      </w:r>
      <w:r w:rsidR="00610870">
        <w:rPr>
          <w:rtl/>
        </w:rPr>
        <w:t>.</w:t>
      </w:r>
      <w:r w:rsidRPr="002A0058">
        <w:rPr>
          <w:rtl/>
        </w:rPr>
        <w:t xml:space="preserve"> فمثلاً بدلاً من الرجوع إلى المصادر المعوَّل عليها</w:t>
      </w:r>
      <w:r w:rsidR="00610870">
        <w:rPr>
          <w:rtl/>
        </w:rPr>
        <w:t>،</w:t>
      </w:r>
      <w:r w:rsidRPr="002A0058">
        <w:rPr>
          <w:rtl/>
        </w:rPr>
        <w:t xml:space="preserve"> كالكتاب والسُّـنَّة والإجماع والعقل</w:t>
      </w:r>
      <w:r w:rsidR="00610870">
        <w:rPr>
          <w:rtl/>
        </w:rPr>
        <w:t>،</w:t>
      </w:r>
      <w:r w:rsidRPr="002A0058">
        <w:rPr>
          <w:rtl/>
        </w:rPr>
        <w:t xml:space="preserve"> نلجأ إلى المعايير الظَّـنِّية والاحتمالية</w:t>
      </w:r>
      <w:r w:rsidR="00610870">
        <w:rPr>
          <w:rtl/>
        </w:rPr>
        <w:t>،</w:t>
      </w:r>
      <w:r w:rsidRPr="002A0058">
        <w:rPr>
          <w:rtl/>
        </w:rPr>
        <w:t xml:space="preserve"> ونستنبط الفقه الإسلامي منها</w:t>
      </w:r>
      <w:r w:rsidR="00610870">
        <w:rPr>
          <w:rtl/>
        </w:rPr>
        <w:t>.</w:t>
      </w:r>
      <w:r w:rsidRPr="002A0058">
        <w:rPr>
          <w:rtl/>
        </w:rPr>
        <w:t xml:space="preserve"> فمن البديهي أن لا يكون فقه كهذا بمنأىً عن الضرر</w:t>
      </w:r>
      <w:r w:rsidR="00610870">
        <w:rPr>
          <w:rtl/>
        </w:rPr>
        <w:t>؛</w:t>
      </w:r>
      <w:r w:rsidRPr="002A0058">
        <w:rPr>
          <w:rtl/>
        </w:rPr>
        <w:t xml:space="preserve"> ذلك أنَّ الشيء الذي فيه جانب ظنِّي</w:t>
      </w:r>
      <w:r w:rsidR="00610870">
        <w:rPr>
          <w:rtl/>
        </w:rPr>
        <w:t>،</w:t>
      </w:r>
      <w:r w:rsidRPr="002A0058">
        <w:rPr>
          <w:rtl/>
        </w:rPr>
        <w:t xml:space="preserve"> غير كاشف عن الواقع</w:t>
      </w:r>
      <w:r w:rsidR="00610870">
        <w:rPr>
          <w:rtl/>
        </w:rPr>
        <w:t>،</w:t>
      </w:r>
      <w:r w:rsidRPr="002A0058">
        <w:rPr>
          <w:rtl/>
        </w:rPr>
        <w:t xml:space="preserve"> ولن يوصلنا إلى الحكم الإلهي.</w:t>
      </w:r>
    </w:p>
    <w:p w:rsidR="002379D1" w:rsidRDefault="002379D1" w:rsidP="00E5125A">
      <w:pPr>
        <w:pStyle w:val="libNormal"/>
        <w:rPr>
          <w:rtl/>
        </w:rPr>
      </w:pPr>
      <w:r>
        <w:rPr>
          <w:rtl/>
        </w:rPr>
        <w:br w:type="page"/>
      </w:r>
    </w:p>
    <w:p w:rsidR="00E07DFB" w:rsidRPr="002A0058" w:rsidRDefault="00E07DFB" w:rsidP="002A0058">
      <w:pPr>
        <w:pStyle w:val="libNormal"/>
        <w:rPr>
          <w:rtl/>
        </w:rPr>
      </w:pPr>
      <w:r w:rsidRPr="00313984">
        <w:rPr>
          <w:rStyle w:val="libBold1Char"/>
          <w:rtl/>
        </w:rPr>
        <w:lastRenderedPageBreak/>
        <w:t>وهنا يمكن أن يتُصوَّر ضرر آخر يصيب الفقه</w:t>
      </w:r>
      <w:r w:rsidR="00610870">
        <w:rPr>
          <w:rStyle w:val="libBold1Char"/>
          <w:rtl/>
        </w:rPr>
        <w:t>،</w:t>
      </w:r>
      <w:r w:rsidRPr="002A0058">
        <w:rPr>
          <w:rtl/>
        </w:rPr>
        <w:t xml:space="preserve"> وذلك هو إلغاء الجانب العملي في الفقه</w:t>
      </w:r>
      <w:r w:rsidR="00610870">
        <w:rPr>
          <w:rtl/>
        </w:rPr>
        <w:t>،</w:t>
      </w:r>
      <w:r w:rsidRPr="002A0058">
        <w:rPr>
          <w:rtl/>
        </w:rPr>
        <w:t xml:space="preserve"> ليتخذ شكلاً فكرياً</w:t>
      </w:r>
      <w:r w:rsidR="00610870">
        <w:rPr>
          <w:rtl/>
        </w:rPr>
        <w:t>،</w:t>
      </w:r>
      <w:r w:rsidRPr="002A0058">
        <w:rPr>
          <w:rtl/>
        </w:rPr>
        <w:t xml:space="preserve"> ويتحوَّل إلى تمارين</w:t>
      </w:r>
      <w:r w:rsidR="00610870">
        <w:rPr>
          <w:rtl/>
        </w:rPr>
        <w:t>.</w:t>
      </w:r>
      <w:r w:rsidRPr="002A0058">
        <w:rPr>
          <w:rtl/>
        </w:rPr>
        <w:t xml:space="preserve"> ففي الفقه الإسلامي مسائل ربَّّما لا تحدث مرة واحدة طوال قرن كامل</w:t>
      </w:r>
      <w:r w:rsidR="00610870">
        <w:rPr>
          <w:rtl/>
        </w:rPr>
        <w:t>.</w:t>
      </w:r>
      <w:r w:rsidRPr="002A0058">
        <w:rPr>
          <w:rtl/>
        </w:rPr>
        <w:t xml:space="preserve"> رغم أنَّ البحث في مسائل كهذه هو رياضة ذهنية</w:t>
      </w:r>
      <w:r w:rsidR="00610870">
        <w:rPr>
          <w:rtl/>
        </w:rPr>
        <w:t>،</w:t>
      </w:r>
      <w:r w:rsidRPr="002A0058">
        <w:rPr>
          <w:rtl/>
        </w:rPr>
        <w:t xml:space="preserve"> ولكن لمَّا لم تكن لها صلة بحياة الإنسان</w:t>
      </w:r>
      <w:r w:rsidR="00610870">
        <w:rPr>
          <w:rtl/>
        </w:rPr>
        <w:t>،</w:t>
      </w:r>
      <w:r w:rsidRPr="002A0058">
        <w:rPr>
          <w:rtl/>
        </w:rPr>
        <w:t xml:space="preserve"> فإنَّ إضاعة الوقت فيها يخرج الفقه عن حالته الحيوية والمتطوِّرة إلى العالم الفكري</w:t>
      </w:r>
      <w:r w:rsidR="00610870">
        <w:rPr>
          <w:rtl/>
        </w:rPr>
        <w:t>.</w:t>
      </w:r>
      <w:r w:rsidRPr="002A0058">
        <w:rPr>
          <w:rtl/>
        </w:rPr>
        <w:t xml:space="preserve"> فالمسائل ذات العلاقة بالرقيق</w:t>
      </w:r>
      <w:r w:rsidR="00610870">
        <w:rPr>
          <w:rtl/>
        </w:rPr>
        <w:t>،</w:t>
      </w:r>
      <w:r w:rsidRPr="002A0058">
        <w:rPr>
          <w:rtl/>
        </w:rPr>
        <w:t xml:space="preserve"> الذين كانوا يدعون بالإماء والعبيد</w:t>
      </w:r>
      <w:r w:rsidR="00610870">
        <w:rPr>
          <w:rtl/>
        </w:rPr>
        <w:t>،</w:t>
      </w:r>
      <w:r w:rsidRPr="002A0058">
        <w:rPr>
          <w:rtl/>
        </w:rPr>
        <w:t xml:space="preserve"> كانت تبحث في القرون الماضية لوجود حُجَّة إليها</w:t>
      </w:r>
      <w:r w:rsidR="00610870">
        <w:rPr>
          <w:rtl/>
        </w:rPr>
        <w:t>،</w:t>
      </w:r>
      <w:r w:rsidRPr="002A0058">
        <w:rPr>
          <w:rtl/>
        </w:rPr>
        <w:t xml:space="preserve"> لكنَّها الآن لا تجد لها مصداقاً في الواقع.</w:t>
      </w:r>
    </w:p>
    <w:p w:rsidR="00E07DFB" w:rsidRPr="002A0058" w:rsidRDefault="00E07DFB" w:rsidP="002A0058">
      <w:pPr>
        <w:pStyle w:val="libNormal"/>
        <w:rPr>
          <w:rtl/>
        </w:rPr>
      </w:pPr>
      <w:r w:rsidRPr="00313984">
        <w:rPr>
          <w:rStyle w:val="libBold1Char"/>
          <w:rtl/>
        </w:rPr>
        <w:t>والضرر الثالث</w:t>
      </w:r>
      <w:r w:rsidRPr="002A0058">
        <w:rPr>
          <w:rtl/>
        </w:rPr>
        <w:t xml:space="preserve"> الذي يمكن أن يصيب الفقه هو تطبيق الممارسات القائمة في أسواق المسلمين على القواعد الإسلامية ومنحها صفة التحليل</w:t>
      </w:r>
      <w:r w:rsidR="00610870">
        <w:rPr>
          <w:rtl/>
        </w:rPr>
        <w:t>،</w:t>
      </w:r>
      <w:r w:rsidRPr="002A0058">
        <w:rPr>
          <w:rtl/>
        </w:rPr>
        <w:t xml:space="preserve"> فلا شك أنَّ هناك الآن في المعاملات القائمة في السوق مسألة باسم بيع الشيكات أو الحوالات المالية وأمثالهما</w:t>
      </w:r>
      <w:r w:rsidR="00610870">
        <w:rPr>
          <w:rtl/>
        </w:rPr>
        <w:t>،</w:t>
      </w:r>
      <w:r w:rsidRPr="002A0058">
        <w:rPr>
          <w:rtl/>
        </w:rPr>
        <w:t xml:space="preserve"> نحن بحاجة ماسَّة لبحث هذا النوع من المسائل.</w:t>
      </w:r>
    </w:p>
    <w:p w:rsidR="00E07DFB" w:rsidRPr="00065D03" w:rsidRDefault="00E07DFB" w:rsidP="00065D03">
      <w:pPr>
        <w:pStyle w:val="libNormal"/>
        <w:rPr>
          <w:rtl/>
        </w:rPr>
      </w:pPr>
      <w:r w:rsidRPr="00065D03">
        <w:rPr>
          <w:rtl/>
        </w:rPr>
        <w:t>وعلى الفقيه أن يدرس المسائل بتجرُّد وموضوعية</w:t>
      </w:r>
      <w:r w:rsidR="00610870">
        <w:rPr>
          <w:rtl/>
        </w:rPr>
        <w:t>،</w:t>
      </w:r>
      <w:r w:rsidRPr="00065D03">
        <w:rPr>
          <w:rtl/>
        </w:rPr>
        <w:t xml:space="preserve"> ومن دون أحكام مسبَّقة</w:t>
      </w:r>
      <w:r w:rsidR="00610870">
        <w:rPr>
          <w:rtl/>
        </w:rPr>
        <w:t>؛</w:t>
      </w:r>
      <w:r w:rsidRPr="00065D03">
        <w:rPr>
          <w:rtl/>
        </w:rPr>
        <w:t xml:space="preserve"> ليتمكَّن من استنباط أحكام لها من القواعد العامة</w:t>
      </w:r>
      <w:r w:rsidR="00610870">
        <w:rPr>
          <w:rtl/>
        </w:rPr>
        <w:t>،</w:t>
      </w:r>
      <w:r w:rsidRPr="00065D03">
        <w:rPr>
          <w:rtl/>
        </w:rPr>
        <w:t xml:space="preserve"> سواء أكانت متوافقة مع ما يمارسه الناس أم لم تكن.</w:t>
      </w:r>
    </w:p>
    <w:p w:rsidR="00E07DFB" w:rsidRPr="002A0058" w:rsidRDefault="00E07DFB" w:rsidP="002A0058">
      <w:pPr>
        <w:pStyle w:val="libNormal"/>
        <w:rPr>
          <w:rtl/>
        </w:rPr>
      </w:pPr>
      <w:r w:rsidRPr="00313984">
        <w:rPr>
          <w:rStyle w:val="libBold1Char"/>
          <w:rtl/>
        </w:rPr>
        <w:t>والضرر الرابع</w:t>
      </w:r>
      <w:r w:rsidRPr="002A0058">
        <w:rPr>
          <w:rtl/>
        </w:rPr>
        <w:t xml:space="preserve"> هو عدم بحث المسألة المطروحة بشكلها الواقعي</w:t>
      </w:r>
      <w:r w:rsidR="00610870">
        <w:rPr>
          <w:rtl/>
        </w:rPr>
        <w:t>،</w:t>
      </w:r>
      <w:r w:rsidRPr="002A0058">
        <w:rPr>
          <w:rtl/>
        </w:rPr>
        <w:t xml:space="preserve"> وإصدار حكم في شأنها عن طريق العناوين الثانوية أو عناوين أخرى</w:t>
      </w:r>
      <w:r w:rsidR="00610870">
        <w:rPr>
          <w:rtl/>
        </w:rPr>
        <w:t>.</w:t>
      </w:r>
      <w:r w:rsidRPr="002A0058">
        <w:rPr>
          <w:rtl/>
        </w:rPr>
        <w:t xml:space="preserve"> فعلى الفقيه</w:t>
      </w:r>
      <w:r w:rsidR="00610870">
        <w:rPr>
          <w:rtl/>
        </w:rPr>
        <w:t xml:space="preserve"> - </w:t>
      </w:r>
      <w:r w:rsidRPr="002A0058">
        <w:rPr>
          <w:rtl/>
        </w:rPr>
        <w:t>مثلاً</w:t>
      </w:r>
      <w:r w:rsidR="00610870">
        <w:rPr>
          <w:rtl/>
        </w:rPr>
        <w:t xml:space="preserve"> - </w:t>
      </w:r>
      <w:r w:rsidRPr="002A0058">
        <w:rPr>
          <w:rtl/>
        </w:rPr>
        <w:t>أن يستنبط حكماً واقعياً للتأمين</w:t>
      </w:r>
      <w:r w:rsidR="00610870">
        <w:rPr>
          <w:rtl/>
        </w:rPr>
        <w:t>،</w:t>
      </w:r>
      <w:r w:rsidRPr="002A0058">
        <w:rPr>
          <w:rtl/>
        </w:rPr>
        <w:t xml:space="preserve"> لا أن يجعله يتوافق مع أحد العناوين الشائعة في الفقه</w:t>
      </w:r>
      <w:r w:rsidR="00610870">
        <w:rPr>
          <w:rtl/>
        </w:rPr>
        <w:t>؛</w:t>
      </w:r>
      <w:r w:rsidRPr="002A0058">
        <w:rPr>
          <w:rtl/>
        </w:rPr>
        <w:t xml:space="preserve"> ذلك أنَّ استنباطاً كهذا لن تكون له قيمة واقعية.</w:t>
      </w:r>
    </w:p>
    <w:p w:rsidR="002379D1" w:rsidRDefault="00E07DFB" w:rsidP="00065D03">
      <w:pPr>
        <w:pStyle w:val="libNormal"/>
        <w:rPr>
          <w:rtl/>
        </w:rPr>
      </w:pPr>
      <w:r w:rsidRPr="00065D03">
        <w:rPr>
          <w:rtl/>
        </w:rPr>
        <w:t>لقد نشأت</w:t>
      </w:r>
      <w:r w:rsidR="00610870">
        <w:rPr>
          <w:rtl/>
        </w:rPr>
        <w:t>،</w:t>
      </w:r>
      <w:r w:rsidRPr="00065D03">
        <w:rPr>
          <w:rtl/>
        </w:rPr>
        <w:t xml:space="preserve"> في عالم اليوم</w:t>
      </w:r>
      <w:r w:rsidR="00610870">
        <w:rPr>
          <w:rtl/>
        </w:rPr>
        <w:t>،</w:t>
      </w:r>
      <w:r w:rsidRPr="00065D03">
        <w:rPr>
          <w:rtl/>
        </w:rPr>
        <w:t xml:space="preserve"> شركات متنوعة لم يكن لها وجود في ما مضى</w:t>
      </w:r>
      <w:r w:rsidR="00610870">
        <w:rPr>
          <w:rtl/>
        </w:rPr>
        <w:t>،</w:t>
      </w:r>
      <w:r w:rsidRPr="00065D03">
        <w:rPr>
          <w:rtl/>
        </w:rPr>
        <w:t xml:space="preserve"> من أمثال الشركات التعاونية الشعبية</w:t>
      </w:r>
      <w:r w:rsidR="00610870">
        <w:rPr>
          <w:rtl/>
        </w:rPr>
        <w:t>،</w:t>
      </w:r>
      <w:r w:rsidRPr="00065D03">
        <w:rPr>
          <w:rtl/>
        </w:rPr>
        <w:t xml:space="preserve"> أو الشركات ذات المسؤولية المحدودة</w:t>
      </w:r>
      <w:r w:rsidR="00610870">
        <w:rPr>
          <w:rtl/>
        </w:rPr>
        <w:t>،</w:t>
      </w:r>
      <w:r w:rsidRPr="00065D03">
        <w:rPr>
          <w:rtl/>
        </w:rPr>
        <w:t xml:space="preserve"> فعلى الفقيه الذي يريد استنباط أحكام لها بالرجوع إلى الكتاب والسُّـنَّة</w:t>
      </w:r>
      <w:r w:rsidR="00610870">
        <w:rPr>
          <w:rtl/>
        </w:rPr>
        <w:t>،</w:t>
      </w:r>
      <w:r w:rsidRPr="00065D03">
        <w:rPr>
          <w:rtl/>
        </w:rPr>
        <w:t xml:space="preserve"> أن يدرس حقيقتها وينظر إليها بمنظار القواعد الكلية</w:t>
      </w:r>
      <w:r w:rsidR="00610870">
        <w:rPr>
          <w:rtl/>
        </w:rPr>
        <w:t>،</w:t>
      </w:r>
      <w:r w:rsidRPr="00065D03">
        <w:rPr>
          <w:rtl/>
        </w:rPr>
        <w:t xml:space="preserve"> لا أن يتجاهل حقيقتها الواقعية ويدخلها تحت أحد العناوين الموجودة قديماً في الفقه.</w:t>
      </w:r>
    </w:p>
    <w:p w:rsidR="002379D1" w:rsidRDefault="002379D1" w:rsidP="00E5125A">
      <w:pPr>
        <w:pStyle w:val="libNormal"/>
        <w:rPr>
          <w:rtl/>
        </w:rPr>
      </w:pPr>
      <w:r>
        <w:rPr>
          <w:rtl/>
        </w:rPr>
        <w:br w:type="page"/>
      </w:r>
    </w:p>
    <w:p w:rsidR="00E07DFB" w:rsidRPr="002A0058" w:rsidRDefault="00E07DFB" w:rsidP="00283EDA">
      <w:pPr>
        <w:pStyle w:val="libNormal"/>
        <w:rPr>
          <w:rtl/>
        </w:rPr>
      </w:pPr>
      <w:r w:rsidRPr="00313984">
        <w:rPr>
          <w:rStyle w:val="libBold1Char"/>
          <w:rtl/>
        </w:rPr>
        <w:lastRenderedPageBreak/>
        <w:t>والضرر الخامس</w:t>
      </w:r>
      <w:r w:rsidRPr="002A0058">
        <w:rPr>
          <w:rtl/>
        </w:rPr>
        <w:t xml:space="preserve"> الذي يمكن أن يصيب الفقه</w:t>
      </w:r>
      <w:r w:rsidR="00610870">
        <w:rPr>
          <w:rtl/>
        </w:rPr>
        <w:t>،</w:t>
      </w:r>
      <w:r w:rsidRPr="002A0058">
        <w:rPr>
          <w:rtl/>
        </w:rPr>
        <w:t xml:space="preserve"> هو عدم التحرِّي الدقيق في مضامين الكتاب والسُّـنَّة</w:t>
      </w:r>
      <w:r w:rsidR="00610870">
        <w:rPr>
          <w:rtl/>
        </w:rPr>
        <w:t>؛</w:t>
      </w:r>
      <w:r w:rsidRPr="002A0058">
        <w:rPr>
          <w:rtl/>
        </w:rPr>
        <w:t xml:space="preserve"> ذلك أنَّ في الآيات القرآنية الكريمة مجموعة من أدلة الأحكام غفل عنها الفقهاء</w:t>
      </w:r>
      <w:r w:rsidR="00610870">
        <w:rPr>
          <w:rtl/>
        </w:rPr>
        <w:t>.</w:t>
      </w:r>
      <w:r w:rsidRPr="002A0058">
        <w:rPr>
          <w:rtl/>
        </w:rPr>
        <w:t xml:space="preserve"> وإنَّ هذا النوع من الاستنباطات موجود في كلام الأئمة الأطهار </w:t>
      </w:r>
      <w:r w:rsidR="00283EDA" w:rsidRPr="00283EDA">
        <w:rPr>
          <w:rStyle w:val="libAlaemChar"/>
          <w:rFonts w:eastAsiaTheme="minorHAnsi"/>
          <w:rtl/>
        </w:rPr>
        <w:t>عليهم‌السلام</w:t>
      </w:r>
      <w:r w:rsidR="00610870">
        <w:rPr>
          <w:rtl/>
        </w:rPr>
        <w:t>.</w:t>
      </w:r>
      <w:r w:rsidRPr="002A0058">
        <w:rPr>
          <w:rtl/>
        </w:rPr>
        <w:t xml:space="preserve"> وإنَّ هذا يستلزم شكلاً من أشكال معرفة القرآن</w:t>
      </w:r>
      <w:r w:rsidR="00610870">
        <w:rPr>
          <w:rtl/>
        </w:rPr>
        <w:t>،</w:t>
      </w:r>
      <w:r w:rsidRPr="002A0058">
        <w:rPr>
          <w:rtl/>
        </w:rPr>
        <w:t xml:space="preserve"> ليتبيَّن في ظلال الآيات القرآنية قسمٌ من الأحكام التي يبدو أنَّها لم يرد نص فيها.</w:t>
      </w:r>
    </w:p>
    <w:p w:rsidR="00E07DFB" w:rsidRPr="00313984" w:rsidRDefault="00E07DFB" w:rsidP="00313984">
      <w:pPr>
        <w:pStyle w:val="libBold1"/>
        <w:rPr>
          <w:rtl/>
        </w:rPr>
      </w:pPr>
      <w:r w:rsidRPr="00313984">
        <w:rPr>
          <w:rtl/>
        </w:rPr>
        <w:t>* مع تكرار شكرنا الجزيل لسماحتكم لتلبيتكم دعوتنا لهذا الحوار</w:t>
      </w:r>
      <w:r w:rsidR="00610870">
        <w:rPr>
          <w:rtl/>
        </w:rPr>
        <w:t>،</w:t>
      </w:r>
      <w:r w:rsidRPr="00313984">
        <w:rPr>
          <w:rtl/>
        </w:rPr>
        <w:t xml:space="preserve"> هل لديكم في الختام ما تودون الإدلاء به؟</w:t>
      </w:r>
    </w:p>
    <w:p w:rsidR="002379D1" w:rsidRDefault="00E07DFB" w:rsidP="002A0058">
      <w:pPr>
        <w:pStyle w:val="libNormal"/>
        <w:rPr>
          <w:rtl/>
        </w:rPr>
      </w:pPr>
      <w:r w:rsidRPr="00313984">
        <w:rPr>
          <w:rStyle w:val="libBold1Char"/>
          <w:rtl/>
        </w:rPr>
        <w:t>الشيخ سبحاني:</w:t>
      </w:r>
      <w:r w:rsidRPr="002A0058">
        <w:rPr>
          <w:rtl/>
        </w:rPr>
        <w:t xml:space="preserve"> ندائي العام هو: كما يوجد لكل علم خبراؤه الخاصون</w:t>
      </w:r>
      <w:r w:rsidR="00610870">
        <w:rPr>
          <w:rtl/>
        </w:rPr>
        <w:t>،</w:t>
      </w:r>
      <w:r w:rsidRPr="002A0058">
        <w:rPr>
          <w:rtl/>
        </w:rPr>
        <w:t xml:space="preserve"> ولا يمكن للآخرين إبداء الرأي في موضوع تخصُّصهم</w:t>
      </w:r>
      <w:r w:rsidR="00610870">
        <w:rPr>
          <w:rtl/>
        </w:rPr>
        <w:t>،</w:t>
      </w:r>
      <w:r w:rsidRPr="002A0058">
        <w:rPr>
          <w:rtl/>
        </w:rPr>
        <w:t xml:space="preserve"> كذلك الأمر بالنسبة للقضايا الدينية</w:t>
      </w:r>
      <w:r w:rsidR="00610870">
        <w:rPr>
          <w:rtl/>
        </w:rPr>
        <w:t>،</w:t>
      </w:r>
      <w:r w:rsidRPr="002A0058">
        <w:rPr>
          <w:rtl/>
        </w:rPr>
        <w:t xml:space="preserve"> سواء العقائدية منها أم الشرعية</w:t>
      </w:r>
      <w:r w:rsidR="00610870">
        <w:rPr>
          <w:rtl/>
        </w:rPr>
        <w:t>،</w:t>
      </w:r>
      <w:r w:rsidRPr="002A0058">
        <w:rPr>
          <w:rtl/>
        </w:rPr>
        <w:t xml:space="preserve"> فإنَّ لها خبراءها</w:t>
      </w:r>
      <w:r w:rsidR="00610870">
        <w:rPr>
          <w:rtl/>
        </w:rPr>
        <w:t>،</w:t>
      </w:r>
      <w:r w:rsidRPr="002A0058">
        <w:rPr>
          <w:rtl/>
        </w:rPr>
        <w:t xml:space="preserve"> ولا يمكن اعتبار كلام أيِّ إنسان ليس له تخصُّص كافٍ في هذا العلم</w:t>
      </w:r>
      <w:r w:rsidR="00610870">
        <w:rPr>
          <w:rtl/>
        </w:rPr>
        <w:t>،</w:t>
      </w:r>
      <w:r w:rsidRPr="002A0058">
        <w:rPr>
          <w:rtl/>
        </w:rPr>
        <w:t xml:space="preserve"> حُجَّةً</w:t>
      </w:r>
      <w:r w:rsidR="00610870">
        <w:rPr>
          <w:rtl/>
        </w:rPr>
        <w:t>،</w:t>
      </w:r>
      <w:r w:rsidRPr="002A0058">
        <w:rPr>
          <w:rtl/>
        </w:rPr>
        <w:t xml:space="preserve"> والقبول بوجهة نظره</w:t>
      </w:r>
      <w:r w:rsidR="00610870">
        <w:rPr>
          <w:rtl/>
        </w:rPr>
        <w:t>.</w:t>
      </w:r>
      <w:r w:rsidRPr="002A0058">
        <w:rPr>
          <w:rtl/>
        </w:rPr>
        <w:t xml:space="preserve"> فعالم الفيزياء اليوم لا يبدي وجهات نظره في المسائل الكيمائية</w:t>
      </w:r>
      <w:r w:rsidR="00610870">
        <w:rPr>
          <w:rtl/>
        </w:rPr>
        <w:t>،</w:t>
      </w:r>
      <w:r w:rsidRPr="002A0058">
        <w:rPr>
          <w:rtl/>
        </w:rPr>
        <w:t xml:space="preserve"> والعكس صحيح أيضاً</w:t>
      </w:r>
      <w:r w:rsidR="00610870">
        <w:rPr>
          <w:rtl/>
        </w:rPr>
        <w:t>.</w:t>
      </w:r>
      <w:r w:rsidRPr="002A0058">
        <w:rPr>
          <w:rtl/>
        </w:rPr>
        <w:t xml:space="preserve"> إلاّ أنَّ الذي يؤسف له أن يبادر مَن هو عامل في حقول العلوم التجريبية إلى إبداء وجهات نظره في المسائل الفلسفية والكلامية والفقهية</w:t>
      </w:r>
      <w:r w:rsidR="00610870">
        <w:rPr>
          <w:rtl/>
        </w:rPr>
        <w:t>،</w:t>
      </w:r>
      <w:r w:rsidRPr="002A0058">
        <w:rPr>
          <w:rtl/>
        </w:rPr>
        <w:t xml:space="preserve"> ويعرض ذلك بعنوان خبير!! إنَّ كثيراً من الصحف في البلاد اليوم</w:t>
      </w:r>
      <w:r w:rsidR="00610870">
        <w:rPr>
          <w:rtl/>
        </w:rPr>
        <w:t>،</w:t>
      </w:r>
      <w:r w:rsidRPr="002A0058">
        <w:rPr>
          <w:rtl/>
        </w:rPr>
        <w:t xml:space="preserve"> وباسم الحرية</w:t>
      </w:r>
      <w:r w:rsidR="00610870">
        <w:rPr>
          <w:rtl/>
        </w:rPr>
        <w:t>،</w:t>
      </w:r>
      <w:r w:rsidRPr="002A0058">
        <w:rPr>
          <w:rtl/>
        </w:rPr>
        <w:t xml:space="preserve"> تجاوزت حدودها</w:t>
      </w:r>
      <w:r w:rsidR="00610870">
        <w:rPr>
          <w:rtl/>
        </w:rPr>
        <w:t>،</w:t>
      </w:r>
      <w:r w:rsidRPr="002A0058">
        <w:rPr>
          <w:rtl/>
        </w:rPr>
        <w:t xml:space="preserve"> وهي تبدي وجهات نظرها في كل ما يعنُّ لها من أمور دينية</w:t>
      </w:r>
      <w:r w:rsidR="00610870">
        <w:rPr>
          <w:rtl/>
        </w:rPr>
        <w:t>،</w:t>
      </w:r>
      <w:r w:rsidRPr="002A0058">
        <w:rPr>
          <w:rtl/>
        </w:rPr>
        <w:t xml:space="preserve"> وفلسفية</w:t>
      </w:r>
      <w:r w:rsidR="00610870">
        <w:rPr>
          <w:rtl/>
        </w:rPr>
        <w:t>،</w:t>
      </w:r>
      <w:r w:rsidRPr="002A0058">
        <w:rPr>
          <w:rtl/>
        </w:rPr>
        <w:t xml:space="preserve"> وكلامية</w:t>
      </w:r>
      <w:r w:rsidR="00610870">
        <w:rPr>
          <w:rtl/>
        </w:rPr>
        <w:t>،</w:t>
      </w:r>
      <w:r w:rsidRPr="002A0058">
        <w:rPr>
          <w:rtl/>
        </w:rPr>
        <w:t xml:space="preserve"> ما يؤدِّي</w:t>
      </w:r>
      <w:r w:rsidR="00610870">
        <w:rPr>
          <w:rtl/>
        </w:rPr>
        <w:t>،</w:t>
      </w:r>
      <w:r w:rsidRPr="002A0058">
        <w:rPr>
          <w:rtl/>
        </w:rPr>
        <w:t xml:space="preserve"> في نهاية المطاف</w:t>
      </w:r>
      <w:r w:rsidR="00610870">
        <w:rPr>
          <w:rtl/>
        </w:rPr>
        <w:t>،</w:t>
      </w:r>
      <w:r w:rsidRPr="002A0058">
        <w:rPr>
          <w:rtl/>
        </w:rPr>
        <w:t xml:space="preserve"> إلى إضعاف النزعات الدينية</w:t>
      </w:r>
      <w:r w:rsidR="00610870">
        <w:rPr>
          <w:rtl/>
        </w:rPr>
        <w:t>.</w:t>
      </w:r>
      <w:r w:rsidRPr="002A0058">
        <w:rPr>
          <w:rtl/>
        </w:rPr>
        <w:t xml:space="preserve"> ولو كانوا باحثين عن الحقيقة حقاً</w:t>
      </w:r>
      <w:r w:rsidR="00610870">
        <w:rPr>
          <w:rtl/>
        </w:rPr>
        <w:t>،</w:t>
      </w:r>
      <w:r w:rsidRPr="002A0058">
        <w:rPr>
          <w:rtl/>
        </w:rPr>
        <w:t xml:space="preserve"> فبإمكانهم أن يدوِّنوا موضوعاتهم بشكل أسئلة في كراسات محدودة التداول</w:t>
      </w:r>
      <w:r w:rsidR="00610870">
        <w:rPr>
          <w:rtl/>
        </w:rPr>
        <w:t>،</w:t>
      </w:r>
      <w:r w:rsidRPr="002A0058">
        <w:rPr>
          <w:rtl/>
        </w:rPr>
        <w:t xml:space="preserve"> ويطلبوا إلى حكماء الإسلام الحقيقيين والفقهاء الأجلاَّء أن يجيبوا عنها</w:t>
      </w:r>
      <w:r w:rsidR="00610870">
        <w:rPr>
          <w:rtl/>
        </w:rPr>
        <w:t>،</w:t>
      </w:r>
      <w:r w:rsidRPr="002A0058">
        <w:rPr>
          <w:rtl/>
        </w:rPr>
        <w:t xml:space="preserve"> وعند ذلك تنشر الأسئلة والأجوبة معاً</w:t>
      </w:r>
      <w:r w:rsidR="00610870">
        <w:rPr>
          <w:rtl/>
        </w:rPr>
        <w:t>.</w:t>
      </w:r>
      <w:r w:rsidRPr="002A0058">
        <w:rPr>
          <w:rtl/>
        </w:rPr>
        <w:t xml:space="preserve"> إنَّني أتصوَّر أنَّ كثيراً من المقالات ذات جوانب سياسية</w:t>
      </w:r>
      <w:r w:rsidR="00610870">
        <w:rPr>
          <w:rtl/>
        </w:rPr>
        <w:t>،</w:t>
      </w:r>
      <w:r w:rsidRPr="002A0058">
        <w:rPr>
          <w:rtl/>
        </w:rPr>
        <w:t xml:space="preserve"> ودوافع لا دينية</w:t>
      </w:r>
      <w:r w:rsidR="00610870">
        <w:rPr>
          <w:rtl/>
        </w:rPr>
        <w:t>؛</w:t>
      </w:r>
      <w:r w:rsidRPr="002A0058">
        <w:rPr>
          <w:rtl/>
        </w:rPr>
        <w:t xml:space="preserve"> الأمر الذي يؤدِّي ببعض الصحفيين إلى أنْ يخرجوا عن دائرة مهمَّاتهم الأساسية.</w:t>
      </w:r>
    </w:p>
    <w:p w:rsidR="002379D1" w:rsidRDefault="002379D1" w:rsidP="00E5125A">
      <w:pPr>
        <w:pStyle w:val="libNormal"/>
        <w:rPr>
          <w:rtl/>
        </w:rPr>
      </w:pPr>
      <w:r>
        <w:rPr>
          <w:rtl/>
        </w:rPr>
        <w:br w:type="page"/>
      </w:r>
    </w:p>
    <w:p w:rsidR="00E07DFB" w:rsidRPr="00313984" w:rsidRDefault="00E07DFB" w:rsidP="00313984">
      <w:pPr>
        <w:pStyle w:val="libBold1"/>
        <w:rPr>
          <w:rtl/>
        </w:rPr>
      </w:pPr>
      <w:r w:rsidRPr="00313984">
        <w:rPr>
          <w:rtl/>
        </w:rPr>
        <w:lastRenderedPageBreak/>
        <w:t xml:space="preserve">الهوامش </w:t>
      </w:r>
    </w:p>
    <w:p w:rsidR="00161575" w:rsidRPr="008E66E3" w:rsidRDefault="00161575" w:rsidP="00161575">
      <w:pPr>
        <w:pStyle w:val="libLine"/>
        <w:rPr>
          <w:rtl/>
        </w:rPr>
      </w:pPr>
      <w:r w:rsidRPr="008E66E3">
        <w:rPr>
          <w:rFonts w:hint="cs"/>
          <w:rtl/>
        </w:rPr>
        <w:t>ــــــــــــــ</w:t>
      </w:r>
    </w:p>
    <w:p w:rsidR="00E07DFB" w:rsidRPr="002379D1" w:rsidRDefault="00E07DFB" w:rsidP="002379D1">
      <w:pPr>
        <w:pStyle w:val="libFootnote0"/>
        <w:rPr>
          <w:rtl/>
        </w:rPr>
      </w:pPr>
      <w:r w:rsidRPr="002379D1">
        <w:rPr>
          <w:rtl/>
        </w:rPr>
        <w:t>1</w:t>
      </w:r>
      <w:r w:rsidR="00610870">
        <w:rPr>
          <w:rtl/>
        </w:rPr>
        <w:t xml:space="preserve"> - </w:t>
      </w:r>
      <w:r w:rsidRPr="002379D1">
        <w:rPr>
          <w:rtl/>
        </w:rPr>
        <w:t>الأنفال: 60.</w:t>
      </w:r>
    </w:p>
    <w:p w:rsidR="00E07DFB" w:rsidRPr="002379D1" w:rsidRDefault="00E07DFB" w:rsidP="002379D1">
      <w:pPr>
        <w:pStyle w:val="libFootnote0"/>
        <w:rPr>
          <w:rtl/>
        </w:rPr>
      </w:pPr>
      <w:r w:rsidRPr="002379D1">
        <w:rPr>
          <w:rtl/>
        </w:rPr>
        <w:t>2</w:t>
      </w:r>
      <w:r w:rsidR="00610870">
        <w:rPr>
          <w:rtl/>
        </w:rPr>
        <w:t xml:space="preserve"> - </w:t>
      </w:r>
      <w:r w:rsidRPr="002379D1">
        <w:rPr>
          <w:rtl/>
        </w:rPr>
        <w:t>المائدة: 91.</w:t>
      </w:r>
    </w:p>
    <w:p w:rsidR="00E07DFB" w:rsidRPr="002379D1" w:rsidRDefault="00E07DFB" w:rsidP="002379D1">
      <w:pPr>
        <w:pStyle w:val="libFootnote0"/>
        <w:rPr>
          <w:rtl/>
        </w:rPr>
      </w:pPr>
      <w:r w:rsidRPr="002379D1">
        <w:rPr>
          <w:rtl/>
        </w:rPr>
        <w:t>3</w:t>
      </w:r>
      <w:r w:rsidR="00610870">
        <w:rPr>
          <w:rtl/>
        </w:rPr>
        <w:t xml:space="preserve"> - </w:t>
      </w:r>
      <w:r w:rsidRPr="002379D1">
        <w:rPr>
          <w:rtl/>
        </w:rPr>
        <w:t>المائدة: 50.</w:t>
      </w:r>
    </w:p>
    <w:p w:rsidR="00E07DFB" w:rsidRPr="002379D1" w:rsidRDefault="00E07DFB" w:rsidP="002379D1">
      <w:pPr>
        <w:pStyle w:val="libFootnote0"/>
        <w:rPr>
          <w:rtl/>
        </w:rPr>
      </w:pPr>
      <w:r w:rsidRPr="002379D1">
        <w:rPr>
          <w:rtl/>
        </w:rPr>
        <w:t>4</w:t>
      </w:r>
      <w:r w:rsidR="00610870">
        <w:rPr>
          <w:rtl/>
        </w:rPr>
        <w:t xml:space="preserve"> - </w:t>
      </w:r>
      <w:r w:rsidRPr="002379D1">
        <w:rPr>
          <w:rtl/>
        </w:rPr>
        <w:t>الحجر: 99.</w:t>
      </w:r>
    </w:p>
    <w:p w:rsidR="00E07DFB" w:rsidRPr="002379D1" w:rsidRDefault="00E07DFB" w:rsidP="002379D1">
      <w:pPr>
        <w:pStyle w:val="libFootnote0"/>
        <w:rPr>
          <w:rtl/>
        </w:rPr>
      </w:pPr>
      <w:r w:rsidRPr="002379D1">
        <w:rPr>
          <w:rtl/>
        </w:rPr>
        <w:t>5</w:t>
      </w:r>
      <w:r w:rsidR="00610870">
        <w:rPr>
          <w:rtl/>
        </w:rPr>
        <w:t xml:space="preserve"> - </w:t>
      </w:r>
      <w:r w:rsidRPr="002379D1">
        <w:rPr>
          <w:rtl/>
        </w:rPr>
        <w:t>النحل: 105.</w:t>
      </w:r>
    </w:p>
    <w:p w:rsidR="00E07DFB" w:rsidRPr="002379D1" w:rsidRDefault="00E07DFB" w:rsidP="002379D1">
      <w:pPr>
        <w:pStyle w:val="libFootnote0"/>
        <w:rPr>
          <w:rtl/>
        </w:rPr>
      </w:pPr>
      <w:r w:rsidRPr="002379D1">
        <w:rPr>
          <w:rtl/>
        </w:rPr>
        <w:t>6</w:t>
      </w:r>
      <w:r w:rsidR="00610870">
        <w:rPr>
          <w:rtl/>
        </w:rPr>
        <w:t xml:space="preserve"> - </w:t>
      </w:r>
      <w:r w:rsidRPr="002379D1">
        <w:rPr>
          <w:rtl/>
        </w:rPr>
        <w:t>المدَّثِّر: 47</w:t>
      </w:r>
      <w:r w:rsidR="00610870">
        <w:rPr>
          <w:rtl/>
        </w:rPr>
        <w:t xml:space="preserve"> - </w:t>
      </w:r>
      <w:r w:rsidRPr="002379D1">
        <w:rPr>
          <w:rtl/>
        </w:rPr>
        <w:t>48.</w:t>
      </w:r>
    </w:p>
    <w:p w:rsidR="00152A9B" w:rsidRDefault="00E07DFB" w:rsidP="002379D1">
      <w:pPr>
        <w:pStyle w:val="libFootnote0"/>
        <w:rPr>
          <w:rtl/>
        </w:rPr>
      </w:pPr>
      <w:r w:rsidRPr="002379D1">
        <w:rPr>
          <w:rtl/>
        </w:rPr>
        <w:t>7</w:t>
      </w:r>
      <w:r w:rsidR="00610870">
        <w:rPr>
          <w:rtl/>
        </w:rPr>
        <w:t xml:space="preserve"> - </w:t>
      </w:r>
      <w:r w:rsidRPr="002379D1">
        <w:rPr>
          <w:rtl/>
        </w:rPr>
        <w:t>النساء: 64.</w:t>
      </w:r>
    </w:p>
    <w:p w:rsidR="00152A9B" w:rsidRDefault="00152A9B" w:rsidP="002D415A">
      <w:pPr>
        <w:pStyle w:val="libNormal"/>
        <w:rPr>
          <w:rtl/>
        </w:rPr>
      </w:pPr>
      <w:r>
        <w:rPr>
          <w:rtl/>
        </w:rPr>
        <w:br w:type="page"/>
      </w:r>
    </w:p>
    <w:sdt>
      <w:sdtPr>
        <w:rPr>
          <w:rtl/>
        </w:rPr>
        <w:id w:val="7442079"/>
        <w:docPartObj>
          <w:docPartGallery w:val="Table of Contents"/>
          <w:docPartUnique/>
        </w:docPartObj>
      </w:sdtPr>
      <w:sdtEndPr>
        <w:rPr>
          <w:b w:val="0"/>
          <w:bCs w:val="0"/>
        </w:rPr>
      </w:sdtEndPr>
      <w:sdtContent>
        <w:p w:rsidR="00152A9B" w:rsidRDefault="00152A9B" w:rsidP="00610870">
          <w:pPr>
            <w:pStyle w:val="libCenterBold1"/>
          </w:pPr>
          <w:r>
            <w:rPr>
              <w:rFonts w:hint="cs"/>
              <w:rtl/>
            </w:rPr>
            <w:t>الفهرست</w:t>
          </w:r>
        </w:p>
        <w:p w:rsidR="00152A9B" w:rsidRDefault="00770170">
          <w:pPr>
            <w:pStyle w:val="TOC2"/>
            <w:tabs>
              <w:tab w:val="right" w:leader="dot" w:pos="7361"/>
            </w:tabs>
            <w:rPr>
              <w:rFonts w:asciiTheme="minorHAnsi" w:eastAsiaTheme="minorEastAsia" w:hAnsiTheme="minorHAnsi" w:cstheme="minorBidi"/>
              <w:noProof/>
              <w:color w:val="auto"/>
              <w:sz w:val="22"/>
              <w:szCs w:val="22"/>
              <w:rtl/>
              <w:lang w:bidi="fa-IR"/>
            </w:rPr>
          </w:pPr>
          <w:r>
            <w:fldChar w:fldCharType="begin"/>
          </w:r>
          <w:r w:rsidR="00152A9B">
            <w:instrText xml:space="preserve"> TOC \o "1-3" \h \z \u </w:instrText>
          </w:r>
          <w:r>
            <w:fldChar w:fldCharType="separate"/>
          </w:r>
          <w:hyperlink w:anchor="_Toc388703621" w:history="1">
            <w:r w:rsidR="00152A9B" w:rsidRPr="005D04A1">
              <w:rPr>
                <w:rFonts w:hint="eastAsia"/>
                <w:noProof/>
                <w:rtl/>
              </w:rPr>
              <w:t>مقتضيات</w:t>
            </w:r>
            <w:r w:rsidR="00152A9B" w:rsidRPr="005D04A1">
              <w:rPr>
                <w:noProof/>
                <w:rtl/>
              </w:rPr>
              <w:t xml:space="preserve"> </w:t>
            </w:r>
            <w:r w:rsidR="00152A9B" w:rsidRPr="005D04A1">
              <w:rPr>
                <w:rFonts w:hint="eastAsia"/>
                <w:noProof/>
                <w:rtl/>
              </w:rPr>
              <w:t>المشاركة</w:t>
            </w:r>
            <w:r w:rsidR="00152A9B" w:rsidRPr="005D04A1">
              <w:rPr>
                <w:noProof/>
                <w:rtl/>
              </w:rPr>
              <w:t xml:space="preserve"> </w:t>
            </w:r>
            <w:r w:rsidR="00152A9B" w:rsidRPr="005D04A1">
              <w:rPr>
                <w:rFonts w:hint="eastAsia"/>
                <w:noProof/>
                <w:rtl/>
              </w:rPr>
              <w:t>الحضارية</w:t>
            </w:r>
            <w:r w:rsidR="00152A9B" w:rsidRPr="005D04A1">
              <w:rPr>
                <w:noProof/>
                <w:rtl/>
              </w:rPr>
              <w:t xml:space="preserve"> </w:t>
            </w:r>
            <w:r w:rsidR="00152A9B" w:rsidRPr="005D04A1">
              <w:rPr>
                <w:rFonts w:hint="eastAsia"/>
                <w:noProof/>
                <w:rtl/>
              </w:rPr>
              <w:t>للاجتهاد</w:t>
            </w:r>
            <w:r w:rsidR="00152A9B" w:rsidRPr="005D04A1">
              <w:rPr>
                <w:noProof/>
                <w:rtl/>
              </w:rPr>
              <w:t xml:space="preserve"> </w:t>
            </w:r>
            <w:r w:rsidR="00152A9B" w:rsidRPr="005D04A1">
              <w:rPr>
                <w:rFonts w:hint="eastAsia"/>
                <w:noProof/>
                <w:rtl/>
              </w:rPr>
              <w:t>الفقهي</w:t>
            </w:r>
            <w:r w:rsidR="00152A9B">
              <w:rPr>
                <w:noProof/>
                <w:webHidden/>
                <w:rtl/>
              </w:rPr>
              <w:tab/>
            </w:r>
            <w:r>
              <w:rPr>
                <w:noProof/>
                <w:webHidden/>
                <w:rtl/>
              </w:rPr>
              <w:fldChar w:fldCharType="begin"/>
            </w:r>
            <w:r w:rsidR="00152A9B">
              <w:rPr>
                <w:noProof/>
                <w:webHidden/>
                <w:rtl/>
              </w:rPr>
              <w:instrText xml:space="preserve"> </w:instrText>
            </w:r>
            <w:r w:rsidR="00152A9B">
              <w:rPr>
                <w:noProof/>
                <w:webHidden/>
              </w:rPr>
              <w:instrText>PAGEREF</w:instrText>
            </w:r>
            <w:r w:rsidR="00152A9B">
              <w:rPr>
                <w:noProof/>
                <w:webHidden/>
                <w:rtl/>
              </w:rPr>
              <w:instrText xml:space="preserve"> _</w:instrText>
            </w:r>
            <w:r w:rsidR="00152A9B">
              <w:rPr>
                <w:noProof/>
                <w:webHidden/>
              </w:rPr>
              <w:instrText>Toc388703621 \h</w:instrText>
            </w:r>
            <w:r w:rsidR="00152A9B">
              <w:rPr>
                <w:noProof/>
                <w:webHidden/>
                <w:rtl/>
              </w:rPr>
              <w:instrText xml:space="preserve"> </w:instrText>
            </w:r>
            <w:r>
              <w:rPr>
                <w:noProof/>
                <w:webHidden/>
                <w:rtl/>
              </w:rPr>
            </w:r>
            <w:r>
              <w:rPr>
                <w:noProof/>
                <w:webHidden/>
                <w:rtl/>
              </w:rPr>
              <w:fldChar w:fldCharType="separate"/>
            </w:r>
            <w:r w:rsidR="00610870">
              <w:rPr>
                <w:noProof/>
                <w:webHidden/>
                <w:rtl/>
              </w:rPr>
              <w:t>2</w:t>
            </w:r>
            <w:r>
              <w:rPr>
                <w:noProof/>
                <w:webHidden/>
                <w:rtl/>
              </w:rPr>
              <w:fldChar w:fldCharType="end"/>
            </w:r>
          </w:hyperlink>
        </w:p>
        <w:p w:rsidR="00152A9B" w:rsidRDefault="00770170">
          <w:pPr>
            <w:pStyle w:val="TOC2"/>
            <w:tabs>
              <w:tab w:val="right" w:leader="dot" w:pos="7361"/>
            </w:tabs>
            <w:rPr>
              <w:rFonts w:asciiTheme="minorHAnsi" w:eastAsiaTheme="minorEastAsia" w:hAnsiTheme="minorHAnsi" w:cstheme="minorBidi"/>
              <w:noProof/>
              <w:color w:val="auto"/>
              <w:sz w:val="22"/>
              <w:szCs w:val="22"/>
              <w:rtl/>
              <w:lang w:bidi="fa-IR"/>
            </w:rPr>
          </w:pPr>
          <w:hyperlink w:anchor="_Toc388703622" w:history="1">
            <w:r w:rsidR="00152A9B" w:rsidRPr="005D04A1">
              <w:rPr>
                <w:rFonts w:hint="eastAsia"/>
                <w:noProof/>
                <w:rtl/>
              </w:rPr>
              <w:t>مقدِّمة</w:t>
            </w:r>
            <w:r w:rsidR="00152A9B">
              <w:rPr>
                <w:noProof/>
                <w:webHidden/>
                <w:rtl/>
              </w:rPr>
              <w:tab/>
            </w:r>
            <w:r>
              <w:rPr>
                <w:noProof/>
                <w:webHidden/>
                <w:rtl/>
              </w:rPr>
              <w:fldChar w:fldCharType="begin"/>
            </w:r>
            <w:r w:rsidR="00152A9B">
              <w:rPr>
                <w:noProof/>
                <w:webHidden/>
                <w:rtl/>
              </w:rPr>
              <w:instrText xml:space="preserve"> </w:instrText>
            </w:r>
            <w:r w:rsidR="00152A9B">
              <w:rPr>
                <w:noProof/>
                <w:webHidden/>
              </w:rPr>
              <w:instrText>PAGEREF</w:instrText>
            </w:r>
            <w:r w:rsidR="00152A9B">
              <w:rPr>
                <w:noProof/>
                <w:webHidden/>
                <w:rtl/>
              </w:rPr>
              <w:instrText xml:space="preserve"> _</w:instrText>
            </w:r>
            <w:r w:rsidR="00152A9B">
              <w:rPr>
                <w:noProof/>
                <w:webHidden/>
              </w:rPr>
              <w:instrText>Toc388703622 \h</w:instrText>
            </w:r>
            <w:r w:rsidR="00152A9B">
              <w:rPr>
                <w:noProof/>
                <w:webHidden/>
                <w:rtl/>
              </w:rPr>
              <w:instrText xml:space="preserve"> </w:instrText>
            </w:r>
            <w:r>
              <w:rPr>
                <w:noProof/>
                <w:webHidden/>
                <w:rtl/>
              </w:rPr>
            </w:r>
            <w:r>
              <w:rPr>
                <w:noProof/>
                <w:webHidden/>
                <w:rtl/>
              </w:rPr>
              <w:fldChar w:fldCharType="separate"/>
            </w:r>
            <w:r w:rsidR="00610870">
              <w:rPr>
                <w:noProof/>
                <w:webHidden/>
                <w:rtl/>
              </w:rPr>
              <w:t>2</w:t>
            </w:r>
            <w:r>
              <w:rPr>
                <w:noProof/>
                <w:webHidden/>
                <w:rtl/>
              </w:rPr>
              <w:fldChar w:fldCharType="end"/>
            </w:r>
          </w:hyperlink>
        </w:p>
        <w:p w:rsidR="00152A9B" w:rsidRDefault="00770170">
          <w:pPr>
            <w:pStyle w:val="TOC2"/>
            <w:tabs>
              <w:tab w:val="right" w:leader="dot" w:pos="7361"/>
            </w:tabs>
            <w:rPr>
              <w:rFonts w:asciiTheme="minorHAnsi" w:eastAsiaTheme="minorEastAsia" w:hAnsiTheme="minorHAnsi" w:cstheme="minorBidi"/>
              <w:noProof/>
              <w:color w:val="auto"/>
              <w:sz w:val="22"/>
              <w:szCs w:val="22"/>
              <w:rtl/>
              <w:lang w:bidi="fa-IR"/>
            </w:rPr>
          </w:pPr>
          <w:hyperlink w:anchor="_Toc388703623" w:history="1">
            <w:r w:rsidR="00152A9B" w:rsidRPr="005D04A1">
              <w:rPr>
                <w:rFonts w:hint="eastAsia"/>
                <w:noProof/>
                <w:rtl/>
              </w:rPr>
              <w:t>مرتكَزات</w:t>
            </w:r>
            <w:r w:rsidR="00152A9B" w:rsidRPr="005D04A1">
              <w:rPr>
                <w:noProof/>
                <w:rtl/>
              </w:rPr>
              <w:t xml:space="preserve"> </w:t>
            </w:r>
            <w:r w:rsidR="00152A9B" w:rsidRPr="005D04A1">
              <w:rPr>
                <w:rFonts w:hint="eastAsia"/>
                <w:noProof/>
                <w:rtl/>
              </w:rPr>
              <w:t>الاجتهاد</w:t>
            </w:r>
            <w:r w:rsidR="00152A9B" w:rsidRPr="005D04A1">
              <w:rPr>
                <w:noProof/>
                <w:rtl/>
              </w:rPr>
              <w:t xml:space="preserve"> </w:t>
            </w:r>
            <w:r w:rsidR="00152A9B" w:rsidRPr="005D04A1">
              <w:rPr>
                <w:rFonts w:hint="eastAsia"/>
                <w:noProof/>
                <w:rtl/>
              </w:rPr>
              <w:t>المعاصر</w:t>
            </w:r>
            <w:r w:rsidR="00152A9B" w:rsidRPr="005D04A1">
              <w:rPr>
                <w:noProof/>
                <w:rtl/>
              </w:rPr>
              <w:t xml:space="preserve"> </w:t>
            </w:r>
            <w:r w:rsidR="00152A9B" w:rsidRPr="005D04A1">
              <w:rPr>
                <w:rFonts w:hint="eastAsia"/>
                <w:noProof/>
                <w:rtl/>
              </w:rPr>
              <w:t>ومبانيه</w:t>
            </w:r>
            <w:r w:rsidR="00152A9B">
              <w:rPr>
                <w:noProof/>
                <w:webHidden/>
                <w:rtl/>
              </w:rPr>
              <w:tab/>
            </w:r>
            <w:r>
              <w:rPr>
                <w:noProof/>
                <w:webHidden/>
                <w:rtl/>
              </w:rPr>
              <w:fldChar w:fldCharType="begin"/>
            </w:r>
            <w:r w:rsidR="00152A9B">
              <w:rPr>
                <w:noProof/>
                <w:webHidden/>
                <w:rtl/>
              </w:rPr>
              <w:instrText xml:space="preserve"> </w:instrText>
            </w:r>
            <w:r w:rsidR="00152A9B">
              <w:rPr>
                <w:noProof/>
                <w:webHidden/>
              </w:rPr>
              <w:instrText>PAGEREF</w:instrText>
            </w:r>
            <w:r w:rsidR="00152A9B">
              <w:rPr>
                <w:noProof/>
                <w:webHidden/>
                <w:rtl/>
              </w:rPr>
              <w:instrText xml:space="preserve"> _</w:instrText>
            </w:r>
            <w:r w:rsidR="00152A9B">
              <w:rPr>
                <w:noProof/>
                <w:webHidden/>
              </w:rPr>
              <w:instrText>Toc388703623 \h</w:instrText>
            </w:r>
            <w:r w:rsidR="00152A9B">
              <w:rPr>
                <w:noProof/>
                <w:webHidden/>
                <w:rtl/>
              </w:rPr>
              <w:instrText xml:space="preserve"> </w:instrText>
            </w:r>
            <w:r>
              <w:rPr>
                <w:noProof/>
                <w:webHidden/>
                <w:rtl/>
              </w:rPr>
            </w:r>
            <w:r>
              <w:rPr>
                <w:noProof/>
                <w:webHidden/>
                <w:rtl/>
              </w:rPr>
              <w:fldChar w:fldCharType="separate"/>
            </w:r>
            <w:r w:rsidR="00610870">
              <w:rPr>
                <w:noProof/>
                <w:webHidden/>
                <w:rtl/>
              </w:rPr>
              <w:t>10</w:t>
            </w:r>
            <w:r>
              <w:rPr>
                <w:noProof/>
                <w:webHidden/>
                <w:rtl/>
              </w:rPr>
              <w:fldChar w:fldCharType="end"/>
            </w:r>
          </w:hyperlink>
        </w:p>
        <w:p w:rsidR="00152A9B" w:rsidRDefault="00770170">
          <w:pPr>
            <w:pStyle w:val="TOC2"/>
            <w:tabs>
              <w:tab w:val="right" w:leader="dot" w:pos="7361"/>
            </w:tabs>
            <w:rPr>
              <w:rFonts w:asciiTheme="minorHAnsi" w:eastAsiaTheme="minorEastAsia" w:hAnsiTheme="minorHAnsi" w:cstheme="minorBidi"/>
              <w:noProof/>
              <w:color w:val="auto"/>
              <w:sz w:val="22"/>
              <w:szCs w:val="22"/>
              <w:rtl/>
              <w:lang w:bidi="fa-IR"/>
            </w:rPr>
          </w:pPr>
          <w:hyperlink w:anchor="_Toc388703624" w:history="1">
            <w:r w:rsidR="00152A9B" w:rsidRPr="005D04A1">
              <w:rPr>
                <w:rFonts w:hint="eastAsia"/>
                <w:noProof/>
                <w:rtl/>
              </w:rPr>
              <w:t>وقائع</w:t>
            </w:r>
            <w:r w:rsidR="00152A9B" w:rsidRPr="005D04A1">
              <w:rPr>
                <w:noProof/>
                <w:rtl/>
              </w:rPr>
              <w:t xml:space="preserve"> </w:t>
            </w:r>
            <w:r w:rsidR="00152A9B" w:rsidRPr="005D04A1">
              <w:rPr>
                <w:rFonts w:hint="eastAsia"/>
                <w:noProof/>
                <w:rtl/>
              </w:rPr>
              <w:t>ندوة</w:t>
            </w:r>
            <w:r w:rsidR="00152A9B" w:rsidRPr="005D04A1">
              <w:rPr>
                <w:noProof/>
                <w:rtl/>
              </w:rPr>
              <w:t xml:space="preserve"> </w:t>
            </w:r>
            <w:r w:rsidR="00152A9B" w:rsidRPr="005D04A1">
              <w:rPr>
                <w:rFonts w:hint="eastAsia"/>
                <w:noProof/>
                <w:rtl/>
              </w:rPr>
              <w:t>حَوْزَوُيَّة</w:t>
            </w:r>
            <w:r w:rsidR="00610870">
              <w:rPr>
                <w:noProof/>
                <w:rtl/>
              </w:rPr>
              <w:t xml:space="preserve"> - </w:t>
            </w:r>
            <w:r w:rsidR="00152A9B" w:rsidRPr="005D04A1">
              <w:rPr>
                <w:rFonts w:hint="eastAsia"/>
                <w:noProof/>
                <w:rtl/>
              </w:rPr>
              <w:t>جامعيَّة</w:t>
            </w:r>
            <w:r w:rsidR="00152A9B">
              <w:rPr>
                <w:noProof/>
                <w:webHidden/>
                <w:rtl/>
              </w:rPr>
              <w:tab/>
            </w:r>
            <w:r>
              <w:rPr>
                <w:noProof/>
                <w:webHidden/>
                <w:rtl/>
              </w:rPr>
              <w:fldChar w:fldCharType="begin"/>
            </w:r>
            <w:r w:rsidR="00152A9B">
              <w:rPr>
                <w:noProof/>
                <w:webHidden/>
                <w:rtl/>
              </w:rPr>
              <w:instrText xml:space="preserve"> </w:instrText>
            </w:r>
            <w:r w:rsidR="00152A9B">
              <w:rPr>
                <w:noProof/>
                <w:webHidden/>
              </w:rPr>
              <w:instrText>PAGEREF</w:instrText>
            </w:r>
            <w:r w:rsidR="00152A9B">
              <w:rPr>
                <w:noProof/>
                <w:webHidden/>
                <w:rtl/>
              </w:rPr>
              <w:instrText xml:space="preserve"> _</w:instrText>
            </w:r>
            <w:r w:rsidR="00152A9B">
              <w:rPr>
                <w:noProof/>
                <w:webHidden/>
              </w:rPr>
              <w:instrText>Toc388703624 \h</w:instrText>
            </w:r>
            <w:r w:rsidR="00152A9B">
              <w:rPr>
                <w:noProof/>
                <w:webHidden/>
                <w:rtl/>
              </w:rPr>
              <w:instrText xml:space="preserve"> </w:instrText>
            </w:r>
            <w:r>
              <w:rPr>
                <w:noProof/>
                <w:webHidden/>
                <w:rtl/>
              </w:rPr>
            </w:r>
            <w:r>
              <w:rPr>
                <w:noProof/>
                <w:webHidden/>
                <w:rtl/>
              </w:rPr>
              <w:fldChar w:fldCharType="separate"/>
            </w:r>
            <w:r w:rsidR="00610870">
              <w:rPr>
                <w:noProof/>
                <w:webHidden/>
                <w:rtl/>
              </w:rPr>
              <w:t>10</w:t>
            </w:r>
            <w:r>
              <w:rPr>
                <w:noProof/>
                <w:webHidden/>
                <w:rtl/>
              </w:rPr>
              <w:fldChar w:fldCharType="end"/>
            </w:r>
          </w:hyperlink>
        </w:p>
        <w:p w:rsidR="00152A9B" w:rsidRDefault="00770170">
          <w:pPr>
            <w:pStyle w:val="TOC2"/>
            <w:tabs>
              <w:tab w:val="right" w:leader="dot" w:pos="7361"/>
            </w:tabs>
            <w:rPr>
              <w:rFonts w:asciiTheme="minorHAnsi" w:eastAsiaTheme="minorEastAsia" w:hAnsiTheme="minorHAnsi" w:cstheme="minorBidi"/>
              <w:noProof/>
              <w:color w:val="auto"/>
              <w:sz w:val="22"/>
              <w:szCs w:val="22"/>
              <w:rtl/>
              <w:lang w:bidi="fa-IR"/>
            </w:rPr>
          </w:pPr>
          <w:hyperlink w:anchor="_Toc388703625" w:history="1">
            <w:r w:rsidR="00152A9B" w:rsidRPr="005D04A1">
              <w:rPr>
                <w:rFonts w:hint="eastAsia"/>
                <w:noProof/>
                <w:rtl/>
              </w:rPr>
              <w:t>تأثير</w:t>
            </w:r>
            <w:r w:rsidR="00152A9B" w:rsidRPr="005D04A1">
              <w:rPr>
                <w:noProof/>
                <w:rtl/>
              </w:rPr>
              <w:t xml:space="preserve"> </w:t>
            </w:r>
            <w:r w:rsidR="00152A9B" w:rsidRPr="005D04A1">
              <w:rPr>
                <w:rFonts w:hint="eastAsia"/>
                <w:noProof/>
                <w:rtl/>
              </w:rPr>
              <w:t>الفلسفة</w:t>
            </w:r>
            <w:r w:rsidR="00152A9B" w:rsidRPr="005D04A1">
              <w:rPr>
                <w:noProof/>
                <w:rtl/>
              </w:rPr>
              <w:t xml:space="preserve"> </w:t>
            </w:r>
            <w:r w:rsidR="00152A9B" w:rsidRPr="005D04A1">
              <w:rPr>
                <w:rFonts w:hint="eastAsia"/>
                <w:noProof/>
                <w:rtl/>
              </w:rPr>
              <w:t>والكلام</w:t>
            </w:r>
            <w:r w:rsidR="00152A9B" w:rsidRPr="005D04A1">
              <w:rPr>
                <w:noProof/>
                <w:rtl/>
              </w:rPr>
              <w:t xml:space="preserve"> </w:t>
            </w:r>
            <w:r w:rsidR="00152A9B" w:rsidRPr="005D04A1">
              <w:rPr>
                <w:rFonts w:hint="eastAsia"/>
                <w:noProof/>
                <w:rtl/>
              </w:rPr>
              <w:t>في</w:t>
            </w:r>
            <w:r w:rsidR="00152A9B" w:rsidRPr="005D04A1">
              <w:rPr>
                <w:noProof/>
                <w:rtl/>
              </w:rPr>
              <w:t xml:space="preserve"> </w:t>
            </w:r>
            <w:r w:rsidR="00152A9B" w:rsidRPr="005D04A1">
              <w:rPr>
                <w:rFonts w:hint="eastAsia"/>
                <w:noProof/>
                <w:rtl/>
              </w:rPr>
              <w:t>الاجتهاد</w:t>
            </w:r>
            <w:r w:rsidR="00152A9B">
              <w:rPr>
                <w:noProof/>
                <w:webHidden/>
                <w:rtl/>
              </w:rPr>
              <w:tab/>
            </w:r>
            <w:r>
              <w:rPr>
                <w:noProof/>
                <w:webHidden/>
                <w:rtl/>
              </w:rPr>
              <w:fldChar w:fldCharType="begin"/>
            </w:r>
            <w:r w:rsidR="00152A9B">
              <w:rPr>
                <w:noProof/>
                <w:webHidden/>
                <w:rtl/>
              </w:rPr>
              <w:instrText xml:space="preserve"> </w:instrText>
            </w:r>
            <w:r w:rsidR="00152A9B">
              <w:rPr>
                <w:noProof/>
                <w:webHidden/>
              </w:rPr>
              <w:instrText>PAGEREF</w:instrText>
            </w:r>
            <w:r w:rsidR="00152A9B">
              <w:rPr>
                <w:noProof/>
                <w:webHidden/>
                <w:rtl/>
              </w:rPr>
              <w:instrText xml:space="preserve"> _</w:instrText>
            </w:r>
            <w:r w:rsidR="00152A9B">
              <w:rPr>
                <w:noProof/>
                <w:webHidden/>
              </w:rPr>
              <w:instrText>Toc388703625 \h</w:instrText>
            </w:r>
            <w:r w:rsidR="00152A9B">
              <w:rPr>
                <w:noProof/>
                <w:webHidden/>
                <w:rtl/>
              </w:rPr>
              <w:instrText xml:space="preserve"> </w:instrText>
            </w:r>
            <w:r>
              <w:rPr>
                <w:noProof/>
                <w:webHidden/>
                <w:rtl/>
              </w:rPr>
            </w:r>
            <w:r>
              <w:rPr>
                <w:noProof/>
                <w:webHidden/>
                <w:rtl/>
              </w:rPr>
              <w:fldChar w:fldCharType="separate"/>
            </w:r>
            <w:r w:rsidR="00610870">
              <w:rPr>
                <w:noProof/>
                <w:webHidden/>
                <w:rtl/>
              </w:rPr>
              <w:t>12</w:t>
            </w:r>
            <w:r>
              <w:rPr>
                <w:noProof/>
                <w:webHidden/>
                <w:rtl/>
              </w:rPr>
              <w:fldChar w:fldCharType="end"/>
            </w:r>
          </w:hyperlink>
        </w:p>
        <w:p w:rsidR="00152A9B" w:rsidRDefault="00770170">
          <w:pPr>
            <w:pStyle w:val="TOC2"/>
            <w:tabs>
              <w:tab w:val="right" w:leader="dot" w:pos="7361"/>
            </w:tabs>
            <w:rPr>
              <w:rFonts w:asciiTheme="minorHAnsi" w:eastAsiaTheme="minorEastAsia" w:hAnsiTheme="minorHAnsi" w:cstheme="minorBidi"/>
              <w:noProof/>
              <w:color w:val="auto"/>
              <w:sz w:val="22"/>
              <w:szCs w:val="22"/>
              <w:rtl/>
              <w:lang w:bidi="fa-IR"/>
            </w:rPr>
          </w:pPr>
          <w:hyperlink w:anchor="_Toc388703626" w:history="1">
            <w:r w:rsidR="00152A9B" w:rsidRPr="005D04A1">
              <w:rPr>
                <w:rFonts w:hint="eastAsia"/>
                <w:noProof/>
                <w:rtl/>
              </w:rPr>
              <w:t>المنحى</w:t>
            </w:r>
            <w:r w:rsidR="00152A9B" w:rsidRPr="005D04A1">
              <w:rPr>
                <w:noProof/>
                <w:rtl/>
              </w:rPr>
              <w:t xml:space="preserve"> </w:t>
            </w:r>
            <w:r w:rsidR="00152A9B" w:rsidRPr="005D04A1">
              <w:rPr>
                <w:rFonts w:hint="eastAsia"/>
                <w:noProof/>
                <w:rtl/>
              </w:rPr>
              <w:t>المقاصدي</w:t>
            </w:r>
            <w:r w:rsidR="00152A9B">
              <w:rPr>
                <w:noProof/>
                <w:webHidden/>
                <w:rtl/>
              </w:rPr>
              <w:tab/>
            </w:r>
            <w:r>
              <w:rPr>
                <w:noProof/>
                <w:webHidden/>
                <w:rtl/>
              </w:rPr>
              <w:fldChar w:fldCharType="begin"/>
            </w:r>
            <w:r w:rsidR="00152A9B">
              <w:rPr>
                <w:noProof/>
                <w:webHidden/>
                <w:rtl/>
              </w:rPr>
              <w:instrText xml:space="preserve"> </w:instrText>
            </w:r>
            <w:r w:rsidR="00152A9B">
              <w:rPr>
                <w:noProof/>
                <w:webHidden/>
              </w:rPr>
              <w:instrText>PAGEREF</w:instrText>
            </w:r>
            <w:r w:rsidR="00152A9B">
              <w:rPr>
                <w:noProof/>
                <w:webHidden/>
                <w:rtl/>
              </w:rPr>
              <w:instrText xml:space="preserve"> _</w:instrText>
            </w:r>
            <w:r w:rsidR="00152A9B">
              <w:rPr>
                <w:noProof/>
                <w:webHidden/>
              </w:rPr>
              <w:instrText>Toc388703626 \h</w:instrText>
            </w:r>
            <w:r w:rsidR="00152A9B">
              <w:rPr>
                <w:noProof/>
                <w:webHidden/>
                <w:rtl/>
              </w:rPr>
              <w:instrText xml:space="preserve"> </w:instrText>
            </w:r>
            <w:r>
              <w:rPr>
                <w:noProof/>
                <w:webHidden/>
                <w:rtl/>
              </w:rPr>
            </w:r>
            <w:r>
              <w:rPr>
                <w:noProof/>
                <w:webHidden/>
                <w:rtl/>
              </w:rPr>
              <w:fldChar w:fldCharType="separate"/>
            </w:r>
            <w:r w:rsidR="00610870">
              <w:rPr>
                <w:noProof/>
                <w:webHidden/>
                <w:rtl/>
              </w:rPr>
              <w:t>32</w:t>
            </w:r>
            <w:r>
              <w:rPr>
                <w:noProof/>
                <w:webHidden/>
                <w:rtl/>
              </w:rPr>
              <w:fldChar w:fldCharType="end"/>
            </w:r>
          </w:hyperlink>
        </w:p>
        <w:p w:rsidR="00152A9B" w:rsidRDefault="00770170">
          <w:pPr>
            <w:pStyle w:val="TOC2"/>
            <w:tabs>
              <w:tab w:val="right" w:leader="dot" w:pos="7361"/>
            </w:tabs>
            <w:rPr>
              <w:rFonts w:asciiTheme="minorHAnsi" w:eastAsiaTheme="minorEastAsia" w:hAnsiTheme="minorHAnsi" w:cstheme="minorBidi"/>
              <w:noProof/>
              <w:color w:val="auto"/>
              <w:sz w:val="22"/>
              <w:szCs w:val="22"/>
              <w:rtl/>
              <w:lang w:bidi="fa-IR"/>
            </w:rPr>
          </w:pPr>
          <w:hyperlink w:anchor="_Toc388703627" w:history="1">
            <w:r w:rsidR="00152A9B" w:rsidRPr="005D04A1">
              <w:rPr>
                <w:rFonts w:hint="eastAsia"/>
                <w:noProof/>
                <w:rtl/>
              </w:rPr>
              <w:t>مداخلات</w:t>
            </w:r>
            <w:r w:rsidR="00152A9B" w:rsidRPr="005D04A1">
              <w:rPr>
                <w:noProof/>
                <w:rtl/>
              </w:rPr>
              <w:t xml:space="preserve"> </w:t>
            </w:r>
            <w:r w:rsidR="00152A9B" w:rsidRPr="005D04A1">
              <w:rPr>
                <w:rFonts w:hint="eastAsia"/>
                <w:noProof/>
                <w:rtl/>
              </w:rPr>
              <w:t>في</w:t>
            </w:r>
            <w:r w:rsidR="00152A9B" w:rsidRPr="005D04A1">
              <w:rPr>
                <w:noProof/>
                <w:rtl/>
              </w:rPr>
              <w:t xml:space="preserve"> </w:t>
            </w:r>
            <w:r w:rsidR="00152A9B" w:rsidRPr="005D04A1">
              <w:rPr>
                <w:rFonts w:hint="eastAsia"/>
                <w:noProof/>
                <w:rtl/>
              </w:rPr>
              <w:t>الفهم</w:t>
            </w:r>
            <w:r w:rsidR="00152A9B" w:rsidRPr="005D04A1">
              <w:rPr>
                <w:noProof/>
                <w:rtl/>
              </w:rPr>
              <w:t xml:space="preserve"> </w:t>
            </w:r>
            <w:r w:rsidR="00152A9B" w:rsidRPr="005D04A1">
              <w:rPr>
                <w:rFonts w:hint="eastAsia"/>
                <w:noProof/>
                <w:rtl/>
              </w:rPr>
              <w:t>العُرفي</w:t>
            </w:r>
            <w:r w:rsidR="00152A9B">
              <w:rPr>
                <w:noProof/>
                <w:webHidden/>
                <w:rtl/>
              </w:rPr>
              <w:tab/>
            </w:r>
            <w:r>
              <w:rPr>
                <w:noProof/>
                <w:webHidden/>
                <w:rtl/>
              </w:rPr>
              <w:fldChar w:fldCharType="begin"/>
            </w:r>
            <w:r w:rsidR="00152A9B">
              <w:rPr>
                <w:noProof/>
                <w:webHidden/>
                <w:rtl/>
              </w:rPr>
              <w:instrText xml:space="preserve"> </w:instrText>
            </w:r>
            <w:r w:rsidR="00152A9B">
              <w:rPr>
                <w:noProof/>
                <w:webHidden/>
              </w:rPr>
              <w:instrText>PAGEREF</w:instrText>
            </w:r>
            <w:r w:rsidR="00152A9B">
              <w:rPr>
                <w:noProof/>
                <w:webHidden/>
                <w:rtl/>
              </w:rPr>
              <w:instrText xml:space="preserve"> _</w:instrText>
            </w:r>
            <w:r w:rsidR="00152A9B">
              <w:rPr>
                <w:noProof/>
                <w:webHidden/>
              </w:rPr>
              <w:instrText>Toc388703627 \h</w:instrText>
            </w:r>
            <w:r w:rsidR="00152A9B">
              <w:rPr>
                <w:noProof/>
                <w:webHidden/>
                <w:rtl/>
              </w:rPr>
              <w:instrText xml:space="preserve"> </w:instrText>
            </w:r>
            <w:r>
              <w:rPr>
                <w:noProof/>
                <w:webHidden/>
                <w:rtl/>
              </w:rPr>
            </w:r>
            <w:r>
              <w:rPr>
                <w:noProof/>
                <w:webHidden/>
                <w:rtl/>
              </w:rPr>
              <w:fldChar w:fldCharType="separate"/>
            </w:r>
            <w:r w:rsidR="00610870">
              <w:rPr>
                <w:noProof/>
                <w:webHidden/>
                <w:rtl/>
              </w:rPr>
              <w:t>36</w:t>
            </w:r>
            <w:r>
              <w:rPr>
                <w:noProof/>
                <w:webHidden/>
                <w:rtl/>
              </w:rPr>
              <w:fldChar w:fldCharType="end"/>
            </w:r>
          </w:hyperlink>
        </w:p>
        <w:p w:rsidR="00152A9B" w:rsidRDefault="00770170">
          <w:pPr>
            <w:pStyle w:val="TOC2"/>
            <w:tabs>
              <w:tab w:val="right" w:leader="dot" w:pos="7361"/>
            </w:tabs>
            <w:rPr>
              <w:rFonts w:asciiTheme="minorHAnsi" w:eastAsiaTheme="minorEastAsia" w:hAnsiTheme="minorHAnsi" w:cstheme="minorBidi"/>
              <w:noProof/>
              <w:color w:val="auto"/>
              <w:sz w:val="22"/>
              <w:szCs w:val="22"/>
              <w:rtl/>
              <w:lang w:bidi="fa-IR"/>
            </w:rPr>
          </w:pPr>
          <w:hyperlink w:anchor="_Toc388703628" w:history="1">
            <w:r w:rsidR="00152A9B" w:rsidRPr="005D04A1">
              <w:rPr>
                <w:rFonts w:hint="eastAsia"/>
                <w:noProof/>
                <w:rtl/>
              </w:rPr>
              <w:t>سجال</w:t>
            </w:r>
            <w:r w:rsidR="00152A9B" w:rsidRPr="005D04A1">
              <w:rPr>
                <w:noProof/>
                <w:rtl/>
              </w:rPr>
              <w:t xml:space="preserve"> </w:t>
            </w:r>
            <w:r w:rsidR="00152A9B" w:rsidRPr="005D04A1">
              <w:rPr>
                <w:rFonts w:hint="eastAsia"/>
                <w:noProof/>
                <w:rtl/>
              </w:rPr>
              <w:t>في</w:t>
            </w:r>
            <w:r w:rsidR="00152A9B" w:rsidRPr="005D04A1">
              <w:rPr>
                <w:noProof/>
                <w:rtl/>
              </w:rPr>
              <w:t xml:space="preserve"> </w:t>
            </w:r>
            <w:r w:rsidR="00152A9B" w:rsidRPr="005D04A1">
              <w:rPr>
                <w:rFonts w:hint="eastAsia"/>
                <w:noProof/>
                <w:rtl/>
              </w:rPr>
              <w:t>ثبات</w:t>
            </w:r>
            <w:r w:rsidR="00152A9B" w:rsidRPr="005D04A1">
              <w:rPr>
                <w:noProof/>
                <w:rtl/>
              </w:rPr>
              <w:t xml:space="preserve"> </w:t>
            </w:r>
            <w:r w:rsidR="00152A9B" w:rsidRPr="005D04A1">
              <w:rPr>
                <w:rFonts w:hint="eastAsia"/>
                <w:noProof/>
                <w:rtl/>
              </w:rPr>
              <w:t>اللفظ</w:t>
            </w:r>
            <w:r w:rsidR="00152A9B" w:rsidRPr="005D04A1">
              <w:rPr>
                <w:noProof/>
                <w:rtl/>
              </w:rPr>
              <w:t xml:space="preserve"> </w:t>
            </w:r>
            <w:r w:rsidR="00152A9B" w:rsidRPr="005D04A1">
              <w:rPr>
                <w:rFonts w:hint="eastAsia"/>
                <w:noProof/>
                <w:rtl/>
              </w:rPr>
              <w:t>وتغيّر</w:t>
            </w:r>
            <w:r w:rsidR="00152A9B" w:rsidRPr="005D04A1">
              <w:rPr>
                <w:noProof/>
                <w:rtl/>
              </w:rPr>
              <w:t xml:space="preserve"> </w:t>
            </w:r>
            <w:r w:rsidR="00152A9B" w:rsidRPr="005D04A1">
              <w:rPr>
                <w:rFonts w:hint="eastAsia"/>
                <w:noProof/>
                <w:rtl/>
              </w:rPr>
              <w:t>المعنى</w:t>
            </w:r>
            <w:r w:rsidR="00152A9B">
              <w:rPr>
                <w:noProof/>
                <w:webHidden/>
                <w:rtl/>
              </w:rPr>
              <w:tab/>
            </w:r>
            <w:r>
              <w:rPr>
                <w:noProof/>
                <w:webHidden/>
                <w:rtl/>
              </w:rPr>
              <w:fldChar w:fldCharType="begin"/>
            </w:r>
            <w:r w:rsidR="00152A9B">
              <w:rPr>
                <w:noProof/>
                <w:webHidden/>
                <w:rtl/>
              </w:rPr>
              <w:instrText xml:space="preserve"> </w:instrText>
            </w:r>
            <w:r w:rsidR="00152A9B">
              <w:rPr>
                <w:noProof/>
                <w:webHidden/>
              </w:rPr>
              <w:instrText>PAGEREF</w:instrText>
            </w:r>
            <w:r w:rsidR="00152A9B">
              <w:rPr>
                <w:noProof/>
                <w:webHidden/>
                <w:rtl/>
              </w:rPr>
              <w:instrText xml:space="preserve"> _</w:instrText>
            </w:r>
            <w:r w:rsidR="00152A9B">
              <w:rPr>
                <w:noProof/>
                <w:webHidden/>
              </w:rPr>
              <w:instrText>Toc388703628 \h</w:instrText>
            </w:r>
            <w:r w:rsidR="00152A9B">
              <w:rPr>
                <w:noProof/>
                <w:webHidden/>
                <w:rtl/>
              </w:rPr>
              <w:instrText xml:space="preserve"> </w:instrText>
            </w:r>
            <w:r>
              <w:rPr>
                <w:noProof/>
                <w:webHidden/>
                <w:rtl/>
              </w:rPr>
            </w:r>
            <w:r>
              <w:rPr>
                <w:noProof/>
                <w:webHidden/>
                <w:rtl/>
              </w:rPr>
              <w:fldChar w:fldCharType="separate"/>
            </w:r>
            <w:r w:rsidR="00610870">
              <w:rPr>
                <w:noProof/>
                <w:webHidden/>
                <w:rtl/>
              </w:rPr>
              <w:t>40</w:t>
            </w:r>
            <w:r>
              <w:rPr>
                <w:noProof/>
                <w:webHidden/>
                <w:rtl/>
              </w:rPr>
              <w:fldChar w:fldCharType="end"/>
            </w:r>
          </w:hyperlink>
        </w:p>
        <w:p w:rsidR="00152A9B" w:rsidRDefault="00770170">
          <w:pPr>
            <w:pStyle w:val="TOC2"/>
            <w:tabs>
              <w:tab w:val="right" w:leader="dot" w:pos="7361"/>
            </w:tabs>
            <w:rPr>
              <w:rFonts w:asciiTheme="minorHAnsi" w:eastAsiaTheme="minorEastAsia" w:hAnsiTheme="minorHAnsi" w:cstheme="minorBidi"/>
              <w:noProof/>
              <w:color w:val="auto"/>
              <w:sz w:val="22"/>
              <w:szCs w:val="22"/>
              <w:rtl/>
              <w:lang w:bidi="fa-IR"/>
            </w:rPr>
          </w:pPr>
          <w:hyperlink w:anchor="_Toc388703629" w:history="1">
            <w:r w:rsidR="00152A9B" w:rsidRPr="005D04A1">
              <w:rPr>
                <w:rFonts w:hint="eastAsia"/>
                <w:noProof/>
                <w:rtl/>
              </w:rPr>
              <w:t>تأثيرات</w:t>
            </w:r>
            <w:r w:rsidR="00152A9B" w:rsidRPr="005D04A1">
              <w:rPr>
                <w:noProof/>
                <w:rtl/>
              </w:rPr>
              <w:t xml:space="preserve"> </w:t>
            </w:r>
            <w:r w:rsidR="00152A9B" w:rsidRPr="005D04A1">
              <w:rPr>
                <w:rFonts w:hint="eastAsia"/>
                <w:noProof/>
                <w:rtl/>
              </w:rPr>
              <w:t>الزمان</w:t>
            </w:r>
            <w:r w:rsidR="00152A9B" w:rsidRPr="005D04A1">
              <w:rPr>
                <w:noProof/>
                <w:rtl/>
              </w:rPr>
              <w:t xml:space="preserve"> </w:t>
            </w:r>
            <w:r w:rsidR="00152A9B" w:rsidRPr="005D04A1">
              <w:rPr>
                <w:rFonts w:hint="eastAsia"/>
                <w:noProof/>
                <w:rtl/>
              </w:rPr>
              <w:t>والمكان</w:t>
            </w:r>
            <w:r w:rsidR="00152A9B">
              <w:rPr>
                <w:noProof/>
                <w:webHidden/>
                <w:rtl/>
              </w:rPr>
              <w:tab/>
            </w:r>
            <w:r>
              <w:rPr>
                <w:noProof/>
                <w:webHidden/>
                <w:rtl/>
              </w:rPr>
              <w:fldChar w:fldCharType="begin"/>
            </w:r>
            <w:r w:rsidR="00152A9B">
              <w:rPr>
                <w:noProof/>
                <w:webHidden/>
                <w:rtl/>
              </w:rPr>
              <w:instrText xml:space="preserve"> </w:instrText>
            </w:r>
            <w:r w:rsidR="00152A9B">
              <w:rPr>
                <w:noProof/>
                <w:webHidden/>
              </w:rPr>
              <w:instrText>PAGEREF</w:instrText>
            </w:r>
            <w:r w:rsidR="00152A9B">
              <w:rPr>
                <w:noProof/>
                <w:webHidden/>
                <w:rtl/>
              </w:rPr>
              <w:instrText xml:space="preserve"> _</w:instrText>
            </w:r>
            <w:r w:rsidR="00152A9B">
              <w:rPr>
                <w:noProof/>
                <w:webHidden/>
              </w:rPr>
              <w:instrText>Toc388703629 \h</w:instrText>
            </w:r>
            <w:r w:rsidR="00152A9B">
              <w:rPr>
                <w:noProof/>
                <w:webHidden/>
                <w:rtl/>
              </w:rPr>
              <w:instrText xml:space="preserve"> </w:instrText>
            </w:r>
            <w:r>
              <w:rPr>
                <w:noProof/>
                <w:webHidden/>
                <w:rtl/>
              </w:rPr>
            </w:r>
            <w:r>
              <w:rPr>
                <w:noProof/>
                <w:webHidden/>
                <w:rtl/>
              </w:rPr>
              <w:fldChar w:fldCharType="separate"/>
            </w:r>
            <w:r w:rsidR="00610870">
              <w:rPr>
                <w:noProof/>
                <w:webHidden/>
                <w:rtl/>
              </w:rPr>
              <w:t>46</w:t>
            </w:r>
            <w:r>
              <w:rPr>
                <w:noProof/>
                <w:webHidden/>
                <w:rtl/>
              </w:rPr>
              <w:fldChar w:fldCharType="end"/>
            </w:r>
          </w:hyperlink>
        </w:p>
        <w:p w:rsidR="00152A9B" w:rsidRDefault="00770170">
          <w:pPr>
            <w:pStyle w:val="TOC2"/>
            <w:tabs>
              <w:tab w:val="right" w:leader="dot" w:pos="7361"/>
            </w:tabs>
            <w:rPr>
              <w:rFonts w:asciiTheme="minorHAnsi" w:eastAsiaTheme="minorEastAsia" w:hAnsiTheme="minorHAnsi" w:cstheme="minorBidi"/>
              <w:noProof/>
              <w:color w:val="auto"/>
              <w:sz w:val="22"/>
              <w:szCs w:val="22"/>
              <w:rtl/>
              <w:lang w:bidi="fa-IR"/>
            </w:rPr>
          </w:pPr>
          <w:hyperlink w:anchor="_Toc388703630" w:history="1">
            <w:r w:rsidR="00152A9B" w:rsidRPr="005D04A1">
              <w:rPr>
                <w:rFonts w:hint="eastAsia"/>
                <w:noProof/>
                <w:rtl/>
              </w:rPr>
              <w:t>دوائر</w:t>
            </w:r>
            <w:r w:rsidR="00152A9B" w:rsidRPr="005D04A1">
              <w:rPr>
                <w:noProof/>
                <w:rtl/>
              </w:rPr>
              <w:t xml:space="preserve"> </w:t>
            </w:r>
            <w:r w:rsidR="00152A9B" w:rsidRPr="005D04A1">
              <w:rPr>
                <w:rFonts w:hint="eastAsia"/>
                <w:noProof/>
                <w:rtl/>
              </w:rPr>
              <w:t>ت</w:t>
            </w:r>
            <w:r w:rsidR="00152A9B" w:rsidRPr="005D04A1">
              <w:rPr>
                <w:rFonts w:hint="eastAsia"/>
                <w:noProof/>
                <w:rtl/>
              </w:rPr>
              <w:t>أ</w:t>
            </w:r>
            <w:r w:rsidR="00152A9B" w:rsidRPr="005D04A1">
              <w:rPr>
                <w:rFonts w:hint="eastAsia"/>
                <w:noProof/>
                <w:rtl/>
              </w:rPr>
              <w:t>ثير</w:t>
            </w:r>
            <w:r w:rsidR="00152A9B" w:rsidRPr="005D04A1">
              <w:rPr>
                <w:noProof/>
                <w:rtl/>
              </w:rPr>
              <w:t xml:space="preserve"> </w:t>
            </w:r>
            <w:r w:rsidR="00152A9B" w:rsidRPr="005D04A1">
              <w:rPr>
                <w:rFonts w:hint="eastAsia"/>
                <w:noProof/>
                <w:rtl/>
              </w:rPr>
              <w:t>المكان</w:t>
            </w:r>
            <w:r w:rsidR="00152A9B" w:rsidRPr="005D04A1">
              <w:rPr>
                <w:noProof/>
                <w:rtl/>
              </w:rPr>
              <w:t xml:space="preserve"> </w:t>
            </w:r>
            <w:r w:rsidR="00152A9B" w:rsidRPr="005D04A1">
              <w:rPr>
                <w:rFonts w:hint="eastAsia"/>
                <w:noProof/>
                <w:rtl/>
              </w:rPr>
              <w:t>والزمان</w:t>
            </w:r>
            <w:r w:rsidR="00152A9B">
              <w:rPr>
                <w:noProof/>
                <w:webHidden/>
                <w:rtl/>
              </w:rPr>
              <w:tab/>
            </w:r>
            <w:r>
              <w:rPr>
                <w:noProof/>
                <w:webHidden/>
                <w:rtl/>
              </w:rPr>
              <w:fldChar w:fldCharType="begin"/>
            </w:r>
            <w:r w:rsidR="00152A9B">
              <w:rPr>
                <w:noProof/>
                <w:webHidden/>
                <w:rtl/>
              </w:rPr>
              <w:instrText xml:space="preserve"> </w:instrText>
            </w:r>
            <w:r w:rsidR="00152A9B">
              <w:rPr>
                <w:noProof/>
                <w:webHidden/>
              </w:rPr>
              <w:instrText>PAGEREF</w:instrText>
            </w:r>
            <w:r w:rsidR="00152A9B">
              <w:rPr>
                <w:noProof/>
                <w:webHidden/>
                <w:rtl/>
              </w:rPr>
              <w:instrText xml:space="preserve"> _</w:instrText>
            </w:r>
            <w:r w:rsidR="00152A9B">
              <w:rPr>
                <w:noProof/>
                <w:webHidden/>
              </w:rPr>
              <w:instrText>Toc388703630 \h</w:instrText>
            </w:r>
            <w:r w:rsidR="00152A9B">
              <w:rPr>
                <w:noProof/>
                <w:webHidden/>
                <w:rtl/>
              </w:rPr>
              <w:instrText xml:space="preserve"> </w:instrText>
            </w:r>
            <w:r>
              <w:rPr>
                <w:noProof/>
                <w:webHidden/>
                <w:rtl/>
              </w:rPr>
            </w:r>
            <w:r>
              <w:rPr>
                <w:noProof/>
                <w:webHidden/>
                <w:rtl/>
              </w:rPr>
              <w:fldChar w:fldCharType="separate"/>
            </w:r>
            <w:r w:rsidR="00610870">
              <w:rPr>
                <w:noProof/>
                <w:webHidden/>
                <w:rtl/>
              </w:rPr>
              <w:t>54</w:t>
            </w:r>
            <w:r>
              <w:rPr>
                <w:noProof/>
                <w:webHidden/>
                <w:rtl/>
              </w:rPr>
              <w:fldChar w:fldCharType="end"/>
            </w:r>
          </w:hyperlink>
        </w:p>
        <w:p w:rsidR="00152A9B" w:rsidRDefault="00770170">
          <w:pPr>
            <w:pStyle w:val="TOC2"/>
            <w:tabs>
              <w:tab w:val="right" w:leader="dot" w:pos="7361"/>
            </w:tabs>
            <w:rPr>
              <w:rFonts w:asciiTheme="minorHAnsi" w:eastAsiaTheme="minorEastAsia" w:hAnsiTheme="minorHAnsi" w:cstheme="minorBidi"/>
              <w:noProof/>
              <w:color w:val="auto"/>
              <w:sz w:val="22"/>
              <w:szCs w:val="22"/>
              <w:rtl/>
              <w:lang w:bidi="fa-IR"/>
            </w:rPr>
          </w:pPr>
          <w:hyperlink w:anchor="_Toc388703631" w:history="1">
            <w:r w:rsidR="00152A9B" w:rsidRPr="005D04A1">
              <w:rPr>
                <w:rFonts w:hint="eastAsia"/>
                <w:noProof/>
                <w:rtl/>
              </w:rPr>
              <w:t>تأثير</w:t>
            </w:r>
            <w:r w:rsidR="00152A9B" w:rsidRPr="005D04A1">
              <w:rPr>
                <w:noProof/>
                <w:rtl/>
              </w:rPr>
              <w:t xml:space="preserve"> </w:t>
            </w:r>
            <w:r w:rsidR="00152A9B" w:rsidRPr="005D04A1">
              <w:rPr>
                <w:rFonts w:hint="eastAsia"/>
                <w:noProof/>
                <w:rtl/>
              </w:rPr>
              <w:t>الزمان</w:t>
            </w:r>
            <w:r w:rsidR="00152A9B" w:rsidRPr="005D04A1">
              <w:rPr>
                <w:noProof/>
                <w:rtl/>
              </w:rPr>
              <w:t xml:space="preserve"> </w:t>
            </w:r>
            <w:r w:rsidR="00152A9B" w:rsidRPr="005D04A1">
              <w:rPr>
                <w:rFonts w:hint="eastAsia"/>
                <w:noProof/>
                <w:rtl/>
              </w:rPr>
              <w:t>والمكان</w:t>
            </w:r>
            <w:r w:rsidR="00152A9B" w:rsidRPr="005D04A1">
              <w:rPr>
                <w:noProof/>
                <w:rtl/>
              </w:rPr>
              <w:t xml:space="preserve"> </w:t>
            </w:r>
            <w:r w:rsidR="00152A9B" w:rsidRPr="005D04A1">
              <w:rPr>
                <w:rFonts w:hint="eastAsia"/>
                <w:noProof/>
                <w:rtl/>
              </w:rPr>
              <w:t>بين</w:t>
            </w:r>
            <w:r w:rsidR="00152A9B" w:rsidRPr="005D04A1">
              <w:rPr>
                <w:noProof/>
                <w:rtl/>
              </w:rPr>
              <w:t xml:space="preserve"> </w:t>
            </w:r>
            <w:r w:rsidR="00152A9B" w:rsidRPr="005D04A1">
              <w:rPr>
                <w:rFonts w:hint="eastAsia"/>
                <w:noProof/>
                <w:rtl/>
              </w:rPr>
              <w:t>العبادات</w:t>
            </w:r>
            <w:r w:rsidR="00152A9B" w:rsidRPr="005D04A1">
              <w:rPr>
                <w:noProof/>
                <w:rtl/>
              </w:rPr>
              <w:t xml:space="preserve"> </w:t>
            </w:r>
            <w:r w:rsidR="00152A9B" w:rsidRPr="005D04A1">
              <w:rPr>
                <w:rFonts w:hint="eastAsia"/>
                <w:noProof/>
                <w:rtl/>
              </w:rPr>
              <w:t>والمعاملات</w:t>
            </w:r>
            <w:r w:rsidR="00152A9B">
              <w:rPr>
                <w:noProof/>
                <w:webHidden/>
                <w:rtl/>
              </w:rPr>
              <w:tab/>
            </w:r>
            <w:r>
              <w:rPr>
                <w:noProof/>
                <w:webHidden/>
                <w:rtl/>
              </w:rPr>
              <w:fldChar w:fldCharType="begin"/>
            </w:r>
            <w:r w:rsidR="00152A9B">
              <w:rPr>
                <w:noProof/>
                <w:webHidden/>
                <w:rtl/>
              </w:rPr>
              <w:instrText xml:space="preserve"> </w:instrText>
            </w:r>
            <w:r w:rsidR="00152A9B">
              <w:rPr>
                <w:noProof/>
                <w:webHidden/>
              </w:rPr>
              <w:instrText>PAGEREF</w:instrText>
            </w:r>
            <w:r w:rsidR="00152A9B">
              <w:rPr>
                <w:noProof/>
                <w:webHidden/>
                <w:rtl/>
              </w:rPr>
              <w:instrText xml:space="preserve"> _</w:instrText>
            </w:r>
            <w:r w:rsidR="00152A9B">
              <w:rPr>
                <w:noProof/>
                <w:webHidden/>
              </w:rPr>
              <w:instrText>Toc388703631 \h</w:instrText>
            </w:r>
            <w:r w:rsidR="00152A9B">
              <w:rPr>
                <w:noProof/>
                <w:webHidden/>
                <w:rtl/>
              </w:rPr>
              <w:instrText xml:space="preserve"> </w:instrText>
            </w:r>
            <w:r>
              <w:rPr>
                <w:noProof/>
                <w:webHidden/>
                <w:rtl/>
              </w:rPr>
            </w:r>
            <w:r>
              <w:rPr>
                <w:noProof/>
                <w:webHidden/>
                <w:rtl/>
              </w:rPr>
              <w:fldChar w:fldCharType="separate"/>
            </w:r>
            <w:r w:rsidR="00610870">
              <w:rPr>
                <w:noProof/>
                <w:webHidden/>
                <w:rtl/>
              </w:rPr>
              <w:t>61</w:t>
            </w:r>
            <w:r>
              <w:rPr>
                <w:noProof/>
                <w:webHidden/>
                <w:rtl/>
              </w:rPr>
              <w:fldChar w:fldCharType="end"/>
            </w:r>
          </w:hyperlink>
        </w:p>
        <w:p w:rsidR="00152A9B" w:rsidRDefault="00770170">
          <w:pPr>
            <w:pStyle w:val="TOC2"/>
            <w:tabs>
              <w:tab w:val="right" w:leader="dot" w:pos="7361"/>
            </w:tabs>
            <w:rPr>
              <w:rFonts w:asciiTheme="minorHAnsi" w:eastAsiaTheme="minorEastAsia" w:hAnsiTheme="minorHAnsi" w:cstheme="minorBidi"/>
              <w:noProof/>
              <w:color w:val="auto"/>
              <w:sz w:val="22"/>
              <w:szCs w:val="22"/>
              <w:rtl/>
              <w:lang w:bidi="fa-IR"/>
            </w:rPr>
          </w:pPr>
          <w:hyperlink w:anchor="_Toc388703632" w:history="1">
            <w:r w:rsidR="00152A9B" w:rsidRPr="005D04A1">
              <w:rPr>
                <w:rFonts w:hint="eastAsia"/>
                <w:noProof/>
                <w:rtl/>
              </w:rPr>
              <w:t>التواصل</w:t>
            </w:r>
            <w:r w:rsidR="00152A9B" w:rsidRPr="005D04A1">
              <w:rPr>
                <w:noProof/>
                <w:rtl/>
              </w:rPr>
              <w:t xml:space="preserve"> </w:t>
            </w:r>
            <w:r w:rsidR="00152A9B" w:rsidRPr="005D04A1">
              <w:rPr>
                <w:rFonts w:hint="eastAsia"/>
                <w:noProof/>
                <w:rtl/>
              </w:rPr>
              <w:t>بين</w:t>
            </w:r>
            <w:r w:rsidR="00152A9B" w:rsidRPr="005D04A1">
              <w:rPr>
                <w:noProof/>
                <w:rtl/>
              </w:rPr>
              <w:t xml:space="preserve"> </w:t>
            </w:r>
            <w:r w:rsidR="00152A9B" w:rsidRPr="005D04A1">
              <w:rPr>
                <w:rFonts w:hint="eastAsia"/>
                <w:noProof/>
                <w:rtl/>
              </w:rPr>
              <w:t>فقه</w:t>
            </w:r>
            <w:r w:rsidR="00152A9B" w:rsidRPr="005D04A1">
              <w:rPr>
                <w:noProof/>
                <w:rtl/>
              </w:rPr>
              <w:t xml:space="preserve"> </w:t>
            </w:r>
            <w:r w:rsidR="00152A9B" w:rsidRPr="005D04A1">
              <w:rPr>
                <w:rFonts w:hint="eastAsia"/>
                <w:noProof/>
                <w:rtl/>
              </w:rPr>
              <w:t>المذاهب</w:t>
            </w:r>
            <w:r w:rsidR="00152A9B">
              <w:rPr>
                <w:noProof/>
                <w:webHidden/>
                <w:rtl/>
              </w:rPr>
              <w:tab/>
            </w:r>
            <w:r>
              <w:rPr>
                <w:noProof/>
                <w:webHidden/>
                <w:rtl/>
              </w:rPr>
              <w:fldChar w:fldCharType="begin"/>
            </w:r>
            <w:r w:rsidR="00152A9B">
              <w:rPr>
                <w:noProof/>
                <w:webHidden/>
                <w:rtl/>
              </w:rPr>
              <w:instrText xml:space="preserve"> </w:instrText>
            </w:r>
            <w:r w:rsidR="00152A9B">
              <w:rPr>
                <w:noProof/>
                <w:webHidden/>
              </w:rPr>
              <w:instrText>PAGEREF</w:instrText>
            </w:r>
            <w:r w:rsidR="00152A9B">
              <w:rPr>
                <w:noProof/>
                <w:webHidden/>
                <w:rtl/>
              </w:rPr>
              <w:instrText xml:space="preserve"> _</w:instrText>
            </w:r>
            <w:r w:rsidR="00152A9B">
              <w:rPr>
                <w:noProof/>
                <w:webHidden/>
              </w:rPr>
              <w:instrText>Toc388703632 \h</w:instrText>
            </w:r>
            <w:r w:rsidR="00152A9B">
              <w:rPr>
                <w:noProof/>
                <w:webHidden/>
                <w:rtl/>
              </w:rPr>
              <w:instrText xml:space="preserve"> </w:instrText>
            </w:r>
            <w:r>
              <w:rPr>
                <w:noProof/>
                <w:webHidden/>
                <w:rtl/>
              </w:rPr>
            </w:r>
            <w:r>
              <w:rPr>
                <w:noProof/>
                <w:webHidden/>
                <w:rtl/>
              </w:rPr>
              <w:fldChar w:fldCharType="separate"/>
            </w:r>
            <w:r w:rsidR="00610870">
              <w:rPr>
                <w:noProof/>
                <w:webHidden/>
                <w:rtl/>
              </w:rPr>
              <w:t>74</w:t>
            </w:r>
            <w:r>
              <w:rPr>
                <w:noProof/>
                <w:webHidden/>
                <w:rtl/>
              </w:rPr>
              <w:fldChar w:fldCharType="end"/>
            </w:r>
          </w:hyperlink>
        </w:p>
        <w:p w:rsidR="00152A9B" w:rsidRDefault="00770170">
          <w:pPr>
            <w:pStyle w:val="TOC2"/>
            <w:tabs>
              <w:tab w:val="right" w:leader="dot" w:pos="7361"/>
            </w:tabs>
            <w:rPr>
              <w:rFonts w:asciiTheme="minorHAnsi" w:eastAsiaTheme="minorEastAsia" w:hAnsiTheme="minorHAnsi" w:cstheme="minorBidi"/>
              <w:noProof/>
              <w:color w:val="auto"/>
              <w:sz w:val="22"/>
              <w:szCs w:val="22"/>
              <w:rtl/>
              <w:lang w:bidi="fa-IR"/>
            </w:rPr>
          </w:pPr>
          <w:hyperlink w:anchor="_Toc388703633" w:history="1">
            <w:r w:rsidR="00152A9B" w:rsidRPr="005D04A1">
              <w:rPr>
                <w:rFonts w:hint="eastAsia"/>
                <w:noProof/>
                <w:rtl/>
              </w:rPr>
              <w:t>دور</w:t>
            </w:r>
            <w:r w:rsidR="00152A9B" w:rsidRPr="005D04A1">
              <w:rPr>
                <w:noProof/>
                <w:rtl/>
              </w:rPr>
              <w:t xml:space="preserve"> </w:t>
            </w:r>
            <w:r w:rsidR="00152A9B" w:rsidRPr="005D04A1">
              <w:rPr>
                <w:rFonts w:hint="eastAsia"/>
                <w:noProof/>
                <w:rtl/>
              </w:rPr>
              <w:t>الرؤية</w:t>
            </w:r>
            <w:r w:rsidR="00152A9B" w:rsidRPr="005D04A1">
              <w:rPr>
                <w:noProof/>
                <w:rtl/>
              </w:rPr>
              <w:t xml:space="preserve"> </w:t>
            </w:r>
            <w:r w:rsidR="00152A9B" w:rsidRPr="005D04A1">
              <w:rPr>
                <w:rFonts w:hint="eastAsia"/>
                <w:noProof/>
                <w:rtl/>
              </w:rPr>
              <w:t>القرآنية</w:t>
            </w:r>
            <w:r w:rsidR="00152A9B" w:rsidRPr="005D04A1">
              <w:rPr>
                <w:noProof/>
                <w:rtl/>
              </w:rPr>
              <w:t xml:space="preserve"> </w:t>
            </w:r>
            <w:r w:rsidR="00152A9B" w:rsidRPr="005D04A1">
              <w:rPr>
                <w:rFonts w:hint="eastAsia"/>
                <w:noProof/>
                <w:rtl/>
              </w:rPr>
              <w:t>في</w:t>
            </w:r>
            <w:r w:rsidR="00152A9B" w:rsidRPr="005D04A1">
              <w:rPr>
                <w:noProof/>
                <w:rtl/>
              </w:rPr>
              <w:t xml:space="preserve"> </w:t>
            </w:r>
            <w:r w:rsidR="00152A9B" w:rsidRPr="005D04A1">
              <w:rPr>
                <w:rFonts w:hint="eastAsia"/>
                <w:noProof/>
                <w:rtl/>
              </w:rPr>
              <w:t>الاستنباط</w:t>
            </w:r>
            <w:r w:rsidR="00152A9B">
              <w:rPr>
                <w:noProof/>
                <w:webHidden/>
                <w:rtl/>
              </w:rPr>
              <w:tab/>
            </w:r>
            <w:r>
              <w:rPr>
                <w:noProof/>
                <w:webHidden/>
                <w:rtl/>
              </w:rPr>
              <w:fldChar w:fldCharType="begin"/>
            </w:r>
            <w:r w:rsidR="00152A9B">
              <w:rPr>
                <w:noProof/>
                <w:webHidden/>
                <w:rtl/>
              </w:rPr>
              <w:instrText xml:space="preserve"> </w:instrText>
            </w:r>
            <w:r w:rsidR="00152A9B">
              <w:rPr>
                <w:noProof/>
                <w:webHidden/>
              </w:rPr>
              <w:instrText>PAGEREF</w:instrText>
            </w:r>
            <w:r w:rsidR="00152A9B">
              <w:rPr>
                <w:noProof/>
                <w:webHidden/>
                <w:rtl/>
              </w:rPr>
              <w:instrText xml:space="preserve"> _</w:instrText>
            </w:r>
            <w:r w:rsidR="00152A9B">
              <w:rPr>
                <w:noProof/>
                <w:webHidden/>
              </w:rPr>
              <w:instrText>Toc388703633 \h</w:instrText>
            </w:r>
            <w:r w:rsidR="00152A9B">
              <w:rPr>
                <w:noProof/>
                <w:webHidden/>
                <w:rtl/>
              </w:rPr>
              <w:instrText xml:space="preserve"> </w:instrText>
            </w:r>
            <w:r>
              <w:rPr>
                <w:noProof/>
                <w:webHidden/>
                <w:rtl/>
              </w:rPr>
            </w:r>
            <w:r>
              <w:rPr>
                <w:noProof/>
                <w:webHidden/>
                <w:rtl/>
              </w:rPr>
              <w:fldChar w:fldCharType="separate"/>
            </w:r>
            <w:r w:rsidR="00610870">
              <w:rPr>
                <w:noProof/>
                <w:webHidden/>
                <w:rtl/>
              </w:rPr>
              <w:t>84</w:t>
            </w:r>
            <w:r>
              <w:rPr>
                <w:noProof/>
                <w:webHidden/>
                <w:rtl/>
              </w:rPr>
              <w:fldChar w:fldCharType="end"/>
            </w:r>
          </w:hyperlink>
        </w:p>
        <w:p w:rsidR="00152A9B" w:rsidRDefault="00770170">
          <w:pPr>
            <w:pStyle w:val="TOC2"/>
            <w:tabs>
              <w:tab w:val="right" w:leader="dot" w:pos="7361"/>
            </w:tabs>
            <w:rPr>
              <w:rFonts w:asciiTheme="minorHAnsi" w:eastAsiaTheme="minorEastAsia" w:hAnsiTheme="minorHAnsi" w:cstheme="minorBidi"/>
              <w:noProof/>
              <w:color w:val="auto"/>
              <w:sz w:val="22"/>
              <w:szCs w:val="22"/>
              <w:rtl/>
              <w:lang w:bidi="fa-IR"/>
            </w:rPr>
          </w:pPr>
          <w:hyperlink w:anchor="_Toc388703634" w:history="1">
            <w:r w:rsidR="00152A9B" w:rsidRPr="005D04A1">
              <w:rPr>
                <w:rFonts w:hint="eastAsia"/>
                <w:noProof/>
                <w:rtl/>
              </w:rPr>
              <w:t>هل</w:t>
            </w:r>
            <w:r w:rsidR="00152A9B" w:rsidRPr="005D04A1">
              <w:rPr>
                <w:noProof/>
                <w:rtl/>
              </w:rPr>
              <w:t xml:space="preserve"> </w:t>
            </w:r>
            <w:r w:rsidR="00152A9B" w:rsidRPr="005D04A1">
              <w:rPr>
                <w:rFonts w:hint="eastAsia"/>
                <w:noProof/>
                <w:rtl/>
              </w:rPr>
              <w:t>تكون</w:t>
            </w:r>
            <w:r w:rsidR="00152A9B" w:rsidRPr="005D04A1">
              <w:rPr>
                <w:noProof/>
                <w:rtl/>
              </w:rPr>
              <w:t xml:space="preserve"> </w:t>
            </w:r>
            <w:r w:rsidR="00152A9B" w:rsidRPr="005D04A1">
              <w:rPr>
                <w:rFonts w:hint="eastAsia"/>
                <w:noProof/>
                <w:rtl/>
              </w:rPr>
              <w:t>مِلاكات</w:t>
            </w:r>
            <w:r w:rsidR="00152A9B" w:rsidRPr="005D04A1">
              <w:rPr>
                <w:noProof/>
                <w:rtl/>
              </w:rPr>
              <w:t xml:space="preserve"> </w:t>
            </w:r>
            <w:r w:rsidR="00152A9B" w:rsidRPr="005D04A1">
              <w:rPr>
                <w:rFonts w:hint="eastAsia"/>
                <w:noProof/>
                <w:rtl/>
              </w:rPr>
              <w:t>الأحكام</w:t>
            </w:r>
            <w:r w:rsidR="00152A9B" w:rsidRPr="005D04A1">
              <w:rPr>
                <w:noProof/>
                <w:rtl/>
              </w:rPr>
              <w:t xml:space="preserve"> </w:t>
            </w:r>
            <w:r w:rsidR="00152A9B" w:rsidRPr="005D04A1">
              <w:rPr>
                <w:rFonts w:hint="eastAsia"/>
                <w:noProof/>
                <w:rtl/>
              </w:rPr>
              <w:t>بدائل</w:t>
            </w:r>
            <w:r w:rsidR="00152A9B" w:rsidRPr="005D04A1">
              <w:rPr>
                <w:noProof/>
                <w:rtl/>
              </w:rPr>
              <w:t xml:space="preserve"> </w:t>
            </w:r>
            <w:r w:rsidR="00152A9B" w:rsidRPr="005D04A1">
              <w:rPr>
                <w:rFonts w:hint="eastAsia"/>
                <w:noProof/>
                <w:rtl/>
              </w:rPr>
              <w:t>للنص؟</w:t>
            </w:r>
            <w:r w:rsidR="00152A9B">
              <w:rPr>
                <w:noProof/>
                <w:webHidden/>
                <w:rtl/>
              </w:rPr>
              <w:tab/>
            </w:r>
            <w:r>
              <w:rPr>
                <w:noProof/>
                <w:webHidden/>
                <w:rtl/>
              </w:rPr>
              <w:fldChar w:fldCharType="begin"/>
            </w:r>
            <w:r w:rsidR="00152A9B">
              <w:rPr>
                <w:noProof/>
                <w:webHidden/>
                <w:rtl/>
              </w:rPr>
              <w:instrText xml:space="preserve"> </w:instrText>
            </w:r>
            <w:r w:rsidR="00152A9B">
              <w:rPr>
                <w:noProof/>
                <w:webHidden/>
              </w:rPr>
              <w:instrText>PAGEREF</w:instrText>
            </w:r>
            <w:r w:rsidR="00152A9B">
              <w:rPr>
                <w:noProof/>
                <w:webHidden/>
                <w:rtl/>
              </w:rPr>
              <w:instrText xml:space="preserve"> _</w:instrText>
            </w:r>
            <w:r w:rsidR="00152A9B">
              <w:rPr>
                <w:noProof/>
                <w:webHidden/>
              </w:rPr>
              <w:instrText>Toc388703634 \h</w:instrText>
            </w:r>
            <w:r w:rsidR="00152A9B">
              <w:rPr>
                <w:noProof/>
                <w:webHidden/>
                <w:rtl/>
              </w:rPr>
              <w:instrText xml:space="preserve"> </w:instrText>
            </w:r>
            <w:r>
              <w:rPr>
                <w:noProof/>
                <w:webHidden/>
                <w:rtl/>
              </w:rPr>
            </w:r>
            <w:r>
              <w:rPr>
                <w:noProof/>
                <w:webHidden/>
                <w:rtl/>
              </w:rPr>
              <w:fldChar w:fldCharType="separate"/>
            </w:r>
            <w:r w:rsidR="00610870">
              <w:rPr>
                <w:noProof/>
                <w:webHidden/>
                <w:rtl/>
              </w:rPr>
              <w:t>91</w:t>
            </w:r>
            <w:r>
              <w:rPr>
                <w:noProof/>
                <w:webHidden/>
                <w:rtl/>
              </w:rPr>
              <w:fldChar w:fldCharType="end"/>
            </w:r>
          </w:hyperlink>
        </w:p>
        <w:p w:rsidR="00152A9B" w:rsidRDefault="00770170">
          <w:pPr>
            <w:pStyle w:val="TOC2"/>
            <w:tabs>
              <w:tab w:val="right" w:leader="dot" w:pos="7361"/>
            </w:tabs>
            <w:rPr>
              <w:rFonts w:asciiTheme="minorHAnsi" w:eastAsiaTheme="minorEastAsia" w:hAnsiTheme="minorHAnsi" w:cstheme="minorBidi"/>
              <w:noProof/>
              <w:color w:val="auto"/>
              <w:sz w:val="22"/>
              <w:szCs w:val="22"/>
              <w:rtl/>
              <w:lang w:bidi="fa-IR"/>
            </w:rPr>
          </w:pPr>
          <w:hyperlink w:anchor="_Toc388703635" w:history="1">
            <w:r w:rsidR="00152A9B" w:rsidRPr="005D04A1">
              <w:rPr>
                <w:rFonts w:hint="eastAsia"/>
                <w:noProof/>
                <w:rtl/>
              </w:rPr>
              <w:t>مساحة</w:t>
            </w:r>
            <w:r w:rsidR="00152A9B" w:rsidRPr="005D04A1">
              <w:rPr>
                <w:noProof/>
                <w:rtl/>
              </w:rPr>
              <w:t xml:space="preserve"> </w:t>
            </w:r>
            <w:r w:rsidR="00152A9B" w:rsidRPr="005D04A1">
              <w:rPr>
                <w:rFonts w:hint="eastAsia"/>
                <w:noProof/>
                <w:rtl/>
              </w:rPr>
              <w:t>بناء</w:t>
            </w:r>
            <w:r w:rsidR="00152A9B" w:rsidRPr="005D04A1">
              <w:rPr>
                <w:noProof/>
                <w:rtl/>
              </w:rPr>
              <w:t xml:space="preserve"> </w:t>
            </w:r>
            <w:r w:rsidR="00152A9B" w:rsidRPr="005D04A1">
              <w:rPr>
                <w:rFonts w:hint="eastAsia"/>
                <w:noProof/>
                <w:rtl/>
              </w:rPr>
              <w:t>العقلاء</w:t>
            </w:r>
            <w:r w:rsidR="00610870">
              <w:rPr>
                <w:noProof/>
                <w:rtl/>
              </w:rPr>
              <w:t>،</w:t>
            </w:r>
            <w:r w:rsidR="00152A9B" w:rsidRPr="005D04A1">
              <w:rPr>
                <w:noProof/>
                <w:rtl/>
              </w:rPr>
              <w:t xml:space="preserve"> </w:t>
            </w:r>
            <w:r w:rsidR="00152A9B" w:rsidRPr="005D04A1">
              <w:rPr>
                <w:rFonts w:hint="eastAsia"/>
                <w:noProof/>
                <w:rtl/>
              </w:rPr>
              <w:t>ما</w:t>
            </w:r>
            <w:r w:rsidR="00152A9B" w:rsidRPr="005D04A1">
              <w:rPr>
                <w:noProof/>
                <w:rtl/>
              </w:rPr>
              <w:t xml:space="preserve"> </w:t>
            </w:r>
            <w:r w:rsidR="00152A9B" w:rsidRPr="005D04A1">
              <w:rPr>
                <w:rFonts w:hint="eastAsia"/>
                <w:noProof/>
                <w:rtl/>
              </w:rPr>
              <w:t>هو</w:t>
            </w:r>
            <w:r w:rsidR="00152A9B" w:rsidRPr="005D04A1">
              <w:rPr>
                <w:noProof/>
                <w:rtl/>
              </w:rPr>
              <w:t xml:space="preserve"> </w:t>
            </w:r>
            <w:r w:rsidR="00152A9B" w:rsidRPr="005D04A1">
              <w:rPr>
                <w:rFonts w:hint="eastAsia"/>
                <w:noProof/>
                <w:rtl/>
              </w:rPr>
              <w:t>المدى</w:t>
            </w:r>
            <w:r w:rsidR="00152A9B" w:rsidRPr="005D04A1">
              <w:rPr>
                <w:noProof/>
                <w:rtl/>
              </w:rPr>
              <w:t xml:space="preserve"> </w:t>
            </w:r>
            <w:r w:rsidR="00152A9B" w:rsidRPr="005D04A1">
              <w:rPr>
                <w:rFonts w:hint="eastAsia"/>
                <w:noProof/>
                <w:rtl/>
              </w:rPr>
              <w:t>الذي</w:t>
            </w:r>
            <w:r w:rsidR="00152A9B" w:rsidRPr="005D04A1">
              <w:rPr>
                <w:noProof/>
                <w:rtl/>
              </w:rPr>
              <w:t xml:space="preserve"> </w:t>
            </w:r>
            <w:r w:rsidR="00152A9B" w:rsidRPr="005D04A1">
              <w:rPr>
                <w:rFonts w:hint="eastAsia"/>
                <w:noProof/>
                <w:rtl/>
              </w:rPr>
              <w:t>يمتدُّ</w:t>
            </w:r>
            <w:r w:rsidR="00152A9B" w:rsidRPr="005D04A1">
              <w:rPr>
                <w:noProof/>
                <w:rtl/>
              </w:rPr>
              <w:t xml:space="preserve"> </w:t>
            </w:r>
            <w:r w:rsidR="00152A9B" w:rsidRPr="005D04A1">
              <w:rPr>
                <w:rFonts w:hint="eastAsia"/>
                <w:noProof/>
                <w:rtl/>
              </w:rPr>
              <w:t>إليه</w:t>
            </w:r>
            <w:r w:rsidR="00152A9B" w:rsidRPr="005D04A1">
              <w:rPr>
                <w:noProof/>
                <w:rtl/>
              </w:rPr>
              <w:t xml:space="preserve"> </w:t>
            </w:r>
            <w:r w:rsidR="00152A9B" w:rsidRPr="005D04A1">
              <w:rPr>
                <w:rFonts w:hint="eastAsia"/>
                <w:noProof/>
                <w:rtl/>
              </w:rPr>
              <w:t>بناء</w:t>
            </w:r>
            <w:r w:rsidR="00152A9B" w:rsidRPr="005D04A1">
              <w:rPr>
                <w:noProof/>
                <w:rtl/>
              </w:rPr>
              <w:t xml:space="preserve"> </w:t>
            </w:r>
            <w:r w:rsidR="00152A9B" w:rsidRPr="005D04A1">
              <w:rPr>
                <w:rFonts w:hint="eastAsia"/>
                <w:noProof/>
                <w:rtl/>
              </w:rPr>
              <w:t>العقلاء؟</w:t>
            </w:r>
            <w:r w:rsidR="00152A9B">
              <w:rPr>
                <w:noProof/>
                <w:webHidden/>
                <w:rtl/>
              </w:rPr>
              <w:tab/>
            </w:r>
            <w:r>
              <w:rPr>
                <w:noProof/>
                <w:webHidden/>
                <w:rtl/>
              </w:rPr>
              <w:fldChar w:fldCharType="begin"/>
            </w:r>
            <w:r w:rsidR="00152A9B">
              <w:rPr>
                <w:noProof/>
                <w:webHidden/>
                <w:rtl/>
              </w:rPr>
              <w:instrText xml:space="preserve"> </w:instrText>
            </w:r>
            <w:r w:rsidR="00152A9B">
              <w:rPr>
                <w:noProof/>
                <w:webHidden/>
              </w:rPr>
              <w:instrText>PAGEREF</w:instrText>
            </w:r>
            <w:r w:rsidR="00152A9B">
              <w:rPr>
                <w:noProof/>
                <w:webHidden/>
                <w:rtl/>
              </w:rPr>
              <w:instrText xml:space="preserve"> _</w:instrText>
            </w:r>
            <w:r w:rsidR="00152A9B">
              <w:rPr>
                <w:noProof/>
                <w:webHidden/>
              </w:rPr>
              <w:instrText>Toc388703635 \h</w:instrText>
            </w:r>
            <w:r w:rsidR="00152A9B">
              <w:rPr>
                <w:noProof/>
                <w:webHidden/>
                <w:rtl/>
              </w:rPr>
              <w:instrText xml:space="preserve"> </w:instrText>
            </w:r>
            <w:r>
              <w:rPr>
                <w:noProof/>
                <w:webHidden/>
                <w:rtl/>
              </w:rPr>
            </w:r>
            <w:r>
              <w:rPr>
                <w:noProof/>
                <w:webHidden/>
                <w:rtl/>
              </w:rPr>
              <w:fldChar w:fldCharType="separate"/>
            </w:r>
            <w:r w:rsidR="00610870">
              <w:rPr>
                <w:noProof/>
                <w:webHidden/>
                <w:rtl/>
              </w:rPr>
              <w:t>106</w:t>
            </w:r>
            <w:r>
              <w:rPr>
                <w:noProof/>
                <w:webHidden/>
                <w:rtl/>
              </w:rPr>
              <w:fldChar w:fldCharType="end"/>
            </w:r>
          </w:hyperlink>
        </w:p>
        <w:p w:rsidR="00152A9B" w:rsidRDefault="00770170">
          <w:pPr>
            <w:pStyle w:val="TOC2"/>
            <w:tabs>
              <w:tab w:val="right" w:leader="dot" w:pos="7361"/>
            </w:tabs>
            <w:rPr>
              <w:rFonts w:asciiTheme="minorHAnsi" w:eastAsiaTheme="minorEastAsia" w:hAnsiTheme="minorHAnsi" w:cstheme="minorBidi"/>
              <w:noProof/>
              <w:color w:val="auto"/>
              <w:sz w:val="22"/>
              <w:szCs w:val="22"/>
              <w:rtl/>
              <w:lang w:bidi="fa-IR"/>
            </w:rPr>
          </w:pPr>
          <w:hyperlink w:anchor="_Toc388703636" w:history="1">
            <w:r w:rsidR="00152A9B" w:rsidRPr="005D04A1">
              <w:rPr>
                <w:rFonts w:hint="eastAsia"/>
                <w:noProof/>
                <w:rtl/>
              </w:rPr>
              <w:t>المنهج</w:t>
            </w:r>
            <w:r w:rsidR="00152A9B" w:rsidRPr="005D04A1">
              <w:rPr>
                <w:noProof/>
                <w:rtl/>
              </w:rPr>
              <w:t xml:space="preserve"> </w:t>
            </w:r>
            <w:r w:rsidR="00152A9B" w:rsidRPr="005D04A1">
              <w:rPr>
                <w:rFonts w:hint="eastAsia"/>
                <w:noProof/>
                <w:rtl/>
              </w:rPr>
              <w:t>الاجتهادي</w:t>
            </w:r>
            <w:r w:rsidR="00152A9B" w:rsidRPr="005D04A1">
              <w:rPr>
                <w:noProof/>
                <w:rtl/>
              </w:rPr>
              <w:t xml:space="preserve"> </w:t>
            </w:r>
            <w:r w:rsidR="00152A9B" w:rsidRPr="005D04A1">
              <w:rPr>
                <w:rFonts w:hint="eastAsia"/>
                <w:noProof/>
                <w:rtl/>
              </w:rPr>
              <w:t>لدى</w:t>
            </w:r>
            <w:r w:rsidR="00152A9B" w:rsidRPr="005D04A1">
              <w:rPr>
                <w:noProof/>
                <w:rtl/>
              </w:rPr>
              <w:t xml:space="preserve"> </w:t>
            </w:r>
            <w:r w:rsidR="00152A9B" w:rsidRPr="005D04A1">
              <w:rPr>
                <w:rFonts w:hint="eastAsia"/>
                <w:noProof/>
                <w:rtl/>
              </w:rPr>
              <w:t>الفقهاء</w:t>
            </w:r>
            <w:r w:rsidR="00610870">
              <w:rPr>
                <w:noProof/>
                <w:rtl/>
              </w:rPr>
              <w:t>،</w:t>
            </w:r>
            <w:r w:rsidR="00152A9B" w:rsidRPr="005D04A1">
              <w:rPr>
                <w:noProof/>
                <w:rtl/>
              </w:rPr>
              <w:t xml:space="preserve"> </w:t>
            </w:r>
            <w:r w:rsidR="00152A9B" w:rsidRPr="005D04A1">
              <w:rPr>
                <w:rFonts w:hint="eastAsia"/>
                <w:noProof/>
                <w:rtl/>
              </w:rPr>
              <w:t>السيد</w:t>
            </w:r>
            <w:r w:rsidR="00152A9B" w:rsidRPr="005D04A1">
              <w:rPr>
                <w:noProof/>
                <w:rtl/>
              </w:rPr>
              <w:t xml:space="preserve"> </w:t>
            </w:r>
            <w:r w:rsidR="00152A9B" w:rsidRPr="005D04A1">
              <w:rPr>
                <w:rFonts w:hint="eastAsia"/>
                <w:noProof/>
                <w:rtl/>
              </w:rPr>
              <w:t>البروجردي</w:t>
            </w:r>
            <w:r w:rsidR="00152A9B" w:rsidRPr="005D04A1">
              <w:rPr>
                <w:noProof/>
                <w:rtl/>
              </w:rPr>
              <w:t xml:space="preserve"> </w:t>
            </w:r>
            <w:r w:rsidR="00152A9B" w:rsidRPr="005D04A1">
              <w:rPr>
                <w:rFonts w:hint="eastAsia"/>
                <w:noProof/>
                <w:rtl/>
              </w:rPr>
              <w:t>أنموذجاً</w:t>
            </w:r>
            <w:r w:rsidR="00152A9B">
              <w:rPr>
                <w:noProof/>
                <w:webHidden/>
                <w:rtl/>
              </w:rPr>
              <w:tab/>
            </w:r>
            <w:r>
              <w:rPr>
                <w:noProof/>
                <w:webHidden/>
                <w:rtl/>
              </w:rPr>
              <w:fldChar w:fldCharType="begin"/>
            </w:r>
            <w:r w:rsidR="00152A9B">
              <w:rPr>
                <w:noProof/>
                <w:webHidden/>
                <w:rtl/>
              </w:rPr>
              <w:instrText xml:space="preserve"> </w:instrText>
            </w:r>
            <w:r w:rsidR="00152A9B">
              <w:rPr>
                <w:noProof/>
                <w:webHidden/>
              </w:rPr>
              <w:instrText>PAGEREF</w:instrText>
            </w:r>
            <w:r w:rsidR="00152A9B">
              <w:rPr>
                <w:noProof/>
                <w:webHidden/>
                <w:rtl/>
              </w:rPr>
              <w:instrText xml:space="preserve"> _</w:instrText>
            </w:r>
            <w:r w:rsidR="00152A9B">
              <w:rPr>
                <w:noProof/>
                <w:webHidden/>
              </w:rPr>
              <w:instrText>Toc388703636 \h</w:instrText>
            </w:r>
            <w:r w:rsidR="00152A9B">
              <w:rPr>
                <w:noProof/>
                <w:webHidden/>
                <w:rtl/>
              </w:rPr>
              <w:instrText xml:space="preserve"> </w:instrText>
            </w:r>
            <w:r>
              <w:rPr>
                <w:noProof/>
                <w:webHidden/>
                <w:rtl/>
              </w:rPr>
            </w:r>
            <w:r>
              <w:rPr>
                <w:noProof/>
                <w:webHidden/>
                <w:rtl/>
              </w:rPr>
              <w:fldChar w:fldCharType="separate"/>
            </w:r>
            <w:r w:rsidR="00610870">
              <w:rPr>
                <w:noProof/>
                <w:webHidden/>
                <w:rtl/>
              </w:rPr>
              <w:t>114</w:t>
            </w:r>
            <w:r>
              <w:rPr>
                <w:noProof/>
                <w:webHidden/>
                <w:rtl/>
              </w:rPr>
              <w:fldChar w:fldCharType="end"/>
            </w:r>
          </w:hyperlink>
        </w:p>
        <w:p w:rsidR="00152A9B" w:rsidRDefault="00770170" w:rsidP="002A353F">
          <w:pPr>
            <w:pStyle w:val="TOC2"/>
            <w:tabs>
              <w:tab w:val="right" w:leader="dot" w:pos="7361"/>
            </w:tabs>
          </w:pPr>
          <w:hyperlink w:anchor="_Toc388703637" w:history="1">
            <w:r w:rsidR="00152A9B" w:rsidRPr="005D04A1">
              <w:rPr>
                <w:rFonts w:hint="eastAsia"/>
                <w:noProof/>
                <w:rtl/>
              </w:rPr>
              <w:t>أسس</w:t>
            </w:r>
            <w:r w:rsidR="00152A9B" w:rsidRPr="005D04A1">
              <w:rPr>
                <w:noProof/>
                <w:rtl/>
              </w:rPr>
              <w:t xml:space="preserve"> </w:t>
            </w:r>
            <w:r w:rsidR="00152A9B" w:rsidRPr="005D04A1">
              <w:rPr>
                <w:rFonts w:hint="eastAsia"/>
                <w:noProof/>
                <w:rtl/>
              </w:rPr>
              <w:t>التَّطوير</w:t>
            </w:r>
            <w:r w:rsidR="00152A9B" w:rsidRPr="005D04A1">
              <w:rPr>
                <w:noProof/>
                <w:rtl/>
              </w:rPr>
              <w:t xml:space="preserve"> </w:t>
            </w:r>
            <w:r w:rsidR="00152A9B" w:rsidRPr="005D04A1">
              <w:rPr>
                <w:rFonts w:hint="eastAsia"/>
                <w:noProof/>
                <w:rtl/>
              </w:rPr>
              <w:t>الفقهي</w:t>
            </w:r>
            <w:r w:rsidR="00610870">
              <w:rPr>
                <w:noProof/>
                <w:rtl/>
              </w:rPr>
              <w:t>،</w:t>
            </w:r>
            <w:r w:rsidR="00152A9B" w:rsidRPr="005D04A1">
              <w:rPr>
                <w:noProof/>
                <w:rtl/>
              </w:rPr>
              <w:t xml:space="preserve"> </w:t>
            </w:r>
            <w:r w:rsidR="00152A9B" w:rsidRPr="005D04A1">
              <w:rPr>
                <w:rFonts w:hint="eastAsia"/>
                <w:noProof/>
                <w:rtl/>
              </w:rPr>
              <w:t>حوار</w:t>
            </w:r>
            <w:r w:rsidR="00152A9B" w:rsidRPr="005D04A1">
              <w:rPr>
                <w:noProof/>
                <w:rtl/>
              </w:rPr>
              <w:t xml:space="preserve"> </w:t>
            </w:r>
            <w:r w:rsidR="00152A9B" w:rsidRPr="005D04A1">
              <w:rPr>
                <w:rFonts w:hint="eastAsia"/>
                <w:noProof/>
                <w:rtl/>
              </w:rPr>
              <w:t>مع</w:t>
            </w:r>
            <w:r w:rsidR="00152A9B" w:rsidRPr="005D04A1">
              <w:rPr>
                <w:noProof/>
                <w:rtl/>
              </w:rPr>
              <w:t xml:space="preserve"> </w:t>
            </w:r>
            <w:r w:rsidR="00152A9B" w:rsidRPr="005D04A1">
              <w:rPr>
                <w:rFonts w:hint="eastAsia"/>
                <w:noProof/>
                <w:rtl/>
              </w:rPr>
              <w:t>الشَّيخ</w:t>
            </w:r>
            <w:r w:rsidR="00152A9B" w:rsidRPr="005D04A1">
              <w:rPr>
                <w:noProof/>
                <w:rtl/>
              </w:rPr>
              <w:t xml:space="preserve"> </w:t>
            </w:r>
            <w:r w:rsidR="00152A9B" w:rsidRPr="005D04A1">
              <w:rPr>
                <w:rFonts w:hint="eastAsia"/>
                <w:noProof/>
                <w:rtl/>
              </w:rPr>
              <w:t>جعفر</w:t>
            </w:r>
            <w:r w:rsidR="00152A9B" w:rsidRPr="005D04A1">
              <w:rPr>
                <w:noProof/>
                <w:rtl/>
              </w:rPr>
              <w:t xml:space="preserve"> </w:t>
            </w:r>
            <w:r w:rsidR="00152A9B" w:rsidRPr="005D04A1">
              <w:rPr>
                <w:rFonts w:hint="eastAsia"/>
                <w:noProof/>
                <w:rtl/>
              </w:rPr>
              <w:t>سبحاني</w:t>
            </w:r>
            <w:r w:rsidR="00152A9B">
              <w:rPr>
                <w:noProof/>
                <w:webHidden/>
                <w:rtl/>
              </w:rPr>
              <w:tab/>
            </w:r>
            <w:r>
              <w:rPr>
                <w:noProof/>
                <w:webHidden/>
                <w:rtl/>
              </w:rPr>
              <w:fldChar w:fldCharType="begin"/>
            </w:r>
            <w:r w:rsidR="00152A9B">
              <w:rPr>
                <w:noProof/>
                <w:webHidden/>
                <w:rtl/>
              </w:rPr>
              <w:instrText xml:space="preserve"> </w:instrText>
            </w:r>
            <w:r w:rsidR="00152A9B">
              <w:rPr>
                <w:noProof/>
                <w:webHidden/>
              </w:rPr>
              <w:instrText>PAGEREF</w:instrText>
            </w:r>
            <w:r w:rsidR="00152A9B">
              <w:rPr>
                <w:noProof/>
                <w:webHidden/>
                <w:rtl/>
              </w:rPr>
              <w:instrText xml:space="preserve"> _</w:instrText>
            </w:r>
            <w:r w:rsidR="00152A9B">
              <w:rPr>
                <w:noProof/>
                <w:webHidden/>
              </w:rPr>
              <w:instrText>Toc388703637 \h</w:instrText>
            </w:r>
            <w:r w:rsidR="00152A9B">
              <w:rPr>
                <w:noProof/>
                <w:webHidden/>
                <w:rtl/>
              </w:rPr>
              <w:instrText xml:space="preserve"> </w:instrText>
            </w:r>
            <w:r>
              <w:rPr>
                <w:noProof/>
                <w:webHidden/>
                <w:rtl/>
              </w:rPr>
            </w:r>
            <w:r>
              <w:rPr>
                <w:noProof/>
                <w:webHidden/>
                <w:rtl/>
              </w:rPr>
              <w:fldChar w:fldCharType="separate"/>
            </w:r>
            <w:r w:rsidR="00610870">
              <w:rPr>
                <w:noProof/>
                <w:webHidden/>
                <w:rtl/>
              </w:rPr>
              <w:t>156</w:t>
            </w:r>
            <w:r>
              <w:rPr>
                <w:noProof/>
                <w:webHidden/>
                <w:rtl/>
              </w:rPr>
              <w:fldChar w:fldCharType="end"/>
            </w:r>
          </w:hyperlink>
          <w:r>
            <w:fldChar w:fldCharType="end"/>
          </w:r>
        </w:p>
      </w:sdtContent>
    </w:sdt>
    <w:sectPr w:rsidR="00152A9B"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1A6D" w:rsidRDefault="009C1A6D">
      <w:r>
        <w:separator/>
      </w:r>
    </w:p>
  </w:endnote>
  <w:endnote w:type="continuationSeparator" w:id="0">
    <w:p w:rsidR="009C1A6D" w:rsidRDefault="009C1A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3DC" w:rsidRPr="002045CF" w:rsidRDefault="00770170" w:rsidP="002045CF">
    <w:pPr>
      <w:bidi/>
      <w:jc w:val="center"/>
      <w:rPr>
        <w:rFonts w:ascii="Times New Roman" w:hAnsi="Times New Roman" w:cs="Times New Roman"/>
        <w:sz w:val="26"/>
        <w:szCs w:val="26"/>
      </w:rPr>
    </w:pPr>
    <w:r w:rsidRPr="002045CF">
      <w:rPr>
        <w:rFonts w:ascii="Times New Roman" w:hAnsi="Times New Roman" w:cs="Times New Roman"/>
        <w:sz w:val="26"/>
        <w:szCs w:val="26"/>
      </w:rPr>
      <w:fldChar w:fldCharType="begin"/>
    </w:r>
    <w:r w:rsidR="00F163DC" w:rsidRPr="002045CF">
      <w:rPr>
        <w:rFonts w:ascii="Times New Roman" w:hAnsi="Times New Roman" w:cs="Times New Roman"/>
        <w:sz w:val="26"/>
        <w:szCs w:val="26"/>
      </w:rPr>
      <w:instrText xml:space="preserve"> PAGE   \* MERGEFORMAT </w:instrText>
    </w:r>
    <w:r w:rsidRPr="002045CF">
      <w:rPr>
        <w:rFonts w:ascii="Times New Roman" w:hAnsi="Times New Roman" w:cs="Times New Roman"/>
        <w:sz w:val="26"/>
        <w:szCs w:val="26"/>
      </w:rPr>
      <w:fldChar w:fldCharType="separate"/>
    </w:r>
    <w:r w:rsidR="00610870">
      <w:rPr>
        <w:rFonts w:ascii="Times New Roman" w:hAnsi="Times New Roman" w:cs="Times New Roman"/>
        <w:noProof/>
        <w:sz w:val="26"/>
        <w:szCs w:val="26"/>
        <w:rtl/>
      </w:rPr>
      <w:t>176</w:t>
    </w:r>
    <w:r w:rsidRPr="002045CF">
      <w:rPr>
        <w:rFonts w:ascii="Times New Roman" w:hAnsi="Times New Roman"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3DC" w:rsidRPr="00900D4D" w:rsidRDefault="00770170" w:rsidP="0079424E">
    <w:pPr>
      <w:bidi/>
      <w:jc w:val="center"/>
      <w:rPr>
        <w:rFonts w:ascii="Times New Roman" w:hAnsi="Times New Roman" w:cs="Times New Roman"/>
      </w:rPr>
    </w:pPr>
    <w:r w:rsidRPr="00900D4D">
      <w:rPr>
        <w:rFonts w:ascii="Times New Roman" w:hAnsi="Times New Roman" w:cs="Times New Roman"/>
      </w:rPr>
      <w:fldChar w:fldCharType="begin"/>
    </w:r>
    <w:r w:rsidR="00F163DC" w:rsidRPr="00900D4D">
      <w:rPr>
        <w:rFonts w:ascii="Times New Roman" w:hAnsi="Times New Roman" w:cs="Times New Roman"/>
      </w:rPr>
      <w:instrText xml:space="preserve"> PAGE   \* MERGEFORMAT </w:instrText>
    </w:r>
    <w:r w:rsidRPr="00900D4D">
      <w:rPr>
        <w:rFonts w:ascii="Times New Roman" w:hAnsi="Times New Roman" w:cs="Times New Roman"/>
      </w:rPr>
      <w:fldChar w:fldCharType="separate"/>
    </w:r>
    <w:r w:rsidR="00610870">
      <w:rPr>
        <w:rFonts w:ascii="Times New Roman" w:hAnsi="Times New Roman" w:cs="Times New Roman"/>
        <w:noProof/>
        <w:rtl/>
      </w:rPr>
      <w:t>177</w:t>
    </w:r>
    <w:r w:rsidRPr="00900D4D">
      <w:rPr>
        <w:rFonts w:ascii="Times New Roman" w:hAnsi="Times New Roman"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3DC" w:rsidRPr="002045CF" w:rsidRDefault="00770170" w:rsidP="002045CF">
    <w:pPr>
      <w:bidi/>
      <w:jc w:val="center"/>
      <w:rPr>
        <w:rFonts w:ascii="Times New Roman" w:hAnsi="Times New Roman" w:cs="Times New Roman"/>
        <w:sz w:val="26"/>
        <w:szCs w:val="26"/>
      </w:rPr>
    </w:pPr>
    <w:r w:rsidRPr="002045CF">
      <w:rPr>
        <w:rFonts w:ascii="Times New Roman" w:hAnsi="Times New Roman" w:cs="Times New Roman"/>
        <w:sz w:val="26"/>
        <w:szCs w:val="26"/>
      </w:rPr>
      <w:fldChar w:fldCharType="begin"/>
    </w:r>
    <w:r w:rsidR="00F163DC" w:rsidRPr="002045CF">
      <w:rPr>
        <w:rFonts w:ascii="Times New Roman" w:hAnsi="Times New Roman" w:cs="Times New Roman"/>
        <w:sz w:val="26"/>
        <w:szCs w:val="26"/>
      </w:rPr>
      <w:instrText xml:space="preserve"> PAGE   \* MERGEFORMAT </w:instrText>
    </w:r>
    <w:r w:rsidRPr="002045CF">
      <w:rPr>
        <w:rFonts w:ascii="Times New Roman" w:hAnsi="Times New Roman" w:cs="Times New Roman"/>
        <w:sz w:val="26"/>
        <w:szCs w:val="26"/>
      </w:rPr>
      <w:fldChar w:fldCharType="separate"/>
    </w:r>
    <w:r w:rsidR="00610870">
      <w:rPr>
        <w:rFonts w:ascii="Times New Roman" w:hAnsi="Times New Roman" w:cs="Times New Roman"/>
        <w:noProof/>
        <w:sz w:val="26"/>
        <w:szCs w:val="26"/>
        <w:rtl/>
      </w:rPr>
      <w:t>1</w:t>
    </w:r>
    <w:r w:rsidRPr="002045CF">
      <w:rPr>
        <w:rFonts w:ascii="Times New Roman" w:hAnsi="Times New Roman"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1A6D" w:rsidRDefault="009C1A6D">
      <w:r>
        <w:separator/>
      </w:r>
    </w:p>
  </w:footnote>
  <w:footnote w:type="continuationSeparator" w:id="0">
    <w:p w:rsidR="009C1A6D" w:rsidRDefault="009C1A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E66405"/>
    <w:rsid w:val="0000160A"/>
    <w:rsid w:val="00005A19"/>
    <w:rsid w:val="00024DBC"/>
    <w:rsid w:val="000267FE"/>
    <w:rsid w:val="00034DB7"/>
    <w:rsid w:val="00040798"/>
    <w:rsid w:val="00043023"/>
    <w:rsid w:val="00054406"/>
    <w:rsid w:val="00055D59"/>
    <w:rsid w:val="0006216A"/>
    <w:rsid w:val="00065D03"/>
    <w:rsid w:val="00066C43"/>
    <w:rsid w:val="00067F84"/>
    <w:rsid w:val="00071C97"/>
    <w:rsid w:val="0007613C"/>
    <w:rsid w:val="000761F7"/>
    <w:rsid w:val="00076A3A"/>
    <w:rsid w:val="00077163"/>
    <w:rsid w:val="00082D69"/>
    <w:rsid w:val="00084B04"/>
    <w:rsid w:val="00086ED7"/>
    <w:rsid w:val="00090987"/>
    <w:rsid w:val="00092805"/>
    <w:rsid w:val="00092A0C"/>
    <w:rsid w:val="000A7750"/>
    <w:rsid w:val="000B2E78"/>
    <w:rsid w:val="000B3A56"/>
    <w:rsid w:val="000B61B7"/>
    <w:rsid w:val="000C0A89"/>
    <w:rsid w:val="000C7722"/>
    <w:rsid w:val="000D0932"/>
    <w:rsid w:val="000D155C"/>
    <w:rsid w:val="000D1BDF"/>
    <w:rsid w:val="000D4AED"/>
    <w:rsid w:val="000D71B7"/>
    <w:rsid w:val="000E0153"/>
    <w:rsid w:val="000E1D61"/>
    <w:rsid w:val="000E3F3D"/>
    <w:rsid w:val="000E46E9"/>
    <w:rsid w:val="000E62F3"/>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16670"/>
    <w:rsid w:val="0011790A"/>
    <w:rsid w:val="0012064D"/>
    <w:rsid w:val="0012268F"/>
    <w:rsid w:val="0012315E"/>
    <w:rsid w:val="001243ED"/>
    <w:rsid w:val="00126471"/>
    <w:rsid w:val="00135E90"/>
    <w:rsid w:val="00136268"/>
    <w:rsid w:val="00136E6F"/>
    <w:rsid w:val="00136FE7"/>
    <w:rsid w:val="0014341C"/>
    <w:rsid w:val="00143EEA"/>
    <w:rsid w:val="00147ED8"/>
    <w:rsid w:val="00151C03"/>
    <w:rsid w:val="00152A9B"/>
    <w:rsid w:val="001531AC"/>
    <w:rsid w:val="00153917"/>
    <w:rsid w:val="001549B4"/>
    <w:rsid w:val="00157306"/>
    <w:rsid w:val="00160F76"/>
    <w:rsid w:val="00161575"/>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A7038"/>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379D1"/>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3EDA"/>
    <w:rsid w:val="0028771C"/>
    <w:rsid w:val="00296E4F"/>
    <w:rsid w:val="00297EF4"/>
    <w:rsid w:val="002A0058"/>
    <w:rsid w:val="002A0284"/>
    <w:rsid w:val="002A1851"/>
    <w:rsid w:val="002A2068"/>
    <w:rsid w:val="002A338C"/>
    <w:rsid w:val="002A353F"/>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415A"/>
    <w:rsid w:val="002D580E"/>
    <w:rsid w:val="002E19EE"/>
    <w:rsid w:val="002E3435"/>
    <w:rsid w:val="002E4976"/>
    <w:rsid w:val="002E4D3D"/>
    <w:rsid w:val="002E5539"/>
    <w:rsid w:val="002E5CA1"/>
    <w:rsid w:val="002E6022"/>
    <w:rsid w:val="002F3626"/>
    <w:rsid w:val="002F42E5"/>
    <w:rsid w:val="00301EBF"/>
    <w:rsid w:val="00307C3A"/>
    <w:rsid w:val="00310762"/>
    <w:rsid w:val="00310A38"/>
    <w:rsid w:val="00310D1D"/>
    <w:rsid w:val="0031103B"/>
    <w:rsid w:val="003129CD"/>
    <w:rsid w:val="00313984"/>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1B2"/>
    <w:rsid w:val="0036371E"/>
    <w:rsid w:val="00363C94"/>
    <w:rsid w:val="0036400D"/>
    <w:rsid w:val="00364867"/>
    <w:rsid w:val="00370223"/>
    <w:rsid w:val="00373085"/>
    <w:rsid w:val="003771B6"/>
    <w:rsid w:val="0038683D"/>
    <w:rsid w:val="00387F48"/>
    <w:rsid w:val="00393ACC"/>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D6B96"/>
    <w:rsid w:val="003D6F56"/>
    <w:rsid w:val="003E148D"/>
    <w:rsid w:val="003E173A"/>
    <w:rsid w:val="003E3600"/>
    <w:rsid w:val="003F133B"/>
    <w:rsid w:val="003F33DE"/>
    <w:rsid w:val="0040243A"/>
    <w:rsid w:val="00402C65"/>
    <w:rsid w:val="00404EB7"/>
    <w:rsid w:val="00407D56"/>
    <w:rsid w:val="00410B5F"/>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03255"/>
    <w:rsid w:val="00514000"/>
    <w:rsid w:val="00516113"/>
    <w:rsid w:val="00521211"/>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19D"/>
    <w:rsid w:val="00584801"/>
    <w:rsid w:val="00584ABA"/>
    <w:rsid w:val="00585B8F"/>
    <w:rsid w:val="00590129"/>
    <w:rsid w:val="005923FF"/>
    <w:rsid w:val="0059501B"/>
    <w:rsid w:val="005960AA"/>
    <w:rsid w:val="00597B34"/>
    <w:rsid w:val="005A00BB"/>
    <w:rsid w:val="005A1C39"/>
    <w:rsid w:val="005A43ED"/>
    <w:rsid w:val="005A4A76"/>
    <w:rsid w:val="005A6C74"/>
    <w:rsid w:val="005B2DE4"/>
    <w:rsid w:val="005B56BE"/>
    <w:rsid w:val="005B68D5"/>
    <w:rsid w:val="005C0E2F"/>
    <w:rsid w:val="005C2238"/>
    <w:rsid w:val="005C7719"/>
    <w:rsid w:val="005D2C72"/>
    <w:rsid w:val="005E2913"/>
    <w:rsid w:val="005E399F"/>
    <w:rsid w:val="005E5D2F"/>
    <w:rsid w:val="005E6836"/>
    <w:rsid w:val="005E6A3C"/>
    <w:rsid w:val="005E6E3A"/>
    <w:rsid w:val="005F0045"/>
    <w:rsid w:val="005F15C3"/>
    <w:rsid w:val="005F3290"/>
    <w:rsid w:val="00600E66"/>
    <w:rsid w:val="006013DF"/>
    <w:rsid w:val="0060295E"/>
    <w:rsid w:val="00603583"/>
    <w:rsid w:val="00603605"/>
    <w:rsid w:val="006041A3"/>
    <w:rsid w:val="00610870"/>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3769A"/>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33F"/>
    <w:rsid w:val="00683F3A"/>
    <w:rsid w:val="00684527"/>
    <w:rsid w:val="0068652E"/>
    <w:rsid w:val="00687928"/>
    <w:rsid w:val="0069163F"/>
    <w:rsid w:val="00691DBB"/>
    <w:rsid w:val="006A09A5"/>
    <w:rsid w:val="006A3403"/>
    <w:rsid w:val="006A741E"/>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461F1"/>
    <w:rsid w:val="007565A3"/>
    <w:rsid w:val="007571E2"/>
    <w:rsid w:val="00757A95"/>
    <w:rsid w:val="00760354"/>
    <w:rsid w:val="00760E91"/>
    <w:rsid w:val="0076266C"/>
    <w:rsid w:val="00765BEF"/>
    <w:rsid w:val="00770170"/>
    <w:rsid w:val="00773080"/>
    <w:rsid w:val="007735AB"/>
    <w:rsid w:val="00773927"/>
    <w:rsid w:val="00773E4E"/>
    <w:rsid w:val="00774AAF"/>
    <w:rsid w:val="00775FFA"/>
    <w:rsid w:val="00777AC5"/>
    <w:rsid w:val="00780989"/>
    <w:rsid w:val="0078259F"/>
    <w:rsid w:val="00782872"/>
    <w:rsid w:val="00784287"/>
    <w:rsid w:val="00791A39"/>
    <w:rsid w:val="00792322"/>
    <w:rsid w:val="0079424E"/>
    <w:rsid w:val="00796941"/>
    <w:rsid w:val="00796AAA"/>
    <w:rsid w:val="007A1C70"/>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4CAD"/>
    <w:rsid w:val="0080527D"/>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899"/>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E66E3"/>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560CE"/>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148C"/>
    <w:rsid w:val="009C1A6D"/>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9F77A7"/>
    <w:rsid w:val="00A00A9C"/>
    <w:rsid w:val="00A03FA2"/>
    <w:rsid w:val="00A0400A"/>
    <w:rsid w:val="00A05A22"/>
    <w:rsid w:val="00A05F81"/>
    <w:rsid w:val="00A06774"/>
    <w:rsid w:val="00A12D37"/>
    <w:rsid w:val="00A16415"/>
    <w:rsid w:val="00A2056F"/>
    <w:rsid w:val="00A209AB"/>
    <w:rsid w:val="00A21090"/>
    <w:rsid w:val="00A21863"/>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46F"/>
    <w:rsid w:val="00A745EB"/>
    <w:rsid w:val="00A749A9"/>
    <w:rsid w:val="00A751DD"/>
    <w:rsid w:val="00A80A89"/>
    <w:rsid w:val="00A86979"/>
    <w:rsid w:val="00A91F7E"/>
    <w:rsid w:val="00A93200"/>
    <w:rsid w:val="00A9330B"/>
    <w:rsid w:val="00A940EB"/>
    <w:rsid w:val="00A948BA"/>
    <w:rsid w:val="00A971B5"/>
    <w:rsid w:val="00AA18B0"/>
    <w:rsid w:val="00AA299A"/>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2B5"/>
    <w:rsid w:val="00AE64FD"/>
    <w:rsid w:val="00AE6F06"/>
    <w:rsid w:val="00AF00DF"/>
    <w:rsid w:val="00AF0A2F"/>
    <w:rsid w:val="00AF217C"/>
    <w:rsid w:val="00AF33DF"/>
    <w:rsid w:val="00AF6619"/>
    <w:rsid w:val="00B01257"/>
    <w:rsid w:val="00B1002E"/>
    <w:rsid w:val="00B11AF5"/>
    <w:rsid w:val="00B12ED2"/>
    <w:rsid w:val="00B17010"/>
    <w:rsid w:val="00B2067B"/>
    <w:rsid w:val="00B241CE"/>
    <w:rsid w:val="00B24ABA"/>
    <w:rsid w:val="00B27F0D"/>
    <w:rsid w:val="00B325FE"/>
    <w:rsid w:val="00B329DF"/>
    <w:rsid w:val="00B3578C"/>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1A7"/>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0111C"/>
    <w:rsid w:val="00C02A4C"/>
    <w:rsid w:val="00C105AD"/>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779E3"/>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300B"/>
    <w:rsid w:val="00CC546F"/>
    <w:rsid w:val="00CD444A"/>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360"/>
    <w:rsid w:val="00D25987"/>
    <w:rsid w:val="00D305A1"/>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3855"/>
    <w:rsid w:val="00D7499D"/>
    <w:rsid w:val="00D84ECA"/>
    <w:rsid w:val="00D854D7"/>
    <w:rsid w:val="00D91A3F"/>
    <w:rsid w:val="00D91B67"/>
    <w:rsid w:val="00D92CDF"/>
    <w:rsid w:val="00DA0E2B"/>
    <w:rsid w:val="00DA32DF"/>
    <w:rsid w:val="00DA5931"/>
    <w:rsid w:val="00DA722B"/>
    <w:rsid w:val="00DA76C9"/>
    <w:rsid w:val="00DB1E1C"/>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07DFB"/>
    <w:rsid w:val="00E11204"/>
    <w:rsid w:val="00E138BD"/>
    <w:rsid w:val="00E14435"/>
    <w:rsid w:val="00E206F5"/>
    <w:rsid w:val="00E21598"/>
    <w:rsid w:val="00E259BC"/>
    <w:rsid w:val="00E264A4"/>
    <w:rsid w:val="00E32E9A"/>
    <w:rsid w:val="00E36EBF"/>
    <w:rsid w:val="00E40FCC"/>
    <w:rsid w:val="00E43122"/>
    <w:rsid w:val="00E44003"/>
    <w:rsid w:val="00E456A5"/>
    <w:rsid w:val="00E45880"/>
    <w:rsid w:val="00E470B1"/>
    <w:rsid w:val="00E50890"/>
    <w:rsid w:val="00E5110E"/>
    <w:rsid w:val="00E5125A"/>
    <w:rsid w:val="00E51D91"/>
    <w:rsid w:val="00E51F94"/>
    <w:rsid w:val="00E5512D"/>
    <w:rsid w:val="00E574E5"/>
    <w:rsid w:val="00E62F51"/>
    <w:rsid w:val="00E63C51"/>
    <w:rsid w:val="00E661F2"/>
    <w:rsid w:val="00E66405"/>
    <w:rsid w:val="00E6671A"/>
    <w:rsid w:val="00E70BDA"/>
    <w:rsid w:val="00E71139"/>
    <w:rsid w:val="00E72A97"/>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6891"/>
    <w:rsid w:val="00F070E5"/>
    <w:rsid w:val="00F1517E"/>
    <w:rsid w:val="00F163DC"/>
    <w:rsid w:val="00F16678"/>
    <w:rsid w:val="00F26388"/>
    <w:rsid w:val="00F31BE3"/>
    <w:rsid w:val="00F32746"/>
    <w:rsid w:val="00F34B21"/>
    <w:rsid w:val="00F34CA5"/>
    <w:rsid w:val="00F41E90"/>
    <w:rsid w:val="00F436BF"/>
    <w:rsid w:val="00F46428"/>
    <w:rsid w:val="00F53B56"/>
    <w:rsid w:val="00F54AD8"/>
    <w:rsid w:val="00F55BC3"/>
    <w:rsid w:val="00F571FE"/>
    <w:rsid w:val="00F62649"/>
    <w:rsid w:val="00F62C96"/>
    <w:rsid w:val="00F638A5"/>
    <w:rsid w:val="00F673C2"/>
    <w:rsid w:val="00F70D2F"/>
    <w:rsid w:val="00F715FC"/>
    <w:rsid w:val="00F71859"/>
    <w:rsid w:val="00F726BE"/>
    <w:rsid w:val="00F72CA0"/>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D5F6C"/>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D350E6"/>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uiPriority w:val="99"/>
    <w:rsid w:val="005F32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F3290"/>
    <w:rPr>
      <w:rFonts w:ascii="Tahoma" w:eastAsia="Calibri"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7E962-F289-4B57-8248-FE3490BFE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Template>
  <TotalTime>69</TotalTime>
  <Pages>177</Pages>
  <Words>45543</Words>
  <Characters>223019</Characters>
  <Application>Microsoft Office Word</Application>
  <DocSecurity>0</DocSecurity>
  <Lines>1858</Lines>
  <Paragraphs>536</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268026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mahdi</dc:creator>
  <cp:keywords/>
  <dc:description/>
  <cp:lastModifiedBy>B4</cp:lastModifiedBy>
  <cp:revision>28</cp:revision>
  <dcterms:created xsi:type="dcterms:W3CDTF">2014-05-24T08:06:00Z</dcterms:created>
  <dcterms:modified xsi:type="dcterms:W3CDTF">2014-05-25T10:12:00Z</dcterms:modified>
</cp:coreProperties>
</file>