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1A1A" w:rsidRDefault="00EE1A1A" w:rsidP="006713DA">
      <w:pPr>
        <w:pStyle w:val="libCenter"/>
        <w:rPr>
          <w:rtl/>
        </w:rPr>
      </w:pPr>
      <w:r>
        <w:rPr>
          <w:rFonts w:hint="cs"/>
          <w:noProof/>
        </w:rPr>
        <w:drawing>
          <wp:inline distT="0" distB="0" distL="0" distR="0">
            <wp:extent cx="4674235" cy="7404100"/>
            <wp:effectExtent l="19050" t="0" r="0" b="0"/>
            <wp:docPr id="1" name="Picture 1" descr="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01"/>
                    <pic:cNvPicPr>
                      <a:picLocks noChangeAspect="1" noChangeArrowheads="1"/>
                    </pic:cNvPicPr>
                  </pic:nvPicPr>
                  <pic:blipFill>
                    <a:blip r:embed="rId8"/>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EE1A1A" w:rsidRDefault="00EE1A1A" w:rsidP="00BB3BDA">
      <w:pPr>
        <w:pStyle w:val="libBold1"/>
        <w:rPr>
          <w:rtl/>
        </w:rPr>
      </w:pPr>
      <w:r>
        <w:rPr>
          <w:rtl/>
        </w:rPr>
        <w:br w:type="page"/>
      </w:r>
      <w:r>
        <w:rPr>
          <w:rtl/>
        </w:rPr>
        <w:lastRenderedPageBreak/>
        <w:br w:type="page"/>
      </w:r>
      <w:r>
        <w:rPr>
          <w:rtl/>
        </w:rPr>
        <w:lastRenderedPageBreak/>
        <w:t xml:space="preserve">المقدمة </w:t>
      </w:r>
    </w:p>
    <w:p w:rsidR="00EE1A1A" w:rsidRDefault="00EE1A1A" w:rsidP="006713DA">
      <w:pPr>
        <w:pStyle w:val="libCenterBold1"/>
        <w:rPr>
          <w:rtl/>
        </w:rPr>
      </w:pPr>
      <w:r>
        <w:rPr>
          <w:rtl/>
        </w:rPr>
        <w:t>بسم الله الرحمن الرحيم</w:t>
      </w:r>
    </w:p>
    <w:p w:rsidR="00EE1A1A" w:rsidRDefault="00EE1A1A" w:rsidP="00BB3BDA">
      <w:pPr>
        <w:pStyle w:val="libNormal"/>
        <w:rPr>
          <w:rtl/>
        </w:rPr>
      </w:pPr>
      <w:r>
        <w:rPr>
          <w:rtl/>
        </w:rPr>
        <w:t>إن الله تعالى بمقتضى غناه وجوده وكرمه ، شاء أن ينعم على ابن آدم من نعمه الجزيلة ، فأنعم عليه بأول نعمة الوجود وإخراجه من حيز العدم. ثم سخر له ما في الأرض جميعاً وجعله سيد هذه الكرة ، يتصرف في ترابها ومائها وجوها ، ويذل له كل ما عليها من حيوان ، ويخضع له نباتها ومعدنها وجميع كنوزها.</w:t>
      </w:r>
    </w:p>
    <w:p w:rsidR="00EE1A1A" w:rsidRDefault="00EE1A1A" w:rsidP="00BB3BDA">
      <w:pPr>
        <w:pStyle w:val="libNormal"/>
        <w:rPr>
          <w:rtl/>
        </w:rPr>
      </w:pPr>
      <w:r>
        <w:rPr>
          <w:rtl/>
        </w:rPr>
        <w:t>ثم أنعم عليه بالهداية إليه بإرسال الرسل وإنزال الكتب التي تضمن له رضى ربه وسعادة معاشه ومعاده إن أطاع الله.</w:t>
      </w:r>
    </w:p>
    <w:p w:rsidR="00EE1A1A" w:rsidRDefault="00EE1A1A" w:rsidP="00BB3BDA">
      <w:pPr>
        <w:pStyle w:val="libNormal"/>
        <w:rPr>
          <w:rtl/>
        </w:rPr>
      </w:pPr>
      <w:r>
        <w:rPr>
          <w:rtl/>
        </w:rPr>
        <w:t>وكان بعد هذا الإنعام الجزيل والهداية الواضحة الإختبار والإمتحان وهما لا يكونان إلا بالإبتلاء بنقص النعمة أو البلاء في نفس الانسان وماله.</w:t>
      </w:r>
    </w:p>
    <w:p w:rsidR="00EE1A1A" w:rsidRDefault="00EE1A1A" w:rsidP="00BB3BDA">
      <w:pPr>
        <w:pStyle w:val="libNormal"/>
        <w:rPr>
          <w:rtl/>
        </w:rPr>
      </w:pPr>
      <w:r>
        <w:rPr>
          <w:rtl/>
        </w:rPr>
        <w:t>وهنا يعرف الصابر المحتسب من الضجر الجازع.</w:t>
      </w:r>
    </w:p>
    <w:p w:rsidR="00EE1A1A" w:rsidRDefault="00EE1A1A" w:rsidP="00BB3BDA">
      <w:pPr>
        <w:pStyle w:val="libNormal"/>
        <w:rPr>
          <w:rtl/>
        </w:rPr>
      </w:pPr>
      <w:r>
        <w:rPr>
          <w:rtl/>
        </w:rPr>
        <w:t>وقد وعد سبحانه الصابرين بالأجر الجزيل ، ووعدهم بأن يوفيهم أجرهم بغير حساب ، وأعلمهم أنّه هو تعالى معهم إن صبروا.</w:t>
      </w:r>
    </w:p>
    <w:p w:rsidR="00EE1A1A" w:rsidRDefault="00EE1A1A" w:rsidP="00BB3BDA">
      <w:pPr>
        <w:pStyle w:val="libNormal"/>
        <w:rPr>
          <w:rtl/>
        </w:rPr>
      </w:pPr>
      <w:r>
        <w:rPr>
          <w:rtl/>
        </w:rPr>
        <w:t xml:space="preserve">قال الإمام الباقر </w:t>
      </w:r>
      <w:r w:rsidR="00A80F4B" w:rsidRPr="00A80F4B">
        <w:rPr>
          <w:rStyle w:val="libAlaemChar"/>
          <w:rFonts w:hint="cs"/>
          <w:rtl/>
        </w:rPr>
        <w:t>عليه‌السلام</w:t>
      </w:r>
      <w:r>
        <w:rPr>
          <w:rtl/>
        </w:rPr>
        <w:t xml:space="preserve"> : إنما يبتلى المؤمن في الدنيا على قدر ، دينه ـ أو قال ـ على حسب دينه </w:t>
      </w:r>
      <w:r w:rsidRPr="006713DA">
        <w:rPr>
          <w:rStyle w:val="libFootnotenumChar"/>
          <w:rtl/>
        </w:rPr>
        <w:t>(1)</w:t>
      </w:r>
      <w:r>
        <w:rPr>
          <w:rtl/>
        </w:rPr>
        <w:t>.</w:t>
      </w:r>
    </w:p>
    <w:p w:rsidR="00EE1A1A" w:rsidRDefault="00EE1A1A" w:rsidP="00BB3BDA">
      <w:pPr>
        <w:pStyle w:val="libNormal"/>
        <w:rPr>
          <w:rtl/>
        </w:rPr>
      </w:pPr>
      <w:r>
        <w:rPr>
          <w:rtl/>
        </w:rPr>
        <w:t xml:space="preserve">وقال الامام الصادق </w:t>
      </w:r>
      <w:r w:rsidR="00A80F4B" w:rsidRPr="00A80F4B">
        <w:rPr>
          <w:rStyle w:val="libAlaemChar"/>
          <w:rFonts w:hint="cs"/>
          <w:rtl/>
        </w:rPr>
        <w:t>عليه‌السلام</w:t>
      </w:r>
      <w:r>
        <w:rPr>
          <w:rtl/>
        </w:rPr>
        <w:t xml:space="preserve"> : إن الله إذا أحب عبداً غته بالبلاء غتا </w:t>
      </w:r>
      <w:r w:rsidRPr="006713DA">
        <w:rPr>
          <w:rStyle w:val="libFootnotenumChar"/>
          <w:rtl/>
        </w:rPr>
        <w:t>(2)</w:t>
      </w:r>
      <w:r>
        <w:rPr>
          <w:rtl/>
        </w:rPr>
        <w:t xml:space="preserve">. </w:t>
      </w:r>
    </w:p>
    <w:p w:rsidR="00EE1A1A" w:rsidRDefault="00EE1A1A" w:rsidP="006713DA">
      <w:pPr>
        <w:pStyle w:val="libLine"/>
        <w:rPr>
          <w:rtl/>
        </w:rPr>
      </w:pPr>
      <w:r>
        <w:rPr>
          <w:rtl/>
        </w:rPr>
        <w:t>__________________</w:t>
      </w:r>
    </w:p>
    <w:p w:rsidR="00EE1A1A" w:rsidRDefault="00EE1A1A" w:rsidP="006713DA">
      <w:pPr>
        <w:pStyle w:val="libFootnote0"/>
        <w:rPr>
          <w:rtl/>
        </w:rPr>
      </w:pPr>
      <w:r>
        <w:rPr>
          <w:rtl/>
        </w:rPr>
        <w:t>1 ـ الكافي 2 : 197 / 9 ، مشكاة الانوار : 298.</w:t>
      </w:r>
    </w:p>
    <w:p w:rsidR="00EE1A1A" w:rsidRDefault="00EE1A1A" w:rsidP="006713DA">
      <w:pPr>
        <w:pStyle w:val="libFootnote0"/>
        <w:rPr>
          <w:rtl/>
        </w:rPr>
      </w:pPr>
      <w:r>
        <w:rPr>
          <w:rtl/>
        </w:rPr>
        <w:t xml:space="preserve">2 ـ الكافي 2 : 197 / 6. </w:t>
      </w:r>
    </w:p>
    <w:p w:rsidR="00EE1A1A" w:rsidRDefault="00EE1A1A" w:rsidP="00BB3BDA">
      <w:pPr>
        <w:pStyle w:val="libNormal"/>
        <w:rPr>
          <w:rtl/>
        </w:rPr>
      </w:pPr>
      <w:r>
        <w:rPr>
          <w:rtl/>
        </w:rPr>
        <w:br w:type="page"/>
      </w:r>
      <w:r>
        <w:rPr>
          <w:rtl/>
        </w:rPr>
        <w:lastRenderedPageBreak/>
        <w:t xml:space="preserve">وقال </w:t>
      </w:r>
      <w:r w:rsidR="00A80F4B" w:rsidRPr="00A80F4B">
        <w:rPr>
          <w:rStyle w:val="libAlaemChar"/>
          <w:rFonts w:hint="cs"/>
          <w:rtl/>
        </w:rPr>
        <w:t>عليه‌السلام</w:t>
      </w:r>
      <w:r>
        <w:rPr>
          <w:rtl/>
        </w:rPr>
        <w:t xml:space="preserve"> : إن عظيم الأجر مع عظيم البلاء </w:t>
      </w:r>
      <w:r w:rsidRPr="006713DA">
        <w:rPr>
          <w:rStyle w:val="libFootnotenumChar"/>
          <w:rtl/>
        </w:rPr>
        <w:t>(1)</w:t>
      </w:r>
      <w:r>
        <w:rPr>
          <w:rtl/>
        </w:rPr>
        <w:t>.</w:t>
      </w:r>
    </w:p>
    <w:p w:rsidR="00EE1A1A" w:rsidRDefault="00EE1A1A" w:rsidP="00BB3BDA">
      <w:pPr>
        <w:pStyle w:val="libNormal"/>
        <w:rPr>
          <w:rtl/>
        </w:rPr>
      </w:pPr>
      <w:r>
        <w:rPr>
          <w:rtl/>
        </w:rPr>
        <w:t xml:space="preserve">ولذا كان أشد الناس بلاءً ـ كما في الحديث ـ الأنبياء ثم الأولياء ثم الأمثل فالأمثل </w:t>
      </w:r>
      <w:r w:rsidRPr="006713DA">
        <w:rPr>
          <w:rStyle w:val="libFootnotenumChar"/>
          <w:rtl/>
        </w:rPr>
        <w:t>(2)</w:t>
      </w:r>
      <w:r>
        <w:rPr>
          <w:rtl/>
        </w:rPr>
        <w:t>.</w:t>
      </w:r>
    </w:p>
    <w:p w:rsidR="00EE1A1A" w:rsidRDefault="00EE1A1A" w:rsidP="00BB3BDA">
      <w:pPr>
        <w:pStyle w:val="libNormal"/>
        <w:rPr>
          <w:rtl/>
        </w:rPr>
      </w:pPr>
      <w:r>
        <w:rPr>
          <w:rtl/>
        </w:rPr>
        <w:t xml:space="preserve">قال النبي </w:t>
      </w:r>
      <w:r w:rsidR="00A80F4B" w:rsidRPr="00A80F4B">
        <w:rPr>
          <w:rStyle w:val="libAlaemChar"/>
          <w:rFonts w:hint="cs"/>
          <w:rtl/>
        </w:rPr>
        <w:t>صلى‌الله‌عليه‌وآله‌وسلم</w:t>
      </w:r>
      <w:r>
        <w:rPr>
          <w:rtl/>
        </w:rPr>
        <w:t xml:space="preserve"> : نحن ـ معاشر الأنبياء ـ أشد بلاء والمؤمن الأمثل فالامثل ، ومن ذاق طعم البلاء تحت ستر حفظ الله له ، تلذذ به أكثر من تلذذه بالنعمة </w:t>
      </w:r>
      <w:r w:rsidRPr="006713DA">
        <w:rPr>
          <w:rStyle w:val="libFootnotenumChar"/>
          <w:rtl/>
        </w:rPr>
        <w:t>(3)</w:t>
      </w:r>
      <w:r>
        <w:rPr>
          <w:rtl/>
        </w:rPr>
        <w:t>.</w:t>
      </w:r>
    </w:p>
    <w:p w:rsidR="00EE1A1A" w:rsidRDefault="00EE1A1A" w:rsidP="00BB3BDA">
      <w:pPr>
        <w:pStyle w:val="libNormal"/>
        <w:rPr>
          <w:rtl/>
        </w:rPr>
      </w:pPr>
      <w:r>
        <w:rPr>
          <w:rtl/>
        </w:rPr>
        <w:t>وجعل رأس طاعة الله الصبر بنصف الإيمان وعده من مفاتيح الأجر وقرر ان الصبر من الإيمان بمنزلة الرأس من الجسد ولا الجسد لمن لا رأس له ولا إيمان لمن لا صبر له ، ومن صبر كان له أجر ألف شهيد.</w:t>
      </w:r>
    </w:p>
    <w:p w:rsidR="00EE1A1A" w:rsidRDefault="00EE1A1A" w:rsidP="00BB3BDA">
      <w:pPr>
        <w:pStyle w:val="libNormal"/>
        <w:rPr>
          <w:rtl/>
        </w:rPr>
      </w:pPr>
      <w:r>
        <w:rPr>
          <w:rtl/>
        </w:rPr>
        <w:t xml:space="preserve">ولذا قال الإمام علي </w:t>
      </w:r>
      <w:r w:rsidR="00A80F4B" w:rsidRPr="00A80F4B">
        <w:rPr>
          <w:rStyle w:val="libAlaemChar"/>
          <w:rFonts w:hint="cs"/>
          <w:rtl/>
        </w:rPr>
        <w:t>عليه‌السلام</w:t>
      </w:r>
      <w:r>
        <w:rPr>
          <w:rtl/>
        </w:rPr>
        <w:t xml:space="preserve"> : إن صبرت جرى عليك القضاء وانت مأجور ، وإن جزعت جرى عليك القضاء وأنت مأزور </w:t>
      </w:r>
      <w:r w:rsidRPr="006713DA">
        <w:rPr>
          <w:rStyle w:val="libFootnotenumChar"/>
          <w:rtl/>
        </w:rPr>
        <w:t>(4)</w:t>
      </w:r>
      <w:r>
        <w:rPr>
          <w:rtl/>
        </w:rPr>
        <w:t>.</w:t>
      </w:r>
    </w:p>
    <w:p w:rsidR="00EE1A1A" w:rsidRDefault="00EE1A1A" w:rsidP="00BB3BDA">
      <w:pPr>
        <w:pStyle w:val="libNormal"/>
        <w:rPr>
          <w:rtl/>
        </w:rPr>
      </w:pPr>
      <w:r>
        <w:rPr>
          <w:rtl/>
        </w:rPr>
        <w:t xml:space="preserve">قال الامام الكاظم </w:t>
      </w:r>
      <w:r w:rsidR="00A80F4B" w:rsidRPr="00A80F4B">
        <w:rPr>
          <w:rStyle w:val="libAlaemChar"/>
          <w:rFonts w:hint="cs"/>
          <w:rtl/>
        </w:rPr>
        <w:t>عليه‌السلام</w:t>
      </w:r>
      <w:r>
        <w:rPr>
          <w:rtl/>
        </w:rPr>
        <w:t xml:space="preserve"> : ضرب الرجل على فخذه عند المصيبة إحباط أجره </w:t>
      </w:r>
      <w:r w:rsidRPr="006713DA">
        <w:rPr>
          <w:rStyle w:val="libFootnotenumChar"/>
          <w:rtl/>
        </w:rPr>
        <w:t>(5)</w:t>
      </w:r>
      <w:r>
        <w:rPr>
          <w:rtl/>
        </w:rPr>
        <w:t>.</w:t>
      </w:r>
    </w:p>
    <w:p w:rsidR="00EE1A1A" w:rsidRDefault="00EE1A1A" w:rsidP="00BB3BDA">
      <w:pPr>
        <w:pStyle w:val="libNormal"/>
        <w:rPr>
          <w:rtl/>
        </w:rPr>
      </w:pPr>
      <w:r>
        <w:rPr>
          <w:rtl/>
        </w:rPr>
        <w:t>وتختلف المصائب الواحدة عن الاُخرى فمن مرض مزمن إلى اسارة محقرة إلى فقد المال و ...</w:t>
      </w:r>
    </w:p>
    <w:p w:rsidR="00EE1A1A" w:rsidRDefault="00EE1A1A" w:rsidP="00BB3BDA">
      <w:pPr>
        <w:pStyle w:val="libNormal"/>
        <w:rPr>
          <w:rtl/>
        </w:rPr>
      </w:pPr>
      <w:r>
        <w:rPr>
          <w:rtl/>
        </w:rPr>
        <w:t xml:space="preserve">ومن الامور الهامة فقد الأحبة والاولاد ـ وقد وردت روايات كثيرة في هذا الباب منها : من قدم من ولده ثلاثاً صابرا محتسبا كان محجوبا من النار بإذن الله </w:t>
      </w:r>
      <w:r w:rsidRPr="006713DA">
        <w:rPr>
          <w:rStyle w:val="libFootnotenumChar"/>
          <w:rtl/>
        </w:rPr>
        <w:t>(6)</w:t>
      </w:r>
      <w:r>
        <w:rPr>
          <w:rtl/>
        </w:rPr>
        <w:t xml:space="preserve"> وان ذلك له جنة حصينه.</w:t>
      </w:r>
    </w:p>
    <w:p w:rsidR="00EE1A1A" w:rsidRDefault="00EE1A1A" w:rsidP="00BB3BDA">
      <w:pPr>
        <w:pStyle w:val="libNormal"/>
        <w:rPr>
          <w:rtl/>
        </w:rPr>
      </w:pPr>
      <w:r>
        <w:rPr>
          <w:rtl/>
        </w:rPr>
        <w:t xml:space="preserve">وفي جواب الله لداود </w:t>
      </w:r>
      <w:r w:rsidR="00A80F4B" w:rsidRPr="00A80F4B">
        <w:rPr>
          <w:rStyle w:val="libAlaemChar"/>
          <w:rFonts w:hint="cs"/>
          <w:rtl/>
        </w:rPr>
        <w:t>عليه‌السلام</w:t>
      </w:r>
      <w:r>
        <w:rPr>
          <w:rtl/>
        </w:rPr>
        <w:t xml:space="preserve"> عندما قال : ما يعدل هذا الولد عندك؟ </w:t>
      </w:r>
    </w:p>
    <w:p w:rsidR="00EE1A1A" w:rsidRDefault="00EE1A1A" w:rsidP="006713DA">
      <w:pPr>
        <w:pStyle w:val="libLine"/>
        <w:rPr>
          <w:rtl/>
        </w:rPr>
      </w:pPr>
      <w:r>
        <w:rPr>
          <w:rtl/>
        </w:rPr>
        <w:t>__________________</w:t>
      </w:r>
    </w:p>
    <w:p w:rsidR="00EE1A1A" w:rsidRDefault="00EE1A1A" w:rsidP="006713DA">
      <w:pPr>
        <w:pStyle w:val="libFootnote0"/>
        <w:rPr>
          <w:rtl/>
        </w:rPr>
      </w:pPr>
      <w:r>
        <w:rPr>
          <w:rtl/>
        </w:rPr>
        <w:t>1 ـ الكافي 2 : 196 / 3.</w:t>
      </w:r>
    </w:p>
    <w:p w:rsidR="00EE1A1A" w:rsidRDefault="00EE1A1A" w:rsidP="006713DA">
      <w:pPr>
        <w:pStyle w:val="libFootnote0"/>
        <w:rPr>
          <w:rtl/>
        </w:rPr>
      </w:pPr>
      <w:r>
        <w:rPr>
          <w:rtl/>
        </w:rPr>
        <w:t>2 ـ رواه الكليني في الكافي 2 : 196 / 1 ، وابن ماجة في سننه 2 : 1334 / 4023 ، والترمذي في سننه 4 : 28 / 2509 ، وأحمد في مسنده 1 : 172 ، 180 ، 185 ، والدارمي في سننه 2 : 320 ، والحاكم النيشابوري في مستدركه 1 : 41 باختلاف يسير.</w:t>
      </w:r>
    </w:p>
    <w:p w:rsidR="00EE1A1A" w:rsidRDefault="00EE1A1A" w:rsidP="006713DA">
      <w:pPr>
        <w:pStyle w:val="libFootnote0"/>
        <w:rPr>
          <w:rtl/>
        </w:rPr>
      </w:pPr>
      <w:r>
        <w:rPr>
          <w:rtl/>
        </w:rPr>
        <w:t>3 ـ مصباح الشريعة : 487.</w:t>
      </w:r>
    </w:p>
    <w:p w:rsidR="00EE1A1A" w:rsidRDefault="00EE1A1A" w:rsidP="006713DA">
      <w:pPr>
        <w:pStyle w:val="libFootnote0"/>
        <w:rPr>
          <w:rtl/>
        </w:rPr>
      </w:pPr>
      <w:r>
        <w:rPr>
          <w:rtl/>
        </w:rPr>
        <w:t>4 ـ نهج البلاغة 3 : 224 / 291.</w:t>
      </w:r>
    </w:p>
    <w:p w:rsidR="00EE1A1A" w:rsidRDefault="00EE1A1A" w:rsidP="006713DA">
      <w:pPr>
        <w:pStyle w:val="libFootnote0"/>
        <w:rPr>
          <w:rtl/>
        </w:rPr>
      </w:pPr>
      <w:r>
        <w:rPr>
          <w:rtl/>
        </w:rPr>
        <w:t>5 ـ الكافي 3 : 225 / 9.</w:t>
      </w:r>
    </w:p>
    <w:p w:rsidR="00EE1A1A" w:rsidRDefault="00EE1A1A" w:rsidP="006713DA">
      <w:pPr>
        <w:pStyle w:val="libFootnote0"/>
        <w:rPr>
          <w:rtl/>
        </w:rPr>
      </w:pPr>
      <w:r>
        <w:rPr>
          <w:rtl/>
        </w:rPr>
        <w:t xml:space="preserve">6 ـ الجامع الكبير 1 : 817. </w:t>
      </w:r>
    </w:p>
    <w:p w:rsidR="00EE1A1A" w:rsidRDefault="00EE1A1A" w:rsidP="00BB3BDA">
      <w:pPr>
        <w:pStyle w:val="libNormal0"/>
        <w:rPr>
          <w:rtl/>
        </w:rPr>
      </w:pPr>
      <w:r>
        <w:rPr>
          <w:rtl/>
        </w:rPr>
        <w:br w:type="page"/>
      </w:r>
      <w:r>
        <w:rPr>
          <w:rtl/>
        </w:rPr>
        <w:lastRenderedPageBreak/>
        <w:t xml:space="preserve">قال : يارب كان يعدل هذا عندي ملء الأرض ذهباً ، قال : فلك عندي يوم القيامة ملء الأرض ثواباً </w:t>
      </w:r>
      <w:r w:rsidRPr="006713DA">
        <w:rPr>
          <w:rStyle w:val="libFootnotenumChar"/>
          <w:rtl/>
        </w:rPr>
        <w:t>(1)</w:t>
      </w:r>
      <w:r>
        <w:rPr>
          <w:rtl/>
        </w:rPr>
        <w:t>.</w:t>
      </w:r>
    </w:p>
    <w:p w:rsidR="00EE1A1A" w:rsidRDefault="00EE1A1A" w:rsidP="00BB3BDA">
      <w:pPr>
        <w:pStyle w:val="libNormal"/>
        <w:rPr>
          <w:rtl/>
        </w:rPr>
      </w:pPr>
      <w:r>
        <w:rPr>
          <w:rtl/>
        </w:rPr>
        <w:t xml:space="preserve">لقد ذهب الرسول الأعظم إلى أكثر من ذلك بقوله : ... إني مكاثر بكم الامم حتى أن السقط ليظل محبنطئاً على باب الجنة ، فيقال له : ادخل الجنة ، فيقول : أنا وأبواي؟ فيقال : أنت وأبواك </w:t>
      </w:r>
      <w:r w:rsidRPr="006713DA">
        <w:rPr>
          <w:rStyle w:val="libFootnotenumChar"/>
          <w:rtl/>
        </w:rPr>
        <w:t>(2)</w:t>
      </w:r>
      <w:r>
        <w:rPr>
          <w:rtl/>
        </w:rPr>
        <w:t>.</w:t>
      </w:r>
    </w:p>
    <w:p w:rsidR="00EE1A1A" w:rsidRDefault="00EE1A1A" w:rsidP="00BB3BDA">
      <w:pPr>
        <w:pStyle w:val="libNormal"/>
        <w:rPr>
          <w:rtl/>
        </w:rPr>
      </w:pPr>
      <w:r>
        <w:rPr>
          <w:rtl/>
        </w:rPr>
        <w:t xml:space="preserve">وقد وردت الروايات الكثيرة بتقديم التعازي لصاحب المصيبة ليخفف عنه المصاب ، فعن ابن مسعود عن النبي ، قال </w:t>
      </w:r>
      <w:r w:rsidR="00A80F4B" w:rsidRPr="00A80F4B">
        <w:rPr>
          <w:rStyle w:val="libAlaemChar"/>
          <w:rFonts w:hint="cs"/>
          <w:rtl/>
        </w:rPr>
        <w:t>صلى‌الله‌عليه‌وآله‌وسلم</w:t>
      </w:r>
      <w:r>
        <w:rPr>
          <w:rtl/>
        </w:rPr>
        <w:t xml:space="preserve"> : من عزى مصاباً فله مثل أجره </w:t>
      </w:r>
      <w:r w:rsidRPr="006713DA">
        <w:rPr>
          <w:rStyle w:val="libFootnotenumChar"/>
          <w:rtl/>
        </w:rPr>
        <w:t>(3)</w:t>
      </w:r>
      <w:r>
        <w:rPr>
          <w:rtl/>
        </w:rPr>
        <w:t>.</w:t>
      </w:r>
    </w:p>
    <w:p w:rsidR="00EE1A1A" w:rsidRDefault="00EE1A1A" w:rsidP="00BB3BDA">
      <w:pPr>
        <w:pStyle w:val="libNormal"/>
        <w:rPr>
          <w:rtl/>
        </w:rPr>
      </w:pPr>
      <w:r>
        <w:rPr>
          <w:rtl/>
        </w:rPr>
        <w:t xml:space="preserve">وعن أبي برزة ، قال : قال رسول الله </w:t>
      </w:r>
      <w:r w:rsidR="00A80F4B" w:rsidRPr="00A80F4B">
        <w:rPr>
          <w:rStyle w:val="libAlaemChar"/>
          <w:rFonts w:hint="cs"/>
          <w:rtl/>
        </w:rPr>
        <w:t>صلى‌الله‌عليه‌وآله‌وسلم</w:t>
      </w:r>
      <w:r>
        <w:rPr>
          <w:rtl/>
        </w:rPr>
        <w:t xml:space="preserve"> : من عزى ثكلى كسي برداً في الجنة </w:t>
      </w:r>
      <w:r w:rsidRPr="006713DA">
        <w:rPr>
          <w:rStyle w:val="libFootnotenumChar"/>
          <w:rtl/>
        </w:rPr>
        <w:t>(4)</w:t>
      </w:r>
      <w:r>
        <w:rPr>
          <w:rtl/>
        </w:rPr>
        <w:t>.</w:t>
      </w:r>
    </w:p>
    <w:p w:rsidR="00EE1A1A" w:rsidRDefault="00EE1A1A" w:rsidP="00BB3BDA">
      <w:pPr>
        <w:pStyle w:val="libNormal"/>
        <w:rPr>
          <w:rtl/>
        </w:rPr>
      </w:pPr>
      <w:r>
        <w:rPr>
          <w:rtl/>
        </w:rPr>
        <w:t>هذا ، وإن البكاء على الميت لا يقل من الاجر ولا يضر بالثواب ، فإن أول من بكى آدم على ولده هابيل ورثاه بأبيات مشهورة وحزن عليه حزناً كثيراً ، وحال يعقوب أشهر من أن يذكر فقد أبيضت عيناه من الحزن على يوسف وبكى عليه كثيراً.</w:t>
      </w:r>
    </w:p>
    <w:p w:rsidR="00EE1A1A" w:rsidRDefault="00EE1A1A" w:rsidP="00BB3BDA">
      <w:pPr>
        <w:pStyle w:val="libNormal"/>
        <w:rPr>
          <w:rtl/>
        </w:rPr>
      </w:pPr>
      <w:r>
        <w:rPr>
          <w:rtl/>
        </w:rPr>
        <w:t xml:space="preserve">وأما سيدنا ومولانا علي بن الحسين </w:t>
      </w:r>
      <w:r w:rsidR="00A80F4B" w:rsidRPr="00A80F4B">
        <w:rPr>
          <w:rStyle w:val="libAlaemChar"/>
          <w:rFonts w:hint="cs"/>
          <w:rtl/>
        </w:rPr>
        <w:t>عليه‌السلام</w:t>
      </w:r>
      <w:r>
        <w:rPr>
          <w:rtl/>
        </w:rPr>
        <w:t xml:space="preserve"> فقد بكى على أبيه أربعين سنة صائما نهاره قائما ليله ، فإذا حضر الإفطار جاء غلامه بطعامه وشرابه فيضعه بين يديه ، ويقول : كل يا مولاي ، فيقول : قتل ابن رسول الله جائعا ، قتل ابن رسول الله عطشانا ، فلا يزال يكرر ذلك ويبكي حتى يبل طعامه من دموعه فلم يزل كذلك حتى لحق بالله عز وجل </w:t>
      </w:r>
      <w:r w:rsidRPr="006713DA">
        <w:rPr>
          <w:rStyle w:val="libFootnotenumChar"/>
          <w:rtl/>
        </w:rPr>
        <w:t>(5)</w:t>
      </w:r>
      <w:r>
        <w:rPr>
          <w:rtl/>
        </w:rPr>
        <w:t>.</w:t>
      </w:r>
    </w:p>
    <w:p w:rsidR="00EE1A1A" w:rsidRDefault="00EE1A1A" w:rsidP="00BB3BDA">
      <w:pPr>
        <w:pStyle w:val="libNormal"/>
        <w:rPr>
          <w:rtl/>
        </w:rPr>
      </w:pPr>
      <w:r>
        <w:rPr>
          <w:rtl/>
        </w:rPr>
        <w:t xml:space="preserve">ولذا قال رسول الله (ص) : تدمع العين ويحزن القلب ولا نقول ما يسخط الرب </w:t>
      </w:r>
      <w:r w:rsidRPr="006713DA">
        <w:rPr>
          <w:rStyle w:val="libFootnotenumChar"/>
          <w:rtl/>
        </w:rPr>
        <w:t>(6)</w:t>
      </w:r>
      <w:r>
        <w:rPr>
          <w:rtl/>
        </w:rPr>
        <w:t>.</w:t>
      </w:r>
    </w:p>
    <w:p w:rsidR="00EE1A1A" w:rsidRDefault="00EE1A1A" w:rsidP="00BB3BDA">
      <w:pPr>
        <w:pStyle w:val="libNormal"/>
        <w:rPr>
          <w:rtl/>
        </w:rPr>
      </w:pPr>
      <w:r>
        <w:rPr>
          <w:rtl/>
        </w:rPr>
        <w:t xml:space="preserve">ومن الذين أبلوا بلاء حسناً في الصبر عند فقد الأحبة والأولاد أبو ذر الغفاري </w:t>
      </w:r>
    </w:p>
    <w:p w:rsidR="00EE1A1A" w:rsidRDefault="00EE1A1A" w:rsidP="006713DA">
      <w:pPr>
        <w:pStyle w:val="libLine"/>
        <w:rPr>
          <w:rtl/>
        </w:rPr>
      </w:pPr>
      <w:r>
        <w:rPr>
          <w:rtl/>
        </w:rPr>
        <w:t>__________________</w:t>
      </w:r>
    </w:p>
    <w:p w:rsidR="00EE1A1A" w:rsidRDefault="00EE1A1A" w:rsidP="006713DA">
      <w:pPr>
        <w:pStyle w:val="libFootnote0"/>
        <w:rPr>
          <w:rtl/>
        </w:rPr>
      </w:pPr>
      <w:r>
        <w:rPr>
          <w:rtl/>
        </w:rPr>
        <w:t>1 ـ رواه الشيخ ورام في تنبيه الخواطر 1 : 287 ، والسيوطي في الدر المنثور 5 : 306 باختلاف في الفاظه.</w:t>
      </w:r>
    </w:p>
    <w:p w:rsidR="00EE1A1A" w:rsidRDefault="00EE1A1A" w:rsidP="006713DA">
      <w:pPr>
        <w:pStyle w:val="libFootnote0"/>
        <w:rPr>
          <w:rtl/>
        </w:rPr>
      </w:pPr>
      <w:r>
        <w:rPr>
          <w:rtl/>
        </w:rPr>
        <w:t>2 ـ رواه السيوطي في الجامع الصغير 2 : 55 / 4724. والمتقي الهندي في منتخب كنز العمال 6 : 390 عن ابن عباس.</w:t>
      </w:r>
    </w:p>
    <w:p w:rsidR="00EE1A1A" w:rsidRDefault="00EE1A1A" w:rsidP="006713DA">
      <w:pPr>
        <w:pStyle w:val="libFootnote0"/>
        <w:rPr>
          <w:rtl/>
        </w:rPr>
      </w:pPr>
      <w:r>
        <w:rPr>
          <w:rtl/>
        </w:rPr>
        <w:t>3 ـ الجامع الكبير 1 : 801.</w:t>
      </w:r>
    </w:p>
    <w:p w:rsidR="00EE1A1A" w:rsidRDefault="00EE1A1A" w:rsidP="006713DA">
      <w:pPr>
        <w:pStyle w:val="libFootnote0"/>
        <w:rPr>
          <w:rtl/>
        </w:rPr>
      </w:pPr>
      <w:r>
        <w:rPr>
          <w:rtl/>
        </w:rPr>
        <w:t>4 ـ سنن الترمذي 2 : 269 / 1082.</w:t>
      </w:r>
    </w:p>
    <w:p w:rsidR="00EE1A1A" w:rsidRDefault="00EE1A1A" w:rsidP="006713DA">
      <w:pPr>
        <w:pStyle w:val="libFootnote0"/>
        <w:rPr>
          <w:rtl/>
        </w:rPr>
      </w:pPr>
      <w:r>
        <w:rPr>
          <w:rtl/>
        </w:rPr>
        <w:t>5 ـ اللهوف في قتلى الطفوف : 87.</w:t>
      </w:r>
    </w:p>
    <w:p w:rsidR="00EE1A1A" w:rsidRDefault="00EE1A1A" w:rsidP="006713DA">
      <w:pPr>
        <w:pStyle w:val="libFootnote0"/>
        <w:rPr>
          <w:rtl/>
        </w:rPr>
      </w:pPr>
      <w:r>
        <w:rPr>
          <w:rtl/>
        </w:rPr>
        <w:t xml:space="preserve">6 ـ سنن ابن ماجة 1 : 506 / 1589 ، ومنتخب كنز العمال 6 : 265. </w:t>
      </w:r>
    </w:p>
    <w:p w:rsidR="00EE1A1A" w:rsidRDefault="00EE1A1A" w:rsidP="00BB3BDA">
      <w:pPr>
        <w:pStyle w:val="libNormal0"/>
        <w:rPr>
          <w:rtl/>
        </w:rPr>
      </w:pPr>
      <w:r>
        <w:rPr>
          <w:rtl/>
        </w:rPr>
        <w:br w:type="page"/>
      </w:r>
      <w:r w:rsidR="00A80F4B" w:rsidRPr="00A80F4B">
        <w:rPr>
          <w:rStyle w:val="libAlaemChar"/>
          <w:rFonts w:hint="cs"/>
          <w:rtl/>
        </w:rPr>
        <w:lastRenderedPageBreak/>
        <w:t>رضي‌الله‌عنه</w:t>
      </w:r>
      <w:r>
        <w:rPr>
          <w:rtl/>
        </w:rPr>
        <w:t xml:space="preserve"> الذي لم يعش له ولد ، وقوله : الحمد لله الذي يأخذهم من دار الفناء ويدخرهم في دار البقاء </w:t>
      </w:r>
      <w:r w:rsidRPr="006713DA">
        <w:rPr>
          <w:rStyle w:val="libFootnotenumChar"/>
          <w:rtl/>
        </w:rPr>
        <w:t>(1)</w:t>
      </w:r>
      <w:r>
        <w:rPr>
          <w:rtl/>
        </w:rPr>
        <w:t>.</w:t>
      </w:r>
    </w:p>
    <w:p w:rsidR="00EE1A1A" w:rsidRDefault="00EE1A1A" w:rsidP="00BB3BDA">
      <w:pPr>
        <w:pStyle w:val="libNormal"/>
        <w:rPr>
          <w:rtl/>
        </w:rPr>
      </w:pPr>
      <w:r>
        <w:rPr>
          <w:rtl/>
        </w:rPr>
        <w:t>فلنا بهم أحسن العبر وأجلها ، وهم لنا اسوة حسنة وما أكثر الصابرين المحتسبين في سبيل الله.</w:t>
      </w:r>
    </w:p>
    <w:p w:rsidR="00EE1A1A" w:rsidRDefault="00EE1A1A" w:rsidP="00BB3BDA">
      <w:pPr>
        <w:pStyle w:val="libNormal"/>
        <w:rPr>
          <w:rtl/>
        </w:rPr>
      </w:pPr>
      <w:r>
        <w:rPr>
          <w:rtl/>
        </w:rPr>
        <w:t>ومن اولئك الذين اصيبوا بهذا المصاب وفقدوا الاحبة والاولاد شيخنا الشهيد الثاني قدس الله روحه الزاكية.</w:t>
      </w:r>
    </w:p>
    <w:p w:rsidR="00EE1A1A" w:rsidRDefault="00EE1A1A" w:rsidP="00BB3BDA">
      <w:pPr>
        <w:pStyle w:val="libNormal"/>
        <w:rPr>
          <w:rtl/>
        </w:rPr>
      </w:pPr>
      <w:r>
        <w:rPr>
          <w:rtl/>
        </w:rPr>
        <w:t xml:space="preserve">وقد ذكر صاحب روضات الجنات </w:t>
      </w:r>
      <w:r w:rsidRPr="006713DA">
        <w:rPr>
          <w:rStyle w:val="libFootnotenumChar"/>
          <w:rtl/>
        </w:rPr>
        <w:t>(2)</w:t>
      </w:r>
      <w:r>
        <w:rPr>
          <w:rtl/>
        </w:rPr>
        <w:t xml:space="preserve"> فقد لأولاده ومصيبته بهم حيث يتوفون صغاراً.</w:t>
      </w:r>
    </w:p>
    <w:p w:rsidR="00EE1A1A" w:rsidRDefault="00EE1A1A" w:rsidP="00BB3BDA">
      <w:pPr>
        <w:pStyle w:val="libNormal"/>
        <w:rPr>
          <w:rtl/>
        </w:rPr>
      </w:pPr>
      <w:r>
        <w:rPr>
          <w:rtl/>
        </w:rPr>
        <w:t xml:space="preserve">وقال السيد الامين : « وكان لا يعيش له أولاد ، فمات له أولاد ذكور كثيرون قبل الشيخ حسن الذي كان لا يثق بحياته أيضاً » </w:t>
      </w:r>
      <w:r w:rsidRPr="006713DA">
        <w:rPr>
          <w:rStyle w:val="libFootnotenumChar"/>
          <w:rtl/>
        </w:rPr>
        <w:t>(3)</w:t>
      </w:r>
      <w:r>
        <w:rPr>
          <w:rtl/>
        </w:rPr>
        <w:t>.</w:t>
      </w:r>
    </w:p>
    <w:p w:rsidR="00EE1A1A" w:rsidRDefault="00EE1A1A" w:rsidP="00BB3BDA">
      <w:pPr>
        <w:pStyle w:val="libNormal"/>
        <w:rPr>
          <w:rtl/>
        </w:rPr>
      </w:pPr>
      <w:r>
        <w:rPr>
          <w:rtl/>
        </w:rPr>
        <w:t xml:space="preserve">وقال الشيخ عباس القمي في معرض حديثه عن الشيخ حسن بن الشهيد : « ولم يكن مرجو البقاء بعد ما قد اصيب والده بمصائب أولاد كثيرين من قبله » </w:t>
      </w:r>
      <w:r w:rsidRPr="006713DA">
        <w:rPr>
          <w:rStyle w:val="libFootnotenumChar"/>
          <w:rtl/>
        </w:rPr>
        <w:t>(4)</w:t>
      </w:r>
      <w:r>
        <w:rPr>
          <w:rtl/>
        </w:rPr>
        <w:t>.</w:t>
      </w:r>
    </w:p>
    <w:p w:rsidR="00EE1A1A" w:rsidRDefault="00EE1A1A" w:rsidP="00BB3BDA">
      <w:pPr>
        <w:pStyle w:val="libBold1"/>
        <w:rPr>
          <w:rtl/>
        </w:rPr>
      </w:pPr>
      <w:r>
        <w:rPr>
          <w:rtl/>
        </w:rPr>
        <w:t>سبب تأليف الكتاب :</w:t>
      </w:r>
    </w:p>
    <w:p w:rsidR="00EE1A1A" w:rsidRDefault="00EE1A1A" w:rsidP="00BB3BDA">
      <w:pPr>
        <w:pStyle w:val="libNormal"/>
        <w:rPr>
          <w:rtl/>
        </w:rPr>
      </w:pPr>
      <w:r>
        <w:rPr>
          <w:rtl/>
        </w:rPr>
        <w:t>لم يكن تأليف « مسكن الفؤاد » وليد حالة علمية بحتة يقررها واقع الدرس والتدريس ، أو تمليها حاجة المناضرات الحوزوية ، بقدر ما كان إفرازاً لحالة وجدانية وعاطفية عاشها الشهيد الثاني بكل جوارحه وأحاسيسه ، وتفاعل معها تفاعلا إيجابيا طيلة حياته الشريفة ، فقد ذكرت أغلب المصادر التي ترجمت للشهيد الثاني أنّه ابتلي بموت أولاده في مقتبل اعمارهم ، حتى أصبح لا يثق ببقاء أحد منهم ، ولم يسلم منهم إلا ولده الشيخ حسن ، الذي كان يشك الشهيد في بقاءه ، وقد استشهد وعمر ولده أربع أو سبع سنين.</w:t>
      </w:r>
    </w:p>
    <w:p w:rsidR="00EE1A1A" w:rsidRDefault="00EE1A1A" w:rsidP="00BB3BDA">
      <w:pPr>
        <w:pStyle w:val="libNormal"/>
        <w:rPr>
          <w:rtl/>
        </w:rPr>
      </w:pPr>
      <w:r>
        <w:rPr>
          <w:rtl/>
        </w:rPr>
        <w:t xml:space="preserve">لقد واجه الشهيد الثاني ـ </w:t>
      </w:r>
      <w:r w:rsidR="00A80F4B" w:rsidRPr="00A80F4B">
        <w:rPr>
          <w:rStyle w:val="libAlaemChar"/>
          <w:rFonts w:hint="cs"/>
          <w:rtl/>
        </w:rPr>
        <w:t>قدس‌سره</w:t>
      </w:r>
      <w:r>
        <w:rPr>
          <w:rtl/>
        </w:rPr>
        <w:t xml:space="preserve"> ـ حالة الحرمان العائلي بأسمي آيات الصبر </w:t>
      </w:r>
    </w:p>
    <w:p w:rsidR="00EE1A1A" w:rsidRDefault="00EE1A1A" w:rsidP="006713DA">
      <w:pPr>
        <w:pStyle w:val="libLine"/>
        <w:rPr>
          <w:rtl/>
        </w:rPr>
      </w:pPr>
      <w:r>
        <w:rPr>
          <w:rtl/>
        </w:rPr>
        <w:t>__________________</w:t>
      </w:r>
    </w:p>
    <w:p w:rsidR="00EE1A1A" w:rsidRDefault="00EE1A1A" w:rsidP="006713DA">
      <w:pPr>
        <w:pStyle w:val="libFootnote0"/>
        <w:rPr>
          <w:rtl/>
        </w:rPr>
      </w:pPr>
      <w:r>
        <w:rPr>
          <w:rtl/>
        </w:rPr>
        <w:t>1 ـ رواه المتقي الهندي في منتخب كنز العمال 1 : 212 ، وأخرجه المجلسي في البحار 82 : 142.</w:t>
      </w:r>
    </w:p>
    <w:p w:rsidR="00EE1A1A" w:rsidRDefault="00EE1A1A" w:rsidP="006713DA">
      <w:pPr>
        <w:pStyle w:val="libFootnote0"/>
        <w:rPr>
          <w:rtl/>
        </w:rPr>
      </w:pPr>
      <w:r>
        <w:rPr>
          <w:rtl/>
        </w:rPr>
        <w:t>2 ـ روضات الجنات 3 : 379.</w:t>
      </w:r>
    </w:p>
    <w:p w:rsidR="00EE1A1A" w:rsidRDefault="00EE1A1A" w:rsidP="006713DA">
      <w:pPr>
        <w:pStyle w:val="libFootnote0"/>
        <w:rPr>
          <w:rtl/>
        </w:rPr>
      </w:pPr>
      <w:r>
        <w:rPr>
          <w:rtl/>
        </w:rPr>
        <w:t>3 ـ أعيان الشيعة 7 : 144.</w:t>
      </w:r>
    </w:p>
    <w:p w:rsidR="00EE1A1A" w:rsidRDefault="00EE1A1A" w:rsidP="006713DA">
      <w:pPr>
        <w:pStyle w:val="libFootnote0"/>
        <w:rPr>
          <w:rtl/>
        </w:rPr>
      </w:pPr>
      <w:r>
        <w:rPr>
          <w:rtl/>
        </w:rPr>
        <w:t xml:space="preserve">4 ـ الكنى والالقاب 2 : 349. </w:t>
      </w:r>
    </w:p>
    <w:p w:rsidR="00EE1A1A" w:rsidRDefault="00EE1A1A" w:rsidP="00BB3BDA">
      <w:pPr>
        <w:pStyle w:val="libNormal0"/>
        <w:rPr>
          <w:rtl/>
        </w:rPr>
      </w:pPr>
      <w:r>
        <w:rPr>
          <w:rtl/>
        </w:rPr>
        <w:br w:type="page"/>
      </w:r>
      <w:r>
        <w:rPr>
          <w:rtl/>
        </w:rPr>
        <w:lastRenderedPageBreak/>
        <w:t>والجلد ، فألف كتابه « مسكن الفؤاد » ، وقلبه يقطر ألماً وحسرة وهو يرى أولاده أزهاراً يانعة تقتطف أمام عينيه.</w:t>
      </w:r>
    </w:p>
    <w:p w:rsidR="00EE1A1A" w:rsidRDefault="00EE1A1A" w:rsidP="00BB3BDA">
      <w:pPr>
        <w:pStyle w:val="libNormal"/>
        <w:rPr>
          <w:rtl/>
        </w:rPr>
      </w:pPr>
      <w:r>
        <w:rPr>
          <w:rtl/>
        </w:rPr>
        <w:t>يقول رضوان الله عليه في مقدمة كتابه المذكور : « فلما كان الموت هو الحادث العظيم ، والأمر الذي هو على تفريق الأحبة مقيم ، وكان فراق المحبوب يعد من أعظم المصائب ، حتى يكاد يزيغ له قلب ذي العقل ، والموسوم بالحدس الصائب ، خصوصاً ومن أعظم الأحباب الولد ، الذي هو مهجة الألباب ، ولهذا رتب على فراقه جزيل الثواب ، ووعد أبواه شفاعته فيهما يوم المآب.</w:t>
      </w:r>
    </w:p>
    <w:p w:rsidR="00EE1A1A" w:rsidRDefault="00EE1A1A" w:rsidP="00BB3BDA">
      <w:pPr>
        <w:pStyle w:val="libNormal"/>
        <w:rPr>
          <w:rtl/>
        </w:rPr>
      </w:pPr>
      <w:r>
        <w:rPr>
          <w:rtl/>
        </w:rPr>
        <w:t xml:space="preserve">فلذلك جمعت في هذه الرسالة جملة من الآثار النبوية ، وأحوال أهل الكمالات العلية ، ونبذة من التنبيهات الجلية ، ما ينجلي به ـ إن شاء الله تعالى الصدأ عن قلوب المحزونين ، وتنكشف به الغمة عن المكروبين ، بل تبتهج به نفوس العارفين ، ويستيقظ من اعتبره من سنة الغافلين ، وسميتها « مسكن الفؤاد عند فقد الإحبة والأولاد » ورتبتها على مقدمة ، وأبواب ، وخاتمة » </w:t>
      </w:r>
      <w:r w:rsidRPr="006713DA">
        <w:rPr>
          <w:rStyle w:val="libFootnotenumChar"/>
          <w:rtl/>
        </w:rPr>
        <w:t>(1)</w:t>
      </w:r>
      <w:r>
        <w:rPr>
          <w:rtl/>
        </w:rPr>
        <w:t>.</w:t>
      </w:r>
    </w:p>
    <w:p w:rsidR="00EE1A1A" w:rsidRDefault="00EE1A1A" w:rsidP="006713DA">
      <w:pPr>
        <w:pStyle w:val="libCenterBold1"/>
        <w:rPr>
          <w:rtl/>
        </w:rPr>
      </w:pPr>
      <w:r>
        <w:rPr>
          <w:rFonts w:hint="cs"/>
          <w:rtl/>
        </w:rPr>
        <w:t>* * *</w:t>
      </w:r>
    </w:p>
    <w:p w:rsidR="00EE1A1A" w:rsidRDefault="00EE1A1A" w:rsidP="00BB3BDA">
      <w:pPr>
        <w:pStyle w:val="libNormal"/>
        <w:rPr>
          <w:rtl/>
        </w:rPr>
      </w:pPr>
      <w:r>
        <w:rPr>
          <w:rtl/>
        </w:rPr>
        <w:t>ويمتاز كتاب « مسكن الفؤاد » ـ على صغر حجمه ـ بخصوصية موضوعه ، مما جعله مرجعاً يعتمد عليه في بابه ، فقد ركن إليه جمع من أصحاب الموسوعات الروائية كالعلامة المجلسي في بحار الانوار ، والشيخ الحر في الجواهر السنية والشيخ النوري في مستدرك الوسائل ، وغيرهم.</w:t>
      </w:r>
    </w:p>
    <w:p w:rsidR="00EE1A1A" w:rsidRDefault="00EE1A1A" w:rsidP="00BB3BDA">
      <w:pPr>
        <w:pStyle w:val="libNormal"/>
        <w:rPr>
          <w:rtl/>
        </w:rPr>
      </w:pPr>
      <w:r>
        <w:rPr>
          <w:rtl/>
        </w:rPr>
        <w:t xml:space="preserve">يقول العلامة المجلسي في بحار الانوار ، في بيان الاصول والكتب المأخوذة منها : « ... وكتاب مسكن الفؤاد ... للشهيد الثاني رفع الله درجته » </w:t>
      </w:r>
      <w:r w:rsidRPr="006713DA">
        <w:rPr>
          <w:rStyle w:val="libFootnotenumChar"/>
          <w:rtl/>
        </w:rPr>
        <w:t>(2)</w:t>
      </w:r>
      <w:r>
        <w:rPr>
          <w:rtl/>
        </w:rPr>
        <w:t>.</w:t>
      </w:r>
    </w:p>
    <w:p w:rsidR="00EE1A1A" w:rsidRDefault="00EE1A1A" w:rsidP="00BB3BDA">
      <w:pPr>
        <w:pStyle w:val="libNormal"/>
        <w:rPr>
          <w:rtl/>
        </w:rPr>
      </w:pPr>
      <w:r>
        <w:rPr>
          <w:rtl/>
        </w:rPr>
        <w:t xml:space="preserve">وقال الشيخ الحر في مقدمة كتابه الجواهر السنية : « ونقلت الأحاديث المودعة فيه من كتب صحيحة معتبرة ، واصول معتمدة محررة » </w:t>
      </w:r>
      <w:r w:rsidRPr="006713DA">
        <w:rPr>
          <w:rStyle w:val="libFootnotenumChar"/>
          <w:rtl/>
        </w:rPr>
        <w:t>(3)</w:t>
      </w:r>
      <w:r>
        <w:rPr>
          <w:rtl/>
        </w:rPr>
        <w:t xml:space="preserve"> وكتابنا أحد هذه الكتب الصحيحة المعتبرة ...</w:t>
      </w:r>
    </w:p>
    <w:p w:rsidR="00EE1A1A" w:rsidRDefault="00EE1A1A" w:rsidP="00BB3BDA">
      <w:pPr>
        <w:pStyle w:val="libNormal"/>
        <w:rPr>
          <w:rtl/>
        </w:rPr>
      </w:pPr>
      <w:r>
        <w:rPr>
          <w:rtl/>
        </w:rPr>
        <w:t xml:space="preserve">وقال السيد الخونساري في معرض حديثه عن كتاب مسكن الفؤاد : « وإن لكتابه هذا فوائد جمة ، وأحاديث نادرة ، ولطائف عرفانية قل ما يوجد نظيرها في </w:t>
      </w:r>
    </w:p>
    <w:p w:rsidR="00EE1A1A" w:rsidRDefault="00EE1A1A" w:rsidP="006713DA">
      <w:pPr>
        <w:pStyle w:val="libLine"/>
        <w:rPr>
          <w:rtl/>
        </w:rPr>
      </w:pPr>
      <w:r>
        <w:rPr>
          <w:rtl/>
        </w:rPr>
        <w:t>__________________</w:t>
      </w:r>
    </w:p>
    <w:p w:rsidR="00EE1A1A" w:rsidRDefault="00EE1A1A" w:rsidP="006713DA">
      <w:pPr>
        <w:pStyle w:val="libFootnote0"/>
        <w:rPr>
          <w:rtl/>
        </w:rPr>
      </w:pPr>
      <w:r>
        <w:rPr>
          <w:rtl/>
        </w:rPr>
        <w:t>1 ـ مسكن الفؤاد : 17.</w:t>
      </w:r>
    </w:p>
    <w:p w:rsidR="00EE1A1A" w:rsidRDefault="00EE1A1A" w:rsidP="006713DA">
      <w:pPr>
        <w:pStyle w:val="libFootnote0"/>
        <w:rPr>
          <w:rtl/>
        </w:rPr>
      </w:pPr>
      <w:r>
        <w:rPr>
          <w:rtl/>
        </w:rPr>
        <w:t>2 ـ بحار الانوار 1 : 19.</w:t>
      </w:r>
    </w:p>
    <w:p w:rsidR="00EE1A1A" w:rsidRDefault="00EE1A1A" w:rsidP="006713DA">
      <w:pPr>
        <w:pStyle w:val="libFootnote0"/>
        <w:rPr>
          <w:rtl/>
        </w:rPr>
      </w:pPr>
      <w:r>
        <w:rPr>
          <w:rtl/>
        </w:rPr>
        <w:t xml:space="preserve">3 ـ الجواهر السنية 6. </w:t>
      </w:r>
    </w:p>
    <w:p w:rsidR="00EE1A1A" w:rsidRDefault="00EE1A1A" w:rsidP="00BB3BDA">
      <w:pPr>
        <w:pStyle w:val="libNormal0"/>
        <w:rPr>
          <w:rtl/>
        </w:rPr>
      </w:pPr>
      <w:r>
        <w:rPr>
          <w:rtl/>
        </w:rPr>
        <w:br w:type="page"/>
      </w:r>
      <w:r>
        <w:rPr>
          <w:rtl/>
        </w:rPr>
        <w:lastRenderedPageBreak/>
        <w:t xml:space="preserve">كتاب » </w:t>
      </w:r>
      <w:r w:rsidRPr="006713DA">
        <w:rPr>
          <w:rStyle w:val="libFootnotenumChar"/>
          <w:rtl/>
        </w:rPr>
        <w:t>(1)</w:t>
      </w:r>
      <w:r>
        <w:rPr>
          <w:rtl/>
        </w:rPr>
        <w:t>.</w:t>
      </w:r>
    </w:p>
    <w:p w:rsidR="00EE1A1A" w:rsidRDefault="00EE1A1A" w:rsidP="00BB3BDA">
      <w:pPr>
        <w:pStyle w:val="libNormal"/>
        <w:rPr>
          <w:rtl/>
        </w:rPr>
      </w:pPr>
      <w:r>
        <w:rPr>
          <w:rtl/>
        </w:rPr>
        <w:t xml:space="preserve">وقال السيد محسن الامين في ترجمة الشهيد الثاني : « وتفرد بالتأليف في مواضيع لم يطرقها غيره ، أو طرقها ولم يستوف الكلام فيها ، مثل : ... والصبر على فقد الأحبة والاولاد » </w:t>
      </w:r>
      <w:r w:rsidRPr="006713DA">
        <w:rPr>
          <w:rStyle w:val="libFootnotenumChar"/>
          <w:rtl/>
        </w:rPr>
        <w:t>(2)</w:t>
      </w:r>
      <w:r>
        <w:rPr>
          <w:rtl/>
        </w:rPr>
        <w:t>.</w:t>
      </w:r>
    </w:p>
    <w:p w:rsidR="00EE1A1A" w:rsidRDefault="00EE1A1A" w:rsidP="00BB3BDA">
      <w:pPr>
        <w:pStyle w:val="libNormal"/>
        <w:rPr>
          <w:rtl/>
        </w:rPr>
      </w:pPr>
      <w:r>
        <w:rPr>
          <w:rtl/>
        </w:rPr>
        <w:t xml:space="preserve">وقال في تعداد مصنفاته : « مسكن الفؤاد عند فقد الأحبة والاولاد لم يسبق إلى مثله » </w:t>
      </w:r>
      <w:r w:rsidRPr="006713DA">
        <w:rPr>
          <w:rStyle w:val="libFootnotenumChar"/>
          <w:rtl/>
        </w:rPr>
        <w:t>(3)</w:t>
      </w:r>
      <w:r>
        <w:rPr>
          <w:rtl/>
        </w:rPr>
        <w:t>.</w:t>
      </w:r>
    </w:p>
    <w:p w:rsidR="00EE1A1A" w:rsidRDefault="00EE1A1A" w:rsidP="00BB3BDA">
      <w:pPr>
        <w:pStyle w:val="libNormal"/>
        <w:rPr>
          <w:rtl/>
        </w:rPr>
      </w:pPr>
      <w:r>
        <w:rPr>
          <w:rtl/>
        </w:rPr>
        <w:t xml:space="preserve">وذكره الشيخ الطهراني في الذريعة قائلاً : « مسكن الفؤاد عند فقد الاحبة والاولاد ، للشيخ السعيد زين الدين بن أحمد العاملي الشهيد مرتبا على مقدمة وابواب وخاتمة ، أول الأبواب في الأعواض عن فوت الولد ، وثانيها في الصبر ، وثالثها في الرضا ، ورابعها في البكاء » </w:t>
      </w:r>
      <w:r w:rsidRPr="006713DA">
        <w:rPr>
          <w:rStyle w:val="libFootnotenumChar"/>
          <w:rtl/>
        </w:rPr>
        <w:t>(4)</w:t>
      </w:r>
      <w:r>
        <w:rPr>
          <w:rtl/>
        </w:rPr>
        <w:t>.</w:t>
      </w:r>
    </w:p>
    <w:p w:rsidR="00EE1A1A" w:rsidRDefault="00EE1A1A" w:rsidP="00BB3BDA">
      <w:pPr>
        <w:pStyle w:val="libNormal"/>
        <w:rPr>
          <w:rtl/>
        </w:rPr>
      </w:pPr>
      <w:r>
        <w:rPr>
          <w:rtl/>
        </w:rPr>
        <w:t xml:space="preserve">وقال إسماعيل باشا في إيضاح المكنون : « مسكن الفؤاد عند فقد الاحبة والاولاد ، لزين الدين بن علي بن أحمد العاملي الشيعي » </w:t>
      </w:r>
      <w:r w:rsidRPr="006713DA">
        <w:rPr>
          <w:rStyle w:val="libFootnotenumChar"/>
          <w:rtl/>
        </w:rPr>
        <w:t>(5)</w:t>
      </w:r>
      <w:r>
        <w:rPr>
          <w:rtl/>
        </w:rPr>
        <w:t>.</w:t>
      </w:r>
    </w:p>
    <w:p w:rsidR="00EE1A1A" w:rsidRDefault="00EE1A1A" w:rsidP="00BB3BDA">
      <w:pPr>
        <w:pStyle w:val="libNormal"/>
        <w:rPr>
          <w:rtl/>
        </w:rPr>
      </w:pPr>
      <w:r>
        <w:rPr>
          <w:rtl/>
        </w:rPr>
        <w:t xml:space="preserve">وقال ابن العودي في بغية المريد في الكشف عن أحوال الشيخ زين الدين الشهيد ، في ذكر مصنفاته : « ... ومنها كتاب مسكن الفؤاد عند فقد الاحبة والاولاد » </w:t>
      </w:r>
      <w:r w:rsidRPr="006713DA">
        <w:rPr>
          <w:rStyle w:val="libFootnotenumChar"/>
          <w:rtl/>
        </w:rPr>
        <w:t>(6)</w:t>
      </w:r>
      <w:r>
        <w:rPr>
          <w:rtl/>
        </w:rPr>
        <w:t>.</w:t>
      </w:r>
    </w:p>
    <w:p w:rsidR="00EE1A1A" w:rsidRDefault="00EE1A1A" w:rsidP="00BB3BDA">
      <w:pPr>
        <w:pStyle w:val="libNormal"/>
        <w:rPr>
          <w:rtl/>
        </w:rPr>
      </w:pPr>
      <w:r>
        <w:rPr>
          <w:rtl/>
        </w:rPr>
        <w:t xml:space="preserve">وفي أمل الآمل : له مؤلفات منها : « ... وكتاب مسكن الفؤاد عند فقد الاحبة والاولاد » </w:t>
      </w:r>
      <w:r w:rsidRPr="006713DA">
        <w:rPr>
          <w:rStyle w:val="libFootnotenumChar"/>
          <w:rtl/>
        </w:rPr>
        <w:t>(7)</w:t>
      </w:r>
      <w:r>
        <w:rPr>
          <w:rtl/>
        </w:rPr>
        <w:t>.</w:t>
      </w:r>
    </w:p>
    <w:p w:rsidR="00EE1A1A" w:rsidRDefault="00EE1A1A" w:rsidP="00BB3BDA">
      <w:pPr>
        <w:pStyle w:val="libNormal"/>
        <w:rPr>
          <w:rtl/>
        </w:rPr>
      </w:pPr>
      <w:r>
        <w:rPr>
          <w:rtl/>
        </w:rPr>
        <w:t xml:space="preserve">وقال الشيخ يوسف البحراني في لؤلؤة البحرين : « وله ـ </w:t>
      </w:r>
      <w:r w:rsidR="00A80F4B" w:rsidRPr="00A80F4B">
        <w:rPr>
          <w:rStyle w:val="libAlaemChar"/>
          <w:rFonts w:hint="cs"/>
          <w:rtl/>
        </w:rPr>
        <w:t>قدس‌سره</w:t>
      </w:r>
      <w:r>
        <w:rPr>
          <w:rtl/>
        </w:rPr>
        <w:t xml:space="preserve"> ـ من الكتب والمصنفات .. وكتاب مسكن الفؤاد عند فقد الاحبة والاولاد » </w:t>
      </w:r>
      <w:r w:rsidRPr="006713DA">
        <w:rPr>
          <w:rStyle w:val="libFootnotenumChar"/>
          <w:rtl/>
        </w:rPr>
        <w:t>(8)</w:t>
      </w:r>
      <w:r>
        <w:rPr>
          <w:rtl/>
        </w:rPr>
        <w:t xml:space="preserve">. </w:t>
      </w:r>
    </w:p>
    <w:p w:rsidR="00EE1A1A" w:rsidRDefault="00EE1A1A" w:rsidP="006713DA">
      <w:pPr>
        <w:pStyle w:val="libLine"/>
        <w:rPr>
          <w:rtl/>
        </w:rPr>
      </w:pPr>
      <w:r>
        <w:rPr>
          <w:rtl/>
        </w:rPr>
        <w:t>__________________</w:t>
      </w:r>
    </w:p>
    <w:p w:rsidR="00EE1A1A" w:rsidRDefault="00EE1A1A" w:rsidP="006713DA">
      <w:pPr>
        <w:pStyle w:val="libFootnote0"/>
        <w:rPr>
          <w:rtl/>
        </w:rPr>
      </w:pPr>
      <w:r>
        <w:rPr>
          <w:rtl/>
        </w:rPr>
        <w:t>1 ـ روضات الجنات 3 : 379.</w:t>
      </w:r>
    </w:p>
    <w:p w:rsidR="00EE1A1A" w:rsidRDefault="00EE1A1A" w:rsidP="006713DA">
      <w:pPr>
        <w:pStyle w:val="libFootnote0"/>
        <w:rPr>
          <w:rtl/>
        </w:rPr>
      </w:pPr>
      <w:r>
        <w:rPr>
          <w:rtl/>
        </w:rPr>
        <w:t>2 ـ أعيان الشيعة 7 : 145.</w:t>
      </w:r>
    </w:p>
    <w:p w:rsidR="00EE1A1A" w:rsidRDefault="00EE1A1A" w:rsidP="006713DA">
      <w:pPr>
        <w:pStyle w:val="libFootnote0"/>
        <w:rPr>
          <w:rtl/>
        </w:rPr>
      </w:pPr>
      <w:r>
        <w:rPr>
          <w:rtl/>
        </w:rPr>
        <w:t>3 ـ أعيان الشيعة 7 : 156.</w:t>
      </w:r>
    </w:p>
    <w:p w:rsidR="00EE1A1A" w:rsidRDefault="00EE1A1A" w:rsidP="006713DA">
      <w:pPr>
        <w:pStyle w:val="libFootnote0"/>
        <w:rPr>
          <w:rtl/>
        </w:rPr>
      </w:pPr>
      <w:r>
        <w:rPr>
          <w:rtl/>
        </w:rPr>
        <w:t>4 ـ الذريعة 21 : 20 / 3747.</w:t>
      </w:r>
    </w:p>
    <w:p w:rsidR="00EE1A1A" w:rsidRDefault="00EE1A1A" w:rsidP="006713DA">
      <w:pPr>
        <w:pStyle w:val="libFootnote0"/>
        <w:rPr>
          <w:rtl/>
        </w:rPr>
      </w:pPr>
      <w:r>
        <w:rPr>
          <w:rtl/>
        </w:rPr>
        <w:t>5 ـ إيضاح المكنون 4 : 479.</w:t>
      </w:r>
    </w:p>
    <w:p w:rsidR="00EE1A1A" w:rsidRDefault="00EE1A1A" w:rsidP="006713DA">
      <w:pPr>
        <w:pStyle w:val="libFootnote0"/>
        <w:rPr>
          <w:rtl/>
        </w:rPr>
      </w:pPr>
      <w:r>
        <w:rPr>
          <w:rtl/>
        </w:rPr>
        <w:t>6 ـ بغية المريد : الواردة ضمن كتاب الدر المنثور 2 : 187.</w:t>
      </w:r>
    </w:p>
    <w:p w:rsidR="00EE1A1A" w:rsidRDefault="00EE1A1A" w:rsidP="006713DA">
      <w:pPr>
        <w:pStyle w:val="libFootnote0"/>
        <w:rPr>
          <w:rtl/>
        </w:rPr>
      </w:pPr>
      <w:r>
        <w:rPr>
          <w:rtl/>
        </w:rPr>
        <w:t>7 ـ أمل الآمل 1 : 87.</w:t>
      </w:r>
    </w:p>
    <w:p w:rsidR="00EE1A1A" w:rsidRDefault="00EE1A1A" w:rsidP="006713DA">
      <w:pPr>
        <w:pStyle w:val="libFootnote0"/>
        <w:rPr>
          <w:rtl/>
        </w:rPr>
      </w:pPr>
      <w:r>
        <w:rPr>
          <w:rtl/>
        </w:rPr>
        <w:t xml:space="preserve">8 ـ لؤلؤة البحرين : 35. </w:t>
      </w:r>
    </w:p>
    <w:p w:rsidR="00EE1A1A" w:rsidRDefault="00EE1A1A" w:rsidP="00BB3BDA">
      <w:pPr>
        <w:pStyle w:val="libNormal"/>
        <w:rPr>
          <w:rtl/>
        </w:rPr>
      </w:pPr>
      <w:r>
        <w:rPr>
          <w:rtl/>
        </w:rPr>
        <w:br w:type="page"/>
      </w:r>
      <w:r>
        <w:rPr>
          <w:rtl/>
        </w:rPr>
        <w:lastRenderedPageBreak/>
        <w:t xml:space="preserve">ومن دلائل اهتمام المصنف </w:t>
      </w:r>
      <w:r w:rsidR="00A80F4B" w:rsidRPr="00A80F4B">
        <w:rPr>
          <w:rStyle w:val="libAlaemChar"/>
          <w:rFonts w:hint="cs"/>
          <w:rtl/>
        </w:rPr>
        <w:t>قدس‌سره</w:t>
      </w:r>
      <w:r>
        <w:rPr>
          <w:rtl/>
        </w:rPr>
        <w:t xml:space="preserve"> بكتابه هذا ، أنه اختصره بكتاب آخر وسماه « مبرّد الاكباد مختصر مسكَن الفؤاد » ، ذكره الشيخ علي حفيد الشهيد الثاني </w:t>
      </w:r>
      <w:r w:rsidRPr="006713DA">
        <w:rPr>
          <w:rStyle w:val="libFootnotenumChar"/>
          <w:rtl/>
        </w:rPr>
        <w:t>(1)</w:t>
      </w:r>
      <w:r>
        <w:rPr>
          <w:rtl/>
        </w:rPr>
        <w:t xml:space="preserve"> ، والشيخ الحرّ العاملي </w:t>
      </w:r>
      <w:r w:rsidRPr="006713DA">
        <w:rPr>
          <w:rStyle w:val="libFootnotenumChar"/>
          <w:rtl/>
        </w:rPr>
        <w:t>(2)</w:t>
      </w:r>
      <w:r>
        <w:rPr>
          <w:rtl/>
        </w:rPr>
        <w:t xml:space="preserve"> ، والشيخ يوسف البحراني </w:t>
      </w:r>
      <w:r w:rsidRPr="006713DA">
        <w:rPr>
          <w:rStyle w:val="libFootnotenumChar"/>
          <w:rtl/>
        </w:rPr>
        <w:t>(3)</w:t>
      </w:r>
      <w:r>
        <w:rPr>
          <w:rtl/>
        </w:rPr>
        <w:t xml:space="preserve"> والسيد الخونساري ، </w:t>
      </w:r>
      <w:r w:rsidRPr="006713DA">
        <w:rPr>
          <w:rStyle w:val="libFootnotenumChar"/>
          <w:rtl/>
        </w:rPr>
        <w:t>(4)</w:t>
      </w:r>
      <w:r>
        <w:rPr>
          <w:rtl/>
        </w:rPr>
        <w:t xml:space="preserve"> والسيد محسن الأمين (</w:t>
      </w:r>
      <w:r w:rsidRPr="006713DA">
        <w:rPr>
          <w:rStyle w:val="libFootnotenumChar"/>
          <w:rtl/>
        </w:rPr>
        <w:t>5)</w:t>
      </w:r>
      <w:r>
        <w:rPr>
          <w:rtl/>
        </w:rPr>
        <w:t xml:space="preserve"> ، والشيخ آقابزرگ الطهراني </w:t>
      </w:r>
      <w:r w:rsidRPr="006713DA">
        <w:rPr>
          <w:rStyle w:val="libFootnotenumChar"/>
          <w:rtl/>
        </w:rPr>
        <w:t>(6)</w:t>
      </w:r>
      <w:r>
        <w:rPr>
          <w:rtl/>
        </w:rPr>
        <w:t>.</w:t>
      </w:r>
    </w:p>
    <w:p w:rsidR="00EE1A1A" w:rsidRDefault="00EE1A1A" w:rsidP="00BB3BDA">
      <w:pPr>
        <w:pStyle w:val="libNormal"/>
        <w:rPr>
          <w:rtl/>
        </w:rPr>
      </w:pPr>
      <w:r>
        <w:rPr>
          <w:rtl/>
        </w:rPr>
        <w:t xml:space="preserve">وترجمه إسماعيل خان إلى اللغة الفارسية وسماه « تسلية العباد » ، قال الشيخ الطهراني في الذريعة : « تسلية العباد في ترجمة مسكن الفؤاد ، تأليف الشيخ الشهيد ترجمه إلى الفارسية إسماعيل خان دبير السلطنة الملقب بمجد الادباء المعاصر المجاور للمشهد الرضوي ، المتوفى بعد طبع الترجمة سنة 1321 » </w:t>
      </w:r>
      <w:r w:rsidRPr="006713DA">
        <w:rPr>
          <w:rStyle w:val="libFootnotenumChar"/>
          <w:rtl/>
        </w:rPr>
        <w:t>(7)</w:t>
      </w:r>
      <w:r>
        <w:rPr>
          <w:rtl/>
        </w:rPr>
        <w:t>.</w:t>
      </w:r>
    </w:p>
    <w:p w:rsidR="00EE1A1A" w:rsidRDefault="00EE1A1A" w:rsidP="00BB3BDA">
      <w:pPr>
        <w:pStyle w:val="libBold1"/>
        <w:rPr>
          <w:rtl/>
        </w:rPr>
      </w:pPr>
      <w:r>
        <w:rPr>
          <w:rtl/>
        </w:rPr>
        <w:t>المؤلف :</w:t>
      </w:r>
    </w:p>
    <w:p w:rsidR="00EE1A1A" w:rsidRDefault="00EE1A1A" w:rsidP="00BB3BDA">
      <w:pPr>
        <w:pStyle w:val="libNormal"/>
        <w:rPr>
          <w:rtl/>
        </w:rPr>
      </w:pPr>
      <w:r>
        <w:rPr>
          <w:rtl/>
        </w:rPr>
        <w:t>هو الشيخ زين الدين نور الدين علي بن أحمد بن محمد بن علي بن جمال الدين بن تقي بن صالح بن مشرف ، العاملي الشامي الطوسي الجبعي ، الشهير بالشهيد الثاني.</w:t>
      </w:r>
    </w:p>
    <w:p w:rsidR="00EE1A1A" w:rsidRDefault="00EE1A1A" w:rsidP="00BB3BDA">
      <w:pPr>
        <w:pStyle w:val="libNormal"/>
        <w:rPr>
          <w:rtl/>
        </w:rPr>
      </w:pPr>
      <w:r>
        <w:rPr>
          <w:rtl/>
        </w:rPr>
        <w:t xml:space="preserve">ولد في 13 / شوال / سنة 911 ، وكان أبوه من أكابر علماء عصره وكذلك كان آباؤه إلى (صالح) وبنو عمومته وأخوه عبد النبي وابن أخيه ، وقد تسلسل العلم في بيته زمناً طويلا حتى سميت سلسلته بسلسلة الذهب ، وابنه الشيخ حسن من العلماء المحققين ، وكان الشهيد </w:t>
      </w:r>
      <w:r w:rsidR="00A80F4B" w:rsidRPr="00A80F4B">
        <w:rPr>
          <w:rStyle w:val="libAlaemChar"/>
          <w:rFonts w:hint="cs"/>
          <w:rtl/>
        </w:rPr>
        <w:t>قدس‌سره</w:t>
      </w:r>
      <w:r>
        <w:rPr>
          <w:rtl/>
        </w:rPr>
        <w:t xml:space="preserve"> واسطة عقدهم.</w:t>
      </w:r>
    </w:p>
    <w:p w:rsidR="00EE1A1A" w:rsidRDefault="00EE1A1A" w:rsidP="00BB3BDA">
      <w:pPr>
        <w:pStyle w:val="libNormal"/>
        <w:rPr>
          <w:rtl/>
        </w:rPr>
      </w:pPr>
      <w:r>
        <w:rPr>
          <w:rtl/>
        </w:rPr>
        <w:t xml:space="preserve">درس رحمه الله العلوم المعروفة في زمنه ، وأخذ عن علماء الشيعة وأهل السنة ، وبرع رحمه الله وفاق أقرانه على شدة الفقر وشظف العيش ، فقد كان يحرس </w:t>
      </w:r>
    </w:p>
    <w:p w:rsidR="00EE1A1A" w:rsidRDefault="00EE1A1A" w:rsidP="006713DA">
      <w:pPr>
        <w:pStyle w:val="libLine"/>
        <w:rPr>
          <w:rtl/>
        </w:rPr>
      </w:pPr>
      <w:r>
        <w:rPr>
          <w:rtl/>
        </w:rPr>
        <w:t>__________________</w:t>
      </w:r>
    </w:p>
    <w:p w:rsidR="00EE1A1A" w:rsidRDefault="00EE1A1A" w:rsidP="006713DA">
      <w:pPr>
        <w:pStyle w:val="libFootnote0"/>
        <w:rPr>
          <w:rtl/>
        </w:rPr>
      </w:pPr>
      <w:r>
        <w:rPr>
          <w:rtl/>
        </w:rPr>
        <w:t>1 ـ الدر المنثور 2 : 189.</w:t>
      </w:r>
    </w:p>
    <w:p w:rsidR="00EE1A1A" w:rsidRDefault="00EE1A1A" w:rsidP="006713DA">
      <w:pPr>
        <w:pStyle w:val="libFootnote0"/>
        <w:rPr>
          <w:rtl/>
        </w:rPr>
      </w:pPr>
      <w:r>
        <w:rPr>
          <w:rtl/>
        </w:rPr>
        <w:t>2 ـ أمل الآمل 1 : 87.</w:t>
      </w:r>
    </w:p>
    <w:p w:rsidR="00EE1A1A" w:rsidRDefault="00EE1A1A" w:rsidP="006713DA">
      <w:pPr>
        <w:pStyle w:val="libFootnote0"/>
        <w:rPr>
          <w:rtl/>
        </w:rPr>
      </w:pPr>
      <w:r>
        <w:rPr>
          <w:rtl/>
        </w:rPr>
        <w:t>3 ـ لؤلؤة البحرين : 35.</w:t>
      </w:r>
    </w:p>
    <w:p w:rsidR="00EE1A1A" w:rsidRDefault="00EE1A1A" w:rsidP="006713DA">
      <w:pPr>
        <w:pStyle w:val="libFootnote0"/>
        <w:rPr>
          <w:rtl/>
        </w:rPr>
      </w:pPr>
      <w:r>
        <w:rPr>
          <w:rtl/>
        </w:rPr>
        <w:t>4 ـ روضات الجنات 3 : 379.</w:t>
      </w:r>
    </w:p>
    <w:p w:rsidR="00EE1A1A" w:rsidRDefault="00EE1A1A" w:rsidP="006713DA">
      <w:pPr>
        <w:pStyle w:val="libFootnote0"/>
        <w:rPr>
          <w:rtl/>
        </w:rPr>
      </w:pPr>
      <w:r>
        <w:rPr>
          <w:rtl/>
        </w:rPr>
        <w:t>5 ـ أعيان الشيعة 7 : 145.</w:t>
      </w:r>
    </w:p>
    <w:p w:rsidR="00EE1A1A" w:rsidRDefault="00EE1A1A" w:rsidP="006713DA">
      <w:pPr>
        <w:pStyle w:val="libFootnote0"/>
        <w:rPr>
          <w:rtl/>
        </w:rPr>
      </w:pPr>
      <w:r>
        <w:rPr>
          <w:rtl/>
        </w:rPr>
        <w:t>6 ـ الذريعة 20 : 209 / 2613.</w:t>
      </w:r>
    </w:p>
    <w:p w:rsidR="00EE1A1A" w:rsidRDefault="00EE1A1A" w:rsidP="006713DA">
      <w:pPr>
        <w:pStyle w:val="libFootnote0"/>
        <w:rPr>
          <w:rtl/>
        </w:rPr>
      </w:pPr>
      <w:r>
        <w:rPr>
          <w:rtl/>
        </w:rPr>
        <w:t>7 ـ الذريعة 4 : 179 / 2613.</w:t>
      </w:r>
    </w:p>
    <w:p w:rsidR="00EE1A1A" w:rsidRDefault="00EE1A1A" w:rsidP="006713DA">
      <w:pPr>
        <w:pStyle w:val="libFootnote0"/>
        <w:rPr>
          <w:rtl/>
        </w:rPr>
      </w:pPr>
      <w:r>
        <w:rPr>
          <w:rtl/>
        </w:rPr>
        <w:t xml:space="preserve">8 ـ الذريعة 4 : 179 / 882. </w:t>
      </w:r>
    </w:p>
    <w:p w:rsidR="00EE1A1A" w:rsidRDefault="00EE1A1A" w:rsidP="00BB3BDA">
      <w:pPr>
        <w:pStyle w:val="libNormal0"/>
        <w:rPr>
          <w:rtl/>
        </w:rPr>
      </w:pPr>
      <w:r>
        <w:rPr>
          <w:rtl/>
        </w:rPr>
        <w:br w:type="page"/>
      </w:r>
      <w:r>
        <w:rPr>
          <w:rtl/>
        </w:rPr>
        <w:lastRenderedPageBreak/>
        <w:t>مزرعته ـ من العنب ـ ليلاً ، ويحتطب لعياله ، ويشتغل بالتجارة أحياناً ويقوم بحاجات عياله.</w:t>
      </w:r>
    </w:p>
    <w:p w:rsidR="00EE1A1A" w:rsidRDefault="00EE1A1A" w:rsidP="00BB3BDA">
      <w:pPr>
        <w:pStyle w:val="libNormal"/>
        <w:rPr>
          <w:rtl/>
        </w:rPr>
      </w:pPr>
      <w:r>
        <w:rPr>
          <w:rtl/>
        </w:rPr>
        <w:t>سافر إلى إستانبول ـ وكانت عاصمة الدولة العثمانية يومذاك ـ وألف خلال 18 يوماً رسالة في حل عشر مسائل من مشكلات العلوم ، فاُسند إليه تدريس المدرسة النورية في بعلبك ، وهي من كبار المدارس ، فأقام فيها خمس سنين يدرس على المذاهب الخمسة ، وهذا اقتدار عظيم له وعلم واسع ما عليه الآن من مزيد.</w:t>
      </w:r>
    </w:p>
    <w:p w:rsidR="00EE1A1A" w:rsidRDefault="00EE1A1A" w:rsidP="00BB3BDA">
      <w:pPr>
        <w:pStyle w:val="libNormal"/>
        <w:rPr>
          <w:rtl/>
        </w:rPr>
      </w:pPr>
      <w:r>
        <w:rPr>
          <w:rtl/>
        </w:rPr>
        <w:t>ألف نحو ثمانين كتاباً أشهرها « الروضة البهيّة في شرح اللمعة الدمشقية » الذي هو من عمد كتب الدراسة الفقهية في الحوزات الشيعية.</w:t>
      </w:r>
    </w:p>
    <w:p w:rsidR="00EE1A1A" w:rsidRDefault="00EE1A1A" w:rsidP="00BB3BDA">
      <w:pPr>
        <w:pStyle w:val="libNormal"/>
        <w:rPr>
          <w:rtl/>
        </w:rPr>
      </w:pPr>
      <w:r>
        <w:rPr>
          <w:rtl/>
        </w:rPr>
        <w:t>ولكنّ التعصّبات المذهبية ـ الداء الذي أودى بالمسلمين ـ لم تترك هذا العالم الفذّ ينفع الناس بعلمه وخلقه ، فقد اضظرمت نار الحسد في صدور الّذين أوصلوا الاُمّة الإسلامية إلى ما هي عليه الآن من ضعف وتأخر .. فحاكوا له الدسائس وأوغروا عليه صدور الامراء ، حتى آل الامر إلى إلقاء القبض علية في حرم الله مكة المكرمة في موسم الحج ، وأخذ مخفوراً إلى استانبول.</w:t>
      </w:r>
    </w:p>
    <w:p w:rsidR="00EE1A1A" w:rsidRDefault="00EE1A1A" w:rsidP="00BB3BDA">
      <w:pPr>
        <w:pStyle w:val="libNormal"/>
        <w:rPr>
          <w:rtl/>
        </w:rPr>
      </w:pPr>
      <w:r>
        <w:rPr>
          <w:rtl/>
        </w:rPr>
        <w:t>وخشي الجلاوزة الذين القوا القبض عليه ان يصل إلى استانبول فتبرأ ساحته مما رموه به ـ وهي البريئة الطاهرة ـ فاستعجلهم الشيطان فقتلوه في الطريق وحملوا رأسه إلى العاصمة.</w:t>
      </w:r>
    </w:p>
    <w:p w:rsidR="00EE1A1A" w:rsidRDefault="00EE1A1A" w:rsidP="00BB3BDA">
      <w:pPr>
        <w:pStyle w:val="libNormal"/>
        <w:rPr>
          <w:rtl/>
        </w:rPr>
      </w:pPr>
      <w:r>
        <w:rPr>
          <w:rtl/>
        </w:rPr>
        <w:t xml:space="preserve">وكانت شهادته </w:t>
      </w:r>
      <w:r w:rsidR="00A80F4B" w:rsidRPr="00A80F4B">
        <w:rPr>
          <w:rStyle w:val="libAlaemChar"/>
          <w:rFonts w:hint="cs"/>
          <w:rtl/>
        </w:rPr>
        <w:t>قدس‌سره</w:t>
      </w:r>
      <w:r>
        <w:rPr>
          <w:rtl/>
        </w:rPr>
        <w:t xml:space="preserve"> سنة 965 ، وعمره (55) سنة.</w:t>
      </w:r>
    </w:p>
    <w:p w:rsidR="00EE1A1A" w:rsidRDefault="00EE1A1A" w:rsidP="00BB3BDA">
      <w:pPr>
        <w:pStyle w:val="libNormal"/>
        <w:rPr>
          <w:rtl/>
        </w:rPr>
      </w:pPr>
      <w:r>
        <w:rPr>
          <w:rtl/>
        </w:rPr>
        <w:t>وقد كتب في ترجمته تلميذه ابن العودي رسالة مستقلة سماها « بغية المريد في الكشف عن أحوال الشيخ زين الدين الشهيد ».</w:t>
      </w:r>
    </w:p>
    <w:p w:rsidR="00EE1A1A" w:rsidRDefault="00EE1A1A" w:rsidP="00BB3BDA">
      <w:pPr>
        <w:pStyle w:val="libNormal"/>
        <w:rPr>
          <w:rtl/>
        </w:rPr>
      </w:pPr>
      <w:r>
        <w:rPr>
          <w:rtl/>
        </w:rPr>
        <w:t>اُنظر في ترجمته :</w:t>
      </w:r>
    </w:p>
    <w:p w:rsidR="00EE1A1A" w:rsidRDefault="00EE1A1A" w:rsidP="00BB3BDA">
      <w:pPr>
        <w:pStyle w:val="libNormal"/>
        <w:rPr>
          <w:rtl/>
        </w:rPr>
      </w:pPr>
      <w:r>
        <w:rPr>
          <w:rtl/>
        </w:rPr>
        <w:t>الدرالمنثور 2 : 149 ـ بغية المريد في الكشف عن أحوال الشهيد ـ ، أمل الامل 1 : 85 ، رياض العلماء 2 : 365 ، لؤلؤة البحرين : 28 ، نقد الرجال : 145 ، منتهى المقال : 141 ، بهجة الآمال 4 : 254 ، روضات الجنات 3 : 352 ، تنقيح المقال 1 : 472 / 4517 ، سفينة البحار 1 : 723 ، الكنى والالقاب 2 : 344 ، هدية الاحباب : 167 ، الفوائد الرضوية : 186 ، أعيان الشيعة 7 : 143 ، الأعلام للزركلي 3 : 64 ، معجم رجال الحديث 7 : 372 ، معجم المؤلفين 4 : 193</w:t>
      </w:r>
    </w:p>
    <w:p w:rsidR="00EE1A1A" w:rsidRDefault="00EE1A1A" w:rsidP="00BB3BDA">
      <w:pPr>
        <w:pStyle w:val="libBold1"/>
        <w:rPr>
          <w:rtl/>
        </w:rPr>
      </w:pPr>
      <w:r>
        <w:rPr>
          <w:rtl/>
        </w:rPr>
        <w:br w:type="page"/>
      </w:r>
      <w:r>
        <w:rPr>
          <w:rtl/>
        </w:rPr>
        <w:lastRenderedPageBreak/>
        <w:t>منهجية التحقيق :</w:t>
      </w:r>
    </w:p>
    <w:p w:rsidR="00EE1A1A" w:rsidRDefault="00EE1A1A" w:rsidP="00BB3BDA">
      <w:pPr>
        <w:pStyle w:val="libNormal"/>
        <w:rPr>
          <w:rtl/>
        </w:rPr>
      </w:pPr>
      <w:r>
        <w:rPr>
          <w:rtl/>
        </w:rPr>
        <w:t>اعتمدنا في تحقيق الكتاب على ثلاث نسخ :</w:t>
      </w:r>
    </w:p>
    <w:p w:rsidR="00EE1A1A" w:rsidRDefault="00EE1A1A" w:rsidP="00BB3BDA">
      <w:pPr>
        <w:pStyle w:val="libNormal"/>
        <w:rPr>
          <w:rtl/>
        </w:rPr>
      </w:pPr>
      <w:r>
        <w:rPr>
          <w:rtl/>
        </w:rPr>
        <w:t>الاولى النسخة المحفوظة في مكتبة آية الله المرعشي العامة ، الكتاب الثالث ضمن المجموعة المرقمة (444) ، من ص186 إلى ص249 ، كتبها صفر الكرماني بخط النسخ الواضح يوم الاثنين 27 ذي القعدة سنة 1087 هـ ، على نسخة اخذت من الشيخ محمد العاملي في الشام ن وفي آخر الكتاب توجد عبارة « بلغ مقابلة بعون الله تعالى وحسن توفيقه » ، كما كتب الشيخ يوسف النجفي تلميذ الشهيد الثاني في آخر صفحة من المجموعة أنه قابل النسخة ، وأنهى مقابلتها يوم الاربعاء 9 ربيع الاول سنة 1088 هـ.</w:t>
      </w:r>
    </w:p>
    <w:p w:rsidR="00EE1A1A" w:rsidRDefault="00EE1A1A" w:rsidP="00BB3BDA">
      <w:pPr>
        <w:pStyle w:val="libNormal"/>
        <w:rPr>
          <w:rtl/>
        </w:rPr>
      </w:pPr>
      <w:r>
        <w:rPr>
          <w:rtl/>
        </w:rPr>
        <w:t>تقع المجموعة في 320 ورقة ، وكتابنا في 63 ورقة ، في كل ورقة 16 سطراً ، بحجم 5 / 20 × 5 / 10 سم ، وقد رمزنا لهذه النسخة في هامش الكتاب ب ـ « ش ».</w:t>
      </w:r>
    </w:p>
    <w:p w:rsidR="00EE1A1A" w:rsidRDefault="00EE1A1A" w:rsidP="00BB3BDA">
      <w:pPr>
        <w:pStyle w:val="libNormal"/>
        <w:rPr>
          <w:rtl/>
        </w:rPr>
      </w:pPr>
      <w:r>
        <w:rPr>
          <w:rtl/>
        </w:rPr>
        <w:t>الثانية : النسخة المحفوظة في مكتبة جامعة طهران تحت رقم 1017 ، كتبها بخط النسخ حسين بن مسلم بن حسين بن محمد الشهير بابن شعير العاملي ، تلميذ الشهيد الثاني نحو سنة 954 هـ ، تحتوي النسخة على مقدمة الكتاب وبعض من الباب الثاني والثالث والرابع ، توجد في ورقة 73 ب عبارة « تمت 954 » بخطّ آخر ، وفي ورقة 69 ألف توجد عبارة « ثم بلغ قراءة وفقه الله تعالى » بخط الشهيد الثاني.</w:t>
      </w:r>
    </w:p>
    <w:p w:rsidR="00EE1A1A" w:rsidRDefault="00EE1A1A" w:rsidP="00BB3BDA">
      <w:pPr>
        <w:pStyle w:val="libNormal"/>
        <w:rPr>
          <w:rtl/>
        </w:rPr>
      </w:pPr>
      <w:r>
        <w:rPr>
          <w:rtl/>
        </w:rPr>
        <w:t xml:space="preserve">تملك النسخة كل من علي بن محمد حسين الموسوي الشوشتري في 15 ج2 سنة 1268 هـ ، وعلي بن حسين بن محمد علي بن زين الدين </w:t>
      </w:r>
      <w:r w:rsidRPr="00BB3BDA">
        <w:rPr>
          <w:rStyle w:val="libBold2Char"/>
          <w:rtl/>
        </w:rPr>
        <w:t>الموسوي وعلي محمد الموسوي</w:t>
      </w:r>
      <w:r>
        <w:rPr>
          <w:rtl/>
        </w:rPr>
        <w:t>.</w:t>
      </w:r>
    </w:p>
    <w:p w:rsidR="00EE1A1A" w:rsidRDefault="00EE1A1A" w:rsidP="00BB3BDA">
      <w:pPr>
        <w:pStyle w:val="libNormal"/>
        <w:rPr>
          <w:rtl/>
        </w:rPr>
      </w:pPr>
      <w:r>
        <w:rPr>
          <w:rtl/>
        </w:rPr>
        <w:t>ورق النسخة من النوع السمرقندي بحجم 14 × 5 / 18 و 5 / 8 × 13 س 17. وقد رمزنا لهذه النسخة ب ـ « د ».</w:t>
      </w:r>
    </w:p>
    <w:p w:rsidR="00EE1A1A" w:rsidRDefault="00EE1A1A" w:rsidP="00BB3BDA">
      <w:pPr>
        <w:pStyle w:val="libNormal"/>
        <w:rPr>
          <w:rtl/>
        </w:rPr>
      </w:pPr>
      <w:r>
        <w:rPr>
          <w:rtl/>
        </w:rPr>
        <w:t>انظر فهرس مكتبة جامعة طهران ، الجزء الثالث ، القسم الاول ، ص 679.</w:t>
      </w:r>
    </w:p>
    <w:p w:rsidR="00EE1A1A" w:rsidRDefault="00EE1A1A" w:rsidP="00BB3BDA">
      <w:pPr>
        <w:pStyle w:val="libNormal"/>
        <w:rPr>
          <w:rtl/>
        </w:rPr>
      </w:pPr>
      <w:r>
        <w:rPr>
          <w:rtl/>
        </w:rPr>
        <w:t xml:space="preserve">الثالثة : النسخة المطبوعة على الحجر في ايران ، كتبها ابن علي أكبر الجيلاني في يوم الاثنين 26 صفر سنة 1310 هـ في طهران ، وقد رمزنا لها في هامش الكتاب بـ « ح ». </w:t>
      </w:r>
    </w:p>
    <w:p w:rsidR="00EE1A1A" w:rsidRDefault="00EE1A1A" w:rsidP="006713DA">
      <w:pPr>
        <w:pStyle w:val="libCenterBold1"/>
        <w:rPr>
          <w:rtl/>
        </w:rPr>
      </w:pPr>
      <w:r>
        <w:rPr>
          <w:rFonts w:hint="cs"/>
          <w:rtl/>
        </w:rPr>
        <w:t>* * *</w:t>
      </w:r>
    </w:p>
    <w:p w:rsidR="00EE1A1A" w:rsidRDefault="00EE1A1A" w:rsidP="00BB3BDA">
      <w:pPr>
        <w:pStyle w:val="libNormal"/>
        <w:rPr>
          <w:rtl/>
        </w:rPr>
      </w:pPr>
      <w:r>
        <w:rPr>
          <w:rtl/>
        </w:rPr>
        <w:br w:type="page"/>
      </w:r>
      <w:r>
        <w:rPr>
          <w:rtl/>
        </w:rPr>
        <w:lastRenderedPageBreak/>
        <w:t xml:space="preserve">واستناداً للمنهجية المتبعة في مؤسسة آل البيت </w:t>
      </w:r>
      <w:r w:rsidR="00A80F4B" w:rsidRPr="00A80F4B">
        <w:rPr>
          <w:rStyle w:val="libAlaemChar"/>
          <w:rFonts w:hint="cs"/>
          <w:rtl/>
        </w:rPr>
        <w:t>عليهم‌السلام</w:t>
      </w:r>
      <w:r>
        <w:rPr>
          <w:rtl/>
        </w:rPr>
        <w:t xml:space="preserve"> لإحياء التراث ، مر تحقيق الكتاب بعدة مراحل ، هي كالآتي :</w:t>
      </w:r>
    </w:p>
    <w:p w:rsidR="00EE1A1A" w:rsidRDefault="00EE1A1A" w:rsidP="00BB3BDA">
      <w:pPr>
        <w:pStyle w:val="libNormal"/>
        <w:rPr>
          <w:rtl/>
        </w:rPr>
      </w:pPr>
      <w:r>
        <w:rPr>
          <w:rtl/>
        </w:rPr>
        <w:t>1 ـ لجنة المقابلة : ومهمتها مقابلة النسخ المخطوطة وإثبات اختلافاتها.</w:t>
      </w:r>
    </w:p>
    <w:p w:rsidR="00EE1A1A" w:rsidRDefault="00EE1A1A" w:rsidP="00BB3BDA">
      <w:pPr>
        <w:pStyle w:val="libNormal"/>
        <w:rPr>
          <w:rtl/>
        </w:rPr>
      </w:pPr>
      <w:r>
        <w:rPr>
          <w:rtl/>
        </w:rPr>
        <w:t>2 ـ لجنة استخراج الأحاديث : ومهمتها إستخراج النصوص الواردة في الكتاب وإسنادها إلى مصادرها.</w:t>
      </w:r>
    </w:p>
    <w:p w:rsidR="00EE1A1A" w:rsidRDefault="00EE1A1A" w:rsidP="00BB3BDA">
      <w:pPr>
        <w:pStyle w:val="libNormal"/>
        <w:rPr>
          <w:rtl/>
        </w:rPr>
      </w:pPr>
      <w:r>
        <w:rPr>
          <w:rtl/>
        </w:rPr>
        <w:t>3 ـ لجنة ضبط الإختلافات الرجالية : ومهمتها ضبط ما ينتج من مقابلة النسخ من اختلافات في الأعلام ، وإسناد ذلك إلى المصادر الرجالية.</w:t>
      </w:r>
    </w:p>
    <w:p w:rsidR="00EE1A1A" w:rsidRDefault="00EE1A1A" w:rsidP="00BB3BDA">
      <w:pPr>
        <w:pStyle w:val="libNormal"/>
        <w:rPr>
          <w:rtl/>
        </w:rPr>
      </w:pPr>
      <w:r>
        <w:rPr>
          <w:rtl/>
        </w:rPr>
        <w:t>4 ـ لجنة تقويم النص : ومهمتها إظهار نص مضبوط وصحيح للكتاب أقرب ما يكون لما تركه المؤلف ، وقد اتبعت طريقة التلفيق بين النسخ بحيث يثبت النص الصحيح في المتن ويشار لما عداه في الهامش.</w:t>
      </w:r>
    </w:p>
    <w:p w:rsidR="00EE1A1A" w:rsidRDefault="00EE1A1A" w:rsidP="00BB3BDA">
      <w:pPr>
        <w:pStyle w:val="libNormal"/>
        <w:rPr>
          <w:rtl/>
        </w:rPr>
      </w:pPr>
      <w:r>
        <w:rPr>
          <w:rtl/>
        </w:rPr>
        <w:t>5 ـ كتابة الهامش : وذلك بالاستفادة من كل ما تقدم لترتيب وتنسيق الهوامش.</w:t>
      </w:r>
    </w:p>
    <w:p w:rsidR="00EE1A1A" w:rsidRDefault="00EE1A1A" w:rsidP="00BB3BDA">
      <w:pPr>
        <w:pStyle w:val="libNormal"/>
        <w:rPr>
          <w:rtl/>
        </w:rPr>
      </w:pPr>
      <w:r>
        <w:rPr>
          <w:rtl/>
        </w:rPr>
        <w:t>6 ـ الملاحظة النهائية : ويتم فيها مراجعة الكتاب متناً وهامشاً ، لعل فيه مازاغ عن البصر ، لإصلاحه.</w:t>
      </w:r>
    </w:p>
    <w:p w:rsidR="00EE1A1A" w:rsidRDefault="00EE1A1A" w:rsidP="00BB3BDA">
      <w:pPr>
        <w:pStyle w:val="libNormal"/>
        <w:rPr>
          <w:rtl/>
        </w:rPr>
      </w:pPr>
      <w:r>
        <w:rPr>
          <w:rtl/>
        </w:rPr>
        <w:t>وختاما ... نتقدم بجزيل الشكر وعظيم التقدير للإخوة الأفاضل الذين ساهموا في اخراج هذا الكتاب بهذه الحلة الجيدة.</w:t>
      </w:r>
    </w:p>
    <w:tbl>
      <w:tblPr>
        <w:bidiVisual/>
        <w:tblW w:w="0" w:type="auto"/>
        <w:tblLook w:val="01E0"/>
      </w:tblPr>
      <w:tblGrid>
        <w:gridCol w:w="3620"/>
        <w:gridCol w:w="3953"/>
      </w:tblGrid>
      <w:tr w:rsidR="00EE1A1A" w:rsidTr="00BB3BDA">
        <w:tc>
          <w:tcPr>
            <w:tcW w:w="3746" w:type="dxa"/>
          </w:tcPr>
          <w:p w:rsidR="00EE1A1A" w:rsidRDefault="00EE1A1A" w:rsidP="00BB3BDA">
            <w:pPr>
              <w:rPr>
                <w:rtl/>
              </w:rPr>
            </w:pPr>
          </w:p>
        </w:tc>
        <w:tc>
          <w:tcPr>
            <w:tcW w:w="4068" w:type="dxa"/>
          </w:tcPr>
          <w:p w:rsidR="00EE1A1A" w:rsidRDefault="00EE1A1A" w:rsidP="006713DA">
            <w:pPr>
              <w:pStyle w:val="libCenterBold2"/>
              <w:rPr>
                <w:rtl/>
              </w:rPr>
            </w:pPr>
            <w:r>
              <w:rPr>
                <w:rtl/>
              </w:rPr>
              <w:t xml:space="preserve">مؤسسة آل البيت </w:t>
            </w:r>
            <w:r w:rsidR="00A80F4B" w:rsidRPr="00A80F4B">
              <w:rPr>
                <w:rStyle w:val="libAlaemChar"/>
                <w:rFonts w:hint="cs"/>
                <w:rtl/>
              </w:rPr>
              <w:t>عليهم‌السلام</w:t>
            </w:r>
            <w:r>
              <w:rPr>
                <w:rtl/>
              </w:rPr>
              <w:t xml:space="preserve"> لإحياء التراث</w:t>
            </w:r>
          </w:p>
          <w:p w:rsidR="00EE1A1A" w:rsidRDefault="00EE1A1A" w:rsidP="006713DA">
            <w:pPr>
              <w:pStyle w:val="libCenterBold2"/>
              <w:rPr>
                <w:rtl/>
              </w:rPr>
            </w:pPr>
            <w:r>
              <w:rPr>
                <w:rtl/>
              </w:rPr>
              <w:t xml:space="preserve">قم ـ 21 شوال 1407 هـ </w:t>
            </w:r>
          </w:p>
        </w:tc>
      </w:tr>
    </w:tbl>
    <w:p w:rsidR="00EE1A1A" w:rsidRDefault="00EE1A1A" w:rsidP="006713DA">
      <w:pPr>
        <w:pStyle w:val="libCenter"/>
        <w:rPr>
          <w:rtl/>
        </w:rPr>
      </w:pPr>
      <w:r>
        <w:rPr>
          <w:rtl/>
        </w:rPr>
        <w:br w:type="page"/>
      </w:r>
      <w:r>
        <w:rPr>
          <w:rFonts w:hint="cs"/>
          <w:noProof/>
        </w:rPr>
        <w:lastRenderedPageBreak/>
        <w:drawing>
          <wp:inline distT="0" distB="0" distL="0" distR="0">
            <wp:extent cx="4674235" cy="7404100"/>
            <wp:effectExtent l="19050" t="0" r="0" b="0"/>
            <wp:docPr id="2" name="Picture 2" descr="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02"/>
                    <pic:cNvPicPr>
                      <a:picLocks noChangeAspect="1" noChangeArrowheads="1"/>
                    </pic:cNvPicPr>
                  </pic:nvPicPr>
                  <pic:blipFill>
                    <a:blip r:embed="rId9"/>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EE1A1A" w:rsidRDefault="00EE1A1A" w:rsidP="006713DA">
      <w:pPr>
        <w:pStyle w:val="libCenter"/>
        <w:rPr>
          <w:rtl/>
        </w:rPr>
      </w:pPr>
      <w:r>
        <w:rPr>
          <w:rtl/>
        </w:rPr>
        <w:t>صوره الورقة الاولى من مخطوطة آية الله المرعشي العامة ـ قم</w:t>
      </w:r>
    </w:p>
    <w:p w:rsidR="00EE1A1A" w:rsidRDefault="00EE1A1A" w:rsidP="006713DA">
      <w:pPr>
        <w:pStyle w:val="libCenter"/>
        <w:rPr>
          <w:rtl/>
        </w:rPr>
      </w:pPr>
      <w:r>
        <w:rPr>
          <w:rtl/>
        </w:rPr>
        <w:br w:type="page"/>
      </w:r>
      <w:r>
        <w:rPr>
          <w:rFonts w:hint="cs"/>
          <w:noProof/>
        </w:rPr>
        <w:lastRenderedPageBreak/>
        <w:drawing>
          <wp:inline distT="0" distB="0" distL="0" distR="0">
            <wp:extent cx="4674235" cy="7404100"/>
            <wp:effectExtent l="19050" t="0" r="0" b="0"/>
            <wp:docPr id="3" name="Picture 3" descr="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003"/>
                    <pic:cNvPicPr>
                      <a:picLocks noChangeAspect="1" noChangeArrowheads="1"/>
                    </pic:cNvPicPr>
                  </pic:nvPicPr>
                  <pic:blipFill>
                    <a:blip r:embed="rId10"/>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EE1A1A" w:rsidRDefault="00EE1A1A" w:rsidP="006713DA">
      <w:pPr>
        <w:pStyle w:val="libCenter"/>
        <w:rPr>
          <w:rtl/>
        </w:rPr>
      </w:pPr>
      <w:r>
        <w:rPr>
          <w:rtl/>
        </w:rPr>
        <w:t>صوره الورقة الاخيرة من مخطوطة مكتبة آية الله المرعشي العامة ـ قم</w:t>
      </w:r>
    </w:p>
    <w:p w:rsidR="00EE1A1A" w:rsidRDefault="00EE1A1A" w:rsidP="006713DA">
      <w:pPr>
        <w:pStyle w:val="libCenter"/>
        <w:rPr>
          <w:rtl/>
        </w:rPr>
      </w:pPr>
      <w:r>
        <w:rPr>
          <w:rtl/>
        </w:rPr>
        <w:br w:type="page"/>
      </w:r>
      <w:r>
        <w:rPr>
          <w:rFonts w:hint="cs"/>
          <w:noProof/>
        </w:rPr>
        <w:lastRenderedPageBreak/>
        <w:drawing>
          <wp:inline distT="0" distB="0" distL="0" distR="0">
            <wp:extent cx="4674235" cy="7404100"/>
            <wp:effectExtent l="19050" t="0" r="0" b="0"/>
            <wp:docPr id="4" name="Picture 4" descr="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004"/>
                    <pic:cNvPicPr>
                      <a:picLocks noChangeAspect="1" noChangeArrowheads="1"/>
                    </pic:cNvPicPr>
                  </pic:nvPicPr>
                  <pic:blipFill>
                    <a:blip r:embed="rId11"/>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EE1A1A" w:rsidRDefault="00EE1A1A" w:rsidP="006713DA">
      <w:pPr>
        <w:pStyle w:val="libCenter"/>
        <w:rPr>
          <w:rtl/>
        </w:rPr>
      </w:pPr>
      <w:r>
        <w:rPr>
          <w:rtl/>
        </w:rPr>
        <w:t>صوره الورقة الاولى من مخطوطة جامعة طهران</w:t>
      </w:r>
    </w:p>
    <w:p w:rsidR="00EE1A1A" w:rsidRDefault="00EE1A1A" w:rsidP="006713DA">
      <w:pPr>
        <w:pStyle w:val="libCenter"/>
        <w:rPr>
          <w:rtl/>
        </w:rPr>
      </w:pPr>
      <w:r>
        <w:rPr>
          <w:rtl/>
        </w:rPr>
        <w:br w:type="page"/>
      </w:r>
      <w:r>
        <w:rPr>
          <w:rFonts w:hint="cs"/>
          <w:noProof/>
        </w:rPr>
        <w:lastRenderedPageBreak/>
        <w:drawing>
          <wp:inline distT="0" distB="0" distL="0" distR="0">
            <wp:extent cx="4674235" cy="7404100"/>
            <wp:effectExtent l="19050" t="0" r="0" b="0"/>
            <wp:docPr id="5" name="Picture 5" descr="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005"/>
                    <pic:cNvPicPr>
                      <a:picLocks noChangeAspect="1" noChangeArrowheads="1"/>
                    </pic:cNvPicPr>
                  </pic:nvPicPr>
                  <pic:blipFill>
                    <a:blip r:embed="rId12"/>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EE1A1A" w:rsidRDefault="00EE1A1A" w:rsidP="006713DA">
      <w:pPr>
        <w:pStyle w:val="libCenter"/>
        <w:rPr>
          <w:rtl/>
        </w:rPr>
      </w:pPr>
      <w:r>
        <w:rPr>
          <w:rtl/>
        </w:rPr>
        <w:t>صوره الورقة الاخيرة من مخطوطة جامعة طهران</w:t>
      </w:r>
    </w:p>
    <w:p w:rsidR="00EE1A1A" w:rsidRDefault="00EE1A1A" w:rsidP="006713DA">
      <w:pPr>
        <w:pStyle w:val="libCenterBold1"/>
        <w:rPr>
          <w:rtl/>
        </w:rPr>
      </w:pPr>
      <w:r>
        <w:rPr>
          <w:rtl/>
        </w:rPr>
        <w:br w:type="page"/>
      </w:r>
      <w:r>
        <w:rPr>
          <w:rtl/>
        </w:rPr>
        <w:lastRenderedPageBreak/>
        <w:t>بِسْمِ اللهِ الرّحْمن الرحيم</w:t>
      </w:r>
    </w:p>
    <w:p w:rsidR="00EE1A1A" w:rsidRDefault="00EE1A1A" w:rsidP="00BB3BDA">
      <w:pPr>
        <w:pStyle w:val="libNormal"/>
        <w:rPr>
          <w:rtl/>
        </w:rPr>
      </w:pPr>
      <w:r>
        <w:rPr>
          <w:rtl/>
        </w:rPr>
        <w:t>الحمد لله الذي قضى بالفناء والزوال على جميع عباده ، وأنفذ أمره فيهم على وفق حكمته ومراده ، ووعد الصابرين على قضائه جميل ثوابه وإسعاده ، وأوعد الساخطين جزيل نكاله وشديد وباله في معاده ، ولذذ قلوب العارفين بتدبيره ، فبهجة نفوسهم في تسليمها لقياده ، هذا مع عجز كلّ منهم عن دفاع ما أمضاه وإن تمادى الجاهل في عناده. فإياه ـ سبحانه ـ أحمد على كل حال ، وأسأله الإمداد بتوفيقه وإرشاده.</w:t>
      </w:r>
    </w:p>
    <w:p w:rsidR="00EE1A1A" w:rsidRDefault="00EE1A1A" w:rsidP="00BB3BDA">
      <w:pPr>
        <w:pStyle w:val="libNormal"/>
        <w:rPr>
          <w:rtl/>
        </w:rPr>
      </w:pPr>
      <w:r>
        <w:rPr>
          <w:rtl/>
        </w:rPr>
        <w:t xml:space="preserve">وأشهد أن لا إله إلا الله وحده لا شريك له ، شهادة أستدفع بها الاهوال في ضيق المحشر ووهاده </w:t>
      </w:r>
      <w:r w:rsidRPr="006713DA">
        <w:rPr>
          <w:rStyle w:val="libFootnotenumChar"/>
          <w:rtl/>
        </w:rPr>
        <w:t>(1)</w:t>
      </w:r>
      <w:r>
        <w:rPr>
          <w:rtl/>
        </w:rPr>
        <w:t xml:space="preserve"> ، وأشهد أن محمداً </w:t>
      </w:r>
      <w:r w:rsidR="00A80F4B" w:rsidRPr="00A80F4B">
        <w:rPr>
          <w:rStyle w:val="libAlaemChar"/>
          <w:rFonts w:hint="cs"/>
          <w:rtl/>
        </w:rPr>
        <w:t>صلى‌الله‌عليه‌وآله‌وسلم</w:t>
      </w:r>
      <w:r>
        <w:rPr>
          <w:rtl/>
        </w:rPr>
        <w:t xml:space="preserve"> عبده ورسوله ، أفضل من بشر وحذر ، وأعظم من رضي بالقضاء وصبر ، وخدم به سلطان معاده ، صلى الله عليه وعلى آله الأخيار ، أعظم الخلق بلاءً ، وأشدّهم عناءً ، أسدهم تسليماً ورضاءً ، صلاة دائمة واصلة إلى كل واحد بانفراده.</w:t>
      </w:r>
    </w:p>
    <w:p w:rsidR="00EE1A1A" w:rsidRDefault="00EE1A1A" w:rsidP="00BB3BDA">
      <w:pPr>
        <w:pStyle w:val="libNormal"/>
        <w:rPr>
          <w:rtl/>
        </w:rPr>
      </w:pPr>
      <w:r>
        <w:rPr>
          <w:rtl/>
        </w:rPr>
        <w:t xml:space="preserve">وبعد : فلما كان الموت هو الحادث العظيم ، والأمر الذي هو على تفريق الأحبة مقيم ، وكان فراق المحبوب يعد من أعظم المصائب ، حتى يكاد يزيغ له قلب ذي العقل </w:t>
      </w:r>
      <w:r w:rsidRPr="006713DA">
        <w:rPr>
          <w:rStyle w:val="libFootnotenumChar"/>
          <w:rtl/>
        </w:rPr>
        <w:t>(2)</w:t>
      </w:r>
      <w:r>
        <w:rPr>
          <w:rtl/>
        </w:rPr>
        <w:t xml:space="preserve"> ، والموسوم بالحدس </w:t>
      </w:r>
      <w:r w:rsidRPr="006713DA">
        <w:rPr>
          <w:rStyle w:val="libFootnotenumChar"/>
          <w:rtl/>
        </w:rPr>
        <w:t>(3)</w:t>
      </w:r>
      <w:r>
        <w:rPr>
          <w:rtl/>
        </w:rPr>
        <w:t xml:space="preserve"> الصائب ، خصوصاً ومن أعظم الأحباب الولد ، الذي هو </w:t>
      </w:r>
    </w:p>
    <w:p w:rsidR="00EE1A1A" w:rsidRDefault="00EE1A1A" w:rsidP="006713DA">
      <w:pPr>
        <w:pStyle w:val="libLine"/>
        <w:rPr>
          <w:rtl/>
        </w:rPr>
      </w:pPr>
      <w:r>
        <w:rPr>
          <w:rtl/>
        </w:rPr>
        <w:t>__________________</w:t>
      </w:r>
    </w:p>
    <w:p w:rsidR="00EE1A1A" w:rsidRDefault="00EE1A1A" w:rsidP="006713DA">
      <w:pPr>
        <w:pStyle w:val="libFootnote0"/>
        <w:rPr>
          <w:rtl/>
        </w:rPr>
      </w:pPr>
      <w:r>
        <w:rPr>
          <w:rtl/>
        </w:rPr>
        <w:t>1 ـ الوهاد : جمع وهدة وهي الحفرة ، اُنظر « القاموس المحيط ـ وهد ـ 1 : 347 ».</w:t>
      </w:r>
    </w:p>
    <w:p w:rsidR="00EE1A1A" w:rsidRDefault="00EE1A1A" w:rsidP="006713DA">
      <w:pPr>
        <w:pStyle w:val="libFootnote0"/>
        <w:rPr>
          <w:rtl/>
        </w:rPr>
      </w:pPr>
      <w:r>
        <w:rPr>
          <w:rtl/>
        </w:rPr>
        <w:t>2 ـ في نسخة « د » و « ش » : الغفلة.</w:t>
      </w:r>
    </w:p>
    <w:p w:rsidR="00EE1A1A" w:rsidRDefault="00EE1A1A" w:rsidP="006713DA">
      <w:pPr>
        <w:pStyle w:val="libFootnote0"/>
        <w:rPr>
          <w:rtl/>
        </w:rPr>
      </w:pPr>
      <w:r>
        <w:rPr>
          <w:rtl/>
        </w:rPr>
        <w:t xml:space="preserve">3 ـ في نسخة « ش » : بالخدش. </w:t>
      </w:r>
    </w:p>
    <w:p w:rsidR="00EE1A1A" w:rsidRDefault="00EE1A1A" w:rsidP="00BB3BDA">
      <w:pPr>
        <w:pStyle w:val="libNormal0"/>
        <w:rPr>
          <w:rtl/>
        </w:rPr>
      </w:pPr>
      <w:r>
        <w:rPr>
          <w:rtl/>
        </w:rPr>
        <w:br w:type="page"/>
      </w:r>
      <w:r>
        <w:rPr>
          <w:rtl/>
        </w:rPr>
        <w:lastRenderedPageBreak/>
        <w:t>مهجة الألباب ؛ ولهذا رتب على فراقه جزيل الثواب ، ووعد أبواه شفاعته فيهما يوم المآب.</w:t>
      </w:r>
    </w:p>
    <w:p w:rsidR="00EE1A1A" w:rsidRDefault="00EE1A1A" w:rsidP="00BB3BDA">
      <w:pPr>
        <w:pStyle w:val="libNormal"/>
        <w:rPr>
          <w:rtl/>
        </w:rPr>
      </w:pPr>
      <w:r>
        <w:rPr>
          <w:rtl/>
        </w:rPr>
        <w:t>فلذلك جمعت في هذه الرسالة جملة من الآثار النبوية ، وأحوال أهل الكمالات العلية ، ونبذة من التنبيهات الجلية ، ما ينجلي به ـ إن شاء الله تعالى ـ الصدأ عن قلوب المحزونين ، وتنكشف به الغمة عن المكروبين ، بل تبتهج به نفوس العارفين ، ويستيقظ من اعتبره من سنة الغافلين ، وسميتها (مسكن الفؤاد عند فقد الأحبة والاولاد) ورتبتها على مقدمة ، وأبواب ، وخاتمة.</w:t>
      </w:r>
    </w:p>
    <w:p w:rsidR="00EE1A1A" w:rsidRDefault="00EE1A1A" w:rsidP="00BB3BDA">
      <w:pPr>
        <w:pStyle w:val="libNormal"/>
        <w:rPr>
          <w:rtl/>
        </w:rPr>
      </w:pPr>
      <w:r>
        <w:rPr>
          <w:rtl/>
        </w:rPr>
        <w:t xml:space="preserve">أمّا المقدمة : فاعلم أنه ثبت أن العقل هو الآلة التي بها عرف الله </w:t>
      </w:r>
      <w:r w:rsidRPr="006713DA">
        <w:rPr>
          <w:rStyle w:val="libFootnotenumChar"/>
          <w:rtl/>
        </w:rPr>
        <w:t>(1)</w:t>
      </w:r>
      <w:r>
        <w:rPr>
          <w:rtl/>
        </w:rPr>
        <w:t xml:space="preserve"> سبحانه ، وحصل به تصديق الرسل والتزام الشرائع ، وأنه المحرض على طلب الفضائل ، والمخوف من الإتصاف بالرذائل ، فهو مدبر أمر الدارين ، وسبب لحصول الرئاستين ، ومثله كالنور في الظلمة ، فقد يقل عند قوم ، فيكون كعين الأعشى </w:t>
      </w:r>
      <w:r w:rsidRPr="006713DA">
        <w:rPr>
          <w:rStyle w:val="libFootnotenumChar"/>
          <w:rtl/>
        </w:rPr>
        <w:t>(2)</w:t>
      </w:r>
      <w:r>
        <w:rPr>
          <w:rtl/>
        </w:rPr>
        <w:t xml:space="preserve"> ، ويزيد عند آخرين ، فيكون كالنهار في وقت الضحى.</w:t>
      </w:r>
    </w:p>
    <w:p w:rsidR="00EE1A1A" w:rsidRDefault="00EE1A1A" w:rsidP="00BB3BDA">
      <w:pPr>
        <w:pStyle w:val="libNormal"/>
        <w:rPr>
          <w:rtl/>
        </w:rPr>
      </w:pPr>
      <w:r>
        <w:rPr>
          <w:rtl/>
        </w:rPr>
        <w:t xml:space="preserve">فينبغي لمن رزق العقل أن لا يخالفه فيما يراه ، ولا يخلد </w:t>
      </w:r>
      <w:r w:rsidRPr="006713DA">
        <w:rPr>
          <w:rStyle w:val="libFootnotenumChar"/>
          <w:rtl/>
        </w:rPr>
        <w:t>(3)</w:t>
      </w:r>
      <w:r>
        <w:rPr>
          <w:rtl/>
        </w:rPr>
        <w:t xml:space="preserve"> إلى متابعة غفلته وهواه ، بل يجعله حاكماً له وعليه ، ويراجعه فيما يرشده إليه ، فيكشف له حينئذ ما يوجب الرضا بقضاء الله سبحانه وتعالى ، سيما فيما نزل به من هذا الفراق ، من وجوه كثيرة ، نذكر بعضها :</w:t>
      </w:r>
    </w:p>
    <w:p w:rsidR="00EE1A1A" w:rsidRDefault="00EE1A1A" w:rsidP="00BB3BDA">
      <w:pPr>
        <w:pStyle w:val="libNormal"/>
        <w:rPr>
          <w:rtl/>
        </w:rPr>
      </w:pPr>
      <w:bookmarkStart w:id="0" w:name="_Toc413069901"/>
      <w:r w:rsidRPr="00987BB5">
        <w:rPr>
          <w:rStyle w:val="Heading2Char"/>
          <w:rtl/>
        </w:rPr>
        <w:t>الاول</w:t>
      </w:r>
      <w:bookmarkEnd w:id="0"/>
      <w:r>
        <w:rPr>
          <w:rtl/>
        </w:rPr>
        <w:t xml:space="preserve"> : إنك نظرت إلى عدل الله وحكمته ، وتمام فضله ورحمته ، وكمال عنايته ببريته ، إذا أخرجهم إد من العدم </w:t>
      </w:r>
      <w:r w:rsidRPr="006713DA">
        <w:rPr>
          <w:rStyle w:val="libFootnotenumChar"/>
          <w:rtl/>
        </w:rPr>
        <w:t>(4)</w:t>
      </w:r>
      <w:r>
        <w:rPr>
          <w:rtl/>
        </w:rPr>
        <w:t xml:space="preserve"> ، وأسبغ عليهم جلائل النعم ، وأيدهم بالالطاف ، وأمدهم بجزيل المعونة والإسعاف ، كلى الوجول ذلك ليأخذوا حظهم من السعادة الأبدية والكرامة السرمدية ، لا لحاجة منه إليهم ، ولا لاعتماد في شيء من أمره عليهم ؛ لأنه الغني المطلق ، والجواد المحقق.</w:t>
      </w:r>
    </w:p>
    <w:p w:rsidR="00EE1A1A" w:rsidRDefault="00EE1A1A" w:rsidP="00BB3BDA">
      <w:pPr>
        <w:pStyle w:val="libNormal"/>
        <w:rPr>
          <w:rtl/>
        </w:rPr>
      </w:pPr>
      <w:r>
        <w:rPr>
          <w:rtl/>
        </w:rPr>
        <w:t xml:space="preserve">وكلفهم بالتكاليف الشاقة ، والاعمال الثقيلة ؛ يأخذوا منه حظاً وأملاً وليبلوهم أيهم أحسن عملاً ، وما فعل ذلك إلا لغاية منفعتهم ، وتمام مصلحتهم ، وأرسل إليهم الرسل مبشرين ومنذرين ، وأنزل عليهم الكتب ، وأودعها ما فيه بلاغ للعالمين. </w:t>
      </w:r>
    </w:p>
    <w:p w:rsidR="00EE1A1A" w:rsidRDefault="00EE1A1A" w:rsidP="006713DA">
      <w:pPr>
        <w:pStyle w:val="libLine"/>
        <w:rPr>
          <w:rtl/>
        </w:rPr>
      </w:pPr>
      <w:r>
        <w:rPr>
          <w:rtl/>
        </w:rPr>
        <w:t>__________________</w:t>
      </w:r>
    </w:p>
    <w:p w:rsidR="00EE1A1A" w:rsidRDefault="00EE1A1A" w:rsidP="006713DA">
      <w:pPr>
        <w:pStyle w:val="libFootnote0"/>
        <w:rPr>
          <w:rtl/>
        </w:rPr>
      </w:pPr>
      <w:r>
        <w:rPr>
          <w:rtl/>
        </w:rPr>
        <w:t>1 ـ في نسخة « د » : الإله.</w:t>
      </w:r>
    </w:p>
    <w:p w:rsidR="00EE1A1A" w:rsidRDefault="00EE1A1A" w:rsidP="006713DA">
      <w:pPr>
        <w:pStyle w:val="libFootnote0"/>
        <w:rPr>
          <w:rtl/>
        </w:rPr>
      </w:pPr>
      <w:r>
        <w:rPr>
          <w:rtl/>
        </w:rPr>
        <w:t>2 ـ الإعشى : الذي لا يبصر بالليل ، ويبصر في النهار فقط « الصحاح ـ عشا ـ 6 : 2427 ».</w:t>
      </w:r>
    </w:p>
    <w:p w:rsidR="00EE1A1A" w:rsidRDefault="00EE1A1A" w:rsidP="006713DA">
      <w:pPr>
        <w:pStyle w:val="libFootnote0"/>
        <w:rPr>
          <w:rtl/>
        </w:rPr>
      </w:pPr>
      <w:r>
        <w:rPr>
          <w:rtl/>
        </w:rPr>
        <w:t>3 ـ في نسخة « ش » : يخلل.</w:t>
      </w:r>
    </w:p>
    <w:p w:rsidR="00EE1A1A" w:rsidRDefault="00EE1A1A" w:rsidP="006713DA">
      <w:pPr>
        <w:pStyle w:val="libFootnote0"/>
        <w:rPr>
          <w:rtl/>
        </w:rPr>
      </w:pPr>
      <w:r>
        <w:rPr>
          <w:rtl/>
        </w:rPr>
        <w:t xml:space="preserve">4 ـ في « ح » : من العدم إلى الوجود. </w:t>
      </w:r>
    </w:p>
    <w:p w:rsidR="00EE1A1A" w:rsidRDefault="00EE1A1A" w:rsidP="00BB3BDA">
      <w:pPr>
        <w:pStyle w:val="libNormal"/>
        <w:rPr>
          <w:rtl/>
        </w:rPr>
      </w:pPr>
      <w:r>
        <w:rPr>
          <w:rtl/>
        </w:rPr>
        <w:br w:type="page"/>
      </w:r>
      <w:r>
        <w:rPr>
          <w:rtl/>
        </w:rPr>
        <w:lastRenderedPageBreak/>
        <w:t>وتحقيق هذا المرام مستوفى في باب العدل من علم الكلام.</w:t>
      </w:r>
    </w:p>
    <w:p w:rsidR="00EE1A1A" w:rsidRDefault="00EE1A1A" w:rsidP="00BB3BDA">
      <w:pPr>
        <w:pStyle w:val="libNormal"/>
        <w:rPr>
          <w:rtl/>
        </w:rPr>
      </w:pPr>
      <w:r>
        <w:rPr>
          <w:rtl/>
        </w:rPr>
        <w:t xml:space="preserve">وإذا كانت أفعاله ـ تعالى وتقدس ـ كلها لمصلحتهم ، وما فيه تمام شرفهم ، والموت من جملة ذلك كما نطق به الوحي الإلهي في عدة آيات ، كقوله تعالى : </w:t>
      </w:r>
      <w:r w:rsidRPr="00BB3BDA">
        <w:rPr>
          <w:rStyle w:val="libAlaemChar"/>
          <w:rtl/>
        </w:rPr>
        <w:t>(</w:t>
      </w:r>
      <w:r>
        <w:rPr>
          <w:rtl/>
        </w:rPr>
        <w:t xml:space="preserve"> </w:t>
      </w:r>
      <w:r w:rsidRPr="00BB3BDA">
        <w:rPr>
          <w:rStyle w:val="libAieChar"/>
          <w:rtl/>
        </w:rPr>
        <w:t>وما كان لنفس ان تموت إلا بإذن الله كتاباً مؤجلاً</w:t>
      </w:r>
      <w:r>
        <w:rPr>
          <w:rtl/>
        </w:rPr>
        <w:t xml:space="preserve"> </w:t>
      </w:r>
      <w:r w:rsidRPr="00BB3BDA">
        <w:rPr>
          <w:rStyle w:val="libAlaemChar"/>
          <w:rtl/>
        </w:rPr>
        <w:t>)</w:t>
      </w:r>
      <w:r>
        <w:rPr>
          <w:rtl/>
        </w:rPr>
        <w:t xml:space="preserve"> </w:t>
      </w:r>
      <w:r w:rsidRPr="006713DA">
        <w:rPr>
          <w:rStyle w:val="libFootnotenumChar"/>
          <w:rtl/>
        </w:rPr>
        <w:t>(1)</w:t>
      </w:r>
      <w:r>
        <w:rPr>
          <w:rtl/>
        </w:rPr>
        <w:t xml:space="preserve"> ، </w:t>
      </w:r>
      <w:r w:rsidRPr="00BB3BDA">
        <w:rPr>
          <w:rStyle w:val="libAlaemChar"/>
          <w:rtl/>
        </w:rPr>
        <w:t>(</w:t>
      </w:r>
      <w:r>
        <w:rPr>
          <w:rtl/>
        </w:rPr>
        <w:t xml:space="preserve"> </w:t>
      </w:r>
      <w:r w:rsidRPr="00BB3BDA">
        <w:rPr>
          <w:rStyle w:val="libAieChar"/>
          <w:rtl/>
        </w:rPr>
        <w:t>قل لو كنتم في بيوتكم لبرز إليكم الذين كتب عليهم القتل إلى مضاجعهم</w:t>
      </w:r>
      <w:r>
        <w:rPr>
          <w:rtl/>
        </w:rPr>
        <w:t xml:space="preserve"> </w:t>
      </w:r>
      <w:r w:rsidRPr="00BB3BDA">
        <w:rPr>
          <w:rStyle w:val="libAlaemChar"/>
          <w:rtl/>
        </w:rPr>
        <w:t>)</w:t>
      </w:r>
      <w:r>
        <w:rPr>
          <w:rtl/>
        </w:rPr>
        <w:t xml:space="preserve"> </w:t>
      </w:r>
      <w:r w:rsidRPr="006713DA">
        <w:rPr>
          <w:rStyle w:val="libFootnotenumChar"/>
          <w:rtl/>
        </w:rPr>
        <w:t>(2)</w:t>
      </w:r>
      <w:r>
        <w:rPr>
          <w:rtl/>
        </w:rPr>
        <w:t xml:space="preserve"> ، </w:t>
      </w:r>
      <w:r w:rsidRPr="00BB3BDA">
        <w:rPr>
          <w:rStyle w:val="libAlaemChar"/>
          <w:rtl/>
        </w:rPr>
        <w:t>(</w:t>
      </w:r>
      <w:r>
        <w:rPr>
          <w:rtl/>
        </w:rPr>
        <w:t xml:space="preserve"> </w:t>
      </w:r>
      <w:r w:rsidRPr="00BB3BDA">
        <w:rPr>
          <w:rStyle w:val="libAieChar"/>
          <w:rtl/>
        </w:rPr>
        <w:t>أين ما تكونوا يدرككم الموت ولو كنتم في بروج مشيدة</w:t>
      </w:r>
      <w:r>
        <w:rPr>
          <w:rtl/>
        </w:rPr>
        <w:t xml:space="preserve"> </w:t>
      </w:r>
      <w:r w:rsidRPr="00BB3BDA">
        <w:rPr>
          <w:rStyle w:val="libAlaemChar"/>
          <w:rtl/>
        </w:rPr>
        <w:t>)</w:t>
      </w:r>
      <w:r>
        <w:rPr>
          <w:rtl/>
        </w:rPr>
        <w:t xml:space="preserve"> </w:t>
      </w:r>
      <w:r w:rsidRPr="006713DA">
        <w:rPr>
          <w:rStyle w:val="libFootnotenumChar"/>
          <w:rtl/>
        </w:rPr>
        <w:t>(3)</w:t>
      </w:r>
      <w:r>
        <w:rPr>
          <w:rtl/>
        </w:rPr>
        <w:t xml:space="preserve"> ، </w:t>
      </w:r>
      <w:r w:rsidRPr="00BB3BDA">
        <w:rPr>
          <w:rStyle w:val="libAlaemChar"/>
          <w:rtl/>
        </w:rPr>
        <w:t>(</w:t>
      </w:r>
      <w:r>
        <w:rPr>
          <w:rtl/>
        </w:rPr>
        <w:t xml:space="preserve"> </w:t>
      </w:r>
      <w:r w:rsidRPr="00BB3BDA">
        <w:rPr>
          <w:rStyle w:val="libAieChar"/>
          <w:rtl/>
        </w:rPr>
        <w:t>الله يتوفى الانفس حين موتها</w:t>
      </w:r>
      <w:r>
        <w:rPr>
          <w:rtl/>
        </w:rPr>
        <w:t xml:space="preserve"> </w:t>
      </w:r>
      <w:r w:rsidRPr="00BB3BDA">
        <w:rPr>
          <w:rStyle w:val="libAlaemChar"/>
          <w:rtl/>
        </w:rPr>
        <w:t>)</w:t>
      </w:r>
      <w:r>
        <w:rPr>
          <w:rtl/>
        </w:rPr>
        <w:t xml:space="preserve"> </w:t>
      </w:r>
      <w:r w:rsidRPr="006713DA">
        <w:rPr>
          <w:rStyle w:val="libFootnotenumChar"/>
          <w:rtl/>
        </w:rPr>
        <w:t>(4)</w:t>
      </w:r>
      <w:r>
        <w:rPr>
          <w:rtl/>
        </w:rPr>
        <w:t xml:space="preserve"> ، إلى غير ذلك من الآيات.</w:t>
      </w:r>
    </w:p>
    <w:p w:rsidR="00EE1A1A" w:rsidRDefault="00EE1A1A" w:rsidP="00BB3BDA">
      <w:pPr>
        <w:pStyle w:val="libNormal"/>
        <w:rPr>
          <w:rtl/>
        </w:rPr>
      </w:pPr>
      <w:r>
        <w:rPr>
          <w:rtl/>
        </w:rPr>
        <w:t>فلولا أن في ذلك غاية المصلحة ، ونهاية الفائدة للعبد الضعيف الغافل عن مصلحته ، التائه في حيرته وغفلته ، لما فعله الله تعالى به ؛ لما قد عرفت من أنه أرحم الراحمين ، وأجود الأجودين ، فإن حدثتك نفسك بخلاف ذلك فاعلم أنه الشرك الخفي ، وإن أيقنته ولم تطمئن نفسك وتسكن روعتك فهو الحمق الجلي.</w:t>
      </w:r>
    </w:p>
    <w:p w:rsidR="00EE1A1A" w:rsidRDefault="00EE1A1A" w:rsidP="00C16B53">
      <w:pPr>
        <w:pStyle w:val="libNormal"/>
        <w:tabs>
          <w:tab w:val="right" w:pos="4761"/>
        </w:tabs>
        <w:rPr>
          <w:rtl/>
        </w:rPr>
      </w:pPr>
      <w:r>
        <w:rPr>
          <w:rtl/>
        </w:rPr>
        <w:t xml:space="preserve">وإنما نشأ ذلك من الغفلة عن حكمة ( الله تعالى ) </w:t>
      </w:r>
      <w:r w:rsidRPr="006713DA">
        <w:rPr>
          <w:rStyle w:val="libFootnotenumChar"/>
          <w:rtl/>
        </w:rPr>
        <w:t>(5)</w:t>
      </w:r>
      <w:r>
        <w:rPr>
          <w:rtl/>
        </w:rPr>
        <w:t xml:space="preserve"> في بريته ، وحسن قضائه في خليقته ، حتى أن العبد ليبتهل ويدعو الله تعالى أن يرحمه ، ويجيب دعائه في أمثال ذلك ، فيقول الله تعالى لملائكته : كيف أرحمه من شيء به أرحمه!‍ فتدبر ـ رحمك الله تعالى ـ في هذه الكلمة الإلهية ، تكفيك في هذا الباب إن شاء الله تعالى.</w:t>
      </w:r>
    </w:p>
    <w:p w:rsidR="00EE1A1A" w:rsidRDefault="00EE1A1A" w:rsidP="00BB3BDA">
      <w:pPr>
        <w:pStyle w:val="libNormal"/>
        <w:rPr>
          <w:rtl/>
        </w:rPr>
      </w:pPr>
      <w:bookmarkStart w:id="1" w:name="_Toc413069902"/>
      <w:r w:rsidRPr="00987BB5">
        <w:rPr>
          <w:rStyle w:val="Heading2Char"/>
          <w:rtl/>
        </w:rPr>
        <w:t>الثاني</w:t>
      </w:r>
      <w:bookmarkEnd w:id="1"/>
      <w:r>
        <w:rPr>
          <w:rtl/>
        </w:rPr>
        <w:t xml:space="preserve"> : أنه إذا نظرت إلى أحوال الرسل </w:t>
      </w:r>
      <w:r w:rsidR="00A80F4B" w:rsidRPr="00A80F4B">
        <w:rPr>
          <w:rStyle w:val="libAlaemChar"/>
          <w:rFonts w:hint="cs"/>
          <w:rtl/>
        </w:rPr>
        <w:t>عليهم‌السلام</w:t>
      </w:r>
      <w:r>
        <w:rPr>
          <w:rtl/>
        </w:rPr>
        <w:t xml:space="preserve"> ، وصدقتهم فيما أخبروا به من الامور الدنيوية والاخروية ، ووعدوا به من السعادة الأبدية ، وعلمت أنهم إنما أتوا أتوا بما أتوا به عن الله جل جلاله ، ( واعتقدت أن قولهم ) </w:t>
      </w:r>
      <w:r w:rsidRPr="006713DA">
        <w:rPr>
          <w:rStyle w:val="libFootnotenumChar"/>
          <w:rtl/>
        </w:rPr>
        <w:t>(6)</w:t>
      </w:r>
      <w:r>
        <w:rPr>
          <w:rtl/>
        </w:rPr>
        <w:t xml:space="preserve"> معصوم عن الخطأ ، محفوظ من الغلط والهوى ، وسمعت </w:t>
      </w:r>
      <w:r w:rsidRPr="006713DA">
        <w:rPr>
          <w:rStyle w:val="libFootnotenumChar"/>
          <w:rtl/>
        </w:rPr>
        <w:t>(7)</w:t>
      </w:r>
      <w:r>
        <w:rPr>
          <w:rtl/>
        </w:rPr>
        <w:t xml:space="preserve"> ما وعدوا به من الثواب على أي نوع من أنواع المصاب </w:t>
      </w:r>
      <w:r w:rsidRPr="006713DA">
        <w:rPr>
          <w:rStyle w:val="libFootnotenumChar"/>
          <w:rtl/>
        </w:rPr>
        <w:t>(8)</w:t>
      </w:r>
      <w:r>
        <w:rPr>
          <w:rtl/>
        </w:rPr>
        <w:t xml:space="preserve"> كما ستراه وتسمعه ، سهل عليك موقعه ، وعلمت أن لك في ذلك غاية الفائدة ، وتمام السعادة الدائمة ، وأنك قد أعددت لنفسك كنزاً من الكنوز مذخوراً </w:t>
      </w:r>
      <w:r w:rsidRPr="006713DA">
        <w:rPr>
          <w:rStyle w:val="libFootnotenumChar"/>
          <w:rtl/>
        </w:rPr>
        <w:t>(9)</w:t>
      </w:r>
      <w:r>
        <w:rPr>
          <w:rtl/>
        </w:rPr>
        <w:t xml:space="preserve"> ، بل حرزاً ومعقلاً وجنة </w:t>
      </w:r>
    </w:p>
    <w:p w:rsidR="00EE1A1A" w:rsidRDefault="00EE1A1A" w:rsidP="006713DA">
      <w:pPr>
        <w:pStyle w:val="libLine"/>
        <w:rPr>
          <w:rtl/>
        </w:rPr>
      </w:pPr>
      <w:r>
        <w:rPr>
          <w:rtl/>
        </w:rPr>
        <w:t>__________________</w:t>
      </w:r>
    </w:p>
    <w:p w:rsidR="00EE1A1A" w:rsidRDefault="00EE1A1A" w:rsidP="006713DA">
      <w:pPr>
        <w:pStyle w:val="libFootnote0"/>
        <w:rPr>
          <w:rtl/>
        </w:rPr>
      </w:pPr>
      <w:r>
        <w:rPr>
          <w:rtl/>
        </w:rPr>
        <w:t>1 ـ آل عمران 3 : 145.</w:t>
      </w:r>
    </w:p>
    <w:p w:rsidR="00EE1A1A" w:rsidRDefault="00EE1A1A" w:rsidP="006713DA">
      <w:pPr>
        <w:pStyle w:val="libFootnote0"/>
        <w:rPr>
          <w:rtl/>
        </w:rPr>
      </w:pPr>
      <w:r>
        <w:rPr>
          <w:rtl/>
        </w:rPr>
        <w:t>2 ـ آل عمران 3 : 154.</w:t>
      </w:r>
    </w:p>
    <w:p w:rsidR="00EE1A1A" w:rsidRDefault="00EE1A1A" w:rsidP="006713DA">
      <w:pPr>
        <w:pStyle w:val="libFootnote0"/>
        <w:rPr>
          <w:rtl/>
        </w:rPr>
      </w:pPr>
      <w:r>
        <w:rPr>
          <w:rtl/>
        </w:rPr>
        <w:t>3 ـ النساء 4 : 78.</w:t>
      </w:r>
    </w:p>
    <w:p w:rsidR="00EE1A1A" w:rsidRDefault="00EE1A1A" w:rsidP="006713DA">
      <w:pPr>
        <w:pStyle w:val="libFootnote0"/>
        <w:rPr>
          <w:rtl/>
        </w:rPr>
      </w:pPr>
      <w:r>
        <w:rPr>
          <w:rtl/>
        </w:rPr>
        <w:t>4 ـ الزمر 39 : 42.</w:t>
      </w:r>
    </w:p>
    <w:p w:rsidR="00EE1A1A" w:rsidRDefault="00EE1A1A" w:rsidP="006713DA">
      <w:pPr>
        <w:pStyle w:val="libFootnote0"/>
        <w:rPr>
          <w:rtl/>
        </w:rPr>
      </w:pPr>
      <w:r>
        <w:rPr>
          <w:rtl/>
        </w:rPr>
        <w:t>5 ـ في نسخة « د » و « ش » : أيضاً.</w:t>
      </w:r>
    </w:p>
    <w:p w:rsidR="00EE1A1A" w:rsidRDefault="00EE1A1A" w:rsidP="006713DA">
      <w:pPr>
        <w:pStyle w:val="libFootnote0"/>
        <w:rPr>
          <w:rtl/>
        </w:rPr>
      </w:pPr>
      <w:r>
        <w:rPr>
          <w:rtl/>
        </w:rPr>
        <w:t>6 ـ في نسخة « د » و « ش » : وقولهم.</w:t>
      </w:r>
    </w:p>
    <w:p w:rsidR="00EE1A1A" w:rsidRDefault="00EE1A1A" w:rsidP="006713DA">
      <w:pPr>
        <w:pStyle w:val="libFootnote0"/>
        <w:rPr>
          <w:rtl/>
        </w:rPr>
      </w:pPr>
      <w:r>
        <w:rPr>
          <w:rtl/>
        </w:rPr>
        <w:t>7 ـ في نسخة « د » و « ش » : وسمع.</w:t>
      </w:r>
    </w:p>
    <w:p w:rsidR="00EE1A1A" w:rsidRDefault="00EE1A1A" w:rsidP="006713DA">
      <w:pPr>
        <w:pStyle w:val="libFootnote0"/>
        <w:rPr>
          <w:rtl/>
        </w:rPr>
      </w:pPr>
      <w:r>
        <w:rPr>
          <w:rtl/>
        </w:rPr>
        <w:t>8 ـ في نسخة « د » و « ح » : المصائب.</w:t>
      </w:r>
    </w:p>
    <w:p w:rsidR="00EE1A1A" w:rsidRDefault="00EE1A1A" w:rsidP="006713DA">
      <w:pPr>
        <w:pStyle w:val="libFootnote0"/>
        <w:rPr>
          <w:rtl/>
        </w:rPr>
      </w:pPr>
      <w:r>
        <w:rPr>
          <w:rtl/>
        </w:rPr>
        <w:t xml:space="preserve">9 ـ ليس في نسخة « ش » و « د ». </w:t>
      </w:r>
    </w:p>
    <w:p w:rsidR="00EE1A1A" w:rsidRDefault="00EE1A1A" w:rsidP="00BB3BDA">
      <w:pPr>
        <w:pStyle w:val="libNormal0"/>
        <w:rPr>
          <w:rtl/>
        </w:rPr>
      </w:pPr>
      <w:r>
        <w:rPr>
          <w:rtl/>
        </w:rPr>
        <w:br w:type="page"/>
      </w:r>
      <w:r>
        <w:rPr>
          <w:rtl/>
        </w:rPr>
        <w:lastRenderedPageBreak/>
        <w:t xml:space="preserve">( من العذاب الأليم والعقاب العظيم ) </w:t>
      </w:r>
      <w:r w:rsidRPr="006713DA">
        <w:rPr>
          <w:rStyle w:val="libFootnotenumChar"/>
          <w:rtl/>
        </w:rPr>
        <w:t>(1)</w:t>
      </w:r>
      <w:r>
        <w:rPr>
          <w:rtl/>
        </w:rPr>
        <w:t xml:space="preserve"> ، الذي لا يطيقه بشر ، ولا يقوى به أحد ، مع أن ولدك مشاركك في هذه السعادة ، فقد فزت أنت وهو ، فلا ينبغي أن تجزع.</w:t>
      </w:r>
    </w:p>
    <w:p w:rsidR="00EE1A1A" w:rsidRDefault="00EE1A1A" w:rsidP="00BB3BDA">
      <w:pPr>
        <w:pStyle w:val="libNormal"/>
        <w:rPr>
          <w:rtl/>
        </w:rPr>
      </w:pPr>
      <w:r>
        <w:rPr>
          <w:rtl/>
        </w:rPr>
        <w:t xml:space="preserve">ومثل نفسك : أنه لو دهمك أمر عظيم ، أو وثب عليك سبع أو حية ، أو هجمت عليك نار مضرمة ، وكان عندك أعز أولادك ، وأحبهم إلى نفسك ، وبحضرتك نبي من الأنبياء ، لا ترتاب في صدقه ، وأخبرك : أنك إن افتديت بولدك سلمت أنت وولدك ، وإن لم تفعل عطبت ، و ( الحال أنك ) </w:t>
      </w:r>
      <w:r w:rsidRPr="006713DA">
        <w:rPr>
          <w:rStyle w:val="libFootnotenumChar"/>
          <w:rtl/>
        </w:rPr>
        <w:t>(2)</w:t>
      </w:r>
      <w:r>
        <w:rPr>
          <w:rtl/>
        </w:rPr>
        <w:t xml:space="preserve"> لا تعلم هل يعطب ولدك ، أو يسلم؟</w:t>
      </w:r>
    </w:p>
    <w:p w:rsidR="00EE1A1A" w:rsidRDefault="00EE1A1A" w:rsidP="00BB3BDA">
      <w:pPr>
        <w:pStyle w:val="libNormal"/>
        <w:rPr>
          <w:rtl/>
        </w:rPr>
      </w:pPr>
      <w:r>
        <w:rPr>
          <w:rtl/>
        </w:rPr>
        <w:t xml:space="preserve">أيشك عاقل أن الإفتداء بالولد الذي يتحقق معه سلامة الولد ، ويرجى معه ـ أيضاً ـ سلامة الوالد ، هو عين المصلحة ، وأن عدم ذلك ، والتعرض لعطب الأب والولد هو عين المفسدة! بل ربٌما قدٌم كثير من النٌاس نفسه على ولده ، وافتدى به وإن تيقٌن عطب الولد ، كما اتفق ذلك في المفاوز </w:t>
      </w:r>
      <w:r w:rsidRPr="006713DA">
        <w:rPr>
          <w:rStyle w:val="libFootnotenumChar"/>
          <w:rtl/>
        </w:rPr>
        <w:t>(3)</w:t>
      </w:r>
      <w:r>
        <w:rPr>
          <w:rtl/>
        </w:rPr>
        <w:t xml:space="preserve"> والمخمصة </w:t>
      </w:r>
      <w:r w:rsidRPr="006713DA">
        <w:rPr>
          <w:rStyle w:val="libFootnotenumChar"/>
          <w:rtl/>
        </w:rPr>
        <w:t>(4)</w:t>
      </w:r>
      <w:r>
        <w:rPr>
          <w:rtl/>
        </w:rPr>
        <w:t>.</w:t>
      </w:r>
    </w:p>
    <w:p w:rsidR="00EE1A1A" w:rsidRDefault="00EE1A1A" w:rsidP="00BB3BDA">
      <w:pPr>
        <w:pStyle w:val="libNormal"/>
        <w:rPr>
          <w:rtl/>
        </w:rPr>
      </w:pPr>
      <w:r>
        <w:rPr>
          <w:rtl/>
        </w:rPr>
        <w:t xml:space="preserve">هذا كله في نار وعطب ينقضي ألمه في ساعة واحدة ، وربما ينتقل بعده إلى الراحة والجنة ، فما ظنك بألم يبقى أبد الآباد ، ويمكث سنين!؟ وإن يوماً عند ربك منها كألف سنة مما تعدون ، ولو وآها أحدنا ، وأشرف عليها ، لود أن يفتدي ببنيه وصاحبته وأخيه وفصيلته التي تؤويه ومن في ألارض جميعاً ثم ينجيه كلا إنها لضى نزاعة للشوى تدعو من أدبر وتولى وجمع فأوعى </w:t>
      </w:r>
      <w:r w:rsidRPr="006713DA">
        <w:rPr>
          <w:rStyle w:val="libFootnotenumChar"/>
          <w:rtl/>
        </w:rPr>
        <w:t>(5)</w:t>
      </w:r>
      <w:r>
        <w:rPr>
          <w:rtl/>
        </w:rPr>
        <w:t>.</w:t>
      </w:r>
    </w:p>
    <w:p w:rsidR="00EE1A1A" w:rsidRDefault="00EE1A1A" w:rsidP="00BB3BDA">
      <w:pPr>
        <w:pStyle w:val="libNormal"/>
        <w:rPr>
          <w:rtl/>
        </w:rPr>
      </w:pPr>
      <w:r>
        <w:rPr>
          <w:rtl/>
        </w:rPr>
        <w:t xml:space="preserve">ومن هنا جاء ما ورد عن النبي </w:t>
      </w:r>
      <w:r w:rsidR="00A80F4B" w:rsidRPr="00A80F4B">
        <w:rPr>
          <w:rStyle w:val="libAlaemChar"/>
          <w:rFonts w:hint="cs"/>
          <w:rtl/>
        </w:rPr>
        <w:t>صلى‌الله‌عليه‌وآله‌وسلم</w:t>
      </w:r>
      <w:r>
        <w:rPr>
          <w:rtl/>
        </w:rPr>
        <w:t xml:space="preserve"> ، أنه قال لعثمان بن مظعون </w:t>
      </w:r>
      <w:r w:rsidR="00A80F4B" w:rsidRPr="00A80F4B">
        <w:rPr>
          <w:rStyle w:val="libAlaemChar"/>
          <w:rFonts w:hint="cs"/>
          <w:rtl/>
        </w:rPr>
        <w:t>رضي‌الله‌عنه</w:t>
      </w:r>
      <w:r>
        <w:rPr>
          <w:rtl/>
        </w:rPr>
        <w:t xml:space="preserve"> ، وقد مات ولده ، فاشتد حزنه عليه : « يا ابن مظعون ، إن للجنة ثمانية أبواب ، وللنار سبعة أبواب ، أفما يسرك أن لا تأتي باباً منها إلا وجدت ابنك الى جنبه </w:t>
      </w:r>
      <w:r w:rsidRPr="006713DA">
        <w:rPr>
          <w:rStyle w:val="libFootnotenumChar"/>
          <w:rtl/>
        </w:rPr>
        <w:t>(6)</w:t>
      </w:r>
      <w:r>
        <w:rPr>
          <w:rtl/>
        </w:rPr>
        <w:t xml:space="preserve"> ، آخذاً بحجزتك يستشفع لك إلى ربك </w:t>
      </w:r>
      <w:r w:rsidRPr="006713DA">
        <w:rPr>
          <w:rStyle w:val="libFootnotenumChar"/>
          <w:rtl/>
        </w:rPr>
        <w:t>(7)</w:t>
      </w:r>
      <w:r>
        <w:rPr>
          <w:rtl/>
        </w:rPr>
        <w:t xml:space="preserve"> ، حتى يشفعه الله تعالى؟ ».</w:t>
      </w:r>
    </w:p>
    <w:p w:rsidR="00EE1A1A" w:rsidRDefault="00EE1A1A" w:rsidP="00BB3BDA">
      <w:pPr>
        <w:pStyle w:val="libNormal"/>
        <w:rPr>
          <w:rtl/>
        </w:rPr>
      </w:pPr>
      <w:r>
        <w:rPr>
          <w:rtl/>
        </w:rPr>
        <w:t>وسيأتي له نظائر كثيرة إن شاء الله.</w:t>
      </w:r>
    </w:p>
    <w:p w:rsidR="00EE1A1A" w:rsidRDefault="00EE1A1A" w:rsidP="00BB3BDA">
      <w:pPr>
        <w:pStyle w:val="libNormal"/>
        <w:rPr>
          <w:rtl/>
        </w:rPr>
      </w:pPr>
      <w:bookmarkStart w:id="2" w:name="_Toc413069903"/>
      <w:r w:rsidRPr="00987BB5">
        <w:rPr>
          <w:rStyle w:val="Heading2Char"/>
          <w:rtl/>
        </w:rPr>
        <w:t>الثالث</w:t>
      </w:r>
      <w:bookmarkEnd w:id="2"/>
      <w:r>
        <w:rPr>
          <w:rtl/>
        </w:rPr>
        <w:t xml:space="preserve"> : إنك تحب بقاء ولدك لينفعك في دنياك ، أو في آخرتك ، ولا تريد </w:t>
      </w:r>
    </w:p>
    <w:p w:rsidR="00EE1A1A" w:rsidRDefault="00EE1A1A" w:rsidP="006713DA">
      <w:pPr>
        <w:pStyle w:val="libLine"/>
        <w:rPr>
          <w:rtl/>
        </w:rPr>
      </w:pPr>
      <w:r>
        <w:rPr>
          <w:rtl/>
        </w:rPr>
        <w:t>__________________</w:t>
      </w:r>
    </w:p>
    <w:p w:rsidR="00EE1A1A" w:rsidRDefault="00EE1A1A" w:rsidP="006713DA">
      <w:pPr>
        <w:pStyle w:val="libFootnote0"/>
        <w:rPr>
          <w:rtl/>
        </w:rPr>
      </w:pPr>
      <w:r>
        <w:rPr>
          <w:rtl/>
        </w:rPr>
        <w:t>1 ـ في نسخة « ش » و « د » : من العذاب العظيم.</w:t>
      </w:r>
    </w:p>
    <w:p w:rsidR="00EE1A1A" w:rsidRDefault="00EE1A1A" w:rsidP="006713DA">
      <w:pPr>
        <w:pStyle w:val="libFootnote0"/>
        <w:rPr>
          <w:rtl/>
        </w:rPr>
      </w:pPr>
      <w:r>
        <w:rPr>
          <w:rtl/>
        </w:rPr>
        <w:t>2 ـ ما بين القوسين ليس في « ش » و « د ».</w:t>
      </w:r>
    </w:p>
    <w:p w:rsidR="00EE1A1A" w:rsidRDefault="00EE1A1A" w:rsidP="006713DA">
      <w:pPr>
        <w:pStyle w:val="libFootnote0"/>
        <w:rPr>
          <w:rtl/>
        </w:rPr>
      </w:pPr>
      <w:r>
        <w:rPr>
          <w:rtl/>
        </w:rPr>
        <w:t>3 ـ المفاوز : البوادي « مجمع البحرين ـ فوز ـ 4 : 30 ».</w:t>
      </w:r>
    </w:p>
    <w:p w:rsidR="00EE1A1A" w:rsidRDefault="00EE1A1A" w:rsidP="006713DA">
      <w:pPr>
        <w:pStyle w:val="libFootnote0"/>
        <w:rPr>
          <w:rtl/>
        </w:rPr>
      </w:pPr>
      <w:r>
        <w:rPr>
          <w:rtl/>
        </w:rPr>
        <w:t>4 ـ المخمصة : المجاعة « مجمع البحرين ـ خمص ـ 4 : 169 ».</w:t>
      </w:r>
    </w:p>
    <w:p w:rsidR="00EE1A1A" w:rsidRDefault="00EE1A1A" w:rsidP="006713DA">
      <w:pPr>
        <w:pStyle w:val="libFootnote0"/>
        <w:rPr>
          <w:rtl/>
        </w:rPr>
      </w:pPr>
      <w:r>
        <w:rPr>
          <w:rtl/>
        </w:rPr>
        <w:t>5 ـ إقتباس من سورة المعارج 70 : 11 ـ 18.</w:t>
      </w:r>
    </w:p>
    <w:p w:rsidR="00EE1A1A" w:rsidRDefault="00EE1A1A" w:rsidP="006713DA">
      <w:pPr>
        <w:pStyle w:val="libFootnote0"/>
        <w:rPr>
          <w:rtl/>
        </w:rPr>
      </w:pPr>
      <w:r>
        <w:rPr>
          <w:rtl/>
        </w:rPr>
        <w:t>6 ـ في نسخة « ح » وأمالي الصدوق : جنبك.</w:t>
      </w:r>
    </w:p>
    <w:p w:rsidR="00EE1A1A" w:rsidRDefault="00EE1A1A" w:rsidP="006713DA">
      <w:pPr>
        <w:pStyle w:val="libFootnote0"/>
        <w:rPr>
          <w:rtl/>
        </w:rPr>
      </w:pPr>
      <w:r>
        <w:rPr>
          <w:rtl/>
        </w:rPr>
        <w:t>7 ـ رواه الصدوق في الامالي : 63 / 1.</w:t>
      </w:r>
    </w:p>
    <w:p w:rsidR="00EE1A1A" w:rsidRDefault="00EE1A1A" w:rsidP="00BB3BDA">
      <w:pPr>
        <w:pStyle w:val="libNormal0"/>
        <w:rPr>
          <w:rtl/>
        </w:rPr>
      </w:pPr>
      <w:r>
        <w:rPr>
          <w:rtl/>
        </w:rPr>
        <w:br w:type="page"/>
      </w:r>
      <w:r>
        <w:rPr>
          <w:rtl/>
        </w:rPr>
        <w:lastRenderedPageBreak/>
        <w:t xml:space="preserve">في الأغلب بقاءه لنفسه ، فإن هذا هو المجبول عليه طبع الخلق ، ومنفعته لك على تقدير بقائه غير معلومة ، بل كثيراً ما يكون المظنون عدمها ، فإن الزمان قد صار في آخره ، والشقوة والغفلة قد شملت أكثر الخلائق ، وقد عز السعيد ، وقل الصالح الحميد ، فنفعه لك ـ بل لنفسه ـ على تقدير بقائه غير معلوم ، وانتفاعه الآن وسلامته من الخطر ونفعه لك قد صار معلوماً ، فلا ينبغي أن تترك الأمر المعلوم لأجل الأمر المظنون بل الموهوم ، وتأمل أكثر الخلف لأكثر السلف ، هل تجد منهم نافعاً لأبويه إلا أقلهم ، أو مستيقظاً إلا أوحديّهم حتى إذا رأيت واحداً كذلك ، فعد ألوفاً بخلافه. وإلحاقك ولدك الواحد بالفرد النادر الفذ </w:t>
      </w:r>
      <w:r w:rsidRPr="006713DA">
        <w:rPr>
          <w:rStyle w:val="libFootnotenumChar"/>
          <w:rtl/>
        </w:rPr>
        <w:t>(1)</w:t>
      </w:r>
      <w:r>
        <w:rPr>
          <w:rtl/>
        </w:rPr>
        <w:t xml:space="preserve"> دون الأغلب الكثير ، عين الغفلة والغباوة ، فإن الناس بزمانهم أشبه منهم بآئهم. كما ذكره سيد الوصيين ، وترجمان رب العالمين ، صلوات الله عليه وسلامه عليه.</w:t>
      </w:r>
    </w:p>
    <w:p w:rsidR="00EE1A1A" w:rsidRDefault="00EE1A1A" w:rsidP="00BB3BDA">
      <w:pPr>
        <w:pStyle w:val="libNormal"/>
        <w:rPr>
          <w:rtl/>
        </w:rPr>
      </w:pPr>
      <w:r>
        <w:rPr>
          <w:rtl/>
        </w:rPr>
        <w:t>مع ان ذلك الفرد الذي تريد مثله ، إنما هو صالح نافع بحسب الظاهر ، وما الذي يدريك بباطنه وفساد نيته وظلمه لنفسه؟! فلعلك لو كشفت عن باطنه ، ظهر لك أنه منطو على معاصي وفضائح ، لا ترضاها لنفسك ولا لولدك ، وتتمنى أن ولدك لو كان على مثل حالته يموت فإنه خير له.</w:t>
      </w:r>
    </w:p>
    <w:p w:rsidR="00EE1A1A" w:rsidRDefault="00EE1A1A" w:rsidP="00BB3BDA">
      <w:pPr>
        <w:pStyle w:val="libNormal"/>
        <w:rPr>
          <w:rtl/>
        </w:rPr>
      </w:pPr>
      <w:r>
        <w:rPr>
          <w:rtl/>
        </w:rPr>
        <w:t xml:space="preserve">هذا كله إذا كنت تريد أن تجعل ولدك واحداً في العالمين ، وولياً من الصالحين ، فكيف وأنت لا تريده إلا ليرث بيتك ، أو بستانك ، أو دوابك ، وأمثال ذلك من الأمور الخسيسة الزائلة عما قريب! وتتركه يرث الفردوس الأعلى في جوار اولاد النبيين والمرسلين ، مبعوثاً مع الآمنين الفرحين ، مربىً إن كان صغيراً في حجر سارة اُم النبيين ، كما وردت به الأخبار عن سيد المرسلين </w:t>
      </w:r>
      <w:r w:rsidRPr="006713DA">
        <w:rPr>
          <w:rStyle w:val="libFootnotenumChar"/>
          <w:rtl/>
        </w:rPr>
        <w:t>(2)</w:t>
      </w:r>
      <w:r>
        <w:rPr>
          <w:rtl/>
        </w:rPr>
        <w:t xml:space="preserve"> ، ما هذا إلا معدود من السفه لو عقلت!.</w:t>
      </w:r>
    </w:p>
    <w:p w:rsidR="00EE1A1A" w:rsidRDefault="00EE1A1A" w:rsidP="00BB3BDA">
      <w:pPr>
        <w:pStyle w:val="libNormal"/>
        <w:rPr>
          <w:rtl/>
        </w:rPr>
      </w:pPr>
      <w:bookmarkStart w:id="3" w:name="_Toc413069904"/>
      <w:r w:rsidRPr="00987BB5">
        <w:rPr>
          <w:rStyle w:val="Heading2Char"/>
          <w:rtl/>
        </w:rPr>
        <w:t>و</w:t>
      </w:r>
      <w:bookmarkEnd w:id="3"/>
      <w:r>
        <w:rPr>
          <w:rtl/>
        </w:rPr>
        <w:t>لو كان مرادك أن تجعله من العلماء الراسخين والصلحاء المتقين ، وتورثه علمك وكتبك وغيرها من أسباب الخير ، فاذكر ايضاً أن ذلك كله لو تم معك ، فما وعد الله تعالى من العوض على فقده أعظم من مقصدك ، كما ستسمعه إن شاء الله تعالى.</w:t>
      </w:r>
    </w:p>
    <w:p w:rsidR="00EE1A1A" w:rsidRDefault="00EE1A1A" w:rsidP="00BB3BDA">
      <w:pPr>
        <w:pStyle w:val="libNormal"/>
        <w:rPr>
          <w:rtl/>
        </w:rPr>
      </w:pPr>
      <w:r>
        <w:rPr>
          <w:rtl/>
        </w:rPr>
        <w:t xml:space="preserve">مثل ما رواه الصدوق ، عن الصادق </w:t>
      </w:r>
      <w:r w:rsidR="00A80F4B" w:rsidRPr="00A80F4B">
        <w:rPr>
          <w:rStyle w:val="libAlaemChar"/>
          <w:rFonts w:hint="cs"/>
          <w:rtl/>
        </w:rPr>
        <w:t>عليه‌السلام</w:t>
      </w:r>
      <w:r>
        <w:rPr>
          <w:rtl/>
        </w:rPr>
        <w:t xml:space="preserve"> : « ولد واحد يقدمه الرجل ، </w:t>
      </w:r>
    </w:p>
    <w:p w:rsidR="00EE1A1A" w:rsidRDefault="00EE1A1A" w:rsidP="006713DA">
      <w:pPr>
        <w:pStyle w:val="libFootnote0"/>
        <w:rPr>
          <w:rtl/>
        </w:rPr>
      </w:pPr>
      <w:r>
        <w:rPr>
          <w:rtl/>
        </w:rPr>
        <w:t>____________</w:t>
      </w:r>
    </w:p>
    <w:p w:rsidR="00EE1A1A" w:rsidRDefault="00EE1A1A" w:rsidP="006713DA">
      <w:pPr>
        <w:pStyle w:val="libFootnote0"/>
        <w:rPr>
          <w:rtl/>
        </w:rPr>
      </w:pPr>
      <w:r>
        <w:rPr>
          <w:rtl/>
        </w:rPr>
        <w:t>1 ـ ليس في نسخة « د » و « ش ».</w:t>
      </w:r>
    </w:p>
    <w:p w:rsidR="00EE1A1A" w:rsidRDefault="00EE1A1A" w:rsidP="006713DA">
      <w:pPr>
        <w:pStyle w:val="libFootnote0"/>
        <w:rPr>
          <w:rtl/>
        </w:rPr>
      </w:pPr>
      <w:r>
        <w:rPr>
          <w:rtl/>
        </w:rPr>
        <w:t xml:space="preserve">2 ـ روى الصدوق في الفقيه 3 : 316 / 2 ، عن أبي عبد الله </w:t>
      </w:r>
      <w:r w:rsidR="00A80F4B" w:rsidRPr="00A80F4B">
        <w:rPr>
          <w:rStyle w:val="libAlaemChar"/>
          <w:rFonts w:hint="cs"/>
          <w:rtl/>
        </w:rPr>
        <w:t>عليه‌السلام</w:t>
      </w:r>
      <w:r>
        <w:rPr>
          <w:rtl/>
        </w:rPr>
        <w:t xml:space="preserve"> قال : إن الله تبارك وتعالى كفل إبراهيم وسارة أطفال المؤمنين يغذونهم بشجرة في الجنة لها أخلاف كأخلاف البقر في قصر من درة فإذا كان يوم القيامة البسوا وطيبوا واهدوا إلى آبائهم فهم ملوك في الجنة مع آبائهم وهو قول الله عز وجل : ( والذين آمنوا واتبعتهم ذريتهم بايمان ألحقنا بهم ذريتهم ). </w:t>
      </w:r>
    </w:p>
    <w:p w:rsidR="00EE1A1A" w:rsidRDefault="00EE1A1A" w:rsidP="00BB3BDA">
      <w:pPr>
        <w:pStyle w:val="libNormal0"/>
        <w:rPr>
          <w:rtl/>
        </w:rPr>
      </w:pPr>
      <w:r>
        <w:rPr>
          <w:rtl/>
        </w:rPr>
        <w:br w:type="page"/>
      </w:r>
      <w:r>
        <w:rPr>
          <w:rtl/>
        </w:rPr>
        <w:lastRenderedPageBreak/>
        <w:t xml:space="preserve">أفضل من سبعين ولداً يبقون بعده ، يدركون القائم </w:t>
      </w:r>
      <w:r w:rsidR="00A80F4B" w:rsidRPr="00A80F4B">
        <w:rPr>
          <w:rStyle w:val="libAlaemChar"/>
          <w:rFonts w:hint="cs"/>
          <w:rtl/>
        </w:rPr>
        <w:t>عليه‌السلام</w:t>
      </w:r>
      <w:r>
        <w:rPr>
          <w:rtl/>
        </w:rPr>
        <w:t xml:space="preserve"> » </w:t>
      </w:r>
      <w:r w:rsidRPr="006713DA">
        <w:rPr>
          <w:rStyle w:val="libFootnotenumChar"/>
          <w:rtl/>
        </w:rPr>
        <w:t>(1)</w:t>
      </w:r>
      <w:r>
        <w:rPr>
          <w:rtl/>
        </w:rPr>
        <w:t>.</w:t>
      </w:r>
    </w:p>
    <w:p w:rsidR="00EE1A1A" w:rsidRDefault="00EE1A1A" w:rsidP="00BB3BDA">
      <w:pPr>
        <w:pStyle w:val="libNormal"/>
        <w:rPr>
          <w:rtl/>
        </w:rPr>
      </w:pPr>
      <w:bookmarkStart w:id="4" w:name="_Toc413069905"/>
      <w:r w:rsidRPr="00987BB5">
        <w:rPr>
          <w:rStyle w:val="Heading2Char"/>
          <w:rtl/>
        </w:rPr>
        <w:t>و</w:t>
      </w:r>
      <w:bookmarkEnd w:id="4"/>
      <w:r>
        <w:rPr>
          <w:rtl/>
        </w:rPr>
        <w:t xml:space="preserve">اعتبر أنه لو قيل : إن رجلاً فقيراً معه ولد عليه خلقان </w:t>
      </w:r>
      <w:r w:rsidRPr="006713DA">
        <w:rPr>
          <w:rStyle w:val="libFootnotenumChar"/>
          <w:rtl/>
        </w:rPr>
        <w:t>(2)</w:t>
      </w:r>
      <w:r>
        <w:rPr>
          <w:rtl/>
        </w:rPr>
        <w:t xml:space="preserve"> الثياب ، قد أسكنه في خربة مقفرة ذات آفات كثيرة ، وفيها بيوت حيات وعقارب وسباع ضارية ، وهو معه على خطر عظيم ، فاطلع عليه رجل حكيم جليل ، ذو ثروة وحشمة </w:t>
      </w:r>
      <w:r w:rsidRPr="006713DA">
        <w:rPr>
          <w:rStyle w:val="libFootnotenumChar"/>
          <w:rtl/>
        </w:rPr>
        <w:t>(3)</w:t>
      </w:r>
      <w:r>
        <w:rPr>
          <w:rtl/>
        </w:rPr>
        <w:t xml:space="preserve"> وخدم وقصور عالية ورتب سامية ، فرق لهذا الرجل ولولده ، فأرسل إليه بعض غلمانه : إن سيدي يقول لك : إني قد رحمتك مما بك في هذه الخربة ، وهو خائف عليك وعلى ولدك ( من العاهات ) </w:t>
      </w:r>
      <w:r w:rsidRPr="006713DA">
        <w:rPr>
          <w:rStyle w:val="libFootnotenumChar"/>
          <w:rtl/>
        </w:rPr>
        <w:t>(4)</w:t>
      </w:r>
      <w:r>
        <w:rPr>
          <w:rtl/>
        </w:rPr>
        <w:t xml:space="preserve"> ، وقد تفضلت عليك بهذا القصر ، ينزل به ولدك ، ويوكل به جارية عظيمة من كرائم جواريه تقوم بخدمته إلى ان تقضي أنت أغراضك التي في نفسك ، ثم إذا قدمت ، وأردت الإقامة أنزلتك معه في القصر ، بل في قصر ، بل في قصر أحسن من قصره.</w:t>
      </w:r>
    </w:p>
    <w:p w:rsidR="00EE1A1A" w:rsidRDefault="00EE1A1A" w:rsidP="00BB3BDA">
      <w:pPr>
        <w:pStyle w:val="libNormal"/>
        <w:rPr>
          <w:rtl/>
        </w:rPr>
      </w:pPr>
      <w:r>
        <w:rPr>
          <w:rtl/>
        </w:rPr>
        <w:t>فقال الرجل الفقير : أنا لا أرضى بذلك ، ولا يفارقني ولدي في هذه الخربة ، لا لعدم وثوقي بالرجل الباذل ، ولا زهداً مني في داره وقصره ، ولا لأماني على ولدي في هذه الخربة ، بل طبعي اقتضى ذلك ، وما أريد أن أخالف طبعي.</w:t>
      </w:r>
    </w:p>
    <w:p w:rsidR="00EE1A1A" w:rsidRDefault="00EE1A1A" w:rsidP="00BB3BDA">
      <w:pPr>
        <w:pStyle w:val="libNormal"/>
        <w:rPr>
          <w:rtl/>
        </w:rPr>
      </w:pPr>
      <w:r>
        <w:rPr>
          <w:rtl/>
        </w:rPr>
        <w:t xml:space="preserve">أفما كنت ـ أيها السامع لوصف هذا الرجل ـ تعده من أدنياء السفهاء وأخساء الأغبياء؟! فلا تقع </w:t>
      </w:r>
      <w:r w:rsidRPr="006713DA">
        <w:rPr>
          <w:rStyle w:val="libFootnotenumChar"/>
          <w:rtl/>
        </w:rPr>
        <w:t>(5)</w:t>
      </w:r>
      <w:r>
        <w:rPr>
          <w:rtl/>
        </w:rPr>
        <w:t xml:space="preserve"> في خلق لا ترضاه لغيرك ، فإن نفسك أعز عليك من غيرك.</w:t>
      </w:r>
    </w:p>
    <w:p w:rsidR="00EE1A1A" w:rsidRDefault="00EE1A1A" w:rsidP="00BB3BDA">
      <w:pPr>
        <w:pStyle w:val="libNormal"/>
        <w:rPr>
          <w:rtl/>
        </w:rPr>
      </w:pPr>
      <w:r>
        <w:rPr>
          <w:rtl/>
        </w:rPr>
        <w:t xml:space="preserve">واعلم ان لسع الافاعي ، وأكل السباع ، وغيرهما من آفات الدنيا لا نسبة لها إلى أقل محنة من محن الآخرة المكتسبة في الدنيا ، بل لا نسبة لها إلى إعراض الحق </w:t>
      </w:r>
      <w:r w:rsidRPr="006713DA">
        <w:rPr>
          <w:rStyle w:val="libFootnotenumChar"/>
          <w:rtl/>
        </w:rPr>
        <w:t>(6)</w:t>
      </w:r>
      <w:r>
        <w:rPr>
          <w:rtl/>
        </w:rPr>
        <w:t xml:space="preserve"> سبحانه ، وتوبيخه ساعة واحدة في عرصة القيامة ، أو عرضة واحدة على النار مع الخروج منها بسرعة.</w:t>
      </w:r>
    </w:p>
    <w:p w:rsidR="00EE1A1A" w:rsidRDefault="00EE1A1A" w:rsidP="00BB3BDA">
      <w:pPr>
        <w:pStyle w:val="libNormal"/>
        <w:rPr>
          <w:rtl/>
        </w:rPr>
      </w:pPr>
      <w:r>
        <w:rPr>
          <w:rtl/>
        </w:rPr>
        <w:t xml:space="preserve">فما ظنك بتوبيخ يكون ألف عام ، أو أضعافه ، وبنفحة من عذاب جهنم يبقى ألمها ألف عام ، ولسعة من حياتها وعقاربها يبقى ألمها أربعين خريفاً! وأي نسبة لأعلى قصر في دار الدنيا ، إلى أدنى مسكن في الجنة! وأي مناسبة بين خلقان الثياب في الدنيا </w:t>
      </w:r>
    </w:p>
    <w:p w:rsidR="00EE1A1A" w:rsidRDefault="00EE1A1A" w:rsidP="006713DA">
      <w:pPr>
        <w:pStyle w:val="libFootnote0"/>
        <w:rPr>
          <w:rtl/>
        </w:rPr>
      </w:pPr>
      <w:r>
        <w:rPr>
          <w:rtl/>
        </w:rPr>
        <w:t>____________</w:t>
      </w:r>
    </w:p>
    <w:p w:rsidR="00EE1A1A" w:rsidRDefault="00EE1A1A" w:rsidP="006713DA">
      <w:pPr>
        <w:pStyle w:val="libFootnote0"/>
        <w:rPr>
          <w:rtl/>
        </w:rPr>
      </w:pPr>
      <w:r>
        <w:rPr>
          <w:rtl/>
        </w:rPr>
        <w:t>1 ـ ثواب الأعمال : 233 / 4.</w:t>
      </w:r>
    </w:p>
    <w:p w:rsidR="00EE1A1A" w:rsidRDefault="00EE1A1A" w:rsidP="006713DA">
      <w:pPr>
        <w:pStyle w:val="libFootnote0"/>
        <w:rPr>
          <w:rtl/>
        </w:rPr>
      </w:pPr>
      <w:r>
        <w:rPr>
          <w:rtl/>
        </w:rPr>
        <w:t>2 ـ خَلُقَ الثوب بالضم : إذا بلي « مجمع البحرين ـ خلق ـ 5 : 158 ».</w:t>
      </w:r>
    </w:p>
    <w:p w:rsidR="00EE1A1A" w:rsidRDefault="00EE1A1A" w:rsidP="006713DA">
      <w:pPr>
        <w:pStyle w:val="libFootnote0"/>
        <w:rPr>
          <w:rtl/>
        </w:rPr>
      </w:pPr>
      <w:r>
        <w:rPr>
          <w:rtl/>
        </w:rPr>
        <w:t>3 ـ في هامش : « ح » : وحشم.</w:t>
      </w:r>
    </w:p>
    <w:p w:rsidR="00EE1A1A" w:rsidRDefault="00EE1A1A" w:rsidP="006713DA">
      <w:pPr>
        <w:pStyle w:val="libFootnote0"/>
        <w:rPr>
          <w:rtl/>
        </w:rPr>
      </w:pPr>
      <w:r>
        <w:rPr>
          <w:rtl/>
        </w:rPr>
        <w:t>4 ـ ليس في نسخة « ش » و « د ».</w:t>
      </w:r>
    </w:p>
    <w:p w:rsidR="00EE1A1A" w:rsidRDefault="00EE1A1A" w:rsidP="006713DA">
      <w:pPr>
        <w:pStyle w:val="libFootnote0"/>
        <w:rPr>
          <w:rtl/>
        </w:rPr>
      </w:pPr>
      <w:r>
        <w:rPr>
          <w:rtl/>
        </w:rPr>
        <w:t>5 ـ في هامش « ح » : فاياك أن تقع.</w:t>
      </w:r>
    </w:p>
    <w:p w:rsidR="00EE1A1A" w:rsidRDefault="00EE1A1A" w:rsidP="006713DA">
      <w:pPr>
        <w:pStyle w:val="libFootnote0"/>
        <w:rPr>
          <w:rtl/>
        </w:rPr>
      </w:pPr>
      <w:r>
        <w:rPr>
          <w:rtl/>
        </w:rPr>
        <w:t xml:space="preserve">6 ـ في « ح » : الخالق. </w:t>
      </w:r>
    </w:p>
    <w:p w:rsidR="00EE1A1A" w:rsidRDefault="00EE1A1A" w:rsidP="00BB3BDA">
      <w:pPr>
        <w:pStyle w:val="libNormal0"/>
        <w:rPr>
          <w:rtl/>
        </w:rPr>
      </w:pPr>
      <w:r>
        <w:rPr>
          <w:rtl/>
        </w:rPr>
        <w:br w:type="page"/>
      </w:r>
      <w:r>
        <w:rPr>
          <w:rtl/>
        </w:rPr>
        <w:lastRenderedPageBreak/>
        <w:t>إلى فاخرها إلى أعلى ما في الدنيا ، بالإضافة إلى سندس الجنة وإستبرقها ، وهلم جرا إلى ما فيها من النعيم المقيم؟!</w:t>
      </w:r>
    </w:p>
    <w:p w:rsidR="00EE1A1A" w:rsidRDefault="00EE1A1A" w:rsidP="00BB3BDA">
      <w:pPr>
        <w:pStyle w:val="libNormal"/>
        <w:rPr>
          <w:rtl/>
        </w:rPr>
      </w:pPr>
      <w:r>
        <w:rPr>
          <w:rtl/>
        </w:rPr>
        <w:t>بل لو تأملت بعين بصيرتك في هذا المثل ، وأجلت فيه رؤيتك ، علمت أنّ ذلك الكريم الكبير ، بل جميع العقلاء لا يرضون من ذلك الفقير بمجرد تسليم ولده ورضاه بأخذه ، بل لا بدّ في الحكمه من حمده عليه وشكره عليه وشكره ، وإضهار الثناء عليه بما هو أهله ؛ لأن ذلك هو مقتضى حق النعمة.</w:t>
      </w:r>
    </w:p>
    <w:p w:rsidR="00EE1A1A" w:rsidRDefault="00EE1A1A" w:rsidP="00BB3BDA">
      <w:pPr>
        <w:pStyle w:val="libNormal"/>
        <w:rPr>
          <w:rtl/>
        </w:rPr>
      </w:pPr>
      <w:bookmarkStart w:id="5" w:name="_Toc413069906"/>
      <w:r w:rsidRPr="00987BB5">
        <w:rPr>
          <w:rStyle w:val="Heading2Char"/>
          <w:rtl/>
        </w:rPr>
        <w:t>الرابع</w:t>
      </w:r>
      <w:bookmarkEnd w:id="5"/>
      <w:r>
        <w:rPr>
          <w:rtl/>
        </w:rPr>
        <w:t xml:space="preserve"> : إن في الجزع بذلك والسخط انحطاطاً عظيماً عن مرتبة الرضى بقضاء الله تعالى ، وفي فوات ذلك خطر وخيم ، وفوات نيل عظيم ، فقد ذم الله تعالى من سخط بقضائه ، وقال : « من لم يرض بقضائي ، ولم يصبر على بلائي ، فليعبد رباً سواي » </w:t>
      </w:r>
      <w:r w:rsidRPr="006713DA">
        <w:rPr>
          <w:rStyle w:val="libFootnotenumChar"/>
          <w:rtl/>
        </w:rPr>
        <w:t>(1)</w:t>
      </w:r>
      <w:r>
        <w:rPr>
          <w:rtl/>
        </w:rPr>
        <w:t>.</w:t>
      </w:r>
    </w:p>
    <w:p w:rsidR="00EE1A1A" w:rsidRDefault="00EE1A1A" w:rsidP="00BB3BDA">
      <w:pPr>
        <w:pStyle w:val="libNormal"/>
        <w:rPr>
          <w:rtl/>
        </w:rPr>
      </w:pPr>
      <w:r>
        <w:rPr>
          <w:rtl/>
        </w:rPr>
        <w:t xml:space="preserve">وفي كلامه تعالى لموسى </w:t>
      </w:r>
      <w:r w:rsidR="00A80F4B" w:rsidRPr="00A80F4B">
        <w:rPr>
          <w:rStyle w:val="libAlaemChar"/>
          <w:rFonts w:hint="cs"/>
          <w:rtl/>
        </w:rPr>
        <w:t>عليه‌السلام</w:t>
      </w:r>
      <w:r>
        <w:rPr>
          <w:rtl/>
        </w:rPr>
        <w:t xml:space="preserve"> حين قال له : دلني على أمر فيه رضاك ، قال : « إنّ رضاي في رضاك بقضائي » </w:t>
      </w:r>
      <w:r w:rsidRPr="006713DA">
        <w:rPr>
          <w:rStyle w:val="libFootnotenumChar"/>
          <w:rtl/>
        </w:rPr>
        <w:t>(2)</w:t>
      </w:r>
      <w:r>
        <w:rPr>
          <w:rtl/>
        </w:rPr>
        <w:t>.</w:t>
      </w:r>
    </w:p>
    <w:p w:rsidR="00EE1A1A" w:rsidRDefault="00EE1A1A" w:rsidP="00BB3BDA">
      <w:pPr>
        <w:pStyle w:val="libNormal"/>
        <w:rPr>
          <w:rtl/>
        </w:rPr>
      </w:pPr>
      <w:r>
        <w:rPr>
          <w:rtl/>
        </w:rPr>
        <w:t xml:space="preserve">وفي القرآن الكريم : </w:t>
      </w:r>
      <w:r w:rsidRPr="00BB3BDA">
        <w:rPr>
          <w:rStyle w:val="libAlaemChar"/>
          <w:rtl/>
        </w:rPr>
        <w:t>(</w:t>
      </w:r>
      <w:r w:rsidRPr="00BB3BDA">
        <w:rPr>
          <w:rStyle w:val="libAieChar"/>
          <w:rtl/>
        </w:rPr>
        <w:t xml:space="preserve"> رَضِىَ الله عَنْهُمْ وَرَضُوا عَنْهُ </w:t>
      </w:r>
      <w:r w:rsidRPr="00BB3BDA">
        <w:rPr>
          <w:rStyle w:val="libAlaemChar"/>
          <w:rtl/>
        </w:rPr>
        <w:t>)</w:t>
      </w:r>
      <w:r>
        <w:rPr>
          <w:rtl/>
        </w:rPr>
        <w:t xml:space="preserve"> </w:t>
      </w:r>
      <w:r w:rsidRPr="006713DA">
        <w:rPr>
          <w:rStyle w:val="libFootnotenumChar"/>
          <w:rtl/>
        </w:rPr>
        <w:t>(3)</w:t>
      </w:r>
      <w:r>
        <w:rPr>
          <w:rtl/>
        </w:rPr>
        <w:t>.</w:t>
      </w:r>
    </w:p>
    <w:p w:rsidR="00EE1A1A" w:rsidRDefault="00EE1A1A" w:rsidP="00BB3BDA">
      <w:pPr>
        <w:pStyle w:val="libNormal"/>
        <w:rPr>
          <w:rtl/>
        </w:rPr>
      </w:pPr>
      <w:r>
        <w:rPr>
          <w:rtl/>
        </w:rPr>
        <w:t xml:space="preserve">وأوحى الله تعالى إلى داود : « يا داود ، تريد وأريد ، وإنما يكون ما أريد ، فإن سلمت لما أريد كفيتك ما تريد ، وإن لم تسلم ما أريد أتعبك فيما تريد ، ثم لا يكون إلا ما أريد » </w:t>
      </w:r>
      <w:r w:rsidRPr="006713DA">
        <w:rPr>
          <w:rStyle w:val="libFootnotenumChar"/>
          <w:rtl/>
        </w:rPr>
        <w:t>(4)</w:t>
      </w:r>
      <w:r>
        <w:rPr>
          <w:rtl/>
        </w:rPr>
        <w:t>.</w:t>
      </w:r>
    </w:p>
    <w:p w:rsidR="00EE1A1A" w:rsidRDefault="00EE1A1A" w:rsidP="00BB3BDA">
      <w:pPr>
        <w:pStyle w:val="libNormal"/>
        <w:rPr>
          <w:rtl/>
        </w:rPr>
      </w:pPr>
      <w:r>
        <w:rPr>
          <w:rtl/>
        </w:rPr>
        <w:t xml:space="preserve">وقال تعالى : </w:t>
      </w:r>
      <w:r w:rsidRPr="00BB3BDA">
        <w:rPr>
          <w:rStyle w:val="libAlaemChar"/>
          <w:rtl/>
        </w:rPr>
        <w:t>(</w:t>
      </w:r>
      <w:r>
        <w:rPr>
          <w:rtl/>
        </w:rPr>
        <w:t xml:space="preserve"> </w:t>
      </w:r>
      <w:r w:rsidRPr="00BB3BDA">
        <w:rPr>
          <w:rStyle w:val="libAieChar"/>
          <w:rtl/>
        </w:rPr>
        <w:t xml:space="preserve">لكَيْلا تَأْسَوْا عَلى مَا فَاتَكُمْ وَلاَ تَفْرَحُوا بمَا آتاكُم </w:t>
      </w:r>
      <w:r w:rsidRPr="00BB3BDA">
        <w:rPr>
          <w:rStyle w:val="libAlaemChar"/>
          <w:rtl/>
        </w:rPr>
        <w:t>)</w:t>
      </w:r>
      <w:r>
        <w:rPr>
          <w:rtl/>
        </w:rPr>
        <w:t xml:space="preserve"> </w:t>
      </w:r>
      <w:r w:rsidRPr="006713DA">
        <w:rPr>
          <w:rStyle w:val="libFootnotenumChar"/>
          <w:rtl/>
        </w:rPr>
        <w:t>(5)</w:t>
      </w:r>
      <w:r>
        <w:rPr>
          <w:rtl/>
        </w:rPr>
        <w:t>.</w:t>
      </w:r>
    </w:p>
    <w:p w:rsidR="00EE1A1A" w:rsidRDefault="00EE1A1A" w:rsidP="00BB3BDA">
      <w:pPr>
        <w:pStyle w:val="libNormal"/>
        <w:rPr>
          <w:rtl/>
        </w:rPr>
      </w:pPr>
      <w:r>
        <w:rPr>
          <w:rtl/>
        </w:rPr>
        <w:t>واعلم أن الرضى بقضاء الله ـ تعالى ـ ثمرة المحبة لله ، إذ من أحب شيئاً رضي بفعله ، ورضى العبد عن الله دليل على رضى الله تعالى عن العبد ، رضي الله عنهم ورضوا عنه ، وصاحب هذه المرتبة مع رضى الله تعالى عنه ـ الذي هو أكمل السعادات ، وأجل الكمالات ـ لا يزال مستريحاً ؛ لأنه لم يوجد منه أريد ولا أريد ، كلاهما عنده واحد ، ورضوان الله أكبر ، إن ذلك لمن عزم الاُمور.</w:t>
      </w:r>
    </w:p>
    <w:p w:rsidR="00EE1A1A" w:rsidRDefault="00EE1A1A" w:rsidP="00BB3BDA">
      <w:pPr>
        <w:pStyle w:val="libNormal"/>
        <w:rPr>
          <w:rtl/>
        </w:rPr>
      </w:pPr>
      <w:r>
        <w:rPr>
          <w:rtl/>
        </w:rPr>
        <w:t xml:space="preserve">وسيأتي لذلك بحث آخر أن شاء الله تعالى في باب الرضا </w:t>
      </w:r>
      <w:r w:rsidRPr="006713DA">
        <w:rPr>
          <w:rStyle w:val="libFootnotenumChar"/>
          <w:rtl/>
        </w:rPr>
        <w:t>(6)</w:t>
      </w:r>
      <w:r>
        <w:rPr>
          <w:rtl/>
        </w:rPr>
        <w:t xml:space="preserve">. </w:t>
      </w:r>
    </w:p>
    <w:p w:rsidR="00EE1A1A" w:rsidRDefault="00EE1A1A" w:rsidP="006713DA">
      <w:pPr>
        <w:pStyle w:val="libLine"/>
        <w:rPr>
          <w:rtl/>
        </w:rPr>
      </w:pPr>
      <w:r>
        <w:rPr>
          <w:rtl/>
        </w:rPr>
        <w:t>__________________</w:t>
      </w:r>
    </w:p>
    <w:p w:rsidR="00EE1A1A" w:rsidRDefault="00EE1A1A" w:rsidP="006713DA">
      <w:pPr>
        <w:pStyle w:val="libFootnote0"/>
        <w:rPr>
          <w:rtl/>
        </w:rPr>
      </w:pPr>
      <w:r>
        <w:rPr>
          <w:rtl/>
        </w:rPr>
        <w:t>1 ـ جامع الأخبار : 133 ، دعوات الراوندي : 169 / 471 ، الجامع الصغير 2 : 235 / 6010.</w:t>
      </w:r>
    </w:p>
    <w:p w:rsidR="00EE1A1A" w:rsidRDefault="00EE1A1A" w:rsidP="006713DA">
      <w:pPr>
        <w:pStyle w:val="libFootnote0"/>
        <w:rPr>
          <w:rtl/>
        </w:rPr>
      </w:pPr>
      <w:r>
        <w:rPr>
          <w:rtl/>
        </w:rPr>
        <w:t>2 ـ رواه الراوندي في دعواته : 164 / 453 ، باختلاف يسير.</w:t>
      </w:r>
    </w:p>
    <w:p w:rsidR="00EE1A1A" w:rsidRDefault="00EE1A1A" w:rsidP="006713DA">
      <w:pPr>
        <w:pStyle w:val="libFootnote0"/>
        <w:rPr>
          <w:rtl/>
        </w:rPr>
      </w:pPr>
      <w:r>
        <w:rPr>
          <w:rtl/>
        </w:rPr>
        <w:t>3 ـ المائدة 5 : 119.</w:t>
      </w:r>
    </w:p>
    <w:p w:rsidR="00EE1A1A" w:rsidRDefault="00EE1A1A" w:rsidP="006713DA">
      <w:pPr>
        <w:pStyle w:val="libFootnote0"/>
        <w:rPr>
          <w:rtl/>
        </w:rPr>
      </w:pPr>
      <w:r>
        <w:rPr>
          <w:rtl/>
        </w:rPr>
        <w:t>4 ـ رواه الصدوق في التوحيد : 337 / 4.</w:t>
      </w:r>
    </w:p>
    <w:p w:rsidR="00EE1A1A" w:rsidRDefault="00EE1A1A" w:rsidP="006713DA">
      <w:pPr>
        <w:pStyle w:val="libFootnote0"/>
        <w:rPr>
          <w:rtl/>
        </w:rPr>
      </w:pPr>
      <w:r>
        <w:rPr>
          <w:rtl/>
        </w:rPr>
        <w:t>5 ـ الحديد 57 : 23.</w:t>
      </w:r>
    </w:p>
    <w:p w:rsidR="00EE1A1A" w:rsidRDefault="00EE1A1A" w:rsidP="006713DA">
      <w:pPr>
        <w:pStyle w:val="libFootnote0"/>
        <w:rPr>
          <w:rtl/>
        </w:rPr>
      </w:pPr>
      <w:r>
        <w:rPr>
          <w:rtl/>
        </w:rPr>
        <w:t xml:space="preserve">6 ـ يأتي في ص 79 </w:t>
      </w:r>
    </w:p>
    <w:p w:rsidR="00EE1A1A" w:rsidRDefault="00EE1A1A" w:rsidP="00BB3BDA">
      <w:pPr>
        <w:pStyle w:val="libNormal"/>
        <w:rPr>
          <w:rtl/>
        </w:rPr>
      </w:pPr>
      <w:r>
        <w:rPr>
          <w:rtl/>
        </w:rPr>
        <w:br w:type="page"/>
      </w:r>
      <w:r>
        <w:rPr>
          <w:rtl/>
        </w:rPr>
        <w:lastRenderedPageBreak/>
        <w:t xml:space="preserve">واعلم أن البكاء لا ينافي الرضى ، ولا يوجب السخط ، وإنما مرجع ذلك إلى القلب ، كما ستعرفه ـ إن شاء الله تعالى ـ ومن ثم بكاء الأنبياء والأئمة </w:t>
      </w:r>
      <w:r w:rsidR="00A80F4B" w:rsidRPr="00A80F4B">
        <w:rPr>
          <w:rStyle w:val="libAlaemChar"/>
          <w:rFonts w:hint="cs"/>
          <w:rtl/>
        </w:rPr>
        <w:t>عليهم‌السلام</w:t>
      </w:r>
      <w:r>
        <w:rPr>
          <w:rtl/>
        </w:rPr>
        <w:t xml:space="preserve"> على أبنائهم وأحبائهم ، فإن ذلك أمر طبيعي للإنسان ، لا حرج فيه إذا لم يقترن بالسخط ، وسيأتي.</w:t>
      </w:r>
    </w:p>
    <w:p w:rsidR="00EE1A1A" w:rsidRDefault="00EE1A1A" w:rsidP="00BB3BDA">
      <w:pPr>
        <w:pStyle w:val="libNormal"/>
        <w:rPr>
          <w:rtl/>
        </w:rPr>
      </w:pPr>
      <w:bookmarkStart w:id="6" w:name="_Toc413069907"/>
      <w:r w:rsidRPr="00537A26">
        <w:rPr>
          <w:rStyle w:val="Heading2Char"/>
          <w:rtl/>
        </w:rPr>
        <w:t>الخامس</w:t>
      </w:r>
      <w:bookmarkEnd w:id="6"/>
      <w:r>
        <w:rPr>
          <w:rtl/>
        </w:rPr>
        <w:t xml:space="preserve"> : أن ينظر صاحب المصيبة إلى أنه في دار قد طبعت على الكدر والعناء ، وجبلت على المصائب والبلاء ، فما يقع فيها من ذلك هو مقتضى جبلتها وموجب طبيعتها ، وإن وقع خلاف ذلك فهو على خلاف العادة لأمر آخر ، خصوصاً على الأكابر والنبلاء من الأنبياء والأوصياء والأولياء ، فقد نزل بهم من الشدائد والأهوال ما يعجز عن حمله الجبال ، كما هو معلوم في المصنفات ، التي لو ذكر بعضها لبلغ مجلدات.</w:t>
      </w:r>
    </w:p>
    <w:p w:rsidR="00EE1A1A" w:rsidRDefault="00EE1A1A" w:rsidP="00BB3BDA">
      <w:pPr>
        <w:pStyle w:val="libNormal"/>
        <w:rPr>
          <w:rtl/>
        </w:rPr>
      </w:pPr>
      <w:r>
        <w:rPr>
          <w:rtl/>
        </w:rPr>
        <w:t xml:space="preserve">وقد قال النبي </w:t>
      </w:r>
      <w:r w:rsidR="00A80F4B" w:rsidRPr="00A80F4B">
        <w:rPr>
          <w:rStyle w:val="libAlaemChar"/>
          <w:rFonts w:hint="cs"/>
          <w:rtl/>
        </w:rPr>
        <w:t>صلى‌الله‌عليه‌وآله‌وسلم</w:t>
      </w:r>
      <w:r>
        <w:rPr>
          <w:rtl/>
        </w:rPr>
        <w:t xml:space="preserve"> : « أشد الناس بلاءً الأنبياء ، ثم الأولياء ، ثم الأمثل فالامثل » </w:t>
      </w:r>
      <w:r w:rsidRPr="006713DA">
        <w:rPr>
          <w:rStyle w:val="libFootnotenumChar"/>
          <w:rtl/>
        </w:rPr>
        <w:t>(1)</w:t>
      </w:r>
      <w:r>
        <w:rPr>
          <w:rtl/>
        </w:rPr>
        <w:t>.</w:t>
      </w:r>
    </w:p>
    <w:p w:rsidR="00EE1A1A" w:rsidRDefault="00EE1A1A" w:rsidP="00BB3BDA">
      <w:pPr>
        <w:pStyle w:val="libNormal"/>
        <w:rPr>
          <w:rtl/>
        </w:rPr>
      </w:pPr>
      <w:r>
        <w:rPr>
          <w:rtl/>
        </w:rPr>
        <w:t xml:space="preserve">وقال النبي </w:t>
      </w:r>
      <w:r w:rsidR="00A80F4B" w:rsidRPr="00A80F4B">
        <w:rPr>
          <w:rStyle w:val="libAlaemChar"/>
          <w:rFonts w:hint="cs"/>
          <w:rtl/>
        </w:rPr>
        <w:t>صلى‌الله‌عليه‌وآله‌وسلم</w:t>
      </w:r>
      <w:r>
        <w:rPr>
          <w:rtl/>
        </w:rPr>
        <w:t xml:space="preserve"> : « الدنيا سجن المؤمن ، وجنة الكافر » </w:t>
      </w:r>
      <w:r w:rsidRPr="006713DA">
        <w:rPr>
          <w:rStyle w:val="libFootnotenumChar"/>
          <w:rtl/>
        </w:rPr>
        <w:t>(2)</w:t>
      </w:r>
      <w:r>
        <w:rPr>
          <w:rtl/>
        </w:rPr>
        <w:t>.</w:t>
      </w:r>
    </w:p>
    <w:p w:rsidR="00EE1A1A" w:rsidRDefault="00EE1A1A" w:rsidP="00BB3BDA">
      <w:pPr>
        <w:pStyle w:val="libNormal"/>
        <w:rPr>
          <w:rtl/>
        </w:rPr>
      </w:pPr>
      <w:r>
        <w:rPr>
          <w:rtl/>
        </w:rPr>
        <w:t xml:space="preserve">وقد قيل : إن الدنيا ليس فيها لذة على الحقيقة ، إنما لذاتها راحة من مؤلم ، هذا وأحسن لذاتها ، وأبهى بهجاتها مباشرة النساء ، المترتب عليه حصول الأبناء ، كم يعقبه من قذى </w:t>
      </w:r>
      <w:r w:rsidRPr="006713DA">
        <w:rPr>
          <w:rStyle w:val="libFootnotenumChar"/>
          <w:rtl/>
        </w:rPr>
        <w:t>(3)</w:t>
      </w:r>
      <w:r>
        <w:rPr>
          <w:rtl/>
        </w:rPr>
        <w:t xml:space="preserve"> ، أقله ضعف القوى وتعب الكسب والعناء. ومتى حصل محبوب كانت آلامه تربو على لذاته ، والسرور به لا يبلغ معشار حسراته ، وأقل آفاته في الحقيقة الفراق الذي ينكث </w:t>
      </w:r>
      <w:r w:rsidRPr="006713DA">
        <w:rPr>
          <w:rStyle w:val="libFootnotenumChar"/>
          <w:rtl/>
        </w:rPr>
        <w:t>(4)</w:t>
      </w:r>
      <w:r>
        <w:rPr>
          <w:rtl/>
        </w:rPr>
        <w:t xml:space="preserve"> الفؤاد ، ويذيب </w:t>
      </w:r>
      <w:r w:rsidRPr="006713DA">
        <w:rPr>
          <w:rStyle w:val="libFootnotenumChar"/>
          <w:rtl/>
        </w:rPr>
        <w:t>(5)</w:t>
      </w:r>
      <w:r>
        <w:rPr>
          <w:rtl/>
        </w:rPr>
        <w:t xml:space="preserve"> الأجساد.</w:t>
      </w:r>
    </w:p>
    <w:p w:rsidR="00EE1A1A" w:rsidRDefault="00EE1A1A" w:rsidP="00BB3BDA">
      <w:pPr>
        <w:pStyle w:val="libNormal"/>
        <w:rPr>
          <w:rtl/>
        </w:rPr>
      </w:pPr>
      <w:r>
        <w:rPr>
          <w:rtl/>
        </w:rPr>
        <w:t xml:space="preserve">فكلما تظن في الدنيا أنه شراب سراب ، وعمارتها ـ وإن حسنت ـ إلى </w:t>
      </w:r>
    </w:p>
    <w:p w:rsidR="00EE1A1A" w:rsidRDefault="00EE1A1A" w:rsidP="006713DA">
      <w:pPr>
        <w:pStyle w:val="libLine"/>
        <w:rPr>
          <w:rtl/>
        </w:rPr>
      </w:pPr>
      <w:r>
        <w:rPr>
          <w:rtl/>
        </w:rPr>
        <w:t>__________________</w:t>
      </w:r>
    </w:p>
    <w:p w:rsidR="00EE1A1A" w:rsidRDefault="00EE1A1A" w:rsidP="006713DA">
      <w:pPr>
        <w:pStyle w:val="libFootnote0"/>
        <w:rPr>
          <w:rtl/>
        </w:rPr>
      </w:pPr>
      <w:r>
        <w:rPr>
          <w:rtl/>
        </w:rPr>
        <w:t>1 ـ رواه الكليني في الكافي 2 : 196 / 2 ، وابن ماجة في سننه 2 : 1334 / 4023 ، والترمذي في سننه 4 : 28 / 2509 ، وأحمد في مسنده 1 : 172 ، 180 ، 185 ، والدارمي في سننه 2 : 320 ، والحاكم النيسابوري في مستدركه 1 : 41 و 4 : 307 ، باختلاف يسير.</w:t>
      </w:r>
    </w:p>
    <w:p w:rsidR="00EE1A1A" w:rsidRDefault="00EE1A1A" w:rsidP="006713DA">
      <w:pPr>
        <w:pStyle w:val="libFootnote0"/>
        <w:rPr>
          <w:rtl/>
        </w:rPr>
      </w:pPr>
      <w:r>
        <w:rPr>
          <w:rtl/>
        </w:rPr>
        <w:t>2 ـ رواه الصدوق في الفقيه 4 : 262 ، والطوسي في أماليه 2 : 142 ، ومحمد بن همام في التمحيص : 48 : 76 ، ومسلم في صحيحه 4 : 2272 / 2956 ، وأحمد في مسنده 2 : 323 ، وابن ماجة في سننه 2 : 1378 / 4113.</w:t>
      </w:r>
    </w:p>
    <w:p w:rsidR="00EE1A1A" w:rsidRDefault="00EE1A1A" w:rsidP="006713DA">
      <w:pPr>
        <w:pStyle w:val="libFootnote0"/>
        <w:rPr>
          <w:rtl/>
        </w:rPr>
      </w:pPr>
      <w:r>
        <w:rPr>
          <w:rtl/>
        </w:rPr>
        <w:t>3 ـ القذى : ما يقع في العين والشراب من تراب أو تبن أو وسخ أو غير ذلك « مجمع البحرين ـ قذى ـ 1 : 335 ».</w:t>
      </w:r>
    </w:p>
    <w:p w:rsidR="00EE1A1A" w:rsidRDefault="00EE1A1A" w:rsidP="006713DA">
      <w:pPr>
        <w:pStyle w:val="libFootnote0"/>
        <w:rPr>
          <w:rtl/>
        </w:rPr>
      </w:pPr>
      <w:r>
        <w:rPr>
          <w:rtl/>
        </w:rPr>
        <w:t>4 ـ ينكث : من النكث وهو النقض والهدم والهزال « القاموس المحيط ـ نكث ـ 1 : 176 ».</w:t>
      </w:r>
    </w:p>
    <w:p w:rsidR="00EE1A1A" w:rsidRDefault="00EE1A1A" w:rsidP="006713DA">
      <w:pPr>
        <w:pStyle w:val="libFootnote0"/>
        <w:rPr>
          <w:rtl/>
        </w:rPr>
      </w:pPr>
      <w:r>
        <w:rPr>
          <w:rtl/>
        </w:rPr>
        <w:t xml:space="preserve">5 ـ في « ح » : ويذهب. </w:t>
      </w:r>
    </w:p>
    <w:p w:rsidR="00EE1A1A" w:rsidRDefault="00EE1A1A" w:rsidP="00BB3BDA">
      <w:pPr>
        <w:pStyle w:val="libNormal0"/>
        <w:rPr>
          <w:rtl/>
        </w:rPr>
      </w:pPr>
      <w:r>
        <w:rPr>
          <w:rtl/>
        </w:rPr>
        <w:br w:type="page"/>
      </w:r>
      <w:r>
        <w:rPr>
          <w:rtl/>
        </w:rPr>
        <w:lastRenderedPageBreak/>
        <w:t xml:space="preserve">خراب ، ومالها ـ وإن اغتر بها الجاهل ـ إلى ذهاب ، ومن خاض الماء الغمر </w:t>
      </w:r>
      <w:r w:rsidRPr="006713DA">
        <w:rPr>
          <w:rStyle w:val="libFootnotenumChar"/>
          <w:rtl/>
        </w:rPr>
        <w:t>(1)</w:t>
      </w:r>
      <w:r>
        <w:rPr>
          <w:rtl/>
        </w:rPr>
        <w:t xml:space="preserve"> لا يجزع من بلل ، كما أن من دخل بين الصفين لايخلوه من وجل ، ومن العجب من أدخل يده في فم الأفاعي كيف ينكر اللسع ، وأعجب منه من يطلب من المطبوع على الضر النفع!</w:t>
      </w:r>
    </w:p>
    <w:p w:rsidR="00EE1A1A" w:rsidRDefault="00EE1A1A" w:rsidP="00BB3BDA">
      <w:pPr>
        <w:pStyle w:val="libNormal"/>
        <w:rPr>
          <w:rtl/>
        </w:rPr>
      </w:pPr>
      <w:r>
        <w:rPr>
          <w:rtl/>
        </w:rPr>
        <w:t xml:space="preserve">وما أحسن قول بعض الفضلاء </w:t>
      </w:r>
      <w:r w:rsidRPr="006713DA">
        <w:rPr>
          <w:rStyle w:val="libFootnotenumChar"/>
          <w:rtl/>
        </w:rPr>
        <w:t>(2)</w:t>
      </w:r>
      <w:r>
        <w:rPr>
          <w:rtl/>
        </w:rPr>
        <w:t xml:space="preserve"> في مرثية ابنه :</w:t>
      </w:r>
    </w:p>
    <w:tbl>
      <w:tblPr>
        <w:bidiVisual/>
        <w:tblW w:w="5000" w:type="pct"/>
        <w:tblLook w:val="01E0"/>
      </w:tblPr>
      <w:tblGrid>
        <w:gridCol w:w="3658"/>
        <w:gridCol w:w="262"/>
        <w:gridCol w:w="3653"/>
      </w:tblGrid>
      <w:tr w:rsidR="00EE1A1A" w:rsidTr="00BB3BDA">
        <w:trPr>
          <w:trHeight w:val="350"/>
        </w:trPr>
        <w:tc>
          <w:tcPr>
            <w:tcW w:w="4127" w:type="dxa"/>
            <w:shd w:val="clear" w:color="auto" w:fill="auto"/>
          </w:tcPr>
          <w:p w:rsidR="00EE1A1A" w:rsidRDefault="00EE1A1A" w:rsidP="006713DA">
            <w:pPr>
              <w:pStyle w:val="libPoem"/>
              <w:rPr>
                <w:rtl/>
              </w:rPr>
            </w:pPr>
            <w:r>
              <w:rPr>
                <w:rtl/>
              </w:rPr>
              <w:t>طبعت على كدر وأنت تريدها</w:t>
            </w:r>
            <w:r w:rsidRPr="006713DA">
              <w:rPr>
                <w:rStyle w:val="libPoemTiniChar0"/>
                <w:rtl/>
              </w:rPr>
              <w:br/>
              <w:t> </w:t>
            </w:r>
          </w:p>
        </w:tc>
        <w:tc>
          <w:tcPr>
            <w:tcW w:w="269" w:type="dxa"/>
            <w:shd w:val="clear" w:color="auto" w:fill="auto"/>
          </w:tcPr>
          <w:p w:rsidR="00EE1A1A" w:rsidRDefault="00EE1A1A" w:rsidP="00BB3BDA">
            <w:pPr>
              <w:rPr>
                <w:rtl/>
              </w:rPr>
            </w:pPr>
          </w:p>
        </w:tc>
        <w:tc>
          <w:tcPr>
            <w:tcW w:w="4126" w:type="dxa"/>
            <w:shd w:val="clear" w:color="auto" w:fill="auto"/>
          </w:tcPr>
          <w:p w:rsidR="00EE1A1A" w:rsidRDefault="00EE1A1A" w:rsidP="006713DA">
            <w:pPr>
              <w:pStyle w:val="libPoem"/>
              <w:rPr>
                <w:rtl/>
              </w:rPr>
            </w:pPr>
            <w:r>
              <w:rPr>
                <w:rtl/>
              </w:rPr>
              <w:t>صفواً من الأقذاء والأكدار</w:t>
            </w:r>
            <w:r w:rsidRPr="006713DA">
              <w:rPr>
                <w:rStyle w:val="libPoemTiniChar0"/>
                <w:rtl/>
              </w:rPr>
              <w:br/>
              <w:t>  </w:t>
            </w:r>
          </w:p>
        </w:tc>
      </w:tr>
      <w:tr w:rsidR="00EE1A1A" w:rsidTr="00BB3BDA">
        <w:trPr>
          <w:trHeight w:val="350"/>
        </w:trPr>
        <w:tc>
          <w:tcPr>
            <w:tcW w:w="4127" w:type="dxa"/>
          </w:tcPr>
          <w:p w:rsidR="00EE1A1A" w:rsidRDefault="00EE1A1A" w:rsidP="006713DA">
            <w:pPr>
              <w:pStyle w:val="libPoem"/>
              <w:rPr>
                <w:rtl/>
              </w:rPr>
            </w:pPr>
            <w:r>
              <w:rPr>
                <w:rtl/>
              </w:rPr>
              <w:t>ومكلف الأيام ضد طباعها</w:t>
            </w:r>
            <w:r w:rsidRPr="006713DA">
              <w:rPr>
                <w:rStyle w:val="libPoemTiniChar0"/>
                <w:rtl/>
              </w:rPr>
              <w:br/>
              <w:t> </w:t>
            </w:r>
          </w:p>
        </w:tc>
        <w:tc>
          <w:tcPr>
            <w:tcW w:w="269" w:type="dxa"/>
          </w:tcPr>
          <w:p w:rsidR="00EE1A1A" w:rsidRDefault="00EE1A1A" w:rsidP="00BB3BDA">
            <w:pPr>
              <w:rPr>
                <w:rtl/>
              </w:rPr>
            </w:pPr>
          </w:p>
        </w:tc>
        <w:tc>
          <w:tcPr>
            <w:tcW w:w="4126" w:type="dxa"/>
          </w:tcPr>
          <w:p w:rsidR="00EE1A1A" w:rsidRDefault="00EE1A1A" w:rsidP="006713DA">
            <w:pPr>
              <w:pStyle w:val="libPoem"/>
              <w:rPr>
                <w:rtl/>
              </w:rPr>
            </w:pPr>
            <w:r>
              <w:rPr>
                <w:rtl/>
              </w:rPr>
              <w:t>متطلب في الماء جذوة نار</w:t>
            </w:r>
            <w:r w:rsidRPr="006713DA">
              <w:rPr>
                <w:rStyle w:val="libPoemTiniChar0"/>
                <w:rtl/>
              </w:rPr>
              <w:br/>
              <w:t>  </w:t>
            </w:r>
          </w:p>
        </w:tc>
      </w:tr>
      <w:tr w:rsidR="00EE1A1A" w:rsidTr="00BB3BDA">
        <w:trPr>
          <w:trHeight w:val="350"/>
        </w:trPr>
        <w:tc>
          <w:tcPr>
            <w:tcW w:w="4127" w:type="dxa"/>
          </w:tcPr>
          <w:p w:rsidR="00EE1A1A" w:rsidRDefault="00EE1A1A" w:rsidP="006713DA">
            <w:pPr>
              <w:pStyle w:val="libPoem"/>
              <w:rPr>
                <w:rtl/>
              </w:rPr>
            </w:pPr>
            <w:r>
              <w:rPr>
                <w:rtl/>
              </w:rPr>
              <w:t>وإذا رجوت المستحيل فإنما</w:t>
            </w:r>
            <w:r w:rsidRPr="006713DA">
              <w:rPr>
                <w:rStyle w:val="libPoemTiniChar0"/>
                <w:rtl/>
              </w:rPr>
              <w:br/>
              <w:t> </w:t>
            </w:r>
          </w:p>
        </w:tc>
        <w:tc>
          <w:tcPr>
            <w:tcW w:w="269" w:type="dxa"/>
          </w:tcPr>
          <w:p w:rsidR="00EE1A1A" w:rsidRDefault="00EE1A1A" w:rsidP="00BB3BDA">
            <w:pPr>
              <w:rPr>
                <w:rtl/>
              </w:rPr>
            </w:pPr>
          </w:p>
        </w:tc>
        <w:tc>
          <w:tcPr>
            <w:tcW w:w="4126" w:type="dxa"/>
          </w:tcPr>
          <w:p w:rsidR="00EE1A1A" w:rsidRDefault="00EE1A1A" w:rsidP="006713DA">
            <w:pPr>
              <w:pStyle w:val="libPoem"/>
              <w:rPr>
                <w:rtl/>
              </w:rPr>
            </w:pPr>
            <w:r>
              <w:rPr>
                <w:rtl/>
              </w:rPr>
              <w:t>تبني البناء على شفيرٍ هار</w:t>
            </w:r>
            <w:r w:rsidRPr="006713DA">
              <w:rPr>
                <w:rStyle w:val="libPoemTiniChar0"/>
                <w:rtl/>
              </w:rPr>
              <w:br/>
              <w:t>  </w:t>
            </w:r>
          </w:p>
        </w:tc>
      </w:tr>
    </w:tbl>
    <w:p w:rsidR="00EE1A1A" w:rsidRDefault="00EE1A1A" w:rsidP="00BB3BDA">
      <w:pPr>
        <w:pStyle w:val="libNormal"/>
        <w:rPr>
          <w:rtl/>
        </w:rPr>
      </w:pPr>
      <w:r>
        <w:rPr>
          <w:rtl/>
        </w:rPr>
        <w:t xml:space="preserve"> </w:t>
      </w:r>
      <w:bookmarkStart w:id="7" w:name="_Toc413069908"/>
      <w:r w:rsidRPr="00537A26">
        <w:rPr>
          <w:rStyle w:val="Heading2Char"/>
          <w:rtl/>
        </w:rPr>
        <w:t>و</w:t>
      </w:r>
      <w:bookmarkEnd w:id="7"/>
      <w:r>
        <w:rPr>
          <w:rtl/>
        </w:rPr>
        <w:t>قال بعض العارفين : ينبغي لمن نزلت له مصيبة أن يسهلها على نفسه ، ولا يغفل عن تذكّر ما يعقبه من وجوب الفناء وتقتضي المسار ، وأن الدنيا دار من لا دار له ، ومال من لا مال له ، يجمعها من لا عقل له ، ويسعى لها من لا ثقة له ، وفيها يعادي من لا علم له ، وعليها يحسد من لا فقه له ، من صح فيها سقم ، ومن سقم فيها برم ، ومن افتقر فيها حزن ، ومن استغنى فيها فتن.</w:t>
      </w:r>
    </w:p>
    <w:p w:rsidR="00EE1A1A" w:rsidRDefault="00EE1A1A" w:rsidP="00BB3BDA">
      <w:pPr>
        <w:pStyle w:val="libNormal"/>
        <w:rPr>
          <w:rtl/>
        </w:rPr>
      </w:pPr>
      <w:r>
        <w:rPr>
          <w:rtl/>
        </w:rPr>
        <w:t xml:space="preserve">واعلم أنك قد خلقت في هذه الدار لغرض خاص ؛ لأن الله تعالى منزه عن العبث. وقد قال الله تعالى : </w:t>
      </w:r>
      <w:r w:rsidRPr="00BB3BDA">
        <w:rPr>
          <w:rStyle w:val="libAlaemChar"/>
          <w:rtl/>
        </w:rPr>
        <w:t>(</w:t>
      </w:r>
      <w:r>
        <w:rPr>
          <w:rtl/>
        </w:rPr>
        <w:t xml:space="preserve"> </w:t>
      </w:r>
      <w:r w:rsidRPr="00BB3BDA">
        <w:rPr>
          <w:rStyle w:val="libAieChar"/>
          <w:rtl/>
        </w:rPr>
        <w:t>وما خلقت الجن والانس إلا ليعبدون</w:t>
      </w:r>
      <w:r>
        <w:rPr>
          <w:rtl/>
        </w:rPr>
        <w:t xml:space="preserve"> </w:t>
      </w:r>
      <w:r w:rsidRPr="00BB3BDA">
        <w:rPr>
          <w:rStyle w:val="libAlaemChar"/>
          <w:rtl/>
        </w:rPr>
        <w:t>)</w:t>
      </w:r>
      <w:r>
        <w:rPr>
          <w:rtl/>
        </w:rPr>
        <w:t xml:space="preserve"> </w:t>
      </w:r>
      <w:r w:rsidRPr="006713DA">
        <w:rPr>
          <w:rStyle w:val="libFootnotenumChar"/>
          <w:rtl/>
        </w:rPr>
        <w:t>(3)</w:t>
      </w:r>
      <w:r>
        <w:rPr>
          <w:rtl/>
        </w:rPr>
        <w:t xml:space="preserve"> وقد جعلها مكتسبا لدار القرار ، وجعل بضاعتها الأعمال الصالحة ، ووقتها العمر ، وهو قصير جداً بالنظر إلى ما يطلب من السعادة الأبدية ، التي لا انقضاء لها.</w:t>
      </w:r>
    </w:p>
    <w:p w:rsidR="00EE1A1A" w:rsidRDefault="00EE1A1A" w:rsidP="00BB3BDA">
      <w:pPr>
        <w:pStyle w:val="libNormal"/>
        <w:rPr>
          <w:rtl/>
        </w:rPr>
      </w:pPr>
      <w:r>
        <w:rPr>
          <w:rtl/>
        </w:rPr>
        <w:t xml:space="preserve">فإن اشتغلت بها ، واستيقظت استيقاظ الرجال ، واهتممت بشأنك اهتمام الأبدال ، رجوت أن تنال نصيبك منها ، فلا تضيع عمرك في الإهتمام بغير ما خلقت له ، يضيع وقتك ، ويذهب عمرك بلا فائدة ؛ فان الغائب لا </w:t>
      </w:r>
      <w:r w:rsidRPr="00BB3BDA">
        <w:rPr>
          <w:rStyle w:val="libBold2Char"/>
          <w:rtl/>
        </w:rPr>
        <w:t>يعود والميت لا يرجع ، وتفوتك</w:t>
      </w:r>
      <w:r>
        <w:rPr>
          <w:rtl/>
        </w:rPr>
        <w:t xml:space="preserve"> </w:t>
      </w:r>
    </w:p>
    <w:p w:rsidR="00EE1A1A" w:rsidRDefault="00EE1A1A" w:rsidP="006713DA">
      <w:pPr>
        <w:pStyle w:val="libFootnote0"/>
        <w:rPr>
          <w:rtl/>
        </w:rPr>
      </w:pPr>
      <w:r>
        <w:rPr>
          <w:rtl/>
        </w:rPr>
        <w:t>____________</w:t>
      </w:r>
    </w:p>
    <w:p w:rsidR="00EE1A1A" w:rsidRDefault="00EE1A1A" w:rsidP="006713DA">
      <w:pPr>
        <w:pStyle w:val="libFootnote0"/>
        <w:rPr>
          <w:rtl/>
        </w:rPr>
      </w:pPr>
      <w:r>
        <w:rPr>
          <w:rtl/>
        </w:rPr>
        <w:t>1 ـ الغمر : بفتح الغين وسكون الميم : الكثير.</w:t>
      </w:r>
    </w:p>
    <w:p w:rsidR="00EE1A1A" w:rsidRDefault="00EE1A1A" w:rsidP="006713DA">
      <w:pPr>
        <w:pStyle w:val="libFootnote0"/>
        <w:rPr>
          <w:rtl/>
        </w:rPr>
      </w:pPr>
      <w:r>
        <w:rPr>
          <w:rtl/>
        </w:rPr>
        <w:t xml:space="preserve">2 ـ هو علي بن محمد بن نهد التهامي ، أبو الحسن ، شاعر مشهور من أهل تهامة ، زار الشام والعراق ، وولي خطابة الرملة ، ثم رحل إلى مصر ، متخفيا ، فعلمت به حكومة مصر ، فاعتقل وحبس في دار البنود ، ثم قتل سراً في سجنه سنة 416 هـ ، قال ابن خلكان : له مرثية في ولده وكان قد مات صغيراً ، وهي في غاية الحسن. ويقال : إن بعض أصحابه رآه في النوم بعد موته. فقال له : ما فعل الله بك؟ فقال : غفر لي ، فقال : بأي الاعمال؟ فقال : بقولي في مرثية ولدي الصغير : </w:t>
      </w:r>
    </w:p>
    <w:tbl>
      <w:tblPr>
        <w:bidiVisual/>
        <w:tblW w:w="5000" w:type="pct"/>
        <w:tblLook w:val="01E0"/>
      </w:tblPr>
      <w:tblGrid>
        <w:gridCol w:w="3655"/>
        <w:gridCol w:w="262"/>
        <w:gridCol w:w="3656"/>
      </w:tblGrid>
      <w:tr w:rsidR="00EE1A1A" w:rsidTr="00BB3BDA">
        <w:trPr>
          <w:trHeight w:val="350"/>
        </w:trPr>
        <w:tc>
          <w:tcPr>
            <w:tcW w:w="4127" w:type="dxa"/>
            <w:shd w:val="clear" w:color="auto" w:fill="auto"/>
          </w:tcPr>
          <w:p w:rsidR="00EE1A1A" w:rsidRDefault="00EE1A1A" w:rsidP="00C16B53">
            <w:pPr>
              <w:pStyle w:val="libPoem"/>
              <w:rPr>
                <w:rtl/>
              </w:rPr>
            </w:pPr>
            <w:r>
              <w:rPr>
                <w:rtl/>
              </w:rPr>
              <w:t>جاورت أعدائي وجاور ربه</w:t>
            </w:r>
            <w:r w:rsidRPr="006713DA">
              <w:rPr>
                <w:rStyle w:val="libPoemTiniChar0"/>
                <w:rtl/>
              </w:rPr>
              <w:br/>
              <w:t> </w:t>
            </w:r>
          </w:p>
        </w:tc>
        <w:tc>
          <w:tcPr>
            <w:tcW w:w="269" w:type="dxa"/>
            <w:shd w:val="clear" w:color="auto" w:fill="auto"/>
          </w:tcPr>
          <w:p w:rsidR="00EE1A1A" w:rsidRDefault="00EE1A1A" w:rsidP="00C16B53">
            <w:pPr>
              <w:pStyle w:val="libPoem"/>
              <w:rPr>
                <w:rtl/>
              </w:rPr>
            </w:pPr>
          </w:p>
        </w:tc>
        <w:tc>
          <w:tcPr>
            <w:tcW w:w="4126" w:type="dxa"/>
            <w:shd w:val="clear" w:color="auto" w:fill="auto"/>
          </w:tcPr>
          <w:p w:rsidR="00EE1A1A" w:rsidRDefault="00EE1A1A" w:rsidP="00C16B53">
            <w:pPr>
              <w:pStyle w:val="libPoem"/>
              <w:rPr>
                <w:rtl/>
              </w:rPr>
            </w:pPr>
            <w:r>
              <w:rPr>
                <w:rtl/>
              </w:rPr>
              <w:t>شتان بين جواره وجواري</w:t>
            </w:r>
            <w:r w:rsidRPr="006713DA">
              <w:rPr>
                <w:rStyle w:val="libPoemTiniChar0"/>
                <w:rtl/>
              </w:rPr>
              <w:br/>
              <w:t>  </w:t>
            </w:r>
          </w:p>
        </w:tc>
      </w:tr>
    </w:tbl>
    <w:p w:rsidR="00EE1A1A" w:rsidRDefault="00EE1A1A" w:rsidP="006713DA">
      <w:pPr>
        <w:pStyle w:val="libFootnote0"/>
        <w:rPr>
          <w:rtl/>
        </w:rPr>
      </w:pPr>
      <w:r>
        <w:rPr>
          <w:rtl/>
        </w:rPr>
        <w:t xml:space="preserve"> اُنظر « وفيات الأعيان 3 : 378 / 471 ، الأعلام للزركلي 4 : 327 ».</w:t>
      </w:r>
    </w:p>
    <w:p w:rsidR="00EE1A1A" w:rsidRDefault="00EE1A1A" w:rsidP="006713DA">
      <w:pPr>
        <w:pStyle w:val="libFootnote0"/>
        <w:rPr>
          <w:rtl/>
        </w:rPr>
      </w:pPr>
      <w:r>
        <w:rPr>
          <w:rtl/>
        </w:rPr>
        <w:t xml:space="preserve">3 ـ الذاريات 51 : 56. </w:t>
      </w:r>
    </w:p>
    <w:p w:rsidR="00EE1A1A" w:rsidRDefault="00EE1A1A" w:rsidP="00BB3BDA">
      <w:pPr>
        <w:pStyle w:val="libNormal0"/>
        <w:rPr>
          <w:rtl/>
        </w:rPr>
      </w:pPr>
      <w:r>
        <w:rPr>
          <w:rtl/>
        </w:rPr>
        <w:br w:type="page"/>
      </w:r>
      <w:r>
        <w:rPr>
          <w:rtl/>
        </w:rPr>
        <w:lastRenderedPageBreak/>
        <w:t>السعادة التي خلقت لها. فيالها حسرة لا تفنى ، وغبن لا يزول ، إذا عاينت درجات السابقين ، وأبصرت منازل المقربين ، وأنت مقصر من الأعمال الصالحة ، خلي من المتاجر الرابحة! فقس ذلك الالم على هذه الآلام ، وادفع أصعبهما عليك وأضرهما لك ، مع أنك تقدر على دفع سبب هذا ، ولا تقدر على دفع سبب ذاك.</w:t>
      </w:r>
    </w:p>
    <w:p w:rsidR="00EE1A1A" w:rsidRDefault="00EE1A1A" w:rsidP="00BB3BDA">
      <w:pPr>
        <w:pStyle w:val="libNormal"/>
        <w:rPr>
          <w:rtl/>
        </w:rPr>
      </w:pPr>
      <w:r>
        <w:rPr>
          <w:rtl/>
        </w:rPr>
        <w:t xml:space="preserve">كما قال علي </w:t>
      </w:r>
      <w:r w:rsidR="00A80F4B" w:rsidRPr="00A80F4B">
        <w:rPr>
          <w:rStyle w:val="libAlaemChar"/>
          <w:rFonts w:hint="cs"/>
          <w:rtl/>
        </w:rPr>
        <w:t>عليه‌السلام</w:t>
      </w:r>
      <w:r>
        <w:rPr>
          <w:rtl/>
        </w:rPr>
        <w:t xml:space="preserve"> : « إن صبرت جرى عليك القضاء وأنت مأجور ، وأن جزعت </w:t>
      </w:r>
      <w:r w:rsidRPr="006713DA">
        <w:rPr>
          <w:rStyle w:val="libFootnotenumChar"/>
          <w:rtl/>
        </w:rPr>
        <w:t>(1)</w:t>
      </w:r>
      <w:r>
        <w:rPr>
          <w:rtl/>
        </w:rPr>
        <w:t xml:space="preserve"> جرى عليك القضاء وأنت مأزور </w:t>
      </w:r>
      <w:r w:rsidRPr="006713DA">
        <w:rPr>
          <w:rStyle w:val="libFootnotenumChar"/>
          <w:rtl/>
        </w:rPr>
        <w:t>(2)</w:t>
      </w:r>
      <w:r>
        <w:rPr>
          <w:rtl/>
        </w:rPr>
        <w:t xml:space="preserve"> ، فاغتنم شبابك قبل هرمك ، وصحتك قبل سقمك ، واجعل الموت نصب عينك ، واستعد له بصالح العمل ، ودع الإشتغال بغيرك ، فإن الموت يأتي إليك دونه ».</w:t>
      </w:r>
    </w:p>
    <w:p w:rsidR="00EE1A1A" w:rsidRPr="001D7442" w:rsidRDefault="00EE1A1A" w:rsidP="00BB3BDA">
      <w:pPr>
        <w:pStyle w:val="libNormal"/>
        <w:rPr>
          <w:rtl/>
        </w:rPr>
      </w:pPr>
      <w:r>
        <w:rPr>
          <w:rtl/>
        </w:rPr>
        <w:t xml:space="preserve">وتأمل قوله تعالى : </w:t>
      </w:r>
      <w:r w:rsidRPr="00BB3BDA">
        <w:rPr>
          <w:rStyle w:val="libAlaemChar"/>
          <w:rtl/>
        </w:rPr>
        <w:t>(</w:t>
      </w:r>
      <w:r>
        <w:rPr>
          <w:rtl/>
        </w:rPr>
        <w:t xml:space="preserve"> </w:t>
      </w:r>
      <w:r w:rsidRPr="00BB3BDA">
        <w:rPr>
          <w:rStyle w:val="libAieChar"/>
          <w:rtl/>
        </w:rPr>
        <w:t>وان ليس للإنسان إلا ما سعى * وأن سعيه سوف يرى</w:t>
      </w:r>
      <w:r>
        <w:rPr>
          <w:rtl/>
        </w:rPr>
        <w:t xml:space="preserve"> </w:t>
      </w:r>
      <w:r w:rsidRPr="00BB3BDA">
        <w:rPr>
          <w:rStyle w:val="libAlaemChar"/>
          <w:rtl/>
        </w:rPr>
        <w:t>)</w:t>
      </w:r>
      <w:r>
        <w:rPr>
          <w:rtl/>
        </w:rPr>
        <w:t xml:space="preserve"> </w:t>
      </w:r>
      <w:r w:rsidRPr="006713DA">
        <w:rPr>
          <w:rStyle w:val="libFootnotenumChar"/>
          <w:rtl/>
        </w:rPr>
        <w:t>(3)</w:t>
      </w:r>
      <w:r>
        <w:rPr>
          <w:rtl/>
        </w:rPr>
        <w:t xml:space="preserve"> فقصر أملك ، وأصلح </w:t>
      </w:r>
      <w:r w:rsidRPr="006713DA">
        <w:rPr>
          <w:rStyle w:val="libFootnotenumChar"/>
          <w:rtl/>
        </w:rPr>
        <w:t>(4)</w:t>
      </w:r>
      <w:r>
        <w:rPr>
          <w:rtl/>
        </w:rPr>
        <w:t xml:space="preserve"> عملك ، فإن السبب الأكثري الموجب للإهتمام بالاموال </w:t>
      </w:r>
      <w:r w:rsidRPr="001D7442">
        <w:rPr>
          <w:rtl/>
        </w:rPr>
        <w:t>والأولاد طول الأمل.</w:t>
      </w:r>
    </w:p>
    <w:p w:rsidR="00EE1A1A" w:rsidRPr="001D7442" w:rsidRDefault="00EE1A1A" w:rsidP="00BB3BDA">
      <w:pPr>
        <w:pStyle w:val="libNormal"/>
        <w:rPr>
          <w:rtl/>
        </w:rPr>
      </w:pPr>
      <w:bookmarkStart w:id="8" w:name="_Toc413069909"/>
      <w:r w:rsidRPr="00537A26">
        <w:rPr>
          <w:rStyle w:val="Heading2Char"/>
          <w:rtl/>
        </w:rPr>
        <w:t>و</w:t>
      </w:r>
      <w:bookmarkEnd w:id="8"/>
      <w:r w:rsidRPr="001D7442">
        <w:rPr>
          <w:rtl/>
        </w:rPr>
        <w:t xml:space="preserve">قد قال النبي </w:t>
      </w:r>
      <w:r w:rsidR="00A80F4B" w:rsidRPr="00A80F4B">
        <w:rPr>
          <w:rStyle w:val="libAlaemChar"/>
          <w:rFonts w:hint="cs"/>
          <w:rtl/>
        </w:rPr>
        <w:t>صلى‌الله‌عليه‌وآله‌وسلم</w:t>
      </w:r>
      <w:r w:rsidRPr="001D7442">
        <w:rPr>
          <w:rtl/>
        </w:rPr>
        <w:t xml:space="preserve"> لبعض أصحابه : « إذا أصبحت فلا تحدث نفسك بالمساء ، وإذا أمسيت فلا تحدث نفسك بالصباح ، وخذ من حياتك لموتك ، ومن صحتك لسقمك ، فإنك لا تدري ما اسمك غداً » </w:t>
      </w:r>
      <w:r w:rsidRPr="006713DA">
        <w:rPr>
          <w:rStyle w:val="libFootnotenumChar"/>
          <w:rtl/>
        </w:rPr>
        <w:t>(5)</w:t>
      </w:r>
      <w:r w:rsidRPr="001D7442">
        <w:rPr>
          <w:rtl/>
        </w:rPr>
        <w:t>.</w:t>
      </w:r>
    </w:p>
    <w:p w:rsidR="00EE1A1A" w:rsidRPr="001D7442" w:rsidRDefault="00EE1A1A" w:rsidP="00BB3BDA">
      <w:pPr>
        <w:pStyle w:val="libNormal"/>
        <w:rPr>
          <w:rtl/>
        </w:rPr>
      </w:pPr>
      <w:r w:rsidRPr="001D7442">
        <w:rPr>
          <w:rtl/>
        </w:rPr>
        <w:t xml:space="preserve">وقال علي </w:t>
      </w:r>
      <w:r w:rsidR="00A80F4B" w:rsidRPr="00A80F4B">
        <w:rPr>
          <w:rStyle w:val="libAlaemChar"/>
          <w:rFonts w:hint="cs"/>
          <w:rtl/>
        </w:rPr>
        <w:t>عليه‌السلام</w:t>
      </w:r>
      <w:r w:rsidRPr="001D7442">
        <w:rPr>
          <w:rtl/>
        </w:rPr>
        <w:t xml:space="preserve"> : « إنّ أشدّ ما أخاف عليكم خصلتان : إتّباع الهوى ، وطول الأمل ؛ فأمّا اتّباع الهوى فإنّه يعدل عن الحق ، وأمّا طول الأمل فإنه يورث الحبّ للدنيا » </w:t>
      </w:r>
      <w:r w:rsidRPr="006713DA">
        <w:rPr>
          <w:rStyle w:val="libFootnotenumChar"/>
          <w:rtl/>
        </w:rPr>
        <w:t>(6)</w:t>
      </w:r>
      <w:r>
        <w:rPr>
          <w:rFonts w:hint="cs"/>
          <w:rtl/>
        </w:rPr>
        <w:t>.</w:t>
      </w:r>
    </w:p>
    <w:p w:rsidR="00EE1A1A" w:rsidRPr="001D7442" w:rsidRDefault="00EE1A1A" w:rsidP="00BB3BDA">
      <w:pPr>
        <w:pStyle w:val="libNormal"/>
        <w:rPr>
          <w:rtl/>
        </w:rPr>
      </w:pPr>
      <w:r w:rsidRPr="001D7442">
        <w:rPr>
          <w:rtl/>
        </w:rPr>
        <w:t xml:space="preserve">ثم قال : « ألا إن الله يعطي الدنيا لمن يحب ويبغض ، وإذا أحب عبداً أعطاه الإيمان ، ألا إن للدين أبناء ، وللدنيا أبناءً ، فكونوا من أبناء الدين ، ولا تكونوا من أبناء الدنيا ، ألا إن الدنيا قد أرتحلت مولية ، ألا إن الآخرة قد أرتحلت مقبلة ، إلا وإنكم في </w:t>
      </w:r>
    </w:p>
    <w:p w:rsidR="00EE1A1A" w:rsidRDefault="00EE1A1A" w:rsidP="006713DA">
      <w:pPr>
        <w:pStyle w:val="libFootnote0"/>
        <w:rPr>
          <w:rtl/>
        </w:rPr>
      </w:pPr>
      <w:r>
        <w:rPr>
          <w:rtl/>
        </w:rPr>
        <w:t>____________</w:t>
      </w:r>
    </w:p>
    <w:p w:rsidR="00EE1A1A" w:rsidRDefault="00EE1A1A" w:rsidP="006713DA">
      <w:pPr>
        <w:pStyle w:val="libFootnote0"/>
        <w:rPr>
          <w:rtl/>
        </w:rPr>
      </w:pPr>
      <w:r>
        <w:rPr>
          <w:rtl/>
        </w:rPr>
        <w:t>1 ـ في « ح » : لم تصبر.</w:t>
      </w:r>
    </w:p>
    <w:p w:rsidR="00EE1A1A" w:rsidRDefault="00EE1A1A" w:rsidP="006713DA">
      <w:pPr>
        <w:pStyle w:val="libFootnote0"/>
        <w:rPr>
          <w:rtl/>
        </w:rPr>
      </w:pPr>
      <w:r>
        <w:rPr>
          <w:rtl/>
        </w:rPr>
        <w:t>2 ـ ورد في نهج البلاغة 3 : 224 / 291.</w:t>
      </w:r>
    </w:p>
    <w:p w:rsidR="00EE1A1A" w:rsidRDefault="00EE1A1A" w:rsidP="006713DA">
      <w:pPr>
        <w:pStyle w:val="libFootnote0"/>
        <w:rPr>
          <w:rtl/>
        </w:rPr>
      </w:pPr>
      <w:r>
        <w:rPr>
          <w:rtl/>
        </w:rPr>
        <w:t>3 ـ النجم 53 : 39 و 40.</w:t>
      </w:r>
    </w:p>
    <w:p w:rsidR="00EE1A1A" w:rsidRDefault="00EE1A1A" w:rsidP="006713DA">
      <w:pPr>
        <w:pStyle w:val="libFootnote0"/>
        <w:rPr>
          <w:rtl/>
        </w:rPr>
      </w:pPr>
      <w:r>
        <w:rPr>
          <w:rtl/>
        </w:rPr>
        <w:t>4 ـ في هامش « ح » : وأحسن.</w:t>
      </w:r>
    </w:p>
    <w:p w:rsidR="00EE1A1A" w:rsidRDefault="00EE1A1A" w:rsidP="006713DA">
      <w:pPr>
        <w:pStyle w:val="libFootnote0"/>
        <w:rPr>
          <w:rtl/>
        </w:rPr>
      </w:pPr>
      <w:r>
        <w:rPr>
          <w:rtl/>
        </w:rPr>
        <w:t>5 ـ رواه الشيخ ورام في تنبيه الخواطر 1 : 271 ، والشيخ الطوسي في أماليه 2 : 139 ، والديلمي في إرشاد القلوب : 18 ، وزكي الدين في الترغيب والترهيب 4 : 243 / 17. باختلاف يسير.</w:t>
      </w:r>
    </w:p>
    <w:p w:rsidR="00EE1A1A" w:rsidRDefault="00EE1A1A" w:rsidP="006713DA">
      <w:pPr>
        <w:pStyle w:val="libFootnote0"/>
        <w:rPr>
          <w:rtl/>
        </w:rPr>
      </w:pPr>
      <w:r>
        <w:rPr>
          <w:rtl/>
        </w:rPr>
        <w:t xml:space="preserve">6 ـ ورد في نهج البلاغة 1 : 88 / 41 ، ورواه الديلمي عن النبي </w:t>
      </w:r>
      <w:r w:rsidR="00A80F4B" w:rsidRPr="00A80F4B">
        <w:rPr>
          <w:rStyle w:val="libAlaemChar"/>
          <w:rFonts w:hint="cs"/>
          <w:rtl/>
        </w:rPr>
        <w:t>صلى‌الله‌عليه‌وآله‌وسلم</w:t>
      </w:r>
      <w:r>
        <w:rPr>
          <w:rtl/>
        </w:rPr>
        <w:t xml:space="preserve"> في إرشاد القلوب : 21 باختلاف يسير. </w:t>
      </w:r>
    </w:p>
    <w:p w:rsidR="00EE1A1A" w:rsidRDefault="00EE1A1A" w:rsidP="00BB3BDA">
      <w:pPr>
        <w:pStyle w:val="libNormal0"/>
        <w:rPr>
          <w:rtl/>
        </w:rPr>
      </w:pPr>
      <w:r>
        <w:rPr>
          <w:rtl/>
        </w:rPr>
        <w:br w:type="page"/>
      </w:r>
      <w:r>
        <w:rPr>
          <w:rtl/>
        </w:rPr>
        <w:lastRenderedPageBreak/>
        <w:t xml:space="preserve">يوم عمل ليس فيه حساب ، ألا وإنكم توشكون في يوم حساب ليس فيه عمل » </w:t>
      </w:r>
      <w:r w:rsidRPr="006713DA">
        <w:rPr>
          <w:rStyle w:val="libFootnotenumChar"/>
          <w:rtl/>
        </w:rPr>
        <w:t>(1)</w:t>
      </w:r>
      <w:r>
        <w:rPr>
          <w:rtl/>
        </w:rPr>
        <w:t>.</w:t>
      </w:r>
    </w:p>
    <w:p w:rsidR="00EE1A1A" w:rsidRDefault="00EE1A1A" w:rsidP="00BB3BDA">
      <w:pPr>
        <w:pStyle w:val="libNormal"/>
        <w:rPr>
          <w:rtl/>
        </w:rPr>
      </w:pPr>
      <w:r>
        <w:rPr>
          <w:rtl/>
        </w:rPr>
        <w:t xml:space="preserve">واعلم ان محبوبا يفارقك ، وتبقى على نفسك حسرته وألمه ، وفي حال إصاله </w:t>
      </w:r>
      <w:r w:rsidRPr="006713DA">
        <w:rPr>
          <w:rStyle w:val="libFootnotenumChar"/>
          <w:rtl/>
        </w:rPr>
        <w:t>(2)</w:t>
      </w:r>
      <w:r>
        <w:rPr>
          <w:rtl/>
        </w:rPr>
        <w:t xml:space="preserve"> كدك وكدحك وجدك واجتهادك ، ومع ذلك لا يخلو زمانك معه من تنغيص </w:t>
      </w:r>
      <w:r w:rsidRPr="006713DA">
        <w:rPr>
          <w:rStyle w:val="libFootnotenumChar"/>
          <w:rtl/>
        </w:rPr>
        <w:t>(3)</w:t>
      </w:r>
      <w:r>
        <w:rPr>
          <w:rtl/>
        </w:rPr>
        <w:t xml:space="preserve"> به أو عليه ، لأجل أن تتسلى عنه ، وتطلب لنفسك محبوباً غيره ، وتجتهد في أن يكون موصوفاً بحسن الصحة ، ودوام الملازمة ، وزيادة الأنس ، وتمام المنفعة.</w:t>
      </w:r>
    </w:p>
    <w:p w:rsidR="00EE1A1A" w:rsidRDefault="00EE1A1A" w:rsidP="00BB3BDA">
      <w:pPr>
        <w:pStyle w:val="libNormal"/>
        <w:rPr>
          <w:rtl/>
        </w:rPr>
      </w:pPr>
      <w:r>
        <w:rPr>
          <w:rtl/>
        </w:rPr>
        <w:t>فإن ظفرت به فذلك هو الذي ينبغي أن يكون بغيتك التي تحفظها ، وتهتم بها ، وتنفق وقتك عليها ، وهو غاية كل محبة ، ومنتهى كل مقصد ، وما ذاك إلا الإشتغال بالله ، وصرف الهمة إليه ، وتفويض ما خرج عن ذلك إليه ، فإن ذلك دليل على حب الله تعالى ، يحبهم ويحبونه والذين آمنوا أشد حباً لله.</w:t>
      </w:r>
    </w:p>
    <w:p w:rsidR="00EE1A1A" w:rsidRDefault="00EE1A1A" w:rsidP="00BB3BDA">
      <w:pPr>
        <w:pStyle w:val="libNormal"/>
        <w:rPr>
          <w:rtl/>
        </w:rPr>
      </w:pPr>
      <w:bookmarkStart w:id="9" w:name="_Toc413069910"/>
      <w:r w:rsidRPr="00537A26">
        <w:rPr>
          <w:rStyle w:val="Heading2Char"/>
          <w:rtl/>
        </w:rPr>
        <w:t>و</w:t>
      </w:r>
      <w:bookmarkEnd w:id="9"/>
      <w:r>
        <w:rPr>
          <w:rtl/>
        </w:rPr>
        <w:t xml:space="preserve">قد جعل النبي </w:t>
      </w:r>
      <w:r w:rsidR="00A80F4B" w:rsidRPr="00A80F4B">
        <w:rPr>
          <w:rStyle w:val="libAlaemChar"/>
          <w:rFonts w:hint="cs"/>
          <w:rtl/>
        </w:rPr>
        <w:t>صلى‌الله‌عليه‌وآله</w:t>
      </w:r>
      <w:r>
        <w:rPr>
          <w:rtl/>
        </w:rPr>
        <w:t xml:space="preserve"> الحب لله من شرط الإيمان ، فقال : « لا يؤمن أحدكم حتى يكون الله ورسوله أحب إليه مما سواهما » </w:t>
      </w:r>
      <w:r w:rsidRPr="006713DA">
        <w:rPr>
          <w:rStyle w:val="libFootnotenumChar"/>
          <w:rtl/>
        </w:rPr>
        <w:t>(4)</w:t>
      </w:r>
      <w:r>
        <w:rPr>
          <w:rtl/>
        </w:rPr>
        <w:t>.</w:t>
      </w:r>
    </w:p>
    <w:p w:rsidR="00EE1A1A" w:rsidRDefault="00EE1A1A" w:rsidP="00BB3BDA">
      <w:pPr>
        <w:pStyle w:val="libNormal"/>
        <w:rPr>
          <w:rtl/>
        </w:rPr>
      </w:pPr>
      <w:r>
        <w:rPr>
          <w:rtl/>
        </w:rPr>
        <w:t xml:space="preserve">ولا يتحقق الحب في القلب ( أحدكم لأحد) </w:t>
      </w:r>
      <w:r w:rsidRPr="006713DA">
        <w:rPr>
          <w:rStyle w:val="libFootnotenumChar"/>
          <w:rtl/>
        </w:rPr>
        <w:t>(5)</w:t>
      </w:r>
      <w:r>
        <w:rPr>
          <w:rtl/>
        </w:rPr>
        <w:t xml:space="preserve"> مع كراهته لفعله وسخطه به ، بل مع عدم رضاه على وجه الحقيقة ، لا على وجه التكلّف والتعنت.</w:t>
      </w:r>
    </w:p>
    <w:p w:rsidR="00EE1A1A" w:rsidRDefault="00EE1A1A" w:rsidP="00BB3BDA">
      <w:pPr>
        <w:pStyle w:val="libNormal"/>
        <w:rPr>
          <w:rtl/>
        </w:rPr>
      </w:pPr>
      <w:r>
        <w:rPr>
          <w:rtl/>
        </w:rPr>
        <w:t xml:space="preserve">وفي أخبار داود </w:t>
      </w:r>
      <w:r w:rsidR="00A80F4B" w:rsidRPr="00A80F4B">
        <w:rPr>
          <w:rStyle w:val="libAlaemChar"/>
          <w:rFonts w:hint="cs"/>
          <w:rtl/>
        </w:rPr>
        <w:t>عليه‌السلام</w:t>
      </w:r>
      <w:r>
        <w:rPr>
          <w:rtl/>
        </w:rPr>
        <w:t xml:space="preserve"> : « يا داود ، أبلغ أهل أرضي : اني حبيب من أحبني ، وجليس من جالسني ، ومؤنس لمن أنس بذكري ، وصاحب لمن صاحبني ، ومختار لمن اختارني ، ومطيع لمن أطاعني. ما أحبني أحد </w:t>
      </w:r>
      <w:r w:rsidRPr="006713DA">
        <w:rPr>
          <w:rStyle w:val="libFootnotenumChar"/>
          <w:rtl/>
        </w:rPr>
        <w:t>(6)</w:t>
      </w:r>
      <w:r>
        <w:rPr>
          <w:rtl/>
        </w:rPr>
        <w:t xml:space="preserve"> أعلم ذلك يقيناً من قلبه إلا قبلته لنفسي ، ( وأحببته حباً ) </w:t>
      </w:r>
      <w:r w:rsidRPr="006713DA">
        <w:rPr>
          <w:rStyle w:val="libFootnotenumChar"/>
          <w:rtl/>
        </w:rPr>
        <w:t>(7)</w:t>
      </w:r>
      <w:r>
        <w:rPr>
          <w:rtl/>
        </w:rPr>
        <w:t xml:space="preserve"> لا يتقدمه أحد من خلقي ، من طلبني بالحق وجدني ، ومن طلب غيري لم يجدني. فارفضوا ـ يا أهل الأرض ـ ما أنتم عليه في غرورها ، وهلموا إلى كرامتي ومصاحبتي ومجالستي ومؤانستي ، وأنسوا بي اُؤانسكم ، واُسارع إلى محبتكم » </w:t>
      </w:r>
      <w:r w:rsidRPr="006713DA">
        <w:rPr>
          <w:rStyle w:val="libFootnotenumChar"/>
          <w:rtl/>
        </w:rPr>
        <w:t>(8)</w:t>
      </w:r>
      <w:r>
        <w:rPr>
          <w:rtl/>
        </w:rPr>
        <w:t xml:space="preserve">. </w:t>
      </w:r>
    </w:p>
    <w:p w:rsidR="00EE1A1A" w:rsidRDefault="00EE1A1A" w:rsidP="006713DA">
      <w:pPr>
        <w:pStyle w:val="libFootnote0"/>
        <w:rPr>
          <w:rtl/>
        </w:rPr>
      </w:pPr>
      <w:r>
        <w:rPr>
          <w:rtl/>
        </w:rPr>
        <w:t>____________</w:t>
      </w:r>
    </w:p>
    <w:p w:rsidR="00EE1A1A" w:rsidRDefault="00EE1A1A" w:rsidP="006713DA">
      <w:pPr>
        <w:pStyle w:val="libFootnote0"/>
        <w:rPr>
          <w:rtl/>
        </w:rPr>
      </w:pPr>
      <w:r>
        <w:rPr>
          <w:rtl/>
        </w:rPr>
        <w:t xml:space="preserve">1 ـ رواه الديلمي عن النبي </w:t>
      </w:r>
      <w:r w:rsidR="00A80F4B" w:rsidRPr="00A80F4B">
        <w:rPr>
          <w:rStyle w:val="libAlaemChar"/>
          <w:rFonts w:hint="cs"/>
          <w:rtl/>
        </w:rPr>
        <w:t>صلى‌الله‌عليه‌وآله‌وسلم</w:t>
      </w:r>
      <w:r>
        <w:rPr>
          <w:rtl/>
        </w:rPr>
        <w:t xml:space="preserve"> في إرشاد القلوب : 21 باختلاف في ألفاظه.</w:t>
      </w:r>
    </w:p>
    <w:p w:rsidR="00EE1A1A" w:rsidRDefault="00EE1A1A" w:rsidP="006713DA">
      <w:pPr>
        <w:pStyle w:val="libFootnote0"/>
        <w:rPr>
          <w:rtl/>
        </w:rPr>
      </w:pPr>
      <w:r>
        <w:rPr>
          <w:rtl/>
        </w:rPr>
        <w:t>2 ـ في نسخة « ش » : اتصاله.</w:t>
      </w:r>
    </w:p>
    <w:p w:rsidR="00EE1A1A" w:rsidRDefault="00EE1A1A" w:rsidP="006713DA">
      <w:pPr>
        <w:pStyle w:val="libFootnote0"/>
        <w:rPr>
          <w:rtl/>
        </w:rPr>
      </w:pPr>
      <w:r>
        <w:rPr>
          <w:rtl/>
        </w:rPr>
        <w:t>3 ـ التنغيض : التكدير ، يقال نغص عليه العيش تنغيصاً. كدره. « مجمع البحرين ـ نغض ـ 4 : 186 ».</w:t>
      </w:r>
    </w:p>
    <w:p w:rsidR="00EE1A1A" w:rsidRDefault="00EE1A1A" w:rsidP="006713DA">
      <w:pPr>
        <w:pStyle w:val="libFootnote0"/>
        <w:rPr>
          <w:rtl/>
        </w:rPr>
      </w:pPr>
      <w:r>
        <w:rPr>
          <w:rtl/>
        </w:rPr>
        <w:t>4 ـ أخرجه الفيض الكاشاني في المحجة البيضاء 8 : 4 ، ورواه ـ باختلاف يسير ـ أحمد في مسنده 3 : 172 و248 ، النسائي في سننه 8 : 95 ، وابن ماجة في سننه 2 : 1338 / 4033.</w:t>
      </w:r>
    </w:p>
    <w:p w:rsidR="00EE1A1A" w:rsidRDefault="00EE1A1A" w:rsidP="006713DA">
      <w:pPr>
        <w:pStyle w:val="libFootnote0"/>
        <w:rPr>
          <w:rtl/>
        </w:rPr>
      </w:pPr>
      <w:r>
        <w:rPr>
          <w:rtl/>
        </w:rPr>
        <w:t>5 ـ في نسخة « ش » : أحد.</w:t>
      </w:r>
    </w:p>
    <w:p w:rsidR="00EE1A1A" w:rsidRDefault="00EE1A1A" w:rsidP="006713DA">
      <w:pPr>
        <w:pStyle w:val="libFootnote0"/>
        <w:rPr>
          <w:rtl/>
        </w:rPr>
      </w:pPr>
      <w:r>
        <w:rPr>
          <w:rtl/>
        </w:rPr>
        <w:t>6 ـ في نسخة « ش » : عبد.</w:t>
      </w:r>
    </w:p>
    <w:p w:rsidR="00EE1A1A" w:rsidRDefault="00EE1A1A" w:rsidP="006713DA">
      <w:pPr>
        <w:pStyle w:val="libFootnote0"/>
        <w:rPr>
          <w:rtl/>
        </w:rPr>
      </w:pPr>
      <w:r>
        <w:rPr>
          <w:rtl/>
        </w:rPr>
        <w:t>7 ـ في « ح » : وأحييته حياة.</w:t>
      </w:r>
    </w:p>
    <w:p w:rsidR="00EE1A1A" w:rsidRDefault="00EE1A1A" w:rsidP="006713DA">
      <w:pPr>
        <w:pStyle w:val="libFootnote0"/>
        <w:rPr>
          <w:rtl/>
        </w:rPr>
      </w:pPr>
      <w:r>
        <w:rPr>
          <w:rtl/>
        </w:rPr>
        <w:t xml:space="preserve">8 ـ أخرجه المجلسي في البحار 70 : 26 / 28 ، والحر العاملي في الجواهر السنية : 94 عن مسكن الفؤاد. </w:t>
      </w:r>
    </w:p>
    <w:p w:rsidR="00EE1A1A" w:rsidRDefault="00EE1A1A" w:rsidP="00BB3BDA">
      <w:pPr>
        <w:pStyle w:val="libNormal"/>
        <w:rPr>
          <w:rtl/>
        </w:rPr>
      </w:pPr>
      <w:r>
        <w:rPr>
          <w:rtl/>
        </w:rPr>
        <w:br w:type="page"/>
      </w:r>
      <w:r>
        <w:rPr>
          <w:rtl/>
        </w:rPr>
        <w:lastRenderedPageBreak/>
        <w:t>وأوحى الله تعالى إلى بعض الصديقين : « إن لي عباداً من عبادي ، يحبوني واُحبهم ، ويشتاقون إلي وأشتاق إليهم ، ويذكروني وأذكرهم ، فإن أخذت طريقتهم وأحببتك ، وإن عدلت عنهم مقتك.</w:t>
      </w:r>
    </w:p>
    <w:p w:rsidR="00EE1A1A" w:rsidRDefault="00EE1A1A" w:rsidP="00BB3BDA">
      <w:pPr>
        <w:pStyle w:val="libNormal"/>
        <w:rPr>
          <w:rtl/>
        </w:rPr>
      </w:pPr>
      <w:r>
        <w:rPr>
          <w:rtl/>
        </w:rPr>
        <w:t>فقال : يارب وما علامتهم؟</w:t>
      </w:r>
    </w:p>
    <w:p w:rsidR="00EE1A1A" w:rsidRDefault="00EE1A1A" w:rsidP="00BB3BDA">
      <w:pPr>
        <w:pStyle w:val="libNormal"/>
        <w:rPr>
          <w:rtl/>
        </w:rPr>
      </w:pPr>
      <w:r>
        <w:rPr>
          <w:rtl/>
        </w:rPr>
        <w:t xml:space="preserve">قال : يراعون الظلال بالنهار ، كما يراعي [ الراعي ] </w:t>
      </w:r>
      <w:r w:rsidRPr="006713DA">
        <w:rPr>
          <w:rStyle w:val="libFootnotenumChar"/>
          <w:rtl/>
        </w:rPr>
        <w:t>(1)</w:t>
      </w:r>
      <w:r>
        <w:rPr>
          <w:rtl/>
        </w:rPr>
        <w:t xml:space="preserve"> الشفيق غنمه ، ويحنون إلى غروب الشمس ، كما تحن الطير إلى أوكارها عند الغروب ، فإذا جنهم الليل ، وأختلط الظلام ، وفرشت الفرش ، ونصبت الأسرة ، وخلا كل حبيب بحبيبه ، ونصبوا إلي أقدامهم ، وافترشوا لي وجوههم ، وناجوني بكلامي ، وتملقوني بإنعامي ، ما بين </w:t>
      </w:r>
      <w:r w:rsidRPr="006713DA">
        <w:rPr>
          <w:rStyle w:val="libFootnotenumChar"/>
          <w:rtl/>
        </w:rPr>
        <w:t>(2)</w:t>
      </w:r>
      <w:r>
        <w:rPr>
          <w:rtl/>
        </w:rPr>
        <w:t xml:space="preserve"> صارخ وباك ، وما بين متأوه وشاك ، وبين قائم وقاعد ، وبين راكع وساجد ، بعيني ما يتحملون من أجلي ، وبسمعي ما يشكون من حبي ، اقل </w:t>
      </w:r>
      <w:r w:rsidRPr="006713DA">
        <w:rPr>
          <w:rStyle w:val="libFootnotenumChar"/>
          <w:rtl/>
        </w:rPr>
        <w:t>(3)</w:t>
      </w:r>
      <w:r>
        <w:rPr>
          <w:rtl/>
        </w:rPr>
        <w:t xml:space="preserve"> ما أعطيهم ثلاثاً :</w:t>
      </w:r>
    </w:p>
    <w:p w:rsidR="00EE1A1A" w:rsidRDefault="00EE1A1A" w:rsidP="00BB3BDA">
      <w:pPr>
        <w:pStyle w:val="libNormal"/>
        <w:rPr>
          <w:rtl/>
        </w:rPr>
      </w:pPr>
      <w:r>
        <w:rPr>
          <w:rtl/>
        </w:rPr>
        <w:t>الاول : أقذف من نوري في قلوبهم ، فيخبرون عني ، كما اُخبر عنهم.</w:t>
      </w:r>
    </w:p>
    <w:p w:rsidR="00EE1A1A" w:rsidRDefault="00EE1A1A" w:rsidP="00BB3BDA">
      <w:pPr>
        <w:pStyle w:val="libNormal"/>
        <w:rPr>
          <w:rtl/>
        </w:rPr>
      </w:pPr>
      <w:bookmarkStart w:id="10" w:name="_Toc413069911"/>
      <w:r w:rsidRPr="00537A26">
        <w:rPr>
          <w:rStyle w:val="Heading2Char"/>
          <w:rtl/>
        </w:rPr>
        <w:t>و</w:t>
      </w:r>
      <w:bookmarkEnd w:id="10"/>
      <w:r>
        <w:rPr>
          <w:rtl/>
        </w:rPr>
        <w:t xml:space="preserve">الثاني : لو كانت السماوات والأرضون </w:t>
      </w:r>
      <w:r w:rsidRPr="006713DA">
        <w:rPr>
          <w:rStyle w:val="libFootnotenumChar"/>
          <w:rtl/>
        </w:rPr>
        <w:t>(4)</w:t>
      </w:r>
      <w:r>
        <w:rPr>
          <w:rtl/>
        </w:rPr>
        <w:t xml:space="preserve"> وما فيهما في موازينهم ، لا ستقللتها لهم.</w:t>
      </w:r>
    </w:p>
    <w:p w:rsidR="00EE1A1A" w:rsidRDefault="00EE1A1A" w:rsidP="00BB3BDA">
      <w:pPr>
        <w:pStyle w:val="libNormal"/>
        <w:rPr>
          <w:rtl/>
        </w:rPr>
      </w:pPr>
      <w:r>
        <w:rPr>
          <w:rtl/>
        </w:rPr>
        <w:t xml:space="preserve">والثالث : أقبل بوجهي عليهم ، أفترى من أقبلت بوجهي عليه ، يعلم أحد ما أريد أن أعطيه » </w:t>
      </w:r>
      <w:r w:rsidRPr="006713DA">
        <w:rPr>
          <w:rStyle w:val="libFootnotenumChar"/>
          <w:rtl/>
        </w:rPr>
        <w:t>(5)</w:t>
      </w:r>
      <w:r>
        <w:rPr>
          <w:rtl/>
        </w:rPr>
        <w:t>.</w:t>
      </w:r>
    </w:p>
    <w:p w:rsidR="00EE1A1A" w:rsidRDefault="00EE1A1A" w:rsidP="00BB3BDA">
      <w:pPr>
        <w:pStyle w:val="libNormal"/>
        <w:rPr>
          <w:rtl/>
        </w:rPr>
      </w:pPr>
      <w:r>
        <w:rPr>
          <w:rtl/>
        </w:rPr>
        <w:t xml:space="preserve">وها هنا نقطع الكلام في المقدمة ، ونشرع في الأبواب : </w:t>
      </w:r>
    </w:p>
    <w:p w:rsidR="00EE1A1A" w:rsidRDefault="00EE1A1A" w:rsidP="006713DA">
      <w:pPr>
        <w:pStyle w:val="libFootnote0"/>
        <w:rPr>
          <w:rtl/>
        </w:rPr>
      </w:pPr>
      <w:r>
        <w:rPr>
          <w:rtl/>
        </w:rPr>
        <w:t>____________</w:t>
      </w:r>
    </w:p>
    <w:p w:rsidR="00EE1A1A" w:rsidRDefault="00EE1A1A" w:rsidP="006713DA">
      <w:pPr>
        <w:pStyle w:val="libFootnote0"/>
        <w:rPr>
          <w:rtl/>
        </w:rPr>
      </w:pPr>
      <w:r>
        <w:rPr>
          <w:rtl/>
        </w:rPr>
        <w:t>1 ـ أثبتناه من المحجة البيضاء.</w:t>
      </w:r>
    </w:p>
    <w:p w:rsidR="00EE1A1A" w:rsidRDefault="00EE1A1A" w:rsidP="006713DA">
      <w:pPr>
        <w:pStyle w:val="libFootnote0"/>
        <w:rPr>
          <w:rtl/>
        </w:rPr>
      </w:pPr>
      <w:r>
        <w:rPr>
          <w:rtl/>
        </w:rPr>
        <w:t>2 ـ في نسخة « ش » : فبين.</w:t>
      </w:r>
    </w:p>
    <w:p w:rsidR="00EE1A1A" w:rsidRDefault="00EE1A1A" w:rsidP="006713DA">
      <w:pPr>
        <w:pStyle w:val="libFootnote0"/>
        <w:rPr>
          <w:rtl/>
        </w:rPr>
      </w:pPr>
      <w:r>
        <w:rPr>
          <w:rtl/>
        </w:rPr>
        <w:t>3 ـ في نسخة « ش » أول.</w:t>
      </w:r>
    </w:p>
    <w:p w:rsidR="00EE1A1A" w:rsidRDefault="00EE1A1A" w:rsidP="006713DA">
      <w:pPr>
        <w:pStyle w:val="libFootnote0"/>
        <w:rPr>
          <w:rtl/>
        </w:rPr>
      </w:pPr>
      <w:r>
        <w:rPr>
          <w:rtl/>
        </w:rPr>
        <w:t>4 ـ في نسخة « ش » : والأرض.</w:t>
      </w:r>
    </w:p>
    <w:p w:rsidR="00EE1A1A" w:rsidRDefault="00EE1A1A" w:rsidP="006713DA">
      <w:pPr>
        <w:pStyle w:val="libFootnote0"/>
        <w:rPr>
          <w:rtl/>
        </w:rPr>
      </w:pPr>
      <w:r>
        <w:rPr>
          <w:rtl/>
        </w:rPr>
        <w:t xml:space="preserve">5 ـ أخرجه المجلسي في بحار الأنوار 70 : 26 / 28 ، عن مسكن الفؤاد ، وأخرجه الفيض الكاشاني في المحجة البيضاء 8 : 58. </w:t>
      </w:r>
    </w:p>
    <w:p w:rsidR="00EE1A1A" w:rsidRDefault="00EE1A1A" w:rsidP="00EE1A1A">
      <w:pPr>
        <w:pStyle w:val="Heading1Center"/>
        <w:rPr>
          <w:rtl/>
        </w:rPr>
      </w:pPr>
      <w:r>
        <w:rPr>
          <w:rtl/>
        </w:rPr>
        <w:br w:type="page"/>
      </w:r>
      <w:bookmarkStart w:id="11" w:name="_Toc295670639"/>
      <w:bookmarkStart w:id="12" w:name="_Toc413069912"/>
      <w:r>
        <w:rPr>
          <w:rtl/>
        </w:rPr>
        <w:lastRenderedPageBreak/>
        <w:t>الباب الأول</w:t>
      </w:r>
      <w:bookmarkEnd w:id="11"/>
      <w:bookmarkEnd w:id="12"/>
    </w:p>
    <w:p w:rsidR="00EE1A1A" w:rsidRDefault="00EE1A1A" w:rsidP="00EE1A1A">
      <w:pPr>
        <w:pStyle w:val="Heading1Center"/>
        <w:rPr>
          <w:rtl/>
        </w:rPr>
      </w:pPr>
      <w:bookmarkStart w:id="13" w:name="_Toc413069913"/>
      <w:r>
        <w:rPr>
          <w:rtl/>
        </w:rPr>
        <w:t>في بيان الأعواض الحاصلة من موت الأولاد ، وما يقرب من هذا المراد</w:t>
      </w:r>
      <w:bookmarkEnd w:id="13"/>
    </w:p>
    <w:p w:rsidR="00EE1A1A" w:rsidRDefault="00EE1A1A" w:rsidP="00BB3BDA">
      <w:pPr>
        <w:pStyle w:val="libNormal"/>
        <w:rPr>
          <w:rtl/>
        </w:rPr>
      </w:pPr>
      <w:r>
        <w:rPr>
          <w:rtl/>
        </w:rPr>
        <w:t xml:space="preserve">إعلم أن الله ـ سبحانه ـ عدل ( كريم ، وأنه ) </w:t>
      </w:r>
      <w:r w:rsidRPr="006713DA">
        <w:rPr>
          <w:rStyle w:val="libFootnotenumChar"/>
          <w:rtl/>
        </w:rPr>
        <w:t>(1)</w:t>
      </w:r>
      <w:r>
        <w:rPr>
          <w:rtl/>
        </w:rPr>
        <w:t xml:space="preserve"> غني مطلق ، لا يليق بكمال ذاته وجميل صفاته ، أن يُنزل بعبده المؤمن في دار الدنيا شيئاً من البلاء وإن قل ، ثم لا يعوضه عنه ما يزيد عليه ، إذ لو لم يعطه شيئاً ( بالكلية كان له ظالماً ) </w:t>
      </w:r>
      <w:r w:rsidRPr="006713DA">
        <w:rPr>
          <w:rStyle w:val="libFootnotenumChar"/>
          <w:rtl/>
        </w:rPr>
        <w:t>(2)</w:t>
      </w:r>
      <w:r>
        <w:rPr>
          <w:rtl/>
        </w:rPr>
        <w:t xml:space="preserve"> ، ولو عوضه بقدرة كان عابثاً ، تعالى الله عنهما علواً كبيراً.</w:t>
      </w:r>
    </w:p>
    <w:p w:rsidR="00EE1A1A" w:rsidRDefault="00EE1A1A" w:rsidP="00BB3BDA">
      <w:pPr>
        <w:pStyle w:val="libNormal"/>
        <w:rPr>
          <w:rtl/>
        </w:rPr>
      </w:pPr>
      <w:r>
        <w:rPr>
          <w:rtl/>
        </w:rPr>
        <w:t>وقد تظافرت بذلك الأخبار النبوية ، ومنها :</w:t>
      </w:r>
    </w:p>
    <w:p w:rsidR="00EE1A1A" w:rsidRDefault="00EE1A1A" w:rsidP="00BB3BDA">
      <w:pPr>
        <w:pStyle w:val="libNormal"/>
        <w:rPr>
          <w:rtl/>
        </w:rPr>
      </w:pPr>
      <w:r>
        <w:rPr>
          <w:rtl/>
        </w:rPr>
        <w:t xml:space="preserve">« إن المؤمن لو يعلم ( ما أعد الله له ) </w:t>
      </w:r>
      <w:r w:rsidRPr="006713DA">
        <w:rPr>
          <w:rStyle w:val="libFootnotenumChar"/>
          <w:rtl/>
        </w:rPr>
        <w:t>(3)</w:t>
      </w:r>
      <w:r>
        <w:rPr>
          <w:rtl/>
        </w:rPr>
        <w:t xml:space="preserve"> على البلاء ، لتمنى أنه في دار الدنيا قرض بالمقاريض » </w:t>
      </w:r>
      <w:r w:rsidRPr="006713DA">
        <w:rPr>
          <w:rStyle w:val="libFootnotenumChar"/>
          <w:rtl/>
        </w:rPr>
        <w:t>(4)</w:t>
      </w:r>
      <w:r>
        <w:rPr>
          <w:rtl/>
        </w:rPr>
        <w:t>.</w:t>
      </w:r>
    </w:p>
    <w:p w:rsidR="00EE1A1A" w:rsidRDefault="00EE1A1A" w:rsidP="00BB3BDA">
      <w:pPr>
        <w:pStyle w:val="libNormal"/>
        <w:rPr>
          <w:rtl/>
        </w:rPr>
      </w:pPr>
      <w:r>
        <w:rPr>
          <w:rtl/>
        </w:rPr>
        <w:t xml:space="preserve">ولنقتصر منها على ما يختص بما نحن فيه ، فقد رواه عن النبي </w:t>
      </w:r>
      <w:r w:rsidR="00A80F4B" w:rsidRPr="00A80F4B">
        <w:rPr>
          <w:rStyle w:val="libAlaemChar"/>
          <w:rFonts w:hint="cs"/>
          <w:rtl/>
        </w:rPr>
        <w:t>صلى‌الله‌عليه‌وآله</w:t>
      </w:r>
      <w:r>
        <w:rPr>
          <w:rtl/>
        </w:rPr>
        <w:t xml:space="preserve"> أزيد من ثلاثين صحابياً.</w:t>
      </w:r>
    </w:p>
    <w:p w:rsidR="00EE1A1A" w:rsidRDefault="00EE1A1A" w:rsidP="00BB3BDA">
      <w:pPr>
        <w:pStyle w:val="libNormal"/>
        <w:rPr>
          <w:rtl/>
        </w:rPr>
      </w:pPr>
      <w:r>
        <w:rPr>
          <w:rtl/>
        </w:rPr>
        <w:t xml:space="preserve">وروى الصدوق ـ </w:t>
      </w:r>
      <w:r w:rsidR="00A80F4B" w:rsidRPr="00A80F4B">
        <w:rPr>
          <w:rStyle w:val="libAlaemChar"/>
          <w:rFonts w:hint="cs"/>
          <w:rtl/>
        </w:rPr>
        <w:t>رحمه‌الله</w:t>
      </w:r>
      <w:r>
        <w:rPr>
          <w:rtl/>
        </w:rPr>
        <w:t xml:space="preserve"> ـ بإسناده إلى عمرو بن عبسة </w:t>
      </w:r>
      <w:r w:rsidRPr="006713DA">
        <w:rPr>
          <w:rStyle w:val="libFootnotenumChar"/>
          <w:rtl/>
        </w:rPr>
        <w:t>(5)</w:t>
      </w:r>
      <w:r>
        <w:rPr>
          <w:rtl/>
        </w:rPr>
        <w:t xml:space="preserve"> السلمي ، قال : سمعت رسول الله </w:t>
      </w:r>
      <w:r w:rsidR="00A80F4B" w:rsidRPr="00A80F4B">
        <w:rPr>
          <w:rStyle w:val="libAlaemChar"/>
          <w:rFonts w:hint="cs"/>
          <w:rtl/>
        </w:rPr>
        <w:t>صلى‌الله‌عليه‌وآله</w:t>
      </w:r>
      <w:r>
        <w:rPr>
          <w:rtl/>
        </w:rPr>
        <w:t xml:space="preserve"> يقول : « أيما رجل قدم ثلاثة أولاد ، لم يبلغوا الحنث ، أو امرأة قدمت ثلاثة أولاد ، فهم حجاب يسترونه عن </w:t>
      </w:r>
      <w:r w:rsidRPr="006713DA">
        <w:rPr>
          <w:rStyle w:val="libFootnotenumChar"/>
          <w:rtl/>
        </w:rPr>
        <w:t>(6)</w:t>
      </w:r>
      <w:r>
        <w:rPr>
          <w:rtl/>
        </w:rPr>
        <w:t xml:space="preserve"> النار » </w:t>
      </w:r>
      <w:r w:rsidRPr="006713DA">
        <w:rPr>
          <w:rStyle w:val="libFootnotenumChar"/>
          <w:rtl/>
        </w:rPr>
        <w:t>(7)</w:t>
      </w:r>
      <w:r>
        <w:rPr>
          <w:rtl/>
        </w:rPr>
        <w:t>.</w:t>
      </w:r>
    </w:p>
    <w:p w:rsidR="00EE1A1A" w:rsidRDefault="00EE1A1A" w:rsidP="00BB3BDA">
      <w:pPr>
        <w:pStyle w:val="libNormal"/>
        <w:rPr>
          <w:rtl/>
        </w:rPr>
      </w:pPr>
      <w:r>
        <w:rPr>
          <w:rtl/>
        </w:rPr>
        <w:t xml:space="preserve">وعن أبي ذر ـ </w:t>
      </w:r>
      <w:r w:rsidR="00A80F4B" w:rsidRPr="00A80F4B">
        <w:rPr>
          <w:rStyle w:val="libAlaemChar"/>
          <w:rFonts w:hint="cs"/>
          <w:rtl/>
        </w:rPr>
        <w:t>رضي‌الله‌عنه</w:t>
      </w:r>
      <w:r>
        <w:rPr>
          <w:rtl/>
        </w:rPr>
        <w:t xml:space="preserve"> ـ قال : ما من مسلمين يقدمان عليهما ثلاثة أولاد ، لم يبلغوا الحنث ، إلا أدخلهما </w:t>
      </w:r>
      <w:r w:rsidRPr="006713DA">
        <w:rPr>
          <w:rStyle w:val="libFootnotenumChar"/>
          <w:rtl/>
        </w:rPr>
        <w:t>(8)</w:t>
      </w:r>
      <w:r>
        <w:rPr>
          <w:rtl/>
        </w:rPr>
        <w:t xml:space="preserve"> الله الجنة بفضل رحمته </w:t>
      </w:r>
      <w:r w:rsidRPr="006713DA">
        <w:rPr>
          <w:rStyle w:val="libFootnotenumChar"/>
          <w:rtl/>
        </w:rPr>
        <w:t>(9)</w:t>
      </w:r>
      <w:r>
        <w:rPr>
          <w:rtl/>
        </w:rPr>
        <w:t xml:space="preserve">. </w:t>
      </w:r>
    </w:p>
    <w:p w:rsidR="00EE1A1A" w:rsidRDefault="00EE1A1A" w:rsidP="006713DA">
      <w:pPr>
        <w:pStyle w:val="libLine"/>
        <w:rPr>
          <w:rtl/>
        </w:rPr>
      </w:pPr>
      <w:r>
        <w:rPr>
          <w:rtl/>
        </w:rPr>
        <w:t>__________________</w:t>
      </w:r>
    </w:p>
    <w:p w:rsidR="00EE1A1A" w:rsidRDefault="00EE1A1A" w:rsidP="006713DA">
      <w:pPr>
        <w:pStyle w:val="libFootnote0"/>
        <w:rPr>
          <w:rtl/>
        </w:rPr>
      </w:pPr>
      <w:r>
        <w:rPr>
          <w:rtl/>
        </w:rPr>
        <w:t>1 ـ في نسخة « ش » : حكيم.</w:t>
      </w:r>
    </w:p>
    <w:p w:rsidR="00EE1A1A" w:rsidRDefault="00EE1A1A" w:rsidP="006713DA">
      <w:pPr>
        <w:pStyle w:val="libFootnote0"/>
        <w:rPr>
          <w:rtl/>
        </w:rPr>
      </w:pPr>
      <w:r>
        <w:rPr>
          <w:rtl/>
        </w:rPr>
        <w:t>2 ـ في نسخة « ش » : كان ظالماً.</w:t>
      </w:r>
    </w:p>
    <w:p w:rsidR="00EE1A1A" w:rsidRDefault="00EE1A1A" w:rsidP="006713DA">
      <w:pPr>
        <w:pStyle w:val="libFootnote0"/>
        <w:rPr>
          <w:rtl/>
        </w:rPr>
      </w:pPr>
      <w:r>
        <w:rPr>
          <w:rtl/>
        </w:rPr>
        <w:t>3 ـ في نسخة « ش » ما اعده الله تعالى له.</w:t>
      </w:r>
    </w:p>
    <w:p w:rsidR="00EE1A1A" w:rsidRDefault="00EE1A1A" w:rsidP="006713DA">
      <w:pPr>
        <w:pStyle w:val="libFootnote0"/>
        <w:rPr>
          <w:rtl/>
        </w:rPr>
      </w:pPr>
      <w:r>
        <w:rPr>
          <w:rtl/>
        </w:rPr>
        <w:t>4 ـ رواه الكليني في الكافي 2 : 198 / 15 ، والحسين بن سعيد في كتاب المؤمن : 15 / 3 ، والشيخ ورام في تنبيه الخواطر 2 : 204 ، ومحمد بن همام في التمحيص : 32 / 13 باختلاف في الفاظه.</w:t>
      </w:r>
    </w:p>
    <w:p w:rsidR="00EE1A1A" w:rsidRDefault="00EE1A1A" w:rsidP="006713DA">
      <w:pPr>
        <w:pStyle w:val="libFootnote0"/>
        <w:rPr>
          <w:rtl/>
        </w:rPr>
      </w:pPr>
      <w:r>
        <w:rPr>
          <w:rtl/>
        </w:rPr>
        <w:t>5 ـ في « ح » : عمر بن عتبة ، وفي نسخة « ش » : عمر بن عنبسة ، والصواب ما أثبتناه من ثواب الأعمال ، اُنظر « اُسد الغابة 4 : 120 ، تهذيب التهذيب 4 : 369 ».</w:t>
      </w:r>
    </w:p>
    <w:p w:rsidR="00EE1A1A" w:rsidRDefault="00EE1A1A" w:rsidP="006713DA">
      <w:pPr>
        <w:pStyle w:val="libFootnote0"/>
        <w:rPr>
          <w:rtl/>
        </w:rPr>
      </w:pPr>
      <w:r>
        <w:rPr>
          <w:rtl/>
        </w:rPr>
        <w:t>6 ـ في نسخة « ش » وثواب الأعمال : من.</w:t>
      </w:r>
    </w:p>
    <w:p w:rsidR="00EE1A1A" w:rsidRDefault="00EE1A1A" w:rsidP="006713DA">
      <w:pPr>
        <w:pStyle w:val="libFootnote0"/>
        <w:rPr>
          <w:rtl/>
        </w:rPr>
      </w:pPr>
      <w:r>
        <w:rPr>
          <w:rtl/>
        </w:rPr>
        <w:t>7 ـ ثواب الأعمال 233 / 2.</w:t>
      </w:r>
    </w:p>
    <w:p w:rsidR="00EE1A1A" w:rsidRDefault="00EE1A1A" w:rsidP="006713DA">
      <w:pPr>
        <w:pStyle w:val="libFootnote0"/>
        <w:rPr>
          <w:rtl/>
        </w:rPr>
      </w:pPr>
      <w:r>
        <w:rPr>
          <w:rtl/>
        </w:rPr>
        <w:t>8 ـ في ثواب الأعمال أدخلهم.</w:t>
      </w:r>
    </w:p>
    <w:p w:rsidR="00EE1A1A" w:rsidRDefault="00EE1A1A" w:rsidP="006713DA">
      <w:pPr>
        <w:pStyle w:val="libFootnote0"/>
        <w:rPr>
          <w:rtl/>
        </w:rPr>
      </w:pPr>
      <w:r>
        <w:rPr>
          <w:rtl/>
        </w:rPr>
        <w:t xml:space="preserve">9 ـ ثواب الأعمال 233 / 3. </w:t>
      </w:r>
    </w:p>
    <w:p w:rsidR="00EE1A1A" w:rsidRDefault="00EE1A1A" w:rsidP="00BB3BDA">
      <w:pPr>
        <w:pStyle w:val="libNormal"/>
        <w:rPr>
          <w:rtl/>
        </w:rPr>
      </w:pPr>
      <w:r>
        <w:rPr>
          <w:rtl/>
        </w:rPr>
        <w:br w:type="page"/>
      </w:r>
      <w:bookmarkStart w:id="14" w:name="_Toc413069914"/>
      <w:r w:rsidRPr="00537A26">
        <w:rPr>
          <w:rStyle w:val="Heading2Char"/>
          <w:rtl/>
        </w:rPr>
        <w:lastRenderedPageBreak/>
        <w:t>ا</w:t>
      </w:r>
      <w:bookmarkEnd w:id="14"/>
      <w:r>
        <w:rPr>
          <w:rtl/>
        </w:rPr>
        <w:t xml:space="preserve">لحنث بكسر الحاء المهملة ، وآخره ثاء مثلثة : الإثم ، والذنب ، والمعنى : أنهم لم يبلغوا السن الذي يكتب عليهم فيه الذنوب والآثام ، قال الخليل : بلغ الغلام الحنث ، أي : جرى عليه القلم </w:t>
      </w:r>
      <w:r w:rsidRPr="006713DA">
        <w:rPr>
          <w:rStyle w:val="libFootnotenumChar"/>
          <w:rtl/>
        </w:rPr>
        <w:t>(1)</w:t>
      </w:r>
      <w:r>
        <w:rPr>
          <w:rtl/>
        </w:rPr>
        <w:t>.</w:t>
      </w:r>
    </w:p>
    <w:p w:rsidR="00EE1A1A" w:rsidRDefault="00EE1A1A" w:rsidP="00BB3BDA">
      <w:pPr>
        <w:pStyle w:val="libNormal"/>
        <w:rPr>
          <w:rtl/>
        </w:rPr>
      </w:pPr>
      <w:r>
        <w:rPr>
          <w:rtl/>
        </w:rPr>
        <w:t xml:space="preserve">وبإسناده إلى جابر ، عن أبي جعفر بن محمد بن علي الباقر </w:t>
      </w:r>
      <w:r w:rsidR="00A80F4B" w:rsidRPr="00A80F4B">
        <w:rPr>
          <w:rStyle w:val="libAlaemChar"/>
          <w:rFonts w:hint="cs"/>
          <w:rtl/>
        </w:rPr>
        <w:t>عليهما‌السلام</w:t>
      </w:r>
      <w:r>
        <w:rPr>
          <w:rtl/>
        </w:rPr>
        <w:t xml:space="preserve"> ، قال : « من قدم أولاداً يحتسبهم عند الله تعالى ، حجبوه من النار بإذن الله عز وجل » </w:t>
      </w:r>
      <w:r w:rsidRPr="006713DA">
        <w:rPr>
          <w:rStyle w:val="libFootnotenumChar"/>
          <w:rtl/>
        </w:rPr>
        <w:t>(2)</w:t>
      </w:r>
      <w:r>
        <w:rPr>
          <w:rtl/>
        </w:rPr>
        <w:t>.</w:t>
      </w:r>
    </w:p>
    <w:p w:rsidR="00EE1A1A" w:rsidRDefault="00EE1A1A" w:rsidP="00BB3BDA">
      <w:pPr>
        <w:pStyle w:val="libNormal"/>
        <w:rPr>
          <w:rtl/>
        </w:rPr>
      </w:pPr>
      <w:r>
        <w:rPr>
          <w:rtl/>
        </w:rPr>
        <w:t xml:space="preserve">وبإسناده إلى علي بن ميسرة </w:t>
      </w:r>
      <w:r w:rsidRPr="006713DA">
        <w:rPr>
          <w:rStyle w:val="libFootnotenumChar"/>
          <w:rtl/>
        </w:rPr>
        <w:t>(3)</w:t>
      </w:r>
      <w:r>
        <w:rPr>
          <w:rtl/>
        </w:rPr>
        <w:t xml:space="preserve"> عن أبي عبد الله </w:t>
      </w:r>
      <w:r w:rsidR="00A80F4B" w:rsidRPr="00A80F4B">
        <w:rPr>
          <w:rStyle w:val="libAlaemChar"/>
          <w:rFonts w:hint="cs"/>
          <w:rtl/>
        </w:rPr>
        <w:t>عليه‌السلام</w:t>
      </w:r>
      <w:r>
        <w:rPr>
          <w:rtl/>
        </w:rPr>
        <w:t xml:space="preserve"> ، قال : « ولد واحد يقدمه الرجل أفضل من سبعين ، يخلفونه </w:t>
      </w:r>
      <w:r w:rsidRPr="006713DA">
        <w:rPr>
          <w:rStyle w:val="libFootnotenumChar"/>
          <w:rtl/>
        </w:rPr>
        <w:t>(4)</w:t>
      </w:r>
      <w:r>
        <w:rPr>
          <w:rtl/>
        </w:rPr>
        <w:t xml:space="preserve"> من بعده ، كلهم قد ركب الخيل ، وقاتل في سبيل الله » </w:t>
      </w:r>
      <w:r w:rsidRPr="006713DA">
        <w:rPr>
          <w:rStyle w:val="libFootnotenumChar"/>
          <w:rtl/>
        </w:rPr>
        <w:t>(5)</w:t>
      </w:r>
      <w:r>
        <w:rPr>
          <w:rtl/>
        </w:rPr>
        <w:t>.</w:t>
      </w:r>
    </w:p>
    <w:p w:rsidR="00EE1A1A" w:rsidRDefault="00EE1A1A" w:rsidP="00BB3BDA">
      <w:pPr>
        <w:pStyle w:val="libNormal"/>
        <w:rPr>
          <w:rtl/>
        </w:rPr>
      </w:pPr>
      <w:r>
        <w:rPr>
          <w:rtl/>
        </w:rPr>
        <w:t xml:space="preserve">وعنه </w:t>
      </w:r>
      <w:r w:rsidR="00A80F4B" w:rsidRPr="00A80F4B">
        <w:rPr>
          <w:rStyle w:val="libAlaemChar"/>
          <w:rFonts w:hint="cs"/>
          <w:rtl/>
        </w:rPr>
        <w:t>عليه‌السلام</w:t>
      </w:r>
      <w:r>
        <w:rPr>
          <w:rtl/>
        </w:rPr>
        <w:t xml:space="preserve"> : « ثواب المؤمن من ولده </w:t>
      </w:r>
      <w:r w:rsidRPr="006713DA">
        <w:rPr>
          <w:rStyle w:val="libFootnotenumChar"/>
          <w:rtl/>
        </w:rPr>
        <w:t>(6)</w:t>
      </w:r>
      <w:r>
        <w:rPr>
          <w:rtl/>
        </w:rPr>
        <w:t xml:space="preserve"> الجنة ، صبر أو لم يصبر » </w:t>
      </w:r>
      <w:r w:rsidRPr="006713DA">
        <w:rPr>
          <w:rStyle w:val="libFootnotenumChar"/>
          <w:rtl/>
        </w:rPr>
        <w:t>(7)</w:t>
      </w:r>
      <w:r>
        <w:rPr>
          <w:rtl/>
        </w:rPr>
        <w:t>.</w:t>
      </w:r>
    </w:p>
    <w:p w:rsidR="00EE1A1A" w:rsidRDefault="00EE1A1A" w:rsidP="00BB3BDA">
      <w:pPr>
        <w:pStyle w:val="libNormal"/>
        <w:rPr>
          <w:rtl/>
        </w:rPr>
      </w:pPr>
      <w:r>
        <w:rPr>
          <w:rtl/>
        </w:rPr>
        <w:t xml:space="preserve">وعنه </w:t>
      </w:r>
      <w:r w:rsidR="00A80F4B" w:rsidRPr="00A80F4B">
        <w:rPr>
          <w:rStyle w:val="libAlaemChar"/>
          <w:rFonts w:hint="cs"/>
          <w:rtl/>
        </w:rPr>
        <w:t>عليه‌السلام</w:t>
      </w:r>
      <w:r>
        <w:rPr>
          <w:rtl/>
        </w:rPr>
        <w:t xml:space="preserve"> : « من اُصيب بمصيبة ، جزع عليها أو لم يجزع ، صبر عليها أو لم يصبر ، كان ثوابه من الله الجنة » </w:t>
      </w:r>
      <w:r w:rsidRPr="006713DA">
        <w:rPr>
          <w:rStyle w:val="libFootnotenumChar"/>
          <w:rtl/>
        </w:rPr>
        <w:t>(8)</w:t>
      </w:r>
      <w:r>
        <w:rPr>
          <w:rtl/>
        </w:rPr>
        <w:t>.</w:t>
      </w:r>
    </w:p>
    <w:p w:rsidR="00EE1A1A" w:rsidRDefault="00EE1A1A" w:rsidP="00BB3BDA">
      <w:pPr>
        <w:pStyle w:val="libNormal"/>
        <w:rPr>
          <w:rtl/>
        </w:rPr>
      </w:pPr>
      <w:r>
        <w:rPr>
          <w:rtl/>
        </w:rPr>
        <w:t xml:space="preserve">وعنه </w:t>
      </w:r>
      <w:r w:rsidR="00A80F4B" w:rsidRPr="00A80F4B">
        <w:rPr>
          <w:rStyle w:val="libAlaemChar"/>
          <w:rFonts w:hint="cs"/>
          <w:rtl/>
        </w:rPr>
        <w:t>عليه‌السلام</w:t>
      </w:r>
      <w:r>
        <w:rPr>
          <w:rtl/>
        </w:rPr>
        <w:t xml:space="preserve"> : « ولد واحد يقدمه الرجل أفضل من سبعين ولداً ، يبقون بعده ، يدركون القائم </w:t>
      </w:r>
      <w:r w:rsidR="00A80F4B" w:rsidRPr="00A80F4B">
        <w:rPr>
          <w:rStyle w:val="libAlaemChar"/>
          <w:rFonts w:hint="cs"/>
          <w:rtl/>
        </w:rPr>
        <w:t>عليه‌السلام</w:t>
      </w:r>
      <w:r>
        <w:rPr>
          <w:rtl/>
        </w:rPr>
        <w:t xml:space="preserve"> » </w:t>
      </w:r>
      <w:r w:rsidRPr="006713DA">
        <w:rPr>
          <w:rStyle w:val="libFootnotenumChar"/>
          <w:rtl/>
        </w:rPr>
        <w:t>(9)</w:t>
      </w:r>
      <w:r>
        <w:rPr>
          <w:rtl/>
        </w:rPr>
        <w:t>.</w:t>
      </w:r>
    </w:p>
    <w:p w:rsidR="00EE1A1A" w:rsidRDefault="00EE1A1A" w:rsidP="00BB3BDA">
      <w:pPr>
        <w:pStyle w:val="libNormal"/>
        <w:rPr>
          <w:rtl/>
        </w:rPr>
      </w:pPr>
      <w:r>
        <w:rPr>
          <w:rtl/>
        </w:rPr>
        <w:t xml:space="preserve">وروى الترمذي بإسناده إلى النبي </w:t>
      </w:r>
      <w:r w:rsidR="00A80F4B" w:rsidRPr="00A80F4B">
        <w:rPr>
          <w:rStyle w:val="libAlaemChar"/>
          <w:rFonts w:hint="cs"/>
          <w:rtl/>
        </w:rPr>
        <w:t>صلى‌الله‌عليه‌وآله‌وسلم</w:t>
      </w:r>
      <w:r>
        <w:rPr>
          <w:rtl/>
        </w:rPr>
        <w:t xml:space="preserve"> ، أنه قال : « مانزل » </w:t>
      </w:r>
      <w:r w:rsidRPr="006713DA">
        <w:rPr>
          <w:rStyle w:val="libFootnotenumChar"/>
          <w:rtl/>
        </w:rPr>
        <w:t>(10)</w:t>
      </w:r>
      <w:r>
        <w:rPr>
          <w:rtl/>
        </w:rPr>
        <w:t xml:space="preserve">. </w:t>
      </w:r>
    </w:p>
    <w:p w:rsidR="00EE1A1A" w:rsidRDefault="00EE1A1A" w:rsidP="006713DA">
      <w:pPr>
        <w:pStyle w:val="libFootnote0"/>
        <w:rPr>
          <w:rtl/>
        </w:rPr>
      </w:pPr>
      <w:r>
        <w:rPr>
          <w:rtl/>
        </w:rPr>
        <w:t>____________</w:t>
      </w:r>
    </w:p>
    <w:p w:rsidR="00EE1A1A" w:rsidRDefault="00EE1A1A" w:rsidP="006713DA">
      <w:pPr>
        <w:pStyle w:val="libFootnote0"/>
        <w:rPr>
          <w:rtl/>
        </w:rPr>
      </w:pPr>
      <w:r>
        <w:rPr>
          <w:rtl/>
        </w:rPr>
        <w:t>1 ـ العين 3 : 206.</w:t>
      </w:r>
    </w:p>
    <w:p w:rsidR="00EE1A1A" w:rsidRDefault="00EE1A1A" w:rsidP="006713DA">
      <w:pPr>
        <w:pStyle w:val="libFootnote0"/>
        <w:rPr>
          <w:rtl/>
        </w:rPr>
      </w:pPr>
      <w:r>
        <w:rPr>
          <w:rtl/>
        </w:rPr>
        <w:t>2 ـ رواه الصدوق في الفقيه 1 : 119 / 574 ، وثواب الأعمال : 233 / 1 ، والأمالي : 434 / 6 ، والكليني في الكافي 3 : 220 / 10.</w:t>
      </w:r>
    </w:p>
    <w:p w:rsidR="00EE1A1A" w:rsidRDefault="00EE1A1A" w:rsidP="006713DA">
      <w:pPr>
        <w:pStyle w:val="libFootnote0"/>
        <w:rPr>
          <w:rtl/>
        </w:rPr>
      </w:pPr>
      <w:r>
        <w:rPr>
          <w:rtl/>
        </w:rPr>
        <w:t xml:space="preserve">3 ـ في « ش » : علي بن ميسر عن أبيه ، وما أثبتناه من البحار ، وهو علي بن ميسرة بن عبد الله النخعي ، مولاهم ، كوفي ، هو وأبوه من أصحاب الصادق </w:t>
      </w:r>
      <w:r w:rsidR="00A80F4B" w:rsidRPr="00A80F4B">
        <w:rPr>
          <w:rStyle w:val="libAlaemChar"/>
          <w:rFonts w:hint="cs"/>
          <w:rtl/>
        </w:rPr>
        <w:t>عليه‌السلام</w:t>
      </w:r>
      <w:r>
        <w:rPr>
          <w:rtl/>
        </w:rPr>
        <w:t xml:space="preserve"> ، اُنظر « رجال الشيخ : 242 / 310 ، معجم رجال الحديث 12 : 207 / 8545 ».</w:t>
      </w:r>
    </w:p>
    <w:p w:rsidR="00EE1A1A" w:rsidRDefault="00EE1A1A" w:rsidP="006713DA">
      <w:pPr>
        <w:pStyle w:val="libFootnote0"/>
        <w:rPr>
          <w:rtl/>
        </w:rPr>
      </w:pPr>
      <w:r>
        <w:rPr>
          <w:rtl/>
        </w:rPr>
        <w:t>4 ـ في « ح » : يخلفهم.</w:t>
      </w:r>
    </w:p>
    <w:p w:rsidR="00EE1A1A" w:rsidRDefault="00EE1A1A" w:rsidP="006713DA">
      <w:pPr>
        <w:pStyle w:val="libFootnote0"/>
        <w:rPr>
          <w:rtl/>
        </w:rPr>
      </w:pPr>
      <w:r>
        <w:rPr>
          <w:rtl/>
        </w:rPr>
        <w:t>5 ـ رواه الصدوق مرسلاً في الفقيه 1 : 112 / 519 باختلاف في الفاظه ، ورواه الكليني باسناده إلى أبي إسماعيل السراج في الكافي 3 : 218 / 1 ، ورواه سبط الطبرسي في مشكاة الأنوار : 23 مرسلاً. وأخرجه المجلسي في البحار 82 : 116 / 8 عن مسكن الفؤاد.</w:t>
      </w:r>
    </w:p>
    <w:p w:rsidR="00EE1A1A" w:rsidRDefault="00EE1A1A" w:rsidP="006713DA">
      <w:pPr>
        <w:pStyle w:val="libFootnote0"/>
        <w:rPr>
          <w:rtl/>
        </w:rPr>
      </w:pPr>
      <w:r>
        <w:rPr>
          <w:rtl/>
        </w:rPr>
        <w:t>6 ـ في الفقيه والكافي زيادة : اذا مات.</w:t>
      </w:r>
    </w:p>
    <w:p w:rsidR="00EE1A1A" w:rsidRDefault="00EE1A1A" w:rsidP="006713DA">
      <w:pPr>
        <w:pStyle w:val="libFootnote0"/>
        <w:rPr>
          <w:rtl/>
        </w:rPr>
      </w:pPr>
      <w:r>
        <w:rPr>
          <w:rtl/>
        </w:rPr>
        <w:t>7 ـ رواه الصدوق في الفقيه : 1 : 112 / 518 ، والكليني في الكافي 3 : 219 / 8 ، والبحار 82 : 116 / 8 عن مسكن الفؤاد.</w:t>
      </w:r>
    </w:p>
    <w:p w:rsidR="00EE1A1A" w:rsidRDefault="00EE1A1A" w:rsidP="006713DA">
      <w:pPr>
        <w:pStyle w:val="libFootnote0"/>
        <w:rPr>
          <w:rtl/>
        </w:rPr>
      </w:pPr>
      <w:r>
        <w:rPr>
          <w:rtl/>
        </w:rPr>
        <w:t>8 ـ الفقيه 1 : 111 / 517 ، والبحار 82 : 116 / 8.</w:t>
      </w:r>
    </w:p>
    <w:p w:rsidR="00EE1A1A" w:rsidRDefault="00EE1A1A" w:rsidP="006713DA">
      <w:pPr>
        <w:pStyle w:val="libFootnote0"/>
        <w:rPr>
          <w:rtl/>
        </w:rPr>
      </w:pPr>
      <w:r>
        <w:rPr>
          <w:rtl/>
        </w:rPr>
        <w:t>9 ـ ثواب الأعمال : 233 / 4.</w:t>
      </w:r>
    </w:p>
    <w:p w:rsidR="00EE1A1A" w:rsidRDefault="00EE1A1A" w:rsidP="006713DA">
      <w:pPr>
        <w:pStyle w:val="libFootnote0"/>
        <w:rPr>
          <w:rtl/>
        </w:rPr>
      </w:pPr>
      <w:r>
        <w:rPr>
          <w:rtl/>
        </w:rPr>
        <w:t>10 ـ في المصدر : ما يزال.</w:t>
      </w:r>
    </w:p>
    <w:p w:rsidR="00EE1A1A" w:rsidRDefault="00EE1A1A" w:rsidP="00BB3BDA">
      <w:pPr>
        <w:pStyle w:val="libNormal0"/>
        <w:rPr>
          <w:rtl/>
        </w:rPr>
      </w:pPr>
      <w:r>
        <w:rPr>
          <w:rtl/>
        </w:rPr>
        <w:br w:type="page"/>
      </w:r>
      <w:r>
        <w:rPr>
          <w:rtl/>
        </w:rPr>
        <w:lastRenderedPageBreak/>
        <w:t xml:space="preserve">البلاء بالمؤمن والمؤمنة ، في نفسه وولده وماله ، حتى يلقى الله عز وجل ، وما عليه خطيئة » </w:t>
      </w:r>
      <w:r w:rsidRPr="006713DA">
        <w:rPr>
          <w:rStyle w:val="libFootnotenumChar"/>
          <w:rtl/>
        </w:rPr>
        <w:t>(1)</w:t>
      </w:r>
      <w:r>
        <w:rPr>
          <w:rtl/>
        </w:rPr>
        <w:t>.</w:t>
      </w:r>
    </w:p>
    <w:p w:rsidR="00EE1A1A" w:rsidRDefault="00EE1A1A" w:rsidP="00BB3BDA">
      <w:pPr>
        <w:pStyle w:val="libNormal"/>
        <w:rPr>
          <w:rtl/>
        </w:rPr>
      </w:pPr>
      <w:r>
        <w:rPr>
          <w:rtl/>
        </w:rPr>
        <w:t xml:space="preserve">وعن محمد بن خالد السلمي ، عن أبيه ، عن جده ـ وكانت له صحبة ـ قال : سمعت رسول الله </w:t>
      </w:r>
      <w:r w:rsidR="00A80F4B" w:rsidRPr="00A80F4B">
        <w:rPr>
          <w:rStyle w:val="libAlaemChar"/>
          <w:rFonts w:hint="cs"/>
          <w:rtl/>
        </w:rPr>
        <w:t>صلى‌الله‌عليه‌وآله</w:t>
      </w:r>
      <w:r>
        <w:rPr>
          <w:rtl/>
        </w:rPr>
        <w:t xml:space="preserve"> يقول : « إن العبد إذا سبقت له من الله تعالى منزلة ولم يبلغها بعمل ، ابتلاه الله في جسده ، أو في ماله ، أو في ، أوفي ولده ، ثم صبره على ذلك ، حتى يبلغه المنزلة التي سبقت له من الله عز وجل » </w:t>
      </w:r>
      <w:r w:rsidRPr="006713DA">
        <w:rPr>
          <w:rStyle w:val="libFootnotenumChar"/>
          <w:rtl/>
        </w:rPr>
        <w:t>(2)</w:t>
      </w:r>
      <w:r>
        <w:rPr>
          <w:rtl/>
        </w:rPr>
        <w:t>.</w:t>
      </w:r>
    </w:p>
    <w:p w:rsidR="00EE1A1A" w:rsidRDefault="00EE1A1A" w:rsidP="00BB3BDA">
      <w:pPr>
        <w:pStyle w:val="libNormal"/>
        <w:rPr>
          <w:rtl/>
        </w:rPr>
      </w:pPr>
      <w:r>
        <w:rPr>
          <w:rtl/>
        </w:rPr>
        <w:t xml:space="preserve">وعن ثوبان ـ مولى رسول الله </w:t>
      </w:r>
      <w:r w:rsidR="00A80F4B" w:rsidRPr="00A80F4B">
        <w:rPr>
          <w:rStyle w:val="libAlaemChar"/>
          <w:rFonts w:hint="cs"/>
          <w:rtl/>
        </w:rPr>
        <w:t>صلى‌الله‌عليه‌وآله</w:t>
      </w:r>
      <w:r>
        <w:rPr>
          <w:rtl/>
        </w:rPr>
        <w:t xml:space="preserve"> ـ قال : سمعت رسول الله </w:t>
      </w:r>
      <w:r w:rsidR="00A80F4B" w:rsidRPr="00A80F4B">
        <w:rPr>
          <w:rStyle w:val="libAlaemChar"/>
          <w:rFonts w:hint="cs"/>
          <w:rtl/>
        </w:rPr>
        <w:t>صلى‌الله‌عليه‌وآله‌وسلم</w:t>
      </w:r>
      <w:r>
        <w:rPr>
          <w:rtl/>
        </w:rPr>
        <w:t xml:space="preserve"> يقول : « بخ بخ ، خمس ما أثقلهن في الميزان! لا إله إلا الله ، وسبحان الله ، ( والحمد لله ، والله أكبر ) </w:t>
      </w:r>
      <w:r w:rsidRPr="006713DA">
        <w:rPr>
          <w:rStyle w:val="libFootnotenumChar"/>
          <w:rtl/>
        </w:rPr>
        <w:t>(3)</w:t>
      </w:r>
      <w:r>
        <w:rPr>
          <w:rtl/>
        </w:rPr>
        <w:t xml:space="preserve"> ، والولد الصالح يتوفى للمرء المسلم </w:t>
      </w:r>
      <w:r w:rsidRPr="006713DA">
        <w:rPr>
          <w:rStyle w:val="libFootnotenumChar"/>
          <w:rtl/>
        </w:rPr>
        <w:t>(4)</w:t>
      </w:r>
      <w:r>
        <w:rPr>
          <w:rtl/>
        </w:rPr>
        <w:t xml:space="preserve"> فيحتسبه » </w:t>
      </w:r>
      <w:r w:rsidRPr="006713DA">
        <w:rPr>
          <w:rStyle w:val="libFootnotenumChar"/>
          <w:rtl/>
        </w:rPr>
        <w:t>(5)</w:t>
      </w:r>
      <w:r>
        <w:rPr>
          <w:rtl/>
        </w:rPr>
        <w:t>.</w:t>
      </w:r>
    </w:p>
    <w:p w:rsidR="00EE1A1A" w:rsidRDefault="00EE1A1A" w:rsidP="00BB3BDA">
      <w:pPr>
        <w:pStyle w:val="libNormal"/>
        <w:rPr>
          <w:rtl/>
        </w:rPr>
      </w:pPr>
      <w:r>
        <w:rPr>
          <w:rtl/>
        </w:rPr>
        <w:t>بخ بخ ، كلمة تقال عند المدح والرضا بالشيء ، وتكرر للمبالغة ، وربما شددت ، ومعناها : تفخيم الأمر وتعظيمه ، ومعنى يحتسبه ، أي : يجعله حسبة وكفاية عند الله عز وجل ، أي : يحتسب بصبره على مصيبته بموته ، ورضاه بالقضاء.</w:t>
      </w:r>
    </w:p>
    <w:p w:rsidR="00EE1A1A" w:rsidRDefault="00EE1A1A" w:rsidP="00BB3BDA">
      <w:pPr>
        <w:pStyle w:val="libNormal"/>
        <w:rPr>
          <w:rtl/>
        </w:rPr>
      </w:pPr>
      <w:r>
        <w:rPr>
          <w:rtl/>
        </w:rPr>
        <w:t xml:space="preserve">وعن عبد الرحمن بن سمرة ، عن رسول الله </w:t>
      </w:r>
      <w:r w:rsidR="00A80F4B" w:rsidRPr="00A80F4B">
        <w:rPr>
          <w:rStyle w:val="libAlaemChar"/>
          <w:rFonts w:hint="cs"/>
          <w:rtl/>
        </w:rPr>
        <w:t>صلى‌الله‌عليه‌وآله</w:t>
      </w:r>
      <w:r>
        <w:rPr>
          <w:rtl/>
        </w:rPr>
        <w:t xml:space="preserve"> قال : « إني رأيت البارحة عجباً ـ فذكر حديثاً طويلاً ، وفيه ـ رأيت رجلاً من اُمتي قد خف ميزانه ، فجاء أفراطه فثقلوا ميزانه » </w:t>
      </w:r>
      <w:r w:rsidRPr="006713DA">
        <w:rPr>
          <w:rStyle w:val="libFootnotenumChar"/>
          <w:rtl/>
        </w:rPr>
        <w:t>(6)</w:t>
      </w:r>
      <w:r>
        <w:rPr>
          <w:rtl/>
        </w:rPr>
        <w:t>.</w:t>
      </w:r>
    </w:p>
    <w:p w:rsidR="00EE1A1A" w:rsidRDefault="00EE1A1A" w:rsidP="00BB3BDA">
      <w:pPr>
        <w:pStyle w:val="libNormal"/>
        <w:rPr>
          <w:rtl/>
        </w:rPr>
      </w:pPr>
      <w:r>
        <w:rPr>
          <w:rtl/>
        </w:rPr>
        <w:t xml:space="preserve">الفرط بفتح الفاء والراء : هو الذي لم يدرك من الأولاد ـ الذكور والإناث ـ وتتقدم وفاته على أبويه أو أحدهما ، يقال : فرط القوم ، اذا تقدمهم ، وأصله الذي يتقدم الركب إلى الماء ، ويهيئ </w:t>
      </w:r>
      <w:r w:rsidRPr="006713DA">
        <w:rPr>
          <w:rStyle w:val="libFootnotenumChar"/>
          <w:rtl/>
        </w:rPr>
        <w:t>(7)</w:t>
      </w:r>
      <w:r>
        <w:rPr>
          <w:rtl/>
        </w:rPr>
        <w:t xml:space="preserve"> لهم أسبابه. </w:t>
      </w:r>
    </w:p>
    <w:p w:rsidR="00EE1A1A" w:rsidRDefault="00EE1A1A" w:rsidP="006713DA">
      <w:pPr>
        <w:pStyle w:val="libFootnote0"/>
        <w:rPr>
          <w:rtl/>
        </w:rPr>
      </w:pPr>
      <w:r>
        <w:rPr>
          <w:rtl/>
        </w:rPr>
        <w:t>____________</w:t>
      </w:r>
    </w:p>
    <w:p w:rsidR="00EE1A1A" w:rsidRDefault="00EE1A1A" w:rsidP="006713DA">
      <w:pPr>
        <w:pStyle w:val="libFootnote0"/>
        <w:rPr>
          <w:rtl/>
        </w:rPr>
      </w:pPr>
      <w:r>
        <w:rPr>
          <w:rtl/>
        </w:rPr>
        <w:t>1 ـ سنن الترمذي 4 : 28 / 2510.</w:t>
      </w:r>
    </w:p>
    <w:p w:rsidR="00EE1A1A" w:rsidRDefault="00EE1A1A" w:rsidP="006713DA">
      <w:pPr>
        <w:pStyle w:val="libFootnote0"/>
        <w:rPr>
          <w:rtl/>
        </w:rPr>
      </w:pPr>
      <w:r>
        <w:rPr>
          <w:rtl/>
        </w:rPr>
        <w:t>2 ـ رواه أبو داود في سننه 3 : 183 / 3090 ، وأحمد في مسنده 5 : 272 ، وزكي الدين في الترغيب والترهيب 4 : 283 / 30 ، والسيوطي في الجامع الصغير 1 : 103 / 669.</w:t>
      </w:r>
    </w:p>
    <w:p w:rsidR="00EE1A1A" w:rsidRDefault="00EE1A1A" w:rsidP="006713DA">
      <w:pPr>
        <w:pStyle w:val="libFootnote0"/>
        <w:rPr>
          <w:rtl/>
        </w:rPr>
      </w:pPr>
      <w:r>
        <w:rPr>
          <w:rtl/>
        </w:rPr>
        <w:t>3 ـ في نسخة « ش » : والله أكبر والحمد لله.</w:t>
      </w:r>
    </w:p>
    <w:p w:rsidR="00EE1A1A" w:rsidRDefault="00EE1A1A" w:rsidP="006713DA">
      <w:pPr>
        <w:pStyle w:val="libFootnote0"/>
        <w:rPr>
          <w:rtl/>
        </w:rPr>
      </w:pPr>
      <w:r>
        <w:rPr>
          <w:rtl/>
        </w:rPr>
        <w:t>4 ـ في « ح » : للرجل.</w:t>
      </w:r>
    </w:p>
    <w:p w:rsidR="00EE1A1A" w:rsidRDefault="00EE1A1A" w:rsidP="006713DA">
      <w:pPr>
        <w:pStyle w:val="libFootnote0"/>
        <w:rPr>
          <w:rtl/>
        </w:rPr>
      </w:pPr>
      <w:r>
        <w:rPr>
          <w:rtl/>
        </w:rPr>
        <w:t>5 ـ رواه الصدوق في الخصال : 267 / 1 ، وأحمد في مسنده 3 : 443 و 4 : 237 و 5 : 366 ، والحاكم في مستدركه 1 : 511 ، والسيوطي في الجامع الصغير 1 : 483 / 4129 ، وأخرجه المجلسي في بحار الأنوار 82 : 117 / 9 عن مسكن الفؤاد.</w:t>
      </w:r>
    </w:p>
    <w:p w:rsidR="00EE1A1A" w:rsidRDefault="00EE1A1A" w:rsidP="006713DA">
      <w:pPr>
        <w:pStyle w:val="libFootnote0"/>
        <w:rPr>
          <w:rtl/>
        </w:rPr>
      </w:pPr>
      <w:r>
        <w:rPr>
          <w:rtl/>
        </w:rPr>
        <w:t>6 ـ رواه السيوطي في الجامع الصغير : 1 : 406 / 2652. وأخرجه المجلسي في البحار 82 : 117.</w:t>
      </w:r>
    </w:p>
    <w:p w:rsidR="00EE1A1A" w:rsidRDefault="00EE1A1A" w:rsidP="006713DA">
      <w:pPr>
        <w:pStyle w:val="libFootnote0"/>
        <w:rPr>
          <w:rtl/>
        </w:rPr>
      </w:pPr>
      <w:r>
        <w:rPr>
          <w:rtl/>
        </w:rPr>
        <w:t xml:space="preserve">7 ـ في نسخة « ش » : ليهيئ. </w:t>
      </w:r>
    </w:p>
    <w:p w:rsidR="00EE1A1A" w:rsidRDefault="00EE1A1A" w:rsidP="00BB3BDA">
      <w:pPr>
        <w:pStyle w:val="libNormal"/>
        <w:rPr>
          <w:rtl/>
        </w:rPr>
      </w:pPr>
      <w:r>
        <w:rPr>
          <w:rtl/>
        </w:rPr>
        <w:br w:type="page"/>
      </w:r>
      <w:r>
        <w:rPr>
          <w:rtl/>
        </w:rPr>
        <w:lastRenderedPageBreak/>
        <w:t xml:space="preserve">وعن سهل بن حنيف </w:t>
      </w:r>
      <w:r w:rsidR="00A80F4B" w:rsidRPr="00A80F4B">
        <w:rPr>
          <w:rStyle w:val="libAlaemChar"/>
          <w:rFonts w:hint="cs"/>
          <w:rtl/>
        </w:rPr>
        <w:t>رضي‌الله‌عنه</w:t>
      </w:r>
      <w:r>
        <w:rPr>
          <w:rtl/>
        </w:rPr>
        <w:t xml:space="preserve"> ، قال : قال رسول الله </w:t>
      </w:r>
      <w:r w:rsidR="00A80F4B" w:rsidRPr="00A80F4B">
        <w:rPr>
          <w:rStyle w:val="libAlaemChar"/>
          <w:rFonts w:hint="cs"/>
          <w:rtl/>
        </w:rPr>
        <w:t>صلى‌الله‌عليه‌وآله</w:t>
      </w:r>
      <w:r>
        <w:rPr>
          <w:rtl/>
        </w:rPr>
        <w:t xml:space="preserve"> : « تزوجوا فإني مكاثر بكم الاُمم يوم القيامة ، حتى أن السقط ليظل محبنطئاً على باب الجنة ، فيقال له : اُدخل ، يقول : حتى يدخل أبواي » </w:t>
      </w:r>
      <w:r w:rsidRPr="006713DA">
        <w:rPr>
          <w:rStyle w:val="libFootnotenumChar"/>
          <w:rtl/>
        </w:rPr>
        <w:t>(1)</w:t>
      </w:r>
      <w:r>
        <w:rPr>
          <w:rtl/>
        </w:rPr>
        <w:t>.</w:t>
      </w:r>
    </w:p>
    <w:p w:rsidR="00EE1A1A" w:rsidRDefault="00EE1A1A" w:rsidP="00BB3BDA">
      <w:pPr>
        <w:pStyle w:val="libNormal"/>
        <w:rPr>
          <w:rtl/>
        </w:rPr>
      </w:pPr>
      <w:r>
        <w:rPr>
          <w:rtl/>
        </w:rPr>
        <w:t xml:space="preserve">السقط مثلث السين ، والكسر أكثر </w:t>
      </w:r>
      <w:r w:rsidRPr="006713DA">
        <w:rPr>
          <w:rStyle w:val="libFootnotenumChar"/>
          <w:rtl/>
        </w:rPr>
        <w:t>(2)</w:t>
      </w:r>
      <w:r>
        <w:rPr>
          <w:rtl/>
        </w:rPr>
        <w:t xml:space="preserve"> : هو الذي يسقط من بطن أمه قبل تمامه ، ومحبنطئاً بالهمز وتركه : هو المتغضب المستبطئ للشيء.</w:t>
      </w:r>
    </w:p>
    <w:p w:rsidR="00EE1A1A" w:rsidRDefault="00EE1A1A" w:rsidP="00BB3BDA">
      <w:pPr>
        <w:pStyle w:val="libNormal"/>
        <w:rPr>
          <w:rtl/>
        </w:rPr>
      </w:pPr>
      <w:r>
        <w:rPr>
          <w:rtl/>
        </w:rPr>
        <w:t xml:space="preserve">وعن معاوية بن حيدة القشيري </w:t>
      </w:r>
      <w:r w:rsidRPr="006713DA">
        <w:rPr>
          <w:rStyle w:val="libFootnotenumChar"/>
          <w:rtl/>
        </w:rPr>
        <w:t>(3)</w:t>
      </w:r>
      <w:r>
        <w:rPr>
          <w:rtl/>
        </w:rPr>
        <w:t xml:space="preserve"> ، عن النبي </w:t>
      </w:r>
      <w:r w:rsidR="00A80F4B" w:rsidRPr="00A80F4B">
        <w:rPr>
          <w:rStyle w:val="libAlaemChar"/>
          <w:rFonts w:hint="cs"/>
          <w:rtl/>
        </w:rPr>
        <w:t>صلى‌الله‌عليه‌وآله</w:t>
      </w:r>
      <w:r>
        <w:rPr>
          <w:rtl/>
        </w:rPr>
        <w:t xml:space="preserve"> ، قال : « سوداء ولود خير من حسناء لا تلد ، إني مكاثر بكم الامم ، حتى ان السقط ليظل محبنطئاً على باب الجنة ، فيقال له : اُدخل الجنة ، فيقول أنا وأبواي؟ فيقال له : أنت وأبواك » </w:t>
      </w:r>
      <w:r w:rsidRPr="006713DA">
        <w:rPr>
          <w:rStyle w:val="libFootnotenumChar"/>
          <w:rtl/>
        </w:rPr>
        <w:t>(4)</w:t>
      </w:r>
      <w:r>
        <w:rPr>
          <w:rtl/>
        </w:rPr>
        <w:t>.</w:t>
      </w:r>
    </w:p>
    <w:p w:rsidR="00EE1A1A" w:rsidRDefault="00EE1A1A" w:rsidP="00C16B53">
      <w:pPr>
        <w:pStyle w:val="libNormal"/>
        <w:rPr>
          <w:rtl/>
        </w:rPr>
      </w:pPr>
      <w:r>
        <w:rPr>
          <w:rtl/>
        </w:rPr>
        <w:t xml:space="preserve">وعن عبد الملك بن عمير ، عمن حدثه ، أن رجلاً أتى النبي </w:t>
      </w:r>
      <w:r w:rsidR="00A80F4B" w:rsidRPr="00A80F4B">
        <w:rPr>
          <w:rStyle w:val="libAlaemChar"/>
          <w:rFonts w:hint="cs"/>
          <w:rtl/>
        </w:rPr>
        <w:t>صلى‌الله‌عليه‌وآله</w:t>
      </w:r>
      <w:r>
        <w:rPr>
          <w:rtl/>
        </w:rPr>
        <w:t xml:space="preserve"> ، فقال : يا رسول الله ، أتزوج فلانة؟ فنهاه رسول الله </w:t>
      </w:r>
      <w:r w:rsidR="00C16B53" w:rsidRPr="00A80F4B">
        <w:rPr>
          <w:rStyle w:val="libAlaemChar"/>
          <w:rFonts w:hint="cs"/>
          <w:rtl/>
        </w:rPr>
        <w:t>صلى‌الله‌عليه‌وآله</w:t>
      </w:r>
      <w:r w:rsidR="00C16B53">
        <w:rPr>
          <w:rtl/>
        </w:rPr>
        <w:t xml:space="preserve"> </w:t>
      </w:r>
      <w:r>
        <w:rPr>
          <w:rtl/>
        </w:rPr>
        <w:t xml:space="preserve">عنها ، ثم أتاه ثانية فقال : يا رسول الله ، أتزوج فلانة؟ فنهاه عنها ، ثم أتاه ثالثة ، فقال رسول الله </w:t>
      </w:r>
      <w:r w:rsidR="00A80F4B" w:rsidRPr="00A80F4B">
        <w:rPr>
          <w:rStyle w:val="libAlaemChar"/>
          <w:rFonts w:hint="cs"/>
          <w:rtl/>
        </w:rPr>
        <w:t>صلى‌الله‌عليه‌وآله‌وسلم</w:t>
      </w:r>
      <w:r>
        <w:rPr>
          <w:rtl/>
        </w:rPr>
        <w:t xml:space="preserve"> : « سوداء ولود </w:t>
      </w:r>
      <w:r w:rsidRPr="006713DA">
        <w:rPr>
          <w:rStyle w:val="libFootnotenumChar"/>
          <w:rtl/>
        </w:rPr>
        <w:t>(5)</w:t>
      </w:r>
      <w:r>
        <w:rPr>
          <w:rtl/>
        </w:rPr>
        <w:t xml:space="preserve"> أحب ألي من عاقر حسناء » ، ثم قال </w:t>
      </w:r>
      <w:r w:rsidR="00A80F4B" w:rsidRPr="00A80F4B">
        <w:rPr>
          <w:rStyle w:val="libAlaemChar"/>
          <w:rFonts w:hint="cs"/>
          <w:rtl/>
        </w:rPr>
        <w:t>صلى‌الله‌عليه‌وآله</w:t>
      </w:r>
      <w:r>
        <w:rPr>
          <w:rtl/>
        </w:rPr>
        <w:t xml:space="preserve"> : « أما علمت أني مكاثر بكم الأمم؟ حتى أن السقط ليبقى محبنطئاً على باب الجنة ، فيقال له : اُدخل ، فيقول : لا ، حتى يدخل أبواي ، فيشفع فيهما ، فيدخلان الجنة ».</w:t>
      </w:r>
    </w:p>
    <w:p w:rsidR="00EE1A1A" w:rsidRDefault="00EE1A1A" w:rsidP="00BB3BDA">
      <w:pPr>
        <w:pStyle w:val="libNormal"/>
        <w:rPr>
          <w:rtl/>
        </w:rPr>
      </w:pPr>
      <w:r>
        <w:rPr>
          <w:rtl/>
        </w:rPr>
        <w:t xml:space="preserve">وعن سهل بن الحنظلية ـ وكان لا يولد له ، وهو ممن بايع تحت الشجرة ـ قال : لئن يولد لي في الإسلام ( ولد ويموت سقطاً ) </w:t>
      </w:r>
      <w:r w:rsidRPr="006713DA">
        <w:rPr>
          <w:rStyle w:val="libFootnotenumChar"/>
          <w:rtl/>
        </w:rPr>
        <w:t>(6)</w:t>
      </w:r>
      <w:r>
        <w:rPr>
          <w:rtl/>
        </w:rPr>
        <w:t xml:space="preserve"> فأحتسبه ، أحب إلي من أن تكون لي </w:t>
      </w:r>
    </w:p>
    <w:p w:rsidR="00EE1A1A" w:rsidRDefault="00EE1A1A" w:rsidP="006713DA">
      <w:pPr>
        <w:pStyle w:val="libLine"/>
        <w:rPr>
          <w:rtl/>
        </w:rPr>
      </w:pPr>
      <w:r>
        <w:rPr>
          <w:rtl/>
        </w:rPr>
        <w:t>__________________</w:t>
      </w:r>
    </w:p>
    <w:p w:rsidR="00EE1A1A" w:rsidRDefault="00EE1A1A" w:rsidP="006713DA">
      <w:pPr>
        <w:pStyle w:val="libFootnote0"/>
        <w:rPr>
          <w:rtl/>
        </w:rPr>
      </w:pPr>
      <w:r>
        <w:rPr>
          <w:rtl/>
        </w:rPr>
        <w:t xml:space="preserve">1 ـ رواه الصدوق عن محمد بن مسلم عن أبي عبد الله </w:t>
      </w:r>
      <w:r w:rsidR="00A80F4B" w:rsidRPr="00A80F4B">
        <w:rPr>
          <w:rStyle w:val="libAlaemChar"/>
          <w:rFonts w:hint="cs"/>
          <w:rtl/>
        </w:rPr>
        <w:t>عليه‌السلام</w:t>
      </w:r>
      <w:r>
        <w:rPr>
          <w:rtl/>
        </w:rPr>
        <w:t xml:space="preserve"> في الفقيه 3 : 242 / 1144 ، ومعاني الأخبار : 291 / 1 ، ورواه الطبرسي في مكارم الأخلاق : 196 مرسلاً ، وأخرجه المجلسي في البحار 82 : 117 / 9 عن مسكن الفؤاد.</w:t>
      </w:r>
    </w:p>
    <w:p w:rsidR="00EE1A1A" w:rsidRDefault="00EE1A1A" w:rsidP="006713DA">
      <w:pPr>
        <w:pStyle w:val="libFootnote0"/>
        <w:rPr>
          <w:rtl/>
        </w:rPr>
      </w:pPr>
      <w:r>
        <w:rPr>
          <w:rtl/>
        </w:rPr>
        <w:t>2 ـ في « ح » : أفضل.</w:t>
      </w:r>
    </w:p>
    <w:p w:rsidR="00EE1A1A" w:rsidRDefault="00EE1A1A" w:rsidP="006713DA">
      <w:pPr>
        <w:pStyle w:val="libFootnote0"/>
        <w:rPr>
          <w:rtl/>
        </w:rPr>
      </w:pPr>
      <w:r>
        <w:rPr>
          <w:rtl/>
        </w:rPr>
        <w:t>3 ـ في « ح » و « ش » : معاوية بن جيدة القشيري ، وفي هامش « ح » : معاوية بن صيدة القشيري ، وكلاهما تصحيف ، وما أثبتناه هو الصواب ، راجع « تنقيح المقال 3 : 226 ، تهذيب التهذيب 10 : 205 ، وتقريب التهذيب 2 : 259 / 1225 ، الجرح والتعديل 8 : 376 / 1721 ، الإصابة 3 : 432 / 8065 ، اُسد الغابة 4 : 385 ».</w:t>
      </w:r>
    </w:p>
    <w:p w:rsidR="00EE1A1A" w:rsidRDefault="00EE1A1A" w:rsidP="006713DA">
      <w:pPr>
        <w:pStyle w:val="libFootnote0"/>
        <w:rPr>
          <w:rtl/>
        </w:rPr>
      </w:pPr>
      <w:r>
        <w:rPr>
          <w:rtl/>
        </w:rPr>
        <w:t>4 ـ رواه السيوطي في الجامع الصغير 2 : 55 / 4724 مرسلاً ، والمتقي الهندي عن ابن عباس في منتخب الكنز 6 : 390.</w:t>
      </w:r>
    </w:p>
    <w:p w:rsidR="00EE1A1A" w:rsidRDefault="00EE1A1A" w:rsidP="006713DA">
      <w:pPr>
        <w:pStyle w:val="libFootnote0"/>
        <w:rPr>
          <w:rtl/>
        </w:rPr>
      </w:pPr>
      <w:r>
        <w:rPr>
          <w:rtl/>
        </w:rPr>
        <w:t>5 ـ في « ش » زيادة : يعني قبيحة.</w:t>
      </w:r>
    </w:p>
    <w:p w:rsidR="00EE1A1A" w:rsidRDefault="00EE1A1A" w:rsidP="006713DA">
      <w:pPr>
        <w:pStyle w:val="libFootnote0"/>
        <w:rPr>
          <w:rtl/>
        </w:rPr>
      </w:pPr>
      <w:r>
        <w:rPr>
          <w:rtl/>
        </w:rPr>
        <w:t xml:space="preserve">6 ـ نسخة « ش » ولو شيئاً. </w:t>
      </w:r>
    </w:p>
    <w:p w:rsidR="00EE1A1A" w:rsidRDefault="00EE1A1A" w:rsidP="00BB3BDA">
      <w:pPr>
        <w:pStyle w:val="libNormal0"/>
        <w:rPr>
          <w:rtl/>
        </w:rPr>
      </w:pPr>
      <w:r>
        <w:rPr>
          <w:rtl/>
        </w:rPr>
        <w:br w:type="page"/>
      </w:r>
      <w:r>
        <w:rPr>
          <w:rtl/>
        </w:rPr>
        <w:lastRenderedPageBreak/>
        <w:t xml:space="preserve">الدنيا جميعاً وما فيها </w:t>
      </w:r>
      <w:r w:rsidRPr="006713DA">
        <w:rPr>
          <w:rStyle w:val="libFootnotenumChar"/>
          <w:rtl/>
        </w:rPr>
        <w:t>(1)</w:t>
      </w:r>
      <w:r>
        <w:rPr>
          <w:rtl/>
        </w:rPr>
        <w:t>.</w:t>
      </w:r>
    </w:p>
    <w:p w:rsidR="00EE1A1A" w:rsidRDefault="00EE1A1A" w:rsidP="00BB3BDA">
      <w:pPr>
        <w:pStyle w:val="libNormal"/>
        <w:rPr>
          <w:rtl/>
        </w:rPr>
      </w:pPr>
      <w:r>
        <w:rPr>
          <w:rtl/>
        </w:rPr>
        <w:t xml:space="preserve">وعن عبادة بن الصامت ، أن رسول الله </w:t>
      </w:r>
      <w:r w:rsidR="00A80F4B" w:rsidRPr="00A80F4B">
        <w:rPr>
          <w:rStyle w:val="libAlaemChar"/>
          <w:rFonts w:hint="cs"/>
          <w:rtl/>
        </w:rPr>
        <w:t>صلى‌الله‌عليه‌وآله</w:t>
      </w:r>
      <w:r>
        <w:rPr>
          <w:rtl/>
        </w:rPr>
        <w:t xml:space="preserve"> قال : « النفساء يجرها ولدها يوم القيامة بسرره </w:t>
      </w:r>
      <w:r w:rsidRPr="006713DA">
        <w:rPr>
          <w:rStyle w:val="libFootnotenumChar"/>
          <w:rtl/>
        </w:rPr>
        <w:t>(2)</w:t>
      </w:r>
      <w:r>
        <w:rPr>
          <w:rtl/>
        </w:rPr>
        <w:t xml:space="preserve"> إلى الجنة » </w:t>
      </w:r>
      <w:r w:rsidRPr="006713DA">
        <w:rPr>
          <w:rStyle w:val="libFootnotenumChar"/>
          <w:rtl/>
        </w:rPr>
        <w:t>(3)</w:t>
      </w:r>
      <w:r>
        <w:rPr>
          <w:rtl/>
        </w:rPr>
        <w:t>.</w:t>
      </w:r>
    </w:p>
    <w:p w:rsidR="00EE1A1A" w:rsidRDefault="00EE1A1A" w:rsidP="00BB3BDA">
      <w:pPr>
        <w:pStyle w:val="libNormal"/>
        <w:rPr>
          <w:rtl/>
        </w:rPr>
      </w:pPr>
      <w:r>
        <w:rPr>
          <w:rtl/>
        </w:rPr>
        <w:t>النفساء ، بضم النون وفتح الفاء : المرأة إذا ولدت ، والسرر بكسر السين المهملة وفتحها : ما تقطعه القابلة من سرة المولود ، التي هي موضع القطع ، وما بقي بعد القطع فهو السرة ، وكأنه يريد : الولد الذي لم تقطع سرته.</w:t>
      </w:r>
    </w:p>
    <w:p w:rsidR="00EE1A1A" w:rsidRDefault="00EE1A1A" w:rsidP="00BB3BDA">
      <w:pPr>
        <w:pStyle w:val="libNormal"/>
        <w:rPr>
          <w:rtl/>
        </w:rPr>
      </w:pPr>
      <w:r>
        <w:rPr>
          <w:rtl/>
        </w:rPr>
        <w:t xml:space="preserve">وعن عمرو بن شعيب ، عن أبيه ، عن جده ، قال : قال رسول الله </w:t>
      </w:r>
      <w:r w:rsidR="00A80F4B" w:rsidRPr="00A80F4B">
        <w:rPr>
          <w:rStyle w:val="libAlaemChar"/>
          <w:rFonts w:hint="cs"/>
          <w:rtl/>
        </w:rPr>
        <w:t>صلى‌الله‌عليه‌وآله‌وسلم</w:t>
      </w:r>
      <w:r>
        <w:rPr>
          <w:rtl/>
        </w:rPr>
        <w:t xml:space="preserve"> : « من قدم من صلبه ولداً </w:t>
      </w:r>
      <w:r w:rsidRPr="006713DA">
        <w:rPr>
          <w:rStyle w:val="libFootnotenumChar"/>
          <w:rtl/>
        </w:rPr>
        <w:t>(4)</w:t>
      </w:r>
      <w:r>
        <w:rPr>
          <w:rtl/>
        </w:rPr>
        <w:t xml:space="preserve"> لم يبلغ الحنث ، كان أفضل من أن يخلف من بعده مائة ، كلهم يجاهدون في سبيل الله ( لا تسكن روعتهم ) </w:t>
      </w:r>
      <w:r w:rsidRPr="006713DA">
        <w:rPr>
          <w:rStyle w:val="libFootnotenumChar"/>
          <w:rtl/>
        </w:rPr>
        <w:t>(5)</w:t>
      </w:r>
      <w:r>
        <w:rPr>
          <w:rtl/>
        </w:rPr>
        <w:t xml:space="preserve"> إلى يوم القيامة ».</w:t>
      </w:r>
    </w:p>
    <w:p w:rsidR="00EE1A1A" w:rsidRDefault="00EE1A1A" w:rsidP="00BB3BDA">
      <w:pPr>
        <w:pStyle w:val="libNormal"/>
        <w:rPr>
          <w:rtl/>
        </w:rPr>
      </w:pPr>
      <w:r>
        <w:rPr>
          <w:rtl/>
        </w:rPr>
        <w:t xml:space="preserve">وعن الحسن ، قال : قال رسول الله </w:t>
      </w:r>
      <w:r w:rsidR="00A80F4B" w:rsidRPr="00A80F4B">
        <w:rPr>
          <w:rStyle w:val="libAlaemChar"/>
          <w:rFonts w:hint="cs"/>
          <w:rtl/>
        </w:rPr>
        <w:t>صلى‌الله‌عليه‌وآله‌وسلم</w:t>
      </w:r>
      <w:r>
        <w:rPr>
          <w:rtl/>
        </w:rPr>
        <w:t xml:space="preserve"> : « لئن اُقدم سقطاً أحب إلي من أن أخلف مائة فارس ، كلهم يقاتل في سبيل الله » </w:t>
      </w:r>
      <w:r w:rsidRPr="006713DA">
        <w:rPr>
          <w:rStyle w:val="libFootnotenumChar"/>
          <w:rtl/>
        </w:rPr>
        <w:t>(6)</w:t>
      </w:r>
      <w:r>
        <w:rPr>
          <w:rtl/>
        </w:rPr>
        <w:t>.</w:t>
      </w:r>
    </w:p>
    <w:p w:rsidR="00EE1A1A" w:rsidRDefault="00EE1A1A" w:rsidP="00BB3BDA">
      <w:pPr>
        <w:pStyle w:val="libNormal"/>
        <w:rPr>
          <w:rtl/>
        </w:rPr>
      </w:pPr>
      <w:r>
        <w:rPr>
          <w:rtl/>
        </w:rPr>
        <w:t xml:space="preserve">وعن أيوب بن موسى ، أن النبي </w:t>
      </w:r>
      <w:r w:rsidR="00A80F4B" w:rsidRPr="00A80F4B">
        <w:rPr>
          <w:rStyle w:val="libAlaemChar"/>
          <w:rFonts w:hint="cs"/>
          <w:rtl/>
        </w:rPr>
        <w:t>صلى‌الله‌عليه‌وآله</w:t>
      </w:r>
      <w:r>
        <w:rPr>
          <w:rtl/>
        </w:rPr>
        <w:t xml:space="preserve"> قال للزبير : « يازبير إنك إن تقدم سقطاً ، خير من أن تدع بعدك من ولدك مائة ، كل منهم على فرس يجاهد في سبيل الله ».</w:t>
      </w:r>
    </w:p>
    <w:p w:rsidR="00EE1A1A" w:rsidRDefault="00EE1A1A" w:rsidP="00BB3BDA">
      <w:pPr>
        <w:pStyle w:val="libNormal"/>
        <w:rPr>
          <w:rtl/>
        </w:rPr>
      </w:pPr>
      <w:r>
        <w:rPr>
          <w:rtl/>
        </w:rPr>
        <w:t xml:space="preserve">وعن النبي </w:t>
      </w:r>
      <w:r w:rsidR="00A80F4B" w:rsidRPr="00A80F4B">
        <w:rPr>
          <w:rStyle w:val="libAlaemChar"/>
          <w:rFonts w:hint="cs"/>
          <w:rtl/>
        </w:rPr>
        <w:t>صلى‌الله‌عليه‌وآله</w:t>
      </w:r>
      <w:r>
        <w:rPr>
          <w:rtl/>
        </w:rPr>
        <w:t xml:space="preserve"> ، أنه قال : « يقال للولدان يوم القيامة : أدخلوا الجنة ، فيقولون : يارب ، حتى يدخل آباؤنا وأُمهاتنا ، قال : فيأبون ، فيقول الله عزوجل : مالي أراهم محبنطئين ، أدخلوا الجنة ، فيقولون : يارب آباؤنا ، فيقول تعالى : أدخلوا الجنة أنتم وآباواكم » </w:t>
      </w:r>
      <w:r w:rsidRPr="006713DA">
        <w:rPr>
          <w:rStyle w:val="libFootnotenumChar"/>
          <w:rtl/>
        </w:rPr>
        <w:t>(7)</w:t>
      </w:r>
      <w:r>
        <w:rPr>
          <w:rtl/>
        </w:rPr>
        <w:t>.</w:t>
      </w:r>
    </w:p>
    <w:p w:rsidR="00EE1A1A" w:rsidRDefault="00EE1A1A" w:rsidP="00BB3BDA">
      <w:pPr>
        <w:pStyle w:val="libNormal"/>
        <w:rPr>
          <w:rtl/>
        </w:rPr>
      </w:pPr>
      <w:r>
        <w:rPr>
          <w:rtl/>
        </w:rPr>
        <w:t xml:space="preserve">وعن عبيد بن عمير الليثي ، قال : « إذا كان يوم القيامة ، خرج ولدان المسلمين من الجنة بأيديهم الشراب ، قال : فيقول الناس لهم : أسقونا ، أسقونا ، فيقولون : أبوينا ، </w:t>
      </w:r>
    </w:p>
    <w:p w:rsidR="00EE1A1A" w:rsidRDefault="00EE1A1A" w:rsidP="006713DA">
      <w:pPr>
        <w:pStyle w:val="libLine"/>
        <w:rPr>
          <w:rtl/>
        </w:rPr>
      </w:pPr>
      <w:r>
        <w:rPr>
          <w:rtl/>
        </w:rPr>
        <w:t>__________________</w:t>
      </w:r>
    </w:p>
    <w:p w:rsidR="00EE1A1A" w:rsidRDefault="00EE1A1A" w:rsidP="006713DA">
      <w:pPr>
        <w:pStyle w:val="libFootnote0"/>
        <w:rPr>
          <w:rtl/>
        </w:rPr>
      </w:pPr>
      <w:r>
        <w:rPr>
          <w:rtl/>
        </w:rPr>
        <w:t>1 ـ رواه ابن الأثير في اُسد الغابة 2 : 364 ، والمتقي الهندي في منتخب الكنز 6 : 392 باختلاف في ألفاضه.</w:t>
      </w:r>
    </w:p>
    <w:p w:rsidR="00EE1A1A" w:rsidRDefault="00EE1A1A" w:rsidP="006713DA">
      <w:pPr>
        <w:pStyle w:val="libFootnote0"/>
        <w:rPr>
          <w:rtl/>
        </w:rPr>
      </w:pPr>
      <w:r>
        <w:rPr>
          <w:rtl/>
        </w:rPr>
        <w:t>2 ـ في « ش » و « ح » : بسررها ، وما أثبتناه من البحار.</w:t>
      </w:r>
    </w:p>
    <w:p w:rsidR="00EE1A1A" w:rsidRDefault="00EE1A1A" w:rsidP="006713DA">
      <w:pPr>
        <w:pStyle w:val="libFootnote0"/>
        <w:rPr>
          <w:rtl/>
        </w:rPr>
      </w:pPr>
      <w:r>
        <w:rPr>
          <w:rtl/>
        </w:rPr>
        <w:t>3 ـ رواه أحمد في مسنده 3 : 489 و 5 : 329 ، ورواه بسند آخر محمد بن علي العلوي في التعازي : 25 / 53 ، والبحار 82 : 117 / 10 عن مسكن الفؤاد.</w:t>
      </w:r>
    </w:p>
    <w:p w:rsidR="00EE1A1A" w:rsidRDefault="00EE1A1A" w:rsidP="006713DA">
      <w:pPr>
        <w:pStyle w:val="libFootnote0"/>
        <w:rPr>
          <w:rtl/>
        </w:rPr>
      </w:pPr>
      <w:r>
        <w:rPr>
          <w:rtl/>
        </w:rPr>
        <w:t>4 ـ في نسخة « ش » : ذكراً.</w:t>
      </w:r>
    </w:p>
    <w:p w:rsidR="00EE1A1A" w:rsidRDefault="00EE1A1A" w:rsidP="006713DA">
      <w:pPr>
        <w:pStyle w:val="libFootnote0"/>
        <w:rPr>
          <w:rtl/>
        </w:rPr>
      </w:pPr>
      <w:r>
        <w:rPr>
          <w:rtl/>
        </w:rPr>
        <w:t>5 ـ في نسخة « ش » : لا يسكن روعهم.</w:t>
      </w:r>
    </w:p>
    <w:p w:rsidR="00EE1A1A" w:rsidRDefault="00EE1A1A" w:rsidP="006713DA">
      <w:pPr>
        <w:pStyle w:val="libFootnote0"/>
        <w:rPr>
          <w:rtl/>
        </w:rPr>
      </w:pPr>
      <w:r>
        <w:rPr>
          <w:rtl/>
        </w:rPr>
        <w:t>6 ـ تنبيه الخواطر 1 : 287 ، المحجة البيضاء 8 : 287.</w:t>
      </w:r>
    </w:p>
    <w:p w:rsidR="00EE1A1A" w:rsidRDefault="00EE1A1A" w:rsidP="006713DA">
      <w:pPr>
        <w:pStyle w:val="libFootnote0"/>
        <w:rPr>
          <w:rtl/>
        </w:rPr>
      </w:pPr>
      <w:r>
        <w:rPr>
          <w:rtl/>
        </w:rPr>
        <w:t xml:space="preserve">7 ـ رواه أحمد في مسنده 4 : 105. </w:t>
      </w:r>
    </w:p>
    <w:p w:rsidR="00EE1A1A" w:rsidRDefault="00EE1A1A" w:rsidP="00BB3BDA">
      <w:pPr>
        <w:pStyle w:val="libNormal0"/>
        <w:rPr>
          <w:rtl/>
        </w:rPr>
      </w:pPr>
      <w:r>
        <w:rPr>
          <w:rtl/>
        </w:rPr>
        <w:br w:type="page"/>
      </w:r>
      <w:r>
        <w:rPr>
          <w:rtl/>
        </w:rPr>
        <w:lastRenderedPageBreak/>
        <w:t>أبوينا ، قال : حتى أن</w:t>
      </w:r>
      <w:r>
        <w:rPr>
          <w:rFonts w:hint="cs"/>
          <w:rtl/>
        </w:rPr>
        <w:t xml:space="preserve"> </w:t>
      </w:r>
      <w:r w:rsidRPr="006713DA">
        <w:rPr>
          <w:rStyle w:val="libFootnotenumChar"/>
          <w:rtl/>
        </w:rPr>
        <w:t>(1)</w:t>
      </w:r>
      <w:r>
        <w:rPr>
          <w:rtl/>
        </w:rPr>
        <w:t xml:space="preserve"> السقط محبنطئاً بباب الجنة ، يقول : لا أدخل حتى يدخل أبواي»</w:t>
      </w:r>
      <w:r w:rsidRPr="006713DA">
        <w:rPr>
          <w:rStyle w:val="libFootnotenumChar"/>
          <w:rtl/>
        </w:rPr>
        <w:t>(2)</w:t>
      </w:r>
      <w:r>
        <w:rPr>
          <w:rtl/>
        </w:rPr>
        <w:t>.</w:t>
      </w:r>
    </w:p>
    <w:p w:rsidR="00EE1A1A" w:rsidRDefault="00EE1A1A" w:rsidP="00BB3BDA">
      <w:pPr>
        <w:pStyle w:val="libNormal"/>
        <w:rPr>
          <w:rtl/>
        </w:rPr>
      </w:pPr>
      <w:r>
        <w:rPr>
          <w:rtl/>
        </w:rPr>
        <w:t xml:space="preserve">وعن أنس بن مالك قال : قال رسول الله </w:t>
      </w:r>
      <w:r w:rsidR="00A80F4B" w:rsidRPr="00A80F4B">
        <w:rPr>
          <w:rStyle w:val="libAlaemChar"/>
          <w:rFonts w:hint="cs"/>
          <w:rtl/>
        </w:rPr>
        <w:t>صلى‌الله‌عليه‌وآله</w:t>
      </w:r>
      <w:r>
        <w:rPr>
          <w:rtl/>
        </w:rPr>
        <w:t xml:space="preserve"> : « إذا كان يوم القيامة ، نودي في أطفال المؤمنين </w:t>
      </w:r>
      <w:r w:rsidRPr="006713DA">
        <w:rPr>
          <w:rStyle w:val="libFootnotenumChar"/>
          <w:rtl/>
        </w:rPr>
        <w:t>(3)</w:t>
      </w:r>
      <w:r>
        <w:rPr>
          <w:rtl/>
        </w:rPr>
        <w:t xml:space="preserve"> : أن اخرجوا من قبوركم ، فيخرجون من قبورهم ، ثم ينادى فيهم : أن أمضوا إلى الجنة زمراً ، فيقولون : ربنا ، ووالدينا معنا ، ثم ينادى فيهم ثانية : أن امضوا إلى الجنة زمراً ، فيقولون : ربنا ووالدينا معنا ، ثم ينادى فيهم ثالثة : أن أمضوا إلى الجنة زمراً ، فيقولون ربنا : ووالدينا ، فيقول في الرابعة : ووالديكم معكم ، فيثب كل طفل إلى أبويه ، فيأخذون بأيديهم ، فيدخلون بهم الجنة ، فهم أعرف بآبائهم واُمهاتهم ـ يومئذ ـ من أولادكم الذين في بيوتكم ». </w:t>
      </w:r>
      <w:r w:rsidRPr="006713DA">
        <w:rPr>
          <w:rStyle w:val="libFootnotenumChar"/>
          <w:rtl/>
        </w:rPr>
        <w:t>(4)</w:t>
      </w:r>
      <w:r>
        <w:rPr>
          <w:rtl/>
        </w:rPr>
        <w:t>.</w:t>
      </w:r>
    </w:p>
    <w:p w:rsidR="00EE1A1A" w:rsidRDefault="00EE1A1A" w:rsidP="00BB3BDA">
      <w:pPr>
        <w:pStyle w:val="libNormal"/>
        <w:rPr>
          <w:rtl/>
        </w:rPr>
      </w:pPr>
      <w:r>
        <w:rPr>
          <w:rtl/>
        </w:rPr>
        <w:t xml:space="preserve">الزمر : الأفواج المتفرقة بعضها في أثر بعض ، وقيل : في الزمر الذين اتقوا </w:t>
      </w:r>
      <w:r w:rsidRPr="006713DA">
        <w:rPr>
          <w:rStyle w:val="libFootnotenumChar"/>
          <w:rtl/>
        </w:rPr>
        <w:t>(5)</w:t>
      </w:r>
      <w:r>
        <w:rPr>
          <w:rtl/>
        </w:rPr>
        <w:t xml:space="preserve"> من الطبقات المختلفة ، أي الشهداء ، والزهاد ، والعلماء ، والفقراء ، والقراء ، والمحدثون ، وغيرهم.</w:t>
      </w:r>
    </w:p>
    <w:p w:rsidR="00EE1A1A" w:rsidRDefault="00EE1A1A" w:rsidP="00BB3BDA">
      <w:pPr>
        <w:pStyle w:val="libNormal"/>
        <w:rPr>
          <w:rtl/>
        </w:rPr>
      </w:pPr>
      <w:r>
        <w:rPr>
          <w:rtl/>
        </w:rPr>
        <w:t xml:space="preserve">وعن أنس بن مالك : ان رجلا كان يجيئ بصبي معه إلى رسول الله </w:t>
      </w:r>
      <w:r w:rsidR="00A80F4B" w:rsidRPr="00A80F4B">
        <w:rPr>
          <w:rStyle w:val="libAlaemChar"/>
          <w:rFonts w:hint="cs"/>
          <w:rtl/>
        </w:rPr>
        <w:t>صلى‌الله‌عليه‌وآله</w:t>
      </w:r>
      <w:r>
        <w:rPr>
          <w:rtl/>
        </w:rPr>
        <w:t xml:space="preserve"> ، وأنه مات ، فاحتبس والده عن رسول الله </w:t>
      </w:r>
      <w:r w:rsidR="00A80F4B" w:rsidRPr="00A80F4B">
        <w:rPr>
          <w:rStyle w:val="libAlaemChar"/>
          <w:rFonts w:hint="cs"/>
          <w:rtl/>
        </w:rPr>
        <w:t>صلى‌الله‌عليه‌وآله‌وسلم</w:t>
      </w:r>
      <w:r>
        <w:rPr>
          <w:rtl/>
        </w:rPr>
        <w:t xml:space="preserve"> ، فسأل عنه ، فقالوا : مات صبيه الذي رأيته معه ، فقال </w:t>
      </w:r>
      <w:r w:rsidR="00A80F4B" w:rsidRPr="00A80F4B">
        <w:rPr>
          <w:rStyle w:val="libAlaemChar"/>
          <w:rFonts w:hint="cs"/>
          <w:rtl/>
        </w:rPr>
        <w:t>صلى‌الله‌عليه‌وآله‌وسلم</w:t>
      </w:r>
      <w:r>
        <w:rPr>
          <w:rtl/>
        </w:rPr>
        <w:t xml:space="preserve"> : « هلا آذنتموني ، فقوموا إلى أخينا نعزيه » فلما دخل عليه إذا الرجل حزين وبه كآبة فعزاه ، فقال : يا رسول الله ، كنت أرجوه لكبر سني وضعفي ، فقال رسول الله </w:t>
      </w:r>
      <w:r w:rsidR="00A80F4B" w:rsidRPr="00A80F4B">
        <w:rPr>
          <w:rStyle w:val="libAlaemChar"/>
          <w:rFonts w:hint="cs"/>
          <w:rtl/>
        </w:rPr>
        <w:t>صلى‌الله‌عليه‌وآله‌وسلم</w:t>
      </w:r>
      <w:r>
        <w:rPr>
          <w:rtl/>
        </w:rPr>
        <w:t xml:space="preserve"> : « أما يسرك أن يكون يوم القيامة بإزائك؟ فيقال له : أدخل الجنة ، فيقول : يا رب </w:t>
      </w:r>
      <w:r w:rsidRPr="006713DA">
        <w:rPr>
          <w:rStyle w:val="libFootnotenumChar"/>
          <w:rtl/>
        </w:rPr>
        <w:t>(6)</w:t>
      </w:r>
      <w:r>
        <w:rPr>
          <w:rtl/>
        </w:rPr>
        <w:t xml:space="preserve"> وأبواي ، فلا يزال يشفع حتى يشفعه الله عزوجل فيكم ويدخلكم الجنة جميعاً » </w:t>
      </w:r>
      <w:r w:rsidRPr="006713DA">
        <w:rPr>
          <w:rStyle w:val="libFootnotenumChar"/>
          <w:rtl/>
        </w:rPr>
        <w:t>(7)</w:t>
      </w:r>
      <w:r>
        <w:rPr>
          <w:rtl/>
        </w:rPr>
        <w:t>.</w:t>
      </w:r>
    </w:p>
    <w:p w:rsidR="00EE1A1A" w:rsidRDefault="00EE1A1A" w:rsidP="00BB3BDA">
      <w:pPr>
        <w:pStyle w:val="libNormal"/>
        <w:rPr>
          <w:rtl/>
        </w:rPr>
      </w:pPr>
      <w:r>
        <w:rPr>
          <w:rtl/>
        </w:rPr>
        <w:t xml:space="preserve">احتبس ، اي تخلف عن المجيء إلى النبي </w:t>
      </w:r>
      <w:r w:rsidR="00A80F4B" w:rsidRPr="00A80F4B">
        <w:rPr>
          <w:rStyle w:val="libAlaemChar"/>
          <w:rFonts w:hint="cs"/>
          <w:rtl/>
        </w:rPr>
        <w:t>صلى‌الله‌عليه‌وآله</w:t>
      </w:r>
      <w:r>
        <w:rPr>
          <w:rtl/>
        </w:rPr>
        <w:t xml:space="preserve"> ، وآذنتموني بالمد : أي أخبرتموني ، والكآبة بالمد : تغير النفس بالإنكسار من شدة الهم والحزن ، </w:t>
      </w:r>
    </w:p>
    <w:p w:rsidR="00EE1A1A" w:rsidRDefault="00EE1A1A" w:rsidP="006713DA">
      <w:pPr>
        <w:pStyle w:val="libLine"/>
        <w:rPr>
          <w:rtl/>
        </w:rPr>
      </w:pPr>
      <w:r>
        <w:rPr>
          <w:rtl/>
        </w:rPr>
        <w:t>__________________</w:t>
      </w:r>
    </w:p>
    <w:p w:rsidR="00EE1A1A" w:rsidRDefault="00EE1A1A" w:rsidP="006713DA">
      <w:pPr>
        <w:pStyle w:val="libFootnote0"/>
        <w:rPr>
          <w:rtl/>
        </w:rPr>
      </w:pPr>
      <w:r>
        <w:rPr>
          <w:rtl/>
        </w:rPr>
        <w:t>1 ـ ليس في نسخة « ش ».</w:t>
      </w:r>
    </w:p>
    <w:p w:rsidR="00EE1A1A" w:rsidRDefault="00EE1A1A" w:rsidP="006713DA">
      <w:pPr>
        <w:pStyle w:val="libFootnote0"/>
        <w:rPr>
          <w:rtl/>
        </w:rPr>
      </w:pPr>
      <w:r>
        <w:rPr>
          <w:rtl/>
        </w:rPr>
        <w:t>2 ـ أخرجه المجلسي في البحار 82 : 118 / 11 عن مسكن الفؤاد.</w:t>
      </w:r>
    </w:p>
    <w:p w:rsidR="00EE1A1A" w:rsidRDefault="00EE1A1A" w:rsidP="006713DA">
      <w:pPr>
        <w:pStyle w:val="libFootnote0"/>
        <w:rPr>
          <w:rtl/>
        </w:rPr>
      </w:pPr>
      <w:r>
        <w:rPr>
          <w:rtl/>
        </w:rPr>
        <w:t>3 ـ في نسخة « ش » المسلمين ، وفي البحار : المؤمنين والمسلمين.</w:t>
      </w:r>
    </w:p>
    <w:p w:rsidR="00EE1A1A" w:rsidRDefault="00EE1A1A" w:rsidP="006713DA">
      <w:pPr>
        <w:pStyle w:val="libFootnote0"/>
        <w:rPr>
          <w:rtl/>
        </w:rPr>
      </w:pPr>
      <w:r>
        <w:rPr>
          <w:rtl/>
        </w:rPr>
        <w:t>4 ـ أخرجه المجلسي في البحار 82 : 118 عن مسكن الفؤاد ، وفيه : « وعنه » بدل « وعن أنس بن مالك ».</w:t>
      </w:r>
    </w:p>
    <w:p w:rsidR="00EE1A1A" w:rsidRDefault="00EE1A1A" w:rsidP="006713DA">
      <w:pPr>
        <w:pStyle w:val="libFootnote0"/>
        <w:rPr>
          <w:rtl/>
        </w:rPr>
      </w:pPr>
      <w:r>
        <w:rPr>
          <w:rtl/>
        </w:rPr>
        <w:t>5 ـ يعني قوله تعالى في سورة الزمر : 73 : وسيق الذين اتقوا ربهم إلى الجنة زمراً.</w:t>
      </w:r>
    </w:p>
    <w:p w:rsidR="00EE1A1A" w:rsidRDefault="00EE1A1A" w:rsidP="006713DA">
      <w:pPr>
        <w:pStyle w:val="libFootnote0"/>
        <w:rPr>
          <w:rtl/>
        </w:rPr>
      </w:pPr>
      <w:r>
        <w:rPr>
          <w:rtl/>
        </w:rPr>
        <w:t>6 ـ في نسخة « ش » : رب.</w:t>
      </w:r>
    </w:p>
    <w:p w:rsidR="00EE1A1A" w:rsidRDefault="00EE1A1A" w:rsidP="006713DA">
      <w:pPr>
        <w:pStyle w:val="libFootnote0"/>
        <w:rPr>
          <w:rtl/>
        </w:rPr>
      </w:pPr>
      <w:r>
        <w:rPr>
          <w:rtl/>
        </w:rPr>
        <w:t xml:space="preserve">7 ـ أخرجه المجلسي في البحار 82 : 118 عن مسكن الفؤاد ، وفيه : « وروي » بدل « وعن أنس بن مالك ». </w:t>
      </w:r>
    </w:p>
    <w:p w:rsidR="00EE1A1A" w:rsidRDefault="00EE1A1A" w:rsidP="00BB3BDA">
      <w:pPr>
        <w:pStyle w:val="libNormal0"/>
        <w:rPr>
          <w:rtl/>
        </w:rPr>
      </w:pPr>
      <w:r>
        <w:rPr>
          <w:rtl/>
        </w:rPr>
        <w:br w:type="page"/>
      </w:r>
      <w:r>
        <w:rPr>
          <w:rtl/>
        </w:rPr>
        <w:lastRenderedPageBreak/>
        <w:t>والضعف بضم المعجمة وفتحها ، وبإزائك ، إي بحذائك.</w:t>
      </w:r>
    </w:p>
    <w:p w:rsidR="00EE1A1A" w:rsidRDefault="00EE1A1A" w:rsidP="00BB3BDA">
      <w:pPr>
        <w:pStyle w:val="libNormal"/>
        <w:rPr>
          <w:rtl/>
        </w:rPr>
      </w:pPr>
      <w:r>
        <w:rPr>
          <w:rtl/>
        </w:rPr>
        <w:t xml:space="preserve">وعن أنس ـ أيضاً ـ قال : توفي لعثمان بن مظعون </w:t>
      </w:r>
      <w:r w:rsidR="00A80F4B" w:rsidRPr="00A80F4B">
        <w:rPr>
          <w:rStyle w:val="libAlaemChar"/>
          <w:rFonts w:hint="cs"/>
          <w:rtl/>
        </w:rPr>
        <w:t>رضي‌الله‌عنه</w:t>
      </w:r>
      <w:r>
        <w:rPr>
          <w:rtl/>
        </w:rPr>
        <w:t xml:space="preserve"> ولد ، فاشتد حزنه عليه ، حتى اتخذ في داره مسجداً يتعبد فيه ، فبلغ ذلك </w:t>
      </w:r>
      <w:r w:rsidRPr="006713DA">
        <w:rPr>
          <w:rStyle w:val="libFootnotenumChar"/>
          <w:rtl/>
        </w:rPr>
        <w:t>(1)</w:t>
      </w:r>
      <w:r>
        <w:rPr>
          <w:rtl/>
        </w:rPr>
        <w:t xml:space="preserve"> النبي </w:t>
      </w:r>
      <w:r w:rsidR="00A80F4B" w:rsidRPr="00A80F4B">
        <w:rPr>
          <w:rStyle w:val="libAlaemChar"/>
          <w:rFonts w:hint="cs"/>
          <w:rtl/>
        </w:rPr>
        <w:t>صلى‌الله‌عليه‌وآله‌وسلم</w:t>
      </w:r>
      <w:r>
        <w:rPr>
          <w:rtl/>
        </w:rPr>
        <w:t xml:space="preserve"> ، فقال : « يا عثمان ، إن الله ـ عزوجل ـ لم يكتب علينا الرهبانية ، إنما رهبانية اُمتي الجهاد في سبيل الله ، يا عثمان بن مظعون ، إن للجنة ثمانية أبواب ، وللنار سبعة أبواب ، أفلا يسرك ألا تأتي باباً منها إلا وجدت ابنك بجنبه </w:t>
      </w:r>
      <w:r w:rsidRPr="006713DA">
        <w:rPr>
          <w:rStyle w:val="libFootnotenumChar"/>
          <w:rtl/>
        </w:rPr>
        <w:t>(2)</w:t>
      </w:r>
      <w:r>
        <w:rPr>
          <w:rtl/>
        </w:rPr>
        <w:t xml:space="preserve"> ، آخذاً بحجزتك ، ( ليشفع لك إلى ربه ) </w:t>
      </w:r>
      <w:r w:rsidRPr="006713DA">
        <w:rPr>
          <w:rStyle w:val="libFootnotenumChar"/>
          <w:rtl/>
        </w:rPr>
        <w:t>(3)</w:t>
      </w:r>
      <w:r>
        <w:rPr>
          <w:rtl/>
        </w:rPr>
        <w:t xml:space="preserve"> عزوجل؟ » قال : فقيل : يارسول الله ولنا في أفراطنا ما لعثمان؟ قال : « نعم ، لمن صبر منكم واحتسب » </w:t>
      </w:r>
      <w:r w:rsidRPr="006713DA">
        <w:rPr>
          <w:rStyle w:val="libFootnotenumChar"/>
          <w:rtl/>
        </w:rPr>
        <w:t>(4)</w:t>
      </w:r>
      <w:r>
        <w:rPr>
          <w:rtl/>
        </w:rPr>
        <w:t>.</w:t>
      </w:r>
    </w:p>
    <w:p w:rsidR="00EE1A1A" w:rsidRDefault="00EE1A1A" w:rsidP="00BB3BDA">
      <w:pPr>
        <w:pStyle w:val="libNormal"/>
        <w:rPr>
          <w:rtl/>
        </w:rPr>
      </w:pPr>
      <w:r>
        <w:rPr>
          <w:rtl/>
        </w:rPr>
        <w:t>والحجزة ، بضم الحاء المهملة والزاء : موضع شد الإزار ، ثم قيل للازار : حجزة.</w:t>
      </w:r>
    </w:p>
    <w:p w:rsidR="00EE1A1A" w:rsidRDefault="00EE1A1A" w:rsidP="00BB3BDA">
      <w:pPr>
        <w:pStyle w:val="libNormal"/>
        <w:rPr>
          <w:rtl/>
        </w:rPr>
      </w:pPr>
      <w:r>
        <w:rPr>
          <w:rtl/>
        </w:rPr>
        <w:t xml:space="preserve">وعن قرة بن اياس : إن النبي </w:t>
      </w:r>
      <w:r w:rsidR="00A80F4B" w:rsidRPr="00A80F4B">
        <w:rPr>
          <w:rStyle w:val="libAlaemChar"/>
          <w:rFonts w:hint="cs"/>
          <w:rtl/>
        </w:rPr>
        <w:t>صلى‌الله‌عليه‌وآله</w:t>
      </w:r>
      <w:r>
        <w:rPr>
          <w:rtl/>
        </w:rPr>
        <w:t xml:space="preserve"> كان يختلف إليه رجل من الأنصار مع ابن له ، فقال له النبي </w:t>
      </w:r>
      <w:r w:rsidR="00A80F4B" w:rsidRPr="00A80F4B">
        <w:rPr>
          <w:rStyle w:val="libAlaemChar"/>
          <w:rFonts w:hint="cs"/>
          <w:rtl/>
        </w:rPr>
        <w:t>صلى‌الله‌عليه‌وآله</w:t>
      </w:r>
      <w:r>
        <w:rPr>
          <w:rtl/>
        </w:rPr>
        <w:t xml:space="preserve"> ذات يوم : « يافلان ، تحبه؟ » قال : نعم ، يارسول الله ، أحبه كحبك ، ففقده النبي </w:t>
      </w:r>
      <w:r w:rsidR="00A80F4B" w:rsidRPr="00A80F4B">
        <w:rPr>
          <w:rStyle w:val="libAlaemChar"/>
          <w:rFonts w:hint="cs"/>
          <w:rtl/>
        </w:rPr>
        <w:t>صلى‌الله‌عليه‌وآله‌وسلم</w:t>
      </w:r>
      <w:r>
        <w:rPr>
          <w:rtl/>
        </w:rPr>
        <w:t xml:space="preserve"> ، فسأل عنه ، فقالوا : يا رسول الله ، مات أبنه ، فلما رآه قال عليه الصلاة والسلام : « أما ترضى أن لا تأتي يوم القيامة باباً من أبواب الجنة ، إلا جاء يسعى حتى يفتحه لك؟ » فقال رجل : يا رسول الله ، أله وحده أم لكلنا؟ قال : « بل لكلكم » </w:t>
      </w:r>
      <w:r w:rsidRPr="006713DA">
        <w:rPr>
          <w:rStyle w:val="libFootnotenumChar"/>
          <w:rtl/>
        </w:rPr>
        <w:t>(5)</w:t>
      </w:r>
      <w:r>
        <w:rPr>
          <w:rtl/>
        </w:rPr>
        <w:t>.</w:t>
      </w:r>
    </w:p>
    <w:p w:rsidR="00EE1A1A" w:rsidRDefault="00EE1A1A" w:rsidP="00BB3BDA">
      <w:pPr>
        <w:pStyle w:val="libNormal"/>
        <w:rPr>
          <w:rtl/>
        </w:rPr>
      </w:pPr>
      <w:r>
        <w:rPr>
          <w:rtl/>
        </w:rPr>
        <w:t xml:space="preserve">وروى البيهقي : ان النبي </w:t>
      </w:r>
      <w:r w:rsidR="00A80F4B" w:rsidRPr="00A80F4B">
        <w:rPr>
          <w:rStyle w:val="libAlaemChar"/>
          <w:rFonts w:hint="cs"/>
          <w:rtl/>
        </w:rPr>
        <w:t>صلى‌الله‌عليه‌وآله‌وسلم</w:t>
      </w:r>
      <w:r>
        <w:rPr>
          <w:rtl/>
        </w:rPr>
        <w:t xml:space="preserve"> كان إذا جلس تحلق إليه نفر من أصحابه ، ( وكان فيهم ) </w:t>
      </w:r>
      <w:r w:rsidRPr="006713DA">
        <w:rPr>
          <w:rStyle w:val="libFootnotenumChar"/>
          <w:rtl/>
        </w:rPr>
        <w:t>(6)</w:t>
      </w:r>
      <w:r>
        <w:rPr>
          <w:rtl/>
        </w:rPr>
        <w:t xml:space="preserve"> رجل له بني صغير ، يأتيه من خلف ظهره ، فيقعده بين يديه ، إلى أن هلك ذلك الصبي ، فامتنع الرجل من الحلقة ان يحضرها تذكراً له وحزناً ، قال : ففقده النبي </w:t>
      </w:r>
      <w:r w:rsidR="00A80F4B" w:rsidRPr="00A80F4B">
        <w:rPr>
          <w:rStyle w:val="libAlaemChar"/>
          <w:rFonts w:hint="cs"/>
          <w:rtl/>
        </w:rPr>
        <w:t>صلى‌الله‌عليه‌وآله‌وسلم</w:t>
      </w:r>
      <w:r>
        <w:rPr>
          <w:rtl/>
        </w:rPr>
        <w:t xml:space="preserve"> ، فقال : « ما لي لا أرى فلاناً؟ » قالوا : يا رسول الله بنيه </w:t>
      </w:r>
    </w:p>
    <w:p w:rsidR="00EE1A1A" w:rsidRDefault="00EE1A1A" w:rsidP="006713DA">
      <w:pPr>
        <w:pStyle w:val="libLine"/>
        <w:rPr>
          <w:rtl/>
        </w:rPr>
      </w:pPr>
      <w:r>
        <w:rPr>
          <w:rtl/>
        </w:rPr>
        <w:t>__________________</w:t>
      </w:r>
    </w:p>
    <w:p w:rsidR="00EE1A1A" w:rsidRDefault="00EE1A1A" w:rsidP="006713DA">
      <w:pPr>
        <w:pStyle w:val="libFootnote0"/>
        <w:rPr>
          <w:rtl/>
        </w:rPr>
      </w:pPr>
      <w:r>
        <w:rPr>
          <w:rtl/>
        </w:rPr>
        <w:t>1 ـ في نسخة « ش » زيادة : إلى.</w:t>
      </w:r>
    </w:p>
    <w:p w:rsidR="00EE1A1A" w:rsidRDefault="00EE1A1A" w:rsidP="006713DA">
      <w:pPr>
        <w:pStyle w:val="libFootnote0"/>
        <w:rPr>
          <w:rtl/>
        </w:rPr>
      </w:pPr>
      <w:r>
        <w:rPr>
          <w:rtl/>
        </w:rPr>
        <w:t>2 ـ في نسخة « ش » : إلى جنبه.</w:t>
      </w:r>
    </w:p>
    <w:p w:rsidR="00EE1A1A" w:rsidRDefault="00EE1A1A" w:rsidP="006713DA">
      <w:pPr>
        <w:pStyle w:val="libFootnote0"/>
        <w:rPr>
          <w:rtl/>
        </w:rPr>
      </w:pPr>
      <w:r>
        <w:rPr>
          <w:rtl/>
        </w:rPr>
        <w:t>3 ـ في نسخة « ش » : يستشفع لك عند ربك.</w:t>
      </w:r>
    </w:p>
    <w:p w:rsidR="00EE1A1A" w:rsidRDefault="00EE1A1A" w:rsidP="006713DA">
      <w:pPr>
        <w:pStyle w:val="libFootnote0"/>
        <w:rPr>
          <w:rtl/>
        </w:rPr>
      </w:pPr>
      <w:r>
        <w:rPr>
          <w:rtl/>
        </w:rPr>
        <w:t>4 ـ رواه الصدوق في الأمالي : 63 / 1 ، ومحمد بن علي العلوي في التعازي : 16 / 28 ، ورواه مرسلاً ابن الفتال الفارسي في روضة الواعظين : 422 باختلاف يسير.</w:t>
      </w:r>
    </w:p>
    <w:p w:rsidR="00EE1A1A" w:rsidRDefault="00EE1A1A" w:rsidP="006713DA">
      <w:pPr>
        <w:pStyle w:val="libFootnote0"/>
        <w:rPr>
          <w:rtl/>
        </w:rPr>
      </w:pPr>
      <w:r>
        <w:rPr>
          <w:rtl/>
        </w:rPr>
        <w:t>5 ـ رواه محمد بن علي في التعازي : 14 / 24 ، وأحمد في مسنده 3 : 436 و 5 : 35 ، والنسائي في سننه 4 : 23 ، والحاكم النيسابوري في المستدرك 1 : 384 ، والسيوطي في الدر المنثور 1 : 158 ، وزكي الدين في الترغيب والترهيب 3 : 79 / 16.</w:t>
      </w:r>
    </w:p>
    <w:p w:rsidR="00EE1A1A" w:rsidRDefault="00EE1A1A" w:rsidP="006713DA">
      <w:pPr>
        <w:pStyle w:val="libFootnote0"/>
        <w:rPr>
          <w:rtl/>
        </w:rPr>
      </w:pPr>
      <w:r>
        <w:rPr>
          <w:rtl/>
        </w:rPr>
        <w:t xml:space="preserve">6 ـ في نسخة « ش » : وفيهم. </w:t>
      </w:r>
    </w:p>
    <w:p w:rsidR="00EE1A1A" w:rsidRDefault="00EE1A1A" w:rsidP="00BB3BDA">
      <w:pPr>
        <w:pStyle w:val="libNormal0"/>
        <w:rPr>
          <w:rtl/>
        </w:rPr>
      </w:pPr>
      <w:r>
        <w:rPr>
          <w:rtl/>
        </w:rPr>
        <w:br w:type="page"/>
      </w:r>
      <w:r>
        <w:rPr>
          <w:rtl/>
        </w:rPr>
        <w:lastRenderedPageBreak/>
        <w:t xml:space="preserve">الذي رأيته هلك ، فمنعه الحزن ـ أسفاً عليه وتذكراً </w:t>
      </w:r>
      <w:r w:rsidRPr="006713DA">
        <w:rPr>
          <w:rStyle w:val="libFootnotenumChar"/>
          <w:rtl/>
        </w:rPr>
        <w:t>(1)</w:t>
      </w:r>
      <w:r>
        <w:rPr>
          <w:rtl/>
        </w:rPr>
        <w:t xml:space="preserve"> له ـ أن يحضر الحلقة ، فلقيه النبي </w:t>
      </w:r>
      <w:r w:rsidR="00A80F4B" w:rsidRPr="00A80F4B">
        <w:rPr>
          <w:rStyle w:val="libAlaemChar"/>
          <w:rFonts w:hint="cs"/>
          <w:rtl/>
        </w:rPr>
        <w:t>صلى‌الله‌عليه‌وآله</w:t>
      </w:r>
      <w:r>
        <w:rPr>
          <w:rtl/>
        </w:rPr>
        <w:t xml:space="preserve"> ، فسأله عن ابنه </w:t>
      </w:r>
      <w:r w:rsidRPr="006713DA">
        <w:rPr>
          <w:rStyle w:val="libFootnotenumChar"/>
          <w:rtl/>
        </w:rPr>
        <w:t>(2)</w:t>
      </w:r>
      <w:r>
        <w:rPr>
          <w:rtl/>
        </w:rPr>
        <w:t xml:space="preserve"> ، فأخبره بهلاكه </w:t>
      </w:r>
      <w:r w:rsidRPr="006713DA">
        <w:rPr>
          <w:rStyle w:val="libFootnotenumChar"/>
          <w:rtl/>
        </w:rPr>
        <w:t>(3)</w:t>
      </w:r>
      <w:r>
        <w:rPr>
          <w:rtl/>
        </w:rPr>
        <w:t xml:space="preserve"> ، فعزاه ، وقال : « يا فلان ، أيما كان أحب إليك : أن تمتع به عمرك ، أولا تأتي غداً باباً من أبواب الجنة إلا وجدته قد سبقك إليه ، يفتحه </w:t>
      </w:r>
      <w:r w:rsidRPr="006713DA">
        <w:rPr>
          <w:rStyle w:val="libFootnotenumChar"/>
          <w:rtl/>
        </w:rPr>
        <w:t>(4)</w:t>
      </w:r>
      <w:r>
        <w:rPr>
          <w:rtl/>
        </w:rPr>
        <w:t xml:space="preserve"> لك؟ » قال : يا نبي الله ، لا ، بل يسبقني إلى باب الجنة أحب إلي ، قال : « فذاك لك » </w:t>
      </w:r>
      <w:r w:rsidRPr="006713DA">
        <w:rPr>
          <w:rStyle w:val="libFootnotenumChar"/>
          <w:rtl/>
        </w:rPr>
        <w:t>(5)</w:t>
      </w:r>
      <w:r>
        <w:rPr>
          <w:rtl/>
        </w:rPr>
        <w:t xml:space="preserve"> فقام رجل من الأنصار ، فقال : يا نبي الله ، أهذا لهذا خاصة ، أم من هلك له طفل من المسلمين كان له ذلك؟ قال : « بل من هلك له طفل من المسلمين كان له ذلك » </w:t>
      </w:r>
      <w:r w:rsidRPr="006713DA">
        <w:rPr>
          <w:rStyle w:val="libFootnotenumChar"/>
          <w:rtl/>
        </w:rPr>
        <w:t>(6)</w:t>
      </w:r>
      <w:r>
        <w:rPr>
          <w:rtl/>
        </w:rPr>
        <w:t>.</w:t>
      </w:r>
    </w:p>
    <w:p w:rsidR="00EE1A1A" w:rsidRDefault="00EE1A1A" w:rsidP="00BB3BDA">
      <w:pPr>
        <w:pStyle w:val="libNormal"/>
        <w:rPr>
          <w:rtl/>
        </w:rPr>
      </w:pPr>
      <w:r>
        <w:rPr>
          <w:rtl/>
        </w:rPr>
        <w:t>الحلقة بإسكان اللام بعد فتح الحاء : كل شيء مستدير خالي الوسط ، والجمع حلق بفتحتين ، وحكى فتحة في ( الموجز ) وهو نادر.</w:t>
      </w:r>
    </w:p>
    <w:p w:rsidR="00EE1A1A" w:rsidRDefault="00EE1A1A" w:rsidP="00BB3BDA">
      <w:pPr>
        <w:pStyle w:val="libNormal"/>
        <w:rPr>
          <w:rtl/>
        </w:rPr>
      </w:pPr>
      <w:r>
        <w:rPr>
          <w:rtl/>
        </w:rPr>
        <w:t xml:space="preserve">وعن زرارة بن أوفى : ان رسول الله </w:t>
      </w:r>
      <w:r w:rsidR="00A80F4B" w:rsidRPr="00A80F4B">
        <w:rPr>
          <w:rStyle w:val="libAlaemChar"/>
          <w:rFonts w:hint="cs"/>
          <w:rtl/>
        </w:rPr>
        <w:t>صلى‌الله‌عليه‌وآله</w:t>
      </w:r>
      <w:r>
        <w:rPr>
          <w:rtl/>
        </w:rPr>
        <w:t xml:space="preserve">عزى رجلا على أبنه ، فقال : « أجرك على الله ، وأعظم لك الأجر » فقال الرجل : يا رسول الله ، أنا شيخ كبير ، وكان ابني قد أجزأ عني ، فقال له النبي </w:t>
      </w:r>
      <w:r w:rsidR="00A80F4B" w:rsidRPr="00A80F4B">
        <w:rPr>
          <w:rStyle w:val="libAlaemChar"/>
          <w:rFonts w:hint="cs"/>
          <w:rtl/>
        </w:rPr>
        <w:t>صلى‌الله‌عليه‌وآله‌وسلم</w:t>
      </w:r>
      <w:r>
        <w:rPr>
          <w:rtl/>
        </w:rPr>
        <w:t xml:space="preserve"> : « أيسرك أن يشير لك ـ أو يتلقاك ـ من أبواب الجنة بالكأس؟ » قال : من لي بذلك يا رسول الله؟ فقال : « الله لك به ، ولكل مسلم ( مات ولده ) </w:t>
      </w:r>
      <w:r w:rsidRPr="006713DA">
        <w:rPr>
          <w:rStyle w:val="libFootnotenumChar"/>
          <w:rtl/>
        </w:rPr>
        <w:t>(7)</w:t>
      </w:r>
      <w:r>
        <w:rPr>
          <w:rtl/>
        </w:rPr>
        <w:t xml:space="preserve"> في الإسلام ».</w:t>
      </w:r>
    </w:p>
    <w:p w:rsidR="00EE1A1A" w:rsidRDefault="00EE1A1A" w:rsidP="00BB3BDA">
      <w:pPr>
        <w:pStyle w:val="libNormal"/>
        <w:rPr>
          <w:rtl/>
        </w:rPr>
      </w:pPr>
      <w:r>
        <w:rPr>
          <w:rtl/>
        </w:rPr>
        <w:t>أجزأ بمعنى : كفى ، والكأس بالهمز ، وقد يترك تخفيفاً ، هو الإناء فيه شراب ، ولا يسمّى بذلك إلا بانضمامه إليه ، وقيل : هو أسم لهما على الاجتماع والإنفراد ، والجمع أكؤس ، ثم كؤوس.</w:t>
      </w:r>
    </w:p>
    <w:p w:rsidR="00EE1A1A" w:rsidRDefault="00EE1A1A" w:rsidP="00BB3BDA">
      <w:pPr>
        <w:pStyle w:val="libNormal"/>
        <w:rPr>
          <w:rtl/>
        </w:rPr>
      </w:pPr>
      <w:r>
        <w:rPr>
          <w:rtl/>
        </w:rPr>
        <w:t xml:space="preserve">وعن عبد الله بن قيس ، عن رسول الله </w:t>
      </w:r>
      <w:r w:rsidR="00A80F4B" w:rsidRPr="00A80F4B">
        <w:rPr>
          <w:rStyle w:val="libAlaemChar"/>
          <w:rFonts w:hint="cs"/>
          <w:rtl/>
        </w:rPr>
        <w:t>صلى‌الله‌عليه‌وآله</w:t>
      </w:r>
      <w:r>
        <w:rPr>
          <w:rtl/>
        </w:rPr>
        <w:t xml:space="preserve"> : « إذا مات ولد العبد قال الله تعالى لملائكته : أقبضتم ولد عبدي؟ فيقول : نعم ، يقولون : قبضتم ثمرة فؤاده؟ فيقولون : نعم ، فيقول : ماذا قال عبدي؟ فيقولون : حمدك ، واسترجع ، فيقول الله تعالى : ابنوا لعبدي بيتاً في الجنة ، وسموه بيت الحمد » </w:t>
      </w:r>
      <w:r w:rsidRPr="006713DA">
        <w:rPr>
          <w:rStyle w:val="libFootnotenumChar"/>
          <w:rtl/>
        </w:rPr>
        <w:t>(8)</w:t>
      </w:r>
      <w:r>
        <w:rPr>
          <w:rtl/>
        </w:rPr>
        <w:t xml:space="preserve">. </w:t>
      </w:r>
    </w:p>
    <w:p w:rsidR="00EE1A1A" w:rsidRDefault="00EE1A1A" w:rsidP="006713DA">
      <w:pPr>
        <w:pStyle w:val="libLine"/>
        <w:rPr>
          <w:rtl/>
        </w:rPr>
      </w:pPr>
      <w:r>
        <w:rPr>
          <w:rtl/>
        </w:rPr>
        <w:t>__________________</w:t>
      </w:r>
    </w:p>
    <w:p w:rsidR="00EE1A1A" w:rsidRDefault="00EE1A1A" w:rsidP="006713DA">
      <w:pPr>
        <w:pStyle w:val="libFootnote0"/>
        <w:rPr>
          <w:rtl/>
        </w:rPr>
      </w:pPr>
      <w:r>
        <w:rPr>
          <w:rtl/>
        </w:rPr>
        <w:t>1 ـ في نسخة « ش » : والذكر.</w:t>
      </w:r>
    </w:p>
    <w:p w:rsidR="00EE1A1A" w:rsidRDefault="00EE1A1A" w:rsidP="006713DA">
      <w:pPr>
        <w:pStyle w:val="libFootnote0"/>
        <w:rPr>
          <w:rtl/>
        </w:rPr>
      </w:pPr>
      <w:r>
        <w:rPr>
          <w:rtl/>
        </w:rPr>
        <w:t>2 ـ في نسخة « ش » : بنيه.</w:t>
      </w:r>
    </w:p>
    <w:p w:rsidR="00EE1A1A" w:rsidRDefault="00EE1A1A" w:rsidP="006713DA">
      <w:pPr>
        <w:pStyle w:val="libFootnote0"/>
        <w:rPr>
          <w:rtl/>
        </w:rPr>
      </w:pPr>
      <w:r>
        <w:rPr>
          <w:rtl/>
        </w:rPr>
        <w:t>3 ـ في نسخة « ش » : أنه هلك.</w:t>
      </w:r>
    </w:p>
    <w:p w:rsidR="00EE1A1A" w:rsidRDefault="00EE1A1A" w:rsidP="006713DA">
      <w:pPr>
        <w:pStyle w:val="libFootnote0"/>
        <w:rPr>
          <w:rtl/>
        </w:rPr>
      </w:pPr>
      <w:r>
        <w:rPr>
          <w:rtl/>
        </w:rPr>
        <w:t>4 ـ في نسخة « ش » : ففتحه.</w:t>
      </w:r>
    </w:p>
    <w:p w:rsidR="00EE1A1A" w:rsidRDefault="00EE1A1A" w:rsidP="006713DA">
      <w:pPr>
        <w:pStyle w:val="libFootnote0"/>
        <w:rPr>
          <w:rtl/>
        </w:rPr>
      </w:pPr>
      <w:r>
        <w:rPr>
          <w:rtl/>
        </w:rPr>
        <w:t>5 ـ رواه النسائي في سننه 4 : 118 باختلاف يسير.</w:t>
      </w:r>
    </w:p>
    <w:p w:rsidR="00EE1A1A" w:rsidRDefault="00EE1A1A" w:rsidP="006713DA">
      <w:pPr>
        <w:pStyle w:val="libFootnote0"/>
        <w:rPr>
          <w:rtl/>
        </w:rPr>
      </w:pPr>
      <w:r>
        <w:rPr>
          <w:rtl/>
        </w:rPr>
        <w:t>6 ـ السنن الكبرى للبيهقي 4 : 59 باختلاف يسير.</w:t>
      </w:r>
    </w:p>
    <w:p w:rsidR="00EE1A1A" w:rsidRDefault="00EE1A1A" w:rsidP="006713DA">
      <w:pPr>
        <w:pStyle w:val="libFootnote0"/>
        <w:rPr>
          <w:rtl/>
        </w:rPr>
      </w:pPr>
      <w:r>
        <w:rPr>
          <w:rtl/>
        </w:rPr>
        <w:t>7 ـ في نسخة « ش » مات له ولد.</w:t>
      </w:r>
    </w:p>
    <w:p w:rsidR="00EE1A1A" w:rsidRDefault="00EE1A1A" w:rsidP="006713DA">
      <w:pPr>
        <w:pStyle w:val="libFootnote0"/>
        <w:rPr>
          <w:rtl/>
        </w:rPr>
      </w:pPr>
      <w:r>
        <w:rPr>
          <w:rtl/>
        </w:rPr>
        <w:t xml:space="preserve">8 ـ رواه الكليني بسنده عن السكوني ، عن أبي عبد الله </w:t>
      </w:r>
      <w:r w:rsidR="00A80F4B" w:rsidRPr="00A80F4B">
        <w:rPr>
          <w:rStyle w:val="libAlaemChar"/>
          <w:rFonts w:hint="cs"/>
          <w:rtl/>
        </w:rPr>
        <w:t>عليه‌السلام</w:t>
      </w:r>
      <w:r w:rsidRPr="00113E6E">
        <w:rPr>
          <w:rFonts w:hint="cs"/>
          <w:rtl/>
        </w:rPr>
        <w:t xml:space="preserve"> ،</w:t>
      </w:r>
      <w:r>
        <w:rPr>
          <w:rtl/>
        </w:rPr>
        <w:t xml:space="preserve"> عن النبي </w:t>
      </w:r>
      <w:r w:rsidR="00A80F4B" w:rsidRPr="00A80F4B">
        <w:rPr>
          <w:rStyle w:val="libAlaemChar"/>
          <w:rFonts w:hint="cs"/>
          <w:rtl/>
        </w:rPr>
        <w:t>صلى‌الله‌عليه‌وآله‌وسلم</w:t>
      </w:r>
      <w:r>
        <w:rPr>
          <w:rtl/>
        </w:rPr>
        <w:t xml:space="preserve"> في الكافي 3 : </w:t>
      </w:r>
    </w:p>
    <w:p w:rsidR="00EE1A1A" w:rsidRDefault="00EE1A1A" w:rsidP="00BB3BDA">
      <w:pPr>
        <w:pStyle w:val="libNormal"/>
        <w:rPr>
          <w:rtl/>
        </w:rPr>
      </w:pPr>
      <w:r>
        <w:rPr>
          <w:rtl/>
        </w:rPr>
        <w:br w:type="page"/>
      </w:r>
      <w:r>
        <w:rPr>
          <w:rtl/>
        </w:rPr>
        <w:lastRenderedPageBreak/>
        <w:t xml:space="preserve">وروي : ان امرأة اتت النبي </w:t>
      </w:r>
      <w:r w:rsidR="00A80F4B" w:rsidRPr="00A80F4B">
        <w:rPr>
          <w:rStyle w:val="libAlaemChar"/>
          <w:rFonts w:hint="cs"/>
          <w:rtl/>
        </w:rPr>
        <w:t>صلى‌الله‌عليه‌وآله</w:t>
      </w:r>
      <w:r>
        <w:rPr>
          <w:rtl/>
        </w:rPr>
        <w:t xml:space="preserve"> ، ومعها ابن لها مريض ، فقالت : يارسول الله ، ادع الله تعالى أن يشفي لي ابني هذا ، فقال لها رسول الله </w:t>
      </w:r>
      <w:r w:rsidR="00A80F4B" w:rsidRPr="00A80F4B">
        <w:rPr>
          <w:rStyle w:val="libAlaemChar"/>
          <w:rFonts w:hint="cs"/>
          <w:rtl/>
        </w:rPr>
        <w:t>صلى‌الله‌عليه‌وآله</w:t>
      </w:r>
      <w:r>
        <w:rPr>
          <w:rtl/>
        </w:rPr>
        <w:t xml:space="preserve"> : « هل لك فرط؟ » قالت : نعم ، يارسول الله ، قال : « في الجاهلية أم في الإسلام؟ » قالت : بل في الإسلام ، فقال رسول الله </w:t>
      </w:r>
      <w:r w:rsidR="00A80F4B" w:rsidRPr="00A80F4B">
        <w:rPr>
          <w:rStyle w:val="libAlaemChar"/>
          <w:rFonts w:hint="cs"/>
          <w:rtl/>
        </w:rPr>
        <w:t>صلى‌الله‌عليه‌وآله‌وسلم</w:t>
      </w:r>
      <w:r>
        <w:rPr>
          <w:rtl/>
        </w:rPr>
        <w:t xml:space="preserve"> : « جُنَّةٌ حصينة ، جُنَّةٌ حصينة » </w:t>
      </w:r>
      <w:r w:rsidRPr="006713DA">
        <w:rPr>
          <w:rStyle w:val="libFootnotenumChar"/>
          <w:rtl/>
        </w:rPr>
        <w:t>(1)</w:t>
      </w:r>
      <w:r>
        <w:rPr>
          <w:rtl/>
        </w:rPr>
        <w:t>.</w:t>
      </w:r>
    </w:p>
    <w:p w:rsidR="00EE1A1A" w:rsidRDefault="00EE1A1A" w:rsidP="00BB3BDA">
      <w:pPr>
        <w:pStyle w:val="libNormal"/>
        <w:rPr>
          <w:rtl/>
        </w:rPr>
      </w:pPr>
      <w:r>
        <w:rPr>
          <w:rtl/>
        </w:rPr>
        <w:t>الجُنّة بضم الجيم : الوقاية ، أي وقاية لك من النار ، أو من جميع الأهوال.</w:t>
      </w:r>
    </w:p>
    <w:p w:rsidR="00EE1A1A" w:rsidRDefault="00EE1A1A" w:rsidP="00BB3BDA">
      <w:pPr>
        <w:pStyle w:val="libNormal"/>
        <w:rPr>
          <w:rtl/>
        </w:rPr>
      </w:pPr>
      <w:r>
        <w:rPr>
          <w:rtl/>
        </w:rPr>
        <w:t xml:space="preserve">وحصينة فعيل بمعنى فاعل ، أي : محصنة لصاحبها ، وساترة له من أن يصل إليه شر </w:t>
      </w:r>
      <w:r w:rsidRPr="006713DA">
        <w:rPr>
          <w:rStyle w:val="libFootnotenumChar"/>
          <w:rtl/>
        </w:rPr>
        <w:t>(2)</w:t>
      </w:r>
      <w:r>
        <w:rPr>
          <w:rtl/>
        </w:rPr>
        <w:t>.</w:t>
      </w:r>
    </w:p>
    <w:p w:rsidR="00EE1A1A" w:rsidRDefault="00EE1A1A" w:rsidP="00BB3BDA">
      <w:pPr>
        <w:pStyle w:val="libNormal"/>
        <w:rPr>
          <w:rtl/>
        </w:rPr>
      </w:pPr>
      <w:r>
        <w:rPr>
          <w:rtl/>
        </w:rPr>
        <w:t xml:space="preserve">وعن جابر بن سمرة ، قال : قال رسول الله </w:t>
      </w:r>
      <w:r w:rsidR="00A80F4B" w:rsidRPr="00A80F4B">
        <w:rPr>
          <w:rStyle w:val="libAlaemChar"/>
          <w:rFonts w:hint="cs"/>
          <w:rtl/>
        </w:rPr>
        <w:t>صلى‌الله‌عليه‌وآله</w:t>
      </w:r>
      <w:r>
        <w:rPr>
          <w:rtl/>
        </w:rPr>
        <w:t xml:space="preserve"> : « من دفن ثلاثة أولاد ، وصبر عليهم ، واحتسب وجبت له الجنة » فقالت اُم أيمن : واثنين؟ فقال : « من دفن اثنين ، وصبر عليهما ، احتسبهما وجبت له الجنة » فقالت اُم أيمن : وواحد ، فسكت ، وأمسك ، فقال : « يا اُم أيمن ، من دفن واحداً ، وصبر عليه ، واحتسبه وجبت له الجنة » </w:t>
      </w:r>
      <w:r w:rsidRPr="006713DA">
        <w:rPr>
          <w:rStyle w:val="libFootnotenumChar"/>
          <w:rtl/>
        </w:rPr>
        <w:t>(3)</w:t>
      </w:r>
      <w:r>
        <w:rPr>
          <w:rtl/>
        </w:rPr>
        <w:t>.</w:t>
      </w:r>
    </w:p>
    <w:p w:rsidR="00EE1A1A" w:rsidRDefault="00EE1A1A" w:rsidP="00BB3BDA">
      <w:pPr>
        <w:pStyle w:val="libNormal"/>
        <w:rPr>
          <w:rtl/>
        </w:rPr>
      </w:pPr>
      <w:r>
        <w:rPr>
          <w:rtl/>
        </w:rPr>
        <w:t xml:space="preserve">وعن عبد الله بن مسعود </w:t>
      </w:r>
      <w:r w:rsidR="00A80F4B" w:rsidRPr="00A80F4B">
        <w:rPr>
          <w:rStyle w:val="libAlaemChar"/>
          <w:rFonts w:hint="cs"/>
          <w:rtl/>
        </w:rPr>
        <w:t>رضي‌الله‌عنه</w:t>
      </w:r>
      <w:r>
        <w:rPr>
          <w:rtl/>
        </w:rPr>
        <w:t xml:space="preserve"> ، قال : قال رسول الله </w:t>
      </w:r>
      <w:r w:rsidR="00A80F4B" w:rsidRPr="00A80F4B">
        <w:rPr>
          <w:rStyle w:val="libAlaemChar"/>
          <w:rFonts w:hint="cs"/>
          <w:rtl/>
        </w:rPr>
        <w:t>صلى‌الله‌عليه‌وآله</w:t>
      </w:r>
      <w:r>
        <w:rPr>
          <w:rtl/>
        </w:rPr>
        <w:t xml:space="preserve"> : « من قدم ثلاثة لم يبلغوا الحنث كانوا له حصناً حصيناً » فقال أبو ذر : قدمت أثنين ، فقال </w:t>
      </w:r>
      <w:r w:rsidR="00A80F4B" w:rsidRPr="00A80F4B">
        <w:rPr>
          <w:rStyle w:val="libAlaemChar"/>
          <w:rFonts w:hint="cs"/>
          <w:rtl/>
        </w:rPr>
        <w:t>صلى‌الله‌عليه‌وآله</w:t>
      </w:r>
      <w:r>
        <w:rPr>
          <w:rtl/>
        </w:rPr>
        <w:t xml:space="preserve"> : « وأثنين » ثم قال اُبي بن كعب : قدمت واحداً ، فقال </w:t>
      </w:r>
      <w:r w:rsidR="00A80F4B" w:rsidRPr="00A80F4B">
        <w:rPr>
          <w:rStyle w:val="libAlaemChar"/>
          <w:rFonts w:hint="cs"/>
          <w:rtl/>
        </w:rPr>
        <w:t>صلى‌الله‌عليه‌وآله‌وسلم</w:t>
      </w:r>
      <w:r>
        <w:rPr>
          <w:rtl/>
        </w:rPr>
        <w:t xml:space="preserve"> : « وواحداً ، ولكن ذلك عند الصدمة الأولى » </w:t>
      </w:r>
      <w:r w:rsidRPr="006713DA">
        <w:rPr>
          <w:rStyle w:val="libFootnotenumChar"/>
          <w:rtl/>
        </w:rPr>
        <w:t>(4)</w:t>
      </w:r>
      <w:r>
        <w:rPr>
          <w:rtl/>
        </w:rPr>
        <w:t>.</w:t>
      </w:r>
    </w:p>
    <w:p w:rsidR="00EE1A1A" w:rsidRDefault="00EE1A1A" w:rsidP="00BB3BDA">
      <w:pPr>
        <w:pStyle w:val="libNormal"/>
        <w:rPr>
          <w:rtl/>
        </w:rPr>
      </w:pPr>
      <w:r>
        <w:rPr>
          <w:rtl/>
        </w:rPr>
        <w:t xml:space="preserve">وعن أبي سعيد الخدري : إن النساء قلن للنبي </w:t>
      </w:r>
      <w:r w:rsidR="00A80F4B" w:rsidRPr="00A80F4B">
        <w:rPr>
          <w:rStyle w:val="libAlaemChar"/>
          <w:rFonts w:hint="cs"/>
          <w:rtl/>
        </w:rPr>
        <w:t>صلى‌الله‌عليه‌وآله‌وسلم</w:t>
      </w:r>
      <w:r>
        <w:rPr>
          <w:rtl/>
        </w:rPr>
        <w:t xml:space="preserve"> : اجعل لنا يوماً تعظنا فيه ، فوعظهن ، وقال : « أيما امرأة مات لها ثلاثة من الولد ، كانوا لها حجاباً من </w:t>
      </w:r>
    </w:p>
    <w:p w:rsidR="00EE1A1A" w:rsidRDefault="00EE1A1A" w:rsidP="006713DA">
      <w:pPr>
        <w:pStyle w:val="libLine"/>
        <w:rPr>
          <w:rtl/>
        </w:rPr>
      </w:pPr>
      <w:r>
        <w:rPr>
          <w:rtl/>
        </w:rPr>
        <w:t>__________________</w:t>
      </w:r>
    </w:p>
    <w:p w:rsidR="00EE1A1A" w:rsidRDefault="00EE1A1A" w:rsidP="006713DA">
      <w:pPr>
        <w:pStyle w:val="libFootnote0"/>
        <w:rPr>
          <w:rtl/>
        </w:rPr>
      </w:pPr>
      <w:r>
        <w:rPr>
          <w:rtl/>
        </w:rPr>
        <w:t>218 / 4 ، والصدوق مرسلاً في الفقيه 1 : 112 / 523 باختلاف في ألفاظه ، ورواه ، عن أبي موسى الأشعري كل من أحمد في مسنده 4 : 415 ، والسيوطي في الجامع الصغير 1 : 131 / 854 ، وأخرجه المجلسي في البحار 82 : 119 عن مسكن الفؤاد.</w:t>
      </w:r>
    </w:p>
    <w:p w:rsidR="00EE1A1A" w:rsidRDefault="00EE1A1A" w:rsidP="006713DA">
      <w:pPr>
        <w:pStyle w:val="libFootnote0"/>
        <w:rPr>
          <w:rtl/>
        </w:rPr>
      </w:pPr>
      <w:r>
        <w:rPr>
          <w:rtl/>
        </w:rPr>
        <w:t>1 ـ أخرجه المجلسي في البحار 82 : 119 / 12 عن مسكن الفؤاد.</w:t>
      </w:r>
    </w:p>
    <w:p w:rsidR="00EE1A1A" w:rsidRDefault="00EE1A1A" w:rsidP="006713DA">
      <w:pPr>
        <w:pStyle w:val="libFootnote0"/>
        <w:rPr>
          <w:rtl/>
        </w:rPr>
      </w:pPr>
      <w:r>
        <w:rPr>
          <w:rtl/>
        </w:rPr>
        <w:t>2 ـ في نسخة « ش » : شيء.</w:t>
      </w:r>
    </w:p>
    <w:p w:rsidR="00EE1A1A" w:rsidRDefault="00EE1A1A" w:rsidP="006713DA">
      <w:pPr>
        <w:pStyle w:val="libFootnote0"/>
        <w:rPr>
          <w:rtl/>
        </w:rPr>
      </w:pPr>
      <w:r>
        <w:rPr>
          <w:rtl/>
        </w:rPr>
        <w:t>3 ـ رواه السيوطي في الدر المنثور1 / 159 ، والجامع الكبير1 : 777 باختلاف في الفاظه ، وأخرجه المجلسي في البحار 82 : 119 / 12 عن مسكن الفؤاد.</w:t>
      </w:r>
    </w:p>
    <w:p w:rsidR="00EE1A1A" w:rsidRDefault="00EE1A1A" w:rsidP="006713DA">
      <w:pPr>
        <w:pStyle w:val="libFootnote0"/>
        <w:rPr>
          <w:rtl/>
        </w:rPr>
      </w:pPr>
      <w:r>
        <w:rPr>
          <w:rtl/>
        </w:rPr>
        <w:t xml:space="preserve">4 ـ رواه أحمد في مسنده 1 : 429 ، والترمذي في سننه 2 : 262 / 1067 ، وابن ماجة في سننه 1 : 512 / 1066 ، والسيوطي في الدر المنثور 1 : 158. </w:t>
      </w:r>
    </w:p>
    <w:p w:rsidR="00EE1A1A" w:rsidRDefault="00EE1A1A" w:rsidP="00BB3BDA">
      <w:pPr>
        <w:pStyle w:val="libNormal0"/>
        <w:rPr>
          <w:rtl/>
        </w:rPr>
      </w:pPr>
      <w:r>
        <w:rPr>
          <w:rtl/>
        </w:rPr>
        <w:br w:type="page"/>
      </w:r>
      <w:r>
        <w:rPr>
          <w:rtl/>
        </w:rPr>
        <w:lastRenderedPageBreak/>
        <w:t xml:space="preserve">النار » قالت امرأة : واثنان ، قال : « واثنان » </w:t>
      </w:r>
      <w:r w:rsidRPr="006713DA">
        <w:rPr>
          <w:rStyle w:val="libFootnotenumChar"/>
          <w:rtl/>
        </w:rPr>
        <w:t>(1)</w:t>
      </w:r>
      <w:r>
        <w:rPr>
          <w:rtl/>
        </w:rPr>
        <w:t>.</w:t>
      </w:r>
    </w:p>
    <w:p w:rsidR="00EE1A1A" w:rsidRDefault="00EE1A1A" w:rsidP="00BB3BDA">
      <w:pPr>
        <w:pStyle w:val="libNormal"/>
        <w:rPr>
          <w:rtl/>
        </w:rPr>
      </w:pPr>
      <w:r>
        <w:rPr>
          <w:rtl/>
        </w:rPr>
        <w:t xml:space="preserve">وعن بريدة ، قال : كان رسول الله </w:t>
      </w:r>
      <w:r w:rsidR="00A80F4B" w:rsidRPr="00A80F4B">
        <w:rPr>
          <w:rStyle w:val="libAlaemChar"/>
          <w:rFonts w:hint="cs"/>
          <w:rtl/>
        </w:rPr>
        <w:t>صلى‌الله‌عليه‌وآله‌وسلم</w:t>
      </w:r>
      <w:r>
        <w:rPr>
          <w:rtl/>
        </w:rPr>
        <w:t xml:space="preserve"> يتعاهد الأنصار ، ويعودهم ، ويسأل عنهم ، فبلغه أن امرأة مات ابن لها ، فجزعت عليه ، فأتاها فأمرها بتقوى الله عزوجل والصبر ، فقالت : يا رسول الله ، إني امرأة رقوب لا ألد ، ولم يكن لي ولد غيره ، فقال رسول الله </w:t>
      </w:r>
      <w:r w:rsidR="00A80F4B" w:rsidRPr="00A80F4B">
        <w:rPr>
          <w:rStyle w:val="libAlaemChar"/>
          <w:rFonts w:hint="cs"/>
          <w:rtl/>
        </w:rPr>
        <w:t>صلى‌الله‌عليه‌وآله‌وسلم</w:t>
      </w:r>
      <w:r>
        <w:rPr>
          <w:rtl/>
        </w:rPr>
        <w:t xml:space="preserve"> : « الرقوب التي لا يبقى لها ولدها ، ثم قال : ما من امرئ مسلم ، أو امرأة مسلمة ، يموت لهما ثلاثة من الولد ، إلا أدخلهما الله الجنة فقيل له : واثنان : فقال : « واثنان » </w:t>
      </w:r>
      <w:r w:rsidRPr="006713DA">
        <w:rPr>
          <w:rStyle w:val="libFootnotenumChar"/>
          <w:rtl/>
        </w:rPr>
        <w:t>(2)</w:t>
      </w:r>
      <w:r>
        <w:rPr>
          <w:rtl/>
        </w:rPr>
        <w:t>.</w:t>
      </w:r>
    </w:p>
    <w:p w:rsidR="00EE1A1A" w:rsidRDefault="00EE1A1A" w:rsidP="00BB3BDA">
      <w:pPr>
        <w:pStyle w:val="libNormal"/>
        <w:rPr>
          <w:rtl/>
        </w:rPr>
      </w:pPr>
      <w:r>
        <w:rPr>
          <w:rtl/>
        </w:rPr>
        <w:t xml:space="preserve">وفي حديث آخر : أنه </w:t>
      </w:r>
      <w:r w:rsidR="00A80F4B" w:rsidRPr="00A80F4B">
        <w:rPr>
          <w:rStyle w:val="libAlaemChar"/>
          <w:rFonts w:hint="cs"/>
          <w:rtl/>
        </w:rPr>
        <w:t>صلى‌الله‌عليه‌وآله‌وسلم</w:t>
      </w:r>
      <w:r>
        <w:rPr>
          <w:rtl/>
        </w:rPr>
        <w:t xml:space="preserve"> قال لها : « أما تحبين أن ترينه على باب الجنة ، وهو يدعوك إلينا؟ » </w:t>
      </w:r>
      <w:r w:rsidRPr="006713DA">
        <w:rPr>
          <w:rStyle w:val="libFootnotenumChar"/>
          <w:rtl/>
        </w:rPr>
        <w:t>(3)</w:t>
      </w:r>
      <w:r>
        <w:rPr>
          <w:rtl/>
        </w:rPr>
        <w:t xml:space="preserve"> قالت : بلى ، قال : « فإنه كذلك » </w:t>
      </w:r>
      <w:r w:rsidRPr="006713DA">
        <w:rPr>
          <w:rStyle w:val="libFootnotenumChar"/>
          <w:rtl/>
        </w:rPr>
        <w:t>(4)</w:t>
      </w:r>
      <w:r>
        <w:rPr>
          <w:rtl/>
        </w:rPr>
        <w:t>.</w:t>
      </w:r>
    </w:p>
    <w:p w:rsidR="00EE1A1A" w:rsidRDefault="00EE1A1A" w:rsidP="00BB3BDA">
      <w:pPr>
        <w:pStyle w:val="libNormal"/>
        <w:rPr>
          <w:rtl/>
        </w:rPr>
      </w:pPr>
      <w:r>
        <w:rPr>
          <w:rtl/>
        </w:rPr>
        <w:t xml:space="preserve">الرقوب بفتح الراء : ( هي التي لا يولد لها ) </w:t>
      </w:r>
      <w:r w:rsidRPr="006713DA">
        <w:rPr>
          <w:rStyle w:val="libFootnotenumChar"/>
          <w:rtl/>
        </w:rPr>
        <w:t>(5)</w:t>
      </w:r>
      <w:r>
        <w:rPr>
          <w:rtl/>
        </w:rPr>
        <w:t xml:space="preserve"> ، أو لا يعيش ولدها </w:t>
      </w:r>
      <w:r w:rsidRPr="006713DA">
        <w:rPr>
          <w:rStyle w:val="libFootnotenumChar"/>
          <w:rtl/>
        </w:rPr>
        <w:t>(6)</w:t>
      </w:r>
      <w:r>
        <w:rPr>
          <w:rtl/>
        </w:rPr>
        <w:t xml:space="preserve"> ، هذا بحسب اللغة ، وقد خصه النبي </w:t>
      </w:r>
      <w:r w:rsidR="00A80F4B" w:rsidRPr="00A80F4B">
        <w:rPr>
          <w:rStyle w:val="libAlaemChar"/>
          <w:rFonts w:hint="cs"/>
          <w:rtl/>
        </w:rPr>
        <w:t>صلى‌الله‌عليه‌وآله‌وسلم</w:t>
      </w:r>
      <w:r>
        <w:rPr>
          <w:rtl/>
        </w:rPr>
        <w:t xml:space="preserve"> بما ذكر.</w:t>
      </w:r>
    </w:p>
    <w:p w:rsidR="00EE1A1A" w:rsidRDefault="00EE1A1A" w:rsidP="00BB3BDA">
      <w:pPr>
        <w:pStyle w:val="libNormal"/>
        <w:rPr>
          <w:rtl/>
        </w:rPr>
      </w:pPr>
      <w:r>
        <w:rPr>
          <w:rtl/>
        </w:rPr>
        <w:t xml:space="preserve">وعن [ أبي ] </w:t>
      </w:r>
      <w:r w:rsidRPr="006713DA">
        <w:rPr>
          <w:rStyle w:val="libFootnotenumChar"/>
          <w:rtl/>
        </w:rPr>
        <w:t>(7)</w:t>
      </w:r>
      <w:r>
        <w:rPr>
          <w:rtl/>
        </w:rPr>
        <w:t xml:space="preserve"> النضر السلمي : أن رسول الله </w:t>
      </w:r>
      <w:r w:rsidR="00A80F4B" w:rsidRPr="00A80F4B">
        <w:rPr>
          <w:rStyle w:val="libAlaemChar"/>
          <w:rFonts w:hint="cs"/>
          <w:rtl/>
        </w:rPr>
        <w:t>صلى‌الله‌عليه‌وآله‌وسلم</w:t>
      </w:r>
      <w:r>
        <w:rPr>
          <w:rtl/>
        </w:rPr>
        <w:t xml:space="preserve"> قال : « لا يموت لأحد من المسلمين ثلاثة من الولد فيحتسبهم ، إلا كانوا له حصناً من النار » فقالت امرأة : واثنان ، فقال : « واثنان » </w:t>
      </w:r>
      <w:r w:rsidRPr="006713DA">
        <w:rPr>
          <w:rStyle w:val="libFootnotenumChar"/>
          <w:rtl/>
        </w:rPr>
        <w:t>(8)</w:t>
      </w:r>
      <w:r>
        <w:rPr>
          <w:rtl/>
        </w:rPr>
        <w:t>.</w:t>
      </w:r>
    </w:p>
    <w:p w:rsidR="00EE1A1A" w:rsidRDefault="00EE1A1A" w:rsidP="00BB3BDA">
      <w:pPr>
        <w:pStyle w:val="libNormal"/>
        <w:rPr>
          <w:rtl/>
        </w:rPr>
      </w:pPr>
      <w:r>
        <w:rPr>
          <w:rtl/>
        </w:rPr>
        <w:t xml:space="preserve">وعنه </w:t>
      </w:r>
      <w:r w:rsidR="00A80F4B" w:rsidRPr="00A80F4B">
        <w:rPr>
          <w:rStyle w:val="libAlaemChar"/>
          <w:rFonts w:hint="cs"/>
          <w:rtl/>
        </w:rPr>
        <w:t>صلى‌الله‌عليه‌وآله</w:t>
      </w:r>
      <w:r>
        <w:rPr>
          <w:rtl/>
        </w:rPr>
        <w:t xml:space="preserve"> : « من قدم من ولده ثلاثاً صابراً محتسباً ( كان محجوباً ) </w:t>
      </w:r>
      <w:r w:rsidRPr="006713DA">
        <w:rPr>
          <w:rStyle w:val="libFootnotenumChar"/>
          <w:rtl/>
        </w:rPr>
        <w:t>(9)</w:t>
      </w:r>
      <w:r>
        <w:rPr>
          <w:rtl/>
        </w:rPr>
        <w:t xml:space="preserve"> من النار بإذن الله عزوجل ». </w:t>
      </w:r>
    </w:p>
    <w:p w:rsidR="00EE1A1A" w:rsidRDefault="00EE1A1A" w:rsidP="006713DA">
      <w:pPr>
        <w:pStyle w:val="libLine"/>
        <w:rPr>
          <w:rtl/>
        </w:rPr>
      </w:pPr>
      <w:r>
        <w:rPr>
          <w:rtl/>
        </w:rPr>
        <w:t>__________________</w:t>
      </w:r>
    </w:p>
    <w:p w:rsidR="00EE1A1A" w:rsidRDefault="00EE1A1A" w:rsidP="006713DA">
      <w:pPr>
        <w:pStyle w:val="libFootnote0"/>
        <w:rPr>
          <w:rtl/>
        </w:rPr>
      </w:pPr>
      <w:r>
        <w:rPr>
          <w:rtl/>
        </w:rPr>
        <w:t>1 ـ رواه محمد بن علي في التعازي 13 / 21 باختلاف في ألفاظه ، ورواه أحمد في مسنده 3 : 34 ، والبخاري في صحيحه 1 : 36 و 2 : 92 و 9 : 124 باختلاف يسير ، ورواه مسلم في صحيحه عن أبي هريرة 4 : 2028 / 2632 ، وزكي الدين في الترغيب والترهيب 3 : 76 باختلاف في الفاظه.</w:t>
      </w:r>
      <w:r>
        <w:rPr>
          <w:rtl/>
        </w:rPr>
        <w:cr/>
        <w:t>2 ـ رواه الحاكم النيسابوري في المستدرك 1 : 384 ، والسيوطي في الدر المنثور 1 : 158 باختلاف يسير ، والبحار 82 : 120 عن مسكن الفؤاد</w:t>
      </w:r>
    </w:p>
    <w:p w:rsidR="00EE1A1A" w:rsidRDefault="00EE1A1A" w:rsidP="006713DA">
      <w:pPr>
        <w:pStyle w:val="libFootnote0"/>
        <w:rPr>
          <w:rtl/>
        </w:rPr>
      </w:pPr>
      <w:r>
        <w:rPr>
          <w:rtl/>
        </w:rPr>
        <w:t>3 ـ في البحار : إليها.</w:t>
      </w:r>
    </w:p>
    <w:p w:rsidR="00EE1A1A" w:rsidRDefault="00EE1A1A" w:rsidP="006713DA">
      <w:pPr>
        <w:pStyle w:val="libFootnote0"/>
        <w:rPr>
          <w:rtl/>
        </w:rPr>
      </w:pPr>
      <w:r>
        <w:rPr>
          <w:rtl/>
        </w:rPr>
        <w:t>4 ـ رواه المتقي الهندي في منتخب كنز العمال 1 : 212 باختلاف في الفاظه ، والبحار 82 : 120 عن مسكن الفؤاد.</w:t>
      </w:r>
    </w:p>
    <w:p w:rsidR="00EE1A1A" w:rsidRDefault="00EE1A1A" w:rsidP="006713DA">
      <w:pPr>
        <w:pStyle w:val="libFootnote0"/>
        <w:rPr>
          <w:rtl/>
        </w:rPr>
      </w:pPr>
      <w:r>
        <w:rPr>
          <w:rtl/>
        </w:rPr>
        <w:t>5 ـ في نسخة « ش » : الذي لا يولد له.</w:t>
      </w:r>
    </w:p>
    <w:p w:rsidR="00EE1A1A" w:rsidRDefault="00EE1A1A" w:rsidP="006713DA">
      <w:pPr>
        <w:pStyle w:val="libFootnote0"/>
        <w:rPr>
          <w:rtl/>
        </w:rPr>
      </w:pPr>
      <w:r>
        <w:rPr>
          <w:rtl/>
        </w:rPr>
        <w:t>6 ـ في نسخة « ش » : ولده.</w:t>
      </w:r>
    </w:p>
    <w:p w:rsidR="00EE1A1A" w:rsidRDefault="00EE1A1A" w:rsidP="006713DA">
      <w:pPr>
        <w:pStyle w:val="libFootnote0"/>
        <w:rPr>
          <w:rtl/>
        </w:rPr>
      </w:pPr>
      <w:r>
        <w:rPr>
          <w:rtl/>
        </w:rPr>
        <w:t>7 ـ ليس في « ش » و « ح » ، وما أثبتناه هو الصواب ، اُنظر « أُسد الغابة 5 : 313 ».</w:t>
      </w:r>
    </w:p>
    <w:p w:rsidR="00EE1A1A" w:rsidRDefault="00EE1A1A" w:rsidP="006713DA">
      <w:pPr>
        <w:pStyle w:val="libFootnote0"/>
        <w:rPr>
          <w:rtl/>
        </w:rPr>
      </w:pPr>
      <w:r>
        <w:rPr>
          <w:rtl/>
        </w:rPr>
        <w:t>8 ـ رواه الشيخ ورام في تنبيه الخواطر مرسلاً 1 : 287 ، ورواه عن أبي النضر كل من مالك بن أنس في الموطأ 1 : 235 ، والسيوطي في الدر المنثور 1 : 158.</w:t>
      </w:r>
    </w:p>
    <w:p w:rsidR="00EE1A1A" w:rsidRDefault="00EE1A1A" w:rsidP="006713DA">
      <w:pPr>
        <w:pStyle w:val="libFootnote0"/>
        <w:rPr>
          <w:rtl/>
        </w:rPr>
      </w:pPr>
      <w:r>
        <w:rPr>
          <w:rtl/>
        </w:rPr>
        <w:t xml:space="preserve">9 ـ في نسخة « ش » : حجبوه. </w:t>
      </w:r>
    </w:p>
    <w:p w:rsidR="00EE1A1A" w:rsidRDefault="00EE1A1A" w:rsidP="00BB3BDA">
      <w:pPr>
        <w:pStyle w:val="libNormal"/>
        <w:rPr>
          <w:rtl/>
        </w:rPr>
      </w:pPr>
      <w:r>
        <w:rPr>
          <w:rtl/>
        </w:rPr>
        <w:br w:type="page"/>
      </w:r>
      <w:r>
        <w:rPr>
          <w:rtl/>
        </w:rPr>
        <w:lastRenderedPageBreak/>
        <w:t xml:space="preserve">وفي لفظ آخر : « من قدم شيئاً من ولده صابراً محتسباً ، حجبوه بإذن الله من النار » </w:t>
      </w:r>
      <w:r w:rsidRPr="006713DA">
        <w:rPr>
          <w:rStyle w:val="libFootnotenumChar"/>
          <w:rtl/>
        </w:rPr>
        <w:t>(1)</w:t>
      </w:r>
      <w:r>
        <w:rPr>
          <w:rtl/>
        </w:rPr>
        <w:t>.</w:t>
      </w:r>
    </w:p>
    <w:p w:rsidR="00EE1A1A" w:rsidRDefault="00EE1A1A" w:rsidP="00BB3BDA">
      <w:pPr>
        <w:pStyle w:val="libNormal"/>
        <w:rPr>
          <w:rtl/>
        </w:rPr>
      </w:pPr>
      <w:r>
        <w:rPr>
          <w:rtl/>
        </w:rPr>
        <w:t xml:space="preserve">وعن اُم مبشر </w:t>
      </w:r>
      <w:r w:rsidRPr="006713DA">
        <w:rPr>
          <w:rStyle w:val="libFootnotenumChar"/>
          <w:rtl/>
        </w:rPr>
        <w:t>(2)</w:t>
      </w:r>
      <w:r>
        <w:rPr>
          <w:rtl/>
        </w:rPr>
        <w:t xml:space="preserve"> الأنصارية ، عن رسول الله </w:t>
      </w:r>
      <w:r w:rsidR="00A80F4B" w:rsidRPr="00A80F4B">
        <w:rPr>
          <w:rStyle w:val="libAlaemChar"/>
          <w:rFonts w:hint="cs"/>
          <w:rtl/>
        </w:rPr>
        <w:t>صلى‌الله‌عليه‌وآله</w:t>
      </w:r>
      <w:r>
        <w:rPr>
          <w:rtl/>
        </w:rPr>
        <w:t xml:space="preserve"> ، أنه دخل عليها ، وهي تطبخ حباً ، فقال : « من مات له ثلاثة لم يبلغوا الحنث ، كانوا له حجاباً من النار » فقالت : يا رسول الله ، واثنان ، فقال لها : « واثنان ، يا اُم مبشر ».</w:t>
      </w:r>
    </w:p>
    <w:p w:rsidR="00EE1A1A" w:rsidRDefault="00EE1A1A" w:rsidP="00BB3BDA">
      <w:pPr>
        <w:pStyle w:val="libNormal"/>
        <w:rPr>
          <w:rtl/>
        </w:rPr>
      </w:pPr>
      <w:r>
        <w:rPr>
          <w:rtl/>
        </w:rPr>
        <w:t xml:space="preserve">وفي لفظ آخر : فقالت : أو فرطان ، قال : « أو فرطان » </w:t>
      </w:r>
      <w:r w:rsidRPr="006713DA">
        <w:rPr>
          <w:rStyle w:val="libFootnotenumChar"/>
          <w:rtl/>
        </w:rPr>
        <w:t>(3)</w:t>
      </w:r>
      <w:r>
        <w:rPr>
          <w:rtl/>
        </w:rPr>
        <w:t>.</w:t>
      </w:r>
    </w:p>
    <w:p w:rsidR="00EE1A1A" w:rsidRDefault="00EE1A1A" w:rsidP="00BB3BDA">
      <w:pPr>
        <w:pStyle w:val="libNormal"/>
        <w:rPr>
          <w:rtl/>
        </w:rPr>
      </w:pPr>
      <w:r>
        <w:rPr>
          <w:rtl/>
        </w:rPr>
        <w:t xml:space="preserve">وعن قبيصة بن برمة ، قال : كنت عند رسول الله </w:t>
      </w:r>
      <w:r w:rsidR="00A80F4B" w:rsidRPr="00A80F4B">
        <w:rPr>
          <w:rStyle w:val="libAlaemChar"/>
          <w:rFonts w:hint="cs"/>
          <w:rtl/>
        </w:rPr>
        <w:t>صلى‌الله‌عليه‌وآله</w:t>
      </w:r>
      <w:r>
        <w:rPr>
          <w:rtl/>
        </w:rPr>
        <w:t xml:space="preserve"> جالساً ، إذ أتته امرأة ، فقالت : يا رسول الله ، ادع الله ، ادع الله لي ، فإنه ليس يعيش لي ولد ، قال : « وكم مات لك؟ » قالت : ثلاثة ، قال : « لقد احتظرت من النار بحظار شديد » </w:t>
      </w:r>
      <w:r w:rsidRPr="006713DA">
        <w:rPr>
          <w:rStyle w:val="libFootnotenumChar"/>
          <w:rtl/>
        </w:rPr>
        <w:t>(4)</w:t>
      </w:r>
      <w:r>
        <w:rPr>
          <w:rtl/>
        </w:rPr>
        <w:t>.</w:t>
      </w:r>
    </w:p>
    <w:p w:rsidR="00EE1A1A" w:rsidRDefault="00EE1A1A" w:rsidP="00BB3BDA">
      <w:pPr>
        <w:pStyle w:val="libNormal"/>
        <w:rPr>
          <w:rtl/>
        </w:rPr>
      </w:pPr>
      <w:r>
        <w:rPr>
          <w:rtl/>
        </w:rPr>
        <w:t>الحظار بكسر الحاء المهملة والظاء المشالة : الحظيرة تعمل للإبل من شجر ليقيها البرد والريح ، ومنه المحظور للمحرم ، أي : الممنوع من الدخول فيه ، كأن عليه حظيرة تمنع من دخوله.</w:t>
      </w:r>
    </w:p>
    <w:p w:rsidR="00EE1A1A" w:rsidRDefault="00EE1A1A" w:rsidP="00BB3BDA">
      <w:pPr>
        <w:pStyle w:val="libNormal"/>
        <w:rPr>
          <w:rtl/>
        </w:rPr>
      </w:pPr>
      <w:r>
        <w:rPr>
          <w:rtl/>
        </w:rPr>
        <w:t xml:space="preserve">وعن اُبي بن كعب : ان النبي </w:t>
      </w:r>
      <w:r w:rsidR="00A80F4B" w:rsidRPr="00A80F4B">
        <w:rPr>
          <w:rStyle w:val="libAlaemChar"/>
          <w:rFonts w:hint="cs"/>
          <w:rtl/>
        </w:rPr>
        <w:t>صلى‌الله‌عليه‌وآله</w:t>
      </w:r>
      <w:r>
        <w:rPr>
          <w:rtl/>
        </w:rPr>
        <w:t xml:space="preserve"> قال لا مرأة : « هل لك فرط؟ » قالت : ثلاثة ، قال النبي </w:t>
      </w:r>
      <w:r w:rsidR="00A80F4B" w:rsidRPr="00A80F4B">
        <w:rPr>
          <w:rStyle w:val="libAlaemChar"/>
          <w:rFonts w:hint="cs"/>
          <w:rtl/>
        </w:rPr>
        <w:t>صلى‌الله‌عليه‌وآله‌وسلم</w:t>
      </w:r>
      <w:r>
        <w:rPr>
          <w:rtl/>
        </w:rPr>
        <w:t xml:space="preserve"> : « جُنَّةٌ حصينة ».</w:t>
      </w:r>
    </w:p>
    <w:p w:rsidR="00EE1A1A" w:rsidRDefault="00EE1A1A" w:rsidP="00BB3BDA">
      <w:pPr>
        <w:pStyle w:val="libNormal"/>
        <w:rPr>
          <w:rtl/>
        </w:rPr>
      </w:pPr>
      <w:r>
        <w:rPr>
          <w:rtl/>
        </w:rPr>
        <w:t xml:space="preserve">وعنه </w:t>
      </w:r>
      <w:r w:rsidR="00A80F4B" w:rsidRPr="00A80F4B">
        <w:rPr>
          <w:rStyle w:val="libAlaemChar"/>
          <w:rFonts w:hint="cs"/>
          <w:rtl/>
        </w:rPr>
        <w:t>صلى‌الله‌عليه‌وآله‌وسلم</w:t>
      </w:r>
      <w:r>
        <w:rPr>
          <w:rtl/>
        </w:rPr>
        <w:t xml:space="preserve"> : « ما من مسلمين يقدمان ثلاثة لم يبلغوا الحنث ، إلا أدخلهما الله الجنة بفضل رحمته » قالوا : يا رسول الله ، وذو الأثنين؟ قال : « وذو الأثنين ، إن من اُمتي من يدخل الجنة بشفاعته أكثر من مضر ، وإن من اُمتي ( من يستطعم النار ) </w:t>
      </w:r>
      <w:r w:rsidRPr="006713DA">
        <w:rPr>
          <w:rStyle w:val="libFootnotenumChar"/>
          <w:rtl/>
        </w:rPr>
        <w:t>(5)</w:t>
      </w:r>
      <w:r>
        <w:rPr>
          <w:rtl/>
        </w:rPr>
        <w:t xml:space="preserve"> حتى يكون أحد زواياها » </w:t>
      </w:r>
      <w:r w:rsidRPr="006713DA">
        <w:rPr>
          <w:rStyle w:val="libFootnotenumChar"/>
          <w:rtl/>
        </w:rPr>
        <w:t>(6)</w:t>
      </w:r>
      <w:r>
        <w:rPr>
          <w:rtl/>
        </w:rPr>
        <w:t>.</w:t>
      </w:r>
    </w:p>
    <w:p w:rsidR="00EE1A1A" w:rsidRDefault="00EE1A1A" w:rsidP="00BB3BDA">
      <w:pPr>
        <w:pStyle w:val="libNormal"/>
        <w:rPr>
          <w:rtl/>
        </w:rPr>
      </w:pPr>
      <w:r>
        <w:rPr>
          <w:rtl/>
        </w:rPr>
        <w:t>رواه جماعة من أهل الحديث وصححوه.</w:t>
      </w:r>
    </w:p>
    <w:p w:rsidR="00EE1A1A" w:rsidRDefault="00EE1A1A" w:rsidP="00BB3BDA">
      <w:pPr>
        <w:pStyle w:val="libNormal"/>
        <w:rPr>
          <w:rtl/>
        </w:rPr>
      </w:pPr>
      <w:r>
        <w:rPr>
          <w:rtl/>
        </w:rPr>
        <w:t xml:space="preserve">وعنه </w:t>
      </w:r>
      <w:r w:rsidR="00A80F4B" w:rsidRPr="00A80F4B">
        <w:rPr>
          <w:rStyle w:val="libAlaemChar"/>
          <w:rFonts w:hint="cs"/>
          <w:rtl/>
        </w:rPr>
        <w:t>صلى‌الله‌عليه‌وآله</w:t>
      </w:r>
      <w:r>
        <w:rPr>
          <w:rtl/>
        </w:rPr>
        <w:t xml:space="preserve"> قال : « قال الله تعالى : حقت محبتي للذين </w:t>
      </w:r>
    </w:p>
    <w:p w:rsidR="00EE1A1A" w:rsidRDefault="00EE1A1A" w:rsidP="006713DA">
      <w:pPr>
        <w:pStyle w:val="libLine"/>
        <w:rPr>
          <w:rtl/>
        </w:rPr>
      </w:pPr>
      <w:r>
        <w:rPr>
          <w:rtl/>
        </w:rPr>
        <w:t>__________________</w:t>
      </w:r>
    </w:p>
    <w:p w:rsidR="00EE1A1A" w:rsidRDefault="00EE1A1A" w:rsidP="006713DA">
      <w:pPr>
        <w:pStyle w:val="libFootnote0"/>
        <w:rPr>
          <w:rtl/>
        </w:rPr>
      </w:pPr>
      <w:r>
        <w:rPr>
          <w:rtl/>
        </w:rPr>
        <w:t>1 ـ الجامع الكبير 1 : 817.</w:t>
      </w:r>
    </w:p>
    <w:p w:rsidR="00EE1A1A" w:rsidRDefault="00EE1A1A" w:rsidP="006713DA">
      <w:pPr>
        <w:pStyle w:val="libFootnote0"/>
        <w:rPr>
          <w:rtl/>
        </w:rPr>
      </w:pPr>
      <w:r>
        <w:rPr>
          <w:rtl/>
        </w:rPr>
        <w:t>2 ـ في « ح » : اُم ميسر ، والصحيح ما أثبتناه من نسخة « ش » ، اُنظر « الأصابة 4 : 495 / 1491 ، اُسد الغابة 5 : 616 ».</w:t>
      </w:r>
    </w:p>
    <w:p w:rsidR="00EE1A1A" w:rsidRDefault="00EE1A1A" w:rsidP="006713DA">
      <w:pPr>
        <w:pStyle w:val="libFootnote0"/>
        <w:rPr>
          <w:rtl/>
        </w:rPr>
      </w:pPr>
      <w:r>
        <w:rPr>
          <w:rtl/>
        </w:rPr>
        <w:t>3 ـ رواه السيوطي في الجامع الكبير 1 : 949 باختلاف في الفاظه.</w:t>
      </w:r>
    </w:p>
    <w:p w:rsidR="00EE1A1A" w:rsidRDefault="00EE1A1A" w:rsidP="006713DA">
      <w:pPr>
        <w:pStyle w:val="libFootnote0"/>
        <w:rPr>
          <w:rtl/>
        </w:rPr>
      </w:pPr>
      <w:r>
        <w:rPr>
          <w:rtl/>
        </w:rPr>
        <w:t>4 ـ رواه ابن الاثير في اُسد الغابة 4 : 191 ، ورواه عن ابي هريرة باختلاف في الفاظه احمد في مسنده 2 : 419 ومسلم في صحيحه 4 : 2030.</w:t>
      </w:r>
    </w:p>
    <w:p w:rsidR="00EE1A1A" w:rsidRDefault="00EE1A1A" w:rsidP="006713DA">
      <w:pPr>
        <w:pStyle w:val="libFootnote0"/>
        <w:rPr>
          <w:rtl/>
        </w:rPr>
      </w:pPr>
      <w:r>
        <w:rPr>
          <w:rtl/>
        </w:rPr>
        <w:t>5 ـ في نسخة « ش » : يستعظم للنار.</w:t>
      </w:r>
    </w:p>
    <w:p w:rsidR="00EE1A1A" w:rsidRDefault="00EE1A1A" w:rsidP="006713DA">
      <w:pPr>
        <w:pStyle w:val="libFootnote0"/>
        <w:rPr>
          <w:rtl/>
        </w:rPr>
      </w:pPr>
      <w:r>
        <w:rPr>
          <w:rtl/>
        </w:rPr>
        <w:t xml:space="preserve">6 ـ رواه الحاكم النيسابوري في المستدرك 1 : 71 ، وزكي الدين في الترغيب والترهيب 3 : 78 / 12 ، ورواه أحمد في مسنده باختلاف في ألفاظه 4 : 212 و 5 : 312. </w:t>
      </w:r>
    </w:p>
    <w:p w:rsidR="00EE1A1A" w:rsidRDefault="00EE1A1A" w:rsidP="00BB3BDA">
      <w:pPr>
        <w:pStyle w:val="libNormal0"/>
        <w:rPr>
          <w:rtl/>
        </w:rPr>
      </w:pPr>
      <w:r>
        <w:rPr>
          <w:rtl/>
        </w:rPr>
        <w:br w:type="page"/>
      </w:r>
      <w:r>
        <w:rPr>
          <w:rtl/>
        </w:rPr>
        <w:lastRenderedPageBreak/>
        <w:t xml:space="preserve">يتصادقون من أجلي ، وحقت محبتي للذين يتناصرون من أجلي » </w:t>
      </w:r>
      <w:r w:rsidRPr="006713DA">
        <w:rPr>
          <w:rStyle w:val="libFootnotenumChar"/>
          <w:rtl/>
        </w:rPr>
        <w:t>(1)</w:t>
      </w:r>
      <w:r>
        <w:rPr>
          <w:rtl/>
        </w:rPr>
        <w:t>.</w:t>
      </w:r>
    </w:p>
    <w:p w:rsidR="00EE1A1A" w:rsidRDefault="00EE1A1A" w:rsidP="00BB3BDA">
      <w:pPr>
        <w:pStyle w:val="libNormal"/>
        <w:rPr>
          <w:rtl/>
        </w:rPr>
      </w:pPr>
      <w:r>
        <w:rPr>
          <w:rtl/>
        </w:rPr>
        <w:t xml:space="preserve">ثم قال عليه وآله السلام : « ما من مؤمن ولا مؤمنة يقدم الله تعالى له ثلاثة أولاد من صلبه لم يبلغوا الحنث ، إلا أدخله الله الجنة بفضل رحمته إياهم » </w:t>
      </w:r>
      <w:r w:rsidRPr="006713DA">
        <w:rPr>
          <w:rStyle w:val="libFootnotenumChar"/>
          <w:rtl/>
        </w:rPr>
        <w:t>(2)</w:t>
      </w:r>
      <w:r>
        <w:rPr>
          <w:rtl/>
        </w:rPr>
        <w:t>.</w:t>
      </w:r>
    </w:p>
    <w:p w:rsidR="00EE1A1A" w:rsidRDefault="00EE1A1A" w:rsidP="00BB3BDA">
      <w:pPr>
        <w:pStyle w:val="libNormal"/>
        <w:rPr>
          <w:rtl/>
        </w:rPr>
      </w:pPr>
      <w:r>
        <w:rPr>
          <w:rtl/>
        </w:rPr>
        <w:t xml:space="preserve">وعنه </w:t>
      </w:r>
      <w:r w:rsidR="00A80F4B" w:rsidRPr="00A80F4B">
        <w:rPr>
          <w:rStyle w:val="libAlaemChar"/>
          <w:rFonts w:hint="cs"/>
          <w:rtl/>
        </w:rPr>
        <w:t>صلى‌الله‌عليه‌وآله</w:t>
      </w:r>
      <w:r>
        <w:rPr>
          <w:rtl/>
        </w:rPr>
        <w:t xml:space="preserve"> : « من دفن ثلاثة من الولد </w:t>
      </w:r>
      <w:r w:rsidRPr="006713DA">
        <w:rPr>
          <w:rStyle w:val="libFootnotenumChar"/>
          <w:rtl/>
        </w:rPr>
        <w:t>(3)</w:t>
      </w:r>
      <w:r>
        <w:rPr>
          <w:rtl/>
        </w:rPr>
        <w:t xml:space="preserve"> حرم الله عليه النار »</w:t>
      </w:r>
      <w:r w:rsidRPr="006713DA">
        <w:rPr>
          <w:rStyle w:val="libFootnotenumChar"/>
          <w:rtl/>
        </w:rPr>
        <w:t>(4)</w:t>
      </w:r>
      <w:r>
        <w:rPr>
          <w:rtl/>
        </w:rPr>
        <w:t>.</w:t>
      </w:r>
    </w:p>
    <w:p w:rsidR="00EE1A1A" w:rsidRDefault="00EE1A1A" w:rsidP="00BB3BDA">
      <w:pPr>
        <w:pStyle w:val="libNormal"/>
        <w:rPr>
          <w:rtl/>
        </w:rPr>
      </w:pPr>
      <w:r>
        <w:rPr>
          <w:rtl/>
        </w:rPr>
        <w:t xml:space="preserve">وعن صعصعة بن معاوية قال : لقيت أبا ذر الغفاري ـ </w:t>
      </w:r>
      <w:r w:rsidR="00A80F4B" w:rsidRPr="00A80F4B">
        <w:rPr>
          <w:rStyle w:val="libAlaemChar"/>
          <w:rFonts w:hint="cs"/>
          <w:rtl/>
        </w:rPr>
        <w:t>رضي‌الله‌عنه</w:t>
      </w:r>
      <w:r>
        <w:rPr>
          <w:rtl/>
        </w:rPr>
        <w:t xml:space="preserve"> ـ بالربذة ، وهو يسوق بعيراً له عليه مزادتنان ، وفي عنق البعير قربة ، فقلت : يا أباذر ، مالك؟ قال : عملي ، قلت : حدثني ، رحمك الله ، قال : سمعت رسول الله </w:t>
      </w:r>
      <w:r w:rsidR="00A80F4B" w:rsidRPr="00A80F4B">
        <w:rPr>
          <w:rStyle w:val="libAlaemChar"/>
          <w:rFonts w:hint="cs"/>
          <w:rtl/>
        </w:rPr>
        <w:t>صلى‌الله‌عليه‌وآله‌وسلم</w:t>
      </w:r>
      <w:r>
        <w:rPr>
          <w:rtl/>
        </w:rPr>
        <w:t xml:space="preserve"> يقول : « ما من مسلمين يموت بينهما ثلاثة أولاد لم يبلغوا الحنث ، إلا غفر الله لهما بفضل رحمته إياهم ».</w:t>
      </w:r>
    </w:p>
    <w:p w:rsidR="00EE1A1A" w:rsidRDefault="00EE1A1A" w:rsidP="00BB3BDA">
      <w:pPr>
        <w:pStyle w:val="libNormal"/>
        <w:rPr>
          <w:rtl/>
        </w:rPr>
      </w:pPr>
      <w:r>
        <w:rPr>
          <w:rtl/>
        </w:rPr>
        <w:t xml:space="preserve">قال ، قلت : فحدثني ، قال : نعم ، سمعت رسول الله </w:t>
      </w:r>
      <w:r w:rsidR="00A80F4B" w:rsidRPr="00A80F4B">
        <w:rPr>
          <w:rStyle w:val="libAlaemChar"/>
          <w:rFonts w:hint="cs"/>
          <w:rtl/>
        </w:rPr>
        <w:t>صلى‌الله‌عليه‌وآله‌وسلم</w:t>
      </w:r>
      <w:r>
        <w:rPr>
          <w:rtl/>
        </w:rPr>
        <w:t xml:space="preserve"> يقول : « ما من عبد مسلم ينفق من كل ماله زوجين في سبيل الله ، إلا استقبلته حجبة الجنة كلهم يدعوه إلى ما عنده » فقلت كيف ذلك؟ قال : « إن كان رجالاً فرجلين ، وإن كان ابلاً فبعيرين ، وإن كان بقراً فبقرتين » حتى عد أصناف المال </w:t>
      </w:r>
      <w:r w:rsidRPr="006713DA">
        <w:rPr>
          <w:rStyle w:val="libFootnotenumChar"/>
          <w:rtl/>
        </w:rPr>
        <w:t>(5)</w:t>
      </w:r>
      <w:r>
        <w:rPr>
          <w:rtl/>
        </w:rPr>
        <w:t>.</w:t>
      </w:r>
    </w:p>
    <w:p w:rsidR="00EE1A1A" w:rsidRDefault="00EE1A1A" w:rsidP="00BB3BDA">
      <w:pPr>
        <w:pStyle w:val="libNormal"/>
        <w:rPr>
          <w:rtl/>
        </w:rPr>
      </w:pPr>
      <w:r>
        <w:rPr>
          <w:rtl/>
        </w:rPr>
        <w:t>ذكره جماعة.</w:t>
      </w:r>
    </w:p>
    <w:p w:rsidR="00EE1A1A" w:rsidRDefault="00EE1A1A" w:rsidP="00BB3BDA">
      <w:pPr>
        <w:pStyle w:val="libNormal"/>
        <w:rPr>
          <w:rtl/>
        </w:rPr>
      </w:pPr>
      <w:r>
        <w:rPr>
          <w:rtl/>
        </w:rPr>
        <w:t xml:space="preserve">وعن أنس بن مالك قال : وقف رسول الله </w:t>
      </w:r>
      <w:r w:rsidR="00A80F4B" w:rsidRPr="00A80F4B">
        <w:rPr>
          <w:rStyle w:val="libAlaemChar"/>
          <w:rFonts w:hint="cs"/>
          <w:rtl/>
        </w:rPr>
        <w:t>صلى‌الله‌عليه‌وآله‌وسلم</w:t>
      </w:r>
      <w:r>
        <w:rPr>
          <w:rtl/>
        </w:rPr>
        <w:t xml:space="preserve"> على مجلس من بني سلمة ، فقال : « يا بني سلمة ، ما الرقوب فيكم؟ » قالوا : الذي لا يولد له ، قال : « بل هو الذي لا فرط له ، قال : ما المعدم فيكم؟ » قالوا : الذي لا مال له ، قال : « بل هو الذي يقدم وليس له عند الله خير » </w:t>
      </w:r>
      <w:r w:rsidRPr="006713DA">
        <w:rPr>
          <w:rStyle w:val="libFootnotenumChar"/>
          <w:rtl/>
        </w:rPr>
        <w:t>(6)</w:t>
      </w:r>
      <w:r>
        <w:rPr>
          <w:rtl/>
        </w:rPr>
        <w:t>.</w:t>
      </w:r>
    </w:p>
    <w:p w:rsidR="00EE1A1A" w:rsidRDefault="00EE1A1A" w:rsidP="00BB3BDA">
      <w:pPr>
        <w:pStyle w:val="libNormal"/>
        <w:rPr>
          <w:rtl/>
        </w:rPr>
      </w:pPr>
      <w:r>
        <w:rPr>
          <w:rtl/>
        </w:rPr>
        <w:t xml:space="preserve">( وعن أبن مسعود قال : دخل رسول الله </w:t>
      </w:r>
      <w:r w:rsidR="00A80F4B" w:rsidRPr="00A80F4B">
        <w:rPr>
          <w:rStyle w:val="libAlaemChar"/>
          <w:rFonts w:hint="cs"/>
          <w:rtl/>
        </w:rPr>
        <w:t>صلى‌الله‌عليه‌وآله</w:t>
      </w:r>
      <w:r>
        <w:rPr>
          <w:rtl/>
        </w:rPr>
        <w:t xml:space="preserve"> ) </w:t>
      </w:r>
      <w:r w:rsidRPr="006713DA">
        <w:rPr>
          <w:rStyle w:val="libFootnotenumChar"/>
          <w:rtl/>
        </w:rPr>
        <w:t>(7)</w:t>
      </w:r>
      <w:r>
        <w:rPr>
          <w:rtl/>
        </w:rPr>
        <w:t xml:space="preserve"> على امرأة </w:t>
      </w:r>
    </w:p>
    <w:p w:rsidR="00EE1A1A" w:rsidRDefault="00EE1A1A" w:rsidP="006713DA">
      <w:pPr>
        <w:pStyle w:val="libLine"/>
        <w:rPr>
          <w:rtl/>
        </w:rPr>
      </w:pPr>
      <w:r>
        <w:rPr>
          <w:rtl/>
        </w:rPr>
        <w:t>__________________</w:t>
      </w:r>
    </w:p>
    <w:p w:rsidR="00EE1A1A" w:rsidRDefault="00EE1A1A" w:rsidP="006713DA">
      <w:pPr>
        <w:pStyle w:val="libFootnote0"/>
        <w:rPr>
          <w:rtl/>
        </w:rPr>
      </w:pPr>
      <w:r>
        <w:rPr>
          <w:rtl/>
        </w:rPr>
        <w:t>1 ـ رواه أحمد في مسنده 4 : 386 ، وزكي الدين في الترغيب والترهيب 4 : 19 / 16 باختلاف يسير.</w:t>
      </w:r>
    </w:p>
    <w:p w:rsidR="00EE1A1A" w:rsidRDefault="00EE1A1A" w:rsidP="006713DA">
      <w:pPr>
        <w:pStyle w:val="libFootnote0"/>
        <w:rPr>
          <w:rtl/>
        </w:rPr>
      </w:pPr>
      <w:r>
        <w:rPr>
          <w:rtl/>
        </w:rPr>
        <w:t>2 ـ رواه النسائي في سننه 4 : 34 باختلاف يسير ، والمتقي الهندي في منتخب الكنز 1 : 210 باختلاف في الفاظه.</w:t>
      </w:r>
    </w:p>
    <w:p w:rsidR="00EE1A1A" w:rsidRDefault="00EE1A1A" w:rsidP="006713DA">
      <w:pPr>
        <w:pStyle w:val="libFootnote0"/>
        <w:rPr>
          <w:rtl/>
        </w:rPr>
      </w:pPr>
      <w:r>
        <w:rPr>
          <w:rtl/>
        </w:rPr>
        <w:t>3 ـ في « ح » : ولده.</w:t>
      </w:r>
    </w:p>
    <w:p w:rsidR="00EE1A1A" w:rsidRDefault="00EE1A1A" w:rsidP="006713DA">
      <w:pPr>
        <w:pStyle w:val="libFootnote0"/>
        <w:rPr>
          <w:rtl/>
        </w:rPr>
      </w:pPr>
      <w:r>
        <w:rPr>
          <w:rtl/>
        </w:rPr>
        <w:t>4 ـ رواه السيوطي في الجامع الصغير 2 : 600 / 8669 ، والمتقي الهندي في منتخب الكنز 1 : 210.</w:t>
      </w:r>
    </w:p>
    <w:p w:rsidR="00EE1A1A" w:rsidRDefault="00EE1A1A" w:rsidP="006713DA">
      <w:pPr>
        <w:pStyle w:val="libFootnote0"/>
        <w:rPr>
          <w:rtl/>
        </w:rPr>
      </w:pPr>
      <w:r>
        <w:rPr>
          <w:rtl/>
        </w:rPr>
        <w:t>5 ـ رواه أحمد في مسنده 5 : 159 و 151 و 153ب و 164 باختلاف يسير.</w:t>
      </w:r>
    </w:p>
    <w:p w:rsidR="00EE1A1A" w:rsidRDefault="00EE1A1A" w:rsidP="006713DA">
      <w:pPr>
        <w:pStyle w:val="libFootnote0"/>
        <w:rPr>
          <w:rtl/>
        </w:rPr>
      </w:pPr>
      <w:r>
        <w:rPr>
          <w:rtl/>
        </w:rPr>
        <w:t>6 ـ رواه السيوطي في الجامع الكبير 1 : 959 باختلاف يسير.</w:t>
      </w:r>
    </w:p>
    <w:p w:rsidR="00EE1A1A" w:rsidRDefault="00EE1A1A" w:rsidP="006713DA">
      <w:pPr>
        <w:pStyle w:val="libFootnote0"/>
        <w:rPr>
          <w:rtl/>
        </w:rPr>
      </w:pPr>
      <w:r>
        <w:rPr>
          <w:rtl/>
        </w:rPr>
        <w:t xml:space="preserve">7 ـ في نسخة « ش » : ونحوه عن ابن مسعود ، ودخل </w:t>
      </w:r>
      <w:r w:rsidR="00A80F4B" w:rsidRPr="00A80F4B">
        <w:rPr>
          <w:rStyle w:val="libAlaemChar"/>
          <w:rFonts w:hint="cs"/>
          <w:rtl/>
        </w:rPr>
        <w:t>صلى‌الله‌عليه‌وآله‌وسلم</w:t>
      </w:r>
      <w:r>
        <w:rPr>
          <w:rtl/>
        </w:rPr>
        <w:t>.</w:t>
      </w:r>
    </w:p>
    <w:p w:rsidR="00EE1A1A" w:rsidRDefault="00EE1A1A" w:rsidP="00BB3BDA">
      <w:pPr>
        <w:pStyle w:val="libNormal0"/>
        <w:rPr>
          <w:rtl/>
        </w:rPr>
      </w:pPr>
      <w:r>
        <w:rPr>
          <w:rtl/>
        </w:rPr>
        <w:br w:type="page"/>
      </w:r>
      <w:r>
        <w:rPr>
          <w:rtl/>
        </w:rPr>
        <w:lastRenderedPageBreak/>
        <w:t xml:space="preserve">يعزيها بابنها ، فقال : « بلغني أنك جزعت جزعاً شديداً » قالت وما يمنعني يا رسول الله ، وقد تركني عجوزاً رقوباً؟! فقال لها رسول الله </w:t>
      </w:r>
      <w:r w:rsidR="00A80F4B" w:rsidRPr="00A80F4B">
        <w:rPr>
          <w:rStyle w:val="libAlaemChar"/>
          <w:rFonts w:hint="cs"/>
          <w:rtl/>
        </w:rPr>
        <w:t>صلى‌الله‌عليه‌وآله</w:t>
      </w:r>
      <w:r>
        <w:rPr>
          <w:rtl/>
        </w:rPr>
        <w:t xml:space="preserve"> : « لست بالرقوب ، إنما الرقوب التي تتوفى وليس لها فرط ، ولا يستطيع الناس ان يعودوا عليها من أفراطهم ، فتلك الرقوب ».</w:t>
      </w:r>
    </w:p>
    <w:p w:rsidR="00EE1A1A" w:rsidRDefault="00EE1A1A" w:rsidP="00BB3BDA">
      <w:pPr>
        <w:pStyle w:val="libNormal"/>
        <w:rPr>
          <w:rtl/>
        </w:rPr>
      </w:pPr>
      <w:r>
        <w:rPr>
          <w:rtl/>
        </w:rPr>
        <w:t xml:space="preserve">وهذه الأحاديث كلها مستخرجة من أصول مسندة ، تركنا إسنادها وأصولها اختصاراً ، ولان الله سبحانه بفضله ورحمته قد وعد الثواب لمن عمل بما بلغه ، وإن لم يكن الأمر كما بلغه. ورد ذلك أيضاً في عدة أحاديث من طرقنا وطرق العامة. </w:t>
      </w:r>
    </w:p>
    <w:p w:rsidR="00EE1A1A" w:rsidRDefault="00EE1A1A" w:rsidP="00EE1A1A">
      <w:pPr>
        <w:pStyle w:val="Heading2Center"/>
        <w:rPr>
          <w:rtl/>
        </w:rPr>
      </w:pPr>
      <w:r>
        <w:rPr>
          <w:rtl/>
        </w:rPr>
        <w:br w:type="page"/>
      </w:r>
      <w:bookmarkStart w:id="15" w:name="_Toc413069915"/>
      <w:r>
        <w:rPr>
          <w:rtl/>
        </w:rPr>
        <w:lastRenderedPageBreak/>
        <w:t>فصل</w:t>
      </w:r>
      <w:bookmarkEnd w:id="15"/>
    </w:p>
    <w:p w:rsidR="00EE1A1A" w:rsidRDefault="00EE1A1A" w:rsidP="006713DA">
      <w:pPr>
        <w:pStyle w:val="libCenterBold1"/>
        <w:rPr>
          <w:rtl/>
        </w:rPr>
      </w:pPr>
      <w:r>
        <w:rPr>
          <w:rtl/>
        </w:rPr>
        <w:t xml:space="preserve">فيما يتعلق </w:t>
      </w:r>
      <w:r w:rsidRPr="006713DA">
        <w:rPr>
          <w:rStyle w:val="libFootnotenumChar"/>
          <w:rtl/>
        </w:rPr>
        <w:t>(1)</w:t>
      </w:r>
      <w:r>
        <w:rPr>
          <w:rtl/>
        </w:rPr>
        <w:t xml:space="preserve"> بهذا الباب</w:t>
      </w:r>
    </w:p>
    <w:p w:rsidR="00EE1A1A" w:rsidRDefault="00EE1A1A" w:rsidP="00BB3BDA">
      <w:pPr>
        <w:pStyle w:val="libNormal"/>
        <w:rPr>
          <w:rtl/>
        </w:rPr>
      </w:pPr>
      <w:r>
        <w:rPr>
          <w:rtl/>
        </w:rPr>
        <w:t xml:space="preserve">عن زيد بن أسلم قال : مات لداود </w:t>
      </w:r>
      <w:r w:rsidR="00A80F4B" w:rsidRPr="00A80F4B">
        <w:rPr>
          <w:rStyle w:val="libAlaemChar"/>
          <w:rFonts w:hint="cs"/>
          <w:rtl/>
        </w:rPr>
        <w:t>عليه‌السلام</w:t>
      </w:r>
      <w:r>
        <w:rPr>
          <w:rtl/>
        </w:rPr>
        <w:t xml:space="preserve"> ولد ، فحزن عليه حزناً كثيراً ، فأوحى الله إليه : « يا داود ، ما كان يعدل هذا الولد عندك؟ قال : يا رب ، كان يعدل هذا عندي ملء الأرض ذهباً ، قال : فلك عندي يوم القيامة ملء الأرض ثواباً » </w:t>
      </w:r>
      <w:r w:rsidRPr="006713DA">
        <w:rPr>
          <w:rStyle w:val="libFootnotenumChar"/>
          <w:rtl/>
        </w:rPr>
        <w:t>(2)</w:t>
      </w:r>
      <w:r>
        <w:rPr>
          <w:rtl/>
        </w:rPr>
        <w:t>.</w:t>
      </w:r>
    </w:p>
    <w:p w:rsidR="00EE1A1A" w:rsidRDefault="00EE1A1A" w:rsidP="00BB3BDA">
      <w:pPr>
        <w:pStyle w:val="libNormal"/>
        <w:rPr>
          <w:rtl/>
        </w:rPr>
      </w:pPr>
      <w:r>
        <w:rPr>
          <w:rtl/>
        </w:rPr>
        <w:t xml:space="preserve">وعن داود بن أبي هند </w:t>
      </w:r>
      <w:r w:rsidRPr="006713DA">
        <w:rPr>
          <w:rStyle w:val="libFootnotenumChar"/>
          <w:rtl/>
        </w:rPr>
        <w:t>(3)</w:t>
      </w:r>
      <w:r>
        <w:rPr>
          <w:rtl/>
        </w:rPr>
        <w:t xml:space="preserve"> قال : رأيت في المنام كأن القيامة قد قامت ، وكأن الناس يدعون إلى الحساب ، قال : فقربت إلى الميزان ، ووضعت حسناتي في كفة وسيئاتي في كفة ، فرجحت السيئات على الحسنات ، فبينما أنا كذلك مغموم إذ اُتيت بمنديل أبيض ـ أو خرقة بيضاء ـ فوضعت مع حسناتي فرجحت ، فقيل لي : أتدري ما هذا؟ قلت : لا ، قيل : هذا سقط كان لك ، قلت : فإنه كانت لي إبنة ، ( فقيل : بنتك ليست كذلك ) </w:t>
      </w:r>
      <w:r w:rsidRPr="006713DA">
        <w:rPr>
          <w:rStyle w:val="libFootnotenumChar"/>
          <w:rtl/>
        </w:rPr>
        <w:t>(4)</w:t>
      </w:r>
      <w:r>
        <w:rPr>
          <w:rtl/>
        </w:rPr>
        <w:t xml:space="preserve"> ، لأنك كنت تتمنى موتها.</w:t>
      </w:r>
    </w:p>
    <w:p w:rsidR="00EE1A1A" w:rsidRDefault="00EE1A1A" w:rsidP="00BB3BDA">
      <w:pPr>
        <w:pStyle w:val="libNormal"/>
        <w:rPr>
          <w:rtl/>
        </w:rPr>
      </w:pPr>
      <w:r>
        <w:rPr>
          <w:rtl/>
        </w:rPr>
        <w:t xml:space="preserve">وعن أبي شوذب : ان رجلاً كان له ابن لم يبلغ الحلم ، فأرسل إلى قومه فقال : لي إليكم حاجة ، قالوا : ما هي؟ قال : إني أريد أن أدعو على ابني هذا أن يقبضه الله تعالى ، وتؤمنون على دعائي ، قال : فسألوه عن سبب ذلك ، فأخبرهم أنه رأى في نومه </w:t>
      </w:r>
      <w:r w:rsidRPr="006713DA">
        <w:rPr>
          <w:rStyle w:val="libFootnotenumChar"/>
          <w:rtl/>
        </w:rPr>
        <w:t>(5)</w:t>
      </w:r>
      <w:r>
        <w:rPr>
          <w:rtl/>
        </w:rPr>
        <w:t xml:space="preserve"> كأن الناس قد جمعوا ليوم القيامة ، وأصابهم عطش شديد ، فإذا الولدان قد خرجوا من الجنة معهم الأباريق ، وفيهم ابن أخ له ، فالتمس منه أن يسقيه فأبى ، وقال : يا عم ، إنا لا نسقي إلا الآباء ، فأحببت أن يجعل الله ولدي هذا فرطاً لي ، فدعا فأمنوا ، فلم يلبث الصبي حتى مات.</w:t>
      </w:r>
    </w:p>
    <w:p w:rsidR="00EE1A1A" w:rsidRDefault="00EE1A1A" w:rsidP="00BB3BDA">
      <w:pPr>
        <w:pStyle w:val="libNormal"/>
        <w:rPr>
          <w:rtl/>
        </w:rPr>
      </w:pPr>
      <w:r>
        <w:rPr>
          <w:rtl/>
        </w:rPr>
        <w:t>أخرجه البيهقي في ( الشعب ).</w:t>
      </w:r>
    </w:p>
    <w:p w:rsidR="00EE1A1A" w:rsidRDefault="00EE1A1A" w:rsidP="00BB3BDA">
      <w:pPr>
        <w:pStyle w:val="libNormal"/>
        <w:rPr>
          <w:rtl/>
        </w:rPr>
      </w:pPr>
      <w:r>
        <w:rPr>
          <w:rtl/>
        </w:rPr>
        <w:t xml:space="preserve">وعن محمد بن خلف </w:t>
      </w:r>
      <w:r w:rsidRPr="006713DA">
        <w:rPr>
          <w:rStyle w:val="libFootnotenumChar"/>
          <w:rtl/>
        </w:rPr>
        <w:t>(6)</w:t>
      </w:r>
      <w:r>
        <w:rPr>
          <w:rtl/>
        </w:rPr>
        <w:t xml:space="preserve"> قال : كان لإبراهيم الحربي ابن له إحدى عشرة سنة قد </w:t>
      </w:r>
    </w:p>
    <w:p w:rsidR="00EE1A1A" w:rsidRDefault="00EE1A1A" w:rsidP="006713DA">
      <w:pPr>
        <w:pStyle w:val="libLine"/>
        <w:rPr>
          <w:rtl/>
        </w:rPr>
      </w:pPr>
      <w:r>
        <w:rPr>
          <w:rtl/>
        </w:rPr>
        <w:t>__________________</w:t>
      </w:r>
    </w:p>
    <w:p w:rsidR="00EE1A1A" w:rsidRDefault="00EE1A1A" w:rsidP="006713DA">
      <w:pPr>
        <w:pStyle w:val="libFootnote0"/>
        <w:rPr>
          <w:rtl/>
        </w:rPr>
      </w:pPr>
      <w:r>
        <w:rPr>
          <w:rtl/>
        </w:rPr>
        <w:t>1 ـ في نسخة « ش » : مما يلتحق.</w:t>
      </w:r>
    </w:p>
    <w:p w:rsidR="00EE1A1A" w:rsidRDefault="00EE1A1A" w:rsidP="006713DA">
      <w:pPr>
        <w:pStyle w:val="libFootnote0"/>
        <w:rPr>
          <w:rtl/>
        </w:rPr>
      </w:pPr>
      <w:r>
        <w:rPr>
          <w:rtl/>
        </w:rPr>
        <w:t>2 ـ رواه الشيخ ورام في تنبيه الخواطر 1 : 287 ، والسيوطي في الدر المنثور 5 : 306 باختلاف في الفاظه.</w:t>
      </w:r>
    </w:p>
    <w:p w:rsidR="00EE1A1A" w:rsidRDefault="00EE1A1A" w:rsidP="006713DA">
      <w:pPr>
        <w:pStyle w:val="libFootnote0"/>
        <w:rPr>
          <w:rtl/>
        </w:rPr>
      </w:pPr>
      <w:r>
        <w:rPr>
          <w:rtl/>
        </w:rPr>
        <w:t>3 ـ في « ح » : داود بن هند ، والصواب ما أثبتناه من نسخة « ش » راجع « مجمع الرجال 2 : 279 ، الجرح والتعديل 3 : 411 / 1881 ، تهذيب التهذيب 3 : 204 / 388 ، ميزان الأعتدال 2 : 11 / 2613».</w:t>
      </w:r>
    </w:p>
    <w:p w:rsidR="00EE1A1A" w:rsidRDefault="00EE1A1A" w:rsidP="006713DA">
      <w:pPr>
        <w:pStyle w:val="libFootnote0"/>
        <w:rPr>
          <w:rtl/>
        </w:rPr>
      </w:pPr>
      <w:r>
        <w:rPr>
          <w:rtl/>
        </w:rPr>
        <w:t>4 ـ في نسخة « ش » : فقيل لي تيك ليست لك.</w:t>
      </w:r>
    </w:p>
    <w:p w:rsidR="00EE1A1A" w:rsidRDefault="00EE1A1A" w:rsidP="006713DA">
      <w:pPr>
        <w:pStyle w:val="libFootnote0"/>
        <w:rPr>
          <w:rtl/>
        </w:rPr>
      </w:pPr>
      <w:r>
        <w:rPr>
          <w:rtl/>
        </w:rPr>
        <w:t>5 ـ في نسخة « ش » : منامه.</w:t>
      </w:r>
    </w:p>
    <w:p w:rsidR="00EE1A1A" w:rsidRDefault="00EE1A1A" w:rsidP="006713DA">
      <w:pPr>
        <w:pStyle w:val="libFootnote0"/>
        <w:rPr>
          <w:rtl/>
        </w:rPr>
      </w:pPr>
      <w:r>
        <w:rPr>
          <w:rtl/>
        </w:rPr>
        <w:t xml:space="preserve">6 ـ في « ح » محمد بن أبي خلف ، والصواب ما أثبتناه من نسخة « ش » ، راجع « رجال النجاشي : 270 ، ومعجم </w:t>
      </w:r>
    </w:p>
    <w:p w:rsidR="00EE1A1A" w:rsidRDefault="00EE1A1A" w:rsidP="00BB3BDA">
      <w:pPr>
        <w:pStyle w:val="libNormal0"/>
        <w:rPr>
          <w:rtl/>
        </w:rPr>
      </w:pPr>
      <w:r>
        <w:rPr>
          <w:rtl/>
        </w:rPr>
        <w:br w:type="page"/>
      </w:r>
      <w:r>
        <w:rPr>
          <w:rtl/>
        </w:rPr>
        <w:lastRenderedPageBreak/>
        <w:t xml:space="preserve">حفظ القرآن ، ولقنه أبوه من الفقه والحديث شيئاً كثيراً ، فمات فأتيته لاعزيه ، فقال : كنت أشتهي موته ، فقلت له : يا أبا إسحاق ، أنت عالم الدنيا ، تقول مثل هذا في صبي قد أنجب ، وحفظ القرآن ، ولقنته الحديث والفقه؟! قال : نعم ، رأيت في النوم كأن القيامة قد قامت ، وكأن صبياناً بأيديهم القلال </w:t>
      </w:r>
      <w:r w:rsidRPr="006713DA">
        <w:rPr>
          <w:rStyle w:val="libFootnotenumChar"/>
          <w:rtl/>
        </w:rPr>
        <w:t>(1)</w:t>
      </w:r>
      <w:r>
        <w:rPr>
          <w:rtl/>
        </w:rPr>
        <w:t xml:space="preserve"> فيها ماء ، يستقبلون الناس يسقونهم ، وكان اليوم يوم يوماً حاراً شديد الحر. فقلت لأحدهم : إسقني من هذا الماء. فنظر إلي ، وقال : لست أنت أبي ، قلت : فأي شيء أنتم؟ قالوا : نحن الصبيان الذين متنا في دار الدنيا ، وخلفنا آباءنا ، فنستقبلهم ونسقيهم </w:t>
      </w:r>
      <w:r w:rsidRPr="006713DA">
        <w:rPr>
          <w:rStyle w:val="libFootnotenumChar"/>
          <w:rtl/>
        </w:rPr>
        <w:t>(2)</w:t>
      </w:r>
      <w:r>
        <w:rPr>
          <w:rtl/>
        </w:rPr>
        <w:t xml:space="preserve"> ، فلهذا تمنيت موته.</w:t>
      </w:r>
    </w:p>
    <w:p w:rsidR="00EE1A1A" w:rsidRDefault="00EE1A1A" w:rsidP="00BB3BDA">
      <w:pPr>
        <w:pStyle w:val="libNormal"/>
        <w:rPr>
          <w:rtl/>
        </w:rPr>
      </w:pPr>
      <w:r>
        <w:rPr>
          <w:rtl/>
        </w:rPr>
        <w:t xml:space="preserve">وروى الغزالي في ( الإحياء ) : إن بعض الصالحين كان يعرض عليه التزويج برهة من دهره فيأبى ، قال : فانتبه من نومه ذات يوم ، وقال : زوجوني ، فزوجوه ، فسئل عن ذلك ، فقال : لعل ( الله أن يرزقني ) </w:t>
      </w:r>
      <w:r w:rsidRPr="006713DA">
        <w:rPr>
          <w:rStyle w:val="libFootnotenumChar"/>
          <w:rtl/>
        </w:rPr>
        <w:t>(3)</w:t>
      </w:r>
      <w:r>
        <w:rPr>
          <w:rtl/>
        </w:rPr>
        <w:t xml:space="preserve"> ولداً ويقبضه ، فيكون لي مقدمة في الآخرة ، ثم قال : رأيت في المنام كأن القيامة قد قامت ، وكأني في جملة الخلائق في الموقف ، وبي من العطش ما كاد أن يقطع قلبي ، وكذا الخلائق من شدة العطش والكرب ، فبينما نحن كذلك وإذا ولدان يتخللون الجمع ، عليهم قناديل من نور ، وبأيديهم أباريق من فضة وأكواب من ذهب ، يسقون الواحد بعد الواحد ، يتخللون الجمع ويتجاوزون أكثر الناس ، فمددت يدي إلى أحدهم ، فقلت : اسقني ، فقد أجهدني العطش ، فقال : مالك فينا ولد ، إنما نسقي آباءنا ، فقلت : ومن أنتم : ومن أنتم؟ قالوا : نحن من مات من أطفال المسلمين </w:t>
      </w:r>
      <w:r w:rsidRPr="006713DA">
        <w:rPr>
          <w:rStyle w:val="libFootnotenumChar"/>
          <w:rtl/>
        </w:rPr>
        <w:t>(4)</w:t>
      </w:r>
      <w:r>
        <w:rPr>
          <w:rtl/>
        </w:rPr>
        <w:t>.</w:t>
      </w:r>
    </w:p>
    <w:p w:rsidR="00EE1A1A" w:rsidRDefault="00EE1A1A" w:rsidP="00BB3BDA">
      <w:pPr>
        <w:pStyle w:val="libNormal"/>
        <w:rPr>
          <w:rtl/>
        </w:rPr>
      </w:pPr>
      <w:r>
        <w:rPr>
          <w:rtl/>
        </w:rPr>
        <w:t xml:space="preserve">وحكى الشيخ أبو عبد الله بن النعمان في كتاب ( مصباح الظلام ) عن بعض الثقات : أن رجلاً أوصى بعض أصحابه ـ ممن أراد أن يحج ـ أن يقرأ سلامه رسول الله </w:t>
      </w:r>
      <w:r w:rsidR="00A80F4B" w:rsidRPr="00A80F4B">
        <w:rPr>
          <w:rStyle w:val="libAlaemChar"/>
          <w:rFonts w:hint="cs"/>
          <w:rtl/>
        </w:rPr>
        <w:t>صلى‌الله‌عليه‌وآله‌وسلم</w:t>
      </w:r>
      <w:r>
        <w:rPr>
          <w:rtl/>
        </w:rPr>
        <w:t xml:space="preserve"> ، ويدفن رقعة مختومة ـ أعطاها له ـ عند رأسه الشريف ، ففعل ذلك ، فلما رجع من حجه أكرمه الرجل وقال له : جزاك الله خيراً ، لقد بلغت الرسالة ، فتعجب المبلغ من ذلك وقال : من أين علمت تبليغها قبل أن اُحدثك ، فأنشأ يحدثه ، قال : كان لي أخ مات ، وترك ابناً صغيراً ، فربيته وأحسنت تربيته ، ثم مات </w:t>
      </w:r>
    </w:p>
    <w:p w:rsidR="00EE1A1A" w:rsidRDefault="00EE1A1A" w:rsidP="006713DA">
      <w:pPr>
        <w:pStyle w:val="libLine"/>
        <w:rPr>
          <w:rtl/>
        </w:rPr>
      </w:pPr>
      <w:r>
        <w:rPr>
          <w:rtl/>
        </w:rPr>
        <w:t>__________________</w:t>
      </w:r>
    </w:p>
    <w:p w:rsidR="00EE1A1A" w:rsidRDefault="00EE1A1A" w:rsidP="006713DA">
      <w:pPr>
        <w:pStyle w:val="libFootnote0"/>
        <w:rPr>
          <w:rtl/>
        </w:rPr>
      </w:pPr>
      <w:r>
        <w:rPr>
          <w:rtl/>
        </w:rPr>
        <w:t>رجال الحديث 16 : 74 ، خلاصة العلامة 1 : 161 / 154 ».</w:t>
      </w:r>
    </w:p>
    <w:p w:rsidR="00EE1A1A" w:rsidRDefault="00EE1A1A" w:rsidP="006713DA">
      <w:pPr>
        <w:pStyle w:val="libFootnote0"/>
        <w:rPr>
          <w:rtl/>
        </w:rPr>
      </w:pPr>
      <w:r>
        <w:rPr>
          <w:rtl/>
        </w:rPr>
        <w:t>1 ـ القلال جمع القلة : وهي الحب العظيم أو الجرة العظيمة « القاموس المحيط 4 : 40 ».</w:t>
      </w:r>
    </w:p>
    <w:p w:rsidR="00EE1A1A" w:rsidRDefault="00EE1A1A" w:rsidP="006713DA">
      <w:pPr>
        <w:pStyle w:val="libFootnote0"/>
        <w:rPr>
          <w:rtl/>
        </w:rPr>
      </w:pPr>
      <w:r>
        <w:rPr>
          <w:rtl/>
        </w:rPr>
        <w:t>2 ـ في نسخة « ش » : فنسقيهم الماء.</w:t>
      </w:r>
    </w:p>
    <w:p w:rsidR="00EE1A1A" w:rsidRDefault="00EE1A1A" w:rsidP="006713DA">
      <w:pPr>
        <w:pStyle w:val="libFootnote0"/>
        <w:rPr>
          <w:rtl/>
        </w:rPr>
      </w:pPr>
      <w:r>
        <w:rPr>
          <w:rtl/>
        </w:rPr>
        <w:t>3 ـ في نسخة « ش » : الله تعالى يرزقني.</w:t>
      </w:r>
    </w:p>
    <w:p w:rsidR="00EE1A1A" w:rsidRDefault="00EE1A1A" w:rsidP="006713DA">
      <w:pPr>
        <w:pStyle w:val="libFootnote0"/>
        <w:rPr>
          <w:rtl/>
        </w:rPr>
      </w:pPr>
      <w:r>
        <w:rPr>
          <w:rtl/>
        </w:rPr>
        <w:t xml:space="preserve">4 ـ إحياء علوم الدين 2 : 27. </w:t>
      </w:r>
    </w:p>
    <w:p w:rsidR="00EE1A1A" w:rsidRDefault="00EE1A1A" w:rsidP="00BB3BDA">
      <w:pPr>
        <w:pStyle w:val="libNormal0"/>
        <w:rPr>
          <w:rtl/>
        </w:rPr>
      </w:pPr>
      <w:r>
        <w:rPr>
          <w:rtl/>
        </w:rPr>
        <w:br w:type="page"/>
      </w:r>
      <w:r>
        <w:rPr>
          <w:rtl/>
        </w:rPr>
        <w:lastRenderedPageBreak/>
        <w:t xml:space="preserve">قبل أن يبلغ الحلم ، فلما كان ذات ليلة ، رأيت في المنام كأن القيامة قد قامت ، والحشر قد وقع ، والناس قد اشتد بهم العطش من شدة الجهد ، وبيد ابن أخي ماء ، فالتمست أن يسقيني فأبى ، وقال : أبي أحق به منك ، فعظم علي ذلك ، فانتبهت فزعاً ، فلما أصبحت تصدقت بجملة دنانير ، وسألت الله أن يرزقني ولداً ذكراً ، فرزقنيه ، واتفق سفرك ، فكتبت لك تلك الرقعة ، ومضمونها التوسل بالنبي </w:t>
      </w:r>
      <w:r w:rsidR="00A80F4B" w:rsidRPr="00A80F4B">
        <w:rPr>
          <w:rStyle w:val="libAlaemChar"/>
          <w:rFonts w:hint="cs"/>
          <w:rtl/>
        </w:rPr>
        <w:t>صلى‌الله‌عليه‌وآله</w:t>
      </w:r>
      <w:r>
        <w:rPr>
          <w:rtl/>
        </w:rPr>
        <w:t xml:space="preserve"> إلى الله عزوجل في قبوله مني ، رجاء أن أجده يوم الفزع الأكبر ، فلم يلبث أن حم ومات ، وكان ذلك يوم وصولك ، فعلمت أنك بلغت الرسالة.</w:t>
      </w:r>
    </w:p>
    <w:p w:rsidR="00EE1A1A" w:rsidRDefault="00EE1A1A" w:rsidP="00BB3BDA">
      <w:pPr>
        <w:pStyle w:val="libNormal"/>
        <w:rPr>
          <w:rtl/>
        </w:rPr>
      </w:pPr>
      <w:r w:rsidRPr="00EB4B8E">
        <w:rPr>
          <w:rtl/>
        </w:rPr>
        <w:t>و</w:t>
      </w:r>
      <w:r>
        <w:rPr>
          <w:rtl/>
        </w:rPr>
        <w:t xml:space="preserve">في كتاب ( النوم والرؤيا ) لأبي الصقر الموصلي ، حدثني علي بن الحسين بن جعفر ، حدثني أبي ، حدثني بعض أصحابنا ممن أثق بدينه وفهمه ، قال : أتيت المدينة ليلاً ، فنمت في بقيع الغرقد </w:t>
      </w:r>
      <w:r w:rsidRPr="006713DA">
        <w:rPr>
          <w:rStyle w:val="libFootnotenumChar"/>
          <w:rtl/>
        </w:rPr>
        <w:t>(1)</w:t>
      </w:r>
      <w:r>
        <w:rPr>
          <w:rtl/>
        </w:rPr>
        <w:t xml:space="preserve"> بين أربعة قبور عندها قبر محفور ، فرأيت في منامي أربعة أطفال ، قد خرجوا من تلك القبور ، وهم يقولون : </w:t>
      </w:r>
    </w:p>
    <w:tbl>
      <w:tblPr>
        <w:bidiVisual/>
        <w:tblW w:w="5000" w:type="pct"/>
        <w:tblLook w:val="01E0"/>
      </w:tblPr>
      <w:tblGrid>
        <w:gridCol w:w="3653"/>
        <w:gridCol w:w="262"/>
        <w:gridCol w:w="3658"/>
      </w:tblGrid>
      <w:tr w:rsidR="00EE1A1A" w:rsidTr="00BB3BDA">
        <w:trPr>
          <w:trHeight w:val="350"/>
        </w:trPr>
        <w:tc>
          <w:tcPr>
            <w:tcW w:w="4127" w:type="dxa"/>
            <w:shd w:val="clear" w:color="auto" w:fill="auto"/>
          </w:tcPr>
          <w:p w:rsidR="00EE1A1A" w:rsidRDefault="00EE1A1A" w:rsidP="006713DA">
            <w:pPr>
              <w:pStyle w:val="libPoem"/>
              <w:rPr>
                <w:rtl/>
              </w:rPr>
            </w:pPr>
            <w:r>
              <w:rPr>
                <w:rtl/>
              </w:rPr>
              <w:t>أنعم الله بالحبيبة عيناً</w:t>
            </w:r>
            <w:r w:rsidRPr="006713DA">
              <w:rPr>
                <w:rStyle w:val="libPoemTiniChar0"/>
                <w:rtl/>
              </w:rPr>
              <w:br/>
              <w:t> </w:t>
            </w:r>
          </w:p>
        </w:tc>
        <w:tc>
          <w:tcPr>
            <w:tcW w:w="269" w:type="dxa"/>
            <w:shd w:val="clear" w:color="auto" w:fill="auto"/>
          </w:tcPr>
          <w:p w:rsidR="00EE1A1A" w:rsidRDefault="00EE1A1A" w:rsidP="00BB3BDA">
            <w:pPr>
              <w:rPr>
                <w:rtl/>
              </w:rPr>
            </w:pPr>
          </w:p>
        </w:tc>
        <w:tc>
          <w:tcPr>
            <w:tcW w:w="4126" w:type="dxa"/>
            <w:shd w:val="clear" w:color="auto" w:fill="auto"/>
          </w:tcPr>
          <w:p w:rsidR="00EE1A1A" w:rsidRDefault="00EE1A1A" w:rsidP="006713DA">
            <w:pPr>
              <w:pStyle w:val="libPoem"/>
              <w:rPr>
                <w:rtl/>
              </w:rPr>
            </w:pPr>
            <w:r>
              <w:rPr>
                <w:rtl/>
              </w:rPr>
              <w:t>وبمسراك يا اميم إلينا</w:t>
            </w:r>
            <w:r w:rsidRPr="006713DA">
              <w:rPr>
                <w:rStyle w:val="libPoemTiniChar0"/>
                <w:rtl/>
              </w:rPr>
              <w:br/>
              <w:t>  </w:t>
            </w:r>
          </w:p>
        </w:tc>
      </w:tr>
      <w:tr w:rsidR="00EE1A1A" w:rsidTr="00BB3BDA">
        <w:trPr>
          <w:trHeight w:val="350"/>
        </w:trPr>
        <w:tc>
          <w:tcPr>
            <w:tcW w:w="4127" w:type="dxa"/>
          </w:tcPr>
          <w:p w:rsidR="00EE1A1A" w:rsidRDefault="00EE1A1A" w:rsidP="006713DA">
            <w:pPr>
              <w:pStyle w:val="libPoem"/>
              <w:rPr>
                <w:rtl/>
              </w:rPr>
            </w:pPr>
            <w:r>
              <w:rPr>
                <w:rtl/>
              </w:rPr>
              <w:t>عجباً ما عجبت من ضغظة</w:t>
            </w:r>
            <w:r w:rsidRPr="006713DA">
              <w:rPr>
                <w:rStyle w:val="libPoemTiniChar0"/>
                <w:rtl/>
              </w:rPr>
              <w:br/>
              <w:t> </w:t>
            </w:r>
          </w:p>
        </w:tc>
        <w:tc>
          <w:tcPr>
            <w:tcW w:w="269" w:type="dxa"/>
          </w:tcPr>
          <w:p w:rsidR="00EE1A1A" w:rsidRDefault="00EE1A1A" w:rsidP="00BB3BDA">
            <w:pPr>
              <w:rPr>
                <w:rtl/>
              </w:rPr>
            </w:pPr>
          </w:p>
        </w:tc>
        <w:tc>
          <w:tcPr>
            <w:tcW w:w="4126" w:type="dxa"/>
          </w:tcPr>
          <w:p w:rsidR="00EE1A1A" w:rsidRDefault="00EE1A1A" w:rsidP="006713DA">
            <w:pPr>
              <w:pStyle w:val="libPoem"/>
              <w:rPr>
                <w:rtl/>
              </w:rPr>
            </w:pPr>
            <w:r>
              <w:rPr>
                <w:rtl/>
              </w:rPr>
              <w:t>القبر ومغداك يا اُميم إلينا</w:t>
            </w:r>
            <w:r w:rsidRPr="006713DA">
              <w:rPr>
                <w:rStyle w:val="libPoemTiniChar0"/>
                <w:rtl/>
              </w:rPr>
              <w:br/>
              <w:t>  </w:t>
            </w:r>
          </w:p>
        </w:tc>
      </w:tr>
    </w:tbl>
    <w:p w:rsidR="00EE1A1A" w:rsidRDefault="00EE1A1A" w:rsidP="00BB3BDA">
      <w:pPr>
        <w:pStyle w:val="libNormal"/>
        <w:rPr>
          <w:rtl/>
        </w:rPr>
      </w:pPr>
      <w:r>
        <w:rPr>
          <w:rtl/>
        </w:rPr>
        <w:t xml:space="preserve"> فقلت : إن لهذه الأبيات لشأناً ، وأقمت حتى طلعت الشمس ، وإذا جنازة قد أقبلت ، فقلت : من هذه؟ فقالوا : امرأة من أهل المدينة ، فقلت : إسمها اميمة؟ قالوا : نعم ، قلت : قدمت فرطاً؟ قالوا : أربعة اولاد ، فأخبرتهم بالخبر ، فأخذوا يتعجبون من هذا </w:t>
      </w:r>
      <w:r w:rsidRPr="006713DA">
        <w:rPr>
          <w:rStyle w:val="libFootnotenumChar"/>
          <w:rtl/>
        </w:rPr>
        <w:t>(2)</w:t>
      </w:r>
      <w:r>
        <w:rPr>
          <w:rtl/>
        </w:rPr>
        <w:t>.</w:t>
      </w:r>
    </w:p>
    <w:p w:rsidR="00EE1A1A" w:rsidRDefault="00EE1A1A" w:rsidP="00BB3BDA">
      <w:pPr>
        <w:pStyle w:val="libNormal"/>
        <w:rPr>
          <w:rtl/>
        </w:rPr>
      </w:pPr>
      <w:r>
        <w:rPr>
          <w:rtl/>
        </w:rPr>
        <w:t xml:space="preserve">وما أحسن من أنشد بعض الأفاضل ، يقول شعراً : </w:t>
      </w:r>
    </w:p>
    <w:tbl>
      <w:tblPr>
        <w:bidiVisual/>
        <w:tblW w:w="5000" w:type="pct"/>
        <w:tblLook w:val="01E0"/>
      </w:tblPr>
      <w:tblGrid>
        <w:gridCol w:w="3659"/>
        <w:gridCol w:w="262"/>
        <w:gridCol w:w="3652"/>
      </w:tblGrid>
      <w:tr w:rsidR="00EE1A1A" w:rsidTr="00BB3BDA">
        <w:trPr>
          <w:trHeight w:val="350"/>
        </w:trPr>
        <w:tc>
          <w:tcPr>
            <w:tcW w:w="4127" w:type="dxa"/>
            <w:shd w:val="clear" w:color="auto" w:fill="auto"/>
          </w:tcPr>
          <w:p w:rsidR="00EE1A1A" w:rsidRDefault="00EE1A1A" w:rsidP="006713DA">
            <w:pPr>
              <w:pStyle w:val="libPoem"/>
              <w:rPr>
                <w:rtl/>
              </w:rPr>
            </w:pPr>
            <w:r>
              <w:rPr>
                <w:rtl/>
              </w:rPr>
              <w:t>عطيته إذا أعطى سروراً</w:t>
            </w:r>
            <w:r w:rsidRPr="006713DA">
              <w:rPr>
                <w:rStyle w:val="libPoemTiniChar0"/>
                <w:rtl/>
              </w:rPr>
              <w:br/>
              <w:t> </w:t>
            </w:r>
          </w:p>
        </w:tc>
        <w:tc>
          <w:tcPr>
            <w:tcW w:w="269" w:type="dxa"/>
            <w:shd w:val="clear" w:color="auto" w:fill="auto"/>
          </w:tcPr>
          <w:p w:rsidR="00EE1A1A" w:rsidRDefault="00EE1A1A" w:rsidP="00BB3BDA">
            <w:pPr>
              <w:rPr>
                <w:rtl/>
              </w:rPr>
            </w:pPr>
          </w:p>
        </w:tc>
        <w:tc>
          <w:tcPr>
            <w:tcW w:w="4126" w:type="dxa"/>
            <w:shd w:val="clear" w:color="auto" w:fill="auto"/>
          </w:tcPr>
          <w:p w:rsidR="00EE1A1A" w:rsidRDefault="00EE1A1A" w:rsidP="006713DA">
            <w:pPr>
              <w:pStyle w:val="libPoem"/>
              <w:rPr>
                <w:rtl/>
              </w:rPr>
            </w:pPr>
            <w:r>
              <w:rPr>
                <w:rtl/>
              </w:rPr>
              <w:t>وإن سلب الذي أعطى أثابا</w:t>
            </w:r>
            <w:r w:rsidRPr="006713DA">
              <w:rPr>
                <w:rStyle w:val="libPoemTiniChar0"/>
                <w:rtl/>
              </w:rPr>
              <w:br/>
              <w:t>  </w:t>
            </w:r>
          </w:p>
        </w:tc>
      </w:tr>
      <w:tr w:rsidR="00EE1A1A" w:rsidTr="00BB3BDA">
        <w:trPr>
          <w:trHeight w:val="350"/>
        </w:trPr>
        <w:tc>
          <w:tcPr>
            <w:tcW w:w="4127" w:type="dxa"/>
          </w:tcPr>
          <w:p w:rsidR="00EE1A1A" w:rsidRDefault="00EE1A1A" w:rsidP="006713DA">
            <w:pPr>
              <w:pStyle w:val="libPoem"/>
              <w:rPr>
                <w:rtl/>
              </w:rPr>
            </w:pPr>
            <w:r>
              <w:rPr>
                <w:rtl/>
              </w:rPr>
              <w:t>فأي النعمتين أعد فضلاً</w:t>
            </w:r>
            <w:r w:rsidRPr="006713DA">
              <w:rPr>
                <w:rStyle w:val="libPoemTiniChar0"/>
                <w:rtl/>
              </w:rPr>
              <w:br/>
              <w:t> </w:t>
            </w:r>
          </w:p>
        </w:tc>
        <w:tc>
          <w:tcPr>
            <w:tcW w:w="269" w:type="dxa"/>
          </w:tcPr>
          <w:p w:rsidR="00EE1A1A" w:rsidRDefault="00EE1A1A" w:rsidP="00BB3BDA">
            <w:pPr>
              <w:rPr>
                <w:rtl/>
              </w:rPr>
            </w:pPr>
          </w:p>
        </w:tc>
        <w:tc>
          <w:tcPr>
            <w:tcW w:w="4126" w:type="dxa"/>
          </w:tcPr>
          <w:p w:rsidR="00EE1A1A" w:rsidRDefault="00EE1A1A" w:rsidP="006713DA">
            <w:pPr>
              <w:pStyle w:val="libPoem"/>
              <w:rPr>
                <w:rtl/>
              </w:rPr>
            </w:pPr>
            <w:r>
              <w:rPr>
                <w:rtl/>
              </w:rPr>
              <w:t>وأحمد عند عقباها إيابا</w:t>
            </w:r>
            <w:r w:rsidRPr="006713DA">
              <w:rPr>
                <w:rStyle w:val="libPoemTiniChar0"/>
                <w:rtl/>
              </w:rPr>
              <w:br/>
              <w:t>  </w:t>
            </w:r>
          </w:p>
        </w:tc>
      </w:tr>
      <w:tr w:rsidR="00EE1A1A" w:rsidTr="00BB3BDA">
        <w:trPr>
          <w:trHeight w:val="350"/>
        </w:trPr>
        <w:tc>
          <w:tcPr>
            <w:tcW w:w="4127" w:type="dxa"/>
          </w:tcPr>
          <w:p w:rsidR="00EE1A1A" w:rsidRDefault="00EE1A1A" w:rsidP="006713DA">
            <w:pPr>
              <w:pStyle w:val="libPoem"/>
              <w:rPr>
                <w:rtl/>
              </w:rPr>
            </w:pPr>
            <w:r>
              <w:rPr>
                <w:rtl/>
              </w:rPr>
              <w:t>أنعمته التي كانت سروراً</w:t>
            </w:r>
            <w:r w:rsidRPr="006713DA">
              <w:rPr>
                <w:rStyle w:val="libPoemTiniChar0"/>
                <w:rtl/>
              </w:rPr>
              <w:br/>
              <w:t> </w:t>
            </w:r>
          </w:p>
        </w:tc>
        <w:tc>
          <w:tcPr>
            <w:tcW w:w="269" w:type="dxa"/>
          </w:tcPr>
          <w:p w:rsidR="00EE1A1A" w:rsidRDefault="00EE1A1A" w:rsidP="00BB3BDA">
            <w:pPr>
              <w:rPr>
                <w:rtl/>
              </w:rPr>
            </w:pPr>
          </w:p>
        </w:tc>
        <w:tc>
          <w:tcPr>
            <w:tcW w:w="4126" w:type="dxa"/>
          </w:tcPr>
          <w:p w:rsidR="00EE1A1A" w:rsidRDefault="00EE1A1A" w:rsidP="006713DA">
            <w:pPr>
              <w:pStyle w:val="libPoem"/>
              <w:rPr>
                <w:rtl/>
              </w:rPr>
            </w:pPr>
            <w:r>
              <w:rPr>
                <w:rtl/>
              </w:rPr>
              <w:t>أم الاخرى التي جلبت ثوابا؟</w:t>
            </w:r>
            <w:r w:rsidRPr="006713DA">
              <w:rPr>
                <w:rStyle w:val="libPoemTiniChar0"/>
                <w:rtl/>
              </w:rPr>
              <w:br/>
              <w:t>  </w:t>
            </w:r>
          </w:p>
        </w:tc>
      </w:tr>
    </w:tbl>
    <w:p w:rsidR="00EE1A1A" w:rsidRDefault="00EE1A1A" w:rsidP="006713DA">
      <w:pPr>
        <w:pStyle w:val="libLine"/>
        <w:rPr>
          <w:rtl/>
        </w:rPr>
      </w:pPr>
      <w:r>
        <w:rPr>
          <w:rtl/>
        </w:rPr>
        <w:t>__________________</w:t>
      </w:r>
    </w:p>
    <w:p w:rsidR="00EE1A1A" w:rsidRDefault="00EE1A1A" w:rsidP="006713DA">
      <w:pPr>
        <w:pStyle w:val="libFootnote0"/>
        <w:rPr>
          <w:rtl/>
        </w:rPr>
      </w:pPr>
      <w:r>
        <w:rPr>
          <w:rtl/>
        </w:rPr>
        <w:t>1 ـ بقيع الغرقد : بالغين المعجمة ، هو مقبرة أهل المدينة « معجم البلدان : 1 : 473 ».</w:t>
      </w:r>
    </w:p>
    <w:p w:rsidR="00EE1A1A" w:rsidRDefault="00EE1A1A" w:rsidP="006713DA">
      <w:pPr>
        <w:pStyle w:val="libFootnote0"/>
        <w:rPr>
          <w:rtl/>
        </w:rPr>
      </w:pPr>
      <w:r>
        <w:rPr>
          <w:rtl/>
        </w:rPr>
        <w:t xml:space="preserve">2 ـ البحار 82 : 122. </w:t>
      </w:r>
    </w:p>
    <w:p w:rsidR="00EE1A1A" w:rsidRDefault="00EE1A1A" w:rsidP="00EE1A1A">
      <w:pPr>
        <w:pStyle w:val="Heading1Center"/>
        <w:rPr>
          <w:rtl/>
        </w:rPr>
      </w:pPr>
      <w:r>
        <w:rPr>
          <w:rtl/>
        </w:rPr>
        <w:br w:type="page"/>
      </w:r>
      <w:bookmarkStart w:id="16" w:name="_Toc295670643"/>
      <w:bookmarkStart w:id="17" w:name="_Toc413069916"/>
      <w:r>
        <w:rPr>
          <w:rtl/>
        </w:rPr>
        <w:lastRenderedPageBreak/>
        <w:t>الباب الثاني</w:t>
      </w:r>
      <w:bookmarkEnd w:id="16"/>
      <w:bookmarkEnd w:id="17"/>
    </w:p>
    <w:p w:rsidR="00EE1A1A" w:rsidRDefault="00EE1A1A" w:rsidP="00EE1A1A">
      <w:pPr>
        <w:pStyle w:val="Heading1Center"/>
        <w:rPr>
          <w:rtl/>
        </w:rPr>
      </w:pPr>
      <w:bookmarkStart w:id="18" w:name="_Toc413069917"/>
      <w:r>
        <w:rPr>
          <w:rtl/>
        </w:rPr>
        <w:t>في الصبر وما يلحق به</w:t>
      </w:r>
      <w:bookmarkEnd w:id="18"/>
    </w:p>
    <w:p w:rsidR="00EE1A1A" w:rsidRDefault="00EE1A1A" w:rsidP="00BB3BDA">
      <w:pPr>
        <w:pStyle w:val="libNormal"/>
        <w:rPr>
          <w:rtl/>
        </w:rPr>
      </w:pPr>
      <w:r>
        <w:rPr>
          <w:rtl/>
        </w:rPr>
        <w:t>الصبر في اللغة : حبس النفس من الفزع من المكروه والجزع عنه ، وإنما يكون ذلك بمنع باطنه من الاضطراب ، وأعضائه من الحركات غير المعتادة ، وهو ثلاثة أنواع :</w:t>
      </w:r>
    </w:p>
    <w:p w:rsidR="00EE1A1A" w:rsidRDefault="00EE1A1A" w:rsidP="00BB3BDA">
      <w:pPr>
        <w:pStyle w:val="libNormal"/>
        <w:rPr>
          <w:rtl/>
        </w:rPr>
      </w:pPr>
      <w:r>
        <w:rPr>
          <w:rtl/>
        </w:rPr>
        <w:t xml:space="preserve">الأول : صبر العوام ، وهو حبس النفس على وجه التجلد ، وإظهار الثبات في النائبات ، ليكون حاله عند العقلاء وعامة الناس مرضية يعلمون ظاهراً من الحياة الدنيا وهم عن الآخرة هم غافلون </w:t>
      </w:r>
      <w:r w:rsidRPr="006713DA">
        <w:rPr>
          <w:rStyle w:val="libFootnotenumChar"/>
          <w:rtl/>
        </w:rPr>
        <w:t>(1)</w:t>
      </w:r>
      <w:r>
        <w:rPr>
          <w:rtl/>
        </w:rPr>
        <w:t>.</w:t>
      </w:r>
    </w:p>
    <w:p w:rsidR="00EE1A1A" w:rsidRDefault="00EE1A1A" w:rsidP="00BB3BDA">
      <w:pPr>
        <w:pStyle w:val="libNormal"/>
        <w:rPr>
          <w:rtl/>
        </w:rPr>
      </w:pPr>
      <w:r>
        <w:rPr>
          <w:rtl/>
        </w:rPr>
        <w:t xml:space="preserve">الثاني : صبر الزهاد ، والعباد ، وأهل التقوى ، وأرباب الحلم ، لتوقع ثواب الآخرة ، إنما يوفى الصابرون أجرهم بغير حساب </w:t>
      </w:r>
      <w:r w:rsidRPr="006713DA">
        <w:rPr>
          <w:rStyle w:val="libFootnotenumChar"/>
          <w:rtl/>
        </w:rPr>
        <w:t>(2)</w:t>
      </w:r>
      <w:r>
        <w:rPr>
          <w:rtl/>
        </w:rPr>
        <w:t>.</w:t>
      </w:r>
    </w:p>
    <w:p w:rsidR="00EE1A1A" w:rsidRDefault="00EE1A1A" w:rsidP="00BB3BDA">
      <w:pPr>
        <w:pStyle w:val="libNormal"/>
        <w:rPr>
          <w:rtl/>
        </w:rPr>
      </w:pPr>
      <w:r>
        <w:rPr>
          <w:rtl/>
        </w:rPr>
        <w:t xml:space="preserve">الثالث : صبر العارفين ، فإن لبعضهم التذاذاً بالمكروه ، لتصورهم أن معبودهم خصهم به من دون الناس ، وصاروا ملحوظين ( بشرف نظرته ) </w:t>
      </w:r>
      <w:r w:rsidRPr="006713DA">
        <w:rPr>
          <w:rStyle w:val="libFootnotenumChar"/>
          <w:rtl/>
        </w:rPr>
        <w:t>(3)</w:t>
      </w:r>
      <w:r>
        <w:rPr>
          <w:rtl/>
        </w:rPr>
        <w:t xml:space="preserve"> وبشر الصابرين الذين إذا أصابتهم مصيبة ، قالوا إنا لله وإنا إليه راجعون أولئك عليهم صلوات من ربهم ورحمة وأولئك هم المهتدون </w:t>
      </w:r>
      <w:r w:rsidRPr="006713DA">
        <w:rPr>
          <w:rStyle w:val="libFootnotenumChar"/>
          <w:rtl/>
        </w:rPr>
        <w:t>(4)</w:t>
      </w:r>
      <w:r>
        <w:rPr>
          <w:rtl/>
        </w:rPr>
        <w:t>.</w:t>
      </w:r>
    </w:p>
    <w:p w:rsidR="00EE1A1A" w:rsidRDefault="00EE1A1A" w:rsidP="00BB3BDA">
      <w:pPr>
        <w:pStyle w:val="libNormal"/>
        <w:rPr>
          <w:rtl/>
        </w:rPr>
      </w:pPr>
      <w:r>
        <w:rPr>
          <w:rtl/>
        </w:rPr>
        <w:t>وهذا النوع يختص باسم الرضا ، وسيأتي في باب خاص.</w:t>
      </w:r>
    </w:p>
    <w:p w:rsidR="00EE1A1A" w:rsidRDefault="00EE1A1A" w:rsidP="00BB3BDA">
      <w:pPr>
        <w:pStyle w:val="libNormal"/>
        <w:rPr>
          <w:rtl/>
        </w:rPr>
      </w:pPr>
      <w:r>
        <w:rPr>
          <w:rtl/>
        </w:rPr>
        <w:t>والأول لا ثواب عليه ، لأنه لم يفعله لله ، وإنما فعله لأجل الناس ، بل هو في الحقيقة رياء محض ، فكلما ورد في الرياءات فيه ، ولكن الجزع شر منه ، لأن النفوس البشرية تميل إلى التخلق بأخلاق النظراء والمعاشرين والخلطاء ، فيفشوا الجزع فيهم ، وإذا رأوا أحوال الصابرين مالت نفوسهم إلى التخلق بأخلاقهم ، فربما صار ذلك سبباً لكمالهم ، فيحصل منه فائدة في نظام النوع ، وإن لم يعد على هذا الصابر.</w:t>
      </w:r>
    </w:p>
    <w:p w:rsidR="00EE1A1A" w:rsidRDefault="00EE1A1A" w:rsidP="00BB3BDA">
      <w:pPr>
        <w:pStyle w:val="libNormal"/>
        <w:rPr>
          <w:rtl/>
        </w:rPr>
      </w:pPr>
      <w:r>
        <w:rPr>
          <w:rtl/>
        </w:rPr>
        <w:t>والصبر عند الإطلاق يحمل على القسم الثاني.</w:t>
      </w:r>
    </w:p>
    <w:p w:rsidR="00EE1A1A" w:rsidRDefault="00EE1A1A" w:rsidP="00BB3BDA">
      <w:pPr>
        <w:pStyle w:val="libNormal"/>
        <w:rPr>
          <w:rtl/>
        </w:rPr>
      </w:pPr>
      <w:r>
        <w:rPr>
          <w:rtl/>
        </w:rPr>
        <w:t xml:space="preserve">واعلم أن الله ـ سبحانه ـ قد وصف الصابرين بأوصاف ، وذكر الصابرين في القرآن في نيف وسبعين موضعاً ، وأضاف أكثر الخيرات والدرجات إلى الصبر وجعلها </w:t>
      </w:r>
    </w:p>
    <w:p w:rsidR="00EE1A1A" w:rsidRDefault="00EE1A1A" w:rsidP="006713DA">
      <w:pPr>
        <w:pStyle w:val="libLine"/>
        <w:rPr>
          <w:rtl/>
        </w:rPr>
      </w:pPr>
      <w:r>
        <w:rPr>
          <w:rtl/>
        </w:rPr>
        <w:t>__________________</w:t>
      </w:r>
    </w:p>
    <w:p w:rsidR="00EE1A1A" w:rsidRDefault="00EE1A1A" w:rsidP="006713DA">
      <w:pPr>
        <w:pStyle w:val="libFootnote0"/>
        <w:rPr>
          <w:rtl/>
        </w:rPr>
      </w:pPr>
      <w:r>
        <w:rPr>
          <w:rtl/>
        </w:rPr>
        <w:t>1 ـ اقتباس من سورة الروم 30 : 7.</w:t>
      </w:r>
    </w:p>
    <w:p w:rsidR="00EE1A1A" w:rsidRDefault="00EE1A1A" w:rsidP="006713DA">
      <w:pPr>
        <w:pStyle w:val="libFootnote0"/>
        <w:rPr>
          <w:rtl/>
        </w:rPr>
      </w:pPr>
      <w:r>
        <w:rPr>
          <w:rtl/>
        </w:rPr>
        <w:t>2 ـ اقتباس من سورة الزمر 39 : 10.</w:t>
      </w:r>
    </w:p>
    <w:p w:rsidR="00EE1A1A" w:rsidRDefault="00EE1A1A" w:rsidP="006713DA">
      <w:pPr>
        <w:pStyle w:val="libFootnote0"/>
        <w:rPr>
          <w:rtl/>
        </w:rPr>
      </w:pPr>
      <w:r>
        <w:rPr>
          <w:rtl/>
        </w:rPr>
        <w:t>3 ـ في نسخة « ش » : بشريف نظره.</w:t>
      </w:r>
    </w:p>
    <w:p w:rsidR="00EE1A1A" w:rsidRDefault="00EE1A1A" w:rsidP="006713DA">
      <w:pPr>
        <w:pStyle w:val="libFootnote0"/>
        <w:rPr>
          <w:rtl/>
        </w:rPr>
      </w:pPr>
      <w:r>
        <w:rPr>
          <w:rtl/>
        </w:rPr>
        <w:t xml:space="preserve">4 ـ اقتباس من سورة البقرة 2 : 155 ـ 157. </w:t>
      </w:r>
    </w:p>
    <w:p w:rsidR="00EE1A1A" w:rsidRDefault="00EE1A1A" w:rsidP="00BB3BDA">
      <w:pPr>
        <w:pStyle w:val="libNormal0"/>
        <w:rPr>
          <w:rtl/>
        </w:rPr>
      </w:pPr>
      <w:r>
        <w:rPr>
          <w:rtl/>
        </w:rPr>
        <w:br w:type="page"/>
      </w:r>
      <w:r>
        <w:rPr>
          <w:rtl/>
        </w:rPr>
        <w:lastRenderedPageBreak/>
        <w:t xml:space="preserve">ثمرة له ، فقال عز من قائل : </w:t>
      </w:r>
      <w:r w:rsidRPr="00BB3BDA">
        <w:rPr>
          <w:rStyle w:val="libAlaemChar"/>
          <w:rtl/>
        </w:rPr>
        <w:t>(</w:t>
      </w:r>
      <w:r>
        <w:rPr>
          <w:rtl/>
        </w:rPr>
        <w:t xml:space="preserve"> </w:t>
      </w:r>
      <w:r w:rsidRPr="00BB3BDA">
        <w:rPr>
          <w:rStyle w:val="libAieChar"/>
          <w:rtl/>
        </w:rPr>
        <w:t>وَجَعَلْنَا مِنْهُمْ اَئِمّةً يَهْدُونَ بِاَمْرِنَا لَمّا صَبَرُوا</w:t>
      </w:r>
      <w:r>
        <w:rPr>
          <w:rtl/>
        </w:rPr>
        <w:t xml:space="preserve"> </w:t>
      </w:r>
      <w:r w:rsidRPr="00BB3BDA">
        <w:rPr>
          <w:rStyle w:val="libAlaemChar"/>
          <w:rtl/>
        </w:rPr>
        <w:t>)</w:t>
      </w:r>
      <w:r>
        <w:rPr>
          <w:rtl/>
        </w:rPr>
        <w:t xml:space="preserve"> </w:t>
      </w:r>
      <w:r w:rsidRPr="006713DA">
        <w:rPr>
          <w:rStyle w:val="libFootnotenumChar"/>
          <w:rtl/>
        </w:rPr>
        <w:t>(1)</w:t>
      </w:r>
      <w:r>
        <w:rPr>
          <w:rtl/>
        </w:rPr>
        <w:t xml:space="preserve"> وقال : </w:t>
      </w:r>
      <w:r w:rsidRPr="00BB3BDA">
        <w:rPr>
          <w:rStyle w:val="libAlaemChar"/>
          <w:rtl/>
        </w:rPr>
        <w:t>(</w:t>
      </w:r>
      <w:r>
        <w:rPr>
          <w:rtl/>
        </w:rPr>
        <w:t xml:space="preserve"> </w:t>
      </w:r>
      <w:r w:rsidRPr="00BB3BDA">
        <w:rPr>
          <w:rStyle w:val="libAieChar"/>
          <w:rtl/>
        </w:rPr>
        <w:t>وتَمَتْ كَلَمَتُ رَبِكَ الْحُسْنى عَلَى بَني اِسْرَآئيلَ بِمَا صَبَرُوا</w:t>
      </w:r>
      <w:r>
        <w:rPr>
          <w:rtl/>
        </w:rPr>
        <w:t xml:space="preserve"> </w:t>
      </w:r>
      <w:r w:rsidRPr="00BB3BDA">
        <w:rPr>
          <w:rStyle w:val="libAlaemChar"/>
          <w:rtl/>
        </w:rPr>
        <w:t>)</w:t>
      </w:r>
      <w:r>
        <w:rPr>
          <w:rtl/>
        </w:rPr>
        <w:t xml:space="preserve"> </w:t>
      </w:r>
      <w:r w:rsidRPr="006713DA">
        <w:rPr>
          <w:rStyle w:val="libFootnotenumChar"/>
          <w:rtl/>
        </w:rPr>
        <w:t>(2)</w:t>
      </w:r>
      <w:r>
        <w:rPr>
          <w:rtl/>
        </w:rPr>
        <w:t xml:space="preserve"> وقال تعالى : </w:t>
      </w:r>
      <w:r w:rsidRPr="00BB3BDA">
        <w:rPr>
          <w:rStyle w:val="libAlaemChar"/>
          <w:rtl/>
        </w:rPr>
        <w:t>(</w:t>
      </w:r>
      <w:r>
        <w:rPr>
          <w:rtl/>
        </w:rPr>
        <w:t xml:space="preserve"> </w:t>
      </w:r>
      <w:r w:rsidRPr="00BB3BDA">
        <w:rPr>
          <w:rStyle w:val="libAieChar"/>
          <w:rtl/>
        </w:rPr>
        <w:t>وَلَنَجْزينَّ الذينَ صَبَروا اجْرَهُم بِاحْسَنِ مَا كَانُوا يَعْمَلُون</w:t>
      </w:r>
      <w:r>
        <w:rPr>
          <w:rtl/>
        </w:rPr>
        <w:t xml:space="preserve"> </w:t>
      </w:r>
      <w:r w:rsidRPr="00BB3BDA">
        <w:rPr>
          <w:rStyle w:val="libAlaemChar"/>
          <w:rtl/>
        </w:rPr>
        <w:t>)</w:t>
      </w:r>
      <w:r>
        <w:rPr>
          <w:rtl/>
        </w:rPr>
        <w:t xml:space="preserve"> </w:t>
      </w:r>
      <w:r w:rsidRPr="006713DA">
        <w:rPr>
          <w:rStyle w:val="libFootnotenumChar"/>
          <w:rtl/>
        </w:rPr>
        <w:t>(3)</w:t>
      </w:r>
      <w:r>
        <w:rPr>
          <w:rtl/>
        </w:rPr>
        <w:t xml:space="preserve"> وقال : </w:t>
      </w:r>
      <w:r w:rsidRPr="00BB3BDA">
        <w:rPr>
          <w:rStyle w:val="libAlaemChar"/>
          <w:rtl/>
        </w:rPr>
        <w:t>(</w:t>
      </w:r>
      <w:r>
        <w:rPr>
          <w:rtl/>
        </w:rPr>
        <w:t xml:space="preserve"> </w:t>
      </w:r>
      <w:r w:rsidRPr="00BB3BDA">
        <w:rPr>
          <w:rStyle w:val="libAieChar"/>
          <w:rtl/>
        </w:rPr>
        <w:t>اُلئِكَ يُؤْتَوْنَ اَجْرَهُمْ مَرَّتَيْن بِمَا صَبَرُوا</w:t>
      </w:r>
      <w:r>
        <w:rPr>
          <w:rtl/>
        </w:rPr>
        <w:t xml:space="preserve"> </w:t>
      </w:r>
      <w:r w:rsidRPr="00BB3BDA">
        <w:rPr>
          <w:rStyle w:val="libAlaemChar"/>
          <w:rtl/>
        </w:rPr>
        <w:t>)</w:t>
      </w:r>
      <w:r>
        <w:rPr>
          <w:rtl/>
        </w:rPr>
        <w:t xml:space="preserve"> </w:t>
      </w:r>
      <w:r w:rsidRPr="006713DA">
        <w:rPr>
          <w:rStyle w:val="libFootnotenumChar"/>
          <w:rtl/>
        </w:rPr>
        <w:t>(4)</w:t>
      </w:r>
      <w:r>
        <w:rPr>
          <w:rtl/>
        </w:rPr>
        <w:t xml:space="preserve"> وقال : </w:t>
      </w:r>
      <w:r w:rsidRPr="00BB3BDA">
        <w:rPr>
          <w:rStyle w:val="libAlaemChar"/>
          <w:rtl/>
        </w:rPr>
        <w:t>(</w:t>
      </w:r>
      <w:r>
        <w:rPr>
          <w:rtl/>
        </w:rPr>
        <w:t xml:space="preserve"> </w:t>
      </w:r>
      <w:r w:rsidRPr="00BB3BDA">
        <w:rPr>
          <w:rStyle w:val="libAieChar"/>
          <w:rtl/>
        </w:rPr>
        <w:t>انما يوفى الصابرون اجرهم بغير حساب</w:t>
      </w:r>
      <w:r>
        <w:rPr>
          <w:rtl/>
        </w:rPr>
        <w:t xml:space="preserve"> </w:t>
      </w:r>
      <w:r w:rsidRPr="00BB3BDA">
        <w:rPr>
          <w:rStyle w:val="libAlaemChar"/>
          <w:rtl/>
        </w:rPr>
        <w:t>)</w:t>
      </w:r>
      <w:r>
        <w:rPr>
          <w:rtl/>
        </w:rPr>
        <w:t xml:space="preserve"> </w:t>
      </w:r>
      <w:r w:rsidRPr="006713DA">
        <w:rPr>
          <w:rStyle w:val="libFootnotenumChar"/>
          <w:rtl/>
        </w:rPr>
        <w:t>(5)</w:t>
      </w:r>
      <w:r>
        <w:rPr>
          <w:rtl/>
        </w:rPr>
        <w:t>.</w:t>
      </w:r>
    </w:p>
    <w:p w:rsidR="00EE1A1A" w:rsidRDefault="00EE1A1A" w:rsidP="00BB3BDA">
      <w:pPr>
        <w:pStyle w:val="libNormal"/>
        <w:rPr>
          <w:rtl/>
        </w:rPr>
      </w:pPr>
      <w:r>
        <w:rPr>
          <w:rtl/>
        </w:rPr>
        <w:t xml:space="preserve">فما من قربة إلا وأجرها بتقدير وحساب إلا الصبر ، ولأجل كون الصوم من الصبر ، وأنه نصف الصبر </w:t>
      </w:r>
      <w:r w:rsidRPr="006713DA">
        <w:rPr>
          <w:rStyle w:val="libFootnotenumChar"/>
          <w:rtl/>
        </w:rPr>
        <w:t>(6)</w:t>
      </w:r>
      <w:r>
        <w:rPr>
          <w:rtl/>
        </w:rPr>
        <w:t xml:space="preserve"> كان لا يتولى أجره إلا الله ـ تبارك وتعالى ـ كما ورد في الأثر.</w:t>
      </w:r>
    </w:p>
    <w:p w:rsidR="00EE1A1A" w:rsidRDefault="00EE1A1A" w:rsidP="00BB3BDA">
      <w:pPr>
        <w:pStyle w:val="libNormal"/>
        <w:rPr>
          <w:rtl/>
        </w:rPr>
      </w:pPr>
      <w:bookmarkStart w:id="19" w:name="_Toc413069918"/>
      <w:r w:rsidRPr="009C15E0">
        <w:rPr>
          <w:rStyle w:val="Heading2Char"/>
          <w:rtl/>
        </w:rPr>
        <w:t>قال</w:t>
      </w:r>
      <w:bookmarkEnd w:id="19"/>
      <w:r>
        <w:rPr>
          <w:rtl/>
        </w:rPr>
        <w:t xml:space="preserve"> الله تعالى : « الصوم لي ، وأنا اجزي به » </w:t>
      </w:r>
      <w:r w:rsidRPr="006713DA">
        <w:rPr>
          <w:rStyle w:val="libFootnotenumChar"/>
          <w:rtl/>
        </w:rPr>
        <w:t>(7)</w:t>
      </w:r>
      <w:r>
        <w:rPr>
          <w:rtl/>
        </w:rPr>
        <w:t xml:space="preserve"> فأضافه إلى نفسه من بين سائر العبادات ، ووعد الصابرين بأنه معهم ، فقال : </w:t>
      </w:r>
      <w:r w:rsidRPr="00BB3BDA">
        <w:rPr>
          <w:rStyle w:val="libAlaemChar"/>
          <w:rtl/>
        </w:rPr>
        <w:t>(</w:t>
      </w:r>
      <w:r>
        <w:rPr>
          <w:rtl/>
        </w:rPr>
        <w:t xml:space="preserve"> </w:t>
      </w:r>
      <w:r w:rsidRPr="00BB3BDA">
        <w:rPr>
          <w:rStyle w:val="libAieChar"/>
          <w:rtl/>
        </w:rPr>
        <w:t>واصبروا ان الله مع الصابرين</w:t>
      </w:r>
      <w:r>
        <w:rPr>
          <w:rtl/>
        </w:rPr>
        <w:t xml:space="preserve"> </w:t>
      </w:r>
      <w:r w:rsidRPr="00BB3BDA">
        <w:rPr>
          <w:rStyle w:val="libAlaemChar"/>
          <w:rtl/>
        </w:rPr>
        <w:t>)</w:t>
      </w:r>
      <w:r>
        <w:rPr>
          <w:rtl/>
        </w:rPr>
        <w:t xml:space="preserve"> </w:t>
      </w:r>
      <w:r w:rsidRPr="006713DA">
        <w:rPr>
          <w:rStyle w:val="libFootnotenumChar"/>
          <w:rtl/>
        </w:rPr>
        <w:t>(8)</w:t>
      </w:r>
      <w:r>
        <w:rPr>
          <w:rtl/>
        </w:rPr>
        <w:t xml:space="preserve"> وعلق النصرة على الصبر ، فقال : </w:t>
      </w:r>
      <w:r w:rsidRPr="00BB3BDA">
        <w:rPr>
          <w:rStyle w:val="libAlaemChar"/>
          <w:rtl/>
        </w:rPr>
        <w:t>(</w:t>
      </w:r>
      <w:r>
        <w:rPr>
          <w:rtl/>
        </w:rPr>
        <w:t xml:space="preserve"> </w:t>
      </w:r>
      <w:r w:rsidRPr="00BB3BDA">
        <w:rPr>
          <w:rStyle w:val="libAieChar"/>
          <w:rtl/>
        </w:rPr>
        <w:t>بلى إن تصبروا وتتّقوا ويا توكم من فورهم هذا يمددكم ربُكم</w:t>
      </w:r>
      <w:r>
        <w:rPr>
          <w:rtl/>
        </w:rPr>
        <w:t xml:space="preserve"> </w:t>
      </w:r>
    </w:p>
    <w:p w:rsidR="00EE1A1A" w:rsidRDefault="00EE1A1A" w:rsidP="006713DA">
      <w:pPr>
        <w:pStyle w:val="libFootnote0"/>
        <w:rPr>
          <w:rtl/>
        </w:rPr>
      </w:pPr>
      <w:r>
        <w:rPr>
          <w:rtl/>
        </w:rPr>
        <w:t>____________</w:t>
      </w:r>
    </w:p>
    <w:p w:rsidR="00EE1A1A" w:rsidRDefault="00EE1A1A" w:rsidP="006713DA">
      <w:pPr>
        <w:pStyle w:val="libFootnote0"/>
        <w:rPr>
          <w:rtl/>
        </w:rPr>
      </w:pPr>
      <w:r>
        <w:rPr>
          <w:rtl/>
        </w:rPr>
        <w:t>1 ـ السجدة 32 : 24.</w:t>
      </w:r>
    </w:p>
    <w:p w:rsidR="00EE1A1A" w:rsidRDefault="00EE1A1A" w:rsidP="006713DA">
      <w:pPr>
        <w:pStyle w:val="libFootnote0"/>
        <w:rPr>
          <w:rtl/>
        </w:rPr>
      </w:pPr>
      <w:r>
        <w:rPr>
          <w:rtl/>
        </w:rPr>
        <w:t>2 ـ الأعراف 7 : 137.</w:t>
      </w:r>
    </w:p>
    <w:p w:rsidR="00EE1A1A" w:rsidRDefault="00EE1A1A" w:rsidP="006713DA">
      <w:pPr>
        <w:pStyle w:val="libFootnote0"/>
        <w:rPr>
          <w:rtl/>
        </w:rPr>
      </w:pPr>
      <w:r>
        <w:rPr>
          <w:rtl/>
        </w:rPr>
        <w:t>3 ـ النحل 16 : 96.</w:t>
      </w:r>
    </w:p>
    <w:p w:rsidR="00EE1A1A" w:rsidRDefault="00EE1A1A" w:rsidP="006713DA">
      <w:pPr>
        <w:pStyle w:val="libFootnote0"/>
        <w:rPr>
          <w:rtl/>
        </w:rPr>
      </w:pPr>
      <w:r>
        <w:rPr>
          <w:rtl/>
        </w:rPr>
        <w:t>4 ـ القصص 28 : 54.</w:t>
      </w:r>
    </w:p>
    <w:p w:rsidR="00EE1A1A" w:rsidRDefault="00EE1A1A" w:rsidP="006713DA">
      <w:pPr>
        <w:pStyle w:val="libFootnote0"/>
        <w:rPr>
          <w:rtl/>
        </w:rPr>
      </w:pPr>
      <w:r>
        <w:rPr>
          <w:rtl/>
        </w:rPr>
        <w:t>5 ـ الزمر 39 : 10.</w:t>
      </w:r>
    </w:p>
    <w:p w:rsidR="00EE1A1A" w:rsidRDefault="00EE1A1A" w:rsidP="006713DA">
      <w:pPr>
        <w:pStyle w:val="libFootnote0"/>
        <w:rPr>
          <w:rtl/>
        </w:rPr>
      </w:pPr>
      <w:r>
        <w:rPr>
          <w:rtl/>
        </w:rPr>
        <w:t>6 ـ روى ابن ماجة في سننه 1 : 555 / 1745 ، والسيوطي في الجامع الصغير 2 : 122 / 5200 : « الصيام نصف الصبر ».</w:t>
      </w:r>
    </w:p>
    <w:p w:rsidR="00EE1A1A" w:rsidRDefault="00EE1A1A" w:rsidP="006713DA">
      <w:pPr>
        <w:pStyle w:val="libFootnote0"/>
        <w:rPr>
          <w:rtl/>
        </w:rPr>
      </w:pPr>
      <w:r>
        <w:rPr>
          <w:rtl/>
        </w:rPr>
        <w:t>7 ـ رواه الصدوق في الخصال : 45 / 42 ، ومالك في الموطأ 1 : 310 / 58 ، والبخاري في صحيحه 3 : 31 ، وابن ماجة في سننه 2 : 1256 / 3823 ، وقال ابن الاثير في النهاية : 1 : 270 بعد ذكر الحديث : قد أكثر الناس في تأويل هذا الحديث ، وأنه لم خص الصوم والجزاء عليه بنفسه عزوجل ، وإن كانت العبادات كلها له وجزاؤها منه ، وذكروا فيه وجوهاً مدارها كلها على أن الصوم سر بين الله وبين والعبد لا يطّع عليه سواه ، فلا يكون العبد صائماً حقيقة إلا وهو مخلص في الطاعة ، وهذا وإن كان كما قالوا فإن غير الصوم من العبادات يشاركه في سر الطاعة ، كالصلاة على غير طهارة ، أو في ثوب نجس ونحو ذلك من الأسرار المقترنة بالعبادات التي لا يعرفها إلا الله وصاحبها. وأحسن ما سمعت في تأويل هذا الحديث أن جميع العبادات التي يتقرب بها العباد إلى الله عزوجل ـ من صلاة ، وحج ، وصدقة ، واعتكاف ، وتبتل ، ودعاء ، وقربان ، وهدي ، وغير ذلك من أنواع العبادات ـ قد عبد المشركون بها آلهتهم ، وما كانوا يتخذونه من دون الله أنداداً ، ولم يسمع أن طائفة من طوائف المشركين وأرباب النحل في الأزمان والمتقادمة عبدت آلهتها بالصوم ، ولا تقربت إليها به ، ولا عرف الصوم في العبادات إلا من جهة الشرائع ، فلذلك قال الله عزّوجلّ : الصوم لي وأنا أجزي به : أي لم يشاركني أحد فيه ، ولا عبد به غيري ، فأنا حينئذ اجزء به وأتولى الجزاء عليه بنفسي ، لا أكله إلى أحد من ملك مقرب أو غيره على قدر اختصاصه بي.</w:t>
      </w:r>
    </w:p>
    <w:p w:rsidR="00EE1A1A" w:rsidRDefault="00EE1A1A" w:rsidP="006713DA">
      <w:pPr>
        <w:pStyle w:val="libFootnote0"/>
        <w:rPr>
          <w:rtl/>
        </w:rPr>
      </w:pPr>
      <w:r>
        <w:rPr>
          <w:rtl/>
        </w:rPr>
        <w:t xml:space="preserve">8 ـ الأنفال 8 : 46. </w:t>
      </w:r>
    </w:p>
    <w:p w:rsidR="00EE1A1A" w:rsidRDefault="00EE1A1A" w:rsidP="00BB3BDA">
      <w:pPr>
        <w:pStyle w:val="libNormal0"/>
        <w:rPr>
          <w:rtl/>
        </w:rPr>
      </w:pPr>
      <w:r>
        <w:rPr>
          <w:rtl/>
        </w:rPr>
        <w:br w:type="page"/>
      </w:r>
      <w:r w:rsidRPr="00BB3BDA">
        <w:rPr>
          <w:rStyle w:val="libAieChar"/>
          <w:rtl/>
        </w:rPr>
        <w:lastRenderedPageBreak/>
        <w:t>بخمسة آلاف من الملائكة مسومين</w:t>
      </w:r>
      <w:r>
        <w:rPr>
          <w:rtl/>
        </w:rPr>
        <w:t xml:space="preserve"> </w:t>
      </w:r>
      <w:r w:rsidRPr="00BB3BDA">
        <w:rPr>
          <w:rStyle w:val="libAlaemChar"/>
          <w:rtl/>
        </w:rPr>
        <w:t>)</w:t>
      </w:r>
      <w:r>
        <w:rPr>
          <w:rtl/>
        </w:rPr>
        <w:t xml:space="preserve"> </w:t>
      </w:r>
      <w:r w:rsidRPr="006713DA">
        <w:rPr>
          <w:rStyle w:val="libFootnotenumChar"/>
          <w:rtl/>
        </w:rPr>
        <w:t>(1)</w:t>
      </w:r>
      <w:r>
        <w:rPr>
          <w:rtl/>
        </w:rPr>
        <w:t xml:space="preserve">. وجمع للصابرين بين أمور لم يجمعها لغيرهم ، فقال : </w:t>
      </w:r>
      <w:r w:rsidRPr="00BB3BDA">
        <w:rPr>
          <w:rStyle w:val="libAlaemChar"/>
          <w:rtl/>
        </w:rPr>
        <w:t>(</w:t>
      </w:r>
      <w:r>
        <w:rPr>
          <w:rtl/>
        </w:rPr>
        <w:t xml:space="preserve"> </w:t>
      </w:r>
      <w:r w:rsidRPr="00BB3BDA">
        <w:rPr>
          <w:rStyle w:val="libAieChar"/>
          <w:rtl/>
        </w:rPr>
        <w:t>اولئك عليه صلوات من ربهم ورحمة واولئك هم المهتدون</w:t>
      </w:r>
      <w:r>
        <w:rPr>
          <w:rtl/>
        </w:rPr>
        <w:t xml:space="preserve"> </w:t>
      </w:r>
      <w:r w:rsidRPr="00BB3BDA">
        <w:rPr>
          <w:rStyle w:val="libAlaemChar"/>
          <w:rtl/>
        </w:rPr>
        <w:t>)</w:t>
      </w:r>
      <w:r>
        <w:rPr>
          <w:rtl/>
        </w:rPr>
        <w:t xml:space="preserve"> </w:t>
      </w:r>
      <w:r w:rsidRPr="006713DA">
        <w:rPr>
          <w:rStyle w:val="libFootnotenumChar"/>
          <w:rtl/>
        </w:rPr>
        <w:t>(2)</w:t>
      </w:r>
      <w:r>
        <w:rPr>
          <w:rtl/>
        </w:rPr>
        <w:t xml:space="preserve"> فالهدى والصلوات والرحمة مجموعة للصابرين ، واستقصاء جميع الآيات في مقام الصبر يطول.</w:t>
      </w:r>
    </w:p>
    <w:p w:rsidR="00EE1A1A" w:rsidRDefault="00EE1A1A" w:rsidP="00BB3BDA">
      <w:pPr>
        <w:pStyle w:val="libNormal"/>
        <w:rPr>
          <w:rtl/>
        </w:rPr>
      </w:pPr>
      <w:r>
        <w:rPr>
          <w:rtl/>
        </w:rPr>
        <w:t xml:space="preserve">وأما الأخبار فقد قال النبي </w:t>
      </w:r>
      <w:r w:rsidR="00A80F4B" w:rsidRPr="00A80F4B">
        <w:rPr>
          <w:rStyle w:val="libAlaemChar"/>
          <w:rFonts w:hint="cs"/>
          <w:rtl/>
        </w:rPr>
        <w:t>صلى‌الله‌عليه‌وآله</w:t>
      </w:r>
      <w:r>
        <w:rPr>
          <w:rtl/>
        </w:rPr>
        <w:t xml:space="preserve"> : « الصبر نصف الإيمان » </w:t>
      </w:r>
      <w:r w:rsidRPr="006713DA">
        <w:rPr>
          <w:rStyle w:val="libFootnotenumChar"/>
          <w:rtl/>
        </w:rPr>
        <w:t>(3)</w:t>
      </w:r>
      <w:r>
        <w:rPr>
          <w:rtl/>
        </w:rPr>
        <w:t>.</w:t>
      </w:r>
    </w:p>
    <w:p w:rsidR="00EE1A1A" w:rsidRDefault="00EE1A1A" w:rsidP="00BB3BDA">
      <w:pPr>
        <w:pStyle w:val="libNormal"/>
        <w:rPr>
          <w:rtl/>
        </w:rPr>
      </w:pPr>
      <w:bookmarkStart w:id="20" w:name="_Toc413069919"/>
      <w:r w:rsidRPr="00AB0D32">
        <w:rPr>
          <w:rStyle w:val="Heading2Char"/>
          <w:rtl/>
        </w:rPr>
        <w:t>و</w:t>
      </w:r>
      <w:bookmarkEnd w:id="20"/>
      <w:r>
        <w:rPr>
          <w:rtl/>
        </w:rPr>
        <w:t xml:space="preserve">قال </w:t>
      </w:r>
      <w:r w:rsidR="00A80F4B" w:rsidRPr="00A80F4B">
        <w:rPr>
          <w:rStyle w:val="libAlaemChar"/>
          <w:rFonts w:hint="cs"/>
          <w:rtl/>
        </w:rPr>
        <w:t>صلى‌الله‌عليه‌وآله‌وسلم</w:t>
      </w:r>
      <w:r>
        <w:rPr>
          <w:rtl/>
        </w:rPr>
        <w:t xml:space="preserve"> : « من أقل ما اوتيتم اليقين وعزيمة الصبر ، ومن اعطي حظه منهما لم يبال ما فاته من قيام الليل وصيام النهار ، ولئن تصبروا على مثل ما أنتم عليه ، أحب إلي من أن يوافيني كل امرئ منكم بمثل عمل جميعكم ، لكني أخاف ان تفتح عليكم الدنيا بعدي ، فينكر بعضكم بعضاً ، وينكركم أهل السماء عند ذلك ، فمن صبر واحتسب ظفر بكمال ثوابه ، ثم قرأ : </w:t>
      </w:r>
      <w:r w:rsidRPr="00BB3BDA">
        <w:rPr>
          <w:rStyle w:val="libAlaemChar"/>
          <w:rtl/>
        </w:rPr>
        <w:t>(</w:t>
      </w:r>
      <w:r>
        <w:rPr>
          <w:rtl/>
        </w:rPr>
        <w:t xml:space="preserve"> </w:t>
      </w:r>
      <w:r w:rsidRPr="00BB3BDA">
        <w:rPr>
          <w:rStyle w:val="libAieChar"/>
          <w:rtl/>
        </w:rPr>
        <w:t>ما عندكم ينفد وما عند الله باق ولنجزين الذين صبروا</w:t>
      </w:r>
      <w:r>
        <w:rPr>
          <w:rtl/>
        </w:rPr>
        <w:t xml:space="preserve"> </w:t>
      </w:r>
      <w:r w:rsidRPr="00BB3BDA">
        <w:rPr>
          <w:rStyle w:val="libAlaemChar"/>
          <w:rtl/>
        </w:rPr>
        <w:t>)</w:t>
      </w:r>
      <w:r w:rsidRPr="006713DA">
        <w:rPr>
          <w:rStyle w:val="libFootnotenumChar"/>
          <w:rFonts w:hint="cs"/>
          <w:rtl/>
        </w:rPr>
        <w:t xml:space="preserve"> </w:t>
      </w:r>
      <w:r w:rsidRPr="006713DA">
        <w:rPr>
          <w:rStyle w:val="libFootnotenumChar"/>
          <w:rtl/>
        </w:rPr>
        <w:t>(</w:t>
      </w:r>
      <w:r w:rsidRPr="006713DA">
        <w:rPr>
          <w:rStyle w:val="libFootnotenumChar"/>
          <w:rFonts w:hint="cs"/>
          <w:rtl/>
        </w:rPr>
        <w:t>4</w:t>
      </w:r>
      <w:r w:rsidRPr="006713DA">
        <w:rPr>
          <w:rStyle w:val="libFootnotenumChar"/>
          <w:rtl/>
        </w:rPr>
        <w:t>)</w:t>
      </w:r>
      <w:r w:rsidRPr="006713DA">
        <w:rPr>
          <w:rStyle w:val="libFootnotenumChar"/>
          <w:rFonts w:hint="cs"/>
          <w:rtl/>
        </w:rPr>
        <w:t xml:space="preserve"> </w:t>
      </w:r>
      <w:r>
        <w:rPr>
          <w:rtl/>
        </w:rPr>
        <w:t xml:space="preserve">الآية » </w:t>
      </w:r>
      <w:r w:rsidRPr="006713DA">
        <w:rPr>
          <w:rStyle w:val="libFootnotenumChar"/>
          <w:rtl/>
        </w:rPr>
        <w:t>(5)</w:t>
      </w:r>
      <w:r>
        <w:rPr>
          <w:rtl/>
        </w:rPr>
        <w:t>.</w:t>
      </w:r>
    </w:p>
    <w:p w:rsidR="00EE1A1A" w:rsidRDefault="00EE1A1A" w:rsidP="00BB3BDA">
      <w:pPr>
        <w:pStyle w:val="libNormal"/>
        <w:rPr>
          <w:rtl/>
        </w:rPr>
      </w:pPr>
      <w:r>
        <w:rPr>
          <w:rtl/>
        </w:rPr>
        <w:t xml:space="preserve">وروى جابر : أنه </w:t>
      </w:r>
      <w:r w:rsidR="00A80F4B" w:rsidRPr="00A80F4B">
        <w:rPr>
          <w:rStyle w:val="libAlaemChar"/>
          <w:rFonts w:hint="cs"/>
          <w:rtl/>
        </w:rPr>
        <w:t>صلى‌الله‌عليه‌وآله</w:t>
      </w:r>
      <w:r>
        <w:rPr>
          <w:rtl/>
        </w:rPr>
        <w:t xml:space="preserve"> سئل عن الإيمان ، فقال : « الصبر كنز من كنوز الجنة » ، وسئل مرة؟ ما الايمان ، فقال : « الصبر » </w:t>
      </w:r>
      <w:r w:rsidRPr="006713DA">
        <w:rPr>
          <w:rStyle w:val="libFootnotenumChar"/>
          <w:rtl/>
        </w:rPr>
        <w:t>(6)</w:t>
      </w:r>
      <w:r>
        <w:rPr>
          <w:rtl/>
        </w:rPr>
        <w:t xml:space="preserve"> وهذا نظير قوله </w:t>
      </w:r>
      <w:r w:rsidR="00A80F4B" w:rsidRPr="00A80F4B">
        <w:rPr>
          <w:rStyle w:val="libAlaemChar"/>
          <w:rFonts w:hint="cs"/>
          <w:rtl/>
        </w:rPr>
        <w:t>عليه‌السلام</w:t>
      </w:r>
      <w:r>
        <w:rPr>
          <w:rtl/>
        </w:rPr>
        <w:t xml:space="preserve"> : « الحج عرفة » </w:t>
      </w:r>
      <w:r w:rsidRPr="006713DA">
        <w:rPr>
          <w:rStyle w:val="libFootnotenumChar"/>
          <w:rtl/>
        </w:rPr>
        <w:t>(7)</w:t>
      </w:r>
      <w:r>
        <w:rPr>
          <w:rtl/>
        </w:rPr>
        <w:t>.</w:t>
      </w:r>
    </w:p>
    <w:p w:rsidR="00EE1A1A" w:rsidRDefault="00EE1A1A" w:rsidP="00BB3BDA">
      <w:pPr>
        <w:pStyle w:val="libNormal"/>
        <w:rPr>
          <w:rtl/>
        </w:rPr>
      </w:pPr>
      <w:r>
        <w:rPr>
          <w:rtl/>
        </w:rPr>
        <w:t xml:space="preserve">وقال </w:t>
      </w:r>
      <w:r w:rsidR="00A80F4B" w:rsidRPr="00A80F4B">
        <w:rPr>
          <w:rStyle w:val="libAlaemChar"/>
          <w:rFonts w:hint="cs"/>
          <w:rtl/>
        </w:rPr>
        <w:t>صلى‌الله‌عليه‌وآله‌وسلم</w:t>
      </w:r>
      <w:r>
        <w:rPr>
          <w:rtl/>
        </w:rPr>
        <w:t xml:space="preserve"> : « أفضل الاعمال ما اكرهت عليه النفوس » </w:t>
      </w:r>
      <w:r w:rsidRPr="006713DA">
        <w:rPr>
          <w:rStyle w:val="libFootnotenumChar"/>
          <w:rtl/>
        </w:rPr>
        <w:t>(8)</w:t>
      </w:r>
      <w:r>
        <w:rPr>
          <w:rtl/>
        </w:rPr>
        <w:t>.</w:t>
      </w:r>
    </w:p>
    <w:p w:rsidR="00EE1A1A" w:rsidRDefault="00EE1A1A" w:rsidP="00BB3BDA">
      <w:pPr>
        <w:pStyle w:val="libNormal"/>
        <w:rPr>
          <w:rtl/>
        </w:rPr>
      </w:pPr>
      <w:r>
        <w:rPr>
          <w:rtl/>
        </w:rPr>
        <w:t xml:space="preserve">وقيل : أوحى الله تعالى إلى داود </w:t>
      </w:r>
      <w:r w:rsidR="00A80F4B" w:rsidRPr="00A80F4B">
        <w:rPr>
          <w:rStyle w:val="libAlaemChar"/>
          <w:rFonts w:hint="cs"/>
          <w:rtl/>
        </w:rPr>
        <w:t>عليه‌السلام</w:t>
      </w:r>
      <w:r>
        <w:rPr>
          <w:rtl/>
        </w:rPr>
        <w:t xml:space="preserve"> : « تخلق باخلاقي ، وإن من أخلاقي الصبر » </w:t>
      </w:r>
      <w:r w:rsidRPr="006713DA">
        <w:rPr>
          <w:rStyle w:val="libFootnotenumChar"/>
          <w:rtl/>
        </w:rPr>
        <w:t>(9)</w:t>
      </w:r>
      <w:r>
        <w:rPr>
          <w:rtl/>
        </w:rPr>
        <w:t xml:space="preserve">. </w:t>
      </w:r>
    </w:p>
    <w:p w:rsidR="00EE1A1A" w:rsidRDefault="00EE1A1A" w:rsidP="006713DA">
      <w:pPr>
        <w:pStyle w:val="libLine"/>
        <w:rPr>
          <w:rtl/>
        </w:rPr>
      </w:pPr>
      <w:r>
        <w:rPr>
          <w:rtl/>
        </w:rPr>
        <w:t>__________________</w:t>
      </w:r>
    </w:p>
    <w:p w:rsidR="00EE1A1A" w:rsidRDefault="00EE1A1A" w:rsidP="006713DA">
      <w:pPr>
        <w:pStyle w:val="libFootnote0"/>
        <w:rPr>
          <w:rtl/>
        </w:rPr>
      </w:pPr>
      <w:r>
        <w:rPr>
          <w:rtl/>
        </w:rPr>
        <w:t>1 ـ آل عمران 3 : 125.</w:t>
      </w:r>
    </w:p>
    <w:p w:rsidR="00EE1A1A" w:rsidRDefault="00EE1A1A" w:rsidP="006713DA">
      <w:pPr>
        <w:pStyle w:val="libFootnote0"/>
        <w:rPr>
          <w:rtl/>
        </w:rPr>
      </w:pPr>
      <w:r>
        <w:rPr>
          <w:rtl/>
        </w:rPr>
        <w:t>2 ـ البقرة : 2 : 157.</w:t>
      </w:r>
    </w:p>
    <w:p w:rsidR="00EE1A1A" w:rsidRDefault="00EE1A1A" w:rsidP="006713DA">
      <w:pPr>
        <w:pStyle w:val="libFootnote0"/>
        <w:rPr>
          <w:rtl/>
        </w:rPr>
      </w:pPr>
      <w:r>
        <w:rPr>
          <w:rtl/>
        </w:rPr>
        <w:t>3 ـ شهاب الأخبار : 55 / 132 ، شرح نهج البلاغة لابن الحديد 1 : 319 ، الجامع الصغير 2 : 113 / 5130 ، الترغيب والترهيب 4 : 277 / 5 ، المستدرك على الصحيحين 2 : 446 ، الدر المنثور 1 : 66 ، إرشاد القلوب : 127.</w:t>
      </w:r>
    </w:p>
    <w:p w:rsidR="00EE1A1A" w:rsidRDefault="00EE1A1A" w:rsidP="006713DA">
      <w:pPr>
        <w:pStyle w:val="libFootnote0"/>
        <w:rPr>
          <w:rtl/>
        </w:rPr>
      </w:pPr>
      <w:r>
        <w:rPr>
          <w:rtl/>
        </w:rPr>
        <w:t>4 ـ النحل 16 : 96.</w:t>
      </w:r>
    </w:p>
    <w:p w:rsidR="00EE1A1A" w:rsidRDefault="00EE1A1A" w:rsidP="006713DA">
      <w:pPr>
        <w:pStyle w:val="libFootnote0"/>
        <w:rPr>
          <w:rtl/>
        </w:rPr>
      </w:pPr>
      <w:r>
        <w:rPr>
          <w:rtl/>
        </w:rPr>
        <w:t>5 ـ أخرجه الفيض الكاشاني في المحجة البيضاء 7 : 106.</w:t>
      </w:r>
    </w:p>
    <w:p w:rsidR="00EE1A1A" w:rsidRDefault="00EE1A1A" w:rsidP="006713DA">
      <w:pPr>
        <w:pStyle w:val="libFootnote0"/>
        <w:rPr>
          <w:rtl/>
        </w:rPr>
      </w:pPr>
      <w:r>
        <w:rPr>
          <w:rtl/>
        </w:rPr>
        <w:t>6 ـ المحجة البيضاء 7 : 107.</w:t>
      </w:r>
    </w:p>
    <w:p w:rsidR="00EE1A1A" w:rsidRDefault="00EE1A1A" w:rsidP="006713DA">
      <w:pPr>
        <w:pStyle w:val="libFootnote0"/>
        <w:rPr>
          <w:rtl/>
        </w:rPr>
      </w:pPr>
      <w:r>
        <w:rPr>
          <w:rtl/>
        </w:rPr>
        <w:t>7 ـ مسند أحمد 4 : 309 ، 310 ، 335 ، سنن ابن ماجة 2 : 1003 / 3015 ، سنن الدارمي 2 : 59 ، سنن الترمذي 4 : 282 / 4058 ، وسنن النسائي 5 : 256 ، المستدرك على الصحيحين 1 : 464.</w:t>
      </w:r>
    </w:p>
    <w:p w:rsidR="00EE1A1A" w:rsidRDefault="00EE1A1A" w:rsidP="006713DA">
      <w:pPr>
        <w:pStyle w:val="libFootnote0"/>
        <w:rPr>
          <w:rtl/>
        </w:rPr>
      </w:pPr>
      <w:r>
        <w:rPr>
          <w:rtl/>
        </w:rPr>
        <w:t xml:space="preserve">8 ـ رواه الشيخ ورام في تنبيه الخواطر عن علي </w:t>
      </w:r>
      <w:r w:rsidR="00A80F4B" w:rsidRPr="00A80F4B">
        <w:rPr>
          <w:rStyle w:val="libAlaemChar"/>
          <w:rFonts w:hint="cs"/>
          <w:rtl/>
        </w:rPr>
        <w:t>عليه‌السلام</w:t>
      </w:r>
      <w:r>
        <w:rPr>
          <w:rtl/>
        </w:rPr>
        <w:t xml:space="preserve"> 1 : 63 باختلاف يسير.</w:t>
      </w:r>
    </w:p>
    <w:p w:rsidR="00EE1A1A" w:rsidRDefault="00EE1A1A" w:rsidP="006713DA">
      <w:pPr>
        <w:pStyle w:val="libFootnote0"/>
        <w:rPr>
          <w:rtl/>
        </w:rPr>
      </w:pPr>
      <w:r>
        <w:rPr>
          <w:rtl/>
        </w:rPr>
        <w:t xml:space="preserve">9 ـ إرشاد القلوب : 137 ، المحجة البيضاء 7 : 207 باختلاف في الفاظه. </w:t>
      </w:r>
    </w:p>
    <w:p w:rsidR="00EE1A1A" w:rsidRDefault="00EE1A1A" w:rsidP="00BB3BDA">
      <w:pPr>
        <w:pStyle w:val="libNormal"/>
        <w:rPr>
          <w:rtl/>
        </w:rPr>
      </w:pPr>
      <w:r>
        <w:rPr>
          <w:rtl/>
        </w:rPr>
        <w:br w:type="page"/>
      </w:r>
      <w:r>
        <w:rPr>
          <w:rtl/>
        </w:rPr>
        <w:lastRenderedPageBreak/>
        <w:t xml:space="preserve">وعن ابن عباس </w:t>
      </w:r>
      <w:r w:rsidR="00A80F4B" w:rsidRPr="00A80F4B">
        <w:rPr>
          <w:rStyle w:val="libAlaemChar"/>
          <w:rFonts w:hint="cs"/>
          <w:rtl/>
        </w:rPr>
        <w:t>رضي‌الله‌عنه</w:t>
      </w:r>
      <w:r>
        <w:rPr>
          <w:rtl/>
        </w:rPr>
        <w:t xml:space="preserve"> لما دخل رسول الله </w:t>
      </w:r>
      <w:r w:rsidR="00A80F4B" w:rsidRPr="00A80F4B">
        <w:rPr>
          <w:rStyle w:val="libAlaemChar"/>
          <w:rFonts w:hint="cs"/>
          <w:rtl/>
        </w:rPr>
        <w:t>صلى‌الله‌عليه‌وآله</w:t>
      </w:r>
      <w:r>
        <w:rPr>
          <w:rtl/>
        </w:rPr>
        <w:t xml:space="preserve"> على الأنصار ، فقال : « أمؤمنون أنتم؟ » فسكتوا ، فقال رجل : نعم ، يا رسول الله. فقال : « وما علامة إيمانكم؟ » قالوا : نشكر على الرخاء ، ونصبر على البلاء ، ونرضى بالقضاء ، فقال : « مؤمنون ورب الكعبة » </w:t>
      </w:r>
      <w:r w:rsidRPr="006713DA">
        <w:rPr>
          <w:rStyle w:val="libFootnotenumChar"/>
          <w:rtl/>
        </w:rPr>
        <w:t>(1)</w:t>
      </w:r>
      <w:r>
        <w:rPr>
          <w:rtl/>
        </w:rPr>
        <w:t>.</w:t>
      </w:r>
    </w:p>
    <w:p w:rsidR="00EE1A1A" w:rsidRDefault="00EE1A1A" w:rsidP="00BB3BDA">
      <w:pPr>
        <w:pStyle w:val="libNormal"/>
        <w:rPr>
          <w:rtl/>
        </w:rPr>
      </w:pPr>
      <w:r>
        <w:rPr>
          <w:rtl/>
        </w:rPr>
        <w:t xml:space="preserve">وقال </w:t>
      </w:r>
      <w:r w:rsidR="00A80F4B" w:rsidRPr="00A80F4B">
        <w:rPr>
          <w:rStyle w:val="libAlaemChar"/>
          <w:rFonts w:hint="cs"/>
          <w:rtl/>
        </w:rPr>
        <w:t>صلى‌الله‌عليه‌وآله‌وسلم</w:t>
      </w:r>
      <w:r>
        <w:rPr>
          <w:rtl/>
        </w:rPr>
        <w:t xml:space="preserve"> : « في الصبر على ما يكره خير كثير » </w:t>
      </w:r>
      <w:r w:rsidRPr="006713DA">
        <w:rPr>
          <w:rStyle w:val="libFootnotenumChar"/>
          <w:rtl/>
        </w:rPr>
        <w:t>(2)</w:t>
      </w:r>
      <w:r>
        <w:rPr>
          <w:rtl/>
        </w:rPr>
        <w:t>.</w:t>
      </w:r>
    </w:p>
    <w:p w:rsidR="00EE1A1A" w:rsidRDefault="00EE1A1A" w:rsidP="00BB3BDA">
      <w:pPr>
        <w:pStyle w:val="libNormal"/>
        <w:rPr>
          <w:rtl/>
        </w:rPr>
      </w:pPr>
      <w:r>
        <w:rPr>
          <w:rtl/>
        </w:rPr>
        <w:t xml:space="preserve">وقال المسيح </w:t>
      </w:r>
      <w:r w:rsidR="00A80F4B" w:rsidRPr="00A80F4B">
        <w:rPr>
          <w:rStyle w:val="libAlaemChar"/>
          <w:rFonts w:hint="cs"/>
          <w:rtl/>
        </w:rPr>
        <w:t>عليه‌السلام</w:t>
      </w:r>
      <w:r>
        <w:rPr>
          <w:rtl/>
        </w:rPr>
        <w:t xml:space="preserve"> : « إنكم لا تدركون ما تحبون ، إلا بصبركم على ما تكرهون ».</w:t>
      </w:r>
    </w:p>
    <w:p w:rsidR="00EE1A1A" w:rsidRDefault="00EE1A1A" w:rsidP="00BB3BDA">
      <w:pPr>
        <w:pStyle w:val="libNormal"/>
        <w:rPr>
          <w:rtl/>
        </w:rPr>
      </w:pPr>
      <w:r>
        <w:rPr>
          <w:rtl/>
        </w:rPr>
        <w:t xml:space="preserve">وقال </w:t>
      </w:r>
      <w:r w:rsidR="00A80F4B" w:rsidRPr="00A80F4B">
        <w:rPr>
          <w:rStyle w:val="libAlaemChar"/>
          <w:rFonts w:hint="cs"/>
          <w:rtl/>
        </w:rPr>
        <w:t>صلى‌الله‌عليه‌وآله‌وسلم</w:t>
      </w:r>
      <w:r>
        <w:rPr>
          <w:rtl/>
        </w:rPr>
        <w:t xml:space="preserve"> : « لو كان الصبر رجلا لكان كريماً » </w:t>
      </w:r>
      <w:r w:rsidRPr="006713DA">
        <w:rPr>
          <w:rStyle w:val="libFootnotenumChar"/>
          <w:rtl/>
        </w:rPr>
        <w:t>(3)</w:t>
      </w:r>
      <w:r>
        <w:rPr>
          <w:rtl/>
        </w:rPr>
        <w:t>.</w:t>
      </w:r>
    </w:p>
    <w:p w:rsidR="00EE1A1A" w:rsidRDefault="00EE1A1A" w:rsidP="00BB3BDA">
      <w:pPr>
        <w:pStyle w:val="libNormal"/>
        <w:rPr>
          <w:rtl/>
        </w:rPr>
      </w:pPr>
      <w:r>
        <w:rPr>
          <w:rtl/>
        </w:rPr>
        <w:t xml:space="preserve">وقال علي </w:t>
      </w:r>
      <w:r w:rsidR="00A80F4B" w:rsidRPr="00A80F4B">
        <w:rPr>
          <w:rStyle w:val="libAlaemChar"/>
          <w:rFonts w:hint="cs"/>
          <w:rtl/>
        </w:rPr>
        <w:t>عليه‌السلام</w:t>
      </w:r>
      <w:r>
        <w:rPr>
          <w:rtl/>
        </w:rPr>
        <w:t xml:space="preserve"> : « بني الإيمان على أربع دعائم : اليقين ، والصبر ، والجهاد ، والعدل » </w:t>
      </w:r>
      <w:r w:rsidRPr="006713DA">
        <w:rPr>
          <w:rStyle w:val="libFootnotenumChar"/>
          <w:rtl/>
        </w:rPr>
        <w:t>(4)</w:t>
      </w:r>
      <w:r>
        <w:rPr>
          <w:rtl/>
        </w:rPr>
        <w:t>.</w:t>
      </w:r>
    </w:p>
    <w:p w:rsidR="00EE1A1A" w:rsidRDefault="00EE1A1A" w:rsidP="00BB3BDA">
      <w:pPr>
        <w:pStyle w:val="libNormal"/>
        <w:rPr>
          <w:rtl/>
        </w:rPr>
      </w:pPr>
      <w:r>
        <w:rPr>
          <w:rtl/>
        </w:rPr>
        <w:t xml:space="preserve">وقال أيضاً : « الصبر من الإيمان بمنزلة الرأس من الجسد ، ولا جسد لمن لا رأس له ، ولا ايمان لمن لا صبر له » </w:t>
      </w:r>
      <w:r w:rsidRPr="006713DA">
        <w:rPr>
          <w:rStyle w:val="libFootnotenumChar"/>
          <w:rtl/>
        </w:rPr>
        <w:t>(5)</w:t>
      </w:r>
      <w:r>
        <w:rPr>
          <w:rtl/>
        </w:rPr>
        <w:t>.</w:t>
      </w:r>
    </w:p>
    <w:p w:rsidR="00EE1A1A" w:rsidRDefault="00EE1A1A" w:rsidP="00BB3BDA">
      <w:pPr>
        <w:pStyle w:val="libNormal"/>
        <w:rPr>
          <w:rtl/>
        </w:rPr>
      </w:pPr>
      <w:r>
        <w:rPr>
          <w:rtl/>
        </w:rPr>
        <w:t xml:space="preserve">وقال علي </w:t>
      </w:r>
      <w:r w:rsidR="00A80F4B" w:rsidRPr="00A80F4B">
        <w:rPr>
          <w:rStyle w:val="libAlaemChar"/>
          <w:rFonts w:hint="cs"/>
          <w:rtl/>
        </w:rPr>
        <w:t>عليه‌السلام</w:t>
      </w:r>
      <w:r>
        <w:rPr>
          <w:rtl/>
        </w:rPr>
        <w:t xml:space="preserve"> :« عليكم بالصبر ، فإنه به يأخذ الحازم ، وإليه يعود الجازع</w:t>
      </w:r>
      <w:r>
        <w:rPr>
          <w:rFonts w:hint="cs"/>
          <w:rtl/>
        </w:rPr>
        <w:t xml:space="preserve"> </w:t>
      </w:r>
      <w:r>
        <w:rPr>
          <w:rtl/>
        </w:rPr>
        <w:t>».</w:t>
      </w:r>
    </w:p>
    <w:p w:rsidR="00EE1A1A" w:rsidRDefault="00EE1A1A" w:rsidP="00BB3BDA">
      <w:pPr>
        <w:pStyle w:val="libNormal"/>
        <w:rPr>
          <w:rtl/>
        </w:rPr>
      </w:pPr>
      <w:r>
        <w:rPr>
          <w:rtl/>
        </w:rPr>
        <w:t xml:space="preserve">وقال علي </w:t>
      </w:r>
      <w:r w:rsidR="00A80F4B" w:rsidRPr="00A80F4B">
        <w:rPr>
          <w:rStyle w:val="libAlaemChar"/>
          <w:rFonts w:hint="cs"/>
          <w:rtl/>
        </w:rPr>
        <w:t>عليه‌السلام</w:t>
      </w:r>
      <w:r>
        <w:rPr>
          <w:rtl/>
        </w:rPr>
        <w:t xml:space="preserve"> : « إن صبرت جرت عليك المقادير وأنت مأجور ، وإن جزعت جرت عليك المقادير وأنت مأزور » </w:t>
      </w:r>
      <w:r w:rsidRPr="006713DA">
        <w:rPr>
          <w:rStyle w:val="libFootnotenumChar"/>
          <w:rtl/>
        </w:rPr>
        <w:t>(6)</w:t>
      </w:r>
      <w:r>
        <w:rPr>
          <w:rtl/>
        </w:rPr>
        <w:t>.</w:t>
      </w:r>
    </w:p>
    <w:p w:rsidR="00EE1A1A" w:rsidRDefault="00EE1A1A" w:rsidP="00BB3BDA">
      <w:pPr>
        <w:pStyle w:val="libNormal"/>
        <w:rPr>
          <w:rtl/>
        </w:rPr>
      </w:pPr>
      <w:r>
        <w:rPr>
          <w:rtl/>
        </w:rPr>
        <w:t xml:space="preserve">وعن الحسن بن علي </w:t>
      </w:r>
      <w:r w:rsidR="00A80F4B" w:rsidRPr="00A80F4B">
        <w:rPr>
          <w:rStyle w:val="libAlaemChar"/>
          <w:rFonts w:hint="cs"/>
          <w:rtl/>
        </w:rPr>
        <w:t>عليهما‌السلام</w:t>
      </w:r>
      <w:r>
        <w:rPr>
          <w:rtl/>
        </w:rPr>
        <w:t xml:space="preserve"> ، عن النبي </w:t>
      </w:r>
      <w:r w:rsidR="00A80F4B" w:rsidRPr="00A80F4B">
        <w:rPr>
          <w:rStyle w:val="libAlaemChar"/>
          <w:rFonts w:hint="cs"/>
          <w:rtl/>
        </w:rPr>
        <w:t>صلى‌الله‌عليه‌وآله‌وسلم</w:t>
      </w:r>
      <w:r>
        <w:rPr>
          <w:rtl/>
        </w:rPr>
        <w:t xml:space="preserve"> ، قال : « إن في الجنة شجرة يقال لها : شجرة البلوى ، يؤتى بأهل البلاء يوم القيامة ، فلا يرفع لهم ديوان ، ولا ينصب لهم ميزان ، يصب عليهم الأجر صباً ، وقرأ </w:t>
      </w:r>
      <w:r w:rsidR="00A80F4B" w:rsidRPr="00A80F4B">
        <w:rPr>
          <w:rStyle w:val="libAlaemChar"/>
          <w:rFonts w:hint="cs"/>
          <w:rtl/>
        </w:rPr>
        <w:t>عليه‌السلام</w:t>
      </w:r>
      <w:r>
        <w:rPr>
          <w:rtl/>
        </w:rPr>
        <w:t xml:space="preserve"> : </w:t>
      </w:r>
      <w:r w:rsidRPr="00BB3BDA">
        <w:rPr>
          <w:rStyle w:val="libAlaemChar"/>
          <w:rtl/>
        </w:rPr>
        <w:t>(</w:t>
      </w:r>
      <w:r>
        <w:rPr>
          <w:rtl/>
        </w:rPr>
        <w:t xml:space="preserve"> </w:t>
      </w:r>
      <w:r w:rsidRPr="00BB3BDA">
        <w:rPr>
          <w:rStyle w:val="libAieChar"/>
          <w:rtl/>
        </w:rPr>
        <w:t>انما يوفى الصابرون اجرهم بغير حساب</w:t>
      </w:r>
      <w:r>
        <w:rPr>
          <w:rtl/>
        </w:rPr>
        <w:t xml:space="preserve"> </w:t>
      </w:r>
      <w:r w:rsidRPr="00BB3BDA">
        <w:rPr>
          <w:rStyle w:val="libAlaemChar"/>
          <w:rtl/>
        </w:rPr>
        <w:t>)</w:t>
      </w:r>
      <w:r>
        <w:rPr>
          <w:rtl/>
        </w:rPr>
        <w:t xml:space="preserve"> </w:t>
      </w:r>
      <w:r w:rsidRPr="006713DA">
        <w:rPr>
          <w:rStyle w:val="libFootnotenumChar"/>
          <w:rtl/>
        </w:rPr>
        <w:t>(7)</w:t>
      </w:r>
      <w:r>
        <w:rPr>
          <w:rtl/>
        </w:rPr>
        <w:t xml:space="preserve"> » </w:t>
      </w:r>
      <w:r w:rsidRPr="006713DA">
        <w:rPr>
          <w:rStyle w:val="libFootnotenumChar"/>
          <w:rtl/>
        </w:rPr>
        <w:t>(8)</w:t>
      </w:r>
      <w:r>
        <w:rPr>
          <w:rtl/>
        </w:rPr>
        <w:t xml:space="preserve">. </w:t>
      </w:r>
    </w:p>
    <w:p w:rsidR="00EE1A1A" w:rsidRDefault="00EE1A1A" w:rsidP="006713DA">
      <w:pPr>
        <w:pStyle w:val="libLine"/>
        <w:rPr>
          <w:rtl/>
        </w:rPr>
      </w:pPr>
      <w:r>
        <w:rPr>
          <w:rtl/>
        </w:rPr>
        <w:t>__________________</w:t>
      </w:r>
    </w:p>
    <w:p w:rsidR="00EE1A1A" w:rsidRDefault="00EE1A1A" w:rsidP="006713DA">
      <w:pPr>
        <w:pStyle w:val="libFootnote0"/>
        <w:rPr>
          <w:rtl/>
        </w:rPr>
      </w:pPr>
      <w:r>
        <w:rPr>
          <w:rtl/>
        </w:rPr>
        <w:t>1 ـ المحجة البيضاء 7 : 107 ، ورواه باختلاف في ألفاظه محمد بن همام في التمحيص : 61 / 137.</w:t>
      </w:r>
    </w:p>
    <w:p w:rsidR="00EE1A1A" w:rsidRDefault="00EE1A1A" w:rsidP="006713DA">
      <w:pPr>
        <w:pStyle w:val="libFootnote0"/>
        <w:rPr>
          <w:rtl/>
        </w:rPr>
      </w:pPr>
      <w:r>
        <w:rPr>
          <w:rtl/>
        </w:rPr>
        <w:t>2 ـ مشكاة الأنوار : 20 ، والمحجة البيضاء 7 : 107.</w:t>
      </w:r>
    </w:p>
    <w:p w:rsidR="00EE1A1A" w:rsidRDefault="00EE1A1A" w:rsidP="006713DA">
      <w:pPr>
        <w:pStyle w:val="libFootnote0"/>
        <w:rPr>
          <w:rtl/>
        </w:rPr>
      </w:pPr>
      <w:r>
        <w:rPr>
          <w:rtl/>
        </w:rPr>
        <w:t>3 ـ تنبيه الخواطر 1 : 40 ، الجامع الصغير 2 : 434 / 7461 ، منتخب كنز العمال 1 : 208.</w:t>
      </w:r>
    </w:p>
    <w:p w:rsidR="00EE1A1A" w:rsidRDefault="00EE1A1A" w:rsidP="006713DA">
      <w:pPr>
        <w:pStyle w:val="libFootnote0"/>
        <w:rPr>
          <w:rtl/>
        </w:rPr>
      </w:pPr>
      <w:r>
        <w:rPr>
          <w:rtl/>
        </w:rPr>
        <w:t>4 ـ نهج البلاغة 3 : 157 / 30 باختلاف في ألفاظه.</w:t>
      </w:r>
    </w:p>
    <w:p w:rsidR="00EE1A1A" w:rsidRDefault="00EE1A1A" w:rsidP="006713DA">
      <w:pPr>
        <w:pStyle w:val="libFootnote0"/>
        <w:rPr>
          <w:rtl/>
        </w:rPr>
      </w:pPr>
      <w:r>
        <w:rPr>
          <w:rtl/>
        </w:rPr>
        <w:t>5 ـ نهج البلاغة 3 : 168 / 82 ، الكافي 2 : 72 / 4 و 5 ، جامع الأخبار : 135 باختلاف يسير ، وروي باختلاف في ألفاظه في التمحيص : 64 / 148 ومشكاة الأنوار : 21.</w:t>
      </w:r>
    </w:p>
    <w:p w:rsidR="00EE1A1A" w:rsidRDefault="00EE1A1A" w:rsidP="006713DA">
      <w:pPr>
        <w:pStyle w:val="libFootnote0"/>
        <w:rPr>
          <w:rtl/>
        </w:rPr>
      </w:pPr>
      <w:r>
        <w:rPr>
          <w:rtl/>
        </w:rPr>
        <w:t>6 ـ نهج البلاغة 3 : 224 / 291 ، جامع الأخبار : 136.</w:t>
      </w:r>
    </w:p>
    <w:p w:rsidR="00EE1A1A" w:rsidRDefault="00EE1A1A" w:rsidP="006713DA">
      <w:pPr>
        <w:pStyle w:val="libFootnote0"/>
        <w:rPr>
          <w:rtl/>
        </w:rPr>
      </w:pPr>
      <w:r>
        <w:rPr>
          <w:rtl/>
        </w:rPr>
        <w:t>7 ـ الزمر 39 : 10.</w:t>
      </w:r>
    </w:p>
    <w:p w:rsidR="00EE1A1A" w:rsidRDefault="00EE1A1A" w:rsidP="006713DA">
      <w:pPr>
        <w:pStyle w:val="libFootnote0"/>
        <w:rPr>
          <w:rtl/>
        </w:rPr>
      </w:pPr>
      <w:r>
        <w:rPr>
          <w:rtl/>
        </w:rPr>
        <w:t xml:space="preserve">8 ـ الدر المنثور 5 : 323. </w:t>
      </w:r>
    </w:p>
    <w:p w:rsidR="00EE1A1A" w:rsidRDefault="00EE1A1A" w:rsidP="00BB3BDA">
      <w:pPr>
        <w:pStyle w:val="libNormal"/>
        <w:rPr>
          <w:rtl/>
        </w:rPr>
      </w:pPr>
      <w:r>
        <w:rPr>
          <w:rtl/>
        </w:rPr>
        <w:br w:type="page"/>
      </w:r>
      <w:r>
        <w:rPr>
          <w:rtl/>
        </w:rPr>
        <w:lastRenderedPageBreak/>
        <w:t xml:space="preserve">وعنه </w:t>
      </w:r>
      <w:r w:rsidR="00A80F4B" w:rsidRPr="00A80F4B">
        <w:rPr>
          <w:rStyle w:val="libAlaemChar"/>
          <w:rFonts w:hint="cs"/>
          <w:rtl/>
        </w:rPr>
        <w:t>عليه‌السلام</w:t>
      </w:r>
      <w:r>
        <w:rPr>
          <w:rtl/>
        </w:rPr>
        <w:t xml:space="preserve"> ، عن النبي </w:t>
      </w:r>
      <w:r w:rsidR="00A80F4B" w:rsidRPr="00A80F4B">
        <w:rPr>
          <w:rStyle w:val="libAlaemChar"/>
          <w:rFonts w:hint="cs"/>
          <w:rtl/>
        </w:rPr>
        <w:t>صلى‌الله‌عليه‌وآله</w:t>
      </w:r>
      <w:r>
        <w:rPr>
          <w:rtl/>
        </w:rPr>
        <w:t xml:space="preserve"> : « ما من جرعة أحب إلى الله تعالى من جرعة غيظ كظمها رجل ، أو جرعة صبر على مصيبة ، وما من قطرة أحب إلى الله تعالى من قطرة دمع من خشية الله ، أو قطرة دم أهرقت في سبيل الله » </w:t>
      </w:r>
      <w:r w:rsidRPr="006713DA">
        <w:rPr>
          <w:rStyle w:val="libFootnotenumChar"/>
          <w:rtl/>
        </w:rPr>
        <w:t>(1)</w:t>
      </w:r>
      <w:r>
        <w:rPr>
          <w:rtl/>
        </w:rPr>
        <w:t>.</w:t>
      </w:r>
    </w:p>
    <w:p w:rsidR="00EE1A1A" w:rsidRDefault="00EE1A1A" w:rsidP="00BB3BDA">
      <w:pPr>
        <w:pStyle w:val="libNormal"/>
        <w:rPr>
          <w:rtl/>
        </w:rPr>
      </w:pPr>
      <w:r>
        <w:rPr>
          <w:rtl/>
        </w:rPr>
        <w:t xml:space="preserve">وعنه </w:t>
      </w:r>
      <w:r w:rsidR="00A80F4B" w:rsidRPr="00A80F4B">
        <w:rPr>
          <w:rStyle w:val="libAlaemChar"/>
          <w:rFonts w:hint="cs"/>
          <w:rtl/>
        </w:rPr>
        <w:t>عليه‌السلام</w:t>
      </w:r>
      <w:r>
        <w:rPr>
          <w:rtl/>
        </w:rPr>
        <w:t xml:space="preserve"> : « المصائب مفاتيح الأجر ».</w:t>
      </w:r>
    </w:p>
    <w:p w:rsidR="00EE1A1A" w:rsidRDefault="00EE1A1A" w:rsidP="00BB3BDA">
      <w:pPr>
        <w:pStyle w:val="libNormal"/>
        <w:rPr>
          <w:rtl/>
        </w:rPr>
      </w:pPr>
      <w:r>
        <w:rPr>
          <w:rtl/>
        </w:rPr>
        <w:t xml:space="preserve">وعن زين العابدين </w:t>
      </w:r>
      <w:r w:rsidR="00A80F4B" w:rsidRPr="00A80F4B">
        <w:rPr>
          <w:rStyle w:val="libAlaemChar"/>
          <w:rFonts w:hint="cs"/>
          <w:rtl/>
        </w:rPr>
        <w:t>عليه‌السلام</w:t>
      </w:r>
      <w:r>
        <w:rPr>
          <w:rtl/>
        </w:rPr>
        <w:t xml:space="preserve"> : « إذا جمع الله الأولين والآخرين ينادي منادٍ : أين الصابرون؟ ليدخلوا الجنة بغير حساب ، قال : فيقوم عنق من الناس ، فتتلقاهم الملائكة ، فيقولون : إلى أين ، يا بني آدم؟! فيقولون : إلى الجنة ، فيقولون : وقبل الحساب؟! فقالوا : نعم ، قالوا : ومن أنتم؟ قالوا : الصابرون. قالوا وما كان صبركم؟ قالوا : صبرنا على طاعة الله ، وصبرنا عن معصية الله ، حتى توفانا الله عزوجل ، قالوا ، أنتم كما قلتم ، أدخلوا الجنة ، فنعم أجر العاملين » </w:t>
      </w:r>
      <w:r w:rsidRPr="006713DA">
        <w:rPr>
          <w:rStyle w:val="libFootnotenumChar"/>
          <w:rtl/>
        </w:rPr>
        <w:t>(2)</w:t>
      </w:r>
      <w:r>
        <w:rPr>
          <w:rtl/>
        </w:rPr>
        <w:t>.</w:t>
      </w:r>
    </w:p>
    <w:p w:rsidR="00EE1A1A" w:rsidRDefault="00EE1A1A" w:rsidP="00BB3BDA">
      <w:pPr>
        <w:pStyle w:val="libNormal"/>
        <w:rPr>
          <w:rtl/>
        </w:rPr>
      </w:pPr>
      <w:r>
        <w:rPr>
          <w:rtl/>
        </w:rPr>
        <w:t xml:space="preserve">وعن أنس قال : قال رسول الله </w:t>
      </w:r>
      <w:r w:rsidR="00A80F4B" w:rsidRPr="00A80F4B">
        <w:rPr>
          <w:rStyle w:val="libAlaemChar"/>
          <w:rFonts w:hint="cs"/>
          <w:rtl/>
        </w:rPr>
        <w:t>صلى‌الله‌عليه‌وآله</w:t>
      </w:r>
      <w:r>
        <w:rPr>
          <w:rtl/>
        </w:rPr>
        <w:t xml:space="preserve"> : « قال الله عزوجل : إذا وجهت إلى عبد من عبيدي مصيبة في بدنه أو ماله أو ولده ، ثم أستقبل ذلك بصبر جميل ، استحييت منه يوم القيامة أن أنصب له ميزاناً ، أو أنشر له ديواناً » </w:t>
      </w:r>
      <w:r w:rsidRPr="006713DA">
        <w:rPr>
          <w:rStyle w:val="libFootnotenumChar"/>
          <w:rtl/>
        </w:rPr>
        <w:t>(3)</w:t>
      </w:r>
      <w:r>
        <w:rPr>
          <w:rtl/>
        </w:rPr>
        <w:t>.</w:t>
      </w:r>
    </w:p>
    <w:p w:rsidR="00EE1A1A" w:rsidRDefault="00EE1A1A" w:rsidP="00BB3BDA">
      <w:pPr>
        <w:pStyle w:val="libNormal"/>
        <w:rPr>
          <w:rtl/>
        </w:rPr>
      </w:pPr>
      <w:r>
        <w:rPr>
          <w:rtl/>
        </w:rPr>
        <w:t xml:space="preserve">وعن أبن مسعود ، عنه </w:t>
      </w:r>
      <w:r w:rsidR="00A80F4B" w:rsidRPr="00A80F4B">
        <w:rPr>
          <w:rStyle w:val="libAlaemChar"/>
          <w:rFonts w:hint="cs"/>
          <w:rtl/>
        </w:rPr>
        <w:t>صلى‌الله‌عليه‌وآله</w:t>
      </w:r>
      <w:r>
        <w:rPr>
          <w:rtl/>
        </w:rPr>
        <w:t xml:space="preserve"> ، قال : « ثلاث من رزقهن فقد رزق خير الدارين : الرضا بالقضاء ، والصبر على البلاء ، والدعاء في الرخاء » </w:t>
      </w:r>
      <w:r w:rsidRPr="006713DA">
        <w:rPr>
          <w:rStyle w:val="libFootnotenumChar"/>
          <w:rtl/>
        </w:rPr>
        <w:t>(4)</w:t>
      </w:r>
      <w:r>
        <w:rPr>
          <w:rtl/>
        </w:rPr>
        <w:t>.</w:t>
      </w:r>
    </w:p>
    <w:p w:rsidR="00EE1A1A" w:rsidRDefault="00EE1A1A" w:rsidP="00BB3BDA">
      <w:pPr>
        <w:pStyle w:val="libNormal"/>
        <w:rPr>
          <w:rtl/>
        </w:rPr>
      </w:pPr>
      <w:r>
        <w:rPr>
          <w:rtl/>
        </w:rPr>
        <w:t xml:space="preserve">وعن ابن عباس </w:t>
      </w:r>
      <w:r w:rsidR="00A80F4B" w:rsidRPr="00A80F4B">
        <w:rPr>
          <w:rStyle w:val="libAlaemChar"/>
          <w:rFonts w:hint="cs"/>
          <w:rtl/>
        </w:rPr>
        <w:t>رضي‌الله‌عنه</w:t>
      </w:r>
      <w:r>
        <w:rPr>
          <w:rtl/>
        </w:rPr>
        <w:t xml:space="preserve"> قال : كنت عند رسول الله </w:t>
      </w:r>
      <w:r w:rsidR="00A80F4B" w:rsidRPr="00A80F4B">
        <w:rPr>
          <w:rStyle w:val="libAlaemChar"/>
          <w:rFonts w:hint="cs"/>
          <w:rtl/>
        </w:rPr>
        <w:t>صلى‌الله‌عليه‌وآله‌وسلم</w:t>
      </w:r>
      <w:r>
        <w:rPr>
          <w:rtl/>
        </w:rPr>
        <w:t xml:space="preserve"> ، فقال : « يا غلام ـ أو ياغليم ـ ألا اعلمك كلمات ينفعك الله بهن؟ فقلت : بلى ، فقال : إحفظ الله يحفظك ، إحفظ الله تجده أمامك ، تعرف ( إلى الله ) </w:t>
      </w:r>
      <w:r w:rsidRPr="006713DA">
        <w:rPr>
          <w:rStyle w:val="libFootnotenumChar"/>
          <w:rtl/>
        </w:rPr>
        <w:t>(5)</w:t>
      </w:r>
      <w:r>
        <w:rPr>
          <w:rtl/>
        </w:rPr>
        <w:t xml:space="preserve"> في الرخاء يعرفك في الشدة ، إذا سألت فاسأل الله ، وإذا استعنت فاستعن بالله ، واعلم أن في الصبر على ما تكره خيراً كثيراً ، وأنّ النصر مع الصبر ، وأن الفرج مع الكرب ، وأن مع العسر يسراً » </w:t>
      </w:r>
      <w:r w:rsidRPr="006713DA">
        <w:rPr>
          <w:rStyle w:val="libFootnotenumChar"/>
          <w:rtl/>
        </w:rPr>
        <w:t>(6)</w:t>
      </w:r>
      <w:r>
        <w:rPr>
          <w:rtl/>
        </w:rPr>
        <w:t xml:space="preserve">. </w:t>
      </w:r>
    </w:p>
    <w:p w:rsidR="00EE1A1A" w:rsidRDefault="00EE1A1A" w:rsidP="006713DA">
      <w:pPr>
        <w:pStyle w:val="libLine"/>
        <w:rPr>
          <w:rtl/>
        </w:rPr>
      </w:pPr>
      <w:r>
        <w:rPr>
          <w:rtl/>
        </w:rPr>
        <w:t>__________________</w:t>
      </w:r>
    </w:p>
    <w:p w:rsidR="00EE1A1A" w:rsidRDefault="00EE1A1A" w:rsidP="006713DA">
      <w:pPr>
        <w:pStyle w:val="libFootnote0"/>
        <w:rPr>
          <w:rtl/>
        </w:rPr>
      </w:pPr>
      <w:r>
        <w:rPr>
          <w:rtl/>
        </w:rPr>
        <w:t>1 ـ الدر المنثور 2 : 74.</w:t>
      </w:r>
    </w:p>
    <w:p w:rsidR="00EE1A1A" w:rsidRDefault="00EE1A1A" w:rsidP="006713DA">
      <w:pPr>
        <w:pStyle w:val="libFootnote0"/>
        <w:rPr>
          <w:rtl/>
        </w:rPr>
      </w:pPr>
      <w:r>
        <w:rPr>
          <w:rtl/>
        </w:rPr>
        <w:t>2 ـ كشف الغمة 2 : 103 باختلاف يسير ، وروي باختلاف في الفاظه في أمالي الطوسي 1 : 100 ، وفقه الرضا : 368 ، وتنبيه الخواطر 2 : 180.</w:t>
      </w:r>
    </w:p>
    <w:p w:rsidR="00EE1A1A" w:rsidRDefault="00EE1A1A" w:rsidP="006713DA">
      <w:pPr>
        <w:pStyle w:val="libFootnote0"/>
        <w:rPr>
          <w:rtl/>
        </w:rPr>
      </w:pPr>
      <w:r>
        <w:rPr>
          <w:rtl/>
        </w:rPr>
        <w:t>3 ـ جامع الأخبار : 136 ، الجامع الصغير 2 : 242 / 6043 ، منتخب كنز العمال 1 : 210.</w:t>
      </w:r>
    </w:p>
    <w:p w:rsidR="00EE1A1A" w:rsidRDefault="00EE1A1A" w:rsidP="006713DA">
      <w:pPr>
        <w:pStyle w:val="libFootnote0"/>
        <w:rPr>
          <w:rtl/>
        </w:rPr>
      </w:pPr>
      <w:r>
        <w:rPr>
          <w:rtl/>
        </w:rPr>
        <w:t>4 ـ دعوات الراوندي : 121 / 289 ، المستطرف 2 : 70 ، باختلاف يسير.</w:t>
      </w:r>
    </w:p>
    <w:p w:rsidR="00EE1A1A" w:rsidRDefault="00EE1A1A" w:rsidP="006713DA">
      <w:pPr>
        <w:pStyle w:val="libFootnote0"/>
        <w:rPr>
          <w:rtl/>
        </w:rPr>
      </w:pPr>
      <w:r>
        <w:rPr>
          <w:rtl/>
        </w:rPr>
        <w:t>5 ـ في « ح » : إليه.</w:t>
      </w:r>
    </w:p>
    <w:p w:rsidR="00EE1A1A" w:rsidRDefault="00EE1A1A" w:rsidP="006713DA">
      <w:pPr>
        <w:pStyle w:val="libFootnote0"/>
        <w:rPr>
          <w:rtl/>
        </w:rPr>
      </w:pPr>
      <w:r>
        <w:rPr>
          <w:rtl/>
        </w:rPr>
        <w:t xml:space="preserve">6 ـ مسند أحمد 1 : 307 ، الدر المنثور 1 : 66. وروي باختلاف يسير في مشكاة الانوار : 20. </w:t>
      </w:r>
    </w:p>
    <w:p w:rsidR="00EE1A1A" w:rsidRDefault="00EE1A1A" w:rsidP="00BB3BDA">
      <w:pPr>
        <w:pStyle w:val="libNormal"/>
        <w:rPr>
          <w:rtl/>
        </w:rPr>
      </w:pPr>
      <w:r>
        <w:rPr>
          <w:rtl/>
        </w:rPr>
        <w:br w:type="page"/>
      </w:r>
      <w:r>
        <w:rPr>
          <w:rtl/>
        </w:rPr>
        <w:lastRenderedPageBreak/>
        <w:t xml:space="preserve">وعنه </w:t>
      </w:r>
      <w:r w:rsidR="00A80F4B" w:rsidRPr="00A80F4B">
        <w:rPr>
          <w:rStyle w:val="libAlaemChar"/>
          <w:rFonts w:hint="cs"/>
          <w:rtl/>
        </w:rPr>
        <w:t>صلى‌الله‌عليه‌وآله</w:t>
      </w:r>
      <w:r>
        <w:rPr>
          <w:rtl/>
        </w:rPr>
        <w:t xml:space="preserve"> : « يؤتى الرجل في قبره بالعذاب ، فإذا أُتي من قبل رأسه دفعه تلاوة القرآن ، وإذا أُتي من قبل يديه دفعته الصدقة ، وإذا أتي من قبل رجليه دفعه مشيه إلى المسجد </w:t>
      </w:r>
      <w:r w:rsidRPr="006713DA">
        <w:rPr>
          <w:rStyle w:val="libFootnotenumChar"/>
          <w:rtl/>
        </w:rPr>
        <w:t>(1)</w:t>
      </w:r>
      <w:r>
        <w:rPr>
          <w:rtl/>
        </w:rPr>
        <w:t xml:space="preserve"> ، والصبر حجزه ، يقول : أما لو رأيت خللاً لكنت صاحبه ».</w:t>
      </w:r>
    </w:p>
    <w:p w:rsidR="00EE1A1A" w:rsidRDefault="00EE1A1A" w:rsidP="00BB3BDA">
      <w:pPr>
        <w:pStyle w:val="libNormal"/>
        <w:rPr>
          <w:rtl/>
        </w:rPr>
      </w:pPr>
      <w:r>
        <w:rPr>
          <w:rtl/>
        </w:rPr>
        <w:t xml:space="preserve">وفي لفظ آخر : « إذا دخل الرجل القبر قامت الصلاة عن يمينه ، والزكاة عن شماله ، والبر يظل عليه ، والصبر بناحية </w:t>
      </w:r>
      <w:r w:rsidRPr="006713DA">
        <w:rPr>
          <w:rStyle w:val="libFootnotenumChar"/>
          <w:rtl/>
        </w:rPr>
        <w:t>(2)</w:t>
      </w:r>
      <w:r>
        <w:rPr>
          <w:rtl/>
        </w:rPr>
        <w:t xml:space="preserve"> يقول : دونكم صاحبي ، فإني من ورائه ، يعني : إن استطعتم أن تدفعوا عنه العذاب ، وإلا فأنا أكفيكم ذلك ، وأدفع عنه العذاب » </w:t>
      </w:r>
      <w:r w:rsidRPr="006713DA">
        <w:rPr>
          <w:rStyle w:val="libFootnotenumChar"/>
          <w:rtl/>
        </w:rPr>
        <w:t>(3)</w:t>
      </w:r>
      <w:r>
        <w:rPr>
          <w:rtl/>
        </w:rPr>
        <w:t>.</w:t>
      </w:r>
    </w:p>
    <w:p w:rsidR="00EE1A1A" w:rsidRDefault="00EE1A1A" w:rsidP="00BB3BDA">
      <w:pPr>
        <w:pStyle w:val="libNormal"/>
        <w:rPr>
          <w:rtl/>
        </w:rPr>
      </w:pPr>
      <w:r>
        <w:rPr>
          <w:rtl/>
        </w:rPr>
        <w:t xml:space="preserve">وعنه </w:t>
      </w:r>
      <w:r w:rsidR="00A80F4B" w:rsidRPr="00A80F4B">
        <w:rPr>
          <w:rStyle w:val="libAlaemChar"/>
          <w:rFonts w:hint="cs"/>
          <w:rtl/>
        </w:rPr>
        <w:t>صلى‌الله‌عليه‌وآله</w:t>
      </w:r>
      <w:r>
        <w:rPr>
          <w:rtl/>
        </w:rPr>
        <w:t xml:space="preserve"> : « عجباً لأمر المؤمن ، إن أمره كله له خير ، وليس ذلك لأحد إلا للمؤمن ، إن أصابته سراء شكر فكان خيراً له ، وإن أصابته ضراء صبر فكان خيراً له » </w:t>
      </w:r>
      <w:r w:rsidRPr="006713DA">
        <w:rPr>
          <w:rStyle w:val="libFootnotenumChar"/>
          <w:rtl/>
        </w:rPr>
        <w:t>(4)</w:t>
      </w:r>
      <w:r>
        <w:rPr>
          <w:rtl/>
        </w:rPr>
        <w:t>.</w:t>
      </w:r>
    </w:p>
    <w:p w:rsidR="00EE1A1A" w:rsidRDefault="00EE1A1A" w:rsidP="00BB3BDA">
      <w:pPr>
        <w:pStyle w:val="libNormal"/>
        <w:rPr>
          <w:rtl/>
        </w:rPr>
      </w:pPr>
      <w:bookmarkStart w:id="21" w:name="_Toc413069920"/>
      <w:r w:rsidRPr="00E16DDA">
        <w:rPr>
          <w:rStyle w:val="Heading2Char"/>
          <w:rtl/>
        </w:rPr>
        <w:t>و</w:t>
      </w:r>
      <w:bookmarkEnd w:id="21"/>
      <w:r>
        <w:rPr>
          <w:rtl/>
        </w:rPr>
        <w:t xml:space="preserve">عنه </w:t>
      </w:r>
      <w:r w:rsidR="00A80F4B" w:rsidRPr="00A80F4B">
        <w:rPr>
          <w:rStyle w:val="libAlaemChar"/>
          <w:rFonts w:hint="cs"/>
          <w:rtl/>
        </w:rPr>
        <w:t>صلى‌الله‌عليه‌وآله</w:t>
      </w:r>
      <w:r>
        <w:rPr>
          <w:rtl/>
        </w:rPr>
        <w:t xml:space="preserve"> : « ألا أجبكم إن المؤمن إذا أصاب خيراً حمد الله وشكر ، وإذا اصابته مصيبة حمد الله وصبر ، فالمؤمن ، يؤجر في كل شيء حتى اللقمة يرفعها إلى فيه ».</w:t>
      </w:r>
    </w:p>
    <w:p w:rsidR="00EE1A1A" w:rsidRDefault="00EE1A1A" w:rsidP="00BB3BDA">
      <w:pPr>
        <w:pStyle w:val="libNormal"/>
        <w:rPr>
          <w:rtl/>
        </w:rPr>
      </w:pPr>
      <w:r>
        <w:rPr>
          <w:rtl/>
        </w:rPr>
        <w:t xml:space="preserve">وفي حديث آخر : « حتى اللقمة يرفعها إلى فم امرأته » </w:t>
      </w:r>
      <w:r w:rsidRPr="006713DA">
        <w:rPr>
          <w:rStyle w:val="libFootnotenumChar"/>
          <w:rtl/>
        </w:rPr>
        <w:t>(5)</w:t>
      </w:r>
      <w:r>
        <w:rPr>
          <w:rtl/>
        </w:rPr>
        <w:t>.</w:t>
      </w:r>
    </w:p>
    <w:p w:rsidR="00EE1A1A" w:rsidRDefault="00EE1A1A" w:rsidP="00BB3BDA">
      <w:pPr>
        <w:pStyle w:val="libNormal"/>
        <w:rPr>
          <w:rtl/>
        </w:rPr>
      </w:pPr>
      <w:r>
        <w:rPr>
          <w:rtl/>
        </w:rPr>
        <w:t xml:space="preserve">وعنه </w:t>
      </w:r>
      <w:r w:rsidR="00A80F4B" w:rsidRPr="00A80F4B">
        <w:rPr>
          <w:rStyle w:val="libAlaemChar"/>
          <w:rFonts w:hint="cs"/>
          <w:rtl/>
        </w:rPr>
        <w:t>صلى‌الله‌عليه‌وآله‌وسلم</w:t>
      </w:r>
      <w:r>
        <w:rPr>
          <w:rtl/>
        </w:rPr>
        <w:t xml:space="preserve"> : « الصبر خير مركب ، ما رزق الله عبداً خيراً له ولا أوسع من الصبر » </w:t>
      </w:r>
      <w:r w:rsidRPr="006713DA">
        <w:rPr>
          <w:rStyle w:val="libFootnotenumChar"/>
          <w:rtl/>
        </w:rPr>
        <w:t>(6)</w:t>
      </w:r>
      <w:r>
        <w:rPr>
          <w:rtl/>
        </w:rPr>
        <w:t>.</w:t>
      </w:r>
    </w:p>
    <w:p w:rsidR="00EE1A1A" w:rsidRDefault="00EE1A1A" w:rsidP="00BB3BDA">
      <w:pPr>
        <w:pStyle w:val="libNormal"/>
        <w:rPr>
          <w:rtl/>
        </w:rPr>
      </w:pPr>
      <w:r>
        <w:rPr>
          <w:rtl/>
        </w:rPr>
        <w:t xml:space="preserve">وسئل </w:t>
      </w:r>
      <w:r w:rsidR="00A80F4B" w:rsidRPr="00A80F4B">
        <w:rPr>
          <w:rStyle w:val="libAlaemChar"/>
          <w:rFonts w:hint="cs"/>
          <w:rtl/>
        </w:rPr>
        <w:t>صلى‌الله‌عليه‌وآله‌وسلم</w:t>
      </w:r>
      <w:r>
        <w:rPr>
          <w:rtl/>
        </w:rPr>
        <w:t xml:space="preserve"> : هل من رجل يدخل الجنة بغير حساب؟ قال : « نعم ، كل رحيم صبور ».</w:t>
      </w:r>
    </w:p>
    <w:p w:rsidR="00EE1A1A" w:rsidRDefault="00EE1A1A" w:rsidP="00BB3BDA">
      <w:pPr>
        <w:pStyle w:val="libNormal"/>
        <w:rPr>
          <w:rtl/>
        </w:rPr>
      </w:pPr>
      <w:r>
        <w:rPr>
          <w:rtl/>
        </w:rPr>
        <w:t xml:space="preserve">وعن أبي بصير ، قال : سمعت أبا عبد الله </w:t>
      </w:r>
      <w:r w:rsidR="00A80F4B" w:rsidRPr="00A80F4B">
        <w:rPr>
          <w:rStyle w:val="libAlaemChar"/>
          <w:rFonts w:hint="cs"/>
          <w:rtl/>
        </w:rPr>
        <w:t>عليه‌السلام</w:t>
      </w:r>
      <w:r>
        <w:rPr>
          <w:rtl/>
        </w:rPr>
        <w:t xml:space="preserve"> يقول : « إن الحر حر على </w:t>
      </w:r>
    </w:p>
    <w:p w:rsidR="00EE1A1A" w:rsidRDefault="00EE1A1A" w:rsidP="006713DA">
      <w:pPr>
        <w:pStyle w:val="libLine"/>
        <w:rPr>
          <w:rtl/>
        </w:rPr>
      </w:pPr>
      <w:r>
        <w:rPr>
          <w:rtl/>
        </w:rPr>
        <w:t>__________________</w:t>
      </w:r>
    </w:p>
    <w:p w:rsidR="00EE1A1A" w:rsidRDefault="00EE1A1A" w:rsidP="006713DA">
      <w:pPr>
        <w:pStyle w:val="libFootnote0"/>
        <w:rPr>
          <w:rtl/>
        </w:rPr>
      </w:pPr>
      <w:r>
        <w:rPr>
          <w:rtl/>
        </w:rPr>
        <w:t>1 ـ الترغيب والترهيب 4 : 373.</w:t>
      </w:r>
    </w:p>
    <w:p w:rsidR="00EE1A1A" w:rsidRDefault="00EE1A1A" w:rsidP="006713DA">
      <w:pPr>
        <w:pStyle w:val="libFootnote0"/>
        <w:rPr>
          <w:rtl/>
        </w:rPr>
      </w:pPr>
      <w:r>
        <w:rPr>
          <w:rtl/>
        </w:rPr>
        <w:t>2 ـ يقال : هو في ناحية أو بناحية أي مبتعد. انظر « مجمع البحرين ـ نحا ـ 1 : 410 ».</w:t>
      </w:r>
    </w:p>
    <w:p w:rsidR="00EE1A1A" w:rsidRDefault="00EE1A1A" w:rsidP="006713DA">
      <w:pPr>
        <w:pStyle w:val="libFootnote0"/>
        <w:rPr>
          <w:rtl/>
        </w:rPr>
      </w:pPr>
      <w:r>
        <w:rPr>
          <w:rtl/>
        </w:rPr>
        <w:t>3 ـ روى عن أبي عبد الله في الكافي 2 : 73 / 8 ، وثواب الاعمال : 203 / 1 ومشكاة الانوار : 26 باختلاف في الفاظه.</w:t>
      </w:r>
    </w:p>
    <w:p w:rsidR="00EE1A1A" w:rsidRDefault="00EE1A1A" w:rsidP="006713DA">
      <w:pPr>
        <w:pStyle w:val="libFootnote0"/>
        <w:rPr>
          <w:rtl/>
        </w:rPr>
      </w:pPr>
      <w:r>
        <w:rPr>
          <w:rtl/>
        </w:rPr>
        <w:t>4 ـ مسند أحمد 4 : 332 ، صحيح مسلم 4 : 2295 / 2999 ، الترغيب والترهيب 4 : 278 / 7.</w:t>
      </w:r>
    </w:p>
    <w:p w:rsidR="00EE1A1A" w:rsidRDefault="00EE1A1A" w:rsidP="006713DA">
      <w:pPr>
        <w:pStyle w:val="libFootnote0"/>
        <w:rPr>
          <w:rtl/>
        </w:rPr>
      </w:pPr>
      <w:r>
        <w:rPr>
          <w:rtl/>
        </w:rPr>
        <w:t>5 ـ مسند أحمد 1 : 182 و 177 و 173 ، الجامع الصغير 2 : 148 باختلاف في الفاظه.</w:t>
      </w:r>
    </w:p>
    <w:p w:rsidR="00EE1A1A" w:rsidRDefault="00EE1A1A" w:rsidP="006713DA">
      <w:pPr>
        <w:pStyle w:val="libFootnote0"/>
        <w:rPr>
          <w:rtl/>
        </w:rPr>
      </w:pPr>
      <w:r>
        <w:rPr>
          <w:rtl/>
        </w:rPr>
        <w:t>6 ـ مسند أحمد 3 : 47 ، سنن الترمذي 3 : 252 / 2093 ، المستدرك 2 : 414 ، الجامع الصغير 2 : 496 / 7911. وفيها : « ما رزق الله عبداً .... »</w:t>
      </w:r>
    </w:p>
    <w:p w:rsidR="00EE1A1A" w:rsidRDefault="00EE1A1A" w:rsidP="00BB3BDA">
      <w:pPr>
        <w:pStyle w:val="libNormal0"/>
        <w:rPr>
          <w:rtl/>
        </w:rPr>
      </w:pPr>
      <w:r>
        <w:rPr>
          <w:rtl/>
        </w:rPr>
        <w:br w:type="page"/>
      </w:r>
      <w:r>
        <w:rPr>
          <w:rtl/>
        </w:rPr>
        <w:lastRenderedPageBreak/>
        <w:t xml:space="preserve">جميع أحواله ، إن نابته نائبة صبر لها ، وإن تراكمت عليه المصائب لم تكسره ، وإن أُسر وقهر واستبدل باليسر عسراً ، كما كان يوسف الصديق الأمين </w:t>
      </w:r>
      <w:r w:rsidR="00A80F4B" w:rsidRPr="00A80F4B">
        <w:rPr>
          <w:rStyle w:val="libAlaemChar"/>
          <w:rFonts w:hint="cs"/>
          <w:rtl/>
        </w:rPr>
        <w:t>عليه‌السلام</w:t>
      </w:r>
      <w:r>
        <w:rPr>
          <w:rtl/>
        </w:rPr>
        <w:t xml:space="preserve"> ، لم يضرر حريته أن استعبد وأُسر وقهر ، ولم تضرره ظلمة الجب ووحشته ، وما ناله أن من الله عليه ، فجعل الجبار العاتي له عبداً بعد أن كان ملكاً ، فأرسله ورحم به أمة ، وكذلك الصبر يعقب خيراً ، فاصبروا ووطنوا أنفسكم على الصبر تؤجروا » </w:t>
      </w:r>
      <w:r w:rsidRPr="006713DA">
        <w:rPr>
          <w:rStyle w:val="libFootnotenumChar"/>
          <w:rtl/>
        </w:rPr>
        <w:t>(1)</w:t>
      </w:r>
      <w:r>
        <w:rPr>
          <w:rtl/>
        </w:rPr>
        <w:t>.</w:t>
      </w:r>
    </w:p>
    <w:p w:rsidR="00EE1A1A" w:rsidRDefault="00EE1A1A" w:rsidP="00BB3BDA">
      <w:pPr>
        <w:pStyle w:val="libNormal"/>
        <w:rPr>
          <w:rtl/>
        </w:rPr>
      </w:pPr>
      <w:r>
        <w:rPr>
          <w:rtl/>
        </w:rPr>
        <w:t xml:space="preserve">وعن الباقر </w:t>
      </w:r>
      <w:r w:rsidR="00A80F4B" w:rsidRPr="00A80F4B">
        <w:rPr>
          <w:rStyle w:val="libAlaemChar"/>
          <w:rFonts w:hint="cs"/>
          <w:rtl/>
        </w:rPr>
        <w:t>عليه‌السلام</w:t>
      </w:r>
      <w:r>
        <w:rPr>
          <w:rtl/>
        </w:rPr>
        <w:t xml:space="preserve"> : « الجنة محفوفة بالمكاره والصبر ، فمن صبر على المكاره في الدنيا دخل الجنة ، وجهنم محفوفة باللذات والشهوات ، فمن اعطى نفسه لذّاتها وشهوتها دخل النار » </w:t>
      </w:r>
      <w:r w:rsidRPr="006713DA">
        <w:rPr>
          <w:rStyle w:val="libFootnotenumChar"/>
          <w:rtl/>
        </w:rPr>
        <w:t>(2)</w:t>
      </w:r>
      <w:r>
        <w:rPr>
          <w:rtl/>
        </w:rPr>
        <w:t>.</w:t>
      </w:r>
    </w:p>
    <w:p w:rsidR="00EE1A1A" w:rsidRDefault="00EE1A1A" w:rsidP="00BB3BDA">
      <w:pPr>
        <w:pStyle w:val="libNormal"/>
        <w:rPr>
          <w:rtl/>
        </w:rPr>
      </w:pPr>
      <w:r>
        <w:rPr>
          <w:rtl/>
        </w:rPr>
        <w:t xml:space="preserve">وعن عليّ </w:t>
      </w:r>
      <w:r w:rsidR="00A80F4B" w:rsidRPr="00A80F4B">
        <w:rPr>
          <w:rStyle w:val="libAlaemChar"/>
          <w:rFonts w:hint="cs"/>
          <w:rtl/>
        </w:rPr>
        <w:t>عليه‌السلام</w:t>
      </w:r>
      <w:r>
        <w:rPr>
          <w:rtl/>
        </w:rPr>
        <w:t xml:space="preserve"> ، قال : « قال رسول الله </w:t>
      </w:r>
      <w:r w:rsidR="00A80F4B" w:rsidRPr="00A80F4B">
        <w:rPr>
          <w:rStyle w:val="libAlaemChar"/>
          <w:rFonts w:hint="cs"/>
          <w:rtl/>
        </w:rPr>
        <w:t>صلى‌الله‌عليه‌وآله‌وسلم</w:t>
      </w:r>
      <w:r>
        <w:rPr>
          <w:rtl/>
        </w:rPr>
        <w:t xml:space="preserve"> : الصبر ثلاثة : صبر عند المصيبة ، وصبر على الطاعة ، وصبر عن المعصية ، فمن صبر على المصيبة حتى يردها بحسن عزائها كتب الله له ثلاث مائة درجة ، ما بين الدرجة إلى الدرجة كما بين السماء إلى الأرض ، ومن صبر على الطاعة كتب الله له ست مائة درجة ، ما بين الدرجة إلى الدرجة كما بين تخوم الأرض إلى العرش ، ومن صبر عن المعصية كتب الله له تسع مائة درجة ، ما بين الدرجة إلى الدرجة كما بين تخوم الأرض إلى منتهى العرش » </w:t>
      </w:r>
      <w:r w:rsidRPr="006713DA">
        <w:rPr>
          <w:rStyle w:val="libFootnotenumChar"/>
          <w:rtl/>
        </w:rPr>
        <w:t>(3)</w:t>
      </w:r>
      <w:r>
        <w:rPr>
          <w:rtl/>
        </w:rPr>
        <w:t>.</w:t>
      </w:r>
    </w:p>
    <w:p w:rsidR="00EE1A1A" w:rsidRDefault="00EE1A1A" w:rsidP="00BB3BDA">
      <w:pPr>
        <w:pStyle w:val="libNormal"/>
        <w:rPr>
          <w:rtl/>
        </w:rPr>
      </w:pPr>
      <w:r>
        <w:rPr>
          <w:rtl/>
        </w:rPr>
        <w:t xml:space="preserve">وعن أبي حمزة الثمالي ، قال : قال أبو عبد الله </w:t>
      </w:r>
      <w:r w:rsidR="00A80F4B" w:rsidRPr="00A80F4B">
        <w:rPr>
          <w:rStyle w:val="libAlaemChar"/>
          <w:rFonts w:hint="cs"/>
          <w:rtl/>
        </w:rPr>
        <w:t>عليه‌السلام</w:t>
      </w:r>
      <w:r>
        <w:rPr>
          <w:rtl/>
        </w:rPr>
        <w:t xml:space="preserve"> : « من ابتلي من المؤمنين ببلاء فصبر عليه ، كان له مثل أجر ألف شهيد » </w:t>
      </w:r>
      <w:r w:rsidRPr="006713DA">
        <w:rPr>
          <w:rStyle w:val="libFootnotenumChar"/>
          <w:rtl/>
        </w:rPr>
        <w:t>(4)</w:t>
      </w:r>
      <w:r>
        <w:rPr>
          <w:rtl/>
        </w:rPr>
        <w:t>.</w:t>
      </w:r>
    </w:p>
    <w:p w:rsidR="00EE1A1A" w:rsidRDefault="00EE1A1A" w:rsidP="00BB3BDA">
      <w:pPr>
        <w:pStyle w:val="libNormal"/>
        <w:rPr>
          <w:rtl/>
        </w:rPr>
      </w:pPr>
      <w:r>
        <w:rPr>
          <w:rtl/>
        </w:rPr>
        <w:t xml:space="preserve">وعن عبد الله بن سنان ، عن أبي عبد الله </w:t>
      </w:r>
      <w:r w:rsidR="00A80F4B" w:rsidRPr="00A80F4B">
        <w:rPr>
          <w:rStyle w:val="libAlaemChar"/>
          <w:rFonts w:hint="cs"/>
          <w:rtl/>
        </w:rPr>
        <w:t>عليه‌السلام</w:t>
      </w:r>
      <w:r>
        <w:rPr>
          <w:rtl/>
        </w:rPr>
        <w:t xml:space="preserve"> ، قال : « قال رسول الله </w:t>
      </w:r>
      <w:r w:rsidR="00A80F4B" w:rsidRPr="00A80F4B">
        <w:rPr>
          <w:rStyle w:val="libAlaemChar"/>
          <w:rFonts w:hint="cs"/>
          <w:rtl/>
        </w:rPr>
        <w:t>صلى‌الله‌عليه‌وآله‌وسلم</w:t>
      </w:r>
      <w:r>
        <w:rPr>
          <w:rtl/>
        </w:rPr>
        <w:t xml:space="preserve"> : قال الله عزوجل : إني جعلت الدنيا بين عبادي قرضاً ، فمن أقرضني منها قرضاً أعطيته بكل واحدة عشراً إلى سبعة مئة ضعف وما شئت من ذلك ، ومن لم يقرضني منها قرضاً فأخذت منه شيئاً قسراً ، أعطيته ثلاث خصال ، لو أعطيت واحدة منهن ملائكتي لرضوا بها مني. </w:t>
      </w:r>
    </w:p>
    <w:p w:rsidR="00EE1A1A" w:rsidRDefault="00EE1A1A" w:rsidP="006713DA">
      <w:pPr>
        <w:pStyle w:val="libFootnote0"/>
        <w:rPr>
          <w:rtl/>
        </w:rPr>
      </w:pPr>
      <w:r>
        <w:rPr>
          <w:rtl/>
        </w:rPr>
        <w:t>____________</w:t>
      </w:r>
    </w:p>
    <w:p w:rsidR="00EE1A1A" w:rsidRDefault="00EE1A1A" w:rsidP="006713DA">
      <w:pPr>
        <w:pStyle w:val="libFootnote0"/>
        <w:rPr>
          <w:rtl/>
        </w:rPr>
      </w:pPr>
      <w:r>
        <w:rPr>
          <w:rtl/>
        </w:rPr>
        <w:t>1 ـ الكافي 2 : 73 / 6 ، مشكاة الأنوار : 21.</w:t>
      </w:r>
    </w:p>
    <w:p w:rsidR="00EE1A1A" w:rsidRDefault="00EE1A1A" w:rsidP="006713DA">
      <w:pPr>
        <w:pStyle w:val="libFootnote0"/>
        <w:rPr>
          <w:rtl/>
        </w:rPr>
      </w:pPr>
      <w:r>
        <w:rPr>
          <w:rtl/>
        </w:rPr>
        <w:t>2 ـ الكافي 2 : 73 / 7.</w:t>
      </w:r>
    </w:p>
    <w:p w:rsidR="00EE1A1A" w:rsidRDefault="00EE1A1A" w:rsidP="006713DA">
      <w:pPr>
        <w:pStyle w:val="libFootnote0"/>
        <w:rPr>
          <w:rtl/>
        </w:rPr>
      </w:pPr>
      <w:r>
        <w:rPr>
          <w:rtl/>
        </w:rPr>
        <w:t>3 ـ الكافي 2 : 75 / 15 ، تنبيه الخواطر 1 : 40 ، جامع الأخبار : 135 ، الجامع الصغير 2 : 114 / 5137 منتخب كنز العمال 1 : 208.</w:t>
      </w:r>
    </w:p>
    <w:p w:rsidR="00EE1A1A" w:rsidRDefault="00EE1A1A" w:rsidP="006713DA">
      <w:pPr>
        <w:pStyle w:val="libFootnote0"/>
        <w:rPr>
          <w:rtl/>
        </w:rPr>
      </w:pPr>
      <w:r>
        <w:rPr>
          <w:rtl/>
        </w:rPr>
        <w:t xml:space="preserve">4 ـ رواه الكليني في الكافي 2 : 75 / 17 ، وسبط الطبرسي في مشكاة الأنوار : 26 رواه باختلاف في ألفاظه الحسين بن سعيد الأهوازي في كتاب المؤمن : 16 / 8 ، وابن همام في التمحيص : 59 / 125. </w:t>
      </w:r>
    </w:p>
    <w:p w:rsidR="00EE1A1A" w:rsidRDefault="00EE1A1A" w:rsidP="00BB3BDA">
      <w:pPr>
        <w:pStyle w:val="libNormal"/>
        <w:rPr>
          <w:rtl/>
        </w:rPr>
      </w:pPr>
      <w:r>
        <w:rPr>
          <w:rtl/>
        </w:rPr>
        <w:br w:type="page"/>
      </w:r>
      <w:r>
        <w:rPr>
          <w:rtl/>
        </w:rPr>
        <w:lastRenderedPageBreak/>
        <w:t xml:space="preserve">ثم تلا أبو عبد الله </w:t>
      </w:r>
      <w:r w:rsidR="00A80F4B" w:rsidRPr="00A80F4B">
        <w:rPr>
          <w:rStyle w:val="libAlaemChar"/>
          <w:rFonts w:hint="cs"/>
          <w:rtl/>
        </w:rPr>
        <w:t>عليه‌السلام</w:t>
      </w:r>
      <w:r>
        <w:rPr>
          <w:rtl/>
        </w:rPr>
        <w:t xml:space="preserve"> قول الله عزوجل : </w:t>
      </w:r>
      <w:r w:rsidRPr="00BB3BDA">
        <w:rPr>
          <w:rStyle w:val="libAlaemChar"/>
          <w:rtl/>
        </w:rPr>
        <w:t>(</w:t>
      </w:r>
      <w:r>
        <w:rPr>
          <w:rtl/>
        </w:rPr>
        <w:t xml:space="preserve"> </w:t>
      </w:r>
      <w:r w:rsidRPr="00BB3BDA">
        <w:rPr>
          <w:rStyle w:val="libAieChar"/>
          <w:rtl/>
        </w:rPr>
        <w:t>الذين اذا اصابتهم مصيبة قالوا انا لله وانا اليه راجعون اولئك عليهم صلوات من ربهم</w:t>
      </w:r>
      <w:r>
        <w:rPr>
          <w:rtl/>
        </w:rPr>
        <w:t xml:space="preserve"> </w:t>
      </w:r>
      <w:r w:rsidRPr="00BB3BDA">
        <w:rPr>
          <w:rStyle w:val="libAlaemChar"/>
          <w:rtl/>
        </w:rPr>
        <w:t>)</w:t>
      </w:r>
      <w:r>
        <w:rPr>
          <w:rtl/>
        </w:rPr>
        <w:t xml:space="preserve"> فهذه </w:t>
      </w:r>
      <w:r w:rsidRPr="006713DA">
        <w:rPr>
          <w:rStyle w:val="libFootnotenumChar"/>
          <w:rtl/>
        </w:rPr>
        <w:t>(1)</w:t>
      </w:r>
      <w:r>
        <w:rPr>
          <w:rtl/>
        </w:rPr>
        <w:t xml:space="preserve"> واحدة من ثلاث خصال </w:t>
      </w:r>
      <w:r w:rsidRPr="00BB3BDA">
        <w:rPr>
          <w:rStyle w:val="libAlaemChar"/>
          <w:rtl/>
        </w:rPr>
        <w:t>(</w:t>
      </w:r>
      <w:r>
        <w:rPr>
          <w:rtl/>
        </w:rPr>
        <w:t xml:space="preserve"> </w:t>
      </w:r>
      <w:r w:rsidRPr="00BB3BDA">
        <w:rPr>
          <w:rStyle w:val="libAieChar"/>
          <w:rtl/>
        </w:rPr>
        <w:t>ورحمة</w:t>
      </w:r>
      <w:r>
        <w:rPr>
          <w:rtl/>
        </w:rPr>
        <w:t xml:space="preserve"> </w:t>
      </w:r>
      <w:r w:rsidRPr="00BB3BDA">
        <w:rPr>
          <w:rStyle w:val="libAlaemChar"/>
          <w:rtl/>
        </w:rPr>
        <w:t>)</w:t>
      </w:r>
      <w:r>
        <w:rPr>
          <w:rtl/>
        </w:rPr>
        <w:t xml:space="preserve"> إثنان ( </w:t>
      </w:r>
      <w:r w:rsidRPr="00BB3BDA">
        <w:rPr>
          <w:rStyle w:val="libAieChar"/>
          <w:rtl/>
        </w:rPr>
        <w:t>واولئك هم المهتدون</w:t>
      </w:r>
      <w:r>
        <w:rPr>
          <w:rtl/>
        </w:rPr>
        <w:t xml:space="preserve"> </w:t>
      </w:r>
      <w:r w:rsidRPr="00BB3BDA">
        <w:rPr>
          <w:rStyle w:val="libAlaemChar"/>
          <w:rtl/>
        </w:rPr>
        <w:t>)</w:t>
      </w:r>
      <w:r>
        <w:rPr>
          <w:rtl/>
        </w:rPr>
        <w:t xml:space="preserve"> </w:t>
      </w:r>
      <w:r w:rsidRPr="006713DA">
        <w:rPr>
          <w:rStyle w:val="libFootnotenumChar"/>
          <w:rtl/>
        </w:rPr>
        <w:t>(2)</w:t>
      </w:r>
      <w:r>
        <w:rPr>
          <w:rtl/>
        </w:rPr>
        <w:t xml:space="preserve"> ثلاث.</w:t>
      </w:r>
    </w:p>
    <w:p w:rsidR="00EE1A1A" w:rsidRDefault="00EE1A1A" w:rsidP="00BB3BDA">
      <w:pPr>
        <w:pStyle w:val="libNormal"/>
        <w:rPr>
          <w:rtl/>
        </w:rPr>
      </w:pPr>
      <w:r>
        <w:rPr>
          <w:rtl/>
        </w:rPr>
        <w:t xml:space="preserve">ثم قال أبو عبد الله </w:t>
      </w:r>
      <w:r w:rsidR="00A80F4B" w:rsidRPr="00A80F4B">
        <w:rPr>
          <w:rStyle w:val="libAlaemChar"/>
          <w:rFonts w:hint="cs"/>
          <w:rtl/>
        </w:rPr>
        <w:t>عليه‌السلام</w:t>
      </w:r>
      <w:r>
        <w:rPr>
          <w:rtl/>
        </w:rPr>
        <w:t xml:space="preserve"> : « هذا لمن أُخذ منه شيئاً قسراً » </w:t>
      </w:r>
      <w:r w:rsidRPr="006713DA">
        <w:rPr>
          <w:rStyle w:val="libFootnotenumChar"/>
          <w:rtl/>
        </w:rPr>
        <w:t>(3)</w:t>
      </w:r>
      <w:r>
        <w:rPr>
          <w:rtl/>
        </w:rPr>
        <w:t xml:space="preserve">. </w:t>
      </w:r>
    </w:p>
    <w:p w:rsidR="00EE1A1A" w:rsidRDefault="00EE1A1A" w:rsidP="006713DA">
      <w:pPr>
        <w:pStyle w:val="libLine"/>
        <w:rPr>
          <w:rtl/>
        </w:rPr>
      </w:pPr>
      <w:r>
        <w:rPr>
          <w:rtl/>
        </w:rPr>
        <w:t>__________________</w:t>
      </w:r>
    </w:p>
    <w:p w:rsidR="00EE1A1A" w:rsidRDefault="00EE1A1A" w:rsidP="006713DA">
      <w:pPr>
        <w:pStyle w:val="libFootnote0"/>
        <w:rPr>
          <w:rtl/>
        </w:rPr>
      </w:pPr>
      <w:r>
        <w:rPr>
          <w:rtl/>
        </w:rPr>
        <w:t xml:space="preserve">1 ـ في نسخة « ش » ثم قال أبو عبد الله </w:t>
      </w:r>
      <w:r w:rsidR="00A80F4B" w:rsidRPr="00A80F4B">
        <w:rPr>
          <w:rStyle w:val="libAlaemChar"/>
          <w:rFonts w:hint="cs"/>
          <w:rtl/>
        </w:rPr>
        <w:t>عليه‌السلام</w:t>
      </w:r>
      <w:r>
        <w:rPr>
          <w:rtl/>
        </w:rPr>
        <w:t xml:space="preserve"> : فهذه.</w:t>
      </w:r>
    </w:p>
    <w:p w:rsidR="00EE1A1A" w:rsidRDefault="00EE1A1A" w:rsidP="006713DA">
      <w:pPr>
        <w:pStyle w:val="libFootnote0"/>
        <w:rPr>
          <w:rtl/>
        </w:rPr>
      </w:pPr>
      <w:r>
        <w:rPr>
          <w:rtl/>
        </w:rPr>
        <w:t>2 ـ البقرة 2 : 156 ـ 157.</w:t>
      </w:r>
    </w:p>
    <w:p w:rsidR="00EE1A1A" w:rsidRDefault="00EE1A1A" w:rsidP="006713DA">
      <w:pPr>
        <w:pStyle w:val="libFootnote0"/>
        <w:rPr>
          <w:rtl/>
        </w:rPr>
      </w:pPr>
      <w:r>
        <w:rPr>
          <w:rtl/>
        </w:rPr>
        <w:t xml:space="preserve">3 ـ الكافي 2 : 76 / 21 ، الخصال : 130 / 135 ، مشكاة الأنوار : 279. </w:t>
      </w:r>
    </w:p>
    <w:p w:rsidR="00EE1A1A" w:rsidRDefault="00EE1A1A" w:rsidP="00EE1A1A">
      <w:pPr>
        <w:pStyle w:val="Heading2Center"/>
        <w:rPr>
          <w:rtl/>
        </w:rPr>
      </w:pPr>
      <w:r>
        <w:rPr>
          <w:rtl/>
        </w:rPr>
        <w:br w:type="page"/>
      </w:r>
      <w:bookmarkStart w:id="22" w:name="_Toc413069921"/>
      <w:r>
        <w:rPr>
          <w:rtl/>
        </w:rPr>
        <w:lastRenderedPageBreak/>
        <w:t>فصل</w:t>
      </w:r>
      <w:bookmarkEnd w:id="22"/>
    </w:p>
    <w:p w:rsidR="00EE1A1A" w:rsidRDefault="00EE1A1A" w:rsidP="00BB3BDA">
      <w:pPr>
        <w:pStyle w:val="libNormal"/>
        <w:rPr>
          <w:rtl/>
        </w:rPr>
      </w:pPr>
      <w:r>
        <w:rPr>
          <w:rtl/>
        </w:rPr>
        <w:t xml:space="preserve">وعنه </w:t>
      </w:r>
      <w:r w:rsidR="00A80F4B" w:rsidRPr="00A80F4B">
        <w:rPr>
          <w:rStyle w:val="libAlaemChar"/>
          <w:rFonts w:hint="cs"/>
          <w:rtl/>
        </w:rPr>
        <w:t>عليه‌السلام</w:t>
      </w:r>
      <w:r>
        <w:rPr>
          <w:rtl/>
        </w:rPr>
        <w:t xml:space="preserve"> : « الضرب على الفخذ عند المصيبة يحبط الأجر </w:t>
      </w:r>
      <w:r w:rsidRPr="006713DA">
        <w:rPr>
          <w:rStyle w:val="libFootnotenumChar"/>
          <w:rtl/>
        </w:rPr>
        <w:t>(1)</w:t>
      </w:r>
      <w:r>
        <w:rPr>
          <w:rtl/>
        </w:rPr>
        <w:t xml:space="preserve"> ، والصبر عند الصدمة الأولى أعظم ، وعظم الأجر على قدر المصيبة ، ومن استرجع بعد المصيبة جدد الله له أجرها كيوم أُصيب بها ».</w:t>
      </w:r>
    </w:p>
    <w:p w:rsidR="00EE1A1A" w:rsidRDefault="00EE1A1A" w:rsidP="00BB3BDA">
      <w:pPr>
        <w:pStyle w:val="libNormal"/>
        <w:rPr>
          <w:rtl/>
        </w:rPr>
      </w:pPr>
      <w:r>
        <w:rPr>
          <w:rtl/>
        </w:rPr>
        <w:t xml:space="preserve">وسأل رجل النبي </w:t>
      </w:r>
      <w:r w:rsidR="00A80F4B" w:rsidRPr="00A80F4B">
        <w:rPr>
          <w:rStyle w:val="libAlaemChar"/>
          <w:rFonts w:hint="cs"/>
          <w:rtl/>
        </w:rPr>
        <w:t>صلى‌الله‌عليه‌وآله‌وسلم</w:t>
      </w:r>
      <w:r>
        <w:rPr>
          <w:rtl/>
        </w:rPr>
        <w:t xml:space="preserve"> : ما يحبط الأجر في المصيبة؟ فقال : « تصفيق الرجل بيمينه على شماله ، والصبر عند الصدمة الأولى ، فمن رضي فله الرضا ، ومن سخط فعليه السخط ».</w:t>
      </w:r>
    </w:p>
    <w:p w:rsidR="00EE1A1A" w:rsidRDefault="00EE1A1A" w:rsidP="00BB3BDA">
      <w:pPr>
        <w:pStyle w:val="libNormal"/>
        <w:rPr>
          <w:rtl/>
        </w:rPr>
      </w:pPr>
      <w:r>
        <w:rPr>
          <w:rtl/>
        </w:rPr>
        <w:t xml:space="preserve">وعن اُم سلمة زوج النبي </w:t>
      </w:r>
      <w:r w:rsidR="00A80F4B" w:rsidRPr="00A80F4B">
        <w:rPr>
          <w:rStyle w:val="libAlaemChar"/>
          <w:rFonts w:hint="cs"/>
          <w:rtl/>
        </w:rPr>
        <w:t>صلى‌الله‌عليه‌وآله‌وسلم</w:t>
      </w:r>
      <w:r>
        <w:rPr>
          <w:rtl/>
        </w:rPr>
        <w:t xml:space="preserve"> ، قالت : سمعت رسول الله </w:t>
      </w:r>
      <w:r w:rsidR="00A80F4B" w:rsidRPr="00A80F4B">
        <w:rPr>
          <w:rStyle w:val="libAlaemChar"/>
          <w:rFonts w:hint="cs"/>
          <w:rtl/>
        </w:rPr>
        <w:t>صلى‌الله‌عليه‌وآله‌وسلم</w:t>
      </w:r>
      <w:r>
        <w:rPr>
          <w:rtl/>
        </w:rPr>
        <w:t xml:space="preserve"> يقول : « ما من عبد تصيبه مصيبة فيقول : إنا لله وإنا إليه راجعون ، اللهم آجرني في مصيبتي ، واخلف لي خيراً منها ، إلا آجره الله تعالى في مصيبته ، واخلف له خيراً منها ».</w:t>
      </w:r>
      <w:r>
        <w:rPr>
          <w:rtl/>
        </w:rPr>
        <w:cr/>
      </w:r>
    </w:p>
    <w:p w:rsidR="00EE1A1A" w:rsidRDefault="00EE1A1A" w:rsidP="00BB3BDA">
      <w:pPr>
        <w:pStyle w:val="libNormal"/>
        <w:rPr>
          <w:rtl/>
        </w:rPr>
      </w:pPr>
      <w:r>
        <w:rPr>
          <w:rtl/>
        </w:rPr>
        <w:t xml:space="preserve">قالت : فلما توفي أبو سلمة قلت كما أمرني رسول الله </w:t>
      </w:r>
      <w:r w:rsidR="00A80F4B" w:rsidRPr="00A80F4B">
        <w:rPr>
          <w:rStyle w:val="libAlaemChar"/>
          <w:rFonts w:hint="cs"/>
          <w:rtl/>
        </w:rPr>
        <w:t>صلى‌الله‌عليه‌وآله‌وسلم</w:t>
      </w:r>
      <w:r>
        <w:rPr>
          <w:rtl/>
        </w:rPr>
        <w:t xml:space="preserve"> ، فأخلف لي خيراً منه : رسول الله </w:t>
      </w:r>
      <w:r w:rsidR="00A80F4B" w:rsidRPr="00A80F4B">
        <w:rPr>
          <w:rStyle w:val="libAlaemChar"/>
          <w:rFonts w:hint="cs"/>
          <w:rtl/>
        </w:rPr>
        <w:t>صلى‌الله‌عليه‌وآله‌وسلم</w:t>
      </w:r>
      <w:r>
        <w:rPr>
          <w:rtl/>
        </w:rPr>
        <w:t xml:space="preserve"> </w:t>
      </w:r>
      <w:r w:rsidRPr="006713DA">
        <w:rPr>
          <w:rStyle w:val="libFootnotenumChar"/>
          <w:rtl/>
        </w:rPr>
        <w:t>(2)</w:t>
      </w:r>
      <w:r>
        <w:rPr>
          <w:rtl/>
        </w:rPr>
        <w:t>.</w:t>
      </w:r>
    </w:p>
    <w:p w:rsidR="00EE1A1A" w:rsidRDefault="00EE1A1A" w:rsidP="00BB3BDA">
      <w:pPr>
        <w:pStyle w:val="libNormal"/>
        <w:rPr>
          <w:rtl/>
        </w:rPr>
      </w:pPr>
      <w:r>
        <w:rPr>
          <w:rtl/>
        </w:rPr>
        <w:t xml:space="preserve">وفي لفظ آخر : أنّها سمعت رسول الله </w:t>
      </w:r>
      <w:r w:rsidR="00A80F4B" w:rsidRPr="00A80F4B">
        <w:rPr>
          <w:rStyle w:val="libAlaemChar"/>
          <w:rFonts w:hint="cs"/>
          <w:rtl/>
        </w:rPr>
        <w:t>صلى‌الله‌عليه‌وآله‌وسلم</w:t>
      </w:r>
      <w:r>
        <w:rPr>
          <w:rtl/>
        </w:rPr>
        <w:t xml:space="preserve"> يقول : « ما من مسلم تصيبه مصيبة فيقول ما أمره الله عزّوجلّ : إنّا لله وإنّا إليه راجعون ، اللهّم آجرني في مصيبتي ، واخلف لي خيراً منه » قالت : فلمّا مات أبو سلمة </w:t>
      </w:r>
      <w:r w:rsidR="00A80F4B" w:rsidRPr="00A80F4B">
        <w:rPr>
          <w:rStyle w:val="libAlaemChar"/>
          <w:rFonts w:hint="cs"/>
          <w:rtl/>
        </w:rPr>
        <w:t>رضي‌الله‌عنه</w:t>
      </w:r>
      <w:r>
        <w:rPr>
          <w:rtl/>
        </w:rPr>
        <w:t xml:space="preserve"> ، قلت : أيّ رجل خير من أبي سلمة! أول بيت هاجر إلى رسول الله </w:t>
      </w:r>
      <w:r w:rsidR="00A80F4B" w:rsidRPr="00A80F4B">
        <w:rPr>
          <w:rStyle w:val="libAlaemChar"/>
          <w:rFonts w:hint="cs"/>
          <w:rtl/>
        </w:rPr>
        <w:t>صلى‌الله‌عليه‌وآله‌وسلم</w:t>
      </w:r>
      <w:r>
        <w:rPr>
          <w:rtl/>
        </w:rPr>
        <w:t xml:space="preserve"> ، ثم إنّي قلتها فأخلف الله لي رسول الله </w:t>
      </w:r>
      <w:r w:rsidR="00A80F4B" w:rsidRPr="00A80F4B">
        <w:rPr>
          <w:rStyle w:val="libAlaemChar"/>
          <w:rFonts w:hint="cs"/>
          <w:rtl/>
        </w:rPr>
        <w:t>صلى‌الله‌عليه‌وآله‌وسلم</w:t>
      </w:r>
      <w:r>
        <w:rPr>
          <w:rtl/>
        </w:rPr>
        <w:t>.</w:t>
      </w:r>
    </w:p>
    <w:p w:rsidR="00EE1A1A" w:rsidRDefault="00EE1A1A" w:rsidP="00BB3BDA">
      <w:pPr>
        <w:pStyle w:val="libNormal"/>
        <w:rPr>
          <w:rtl/>
        </w:rPr>
      </w:pPr>
      <w:r>
        <w:rPr>
          <w:rtl/>
        </w:rPr>
        <w:t xml:space="preserve">[ قالت : أرسل رسول الله </w:t>
      </w:r>
      <w:r w:rsidR="00A80F4B" w:rsidRPr="00A80F4B">
        <w:rPr>
          <w:rStyle w:val="libAlaemChar"/>
          <w:rFonts w:hint="cs"/>
          <w:rtl/>
        </w:rPr>
        <w:t>صلى‌الله‌عليه‌وآله‌وسلم</w:t>
      </w:r>
      <w:r>
        <w:rPr>
          <w:rtl/>
        </w:rPr>
        <w:t xml:space="preserve"> ] </w:t>
      </w:r>
      <w:r w:rsidRPr="006713DA">
        <w:rPr>
          <w:rStyle w:val="libFootnotenumChar"/>
          <w:rtl/>
        </w:rPr>
        <w:t>(3)</w:t>
      </w:r>
      <w:r>
        <w:rPr>
          <w:rtl/>
        </w:rPr>
        <w:t xml:space="preserve"> بحاطب ابن أبي بلتعة يخطبني ، فقلت له : إن لي بنتاً وأنا غيور ، فقال : « أما بنتها فادعوالله أن يغنيها عنها ، وأدعو الله أن يذهب بالغيره » </w:t>
      </w:r>
      <w:r w:rsidRPr="006713DA">
        <w:rPr>
          <w:rStyle w:val="libFootnotenumChar"/>
          <w:rtl/>
        </w:rPr>
        <w:t>(4)</w:t>
      </w:r>
      <w:r>
        <w:rPr>
          <w:rtl/>
        </w:rPr>
        <w:t>.</w:t>
      </w:r>
    </w:p>
    <w:p w:rsidR="00EE1A1A" w:rsidRDefault="00EE1A1A" w:rsidP="00BB3BDA">
      <w:pPr>
        <w:pStyle w:val="libNormal"/>
        <w:rPr>
          <w:rtl/>
        </w:rPr>
      </w:pPr>
      <w:r>
        <w:rPr>
          <w:rtl/>
        </w:rPr>
        <w:t xml:space="preserve">وفي حديث آخر : قالت : أتاني أبو سلمة يوماً من عند رسول الله صلى الله عليه </w:t>
      </w:r>
    </w:p>
    <w:p w:rsidR="00EE1A1A" w:rsidRDefault="00EE1A1A" w:rsidP="006713DA">
      <w:pPr>
        <w:pStyle w:val="libLine"/>
        <w:rPr>
          <w:rtl/>
        </w:rPr>
      </w:pPr>
      <w:r>
        <w:rPr>
          <w:rtl/>
        </w:rPr>
        <w:t>__________________</w:t>
      </w:r>
    </w:p>
    <w:p w:rsidR="00EE1A1A" w:rsidRDefault="00EE1A1A" w:rsidP="006713DA">
      <w:pPr>
        <w:pStyle w:val="libFootnote0"/>
        <w:rPr>
          <w:rtl/>
        </w:rPr>
      </w:pPr>
      <w:r>
        <w:rPr>
          <w:rtl/>
        </w:rPr>
        <w:t>1 ـ روى الصدوق في الفقيه 4 : 298 / 900 نحوه.</w:t>
      </w:r>
    </w:p>
    <w:p w:rsidR="00EE1A1A" w:rsidRDefault="00EE1A1A" w:rsidP="006713DA">
      <w:pPr>
        <w:pStyle w:val="libFootnote0"/>
        <w:rPr>
          <w:rtl/>
        </w:rPr>
      </w:pPr>
      <w:r>
        <w:rPr>
          <w:rtl/>
        </w:rPr>
        <w:t>2 ـ صحيح مسلم 2 : 632 / 4 ، الترغيب والترهيب 4 : 336 / 2 باختلاف يسير.</w:t>
      </w:r>
    </w:p>
    <w:p w:rsidR="00EE1A1A" w:rsidRDefault="00EE1A1A" w:rsidP="006713DA">
      <w:pPr>
        <w:pStyle w:val="libFootnote0"/>
        <w:rPr>
          <w:rtl/>
        </w:rPr>
      </w:pPr>
      <w:r>
        <w:rPr>
          <w:rtl/>
        </w:rPr>
        <w:t>3 ـ أثبتناه من البحار.</w:t>
      </w:r>
    </w:p>
    <w:p w:rsidR="00EE1A1A" w:rsidRDefault="00EE1A1A" w:rsidP="006713DA">
      <w:pPr>
        <w:pStyle w:val="libFootnote0"/>
        <w:rPr>
          <w:rtl/>
        </w:rPr>
      </w:pPr>
      <w:r>
        <w:rPr>
          <w:rtl/>
        </w:rPr>
        <w:t xml:space="preserve">4 ـ الترغيب والترهيب 4 : 336 / 2. </w:t>
      </w:r>
    </w:p>
    <w:p w:rsidR="00EE1A1A" w:rsidRDefault="00EE1A1A" w:rsidP="00BB3BDA">
      <w:pPr>
        <w:pStyle w:val="libNormal0"/>
        <w:rPr>
          <w:rtl/>
        </w:rPr>
      </w:pPr>
      <w:r>
        <w:rPr>
          <w:rtl/>
        </w:rPr>
        <w:br w:type="page"/>
      </w:r>
      <w:r>
        <w:rPr>
          <w:rtl/>
        </w:rPr>
        <w:lastRenderedPageBreak/>
        <w:t xml:space="preserve">وآله فقال : سمعت من رسول الله </w:t>
      </w:r>
      <w:r w:rsidR="00A80F4B" w:rsidRPr="00A80F4B">
        <w:rPr>
          <w:rStyle w:val="libAlaemChar"/>
          <w:rFonts w:hint="cs"/>
          <w:rtl/>
        </w:rPr>
        <w:t>صلى‌الله‌عليه‌وآله‌وسلم</w:t>
      </w:r>
      <w:r>
        <w:rPr>
          <w:rtl/>
        </w:rPr>
        <w:t xml:space="preserve"> قولاً سررت به ، قال : « لا يصيب أحداً من المسلمين مصيبة فيسترجع عند مصيبته ثم يقول : اللهم آجرني في مصيبتي ، واخلف لي خيراً منها ، إلا فعل ذلك به ». قالت اُم سلمة : فحفظت ذلك منه ، فلما توفي أبو سلمة استرجعت وقلت : اللهم آجرني في مصيبتي واخلف لي خيرا منه ، ثم رجعت إلى نفسي فقلت : من أين لي خير من أبي سلمة : فلما انقضت عدتي استأذن علي رسول الله </w:t>
      </w:r>
      <w:r w:rsidR="00A80F4B" w:rsidRPr="00A80F4B">
        <w:rPr>
          <w:rStyle w:val="libAlaemChar"/>
          <w:rFonts w:hint="cs"/>
          <w:rtl/>
        </w:rPr>
        <w:t>صلى‌الله‌عليه‌وآله‌وسلم</w:t>
      </w:r>
      <w:r>
        <w:rPr>
          <w:rtl/>
        </w:rPr>
        <w:t xml:space="preserve"> وأنا ادبغ إهاباً </w:t>
      </w:r>
      <w:r w:rsidRPr="006713DA">
        <w:rPr>
          <w:rStyle w:val="libFootnotenumChar"/>
          <w:rtl/>
        </w:rPr>
        <w:t>(1)</w:t>
      </w:r>
      <w:r>
        <w:rPr>
          <w:rtl/>
        </w:rPr>
        <w:t xml:space="preserve"> ، فغسلت يدي من القرظ </w:t>
      </w:r>
      <w:r w:rsidRPr="006713DA">
        <w:rPr>
          <w:rStyle w:val="libFootnotenumChar"/>
          <w:rtl/>
        </w:rPr>
        <w:t>(2)</w:t>
      </w:r>
      <w:r>
        <w:rPr>
          <w:rtl/>
        </w:rPr>
        <w:t xml:space="preserve"> وأذنت له ، فوضعت له وسادة أدم </w:t>
      </w:r>
      <w:r w:rsidRPr="006713DA">
        <w:rPr>
          <w:rStyle w:val="libFootnotenumChar"/>
          <w:rtl/>
        </w:rPr>
        <w:t>(3)</w:t>
      </w:r>
      <w:r>
        <w:rPr>
          <w:rtl/>
        </w:rPr>
        <w:t xml:space="preserve"> حشوها ليف فقعد عليها ، فخطبني إلى نفسي </w:t>
      </w:r>
      <w:r w:rsidR="00A80F4B" w:rsidRPr="00A80F4B">
        <w:rPr>
          <w:rStyle w:val="libAlaemChar"/>
          <w:rFonts w:hint="cs"/>
          <w:rtl/>
        </w:rPr>
        <w:t>صلى‌الله‌عليه‌وآله‌وسلم</w:t>
      </w:r>
      <w:r>
        <w:rPr>
          <w:rtl/>
        </w:rPr>
        <w:t>.</w:t>
      </w:r>
    </w:p>
    <w:p w:rsidR="00EE1A1A" w:rsidRDefault="00EE1A1A" w:rsidP="00BB3BDA">
      <w:pPr>
        <w:pStyle w:val="libNormal"/>
        <w:rPr>
          <w:rtl/>
        </w:rPr>
      </w:pPr>
      <w:r>
        <w:rPr>
          <w:rtl/>
        </w:rPr>
        <w:t>فلما فرغ من مقالته قلت : يا رسول الله ، ما بي أن لا يكون لك الرغبة ، ولكني امرأة في غيرة شديدة ، فأخاف أن ترى مني شيئاً يعذبني الله به ، وأنا امرأة قد دخلت في السن ، وأنا ذات عيال.</w:t>
      </w:r>
    </w:p>
    <w:p w:rsidR="00EE1A1A" w:rsidRDefault="00EE1A1A" w:rsidP="00BB3BDA">
      <w:pPr>
        <w:pStyle w:val="libNormal"/>
        <w:rPr>
          <w:rtl/>
        </w:rPr>
      </w:pPr>
      <w:r>
        <w:rPr>
          <w:rtl/>
        </w:rPr>
        <w:t xml:space="preserve">فقال رسول الله </w:t>
      </w:r>
      <w:r w:rsidR="00A80F4B" w:rsidRPr="00A80F4B">
        <w:rPr>
          <w:rStyle w:val="libAlaemChar"/>
          <w:rFonts w:hint="cs"/>
          <w:rtl/>
        </w:rPr>
        <w:t>صلى‌الله‌عليه‌وآله‌وسلم</w:t>
      </w:r>
      <w:r>
        <w:rPr>
          <w:rtl/>
        </w:rPr>
        <w:t xml:space="preserve"> : « أما ما ذكرت من السن فقد أصابني مثل الذي أصابك ، وأما ما ذكرت من العيال فإنما عيالك عيالي » قالت : فقد سلمت نفسي لرسول الله ، فتزوجها رسول الله </w:t>
      </w:r>
      <w:r w:rsidR="00A80F4B" w:rsidRPr="00A80F4B">
        <w:rPr>
          <w:rStyle w:val="libAlaemChar"/>
          <w:rFonts w:hint="cs"/>
          <w:rtl/>
        </w:rPr>
        <w:t>صلى‌الله‌عليه‌وآله‌وسلم</w:t>
      </w:r>
      <w:r>
        <w:rPr>
          <w:rtl/>
        </w:rPr>
        <w:t xml:space="preserve"> ، فقالت أم سلمة : فقد أبدلني الله عزوجل بأبي سلمة خيراً منه : النبي </w:t>
      </w:r>
      <w:r w:rsidR="00A80F4B" w:rsidRPr="00A80F4B">
        <w:rPr>
          <w:rStyle w:val="libAlaemChar"/>
          <w:rFonts w:hint="cs"/>
          <w:rtl/>
        </w:rPr>
        <w:t>صلى‌الله‌عليه‌وآله‌وسلم</w:t>
      </w:r>
      <w:r>
        <w:rPr>
          <w:rtl/>
        </w:rPr>
        <w:t xml:space="preserve"> </w:t>
      </w:r>
      <w:r w:rsidRPr="006713DA">
        <w:rPr>
          <w:rStyle w:val="libFootnotenumChar"/>
          <w:rtl/>
        </w:rPr>
        <w:t>(4)</w:t>
      </w:r>
      <w:r>
        <w:rPr>
          <w:rtl/>
        </w:rPr>
        <w:t>.</w:t>
      </w:r>
    </w:p>
    <w:p w:rsidR="00EE1A1A" w:rsidRDefault="00EE1A1A" w:rsidP="00BB3BDA">
      <w:pPr>
        <w:pStyle w:val="libNormal"/>
        <w:rPr>
          <w:rtl/>
        </w:rPr>
      </w:pPr>
      <w:r>
        <w:rPr>
          <w:rtl/>
        </w:rPr>
        <w:t xml:space="preserve">وعن ابن عباس قال : قال رسول الله </w:t>
      </w:r>
      <w:r w:rsidR="00A80F4B" w:rsidRPr="00A80F4B">
        <w:rPr>
          <w:rStyle w:val="libAlaemChar"/>
          <w:rFonts w:hint="cs"/>
          <w:rtl/>
        </w:rPr>
        <w:t>صلى‌الله‌عليه‌وآله</w:t>
      </w:r>
      <w:r>
        <w:rPr>
          <w:rtl/>
        </w:rPr>
        <w:t xml:space="preserve"> : « إن للموت فزعاً ، فإذا أتى أحدكم وفاةُ أخيه فليقل : إنا لله وإنا إليه راجعون ، وإنا إلى ربنا لمنقلبون ، اللهم اكتبه عندك من المحسنين ، واجعل كتابه في عليين ، واخلف على عنقه في الآخرين ، اللهم لا تحرمنا أجره ولا تفتنا بعده » </w:t>
      </w:r>
      <w:r w:rsidRPr="006713DA">
        <w:rPr>
          <w:rStyle w:val="libFootnotenumChar"/>
          <w:rtl/>
        </w:rPr>
        <w:t>(5)</w:t>
      </w:r>
      <w:r>
        <w:rPr>
          <w:rtl/>
        </w:rPr>
        <w:t>.</w:t>
      </w:r>
    </w:p>
    <w:p w:rsidR="00EE1A1A" w:rsidRDefault="00EE1A1A" w:rsidP="00BB3BDA">
      <w:pPr>
        <w:pStyle w:val="libNormal"/>
        <w:rPr>
          <w:rtl/>
        </w:rPr>
      </w:pPr>
      <w:r>
        <w:rPr>
          <w:rtl/>
        </w:rPr>
        <w:t xml:space="preserve">وعن الحسين بن علي بن أبي طالب </w:t>
      </w:r>
      <w:r w:rsidR="00A80F4B" w:rsidRPr="00A80F4B">
        <w:rPr>
          <w:rStyle w:val="libAlaemChar"/>
          <w:rFonts w:hint="cs"/>
          <w:rtl/>
        </w:rPr>
        <w:t>عليهم‌السلام</w:t>
      </w:r>
      <w:r>
        <w:rPr>
          <w:rtl/>
        </w:rPr>
        <w:t xml:space="preserve"> : « إن النبي </w:t>
      </w:r>
      <w:r w:rsidR="00A80F4B" w:rsidRPr="00A80F4B">
        <w:rPr>
          <w:rStyle w:val="libAlaemChar"/>
          <w:rFonts w:hint="cs"/>
          <w:rtl/>
        </w:rPr>
        <w:t>صلى‌الله‌عليه‌وآله‌وسلم</w:t>
      </w:r>
      <w:r>
        <w:rPr>
          <w:rtl/>
        </w:rPr>
        <w:t xml:space="preserve"> قال : من اصابته مصيبة فقال إذا ذكرها : إنا لله وإنا إليه راجعون ، جدد الله </w:t>
      </w:r>
    </w:p>
    <w:p w:rsidR="00EE1A1A" w:rsidRDefault="00EE1A1A" w:rsidP="006713DA">
      <w:pPr>
        <w:pStyle w:val="libLine"/>
        <w:rPr>
          <w:rtl/>
        </w:rPr>
      </w:pPr>
      <w:r>
        <w:rPr>
          <w:rtl/>
        </w:rPr>
        <w:t>__________________</w:t>
      </w:r>
    </w:p>
    <w:p w:rsidR="00EE1A1A" w:rsidRDefault="00EE1A1A" w:rsidP="006713DA">
      <w:pPr>
        <w:pStyle w:val="libFootnote0"/>
        <w:rPr>
          <w:rtl/>
        </w:rPr>
      </w:pPr>
      <w:r>
        <w:rPr>
          <w:rtl/>
        </w:rPr>
        <w:t>1 ـ الإرهاب : الجلد من البقر والغنم والوحش ما لم يدبغ « لسان العرب 1 : 217 ».</w:t>
      </w:r>
    </w:p>
    <w:p w:rsidR="00EE1A1A" w:rsidRDefault="00EE1A1A" w:rsidP="006713DA">
      <w:pPr>
        <w:pStyle w:val="libFootnote0"/>
        <w:rPr>
          <w:rtl/>
        </w:rPr>
      </w:pPr>
      <w:r>
        <w:rPr>
          <w:rtl/>
        </w:rPr>
        <w:t>2 ـ القرظ : شجر يدبغ به ، وقيل : هو ورق السلم يدبغ به الادم. ومنه اديم مقروظ. « لسان العرب 7 : 454 ».</w:t>
      </w:r>
    </w:p>
    <w:p w:rsidR="00EE1A1A" w:rsidRDefault="00EE1A1A" w:rsidP="006713DA">
      <w:pPr>
        <w:pStyle w:val="libFootnote0"/>
        <w:rPr>
          <w:rtl/>
        </w:rPr>
      </w:pPr>
      <w:r>
        <w:rPr>
          <w:rtl/>
        </w:rPr>
        <w:t>3 ـ الأديم : الجلد ما كان ، وقيل الأحمر ، وقيل : هو المدبوغ « لسان العرب 12 : 9 ».</w:t>
      </w:r>
    </w:p>
    <w:p w:rsidR="00EE1A1A" w:rsidRDefault="00EE1A1A" w:rsidP="006713DA">
      <w:pPr>
        <w:pStyle w:val="libFootnote0"/>
        <w:rPr>
          <w:rtl/>
        </w:rPr>
      </w:pPr>
      <w:r>
        <w:rPr>
          <w:rtl/>
        </w:rPr>
        <w:t>4 ـ مسند أحمد 4 : 27 ، والبحار 82 : 139.</w:t>
      </w:r>
    </w:p>
    <w:p w:rsidR="00EE1A1A" w:rsidRDefault="00EE1A1A" w:rsidP="006713DA">
      <w:pPr>
        <w:pStyle w:val="libFootnote0"/>
        <w:rPr>
          <w:rtl/>
        </w:rPr>
      </w:pPr>
      <w:r>
        <w:rPr>
          <w:rtl/>
        </w:rPr>
        <w:t xml:space="preserve">5 ـ الجامع الكبير 1 : 265 ، الفتوحات الربانية 4 : 124 ، والبحار 82 : 141. </w:t>
      </w:r>
    </w:p>
    <w:p w:rsidR="00EE1A1A" w:rsidRDefault="00EE1A1A" w:rsidP="00BB3BDA">
      <w:pPr>
        <w:pStyle w:val="libNormal0"/>
        <w:rPr>
          <w:rtl/>
        </w:rPr>
      </w:pPr>
      <w:r>
        <w:rPr>
          <w:rtl/>
        </w:rPr>
        <w:br w:type="page"/>
      </w:r>
      <w:r>
        <w:rPr>
          <w:rtl/>
        </w:rPr>
        <w:lastRenderedPageBreak/>
        <w:t xml:space="preserve">ـ عز وجل ـ له أجرها ، مثل ما كان له يوم أصابته » </w:t>
      </w:r>
      <w:r w:rsidRPr="006713DA">
        <w:rPr>
          <w:rStyle w:val="libFootnotenumChar"/>
          <w:rtl/>
        </w:rPr>
        <w:t>(1)</w:t>
      </w:r>
      <w:r>
        <w:rPr>
          <w:rtl/>
        </w:rPr>
        <w:t xml:space="preserve">. </w:t>
      </w:r>
    </w:p>
    <w:p w:rsidR="00EE1A1A" w:rsidRDefault="00EE1A1A" w:rsidP="006713DA">
      <w:pPr>
        <w:pStyle w:val="libLine"/>
        <w:rPr>
          <w:rtl/>
        </w:rPr>
      </w:pPr>
      <w:r>
        <w:rPr>
          <w:rtl/>
        </w:rPr>
        <w:t>__________________</w:t>
      </w:r>
    </w:p>
    <w:p w:rsidR="00EE1A1A" w:rsidRDefault="00EE1A1A" w:rsidP="006713DA">
      <w:pPr>
        <w:pStyle w:val="libFootnote0"/>
        <w:rPr>
          <w:rtl/>
        </w:rPr>
      </w:pPr>
      <w:r>
        <w:rPr>
          <w:rtl/>
        </w:rPr>
        <w:t xml:space="preserve">1 ـ الجامع الكبير 1 : 747 ، والبحار 82 : 141. </w:t>
      </w:r>
    </w:p>
    <w:p w:rsidR="00EE1A1A" w:rsidRDefault="00EE1A1A" w:rsidP="00EE1A1A">
      <w:pPr>
        <w:pStyle w:val="Heading2Center"/>
        <w:rPr>
          <w:rtl/>
        </w:rPr>
      </w:pPr>
      <w:r>
        <w:rPr>
          <w:rtl/>
        </w:rPr>
        <w:br w:type="page"/>
      </w:r>
      <w:bookmarkStart w:id="23" w:name="_Toc413069922"/>
      <w:r>
        <w:rPr>
          <w:rtl/>
        </w:rPr>
        <w:lastRenderedPageBreak/>
        <w:t>فصل</w:t>
      </w:r>
      <w:bookmarkEnd w:id="23"/>
    </w:p>
    <w:p w:rsidR="00EE1A1A" w:rsidRDefault="00EE1A1A" w:rsidP="00BB3BDA">
      <w:pPr>
        <w:pStyle w:val="libNormal"/>
        <w:rPr>
          <w:rtl/>
        </w:rPr>
      </w:pPr>
      <w:r>
        <w:rPr>
          <w:rtl/>
        </w:rPr>
        <w:t xml:space="preserve">وعن يوسف بن عبد الله بن سلام : ان النبي </w:t>
      </w:r>
      <w:r w:rsidR="00A80F4B" w:rsidRPr="00A80F4B">
        <w:rPr>
          <w:rStyle w:val="libAlaemChar"/>
          <w:rFonts w:hint="cs"/>
          <w:rtl/>
        </w:rPr>
        <w:t>صلى‌الله‌عليه‌وآله‌وسلم</w:t>
      </w:r>
      <w:r>
        <w:rPr>
          <w:rtl/>
        </w:rPr>
        <w:t xml:space="preserve"> كان إذا نزل بأهله شدة أمرهم بالصلاة ، ثم قرأ : </w:t>
      </w:r>
      <w:r w:rsidRPr="00BB3BDA">
        <w:rPr>
          <w:rStyle w:val="libAlaemChar"/>
          <w:rtl/>
        </w:rPr>
        <w:t>(</w:t>
      </w:r>
      <w:r>
        <w:rPr>
          <w:rtl/>
        </w:rPr>
        <w:t xml:space="preserve"> </w:t>
      </w:r>
      <w:r w:rsidRPr="00BB3BDA">
        <w:rPr>
          <w:rStyle w:val="libAieChar"/>
          <w:rtl/>
        </w:rPr>
        <w:t>وامر اهلك بالصلاة واصطبر عليها</w:t>
      </w:r>
      <w:r>
        <w:rPr>
          <w:rtl/>
        </w:rPr>
        <w:t xml:space="preserve"> </w:t>
      </w:r>
      <w:r w:rsidRPr="00BB3BDA">
        <w:rPr>
          <w:rStyle w:val="libAlaemChar"/>
          <w:rtl/>
        </w:rPr>
        <w:t>)</w:t>
      </w:r>
      <w:r>
        <w:rPr>
          <w:rtl/>
        </w:rPr>
        <w:t xml:space="preserve"> </w:t>
      </w:r>
      <w:r w:rsidRPr="006713DA">
        <w:rPr>
          <w:rStyle w:val="libFootnotenumChar"/>
          <w:rtl/>
        </w:rPr>
        <w:t>(1)(2)</w:t>
      </w:r>
      <w:r>
        <w:rPr>
          <w:rtl/>
        </w:rPr>
        <w:t>.</w:t>
      </w:r>
    </w:p>
    <w:p w:rsidR="00EE1A1A" w:rsidRDefault="00EE1A1A" w:rsidP="00BB3BDA">
      <w:pPr>
        <w:pStyle w:val="libNormal"/>
        <w:rPr>
          <w:rtl/>
        </w:rPr>
      </w:pPr>
      <w:r>
        <w:rPr>
          <w:rtl/>
        </w:rPr>
        <w:t xml:space="preserve">وعن ابن عباس أنه نعي إليه أخوه قثم وهو في سفر فاسترجع ، ثم تنحى عن الطريق فأناخ ، فصلى ركعتين أطال فيهما الجلوس ، ثم قام يمشي إلى راحلته وهو يقول : </w:t>
      </w:r>
      <w:r w:rsidRPr="00BB3BDA">
        <w:rPr>
          <w:rStyle w:val="libAlaemChar"/>
          <w:rtl/>
        </w:rPr>
        <w:t>(</w:t>
      </w:r>
      <w:r>
        <w:rPr>
          <w:rtl/>
        </w:rPr>
        <w:t xml:space="preserve"> </w:t>
      </w:r>
      <w:r w:rsidRPr="00BB3BDA">
        <w:rPr>
          <w:rStyle w:val="libAieChar"/>
          <w:rtl/>
        </w:rPr>
        <w:t>واستعينوا بالصبر والصلاة وانها كبيرة إلا على الخاشعين</w:t>
      </w:r>
      <w:r>
        <w:rPr>
          <w:rtl/>
        </w:rPr>
        <w:t xml:space="preserve"> </w:t>
      </w:r>
      <w:r w:rsidRPr="00BB3BDA">
        <w:rPr>
          <w:rStyle w:val="libAlaemChar"/>
          <w:rtl/>
        </w:rPr>
        <w:t>)</w:t>
      </w:r>
      <w:r>
        <w:rPr>
          <w:rtl/>
        </w:rPr>
        <w:t xml:space="preserve"> </w:t>
      </w:r>
      <w:r w:rsidRPr="006713DA">
        <w:rPr>
          <w:rStyle w:val="libFootnotenumChar"/>
          <w:rFonts w:hint="cs"/>
          <w:rtl/>
        </w:rPr>
        <w:t>(</w:t>
      </w:r>
      <w:r w:rsidRPr="006713DA">
        <w:rPr>
          <w:rStyle w:val="libFootnotenumChar"/>
          <w:rtl/>
        </w:rPr>
        <w:t>3</w:t>
      </w:r>
      <w:r w:rsidRPr="006713DA">
        <w:rPr>
          <w:rStyle w:val="libFootnotenumChar"/>
          <w:rFonts w:hint="cs"/>
          <w:rtl/>
        </w:rPr>
        <w:t>)</w:t>
      </w:r>
      <w:r w:rsidRPr="006713DA">
        <w:rPr>
          <w:rStyle w:val="libFootnotenumChar"/>
          <w:rtl/>
        </w:rPr>
        <w:t>(4)</w:t>
      </w:r>
      <w:r>
        <w:rPr>
          <w:rtl/>
        </w:rPr>
        <w:t>.</w:t>
      </w:r>
    </w:p>
    <w:p w:rsidR="00EE1A1A" w:rsidRDefault="00EE1A1A" w:rsidP="00BB3BDA">
      <w:pPr>
        <w:pStyle w:val="libNormal"/>
        <w:rPr>
          <w:rtl/>
        </w:rPr>
      </w:pPr>
      <w:r>
        <w:rPr>
          <w:rtl/>
        </w:rPr>
        <w:t>وعنه أيضاً أنه كان إذا أُصيب بمصيبة قام وتوضأ وصلى ركعتين ، وقال : اللهم قد فعلت ما أمرتنا ، فأنجز لنا ما وعدتنا.</w:t>
      </w:r>
    </w:p>
    <w:p w:rsidR="00EE1A1A" w:rsidRDefault="00EE1A1A" w:rsidP="00BB3BDA">
      <w:pPr>
        <w:pStyle w:val="libNormal"/>
        <w:rPr>
          <w:rtl/>
        </w:rPr>
      </w:pPr>
      <w:r>
        <w:rPr>
          <w:rtl/>
        </w:rPr>
        <w:t xml:space="preserve">وعن عبادة بن محمد بن عبادة بن الصامت ، قال : لما حضرت عبادة ـ </w:t>
      </w:r>
      <w:r w:rsidR="00A80F4B" w:rsidRPr="00A80F4B">
        <w:rPr>
          <w:rStyle w:val="libAlaemChar"/>
          <w:rFonts w:hint="cs"/>
          <w:rtl/>
        </w:rPr>
        <w:t>رضي‌الله‌عنه</w:t>
      </w:r>
      <w:r>
        <w:rPr>
          <w:rtl/>
        </w:rPr>
        <w:t xml:space="preserve"> ـ الوفاة قال : أخرجوا فراشي إلى الصحن ـ يعني : الدار ـ ففعلوا ، ثم قال : إجمعوا لي موالي وخدمي وجيراني ومن كان يدخل علي ، فجمعوا.</w:t>
      </w:r>
    </w:p>
    <w:p w:rsidR="00EE1A1A" w:rsidRDefault="00EE1A1A" w:rsidP="00BB3BDA">
      <w:pPr>
        <w:pStyle w:val="libNormal"/>
        <w:rPr>
          <w:rtl/>
        </w:rPr>
      </w:pPr>
      <w:r>
        <w:rPr>
          <w:rtl/>
        </w:rPr>
        <w:t xml:space="preserve">فقال : إن يومي هذا لا أراه إلا آخر يوم يأتي علي من الدنيا ، وأول ليلة من ليالي الآخرة ، وإني لا أدري لعله قد فرط مني إليكم بيدي أو بلساني شيء ، وهو ـ والذي ـ نفس عبادة بيده ـ القصاص يوم القيامة ، فاحرج </w:t>
      </w:r>
      <w:r w:rsidRPr="006713DA">
        <w:rPr>
          <w:rStyle w:val="libFootnotenumChar"/>
          <w:rtl/>
        </w:rPr>
        <w:t>(5)</w:t>
      </w:r>
      <w:r>
        <w:rPr>
          <w:rtl/>
        </w:rPr>
        <w:t xml:space="preserve"> على أحد منكم في نفسه مني شيء من ذلك ، إلا اقتص مني قبل أن تخرج نفسي.</w:t>
      </w:r>
    </w:p>
    <w:p w:rsidR="00EE1A1A" w:rsidRDefault="00EE1A1A" w:rsidP="00BB3BDA">
      <w:pPr>
        <w:pStyle w:val="libNormal"/>
        <w:rPr>
          <w:rtl/>
        </w:rPr>
      </w:pPr>
      <w:r>
        <w:rPr>
          <w:rtl/>
        </w:rPr>
        <w:t xml:space="preserve">قال : فقالوا : بل كنت لنا والداً وكنت مؤدباً ، وما قال لخادم سوءاً قط ، قال : أغفرتم لي ما كان من ذلك؟ قالوا : نعم ، قالوا : نعم ، قال : اللهم أشهد ، ثم قال : أما فاحفظوا وصيتي : أُحرج على إنسان منكم يبكي ، فإذا خرجت نفسي فتوضؤا وأحسنوا الوضوء ، ثم ليدخل إنسان منكم مسجداً فيصلي ، ثم يستغفر لعبادة ولنفسه ، فإن الله عزوجل قال : </w:t>
      </w:r>
      <w:r w:rsidRPr="00BB3BDA">
        <w:rPr>
          <w:rStyle w:val="libAlaemChar"/>
          <w:rtl/>
        </w:rPr>
        <w:t>(</w:t>
      </w:r>
      <w:r>
        <w:rPr>
          <w:rtl/>
        </w:rPr>
        <w:t xml:space="preserve"> </w:t>
      </w:r>
      <w:r w:rsidRPr="00BB3BDA">
        <w:rPr>
          <w:rStyle w:val="libAieChar"/>
          <w:rtl/>
        </w:rPr>
        <w:t>واستعينوا بالصبر والصلاة</w:t>
      </w:r>
      <w:r>
        <w:rPr>
          <w:rtl/>
        </w:rPr>
        <w:t xml:space="preserve"> </w:t>
      </w:r>
      <w:r w:rsidRPr="00BB3BDA">
        <w:rPr>
          <w:rStyle w:val="libAlaemChar"/>
          <w:rtl/>
        </w:rPr>
        <w:t>)</w:t>
      </w:r>
      <w:r>
        <w:rPr>
          <w:rtl/>
        </w:rPr>
        <w:t xml:space="preserve"> </w:t>
      </w:r>
      <w:r w:rsidRPr="006713DA">
        <w:rPr>
          <w:rStyle w:val="libFootnotenumChar"/>
          <w:rtl/>
        </w:rPr>
        <w:t>(6)</w:t>
      </w:r>
      <w:r>
        <w:rPr>
          <w:rtl/>
        </w:rPr>
        <w:t xml:space="preserve"> ثم أسرعوا بي ولا تتبعوني بنار ، </w:t>
      </w:r>
    </w:p>
    <w:p w:rsidR="00EE1A1A" w:rsidRDefault="00EE1A1A" w:rsidP="006713DA">
      <w:pPr>
        <w:pStyle w:val="libLine"/>
        <w:rPr>
          <w:rtl/>
        </w:rPr>
      </w:pPr>
      <w:r>
        <w:rPr>
          <w:rtl/>
        </w:rPr>
        <w:t>__________________</w:t>
      </w:r>
    </w:p>
    <w:p w:rsidR="00EE1A1A" w:rsidRDefault="00EE1A1A" w:rsidP="006713DA">
      <w:pPr>
        <w:pStyle w:val="libFootnote0"/>
        <w:rPr>
          <w:rtl/>
        </w:rPr>
      </w:pPr>
      <w:r>
        <w:rPr>
          <w:rtl/>
        </w:rPr>
        <w:t>1 ـ طه 20 : 132.</w:t>
      </w:r>
    </w:p>
    <w:p w:rsidR="00EE1A1A" w:rsidRDefault="00EE1A1A" w:rsidP="006713DA">
      <w:pPr>
        <w:pStyle w:val="libFootnote0"/>
        <w:rPr>
          <w:rtl/>
        </w:rPr>
      </w:pPr>
      <w:r>
        <w:rPr>
          <w:rtl/>
        </w:rPr>
        <w:t>2 ـ الدر المنثور 4 : 313.</w:t>
      </w:r>
    </w:p>
    <w:p w:rsidR="00EE1A1A" w:rsidRDefault="00EE1A1A" w:rsidP="006713DA">
      <w:pPr>
        <w:pStyle w:val="libFootnote0"/>
        <w:rPr>
          <w:rtl/>
        </w:rPr>
      </w:pPr>
      <w:r>
        <w:rPr>
          <w:rtl/>
        </w:rPr>
        <w:t>3 ـ البقرة 2 : 45.</w:t>
      </w:r>
    </w:p>
    <w:p w:rsidR="00EE1A1A" w:rsidRDefault="00EE1A1A" w:rsidP="006713DA">
      <w:pPr>
        <w:pStyle w:val="libFootnote0"/>
        <w:rPr>
          <w:rtl/>
        </w:rPr>
      </w:pPr>
      <w:r>
        <w:rPr>
          <w:rtl/>
        </w:rPr>
        <w:t>4 ـ الدر المنثور 1 : 68.</w:t>
      </w:r>
    </w:p>
    <w:p w:rsidR="00EE1A1A" w:rsidRDefault="00EE1A1A" w:rsidP="006713DA">
      <w:pPr>
        <w:pStyle w:val="libFootnote0"/>
        <w:rPr>
          <w:rtl/>
        </w:rPr>
      </w:pPr>
      <w:r>
        <w:rPr>
          <w:rtl/>
        </w:rPr>
        <w:t>5 ـ أي اُقسم.</w:t>
      </w:r>
    </w:p>
    <w:p w:rsidR="00EE1A1A" w:rsidRDefault="00EE1A1A" w:rsidP="006713DA">
      <w:pPr>
        <w:pStyle w:val="libFootnote0"/>
        <w:rPr>
          <w:rtl/>
        </w:rPr>
      </w:pPr>
      <w:r>
        <w:rPr>
          <w:rtl/>
        </w:rPr>
        <w:t xml:space="preserve">6 ـ البقرة 2 : 45. </w:t>
      </w:r>
    </w:p>
    <w:p w:rsidR="00EE1A1A" w:rsidRDefault="00EE1A1A" w:rsidP="00BB3BDA">
      <w:pPr>
        <w:pStyle w:val="libNormal0"/>
        <w:rPr>
          <w:rtl/>
        </w:rPr>
      </w:pPr>
      <w:r>
        <w:rPr>
          <w:rtl/>
        </w:rPr>
        <w:br w:type="page"/>
      </w:r>
      <w:r>
        <w:rPr>
          <w:rtl/>
        </w:rPr>
        <w:lastRenderedPageBreak/>
        <w:t xml:space="preserve">ولا تضعوا تحتي أرجواناً </w:t>
      </w:r>
      <w:r w:rsidRPr="006713DA">
        <w:rPr>
          <w:rStyle w:val="libFootnotenumChar"/>
          <w:rFonts w:hint="cs"/>
          <w:rtl/>
        </w:rPr>
        <w:t>(1)</w:t>
      </w:r>
      <w:r w:rsidRPr="006713DA">
        <w:rPr>
          <w:rStyle w:val="libFootnotenumChar"/>
          <w:rtl/>
        </w:rPr>
        <w:t>(2)</w:t>
      </w:r>
      <w:r>
        <w:rPr>
          <w:rtl/>
        </w:rPr>
        <w:t>.</w:t>
      </w:r>
    </w:p>
    <w:p w:rsidR="00EE1A1A" w:rsidRDefault="00EE1A1A" w:rsidP="00BB3BDA">
      <w:pPr>
        <w:pStyle w:val="libNormal"/>
        <w:rPr>
          <w:rtl/>
        </w:rPr>
      </w:pPr>
      <w:r>
        <w:rPr>
          <w:rtl/>
        </w:rPr>
        <w:t xml:space="preserve">وعن جابر ، عن الباقر </w:t>
      </w:r>
      <w:r w:rsidR="00A80F4B" w:rsidRPr="00A80F4B">
        <w:rPr>
          <w:rStyle w:val="libAlaemChar"/>
          <w:rFonts w:hint="cs"/>
          <w:rtl/>
        </w:rPr>
        <w:t>عليه‌السلام</w:t>
      </w:r>
      <w:r>
        <w:rPr>
          <w:rtl/>
        </w:rPr>
        <w:t xml:space="preserve"> ، قال : « أشد الجزع الصراخ بالويل والعويل ، ولطم الوجه والصدر ، وجز الشعر ، ومن أقام النواح </w:t>
      </w:r>
      <w:r w:rsidRPr="006713DA">
        <w:rPr>
          <w:rStyle w:val="libFootnotenumChar"/>
          <w:rtl/>
        </w:rPr>
        <w:t>(3)</w:t>
      </w:r>
      <w:r>
        <w:rPr>
          <w:rtl/>
        </w:rPr>
        <w:t xml:space="preserve"> فقد ترك الصبر ، ومن صبر واسترجع وحمد الله ـ تعالى ـ فقد رضي بما صنع الله ، ووقع أجره على الله ـ عزجل ـ ، ومن لم يفعل ذلك جرى عليه القضاء وهو ذميم ، وأحبط الله ـ عزوجل ـ أجره » </w:t>
      </w:r>
      <w:r w:rsidRPr="006713DA">
        <w:rPr>
          <w:rStyle w:val="libFootnotenumChar"/>
          <w:rtl/>
        </w:rPr>
        <w:t>(4)</w:t>
      </w:r>
      <w:r>
        <w:rPr>
          <w:rtl/>
        </w:rPr>
        <w:t>.</w:t>
      </w:r>
    </w:p>
    <w:p w:rsidR="00EE1A1A" w:rsidRDefault="00EE1A1A" w:rsidP="00BB3BDA">
      <w:pPr>
        <w:pStyle w:val="libNormal"/>
        <w:rPr>
          <w:rtl/>
        </w:rPr>
      </w:pPr>
      <w:r>
        <w:rPr>
          <w:rtl/>
        </w:rPr>
        <w:t xml:space="preserve">وعن ربعي بن عبد الله ، عن الصادق </w:t>
      </w:r>
      <w:r w:rsidR="00A80F4B" w:rsidRPr="00A80F4B">
        <w:rPr>
          <w:rStyle w:val="libAlaemChar"/>
          <w:rFonts w:hint="cs"/>
          <w:rtl/>
        </w:rPr>
        <w:t>عليه‌السلام</w:t>
      </w:r>
      <w:r>
        <w:rPr>
          <w:rtl/>
        </w:rPr>
        <w:t xml:space="preserve"> ، قال : « إن الصبر والبلاء يستبقان إلى المؤمن ، يأتيه البلاء وهو صبور ، وإن الجزع والبلاء يستبقان إلى الكافر ، فيأتيه البلاء وهو جزوع » </w:t>
      </w:r>
      <w:r w:rsidRPr="006713DA">
        <w:rPr>
          <w:rStyle w:val="libFootnotenumChar"/>
          <w:rtl/>
        </w:rPr>
        <w:t>(5)</w:t>
      </w:r>
      <w:r>
        <w:rPr>
          <w:rtl/>
        </w:rPr>
        <w:t>.</w:t>
      </w:r>
    </w:p>
    <w:p w:rsidR="00EE1A1A" w:rsidRDefault="00EE1A1A" w:rsidP="00BB3BDA">
      <w:pPr>
        <w:pStyle w:val="libNormal"/>
        <w:rPr>
          <w:rtl/>
        </w:rPr>
      </w:pPr>
      <w:bookmarkStart w:id="24" w:name="_Toc413069923"/>
      <w:r w:rsidRPr="00D0795C">
        <w:rPr>
          <w:rStyle w:val="Heading2Char"/>
          <w:rtl/>
        </w:rPr>
        <w:t>و</w:t>
      </w:r>
      <w:bookmarkEnd w:id="24"/>
      <w:r>
        <w:rPr>
          <w:rtl/>
        </w:rPr>
        <w:t xml:space="preserve">عنه </w:t>
      </w:r>
      <w:r w:rsidR="00A80F4B" w:rsidRPr="00A80F4B">
        <w:rPr>
          <w:rStyle w:val="libAlaemChar"/>
          <w:rFonts w:hint="cs"/>
          <w:rtl/>
        </w:rPr>
        <w:t>عليه‌السلام</w:t>
      </w:r>
      <w:r>
        <w:rPr>
          <w:rtl/>
        </w:rPr>
        <w:t xml:space="preserve"> قال : « قال رسول الله </w:t>
      </w:r>
      <w:r w:rsidR="00A80F4B" w:rsidRPr="00A80F4B">
        <w:rPr>
          <w:rStyle w:val="libAlaemChar"/>
          <w:rFonts w:hint="cs"/>
          <w:rtl/>
        </w:rPr>
        <w:t>صلى‌الله‌عليه‌وآله‌وسلم</w:t>
      </w:r>
      <w:r>
        <w:rPr>
          <w:rtl/>
        </w:rPr>
        <w:t xml:space="preserve"> : ضرب المسلم يده على فخذه عند المصيبة إحباط لأجره » </w:t>
      </w:r>
      <w:r w:rsidRPr="006713DA">
        <w:rPr>
          <w:rStyle w:val="libFootnotenumChar"/>
          <w:rtl/>
        </w:rPr>
        <w:t>(6)</w:t>
      </w:r>
      <w:r>
        <w:rPr>
          <w:rtl/>
        </w:rPr>
        <w:t>.</w:t>
      </w:r>
    </w:p>
    <w:p w:rsidR="00EE1A1A" w:rsidRDefault="00EE1A1A" w:rsidP="00BB3BDA">
      <w:pPr>
        <w:pStyle w:val="libNormal"/>
        <w:rPr>
          <w:rtl/>
        </w:rPr>
      </w:pPr>
      <w:r>
        <w:rPr>
          <w:rtl/>
        </w:rPr>
        <w:t xml:space="preserve">وعن موسى بن بكر ، عن الكاظم </w:t>
      </w:r>
      <w:r w:rsidR="00A80F4B" w:rsidRPr="00A80F4B">
        <w:rPr>
          <w:rStyle w:val="libAlaemChar"/>
          <w:rFonts w:hint="cs"/>
          <w:rtl/>
        </w:rPr>
        <w:t>عليه‌السلام</w:t>
      </w:r>
      <w:r>
        <w:rPr>
          <w:rtl/>
        </w:rPr>
        <w:t xml:space="preserve"> ، قال : « ضرب الرجل على فخذه عند المصيبة ، احباط أجره » </w:t>
      </w:r>
      <w:r w:rsidRPr="006713DA">
        <w:rPr>
          <w:rStyle w:val="libFootnotenumChar"/>
          <w:rtl/>
        </w:rPr>
        <w:t>(7)</w:t>
      </w:r>
      <w:r>
        <w:rPr>
          <w:rtl/>
        </w:rPr>
        <w:t>.</w:t>
      </w:r>
    </w:p>
    <w:p w:rsidR="00EE1A1A" w:rsidRDefault="00EE1A1A" w:rsidP="00BB3BDA">
      <w:pPr>
        <w:pStyle w:val="libNormal"/>
        <w:rPr>
          <w:rtl/>
        </w:rPr>
      </w:pPr>
      <w:r>
        <w:rPr>
          <w:rtl/>
        </w:rPr>
        <w:t xml:space="preserve">وعن إسحاق بن عمار ، عن الصادق </w:t>
      </w:r>
      <w:r w:rsidR="00A80F4B" w:rsidRPr="00A80F4B">
        <w:rPr>
          <w:rStyle w:val="libAlaemChar"/>
          <w:rFonts w:hint="cs"/>
          <w:rtl/>
        </w:rPr>
        <w:t>عليه‌السلام</w:t>
      </w:r>
      <w:r>
        <w:rPr>
          <w:rtl/>
        </w:rPr>
        <w:t xml:space="preserve"> : « يا أسحاق ، لا تعدن مصيبة اعطيت عليها الصبر ، واستوجبت عليها من الله عزوجل الثواب ، إنما المصيبة التي يحرم صاحبها أجرها وثوابها ، إذا لم يصبر عند نزولها » </w:t>
      </w:r>
      <w:r w:rsidRPr="006713DA">
        <w:rPr>
          <w:rStyle w:val="libFootnotenumChar"/>
          <w:rtl/>
        </w:rPr>
        <w:t>(8)</w:t>
      </w:r>
      <w:r>
        <w:rPr>
          <w:rtl/>
        </w:rPr>
        <w:t>.</w:t>
      </w:r>
    </w:p>
    <w:p w:rsidR="00EE1A1A" w:rsidRDefault="00EE1A1A" w:rsidP="00BB3BDA">
      <w:pPr>
        <w:pStyle w:val="libNormal"/>
        <w:rPr>
          <w:rtl/>
        </w:rPr>
      </w:pPr>
      <w:r>
        <w:rPr>
          <w:rtl/>
        </w:rPr>
        <w:t xml:space="preserve">وعن أبي ميسرة قال : كنا عند أبي عبد الله </w:t>
      </w:r>
      <w:r w:rsidR="00A80F4B" w:rsidRPr="00A80F4B">
        <w:rPr>
          <w:rStyle w:val="libAlaemChar"/>
          <w:rFonts w:hint="cs"/>
          <w:rtl/>
        </w:rPr>
        <w:t>عليه‌السلام</w:t>
      </w:r>
      <w:r>
        <w:rPr>
          <w:rtl/>
        </w:rPr>
        <w:t xml:space="preserve"> ، فجاءه رجل وشكا إليه مصيبة ، فقال : « أما إنك إن تصبر تؤجر ، وإن لم تصبر يمضي عليك قدر الله عزوجل الذي قدر عليك وأنت مذموم » </w:t>
      </w:r>
      <w:r w:rsidRPr="006713DA">
        <w:rPr>
          <w:rStyle w:val="libFootnotenumChar"/>
          <w:rtl/>
        </w:rPr>
        <w:t>(9)</w:t>
      </w:r>
      <w:r>
        <w:rPr>
          <w:rtl/>
        </w:rPr>
        <w:t xml:space="preserve">. </w:t>
      </w:r>
    </w:p>
    <w:p w:rsidR="00EE1A1A" w:rsidRDefault="00EE1A1A" w:rsidP="006713DA">
      <w:pPr>
        <w:pStyle w:val="libFootnote0"/>
        <w:rPr>
          <w:rtl/>
        </w:rPr>
      </w:pPr>
      <w:r>
        <w:rPr>
          <w:rtl/>
        </w:rPr>
        <w:t>____________</w:t>
      </w:r>
    </w:p>
    <w:p w:rsidR="00EE1A1A" w:rsidRDefault="00EE1A1A" w:rsidP="006713DA">
      <w:pPr>
        <w:pStyle w:val="libFootnote0"/>
        <w:rPr>
          <w:rtl/>
        </w:rPr>
      </w:pPr>
      <w:r>
        <w:rPr>
          <w:rtl/>
        </w:rPr>
        <w:t>1 ـ الأرجوان : صبغ أحمر شديد الحمرة. يعني قماشاً مصبوغاً بهذا اللون. اُنظر « الصحاح ـ رجا ـ 6 : 2352 ».</w:t>
      </w:r>
    </w:p>
    <w:p w:rsidR="00EE1A1A" w:rsidRDefault="00EE1A1A" w:rsidP="006713DA">
      <w:pPr>
        <w:pStyle w:val="libFootnote0"/>
        <w:rPr>
          <w:rtl/>
        </w:rPr>
      </w:pPr>
      <w:r>
        <w:rPr>
          <w:rtl/>
        </w:rPr>
        <w:t>2 ـ أخرجه المجلسي في البحار 82 : 141.</w:t>
      </w:r>
    </w:p>
    <w:p w:rsidR="00EE1A1A" w:rsidRDefault="00EE1A1A" w:rsidP="006713DA">
      <w:pPr>
        <w:pStyle w:val="libFootnote0"/>
        <w:rPr>
          <w:rtl/>
        </w:rPr>
      </w:pPr>
      <w:r>
        <w:rPr>
          <w:rtl/>
        </w:rPr>
        <w:t>3 ـ النواح : النساء يجتمعن للنياحة على الميت ، بالبكاء وما يتبعه « لسان العرب ـ نوح ـ 2 : 627 ».</w:t>
      </w:r>
    </w:p>
    <w:p w:rsidR="00EE1A1A" w:rsidRDefault="00EE1A1A" w:rsidP="006713DA">
      <w:pPr>
        <w:pStyle w:val="libFootnote0"/>
        <w:rPr>
          <w:rtl/>
        </w:rPr>
      </w:pPr>
      <w:r>
        <w:rPr>
          <w:rtl/>
        </w:rPr>
        <w:t>4 ـ الكافي 3 : 222 / 1.</w:t>
      </w:r>
    </w:p>
    <w:p w:rsidR="00EE1A1A" w:rsidRDefault="00EE1A1A" w:rsidP="006713DA">
      <w:pPr>
        <w:pStyle w:val="libFootnote0"/>
        <w:rPr>
          <w:rtl/>
        </w:rPr>
      </w:pPr>
      <w:r>
        <w:rPr>
          <w:rtl/>
        </w:rPr>
        <w:t>5 ـ الكافي 3 : 223 / 3.</w:t>
      </w:r>
    </w:p>
    <w:p w:rsidR="00EE1A1A" w:rsidRDefault="00EE1A1A" w:rsidP="006713DA">
      <w:pPr>
        <w:pStyle w:val="libFootnote0"/>
        <w:rPr>
          <w:rtl/>
        </w:rPr>
      </w:pPr>
      <w:r>
        <w:rPr>
          <w:rtl/>
        </w:rPr>
        <w:t>6 ـ الكافي 3 : 224 / 4.</w:t>
      </w:r>
    </w:p>
    <w:p w:rsidR="00EE1A1A" w:rsidRDefault="00EE1A1A" w:rsidP="006713DA">
      <w:pPr>
        <w:pStyle w:val="libFootnote0"/>
        <w:rPr>
          <w:rtl/>
        </w:rPr>
      </w:pPr>
      <w:r>
        <w:rPr>
          <w:rtl/>
        </w:rPr>
        <w:t>7 ـ الكافي 3 : 225 / 9.</w:t>
      </w:r>
    </w:p>
    <w:p w:rsidR="00EE1A1A" w:rsidRDefault="00EE1A1A" w:rsidP="006713DA">
      <w:pPr>
        <w:pStyle w:val="libFootnote0"/>
        <w:rPr>
          <w:rtl/>
        </w:rPr>
      </w:pPr>
      <w:r>
        <w:rPr>
          <w:rtl/>
        </w:rPr>
        <w:t>8 ـ الكافي 3 : 224 / 7.</w:t>
      </w:r>
    </w:p>
    <w:p w:rsidR="00EE1A1A" w:rsidRDefault="00EE1A1A" w:rsidP="006713DA">
      <w:pPr>
        <w:pStyle w:val="libFootnote0"/>
        <w:rPr>
          <w:rtl/>
        </w:rPr>
      </w:pPr>
      <w:r>
        <w:rPr>
          <w:rtl/>
        </w:rPr>
        <w:t xml:space="preserve">9 ـ الكافي 3 : 225 / 10 باختلاف يسير ، وفيه : عن فضيل بن ميسر. </w:t>
      </w:r>
    </w:p>
    <w:p w:rsidR="00EE1A1A" w:rsidRDefault="00EE1A1A" w:rsidP="00EE1A1A">
      <w:pPr>
        <w:pStyle w:val="Heading2Center"/>
        <w:rPr>
          <w:rtl/>
        </w:rPr>
      </w:pPr>
      <w:r>
        <w:rPr>
          <w:rtl/>
        </w:rPr>
        <w:br w:type="page"/>
      </w:r>
      <w:bookmarkStart w:id="25" w:name="_Toc413069924"/>
      <w:r>
        <w:rPr>
          <w:rtl/>
        </w:rPr>
        <w:lastRenderedPageBreak/>
        <w:t>فصل</w:t>
      </w:r>
      <w:bookmarkEnd w:id="25"/>
    </w:p>
    <w:p w:rsidR="00EE1A1A" w:rsidRDefault="00EE1A1A" w:rsidP="00BB3BDA">
      <w:pPr>
        <w:pStyle w:val="libNormal"/>
        <w:rPr>
          <w:rtl/>
        </w:rPr>
      </w:pPr>
      <w:r>
        <w:rPr>
          <w:rtl/>
        </w:rPr>
        <w:t xml:space="preserve">قال الصادق </w:t>
      </w:r>
      <w:r w:rsidR="00A80F4B" w:rsidRPr="00A80F4B">
        <w:rPr>
          <w:rStyle w:val="libAlaemChar"/>
          <w:rFonts w:hint="cs"/>
          <w:rtl/>
        </w:rPr>
        <w:t>عليه‌السلام</w:t>
      </w:r>
      <w:r>
        <w:rPr>
          <w:rtl/>
        </w:rPr>
        <w:t xml:space="preserve"> : « البلاء زين المؤمن ، وكرامة لمن عقل ، لأن في مباشرته ، والصبر عليه ، والثبات عنده ، تصحيح نسبة الإيمان » </w:t>
      </w:r>
      <w:r w:rsidRPr="006713DA">
        <w:rPr>
          <w:rStyle w:val="libFootnotenumChar"/>
          <w:rtl/>
        </w:rPr>
        <w:t>(1)</w:t>
      </w:r>
      <w:r>
        <w:rPr>
          <w:rtl/>
        </w:rPr>
        <w:t>.</w:t>
      </w:r>
    </w:p>
    <w:p w:rsidR="00EE1A1A" w:rsidRDefault="00EE1A1A" w:rsidP="00BB3BDA">
      <w:pPr>
        <w:pStyle w:val="libNormal"/>
        <w:rPr>
          <w:rtl/>
        </w:rPr>
      </w:pPr>
      <w:r>
        <w:rPr>
          <w:rtl/>
        </w:rPr>
        <w:t xml:space="preserve">قال النبي </w:t>
      </w:r>
      <w:r w:rsidR="00A80F4B" w:rsidRPr="00A80F4B">
        <w:rPr>
          <w:rStyle w:val="libAlaemChar"/>
          <w:rFonts w:hint="cs"/>
          <w:rtl/>
        </w:rPr>
        <w:t>صلى‌الله‌عليه‌وآله‌وسلم</w:t>
      </w:r>
      <w:r>
        <w:rPr>
          <w:rtl/>
        </w:rPr>
        <w:t xml:space="preserve"> : « نحن ـ معاشر الأنبياء ـ أشد بلاء ، والمؤمن الأمثل فالأمثل ، ومن ذاق طعم البلاء تحت ستر حفظ الله له ، تلذذ به أكثر من تلذذه بالنعمة ، ويشتاق إليه إذا فقده ، لأن تحت نيران البلاء والمحنة أنوار النعمة ، وتحت أنوار النعمة نيران البلاء والمحنة ، وقد ينجو منه كثير ، ويهلك في النعمة كثير ، وما أثنى الله تعالى على عبد من عباده ، من لدن آدم إلى محمد </w:t>
      </w:r>
      <w:r w:rsidR="00A80F4B" w:rsidRPr="00A80F4B">
        <w:rPr>
          <w:rStyle w:val="libAlaemChar"/>
          <w:rFonts w:hint="cs"/>
          <w:rtl/>
        </w:rPr>
        <w:t>صلى‌الله‌عليه‌وآله‌وسلم</w:t>
      </w:r>
      <w:r>
        <w:rPr>
          <w:rtl/>
        </w:rPr>
        <w:t xml:space="preserve"> إلا بعد ابتلائه ووفاء حق العبودية فيه ، فكرامات الله ـ تعالى ـ في الحقيقة نهايات ، بداياتها البلاء ، وبدايات نهاياتها البلاء ، ومن خرج من شبكة البلوى جعل سراج المؤمنين ، ومؤنس المقربين ، ودليل القاصدين ، ولا خير في عبد شكا من محنة تقدمها ألف نعمة ، واتبعها ألف راحة ، ومن لا يقضي حق الصبر على البلاء ، حرم قضاء [ حق ] </w:t>
      </w:r>
      <w:r w:rsidRPr="006713DA">
        <w:rPr>
          <w:rStyle w:val="libFootnotenumChar"/>
          <w:rtl/>
        </w:rPr>
        <w:t>(2)</w:t>
      </w:r>
      <w:r>
        <w:rPr>
          <w:rtl/>
        </w:rPr>
        <w:t xml:space="preserve"> الشكر في النعماء ، كذلك من لا يؤدي حق الشكر في النعماء ، يحرم عن قضاء [ حق ] </w:t>
      </w:r>
      <w:r w:rsidRPr="006713DA">
        <w:rPr>
          <w:rStyle w:val="libFootnotenumChar"/>
          <w:rtl/>
        </w:rPr>
        <w:t>(3)</w:t>
      </w:r>
      <w:r>
        <w:rPr>
          <w:rtl/>
        </w:rPr>
        <w:t xml:space="preserve"> الصبر في البلاء ، ومن حرمهما فهو من المطرودين » </w:t>
      </w:r>
      <w:r w:rsidRPr="006713DA">
        <w:rPr>
          <w:rStyle w:val="libFootnotenumChar"/>
          <w:rtl/>
        </w:rPr>
        <w:t>(4)</w:t>
      </w:r>
      <w:r>
        <w:rPr>
          <w:rtl/>
        </w:rPr>
        <w:t>.</w:t>
      </w:r>
    </w:p>
    <w:p w:rsidR="00EE1A1A" w:rsidRDefault="00EE1A1A" w:rsidP="00BB3BDA">
      <w:pPr>
        <w:pStyle w:val="libNormal"/>
        <w:rPr>
          <w:rtl/>
        </w:rPr>
      </w:pPr>
      <w:r>
        <w:rPr>
          <w:rtl/>
        </w:rPr>
        <w:t xml:space="preserve">وقال أيوب </w:t>
      </w:r>
      <w:r w:rsidR="00A80F4B" w:rsidRPr="00A80F4B">
        <w:rPr>
          <w:rStyle w:val="libAlaemChar"/>
          <w:rFonts w:hint="cs"/>
          <w:rtl/>
        </w:rPr>
        <w:t>عليه‌السلام</w:t>
      </w:r>
      <w:r>
        <w:rPr>
          <w:rtl/>
        </w:rPr>
        <w:t xml:space="preserve"> في دعائه : « اللهم قد أتى علي سبعون في الرخاء ، فأمهلني حتى يأتي علي سبعون في البلاء » </w:t>
      </w:r>
      <w:r w:rsidRPr="006713DA">
        <w:rPr>
          <w:rStyle w:val="libFootnotenumChar"/>
          <w:rtl/>
        </w:rPr>
        <w:t>(5)</w:t>
      </w:r>
      <w:r>
        <w:rPr>
          <w:rtl/>
        </w:rPr>
        <w:t>.</w:t>
      </w:r>
    </w:p>
    <w:p w:rsidR="00EE1A1A" w:rsidRDefault="00EE1A1A" w:rsidP="00BB3BDA">
      <w:pPr>
        <w:pStyle w:val="libNormal"/>
        <w:rPr>
          <w:rtl/>
        </w:rPr>
      </w:pPr>
      <w:r>
        <w:rPr>
          <w:rtl/>
        </w:rPr>
        <w:t xml:space="preserve">وقال وهب : البلاء للمؤمن ، كالشكال للدابة ، والعقال للإبل </w:t>
      </w:r>
      <w:r w:rsidRPr="006713DA">
        <w:rPr>
          <w:rStyle w:val="libFootnotenumChar"/>
          <w:rtl/>
        </w:rPr>
        <w:t>(6)</w:t>
      </w:r>
      <w:r>
        <w:rPr>
          <w:rtl/>
        </w:rPr>
        <w:t>.</w:t>
      </w:r>
    </w:p>
    <w:p w:rsidR="00EE1A1A" w:rsidRDefault="00EE1A1A" w:rsidP="00BB3BDA">
      <w:pPr>
        <w:pStyle w:val="libNormal"/>
        <w:rPr>
          <w:rtl/>
        </w:rPr>
      </w:pPr>
      <w:r>
        <w:rPr>
          <w:rtl/>
        </w:rPr>
        <w:t xml:space="preserve">وقال أمير المؤمنين </w:t>
      </w:r>
      <w:r w:rsidR="00A80F4B" w:rsidRPr="00A80F4B">
        <w:rPr>
          <w:rStyle w:val="libAlaemChar"/>
          <w:rFonts w:hint="cs"/>
          <w:rtl/>
        </w:rPr>
        <w:t>عليه‌السلام</w:t>
      </w:r>
      <w:r>
        <w:rPr>
          <w:rtl/>
        </w:rPr>
        <w:t xml:space="preserve"> : « الصبر من الإيمان كالرأس من الجسد ، ورأس الصبر البلاء وما يعقلها إلا العالمون » </w:t>
      </w:r>
      <w:r w:rsidRPr="006713DA">
        <w:rPr>
          <w:rStyle w:val="libFootnotenumChar"/>
          <w:rtl/>
        </w:rPr>
        <w:t>(7)</w:t>
      </w:r>
      <w:r>
        <w:rPr>
          <w:rtl/>
        </w:rPr>
        <w:t>.</w:t>
      </w:r>
    </w:p>
    <w:p w:rsidR="00EE1A1A" w:rsidRDefault="00EE1A1A" w:rsidP="00BB3BDA">
      <w:pPr>
        <w:pStyle w:val="libNormal"/>
        <w:rPr>
          <w:rtl/>
        </w:rPr>
      </w:pPr>
      <w:r>
        <w:rPr>
          <w:rtl/>
        </w:rPr>
        <w:t xml:space="preserve">هذا الفصل كله من كلام الصادق </w:t>
      </w:r>
      <w:r w:rsidR="00A80F4B" w:rsidRPr="00A80F4B">
        <w:rPr>
          <w:rStyle w:val="libAlaemChar"/>
          <w:rFonts w:hint="cs"/>
          <w:rtl/>
        </w:rPr>
        <w:t>عليه‌السلام</w:t>
      </w:r>
      <w:r>
        <w:rPr>
          <w:rtl/>
        </w:rPr>
        <w:t xml:space="preserve">. </w:t>
      </w:r>
    </w:p>
    <w:p w:rsidR="00EE1A1A" w:rsidRDefault="00EE1A1A" w:rsidP="006713DA">
      <w:pPr>
        <w:pStyle w:val="libLine"/>
        <w:rPr>
          <w:rtl/>
        </w:rPr>
      </w:pPr>
      <w:r>
        <w:rPr>
          <w:rtl/>
        </w:rPr>
        <w:t>__________________</w:t>
      </w:r>
    </w:p>
    <w:p w:rsidR="00EE1A1A" w:rsidRDefault="00EE1A1A" w:rsidP="006713DA">
      <w:pPr>
        <w:pStyle w:val="libFootnote0"/>
        <w:rPr>
          <w:rtl/>
        </w:rPr>
      </w:pPr>
      <w:r>
        <w:rPr>
          <w:rtl/>
        </w:rPr>
        <w:t>1 ـ مصباح الشريعة : 486.</w:t>
      </w:r>
    </w:p>
    <w:p w:rsidR="00EE1A1A" w:rsidRDefault="00EE1A1A" w:rsidP="006713DA">
      <w:pPr>
        <w:pStyle w:val="libFootnote0"/>
        <w:rPr>
          <w:rtl/>
        </w:rPr>
      </w:pPr>
      <w:r>
        <w:rPr>
          <w:rtl/>
        </w:rPr>
        <w:t>(2و3) أثبتناه ليستقيم السياق.</w:t>
      </w:r>
    </w:p>
    <w:p w:rsidR="00EE1A1A" w:rsidRDefault="00EE1A1A" w:rsidP="006713DA">
      <w:pPr>
        <w:pStyle w:val="libFootnote0"/>
        <w:rPr>
          <w:rtl/>
        </w:rPr>
      </w:pPr>
      <w:r>
        <w:rPr>
          <w:rtl/>
        </w:rPr>
        <w:t>4 ـ مصباح الشريعة : 487.</w:t>
      </w:r>
    </w:p>
    <w:p w:rsidR="00EE1A1A" w:rsidRDefault="00EE1A1A" w:rsidP="006713DA">
      <w:pPr>
        <w:pStyle w:val="libFootnote0"/>
        <w:rPr>
          <w:rtl/>
        </w:rPr>
      </w:pPr>
      <w:r>
        <w:rPr>
          <w:rtl/>
        </w:rPr>
        <w:t>5 ـ مصباح الشريعة : 489.</w:t>
      </w:r>
    </w:p>
    <w:p w:rsidR="00EE1A1A" w:rsidRDefault="00EE1A1A" w:rsidP="006713DA">
      <w:pPr>
        <w:pStyle w:val="libFootnote0"/>
        <w:rPr>
          <w:rtl/>
        </w:rPr>
      </w:pPr>
      <w:r>
        <w:rPr>
          <w:rtl/>
        </w:rPr>
        <w:t>6 ـ مصباح الشريعة : 497.</w:t>
      </w:r>
    </w:p>
    <w:p w:rsidR="00EE1A1A" w:rsidRDefault="00EE1A1A" w:rsidP="006713DA">
      <w:pPr>
        <w:pStyle w:val="libFootnote0"/>
        <w:rPr>
          <w:rtl/>
        </w:rPr>
      </w:pPr>
      <w:r>
        <w:rPr>
          <w:rtl/>
        </w:rPr>
        <w:t xml:space="preserve">7 ـ مصباح الشريعة : 497. </w:t>
      </w:r>
    </w:p>
    <w:p w:rsidR="00EE1A1A" w:rsidRDefault="00EE1A1A" w:rsidP="00EE1A1A">
      <w:pPr>
        <w:pStyle w:val="Heading2Center"/>
        <w:rPr>
          <w:rtl/>
        </w:rPr>
      </w:pPr>
      <w:r>
        <w:rPr>
          <w:rtl/>
        </w:rPr>
        <w:br w:type="page"/>
      </w:r>
      <w:bookmarkStart w:id="26" w:name="_Toc413069925"/>
      <w:r>
        <w:rPr>
          <w:rtl/>
        </w:rPr>
        <w:lastRenderedPageBreak/>
        <w:t>فصل</w:t>
      </w:r>
      <w:bookmarkEnd w:id="26"/>
    </w:p>
    <w:p w:rsidR="00EE1A1A" w:rsidRDefault="00EE1A1A" w:rsidP="00BB3BDA">
      <w:pPr>
        <w:pStyle w:val="libNormal"/>
        <w:rPr>
          <w:rtl/>
        </w:rPr>
      </w:pPr>
      <w:r>
        <w:rPr>
          <w:rtl/>
        </w:rPr>
        <w:t xml:space="preserve">وقال الصادق </w:t>
      </w:r>
      <w:r w:rsidR="00A80F4B" w:rsidRPr="00A80F4B">
        <w:rPr>
          <w:rStyle w:val="libAlaemChar"/>
          <w:rFonts w:hint="cs"/>
          <w:rtl/>
        </w:rPr>
        <w:t>عليه‌السلام</w:t>
      </w:r>
      <w:r>
        <w:rPr>
          <w:rtl/>
        </w:rPr>
        <w:t xml:space="preserve"> : « الصبر يظهر ما في بواطن العباد من النور والصفاء ، والجزع يظهر ما في بواطنهم من الظلمة والوحشة ، والصبر يدعيه كل أحد ، ولا يبين عنده إلا المخبتون ، والجزع ينكره كل أحد ، وهو أبين على المنافقين ، لأن نزول المحنة والمصيبة ، يخبر عن الصادق والكاذب.</w:t>
      </w:r>
    </w:p>
    <w:p w:rsidR="00EE1A1A" w:rsidRDefault="00EE1A1A" w:rsidP="00BB3BDA">
      <w:pPr>
        <w:pStyle w:val="libNormal"/>
        <w:rPr>
          <w:rtl/>
        </w:rPr>
      </w:pPr>
      <w:r>
        <w:rPr>
          <w:rtl/>
        </w:rPr>
        <w:t xml:space="preserve">وتفسير الصبر ما يستمر مذاقه ، وما كان عن اضطراب لا يسمى صبراً ، وتفسير الجزع اضطراب القلب ، وتحزن الشخص ، وتغير اللون ، وتغير الحال ، وكل نازلة خلت أوائلها عن الإخبات والإنابة والتضرع إلى الله تعالى ، فصاحبها جزوع غير صابر ، ( والصبر ما أوله مر ، وآخره حلو لقوم ، ولقوم مر أوله وآخره ، فمن دخله من أواخره فقد دخل ) </w:t>
      </w:r>
      <w:r w:rsidRPr="006713DA">
        <w:rPr>
          <w:rStyle w:val="libFootnotenumChar"/>
          <w:rtl/>
        </w:rPr>
        <w:t>(1)</w:t>
      </w:r>
      <w:r>
        <w:rPr>
          <w:rtl/>
        </w:rPr>
        <w:t xml:space="preserve"> ومن دخله من أوائله فقد خرج ، ومن عرف قدر الصبر لا يصبر عما منه الصبر </w:t>
      </w:r>
      <w:r w:rsidRPr="006713DA">
        <w:rPr>
          <w:rStyle w:val="libFootnotenumChar"/>
          <w:rtl/>
        </w:rPr>
        <w:t>(2)</w:t>
      </w:r>
      <w:r>
        <w:rPr>
          <w:rtl/>
        </w:rPr>
        <w:t>.</w:t>
      </w:r>
    </w:p>
    <w:p w:rsidR="00EE1A1A" w:rsidRDefault="00EE1A1A" w:rsidP="00BB3BDA">
      <w:pPr>
        <w:pStyle w:val="libNormal"/>
        <w:rPr>
          <w:rtl/>
        </w:rPr>
      </w:pPr>
      <w:r>
        <w:rPr>
          <w:rtl/>
        </w:rPr>
        <w:t xml:space="preserve">قال الله عزوجل في قصة موسى والخضر </w:t>
      </w:r>
      <w:r w:rsidR="00A80F4B" w:rsidRPr="00A80F4B">
        <w:rPr>
          <w:rStyle w:val="libAlaemChar"/>
          <w:rFonts w:hint="cs"/>
          <w:rtl/>
        </w:rPr>
        <w:t>عليهما‌السلام</w:t>
      </w:r>
      <w:r>
        <w:rPr>
          <w:rtl/>
        </w:rPr>
        <w:t xml:space="preserve"> : </w:t>
      </w:r>
      <w:r w:rsidRPr="00BB3BDA">
        <w:rPr>
          <w:rStyle w:val="libAlaemChar"/>
          <w:rtl/>
        </w:rPr>
        <w:t>(</w:t>
      </w:r>
      <w:r>
        <w:rPr>
          <w:rtl/>
        </w:rPr>
        <w:t xml:space="preserve"> </w:t>
      </w:r>
      <w:r w:rsidRPr="00BB3BDA">
        <w:rPr>
          <w:rStyle w:val="libAieChar"/>
          <w:rtl/>
        </w:rPr>
        <w:t>وكيف تصبر على ما لم تحط به خبراً</w:t>
      </w:r>
      <w:r>
        <w:rPr>
          <w:rtl/>
        </w:rPr>
        <w:t xml:space="preserve"> </w:t>
      </w:r>
      <w:r w:rsidRPr="00BB3BDA">
        <w:rPr>
          <w:rStyle w:val="libAlaemChar"/>
          <w:rtl/>
        </w:rPr>
        <w:t>)</w:t>
      </w:r>
      <w:r>
        <w:rPr>
          <w:rtl/>
        </w:rPr>
        <w:t xml:space="preserve"> </w:t>
      </w:r>
      <w:r w:rsidRPr="006713DA">
        <w:rPr>
          <w:rStyle w:val="libFootnotenumChar"/>
          <w:rtl/>
        </w:rPr>
        <w:t>(3)</w:t>
      </w:r>
      <w:r>
        <w:rPr>
          <w:rtl/>
        </w:rPr>
        <w:t xml:space="preserve"> فمن صبر كرهاً ولم يشك إلى الخلق ، ولم يجزع بهتك ستره ، فهو من العام ، ونصيبه ما قال الله عزوجل : </w:t>
      </w:r>
      <w:r w:rsidRPr="00BB3BDA">
        <w:rPr>
          <w:rStyle w:val="libAlaemChar"/>
          <w:rtl/>
        </w:rPr>
        <w:t>(</w:t>
      </w:r>
      <w:r>
        <w:rPr>
          <w:rtl/>
        </w:rPr>
        <w:t xml:space="preserve"> </w:t>
      </w:r>
      <w:r w:rsidRPr="00BB3BDA">
        <w:rPr>
          <w:rStyle w:val="libAieChar"/>
          <w:rtl/>
        </w:rPr>
        <w:t>وبشر الصابرين</w:t>
      </w:r>
      <w:r>
        <w:rPr>
          <w:rtl/>
        </w:rPr>
        <w:t xml:space="preserve"> </w:t>
      </w:r>
      <w:r w:rsidRPr="00BB3BDA">
        <w:rPr>
          <w:rStyle w:val="libAlaemChar"/>
          <w:rtl/>
        </w:rPr>
        <w:t>)</w:t>
      </w:r>
      <w:r>
        <w:rPr>
          <w:rtl/>
        </w:rPr>
        <w:t xml:space="preserve"> </w:t>
      </w:r>
      <w:r w:rsidRPr="006713DA">
        <w:rPr>
          <w:rStyle w:val="libFootnotenumChar"/>
          <w:rtl/>
        </w:rPr>
        <w:t>(4)</w:t>
      </w:r>
      <w:r>
        <w:rPr>
          <w:rtl/>
        </w:rPr>
        <w:t xml:space="preserve"> أي : بالجنة والمغفرة ، ومن استقبل البلاء بالرحب ، وصبر على سكينة ، ووقار ، فهو من الخاص ، ونصيبه ما قال الله عزوجل : </w:t>
      </w:r>
      <w:r w:rsidRPr="00BB3BDA">
        <w:rPr>
          <w:rStyle w:val="libAlaemChar"/>
          <w:rtl/>
        </w:rPr>
        <w:t>(</w:t>
      </w:r>
      <w:r>
        <w:rPr>
          <w:rtl/>
        </w:rPr>
        <w:t xml:space="preserve"> </w:t>
      </w:r>
      <w:r w:rsidRPr="00BB3BDA">
        <w:rPr>
          <w:rStyle w:val="libAieChar"/>
          <w:rtl/>
        </w:rPr>
        <w:t>ان الله مع الصابرين</w:t>
      </w:r>
      <w:r>
        <w:rPr>
          <w:rtl/>
        </w:rPr>
        <w:t xml:space="preserve"> </w:t>
      </w:r>
      <w:r w:rsidRPr="00BB3BDA">
        <w:rPr>
          <w:rStyle w:val="libAlaemChar"/>
          <w:rtl/>
        </w:rPr>
        <w:t>)</w:t>
      </w:r>
      <w:r>
        <w:rPr>
          <w:rtl/>
        </w:rPr>
        <w:t xml:space="preserve"> </w:t>
      </w:r>
      <w:r w:rsidRPr="006713DA">
        <w:rPr>
          <w:rStyle w:val="libFootnotenumChar"/>
          <w:rtl/>
        </w:rPr>
        <w:t>(5)</w:t>
      </w:r>
      <w:r>
        <w:rPr>
          <w:rtl/>
        </w:rPr>
        <w:t xml:space="preserve"> » </w:t>
      </w:r>
      <w:r w:rsidRPr="006713DA">
        <w:rPr>
          <w:rStyle w:val="libFootnotenumChar"/>
          <w:rtl/>
        </w:rPr>
        <w:t>(6)</w:t>
      </w:r>
      <w:r>
        <w:rPr>
          <w:rtl/>
        </w:rPr>
        <w:t xml:space="preserve">. </w:t>
      </w:r>
    </w:p>
    <w:p w:rsidR="00EE1A1A" w:rsidRDefault="00EE1A1A" w:rsidP="006713DA">
      <w:pPr>
        <w:pStyle w:val="libLine"/>
        <w:rPr>
          <w:rtl/>
        </w:rPr>
      </w:pPr>
      <w:r>
        <w:rPr>
          <w:rtl/>
        </w:rPr>
        <w:t>__________________</w:t>
      </w:r>
    </w:p>
    <w:p w:rsidR="00EE1A1A" w:rsidRDefault="00EE1A1A" w:rsidP="006713DA">
      <w:pPr>
        <w:pStyle w:val="libFootnote0"/>
        <w:rPr>
          <w:rtl/>
        </w:rPr>
      </w:pPr>
      <w:r>
        <w:rPr>
          <w:rtl/>
        </w:rPr>
        <w:t>1 ـ العبارة مضطربة في « ش » و « ح » : وما أثبتناه من مصباح الشريعة.</w:t>
      </w:r>
    </w:p>
    <w:p w:rsidR="00EE1A1A" w:rsidRDefault="00EE1A1A" w:rsidP="006713DA">
      <w:pPr>
        <w:pStyle w:val="libFootnote0"/>
        <w:rPr>
          <w:rtl/>
        </w:rPr>
      </w:pPr>
      <w:r>
        <w:rPr>
          <w:rtl/>
        </w:rPr>
        <w:t>2 ـ مصباح الشريعة : 498.</w:t>
      </w:r>
    </w:p>
    <w:p w:rsidR="00EE1A1A" w:rsidRDefault="00EE1A1A" w:rsidP="006713DA">
      <w:pPr>
        <w:pStyle w:val="libFootnote0"/>
        <w:rPr>
          <w:rtl/>
        </w:rPr>
      </w:pPr>
      <w:r>
        <w:rPr>
          <w:rtl/>
        </w:rPr>
        <w:t>3 ـ الكهف 18 : 68.</w:t>
      </w:r>
    </w:p>
    <w:p w:rsidR="00EE1A1A" w:rsidRDefault="00EE1A1A" w:rsidP="006713DA">
      <w:pPr>
        <w:pStyle w:val="libFootnote0"/>
        <w:rPr>
          <w:rtl/>
        </w:rPr>
      </w:pPr>
      <w:r>
        <w:rPr>
          <w:rtl/>
        </w:rPr>
        <w:t>4 ـ البقرة 2 : 155.</w:t>
      </w:r>
    </w:p>
    <w:p w:rsidR="00EE1A1A" w:rsidRDefault="00EE1A1A" w:rsidP="006713DA">
      <w:pPr>
        <w:pStyle w:val="libFootnote0"/>
        <w:rPr>
          <w:rtl/>
        </w:rPr>
      </w:pPr>
      <w:r>
        <w:rPr>
          <w:rtl/>
        </w:rPr>
        <w:t>5 ـ البقرة 2 : 153.</w:t>
      </w:r>
    </w:p>
    <w:p w:rsidR="00EE1A1A" w:rsidRDefault="00EE1A1A" w:rsidP="006713DA">
      <w:pPr>
        <w:pStyle w:val="libFootnote0"/>
        <w:rPr>
          <w:rtl/>
        </w:rPr>
      </w:pPr>
      <w:r>
        <w:rPr>
          <w:rtl/>
        </w:rPr>
        <w:t xml:space="preserve">6 ـ مصباح الشريعة : 501. </w:t>
      </w:r>
    </w:p>
    <w:p w:rsidR="00EE1A1A" w:rsidRDefault="00EE1A1A" w:rsidP="00EE1A1A">
      <w:pPr>
        <w:pStyle w:val="Heading2Center"/>
        <w:rPr>
          <w:rtl/>
        </w:rPr>
      </w:pPr>
      <w:r>
        <w:rPr>
          <w:rtl/>
        </w:rPr>
        <w:br w:type="page"/>
      </w:r>
      <w:bookmarkStart w:id="27" w:name="_Toc413069926"/>
      <w:r>
        <w:rPr>
          <w:rtl/>
        </w:rPr>
        <w:lastRenderedPageBreak/>
        <w:t>فصل</w:t>
      </w:r>
      <w:bookmarkEnd w:id="27"/>
    </w:p>
    <w:p w:rsidR="00EE1A1A" w:rsidRDefault="00EE1A1A" w:rsidP="00EE1A1A">
      <w:pPr>
        <w:pStyle w:val="Heading2Center"/>
        <w:rPr>
          <w:rtl/>
        </w:rPr>
      </w:pPr>
      <w:bookmarkStart w:id="28" w:name="_Toc295670654"/>
      <w:bookmarkStart w:id="29" w:name="_Toc413069927"/>
      <w:r>
        <w:rPr>
          <w:rtl/>
        </w:rPr>
        <w:t>في نبذ من أحوال السلف عند موت أبنائهم وأحبائهم</w:t>
      </w:r>
      <w:bookmarkEnd w:id="28"/>
      <w:bookmarkEnd w:id="29"/>
    </w:p>
    <w:p w:rsidR="00EE1A1A" w:rsidRDefault="00EE1A1A" w:rsidP="00BB3BDA">
      <w:pPr>
        <w:pStyle w:val="libNormal"/>
        <w:rPr>
          <w:rtl/>
        </w:rPr>
      </w:pPr>
      <w:r>
        <w:rPr>
          <w:rtl/>
        </w:rPr>
        <w:t xml:space="preserve">كانت العرب في الجاهلية ـ وهم لا يرجون ثواباً ، ولا يخشون عقاباً ـ يتحاظون </w:t>
      </w:r>
      <w:r w:rsidRPr="006713DA">
        <w:rPr>
          <w:rStyle w:val="libFootnotenumChar"/>
          <w:rtl/>
        </w:rPr>
        <w:t>(1)</w:t>
      </w:r>
      <w:r>
        <w:rPr>
          <w:rtl/>
        </w:rPr>
        <w:t xml:space="preserve"> على الصبر ، ويعرفون فضله ، ويعيرون بالجزع أهله ، إيثار للحزم ، وتزيناً بالحلم ، وطلباً للمروة ، وفراراً من الاستكانة إلى حسن العزاء ، حتى كان الرجل منهم ليفتقد حميمه فلا يعرف ذاك منه ، فلما جاء الاسلام وانتشر ، وعلم ثواب الصبر واشتهر ، تزايدت في ذلك لهم الرغبة ، وارتفعت للمبتلين الرتبة.</w:t>
      </w:r>
    </w:p>
    <w:p w:rsidR="00EE1A1A" w:rsidRDefault="00EE1A1A" w:rsidP="00BB3BDA">
      <w:pPr>
        <w:pStyle w:val="libNormal"/>
        <w:rPr>
          <w:rtl/>
        </w:rPr>
      </w:pPr>
      <w:r>
        <w:rPr>
          <w:rtl/>
        </w:rPr>
        <w:t>قال أبو الاحوص : دخلنا على ابن مسعود وعنده بنون له ثلاثة غلمان كأنهم الدنانير حسناً ، فجعلنا نتعجب من حسنهم ، فقال : كأنكم تغبطوني بهم؟ قلنا : إي والله ، بمثل هؤلاء يغبط المرء المسلم ، فرفع رأسه إلى سقف بيت قصير ، قد عشش فيه الخطاف وباض ، فقال : والذي نفسي بيده لئن أكون نفضت يدي من تراب قبورهم ، أحب إلي من أن يسقط عش هذا الخطاف ، وينكسر بيضه ، يعني : حرصاً على الثواب.</w:t>
      </w:r>
    </w:p>
    <w:p w:rsidR="00EE1A1A" w:rsidRDefault="00EE1A1A" w:rsidP="00BB3BDA">
      <w:pPr>
        <w:pStyle w:val="libNormal"/>
        <w:rPr>
          <w:rtl/>
        </w:rPr>
      </w:pPr>
      <w:r>
        <w:rPr>
          <w:rtl/>
        </w:rPr>
        <w:t xml:space="preserve">وكان عبد الله بن مسعود </w:t>
      </w:r>
      <w:r w:rsidR="00A80F4B" w:rsidRPr="00A80F4B">
        <w:rPr>
          <w:rStyle w:val="libAlaemChar"/>
          <w:rFonts w:hint="cs"/>
          <w:rtl/>
        </w:rPr>
        <w:t>رضي‌الله‌عنه</w:t>
      </w:r>
      <w:r>
        <w:rPr>
          <w:rtl/>
        </w:rPr>
        <w:t xml:space="preserve"> يقرىء الناس القرآن في المسجد جاثياً على ركبتيه ، إذ جاء ت اُم ولده بابن له ، يقال له : محمد ، فقامت على باب المسجد ، ثم أشارت له إلى أبيه ، فأقبل ، فأخرج ، فأفرج له القوم حتى جلس في حجره ، ثم جعل يقول : مرحباً بسمي من هو خير منه ، ويقبله حتى كاد يزدرد ريقه.</w:t>
      </w:r>
    </w:p>
    <w:p w:rsidR="00EE1A1A" w:rsidRDefault="00EE1A1A" w:rsidP="00BB3BDA">
      <w:pPr>
        <w:pStyle w:val="libNormal"/>
        <w:rPr>
          <w:rtl/>
        </w:rPr>
      </w:pPr>
      <w:r>
        <w:rPr>
          <w:rtl/>
        </w:rPr>
        <w:t xml:space="preserve">ثم قال : والله لموتك وموت إخوتك أهون علي من عدتكم من هذا الذباب </w:t>
      </w:r>
      <w:r w:rsidRPr="006713DA">
        <w:rPr>
          <w:rStyle w:val="libFootnotenumChar"/>
          <w:rtl/>
        </w:rPr>
        <w:t>(2)</w:t>
      </w:r>
      <w:r>
        <w:rPr>
          <w:rtl/>
        </w:rPr>
        <w:t xml:space="preserve"> ، فقيل : لم تتمنى هذا؟ فقال : اللهم غفراً إنكم تسألوني ، ولا أستطيع إلا أن اُخبركم ، اُريد بذلك الخير ، أما أنا فاُحرز اُجورهم وأتخوف عليهم ، سمعت رسول الله </w:t>
      </w:r>
      <w:r w:rsidR="00A80F4B" w:rsidRPr="00A80F4B">
        <w:rPr>
          <w:rStyle w:val="libAlaemChar"/>
          <w:rFonts w:hint="cs"/>
          <w:rtl/>
        </w:rPr>
        <w:t>صلى‌الله‌عليه‌وآله</w:t>
      </w:r>
      <w:r>
        <w:rPr>
          <w:rtl/>
        </w:rPr>
        <w:t xml:space="preserve"> يقول : « يأتي عليكم زمان يغبط الرجل بخفة الحال ، كما يغبط اليوم بكثرة المال والولد ».</w:t>
      </w:r>
    </w:p>
    <w:p w:rsidR="00EE1A1A" w:rsidRDefault="00EE1A1A" w:rsidP="00BB3BDA">
      <w:pPr>
        <w:pStyle w:val="libNormal"/>
        <w:rPr>
          <w:rtl/>
        </w:rPr>
      </w:pPr>
      <w:r>
        <w:rPr>
          <w:rtl/>
        </w:rPr>
        <w:t xml:space="preserve">وكان أبو ذر </w:t>
      </w:r>
      <w:r w:rsidR="00A80F4B" w:rsidRPr="00A80F4B">
        <w:rPr>
          <w:rStyle w:val="libAlaemChar"/>
          <w:rFonts w:hint="cs"/>
          <w:rtl/>
        </w:rPr>
        <w:t>رضي‌الله‌عنه</w:t>
      </w:r>
      <w:r>
        <w:rPr>
          <w:rtl/>
        </w:rPr>
        <w:t xml:space="preserve"> لا يعيش له ولد ، فقيل له : إنك امرؤ لا يبقى لك ولد ، فقال : الحمد لله الذي يأخذهم من دار الفناء ، ويدخرهم في دار البقاء </w:t>
      </w:r>
      <w:r w:rsidRPr="006713DA">
        <w:rPr>
          <w:rStyle w:val="libFootnotenumChar"/>
          <w:rtl/>
        </w:rPr>
        <w:t>(3)</w:t>
      </w:r>
      <w:r>
        <w:rPr>
          <w:rtl/>
        </w:rPr>
        <w:t xml:space="preserve">. </w:t>
      </w:r>
    </w:p>
    <w:p w:rsidR="00EE1A1A" w:rsidRDefault="00EE1A1A" w:rsidP="006713DA">
      <w:pPr>
        <w:pStyle w:val="libLine"/>
        <w:rPr>
          <w:rtl/>
        </w:rPr>
      </w:pPr>
      <w:r>
        <w:rPr>
          <w:rtl/>
        </w:rPr>
        <w:t>__________________</w:t>
      </w:r>
    </w:p>
    <w:p w:rsidR="00EE1A1A" w:rsidRDefault="00EE1A1A" w:rsidP="006713DA">
      <w:pPr>
        <w:pStyle w:val="libFootnote0"/>
        <w:rPr>
          <w:rtl/>
        </w:rPr>
      </w:pPr>
      <w:r>
        <w:rPr>
          <w:rtl/>
        </w:rPr>
        <w:t>1 ـ في « ح » يحافظون.</w:t>
      </w:r>
    </w:p>
    <w:p w:rsidR="00EE1A1A" w:rsidRDefault="00EE1A1A" w:rsidP="006713DA">
      <w:pPr>
        <w:pStyle w:val="libFootnote0"/>
        <w:rPr>
          <w:rtl/>
        </w:rPr>
      </w:pPr>
      <w:r>
        <w:rPr>
          <w:rtl/>
        </w:rPr>
        <w:t>2 ـ في « ش » : الذبان.</w:t>
      </w:r>
    </w:p>
    <w:p w:rsidR="00EE1A1A" w:rsidRDefault="00EE1A1A" w:rsidP="006713DA">
      <w:pPr>
        <w:pStyle w:val="libFootnote0"/>
        <w:rPr>
          <w:rtl/>
        </w:rPr>
      </w:pPr>
      <w:r>
        <w:rPr>
          <w:rtl/>
        </w:rPr>
        <w:t>3 ـ رواه المتقي الهندي في منتخب كنز العمال 1 : 212 ، وأخرجه المجلسي في البحار 82 : 142.</w:t>
      </w:r>
    </w:p>
    <w:p w:rsidR="00EE1A1A" w:rsidRDefault="00EE1A1A" w:rsidP="00BB3BDA">
      <w:pPr>
        <w:pStyle w:val="libNormal"/>
        <w:rPr>
          <w:rtl/>
        </w:rPr>
      </w:pPr>
      <w:r>
        <w:rPr>
          <w:rtl/>
        </w:rPr>
        <w:br w:type="page"/>
      </w:r>
      <w:r>
        <w:rPr>
          <w:rtl/>
        </w:rPr>
        <w:lastRenderedPageBreak/>
        <w:t xml:space="preserve">ومات لعبد الله بن عامر المازني </w:t>
      </w:r>
      <w:r w:rsidR="00A80F4B" w:rsidRPr="00A80F4B">
        <w:rPr>
          <w:rStyle w:val="libAlaemChar"/>
          <w:rFonts w:hint="cs"/>
          <w:rtl/>
        </w:rPr>
        <w:t>رضي‌الله‌عنه</w:t>
      </w:r>
      <w:r>
        <w:rPr>
          <w:rtl/>
        </w:rPr>
        <w:t xml:space="preserve"> ، في الطاعون الجارف ، سبعة بنين في يوم واحد ، فقال : إني مسلم مسلم.</w:t>
      </w:r>
    </w:p>
    <w:p w:rsidR="00EE1A1A" w:rsidRDefault="00EE1A1A" w:rsidP="00BB3BDA">
      <w:pPr>
        <w:pStyle w:val="libNormal"/>
        <w:rPr>
          <w:rtl/>
        </w:rPr>
      </w:pPr>
      <w:r>
        <w:rPr>
          <w:rtl/>
        </w:rPr>
        <w:t xml:space="preserve">وعن عبد الرحمن بن عثمان قال : دخلنا على معاذ وهو قاعد عند رأس ابن له ، وهو يجود بنفسه ، فما ملكنا أنفسنا أن ذرفت أعيننا ، وأنتحب بعضنا ، فزجره معاذ ، وقال : مه ، فو الله ليعلم الله برضاي ، لهذا أحب إلي من كل غزوة غزوتها مع رسول الله </w:t>
      </w:r>
      <w:r w:rsidR="00A80F4B" w:rsidRPr="00A80F4B">
        <w:rPr>
          <w:rStyle w:val="libAlaemChar"/>
          <w:rFonts w:hint="cs"/>
          <w:rtl/>
        </w:rPr>
        <w:t>صلى‌الله‌عليه‌وآله‌وسلم</w:t>
      </w:r>
      <w:r>
        <w:rPr>
          <w:rtl/>
        </w:rPr>
        <w:t xml:space="preserve"> ، فإني سمعته يقول : « من كان له أبن وكان عليه عزيزاً ، وبه ضنيناً ، ومات فصبر على مصيبته واحتسبه ، أبدل الله الميت داراً خيراً من داره ، وقراراً خيراً من قراره ، وأبدل المصاب الصلاة والرحمة والمغفرة والرضوان ».</w:t>
      </w:r>
    </w:p>
    <w:p w:rsidR="00EE1A1A" w:rsidRDefault="00EE1A1A" w:rsidP="00BB3BDA">
      <w:pPr>
        <w:pStyle w:val="libNormal"/>
        <w:rPr>
          <w:rtl/>
        </w:rPr>
      </w:pPr>
      <w:r>
        <w:rPr>
          <w:rtl/>
        </w:rPr>
        <w:t>فما برحنا حتى قضى ـ والله ـ الغلام حين أخذ المنادي لصلاة الظهر ، فرحنا نريد الصلاة ، فما جئنا إلا وقد غسله وحنطه وكفنه.</w:t>
      </w:r>
    </w:p>
    <w:p w:rsidR="00EE1A1A" w:rsidRDefault="00EE1A1A" w:rsidP="00BB3BDA">
      <w:pPr>
        <w:pStyle w:val="libNormal"/>
        <w:rPr>
          <w:rtl/>
        </w:rPr>
      </w:pPr>
      <w:r>
        <w:rPr>
          <w:rtl/>
        </w:rPr>
        <w:t>وجاء رجل بسريره غير منتظر لشهود الاخوان ، ولا لجمع الجيران ، فلما بلغنا ذلك تلاحقنا ، وقلنا : يغفر الله لك يا أبا عبد الرحمن ، هلا انتظرتنا حتى نفرغ من صلاتنا ، ونشهد ابن أخينا.</w:t>
      </w:r>
    </w:p>
    <w:p w:rsidR="00EE1A1A" w:rsidRDefault="00EE1A1A" w:rsidP="00BB3BDA">
      <w:pPr>
        <w:pStyle w:val="libNormal"/>
        <w:rPr>
          <w:rtl/>
        </w:rPr>
      </w:pPr>
      <w:r>
        <w:rPr>
          <w:rtl/>
        </w:rPr>
        <w:t xml:space="preserve">فقال : أمرنا أن لا ننتظر موتانا ساعة ماتوا بليل أو نهار ، قال : فنزل في القبر ، ونزل معه آخر ، فلما أراد الخروج ناولته يدي لأنتهضه </w:t>
      </w:r>
      <w:r w:rsidRPr="006713DA">
        <w:rPr>
          <w:rStyle w:val="libFootnotenumChar"/>
          <w:rtl/>
        </w:rPr>
        <w:t>(1)</w:t>
      </w:r>
      <w:r>
        <w:rPr>
          <w:rtl/>
        </w:rPr>
        <w:t xml:space="preserve"> من القبر ، فأبى وقال : ما أدع ذلك لفضل قوتي ، ولكن أكره أن يرى الجاهل أن ذلك مني جزع ، أو استرخاء عند المصيبة ، ثم أتى مجلسه ، ودعا بدهن فأدهن وبكحل فاكتحل ، وببردة فلبسها ، وأكثر في يومه ذلك من التبسم ، ينوي به ما ينوي ، ثم قال : إنا لله وإنا إليه راجعون ، في الله خلف عن كل هالك ، وعزاء من كل مصيبة ، ودرك لكل ما فات.</w:t>
      </w:r>
    </w:p>
    <w:p w:rsidR="00EE1A1A" w:rsidRDefault="00EE1A1A" w:rsidP="00BB3BDA">
      <w:pPr>
        <w:pStyle w:val="libNormal"/>
        <w:rPr>
          <w:rtl/>
        </w:rPr>
      </w:pPr>
      <w:r>
        <w:rPr>
          <w:rtl/>
        </w:rPr>
        <w:t xml:space="preserve">وروي : إن قوماً كانوا عند علي بن الحسين </w:t>
      </w:r>
      <w:r w:rsidR="00A80F4B" w:rsidRPr="00A80F4B">
        <w:rPr>
          <w:rStyle w:val="libAlaemChar"/>
          <w:rFonts w:hint="cs"/>
          <w:rtl/>
        </w:rPr>
        <w:t>عليهما‌السلام</w:t>
      </w:r>
      <w:r>
        <w:rPr>
          <w:rtl/>
        </w:rPr>
        <w:t xml:space="preserve"> ، فاستعجل خادماً بشواء في التنور ، فأقبل به مسرعاً ، فسقط السفود </w:t>
      </w:r>
      <w:r w:rsidRPr="006713DA">
        <w:rPr>
          <w:rStyle w:val="libFootnotenumChar"/>
          <w:rtl/>
        </w:rPr>
        <w:t>(2)</w:t>
      </w:r>
      <w:r>
        <w:rPr>
          <w:rtl/>
        </w:rPr>
        <w:t xml:space="preserve"> من يده على ولد علي بن الحسين </w:t>
      </w:r>
      <w:r w:rsidR="00A80F4B" w:rsidRPr="00A80F4B">
        <w:rPr>
          <w:rStyle w:val="libAlaemChar"/>
          <w:rFonts w:hint="cs"/>
          <w:rtl/>
        </w:rPr>
        <w:t>عليه‌السلام</w:t>
      </w:r>
      <w:r>
        <w:rPr>
          <w:rtl/>
        </w:rPr>
        <w:t xml:space="preserve"> ، فأصاب رأسه فقتله ، فوثب علي بن الحسين </w:t>
      </w:r>
      <w:r w:rsidR="00A80F4B" w:rsidRPr="00A80F4B">
        <w:rPr>
          <w:rStyle w:val="libAlaemChar"/>
          <w:rFonts w:hint="cs"/>
          <w:rtl/>
        </w:rPr>
        <w:t>عليهما‌السلام</w:t>
      </w:r>
      <w:r>
        <w:rPr>
          <w:rtl/>
        </w:rPr>
        <w:t xml:space="preserve"> ، فلما رأى ابنه ميتاً ، قال للغلام : « أنت حر لوجه الله تعالى ، أما إنك لم تتعمده » ثم أخذ في جهاز أبنه </w:t>
      </w:r>
      <w:r w:rsidRPr="006713DA">
        <w:rPr>
          <w:rStyle w:val="libFootnotenumChar"/>
          <w:rtl/>
        </w:rPr>
        <w:t>(3)</w:t>
      </w:r>
      <w:r>
        <w:rPr>
          <w:rtl/>
        </w:rPr>
        <w:t xml:space="preserve">. </w:t>
      </w:r>
    </w:p>
    <w:p w:rsidR="00EE1A1A" w:rsidRDefault="00EE1A1A" w:rsidP="006713DA">
      <w:pPr>
        <w:pStyle w:val="libFootnote0"/>
        <w:rPr>
          <w:rtl/>
        </w:rPr>
      </w:pPr>
      <w:r>
        <w:rPr>
          <w:rtl/>
        </w:rPr>
        <w:t>____________</w:t>
      </w:r>
    </w:p>
    <w:p w:rsidR="00EE1A1A" w:rsidRDefault="00EE1A1A" w:rsidP="006713DA">
      <w:pPr>
        <w:pStyle w:val="libFootnote0"/>
        <w:rPr>
          <w:rtl/>
        </w:rPr>
      </w:pPr>
      <w:r>
        <w:rPr>
          <w:rtl/>
        </w:rPr>
        <w:t>1 ـ في « ش » : لأنشطه.</w:t>
      </w:r>
    </w:p>
    <w:p w:rsidR="00EE1A1A" w:rsidRDefault="00EE1A1A" w:rsidP="006713DA">
      <w:pPr>
        <w:pStyle w:val="libFootnote0"/>
        <w:rPr>
          <w:rtl/>
        </w:rPr>
      </w:pPr>
      <w:r>
        <w:rPr>
          <w:rtl/>
        </w:rPr>
        <w:t>2 ـ السفود : بفتح السين وضمها ، حديدة ذات شعب معقفة يشوى بها اللحم. « لسان العرب ـ سفد ـ 3 : 218 ».</w:t>
      </w:r>
    </w:p>
    <w:p w:rsidR="00EE1A1A" w:rsidRDefault="00EE1A1A" w:rsidP="006713DA">
      <w:pPr>
        <w:pStyle w:val="libFootnote0"/>
        <w:rPr>
          <w:rtl/>
        </w:rPr>
      </w:pPr>
      <w:r>
        <w:rPr>
          <w:rtl/>
        </w:rPr>
        <w:t xml:space="preserve">3 ـ كشف الغمة 2 : 81 باختلاف يسير ، والبحار 82 : 142. </w:t>
      </w:r>
    </w:p>
    <w:p w:rsidR="00EE1A1A" w:rsidRDefault="00EE1A1A" w:rsidP="00BB3BDA">
      <w:pPr>
        <w:pStyle w:val="libNormal"/>
        <w:rPr>
          <w:rtl/>
        </w:rPr>
      </w:pPr>
      <w:r>
        <w:rPr>
          <w:rtl/>
        </w:rPr>
        <w:br w:type="page"/>
      </w:r>
      <w:r>
        <w:rPr>
          <w:rtl/>
        </w:rPr>
        <w:lastRenderedPageBreak/>
        <w:t xml:space="preserve">وعن الأخنف بن قيس قال : تعلموا الحلم والصبر ، فاني تعلمته ، فقيل له : ممن؟ قال : من قيس بن عاصم ، قيل : وما بلغ من حلمه؟ قال : كنا قعوداً عنده ، إذ أُتي بابنه مقتولاً ، وبقاتله مكبولاً ، فما حل حبوته </w:t>
      </w:r>
      <w:r w:rsidRPr="006713DA">
        <w:rPr>
          <w:rStyle w:val="libFootnotenumChar"/>
          <w:rtl/>
        </w:rPr>
        <w:t>(1)</w:t>
      </w:r>
      <w:r>
        <w:rPr>
          <w:rtl/>
        </w:rPr>
        <w:t xml:space="preserve"> ، ولا قطع حديثه حتى فرغ.</w:t>
      </w:r>
    </w:p>
    <w:p w:rsidR="00EE1A1A" w:rsidRDefault="00EE1A1A" w:rsidP="00BB3BDA">
      <w:pPr>
        <w:pStyle w:val="libNormal"/>
        <w:rPr>
          <w:rtl/>
        </w:rPr>
      </w:pPr>
      <w:r>
        <w:rPr>
          <w:rtl/>
        </w:rPr>
        <w:t>ثم التفت إلى قاتل ابنه فقال : يا أبن أخي ، ما حملك على ما فعلت؟ قال : غضبت ، قال : أوكلما غضبت أهنت نفسك ، وعصيت ربك ، وأقللت عددك؟ إذهب فقد اعتقتك.</w:t>
      </w:r>
    </w:p>
    <w:p w:rsidR="00EE1A1A" w:rsidRDefault="00EE1A1A" w:rsidP="00BB3BDA">
      <w:pPr>
        <w:pStyle w:val="libNormal"/>
        <w:rPr>
          <w:rtl/>
        </w:rPr>
      </w:pPr>
      <w:r>
        <w:rPr>
          <w:rtl/>
        </w:rPr>
        <w:t xml:space="preserve">ثم التفت إلى بنيه فقال : يا بني ، اعمدوا </w:t>
      </w:r>
      <w:r w:rsidRPr="006713DA">
        <w:rPr>
          <w:rStyle w:val="libFootnotenumChar"/>
          <w:rtl/>
        </w:rPr>
        <w:t>(2)</w:t>
      </w:r>
      <w:r>
        <w:rPr>
          <w:rtl/>
        </w:rPr>
        <w:t xml:space="preserve"> إلى إخيكم فغسلوه وكفنوه ، فإذا فرغتم منه فأتوني به لأصلي عليه ، فلما دفنوه قال لهم : إن امه ليست منكم ، وهي من قوم آخرين ، فلا أراها ترضى بما صنعتم ، فأعطوها ديته من مالي </w:t>
      </w:r>
      <w:r w:rsidRPr="006713DA">
        <w:rPr>
          <w:rStyle w:val="libFootnotenumChar"/>
          <w:rtl/>
        </w:rPr>
        <w:t>(3)</w:t>
      </w:r>
      <w:r>
        <w:rPr>
          <w:rtl/>
        </w:rPr>
        <w:t>.</w:t>
      </w:r>
    </w:p>
    <w:p w:rsidR="00EE1A1A" w:rsidRDefault="00EE1A1A" w:rsidP="00BB3BDA">
      <w:pPr>
        <w:pStyle w:val="libNormal"/>
        <w:rPr>
          <w:rtl/>
        </w:rPr>
      </w:pPr>
      <w:r>
        <w:rPr>
          <w:rtl/>
        </w:rPr>
        <w:t xml:space="preserve">وروى الصدوق في ( الفقيه ) : انه لما مات ذر بن أبي ذر ـ </w:t>
      </w:r>
      <w:r w:rsidR="00A80F4B" w:rsidRPr="00A80F4B">
        <w:rPr>
          <w:rStyle w:val="libAlaemChar"/>
          <w:rFonts w:hint="cs"/>
          <w:rtl/>
        </w:rPr>
        <w:t>رحمه‌الله</w:t>
      </w:r>
      <w:r>
        <w:rPr>
          <w:rtl/>
        </w:rPr>
        <w:t xml:space="preserve"> ـ وقف [ أبو ذر ] </w:t>
      </w:r>
      <w:r w:rsidRPr="006713DA">
        <w:rPr>
          <w:rStyle w:val="libFootnotenumChar"/>
          <w:rtl/>
        </w:rPr>
        <w:t>(4)</w:t>
      </w:r>
      <w:r>
        <w:rPr>
          <w:rtl/>
        </w:rPr>
        <w:t xml:space="preserve"> على قبره فمسح القبر بيده ، ثم قال : رحمك الله يا ذر ، والله انك كنت بي لبراً ، ولقد قبضت وإني عنك لراض ، والله ما بي فقدك وما علي من عضاضة ، ومالي إلى أحد سوى الله من حاجة ، ولولا هول المطلع لسرني أن أكون مكانك ، ولقد شغلني الحزن لك عن الحزن عليك ، والله ما بكيت لك ، ولكن بكيت عليك ، فليت شعري ما قلت ، وما قيل لك؟ اللهم إني قد وهبته ما افترضت عليه من حقي ، فهب له ما افترضت عليه من حقك ، فأنت أحق بالجود والكرم مني </w:t>
      </w:r>
      <w:r w:rsidRPr="006713DA">
        <w:rPr>
          <w:rStyle w:val="libFootnotenumChar"/>
          <w:rtl/>
        </w:rPr>
        <w:t>(5)</w:t>
      </w:r>
      <w:r>
        <w:rPr>
          <w:rtl/>
        </w:rPr>
        <w:t>.</w:t>
      </w:r>
    </w:p>
    <w:p w:rsidR="00EE1A1A" w:rsidRDefault="00EE1A1A" w:rsidP="00BB3BDA">
      <w:pPr>
        <w:pStyle w:val="libNormal"/>
        <w:rPr>
          <w:rtl/>
        </w:rPr>
      </w:pPr>
      <w:r>
        <w:rPr>
          <w:rtl/>
        </w:rPr>
        <w:t xml:space="preserve">واسند الدينوري أن ذر بن عمر بن ذر لما مات وقف أبوه على قبره ، وقال : رحمك الله يا ذر ، ما علينا بعدك من خصاصة ، وما بنا إلى أحد مع الله حاجة ، وما يسرني أني كنت المقدم قبلك ، ولولا هول المطلع لتمنيت أن أكون مكانك ، وقد شغلني الحزن لك عن الحزن عليك ، فليت شعري ماذا قلت ، وماذا قيل لك ، ثم رفع رأسه إلى السماء فقال : اللهم إني قد وهبتك له حقي فيما بيني وبينه ، فاغفر له من الذنوب ما بينك وبينه ، فأنت أجود الأجودين وأكرم الاكرمين ، ثم انصرف وقال : فارقناك ، ولو أقمنا </w:t>
      </w:r>
    </w:p>
    <w:p w:rsidR="00EE1A1A" w:rsidRDefault="00EE1A1A" w:rsidP="006713DA">
      <w:pPr>
        <w:pStyle w:val="libLine"/>
        <w:rPr>
          <w:rtl/>
        </w:rPr>
      </w:pPr>
      <w:r>
        <w:rPr>
          <w:rtl/>
        </w:rPr>
        <w:t>__________________</w:t>
      </w:r>
    </w:p>
    <w:p w:rsidR="00EE1A1A" w:rsidRDefault="00EE1A1A" w:rsidP="006713DA">
      <w:pPr>
        <w:pStyle w:val="libFootnote0"/>
        <w:rPr>
          <w:rtl/>
        </w:rPr>
      </w:pPr>
      <w:r>
        <w:rPr>
          <w:rtl/>
        </w:rPr>
        <w:t>1 ـ الحبوة من الاحتباء : وهو أن يضم الإنسان رجليه إلى بطنه بثوب يجمعهما به مع ظهره ، ويشد عليها. وقد يكون الاحتباء باليدين عوض الثوب. « النهاية 1 : 335 ».</w:t>
      </w:r>
    </w:p>
    <w:p w:rsidR="00EE1A1A" w:rsidRDefault="00EE1A1A" w:rsidP="006713DA">
      <w:pPr>
        <w:pStyle w:val="libFootnote0"/>
        <w:rPr>
          <w:rtl/>
        </w:rPr>
      </w:pPr>
      <w:r>
        <w:rPr>
          <w:rtl/>
        </w:rPr>
        <w:t>2 ـ في هامش « ح » : اقصدوا.</w:t>
      </w:r>
    </w:p>
    <w:p w:rsidR="00EE1A1A" w:rsidRDefault="00EE1A1A" w:rsidP="006713DA">
      <w:pPr>
        <w:pStyle w:val="libFootnote0"/>
        <w:rPr>
          <w:rtl/>
        </w:rPr>
      </w:pPr>
      <w:r>
        <w:rPr>
          <w:rtl/>
        </w:rPr>
        <w:t>3 ـ أخرج نحوه ابن عبد ربه في العقد الفريد 2 : 136.</w:t>
      </w:r>
    </w:p>
    <w:p w:rsidR="00EE1A1A" w:rsidRDefault="00EE1A1A" w:rsidP="006713DA">
      <w:pPr>
        <w:pStyle w:val="libFootnote0"/>
        <w:rPr>
          <w:rtl/>
        </w:rPr>
      </w:pPr>
      <w:r>
        <w:rPr>
          <w:rtl/>
        </w:rPr>
        <w:t>4 ـ أثبتناه من الفقيه.</w:t>
      </w:r>
    </w:p>
    <w:p w:rsidR="00EE1A1A" w:rsidRDefault="00EE1A1A" w:rsidP="006713DA">
      <w:pPr>
        <w:pStyle w:val="libFootnote0"/>
        <w:rPr>
          <w:rtl/>
        </w:rPr>
      </w:pPr>
      <w:r>
        <w:rPr>
          <w:rtl/>
        </w:rPr>
        <w:t xml:space="preserve">5 ـ الفقيه 1 : 117 / 558 ، الكافي 3 : 250 / 4 ، والبحار 82 : 142. </w:t>
      </w:r>
    </w:p>
    <w:p w:rsidR="00EE1A1A" w:rsidRDefault="00EE1A1A" w:rsidP="00BB3BDA">
      <w:pPr>
        <w:pStyle w:val="libNormal0"/>
        <w:rPr>
          <w:rtl/>
        </w:rPr>
      </w:pPr>
      <w:r>
        <w:rPr>
          <w:rtl/>
        </w:rPr>
        <w:br w:type="page"/>
      </w:r>
      <w:r>
        <w:rPr>
          <w:rtl/>
        </w:rPr>
        <w:lastRenderedPageBreak/>
        <w:t xml:space="preserve">ما نفعناك </w:t>
      </w:r>
      <w:r w:rsidRPr="006713DA">
        <w:rPr>
          <w:rStyle w:val="libFootnotenumChar"/>
          <w:rtl/>
        </w:rPr>
        <w:t>(1)</w:t>
      </w:r>
      <w:r>
        <w:rPr>
          <w:rtl/>
        </w:rPr>
        <w:t>.</w:t>
      </w:r>
    </w:p>
    <w:p w:rsidR="00EE1A1A" w:rsidRDefault="00EE1A1A" w:rsidP="00BB3BDA">
      <w:pPr>
        <w:pStyle w:val="libNormal"/>
        <w:rPr>
          <w:rtl/>
        </w:rPr>
      </w:pPr>
      <w:r>
        <w:rPr>
          <w:rtl/>
        </w:rPr>
        <w:t xml:space="preserve">وروى المبرد قال : لما هلك ذر بن عمر وقف عليه أبوه وهو مسجى ، وقال : يا بني ، ما علينا من موتك غضاضة ، وما بنا إلى ما سوى الله من حاجة ، فلما دفن قام على قبره ، وقال : يا ذر ، غفر الله لك ، قد شغلنا الحزن لك عن الحزن عليك ، لأنا لا ندري ما قلت ، ولا ما قيل لك. اللهم إني قد وهبت له ما قصر فيه مما افترضت عليه من حقي ، فهب له ما قصر من فيه حقك ، واجعل ثوابي عليه له ، وزدني من فضلك ، إني إليك من الراغبين. فسئل عنه ، فقيل : كيف كان معك؟ فقال : ما مشيت معه بليل قط إلا كان أمامي ، ولا بنهار قط إلا كان خلفي ، وما علا سطحاً قط وأنا تحته </w:t>
      </w:r>
      <w:r w:rsidRPr="006713DA">
        <w:rPr>
          <w:rStyle w:val="libFootnotenumChar"/>
          <w:rtl/>
        </w:rPr>
        <w:t>(2)</w:t>
      </w:r>
      <w:r>
        <w:rPr>
          <w:rtl/>
        </w:rPr>
        <w:t>.</w:t>
      </w:r>
    </w:p>
    <w:p w:rsidR="00EE1A1A" w:rsidRDefault="00EE1A1A" w:rsidP="00BB3BDA">
      <w:pPr>
        <w:pStyle w:val="libNormal"/>
        <w:rPr>
          <w:rtl/>
        </w:rPr>
      </w:pPr>
      <w:r>
        <w:rPr>
          <w:rtl/>
        </w:rPr>
        <w:t xml:space="preserve">وقدم على بعض الخلفاء قوم من بني عبس ، فيهم رجل ضرير ، فسأله عن عينيه ، فقال : بت ليلة في بطن واد ، ولم أعلم عبسياً يزيد ماله على مالي ، فطرقنا سيل ، فذهب بما كان لي من أهل ومال وولد ، غير بعير وصبي مولود ، وكان ( بعيراً صعباً فنفر ) </w:t>
      </w:r>
      <w:r w:rsidRPr="006713DA">
        <w:rPr>
          <w:rStyle w:val="libFootnotenumChar"/>
          <w:rtl/>
        </w:rPr>
        <w:t>(3)</w:t>
      </w:r>
      <w:r>
        <w:rPr>
          <w:rtl/>
        </w:rPr>
        <w:t xml:space="preserve"> ، فوضعت الصبي واتبعت البعير ، فلم أجاوز إلا قليلاً حتى سمعت صيحة ابني ، فرجعت إليه ورأس الذئب في بطنه وهو يأكله ، ولحقت البعير لأحبسه فبعجني </w:t>
      </w:r>
      <w:r w:rsidRPr="006713DA">
        <w:rPr>
          <w:rStyle w:val="libFootnotenumChar"/>
          <w:rtl/>
        </w:rPr>
        <w:t>(4)</w:t>
      </w:r>
      <w:r>
        <w:rPr>
          <w:rtl/>
        </w:rPr>
        <w:t xml:space="preserve"> برجله على وجهي فحطمه ، وذهب بعيني فأصبحت لا مال لي ، ولا أهل ، ولا ولد ، ولا بصر.</w:t>
      </w:r>
    </w:p>
    <w:p w:rsidR="00EE1A1A" w:rsidRDefault="00EE1A1A" w:rsidP="00BB3BDA">
      <w:pPr>
        <w:pStyle w:val="libNormal"/>
        <w:rPr>
          <w:rtl/>
        </w:rPr>
      </w:pPr>
      <w:r>
        <w:rPr>
          <w:rtl/>
        </w:rPr>
        <w:t>روي : أن عياض بن عقبة الفهري مات له ابن ، فلما نزل في قبره قال له رجل : والله انه كان لسيد الجيش فاحتسبه ، فقال : وما يمنعني ، وقد كان بالأمس زينة الحياة الدنيا ، وهو اليوم من الباقيات الصالحات!؟</w:t>
      </w:r>
    </w:p>
    <w:p w:rsidR="00EE1A1A" w:rsidRDefault="00EE1A1A" w:rsidP="00BB3BDA">
      <w:pPr>
        <w:pStyle w:val="libNormal"/>
        <w:rPr>
          <w:rtl/>
        </w:rPr>
      </w:pPr>
      <w:r>
        <w:rPr>
          <w:rtl/>
        </w:rPr>
        <w:t>وقال : أبو علي الرازي صحبت الفضيل بن عياض ثلاثين سنة ، ما رأيته ضاحكاً ولا مبتسماً قط إلا يوم مات ابنه علي ، فقلت له في ذلك ، فقال : إن الله سبحانه وتعالى أحب أمراً ، فأحببت ما أحب الله عزوجل.</w:t>
      </w:r>
    </w:p>
    <w:p w:rsidR="00EE1A1A" w:rsidRDefault="00EE1A1A" w:rsidP="00BB3BDA">
      <w:pPr>
        <w:pStyle w:val="libNormal"/>
        <w:rPr>
          <w:rtl/>
        </w:rPr>
      </w:pPr>
      <w:r>
        <w:rPr>
          <w:rtl/>
        </w:rPr>
        <w:t xml:space="preserve">واصيب عمرو بن </w:t>
      </w:r>
      <w:r w:rsidRPr="006713DA">
        <w:rPr>
          <w:rStyle w:val="libFootnotenumChar"/>
          <w:rtl/>
        </w:rPr>
        <w:t>(5)</w:t>
      </w:r>
      <w:r>
        <w:rPr>
          <w:rtl/>
        </w:rPr>
        <w:t xml:space="preserve"> كعب الهندي بتستر </w:t>
      </w:r>
      <w:r w:rsidRPr="006713DA">
        <w:rPr>
          <w:rStyle w:val="libFootnotenumChar"/>
          <w:rtl/>
        </w:rPr>
        <w:t>(6)</w:t>
      </w:r>
      <w:r>
        <w:rPr>
          <w:rtl/>
        </w:rPr>
        <w:t xml:space="preserve"> ، فكتموا أباه الخبر ، ثم بلغه فلم يجزع ، وقال : الحمد لله الذي جعل من صلبي من اصيب شهيداً. ثم استشهد له ابن آخر </w:t>
      </w:r>
    </w:p>
    <w:p w:rsidR="00EE1A1A" w:rsidRDefault="00EE1A1A" w:rsidP="006713DA">
      <w:pPr>
        <w:pStyle w:val="libLine"/>
        <w:rPr>
          <w:rtl/>
        </w:rPr>
      </w:pPr>
      <w:r>
        <w:rPr>
          <w:rtl/>
        </w:rPr>
        <w:t>__________________</w:t>
      </w:r>
    </w:p>
    <w:p w:rsidR="00EE1A1A" w:rsidRDefault="00EE1A1A" w:rsidP="006713DA">
      <w:pPr>
        <w:pStyle w:val="libFootnote0"/>
        <w:rPr>
          <w:rtl/>
        </w:rPr>
      </w:pPr>
      <w:r>
        <w:rPr>
          <w:rtl/>
        </w:rPr>
        <w:t>1 ـ عيون الأخبار 2 : 313.</w:t>
      </w:r>
    </w:p>
    <w:p w:rsidR="00EE1A1A" w:rsidRDefault="00EE1A1A" w:rsidP="006713DA">
      <w:pPr>
        <w:pStyle w:val="libFootnote0"/>
        <w:rPr>
          <w:rtl/>
        </w:rPr>
      </w:pPr>
      <w:r>
        <w:rPr>
          <w:rtl/>
        </w:rPr>
        <w:t>2 ـ أخرج قطعة منه المبرد في الكامل 1 : 140.</w:t>
      </w:r>
    </w:p>
    <w:p w:rsidR="00EE1A1A" w:rsidRDefault="00EE1A1A" w:rsidP="006713DA">
      <w:pPr>
        <w:pStyle w:val="libFootnote0"/>
        <w:rPr>
          <w:rtl/>
        </w:rPr>
      </w:pPr>
      <w:r>
        <w:rPr>
          <w:rtl/>
        </w:rPr>
        <w:t>3 ـ في « ش » : البعير صعباً فند.</w:t>
      </w:r>
    </w:p>
    <w:p w:rsidR="00EE1A1A" w:rsidRDefault="00EE1A1A" w:rsidP="006713DA">
      <w:pPr>
        <w:pStyle w:val="libFootnote0"/>
        <w:rPr>
          <w:rtl/>
        </w:rPr>
      </w:pPr>
      <w:r>
        <w:rPr>
          <w:rtl/>
        </w:rPr>
        <w:t>4 ـ البعج : الشق « لسان العرب 2 : 214 ».</w:t>
      </w:r>
    </w:p>
    <w:p w:rsidR="00EE1A1A" w:rsidRDefault="00EE1A1A" w:rsidP="006713DA">
      <w:pPr>
        <w:pStyle w:val="libFootnote0"/>
        <w:rPr>
          <w:rtl/>
        </w:rPr>
      </w:pPr>
      <w:r>
        <w:rPr>
          <w:rtl/>
        </w:rPr>
        <w:t>5 ـ في « ح » : عمرو.</w:t>
      </w:r>
    </w:p>
    <w:p w:rsidR="00EE1A1A" w:rsidRDefault="00EE1A1A" w:rsidP="006713DA">
      <w:pPr>
        <w:pStyle w:val="libFootnote0"/>
        <w:rPr>
          <w:rtl/>
        </w:rPr>
      </w:pPr>
      <w:r>
        <w:rPr>
          <w:rtl/>
        </w:rPr>
        <w:t xml:space="preserve">6 ـ تستر : من مدن خوزستان ، وهو تعريب شوشتر. اُنظر « معجم البلدان 2 : 29 ». </w:t>
      </w:r>
    </w:p>
    <w:p w:rsidR="00EE1A1A" w:rsidRDefault="00EE1A1A" w:rsidP="00BB3BDA">
      <w:pPr>
        <w:pStyle w:val="libNormal0"/>
        <w:rPr>
          <w:rtl/>
        </w:rPr>
      </w:pPr>
      <w:r>
        <w:rPr>
          <w:rtl/>
        </w:rPr>
        <w:br w:type="page"/>
      </w:r>
      <w:r>
        <w:rPr>
          <w:rtl/>
        </w:rPr>
        <w:lastRenderedPageBreak/>
        <w:t xml:space="preserve">بجرجان </w:t>
      </w:r>
      <w:r w:rsidRPr="006713DA">
        <w:rPr>
          <w:rStyle w:val="libFootnotenumChar"/>
          <w:rtl/>
        </w:rPr>
        <w:t>(1)</w:t>
      </w:r>
      <w:r>
        <w:rPr>
          <w:rtl/>
        </w:rPr>
        <w:t xml:space="preserve"> ، فلما بلغه الخبر قال : الحمد لله الذي توفى مني شهيداً آخر.</w:t>
      </w:r>
    </w:p>
    <w:p w:rsidR="00EE1A1A" w:rsidRDefault="00EE1A1A" w:rsidP="00BB3BDA">
      <w:pPr>
        <w:pStyle w:val="libNormal"/>
        <w:rPr>
          <w:rtl/>
        </w:rPr>
      </w:pPr>
      <w:r>
        <w:rPr>
          <w:rtl/>
        </w:rPr>
        <w:t xml:space="preserve">وروى البيهقي : أن عبد الله بن مطرف مات ، فخرج أبوه مطرف على قومه في ثياب حسنة وقد ادهن ، فغضبوا وقالوا : يموت عبد الله وتخرج في ثياب حسنة مدهناً؟! قال : أفأستكين لها ، وقد وعدني ربي تبارك وتعالى عليها ثلاث خصال ، هي أحب إلي من الدنيا وما فيها ، قال الله تعالى : ( الذين اذا اصابتهم مصيبة قالوا انا لله وانا اليه راجعون اولئك عليهم صلوات من ربهم ورحمة واولئك هم المهتدون ) </w:t>
      </w:r>
      <w:r w:rsidRPr="006713DA">
        <w:rPr>
          <w:rStyle w:val="libFootnotenumChar"/>
          <w:rtl/>
        </w:rPr>
        <w:t>(2)</w:t>
      </w:r>
      <w:r>
        <w:rPr>
          <w:rtl/>
        </w:rPr>
        <w:t>.</w:t>
      </w:r>
    </w:p>
    <w:p w:rsidR="00EE1A1A" w:rsidRDefault="00EE1A1A" w:rsidP="00BB3BDA">
      <w:pPr>
        <w:pStyle w:val="libNormal"/>
        <w:rPr>
          <w:rtl/>
        </w:rPr>
      </w:pPr>
      <w:r>
        <w:rPr>
          <w:rtl/>
        </w:rPr>
        <w:t>ودعا رجل من قريش إخواناً له ، فجمعهم على طعام ، فضربت ابناً له دابة لبعضهم فمات ، فأخفى ذلك عن القوم ، وقال لأهله : لا أعلمن صاحت منكم صائحة ، أو بكت منكم باكية ، وأقبل على إخوانه حتى فرغوا من طعامه ، ثم أخذ في جهاز الصبي ، فلم يفجأهم إلا بسريره ، فارتاعوا وسألوه عن أمره فأخبرهم ، فعجبوا من صبره وكرمه.</w:t>
      </w:r>
    </w:p>
    <w:p w:rsidR="00EE1A1A" w:rsidRDefault="00EE1A1A" w:rsidP="00BB3BDA">
      <w:pPr>
        <w:pStyle w:val="libNormal"/>
        <w:rPr>
          <w:rtl/>
        </w:rPr>
      </w:pPr>
      <w:r>
        <w:rPr>
          <w:rtl/>
        </w:rPr>
        <w:t>وذكر : أن رجلا من اليمامة دفن ثلاثة رجال من ولده ، ثم احتبى في نادي قومه يتحدث كأن لم يفقد أحداً ، فقيل له في ذلك ، فقال : ليسوا في الموت ببديع ، ولا أنا في المصيبة بأوحد ، ولا جدوى للجزع ن فعلام تلومونني؟</w:t>
      </w:r>
    </w:p>
    <w:p w:rsidR="00EE1A1A" w:rsidRDefault="00EE1A1A" w:rsidP="00BB3BDA">
      <w:pPr>
        <w:pStyle w:val="libNormal"/>
        <w:rPr>
          <w:rtl/>
        </w:rPr>
      </w:pPr>
      <w:r>
        <w:rPr>
          <w:rtl/>
        </w:rPr>
        <w:t xml:space="preserve">وأسند أبو العباس عن مسروق عن الأوزاعي ، قال : حدثنا بعض الحكماء ، قال : خرجت وأنا اُريد الرباط </w:t>
      </w:r>
      <w:r w:rsidRPr="006713DA">
        <w:rPr>
          <w:rStyle w:val="libFootnotenumChar"/>
          <w:rtl/>
        </w:rPr>
        <w:t>(3)</w:t>
      </w:r>
      <w:r>
        <w:rPr>
          <w:rtl/>
        </w:rPr>
        <w:t xml:space="preserve"> ، حتى إذا كنت بعريش </w:t>
      </w:r>
      <w:r w:rsidRPr="006713DA">
        <w:rPr>
          <w:rStyle w:val="libFootnotenumChar"/>
          <w:rtl/>
        </w:rPr>
        <w:t>(4)</w:t>
      </w:r>
      <w:r>
        <w:rPr>
          <w:rtl/>
        </w:rPr>
        <w:t xml:space="preserve"> مصر إذا أنا بمظلة ، وفيها رجل قد ذهبت عيناه ، واسترسلت يداه ورجلاه ، وهو يقول : لك الحمد سيدي ومولاي ، اللهم إني أحمدك حمداً يوافي محامد خلقك ، كفضلك على سائر خلقك ، إذ فضلتني على كثير ممن خلقت تفضيلاً.</w:t>
      </w:r>
    </w:p>
    <w:p w:rsidR="00EE1A1A" w:rsidRDefault="00EE1A1A" w:rsidP="00BB3BDA">
      <w:pPr>
        <w:pStyle w:val="libNormal"/>
        <w:rPr>
          <w:rtl/>
        </w:rPr>
      </w:pPr>
      <w:r>
        <w:rPr>
          <w:rtl/>
        </w:rPr>
        <w:t xml:space="preserve">فقلت : والله لأسألنه ، أعلمه أو أُلهمه إلهاماً؟ فدنوت منه ، وسلمت عليه ، فردّ فرد علي السلام ، فقلت له : رحمك الله ، إني أسألك عن شيء ، أتخبرني به أم لا؟ فقال : إن كان عندي منه علم أخبرتك به ، فقلت : رحمك الله ، على أي فضيلة من فضائله </w:t>
      </w:r>
    </w:p>
    <w:p w:rsidR="00EE1A1A" w:rsidRDefault="00EE1A1A" w:rsidP="006713DA">
      <w:pPr>
        <w:pStyle w:val="libLine"/>
        <w:rPr>
          <w:rtl/>
        </w:rPr>
      </w:pPr>
      <w:r>
        <w:rPr>
          <w:rtl/>
        </w:rPr>
        <w:t>__________________</w:t>
      </w:r>
    </w:p>
    <w:p w:rsidR="00EE1A1A" w:rsidRDefault="00EE1A1A" w:rsidP="006713DA">
      <w:pPr>
        <w:pStyle w:val="libFootnote0"/>
        <w:rPr>
          <w:rtl/>
        </w:rPr>
      </w:pPr>
      <w:r>
        <w:rPr>
          <w:rtl/>
        </w:rPr>
        <w:t>1 ـ جرجان : مدينة مشهورة عظيمة بين طبرستان وخراسان ، فبعض يعدها من هذه ، وبعض يعدها من هذه « معجم البلدان 2 : 119 ».</w:t>
      </w:r>
    </w:p>
    <w:p w:rsidR="00EE1A1A" w:rsidRDefault="00EE1A1A" w:rsidP="006713DA">
      <w:pPr>
        <w:pStyle w:val="libFootnote0"/>
        <w:rPr>
          <w:rtl/>
        </w:rPr>
      </w:pPr>
      <w:r>
        <w:rPr>
          <w:rtl/>
        </w:rPr>
        <w:t>2 ـ البقرة 2 : 156 و 157.</w:t>
      </w:r>
    </w:p>
    <w:p w:rsidR="00EE1A1A" w:rsidRDefault="00EE1A1A" w:rsidP="006713DA">
      <w:pPr>
        <w:pStyle w:val="libFootnote0"/>
        <w:rPr>
          <w:rtl/>
        </w:rPr>
      </w:pPr>
      <w:r>
        <w:rPr>
          <w:rtl/>
        </w:rPr>
        <w:t>3 ـ الرباط : ملازمة ثغور البلاد واستعداد للعدو. « القاموس المحيط ـ ربط ـ 2 : 360 ».</w:t>
      </w:r>
    </w:p>
    <w:p w:rsidR="00EE1A1A" w:rsidRDefault="00EE1A1A" w:rsidP="006713DA">
      <w:pPr>
        <w:pStyle w:val="libFootnote0"/>
        <w:rPr>
          <w:rtl/>
        </w:rPr>
      </w:pPr>
      <w:r>
        <w:rPr>
          <w:rtl/>
        </w:rPr>
        <w:t xml:space="preserve">4 ـ العريش : مدينة بمصر على ساحل البحر الابيض المتوسط ، في حدود مصر على الشام « معجم البلدان 4 : 113 ». </w:t>
      </w:r>
    </w:p>
    <w:p w:rsidR="00EE1A1A" w:rsidRDefault="00EE1A1A" w:rsidP="00BB3BDA">
      <w:pPr>
        <w:pStyle w:val="libNormal0"/>
        <w:rPr>
          <w:rtl/>
        </w:rPr>
      </w:pPr>
      <w:r>
        <w:rPr>
          <w:rtl/>
        </w:rPr>
        <w:br w:type="page"/>
      </w:r>
      <w:r>
        <w:rPr>
          <w:rtl/>
        </w:rPr>
        <w:lastRenderedPageBreak/>
        <w:t>تشكره؟ فقال : أوليس ترى ما قد صنع بي؟ قلت : بلى ، فقال : والله لو أن الله تبارك وتعالى صب علي ناراً تحرقني ، وأمر الجبال فدمرتني ، وأمر البحار فغرقتني ، وأمر الأرض فخسفت بي ، ما ازددت فيه ـ سبحانه ـ إلا حباً ، ولا ازددت له إلا شكراً ، وإن لي إليك حاجة ، أفتقضيها لي؟ قلت : نعم ، قل ما تشاء ، فقال : بني لي كان يتعاهدني أوقات صلاتي ، ويطعمني عند إفطاري ، وقد فقدته منذ أمس ، فانظر هل تجده لي؟</w:t>
      </w:r>
    </w:p>
    <w:p w:rsidR="00EE1A1A" w:rsidRDefault="00EE1A1A" w:rsidP="00BB3BDA">
      <w:pPr>
        <w:pStyle w:val="libNormal"/>
        <w:rPr>
          <w:rtl/>
        </w:rPr>
      </w:pPr>
      <w:r>
        <w:rPr>
          <w:rtl/>
        </w:rPr>
        <w:t xml:space="preserve">قال : فقلت في نفسي : إن في قضاء حاجته لقربة إلى الله عزوجل ، فقمت وخرجت في طلبه ، حتى اذا صرت بين كثبان الرمال ، إذا أنا بسبع قد افترس الغلام فأكله </w:t>
      </w:r>
      <w:r w:rsidRPr="006713DA">
        <w:rPr>
          <w:rStyle w:val="libFootnotenumChar"/>
          <w:rtl/>
        </w:rPr>
        <w:t>(1)</w:t>
      </w:r>
      <w:r>
        <w:rPr>
          <w:rtl/>
        </w:rPr>
        <w:t xml:space="preserve"> ، فقلت : إنا لله وإنا إليه راجعون ، كيف آتي هذا العبد الصالح بخبر ابنه؟</w:t>
      </w:r>
    </w:p>
    <w:p w:rsidR="00EE1A1A" w:rsidRDefault="00EE1A1A" w:rsidP="00BB3BDA">
      <w:pPr>
        <w:pStyle w:val="libNormal"/>
        <w:rPr>
          <w:rtl/>
        </w:rPr>
      </w:pPr>
      <w:r>
        <w:rPr>
          <w:rtl/>
        </w:rPr>
        <w:t xml:space="preserve">قال : فأتيته ، وسلمت عليه ، فرد علي السلام فقلت : رحمك الله ، إن سألتك عن شيء تخبرني؟ فقال : إن كان عندي منه علم أخبرتك به ، قال ، فقلت : أنت أكرم على الله عزوجل وأقرب منزلة ، أو نبي الله أيوب </w:t>
      </w:r>
      <w:r w:rsidR="00A80F4B" w:rsidRPr="00A80F4B">
        <w:rPr>
          <w:rStyle w:val="libAlaemChar"/>
          <w:rFonts w:hint="cs"/>
          <w:rtl/>
        </w:rPr>
        <w:t>عليه‌السلام</w:t>
      </w:r>
      <w:r>
        <w:rPr>
          <w:rtl/>
        </w:rPr>
        <w:t xml:space="preserve">؟ فقال : بل ( نبي الله ) </w:t>
      </w:r>
      <w:r w:rsidRPr="006713DA">
        <w:rPr>
          <w:rStyle w:val="libFootnotenumChar"/>
          <w:rtl/>
        </w:rPr>
        <w:t>(2)</w:t>
      </w:r>
      <w:r>
        <w:rPr>
          <w:rtl/>
        </w:rPr>
        <w:t xml:space="preserve"> أكرم على الله تعالى مني ، وأعظم عند الله تعالى منزلة مني ، قال : فقلت له : إنه ابتلاه الله تعالى فصبر ، حتى استوحش منه من كان يأنس به ، وكان عرضاً لمُرار الطريق </w:t>
      </w:r>
      <w:r w:rsidRPr="006713DA">
        <w:rPr>
          <w:rStyle w:val="libFootnotenumChar"/>
          <w:rtl/>
        </w:rPr>
        <w:t>(3)</w:t>
      </w:r>
      <w:r>
        <w:rPr>
          <w:rtl/>
        </w:rPr>
        <w:t xml:space="preserve"> ، واعلم أن ابنك الذي أخبرتني به ، وسألتني أن اطلبه لك افترسه السبع ، فأعظم الله أجرك فيه.</w:t>
      </w:r>
    </w:p>
    <w:p w:rsidR="00EE1A1A" w:rsidRDefault="00EE1A1A" w:rsidP="00BB3BDA">
      <w:pPr>
        <w:pStyle w:val="libNormal"/>
        <w:rPr>
          <w:rtl/>
        </w:rPr>
      </w:pPr>
      <w:r>
        <w:rPr>
          <w:rtl/>
        </w:rPr>
        <w:t>فقال : الحمد لله الذي لم يجعل في قلبي حسرة من الدنيا ، ثم شهق شهقة وسقط على وجهه ، فجلست ساعة ثم حركته فإذا هو ميت ، فقلت : إنا لله وإنا إليه راجعون ، كيف أعمل في أمره؟ ومن يعينني على تغسيله وكفنه وحفر قبره ودفنه؟</w:t>
      </w:r>
    </w:p>
    <w:p w:rsidR="00EE1A1A" w:rsidRDefault="00EE1A1A" w:rsidP="00BB3BDA">
      <w:pPr>
        <w:pStyle w:val="libNormal"/>
        <w:rPr>
          <w:rtl/>
        </w:rPr>
      </w:pPr>
      <w:r>
        <w:rPr>
          <w:rtl/>
        </w:rPr>
        <w:t xml:space="preserve">فبينما أنا كذلك إذ أنا بركب </w:t>
      </w:r>
      <w:r w:rsidRPr="006713DA">
        <w:rPr>
          <w:rStyle w:val="libFootnotenumChar"/>
          <w:rtl/>
        </w:rPr>
        <w:t>(4)</w:t>
      </w:r>
      <w:r>
        <w:rPr>
          <w:rtl/>
        </w:rPr>
        <w:t xml:space="preserve"> يريدون الرباط ، فأشرت إليهم فأقبلوا نحوي حتى وقفوا علي ، وقالوا : من أنت؟ ومن هذا؟ فأخبرتهم بقصتي ، فعقلوا رواحلهم ، وأعانوني حتى غسلناه بماء البحر ، وكفناه بأثواب كانت معهم ، وتقدمت فصليت عليه مع الجماعة ، ودفناه في مظلته. </w:t>
      </w:r>
    </w:p>
    <w:p w:rsidR="00EE1A1A" w:rsidRDefault="00EE1A1A" w:rsidP="006713DA">
      <w:pPr>
        <w:pStyle w:val="libLine"/>
        <w:rPr>
          <w:rtl/>
        </w:rPr>
      </w:pPr>
      <w:r>
        <w:rPr>
          <w:rtl/>
        </w:rPr>
        <w:t>__________________</w:t>
      </w:r>
    </w:p>
    <w:p w:rsidR="00EE1A1A" w:rsidRDefault="00EE1A1A" w:rsidP="006713DA">
      <w:pPr>
        <w:pStyle w:val="libFootnote0"/>
        <w:rPr>
          <w:rtl/>
        </w:rPr>
      </w:pPr>
      <w:r>
        <w:rPr>
          <w:rtl/>
        </w:rPr>
        <w:t>1 ـ في « ش » : يأكله.</w:t>
      </w:r>
    </w:p>
    <w:p w:rsidR="00EE1A1A" w:rsidRDefault="00EE1A1A" w:rsidP="006713DA">
      <w:pPr>
        <w:pStyle w:val="libFootnote0"/>
        <w:rPr>
          <w:rtl/>
        </w:rPr>
      </w:pPr>
      <w:r>
        <w:rPr>
          <w:rtl/>
        </w:rPr>
        <w:t>2 ـ في نسخة « ش » : أيوب.</w:t>
      </w:r>
    </w:p>
    <w:p w:rsidR="00EE1A1A" w:rsidRDefault="00EE1A1A" w:rsidP="006713DA">
      <w:pPr>
        <w:pStyle w:val="libFootnote0"/>
        <w:rPr>
          <w:rtl/>
        </w:rPr>
      </w:pPr>
      <w:r>
        <w:rPr>
          <w:rtl/>
        </w:rPr>
        <w:t>3 ـ عرضاً لمرار الطريق : لعل المراد منه انه كان معروضاً على الطريق يمر به الناس ، لا بيت له يكنه اُنظر « الصحاح ـ عرض ـ 3 : 1082 ».</w:t>
      </w:r>
    </w:p>
    <w:p w:rsidR="00EE1A1A" w:rsidRDefault="00EE1A1A" w:rsidP="006713DA">
      <w:pPr>
        <w:pStyle w:val="libFootnote0"/>
        <w:rPr>
          <w:rtl/>
        </w:rPr>
      </w:pPr>
      <w:r>
        <w:rPr>
          <w:rtl/>
        </w:rPr>
        <w:t xml:space="preserve">4 ـ في « ح » : بقفل ، والقفل : الجند إذا رجعوا من معسكرهم ، اُنظر « الصحاح ـ قفل ـ 5 : 1803 ». </w:t>
      </w:r>
    </w:p>
    <w:p w:rsidR="00EE1A1A" w:rsidRDefault="00EE1A1A" w:rsidP="00BB3BDA">
      <w:pPr>
        <w:pStyle w:val="libNormal"/>
        <w:rPr>
          <w:rtl/>
        </w:rPr>
      </w:pPr>
      <w:r>
        <w:rPr>
          <w:rtl/>
        </w:rPr>
        <w:br w:type="page"/>
      </w:r>
      <w:r>
        <w:rPr>
          <w:rtl/>
        </w:rPr>
        <w:lastRenderedPageBreak/>
        <w:t xml:space="preserve">وجلست عند قبره آنساً به أقرأ القرآن إلى أن مضى من الليل ساعة </w:t>
      </w:r>
      <w:r w:rsidRPr="006713DA">
        <w:rPr>
          <w:rStyle w:val="libFootnotenumChar"/>
          <w:rtl/>
        </w:rPr>
        <w:t>(1)</w:t>
      </w:r>
      <w:r>
        <w:rPr>
          <w:rtl/>
        </w:rPr>
        <w:t xml:space="preserve"> ، فغفوت غفوة فرأيت صاحبي في أحسن صورة وأجمل زي ، في روضة خضراء عليه ثياب خضر قائماً يتلو القرآن ، فقلت له : ألست بصاحبي؟ قال : بلى ، قلت : فما الذي صيرك إلى ما أرى؟ فقال : إعلم أني وردت مع الصابرين على الله عزوجل في درجة لم ينالوها إلا بالصبر على البلاء ، والشكر عند الرخاء ، فانتبهت </w:t>
      </w:r>
      <w:r w:rsidRPr="006713DA">
        <w:rPr>
          <w:rStyle w:val="libFootnotenumChar"/>
          <w:rtl/>
        </w:rPr>
        <w:t>(2)</w:t>
      </w:r>
      <w:r>
        <w:rPr>
          <w:rtl/>
        </w:rPr>
        <w:t>.</w:t>
      </w:r>
    </w:p>
    <w:p w:rsidR="00EE1A1A" w:rsidRDefault="00EE1A1A" w:rsidP="00BB3BDA">
      <w:pPr>
        <w:pStyle w:val="libNormal"/>
        <w:rPr>
          <w:rtl/>
        </w:rPr>
      </w:pPr>
      <w:r>
        <w:rPr>
          <w:rtl/>
        </w:rPr>
        <w:t xml:space="preserve">وحكى الشعبيّ قال : رأيت رجلاً وقد دفن ابنه ، فلمّا حثا عليه التراب وقف على قبره ، وقال : يابنيّ ، كنت هبة ماجد ، وعطية واحد </w:t>
      </w:r>
      <w:r w:rsidRPr="006713DA">
        <w:rPr>
          <w:rStyle w:val="libFootnotenumChar"/>
          <w:rtl/>
        </w:rPr>
        <w:t>(3)</w:t>
      </w:r>
      <w:r>
        <w:rPr>
          <w:rtl/>
        </w:rPr>
        <w:t xml:space="preserve"> ، ووديعة مقتدر ، وعارية منتصر ، فاسترجعك واهبك ، وقبضك مالكك ، وأخذك معطيك ، فأخلفني الله عليك الصبر ، ولا حرمني الله بك الأجر ، ثم قال : أنت في حلّ من قبلي ، والله أولى عليك بالتفضّل مني.</w:t>
      </w:r>
    </w:p>
    <w:p w:rsidR="00EE1A1A" w:rsidRDefault="00EE1A1A" w:rsidP="00BB3BDA">
      <w:pPr>
        <w:pStyle w:val="libNormal"/>
        <w:rPr>
          <w:rtl/>
        </w:rPr>
      </w:pPr>
      <w:r>
        <w:rPr>
          <w:rtl/>
        </w:rPr>
        <w:t>ولما مات عبد الملك بن عمر بن عبد العزيز ، وأخوه سهل بن عبد العزيز ، ومولاه مزاحم ـ في أيام متتابعة ـ دخل عليه بعض أصحابه يعزيه ، وقال في جملة كلامه : والله ما رأيت مثل ابنك ابناً ، ولا مثل أخيك أخاً ، ولا مثل مولاك مولى ، فطأطأ رأسه ، ثم قال : أعد علي ما قلت ، فأعاده عليه ، فقال : لا والذي قضى عليهم ، ما أحب أن شيئا كان من ذلك لم يكن.</w:t>
      </w:r>
    </w:p>
    <w:p w:rsidR="00EE1A1A" w:rsidRDefault="00EE1A1A" w:rsidP="00BB3BDA">
      <w:pPr>
        <w:pStyle w:val="libNormal"/>
        <w:rPr>
          <w:rtl/>
        </w:rPr>
      </w:pPr>
      <w:r>
        <w:rPr>
          <w:rtl/>
        </w:rPr>
        <w:t>وقيل : بينما عمر بن عبد العزيز ذات يوم جالس إذ اتاه ابنه عبد الملك ، فقال : الله الله في مظالم بني أبيك فلان وفلان ، فوالله لوددت أن القدور قد غلت بي وبك فيما يرضي الله ، وانطلق فأتبعه أبوه بصره ، وقال : إني لأعرف خير أحواله ، قالوا : وما خير أحواله؟ قال : أن يموت فأحتسبه.</w:t>
      </w:r>
    </w:p>
    <w:p w:rsidR="00EE1A1A" w:rsidRDefault="00EE1A1A" w:rsidP="00BB3BDA">
      <w:pPr>
        <w:pStyle w:val="libNormal"/>
        <w:rPr>
          <w:rtl/>
        </w:rPr>
      </w:pPr>
      <w:r>
        <w:rPr>
          <w:rtl/>
        </w:rPr>
        <w:t>ولما دخل عليه أبوه في مرضه فقال له : كيف تجدك؟ قال : اجدني في الموت ، فاحتسبني يا أبه ، فإن ثواب الله عزوجل خير لك مني ، فقال : والله يا بني ، لئن تكون في ميزاني أحب إلي من أن أكون في ميزانك ، فقال ابنه : لئن يكون ما تحب أحب إلي من أن يكون ما أحب.</w:t>
      </w:r>
    </w:p>
    <w:p w:rsidR="00EE1A1A" w:rsidRDefault="00EE1A1A" w:rsidP="00BB3BDA">
      <w:pPr>
        <w:pStyle w:val="libNormal"/>
        <w:rPr>
          <w:rtl/>
        </w:rPr>
      </w:pPr>
      <w:r>
        <w:rPr>
          <w:rtl/>
        </w:rPr>
        <w:t xml:space="preserve">فلما مات وقف على قبره ، وقال : رحمك الله يا بني ، لقد كنت ساراً مولوداً ، وباراً ناشئاً ، وما اُحب أني دعوتك فأجبتني. </w:t>
      </w:r>
    </w:p>
    <w:p w:rsidR="00EE1A1A" w:rsidRDefault="00EE1A1A" w:rsidP="006713DA">
      <w:pPr>
        <w:pStyle w:val="libLine"/>
        <w:rPr>
          <w:rtl/>
        </w:rPr>
      </w:pPr>
      <w:r>
        <w:rPr>
          <w:rtl/>
        </w:rPr>
        <w:t>__________________</w:t>
      </w:r>
    </w:p>
    <w:p w:rsidR="00EE1A1A" w:rsidRDefault="00EE1A1A" w:rsidP="006713DA">
      <w:pPr>
        <w:pStyle w:val="libFootnote0"/>
        <w:rPr>
          <w:rtl/>
        </w:rPr>
      </w:pPr>
      <w:r>
        <w:rPr>
          <w:rtl/>
        </w:rPr>
        <w:t>1 ـ في نسخة « ش » : ساعات.</w:t>
      </w:r>
    </w:p>
    <w:p w:rsidR="00EE1A1A" w:rsidRDefault="00EE1A1A" w:rsidP="006713DA">
      <w:pPr>
        <w:pStyle w:val="libFootnote0"/>
        <w:rPr>
          <w:rtl/>
        </w:rPr>
      </w:pPr>
      <w:r>
        <w:rPr>
          <w:rtl/>
        </w:rPr>
        <w:t>2 ـ أخرجه المجلسي في البحار 82 : 149.</w:t>
      </w:r>
    </w:p>
    <w:p w:rsidR="00EE1A1A" w:rsidRDefault="00EE1A1A" w:rsidP="006713DA">
      <w:pPr>
        <w:pStyle w:val="libFootnote0"/>
        <w:rPr>
          <w:rtl/>
        </w:rPr>
      </w:pPr>
      <w:r>
        <w:rPr>
          <w:rtl/>
        </w:rPr>
        <w:t xml:space="preserve">3 ـ كذا ، والمناسب للسياق ، واجد ، بالجيم ، والواجد : الغني ، « الصحاح ـ وجد ـ 2 : 547 ». </w:t>
      </w:r>
    </w:p>
    <w:p w:rsidR="00EE1A1A" w:rsidRDefault="00EE1A1A" w:rsidP="00BB3BDA">
      <w:pPr>
        <w:pStyle w:val="libNormal"/>
        <w:rPr>
          <w:rtl/>
        </w:rPr>
      </w:pPr>
      <w:r>
        <w:rPr>
          <w:rtl/>
        </w:rPr>
        <w:br w:type="page"/>
      </w:r>
      <w:r>
        <w:rPr>
          <w:rtl/>
        </w:rPr>
        <w:lastRenderedPageBreak/>
        <w:t xml:space="preserve">ومات له ابن آخر قبل عبد الملك ، فجاء فقعد عند رأسه ، وكشف الثوب عن وجهه ، وجعل ينظر إليه ويسدمع ، فجاء ابنه عبد الملك ، فقال : يا أبه ليشغلك ما أقبل من الموت عمن هو في شغل عما حل لديك ، فكأن قد لحقت بابنك وساويته تحت التراب بوجهك ، فبكى عمر ، ثم قال : رحمك الله يا بني ، فوالله إنك لعظيم البركة ما علمتك ، على أنك نافع الموعظة لمن وعضت. </w:t>
      </w:r>
    </w:p>
    <w:p w:rsidR="00EE1A1A" w:rsidRDefault="00EE1A1A" w:rsidP="00EE1A1A">
      <w:pPr>
        <w:pStyle w:val="Heading2Center"/>
        <w:rPr>
          <w:rtl/>
        </w:rPr>
      </w:pPr>
      <w:r>
        <w:rPr>
          <w:rtl/>
        </w:rPr>
        <w:br w:type="page"/>
      </w:r>
      <w:bookmarkStart w:id="30" w:name="_Toc295670655"/>
      <w:bookmarkStart w:id="31" w:name="_Toc413069928"/>
      <w:r>
        <w:rPr>
          <w:rtl/>
        </w:rPr>
        <w:lastRenderedPageBreak/>
        <w:t>فصل</w:t>
      </w:r>
      <w:bookmarkEnd w:id="30"/>
      <w:bookmarkEnd w:id="31"/>
    </w:p>
    <w:p w:rsidR="00EE1A1A" w:rsidRDefault="00EE1A1A" w:rsidP="00EE1A1A">
      <w:pPr>
        <w:pStyle w:val="Heading2Center"/>
        <w:rPr>
          <w:rtl/>
        </w:rPr>
      </w:pPr>
      <w:bookmarkStart w:id="32" w:name="_Toc413069929"/>
      <w:r>
        <w:rPr>
          <w:rtl/>
        </w:rPr>
        <w:t>في ذكر جماعة من النساء نقل العلماء صبرهن</w:t>
      </w:r>
      <w:bookmarkEnd w:id="32"/>
      <w:r>
        <w:rPr>
          <w:rtl/>
        </w:rPr>
        <w:t xml:space="preserve"> </w:t>
      </w:r>
    </w:p>
    <w:p w:rsidR="00EE1A1A" w:rsidRDefault="00EE1A1A" w:rsidP="00BB3BDA">
      <w:pPr>
        <w:pStyle w:val="libNormal"/>
        <w:rPr>
          <w:rtl/>
        </w:rPr>
      </w:pPr>
      <w:r>
        <w:rPr>
          <w:rtl/>
        </w:rPr>
        <w:t xml:space="preserve">روي عن أنس بن مالك ، قال : كان ابن لأبي طلحة </w:t>
      </w:r>
      <w:r w:rsidR="00A80F4B" w:rsidRPr="00A80F4B">
        <w:rPr>
          <w:rStyle w:val="libAlaemChar"/>
          <w:rFonts w:hint="cs"/>
          <w:rtl/>
        </w:rPr>
        <w:t>رضي‌الله‌عنه</w:t>
      </w:r>
      <w:r>
        <w:rPr>
          <w:rtl/>
        </w:rPr>
        <w:t xml:space="preserve"> يشتكي ، فخرج أبو طلحة فقبض الصبي ، فلما رجع أبو طلحة قال : ما فعل ابني؟ فقالت اُم سليم ، وهي اُم الصبي رضي الله عنها : هو أسكن ما كان ، فقربت له العشاء فتعشى ، ثم اصاب منها ، فلما فرغ قالت : فارق الصبي ، فلما اصبح أبو طلحة أتى رسول الله </w:t>
      </w:r>
      <w:r w:rsidR="00A80F4B" w:rsidRPr="00A80F4B">
        <w:rPr>
          <w:rStyle w:val="libAlaemChar"/>
          <w:rFonts w:hint="cs"/>
          <w:rtl/>
        </w:rPr>
        <w:t>صلى‌الله‌عليه‌وآله‌وسلم</w:t>
      </w:r>
      <w:r>
        <w:rPr>
          <w:rtl/>
        </w:rPr>
        <w:t xml:space="preserve"> فأخبره ، فقال : « أعرستم الليلة؟ » فقال : نعم ، فقال : « اللهم بارك لهما » فولدت غلاماً.</w:t>
      </w:r>
    </w:p>
    <w:p w:rsidR="00EE1A1A" w:rsidRDefault="00EE1A1A" w:rsidP="00BB3BDA">
      <w:pPr>
        <w:pStyle w:val="libNormal"/>
        <w:rPr>
          <w:rtl/>
        </w:rPr>
      </w:pPr>
      <w:r>
        <w:rPr>
          <w:rtl/>
        </w:rPr>
        <w:t xml:space="preserve">قالت : فقلت لأبي طلحة : احمله حتى تأتي رسول الله </w:t>
      </w:r>
      <w:r w:rsidR="00A80F4B" w:rsidRPr="00A80F4B">
        <w:rPr>
          <w:rStyle w:val="libAlaemChar"/>
          <w:rFonts w:hint="cs"/>
          <w:rtl/>
        </w:rPr>
        <w:t>صلى‌الله‌عليه‌وآله‌وسلم</w:t>
      </w:r>
      <w:r>
        <w:rPr>
          <w:rtl/>
        </w:rPr>
        <w:t xml:space="preserve"> ، وبعثت معه بتمرات ، فقال : « أمعه شيء؟ » قال : تمرات ، فأخذها النبي </w:t>
      </w:r>
      <w:r w:rsidR="00A80F4B" w:rsidRPr="00A80F4B">
        <w:rPr>
          <w:rStyle w:val="libAlaemChar"/>
          <w:rFonts w:hint="cs"/>
          <w:rtl/>
        </w:rPr>
        <w:t>صلى‌الله‌عليه‌وآله‌وسلم</w:t>
      </w:r>
      <w:r>
        <w:rPr>
          <w:rtl/>
        </w:rPr>
        <w:t xml:space="preserve"> فمضغها ، ثم أخذها </w:t>
      </w:r>
      <w:r w:rsidR="00A80F4B" w:rsidRPr="00A80F4B">
        <w:rPr>
          <w:rStyle w:val="libAlaemChar"/>
          <w:rFonts w:hint="cs"/>
          <w:rtl/>
        </w:rPr>
        <w:t>صلى‌الله‌عليه‌وآله‌وسلم</w:t>
      </w:r>
      <w:r>
        <w:rPr>
          <w:rtl/>
        </w:rPr>
        <w:t xml:space="preserve"> من فيه فجعلها في في الصبي ، ثم حنكه ، وسماه عبد الله </w:t>
      </w:r>
      <w:r w:rsidRPr="006713DA">
        <w:rPr>
          <w:rStyle w:val="libFootnotenumChar"/>
          <w:rtl/>
        </w:rPr>
        <w:t>(1)</w:t>
      </w:r>
      <w:r>
        <w:rPr>
          <w:rtl/>
        </w:rPr>
        <w:t>.</w:t>
      </w:r>
    </w:p>
    <w:p w:rsidR="00EE1A1A" w:rsidRDefault="00EE1A1A" w:rsidP="00BB3BDA">
      <w:pPr>
        <w:pStyle w:val="libNormal"/>
        <w:rPr>
          <w:rtl/>
        </w:rPr>
      </w:pPr>
      <w:r>
        <w:rPr>
          <w:rtl/>
        </w:rPr>
        <w:t xml:space="preserve">قال رجل من الأنصار : فرأيت تسعة أولاد كلهم قد قرؤا القرآن ، يعني من أولاد عبد الله المولود </w:t>
      </w:r>
      <w:r w:rsidRPr="006713DA">
        <w:rPr>
          <w:rStyle w:val="libFootnotenumChar"/>
          <w:rtl/>
        </w:rPr>
        <w:t>(2)</w:t>
      </w:r>
      <w:r>
        <w:rPr>
          <w:rtl/>
        </w:rPr>
        <w:t>.</w:t>
      </w:r>
    </w:p>
    <w:p w:rsidR="00EE1A1A" w:rsidRDefault="00EE1A1A" w:rsidP="00BB3BDA">
      <w:pPr>
        <w:pStyle w:val="libNormal"/>
        <w:rPr>
          <w:rtl/>
        </w:rPr>
      </w:pPr>
      <w:r>
        <w:rPr>
          <w:rtl/>
        </w:rPr>
        <w:t xml:space="preserve">وفي رواية أخرى : مات ابن لأبي طلحة من أم سليم ، فقالت لأهلها : لا تحدثوا أبا طلحة بابنه حتى أكون أنا أحدثه ، قال : فجاء ، فقربت إليه عشاء ، فأكل وشرب ، ثم تصنعت له أكثر مما كانت تتصنع له من قبل ذلك ، فلما رأت أنه قد شبع وأصاب منها ، قال : يا أبا طلحة ، أرأيت قوماً أعاروا عارية أهل بيت فطلبوا عاريتهم؟ ألهم أن يمنعوهم؟ قال : لا ، قالت : فاحتسب ابنك ، قال : فغضب ، ثم قال : تركتني حتى إذا تلطخت ثم أخبرتني بابني </w:t>
      </w:r>
      <w:r w:rsidRPr="006713DA">
        <w:rPr>
          <w:rStyle w:val="libFootnotenumChar"/>
          <w:rtl/>
        </w:rPr>
        <w:t>(3)</w:t>
      </w:r>
      <w:r>
        <w:rPr>
          <w:rtl/>
        </w:rPr>
        <w:t>.</w:t>
      </w:r>
    </w:p>
    <w:p w:rsidR="00EE1A1A" w:rsidRDefault="00EE1A1A" w:rsidP="00BB3BDA">
      <w:pPr>
        <w:pStyle w:val="libNormal"/>
        <w:rPr>
          <w:rtl/>
        </w:rPr>
      </w:pPr>
      <w:r>
        <w:rPr>
          <w:rtl/>
        </w:rPr>
        <w:t>وفي حديث آخر : لما كان آخر الليل قالت : يا أبا طلحة ، إن آل فلان استعاروا عارية تمتعوا بها ، فلما طلبت منهم شق عليهم ذلك ، قال : ما أنصفوا ، قالت :</w:t>
      </w:r>
    </w:p>
    <w:p w:rsidR="00EE1A1A" w:rsidRDefault="00EE1A1A" w:rsidP="006713DA">
      <w:pPr>
        <w:pStyle w:val="libLine"/>
        <w:rPr>
          <w:rtl/>
        </w:rPr>
      </w:pPr>
      <w:r>
        <w:rPr>
          <w:rtl/>
        </w:rPr>
        <w:t>__________________</w:t>
      </w:r>
    </w:p>
    <w:p w:rsidR="00EE1A1A" w:rsidRDefault="00EE1A1A" w:rsidP="006713DA">
      <w:pPr>
        <w:pStyle w:val="libFootnote0"/>
        <w:rPr>
          <w:rtl/>
        </w:rPr>
      </w:pPr>
      <w:r>
        <w:rPr>
          <w:rtl/>
        </w:rPr>
        <w:t>1 ـ رواه البخاري في صحيحه 7 : 109 ، ومسلم في صحيحه 3 : 1689 باختلاف يسير ورواه باختلاف في ألفاظه محمد بن علي العلوي في التعازي : 25 / 52.</w:t>
      </w:r>
    </w:p>
    <w:p w:rsidR="00EE1A1A" w:rsidRDefault="00EE1A1A" w:rsidP="006713DA">
      <w:pPr>
        <w:pStyle w:val="libFootnote0"/>
        <w:rPr>
          <w:rtl/>
        </w:rPr>
      </w:pPr>
      <w:r>
        <w:rPr>
          <w:rtl/>
        </w:rPr>
        <w:t>2 ـ صحيح البخاري 2 : 104.</w:t>
      </w:r>
    </w:p>
    <w:p w:rsidR="00EE1A1A" w:rsidRDefault="00EE1A1A" w:rsidP="006713DA">
      <w:pPr>
        <w:pStyle w:val="libFootnote0"/>
        <w:rPr>
          <w:rtl/>
        </w:rPr>
      </w:pPr>
      <w:r>
        <w:rPr>
          <w:rtl/>
        </w:rPr>
        <w:t xml:space="preserve">3 ـ صحيح مسلم 4 : 1909. </w:t>
      </w:r>
    </w:p>
    <w:p w:rsidR="00EE1A1A" w:rsidRDefault="00EE1A1A" w:rsidP="00BB3BDA">
      <w:pPr>
        <w:pStyle w:val="libNormal0"/>
        <w:rPr>
          <w:rtl/>
        </w:rPr>
      </w:pPr>
      <w:r>
        <w:rPr>
          <w:rtl/>
        </w:rPr>
        <w:br w:type="page"/>
      </w:r>
      <w:r>
        <w:rPr>
          <w:rtl/>
        </w:rPr>
        <w:lastRenderedPageBreak/>
        <w:t xml:space="preserve">فإن فلاناً ـ لابنها ـ كان عارية من الله عزوجل ، وقبضه الله ، فاسترجع ، ثم غدا إلى رسول الله </w:t>
      </w:r>
      <w:r w:rsidR="00A80F4B" w:rsidRPr="00A80F4B">
        <w:rPr>
          <w:rStyle w:val="libAlaemChar"/>
          <w:rFonts w:hint="cs"/>
          <w:rtl/>
        </w:rPr>
        <w:t>صلى‌الله‌عليه‌وآله‌وسلم</w:t>
      </w:r>
      <w:r>
        <w:rPr>
          <w:rtl/>
        </w:rPr>
        <w:t xml:space="preserve"> فأخبره بما كان ، فقال رسول الله </w:t>
      </w:r>
      <w:r w:rsidR="00A80F4B" w:rsidRPr="00A80F4B">
        <w:rPr>
          <w:rStyle w:val="libAlaemChar"/>
          <w:rFonts w:hint="cs"/>
          <w:rtl/>
        </w:rPr>
        <w:t>صلى‌الله‌عليه‌وآله‌وسلم</w:t>
      </w:r>
      <w:r>
        <w:rPr>
          <w:rtl/>
        </w:rPr>
        <w:t xml:space="preserve"> : « بارك الله لكما في ليلتكما ».</w:t>
      </w:r>
    </w:p>
    <w:p w:rsidR="00EE1A1A" w:rsidRDefault="00EE1A1A" w:rsidP="00BB3BDA">
      <w:pPr>
        <w:pStyle w:val="libNormal"/>
        <w:rPr>
          <w:rtl/>
        </w:rPr>
      </w:pPr>
      <w:r>
        <w:rPr>
          <w:rtl/>
        </w:rPr>
        <w:t xml:space="preserve">قال : فحملت وذكر الحديث ، وفيه ، فولدت غلاماً ، فمسح رسول الله </w:t>
      </w:r>
      <w:r w:rsidR="00A80F4B" w:rsidRPr="00A80F4B">
        <w:rPr>
          <w:rStyle w:val="libAlaemChar"/>
          <w:rFonts w:hint="cs"/>
          <w:rtl/>
        </w:rPr>
        <w:t>صلى‌الله‌عليه‌وآله‌وسلم</w:t>
      </w:r>
      <w:r>
        <w:rPr>
          <w:rtl/>
        </w:rPr>
        <w:t xml:space="preserve"> وجهه ، وسماه عبد الله.</w:t>
      </w:r>
    </w:p>
    <w:p w:rsidR="00EE1A1A" w:rsidRDefault="00EE1A1A" w:rsidP="00BB3BDA">
      <w:pPr>
        <w:pStyle w:val="libNormal"/>
        <w:rPr>
          <w:rtl/>
        </w:rPr>
      </w:pPr>
      <w:r>
        <w:rPr>
          <w:rtl/>
        </w:rPr>
        <w:t>والحديث في ( عيون المجالس ) بزيادة غريبة في آخره ، ولفظه :</w:t>
      </w:r>
    </w:p>
    <w:p w:rsidR="00EE1A1A" w:rsidRDefault="00EE1A1A" w:rsidP="00BB3BDA">
      <w:pPr>
        <w:pStyle w:val="libNormal"/>
        <w:rPr>
          <w:rtl/>
        </w:rPr>
      </w:pPr>
      <w:r>
        <w:rPr>
          <w:rtl/>
        </w:rPr>
        <w:t xml:space="preserve">عن معاوية بن قرة ، قال : كان أبو طلحة يحب ابنه حباً شديداً ، فمرض فخافت اُم سليم على أبي طلحة الجزع حين قرب موت الولد ، فبعثته إلى النبي الله </w:t>
      </w:r>
      <w:r w:rsidR="00A80F4B" w:rsidRPr="00A80F4B">
        <w:rPr>
          <w:rStyle w:val="libAlaemChar"/>
          <w:rFonts w:hint="cs"/>
          <w:rtl/>
        </w:rPr>
        <w:t>صلى‌الله‌عليه‌وآله‌وسلم</w:t>
      </w:r>
      <w:r>
        <w:rPr>
          <w:rtl/>
        </w:rPr>
        <w:t xml:space="preserve"> ، فلما خرج أبو طلحة من داره توفي الولد ، فسجته اُم سليم بثوب ، وعزلته في ناحية من البيت ، ثم تقدمت إلى أهل بيتها ، وقالت لهم : لا تخبروا أبا طلحة بشيء.</w:t>
      </w:r>
    </w:p>
    <w:p w:rsidR="00EE1A1A" w:rsidRDefault="00EE1A1A" w:rsidP="00BB3BDA">
      <w:pPr>
        <w:pStyle w:val="libNormal"/>
        <w:rPr>
          <w:rtl/>
        </w:rPr>
      </w:pPr>
      <w:r>
        <w:rPr>
          <w:rtl/>
        </w:rPr>
        <w:t xml:space="preserve">ثم أنها صنعت طعاماً ، ثم مست شيئاً من الطيب ، فجاء أبو طلحة من عند رسول الله </w:t>
      </w:r>
      <w:r w:rsidR="00A80F4B" w:rsidRPr="00A80F4B">
        <w:rPr>
          <w:rStyle w:val="libAlaemChar"/>
          <w:rFonts w:hint="cs"/>
          <w:rtl/>
        </w:rPr>
        <w:t>صلى‌الله‌عليه‌وآله‌وسلم</w:t>
      </w:r>
      <w:r>
        <w:rPr>
          <w:rtl/>
        </w:rPr>
        <w:t xml:space="preserve"> فقال : ما فعل ابني؟ فقالت له : هدأت نفسه ، ثمّ قال : هل لنا مانأكل؟ فقامت فقربت إليه الطعام ، ثمّ تعرضت له فوقع عليها ، فلمّا اطمأنّ قالت له : يا أبا طلحة اتغضب من وديعة كانت عندنا ، فرددناها إلى أهلها؟ فقال : سبحان الله ، لا ، فقالت : ابنك كان عندنا وديعة فقبضه الله تعالى ، فقال أبو طلحة : فأنا أحق بالصبر منك.</w:t>
      </w:r>
    </w:p>
    <w:p w:rsidR="00EE1A1A" w:rsidRDefault="00EE1A1A" w:rsidP="00BB3BDA">
      <w:pPr>
        <w:pStyle w:val="libNormal"/>
        <w:rPr>
          <w:rtl/>
        </w:rPr>
      </w:pPr>
      <w:r>
        <w:rPr>
          <w:rtl/>
        </w:rPr>
        <w:t xml:space="preserve">ثم قام من مكانه ، فاغتسل ، وصلّي ركعتين ، ثم انطلق إلى النبي </w:t>
      </w:r>
      <w:r w:rsidR="00A80F4B" w:rsidRPr="00A80F4B">
        <w:rPr>
          <w:rStyle w:val="libAlaemChar"/>
          <w:rFonts w:hint="cs"/>
          <w:rtl/>
        </w:rPr>
        <w:t>صلى‌الله‌عليه‌وآله‌وسلم</w:t>
      </w:r>
      <w:r>
        <w:rPr>
          <w:rtl/>
        </w:rPr>
        <w:t xml:space="preserve"> ، فأخبره بصنيعهما ، فقال له رسول الله </w:t>
      </w:r>
      <w:r w:rsidR="00A80F4B" w:rsidRPr="00A80F4B">
        <w:rPr>
          <w:rStyle w:val="libAlaemChar"/>
          <w:rFonts w:hint="cs"/>
          <w:rtl/>
        </w:rPr>
        <w:t>صلى‌الله‌عليه‌وآله‌وسلم</w:t>
      </w:r>
      <w:r>
        <w:rPr>
          <w:rtl/>
        </w:rPr>
        <w:t xml:space="preserve"> : « فبارك الله لكما في وقعتكما ، ثم قال رسول الله </w:t>
      </w:r>
      <w:r w:rsidR="00A80F4B" w:rsidRPr="00A80F4B">
        <w:rPr>
          <w:rStyle w:val="libAlaemChar"/>
          <w:rFonts w:hint="cs"/>
          <w:rtl/>
        </w:rPr>
        <w:t>صلى‌الله‌عليه‌وآله‌وسلم</w:t>
      </w:r>
      <w:r>
        <w:rPr>
          <w:rtl/>
        </w:rPr>
        <w:t xml:space="preserve"> : الحمد لله الذي جعل في اُمتي مثل صابرة بني أسرائيل » فقيل : يا رسول الله ، ما كان من خبرها؟</w:t>
      </w:r>
    </w:p>
    <w:p w:rsidR="00EE1A1A" w:rsidRDefault="00EE1A1A" w:rsidP="00BB3BDA">
      <w:pPr>
        <w:pStyle w:val="libNormal"/>
        <w:rPr>
          <w:rtl/>
        </w:rPr>
      </w:pPr>
      <w:r>
        <w:rPr>
          <w:rtl/>
        </w:rPr>
        <w:t xml:space="preserve">قال : « كانت في بني إسرائيل امرأة ، وكان لها زوج ، ولها منه غلامان ، فأمرها بطعام ليدعو عليه الناس ففعلت ، واجتمع الناس في داره ، فانطلق الغلامان يلعبان ، فوقعا في بئر كان في الدار ، فكرهت أن تنغص على زوجها الضيافة ، فأدخلتهما البيت ، وسجتهما بثوب ، فلما فرغوا دخل زوجها ، فقال : أين ابناي؟ قالت : هما في البيت ، وإنها كانت قد تمسحت بشيء من الطيب ، وتعرضت للرجل حتى وقع عليها ، ثم قال : أين ابناي؟ قالت : هما في البيت ، فناداهما أبوهما ، فخرجا يسعيان ، فقالت المرأة : </w:t>
      </w:r>
    </w:p>
    <w:p w:rsidR="00EE1A1A" w:rsidRDefault="00EE1A1A" w:rsidP="00BB3BDA">
      <w:pPr>
        <w:pStyle w:val="libNormal0"/>
        <w:rPr>
          <w:rtl/>
        </w:rPr>
      </w:pPr>
      <w:r>
        <w:rPr>
          <w:rtl/>
        </w:rPr>
        <w:br w:type="page"/>
      </w:r>
      <w:r>
        <w:rPr>
          <w:rtl/>
        </w:rPr>
        <w:lastRenderedPageBreak/>
        <w:t xml:space="preserve">سبحان الله! والله لقد كانا ميتين ، ولكن الله تعالى أحياهما ثواباً لصبري » </w:t>
      </w:r>
      <w:r w:rsidRPr="006713DA">
        <w:rPr>
          <w:rStyle w:val="libFootnotenumChar"/>
          <w:rtl/>
        </w:rPr>
        <w:t>(1)</w:t>
      </w:r>
      <w:r>
        <w:rPr>
          <w:rtl/>
        </w:rPr>
        <w:t>.</w:t>
      </w:r>
    </w:p>
    <w:p w:rsidR="00EE1A1A" w:rsidRDefault="00EE1A1A" w:rsidP="00BB3BDA">
      <w:pPr>
        <w:pStyle w:val="libNormal"/>
        <w:rPr>
          <w:rtl/>
        </w:rPr>
      </w:pPr>
      <w:r>
        <w:rPr>
          <w:rtl/>
        </w:rPr>
        <w:t xml:space="preserve">وقريب من هذا ما رويناه في ( دلائل النبوة ) عن أنس بن مالك ، قال : دخلنا على رجل من الأنصار وهو مريض ، فلم نبرح حتى قضى ، فبسطنا عليه ثوباً ، واُم له عجوز كبيرة عند رأسه ، فقلنا لها : يا هذه ، احتسبي مصيبتك على الله عزوجل ، فقالت : مات ابني؟ قلنا نعم ، قالت : حقاً تقولون؟ قلنا : نعم ، قال فمدت يدها ، وقالت : اللهم إنك تعلم أني أسلمت لك ، وهاجرت إلى رسولك </w:t>
      </w:r>
      <w:r w:rsidR="00A80F4B" w:rsidRPr="00A80F4B">
        <w:rPr>
          <w:rStyle w:val="libAlaemChar"/>
          <w:rFonts w:hint="cs"/>
          <w:rtl/>
        </w:rPr>
        <w:t>صلى‌الله‌عليه‌وآله</w:t>
      </w:r>
      <w:r>
        <w:rPr>
          <w:rtl/>
        </w:rPr>
        <w:t xml:space="preserve"> رجاء ان تعينني عند كل شدة ورخاء ، فلا تحمل علي هذه المصيبة اليوم ، فكشف الثوب عن وجهه بيده ، ثمّ مابرحنا حتى طعمنا معه </w:t>
      </w:r>
      <w:r w:rsidRPr="006713DA">
        <w:rPr>
          <w:rStyle w:val="libFootnotenumChar"/>
          <w:rtl/>
        </w:rPr>
        <w:t>(2)</w:t>
      </w:r>
      <w:r>
        <w:rPr>
          <w:rtl/>
        </w:rPr>
        <w:t>.</w:t>
      </w:r>
    </w:p>
    <w:p w:rsidR="00EE1A1A" w:rsidRDefault="00EE1A1A" w:rsidP="00BB3BDA">
      <w:pPr>
        <w:pStyle w:val="libNormal"/>
        <w:rPr>
          <w:rtl/>
        </w:rPr>
      </w:pPr>
      <w:r>
        <w:rPr>
          <w:rtl/>
        </w:rPr>
        <w:t>وهذا الدعاء من المرأة رحمها الله إدلال على الله ، واستئناس به يقع منه للمحبين كثيراً ، فيقبل دعاءهم ، وإن كان في التذكير بنحو ذلك ما يظهر منه قلة الادب. لو وقع من غيرهم ، ولذلك بحث طويل وشواهد من الكتاب والسنة ، يخرج ذكره عن مناسبة المقام.</w:t>
      </w:r>
    </w:p>
    <w:p w:rsidR="00EE1A1A" w:rsidRDefault="00EE1A1A" w:rsidP="00BB3BDA">
      <w:pPr>
        <w:pStyle w:val="libNormal"/>
        <w:rPr>
          <w:rtl/>
        </w:rPr>
      </w:pPr>
      <w:r>
        <w:rPr>
          <w:rtl/>
        </w:rPr>
        <w:t xml:space="preserve">ومن لطيف ما اتفق فيه مناجاة برخ الاسود الذي أمر الله تعالى كليمه موسى </w:t>
      </w:r>
      <w:r w:rsidR="00A80F4B" w:rsidRPr="00A80F4B">
        <w:rPr>
          <w:rStyle w:val="libAlaemChar"/>
          <w:rFonts w:hint="cs"/>
          <w:rtl/>
        </w:rPr>
        <w:t>عليه‌السلام</w:t>
      </w:r>
      <w:r>
        <w:rPr>
          <w:rtl/>
        </w:rPr>
        <w:t xml:space="preserve"> أن يسأله ليستسقي لبني اسرائيل بعد ان قحطوا سبع سنين ، وخرج موسى ليستسقي لهم في سبعين الفا ، فأوحى الله إليه : « كيف استجيب لهم وقد أظلت عليهم ذنوبهم ، وسرائرهم خبيثة ، يدعونني على غير يقين ، ويأمنون مكري! إرجع إلى عبد من عبادي ، يقال له : برخ ، يخرج حتى استجيب له ».</w:t>
      </w:r>
    </w:p>
    <w:p w:rsidR="00EE1A1A" w:rsidRDefault="00EE1A1A" w:rsidP="00BB3BDA">
      <w:pPr>
        <w:pStyle w:val="libNormal"/>
        <w:rPr>
          <w:rtl/>
        </w:rPr>
      </w:pPr>
      <w:r>
        <w:rPr>
          <w:rtl/>
        </w:rPr>
        <w:t xml:space="preserve">فسأل عنه موسى </w:t>
      </w:r>
      <w:r w:rsidR="00A80F4B" w:rsidRPr="00A80F4B">
        <w:rPr>
          <w:rStyle w:val="libAlaemChar"/>
          <w:rFonts w:hint="cs"/>
          <w:rtl/>
        </w:rPr>
        <w:t>عليه‌السلام</w:t>
      </w:r>
      <w:r>
        <w:rPr>
          <w:rtl/>
        </w:rPr>
        <w:t xml:space="preserve"> فلم يعرف ، فبينا موسى </w:t>
      </w:r>
      <w:r w:rsidR="00A80F4B" w:rsidRPr="00A80F4B">
        <w:rPr>
          <w:rStyle w:val="libAlaemChar"/>
          <w:rFonts w:hint="cs"/>
          <w:rtl/>
        </w:rPr>
        <w:t>عليه‌السلام</w:t>
      </w:r>
      <w:r>
        <w:rPr>
          <w:rtl/>
        </w:rPr>
        <w:t xml:space="preserve"> ذات يوم يمشي في طريق ، فإذا بعبد أسود بين عينيه تراب من أثر السجود ، في شملة قد عقدها على عنقه ، فعرفه موسى بنور الله تعالى فسلم عليه ، فقال : ما اسمك؟ قال : إسمي برخ ، فقال : أنت طلبتنا منذ حين ، اخرج استسق لنا ، فخرج ، فقال في كلامه : اللهم ما هذا من فعالك ، وما هذا من حلمك ، وما الذي بدالك! أنقصت عليك عيونك ، أم عاندت الرياح عن طاعتك ، أم نفد ما عندك! أم اشتد غضبك على المذنبين ، الست كنت غفاراً قبل خلق الخاطئين؟! خلقت الرحمة ، وأمرت بالعطف ، أم ترينا أنك ممتنع ، أم </w:t>
      </w:r>
    </w:p>
    <w:p w:rsidR="00EE1A1A" w:rsidRDefault="00EE1A1A" w:rsidP="006713DA">
      <w:pPr>
        <w:pStyle w:val="libLine"/>
        <w:rPr>
          <w:rtl/>
        </w:rPr>
      </w:pPr>
      <w:r>
        <w:rPr>
          <w:rtl/>
        </w:rPr>
        <w:t>__________________</w:t>
      </w:r>
    </w:p>
    <w:p w:rsidR="00EE1A1A" w:rsidRDefault="00EE1A1A" w:rsidP="006713DA">
      <w:pPr>
        <w:pStyle w:val="libFootnote0"/>
        <w:rPr>
          <w:rtl/>
        </w:rPr>
      </w:pPr>
      <w:r>
        <w:rPr>
          <w:rtl/>
        </w:rPr>
        <w:t>1 ـ أخرجه المجلسي في بحار الانوار 82 : 150.</w:t>
      </w:r>
    </w:p>
    <w:p w:rsidR="00EE1A1A" w:rsidRDefault="00EE1A1A" w:rsidP="006713DA">
      <w:pPr>
        <w:pStyle w:val="libFootnote0"/>
        <w:rPr>
          <w:rtl/>
        </w:rPr>
      </w:pPr>
      <w:r>
        <w:rPr>
          <w:rtl/>
        </w:rPr>
        <w:t>2 ـ دلائل النبوة 6 : 50 باختلاف في ألفاظه ، وأخرجه المجلسي في البحار 82 : 151.</w:t>
      </w:r>
    </w:p>
    <w:p w:rsidR="00EE1A1A" w:rsidRDefault="00EE1A1A" w:rsidP="00BB3BDA">
      <w:pPr>
        <w:pStyle w:val="libNormal0"/>
        <w:rPr>
          <w:rtl/>
        </w:rPr>
      </w:pPr>
      <w:r>
        <w:rPr>
          <w:rtl/>
        </w:rPr>
        <w:br w:type="page"/>
      </w:r>
      <w:r>
        <w:rPr>
          <w:rtl/>
        </w:rPr>
        <w:lastRenderedPageBreak/>
        <w:t xml:space="preserve">تخشى الفوت فتعجل بالعقوبة؟! فما برح برخ حتى ( أفاضت وخاضت ) </w:t>
      </w:r>
      <w:r w:rsidRPr="006713DA">
        <w:rPr>
          <w:rStyle w:val="libFootnotenumChar"/>
          <w:rtl/>
        </w:rPr>
        <w:t>(1)</w:t>
      </w:r>
      <w:r>
        <w:rPr>
          <w:rtl/>
        </w:rPr>
        <w:t xml:space="preserve"> بنو إسرائيل بالقطر.</w:t>
      </w:r>
    </w:p>
    <w:p w:rsidR="00EE1A1A" w:rsidRDefault="00EE1A1A" w:rsidP="00BB3BDA">
      <w:pPr>
        <w:pStyle w:val="libNormal"/>
        <w:rPr>
          <w:rtl/>
        </w:rPr>
      </w:pPr>
      <w:r>
        <w:rPr>
          <w:rtl/>
        </w:rPr>
        <w:t xml:space="preserve">قال : فلما رجع برخ استقبل موسى </w:t>
      </w:r>
      <w:r w:rsidR="00A80F4B" w:rsidRPr="00A80F4B">
        <w:rPr>
          <w:rStyle w:val="libAlaemChar"/>
          <w:rFonts w:hint="cs"/>
          <w:rtl/>
        </w:rPr>
        <w:t>عليه‌السلام</w:t>
      </w:r>
      <w:r>
        <w:rPr>
          <w:rtl/>
        </w:rPr>
        <w:t xml:space="preserve"> ، فقال : كيف رأيت حين خاصمت ربي ، كيف انصفني؟ </w:t>
      </w:r>
      <w:r w:rsidRPr="006713DA">
        <w:rPr>
          <w:rStyle w:val="libFootnotenumChar"/>
          <w:rtl/>
        </w:rPr>
        <w:t>(2)</w:t>
      </w:r>
    </w:p>
    <w:p w:rsidR="00EE1A1A" w:rsidRDefault="00EE1A1A" w:rsidP="00BB3BDA">
      <w:pPr>
        <w:pStyle w:val="libNormal"/>
        <w:rPr>
          <w:rtl/>
        </w:rPr>
      </w:pPr>
      <w:r>
        <w:rPr>
          <w:rtl/>
        </w:rPr>
        <w:t>رجعنا إلى أخبار الصابرات :</w:t>
      </w:r>
    </w:p>
    <w:p w:rsidR="00EE1A1A" w:rsidRDefault="00EE1A1A" w:rsidP="00BB3BDA">
      <w:pPr>
        <w:pStyle w:val="libNormal"/>
        <w:rPr>
          <w:rtl/>
        </w:rPr>
      </w:pPr>
      <w:r>
        <w:rPr>
          <w:rtl/>
        </w:rPr>
        <w:t xml:space="preserve">وروي : أن أسماء بنت عميس رضي الله عنها لما جاء خبر ولدها ـ محمد بن أبي بكر ـ أنه قتل وأحرق بالنار في جيفة حمار ، قامت إلى مسجدها ، فجلست فيه ، وكظمت الغيظ حتى تشخب ثديها دماً </w:t>
      </w:r>
      <w:r w:rsidRPr="006713DA">
        <w:rPr>
          <w:rStyle w:val="libFootnotenumChar"/>
          <w:rtl/>
        </w:rPr>
        <w:t>(3)</w:t>
      </w:r>
      <w:r>
        <w:rPr>
          <w:rtl/>
        </w:rPr>
        <w:t>.</w:t>
      </w:r>
    </w:p>
    <w:p w:rsidR="00EE1A1A" w:rsidRDefault="00EE1A1A" w:rsidP="00BB3BDA">
      <w:pPr>
        <w:pStyle w:val="libNormal"/>
        <w:rPr>
          <w:rtl/>
        </w:rPr>
      </w:pPr>
      <w:r>
        <w:rPr>
          <w:rtl/>
        </w:rPr>
        <w:t xml:space="preserve">وروي عن حمنة </w:t>
      </w:r>
      <w:r w:rsidRPr="006713DA">
        <w:rPr>
          <w:rStyle w:val="libFootnotenumChar"/>
          <w:rtl/>
        </w:rPr>
        <w:t>(4)</w:t>
      </w:r>
      <w:r>
        <w:rPr>
          <w:rtl/>
        </w:rPr>
        <w:t xml:space="preserve"> بنت جحش رضي الله عنها : أنها قيل لها : قتل أخوك ، قالت : رحمه الله ، وإنا لله وإنا إليه راجعون ، قالوا : وقتل زوجك ، قالت : واحزناه ، فقال رسول الله </w:t>
      </w:r>
      <w:r w:rsidR="00A80F4B" w:rsidRPr="00A80F4B">
        <w:rPr>
          <w:rStyle w:val="libAlaemChar"/>
          <w:rFonts w:hint="cs"/>
          <w:rtl/>
        </w:rPr>
        <w:t>صلى‌الله‌عليه‌وآله‌وسلم</w:t>
      </w:r>
      <w:r>
        <w:rPr>
          <w:rtl/>
        </w:rPr>
        <w:t xml:space="preserve"> : « أن للزوج من المرأة لشعبة ماهي لشيء » </w:t>
      </w:r>
      <w:r w:rsidRPr="006713DA">
        <w:rPr>
          <w:rStyle w:val="libFootnotenumChar"/>
          <w:rtl/>
        </w:rPr>
        <w:t>(5)</w:t>
      </w:r>
      <w:r>
        <w:rPr>
          <w:rtl/>
        </w:rPr>
        <w:t>.</w:t>
      </w:r>
    </w:p>
    <w:p w:rsidR="00EE1A1A" w:rsidRDefault="00EE1A1A" w:rsidP="00BB3BDA">
      <w:pPr>
        <w:pStyle w:val="libNormal"/>
        <w:rPr>
          <w:rtl/>
        </w:rPr>
      </w:pPr>
      <w:r>
        <w:rPr>
          <w:rtl/>
        </w:rPr>
        <w:t xml:space="preserve">وروي : ان صفية بنت عبد المطلب أقبلت لتنظر إلى أخيها لأبويها ـ حمزة بن عبد المطلب ـ باُحد ، وقد مثل به ، فقال النبي </w:t>
      </w:r>
      <w:r w:rsidR="00A80F4B" w:rsidRPr="00A80F4B">
        <w:rPr>
          <w:rStyle w:val="libAlaemChar"/>
          <w:rFonts w:hint="cs"/>
          <w:rtl/>
        </w:rPr>
        <w:t>صلى‌الله‌عليه‌وآله‌وسلم</w:t>
      </w:r>
      <w:r>
        <w:rPr>
          <w:rtl/>
        </w:rPr>
        <w:t xml:space="preserve"> لابنها الزبير : « القها فأرجعها لا ترى ما بأخيها » فقال لها : يا أماه ، إن رسول الله </w:t>
      </w:r>
      <w:r w:rsidR="00A80F4B" w:rsidRPr="00A80F4B">
        <w:rPr>
          <w:rStyle w:val="libAlaemChar"/>
          <w:rFonts w:hint="cs"/>
          <w:rtl/>
        </w:rPr>
        <w:t>صلى‌الله‌عليه‌وآله‌وسلم</w:t>
      </w:r>
      <w:r>
        <w:rPr>
          <w:rtl/>
        </w:rPr>
        <w:t xml:space="preserve"> يأمرك ان ترجعي ، قالت : ولم ، وقد بلغني أنه قد مثل بأخي؟ وذلك في الله عزوجل ، فما أرضانا بما كان من ذلك! فلأحتسبن ولأصبرن إن شاء الله.</w:t>
      </w:r>
    </w:p>
    <w:p w:rsidR="00EE1A1A" w:rsidRDefault="00EE1A1A" w:rsidP="00BB3BDA">
      <w:pPr>
        <w:pStyle w:val="libNormal"/>
        <w:rPr>
          <w:rtl/>
        </w:rPr>
      </w:pPr>
      <w:r>
        <w:rPr>
          <w:rtl/>
        </w:rPr>
        <w:t xml:space="preserve">فلما جاء الزبير إلى النبي </w:t>
      </w:r>
      <w:r w:rsidR="00A80F4B" w:rsidRPr="00A80F4B">
        <w:rPr>
          <w:rStyle w:val="libAlaemChar"/>
          <w:rFonts w:hint="cs"/>
          <w:rtl/>
        </w:rPr>
        <w:t>صلى‌الله‌عليه‌وآله‌وسلم</w:t>
      </w:r>
      <w:r>
        <w:rPr>
          <w:rtl/>
        </w:rPr>
        <w:t xml:space="preserve"> فأخبره بقولها ، فقال له : « خل سبيلها » فأتته ، ونظرت إليه ، وصلت عليه ، واسترجعت ، واستغفرت له </w:t>
      </w:r>
      <w:r w:rsidRPr="006713DA">
        <w:rPr>
          <w:rStyle w:val="libFootnotenumChar"/>
          <w:rtl/>
        </w:rPr>
        <w:t>(6)</w:t>
      </w:r>
      <w:r>
        <w:rPr>
          <w:rtl/>
        </w:rPr>
        <w:t>.</w:t>
      </w:r>
    </w:p>
    <w:p w:rsidR="00EE1A1A" w:rsidRDefault="00EE1A1A" w:rsidP="00BB3BDA">
      <w:pPr>
        <w:pStyle w:val="libNormal"/>
        <w:rPr>
          <w:rtl/>
        </w:rPr>
      </w:pPr>
      <w:r>
        <w:rPr>
          <w:rtl/>
        </w:rPr>
        <w:t xml:space="preserve">وعن ابن عباس </w:t>
      </w:r>
      <w:r w:rsidR="00A80F4B" w:rsidRPr="00A80F4B">
        <w:rPr>
          <w:rStyle w:val="libAlaemChar"/>
          <w:rFonts w:hint="cs"/>
          <w:rtl/>
        </w:rPr>
        <w:t>رضي‌الله‌عنه</w:t>
      </w:r>
      <w:r>
        <w:rPr>
          <w:rtl/>
        </w:rPr>
        <w:t xml:space="preserve"> قال : لما قتل حمزة </w:t>
      </w:r>
      <w:r w:rsidR="00A80F4B" w:rsidRPr="00A80F4B">
        <w:rPr>
          <w:rStyle w:val="libAlaemChar"/>
          <w:rFonts w:hint="cs"/>
          <w:rtl/>
        </w:rPr>
        <w:t>رضي‌الله‌عنه</w:t>
      </w:r>
      <w:r>
        <w:rPr>
          <w:rtl/>
        </w:rPr>
        <w:t xml:space="preserve"> يوم اُحد ، أقبلت صفية تطلبه ، لا تدري ما صنع به ، قال : فلقيت علياً والزبير ، فقال علي </w:t>
      </w:r>
      <w:r w:rsidR="00A80F4B" w:rsidRPr="00A80F4B">
        <w:rPr>
          <w:rStyle w:val="libAlaemChar"/>
          <w:rFonts w:hint="cs"/>
          <w:rtl/>
        </w:rPr>
        <w:t>عليه‌السلام</w:t>
      </w:r>
      <w:r>
        <w:rPr>
          <w:rtl/>
        </w:rPr>
        <w:t xml:space="preserve"> للزبير : « أذكر لاُمك » فقال الزبير : لا ، بل اذكر انت لعمتك ، قالت : ما فعل حمزة؟ فأرياها أنهما لا يدريان ، قال : فجاءت النبي </w:t>
      </w:r>
      <w:r w:rsidR="00A80F4B" w:rsidRPr="00A80F4B">
        <w:rPr>
          <w:rStyle w:val="libAlaemChar"/>
          <w:rFonts w:hint="cs"/>
          <w:rtl/>
        </w:rPr>
        <w:t>صلى‌الله‌عليه‌وآله‌وسلم</w:t>
      </w:r>
      <w:r>
        <w:rPr>
          <w:rtl/>
        </w:rPr>
        <w:t xml:space="preserve"> فقال : « إني أخاف </w:t>
      </w:r>
    </w:p>
    <w:p w:rsidR="00EE1A1A" w:rsidRDefault="00EE1A1A" w:rsidP="006713DA">
      <w:pPr>
        <w:pStyle w:val="libFootnote0"/>
        <w:rPr>
          <w:rtl/>
        </w:rPr>
      </w:pPr>
      <w:r>
        <w:rPr>
          <w:rtl/>
        </w:rPr>
        <w:t>____________</w:t>
      </w:r>
    </w:p>
    <w:p w:rsidR="00EE1A1A" w:rsidRDefault="00EE1A1A" w:rsidP="006713DA">
      <w:pPr>
        <w:pStyle w:val="libFootnote0"/>
        <w:rPr>
          <w:rtl/>
        </w:rPr>
      </w:pPr>
      <w:r>
        <w:rPr>
          <w:rtl/>
        </w:rPr>
        <w:t>1 ـ في « د » : اخضلت.</w:t>
      </w:r>
    </w:p>
    <w:p w:rsidR="00EE1A1A" w:rsidRDefault="00EE1A1A" w:rsidP="006713DA">
      <w:pPr>
        <w:pStyle w:val="libFootnote0"/>
        <w:rPr>
          <w:rtl/>
        </w:rPr>
      </w:pPr>
      <w:r>
        <w:rPr>
          <w:rtl/>
        </w:rPr>
        <w:t>2 ـ أخرجه الفيض الكاشاني في المحجة البيضاء 8 : 81.</w:t>
      </w:r>
    </w:p>
    <w:p w:rsidR="00EE1A1A" w:rsidRDefault="00EE1A1A" w:rsidP="006713DA">
      <w:pPr>
        <w:pStyle w:val="libFootnote0"/>
        <w:rPr>
          <w:rtl/>
        </w:rPr>
      </w:pPr>
      <w:r>
        <w:rPr>
          <w:rtl/>
        </w:rPr>
        <w:t>3 ـ روى القصة مفصلة الدميري في حياة الحيوان الكبرى 1 : 247.</w:t>
      </w:r>
    </w:p>
    <w:p w:rsidR="00EE1A1A" w:rsidRDefault="00EE1A1A" w:rsidP="006713DA">
      <w:pPr>
        <w:pStyle w:val="libFootnote0"/>
        <w:rPr>
          <w:rtl/>
        </w:rPr>
      </w:pPr>
      <w:r>
        <w:rPr>
          <w:rtl/>
        </w:rPr>
        <w:t>4 ـ في « ح » : جهينة ، والصواب ما أثبتناه من « د » ، راجع « اُسد الغابة 5 : 428 ».</w:t>
      </w:r>
    </w:p>
    <w:p w:rsidR="00EE1A1A" w:rsidRDefault="00EE1A1A" w:rsidP="006713DA">
      <w:pPr>
        <w:pStyle w:val="libFootnote0"/>
        <w:rPr>
          <w:rtl/>
        </w:rPr>
      </w:pPr>
      <w:r>
        <w:rPr>
          <w:rtl/>
        </w:rPr>
        <w:t>5 ـ سنن ابن ماجة 1 : 507 ، المستدرك على الصحيحين 4 : 62.</w:t>
      </w:r>
    </w:p>
    <w:p w:rsidR="00EE1A1A" w:rsidRDefault="00EE1A1A" w:rsidP="006713DA">
      <w:pPr>
        <w:pStyle w:val="libFootnote0"/>
        <w:rPr>
          <w:rtl/>
        </w:rPr>
      </w:pPr>
      <w:r>
        <w:rPr>
          <w:rtl/>
        </w:rPr>
        <w:t xml:space="preserve">6 ـ السيرة النبوية لابن هشام 3 : 103. </w:t>
      </w:r>
    </w:p>
    <w:p w:rsidR="00EE1A1A" w:rsidRDefault="00EE1A1A" w:rsidP="00BB3BDA">
      <w:pPr>
        <w:pStyle w:val="libNormal0"/>
        <w:rPr>
          <w:rtl/>
        </w:rPr>
      </w:pPr>
      <w:r>
        <w:rPr>
          <w:rtl/>
        </w:rPr>
        <w:br w:type="page"/>
      </w:r>
      <w:r>
        <w:rPr>
          <w:rtl/>
        </w:rPr>
        <w:lastRenderedPageBreak/>
        <w:t xml:space="preserve">على عقلها » قال : فوضع يده على صدرها ، ودعا لها ، فاسترجعت ، وبكت ، قال : ثم جاء </w:t>
      </w:r>
      <w:r w:rsidR="00A80F4B" w:rsidRPr="00A80F4B">
        <w:rPr>
          <w:rStyle w:val="libAlaemChar"/>
          <w:rFonts w:hint="cs"/>
          <w:rtl/>
        </w:rPr>
        <w:t>صلى‌الله‌عليه‌وآله‌وسلم</w:t>
      </w:r>
      <w:r>
        <w:rPr>
          <w:rtl/>
        </w:rPr>
        <w:t xml:space="preserve"> فقام عليه ، وقد مثل به ، فقال : « لولا جزع النساء لتركته حتى يحشر من حواصل الطيور وبطون السباع » </w:t>
      </w:r>
      <w:r w:rsidRPr="006713DA">
        <w:rPr>
          <w:rStyle w:val="libFootnotenumChar"/>
          <w:rtl/>
        </w:rPr>
        <w:t>(1)</w:t>
      </w:r>
      <w:r>
        <w:rPr>
          <w:rtl/>
        </w:rPr>
        <w:t>.</w:t>
      </w:r>
    </w:p>
    <w:p w:rsidR="00EE1A1A" w:rsidRDefault="00EE1A1A" w:rsidP="00BB3BDA">
      <w:pPr>
        <w:pStyle w:val="libNormal"/>
        <w:rPr>
          <w:rtl/>
        </w:rPr>
      </w:pPr>
      <w:r>
        <w:rPr>
          <w:rtl/>
        </w:rPr>
        <w:t xml:space="preserve">واستشهد شاب من الأنصار يقال له : خلاد يوم بني قريظة ، فجاءت أمه متنقبة فقيل لها : تتنقبين يا اُم خلاد وقد رزئت بخلاد! فقالت : لئن كنت رزئت خلاداً ، فلم ارزأ حيائي </w:t>
      </w:r>
      <w:r w:rsidRPr="006713DA">
        <w:rPr>
          <w:rStyle w:val="libFootnotenumChar"/>
          <w:rtl/>
        </w:rPr>
        <w:t>(2)</w:t>
      </w:r>
      <w:r>
        <w:rPr>
          <w:rtl/>
        </w:rPr>
        <w:t xml:space="preserve"> ، فدعا له النبي </w:t>
      </w:r>
      <w:r w:rsidR="00A80F4B" w:rsidRPr="00A80F4B">
        <w:rPr>
          <w:rStyle w:val="libAlaemChar"/>
          <w:rFonts w:hint="cs"/>
          <w:rtl/>
        </w:rPr>
        <w:t>صلى‌الله‌عليه‌وآله‌وسلم</w:t>
      </w:r>
      <w:r>
        <w:rPr>
          <w:rtl/>
        </w:rPr>
        <w:t xml:space="preserve"> ، وقال : « إن له أجرين ، لأن أهل الكتاب قتلوه »</w:t>
      </w:r>
      <w:r w:rsidRPr="006713DA">
        <w:rPr>
          <w:rStyle w:val="libFootnotenumChar"/>
          <w:rtl/>
        </w:rPr>
        <w:t>(3)</w:t>
      </w:r>
      <w:r>
        <w:rPr>
          <w:rtl/>
        </w:rPr>
        <w:t>.</w:t>
      </w:r>
    </w:p>
    <w:p w:rsidR="00EE1A1A" w:rsidRDefault="00EE1A1A" w:rsidP="00BB3BDA">
      <w:pPr>
        <w:pStyle w:val="libNormal"/>
        <w:rPr>
          <w:rtl/>
        </w:rPr>
      </w:pPr>
      <w:r>
        <w:rPr>
          <w:rtl/>
        </w:rPr>
        <w:t xml:space="preserve">وعن أنس بن مالك قال : لما كان يوم اُحد حاص أهل المدينة حيصة ، فقالوا : قتل محمد </w:t>
      </w:r>
      <w:r w:rsidR="00A80F4B" w:rsidRPr="00A80F4B">
        <w:rPr>
          <w:rStyle w:val="libAlaemChar"/>
          <w:rFonts w:hint="cs"/>
          <w:rtl/>
        </w:rPr>
        <w:t>صلى‌الله‌عليه‌وآله‌وسلم</w:t>
      </w:r>
      <w:r>
        <w:rPr>
          <w:rtl/>
        </w:rPr>
        <w:t xml:space="preserve"> ، حتى كثرت الصوارخ في نواحي المدينة ، فخرجت امراة من الأنصار متحزنة ، فاستقبلت بأبيها وأبنها وزوجها وأخيها ، لا أدري أيهم استقبلت أولاً ، فلما مرت على آخرهم قالت : من هذا؟ قالوا : أخوك ، وأبوك ، وزوجك ، وابنك ، قالت : ما فعل النبي </w:t>
      </w:r>
      <w:r w:rsidR="00A80F4B" w:rsidRPr="00A80F4B">
        <w:rPr>
          <w:rStyle w:val="libAlaemChar"/>
          <w:rFonts w:hint="cs"/>
          <w:rtl/>
        </w:rPr>
        <w:t>صلى‌الله‌عليه‌وآله‌وسلم</w:t>
      </w:r>
      <w:r>
        <w:rPr>
          <w:rtl/>
        </w:rPr>
        <w:t>؟ قالوا : أمامك ، فمشت حتى جاءت إليه ، فأخذت بناحية ثوبه ، وجعلت تقول : بأبي أنت وامي يا رسول الله ، لا ابالي إذا سلمت من عطب.</w:t>
      </w:r>
    </w:p>
    <w:p w:rsidR="00EE1A1A" w:rsidRDefault="00EE1A1A" w:rsidP="00BB3BDA">
      <w:pPr>
        <w:pStyle w:val="libNormal"/>
        <w:rPr>
          <w:rtl/>
        </w:rPr>
      </w:pPr>
      <w:r>
        <w:rPr>
          <w:rtl/>
        </w:rPr>
        <w:t xml:space="preserve">وروى البيهقي قال : مر رسول الله </w:t>
      </w:r>
      <w:r w:rsidR="00A80F4B" w:rsidRPr="00A80F4B">
        <w:rPr>
          <w:rStyle w:val="libAlaemChar"/>
          <w:rFonts w:hint="cs"/>
          <w:rtl/>
        </w:rPr>
        <w:t>صلى‌الله‌عليه‌وآله‌وسلم</w:t>
      </w:r>
      <w:r>
        <w:rPr>
          <w:rtl/>
        </w:rPr>
        <w:t xml:space="preserve"> بامرأة من بني دينار </w:t>
      </w:r>
      <w:r w:rsidRPr="006713DA">
        <w:rPr>
          <w:rStyle w:val="libFootnotenumChar"/>
          <w:rtl/>
        </w:rPr>
        <w:t>(4)</w:t>
      </w:r>
      <w:r>
        <w:rPr>
          <w:rtl/>
        </w:rPr>
        <w:t xml:space="preserve"> ، وقد أصيب زوجها وأبوها وأخوها معه </w:t>
      </w:r>
      <w:r w:rsidR="00A80F4B" w:rsidRPr="00A80F4B">
        <w:rPr>
          <w:rStyle w:val="libAlaemChar"/>
          <w:rFonts w:hint="cs"/>
          <w:rtl/>
        </w:rPr>
        <w:t>صلى‌الله‌عليه‌وآله‌وسلم</w:t>
      </w:r>
      <w:r>
        <w:rPr>
          <w:rtl/>
        </w:rPr>
        <w:t xml:space="preserve"> باُحد ، فلما نعوا إليها ، قالت : ما فعل رسول الله </w:t>
      </w:r>
      <w:r w:rsidR="00A80F4B" w:rsidRPr="00A80F4B">
        <w:rPr>
          <w:rStyle w:val="libAlaemChar"/>
          <w:rFonts w:hint="cs"/>
          <w:rtl/>
        </w:rPr>
        <w:t>صلى‌الله‌عليه‌وآله‌وسلم</w:t>
      </w:r>
      <w:r>
        <w:rPr>
          <w:rtl/>
        </w:rPr>
        <w:t>؟ قالوا : خيراً يا أم فلان ، وهو يحمد الله كما تحبين ، قالت : أرونيه حتى انظر إليه ، فأشير لها إليه ، حتى إذا رأته قالت : كل مصيبة بعدك جلل</w:t>
      </w:r>
      <w:r w:rsidRPr="006713DA">
        <w:rPr>
          <w:rStyle w:val="libFootnotenumChar"/>
          <w:rtl/>
        </w:rPr>
        <w:t>(5)</w:t>
      </w:r>
      <w:r>
        <w:rPr>
          <w:rtl/>
        </w:rPr>
        <w:t>.</w:t>
      </w:r>
    </w:p>
    <w:p w:rsidR="00EE1A1A" w:rsidRDefault="00EE1A1A" w:rsidP="00BB3BDA">
      <w:pPr>
        <w:pStyle w:val="libNormal"/>
        <w:rPr>
          <w:rtl/>
        </w:rPr>
      </w:pPr>
      <w:r>
        <w:rPr>
          <w:rtl/>
        </w:rPr>
        <w:t xml:space="preserve">وخرجت السمراء بنت قيس ـ أخت أبي حزام ـ ، وقد اصيب ابناها ، فعزاها النبي </w:t>
      </w:r>
      <w:r w:rsidR="00A80F4B" w:rsidRPr="00A80F4B">
        <w:rPr>
          <w:rStyle w:val="libAlaemChar"/>
          <w:rFonts w:hint="cs"/>
          <w:rtl/>
        </w:rPr>
        <w:t>صلى‌الله‌عليه‌وآله‌وسلم</w:t>
      </w:r>
      <w:r>
        <w:rPr>
          <w:rtl/>
        </w:rPr>
        <w:t xml:space="preserve"> بهما ، فقالت : كل مصيبة بعدك جلل </w:t>
      </w:r>
      <w:r w:rsidRPr="006713DA">
        <w:rPr>
          <w:rStyle w:val="libFootnotenumChar"/>
          <w:rtl/>
        </w:rPr>
        <w:t>(6)</w:t>
      </w:r>
      <w:r>
        <w:rPr>
          <w:rtl/>
        </w:rPr>
        <w:t xml:space="preserve"> ، والله لهذا </w:t>
      </w:r>
    </w:p>
    <w:p w:rsidR="00EE1A1A" w:rsidRDefault="00EE1A1A" w:rsidP="006713DA">
      <w:pPr>
        <w:pStyle w:val="libLine"/>
        <w:rPr>
          <w:rtl/>
        </w:rPr>
      </w:pPr>
      <w:r>
        <w:rPr>
          <w:rtl/>
        </w:rPr>
        <w:t>__________________</w:t>
      </w:r>
    </w:p>
    <w:p w:rsidR="00EE1A1A" w:rsidRDefault="00EE1A1A" w:rsidP="006713DA">
      <w:pPr>
        <w:pStyle w:val="libFootnote0"/>
        <w:rPr>
          <w:rtl/>
        </w:rPr>
      </w:pPr>
      <w:r>
        <w:rPr>
          <w:rtl/>
        </w:rPr>
        <w:t>1 ـ المستدرك على الصحيحين 3 : 197.</w:t>
      </w:r>
    </w:p>
    <w:p w:rsidR="00EE1A1A" w:rsidRDefault="00EE1A1A" w:rsidP="006713DA">
      <w:pPr>
        <w:pStyle w:val="libFootnote0"/>
        <w:rPr>
          <w:rtl/>
        </w:rPr>
      </w:pPr>
      <w:r>
        <w:rPr>
          <w:rtl/>
        </w:rPr>
        <w:t>2 ـ في « د » و « ح » : حبابه ، وما أثبتناه من منتخب كنز العمال.</w:t>
      </w:r>
    </w:p>
    <w:p w:rsidR="00EE1A1A" w:rsidRDefault="00EE1A1A" w:rsidP="006713DA">
      <w:pPr>
        <w:pStyle w:val="libFootnote0"/>
        <w:rPr>
          <w:rtl/>
        </w:rPr>
      </w:pPr>
      <w:r>
        <w:rPr>
          <w:rtl/>
        </w:rPr>
        <w:t>3 ـ منتخب كنز العمال 1 : 212 باختلاف في ألفاظه.</w:t>
      </w:r>
    </w:p>
    <w:p w:rsidR="00EE1A1A" w:rsidRDefault="00EE1A1A" w:rsidP="006713DA">
      <w:pPr>
        <w:pStyle w:val="libFootnote0"/>
        <w:rPr>
          <w:rtl/>
        </w:rPr>
      </w:pPr>
      <w:r>
        <w:rPr>
          <w:rtl/>
        </w:rPr>
        <w:t>4 ـ في « د » : ذبيان ، وفي « ح » : دينارة ، وفي هامش « ح » : صباره ، والظاهر كلها تصحيف ، والصواب ما أثبتناه ، وبنو دينار : بطن من بني النجار من الخزرج من الأنصار. اُنظر « معجم قبائل العرب 1 : 401 ».</w:t>
      </w:r>
    </w:p>
    <w:p w:rsidR="00EE1A1A" w:rsidRDefault="00EE1A1A" w:rsidP="006713DA">
      <w:pPr>
        <w:pStyle w:val="libFootnote0"/>
        <w:rPr>
          <w:rtl/>
        </w:rPr>
      </w:pPr>
      <w:r>
        <w:rPr>
          <w:rtl/>
        </w:rPr>
        <w:t>5 ـ السيرة النبوية لابن هشام 3 : 105 ، ورواه الواقدي في المغازي 1 : 292 باختلاف في ألفاظه.</w:t>
      </w:r>
    </w:p>
    <w:p w:rsidR="00EE1A1A" w:rsidRDefault="00EE1A1A" w:rsidP="006713DA">
      <w:pPr>
        <w:pStyle w:val="libFootnote0"/>
        <w:rPr>
          <w:rtl/>
        </w:rPr>
      </w:pPr>
      <w:r>
        <w:rPr>
          <w:rtl/>
        </w:rPr>
        <w:t xml:space="preserve">6 ـ الجلل : الأمر العظيم والهين ، وهو من الاضداد ، والمراد هنا : كل مصيبة بعدك هينة. اُنظر « الصحاح </w:t>
      </w:r>
    </w:p>
    <w:p w:rsidR="00EE1A1A" w:rsidRDefault="00EE1A1A" w:rsidP="00BB3BDA">
      <w:pPr>
        <w:pStyle w:val="libNormal0"/>
        <w:rPr>
          <w:rtl/>
        </w:rPr>
      </w:pPr>
      <w:r>
        <w:rPr>
          <w:rtl/>
        </w:rPr>
        <w:br w:type="page"/>
      </w:r>
      <w:r>
        <w:rPr>
          <w:rtl/>
        </w:rPr>
        <w:lastRenderedPageBreak/>
        <w:t xml:space="preserve">النقع </w:t>
      </w:r>
      <w:r w:rsidRPr="006713DA">
        <w:rPr>
          <w:rStyle w:val="libFootnotenumChar"/>
          <w:rtl/>
        </w:rPr>
        <w:t>(1)</w:t>
      </w:r>
      <w:r>
        <w:rPr>
          <w:rtl/>
        </w:rPr>
        <w:t xml:space="preserve"> الذي أرى على وجهك أشد من مصابهما.</w:t>
      </w:r>
    </w:p>
    <w:p w:rsidR="00EE1A1A" w:rsidRDefault="00EE1A1A" w:rsidP="00BB3BDA">
      <w:pPr>
        <w:pStyle w:val="libNormal"/>
        <w:rPr>
          <w:rtl/>
        </w:rPr>
      </w:pPr>
      <w:r>
        <w:rPr>
          <w:rtl/>
        </w:rPr>
        <w:t xml:space="preserve">وروي : أن صلة بن أشيم كان في مغزى له ، ومعه ابن له ، فقال لابنه : أي بني تقدم فقاتل حتى احتسبك ، فحمل فقاتل فقتل ، ثم تقدم أبوه فقاتل فقتل ، قال : فاجتمع النساء عند امه معاذة العدوية زوجة صلة ، فقالت لهن : مرحباً بكن إن كنتن ( جئتن لتهنئتي ) </w:t>
      </w:r>
      <w:r w:rsidRPr="006713DA">
        <w:rPr>
          <w:rStyle w:val="libFootnotenumChar"/>
          <w:rtl/>
        </w:rPr>
        <w:t>(2)</w:t>
      </w:r>
      <w:r>
        <w:rPr>
          <w:rtl/>
        </w:rPr>
        <w:t xml:space="preserve"> ، وإن كنتن جئتن لغير ذلك فارجعن.</w:t>
      </w:r>
    </w:p>
    <w:p w:rsidR="00EE1A1A" w:rsidRDefault="00EE1A1A" w:rsidP="00BB3BDA">
      <w:pPr>
        <w:pStyle w:val="libNormal"/>
        <w:rPr>
          <w:rtl/>
        </w:rPr>
      </w:pPr>
      <w:r>
        <w:rPr>
          <w:rtl/>
        </w:rPr>
        <w:t xml:space="preserve">وروي : أن عجوزاً من بني بكر بن كلاب كان يتحدث قومها عن عقلها وسدادها ، فأخبر بعض من حضرها ، وقد مات ابن لها ، وكان واحدها ، وقد طالت علته ، وأحسنت تمريضه ، فلما مات قعدت بفنائها ، وحضرها قومها ، فأقبلت على شيخ منهم فقالت : يا فلان ، ما حق من أسبغت عليه النعمة ، وأُلبس العافية ، واعتدلت به النظرة ، أن لا يعجز عن التوثق لنفسه قبل حل عقدته والحلول بعقوته </w:t>
      </w:r>
      <w:r w:rsidRPr="006713DA">
        <w:rPr>
          <w:rStyle w:val="libFootnotenumChar"/>
          <w:rtl/>
        </w:rPr>
        <w:t>(3)</w:t>
      </w:r>
      <w:r>
        <w:rPr>
          <w:rtl/>
        </w:rPr>
        <w:t xml:space="preserve"> ، ينزل الموت بداره ، فيحول بينه وبين نفسه؟ ثم أنشأت تقول شعراً : </w:t>
      </w:r>
    </w:p>
    <w:tbl>
      <w:tblPr>
        <w:bidiVisual/>
        <w:tblW w:w="5000" w:type="pct"/>
        <w:tblLook w:val="01E0"/>
      </w:tblPr>
      <w:tblGrid>
        <w:gridCol w:w="3664"/>
        <w:gridCol w:w="262"/>
        <w:gridCol w:w="3647"/>
      </w:tblGrid>
      <w:tr w:rsidR="00EE1A1A" w:rsidTr="00BB3BDA">
        <w:trPr>
          <w:trHeight w:val="350"/>
        </w:trPr>
        <w:tc>
          <w:tcPr>
            <w:tcW w:w="4127" w:type="dxa"/>
            <w:shd w:val="clear" w:color="auto" w:fill="auto"/>
          </w:tcPr>
          <w:p w:rsidR="00EE1A1A" w:rsidRDefault="00EE1A1A" w:rsidP="006713DA">
            <w:pPr>
              <w:pStyle w:val="libPoem"/>
              <w:rPr>
                <w:rtl/>
              </w:rPr>
            </w:pPr>
            <w:r>
              <w:rPr>
                <w:rtl/>
              </w:rPr>
              <w:t>هو أبني وأنسي أجره لي وعزني</w:t>
            </w:r>
            <w:r w:rsidRPr="006713DA">
              <w:rPr>
                <w:rStyle w:val="libPoemTiniChar0"/>
                <w:rtl/>
              </w:rPr>
              <w:br/>
              <w:t> </w:t>
            </w:r>
          </w:p>
        </w:tc>
        <w:tc>
          <w:tcPr>
            <w:tcW w:w="269" w:type="dxa"/>
            <w:shd w:val="clear" w:color="auto" w:fill="auto"/>
          </w:tcPr>
          <w:p w:rsidR="00EE1A1A" w:rsidRDefault="00EE1A1A" w:rsidP="00BB3BDA">
            <w:pPr>
              <w:rPr>
                <w:rtl/>
              </w:rPr>
            </w:pPr>
          </w:p>
        </w:tc>
        <w:tc>
          <w:tcPr>
            <w:tcW w:w="4126" w:type="dxa"/>
            <w:shd w:val="clear" w:color="auto" w:fill="auto"/>
          </w:tcPr>
          <w:p w:rsidR="00EE1A1A" w:rsidRDefault="00EE1A1A" w:rsidP="006713DA">
            <w:pPr>
              <w:pStyle w:val="libPoem"/>
              <w:rPr>
                <w:rtl/>
              </w:rPr>
            </w:pPr>
            <w:r>
              <w:rPr>
                <w:rtl/>
              </w:rPr>
              <w:t>على نفسه رب اليه ولاؤها</w:t>
            </w:r>
            <w:r w:rsidRPr="006713DA">
              <w:rPr>
                <w:rStyle w:val="libPoemTiniChar0"/>
                <w:rtl/>
              </w:rPr>
              <w:br/>
              <w:t>  </w:t>
            </w:r>
          </w:p>
        </w:tc>
      </w:tr>
      <w:tr w:rsidR="00EE1A1A" w:rsidTr="00BB3BDA">
        <w:trPr>
          <w:trHeight w:val="350"/>
        </w:trPr>
        <w:tc>
          <w:tcPr>
            <w:tcW w:w="4127" w:type="dxa"/>
          </w:tcPr>
          <w:p w:rsidR="00EE1A1A" w:rsidRDefault="00EE1A1A" w:rsidP="006713DA">
            <w:pPr>
              <w:pStyle w:val="libPoem"/>
              <w:rPr>
                <w:rtl/>
              </w:rPr>
            </w:pPr>
            <w:r>
              <w:rPr>
                <w:rtl/>
              </w:rPr>
              <w:t>فإن أحتسب أوجر وإن ابكه أكن</w:t>
            </w:r>
            <w:r w:rsidRPr="006713DA">
              <w:rPr>
                <w:rStyle w:val="libPoemTiniChar0"/>
                <w:rtl/>
              </w:rPr>
              <w:br/>
              <w:t> </w:t>
            </w:r>
          </w:p>
        </w:tc>
        <w:tc>
          <w:tcPr>
            <w:tcW w:w="269" w:type="dxa"/>
          </w:tcPr>
          <w:p w:rsidR="00EE1A1A" w:rsidRDefault="00EE1A1A" w:rsidP="00BB3BDA">
            <w:pPr>
              <w:rPr>
                <w:rtl/>
              </w:rPr>
            </w:pPr>
          </w:p>
        </w:tc>
        <w:tc>
          <w:tcPr>
            <w:tcW w:w="4126" w:type="dxa"/>
          </w:tcPr>
          <w:p w:rsidR="00EE1A1A" w:rsidRDefault="00EE1A1A" w:rsidP="006713DA">
            <w:pPr>
              <w:pStyle w:val="libPoem"/>
              <w:rPr>
                <w:rtl/>
              </w:rPr>
            </w:pPr>
            <w:r>
              <w:rPr>
                <w:rtl/>
              </w:rPr>
              <w:t>كباكية لم يغن شيئاً بكاؤها</w:t>
            </w:r>
            <w:r w:rsidRPr="006713DA">
              <w:rPr>
                <w:rStyle w:val="libPoemTiniChar0"/>
                <w:rtl/>
              </w:rPr>
              <w:br/>
              <w:t>  </w:t>
            </w:r>
          </w:p>
        </w:tc>
      </w:tr>
    </w:tbl>
    <w:p w:rsidR="00EE1A1A" w:rsidRDefault="00EE1A1A" w:rsidP="00BB3BDA">
      <w:pPr>
        <w:pStyle w:val="libNormal"/>
        <w:rPr>
          <w:rtl/>
        </w:rPr>
      </w:pPr>
      <w:r>
        <w:rPr>
          <w:rtl/>
        </w:rPr>
        <w:t xml:space="preserve"> فقال لها شيخ : إننا لم نزل نسمع أن الجزع إنما هو للنساء ، فلا يجزعن أحد بعدك ، ولقد كرم صبرك ، وما أشبهت النساء ، فقالت له : إنه ما ميز امرؤ بين الجزع وصبر ، إلا وجد بينهما منهجين بعيدي التفاوت في حالتيهما :</w:t>
      </w:r>
    </w:p>
    <w:p w:rsidR="00EE1A1A" w:rsidRDefault="00EE1A1A" w:rsidP="00BB3BDA">
      <w:pPr>
        <w:pStyle w:val="libNormal"/>
        <w:rPr>
          <w:rtl/>
        </w:rPr>
      </w:pPr>
      <w:r>
        <w:rPr>
          <w:rtl/>
        </w:rPr>
        <w:t>أما الصبر : فحسن العلانية ، محمود العاقبة.</w:t>
      </w:r>
    </w:p>
    <w:p w:rsidR="00EE1A1A" w:rsidRDefault="00EE1A1A" w:rsidP="00BB3BDA">
      <w:pPr>
        <w:pStyle w:val="libNormal"/>
        <w:rPr>
          <w:rtl/>
        </w:rPr>
      </w:pPr>
      <w:r>
        <w:rPr>
          <w:rtl/>
        </w:rPr>
        <w:t>وأما الجزع : فغير معرض شيئاً مع إثمه.</w:t>
      </w:r>
    </w:p>
    <w:p w:rsidR="00EE1A1A" w:rsidRDefault="00EE1A1A" w:rsidP="00BB3BDA">
      <w:pPr>
        <w:pStyle w:val="libNormal"/>
        <w:rPr>
          <w:rtl/>
        </w:rPr>
      </w:pPr>
      <w:r>
        <w:rPr>
          <w:rtl/>
        </w:rPr>
        <w:t>ولو كانا في صورة رجلين ، لكان الصبر أولاهما بالغلبة ، وبحسن الصورة ، وكرم الطبيعة في عاجل الدين وآجله في الثواب ، وكفى بما وعد الله عزوجل لمن ألهمه إياه.</w:t>
      </w:r>
    </w:p>
    <w:p w:rsidR="00EE1A1A" w:rsidRDefault="00EE1A1A" w:rsidP="00BB3BDA">
      <w:pPr>
        <w:pStyle w:val="libNormal"/>
        <w:rPr>
          <w:rtl/>
        </w:rPr>
      </w:pPr>
      <w:r>
        <w:rPr>
          <w:rtl/>
        </w:rPr>
        <w:t xml:space="preserve">وعن جويرية بن أسماء : أن ثلاثة أخوة شهدوا تستر ، واستشهدوا ، وبلغ ذلك أمهم ، فقالت : مقبلين أم مدبرين؟ فقيل لها : بل مقبلين ، فقالت : الحمد لله ، نالوا والله الفوز ، وحاطوا الذمار ، بنفسي هم وأبي وامي ، وما تأوهت ، ولا دمعت لها عين. </w:t>
      </w:r>
    </w:p>
    <w:p w:rsidR="00EE1A1A" w:rsidRDefault="00EE1A1A" w:rsidP="006713DA">
      <w:pPr>
        <w:pStyle w:val="libLine"/>
        <w:rPr>
          <w:rtl/>
        </w:rPr>
      </w:pPr>
      <w:r>
        <w:rPr>
          <w:rtl/>
        </w:rPr>
        <w:t>__________________</w:t>
      </w:r>
    </w:p>
    <w:p w:rsidR="00EE1A1A" w:rsidRDefault="00EE1A1A" w:rsidP="006713DA">
      <w:pPr>
        <w:pStyle w:val="libFootnote0"/>
        <w:rPr>
          <w:rtl/>
        </w:rPr>
      </w:pPr>
      <w:r>
        <w:rPr>
          <w:rtl/>
        </w:rPr>
        <w:t>ـ جلل ـ 4 : 1659 ».</w:t>
      </w:r>
    </w:p>
    <w:p w:rsidR="00EE1A1A" w:rsidRDefault="00EE1A1A" w:rsidP="006713DA">
      <w:pPr>
        <w:pStyle w:val="libFootnote0"/>
        <w:rPr>
          <w:rtl/>
        </w:rPr>
      </w:pPr>
      <w:r>
        <w:rPr>
          <w:rtl/>
        </w:rPr>
        <w:t>1 ـ النقع : الغبار. « الصحاح ـ نقع ـ 3 : 1292 ».</w:t>
      </w:r>
    </w:p>
    <w:p w:rsidR="00EE1A1A" w:rsidRDefault="00EE1A1A" w:rsidP="006713DA">
      <w:pPr>
        <w:pStyle w:val="libFootnote0"/>
        <w:rPr>
          <w:rtl/>
        </w:rPr>
      </w:pPr>
      <w:r>
        <w:rPr>
          <w:rtl/>
        </w:rPr>
        <w:t>2 ـ في « د » : جئتني لتهنئنني.</w:t>
      </w:r>
    </w:p>
    <w:p w:rsidR="00EE1A1A" w:rsidRDefault="00EE1A1A" w:rsidP="006713DA">
      <w:pPr>
        <w:pStyle w:val="libFootnote0"/>
        <w:rPr>
          <w:rtl/>
        </w:rPr>
      </w:pPr>
      <w:r>
        <w:rPr>
          <w:rtl/>
        </w:rPr>
        <w:t xml:space="preserve">3 ـ في « ح » بعقوبته ، والصواب ما في المتن ، والعقوة : الساحة وما حول الدار. « الصحاح ـ عقا ـ 6 : 2433 ». </w:t>
      </w:r>
    </w:p>
    <w:p w:rsidR="00EE1A1A" w:rsidRDefault="00EE1A1A" w:rsidP="00BB3BDA">
      <w:pPr>
        <w:pStyle w:val="libNormal"/>
        <w:rPr>
          <w:rtl/>
        </w:rPr>
      </w:pPr>
      <w:r>
        <w:rPr>
          <w:rtl/>
        </w:rPr>
        <w:br w:type="page"/>
      </w:r>
      <w:r>
        <w:rPr>
          <w:rtl/>
        </w:rPr>
        <w:lastRenderedPageBreak/>
        <w:t xml:space="preserve">وعن أبي قدامة الشامي قال : كنت أميراً على الجيش في بعض الغزوات ، فدخلت بعض البلدان ، ودعوت الناس للغزاة ، ورغبتهم في الجهاد ، وذكرت فضل الشهادة وما لأهلها ، ثم تفرق الناس وركبت فرسي ، وسرت إلى منزلي ، فإذا أنا بأمرأة من أحسن الناس وجهاً تنادي : يا أبا قدامة ، فمضيت ولم أجب ، فقالت : ما هكذا كان الصالحون ، فوقفت ، فجاءت ودفعت إلي رقعة وخرقة مشدودة ، وانصرفت باكية ، فنظرت في الرقعة وإذا فيها مكتوب : أنت دعوتنا إلى الجهاد ، ورغبتنا في الثواب ، ولا قدرة لي على ذلك ، فقطعت أحسن ما في ، وهما ضفيرتاي ، وأنفذتهما </w:t>
      </w:r>
      <w:r w:rsidRPr="006713DA">
        <w:rPr>
          <w:rStyle w:val="libFootnotenumChar"/>
          <w:rtl/>
        </w:rPr>
        <w:t>(1)</w:t>
      </w:r>
      <w:r>
        <w:rPr>
          <w:rtl/>
        </w:rPr>
        <w:t xml:space="preserve"> إليك لتجعلهما قيد فرسك لعل الله يرى شعري قيد فرسك في سبيله ، فيغفر لي.</w:t>
      </w:r>
    </w:p>
    <w:p w:rsidR="00EE1A1A" w:rsidRDefault="00EE1A1A" w:rsidP="00BB3BDA">
      <w:pPr>
        <w:pStyle w:val="libNormal"/>
        <w:rPr>
          <w:rtl/>
        </w:rPr>
      </w:pPr>
      <w:r>
        <w:rPr>
          <w:rtl/>
        </w:rPr>
        <w:t xml:space="preserve">فلما كان صبيحة القتال ، فإذا بغلام بين يدي الصفوف يقاتل حاسراً ، فتقدمت إليه وقلت : يا غلام ، أنت فتى غر </w:t>
      </w:r>
      <w:r w:rsidRPr="006713DA">
        <w:rPr>
          <w:rStyle w:val="libFootnotenumChar"/>
          <w:rtl/>
        </w:rPr>
        <w:t>(2)</w:t>
      </w:r>
      <w:r>
        <w:rPr>
          <w:rtl/>
        </w:rPr>
        <w:t xml:space="preserve"> راجل ، ولا آمن أن تجول الخيل فتطؤك بأرجلها ، فارجع عن موضعك هذا ، فقال : أتأمرني بالرجوع ، وقد قال الله تعالى : </w:t>
      </w:r>
      <w:r w:rsidRPr="00BB3BDA">
        <w:rPr>
          <w:rStyle w:val="libAlaemChar"/>
          <w:rtl/>
        </w:rPr>
        <w:t>(</w:t>
      </w:r>
      <w:r>
        <w:rPr>
          <w:rtl/>
        </w:rPr>
        <w:t xml:space="preserve"> </w:t>
      </w:r>
      <w:r w:rsidRPr="00BB3BDA">
        <w:rPr>
          <w:rStyle w:val="libAieChar"/>
          <w:rtl/>
        </w:rPr>
        <w:t>يا أيها الذين آمنوا اذا لقيتم الذين كفروا زحفاً فلا تولوهم الادبار</w:t>
      </w:r>
      <w:r>
        <w:rPr>
          <w:rtl/>
        </w:rPr>
        <w:t xml:space="preserve"> </w:t>
      </w:r>
      <w:r w:rsidRPr="00BB3BDA">
        <w:rPr>
          <w:rStyle w:val="libAlaemChar"/>
          <w:rtl/>
        </w:rPr>
        <w:t>)</w:t>
      </w:r>
      <w:r>
        <w:rPr>
          <w:rtl/>
        </w:rPr>
        <w:t xml:space="preserve"> </w:t>
      </w:r>
      <w:r w:rsidRPr="006713DA">
        <w:rPr>
          <w:rStyle w:val="libFootnotenumChar"/>
          <w:rtl/>
        </w:rPr>
        <w:t>(3)</w:t>
      </w:r>
      <w:r>
        <w:rPr>
          <w:rtl/>
        </w:rPr>
        <w:t>؟ وقرأ الآية إلى آخرها.</w:t>
      </w:r>
    </w:p>
    <w:p w:rsidR="00EE1A1A" w:rsidRDefault="00EE1A1A" w:rsidP="00BB3BDA">
      <w:pPr>
        <w:pStyle w:val="libNormal"/>
        <w:rPr>
          <w:rtl/>
        </w:rPr>
      </w:pPr>
      <w:r>
        <w:rPr>
          <w:rtl/>
        </w:rPr>
        <w:t xml:space="preserve">فحملته على هجين كان معي ، فقال : يا أبا قدامة ، أقرضني ثلاثة أسهم ، فقلت : أهذا وقت قرض؟ فما زال يلح علي حتى قلت : بشرط إن من الله عليك بالشهادة أكون في شفاعتك ، قال : نعم ، فأعطيته ثلاثة أسهم ، فوضع سهماً في قوسه ورمى به ، فقتل رومياً ، ثم رمى بالآخر فقتل رومياً ، ثم رمى بالآخر ، وقال : السلام عليك يا أبا قدامة سلام مودع ، فجاءه سهم فوقع بين عينيه ، فوضع رأسه على قربوس سرجه ، فتقدمت إليه ، وقلت : لا تنسها ، فقال : نعم ، ولكن لي إليك حاجة ، إذا دخلت المدينة فأت والدتي ، وسلم خرجي </w:t>
      </w:r>
      <w:r w:rsidRPr="006713DA">
        <w:rPr>
          <w:rStyle w:val="libFootnotenumChar"/>
          <w:rtl/>
        </w:rPr>
        <w:t>(4)</w:t>
      </w:r>
      <w:r>
        <w:rPr>
          <w:rtl/>
        </w:rPr>
        <w:t xml:space="preserve"> إليها وأخبرها ، فهي التي أعطتك شعرها لتقيد به فرسك ، فسلم عليها ، فهي العام الأول أصيبت بوالدي ، وفي هذا العام بي ، ثم مات ، فحفرت له ، ودفنته.</w:t>
      </w:r>
    </w:p>
    <w:p w:rsidR="00EE1A1A" w:rsidRDefault="00EE1A1A" w:rsidP="00BB3BDA">
      <w:pPr>
        <w:pStyle w:val="libNormal"/>
        <w:rPr>
          <w:rtl/>
        </w:rPr>
      </w:pPr>
      <w:r>
        <w:rPr>
          <w:rtl/>
        </w:rPr>
        <w:t xml:space="preserve">فلما هممت بالإنصراف عن قبره قذفته الارض ، فألقته على ظهرها ، فقال أصحابه : غلام غر ، ولعله خرج بغير إذن امه ، فقلت : إن الإرض لتقبل من هو شر من </w:t>
      </w:r>
    </w:p>
    <w:p w:rsidR="00EE1A1A" w:rsidRDefault="00EE1A1A" w:rsidP="006713DA">
      <w:pPr>
        <w:pStyle w:val="libLine"/>
        <w:rPr>
          <w:rtl/>
        </w:rPr>
      </w:pPr>
      <w:r>
        <w:rPr>
          <w:rtl/>
        </w:rPr>
        <w:t>__________________</w:t>
      </w:r>
    </w:p>
    <w:p w:rsidR="00EE1A1A" w:rsidRDefault="00EE1A1A" w:rsidP="006713DA">
      <w:pPr>
        <w:pStyle w:val="libFootnote0"/>
        <w:rPr>
          <w:rtl/>
        </w:rPr>
      </w:pPr>
      <w:r>
        <w:rPr>
          <w:rtl/>
        </w:rPr>
        <w:t>1 ـ في « ح » : وأرسلتها.</w:t>
      </w:r>
    </w:p>
    <w:p w:rsidR="00EE1A1A" w:rsidRDefault="00EE1A1A" w:rsidP="006713DA">
      <w:pPr>
        <w:pStyle w:val="libFootnote0"/>
        <w:rPr>
          <w:rtl/>
        </w:rPr>
      </w:pPr>
      <w:r>
        <w:rPr>
          <w:rtl/>
        </w:rPr>
        <w:t>2 ـ في الحديث : « المؤمن غر كريم » يريد أن المؤمن المحمود من طبعه الغرارة ، وقلة الفطنة للشر وترك البحث عنه ، وليس ذلك منه جهلاً ، ولكنه كرم وحسن خلق « النهاية ـ غرر ـ 3 : 354 ».</w:t>
      </w:r>
    </w:p>
    <w:p w:rsidR="00EE1A1A" w:rsidRDefault="00EE1A1A" w:rsidP="006713DA">
      <w:pPr>
        <w:pStyle w:val="libFootnote0"/>
        <w:rPr>
          <w:rtl/>
        </w:rPr>
      </w:pPr>
      <w:r>
        <w:rPr>
          <w:rtl/>
        </w:rPr>
        <w:t>3 ـ الأنفال 8 : 15.</w:t>
      </w:r>
    </w:p>
    <w:p w:rsidR="00EE1A1A" w:rsidRDefault="00EE1A1A" w:rsidP="006713DA">
      <w:pPr>
        <w:pStyle w:val="libFootnote0"/>
        <w:rPr>
          <w:rtl/>
        </w:rPr>
      </w:pPr>
      <w:r>
        <w:rPr>
          <w:rtl/>
        </w:rPr>
        <w:t xml:space="preserve">4 ـ الخرج : وعاء « الصحاح ـ خرج ـ 1 : 309 ». </w:t>
      </w:r>
    </w:p>
    <w:p w:rsidR="00EE1A1A" w:rsidRDefault="00EE1A1A" w:rsidP="00BB3BDA">
      <w:pPr>
        <w:pStyle w:val="libNormal0"/>
        <w:rPr>
          <w:rtl/>
        </w:rPr>
      </w:pPr>
      <w:r>
        <w:rPr>
          <w:rtl/>
        </w:rPr>
        <w:br w:type="page"/>
      </w:r>
      <w:r>
        <w:rPr>
          <w:rtl/>
        </w:rPr>
        <w:lastRenderedPageBreak/>
        <w:t>هذا ، فقمت وصليت ركعتين ، ودعوت الله ، فسمعت صوتاً يقول : يا أبا قدامة ، أترك ولي الله ، فما برحت حتى نزلت عليه طيور فأكلته.</w:t>
      </w:r>
    </w:p>
    <w:p w:rsidR="00EE1A1A" w:rsidRDefault="00EE1A1A" w:rsidP="00BB3BDA">
      <w:pPr>
        <w:pStyle w:val="libNormal"/>
        <w:rPr>
          <w:rtl/>
        </w:rPr>
      </w:pPr>
      <w:r>
        <w:rPr>
          <w:rtl/>
        </w:rPr>
        <w:t>فلما أتيت المدينة ذهبت إلى دار والدته ، فما قرعت الباب خرجت أخته إلي ، فلما رأتني عادت إلى امها ، وقالت : يا أماه ، هذا أبو قدامة ، وليس معه أخي ، وقد أُصبنا في العام الاول بأبي ، وفي هذا العام بأخي ، فخرجت اُمه ، فقالت : أمعزيناً أم مهنئاً؟ فقلت : ما معنى هذا؟ قالت : إن كان ابني مات فعزني ، وإن كان استشهد فهنئني ، فقلت : لا ، بل قد مات شهيداً ، فقالت له علامة ، فهل رأيتها؟ فقلت : نعم ، لم تقلبه الارض ، ونزلت الطيور ، فأكلت لحمه ، وتركت عظامه ، فدفنتها ، فقالت : الحمد لله.</w:t>
      </w:r>
    </w:p>
    <w:p w:rsidR="00EE1A1A" w:rsidRDefault="00EE1A1A" w:rsidP="00BB3BDA">
      <w:pPr>
        <w:pStyle w:val="libNormal"/>
        <w:rPr>
          <w:rtl/>
        </w:rPr>
      </w:pPr>
      <w:r>
        <w:rPr>
          <w:rtl/>
        </w:rPr>
        <w:t>فسلمت إليها الخرج ، ففتحته وأخرجت منه مسحاً وغلاً من حديد ، قالت : إنه كان إذا جنه الليل لبس هذا المسح ، وغلّ نفسه بالغل وناجى مولاه ، وقال في مناجاته : إلهي احشرني من حواصل الطيور. فاستجاب الله سبحانه دعاءه رحمه الله.</w:t>
      </w:r>
    </w:p>
    <w:p w:rsidR="00EE1A1A" w:rsidRDefault="00EE1A1A" w:rsidP="00BB3BDA">
      <w:pPr>
        <w:pStyle w:val="libNormal"/>
        <w:rPr>
          <w:rtl/>
        </w:rPr>
      </w:pPr>
      <w:r>
        <w:rPr>
          <w:rtl/>
        </w:rPr>
        <w:t>وروى البيهقي عن أبي عباس السراج ، قال : مات لبعضهم ابن ، فدخلت على اُمه ، فقلت لها : اتقي الله واصبري ، فقالت : مصيبتي به أعظم من أن أفسدها بالجزع.</w:t>
      </w:r>
    </w:p>
    <w:p w:rsidR="00EE1A1A" w:rsidRDefault="00EE1A1A" w:rsidP="00BB3BDA">
      <w:pPr>
        <w:pStyle w:val="libNormal"/>
        <w:rPr>
          <w:rtl/>
        </w:rPr>
      </w:pPr>
      <w:r>
        <w:rPr>
          <w:rtl/>
        </w:rPr>
        <w:t xml:space="preserve">وقال ابان بن تغلب </w:t>
      </w:r>
      <w:r w:rsidR="00A80F4B" w:rsidRPr="00A80F4B">
        <w:rPr>
          <w:rStyle w:val="libAlaemChar"/>
          <w:rFonts w:hint="cs"/>
          <w:rtl/>
        </w:rPr>
        <w:t>رحمه‌الله</w:t>
      </w:r>
      <w:r>
        <w:rPr>
          <w:rtl/>
        </w:rPr>
        <w:t xml:space="preserve"> : دخلت على امرأة ، وقد نزل بابنها الموت ، فقامت إليه فغمضته وسجته ، ثم قالت : يا بني ، ما الجزع في ما لا يزول؟ وإنما البكاء في ما ينزل بك غداً؟ يا بني ، تذوق ما ذاق أبوك ، وستذوقه من بعدك امك ، وإن أعظم الراحة لهذا الجسد النوم ، والنوم أخو الموت ، فما عليك إن كنت نائماً على فراشك ، أو على غيره ، وإن غداً السؤال والجنة والنار ، فإن كنت من أهل الجنة فما ضرك الموت ، وإن كنت من أهل النار فما تنفعك الحياة ، ولو كنت أطول الناس عمراً ، والله يا بني لولا أن الموت أشرف الاشياء لابن آدم ، لما أمات الله نبيه </w:t>
      </w:r>
      <w:r w:rsidR="00A80F4B" w:rsidRPr="00A80F4B">
        <w:rPr>
          <w:rStyle w:val="libAlaemChar"/>
          <w:rFonts w:hint="cs"/>
          <w:rtl/>
        </w:rPr>
        <w:t>صلى‌الله‌عليه‌وآله‌وسلم</w:t>
      </w:r>
      <w:r>
        <w:rPr>
          <w:rtl/>
        </w:rPr>
        <w:t xml:space="preserve"> ، وأبقى عدوه أبليس لعنه الله </w:t>
      </w:r>
      <w:r w:rsidRPr="006713DA">
        <w:rPr>
          <w:rStyle w:val="libFootnotenumChar"/>
          <w:rtl/>
        </w:rPr>
        <w:t>(1)</w:t>
      </w:r>
      <w:r>
        <w:rPr>
          <w:rtl/>
        </w:rPr>
        <w:t>.</w:t>
      </w:r>
    </w:p>
    <w:p w:rsidR="00EE1A1A" w:rsidRDefault="00EE1A1A" w:rsidP="00BB3BDA">
      <w:pPr>
        <w:pStyle w:val="libNormal"/>
        <w:rPr>
          <w:rtl/>
        </w:rPr>
      </w:pPr>
      <w:r>
        <w:rPr>
          <w:rtl/>
        </w:rPr>
        <w:t xml:space="preserve">وعن المبرد قال : أتيت امرأة أعزيها عن ابنها ، فجعلت تثني عليه ، فقالت : كان ـ والله ـ ماله لغير بطنه ، وأمره لغير عرسه ، وكان رحب الذراع بالتي لا تشينه ، فإن كانت الفحشاء ضاق بها ذرعاً ، فقلت لها : وهل لك منه خلف؟ ـ وأنا أعني الولد ـ ، فقالت : نعم بحمد الله كثير الطيب ، ثواب الله عزوجل ، ونعم العوض في الدنيا والآخرة. </w:t>
      </w:r>
    </w:p>
    <w:p w:rsidR="00EE1A1A" w:rsidRDefault="00EE1A1A" w:rsidP="006713DA">
      <w:pPr>
        <w:pStyle w:val="libLine"/>
        <w:rPr>
          <w:rtl/>
        </w:rPr>
      </w:pPr>
      <w:r>
        <w:rPr>
          <w:rtl/>
        </w:rPr>
        <w:t>__________________</w:t>
      </w:r>
    </w:p>
    <w:p w:rsidR="00EE1A1A" w:rsidRDefault="00EE1A1A" w:rsidP="006713DA">
      <w:pPr>
        <w:pStyle w:val="libFootnote0"/>
        <w:rPr>
          <w:rtl/>
        </w:rPr>
      </w:pPr>
      <w:r>
        <w:rPr>
          <w:rtl/>
        </w:rPr>
        <w:t xml:space="preserve">1 ـ أخرجه المجلسي في البحار 82 : 152. </w:t>
      </w:r>
    </w:p>
    <w:p w:rsidR="00EE1A1A" w:rsidRDefault="00EE1A1A" w:rsidP="00BB3BDA">
      <w:pPr>
        <w:pStyle w:val="libNormal"/>
        <w:rPr>
          <w:rtl/>
        </w:rPr>
      </w:pPr>
      <w:r>
        <w:rPr>
          <w:rtl/>
        </w:rPr>
        <w:br w:type="page"/>
      </w:r>
      <w:r>
        <w:rPr>
          <w:rtl/>
        </w:rPr>
        <w:lastRenderedPageBreak/>
        <w:t>وعنه : أنه خرج إلى اليمن ، فنزل على امرأة لها مال كثير ورقيق وولد وحال حسنة ، فاقام عندها مدة ، فلما أراد الرحيل قال : إلك حاجة؟ قالت : نعم ، كلما نزلت هذه البلاد فانزل علي.</w:t>
      </w:r>
    </w:p>
    <w:p w:rsidR="00EE1A1A" w:rsidRDefault="00EE1A1A" w:rsidP="00BB3BDA">
      <w:pPr>
        <w:pStyle w:val="libNormal"/>
        <w:rPr>
          <w:rtl/>
        </w:rPr>
      </w:pPr>
      <w:r>
        <w:rPr>
          <w:rtl/>
        </w:rPr>
        <w:t>وإنه غاب اعواما ، ثم نزل عليها ، فوجدها قد ذهب مالها ورقيقها ، ومات ولدها ، وباعت منزلها ، وهي مسرورة ضاحكة ، فقال لها : أتضحكين مع ما قد نزل بلك؟ فقالت : يا عبد الله كنت في حال النعمة في أحزان كثيرة ، فعلمت أنها من قلة الشكر ، فأنا اليوم في هذه الحالة أضحك شكراً لله تعالى على ما أعطاني من الصبر.</w:t>
      </w:r>
    </w:p>
    <w:p w:rsidR="00EE1A1A" w:rsidRDefault="00EE1A1A" w:rsidP="00BB3BDA">
      <w:pPr>
        <w:pStyle w:val="libNormal"/>
        <w:rPr>
          <w:rtl/>
        </w:rPr>
      </w:pPr>
      <w:r>
        <w:rPr>
          <w:rtl/>
        </w:rPr>
        <w:t xml:space="preserve">وعن مسلم بن يسار قال : قدمت البحرين فأضافتني امرأة لها بنون ورقيق ومال ويسار ، وكنت أراها محزونة ، فغبت عنها مدة طويلة ، ثم أتيتها فلم أر ببابها إنساً ، فاستأذنت عليها ، فإذا هي ضاحكة مسرورة ، فقلت لها : ما شأنك؟ قالت : إنك لما غبت عنا لم نرسل شيئاً في البحر إلا غرق ، ولا شيئاً في البر إلا عطب ، وذهبت الرقيق ، ومات البنون ، فقلت لها : يرحمك الله ، رأيتك محزونة في ذلك اليوم ، ومسرورة في هذا اليوم ، فقالت : نعم ، إني لما كنت فيما كنت فيه من سعة الدنيا ، خشيت أن يكون الله تعالى قد عجل لي حسناتي في الدنيا ، فلما ذهب مالي وولدي ورقيقي رجوت أن يكون الله تعالى قد ذخر لي عنده شيئاً </w:t>
      </w:r>
      <w:r w:rsidRPr="006713DA">
        <w:rPr>
          <w:rStyle w:val="libFootnotenumChar"/>
          <w:rtl/>
        </w:rPr>
        <w:t>(1)</w:t>
      </w:r>
      <w:r>
        <w:rPr>
          <w:rtl/>
        </w:rPr>
        <w:t>.</w:t>
      </w:r>
    </w:p>
    <w:p w:rsidR="00EE1A1A" w:rsidRDefault="00EE1A1A" w:rsidP="00BB3BDA">
      <w:pPr>
        <w:pStyle w:val="libNormal"/>
        <w:rPr>
          <w:rtl/>
        </w:rPr>
      </w:pPr>
      <w:r>
        <w:rPr>
          <w:rtl/>
        </w:rPr>
        <w:t>وعن بعضهم قال : خرجت أنا وصديق لي إلى البادية ، فضللنا الطريق ، فإذا نحن بخيمة عن يمين الطريق فقصدنا نحوها فسلمنا ، فإذا بامرأة ترد علينا السلام ، وقالت : ما أنتم؟ قلنا : ضالون فأتيناكم فاستأنسنا بكم ، فقالت : يا هؤلاء ، ولّوا وجوهكم عنّي ، حتى أقضي حقكم ما أنتم له أهل ، ففعلنا ، فألقت لنا مسحاً ، وقالت : اجلسوا عليه إلى أن يأتي أبني.</w:t>
      </w:r>
    </w:p>
    <w:p w:rsidR="00EE1A1A" w:rsidRDefault="00EE1A1A" w:rsidP="00BB3BDA">
      <w:pPr>
        <w:pStyle w:val="libNormal"/>
        <w:rPr>
          <w:rtl/>
        </w:rPr>
      </w:pPr>
      <w:r>
        <w:rPr>
          <w:rtl/>
        </w:rPr>
        <w:t xml:space="preserve">ثم جعلت ترفع طرف الخيمة وتردها ، إلى أن رفعته مرة فقالت : أسأل الله بركة المقبل ، أما البعير فبعير ابني ، وأما الراكب فليس هو به ، قال : فوقف الراكب عليها ، وقال : يا اُم عقيل ، عظم الله أجرك في عقيل ولدك ، فقالت : ويحك مات!؟ قال : نعم ، قالت : وما سبب موته؟ قال : ازدحمت عليه الابل فرمت به في البئر فقالت : انزل واقض ذمام القوم ، ودفعت إليه كبشاً فذبحه وأصلحه ، وقرب إلينا الطعام ، فجعلنا نأكل ، ونتعجب من صبرها. </w:t>
      </w:r>
    </w:p>
    <w:p w:rsidR="00EE1A1A" w:rsidRDefault="00EE1A1A" w:rsidP="006713DA">
      <w:pPr>
        <w:pStyle w:val="libLine"/>
        <w:rPr>
          <w:rtl/>
        </w:rPr>
      </w:pPr>
      <w:r>
        <w:rPr>
          <w:rtl/>
        </w:rPr>
        <w:t>__________________</w:t>
      </w:r>
    </w:p>
    <w:p w:rsidR="00EE1A1A" w:rsidRDefault="00EE1A1A" w:rsidP="006713DA">
      <w:pPr>
        <w:pStyle w:val="libFootnote0"/>
        <w:rPr>
          <w:rtl/>
        </w:rPr>
      </w:pPr>
      <w:r>
        <w:rPr>
          <w:rtl/>
        </w:rPr>
        <w:t xml:space="preserve">1 ـ أخرجه المجلسي في البحار 82 : 152. </w:t>
      </w:r>
    </w:p>
    <w:p w:rsidR="00EE1A1A" w:rsidRDefault="00EE1A1A" w:rsidP="00BB3BDA">
      <w:pPr>
        <w:pStyle w:val="libNormal"/>
        <w:rPr>
          <w:rtl/>
        </w:rPr>
      </w:pPr>
      <w:r>
        <w:rPr>
          <w:rtl/>
        </w:rPr>
        <w:br w:type="page"/>
      </w:r>
      <w:r>
        <w:rPr>
          <w:rtl/>
        </w:rPr>
        <w:lastRenderedPageBreak/>
        <w:t xml:space="preserve">فلما فرغنا خرجت إلينا وقالت : يا قوم ، هل فيكم من يحسن من كتاب الله شيئاً؟ فقلت : نعم ، قالت : فاقرأ علي آيات أتعزى بها عن ولدي ، فقلت : يقول الله عزوجل : </w:t>
      </w:r>
      <w:r w:rsidRPr="00BB3BDA">
        <w:rPr>
          <w:rStyle w:val="libAlaemChar"/>
          <w:rtl/>
        </w:rPr>
        <w:t>(</w:t>
      </w:r>
      <w:r>
        <w:rPr>
          <w:rtl/>
        </w:rPr>
        <w:t xml:space="preserve"> </w:t>
      </w:r>
      <w:r w:rsidRPr="00BB3BDA">
        <w:rPr>
          <w:rStyle w:val="libAieChar"/>
          <w:rtl/>
        </w:rPr>
        <w:t>وبشر الصابرين الذين إذا اصابتهم مصيبة قالوا انا لله وانا اليه راجعون اولئك عليهم صلوات من ربهم ورحمة واولئك هم المهتدون</w:t>
      </w:r>
      <w:r>
        <w:rPr>
          <w:rtl/>
        </w:rPr>
        <w:t xml:space="preserve"> </w:t>
      </w:r>
      <w:r w:rsidRPr="00BB3BDA">
        <w:rPr>
          <w:rStyle w:val="libAlaemChar"/>
          <w:rtl/>
        </w:rPr>
        <w:t>)</w:t>
      </w:r>
      <w:r>
        <w:rPr>
          <w:rtl/>
        </w:rPr>
        <w:t xml:space="preserve"> </w:t>
      </w:r>
      <w:r w:rsidRPr="006713DA">
        <w:rPr>
          <w:rStyle w:val="libFootnotenumChar"/>
          <w:rtl/>
        </w:rPr>
        <w:t>(1)</w:t>
      </w:r>
      <w:r>
        <w:rPr>
          <w:rtl/>
        </w:rPr>
        <w:t xml:space="preserve">. قالت : بالله انها في كتاب الله هكذا؟ قلت : والله إنها لفي كتاب الله هكذا ، فقالت : السلام عليكم ، ثم صفت قدميها وصلت ركعات ، ثم قالت : اللهم إني قد فعلت ما أمرتني به ، فأنجز لي ما وعدتني به ، ولو بقي أحد لأحد ـ قال : فقلت في نفسي تقول : لبقي ابني لحاجتي إليه ، فقالت ـ : لبقي محمد </w:t>
      </w:r>
      <w:r w:rsidR="00A80F4B" w:rsidRPr="00A80F4B">
        <w:rPr>
          <w:rStyle w:val="libAlaemChar"/>
          <w:rFonts w:hint="cs"/>
          <w:rtl/>
        </w:rPr>
        <w:t>صلى‌الله‌عليه‌وآله‌وسلم</w:t>
      </w:r>
      <w:r>
        <w:rPr>
          <w:rtl/>
        </w:rPr>
        <w:t xml:space="preserve"> لأمته.</w:t>
      </w:r>
    </w:p>
    <w:p w:rsidR="00EE1A1A" w:rsidRDefault="00EE1A1A" w:rsidP="00BB3BDA">
      <w:pPr>
        <w:pStyle w:val="libNormal"/>
        <w:rPr>
          <w:rtl/>
        </w:rPr>
      </w:pPr>
      <w:r>
        <w:rPr>
          <w:rtl/>
        </w:rPr>
        <w:t xml:space="preserve">فخرجت وأنا أقول : ما رأيت أكمل منها ولا أجزل ، ذكرت ربها بأكمل خصاله وأجمل خلاله. ثم إنها لما علمت ان الموت لا مدفع له ، ولا محيص عنه ، وأن الجزع لا يجدي نفعاً ، والبكاء لا يرد هالكاً ، رجعت إلى الصبر الجميل ، واحتسبت ابنها عند الله تعالى ذخيرة نافعة ليوم الفقر والفاقة </w:t>
      </w:r>
      <w:r w:rsidRPr="006713DA">
        <w:rPr>
          <w:rStyle w:val="libFootnotenumChar"/>
          <w:rtl/>
        </w:rPr>
        <w:t>(2)</w:t>
      </w:r>
      <w:r>
        <w:rPr>
          <w:rtl/>
        </w:rPr>
        <w:t>.</w:t>
      </w:r>
    </w:p>
    <w:p w:rsidR="00EE1A1A" w:rsidRDefault="00EE1A1A" w:rsidP="00BB3BDA">
      <w:pPr>
        <w:pStyle w:val="libNormal"/>
        <w:rPr>
          <w:rtl/>
        </w:rPr>
      </w:pPr>
      <w:r>
        <w:rPr>
          <w:rtl/>
        </w:rPr>
        <w:t xml:space="preserve">ونحوه ما أخرجه ابن أبي الدنيا ، قال : كان رجل يجلس إلي ، فبلغني انه شاكٍ </w:t>
      </w:r>
      <w:r w:rsidRPr="006713DA">
        <w:rPr>
          <w:rStyle w:val="libFootnotenumChar"/>
          <w:rtl/>
        </w:rPr>
        <w:t>(3)</w:t>
      </w:r>
      <w:r>
        <w:rPr>
          <w:rtl/>
        </w:rPr>
        <w:t xml:space="preserve"> فأتيته أعوده ، فإذا هو قد نزل به الموت ، وإذا اُمّ له عجوز كبيرة عنده ، فجعلت تنظر حتى غمض وعصب وسجي ، ثم قالت : رحمك الله ، اي بني ، فقد كنت بنا باراً ، وعلينا شفيقاً ، فرزقني الله عليك الصبر ، فقد كنت تطيل القيام ، وتكثر الصيام ، لا حرمك الله تعالى ما أملت فيه من رحمته ، وأحسن فيك العزاء ، ثم نظرت إليّ وقالت : أيها العائد قد رأيت واعظاً ونحن معك.</w:t>
      </w:r>
    </w:p>
    <w:p w:rsidR="00EE1A1A" w:rsidRDefault="00EE1A1A" w:rsidP="00BB3BDA">
      <w:pPr>
        <w:pStyle w:val="libNormal"/>
        <w:rPr>
          <w:rtl/>
        </w:rPr>
      </w:pPr>
      <w:r>
        <w:rPr>
          <w:rtl/>
        </w:rPr>
        <w:t>وروى البيهقي عن ذي النون المصري ، قال : كنت في الطواف ، وإذا أنا بجاريتين قد أقبلتا ،</w:t>
      </w:r>
    </w:p>
    <w:p w:rsidR="00EE1A1A" w:rsidRDefault="00EE1A1A" w:rsidP="00BB3BDA">
      <w:pPr>
        <w:pStyle w:val="libNormal"/>
        <w:rPr>
          <w:rtl/>
        </w:rPr>
      </w:pPr>
      <w:r>
        <w:rPr>
          <w:rtl/>
        </w:rPr>
        <w:t xml:space="preserve">وأنشأت إحداهما تقول : </w:t>
      </w:r>
    </w:p>
    <w:tbl>
      <w:tblPr>
        <w:bidiVisual/>
        <w:tblW w:w="5000" w:type="pct"/>
        <w:tblLook w:val="01E0"/>
      </w:tblPr>
      <w:tblGrid>
        <w:gridCol w:w="3645"/>
        <w:gridCol w:w="262"/>
        <w:gridCol w:w="3666"/>
      </w:tblGrid>
      <w:tr w:rsidR="00EE1A1A" w:rsidTr="00BB3BDA">
        <w:trPr>
          <w:trHeight w:val="350"/>
        </w:trPr>
        <w:tc>
          <w:tcPr>
            <w:tcW w:w="4127" w:type="dxa"/>
            <w:shd w:val="clear" w:color="auto" w:fill="auto"/>
          </w:tcPr>
          <w:p w:rsidR="00EE1A1A" w:rsidRDefault="00EE1A1A" w:rsidP="006713DA">
            <w:pPr>
              <w:pStyle w:val="libPoem"/>
              <w:rPr>
                <w:rtl/>
              </w:rPr>
            </w:pPr>
            <w:r>
              <w:rPr>
                <w:rtl/>
              </w:rPr>
              <w:t xml:space="preserve">صبرت وكان الصبر خير ( مغبة ) </w:t>
            </w:r>
            <w:r w:rsidRPr="006713DA">
              <w:rPr>
                <w:rStyle w:val="libFootnotenumChar"/>
                <w:rtl/>
              </w:rPr>
              <w:t>(4)</w:t>
            </w:r>
            <w:r w:rsidRPr="006713DA">
              <w:rPr>
                <w:rStyle w:val="libPoemTiniChar0"/>
                <w:rtl/>
              </w:rPr>
              <w:br/>
              <w:t> </w:t>
            </w:r>
          </w:p>
        </w:tc>
        <w:tc>
          <w:tcPr>
            <w:tcW w:w="269" w:type="dxa"/>
            <w:shd w:val="clear" w:color="auto" w:fill="auto"/>
          </w:tcPr>
          <w:p w:rsidR="00EE1A1A" w:rsidRDefault="00EE1A1A" w:rsidP="00BB3BDA">
            <w:pPr>
              <w:rPr>
                <w:rtl/>
              </w:rPr>
            </w:pPr>
          </w:p>
        </w:tc>
        <w:tc>
          <w:tcPr>
            <w:tcW w:w="4126" w:type="dxa"/>
            <w:shd w:val="clear" w:color="auto" w:fill="auto"/>
          </w:tcPr>
          <w:p w:rsidR="00EE1A1A" w:rsidRDefault="00EE1A1A" w:rsidP="006713DA">
            <w:pPr>
              <w:pStyle w:val="libPoem"/>
              <w:rPr>
                <w:rtl/>
              </w:rPr>
            </w:pPr>
            <w:r>
              <w:rPr>
                <w:rtl/>
              </w:rPr>
              <w:t>وهل الجزع مني ليجدي فأجزع</w:t>
            </w:r>
            <w:r w:rsidRPr="006713DA">
              <w:rPr>
                <w:rStyle w:val="libPoemTiniChar0"/>
                <w:rtl/>
              </w:rPr>
              <w:br/>
              <w:t>  </w:t>
            </w:r>
          </w:p>
        </w:tc>
      </w:tr>
      <w:tr w:rsidR="00EE1A1A" w:rsidTr="00BB3BDA">
        <w:trPr>
          <w:trHeight w:val="350"/>
        </w:trPr>
        <w:tc>
          <w:tcPr>
            <w:tcW w:w="4127" w:type="dxa"/>
          </w:tcPr>
          <w:p w:rsidR="00EE1A1A" w:rsidRDefault="00EE1A1A" w:rsidP="006713DA">
            <w:pPr>
              <w:pStyle w:val="libPoem"/>
              <w:rPr>
                <w:rtl/>
              </w:rPr>
            </w:pPr>
            <w:r>
              <w:rPr>
                <w:rtl/>
              </w:rPr>
              <w:t>صبرت على ما لو تحمل بعضه</w:t>
            </w:r>
            <w:r w:rsidRPr="006713DA">
              <w:rPr>
                <w:rStyle w:val="libPoemTiniChar0"/>
                <w:rtl/>
              </w:rPr>
              <w:br/>
              <w:t> </w:t>
            </w:r>
          </w:p>
        </w:tc>
        <w:tc>
          <w:tcPr>
            <w:tcW w:w="269" w:type="dxa"/>
          </w:tcPr>
          <w:p w:rsidR="00EE1A1A" w:rsidRDefault="00EE1A1A" w:rsidP="00BB3BDA">
            <w:pPr>
              <w:rPr>
                <w:rtl/>
              </w:rPr>
            </w:pPr>
          </w:p>
        </w:tc>
        <w:tc>
          <w:tcPr>
            <w:tcW w:w="4126" w:type="dxa"/>
          </w:tcPr>
          <w:p w:rsidR="00EE1A1A" w:rsidRDefault="00EE1A1A" w:rsidP="006713DA">
            <w:pPr>
              <w:pStyle w:val="libPoem"/>
              <w:rPr>
                <w:rtl/>
              </w:rPr>
            </w:pPr>
            <w:r>
              <w:rPr>
                <w:rtl/>
              </w:rPr>
              <w:t>جبال برضوى أصبحت تتصدع</w:t>
            </w:r>
            <w:r w:rsidRPr="006713DA">
              <w:rPr>
                <w:rStyle w:val="libPoemTiniChar0"/>
                <w:rtl/>
              </w:rPr>
              <w:br/>
              <w:t>  </w:t>
            </w:r>
          </w:p>
        </w:tc>
      </w:tr>
      <w:tr w:rsidR="00EE1A1A" w:rsidTr="00BB3BDA">
        <w:trPr>
          <w:trHeight w:val="350"/>
        </w:trPr>
        <w:tc>
          <w:tcPr>
            <w:tcW w:w="4127" w:type="dxa"/>
          </w:tcPr>
          <w:p w:rsidR="00EE1A1A" w:rsidRDefault="00EE1A1A" w:rsidP="006713DA">
            <w:pPr>
              <w:pStyle w:val="libPoem"/>
              <w:rPr>
                <w:rtl/>
              </w:rPr>
            </w:pPr>
            <w:r>
              <w:rPr>
                <w:rtl/>
              </w:rPr>
              <w:t>ملكت دموع العين ثم رددتها</w:t>
            </w:r>
            <w:r w:rsidRPr="006713DA">
              <w:rPr>
                <w:rStyle w:val="libPoemTiniChar0"/>
                <w:rtl/>
              </w:rPr>
              <w:br/>
              <w:t> </w:t>
            </w:r>
          </w:p>
        </w:tc>
        <w:tc>
          <w:tcPr>
            <w:tcW w:w="269" w:type="dxa"/>
          </w:tcPr>
          <w:p w:rsidR="00EE1A1A" w:rsidRDefault="00EE1A1A" w:rsidP="00BB3BDA">
            <w:pPr>
              <w:rPr>
                <w:rtl/>
              </w:rPr>
            </w:pPr>
          </w:p>
        </w:tc>
        <w:tc>
          <w:tcPr>
            <w:tcW w:w="4126" w:type="dxa"/>
          </w:tcPr>
          <w:p w:rsidR="00EE1A1A" w:rsidRDefault="00EE1A1A" w:rsidP="006713DA">
            <w:pPr>
              <w:pStyle w:val="libPoem"/>
              <w:rPr>
                <w:rtl/>
              </w:rPr>
            </w:pPr>
            <w:r>
              <w:rPr>
                <w:rtl/>
              </w:rPr>
              <w:t>إلى ناظري فالعين في القلب تدمع</w:t>
            </w:r>
            <w:r w:rsidRPr="006713DA">
              <w:rPr>
                <w:rStyle w:val="libPoemTiniChar0"/>
                <w:rtl/>
              </w:rPr>
              <w:br/>
              <w:t>  </w:t>
            </w:r>
          </w:p>
        </w:tc>
      </w:tr>
    </w:tbl>
    <w:p w:rsidR="00EE1A1A" w:rsidRDefault="00EE1A1A" w:rsidP="006713DA">
      <w:pPr>
        <w:pStyle w:val="libLine"/>
        <w:rPr>
          <w:rtl/>
        </w:rPr>
      </w:pPr>
      <w:r>
        <w:rPr>
          <w:rtl/>
        </w:rPr>
        <w:t xml:space="preserve"> __________________</w:t>
      </w:r>
    </w:p>
    <w:p w:rsidR="00EE1A1A" w:rsidRDefault="00EE1A1A" w:rsidP="006713DA">
      <w:pPr>
        <w:pStyle w:val="libFootnote0"/>
        <w:rPr>
          <w:rtl/>
        </w:rPr>
      </w:pPr>
      <w:r>
        <w:rPr>
          <w:rtl/>
        </w:rPr>
        <w:t>1 ـ البقرة 2 : 155 ـ 157.</w:t>
      </w:r>
    </w:p>
    <w:p w:rsidR="00EE1A1A" w:rsidRDefault="00EE1A1A" w:rsidP="006713DA">
      <w:pPr>
        <w:pStyle w:val="libFootnote0"/>
        <w:rPr>
          <w:rtl/>
        </w:rPr>
      </w:pPr>
      <w:r>
        <w:rPr>
          <w:rtl/>
        </w:rPr>
        <w:t>2 ـ أخرجه المجلسي في البحار 82 : 152.</w:t>
      </w:r>
    </w:p>
    <w:p w:rsidR="00EE1A1A" w:rsidRDefault="00EE1A1A" w:rsidP="006713DA">
      <w:pPr>
        <w:pStyle w:val="libFootnote0"/>
        <w:rPr>
          <w:rtl/>
        </w:rPr>
      </w:pPr>
      <w:r>
        <w:rPr>
          <w:rtl/>
        </w:rPr>
        <w:t>3 ـ الشاكي : المريض. « الصحاح ـ شكا ـ 6 : 2395 ».</w:t>
      </w:r>
    </w:p>
    <w:p w:rsidR="00EE1A1A" w:rsidRDefault="00EE1A1A" w:rsidP="006713DA">
      <w:pPr>
        <w:pStyle w:val="libFootnote0"/>
        <w:rPr>
          <w:rtl/>
        </w:rPr>
      </w:pPr>
      <w:r>
        <w:rPr>
          <w:rtl/>
        </w:rPr>
        <w:t xml:space="preserve">4 ـ في « ح » : مطية. </w:t>
      </w:r>
    </w:p>
    <w:p w:rsidR="00EE1A1A" w:rsidRDefault="00EE1A1A" w:rsidP="00BB3BDA">
      <w:pPr>
        <w:pStyle w:val="libNormal"/>
        <w:rPr>
          <w:rtl/>
        </w:rPr>
      </w:pPr>
      <w:r>
        <w:rPr>
          <w:rtl/>
        </w:rPr>
        <w:br w:type="page"/>
      </w:r>
      <w:r>
        <w:rPr>
          <w:rtl/>
        </w:rPr>
        <w:lastRenderedPageBreak/>
        <w:t>فقلت : مماذا يا جارية؟ فقالت : من مصيبة نالتني ، لم تصب أحداً قط ، قلت : وما هي؟ قالت : كان لي شبلان يلعبان أمامي ، وكان أبوهما ضحى بكبشين ، فقال أحدهما لأخيه : يا أخي اريك كيف ضحى أبونا بكبشه ، فقام وأخذ الآخر شفرة فنحره ، وهرب القاتل فدخل ابوهما ، فقلت : إن ابنك قتل أخاه وهرب ، فخرج في طلبه ، فوجده قد افترسه السبع ، فرجع الاب فمات في الطريق ظمأً وجوعاً.</w:t>
      </w:r>
    </w:p>
    <w:p w:rsidR="00EE1A1A" w:rsidRDefault="00EE1A1A" w:rsidP="00BB3BDA">
      <w:pPr>
        <w:pStyle w:val="libNormal"/>
        <w:rPr>
          <w:rtl/>
        </w:rPr>
      </w:pPr>
      <w:r>
        <w:rPr>
          <w:rtl/>
        </w:rPr>
        <w:t>وروى بعضهم هذه الرواية ، وزاد فيها : قال : رايت امرأة حسناء ، ليس بها شيء من الحزن ، وقالت : والله ما أعلم أحداً اُصيب بما اُصبت به ، وأوردت القصة ، فقلت لها : كيف أنت والجزع؟ فقالت : لو رايت فيه دركاً ما اخترت عليه شيئاً ، ولو دام لي لدمت له.</w:t>
      </w:r>
    </w:p>
    <w:p w:rsidR="00EE1A1A" w:rsidRDefault="00EE1A1A" w:rsidP="00BB3BDA">
      <w:pPr>
        <w:pStyle w:val="libNormal"/>
        <w:rPr>
          <w:rtl/>
        </w:rPr>
      </w:pPr>
      <w:r>
        <w:rPr>
          <w:rtl/>
        </w:rPr>
        <w:t xml:space="preserve">وحكى بعضهم ، قال : اُصيبت امرأة بابن لها فصبرت ، فقيل لها في ذلك ، فقالت : آثرت طاعة الله تعالى على طاعة الشيطان. </w:t>
      </w:r>
    </w:p>
    <w:p w:rsidR="00EE1A1A" w:rsidRDefault="00EE1A1A" w:rsidP="00EE1A1A">
      <w:pPr>
        <w:pStyle w:val="Heading1Center"/>
        <w:rPr>
          <w:rtl/>
        </w:rPr>
      </w:pPr>
      <w:r>
        <w:rPr>
          <w:rtl/>
        </w:rPr>
        <w:br w:type="page"/>
      </w:r>
      <w:bookmarkStart w:id="33" w:name="_Toc413069930"/>
      <w:r>
        <w:rPr>
          <w:rtl/>
        </w:rPr>
        <w:lastRenderedPageBreak/>
        <w:t>الباب الثالث : في الرضا</w:t>
      </w:r>
      <w:bookmarkEnd w:id="33"/>
    </w:p>
    <w:p w:rsidR="00EE1A1A" w:rsidRDefault="00EE1A1A" w:rsidP="00BB3BDA">
      <w:pPr>
        <w:pStyle w:val="libNormal"/>
        <w:rPr>
          <w:rtl/>
        </w:rPr>
      </w:pPr>
      <w:r>
        <w:rPr>
          <w:rtl/>
        </w:rPr>
        <w:t xml:space="preserve">قال الله تعالى : </w:t>
      </w:r>
      <w:r w:rsidRPr="00BB3BDA">
        <w:rPr>
          <w:rStyle w:val="libAlaemChar"/>
          <w:rtl/>
        </w:rPr>
        <w:t>(</w:t>
      </w:r>
      <w:r>
        <w:rPr>
          <w:rtl/>
        </w:rPr>
        <w:t xml:space="preserve"> </w:t>
      </w:r>
      <w:r w:rsidRPr="00BB3BDA">
        <w:rPr>
          <w:rStyle w:val="libAieChar"/>
          <w:rtl/>
        </w:rPr>
        <w:t>لكيلا تأسوا على ما فاتكم ولا تفرحوا بما آتيكم</w:t>
      </w:r>
      <w:r>
        <w:rPr>
          <w:rtl/>
        </w:rPr>
        <w:t xml:space="preserve"> </w:t>
      </w:r>
      <w:r w:rsidRPr="00BB3BDA">
        <w:rPr>
          <w:rStyle w:val="libAlaemChar"/>
          <w:rtl/>
        </w:rPr>
        <w:t>)</w:t>
      </w:r>
      <w:r>
        <w:rPr>
          <w:rtl/>
        </w:rPr>
        <w:t xml:space="preserve"> </w:t>
      </w:r>
      <w:r w:rsidRPr="006713DA">
        <w:rPr>
          <w:rStyle w:val="libFootnotenumChar"/>
          <w:rtl/>
        </w:rPr>
        <w:t>(1)</w:t>
      </w:r>
      <w:r>
        <w:rPr>
          <w:rtl/>
        </w:rPr>
        <w:t xml:space="preserve"> </w:t>
      </w:r>
      <w:r w:rsidRPr="00BB3BDA">
        <w:rPr>
          <w:rStyle w:val="libAlaemChar"/>
          <w:rtl/>
        </w:rPr>
        <w:t>(</w:t>
      </w:r>
      <w:r>
        <w:rPr>
          <w:rtl/>
        </w:rPr>
        <w:t xml:space="preserve"> </w:t>
      </w:r>
      <w:r w:rsidRPr="00BB3BDA">
        <w:rPr>
          <w:rStyle w:val="libAieChar"/>
          <w:rtl/>
        </w:rPr>
        <w:t>رضي الله عنهم ورضوا عنه</w:t>
      </w:r>
      <w:r>
        <w:rPr>
          <w:rtl/>
        </w:rPr>
        <w:t xml:space="preserve"> </w:t>
      </w:r>
      <w:r w:rsidRPr="00BB3BDA">
        <w:rPr>
          <w:rStyle w:val="libAlaemChar"/>
          <w:rtl/>
        </w:rPr>
        <w:t>)</w:t>
      </w:r>
      <w:r>
        <w:rPr>
          <w:rtl/>
        </w:rPr>
        <w:t xml:space="preserve"> </w:t>
      </w:r>
      <w:r w:rsidRPr="006713DA">
        <w:rPr>
          <w:rStyle w:val="libFootnotenumChar"/>
          <w:rtl/>
        </w:rPr>
        <w:t>(2)</w:t>
      </w:r>
      <w:r>
        <w:rPr>
          <w:rtl/>
        </w:rPr>
        <w:t>.</w:t>
      </w:r>
    </w:p>
    <w:p w:rsidR="00EE1A1A" w:rsidRDefault="00EE1A1A" w:rsidP="00BB3BDA">
      <w:pPr>
        <w:pStyle w:val="libNormal"/>
        <w:rPr>
          <w:rtl/>
        </w:rPr>
      </w:pPr>
      <w:r>
        <w:rPr>
          <w:rtl/>
        </w:rPr>
        <w:t>إعلم أن الرضا ثمرة المحبة لله ، من أحب شيئاً أحب فعله والمحبة ثمرة المعرفة ، فإن من أحب شخصاً إنسانياً لا شتماله على بعض صفات الكمال أو نعوت الجمال ، يزداد حبه له كلما زاد به معرفة وله تصوراً.</w:t>
      </w:r>
    </w:p>
    <w:p w:rsidR="00EE1A1A" w:rsidRDefault="00EE1A1A" w:rsidP="00BB3BDA">
      <w:pPr>
        <w:pStyle w:val="libNormal"/>
        <w:rPr>
          <w:rtl/>
        </w:rPr>
      </w:pPr>
      <w:r>
        <w:rPr>
          <w:rtl/>
        </w:rPr>
        <w:t>فمن نظر بعين بصيرته إلى جلال الله تعالى وكماله ـ الذي يطول شرح تفصيل بعضه ، ويخرج عن مقصود الرسالة ـ أحبه ، والذين آمنوا أشد حباً لله ، ومتى أحبه استحسن كل أثر صادر عنه ، وهو يقتضي الرضا.</w:t>
      </w:r>
    </w:p>
    <w:p w:rsidR="00EE1A1A" w:rsidRDefault="00EE1A1A" w:rsidP="00BB3BDA">
      <w:pPr>
        <w:pStyle w:val="libNormal"/>
        <w:rPr>
          <w:rtl/>
        </w:rPr>
      </w:pPr>
      <w:r>
        <w:rPr>
          <w:rtl/>
        </w:rPr>
        <w:t>فالرضا ثمرة من ثمرات المحبة ، بل كل كمال فهو ثمرتها ، فإنها لما كانت فرع المعرفة استلزم تصور رحمته رجاؤه ، وتصور هيبته الخشية له ، ومع عدم الوصول إلى المطلوب الشوق ، ومع الوصول الأنس ، ومع إفراط الأنس الإنبساط ، ومع مطالعة عنايته التوكل ، ومع استحسان ما يصدر عنه الرضا ، ومع تصور قصور نفسه في جنب كماله وكمال إحاطة محبوبه به وقدرته عليه التسليم إليه ، ويتشعب من التسليم مقامات عظيمة ، يعرفها من عرفها ، وينتهي الأمر به إلى غاية كل كمال.</w:t>
      </w:r>
    </w:p>
    <w:p w:rsidR="00EE1A1A" w:rsidRDefault="00EE1A1A" w:rsidP="00BB3BDA">
      <w:pPr>
        <w:pStyle w:val="libNormal"/>
        <w:rPr>
          <w:rtl/>
        </w:rPr>
      </w:pPr>
      <w:r>
        <w:rPr>
          <w:rtl/>
        </w:rPr>
        <w:t xml:space="preserve">واعلم ان الرضا فضيلة عظيمة للإنسان ، بل جماع أمر الفضائل يرجع إليها ، وقد نبه الله تعالى على فضله ، وجعله مقروناً برضا الله تعالى وعلامة له ، فقال : </w:t>
      </w:r>
      <w:r w:rsidRPr="00BB3BDA">
        <w:rPr>
          <w:rStyle w:val="libAlaemChar"/>
          <w:rtl/>
        </w:rPr>
        <w:t>(</w:t>
      </w:r>
      <w:r>
        <w:rPr>
          <w:rtl/>
        </w:rPr>
        <w:t xml:space="preserve"> </w:t>
      </w:r>
      <w:r w:rsidRPr="00BB3BDA">
        <w:rPr>
          <w:rStyle w:val="libAieChar"/>
          <w:rtl/>
        </w:rPr>
        <w:t>رضي الله عنهم ورضوا عنه</w:t>
      </w:r>
      <w:r>
        <w:rPr>
          <w:rtl/>
        </w:rPr>
        <w:t xml:space="preserve"> </w:t>
      </w:r>
      <w:r w:rsidRPr="00BB3BDA">
        <w:rPr>
          <w:rStyle w:val="libAlaemChar"/>
          <w:rtl/>
        </w:rPr>
        <w:t>)</w:t>
      </w:r>
      <w:r>
        <w:rPr>
          <w:rtl/>
        </w:rPr>
        <w:t xml:space="preserve"> </w:t>
      </w:r>
      <w:r w:rsidRPr="006713DA">
        <w:rPr>
          <w:rStyle w:val="libFootnotenumChar"/>
          <w:rtl/>
        </w:rPr>
        <w:t>(3)</w:t>
      </w:r>
      <w:r>
        <w:rPr>
          <w:rFonts w:hint="cs"/>
          <w:rtl/>
        </w:rPr>
        <w:t xml:space="preserve"> </w:t>
      </w:r>
      <w:r w:rsidRPr="00BB3BDA">
        <w:rPr>
          <w:rStyle w:val="libAlaemChar"/>
          <w:rtl/>
        </w:rPr>
        <w:t>(</w:t>
      </w:r>
      <w:r>
        <w:rPr>
          <w:rtl/>
        </w:rPr>
        <w:t xml:space="preserve"> </w:t>
      </w:r>
      <w:r w:rsidRPr="00BB3BDA">
        <w:rPr>
          <w:rStyle w:val="libAieChar"/>
          <w:rtl/>
        </w:rPr>
        <w:t>ورضوان من الله أكبر</w:t>
      </w:r>
      <w:r>
        <w:rPr>
          <w:rtl/>
        </w:rPr>
        <w:t xml:space="preserve"> </w:t>
      </w:r>
      <w:r w:rsidRPr="00BB3BDA">
        <w:rPr>
          <w:rStyle w:val="libAlaemChar"/>
          <w:rtl/>
        </w:rPr>
        <w:t>)</w:t>
      </w:r>
      <w:r>
        <w:rPr>
          <w:rtl/>
        </w:rPr>
        <w:t xml:space="preserve"> </w:t>
      </w:r>
      <w:r w:rsidRPr="006713DA">
        <w:rPr>
          <w:rStyle w:val="libFootnotenumChar"/>
          <w:rtl/>
        </w:rPr>
        <w:t>(4)</w:t>
      </w:r>
      <w:r>
        <w:rPr>
          <w:rtl/>
        </w:rPr>
        <w:t xml:space="preserve"> وهو نهاية الاحسان ، وغاية الإمتنان.</w:t>
      </w:r>
    </w:p>
    <w:p w:rsidR="00EE1A1A" w:rsidRDefault="00EE1A1A" w:rsidP="00BB3BDA">
      <w:pPr>
        <w:pStyle w:val="libNormal"/>
        <w:rPr>
          <w:rtl/>
        </w:rPr>
      </w:pPr>
      <w:r>
        <w:rPr>
          <w:rtl/>
        </w:rPr>
        <w:t xml:space="preserve">وجعله النبي </w:t>
      </w:r>
      <w:r w:rsidR="00A80F4B" w:rsidRPr="00A80F4B">
        <w:rPr>
          <w:rStyle w:val="libAlaemChar"/>
          <w:rFonts w:hint="cs"/>
          <w:rtl/>
        </w:rPr>
        <w:t>صلى‌الله‌عليه‌وآله‌وسلم</w:t>
      </w:r>
      <w:r>
        <w:rPr>
          <w:rtl/>
        </w:rPr>
        <w:t xml:space="preserve"> دليلاً على الايمان ، حين سأل طائفة من أصحابه ، « ما أنتم؟ » قالوا : مؤمنون ، فقال : « ما علامة إيمانكم؟ » قالوا نصبر على البلاء ، ونشكر عند الرخاء ، ونرضى بمواقع القضاء ، فقال : « مؤمنون ورب الكعبة » </w:t>
      </w:r>
      <w:r w:rsidRPr="006713DA">
        <w:rPr>
          <w:rStyle w:val="libFootnotenumChar"/>
          <w:rtl/>
        </w:rPr>
        <w:t>(5)</w:t>
      </w:r>
      <w:r>
        <w:rPr>
          <w:rtl/>
        </w:rPr>
        <w:t xml:space="preserve">. </w:t>
      </w:r>
    </w:p>
    <w:p w:rsidR="00EE1A1A" w:rsidRDefault="00EE1A1A" w:rsidP="006713DA">
      <w:pPr>
        <w:pStyle w:val="libLine"/>
        <w:rPr>
          <w:rtl/>
        </w:rPr>
      </w:pPr>
      <w:r>
        <w:rPr>
          <w:rtl/>
        </w:rPr>
        <w:t>__________________</w:t>
      </w:r>
    </w:p>
    <w:p w:rsidR="00EE1A1A" w:rsidRDefault="00EE1A1A" w:rsidP="006713DA">
      <w:pPr>
        <w:pStyle w:val="libFootnote0"/>
        <w:rPr>
          <w:rtl/>
        </w:rPr>
      </w:pPr>
      <w:r>
        <w:rPr>
          <w:rtl/>
        </w:rPr>
        <w:t>1 ـ الحديد 57 : 23.</w:t>
      </w:r>
    </w:p>
    <w:p w:rsidR="00EE1A1A" w:rsidRDefault="00EE1A1A" w:rsidP="006713DA">
      <w:pPr>
        <w:pStyle w:val="libFootnote0"/>
        <w:rPr>
          <w:rtl/>
        </w:rPr>
      </w:pPr>
      <w:r>
        <w:rPr>
          <w:rtl/>
        </w:rPr>
        <w:t>2 ـ المائدة 5 : 119 ، التوبة 9 : 100 المجادلة 58 : 22 ، البينة 98 : 8.</w:t>
      </w:r>
    </w:p>
    <w:p w:rsidR="00EE1A1A" w:rsidRDefault="00EE1A1A" w:rsidP="006713DA">
      <w:pPr>
        <w:pStyle w:val="libFootnote0"/>
        <w:rPr>
          <w:rtl/>
        </w:rPr>
      </w:pPr>
      <w:r>
        <w:rPr>
          <w:rtl/>
        </w:rPr>
        <w:t>3 ـ المائدة 5 : 119 ، والتوبة 9 : 100 ، والمجادلة 58 : 22 ، والبينة 98 : 8.</w:t>
      </w:r>
    </w:p>
    <w:p w:rsidR="00EE1A1A" w:rsidRDefault="00EE1A1A" w:rsidP="006713DA">
      <w:pPr>
        <w:pStyle w:val="libFootnote0"/>
        <w:rPr>
          <w:rtl/>
        </w:rPr>
      </w:pPr>
      <w:r>
        <w:rPr>
          <w:rtl/>
        </w:rPr>
        <w:t>4 ـ التوبة 9 : 72.</w:t>
      </w:r>
    </w:p>
    <w:p w:rsidR="00EE1A1A" w:rsidRDefault="00EE1A1A" w:rsidP="006713DA">
      <w:pPr>
        <w:pStyle w:val="libFootnote0"/>
        <w:rPr>
          <w:rtl/>
        </w:rPr>
      </w:pPr>
      <w:r>
        <w:rPr>
          <w:rtl/>
        </w:rPr>
        <w:t xml:space="preserve">5 ـ ورد باختلاف في ألفاظه في التمحيص : 61 : 137 ، ودعائم الاسلام 1 : 223 وأخرجه الفيض </w:t>
      </w:r>
    </w:p>
    <w:p w:rsidR="00EE1A1A" w:rsidRDefault="00EE1A1A" w:rsidP="00BB3BDA">
      <w:pPr>
        <w:pStyle w:val="libNormal"/>
        <w:rPr>
          <w:rtl/>
        </w:rPr>
      </w:pPr>
      <w:r>
        <w:rPr>
          <w:rtl/>
        </w:rPr>
        <w:br w:type="page"/>
      </w:r>
      <w:r>
        <w:rPr>
          <w:rtl/>
        </w:rPr>
        <w:lastRenderedPageBreak/>
        <w:t xml:space="preserve">وقال </w:t>
      </w:r>
      <w:r w:rsidR="00A80F4B" w:rsidRPr="00A80F4B">
        <w:rPr>
          <w:rStyle w:val="libAlaemChar"/>
          <w:rFonts w:hint="cs"/>
          <w:rtl/>
        </w:rPr>
        <w:t>صلى‌الله‌عليه‌وآله‌وسلم</w:t>
      </w:r>
      <w:r>
        <w:rPr>
          <w:rtl/>
        </w:rPr>
        <w:t xml:space="preserve"> : « إذا أحب الله عبداً ابتلاه ، فإن صبر اجتباه ، فإن رضي اصطفاه » </w:t>
      </w:r>
      <w:r w:rsidRPr="006713DA">
        <w:rPr>
          <w:rStyle w:val="libFootnotenumChar"/>
          <w:rtl/>
        </w:rPr>
        <w:t>(1)</w:t>
      </w:r>
      <w:r>
        <w:rPr>
          <w:rtl/>
        </w:rPr>
        <w:t>.</w:t>
      </w:r>
    </w:p>
    <w:p w:rsidR="00EE1A1A" w:rsidRDefault="00EE1A1A" w:rsidP="00BB3BDA">
      <w:pPr>
        <w:pStyle w:val="libNormal"/>
        <w:rPr>
          <w:rtl/>
        </w:rPr>
      </w:pPr>
      <w:r>
        <w:rPr>
          <w:rtl/>
        </w:rPr>
        <w:t xml:space="preserve">وقال </w:t>
      </w:r>
      <w:r w:rsidR="00A80F4B" w:rsidRPr="00A80F4B">
        <w:rPr>
          <w:rStyle w:val="libAlaemChar"/>
          <w:rFonts w:hint="cs"/>
          <w:rtl/>
        </w:rPr>
        <w:t>صلى‌الله‌عليه‌وآله‌وسلم</w:t>
      </w:r>
      <w:r>
        <w:rPr>
          <w:rtl/>
        </w:rPr>
        <w:t xml:space="preserve"> : « إذا كان يوم القيامة أنبت الله تعالى لطائفة من أمتي أجنحة ، فيطيرون من قبورهم إلى الجنان ، يسرحون فيها ، ويتنعمون كيف يشاؤون ، فتقول لهم الملائكة : هل رأيتم الحساب؟ فيقولون : ما راينا حساباً ، فيقولون : هل جزتم الصراط؟ فيقولون : ما رأينا صراطاً ، فيقولون : هل رايتم جهنم؟ فيقولون : ما راينا شيئاً ، فتقول الملائكة : من اُمة من أنتم؟ فيقولون من اُمة محمد </w:t>
      </w:r>
      <w:r w:rsidR="00A80F4B" w:rsidRPr="00A80F4B">
        <w:rPr>
          <w:rStyle w:val="libAlaemChar"/>
          <w:rFonts w:hint="cs"/>
          <w:rtl/>
        </w:rPr>
        <w:t>صلى‌الله‌عليه‌وآله‌وسلم</w:t>
      </w:r>
      <w:r>
        <w:rPr>
          <w:rtl/>
        </w:rPr>
        <w:t xml:space="preserve"> ، فيقولون : نشدناكم الله ، حدثونا ما كانت أعمالكم في الدنيا؟ فيقولون : خصلتان كانتا فينا ، فبلغنا الله تعالى هذه المنزلة بفضل رحمته ، فيقولون : وما هما؟ فيقولون : كنا إذا خلونا نستحي أن نعصيه ، ونرضى باليسير مما قسم لنا ، فتقول الملائكة : حق لكم هذا » </w:t>
      </w:r>
      <w:r w:rsidRPr="006713DA">
        <w:rPr>
          <w:rStyle w:val="libFootnotenumChar"/>
          <w:rtl/>
        </w:rPr>
        <w:t>(2)</w:t>
      </w:r>
      <w:r>
        <w:rPr>
          <w:rtl/>
        </w:rPr>
        <w:t>.</w:t>
      </w:r>
    </w:p>
    <w:p w:rsidR="00EE1A1A" w:rsidRDefault="00EE1A1A" w:rsidP="00BB3BDA">
      <w:pPr>
        <w:pStyle w:val="libNormal"/>
        <w:rPr>
          <w:rtl/>
        </w:rPr>
      </w:pPr>
      <w:r>
        <w:rPr>
          <w:rtl/>
        </w:rPr>
        <w:t xml:space="preserve">وقال </w:t>
      </w:r>
      <w:r w:rsidR="00A80F4B" w:rsidRPr="00A80F4B">
        <w:rPr>
          <w:rStyle w:val="libAlaemChar"/>
          <w:rFonts w:hint="cs"/>
          <w:rtl/>
        </w:rPr>
        <w:t>صلى‌الله‌عليه‌وآله‌وسلم</w:t>
      </w:r>
      <w:r>
        <w:rPr>
          <w:rtl/>
        </w:rPr>
        <w:t xml:space="preserve"> : « أعطوا الله الرضا من قلوبكم ، تظفروا بثواب الله تعالى يوم فقركم والإفلاس » </w:t>
      </w:r>
      <w:r w:rsidRPr="006713DA">
        <w:rPr>
          <w:rStyle w:val="libFootnotenumChar"/>
          <w:rtl/>
        </w:rPr>
        <w:t>(3)</w:t>
      </w:r>
      <w:r>
        <w:rPr>
          <w:rtl/>
        </w:rPr>
        <w:t>.</w:t>
      </w:r>
    </w:p>
    <w:p w:rsidR="00EE1A1A" w:rsidRDefault="00EE1A1A" w:rsidP="00BB3BDA">
      <w:pPr>
        <w:pStyle w:val="libNormal"/>
        <w:rPr>
          <w:rtl/>
        </w:rPr>
      </w:pPr>
      <w:r>
        <w:rPr>
          <w:rtl/>
        </w:rPr>
        <w:t xml:space="preserve">وفي أخبار موسى </w:t>
      </w:r>
      <w:r w:rsidR="00A80F4B" w:rsidRPr="00A80F4B">
        <w:rPr>
          <w:rStyle w:val="libAlaemChar"/>
          <w:rFonts w:hint="cs"/>
          <w:rtl/>
        </w:rPr>
        <w:t>عليه‌السلام</w:t>
      </w:r>
      <w:r>
        <w:rPr>
          <w:rtl/>
        </w:rPr>
        <w:t xml:space="preserve"> ، أنهم قالوا : سل لنا ربك أمراً إذا نحن فعلناه ( يرضى به عنا ) </w:t>
      </w:r>
      <w:r w:rsidRPr="006713DA">
        <w:rPr>
          <w:rStyle w:val="libFootnotenumChar"/>
          <w:rtl/>
        </w:rPr>
        <w:t>(4)</w:t>
      </w:r>
      <w:r>
        <w:rPr>
          <w:rtl/>
        </w:rPr>
        <w:t xml:space="preserve"> فأوحى الله تعالى إليه : « قل لهم : يرضون عني ، حتى أرضى عنهم » </w:t>
      </w:r>
      <w:r w:rsidRPr="006713DA">
        <w:rPr>
          <w:rStyle w:val="libFootnotenumChar"/>
          <w:rtl/>
        </w:rPr>
        <w:t>(5)</w:t>
      </w:r>
      <w:r>
        <w:rPr>
          <w:rtl/>
        </w:rPr>
        <w:t>.</w:t>
      </w:r>
    </w:p>
    <w:p w:rsidR="00EE1A1A" w:rsidRDefault="00EE1A1A" w:rsidP="00BB3BDA">
      <w:pPr>
        <w:pStyle w:val="libNormal"/>
        <w:rPr>
          <w:rtl/>
        </w:rPr>
      </w:pPr>
      <w:r>
        <w:rPr>
          <w:rtl/>
        </w:rPr>
        <w:t xml:space="preserve">ونظيره ما روي عن نبينا </w:t>
      </w:r>
      <w:r w:rsidR="00A80F4B" w:rsidRPr="00A80F4B">
        <w:rPr>
          <w:rStyle w:val="libAlaemChar"/>
          <w:rFonts w:hint="cs"/>
          <w:rtl/>
        </w:rPr>
        <w:t>صلى‌الله‌عليه‌وآله‌وسلم</w:t>
      </w:r>
      <w:r>
        <w:rPr>
          <w:rtl/>
        </w:rPr>
        <w:t xml:space="preserve"> : أنه قال : « من أحب أن يعلم ما له عند الله عزوجل ، فلينظر ما لله عزوجل عنده ، فإن الله تعالى ينزل العبد منه حيث أنزله العبد من نفسه » </w:t>
      </w:r>
      <w:r w:rsidRPr="006713DA">
        <w:rPr>
          <w:rStyle w:val="libFootnotenumChar"/>
          <w:rtl/>
        </w:rPr>
        <w:t>(6)</w:t>
      </w:r>
      <w:r>
        <w:rPr>
          <w:rtl/>
        </w:rPr>
        <w:t>.</w:t>
      </w:r>
    </w:p>
    <w:p w:rsidR="00EE1A1A" w:rsidRDefault="00EE1A1A" w:rsidP="00BB3BDA">
      <w:pPr>
        <w:pStyle w:val="libNormal"/>
        <w:rPr>
          <w:rtl/>
        </w:rPr>
      </w:pPr>
      <w:bookmarkStart w:id="34" w:name="_Toc413069931"/>
      <w:r w:rsidRPr="00F26B03">
        <w:rPr>
          <w:rStyle w:val="Heading2Char"/>
          <w:rtl/>
        </w:rPr>
        <w:t>و</w:t>
      </w:r>
      <w:bookmarkEnd w:id="34"/>
      <w:r>
        <w:rPr>
          <w:rtl/>
        </w:rPr>
        <w:t xml:space="preserve">في أخبار داود </w:t>
      </w:r>
      <w:r w:rsidR="00A80F4B" w:rsidRPr="00A80F4B">
        <w:rPr>
          <w:rStyle w:val="libAlaemChar"/>
          <w:rFonts w:hint="cs"/>
          <w:rtl/>
        </w:rPr>
        <w:t>عليه‌السلام</w:t>
      </w:r>
      <w:r>
        <w:rPr>
          <w:rtl/>
        </w:rPr>
        <w:t xml:space="preserve"> : « ما لأوليائي والهم بالدينا ، إن الهم يذهب حلاوة مناجاتي من قلوبهم ، يا داود ، إن محبتي من أوليائي أن يكونوا روحانيين لا يغتمون » </w:t>
      </w:r>
      <w:r w:rsidRPr="006713DA">
        <w:rPr>
          <w:rStyle w:val="libFootnotenumChar"/>
          <w:rtl/>
        </w:rPr>
        <w:t>(7)</w:t>
      </w:r>
      <w:r>
        <w:rPr>
          <w:rtl/>
        </w:rPr>
        <w:t xml:space="preserve">. </w:t>
      </w:r>
    </w:p>
    <w:p w:rsidR="00EE1A1A" w:rsidRDefault="00EE1A1A" w:rsidP="006713DA">
      <w:pPr>
        <w:pStyle w:val="libFootnote0"/>
        <w:rPr>
          <w:rtl/>
        </w:rPr>
      </w:pPr>
      <w:r>
        <w:rPr>
          <w:rtl/>
        </w:rPr>
        <w:t>____________</w:t>
      </w:r>
    </w:p>
    <w:p w:rsidR="00EE1A1A" w:rsidRDefault="00EE1A1A" w:rsidP="006713DA">
      <w:pPr>
        <w:pStyle w:val="libFootnote0"/>
        <w:rPr>
          <w:rtl/>
        </w:rPr>
      </w:pPr>
      <w:r>
        <w:rPr>
          <w:rtl/>
        </w:rPr>
        <w:t>الكاشاني في المحجة البيضاء 7 : 107.</w:t>
      </w:r>
    </w:p>
    <w:p w:rsidR="00EE1A1A" w:rsidRDefault="00EE1A1A" w:rsidP="006713DA">
      <w:pPr>
        <w:pStyle w:val="libFootnote0"/>
        <w:rPr>
          <w:rtl/>
        </w:rPr>
      </w:pPr>
      <w:r>
        <w:rPr>
          <w:rtl/>
        </w:rPr>
        <w:t>1 ـ المحجة البيضاء 8 : 67 و 88 ، والبحار ، 82 : 142 / 26.</w:t>
      </w:r>
    </w:p>
    <w:p w:rsidR="00EE1A1A" w:rsidRDefault="00EE1A1A" w:rsidP="006713DA">
      <w:pPr>
        <w:pStyle w:val="libFootnote0"/>
        <w:rPr>
          <w:rtl/>
        </w:rPr>
      </w:pPr>
      <w:r>
        <w:rPr>
          <w:rtl/>
        </w:rPr>
        <w:t>2 ـ المحجة البيضاء 8 : 88.</w:t>
      </w:r>
    </w:p>
    <w:p w:rsidR="00EE1A1A" w:rsidRDefault="00EE1A1A" w:rsidP="006713DA">
      <w:pPr>
        <w:pStyle w:val="libFootnote0"/>
        <w:rPr>
          <w:rtl/>
        </w:rPr>
      </w:pPr>
      <w:r>
        <w:rPr>
          <w:rtl/>
        </w:rPr>
        <w:t>3 ـ روى الكليني نحوه في الكافي 2 : 203 / 14 ، وأخرجه المجلسي في البحار 82 : 143.</w:t>
      </w:r>
    </w:p>
    <w:p w:rsidR="00EE1A1A" w:rsidRDefault="00EE1A1A" w:rsidP="006713DA">
      <w:pPr>
        <w:pStyle w:val="libFootnote0"/>
        <w:rPr>
          <w:rtl/>
        </w:rPr>
      </w:pPr>
      <w:r>
        <w:rPr>
          <w:rtl/>
        </w:rPr>
        <w:t>4 ـ في « ش » : يرضى الله عنا.</w:t>
      </w:r>
    </w:p>
    <w:p w:rsidR="00EE1A1A" w:rsidRDefault="00EE1A1A" w:rsidP="006713DA">
      <w:pPr>
        <w:pStyle w:val="libFootnote0"/>
        <w:rPr>
          <w:rtl/>
        </w:rPr>
      </w:pPr>
      <w:r>
        <w:rPr>
          <w:rtl/>
        </w:rPr>
        <w:t>5 ـ المحجة البيضاء 8 : 88 ، والبحار 82 : 143.</w:t>
      </w:r>
    </w:p>
    <w:p w:rsidR="00EE1A1A" w:rsidRDefault="00EE1A1A" w:rsidP="006713DA">
      <w:pPr>
        <w:pStyle w:val="libFootnote0"/>
        <w:rPr>
          <w:rtl/>
        </w:rPr>
      </w:pPr>
      <w:r>
        <w:rPr>
          <w:rtl/>
        </w:rPr>
        <w:t>6 ـ المحاسن : 252 / 273 ، مشكاة الانوار : 11 ، عدة الداعي : 167 ، المستدرك على الصحيحين 1 : 495 باختلاف يسير.</w:t>
      </w:r>
    </w:p>
    <w:p w:rsidR="00EE1A1A" w:rsidRDefault="00EE1A1A" w:rsidP="006713DA">
      <w:pPr>
        <w:pStyle w:val="libFootnote0"/>
        <w:rPr>
          <w:rtl/>
        </w:rPr>
      </w:pPr>
      <w:r>
        <w:rPr>
          <w:rtl/>
        </w:rPr>
        <w:t>7 ـ أخرجه المجلسي في البحار 82 : 143.</w:t>
      </w:r>
    </w:p>
    <w:p w:rsidR="00EE1A1A" w:rsidRDefault="00EE1A1A" w:rsidP="00BB3BDA">
      <w:pPr>
        <w:pStyle w:val="libNormal"/>
        <w:rPr>
          <w:rtl/>
        </w:rPr>
      </w:pPr>
      <w:r>
        <w:rPr>
          <w:rtl/>
        </w:rPr>
        <w:br w:type="page"/>
      </w:r>
      <w:bookmarkStart w:id="35" w:name="_Toc413069932"/>
      <w:r w:rsidRPr="00413374">
        <w:rPr>
          <w:rStyle w:val="Heading2Char"/>
          <w:rtl/>
        </w:rPr>
        <w:lastRenderedPageBreak/>
        <w:t>و</w:t>
      </w:r>
      <w:bookmarkEnd w:id="35"/>
      <w:r>
        <w:rPr>
          <w:rtl/>
        </w:rPr>
        <w:t xml:space="preserve">روي : أن موسى </w:t>
      </w:r>
      <w:r w:rsidR="00A80F4B" w:rsidRPr="00A80F4B">
        <w:rPr>
          <w:rStyle w:val="libAlaemChar"/>
          <w:rFonts w:hint="cs"/>
          <w:rtl/>
        </w:rPr>
        <w:t>عليه‌السلام</w:t>
      </w:r>
      <w:r>
        <w:rPr>
          <w:rtl/>
        </w:rPr>
        <w:t xml:space="preserve"> قال : « يا ربّ ، دلّني على أمرفيه رضاك عني أعمله ، فأوحى الله تعالى ، اليه : أن رضاي في كرهك ، وأنت ما تصبر على ما تكره ، قال : يا ربّ ، دلّني عليه ، قال : فإنّ رضاي في رضاك بقضائي » </w:t>
      </w:r>
      <w:r w:rsidRPr="006713DA">
        <w:rPr>
          <w:rStyle w:val="libFootnotenumChar"/>
          <w:rtl/>
        </w:rPr>
        <w:t>(1)</w:t>
      </w:r>
      <w:r>
        <w:rPr>
          <w:rtl/>
        </w:rPr>
        <w:t>.</w:t>
      </w:r>
    </w:p>
    <w:p w:rsidR="00EE1A1A" w:rsidRDefault="00EE1A1A" w:rsidP="00BB3BDA">
      <w:pPr>
        <w:pStyle w:val="libNormal"/>
        <w:rPr>
          <w:rtl/>
        </w:rPr>
      </w:pPr>
      <w:r>
        <w:rPr>
          <w:rtl/>
        </w:rPr>
        <w:t xml:space="preserve">وفي مناجاة موسى </w:t>
      </w:r>
      <w:r w:rsidR="00A80F4B" w:rsidRPr="00A80F4B">
        <w:rPr>
          <w:rStyle w:val="libAlaemChar"/>
          <w:rFonts w:hint="cs"/>
          <w:rtl/>
        </w:rPr>
        <w:t>عليه‌السلام</w:t>
      </w:r>
      <w:r>
        <w:rPr>
          <w:rtl/>
        </w:rPr>
        <w:t xml:space="preserve"> : « أي ربّ ، أيّ خلقك أحبّ إليك؟ قال من إذا أخذت حبيبه سالمني ، قال : فأيّ خلق أنت عليه ساخط؟ قال : من يستخيرني في الأمر ، فإذا قضيت له سخط قضائي ».</w:t>
      </w:r>
    </w:p>
    <w:p w:rsidR="00EE1A1A" w:rsidRDefault="00EE1A1A" w:rsidP="00BB3BDA">
      <w:pPr>
        <w:pStyle w:val="libNormal"/>
        <w:rPr>
          <w:rtl/>
        </w:rPr>
      </w:pPr>
      <w:r>
        <w:rPr>
          <w:rtl/>
        </w:rPr>
        <w:t>وروي ما هو أشد منه ، وذاك أن الله تعالى قال :</w:t>
      </w:r>
    </w:p>
    <w:p w:rsidR="00EE1A1A" w:rsidRDefault="00EE1A1A" w:rsidP="00BB3BDA">
      <w:pPr>
        <w:pStyle w:val="libNormal"/>
        <w:rPr>
          <w:rtl/>
        </w:rPr>
      </w:pPr>
      <w:r>
        <w:rPr>
          <w:rtl/>
        </w:rPr>
        <w:t xml:space="preserve">« أنا الله ، لا إله إلاّ أنا ، من لم يصبر على بلائي ، ولم يرض بقضائي ، فليتخذ رباً سوائي » </w:t>
      </w:r>
      <w:r w:rsidRPr="006713DA">
        <w:rPr>
          <w:rStyle w:val="libFootnotenumChar"/>
          <w:rtl/>
        </w:rPr>
        <w:t>(2)</w:t>
      </w:r>
      <w:r>
        <w:rPr>
          <w:rtl/>
        </w:rPr>
        <w:t>.</w:t>
      </w:r>
    </w:p>
    <w:p w:rsidR="00EE1A1A" w:rsidRDefault="00EE1A1A" w:rsidP="00BB3BDA">
      <w:pPr>
        <w:pStyle w:val="libNormal"/>
        <w:rPr>
          <w:rtl/>
        </w:rPr>
      </w:pPr>
      <w:r>
        <w:rPr>
          <w:rtl/>
        </w:rPr>
        <w:t xml:space="preserve">ويروى : أن الله تعالى أوحى إلى داود </w:t>
      </w:r>
      <w:r w:rsidR="00A80F4B" w:rsidRPr="00A80F4B">
        <w:rPr>
          <w:rStyle w:val="libAlaemChar"/>
          <w:rFonts w:hint="cs"/>
          <w:rtl/>
        </w:rPr>
        <w:t>عليه‌السلام</w:t>
      </w:r>
      <w:r>
        <w:rPr>
          <w:rtl/>
        </w:rPr>
        <w:t xml:space="preserve"> : « يا داود ، تريد وأريد ، وإنما يكون ما أريد ، فإن سلمت لما أريد كفيتك ما تريد ، وإن لم تسلم لما أريد أتعبتك فيما تريد ، ولا يكون إلا ما أريد » </w:t>
      </w:r>
      <w:r w:rsidRPr="006713DA">
        <w:rPr>
          <w:rStyle w:val="libFootnotenumChar"/>
          <w:rtl/>
        </w:rPr>
        <w:t>(3)</w:t>
      </w:r>
      <w:r>
        <w:rPr>
          <w:rtl/>
        </w:rPr>
        <w:t>.</w:t>
      </w:r>
    </w:p>
    <w:p w:rsidR="00EE1A1A" w:rsidRDefault="00EE1A1A" w:rsidP="00BB3BDA">
      <w:pPr>
        <w:pStyle w:val="libNormal"/>
        <w:rPr>
          <w:rtl/>
        </w:rPr>
      </w:pPr>
      <w:r>
        <w:rPr>
          <w:rtl/>
        </w:rPr>
        <w:t xml:space="preserve">وعن ابن عباس : « أول ما يدعى إلى الجنة يوم القيامة ، الذين يحمدون الله تعالى على كل حال » </w:t>
      </w:r>
      <w:r w:rsidRPr="006713DA">
        <w:rPr>
          <w:rStyle w:val="libFootnotenumChar"/>
          <w:rtl/>
        </w:rPr>
        <w:t>(4)</w:t>
      </w:r>
      <w:r>
        <w:rPr>
          <w:rtl/>
        </w:rPr>
        <w:t>.</w:t>
      </w:r>
    </w:p>
    <w:p w:rsidR="00EE1A1A" w:rsidRDefault="00EE1A1A" w:rsidP="00BB3BDA">
      <w:pPr>
        <w:pStyle w:val="libNormal"/>
        <w:rPr>
          <w:rtl/>
        </w:rPr>
      </w:pPr>
      <w:r>
        <w:rPr>
          <w:rtl/>
        </w:rPr>
        <w:t>وعن ابن مسعود : لئن الحسن جمرة أحرقت ما أحرقت ، وأبقت ما أبقت ، أحب إلي من أن أقول لشيء كان : ليته لم يكن ، أو لشيء لم يكن : ليته كان.</w:t>
      </w:r>
    </w:p>
    <w:p w:rsidR="00EE1A1A" w:rsidRDefault="00EE1A1A" w:rsidP="00BB3BDA">
      <w:pPr>
        <w:pStyle w:val="libNormal"/>
        <w:rPr>
          <w:rtl/>
        </w:rPr>
      </w:pPr>
      <w:r>
        <w:rPr>
          <w:rtl/>
        </w:rPr>
        <w:t>وعن أبي الدرداء : « ذروة الايمان الصبر للحكم ، والرضا بالقدر ».</w:t>
      </w:r>
    </w:p>
    <w:p w:rsidR="00EE1A1A" w:rsidRDefault="00EE1A1A" w:rsidP="00BB3BDA">
      <w:pPr>
        <w:pStyle w:val="libNormal"/>
        <w:rPr>
          <w:rtl/>
        </w:rPr>
      </w:pPr>
      <w:r>
        <w:rPr>
          <w:rtl/>
        </w:rPr>
        <w:t xml:space="preserve">وقال </w:t>
      </w:r>
      <w:r w:rsidR="00A80F4B" w:rsidRPr="00A80F4B">
        <w:rPr>
          <w:rStyle w:val="libAlaemChar"/>
          <w:rFonts w:hint="cs"/>
          <w:rtl/>
        </w:rPr>
        <w:t>صلى‌الله‌عليه‌وآله‌وسلم</w:t>
      </w:r>
      <w:r>
        <w:rPr>
          <w:rtl/>
        </w:rPr>
        <w:t xml:space="preserve"> : « إن الله تعالى بحكمته وجلاله جعل الروح والفرج في الرضا واليقين ، وجعل الغم والحزن في الشك والسخط » </w:t>
      </w:r>
      <w:r w:rsidRPr="006713DA">
        <w:rPr>
          <w:rStyle w:val="libFootnotenumChar"/>
          <w:rtl/>
        </w:rPr>
        <w:t>(5)</w:t>
      </w:r>
      <w:r>
        <w:rPr>
          <w:rtl/>
        </w:rPr>
        <w:t>.</w:t>
      </w:r>
    </w:p>
    <w:p w:rsidR="00EE1A1A" w:rsidRDefault="00EE1A1A" w:rsidP="00BB3BDA">
      <w:pPr>
        <w:pStyle w:val="libNormal"/>
        <w:rPr>
          <w:rtl/>
        </w:rPr>
      </w:pPr>
      <w:r>
        <w:rPr>
          <w:rtl/>
        </w:rPr>
        <w:t xml:space="preserve">وقال علي بن الحسين </w:t>
      </w:r>
      <w:r w:rsidR="00A80F4B" w:rsidRPr="00A80F4B">
        <w:rPr>
          <w:rStyle w:val="libAlaemChar"/>
          <w:rFonts w:hint="cs"/>
          <w:rtl/>
        </w:rPr>
        <w:t>عليهما‌السلام</w:t>
      </w:r>
      <w:r>
        <w:rPr>
          <w:rtl/>
        </w:rPr>
        <w:t xml:space="preserve"> : « الزهد عشرة أجزاء : أعلى درجة الزهد أدنى درجة الورع ، وأعلى درجة الورع أدنى درجة اليقين ، وأعلى درجة اليقين أدنى درجة </w:t>
      </w:r>
    </w:p>
    <w:p w:rsidR="00EE1A1A" w:rsidRDefault="00EE1A1A" w:rsidP="006713DA">
      <w:pPr>
        <w:pStyle w:val="libFootnote0"/>
        <w:rPr>
          <w:rtl/>
        </w:rPr>
      </w:pPr>
      <w:r>
        <w:rPr>
          <w:rtl/>
        </w:rPr>
        <w:t>____________</w:t>
      </w:r>
    </w:p>
    <w:p w:rsidR="00EE1A1A" w:rsidRDefault="00EE1A1A" w:rsidP="006713DA">
      <w:pPr>
        <w:pStyle w:val="libFootnote0"/>
        <w:rPr>
          <w:rtl/>
        </w:rPr>
      </w:pPr>
      <w:r>
        <w:rPr>
          <w:rtl/>
        </w:rPr>
        <w:t>1 ـ دعوات الراوندي : 71 ، والبحار 82 : 143.</w:t>
      </w:r>
    </w:p>
    <w:p w:rsidR="00EE1A1A" w:rsidRDefault="00EE1A1A" w:rsidP="006713DA">
      <w:pPr>
        <w:pStyle w:val="libFootnote0"/>
        <w:rPr>
          <w:rtl/>
        </w:rPr>
      </w:pPr>
      <w:r>
        <w:rPr>
          <w:rtl/>
        </w:rPr>
        <w:t>2 ـ دعوات الراوندي : 74 ، الجامع الصغير 2 : 235 / 6010 باختلاف في الفاظه.</w:t>
      </w:r>
    </w:p>
    <w:p w:rsidR="00EE1A1A" w:rsidRDefault="00EE1A1A" w:rsidP="006713DA">
      <w:pPr>
        <w:pStyle w:val="libFootnote0"/>
        <w:rPr>
          <w:rtl/>
        </w:rPr>
      </w:pPr>
      <w:r>
        <w:rPr>
          <w:rtl/>
        </w:rPr>
        <w:t>3 ـ التوحيد : 337 / 4.</w:t>
      </w:r>
    </w:p>
    <w:p w:rsidR="00EE1A1A" w:rsidRDefault="00EE1A1A" w:rsidP="006713DA">
      <w:pPr>
        <w:pStyle w:val="libFootnote0"/>
        <w:rPr>
          <w:rtl/>
        </w:rPr>
      </w:pPr>
      <w:r>
        <w:rPr>
          <w:rtl/>
        </w:rPr>
        <w:t>4 ـ أخرجه المجلسي في البحار 82 : 143.</w:t>
      </w:r>
    </w:p>
    <w:p w:rsidR="00EE1A1A" w:rsidRDefault="00EE1A1A" w:rsidP="006713DA">
      <w:pPr>
        <w:pStyle w:val="libFootnote0"/>
        <w:rPr>
          <w:rtl/>
        </w:rPr>
      </w:pPr>
      <w:r>
        <w:rPr>
          <w:rtl/>
        </w:rPr>
        <w:t xml:space="preserve">5 ـ المحاسن : 17 / 47 ، مشكاة الانوار : 12 و 13 ، الجامع الصغير 1 : 382 / 2493 ، منتخب كنز العمال 1 : 178 و 256 و 257. </w:t>
      </w:r>
    </w:p>
    <w:p w:rsidR="00EE1A1A" w:rsidRDefault="00EE1A1A" w:rsidP="00BB3BDA">
      <w:pPr>
        <w:pStyle w:val="libNormal0"/>
        <w:rPr>
          <w:rtl/>
        </w:rPr>
      </w:pPr>
      <w:r>
        <w:rPr>
          <w:rtl/>
        </w:rPr>
        <w:br w:type="page"/>
      </w:r>
      <w:r>
        <w:rPr>
          <w:rtl/>
        </w:rPr>
        <w:lastRenderedPageBreak/>
        <w:t xml:space="preserve">الرضا » </w:t>
      </w:r>
      <w:r w:rsidRPr="006713DA">
        <w:rPr>
          <w:rStyle w:val="libFootnotenumChar"/>
          <w:rtl/>
        </w:rPr>
        <w:t>(1)</w:t>
      </w:r>
      <w:r>
        <w:rPr>
          <w:rtl/>
        </w:rPr>
        <w:t>.</w:t>
      </w:r>
    </w:p>
    <w:p w:rsidR="00EE1A1A" w:rsidRDefault="00EE1A1A" w:rsidP="00BB3BDA">
      <w:pPr>
        <w:pStyle w:val="libNormal"/>
        <w:rPr>
          <w:rtl/>
        </w:rPr>
      </w:pPr>
      <w:bookmarkStart w:id="36" w:name="_Toc413069933"/>
      <w:r w:rsidRPr="00413374">
        <w:rPr>
          <w:rStyle w:val="Heading2Char"/>
          <w:rtl/>
        </w:rPr>
        <w:t>و</w:t>
      </w:r>
      <w:bookmarkEnd w:id="36"/>
      <w:r>
        <w:rPr>
          <w:rtl/>
        </w:rPr>
        <w:t xml:space="preserve">قال الصادق </w:t>
      </w:r>
      <w:r w:rsidR="00A80F4B" w:rsidRPr="00A80F4B">
        <w:rPr>
          <w:rStyle w:val="libAlaemChar"/>
          <w:rFonts w:hint="cs"/>
          <w:rtl/>
        </w:rPr>
        <w:t>عليه‌السلام</w:t>
      </w:r>
      <w:r>
        <w:rPr>
          <w:rtl/>
        </w:rPr>
        <w:t xml:space="preserve"> : « صفة الرضا أن ترضى المحبوب والمكروه ، والرضا شعاع نور المعرفة ، والراضي فان عن جميع اختياره ، والراضي حقيقة هو المرضي عنه ، والرضا اسم يجمع فيه معاني العبودية ، وتفسير الرضا سرور القلوب.</w:t>
      </w:r>
    </w:p>
    <w:p w:rsidR="00EE1A1A" w:rsidRDefault="00EE1A1A" w:rsidP="00BB3BDA">
      <w:pPr>
        <w:pStyle w:val="libNormal"/>
        <w:rPr>
          <w:rtl/>
        </w:rPr>
      </w:pPr>
      <w:r>
        <w:rPr>
          <w:rtl/>
        </w:rPr>
        <w:t xml:space="preserve">سمعت أبي محمد الباقر </w:t>
      </w:r>
      <w:r w:rsidR="00A80F4B" w:rsidRPr="00A80F4B">
        <w:rPr>
          <w:rStyle w:val="libAlaemChar"/>
          <w:rFonts w:hint="cs"/>
          <w:rtl/>
        </w:rPr>
        <w:t>عليه‌السلام</w:t>
      </w:r>
      <w:r>
        <w:rPr>
          <w:rtl/>
        </w:rPr>
        <w:t xml:space="preserve"> يقول : تعلق القلب بالموجود شرك ، وبالمفقود كفر ، وهما خارجان عن سنة الرضا ، وأعجب ممن يدعي العبودية لله كيف ينازعه في مقدوراته؟! حاشا الراضين العارفين عن ذلك ».</w:t>
      </w:r>
    </w:p>
    <w:p w:rsidR="00EE1A1A" w:rsidRDefault="00EE1A1A" w:rsidP="00BB3BDA">
      <w:pPr>
        <w:pStyle w:val="libNormal"/>
        <w:rPr>
          <w:rtl/>
        </w:rPr>
      </w:pPr>
      <w:r>
        <w:rPr>
          <w:rtl/>
        </w:rPr>
        <w:t xml:space="preserve">وروي : أن جابر بن عبد الله الانصاري ـ </w:t>
      </w:r>
      <w:r w:rsidR="00A80F4B" w:rsidRPr="00A80F4B">
        <w:rPr>
          <w:rStyle w:val="libAlaemChar"/>
          <w:rFonts w:hint="cs"/>
          <w:rtl/>
        </w:rPr>
        <w:t>رضي‌الله‌عنه</w:t>
      </w:r>
      <w:r>
        <w:rPr>
          <w:rtl/>
        </w:rPr>
        <w:t xml:space="preserve"> ـ ابتلي في آخر عمره بضعف الهرم والعجز ، فزاره محمد بن علي الباقر </w:t>
      </w:r>
      <w:r w:rsidR="00A80F4B" w:rsidRPr="00A80F4B">
        <w:rPr>
          <w:rStyle w:val="libAlaemChar"/>
          <w:rFonts w:hint="cs"/>
          <w:rtl/>
        </w:rPr>
        <w:t>عليه‌السلام</w:t>
      </w:r>
      <w:r>
        <w:rPr>
          <w:rtl/>
        </w:rPr>
        <w:t xml:space="preserve"> ، فسأله عن حاله ، فقال : أنا في حالة أحب فيها الشيخوخة على الشباب ، والمرض على الصحة ، والموت على الحياة.</w:t>
      </w:r>
    </w:p>
    <w:p w:rsidR="00EE1A1A" w:rsidRDefault="00EE1A1A" w:rsidP="00BB3BDA">
      <w:pPr>
        <w:pStyle w:val="libNormal"/>
        <w:rPr>
          <w:rtl/>
        </w:rPr>
      </w:pPr>
      <w:r>
        <w:rPr>
          <w:rtl/>
        </w:rPr>
        <w:t xml:space="preserve">فقال الباقر </w:t>
      </w:r>
      <w:r w:rsidR="00A80F4B" w:rsidRPr="00A80F4B">
        <w:rPr>
          <w:rStyle w:val="libAlaemChar"/>
          <w:rFonts w:hint="cs"/>
          <w:rtl/>
        </w:rPr>
        <w:t>عليه‌السلام</w:t>
      </w:r>
      <w:r>
        <w:rPr>
          <w:rtl/>
        </w:rPr>
        <w:t xml:space="preserve"> : « أما أنا يا جابر ، فإن جعلني الله شيخاً أحب الشيخوخة ، وإن جعلني شاباً أحب الشيبوبة </w:t>
      </w:r>
      <w:r w:rsidRPr="006713DA">
        <w:rPr>
          <w:rStyle w:val="libFootnotenumChar"/>
          <w:rtl/>
        </w:rPr>
        <w:t>(2)</w:t>
      </w:r>
      <w:r>
        <w:rPr>
          <w:rtl/>
        </w:rPr>
        <w:t xml:space="preserve"> ، وإن أمرضني أحب المرض ، وإن شفاني أحب الشفاء والصحة ، وإن أماتني أحب الموت ، وإن أبقاني أحب البقاء ».</w:t>
      </w:r>
    </w:p>
    <w:p w:rsidR="00EE1A1A" w:rsidRDefault="00EE1A1A" w:rsidP="00BB3BDA">
      <w:pPr>
        <w:pStyle w:val="libNormal"/>
        <w:rPr>
          <w:rtl/>
        </w:rPr>
      </w:pPr>
      <w:r>
        <w:rPr>
          <w:rtl/>
        </w:rPr>
        <w:t xml:space="preserve">فلما سمع جابر هذا الكلام منه قبل وجهه ، وقال صدق رسول الله </w:t>
      </w:r>
      <w:r w:rsidR="00A80F4B" w:rsidRPr="00A80F4B">
        <w:rPr>
          <w:rStyle w:val="libAlaemChar"/>
          <w:rFonts w:hint="cs"/>
          <w:rtl/>
        </w:rPr>
        <w:t>صلى‌الله‌عليه‌وآله‌وسلم</w:t>
      </w:r>
      <w:r>
        <w:rPr>
          <w:rtl/>
        </w:rPr>
        <w:t xml:space="preserve"> ، فإنه قال : « ستدرك لي ولداً اسمه اسمي ، يبقر العلم بقراً كما يبقر الثور الارض » ولذلك سمي باقر علم الأولين والآخرين ، اي شاقه.</w:t>
      </w:r>
    </w:p>
    <w:p w:rsidR="00EE1A1A" w:rsidRDefault="00EE1A1A" w:rsidP="00BB3BDA">
      <w:pPr>
        <w:pStyle w:val="libNormal"/>
        <w:rPr>
          <w:rtl/>
        </w:rPr>
      </w:pPr>
      <w:r>
        <w:rPr>
          <w:rtl/>
        </w:rPr>
        <w:t xml:space="preserve">وروى الكليني بإسناده إلى أبي عبد الله </w:t>
      </w:r>
      <w:r w:rsidR="00A80F4B" w:rsidRPr="00A80F4B">
        <w:rPr>
          <w:rStyle w:val="libAlaemChar"/>
          <w:rFonts w:hint="cs"/>
          <w:rtl/>
        </w:rPr>
        <w:t>عليه‌السلام</w:t>
      </w:r>
      <w:r>
        <w:rPr>
          <w:rtl/>
        </w:rPr>
        <w:t xml:space="preserve"> ، أنه قال : « رأس طاعة الله الصبر والرضى عن الله فيما أحب العبد أو كره ، ولا يرضى عبد عن الله فيما أحب وكره ، إلا كان خيراً له فيما أحب أو كره » </w:t>
      </w:r>
      <w:r w:rsidRPr="006713DA">
        <w:rPr>
          <w:rStyle w:val="libFootnotenumChar"/>
          <w:rtl/>
        </w:rPr>
        <w:t>(3)</w:t>
      </w:r>
      <w:r>
        <w:rPr>
          <w:rtl/>
        </w:rPr>
        <w:t>.</w:t>
      </w:r>
    </w:p>
    <w:p w:rsidR="00EE1A1A" w:rsidRDefault="00EE1A1A" w:rsidP="00BB3BDA">
      <w:pPr>
        <w:pStyle w:val="libNormal"/>
        <w:rPr>
          <w:rtl/>
        </w:rPr>
      </w:pPr>
      <w:r>
        <w:rPr>
          <w:rtl/>
        </w:rPr>
        <w:t xml:space="preserve">وبإسناده عنه </w:t>
      </w:r>
      <w:r w:rsidR="00A80F4B" w:rsidRPr="00A80F4B">
        <w:rPr>
          <w:rStyle w:val="libAlaemChar"/>
          <w:rFonts w:hint="cs"/>
          <w:rtl/>
        </w:rPr>
        <w:t>عليه‌السلام</w:t>
      </w:r>
      <w:r>
        <w:rPr>
          <w:rtl/>
        </w:rPr>
        <w:t xml:space="preserve"> قال : « أعلم الناس بالله ـ تعالى ـ أرضاهم بقضاء الله ـ عزوجل ـ » </w:t>
      </w:r>
      <w:r w:rsidRPr="006713DA">
        <w:rPr>
          <w:rStyle w:val="libFootnotenumChar"/>
          <w:rtl/>
        </w:rPr>
        <w:t>(4)</w:t>
      </w:r>
      <w:r>
        <w:rPr>
          <w:rtl/>
        </w:rPr>
        <w:t>.</w:t>
      </w:r>
    </w:p>
    <w:p w:rsidR="00EE1A1A" w:rsidRDefault="00EE1A1A" w:rsidP="00BB3BDA">
      <w:pPr>
        <w:pStyle w:val="libNormal"/>
        <w:rPr>
          <w:rtl/>
        </w:rPr>
      </w:pPr>
      <w:r>
        <w:rPr>
          <w:rtl/>
        </w:rPr>
        <w:t xml:space="preserve">وبإسناده عنه </w:t>
      </w:r>
      <w:r w:rsidR="00A80F4B" w:rsidRPr="00A80F4B">
        <w:rPr>
          <w:rStyle w:val="libAlaemChar"/>
          <w:rFonts w:hint="cs"/>
          <w:rtl/>
        </w:rPr>
        <w:t>عليه‌السلام</w:t>
      </w:r>
      <w:r>
        <w:rPr>
          <w:rtl/>
        </w:rPr>
        <w:t xml:space="preserve"> قال : « قال الله تعالى : عبدي المؤمن لا أصرفه في شيء إلا جعلته خيراً له ، فليرض بقضائي ، وليصبر على بلائي ، ويشكر نعمائي ، أكتبه </w:t>
      </w:r>
    </w:p>
    <w:p w:rsidR="00EE1A1A" w:rsidRDefault="00EE1A1A" w:rsidP="006713DA">
      <w:pPr>
        <w:pStyle w:val="libFootnote0"/>
        <w:rPr>
          <w:rtl/>
        </w:rPr>
      </w:pPr>
      <w:r>
        <w:rPr>
          <w:rtl/>
        </w:rPr>
        <w:t>____________</w:t>
      </w:r>
    </w:p>
    <w:p w:rsidR="00EE1A1A" w:rsidRDefault="00EE1A1A" w:rsidP="006713DA">
      <w:pPr>
        <w:pStyle w:val="libFootnote0"/>
        <w:rPr>
          <w:rtl/>
        </w:rPr>
      </w:pPr>
      <w:r>
        <w:rPr>
          <w:rtl/>
        </w:rPr>
        <w:t>1 ـ الكافي 2 : 51 / 10 و 104 / 4 ، روضة الواعظين : 432 ، مشكاة الانوار : 113.</w:t>
      </w:r>
    </w:p>
    <w:p w:rsidR="00EE1A1A" w:rsidRDefault="00EE1A1A" w:rsidP="006713DA">
      <w:pPr>
        <w:pStyle w:val="libFootnote0"/>
        <w:rPr>
          <w:rtl/>
        </w:rPr>
      </w:pPr>
      <w:r>
        <w:rPr>
          <w:rtl/>
        </w:rPr>
        <w:t>2 ـ كذا ، ولعل صحتها الشبيبة : وهي الحداثة وسن الشباب ، اُنظر « الصحاح ـ شبب ـ 1 : 151 ».</w:t>
      </w:r>
    </w:p>
    <w:p w:rsidR="00EE1A1A" w:rsidRDefault="00EE1A1A" w:rsidP="006713DA">
      <w:pPr>
        <w:pStyle w:val="libFootnote0"/>
        <w:rPr>
          <w:rtl/>
        </w:rPr>
      </w:pPr>
      <w:r>
        <w:rPr>
          <w:rtl/>
        </w:rPr>
        <w:t>3 ـ الكافي 2 : 49 / 1.</w:t>
      </w:r>
    </w:p>
    <w:p w:rsidR="00EE1A1A" w:rsidRDefault="00EE1A1A" w:rsidP="006713DA">
      <w:pPr>
        <w:pStyle w:val="libFootnote0"/>
        <w:rPr>
          <w:rtl/>
        </w:rPr>
      </w:pPr>
      <w:r>
        <w:rPr>
          <w:rtl/>
        </w:rPr>
        <w:t xml:space="preserve">4 ـ الكافي 2 : 49 / 2. </w:t>
      </w:r>
    </w:p>
    <w:p w:rsidR="00EE1A1A" w:rsidRDefault="00EE1A1A" w:rsidP="00BB3BDA">
      <w:pPr>
        <w:pStyle w:val="libNormal0"/>
        <w:rPr>
          <w:rtl/>
        </w:rPr>
      </w:pPr>
      <w:r>
        <w:rPr>
          <w:rtl/>
        </w:rPr>
        <w:br w:type="page"/>
      </w:r>
      <w:r>
        <w:rPr>
          <w:rtl/>
        </w:rPr>
        <w:lastRenderedPageBreak/>
        <w:t xml:space="preserve">ـ يا محمد ـ من الصديقين عندي » </w:t>
      </w:r>
      <w:r w:rsidRPr="006713DA">
        <w:rPr>
          <w:rStyle w:val="libFootnotenumChar"/>
          <w:rtl/>
        </w:rPr>
        <w:t>(1)</w:t>
      </w:r>
      <w:r>
        <w:rPr>
          <w:rtl/>
        </w:rPr>
        <w:t>.</w:t>
      </w:r>
    </w:p>
    <w:p w:rsidR="00EE1A1A" w:rsidRDefault="00EE1A1A" w:rsidP="00BB3BDA">
      <w:pPr>
        <w:pStyle w:val="libNormal"/>
        <w:rPr>
          <w:rtl/>
        </w:rPr>
      </w:pPr>
      <w:bookmarkStart w:id="37" w:name="_Toc413069934"/>
      <w:r w:rsidRPr="00C706CD">
        <w:rPr>
          <w:rStyle w:val="Heading2Char"/>
          <w:rtl/>
        </w:rPr>
        <w:t>و</w:t>
      </w:r>
      <w:bookmarkEnd w:id="37"/>
      <w:r>
        <w:rPr>
          <w:rtl/>
        </w:rPr>
        <w:t xml:space="preserve">عنه </w:t>
      </w:r>
      <w:r w:rsidR="00A80F4B" w:rsidRPr="00A80F4B">
        <w:rPr>
          <w:rStyle w:val="libAlaemChar"/>
          <w:rFonts w:hint="cs"/>
          <w:rtl/>
        </w:rPr>
        <w:t>عليه‌السلام</w:t>
      </w:r>
      <w:r>
        <w:rPr>
          <w:rtl/>
        </w:rPr>
        <w:t xml:space="preserve"> قال : « في ما أوحى الله عزوجل إلى موسى </w:t>
      </w:r>
      <w:r w:rsidR="00A80F4B" w:rsidRPr="00A80F4B">
        <w:rPr>
          <w:rStyle w:val="libAlaemChar"/>
          <w:rFonts w:hint="cs"/>
          <w:rtl/>
        </w:rPr>
        <w:t>عليه‌السلام</w:t>
      </w:r>
      <w:r>
        <w:rPr>
          <w:rtl/>
        </w:rPr>
        <w:t xml:space="preserve"> : يا موسى بن عمران ، ما خلقت خلقاً أحب إلي من عبدي المؤمن ، فإني إنما أبتليه لما هو خير له ، وأعافيه لما هو خير له ، وأزوي عنه لما هو خير له ، وأنا أعلم بما يصلح عليه عبدي ، فليصبر على بلائي ، وليشكر نعمائي وليرض بقضائي ، أكتبه في الصديقين عندي ، إذا عمل برضاي ، وأطاع أمري » </w:t>
      </w:r>
      <w:r w:rsidRPr="006713DA">
        <w:rPr>
          <w:rStyle w:val="libFootnotenumChar"/>
          <w:rtl/>
        </w:rPr>
        <w:t>(2)</w:t>
      </w:r>
      <w:r>
        <w:rPr>
          <w:rtl/>
        </w:rPr>
        <w:t>.</w:t>
      </w:r>
    </w:p>
    <w:p w:rsidR="00EE1A1A" w:rsidRDefault="00EE1A1A" w:rsidP="00BB3BDA">
      <w:pPr>
        <w:pStyle w:val="libNormal"/>
        <w:rPr>
          <w:rtl/>
        </w:rPr>
      </w:pPr>
      <w:r>
        <w:rPr>
          <w:rtl/>
        </w:rPr>
        <w:t xml:space="preserve">وقيل للصادق </w:t>
      </w:r>
      <w:r w:rsidR="00A80F4B" w:rsidRPr="00A80F4B">
        <w:rPr>
          <w:rStyle w:val="libAlaemChar"/>
          <w:rFonts w:hint="cs"/>
          <w:rtl/>
        </w:rPr>
        <w:t>عليه‌السلام</w:t>
      </w:r>
      <w:r>
        <w:rPr>
          <w:rtl/>
        </w:rPr>
        <w:t xml:space="preserve"> : بأي شيء يعلم </w:t>
      </w:r>
      <w:r w:rsidRPr="006713DA">
        <w:rPr>
          <w:rStyle w:val="libFootnotenumChar"/>
          <w:rtl/>
        </w:rPr>
        <w:t>(3)</w:t>
      </w:r>
      <w:r>
        <w:rPr>
          <w:rtl/>
        </w:rPr>
        <w:t xml:space="preserve"> المؤمن بأنه مؤمن؟ قال : « بالتسليم لله ، والرضا فيما ورد عليه من سرور أو سخط » </w:t>
      </w:r>
      <w:r w:rsidRPr="006713DA">
        <w:rPr>
          <w:rStyle w:val="libFootnotenumChar"/>
          <w:rtl/>
        </w:rPr>
        <w:t>(4)</w:t>
      </w:r>
      <w:r>
        <w:rPr>
          <w:rtl/>
        </w:rPr>
        <w:t>.</w:t>
      </w:r>
    </w:p>
    <w:p w:rsidR="00EE1A1A" w:rsidRDefault="00EE1A1A" w:rsidP="00BB3BDA">
      <w:pPr>
        <w:pStyle w:val="libNormal"/>
        <w:rPr>
          <w:rtl/>
        </w:rPr>
      </w:pPr>
      <w:r>
        <w:rPr>
          <w:rtl/>
        </w:rPr>
        <w:t xml:space="preserve">وروي في الإسرائيليات : أن عابداً عبد الله تعالى دهراً طويلاً ، فرأى في المنام : فلانة رفيقتك في الجنة ، فسأل عنها ، واستضافها ثلاثاً لينظر إلى عملها ، فكان يبيت قائماً ، وتبيت نائمة ، ويظل صائماً ، وتظلّ مفطرة ، فقال لها : أما لك عمل غير ما رايت؟ فقالت : ما هو والله غير ما رأيت ، ولا أعرف غيره ، فلم يزل يقول : تذكري ، حتى قالت : خصيلة واحدة ، هي إن كنت في شدة لم أتمن أن أكون في رخاء ، وإن كنت في مرض لم أتمن أن أكون في صحة ، وإن كنت في شمس لم أتمنّ أن أكون في الظل ، فوضع العابد يديه على رأسه ، وقال : أهذه خصيلة؟ هذه ـ والله ـ خصلة عظيمة يعجز عنها العباد. </w:t>
      </w:r>
    </w:p>
    <w:p w:rsidR="00EE1A1A" w:rsidRDefault="00EE1A1A" w:rsidP="006713DA">
      <w:pPr>
        <w:pStyle w:val="libFootnote0"/>
        <w:rPr>
          <w:rtl/>
        </w:rPr>
      </w:pPr>
      <w:r>
        <w:rPr>
          <w:rtl/>
        </w:rPr>
        <w:t>____________</w:t>
      </w:r>
    </w:p>
    <w:p w:rsidR="00EE1A1A" w:rsidRDefault="00EE1A1A" w:rsidP="006713DA">
      <w:pPr>
        <w:pStyle w:val="libFootnote0"/>
        <w:rPr>
          <w:rtl/>
        </w:rPr>
      </w:pPr>
      <w:r>
        <w:rPr>
          <w:rtl/>
        </w:rPr>
        <w:t>1 ـ الكافي 2 : 50 / 6.</w:t>
      </w:r>
    </w:p>
    <w:p w:rsidR="00EE1A1A" w:rsidRDefault="00EE1A1A" w:rsidP="006713DA">
      <w:pPr>
        <w:pStyle w:val="libFootnote0"/>
        <w:rPr>
          <w:rtl/>
        </w:rPr>
      </w:pPr>
      <w:r>
        <w:rPr>
          <w:rtl/>
        </w:rPr>
        <w:t>2 ـ الكافي 2 : 51 / 7 ، أمالي المفيد : 93 / 2 ، أمالي الطوسي 1 : 243 ، المؤمن : 17 / 9 ، التمحيص 55 / 108 ، مشكاة الانوار : 299.</w:t>
      </w:r>
    </w:p>
    <w:p w:rsidR="00EE1A1A" w:rsidRDefault="00EE1A1A" w:rsidP="006713DA">
      <w:pPr>
        <w:pStyle w:val="libFootnote0"/>
        <w:rPr>
          <w:rtl/>
        </w:rPr>
      </w:pPr>
      <w:r>
        <w:rPr>
          <w:rtl/>
        </w:rPr>
        <w:t>3 ـ في هامش « ح » : يعرف.</w:t>
      </w:r>
    </w:p>
    <w:p w:rsidR="00EE1A1A" w:rsidRDefault="00EE1A1A" w:rsidP="006713DA">
      <w:pPr>
        <w:pStyle w:val="libFootnote0"/>
        <w:rPr>
          <w:rtl/>
        </w:rPr>
      </w:pPr>
      <w:r>
        <w:rPr>
          <w:rtl/>
        </w:rPr>
        <w:t xml:space="preserve">4 ـ الكافي 2 : 52 / 12. </w:t>
      </w:r>
    </w:p>
    <w:p w:rsidR="00EE1A1A" w:rsidRDefault="00EE1A1A" w:rsidP="00EE1A1A">
      <w:pPr>
        <w:pStyle w:val="Heading2Center"/>
        <w:rPr>
          <w:rtl/>
        </w:rPr>
      </w:pPr>
      <w:r>
        <w:rPr>
          <w:rtl/>
        </w:rPr>
        <w:br w:type="page"/>
      </w:r>
      <w:bookmarkStart w:id="38" w:name="_Toc413069935"/>
      <w:r>
        <w:rPr>
          <w:rtl/>
        </w:rPr>
        <w:lastRenderedPageBreak/>
        <w:t>فصل</w:t>
      </w:r>
      <w:bookmarkEnd w:id="38"/>
    </w:p>
    <w:p w:rsidR="00EE1A1A" w:rsidRDefault="00EE1A1A" w:rsidP="00BB3BDA">
      <w:pPr>
        <w:pStyle w:val="libNormal"/>
        <w:rPr>
          <w:rtl/>
        </w:rPr>
      </w:pPr>
      <w:r>
        <w:rPr>
          <w:rtl/>
        </w:rPr>
        <w:t>مرتبة الرضا عالية جداً على مرتبة الصبر ، بل نسبة الصبر إلى الرضا عند أهل الحقيقة ، نسبة المعصية إلى الطاعة ، فإن المحبة تقتضي اللّذة بالبلاء ، لأنّه يجد في البلاء نفسه على ذكر من محبوبه ، فيزيد قربه وأنسه. الصبر يقتضي كراهة البلاء واستصعابه حتى يوجب الصبر عليه ، والكراهة تنافي الأنس ، فتبين بذلك أنّ الصبر والمحبة متنافيان.</w:t>
      </w:r>
    </w:p>
    <w:p w:rsidR="00EE1A1A" w:rsidRDefault="00EE1A1A" w:rsidP="00BB3BDA">
      <w:pPr>
        <w:pStyle w:val="libNormal"/>
        <w:rPr>
          <w:rtl/>
        </w:rPr>
      </w:pPr>
      <w:r>
        <w:rPr>
          <w:rtl/>
        </w:rPr>
        <w:t xml:space="preserve">وأيضاً ، فإنّ الصبر إظهار التجلّد ، وهو في مذهب المحبّة من أشد المنكرات نكراً ، وأظهر علامات العداوة طراً ، كما قيل : </w:t>
      </w:r>
    </w:p>
    <w:tbl>
      <w:tblPr>
        <w:bidiVisual/>
        <w:tblW w:w="5000" w:type="pct"/>
        <w:tblLook w:val="01E0"/>
      </w:tblPr>
      <w:tblGrid>
        <w:gridCol w:w="3659"/>
        <w:gridCol w:w="262"/>
        <w:gridCol w:w="3652"/>
      </w:tblGrid>
      <w:tr w:rsidR="00EE1A1A" w:rsidTr="00BB3BDA">
        <w:trPr>
          <w:trHeight w:val="350"/>
        </w:trPr>
        <w:tc>
          <w:tcPr>
            <w:tcW w:w="4127" w:type="dxa"/>
            <w:shd w:val="clear" w:color="auto" w:fill="auto"/>
          </w:tcPr>
          <w:p w:rsidR="00EE1A1A" w:rsidRDefault="00EE1A1A" w:rsidP="006713DA">
            <w:pPr>
              <w:pStyle w:val="libPoem"/>
              <w:rPr>
                <w:rtl/>
              </w:rPr>
            </w:pPr>
            <w:r>
              <w:rPr>
                <w:rtl/>
              </w:rPr>
              <w:t>ويحسن إظهار التجلّد للعدى</w:t>
            </w:r>
            <w:r w:rsidRPr="006713DA">
              <w:rPr>
                <w:rStyle w:val="libPoemTiniChar0"/>
                <w:rtl/>
              </w:rPr>
              <w:br/>
              <w:t> </w:t>
            </w:r>
          </w:p>
        </w:tc>
        <w:tc>
          <w:tcPr>
            <w:tcW w:w="269" w:type="dxa"/>
            <w:shd w:val="clear" w:color="auto" w:fill="auto"/>
          </w:tcPr>
          <w:p w:rsidR="00EE1A1A" w:rsidRDefault="00EE1A1A" w:rsidP="00BB3BDA">
            <w:pPr>
              <w:rPr>
                <w:rtl/>
              </w:rPr>
            </w:pPr>
          </w:p>
        </w:tc>
        <w:tc>
          <w:tcPr>
            <w:tcW w:w="4126" w:type="dxa"/>
            <w:shd w:val="clear" w:color="auto" w:fill="auto"/>
          </w:tcPr>
          <w:p w:rsidR="00EE1A1A" w:rsidRDefault="00EE1A1A" w:rsidP="006713DA">
            <w:pPr>
              <w:pStyle w:val="libPoem"/>
              <w:rPr>
                <w:rtl/>
              </w:rPr>
            </w:pPr>
            <w:r>
              <w:rPr>
                <w:rtl/>
              </w:rPr>
              <w:t>ويقبح إلا العجز عند الأحبة</w:t>
            </w:r>
            <w:r w:rsidRPr="006713DA">
              <w:rPr>
                <w:rStyle w:val="libPoemTiniChar0"/>
                <w:rtl/>
              </w:rPr>
              <w:br/>
              <w:t>  </w:t>
            </w:r>
          </w:p>
        </w:tc>
      </w:tr>
    </w:tbl>
    <w:p w:rsidR="00EE1A1A" w:rsidRDefault="00EE1A1A" w:rsidP="00BB3BDA">
      <w:pPr>
        <w:pStyle w:val="libNormal"/>
        <w:rPr>
          <w:rtl/>
        </w:rPr>
      </w:pPr>
      <w:r>
        <w:rPr>
          <w:rtl/>
        </w:rPr>
        <w:t xml:space="preserve"> ومن هنا قال أهل الحقيقة : الصبر من أصعب المنازل على العامّة ، وأوحشها في طريق المحبة ، وأنكرها في طريق التوحيد.</w:t>
      </w:r>
    </w:p>
    <w:p w:rsidR="00EE1A1A" w:rsidRDefault="00EE1A1A" w:rsidP="00BB3BDA">
      <w:pPr>
        <w:pStyle w:val="libNormal"/>
        <w:rPr>
          <w:rtl/>
        </w:rPr>
      </w:pPr>
      <w:r>
        <w:rPr>
          <w:rtl/>
        </w:rPr>
        <w:t>وإنّما كان أصعب عند العامة ، لأن العامي لم يتدرب بالرياضة ، ولم يتحنّك بالصبر على البلاء ، ولم يتعوّد بقمع النفس ، فلم يحتمل البلاء ، ولم يكن من أهل المحبة حتى يتلذّذ بالبلاء ، فإذا امتحنه الحق سبحانه بالبلاء ـ وهو في مقام النفس ـ لم يحتمل البلاء وغلبه الجزع ، وصعب عليه حبس النفس عن إظهاره لعدم طمأنينتها.</w:t>
      </w:r>
    </w:p>
    <w:p w:rsidR="00EE1A1A" w:rsidRDefault="00EE1A1A" w:rsidP="00BB3BDA">
      <w:pPr>
        <w:pStyle w:val="libNormal"/>
        <w:rPr>
          <w:rtl/>
        </w:rPr>
      </w:pPr>
      <w:r>
        <w:rPr>
          <w:rtl/>
        </w:rPr>
        <w:t>وإنّما كان أوحش المنازل في طريق المحبة ، لأنّ المحبة تقتضي الأنس بالمحبوب ، والإلتذاذ بالبلاء ، لشهود المتبلى فيه وإيثار مراد المحبوب ، والصبر يقتضي كراهة البلاء كما مرّ ، فيتنافيان.</w:t>
      </w:r>
    </w:p>
    <w:p w:rsidR="00EE1A1A" w:rsidRDefault="00EE1A1A" w:rsidP="00BB3BDA">
      <w:pPr>
        <w:pStyle w:val="libNormal"/>
        <w:rPr>
          <w:rtl/>
        </w:rPr>
      </w:pPr>
      <w:r>
        <w:rPr>
          <w:rtl/>
        </w:rPr>
        <w:t>وإنّما كان أنكر في مقام التوحيد ، لأنّ الصابر يدّعي قوة الثبات ، ودعوى الثبات والتجلّد من رعونات (1) النفس ، والتوحيد يقتضي فناء النفس ، فيكون أنكر لأنّ إثبات النفس في طريق التوحيد من أقبح المنكرات ، بل الرضا مع عظم قدره وعلوّ أمره عند أهل التحقيق في التوحيد من أوائل مسالكه ، لأنّ سلوكهم في الفناء في التوحيد بذواتهم ، والرضا هو فناء الإرادة في إرادة الحق تعالى ، والوقوف الصادق مع مراد الله تعالى ، وفناء الصفة قبل فناء الذات.</w:t>
      </w:r>
    </w:p>
    <w:p w:rsidR="00EE1A1A" w:rsidRDefault="00EE1A1A" w:rsidP="00BB3BDA">
      <w:pPr>
        <w:pStyle w:val="libNormal"/>
        <w:rPr>
          <w:rtl/>
        </w:rPr>
      </w:pPr>
      <w:r>
        <w:rPr>
          <w:rtl/>
        </w:rPr>
        <w:t xml:space="preserve">وقد تبيّن لك بذلك ما بين الصبر والرضا من المراتب البعيدة والمسالك الشديدة. </w:t>
      </w:r>
    </w:p>
    <w:p w:rsidR="00EE1A1A" w:rsidRDefault="00EE1A1A" w:rsidP="006713DA">
      <w:pPr>
        <w:pStyle w:val="libLine"/>
        <w:rPr>
          <w:rtl/>
        </w:rPr>
      </w:pPr>
      <w:r>
        <w:rPr>
          <w:rtl/>
        </w:rPr>
        <w:t>__________________</w:t>
      </w:r>
    </w:p>
    <w:p w:rsidR="00EE1A1A" w:rsidRDefault="00EE1A1A" w:rsidP="006713DA">
      <w:pPr>
        <w:pStyle w:val="libFootnote0"/>
        <w:rPr>
          <w:rtl/>
        </w:rPr>
      </w:pPr>
      <w:r>
        <w:rPr>
          <w:rtl/>
        </w:rPr>
        <w:t xml:space="preserve">1 ـ في « ح » : مرغوبات. </w:t>
      </w:r>
    </w:p>
    <w:p w:rsidR="00EE1A1A" w:rsidRDefault="00EE1A1A" w:rsidP="00EE1A1A">
      <w:pPr>
        <w:pStyle w:val="Heading2Center"/>
        <w:rPr>
          <w:rtl/>
        </w:rPr>
      </w:pPr>
      <w:r>
        <w:rPr>
          <w:rtl/>
        </w:rPr>
        <w:br w:type="page"/>
      </w:r>
      <w:bookmarkStart w:id="39" w:name="_Toc413069936"/>
      <w:r>
        <w:rPr>
          <w:rtl/>
        </w:rPr>
        <w:lastRenderedPageBreak/>
        <w:t>فصل</w:t>
      </w:r>
      <w:bookmarkEnd w:id="39"/>
    </w:p>
    <w:p w:rsidR="00EE1A1A" w:rsidRDefault="00EE1A1A" w:rsidP="00BB3BDA">
      <w:pPr>
        <w:pStyle w:val="libNormal"/>
        <w:rPr>
          <w:rtl/>
        </w:rPr>
      </w:pPr>
      <w:r>
        <w:rPr>
          <w:rtl/>
        </w:rPr>
        <w:t>للرضا ثلاث درجات ، مترتبة في القوّة ترتّبها في اللّفظ :</w:t>
      </w:r>
    </w:p>
    <w:p w:rsidR="00EE1A1A" w:rsidRDefault="00EE1A1A" w:rsidP="00BB3BDA">
      <w:pPr>
        <w:pStyle w:val="libNormal"/>
        <w:rPr>
          <w:rtl/>
        </w:rPr>
      </w:pPr>
      <w:r>
        <w:rPr>
          <w:rtl/>
        </w:rPr>
        <w:t>الدرجة الاولى : أن ينظر إلى موقع البلاء والفعل الذي يقتضي الرضا ، ويدرك موقعه ، ويحسّ بألمه ، ولكن يكون راضياً به ، بل راغباً فيه ، مريداً له بعقله ، وإن كان كارهاً له بطبعه ، طلباً لثواب الله تعالى عليه ، ومزيداً لزلفى لديه ، والفوز بالجنّة التي عرضها السموات والأرض ، وقد أعدت للمتقين.</w:t>
      </w:r>
    </w:p>
    <w:p w:rsidR="00EE1A1A" w:rsidRDefault="00EE1A1A" w:rsidP="00BB3BDA">
      <w:pPr>
        <w:pStyle w:val="libNormal"/>
        <w:rPr>
          <w:rtl/>
        </w:rPr>
      </w:pPr>
      <w:r>
        <w:rPr>
          <w:rtl/>
        </w:rPr>
        <w:t>وهذا القسم من الرضا هو رضا المتقين.</w:t>
      </w:r>
    </w:p>
    <w:p w:rsidR="00EE1A1A" w:rsidRDefault="00EE1A1A" w:rsidP="00BB3BDA">
      <w:pPr>
        <w:pStyle w:val="libNormal"/>
        <w:rPr>
          <w:rtl/>
        </w:rPr>
      </w:pPr>
      <w:r>
        <w:rPr>
          <w:rtl/>
        </w:rPr>
        <w:t>ومثاله مثال من يلتمس الفصد والحجامة من الطبيب العالم بتفاصيل أمراضه وما فيه اصلاحه ، فإنّ‍ه يدرك ألم ذلك الفعل ، إلاّ أنّه راض به ، وراغب فيه ، ومتقلّد من الفصّاد منةً عظيمة بفعله.</w:t>
      </w:r>
    </w:p>
    <w:p w:rsidR="00EE1A1A" w:rsidRDefault="00EE1A1A" w:rsidP="00BB3BDA">
      <w:pPr>
        <w:pStyle w:val="libNormal"/>
        <w:rPr>
          <w:rtl/>
        </w:rPr>
      </w:pPr>
      <w:r>
        <w:rPr>
          <w:rtl/>
        </w:rPr>
        <w:t>ومثله من يسافر في طلب الربح ، فإنّه يدرك مشقّة السفر ، ولكن حبّه لثمرة سفره طيّب عنده مشقّة السفر ، وجعله راضياً به ، ومهما أصابته بليّة من الله تعالى ـ وكان له يقين بأنّ ثوابه الذي ادخر له فوق مافاقه ـ رضي به ، ورغب فيه ، وأحبّه ، وشكرالله تعالى عليه.</w:t>
      </w:r>
    </w:p>
    <w:p w:rsidR="00EE1A1A" w:rsidRDefault="00EE1A1A" w:rsidP="00BB3BDA">
      <w:pPr>
        <w:pStyle w:val="libNormal"/>
        <w:rPr>
          <w:rtl/>
        </w:rPr>
      </w:pPr>
      <w:r>
        <w:rPr>
          <w:rtl/>
        </w:rPr>
        <w:t>الدرجة الثانية : أن يدرك الألم كذلك ، ولكنّه أحبّه لكونه مراد محبوبه ورضاه ، فإنّ من غلب عليه الحب كان جميع مراده وهواه ما فيه رضا محبوبه ، وذلك موجود في الشاهد بالنسبة إلى حبّ الخلق بعضهم بعضاً ، قد تواصفه المتواصفون في نظمهم ونثرهم ، ولا معنى له إلاّ ملاحظة حال الصورة الظاهرة بالبصر.</w:t>
      </w:r>
    </w:p>
    <w:p w:rsidR="00EE1A1A" w:rsidRDefault="00EE1A1A" w:rsidP="00BB3BDA">
      <w:pPr>
        <w:pStyle w:val="libNormal"/>
        <w:rPr>
          <w:rtl/>
        </w:rPr>
      </w:pPr>
      <w:r>
        <w:rPr>
          <w:rtl/>
        </w:rPr>
        <w:t xml:space="preserve">وما هذا الجمال إلاّ جلد على لحم ودم مشحون بالأقذار والأخباث ، بدايته من نطفة مذرة </w:t>
      </w:r>
      <w:r w:rsidRPr="006713DA">
        <w:rPr>
          <w:rStyle w:val="libFootnotenumChar"/>
          <w:rtl/>
        </w:rPr>
        <w:t>(1)</w:t>
      </w:r>
      <w:r>
        <w:rPr>
          <w:rtl/>
        </w:rPr>
        <w:t xml:space="preserve"> ، ونهايته جيفة قذرة ، وهو فيها بين ذلك يحمل العذرة.</w:t>
      </w:r>
    </w:p>
    <w:p w:rsidR="00EE1A1A" w:rsidRDefault="00EE1A1A" w:rsidP="00BB3BDA">
      <w:pPr>
        <w:pStyle w:val="libNormal"/>
        <w:rPr>
          <w:rtl/>
        </w:rPr>
      </w:pPr>
      <w:r>
        <w:rPr>
          <w:rtl/>
        </w:rPr>
        <w:t>والناظر لهذا الجمال الخسيس هو العين الخسيسة ، التي تغلط في ما ترى كثيراً ، فترى الصغير كبيراً ، والكبير صغيراً ، والبعيد قريباً ، والقبيح جميلاً.</w:t>
      </w:r>
    </w:p>
    <w:p w:rsidR="00EE1A1A" w:rsidRDefault="00EE1A1A" w:rsidP="00BB3BDA">
      <w:pPr>
        <w:pStyle w:val="libNormal"/>
        <w:rPr>
          <w:rtl/>
        </w:rPr>
      </w:pPr>
      <w:r>
        <w:rPr>
          <w:rtl/>
        </w:rPr>
        <w:t xml:space="preserve">فإذا تصوّر الإنسان استيلاء هذا الحبّ ، فمن أين يستحيل ذلك في حبّ الجمال الأزليّ الأبديّ ، الذي لاينتهي كماله المدرك بعين البصيرة ، التي لايعتريها الغلط ، ولا يزيلها الموت ، بل يبقى بعد الموت حيّاً عندالله ، فرحاً مسروراً برزق الله ، مستفيداً </w:t>
      </w:r>
    </w:p>
    <w:p w:rsidR="00EE1A1A" w:rsidRDefault="00EE1A1A" w:rsidP="006713DA">
      <w:pPr>
        <w:pStyle w:val="libLine"/>
        <w:rPr>
          <w:rtl/>
        </w:rPr>
      </w:pPr>
      <w:r>
        <w:rPr>
          <w:rtl/>
        </w:rPr>
        <w:t>__________________</w:t>
      </w:r>
    </w:p>
    <w:p w:rsidR="00EE1A1A" w:rsidRDefault="00EE1A1A" w:rsidP="006713DA">
      <w:pPr>
        <w:pStyle w:val="libFootnote0"/>
        <w:rPr>
          <w:rtl/>
        </w:rPr>
      </w:pPr>
      <w:r>
        <w:rPr>
          <w:rtl/>
        </w:rPr>
        <w:t xml:space="preserve">1 ـ مذرة : خبيثة ، من التمذّر ، وهو خبث النفس « مجمع البحرين ـ مذر ـ 3 : 480 ». </w:t>
      </w:r>
    </w:p>
    <w:p w:rsidR="00EE1A1A" w:rsidRDefault="00EE1A1A" w:rsidP="00BB3BDA">
      <w:pPr>
        <w:pStyle w:val="libNormal0"/>
        <w:rPr>
          <w:rtl/>
        </w:rPr>
      </w:pPr>
      <w:r>
        <w:rPr>
          <w:rtl/>
        </w:rPr>
        <w:br w:type="page"/>
      </w:r>
      <w:r>
        <w:rPr>
          <w:rtl/>
        </w:rPr>
        <w:lastRenderedPageBreak/>
        <w:t>بالموت مزيد تنبّه واستكشاف ، وهذا أمر واضح من حيث الإعتبار ، وتشهد له جملة من الآثار ، وردت من أحوال المحبيّن وأقوالهم ، يأتي بعضها إن شاءالله تعالى ، وهذه مرتبة المقرّبين.</w:t>
      </w:r>
    </w:p>
    <w:p w:rsidR="00EE1A1A" w:rsidRDefault="00EE1A1A" w:rsidP="00BB3BDA">
      <w:pPr>
        <w:pStyle w:val="libNormal"/>
        <w:rPr>
          <w:rtl/>
        </w:rPr>
      </w:pPr>
      <w:r>
        <w:rPr>
          <w:rtl/>
        </w:rPr>
        <w:t>الدرجة الثالثة : أن يبطل أحساسه بالألم ، حتى يجري عليه المؤلم ولايحس ، وتصيبه جراحة ولايدرك ألمه.</w:t>
      </w:r>
    </w:p>
    <w:p w:rsidR="00EE1A1A" w:rsidRDefault="00EE1A1A" w:rsidP="00BB3BDA">
      <w:pPr>
        <w:pStyle w:val="libNormal"/>
        <w:rPr>
          <w:rtl/>
        </w:rPr>
      </w:pPr>
      <w:r>
        <w:rPr>
          <w:rtl/>
        </w:rPr>
        <w:t>ومثاله الرجل المحارب ، فإنّه في حال غضبه أو حال خوفه قد تصيبه جراحة وهو لا يحسّ بها ، حتى إذا رأى الدم استدلّ به على الجراحة ، بل الذي يعدو في شغل مريب قد تصيبه شوكة في قدمه ، ولا يحسّ بألمه لشغل قلبه ، بل الذي يحجم ، أو يحلق رأسه بحديدة كالّة يتألم بها ، فإن كان قلبه مشغولاً بمهمّ من مهماته ، يفرغ الحجام أو الحالق ، وهو لا يشعربه.</w:t>
      </w:r>
    </w:p>
    <w:p w:rsidR="00EE1A1A" w:rsidRDefault="00EE1A1A" w:rsidP="00BB3BDA">
      <w:pPr>
        <w:pStyle w:val="libNormal"/>
        <w:rPr>
          <w:rtl/>
        </w:rPr>
      </w:pPr>
      <w:r>
        <w:rPr>
          <w:rtl/>
        </w:rPr>
        <w:t>وكلّ ذلك لأنّ القلب إذا صار مستغرقاً بأمر من الأمور لم يدرك ماعداه.</w:t>
      </w:r>
    </w:p>
    <w:p w:rsidR="00EE1A1A" w:rsidRDefault="00EE1A1A" w:rsidP="00BB3BDA">
      <w:pPr>
        <w:pStyle w:val="libNormal"/>
        <w:rPr>
          <w:rtl/>
        </w:rPr>
      </w:pPr>
      <w:r>
        <w:rPr>
          <w:rtl/>
        </w:rPr>
        <w:t>ونظائر ذلك في هموم أهل الدنيا ، واشتغالهم بها ، واكبابهم عليها ، حتى لا يتألمون ، ولا يحسّون بالجوع والعطش والتعب ـ لذلك ـ كثير مشاهد عياناً ، فكذلك العاشق المستغرق الهم بمشاهدة محبوبه ، قد يصيبه ما كان يتألّم به ، أو يغتمّ لولا عشقه ، ثمّ لا يدرك غمّه وألمه ، لفرط استيلاء الحب على قلبه ، هذا إذا أصابه من غير حبيبه ، فكيف إذا أصابه من حبيبه؟!</w:t>
      </w:r>
    </w:p>
    <w:p w:rsidR="00EE1A1A" w:rsidRDefault="00EE1A1A" w:rsidP="00BB3BDA">
      <w:pPr>
        <w:pStyle w:val="libNormal"/>
        <w:rPr>
          <w:rtl/>
        </w:rPr>
      </w:pPr>
      <w:r>
        <w:rPr>
          <w:rtl/>
        </w:rPr>
        <w:t>وشغل القلب بالحبّ والعشق من أعظم الشواغل ، وإذا تصوّر هذا في ألم يسير بسبب حبّ خفيف ، تصوّر في الألم العظيم بالحبّ العظيم ، فإنّ الحب أيضا يتصوّر تضاعفه في القوة ، كما يتصوّر تضاعف الألم ، وكما يقوى حب الصور الجميلة المدركة بحاسّة البصر ، فكذا يقوى حب الصور الجميلة الباطنة المدركة بنور البصيرة الربوبيّة ، وجلالها لا يقاس بها جلال ، فمن انكشف له شيء منه فقد يبهره ، بحيث يدهش ويغشى عليه ، فلا يحس بما يجري عليه.</w:t>
      </w:r>
    </w:p>
    <w:p w:rsidR="00EE1A1A" w:rsidRDefault="00EE1A1A" w:rsidP="00BB3BDA">
      <w:pPr>
        <w:pStyle w:val="libNormal"/>
        <w:rPr>
          <w:rtl/>
        </w:rPr>
      </w:pPr>
      <w:r>
        <w:rPr>
          <w:rtl/>
        </w:rPr>
        <w:t>كما روي عن امرأة أنها عثرت فانقطع ظفرها ، فضحكت ، فقيل لها : أما تجدين الوجع؟ فقالت : إن لذّة ثوابه أزالت عن قلبي مرارة وجعه.</w:t>
      </w:r>
    </w:p>
    <w:p w:rsidR="00EE1A1A" w:rsidRDefault="00EE1A1A" w:rsidP="00BB3BDA">
      <w:pPr>
        <w:pStyle w:val="libNormal"/>
        <w:rPr>
          <w:rtl/>
        </w:rPr>
      </w:pPr>
      <w:r>
        <w:rPr>
          <w:rtl/>
        </w:rPr>
        <w:t xml:space="preserve">وكان بعضهم يعالج غيره من علّة فنزلت به ، فلم يعالج نفسه ، فقيل له في ذلك ، فقال : ضرب الحبيب لا يوجع. </w:t>
      </w:r>
    </w:p>
    <w:p w:rsidR="00EE1A1A" w:rsidRDefault="00EE1A1A" w:rsidP="00EE1A1A">
      <w:pPr>
        <w:pStyle w:val="Heading2Center"/>
        <w:rPr>
          <w:rtl/>
        </w:rPr>
      </w:pPr>
      <w:r>
        <w:rPr>
          <w:rtl/>
        </w:rPr>
        <w:br w:type="page"/>
      </w:r>
      <w:bookmarkStart w:id="40" w:name="_Toc413069937"/>
      <w:r>
        <w:rPr>
          <w:rtl/>
        </w:rPr>
        <w:lastRenderedPageBreak/>
        <w:t>فصل :</w:t>
      </w:r>
      <w:bookmarkEnd w:id="40"/>
    </w:p>
    <w:p w:rsidR="00EE1A1A" w:rsidRDefault="00EE1A1A" w:rsidP="006713DA">
      <w:pPr>
        <w:pStyle w:val="libCenterBold1"/>
        <w:rPr>
          <w:rtl/>
        </w:rPr>
      </w:pPr>
      <w:r>
        <w:rPr>
          <w:rtl/>
        </w:rPr>
        <w:t>في ذكر جماعة من السلف ، نقل العلماء رضاهم بالقضاء مضافاً إلى ما تقدّم</w:t>
      </w:r>
    </w:p>
    <w:p w:rsidR="00EE1A1A" w:rsidRDefault="00EE1A1A" w:rsidP="00BB3BDA">
      <w:pPr>
        <w:pStyle w:val="libNormal"/>
        <w:rPr>
          <w:rtl/>
        </w:rPr>
      </w:pPr>
      <w:r>
        <w:rPr>
          <w:rtl/>
        </w:rPr>
        <w:t>إعلم أنّ أكثر ما أوردناه في باب الصبر عن جماعة الأكابر تضمّن الرضا بالقضاء ، بخصوص موت الولد ونحوه ، ولنذكر هنا اُموراً عامة :</w:t>
      </w:r>
    </w:p>
    <w:p w:rsidR="00EE1A1A" w:rsidRDefault="00EE1A1A" w:rsidP="00BB3BDA">
      <w:pPr>
        <w:pStyle w:val="libNormal"/>
        <w:rPr>
          <w:rtl/>
        </w:rPr>
      </w:pPr>
      <w:r>
        <w:rPr>
          <w:rtl/>
        </w:rPr>
        <w:t xml:space="preserve">لمّا اشتد البلاء على أيوب </w:t>
      </w:r>
      <w:r w:rsidR="00A80F4B" w:rsidRPr="00A80F4B">
        <w:rPr>
          <w:rStyle w:val="libAlaemChar"/>
          <w:rFonts w:hint="cs"/>
          <w:rtl/>
        </w:rPr>
        <w:t>عليه‌السلام</w:t>
      </w:r>
      <w:r>
        <w:rPr>
          <w:rtl/>
        </w:rPr>
        <w:t xml:space="preserve"> قالت امرأته : ألا تدعو ربّك ، فيكشف ما بك؟ فقال لها : « يا امرأة إنّي عشت في الملك والرخاء سبعين سنة ، فأنا أريد أن أعيش مثلها في البلاء ، لعلّي كنت أدّيت شكرما أنعم الله عليّ ، وأولى بي الصبر على ما أبلى » </w:t>
      </w:r>
      <w:r w:rsidRPr="006713DA">
        <w:rPr>
          <w:rStyle w:val="libFootnotenumChar"/>
          <w:rtl/>
        </w:rPr>
        <w:t>(1)</w:t>
      </w:r>
      <w:r>
        <w:rPr>
          <w:rtl/>
        </w:rPr>
        <w:t>.</w:t>
      </w:r>
    </w:p>
    <w:p w:rsidR="00EE1A1A" w:rsidRDefault="00EE1A1A" w:rsidP="00BB3BDA">
      <w:pPr>
        <w:pStyle w:val="libNormal"/>
        <w:rPr>
          <w:rtl/>
        </w:rPr>
      </w:pPr>
      <w:r>
        <w:rPr>
          <w:rtl/>
        </w:rPr>
        <w:t xml:space="preserve">وروي أن يونس </w:t>
      </w:r>
      <w:r w:rsidR="00A80F4B" w:rsidRPr="00A80F4B">
        <w:rPr>
          <w:rStyle w:val="libAlaemChar"/>
          <w:rFonts w:hint="cs"/>
          <w:rtl/>
        </w:rPr>
        <w:t>عليه‌السلام</w:t>
      </w:r>
      <w:r>
        <w:rPr>
          <w:rtl/>
        </w:rPr>
        <w:t xml:space="preserve"> قال لجبرئيل </w:t>
      </w:r>
      <w:r w:rsidR="00A80F4B" w:rsidRPr="00A80F4B">
        <w:rPr>
          <w:rStyle w:val="libAlaemChar"/>
          <w:rFonts w:hint="cs"/>
          <w:rtl/>
        </w:rPr>
        <w:t>عليه‌السلام</w:t>
      </w:r>
      <w:r>
        <w:rPr>
          <w:rtl/>
        </w:rPr>
        <w:t xml:space="preserve"> : « دلّني على أعبد أهل الأرض » ، فدلّه على رجل قد قطع الجذام يديه ورجليه ، وذهب ببصره وسمعه ، وهو يقول :</w:t>
      </w:r>
    </w:p>
    <w:p w:rsidR="00EE1A1A" w:rsidRDefault="00EE1A1A" w:rsidP="00BB3BDA">
      <w:pPr>
        <w:pStyle w:val="libNormal"/>
        <w:rPr>
          <w:rtl/>
        </w:rPr>
      </w:pPr>
      <w:r>
        <w:rPr>
          <w:rtl/>
        </w:rPr>
        <w:t xml:space="preserve">إلهي! متّعتني بهما ما شئت ، وسلبتني ماشئت ، وأبقيت لي فيك الأمل ، يابرٌّيا وصول </w:t>
      </w:r>
      <w:r w:rsidRPr="006713DA">
        <w:rPr>
          <w:rStyle w:val="libFootnotenumChar"/>
          <w:rtl/>
        </w:rPr>
        <w:t>(2)</w:t>
      </w:r>
      <w:r>
        <w:rPr>
          <w:rtl/>
        </w:rPr>
        <w:t>.</w:t>
      </w:r>
    </w:p>
    <w:p w:rsidR="00EE1A1A" w:rsidRDefault="00EE1A1A" w:rsidP="00BB3BDA">
      <w:pPr>
        <w:pStyle w:val="libNormal"/>
        <w:rPr>
          <w:rtl/>
        </w:rPr>
      </w:pPr>
      <w:r>
        <w:rPr>
          <w:rtl/>
        </w:rPr>
        <w:t xml:space="preserve">وروي أنّ عيسى </w:t>
      </w:r>
      <w:r w:rsidR="00A80F4B" w:rsidRPr="00A80F4B">
        <w:rPr>
          <w:rStyle w:val="libAlaemChar"/>
          <w:rFonts w:hint="cs"/>
          <w:rtl/>
        </w:rPr>
        <w:t>عليه‌السلام</w:t>
      </w:r>
      <w:r>
        <w:rPr>
          <w:rtl/>
        </w:rPr>
        <w:t xml:space="preserve"> مرّ برجل أعمى أبرص مقعد مضروب الجنبين بالفالج ، وقد تناثر لحمه من الجذام ، وهو يقول : الحمدلله الذي عافاني مما ابتلى به كثيراً من خلقه.</w:t>
      </w:r>
    </w:p>
    <w:p w:rsidR="00EE1A1A" w:rsidRDefault="00EE1A1A" w:rsidP="00BB3BDA">
      <w:pPr>
        <w:pStyle w:val="libNormal"/>
        <w:rPr>
          <w:rtl/>
        </w:rPr>
      </w:pPr>
      <w:r>
        <w:rPr>
          <w:rtl/>
        </w:rPr>
        <w:t xml:space="preserve">فقال له عيسى </w:t>
      </w:r>
      <w:r w:rsidR="00A80F4B" w:rsidRPr="00A80F4B">
        <w:rPr>
          <w:rStyle w:val="libAlaemChar"/>
          <w:rFonts w:hint="cs"/>
          <w:rtl/>
        </w:rPr>
        <w:t>عليه‌السلام</w:t>
      </w:r>
      <w:r>
        <w:rPr>
          <w:rtl/>
        </w:rPr>
        <w:t xml:space="preserve"> : « يا هذا ، وأي شيء من البلاء أراه مصروفاً عنك؟ ».</w:t>
      </w:r>
    </w:p>
    <w:p w:rsidR="00EE1A1A" w:rsidRDefault="00EE1A1A" w:rsidP="00BB3BDA">
      <w:pPr>
        <w:pStyle w:val="libNormal"/>
        <w:rPr>
          <w:rtl/>
        </w:rPr>
      </w:pPr>
      <w:r>
        <w:rPr>
          <w:rtl/>
        </w:rPr>
        <w:t>فقال : يا روح الله ، أنا خير ممّن لم يجعل الله في قلبه ما جعل في قلبي من معرفته.</w:t>
      </w:r>
    </w:p>
    <w:p w:rsidR="00EE1A1A" w:rsidRDefault="00EE1A1A" w:rsidP="00BB3BDA">
      <w:pPr>
        <w:pStyle w:val="libNormal"/>
        <w:rPr>
          <w:rtl/>
        </w:rPr>
      </w:pPr>
      <w:r>
        <w:rPr>
          <w:rtl/>
        </w:rPr>
        <w:t xml:space="preserve">فقال له : « صدقت ، هات يدك » فناوله يده ، فإذا هو أحسن الناس وجهاً ، وأفضلهم هيئة ، قد أذهب الله عنه ما كان به ، فصحب عيسى </w:t>
      </w:r>
      <w:r w:rsidR="00A80F4B" w:rsidRPr="00A80F4B">
        <w:rPr>
          <w:rStyle w:val="libAlaemChar"/>
          <w:rFonts w:hint="cs"/>
          <w:rtl/>
        </w:rPr>
        <w:t>عليه‌السلام</w:t>
      </w:r>
      <w:r>
        <w:rPr>
          <w:rtl/>
        </w:rPr>
        <w:t xml:space="preserve"> ، وتعبد معه </w:t>
      </w:r>
      <w:r w:rsidRPr="006713DA">
        <w:rPr>
          <w:rStyle w:val="libFootnotenumChar"/>
          <w:rtl/>
        </w:rPr>
        <w:t>(3)</w:t>
      </w:r>
      <w:r>
        <w:rPr>
          <w:rtl/>
        </w:rPr>
        <w:t>.</w:t>
      </w:r>
    </w:p>
    <w:p w:rsidR="00EE1A1A" w:rsidRDefault="00EE1A1A" w:rsidP="00BB3BDA">
      <w:pPr>
        <w:pStyle w:val="libNormal"/>
        <w:rPr>
          <w:rtl/>
        </w:rPr>
      </w:pPr>
      <w:r>
        <w:rPr>
          <w:rtl/>
        </w:rPr>
        <w:t xml:space="preserve">وقال بعضهم ، قصدت عبادان </w:t>
      </w:r>
      <w:r w:rsidRPr="006713DA">
        <w:rPr>
          <w:rStyle w:val="libFootnotenumChar"/>
          <w:rtl/>
        </w:rPr>
        <w:t>(4)</w:t>
      </w:r>
      <w:r>
        <w:rPr>
          <w:rtl/>
        </w:rPr>
        <w:t xml:space="preserve"> في بدايتي ، فإذا أنا برجل أعمى مجذوم مجنون </w:t>
      </w:r>
    </w:p>
    <w:p w:rsidR="00EE1A1A" w:rsidRDefault="00EE1A1A" w:rsidP="006713DA">
      <w:pPr>
        <w:pStyle w:val="libLine"/>
        <w:rPr>
          <w:rtl/>
        </w:rPr>
      </w:pPr>
      <w:r>
        <w:rPr>
          <w:rtl/>
        </w:rPr>
        <w:t>__________________</w:t>
      </w:r>
    </w:p>
    <w:p w:rsidR="00EE1A1A" w:rsidRDefault="00EE1A1A" w:rsidP="006713DA">
      <w:pPr>
        <w:pStyle w:val="libFootnote0"/>
        <w:rPr>
          <w:rtl/>
        </w:rPr>
      </w:pPr>
      <w:r>
        <w:rPr>
          <w:rtl/>
        </w:rPr>
        <w:t>1 ـ روي باختلاف في ألفاظ في تنبيه الخواطر 1 : 40 ، وارشاد القلوب : 127.</w:t>
      </w:r>
    </w:p>
    <w:p w:rsidR="00EE1A1A" w:rsidRDefault="00EE1A1A" w:rsidP="006713DA">
      <w:pPr>
        <w:pStyle w:val="libFootnote0"/>
        <w:rPr>
          <w:rtl/>
        </w:rPr>
      </w:pPr>
      <w:r>
        <w:rPr>
          <w:rtl/>
        </w:rPr>
        <w:t>(2 و 3) أخرجه المجلسي في البحار 82 : 153.</w:t>
      </w:r>
    </w:p>
    <w:p w:rsidR="00EE1A1A" w:rsidRDefault="00EE1A1A" w:rsidP="006713DA">
      <w:pPr>
        <w:pStyle w:val="libFootnote0"/>
        <w:rPr>
          <w:rtl/>
        </w:rPr>
      </w:pPr>
      <w:r>
        <w:rPr>
          <w:rtl/>
        </w:rPr>
        <w:t xml:space="preserve">4 ـ عبادان : بلد تحت البصرة. « معجم البلدان 4 : 74 ». </w:t>
      </w:r>
    </w:p>
    <w:p w:rsidR="00EE1A1A" w:rsidRDefault="00EE1A1A" w:rsidP="00BB3BDA">
      <w:pPr>
        <w:pStyle w:val="libNormal0"/>
        <w:rPr>
          <w:rtl/>
        </w:rPr>
      </w:pPr>
      <w:r>
        <w:rPr>
          <w:rtl/>
        </w:rPr>
        <w:br w:type="page"/>
      </w:r>
      <w:r>
        <w:rPr>
          <w:rtl/>
        </w:rPr>
        <w:lastRenderedPageBreak/>
        <w:t>قد صرع ، والنمل يأكل لحمه ، فرفعت رأسه ، ووضعته في حجري ، وأنا أردد الكلام ، فلمّا أفاق قال : من هذا الفضوليّ الذي يدخل بيني وبين ربي؟ فوحقّه لو قطّعني إرباً إرباً ، ما ازددت له إلاّ حبّاً.</w:t>
      </w:r>
    </w:p>
    <w:p w:rsidR="00EE1A1A" w:rsidRDefault="00EE1A1A" w:rsidP="00BB3BDA">
      <w:pPr>
        <w:pStyle w:val="libNormal"/>
        <w:rPr>
          <w:rtl/>
        </w:rPr>
      </w:pPr>
      <w:r>
        <w:rPr>
          <w:rtl/>
        </w:rPr>
        <w:t xml:space="preserve">وقطعت رجل بعضهم من ركبته من إكلة </w:t>
      </w:r>
      <w:r w:rsidRPr="006713DA">
        <w:rPr>
          <w:rStyle w:val="libFootnotenumChar"/>
          <w:rtl/>
        </w:rPr>
        <w:t>(1)</w:t>
      </w:r>
      <w:r>
        <w:rPr>
          <w:rtl/>
        </w:rPr>
        <w:t xml:space="preserve"> خرجت بها ، فقال : الحمدلله الذي أخذ منّي واحدة ، وترك ثلاثاً ، وعزّتك لئن كنت أخذت لقد أبقيت ، ولئن كنت ابتليت لقد عافيت ، ثمّ لم يدع ورده تلك اللّيلة.</w:t>
      </w:r>
    </w:p>
    <w:p w:rsidR="00EE1A1A" w:rsidRDefault="00EE1A1A" w:rsidP="00BB3BDA">
      <w:pPr>
        <w:pStyle w:val="libNormal"/>
        <w:rPr>
          <w:rtl/>
        </w:rPr>
      </w:pPr>
      <w:r>
        <w:rPr>
          <w:rtl/>
        </w:rPr>
        <w:t>وقال بعضهم ، نلت من كل مقام حالاً إلاّ الرضا بالقضاء ، فما لي منه إلاّ مشامّ الريح ، وعلى ذلك لو أدخل الخلائق كلّهم الجنة ، وأدخلني الناركنت بذلك راضياً. وقيل لبعض العارفين : نلت غاية الرضا عنه ، فقال : أما الغاية فلا ، ولكن مقام من الرضا قد نلته ، لوجعلني الله جسراً على جهنم ، تعبر الخلائق عليّ إلى الجنة ، ثمّ ملأ بي جهنّم لأحببت ذلك من حكمه ، ورضيت به من قسمه.</w:t>
      </w:r>
    </w:p>
    <w:p w:rsidR="00EE1A1A" w:rsidRDefault="00EE1A1A" w:rsidP="00BB3BDA">
      <w:pPr>
        <w:pStyle w:val="libNormal"/>
        <w:rPr>
          <w:rtl/>
        </w:rPr>
      </w:pPr>
      <w:r>
        <w:rPr>
          <w:rtl/>
        </w:rPr>
        <w:t>وهذا كلام من علم أنّ الحبّ قد استغرق همّه ، حتى منعه الإحساس بألم النار ، واستيلاء هذه الحالة غير محال في نفسه ، لكنّه بعيد من الأحوال الضعيفة في هذا الزمان ، ولاينبغي أن يستنكر الضعيف المحروم حال الأقوياء ، ويظنّ أنّ ما هو عاجز عنه يعجز عنه غيره من الأولياء.</w:t>
      </w:r>
    </w:p>
    <w:p w:rsidR="00EE1A1A" w:rsidRDefault="00EE1A1A" w:rsidP="00BB3BDA">
      <w:pPr>
        <w:pStyle w:val="libNormal"/>
        <w:rPr>
          <w:rtl/>
        </w:rPr>
      </w:pPr>
      <w:r>
        <w:rPr>
          <w:rtl/>
        </w:rPr>
        <w:t xml:space="preserve">وكان عمران بن حصين </w:t>
      </w:r>
      <w:r w:rsidRPr="006713DA">
        <w:rPr>
          <w:rStyle w:val="libFootnotenumChar"/>
          <w:rtl/>
        </w:rPr>
        <w:t>(2)</w:t>
      </w:r>
      <w:r>
        <w:rPr>
          <w:rtl/>
        </w:rPr>
        <w:t xml:space="preserve"> ـ </w:t>
      </w:r>
      <w:r w:rsidR="00A80F4B" w:rsidRPr="00A80F4B">
        <w:rPr>
          <w:rStyle w:val="libAlaemChar"/>
          <w:rFonts w:hint="cs"/>
          <w:rtl/>
        </w:rPr>
        <w:t>رضي‌الله‌عنه</w:t>
      </w:r>
      <w:r>
        <w:rPr>
          <w:rtl/>
        </w:rPr>
        <w:t xml:space="preserve"> ـ استسقى بطنه ، فبقي ملقى على ظهره ثلاثين سنة لا يقوم ولا يقعد ، قد ثقب له في سريره موضع لقضاء الحاجة </w:t>
      </w:r>
      <w:r w:rsidRPr="006713DA">
        <w:rPr>
          <w:rStyle w:val="libFootnotenumChar"/>
          <w:rtl/>
        </w:rPr>
        <w:t>(3)</w:t>
      </w:r>
      <w:r>
        <w:rPr>
          <w:rtl/>
        </w:rPr>
        <w:t xml:space="preserve"> ، فدخل عليه أخوه العلاء فجعل يبكي لما يرى من حاله ، فقال : لم تبكي؟ قال : لأنّي أراك على هذه الحالة العظيمة ، قال : لا تبك ، فإن أحبّه لي الله تعالى أحبه ، ثمّ قال : أحدّثك شيئاً لعلّ الله </w:t>
      </w:r>
      <w:r w:rsidRPr="006713DA">
        <w:rPr>
          <w:rStyle w:val="libFootnotenumChar"/>
          <w:rtl/>
        </w:rPr>
        <w:t>(4)</w:t>
      </w:r>
      <w:r>
        <w:rPr>
          <w:rtl/>
        </w:rPr>
        <w:t xml:space="preserve"> ينفعك به ، واكتم عليّ حتى أموت ، إنّ الملائكة لتزورني </w:t>
      </w:r>
      <w:r w:rsidRPr="006713DA">
        <w:rPr>
          <w:rStyle w:val="libFootnotenumChar"/>
          <w:rtl/>
        </w:rPr>
        <w:t>(5)</w:t>
      </w:r>
      <w:r>
        <w:rPr>
          <w:rtl/>
        </w:rPr>
        <w:t xml:space="preserve"> فآنس بها ، وتسلّم عليّ فأسمع تسليمها ، فأعلم بذلك أنّ هذا البلاء ليس بعقوبة ، إذ هو سبب لهذه النعمة </w:t>
      </w:r>
    </w:p>
    <w:p w:rsidR="00EE1A1A" w:rsidRDefault="00EE1A1A" w:rsidP="006713DA">
      <w:pPr>
        <w:pStyle w:val="libLine"/>
        <w:rPr>
          <w:rtl/>
        </w:rPr>
      </w:pPr>
      <w:r>
        <w:rPr>
          <w:rtl/>
        </w:rPr>
        <w:t>__________________</w:t>
      </w:r>
    </w:p>
    <w:p w:rsidR="00EE1A1A" w:rsidRDefault="00EE1A1A" w:rsidP="006713DA">
      <w:pPr>
        <w:pStyle w:val="libFootnote0"/>
        <w:rPr>
          <w:rtl/>
        </w:rPr>
      </w:pPr>
      <w:r>
        <w:rPr>
          <w:rtl/>
        </w:rPr>
        <w:t>1 ـ الإكلة : الحكة. « الصحاح ـ أكل ـ 4 : 1624 ».</w:t>
      </w:r>
    </w:p>
    <w:p w:rsidR="00EE1A1A" w:rsidRDefault="00EE1A1A" w:rsidP="006713DA">
      <w:pPr>
        <w:pStyle w:val="libFootnote0"/>
        <w:rPr>
          <w:rtl/>
        </w:rPr>
      </w:pPr>
      <w:r>
        <w:rPr>
          <w:rtl/>
        </w:rPr>
        <w:t>2 ـ في « ش » و « ح » : عمر بن حصين ، والصواب ما أثبتناه وهو عمران بن حصين بن عبيد بن خلف الخزاعي الكعبي ، اسلم عام خيبر ، بعثه عمر بن الخطاب إلى البصرة توفي سنه 52 أو 53 للهجرة. راجع « اسد الغابة 4 : 137 ، تهذيب التهذيب 8 : 125 ، الإصابة في تمييز الصحابة 3 : 26 ».</w:t>
      </w:r>
    </w:p>
    <w:p w:rsidR="00EE1A1A" w:rsidRDefault="00EE1A1A" w:rsidP="006713DA">
      <w:pPr>
        <w:pStyle w:val="libFootnote0"/>
        <w:rPr>
          <w:rtl/>
        </w:rPr>
      </w:pPr>
      <w:r>
        <w:rPr>
          <w:rtl/>
        </w:rPr>
        <w:t>3 ـ في « ش » : حاجته.</w:t>
      </w:r>
    </w:p>
    <w:p w:rsidR="00EE1A1A" w:rsidRDefault="00EE1A1A" w:rsidP="006713DA">
      <w:pPr>
        <w:pStyle w:val="libFootnote0"/>
        <w:rPr>
          <w:rtl/>
        </w:rPr>
      </w:pPr>
      <w:r>
        <w:rPr>
          <w:rtl/>
        </w:rPr>
        <w:t>4 ـ في « ش » زيادة : أن.</w:t>
      </w:r>
    </w:p>
    <w:p w:rsidR="00EE1A1A" w:rsidRDefault="00EE1A1A" w:rsidP="006713DA">
      <w:pPr>
        <w:pStyle w:val="libFootnote0"/>
        <w:rPr>
          <w:rtl/>
        </w:rPr>
      </w:pPr>
      <w:r>
        <w:rPr>
          <w:rtl/>
        </w:rPr>
        <w:t xml:space="preserve">5 ـ في « ش » : تزورني. </w:t>
      </w:r>
    </w:p>
    <w:p w:rsidR="00EE1A1A" w:rsidRDefault="00EE1A1A" w:rsidP="00BB3BDA">
      <w:pPr>
        <w:pStyle w:val="libNormal0"/>
        <w:rPr>
          <w:rtl/>
        </w:rPr>
      </w:pPr>
      <w:r>
        <w:rPr>
          <w:rtl/>
        </w:rPr>
        <w:br w:type="page"/>
      </w:r>
      <w:r>
        <w:rPr>
          <w:rtl/>
        </w:rPr>
        <w:lastRenderedPageBreak/>
        <w:t xml:space="preserve">الجسمية ، فمن شاهد هذا في بلائه ، كيف لا يكون راضياً به </w:t>
      </w:r>
      <w:r w:rsidRPr="006713DA">
        <w:rPr>
          <w:rStyle w:val="libFootnotenumChar"/>
          <w:rtl/>
        </w:rPr>
        <w:t>(1)</w:t>
      </w:r>
      <w:r>
        <w:rPr>
          <w:rtl/>
        </w:rPr>
        <w:t>؟</w:t>
      </w:r>
    </w:p>
    <w:p w:rsidR="00EE1A1A" w:rsidRDefault="00EE1A1A" w:rsidP="00BB3BDA">
      <w:pPr>
        <w:pStyle w:val="libNormal"/>
        <w:rPr>
          <w:rtl/>
        </w:rPr>
      </w:pPr>
      <w:r>
        <w:rPr>
          <w:rtl/>
        </w:rPr>
        <w:t xml:space="preserve">وقال بعضهم : دخلنا على سويد بن شعبة ، فرأينا ثوباً ملقى ، فما ظننّا أنّ تحته شيئاً حتى كشف ، فقالت امرأته : أهلك فداؤك ، أما نطعمك أما نسقيك؟ فقال : طالت الضجعة </w:t>
      </w:r>
      <w:r w:rsidRPr="006713DA">
        <w:rPr>
          <w:rStyle w:val="libFootnotenumChar"/>
          <w:rtl/>
        </w:rPr>
        <w:t>(2)</w:t>
      </w:r>
      <w:r>
        <w:rPr>
          <w:rtl/>
        </w:rPr>
        <w:t xml:space="preserve"> ، ودبرت الحراقيف </w:t>
      </w:r>
      <w:r w:rsidRPr="006713DA">
        <w:rPr>
          <w:rStyle w:val="libFootnotenumChar"/>
          <w:rtl/>
        </w:rPr>
        <w:t>(3)</w:t>
      </w:r>
      <w:r>
        <w:rPr>
          <w:rtl/>
        </w:rPr>
        <w:t xml:space="preserve"> ، وأصبحت نضواً </w:t>
      </w:r>
      <w:r w:rsidRPr="006713DA">
        <w:rPr>
          <w:rStyle w:val="libFootnotenumChar"/>
          <w:rtl/>
        </w:rPr>
        <w:t>(4)</w:t>
      </w:r>
      <w:r>
        <w:rPr>
          <w:rtl/>
        </w:rPr>
        <w:t xml:space="preserve"> ، لا اطعم طعاماً ، ولا أشرب شراباً منذ كذا ـ فذكر أياماً ـ وما يسرّني أنّي نقصت من هذا قلامة ظفر.</w:t>
      </w:r>
    </w:p>
    <w:p w:rsidR="00EE1A1A" w:rsidRDefault="00EE1A1A" w:rsidP="00BB3BDA">
      <w:pPr>
        <w:pStyle w:val="libNormal"/>
        <w:rPr>
          <w:rtl/>
        </w:rPr>
      </w:pPr>
      <w:r>
        <w:rPr>
          <w:rtl/>
        </w:rPr>
        <w:t>وروي عن بعضهم ، وكان قاسى المرض ستّين سنة ، فلمّا اشتدّ عليه حاله دخل عليه بنوه ، فقالوا : أتريد أن تموت ، حتى تستريح ممّا أنت فيه؟ قال : لا ، قالوا : فما تريد؟ قال : ما لي إرادة ، إنّما أنا عبد ، وللسيّد الإرادة في عبده ، والحكم في أمره.</w:t>
      </w:r>
    </w:p>
    <w:p w:rsidR="00EE1A1A" w:rsidRDefault="00EE1A1A" w:rsidP="00BB3BDA">
      <w:pPr>
        <w:pStyle w:val="libNormal"/>
        <w:rPr>
          <w:rtl/>
        </w:rPr>
      </w:pPr>
      <w:r>
        <w:rPr>
          <w:rtl/>
        </w:rPr>
        <w:t xml:space="preserve">وقيل : اشتدّ المرض بفتح الموصلي ، وأصابه مع مرضه الفقر والجهد ، فقال : إلهي وسيدي ، ابتليتني بالمرض والفقر ، فهذا فعالك بالأنبياء والمرسلين ، فكيف لي أن اؤدي شكرما أنعمت به عليّ؟ </w:t>
      </w:r>
    </w:p>
    <w:p w:rsidR="00EE1A1A" w:rsidRDefault="00EE1A1A" w:rsidP="006713DA">
      <w:pPr>
        <w:pStyle w:val="libLine"/>
        <w:rPr>
          <w:rtl/>
        </w:rPr>
      </w:pPr>
      <w:r>
        <w:rPr>
          <w:rtl/>
        </w:rPr>
        <w:t>__________________</w:t>
      </w:r>
    </w:p>
    <w:p w:rsidR="00EE1A1A" w:rsidRDefault="00EE1A1A" w:rsidP="006713DA">
      <w:pPr>
        <w:pStyle w:val="libFootnote0"/>
        <w:rPr>
          <w:rtl/>
        </w:rPr>
      </w:pPr>
      <w:r>
        <w:rPr>
          <w:rtl/>
        </w:rPr>
        <w:t>1 ـ اسد الغابة 4 : 137 نحوه.</w:t>
      </w:r>
    </w:p>
    <w:p w:rsidR="00EE1A1A" w:rsidRDefault="00EE1A1A" w:rsidP="006713DA">
      <w:pPr>
        <w:pStyle w:val="libFootnote0"/>
        <w:rPr>
          <w:rtl/>
        </w:rPr>
      </w:pPr>
      <w:r>
        <w:rPr>
          <w:rtl/>
        </w:rPr>
        <w:t>2 ـ الضجعة : هيئة الإضطجاع. « لسان العرب 8 : 219 ».</w:t>
      </w:r>
    </w:p>
    <w:p w:rsidR="00EE1A1A" w:rsidRDefault="00EE1A1A" w:rsidP="006713DA">
      <w:pPr>
        <w:pStyle w:val="libFootnote0"/>
        <w:rPr>
          <w:rtl/>
        </w:rPr>
      </w:pPr>
      <w:r>
        <w:rPr>
          <w:rtl/>
        </w:rPr>
        <w:t>3 ـ الحرقفة : عظم الحجبة ، وهي رأس الورك ، والجمع ، الحراقف. « لسان العرب 9 : 46 ».</w:t>
      </w:r>
    </w:p>
    <w:p w:rsidR="00EE1A1A" w:rsidRDefault="00EE1A1A" w:rsidP="006713DA">
      <w:pPr>
        <w:pStyle w:val="libFootnote0"/>
        <w:rPr>
          <w:rtl/>
        </w:rPr>
      </w:pPr>
      <w:r>
        <w:rPr>
          <w:rtl/>
        </w:rPr>
        <w:t xml:space="preserve">4 ـ النّضو : المهزول. « لسان العرب 15 : 330 ». </w:t>
      </w:r>
    </w:p>
    <w:p w:rsidR="00EE1A1A" w:rsidRDefault="00EE1A1A" w:rsidP="00EE1A1A">
      <w:pPr>
        <w:pStyle w:val="Heading2Center"/>
        <w:rPr>
          <w:rtl/>
        </w:rPr>
      </w:pPr>
      <w:r>
        <w:rPr>
          <w:rtl/>
        </w:rPr>
        <w:br w:type="page"/>
      </w:r>
      <w:bookmarkStart w:id="41" w:name="_Toc413069938"/>
      <w:r>
        <w:rPr>
          <w:rtl/>
        </w:rPr>
        <w:lastRenderedPageBreak/>
        <w:t>فصل</w:t>
      </w:r>
      <w:bookmarkEnd w:id="41"/>
    </w:p>
    <w:p w:rsidR="00EE1A1A" w:rsidRDefault="00EE1A1A" w:rsidP="00BB3BDA">
      <w:pPr>
        <w:pStyle w:val="libNormal"/>
        <w:rPr>
          <w:rtl/>
        </w:rPr>
      </w:pPr>
      <w:r>
        <w:rPr>
          <w:rtl/>
        </w:rPr>
        <w:t xml:space="preserve">إعلم أنّ الدعاء يدفع البلاء ، وزوال المرض وحفظ الولد لاينافي الرضاء بالقضاء ، فقد تعبدنا الله سبحانه بالدعاء ، وندبنا إليه وحثّنا عليه ، وجعل تركه استكباراً وفعله عبادة ووعد بالإجابة ودعا الأنبياء والأئمة </w:t>
      </w:r>
      <w:r w:rsidR="00A80F4B" w:rsidRPr="00A80F4B">
        <w:rPr>
          <w:rStyle w:val="libAlaemChar"/>
          <w:rFonts w:hint="cs"/>
          <w:rtl/>
        </w:rPr>
        <w:t>عليهم‌السلام</w:t>
      </w:r>
      <w:r>
        <w:rPr>
          <w:rtl/>
        </w:rPr>
        <w:t xml:space="preserve"> ، وأمروا به ، وما نقل عنهم خارج عن حدالحصر ، وقدأثنى الله تعالى على الداعين من عباده ، فقال : ( ويدعوننا رغباً ورهباً ) </w:t>
      </w:r>
      <w:r w:rsidRPr="006713DA">
        <w:rPr>
          <w:rStyle w:val="libFootnotenumChar"/>
          <w:rtl/>
        </w:rPr>
        <w:t>(1)</w:t>
      </w:r>
      <w:r>
        <w:rPr>
          <w:rtl/>
        </w:rPr>
        <w:t>.</w:t>
      </w:r>
    </w:p>
    <w:p w:rsidR="00EE1A1A" w:rsidRDefault="00EE1A1A" w:rsidP="00BB3BDA">
      <w:pPr>
        <w:pStyle w:val="libNormal"/>
        <w:rPr>
          <w:rtl/>
        </w:rPr>
      </w:pPr>
      <w:r>
        <w:rPr>
          <w:rtl/>
        </w:rPr>
        <w:t xml:space="preserve">ومن وظائف الداعي أن يكون في دعائه ممتثلاً لأمر ربّه تبارك وتعالى بالدعاء في طلب ما أمره </w:t>
      </w:r>
      <w:r w:rsidRPr="006713DA">
        <w:rPr>
          <w:rStyle w:val="libFootnotenumChar"/>
          <w:rtl/>
        </w:rPr>
        <w:t>(2)</w:t>
      </w:r>
      <w:r>
        <w:rPr>
          <w:rtl/>
        </w:rPr>
        <w:t xml:space="preserve"> بطلبه ، وأنّه لولا أمره به وإذنه له فيه لما اجترئ على التعرّض لمخالفة قضائه ، وفي الحقيقة هذا نوع من الرضاء لمن فهم مواضع </w:t>
      </w:r>
      <w:r w:rsidRPr="006713DA">
        <w:rPr>
          <w:rStyle w:val="libFootnotenumChar"/>
          <w:rtl/>
        </w:rPr>
        <w:t>(3)</w:t>
      </w:r>
      <w:r>
        <w:rPr>
          <w:rtl/>
        </w:rPr>
        <w:t xml:space="preserve"> الرضاء ، وأدّب نفسه ، وقام بوظائف الدعاء.</w:t>
      </w:r>
    </w:p>
    <w:p w:rsidR="00EE1A1A" w:rsidRDefault="00EE1A1A" w:rsidP="00BB3BDA">
      <w:pPr>
        <w:pStyle w:val="libNormal"/>
        <w:rPr>
          <w:rtl/>
        </w:rPr>
      </w:pPr>
      <w:r>
        <w:rPr>
          <w:rtl/>
        </w:rPr>
        <w:t>ومن علاماته أنّه إذا لم يجب إلى مطلوبه لا يتألّم من ذلك ، من حيث عدم إجابته ، لجواز أن يكون المدعو به مشتملأ على مفسدة لا يعلمها إلاّ الله تعالى ، كما ورد أنّ العبد ليدعو الله تعالى بالشيء حتى ترحمه الملائكة وتقول : إلهي ارحم عبدك المؤمن ، وأجب دعوته ، فيقول الله تعالى : كيف أرحمه من شي به أرحمه؟</w:t>
      </w:r>
    </w:p>
    <w:p w:rsidR="00EE1A1A" w:rsidRDefault="00EE1A1A" w:rsidP="00BB3BDA">
      <w:pPr>
        <w:pStyle w:val="libNormal"/>
        <w:rPr>
          <w:rtl/>
        </w:rPr>
      </w:pPr>
      <w:r>
        <w:rPr>
          <w:rtl/>
        </w:rPr>
        <w:t xml:space="preserve">نعم ، لو استوحش من حيث احتمال أن يكون السبب الذي أوجب ردّ دعائه بعده عن الله تعالى ، واستحقاقه للخيبة والإجباه </w:t>
      </w:r>
      <w:r w:rsidRPr="006713DA">
        <w:rPr>
          <w:rStyle w:val="libFootnotenumChar"/>
          <w:rtl/>
        </w:rPr>
        <w:t>(4)</w:t>
      </w:r>
      <w:r>
        <w:rPr>
          <w:rtl/>
        </w:rPr>
        <w:t xml:space="preserve"> والطرد والإبعاد ، فلاحرج ، فإن كمال المؤمن أن يكون ماقتاً لنفسه مزرياً عليها حتى لو اجيبت دعوته ، فلا يظنّن أنّ ذلك من كرامته على الله تعالى وقربه منه ، بل يجوز أن يكون ذلك من بغض الله تعالى وكراهته لصوته ، وتأذّي الملائكة برائحته ، فتسأل الله تعالى أن يعجّل بإجابته </w:t>
      </w:r>
      <w:r w:rsidRPr="006713DA">
        <w:rPr>
          <w:rStyle w:val="libFootnotenumChar"/>
          <w:rtl/>
        </w:rPr>
        <w:t>(5)</w:t>
      </w:r>
      <w:r>
        <w:rPr>
          <w:rtl/>
        </w:rPr>
        <w:t xml:space="preserve"> لتستريح منه. </w:t>
      </w:r>
    </w:p>
    <w:p w:rsidR="00EE1A1A" w:rsidRDefault="00EE1A1A" w:rsidP="006713DA">
      <w:pPr>
        <w:pStyle w:val="libLine"/>
        <w:rPr>
          <w:rtl/>
        </w:rPr>
      </w:pPr>
      <w:r>
        <w:rPr>
          <w:rtl/>
        </w:rPr>
        <w:t>__________________</w:t>
      </w:r>
    </w:p>
    <w:p w:rsidR="00EE1A1A" w:rsidRDefault="00EE1A1A" w:rsidP="006713DA">
      <w:pPr>
        <w:pStyle w:val="libFootnote0"/>
        <w:rPr>
          <w:rtl/>
        </w:rPr>
      </w:pPr>
      <w:r>
        <w:rPr>
          <w:rtl/>
        </w:rPr>
        <w:t>1 ـ الأنبياء 21 : 90.</w:t>
      </w:r>
    </w:p>
    <w:p w:rsidR="00EE1A1A" w:rsidRDefault="00EE1A1A" w:rsidP="006713DA">
      <w:pPr>
        <w:pStyle w:val="libFootnote0"/>
        <w:rPr>
          <w:rtl/>
        </w:rPr>
      </w:pPr>
      <w:r>
        <w:rPr>
          <w:rtl/>
        </w:rPr>
        <w:t>2 ـ في « ش » : ما أمر.</w:t>
      </w:r>
    </w:p>
    <w:p w:rsidR="00EE1A1A" w:rsidRDefault="00EE1A1A" w:rsidP="006713DA">
      <w:pPr>
        <w:pStyle w:val="libFootnote0"/>
        <w:rPr>
          <w:rtl/>
        </w:rPr>
      </w:pPr>
      <w:r>
        <w:rPr>
          <w:rtl/>
        </w:rPr>
        <w:t>3 ـ في « ش » : مواقع.</w:t>
      </w:r>
    </w:p>
    <w:p w:rsidR="00EE1A1A" w:rsidRDefault="00EE1A1A" w:rsidP="006713DA">
      <w:pPr>
        <w:pStyle w:val="libFootnote0"/>
        <w:rPr>
          <w:rtl/>
        </w:rPr>
      </w:pPr>
      <w:r>
        <w:rPr>
          <w:rtl/>
        </w:rPr>
        <w:t>4 ـ الإجباه : الإستقبال بالمكروه.« لسان العرب ـ جبه ـ 13 : 483 ».</w:t>
      </w:r>
    </w:p>
    <w:p w:rsidR="00EE1A1A" w:rsidRDefault="00EE1A1A" w:rsidP="006713DA">
      <w:pPr>
        <w:pStyle w:val="libFootnote0"/>
        <w:rPr>
          <w:rtl/>
        </w:rPr>
      </w:pPr>
      <w:r>
        <w:rPr>
          <w:rtl/>
        </w:rPr>
        <w:t>5 ـ في « ش » : اجابته.</w:t>
      </w:r>
    </w:p>
    <w:p w:rsidR="00EE1A1A" w:rsidRDefault="00EE1A1A" w:rsidP="00BB3BDA">
      <w:pPr>
        <w:pStyle w:val="libNormal"/>
        <w:rPr>
          <w:rtl/>
        </w:rPr>
      </w:pPr>
      <w:r>
        <w:rPr>
          <w:rtl/>
        </w:rPr>
        <w:br w:type="page"/>
      </w:r>
      <w:bookmarkStart w:id="42" w:name="_Toc413069939"/>
      <w:r w:rsidRPr="00A64681">
        <w:rPr>
          <w:rStyle w:val="Heading2Char"/>
          <w:rtl/>
        </w:rPr>
        <w:lastRenderedPageBreak/>
        <w:t>و</w:t>
      </w:r>
      <w:bookmarkEnd w:id="42"/>
      <w:r>
        <w:rPr>
          <w:rtl/>
        </w:rPr>
        <w:t xml:space="preserve">كذلك قد يكون سبب تأخير الإجابة ، من محبة الله تعالى وملائكته لصوته ، وتلذّذهم بمناجاته ، فتسأل الله تعالى تأخير اجابته </w:t>
      </w:r>
      <w:r w:rsidRPr="006713DA">
        <w:rPr>
          <w:rStyle w:val="libFootnotenumChar"/>
          <w:rtl/>
        </w:rPr>
        <w:t>(1)</w:t>
      </w:r>
      <w:r>
        <w:rPr>
          <w:rtl/>
        </w:rPr>
        <w:t xml:space="preserve"> ، كذلك كما ورد في الأخبار ، فالمؤمن أبداً بين رجاء وخوف ، فإنّ بهما قوام الأعمال ، والإنزجار عن المعاصي ، والرغبة في الطاعات. </w:t>
      </w:r>
    </w:p>
    <w:p w:rsidR="00EE1A1A" w:rsidRDefault="00EE1A1A" w:rsidP="006713DA">
      <w:pPr>
        <w:pStyle w:val="libFootnote0"/>
        <w:rPr>
          <w:rtl/>
        </w:rPr>
      </w:pPr>
      <w:r>
        <w:rPr>
          <w:rtl/>
        </w:rPr>
        <w:t>____________</w:t>
      </w:r>
    </w:p>
    <w:p w:rsidR="00EE1A1A" w:rsidRDefault="00EE1A1A" w:rsidP="006713DA">
      <w:pPr>
        <w:pStyle w:val="libFootnote0"/>
        <w:rPr>
          <w:rtl/>
        </w:rPr>
      </w:pPr>
      <w:r>
        <w:rPr>
          <w:rtl/>
        </w:rPr>
        <w:t xml:space="preserve">1 ـ في « ح » : حاجته. </w:t>
      </w:r>
    </w:p>
    <w:p w:rsidR="00EE1A1A" w:rsidRDefault="00EE1A1A" w:rsidP="00EE1A1A">
      <w:pPr>
        <w:pStyle w:val="Heading1Center"/>
        <w:rPr>
          <w:rtl/>
        </w:rPr>
      </w:pPr>
      <w:r>
        <w:rPr>
          <w:rtl/>
        </w:rPr>
        <w:br w:type="page"/>
      </w:r>
      <w:bookmarkStart w:id="43" w:name="_Toc413069940"/>
      <w:r>
        <w:rPr>
          <w:rtl/>
        </w:rPr>
        <w:lastRenderedPageBreak/>
        <w:t>الباب الرابع : في البكاء</w:t>
      </w:r>
      <w:bookmarkEnd w:id="43"/>
    </w:p>
    <w:p w:rsidR="00EE1A1A" w:rsidRDefault="00EE1A1A" w:rsidP="00BB3BDA">
      <w:pPr>
        <w:pStyle w:val="libNormal"/>
        <w:rPr>
          <w:rtl/>
        </w:rPr>
      </w:pPr>
      <w:r>
        <w:rPr>
          <w:rtl/>
        </w:rPr>
        <w:t>إعلم أنّ البكاء بمجرّده غير مناف للصبر ولا للرضا بالقضاء ، وإنّما هو طبيعة بشرية ، وجبلة إنسانية ، ورحمة رحمية أو حبيبية فلا حرج في إبرازها ولا ضرر في إخراجها ، ما لم تشتمل على أحوال تؤذن بالسخط وتنبىء عن الجزع وتذهب بالأجر ، من شقّ الثوب ولطم الوجه وضرب الفخذ وغيرها.</w:t>
      </w:r>
    </w:p>
    <w:p w:rsidR="00EE1A1A" w:rsidRDefault="00EE1A1A" w:rsidP="00BB3BDA">
      <w:pPr>
        <w:pStyle w:val="libNormal"/>
        <w:rPr>
          <w:rtl/>
        </w:rPr>
      </w:pPr>
      <w:r>
        <w:rPr>
          <w:rtl/>
        </w:rPr>
        <w:t xml:space="preserve">وقد ورد البكاء في المصائب عن النبيّ </w:t>
      </w:r>
      <w:r w:rsidR="00A80F4B" w:rsidRPr="00A80F4B">
        <w:rPr>
          <w:rStyle w:val="libAlaemChar"/>
          <w:rFonts w:hint="cs"/>
          <w:rtl/>
        </w:rPr>
        <w:t>صلى‌الله‌عليه‌وآله‌وسلم</w:t>
      </w:r>
      <w:r>
        <w:rPr>
          <w:rtl/>
        </w:rPr>
        <w:t xml:space="preserve"> ، ومن قبله من لدن آدم </w:t>
      </w:r>
      <w:r w:rsidR="00A80F4B" w:rsidRPr="00A80F4B">
        <w:rPr>
          <w:rStyle w:val="libAlaemChar"/>
          <w:rFonts w:hint="cs"/>
          <w:rtl/>
        </w:rPr>
        <w:t>عليه‌السلام</w:t>
      </w:r>
      <w:r>
        <w:rPr>
          <w:rtl/>
        </w:rPr>
        <w:t xml:space="preserve"> ، وبعده من آله وأصحابه مع رضاهم وصبرهم وثباتهم.</w:t>
      </w:r>
    </w:p>
    <w:p w:rsidR="00EE1A1A" w:rsidRDefault="00EE1A1A" w:rsidP="00BB3BDA">
      <w:pPr>
        <w:pStyle w:val="libNormal"/>
        <w:rPr>
          <w:rtl/>
        </w:rPr>
      </w:pPr>
      <w:r>
        <w:rPr>
          <w:rtl/>
        </w:rPr>
        <w:t xml:space="preserve">فأوّل من بكى آدم </w:t>
      </w:r>
      <w:r w:rsidR="00A80F4B" w:rsidRPr="00A80F4B">
        <w:rPr>
          <w:rStyle w:val="libAlaemChar"/>
          <w:rFonts w:hint="cs"/>
          <w:rtl/>
        </w:rPr>
        <w:t>عليه‌السلام</w:t>
      </w:r>
      <w:r>
        <w:rPr>
          <w:rtl/>
        </w:rPr>
        <w:t xml:space="preserve"> على ولده هابيل ، ورثاه بأبيات مشهورة ، وحزن عليه حزناً كثيراً ، وإن خفي شيء فلا يخفى حال يعقوب </w:t>
      </w:r>
      <w:r w:rsidR="00A80F4B" w:rsidRPr="00A80F4B">
        <w:rPr>
          <w:rStyle w:val="libAlaemChar"/>
          <w:rFonts w:hint="cs"/>
          <w:rtl/>
        </w:rPr>
        <w:t>عليه‌السلام</w:t>
      </w:r>
      <w:r>
        <w:rPr>
          <w:rtl/>
        </w:rPr>
        <w:t xml:space="preserve"> ، حيث بكى حتى ابيضّت عيناه من الحزن </w:t>
      </w:r>
      <w:r w:rsidRPr="006713DA">
        <w:rPr>
          <w:rStyle w:val="libFootnotenumChar"/>
          <w:rtl/>
        </w:rPr>
        <w:t>(1)</w:t>
      </w:r>
      <w:r>
        <w:rPr>
          <w:rtl/>
        </w:rPr>
        <w:t xml:space="preserve"> على يوسف </w:t>
      </w:r>
      <w:r w:rsidR="00A80F4B" w:rsidRPr="00A80F4B">
        <w:rPr>
          <w:rStyle w:val="libAlaemChar"/>
          <w:rFonts w:hint="cs"/>
          <w:rtl/>
        </w:rPr>
        <w:t>عليه‌السلام</w:t>
      </w:r>
      <w:r>
        <w:rPr>
          <w:rtl/>
        </w:rPr>
        <w:t>.</w:t>
      </w:r>
    </w:p>
    <w:p w:rsidR="00EE1A1A" w:rsidRDefault="00EE1A1A" w:rsidP="00BB3BDA">
      <w:pPr>
        <w:pStyle w:val="libNormal"/>
        <w:rPr>
          <w:rtl/>
        </w:rPr>
      </w:pPr>
      <w:r>
        <w:rPr>
          <w:rtl/>
        </w:rPr>
        <w:t xml:space="preserve">ومن مشاهير الأخبار ما روي عن الصادق </w:t>
      </w:r>
      <w:r w:rsidR="00A80F4B" w:rsidRPr="00A80F4B">
        <w:rPr>
          <w:rStyle w:val="libAlaemChar"/>
          <w:rFonts w:hint="cs"/>
          <w:rtl/>
        </w:rPr>
        <w:t>عليه‌السلام</w:t>
      </w:r>
      <w:r>
        <w:rPr>
          <w:rtl/>
        </w:rPr>
        <w:t xml:space="preserve"> ، أنّه قال : « إنّ زين العابدين </w:t>
      </w:r>
      <w:r w:rsidR="00A80F4B" w:rsidRPr="00A80F4B">
        <w:rPr>
          <w:rStyle w:val="libAlaemChar"/>
          <w:rFonts w:hint="cs"/>
          <w:rtl/>
        </w:rPr>
        <w:t>عليه‌السلام</w:t>
      </w:r>
      <w:r>
        <w:rPr>
          <w:rtl/>
        </w:rPr>
        <w:t xml:space="preserve"> بكى على أبيه أربعين سنة صائماً نهاره ، قائماً ليله ، فإذا حضر الإفطار جاء غلامه بطعامه وشرابه ، فيضعه بين يديه ، ويقول : كل يا مولاي ، فيقول : قتل ابن رسول الله جائعاً ، قتل ابن رسول الله عطشاناً ، فلا يزال يكرر ذلك ، ويبكي حتى يبل طعامه من دموعه ، فلم يزل كذلك حتى لحق بالله عزّ وجلّ » </w:t>
      </w:r>
      <w:r w:rsidRPr="006713DA">
        <w:rPr>
          <w:rStyle w:val="libFootnotenumChar"/>
          <w:rtl/>
        </w:rPr>
        <w:t>(2)</w:t>
      </w:r>
      <w:r>
        <w:rPr>
          <w:rtl/>
        </w:rPr>
        <w:t>.</w:t>
      </w:r>
    </w:p>
    <w:p w:rsidR="00EE1A1A" w:rsidRDefault="00EE1A1A" w:rsidP="00BB3BDA">
      <w:pPr>
        <w:pStyle w:val="libNormal"/>
        <w:rPr>
          <w:rtl/>
        </w:rPr>
      </w:pPr>
      <w:r>
        <w:rPr>
          <w:rtl/>
        </w:rPr>
        <w:t>وروي عن بعض مواليه أنّه قال : برز يوماً إلى الصحراء فتبعته ، فوجدته قد سجد على حجارة خشنة ، فوقفت وأنا أسمع شهيقه وبكائه ، فأحصيت عليه ألف مرة ، وهو يقول : « لاإله إلا الله حقّاً حقاً ، لاإله إلاّ الله تعبّداً ورقاً ، لا إله إلاّ الله إيماناً وصدقاً » ثمّ رفع رأسه من سجوده وإنّ لحيته ووجهه قد غمر بالماء من دموع عينيه ، فقلت : يا سيدي ، ما آن لحزنك أن ينقضي ، ولبكائك أن يقل؟</w:t>
      </w:r>
    </w:p>
    <w:p w:rsidR="00EE1A1A" w:rsidRDefault="00EE1A1A" w:rsidP="00BB3BDA">
      <w:pPr>
        <w:pStyle w:val="libNormal"/>
        <w:rPr>
          <w:rtl/>
        </w:rPr>
      </w:pPr>
      <w:r>
        <w:rPr>
          <w:rtl/>
        </w:rPr>
        <w:t xml:space="preserve">فقال لي : ويحك ، إنّ يعقوب بن إسحاق بن إبراهيم </w:t>
      </w:r>
      <w:r w:rsidR="00A80F4B" w:rsidRPr="00A80F4B">
        <w:rPr>
          <w:rStyle w:val="libAlaemChar"/>
          <w:rFonts w:hint="cs"/>
          <w:rtl/>
        </w:rPr>
        <w:t>عليهم‌السلام</w:t>
      </w:r>
      <w:r>
        <w:rPr>
          <w:rtl/>
        </w:rPr>
        <w:t xml:space="preserve"> كان نبياً ابن نبي ابن نبي ، له إثنا عشرابناً ، فغيّب الله واحداً منهم ، فشاب رأسه من الحزن ، واحدودب ظهره من الغمّ ، وذهب بصره من البكاء ، وابنه حيّ في دارالدنيا ، وأنا رأيت أبي وأخي وسبعة عشر من أهل بيتي صرعى مقتولين فكيف ينقضي حزني ، ويقل </w:t>
      </w:r>
    </w:p>
    <w:p w:rsidR="00EE1A1A" w:rsidRDefault="00EE1A1A" w:rsidP="006713DA">
      <w:pPr>
        <w:pStyle w:val="libLine"/>
        <w:rPr>
          <w:rtl/>
        </w:rPr>
      </w:pPr>
      <w:r>
        <w:rPr>
          <w:rtl/>
        </w:rPr>
        <w:t>__________________</w:t>
      </w:r>
    </w:p>
    <w:p w:rsidR="00EE1A1A" w:rsidRDefault="00EE1A1A" w:rsidP="006713DA">
      <w:pPr>
        <w:pStyle w:val="libFootnote0"/>
        <w:rPr>
          <w:rtl/>
        </w:rPr>
      </w:pPr>
      <w:r>
        <w:rPr>
          <w:rtl/>
        </w:rPr>
        <w:t>1 ـ في « ش » زيادة : فهو كظيم.</w:t>
      </w:r>
    </w:p>
    <w:p w:rsidR="00EE1A1A" w:rsidRDefault="00EE1A1A" w:rsidP="006713DA">
      <w:pPr>
        <w:pStyle w:val="libFootnote0"/>
        <w:rPr>
          <w:rtl/>
        </w:rPr>
      </w:pPr>
      <w:r>
        <w:rPr>
          <w:rtl/>
        </w:rPr>
        <w:t xml:space="preserve">2 ـ اللهوف في قتلى الطفوف : 87. </w:t>
      </w:r>
    </w:p>
    <w:p w:rsidR="00EE1A1A" w:rsidRDefault="00EE1A1A" w:rsidP="00BB3BDA">
      <w:pPr>
        <w:pStyle w:val="libNormal0"/>
        <w:rPr>
          <w:rtl/>
        </w:rPr>
      </w:pPr>
      <w:r>
        <w:rPr>
          <w:rtl/>
        </w:rPr>
        <w:br w:type="page"/>
      </w:r>
      <w:r>
        <w:rPr>
          <w:rtl/>
        </w:rPr>
        <w:lastRenderedPageBreak/>
        <w:t xml:space="preserve">بكائي؟! » </w:t>
      </w:r>
      <w:r w:rsidRPr="006713DA">
        <w:rPr>
          <w:rStyle w:val="libFootnotenumChar"/>
          <w:rtl/>
        </w:rPr>
        <w:t>(1)</w:t>
      </w:r>
      <w:r>
        <w:rPr>
          <w:rtl/>
        </w:rPr>
        <w:t>.</w:t>
      </w:r>
    </w:p>
    <w:p w:rsidR="00EE1A1A" w:rsidRDefault="00EE1A1A" w:rsidP="00BB3BDA">
      <w:pPr>
        <w:pStyle w:val="libNormal"/>
        <w:rPr>
          <w:rtl/>
        </w:rPr>
      </w:pPr>
      <w:r>
        <w:rPr>
          <w:rtl/>
        </w:rPr>
        <w:t xml:space="preserve">وعن أنس بن مالك قال : دخلت مع رسول الله </w:t>
      </w:r>
      <w:r w:rsidR="00A80F4B" w:rsidRPr="00A80F4B">
        <w:rPr>
          <w:rStyle w:val="libAlaemChar"/>
          <w:rFonts w:hint="cs"/>
          <w:rtl/>
        </w:rPr>
        <w:t>صلى‌الله‌عليه‌وآله‌وسلم</w:t>
      </w:r>
      <w:r>
        <w:rPr>
          <w:rtl/>
        </w:rPr>
        <w:t xml:space="preserve"> على أبي سيف القين ، وكان ظئراً </w:t>
      </w:r>
      <w:r w:rsidRPr="006713DA">
        <w:rPr>
          <w:rStyle w:val="libFootnotenumChar"/>
          <w:rtl/>
        </w:rPr>
        <w:t>(2)</w:t>
      </w:r>
      <w:r>
        <w:rPr>
          <w:rtl/>
        </w:rPr>
        <w:t xml:space="preserve"> لإبراهيم </w:t>
      </w:r>
      <w:r w:rsidR="00A80F4B" w:rsidRPr="00A80F4B">
        <w:rPr>
          <w:rStyle w:val="libAlaemChar"/>
          <w:rFonts w:hint="cs"/>
          <w:rtl/>
        </w:rPr>
        <w:t>عليه‌السلام</w:t>
      </w:r>
      <w:r>
        <w:rPr>
          <w:rtl/>
        </w:rPr>
        <w:t xml:space="preserve"> ، فأخذ رسول الله </w:t>
      </w:r>
      <w:r w:rsidR="00A80F4B" w:rsidRPr="00A80F4B">
        <w:rPr>
          <w:rStyle w:val="libAlaemChar"/>
          <w:rFonts w:hint="cs"/>
          <w:rtl/>
        </w:rPr>
        <w:t>صلى‌الله‌عليه‌وآله‌وسلم</w:t>
      </w:r>
      <w:r>
        <w:rPr>
          <w:rtl/>
        </w:rPr>
        <w:t xml:space="preserve"> يقبله ، ويشمّه </w:t>
      </w:r>
      <w:r w:rsidRPr="006713DA">
        <w:rPr>
          <w:rStyle w:val="libFootnotenumChar"/>
          <w:rtl/>
        </w:rPr>
        <w:t>(3)</w:t>
      </w:r>
      <w:r>
        <w:rPr>
          <w:rtl/>
        </w:rPr>
        <w:t xml:space="preserve"> ، ثمّ دخل عليه بعد ذلك وإبراهيم </w:t>
      </w:r>
      <w:r w:rsidR="00A80F4B" w:rsidRPr="00A80F4B">
        <w:rPr>
          <w:rStyle w:val="libAlaemChar"/>
          <w:rFonts w:hint="cs"/>
          <w:rtl/>
        </w:rPr>
        <w:t>عليه‌السلام</w:t>
      </w:r>
      <w:r>
        <w:rPr>
          <w:rtl/>
        </w:rPr>
        <w:t xml:space="preserve"> يجود بنفسه ، فجعلت عينا رسول الله </w:t>
      </w:r>
      <w:r w:rsidR="00A80F4B" w:rsidRPr="00A80F4B">
        <w:rPr>
          <w:rStyle w:val="libAlaemChar"/>
          <w:rFonts w:hint="cs"/>
          <w:rtl/>
        </w:rPr>
        <w:t>صلى‌الله‌عليه‌وآله‌وسلم</w:t>
      </w:r>
      <w:r>
        <w:rPr>
          <w:rtl/>
        </w:rPr>
        <w:t xml:space="preserve"> تذرفان ، فقال له عبدالرحمن بن عوف : وأنت يا رسول الله </w:t>
      </w:r>
      <w:r w:rsidRPr="006713DA">
        <w:rPr>
          <w:rStyle w:val="libFootnotenumChar"/>
          <w:rtl/>
        </w:rPr>
        <w:t>(4)</w:t>
      </w:r>
      <w:r>
        <w:rPr>
          <w:rtl/>
        </w:rPr>
        <w:t xml:space="preserve">؟ فقال : « يا ابن عوف ، إنّها رحمة ـ ثمّ أتبعها بأخرى ، فقال رسول الله </w:t>
      </w:r>
      <w:r w:rsidR="00A80F4B" w:rsidRPr="00A80F4B">
        <w:rPr>
          <w:rStyle w:val="libAlaemChar"/>
          <w:rFonts w:hint="cs"/>
          <w:rtl/>
        </w:rPr>
        <w:t>صلى‌الله‌عليه‌وآله‌وسلم</w:t>
      </w:r>
      <w:r>
        <w:rPr>
          <w:rtl/>
        </w:rPr>
        <w:t xml:space="preserve"> ـ : العين تدمع ، والقلب يحزن ، ولا نقول إلا ما يرضي ربنا ، وإنّا لفراقك ـ يا إبراهيم ـ لمحزونون » </w:t>
      </w:r>
      <w:r w:rsidRPr="006713DA">
        <w:rPr>
          <w:rStyle w:val="libFootnotenumChar"/>
          <w:rtl/>
        </w:rPr>
        <w:t>(5)</w:t>
      </w:r>
      <w:r>
        <w:rPr>
          <w:rtl/>
        </w:rPr>
        <w:t>.</w:t>
      </w:r>
    </w:p>
    <w:p w:rsidR="00EE1A1A" w:rsidRDefault="00EE1A1A" w:rsidP="00BB3BDA">
      <w:pPr>
        <w:pStyle w:val="libNormal"/>
        <w:rPr>
          <w:rtl/>
        </w:rPr>
      </w:pPr>
      <w:bookmarkStart w:id="44" w:name="_Toc413069941"/>
      <w:r w:rsidRPr="000F065C">
        <w:rPr>
          <w:rStyle w:val="Heading2Char"/>
          <w:rtl/>
        </w:rPr>
        <w:t>و</w:t>
      </w:r>
      <w:bookmarkEnd w:id="44"/>
      <w:r>
        <w:rPr>
          <w:rtl/>
        </w:rPr>
        <w:t xml:space="preserve">عن أسماء ابنة زيد قالت : لمّا توفي ابن رسول الله </w:t>
      </w:r>
      <w:r w:rsidR="00A80F4B" w:rsidRPr="00A80F4B">
        <w:rPr>
          <w:rStyle w:val="libAlaemChar"/>
          <w:rFonts w:hint="cs"/>
          <w:rtl/>
        </w:rPr>
        <w:t>صلى‌الله‌عليه‌وآله‌وسلم</w:t>
      </w:r>
      <w:r>
        <w:rPr>
          <w:rtl/>
        </w:rPr>
        <w:t xml:space="preserve"> ـ إبراهيم </w:t>
      </w:r>
      <w:r w:rsidR="00A80F4B" w:rsidRPr="00A80F4B">
        <w:rPr>
          <w:rStyle w:val="libAlaemChar"/>
          <w:rFonts w:hint="cs"/>
          <w:rtl/>
        </w:rPr>
        <w:t>عليه‌السلام</w:t>
      </w:r>
      <w:r>
        <w:rPr>
          <w:rtl/>
        </w:rPr>
        <w:t xml:space="preserve"> ـ بكى رسول الله </w:t>
      </w:r>
      <w:r w:rsidR="00A80F4B" w:rsidRPr="00A80F4B">
        <w:rPr>
          <w:rStyle w:val="libAlaemChar"/>
          <w:rFonts w:hint="cs"/>
          <w:rtl/>
        </w:rPr>
        <w:t>صلى‌الله‌عليه‌وآله‌وسلم</w:t>
      </w:r>
      <w:r>
        <w:rPr>
          <w:rtl/>
        </w:rPr>
        <w:t xml:space="preserve">. فقال له المعزي : أنت أحقّ من عظّم الله عزّ وجلّ حقّه ، فقال رسول الله </w:t>
      </w:r>
      <w:r w:rsidR="00A80F4B" w:rsidRPr="00A80F4B">
        <w:rPr>
          <w:rStyle w:val="libAlaemChar"/>
          <w:rFonts w:hint="cs"/>
          <w:rtl/>
        </w:rPr>
        <w:t>صلى‌الله‌عليه‌وآله‌وسلم</w:t>
      </w:r>
      <w:r>
        <w:rPr>
          <w:rtl/>
        </w:rPr>
        <w:t xml:space="preserve"> : « تدمع العين ويحزن القلب ولا نقول ما يسخط الرب ، لولا أنّه وعد حق وموعود جامع وأنّ الآخر تابع للأوّل ، لوجدنا عليك ـ يا إبراهيم ـ أفضل ممّا وجدناه ، وإنّا بك لمحزونون » </w:t>
      </w:r>
      <w:r w:rsidRPr="006713DA">
        <w:rPr>
          <w:rStyle w:val="libFootnotenumChar"/>
          <w:rtl/>
        </w:rPr>
        <w:t>(6)</w:t>
      </w:r>
      <w:r>
        <w:rPr>
          <w:rtl/>
        </w:rPr>
        <w:t>.</w:t>
      </w:r>
    </w:p>
    <w:p w:rsidR="00EE1A1A" w:rsidRDefault="00EE1A1A" w:rsidP="00BB3BDA">
      <w:pPr>
        <w:pStyle w:val="libNormal"/>
        <w:rPr>
          <w:rtl/>
        </w:rPr>
      </w:pPr>
      <w:r>
        <w:rPr>
          <w:rtl/>
        </w:rPr>
        <w:t xml:space="preserve">وعن جابر بن عبدالله الأنصاري </w:t>
      </w:r>
      <w:r w:rsidR="00A80F4B" w:rsidRPr="00A80F4B">
        <w:rPr>
          <w:rStyle w:val="libAlaemChar"/>
          <w:rFonts w:hint="cs"/>
          <w:rtl/>
        </w:rPr>
        <w:t>رضي‌الله‌عنه</w:t>
      </w:r>
      <w:r>
        <w:rPr>
          <w:rtl/>
        </w:rPr>
        <w:t xml:space="preserve"> قال : أخذ رسول الله </w:t>
      </w:r>
      <w:r w:rsidR="00A80F4B" w:rsidRPr="00A80F4B">
        <w:rPr>
          <w:rStyle w:val="libAlaemChar"/>
          <w:rFonts w:hint="cs"/>
          <w:rtl/>
        </w:rPr>
        <w:t>صلى‌الله‌عليه‌وآله‌وسلم</w:t>
      </w:r>
      <w:r>
        <w:rPr>
          <w:rtl/>
        </w:rPr>
        <w:t xml:space="preserve"> بيد عبدالرحمن بن عوف فأتى إبراهيم وهو يجود بنفسه ، فوضعه في حجره ، فقال له : « يا بني ، إنّي لا أملك لك من الله تعالى شيئاً » وذرفت عيناه ، فقال له عبدالرحمن : يا رسول الله تبكي ، أولم تنه عن البكاء؟ فقال </w:t>
      </w:r>
      <w:r w:rsidR="00A80F4B" w:rsidRPr="00A80F4B">
        <w:rPr>
          <w:rStyle w:val="libAlaemChar"/>
          <w:rFonts w:hint="cs"/>
          <w:rtl/>
        </w:rPr>
        <w:t>صلى‌الله‌عليه‌وآله‌وسلم</w:t>
      </w:r>
      <w:r>
        <w:rPr>
          <w:rtl/>
        </w:rPr>
        <w:t xml:space="preserve"> : « إنّما نهيت عن النوح ، عن صوتين أحمقين فاجرين : صوت عند نغمة لعب ولهو ومزامير شيطان ، وصوت عند مصيبة ، خمش وجوه وشق جيوب ورنّة شيطان ، إنّما هذه رحمة ، ومن لا يرحم لايرحم ، ولولا أنّه أمر حق ووعد صدق وسبيل نأتيه وأنّ آخرنا سيلحق أوّلنا ، لحزنّا عليك حزناً أشدّ من هذا ، وإنّا بك لمحزونون ، تبكي العين ويحزن القلب ، ولانقول </w:t>
      </w:r>
    </w:p>
    <w:p w:rsidR="00EE1A1A" w:rsidRDefault="00EE1A1A" w:rsidP="006713DA">
      <w:pPr>
        <w:pStyle w:val="libFootnote0"/>
        <w:rPr>
          <w:rtl/>
        </w:rPr>
      </w:pPr>
      <w:r>
        <w:rPr>
          <w:rtl/>
        </w:rPr>
        <w:t>____________</w:t>
      </w:r>
    </w:p>
    <w:p w:rsidR="00EE1A1A" w:rsidRDefault="00EE1A1A" w:rsidP="006713DA">
      <w:pPr>
        <w:pStyle w:val="libFootnote0"/>
        <w:rPr>
          <w:rtl/>
        </w:rPr>
      </w:pPr>
      <w:r>
        <w:rPr>
          <w:rtl/>
        </w:rPr>
        <w:t>1 ـ اللهوف في قتلى الطفوف : 88.</w:t>
      </w:r>
    </w:p>
    <w:p w:rsidR="00EE1A1A" w:rsidRDefault="00EE1A1A" w:rsidP="006713DA">
      <w:pPr>
        <w:pStyle w:val="libFootnote0"/>
        <w:rPr>
          <w:rtl/>
        </w:rPr>
      </w:pPr>
      <w:r>
        <w:rPr>
          <w:rtl/>
        </w:rPr>
        <w:t>2 ـ الظئر : زوج المرضعة. « لسان العرب 4 : 515 ».</w:t>
      </w:r>
    </w:p>
    <w:p w:rsidR="00EE1A1A" w:rsidRDefault="00EE1A1A" w:rsidP="006713DA">
      <w:pPr>
        <w:pStyle w:val="libFootnote0"/>
        <w:rPr>
          <w:rtl/>
        </w:rPr>
      </w:pPr>
      <w:r>
        <w:rPr>
          <w:rtl/>
        </w:rPr>
        <w:t>3 ـ في « ح » : ويضمه الى صدره.</w:t>
      </w:r>
    </w:p>
    <w:p w:rsidR="00EE1A1A" w:rsidRDefault="00EE1A1A" w:rsidP="006713DA">
      <w:pPr>
        <w:pStyle w:val="libFootnote0"/>
        <w:rPr>
          <w:rtl/>
        </w:rPr>
      </w:pPr>
      <w:r>
        <w:rPr>
          <w:rtl/>
        </w:rPr>
        <w:t>4 ـ في « ح » زيادة : تبكي.</w:t>
      </w:r>
    </w:p>
    <w:p w:rsidR="00EE1A1A" w:rsidRDefault="00EE1A1A" w:rsidP="006713DA">
      <w:pPr>
        <w:pStyle w:val="libFootnote0"/>
        <w:rPr>
          <w:rtl/>
        </w:rPr>
      </w:pPr>
      <w:r>
        <w:rPr>
          <w:rtl/>
        </w:rPr>
        <w:t>5 ـ صحيح البخاري 2 : 105.</w:t>
      </w:r>
    </w:p>
    <w:p w:rsidR="00EE1A1A" w:rsidRDefault="00EE1A1A" w:rsidP="006713DA">
      <w:pPr>
        <w:pStyle w:val="libFootnote0"/>
        <w:rPr>
          <w:rtl/>
        </w:rPr>
      </w:pPr>
      <w:r>
        <w:rPr>
          <w:rtl/>
        </w:rPr>
        <w:t xml:space="preserve">6 ـ سنن ابن ماجة 1 : 506 / 1589 ، ومنتخب كنز العمال 6 : 265. </w:t>
      </w:r>
    </w:p>
    <w:p w:rsidR="00EE1A1A" w:rsidRDefault="00EE1A1A" w:rsidP="00BB3BDA">
      <w:pPr>
        <w:pStyle w:val="libNormal0"/>
        <w:rPr>
          <w:rtl/>
        </w:rPr>
      </w:pPr>
      <w:r>
        <w:rPr>
          <w:rtl/>
        </w:rPr>
        <w:br w:type="page"/>
      </w:r>
      <w:r>
        <w:rPr>
          <w:rtl/>
        </w:rPr>
        <w:lastRenderedPageBreak/>
        <w:t xml:space="preserve">ما يسخط الرب عزّ وجلّ » </w:t>
      </w:r>
      <w:r w:rsidRPr="006713DA">
        <w:rPr>
          <w:rStyle w:val="libFootnotenumChar"/>
          <w:rtl/>
        </w:rPr>
        <w:t>(1)</w:t>
      </w:r>
      <w:r>
        <w:rPr>
          <w:rtl/>
        </w:rPr>
        <w:t>.</w:t>
      </w:r>
    </w:p>
    <w:p w:rsidR="00EE1A1A" w:rsidRDefault="00EE1A1A" w:rsidP="00BB3BDA">
      <w:pPr>
        <w:pStyle w:val="libNormal"/>
        <w:rPr>
          <w:rtl/>
        </w:rPr>
      </w:pPr>
      <w:r>
        <w:rPr>
          <w:rtl/>
        </w:rPr>
        <w:t xml:space="preserve">وعن أبي امامة قال : جاء رجل إلى النبي </w:t>
      </w:r>
      <w:r w:rsidR="00A80F4B" w:rsidRPr="00A80F4B">
        <w:rPr>
          <w:rStyle w:val="libAlaemChar"/>
          <w:rFonts w:hint="cs"/>
          <w:rtl/>
        </w:rPr>
        <w:t>صلى‌الله‌عليه‌وآله‌وسلم</w:t>
      </w:r>
      <w:r>
        <w:rPr>
          <w:rtl/>
        </w:rPr>
        <w:t xml:space="preserve"> حين توفي ابنه وعيناه تدمعان ، فقال : يا نبي الله ، تبكي على هذا السخل؟ والذي بعثك بالحق لقد دفنت اثني عشر ولداً في الجاهلية كلّهم أشب منه ، أدسّه في التراب ، فقال النبي </w:t>
      </w:r>
      <w:r w:rsidR="00A80F4B" w:rsidRPr="00A80F4B">
        <w:rPr>
          <w:rStyle w:val="libAlaemChar"/>
          <w:rFonts w:hint="cs"/>
          <w:rtl/>
        </w:rPr>
        <w:t>صلى‌الله‌عليه‌وآله‌وسلم</w:t>
      </w:r>
      <w:r>
        <w:rPr>
          <w:rtl/>
        </w:rPr>
        <w:t xml:space="preserve"> : « فماذا ، إن كانت الرحمة ذهبت منك ، يحزن القلب وتدمع العين ولا نقول ما يسخط الرب وإنّا على إبراهيم لمحزونون ».</w:t>
      </w:r>
    </w:p>
    <w:p w:rsidR="00EE1A1A" w:rsidRDefault="00EE1A1A" w:rsidP="00BB3BDA">
      <w:pPr>
        <w:pStyle w:val="libNormal"/>
        <w:rPr>
          <w:rtl/>
        </w:rPr>
      </w:pPr>
      <w:r>
        <w:rPr>
          <w:rtl/>
        </w:rPr>
        <w:t xml:space="preserve">وعن محمود بن لبيد قال : انكسفت الشمس يوم مات إبراهيم بن رسول الله </w:t>
      </w:r>
      <w:r w:rsidR="00A80F4B" w:rsidRPr="00A80F4B">
        <w:rPr>
          <w:rStyle w:val="libAlaemChar"/>
          <w:rFonts w:hint="cs"/>
          <w:rtl/>
        </w:rPr>
        <w:t>صلى‌الله‌عليه‌وآله‌وسلم</w:t>
      </w:r>
      <w:r>
        <w:rPr>
          <w:rtl/>
        </w:rPr>
        <w:t xml:space="preserve"> ، فقال الناس : انكسفت الشمس لموت إبراهيم ، فخرج رسول الله </w:t>
      </w:r>
      <w:r w:rsidR="00A80F4B" w:rsidRPr="00A80F4B">
        <w:rPr>
          <w:rStyle w:val="libAlaemChar"/>
          <w:rFonts w:hint="cs"/>
          <w:rtl/>
        </w:rPr>
        <w:t>صلى‌الله‌عليه‌وآله‌وسلم</w:t>
      </w:r>
      <w:r>
        <w:rPr>
          <w:rtl/>
        </w:rPr>
        <w:t xml:space="preserve"> حين سمع ذلك فحمدالله ، وأثنى عليه ، ثمّ قال : « أمّا بعد ـ أيّها الناس ـ أنّ الشمس والقمر آيتان من آيات الله عزّ وجلّ ، لا ينكسفان لموت أ حد ولا لحياته ، فإذا رأيتم ذلك فافزعوا إلى المساجد » ودمعت عيناه ، فقالوا : يا رسول الله تبكي ، وأنت رسول الله؟ فقال : « إنّما أنا بشر ، تدمع العين ويفجع القلب ولا نقول مايسخط الرب ، والله ـ يا إبراهيم ـ إنّا بك لمحزونون » </w:t>
      </w:r>
      <w:r w:rsidRPr="006713DA">
        <w:rPr>
          <w:rStyle w:val="libFootnotenumChar"/>
          <w:rtl/>
        </w:rPr>
        <w:t>(2)</w:t>
      </w:r>
      <w:r>
        <w:rPr>
          <w:rtl/>
        </w:rPr>
        <w:t>.</w:t>
      </w:r>
    </w:p>
    <w:p w:rsidR="00EE1A1A" w:rsidRDefault="00EE1A1A" w:rsidP="00BB3BDA">
      <w:pPr>
        <w:pStyle w:val="libNormal"/>
        <w:rPr>
          <w:rtl/>
        </w:rPr>
      </w:pPr>
      <w:r>
        <w:rPr>
          <w:rtl/>
        </w:rPr>
        <w:t xml:space="preserve">وعن خالد بن معدان. قال لمّا مات إبراهيم بن النبي </w:t>
      </w:r>
      <w:r w:rsidR="00A80F4B" w:rsidRPr="00A80F4B">
        <w:rPr>
          <w:rStyle w:val="libAlaemChar"/>
          <w:rFonts w:hint="cs"/>
          <w:rtl/>
        </w:rPr>
        <w:t>صلى‌الله‌عليه‌وآله‌وسلم</w:t>
      </w:r>
      <w:r>
        <w:rPr>
          <w:rtl/>
        </w:rPr>
        <w:t xml:space="preserve"> بكى ، فقيل : أتبكي يا رسول الله؟ فقال : « ريحانة وهبها الله لي ، وكنت أشمّها ».</w:t>
      </w:r>
    </w:p>
    <w:p w:rsidR="00EE1A1A" w:rsidRDefault="00EE1A1A" w:rsidP="00BB3BDA">
      <w:pPr>
        <w:pStyle w:val="libNormal"/>
        <w:rPr>
          <w:rtl/>
        </w:rPr>
      </w:pPr>
      <w:r>
        <w:rPr>
          <w:rtl/>
        </w:rPr>
        <w:t xml:space="preserve">وقال </w:t>
      </w:r>
      <w:r w:rsidR="00A80F4B" w:rsidRPr="00A80F4B">
        <w:rPr>
          <w:rStyle w:val="libAlaemChar"/>
          <w:rFonts w:hint="cs"/>
          <w:rtl/>
        </w:rPr>
        <w:t>صلى‌الله‌عليه‌وآله‌وسلم</w:t>
      </w:r>
      <w:r>
        <w:rPr>
          <w:rtl/>
        </w:rPr>
        <w:t xml:space="preserve"> يوم مات إبراهيم : « ما كان من حزن في القلب أو في العين فإنّما هو رحمة ، وما كان من حزن باللّسان وباليد فهو من الشيطان » </w:t>
      </w:r>
      <w:r w:rsidRPr="006713DA">
        <w:rPr>
          <w:rStyle w:val="libFootnotenumChar"/>
          <w:rtl/>
        </w:rPr>
        <w:t>(3)</w:t>
      </w:r>
      <w:r>
        <w:rPr>
          <w:rtl/>
        </w:rPr>
        <w:t>.</w:t>
      </w:r>
    </w:p>
    <w:p w:rsidR="00EE1A1A" w:rsidRDefault="00EE1A1A" w:rsidP="00BB3BDA">
      <w:pPr>
        <w:pStyle w:val="libNormal"/>
        <w:rPr>
          <w:rtl/>
        </w:rPr>
      </w:pPr>
      <w:r>
        <w:rPr>
          <w:rtl/>
        </w:rPr>
        <w:t xml:space="preserve">وروى الزبير بن بكار : أنّ النبي </w:t>
      </w:r>
      <w:r w:rsidR="00A80F4B" w:rsidRPr="00A80F4B">
        <w:rPr>
          <w:rStyle w:val="libAlaemChar"/>
          <w:rFonts w:hint="cs"/>
          <w:rtl/>
        </w:rPr>
        <w:t>صلى‌الله‌عليه‌وآله‌وسلم</w:t>
      </w:r>
      <w:r>
        <w:rPr>
          <w:rtl/>
        </w:rPr>
        <w:t xml:space="preserve"> لمّا خرج بإبراهيم خرج يمشي ، ثمّ جلس على قبره ، ثم دلّي ، فلمّا رآه رسول الله </w:t>
      </w:r>
      <w:r w:rsidR="00A80F4B" w:rsidRPr="00A80F4B">
        <w:rPr>
          <w:rStyle w:val="libAlaemChar"/>
          <w:rFonts w:hint="cs"/>
          <w:rtl/>
        </w:rPr>
        <w:t>صلى‌الله‌عليه‌وآله‌وسلم</w:t>
      </w:r>
      <w:r>
        <w:rPr>
          <w:rtl/>
        </w:rPr>
        <w:t xml:space="preserve"> قد وضع في القبر دمعت عيناه ، فلمّا رأى الصحابة ذلك بكوا حتى ارتفعت أصواتهم ، فأقبل عليه أبوبكر فقال : يا رسول الله ، تبكي وأنت تنهى عن البكاء؟ فقال النبيّ </w:t>
      </w:r>
      <w:r w:rsidR="00A80F4B" w:rsidRPr="00A80F4B">
        <w:rPr>
          <w:rStyle w:val="libAlaemChar"/>
          <w:rFonts w:hint="cs"/>
          <w:rtl/>
        </w:rPr>
        <w:t>صلى‌الله‌عليه‌وآله‌وسلم</w:t>
      </w:r>
      <w:r>
        <w:rPr>
          <w:rtl/>
        </w:rPr>
        <w:t xml:space="preserve"> : « تدمع العين ويوجع القلب ولا نقول ما يسخط الربّ عزّ وجلّ ». </w:t>
      </w:r>
    </w:p>
    <w:p w:rsidR="00EE1A1A" w:rsidRDefault="00EE1A1A" w:rsidP="006713DA">
      <w:pPr>
        <w:pStyle w:val="libLine"/>
        <w:rPr>
          <w:rtl/>
        </w:rPr>
      </w:pPr>
      <w:r>
        <w:rPr>
          <w:rtl/>
        </w:rPr>
        <w:t>__________________</w:t>
      </w:r>
    </w:p>
    <w:p w:rsidR="00EE1A1A" w:rsidRDefault="00EE1A1A" w:rsidP="006713DA">
      <w:pPr>
        <w:pStyle w:val="libFootnote0"/>
        <w:rPr>
          <w:rtl/>
        </w:rPr>
      </w:pPr>
      <w:r>
        <w:rPr>
          <w:rtl/>
        </w:rPr>
        <w:t>1 ـ التعازي : 9 / 8 باختلاف يسير ، وروي باختلاف في ألفاظه في سنن الترمذي 2 : 237 / 1011 ، والجامع الكبير 1 : 290 ، وروي نحوه في منتخب كنز العمال 6 : 265 عن عبد بن حميد.</w:t>
      </w:r>
    </w:p>
    <w:p w:rsidR="00EE1A1A" w:rsidRDefault="00EE1A1A" w:rsidP="006713DA">
      <w:pPr>
        <w:pStyle w:val="libFootnote0"/>
        <w:rPr>
          <w:rtl/>
        </w:rPr>
      </w:pPr>
      <w:r>
        <w:rPr>
          <w:rtl/>
        </w:rPr>
        <w:t xml:space="preserve">2 ـ روى نحوه الكليني في الكافي 3 : 208 / 7 عن علي بن عبدالله عن أبي الحسن موسى </w:t>
      </w:r>
      <w:r w:rsidR="00A80F4B" w:rsidRPr="00A80F4B">
        <w:rPr>
          <w:rStyle w:val="libAlaemChar"/>
          <w:rFonts w:hint="cs"/>
          <w:rtl/>
        </w:rPr>
        <w:t>عليه‌السلام</w:t>
      </w:r>
      <w:r>
        <w:rPr>
          <w:rtl/>
        </w:rPr>
        <w:t xml:space="preserve"> ، ورواه باختلاف في ألفاظه عن المغيرة بن شعبة البخاري في صحيحه 2 : 42 و 48 ، ومسلم في صحيحه 2 : 628 و 630.</w:t>
      </w:r>
    </w:p>
    <w:p w:rsidR="00EE1A1A" w:rsidRDefault="00EE1A1A" w:rsidP="006713DA">
      <w:pPr>
        <w:pStyle w:val="libFootnote0"/>
        <w:rPr>
          <w:rtl/>
        </w:rPr>
      </w:pPr>
      <w:r>
        <w:rPr>
          <w:rtl/>
        </w:rPr>
        <w:t xml:space="preserve">3 ـ الجامع الكبير 1 : 709 باختلاف يسير. </w:t>
      </w:r>
    </w:p>
    <w:p w:rsidR="00EE1A1A" w:rsidRDefault="00EE1A1A" w:rsidP="00BB3BDA">
      <w:pPr>
        <w:pStyle w:val="libNormal"/>
        <w:rPr>
          <w:rtl/>
        </w:rPr>
      </w:pPr>
      <w:r>
        <w:rPr>
          <w:rtl/>
        </w:rPr>
        <w:br w:type="page"/>
      </w:r>
      <w:r>
        <w:rPr>
          <w:rtl/>
        </w:rPr>
        <w:lastRenderedPageBreak/>
        <w:t xml:space="preserve">وعن السائب بن يزيد ، أنّ النبيّ </w:t>
      </w:r>
      <w:r w:rsidR="00A80F4B" w:rsidRPr="00A80F4B">
        <w:rPr>
          <w:rStyle w:val="libAlaemChar"/>
          <w:rFonts w:hint="cs"/>
          <w:rtl/>
        </w:rPr>
        <w:t>صلى‌الله‌عليه‌وآله‌وسلم</w:t>
      </w:r>
      <w:r>
        <w:rPr>
          <w:rtl/>
        </w:rPr>
        <w:t xml:space="preserve"> لمّا مات ابنه الطاهر ذرفت عيناه ، فقيل : يا رسول الله ، بكيت؟ فقال </w:t>
      </w:r>
      <w:r w:rsidR="00A80F4B" w:rsidRPr="00A80F4B">
        <w:rPr>
          <w:rStyle w:val="libAlaemChar"/>
          <w:rFonts w:hint="cs"/>
          <w:rtl/>
        </w:rPr>
        <w:t>صلى‌الله‌عليه‌وآله‌وسلم</w:t>
      </w:r>
      <w:r>
        <w:rPr>
          <w:rtl/>
        </w:rPr>
        <w:t xml:space="preserve"> : « إنّ العين تذرف وإنّ الدمع يغلب ، وإنّ القلب يحزن ولا نعصي الله عزّوجلّ » </w:t>
      </w:r>
      <w:r w:rsidRPr="006713DA">
        <w:rPr>
          <w:rStyle w:val="libFootnotenumChar"/>
          <w:rtl/>
        </w:rPr>
        <w:t>(1)</w:t>
      </w:r>
      <w:r>
        <w:rPr>
          <w:rtl/>
        </w:rPr>
        <w:t>.</w:t>
      </w:r>
    </w:p>
    <w:p w:rsidR="00EE1A1A" w:rsidRDefault="00EE1A1A" w:rsidP="00BB3BDA">
      <w:pPr>
        <w:pStyle w:val="libNormal"/>
        <w:rPr>
          <w:rtl/>
        </w:rPr>
      </w:pPr>
      <w:r>
        <w:rPr>
          <w:rtl/>
        </w:rPr>
        <w:t xml:space="preserve">وروى مسلم في صحيحه : أنّ النبيّ </w:t>
      </w:r>
      <w:r w:rsidR="00A80F4B" w:rsidRPr="00A80F4B">
        <w:rPr>
          <w:rStyle w:val="libAlaemChar"/>
          <w:rFonts w:hint="cs"/>
          <w:rtl/>
        </w:rPr>
        <w:t>صلى‌الله‌عليه‌وآله‌وسلم</w:t>
      </w:r>
      <w:r>
        <w:rPr>
          <w:rtl/>
        </w:rPr>
        <w:t xml:space="preserve"> زار قبر أمه ، فبكى وأبكى من حوله </w:t>
      </w:r>
      <w:r w:rsidRPr="006713DA">
        <w:rPr>
          <w:rStyle w:val="libFootnotenumChar"/>
          <w:rtl/>
        </w:rPr>
        <w:t>(2)</w:t>
      </w:r>
      <w:r>
        <w:rPr>
          <w:rtl/>
        </w:rPr>
        <w:t>.</w:t>
      </w:r>
    </w:p>
    <w:p w:rsidR="00EE1A1A" w:rsidRDefault="00EE1A1A" w:rsidP="00BB3BDA">
      <w:pPr>
        <w:pStyle w:val="libNormal"/>
        <w:rPr>
          <w:rtl/>
        </w:rPr>
      </w:pPr>
      <w:r>
        <w:rPr>
          <w:rtl/>
        </w:rPr>
        <w:t xml:space="preserve">وروي : أنّ النبيّ </w:t>
      </w:r>
      <w:r w:rsidR="00A80F4B" w:rsidRPr="00A80F4B">
        <w:rPr>
          <w:rStyle w:val="libAlaemChar"/>
          <w:rFonts w:hint="cs"/>
          <w:rtl/>
        </w:rPr>
        <w:t>صلى‌الله‌عليه‌وآله‌وسلم</w:t>
      </w:r>
      <w:r>
        <w:rPr>
          <w:rtl/>
        </w:rPr>
        <w:t xml:space="preserve"> لمّا مات عثمان بن مظعون كشف الثوب عن وجهه ، ثمّ قبّل ما بين عينيه ، ثمّ بكى طويلأ ، فلمّا رفع السرير قال : « طوباك ـ يا عثمان ـ لم تلبسك الدنيا ، ولم تلبسها » </w:t>
      </w:r>
      <w:r w:rsidRPr="006713DA">
        <w:rPr>
          <w:rStyle w:val="libFootnotenumChar"/>
          <w:rtl/>
        </w:rPr>
        <w:t>(3)</w:t>
      </w:r>
      <w:r>
        <w:rPr>
          <w:rtl/>
        </w:rPr>
        <w:t>.</w:t>
      </w:r>
    </w:p>
    <w:p w:rsidR="00EE1A1A" w:rsidRDefault="00EE1A1A" w:rsidP="00BB3BDA">
      <w:pPr>
        <w:pStyle w:val="libNormal"/>
        <w:rPr>
          <w:rtl/>
        </w:rPr>
      </w:pPr>
      <w:r>
        <w:rPr>
          <w:rtl/>
        </w:rPr>
        <w:t xml:space="preserve">واشتكى سعد بن عبادة شكوى ، فأتاه رسول الله </w:t>
      </w:r>
      <w:r w:rsidR="00A80F4B" w:rsidRPr="00A80F4B">
        <w:rPr>
          <w:rStyle w:val="libAlaemChar"/>
          <w:rFonts w:hint="cs"/>
          <w:rtl/>
        </w:rPr>
        <w:t>صلى‌الله‌عليه‌وآله‌وسلم</w:t>
      </w:r>
      <w:r>
        <w:rPr>
          <w:rtl/>
        </w:rPr>
        <w:t xml:space="preserve"> يعوده ، فلمّا دخل عليه وجده في غشيته ، فقال : « أو قد مات؟ » فقالوا : لا يا رسول الله ، فبكى رسول الله </w:t>
      </w:r>
      <w:r w:rsidR="00A80F4B" w:rsidRPr="00A80F4B">
        <w:rPr>
          <w:rStyle w:val="libAlaemChar"/>
          <w:rFonts w:hint="cs"/>
          <w:rtl/>
        </w:rPr>
        <w:t>صلى‌الله‌عليه‌وآله‌وسلم</w:t>
      </w:r>
      <w:r>
        <w:rPr>
          <w:rtl/>
        </w:rPr>
        <w:t xml:space="preserve"> ، فلمّا رأى القوم بكاءه بكوا ، فقال : « ألا تسمعون؟ إنّ الله لا يعذّب بدمع العين ، ولا بحزن القلب ، ولكن يعذّب بهذا ـ وأشار إلى لسانه ـ أو يرحم » </w:t>
      </w:r>
      <w:r w:rsidRPr="006713DA">
        <w:rPr>
          <w:rStyle w:val="libFootnotenumChar"/>
          <w:rtl/>
        </w:rPr>
        <w:t>(4)</w:t>
      </w:r>
      <w:r>
        <w:rPr>
          <w:rtl/>
        </w:rPr>
        <w:t>.</w:t>
      </w:r>
    </w:p>
    <w:p w:rsidR="00EE1A1A" w:rsidRDefault="00EE1A1A" w:rsidP="00BB3BDA">
      <w:pPr>
        <w:pStyle w:val="libNormal"/>
        <w:rPr>
          <w:rtl/>
        </w:rPr>
      </w:pPr>
      <w:r>
        <w:rPr>
          <w:rtl/>
        </w:rPr>
        <w:t xml:space="preserve">وروي : أنّ ابنة لرسول الله </w:t>
      </w:r>
      <w:r w:rsidR="00A80F4B" w:rsidRPr="00A80F4B">
        <w:rPr>
          <w:rStyle w:val="libAlaemChar"/>
          <w:rFonts w:hint="cs"/>
          <w:rtl/>
        </w:rPr>
        <w:t>صلى‌الله‌عليه‌وآله‌وسلم</w:t>
      </w:r>
      <w:r>
        <w:rPr>
          <w:rtl/>
        </w:rPr>
        <w:t xml:space="preserve"> بعثت إليه : إنّ ابنتي مغلوبة ، فقال رسول الله </w:t>
      </w:r>
      <w:r w:rsidR="00A80F4B" w:rsidRPr="00A80F4B">
        <w:rPr>
          <w:rStyle w:val="libAlaemChar"/>
          <w:rFonts w:hint="cs"/>
          <w:rtl/>
        </w:rPr>
        <w:t>صلى‌الله‌عليه‌وآله‌وسلم</w:t>
      </w:r>
      <w:r>
        <w:rPr>
          <w:rtl/>
        </w:rPr>
        <w:t xml:space="preserve"> : « إنّ لله ما أخذ ، ولله ما أعطى » وجاءها في ناس من أصحابه ، فأخرجت إليه الصبيّة ، ونفسها يتقعقع </w:t>
      </w:r>
      <w:r w:rsidRPr="006713DA">
        <w:rPr>
          <w:rStyle w:val="libFootnotenumChar"/>
          <w:rtl/>
        </w:rPr>
        <w:t>(5)</w:t>
      </w:r>
      <w:r>
        <w:rPr>
          <w:rtl/>
        </w:rPr>
        <w:t xml:space="preserve"> في صدرها ، فرقّ عليها ، وذرفت عيناه ، فنظر إليه أصحابه ، فقال : « ما لكم تنظرون إليّ؟ رحمة يضعها الله حيث يشاء ، إنّما يرحم الله من عباده الرحماء » </w:t>
      </w:r>
      <w:r w:rsidRPr="006713DA">
        <w:rPr>
          <w:rStyle w:val="libFootnotenumChar"/>
          <w:rtl/>
        </w:rPr>
        <w:t>(6)</w:t>
      </w:r>
      <w:r>
        <w:rPr>
          <w:rtl/>
        </w:rPr>
        <w:t>.</w:t>
      </w:r>
    </w:p>
    <w:p w:rsidR="00EE1A1A" w:rsidRDefault="00EE1A1A" w:rsidP="00BB3BDA">
      <w:pPr>
        <w:pStyle w:val="libNormal"/>
        <w:rPr>
          <w:rtl/>
        </w:rPr>
      </w:pPr>
      <w:r>
        <w:rPr>
          <w:rtl/>
        </w:rPr>
        <w:t xml:space="preserve">وعن اسامة بن زيد قال : اتي النبي </w:t>
      </w:r>
      <w:r w:rsidR="00A80F4B" w:rsidRPr="00A80F4B">
        <w:rPr>
          <w:rStyle w:val="libAlaemChar"/>
          <w:rFonts w:hint="cs"/>
          <w:rtl/>
        </w:rPr>
        <w:t>صلى‌الله‌عليه‌وآله‌وسلم</w:t>
      </w:r>
      <w:r>
        <w:rPr>
          <w:rtl/>
        </w:rPr>
        <w:t xml:space="preserve"> بامامة بنت زينب ، ونفسها يتقعقع في صدرها ، فقال رسول الله </w:t>
      </w:r>
      <w:r w:rsidR="00A80F4B" w:rsidRPr="00A80F4B">
        <w:rPr>
          <w:rStyle w:val="libAlaemChar"/>
          <w:rFonts w:hint="cs"/>
          <w:rtl/>
        </w:rPr>
        <w:t>صلى‌الله‌عليه‌وآله‌وسلم</w:t>
      </w:r>
      <w:r>
        <w:rPr>
          <w:rtl/>
        </w:rPr>
        <w:t xml:space="preserve"> : « لله ما أخذ ، ولله ما اعطى ، وكلّ إلى أجل مسمّى » وبكى ، فقال له سعد بن عبادة : تبكي ، وقد نهيت عن </w:t>
      </w:r>
    </w:p>
    <w:p w:rsidR="00EE1A1A" w:rsidRDefault="00EE1A1A" w:rsidP="006713DA">
      <w:pPr>
        <w:pStyle w:val="libLine"/>
        <w:rPr>
          <w:rtl/>
        </w:rPr>
      </w:pPr>
      <w:r>
        <w:rPr>
          <w:rtl/>
        </w:rPr>
        <w:t>__________________</w:t>
      </w:r>
    </w:p>
    <w:p w:rsidR="00EE1A1A" w:rsidRDefault="00EE1A1A" w:rsidP="006713DA">
      <w:pPr>
        <w:pStyle w:val="libFootnote0"/>
        <w:rPr>
          <w:rtl/>
        </w:rPr>
      </w:pPr>
      <w:r>
        <w:rPr>
          <w:rtl/>
        </w:rPr>
        <w:t>1 ـ ورد الحديث في الجامع الكبير 1 : 207.</w:t>
      </w:r>
    </w:p>
    <w:p w:rsidR="00EE1A1A" w:rsidRDefault="00EE1A1A" w:rsidP="006713DA">
      <w:pPr>
        <w:pStyle w:val="libFootnote0"/>
        <w:rPr>
          <w:rtl/>
        </w:rPr>
      </w:pPr>
      <w:r>
        <w:rPr>
          <w:rtl/>
        </w:rPr>
        <w:t>2 ـ صحيح مسلم 2 : 671 ، سنن النسائي 4 : 90 ، سنن أبي داود 3 : 218 / 3234.</w:t>
      </w:r>
    </w:p>
    <w:p w:rsidR="00EE1A1A" w:rsidRDefault="00EE1A1A" w:rsidP="006713DA">
      <w:pPr>
        <w:pStyle w:val="libFootnote0"/>
        <w:rPr>
          <w:rtl/>
        </w:rPr>
      </w:pPr>
      <w:r>
        <w:rPr>
          <w:rtl/>
        </w:rPr>
        <w:t>3 ـ ورد الحديث في الجامع الكبير 1 : 568.</w:t>
      </w:r>
    </w:p>
    <w:p w:rsidR="00EE1A1A" w:rsidRDefault="00EE1A1A" w:rsidP="006713DA">
      <w:pPr>
        <w:pStyle w:val="libFootnote0"/>
        <w:rPr>
          <w:rtl/>
        </w:rPr>
      </w:pPr>
      <w:r>
        <w:rPr>
          <w:rtl/>
        </w:rPr>
        <w:t>4 ـ صحيح البخاري 2 : 106 ، صحيح مسلم 2 : 636 / 924 باختلاف يسير.</w:t>
      </w:r>
    </w:p>
    <w:p w:rsidR="00EE1A1A" w:rsidRDefault="00EE1A1A" w:rsidP="006713DA">
      <w:pPr>
        <w:pStyle w:val="libFootnote0"/>
        <w:rPr>
          <w:rtl/>
        </w:rPr>
      </w:pPr>
      <w:r>
        <w:rPr>
          <w:rtl/>
        </w:rPr>
        <w:t>5 ـ تقعقع : اضطرب وتحرك. « القاموس المحيط ـ قعقع ـ 3 : 72 ».</w:t>
      </w:r>
    </w:p>
    <w:p w:rsidR="00EE1A1A" w:rsidRDefault="00EE1A1A" w:rsidP="006713DA">
      <w:pPr>
        <w:pStyle w:val="libFootnote0"/>
        <w:rPr>
          <w:rtl/>
        </w:rPr>
      </w:pPr>
      <w:r>
        <w:rPr>
          <w:rtl/>
        </w:rPr>
        <w:t xml:space="preserve">6 ـ صحيح البخاري 2 : 100 و 7 : 151و 8 : 166 و 9 : 141 و 164 ، صحيح مسلم 2 : 635 / 923 ، التعازي : 10 ، سنن ابن ماجة 1 : 506 / 1588 ، سنن أبي داود 3 : 193 / 3125 ، سنن النسائي 4 : 22 باختلاف في ألفاظه. </w:t>
      </w:r>
    </w:p>
    <w:p w:rsidR="00EE1A1A" w:rsidRDefault="00EE1A1A" w:rsidP="00BB3BDA">
      <w:pPr>
        <w:pStyle w:val="libNormal0"/>
        <w:rPr>
          <w:rtl/>
        </w:rPr>
      </w:pPr>
      <w:r>
        <w:rPr>
          <w:rtl/>
        </w:rPr>
        <w:br w:type="page"/>
      </w:r>
      <w:r>
        <w:rPr>
          <w:rtl/>
        </w:rPr>
        <w:lastRenderedPageBreak/>
        <w:t xml:space="preserve">البكاء! فقال رسول الله </w:t>
      </w:r>
      <w:r w:rsidR="00A80F4B" w:rsidRPr="00A80F4B">
        <w:rPr>
          <w:rStyle w:val="libAlaemChar"/>
          <w:rFonts w:hint="cs"/>
          <w:rtl/>
        </w:rPr>
        <w:t>صلى‌الله‌عليه‌وآله‌وسلم</w:t>
      </w:r>
      <w:r>
        <w:rPr>
          <w:rtl/>
        </w:rPr>
        <w:t xml:space="preserve"> : « إنّما هي رحمة يجعلها الله في قلوب عباده ، وإنّما يرحم الله من عباده الرحماء » </w:t>
      </w:r>
      <w:r w:rsidRPr="006713DA">
        <w:rPr>
          <w:rStyle w:val="libFootnotenumChar"/>
          <w:rtl/>
        </w:rPr>
        <w:t>(1)</w:t>
      </w:r>
      <w:r>
        <w:rPr>
          <w:rtl/>
        </w:rPr>
        <w:t>.</w:t>
      </w:r>
    </w:p>
    <w:p w:rsidR="00EE1A1A" w:rsidRDefault="00EE1A1A" w:rsidP="00BB3BDA">
      <w:pPr>
        <w:pStyle w:val="libNormal"/>
        <w:rPr>
          <w:rtl/>
        </w:rPr>
      </w:pPr>
      <w:r>
        <w:rPr>
          <w:rtl/>
        </w:rPr>
        <w:t xml:space="preserve">ولما اصيب جعفر بن أبي طالب </w:t>
      </w:r>
      <w:r w:rsidR="00A80F4B" w:rsidRPr="00A80F4B">
        <w:rPr>
          <w:rStyle w:val="libAlaemChar"/>
          <w:rFonts w:hint="cs"/>
          <w:rtl/>
        </w:rPr>
        <w:t>رضي‌الله‌عنه</w:t>
      </w:r>
      <w:r>
        <w:rPr>
          <w:rtl/>
        </w:rPr>
        <w:t xml:space="preserve"> أتى رسول الله </w:t>
      </w:r>
      <w:r w:rsidR="00A80F4B" w:rsidRPr="00A80F4B">
        <w:rPr>
          <w:rStyle w:val="libAlaemChar"/>
          <w:rFonts w:hint="cs"/>
          <w:rtl/>
        </w:rPr>
        <w:t>صلى‌الله‌عليه‌وآله‌وسلم</w:t>
      </w:r>
      <w:r>
        <w:rPr>
          <w:rtl/>
        </w:rPr>
        <w:t xml:space="preserve"> أسماء رضي الله عنها ، فقال لها : « أخرجي إليّ ولد جعفر ، فخرجوا إليه : فضمّهم إليه وشمّهم ودمعت عيناه ، فقالت : يا رسول الله ، اصيب جعفر؟ قال : نعم ، اُصيب اليوم » </w:t>
      </w:r>
      <w:r w:rsidRPr="006713DA">
        <w:rPr>
          <w:rStyle w:val="libFootnotenumChar"/>
          <w:rtl/>
        </w:rPr>
        <w:t>(2)</w:t>
      </w:r>
      <w:r>
        <w:rPr>
          <w:rtl/>
        </w:rPr>
        <w:t>.</w:t>
      </w:r>
    </w:p>
    <w:p w:rsidR="00EE1A1A" w:rsidRDefault="00EE1A1A" w:rsidP="00BB3BDA">
      <w:pPr>
        <w:pStyle w:val="libNormal"/>
        <w:rPr>
          <w:rtl/>
        </w:rPr>
      </w:pPr>
      <w:r>
        <w:rPr>
          <w:rtl/>
        </w:rPr>
        <w:t xml:space="preserve">قال عبدالله بن جعفر : أحفظ حين دخل رسول الله على اُمي ، فنعى إليها أبي ، ونظرت إليه وهو يمسح على رأسي ورأس أخي ، وعيناه تهراقان </w:t>
      </w:r>
      <w:r w:rsidRPr="006713DA">
        <w:rPr>
          <w:rStyle w:val="libFootnotenumChar"/>
          <w:rtl/>
        </w:rPr>
        <w:t>(3)</w:t>
      </w:r>
      <w:r>
        <w:rPr>
          <w:rtl/>
        </w:rPr>
        <w:t xml:space="preserve"> الدموع حتى تقطر لحيته ، ثم قال : « اللّهم إنّ جعفراً قد قدم إلى أحسن الثواب ، فأخلفه في ذريته بأحسن ماخلفت أحداً من عبادك في ذريته » ثمّ إنّه </w:t>
      </w:r>
      <w:r w:rsidR="00A80F4B" w:rsidRPr="00A80F4B">
        <w:rPr>
          <w:rStyle w:val="libAlaemChar"/>
          <w:rFonts w:hint="cs"/>
          <w:rtl/>
        </w:rPr>
        <w:t>عليه‌السلام</w:t>
      </w:r>
      <w:r>
        <w:rPr>
          <w:rtl/>
        </w:rPr>
        <w:t xml:space="preserve"> قال : « يا أسماء ، ألا اُبشرك؟ » قالت : بلى بأبي أنت وأمي ، فقال : « إنّ الله عزّ وجلّ جعل لجعفر جناحين ، يطيربهما في الجنة ».</w:t>
      </w:r>
    </w:p>
    <w:p w:rsidR="00EE1A1A" w:rsidRDefault="00EE1A1A" w:rsidP="00BB3BDA">
      <w:pPr>
        <w:pStyle w:val="libNormal"/>
        <w:rPr>
          <w:rtl/>
        </w:rPr>
      </w:pPr>
      <w:r>
        <w:rPr>
          <w:rtl/>
        </w:rPr>
        <w:t xml:space="preserve">وعن أبي عبدالله </w:t>
      </w:r>
      <w:r w:rsidR="00A80F4B" w:rsidRPr="00A80F4B">
        <w:rPr>
          <w:rStyle w:val="libAlaemChar"/>
          <w:rFonts w:hint="cs"/>
          <w:rtl/>
        </w:rPr>
        <w:t>عليه‌السلام</w:t>
      </w:r>
      <w:r>
        <w:rPr>
          <w:rtl/>
        </w:rPr>
        <w:t xml:space="preserve"> ، عن أبيه ، عن النبيّ </w:t>
      </w:r>
      <w:r w:rsidR="00A80F4B" w:rsidRPr="00A80F4B">
        <w:rPr>
          <w:rStyle w:val="libAlaemChar"/>
          <w:rFonts w:hint="cs"/>
          <w:rtl/>
        </w:rPr>
        <w:t>صلى‌الله‌عليه‌وآله‌وسلم</w:t>
      </w:r>
      <w:r>
        <w:rPr>
          <w:rtl/>
        </w:rPr>
        <w:t xml:space="preserve"> ، أنّه لمّا جاءته وفاة جعفر بن أبي طالب </w:t>
      </w:r>
      <w:r w:rsidR="00A80F4B" w:rsidRPr="00A80F4B">
        <w:rPr>
          <w:rStyle w:val="libAlaemChar"/>
          <w:rFonts w:hint="cs"/>
          <w:rtl/>
        </w:rPr>
        <w:t>رضي‌الله‌عنه</w:t>
      </w:r>
      <w:r>
        <w:rPr>
          <w:rtl/>
        </w:rPr>
        <w:t xml:space="preserve"> وزيد بن حارثة كان اذا دخل بيته بكى عليهما جدّاً ، وقال : « كانا يحدّثاني ويؤنساني ، فجاء الموت فذهب بهما » </w:t>
      </w:r>
      <w:r w:rsidRPr="006713DA">
        <w:rPr>
          <w:rStyle w:val="libFootnotenumChar"/>
          <w:rtl/>
        </w:rPr>
        <w:t>(4)</w:t>
      </w:r>
      <w:r>
        <w:rPr>
          <w:rtl/>
        </w:rPr>
        <w:t>.</w:t>
      </w:r>
    </w:p>
    <w:p w:rsidR="00EE1A1A" w:rsidRDefault="00EE1A1A" w:rsidP="00BB3BDA">
      <w:pPr>
        <w:pStyle w:val="libNormal"/>
        <w:rPr>
          <w:rtl/>
        </w:rPr>
      </w:pPr>
      <w:r>
        <w:rPr>
          <w:rtl/>
        </w:rPr>
        <w:t xml:space="preserve">وعن خالد بن سلمة قال : لمّا جاء نعي زيد بن حارثة إلى النبيّ </w:t>
      </w:r>
      <w:r w:rsidR="00A80F4B" w:rsidRPr="00A80F4B">
        <w:rPr>
          <w:rStyle w:val="libAlaemChar"/>
          <w:rFonts w:hint="cs"/>
          <w:rtl/>
        </w:rPr>
        <w:t>صلى‌الله‌عليه‌وآله‌وسلم</w:t>
      </w:r>
      <w:r>
        <w:rPr>
          <w:rtl/>
        </w:rPr>
        <w:t xml:space="preserve"> أتى النبيّ </w:t>
      </w:r>
      <w:r w:rsidR="00A80F4B" w:rsidRPr="00A80F4B">
        <w:rPr>
          <w:rStyle w:val="libAlaemChar"/>
          <w:rFonts w:hint="cs"/>
          <w:rtl/>
        </w:rPr>
        <w:t>صلى‌الله‌عليه‌وآله‌وسلم</w:t>
      </w:r>
      <w:r>
        <w:rPr>
          <w:rtl/>
        </w:rPr>
        <w:t xml:space="preserve"> منزل زيد ، فخرجت إليه بنية لزيد ، فلمّا رأت رسول الله </w:t>
      </w:r>
      <w:r w:rsidR="00A80F4B" w:rsidRPr="00A80F4B">
        <w:rPr>
          <w:rStyle w:val="libAlaemChar"/>
          <w:rFonts w:hint="cs"/>
          <w:rtl/>
        </w:rPr>
        <w:t>صلى‌الله‌عليه‌وآله‌وسلم</w:t>
      </w:r>
      <w:r>
        <w:rPr>
          <w:rtl/>
        </w:rPr>
        <w:t xml:space="preserve"> خمشت في وجهها ، فبكى رسول الله </w:t>
      </w:r>
      <w:r w:rsidR="00A80F4B" w:rsidRPr="00A80F4B">
        <w:rPr>
          <w:rStyle w:val="libAlaemChar"/>
          <w:rFonts w:hint="cs"/>
          <w:rtl/>
        </w:rPr>
        <w:t>صلى‌الله‌عليه‌وآله‌وسلم</w:t>
      </w:r>
      <w:r>
        <w:rPr>
          <w:rtl/>
        </w:rPr>
        <w:t xml:space="preserve"> وقال </w:t>
      </w:r>
      <w:r w:rsidRPr="006713DA">
        <w:rPr>
          <w:rStyle w:val="libFootnotenumChar"/>
          <w:rtl/>
        </w:rPr>
        <w:t>(5)</w:t>
      </w:r>
      <w:r>
        <w:rPr>
          <w:rtl/>
        </w:rPr>
        <w:t xml:space="preserve"> : هاه هاه </w:t>
      </w:r>
      <w:r w:rsidRPr="006713DA">
        <w:rPr>
          <w:rStyle w:val="libFootnotenumChar"/>
          <w:rtl/>
        </w:rPr>
        <w:t>(6)</w:t>
      </w:r>
      <w:r>
        <w:rPr>
          <w:rtl/>
        </w:rPr>
        <w:t xml:space="preserve"> ، فقيل : يا رسول الله ، ما هذا؟ قال : « شوق الحبيب إلى حبيبه » </w:t>
      </w:r>
      <w:r w:rsidRPr="006713DA">
        <w:rPr>
          <w:rStyle w:val="libFootnotenumChar"/>
          <w:rtl/>
        </w:rPr>
        <w:t>(7)</w:t>
      </w:r>
      <w:r>
        <w:rPr>
          <w:rtl/>
        </w:rPr>
        <w:t>.</w:t>
      </w:r>
    </w:p>
    <w:p w:rsidR="00EE1A1A" w:rsidRDefault="00EE1A1A" w:rsidP="00BB3BDA">
      <w:pPr>
        <w:pStyle w:val="libNormal"/>
        <w:rPr>
          <w:rtl/>
        </w:rPr>
      </w:pPr>
      <w:r>
        <w:rPr>
          <w:rtl/>
        </w:rPr>
        <w:t xml:space="preserve">ولمّا مات سعد بن معاذ </w:t>
      </w:r>
      <w:r w:rsidR="00A80F4B" w:rsidRPr="00A80F4B">
        <w:rPr>
          <w:rStyle w:val="libAlaemChar"/>
          <w:rFonts w:hint="cs"/>
          <w:rtl/>
        </w:rPr>
        <w:t>رضي‌الله‌عنه</w:t>
      </w:r>
      <w:r>
        <w:rPr>
          <w:rtl/>
        </w:rPr>
        <w:t xml:space="preserve"> بكى عليه رسول الله </w:t>
      </w:r>
      <w:r w:rsidR="00A80F4B" w:rsidRPr="00A80F4B">
        <w:rPr>
          <w:rStyle w:val="libAlaemChar"/>
          <w:rFonts w:hint="cs"/>
          <w:rtl/>
        </w:rPr>
        <w:t>صلى‌الله‌عليه‌وآله‌وسلم</w:t>
      </w:r>
      <w:r>
        <w:rPr>
          <w:rtl/>
        </w:rPr>
        <w:t xml:space="preserve"> </w:t>
      </w:r>
    </w:p>
    <w:p w:rsidR="00EE1A1A" w:rsidRDefault="00EE1A1A" w:rsidP="006713DA">
      <w:pPr>
        <w:pStyle w:val="libLine"/>
        <w:rPr>
          <w:rtl/>
        </w:rPr>
      </w:pPr>
      <w:r>
        <w:rPr>
          <w:rtl/>
        </w:rPr>
        <w:t>__________________</w:t>
      </w:r>
    </w:p>
    <w:p w:rsidR="00EE1A1A" w:rsidRDefault="00EE1A1A" w:rsidP="006713DA">
      <w:pPr>
        <w:pStyle w:val="libFootnote0"/>
        <w:rPr>
          <w:rtl/>
        </w:rPr>
      </w:pPr>
      <w:r>
        <w:rPr>
          <w:rtl/>
        </w:rPr>
        <w:t>1 ـ مسند أحمد 5 : 204 و 207 باختلاف يسير.</w:t>
      </w:r>
    </w:p>
    <w:p w:rsidR="00EE1A1A" w:rsidRDefault="00EE1A1A" w:rsidP="006713DA">
      <w:pPr>
        <w:pStyle w:val="libFootnote0"/>
        <w:rPr>
          <w:rtl/>
        </w:rPr>
      </w:pPr>
      <w:r>
        <w:rPr>
          <w:rtl/>
        </w:rPr>
        <w:t>2 ـ المغازي للواقدي 2 : 766 باختلاف يسير.</w:t>
      </w:r>
    </w:p>
    <w:p w:rsidR="00EE1A1A" w:rsidRDefault="00EE1A1A" w:rsidP="006713DA">
      <w:pPr>
        <w:pStyle w:val="libFootnote0"/>
        <w:rPr>
          <w:rtl/>
        </w:rPr>
      </w:pPr>
      <w:r>
        <w:rPr>
          <w:rtl/>
        </w:rPr>
        <w:t>3 ـ تهراقان : تجريان. « لسان العرب 10 : 367 ».</w:t>
      </w:r>
    </w:p>
    <w:p w:rsidR="00EE1A1A" w:rsidRDefault="00EE1A1A" w:rsidP="006713DA">
      <w:pPr>
        <w:pStyle w:val="libFootnote0"/>
        <w:rPr>
          <w:rtl/>
        </w:rPr>
      </w:pPr>
      <w:r>
        <w:rPr>
          <w:rtl/>
        </w:rPr>
        <w:t>4 ـ الفقيه 1 : 113 / 527 باختلاف يسير.</w:t>
      </w:r>
    </w:p>
    <w:p w:rsidR="00EE1A1A" w:rsidRDefault="00EE1A1A" w:rsidP="006713DA">
      <w:pPr>
        <w:pStyle w:val="libFootnote0"/>
        <w:rPr>
          <w:rtl/>
        </w:rPr>
      </w:pPr>
      <w:r>
        <w:rPr>
          <w:rtl/>
        </w:rPr>
        <w:t>5 ـ كذا ، ولعل المناسب : حتى قال.</w:t>
      </w:r>
    </w:p>
    <w:p w:rsidR="00EE1A1A" w:rsidRDefault="00EE1A1A" w:rsidP="006713DA">
      <w:pPr>
        <w:pStyle w:val="libFootnote0"/>
        <w:rPr>
          <w:rtl/>
        </w:rPr>
      </w:pPr>
      <w:r>
        <w:rPr>
          <w:rtl/>
        </w:rPr>
        <w:t>6 ـ هاه هاه : حكاية صوت البكاء.</w:t>
      </w:r>
    </w:p>
    <w:p w:rsidR="00EE1A1A" w:rsidRDefault="00EE1A1A" w:rsidP="006713DA">
      <w:pPr>
        <w:pStyle w:val="libFootnote0"/>
        <w:rPr>
          <w:rtl/>
        </w:rPr>
      </w:pPr>
      <w:r>
        <w:rPr>
          <w:rtl/>
        </w:rPr>
        <w:t xml:space="preserve">7 ـ مكارم الأخلاق : 22. </w:t>
      </w:r>
    </w:p>
    <w:p w:rsidR="00EE1A1A" w:rsidRDefault="00EE1A1A" w:rsidP="00BB3BDA">
      <w:pPr>
        <w:pStyle w:val="libNormal0"/>
        <w:rPr>
          <w:rtl/>
        </w:rPr>
      </w:pPr>
      <w:r>
        <w:rPr>
          <w:rtl/>
        </w:rPr>
        <w:br w:type="page"/>
      </w:r>
      <w:r>
        <w:rPr>
          <w:rtl/>
        </w:rPr>
        <w:lastRenderedPageBreak/>
        <w:t>كثيراً.</w:t>
      </w:r>
    </w:p>
    <w:p w:rsidR="00EE1A1A" w:rsidRDefault="00EE1A1A" w:rsidP="00BB3BDA">
      <w:pPr>
        <w:pStyle w:val="libNormal"/>
        <w:rPr>
          <w:rtl/>
        </w:rPr>
      </w:pPr>
      <w:r>
        <w:rPr>
          <w:rtl/>
        </w:rPr>
        <w:t xml:space="preserve">وقال </w:t>
      </w:r>
      <w:r w:rsidR="00A80F4B" w:rsidRPr="00A80F4B">
        <w:rPr>
          <w:rStyle w:val="libAlaemChar"/>
          <w:rFonts w:hint="cs"/>
          <w:rtl/>
        </w:rPr>
        <w:t>صلى‌الله‌عليه‌وآله‌وسلم</w:t>
      </w:r>
      <w:r>
        <w:rPr>
          <w:rtl/>
        </w:rPr>
        <w:t xml:space="preserve"> لاُمّ سعد بن معاذ يوماً : « ألا يرقأ </w:t>
      </w:r>
      <w:r w:rsidRPr="006713DA">
        <w:rPr>
          <w:rStyle w:val="libFootnotenumChar"/>
          <w:rtl/>
        </w:rPr>
        <w:t>(1)</w:t>
      </w:r>
      <w:r>
        <w:rPr>
          <w:rtl/>
        </w:rPr>
        <w:t xml:space="preserve"> دمعك ويذهب حزنك فإن ابنك اهتز له العرش ».</w:t>
      </w:r>
    </w:p>
    <w:p w:rsidR="00EE1A1A" w:rsidRDefault="00EE1A1A" w:rsidP="00BB3BDA">
      <w:pPr>
        <w:pStyle w:val="libNormal"/>
        <w:rPr>
          <w:rtl/>
        </w:rPr>
      </w:pPr>
      <w:r>
        <w:rPr>
          <w:rtl/>
        </w:rPr>
        <w:t xml:space="preserve">قيل : وكان رسول الله </w:t>
      </w:r>
      <w:r w:rsidR="00A80F4B" w:rsidRPr="00A80F4B">
        <w:rPr>
          <w:rStyle w:val="libAlaemChar"/>
          <w:rFonts w:hint="cs"/>
          <w:rtl/>
        </w:rPr>
        <w:t>صلى‌الله‌عليه‌وآله‌وسلم</w:t>
      </w:r>
      <w:r>
        <w:rPr>
          <w:rtl/>
        </w:rPr>
        <w:t xml:space="preserve"> تذرف عيناه ، ويمسح وجهه ، ولا يسمع صوته (</w:t>
      </w:r>
      <w:r w:rsidRPr="006713DA">
        <w:rPr>
          <w:rStyle w:val="libFootnotenumChar"/>
          <w:rtl/>
        </w:rPr>
        <w:t>2)</w:t>
      </w:r>
      <w:r>
        <w:rPr>
          <w:rtl/>
        </w:rPr>
        <w:t>.</w:t>
      </w:r>
    </w:p>
    <w:p w:rsidR="00EE1A1A" w:rsidRDefault="00EE1A1A" w:rsidP="00BB3BDA">
      <w:pPr>
        <w:pStyle w:val="libNormal"/>
        <w:rPr>
          <w:rtl/>
        </w:rPr>
      </w:pPr>
      <w:r>
        <w:rPr>
          <w:rtl/>
        </w:rPr>
        <w:t xml:space="preserve">وعن البراء بن عازب قال : بينما نحن مع رسول الله </w:t>
      </w:r>
      <w:r w:rsidR="00A80F4B" w:rsidRPr="00A80F4B">
        <w:rPr>
          <w:rStyle w:val="libAlaemChar"/>
          <w:rFonts w:hint="cs"/>
          <w:rtl/>
        </w:rPr>
        <w:t>صلى‌الله‌عليه‌وآله‌وسلم</w:t>
      </w:r>
      <w:r>
        <w:rPr>
          <w:rtl/>
        </w:rPr>
        <w:t xml:space="preserve"> إذ بصر بجماعة ، فقال : « على ما اجتمع هؤلاء؟ » فقيل : على قبر يحفرونه ، قال : فبدر رسول الله </w:t>
      </w:r>
      <w:r w:rsidR="00A80F4B" w:rsidRPr="00A80F4B">
        <w:rPr>
          <w:rStyle w:val="libAlaemChar"/>
          <w:rFonts w:hint="cs"/>
          <w:rtl/>
        </w:rPr>
        <w:t>صلى‌الله‌عليه‌وآله‌وسلم</w:t>
      </w:r>
      <w:r>
        <w:rPr>
          <w:rtl/>
        </w:rPr>
        <w:t xml:space="preserve"> بين يدي أصحابه مسرعاً حتى انتهى إلى القبر فجثا عليه ، قال : فاستقبلته من بين يديه لأنظر ما يصنع ، فبكى حتى بلّ الثرى من دموعه ، ثمّ أقبل علينا فقال : « إخواني ، لمثل هذا فأعدّوا » </w:t>
      </w:r>
      <w:r w:rsidRPr="006713DA">
        <w:rPr>
          <w:rStyle w:val="libFootnotenumChar"/>
          <w:rtl/>
        </w:rPr>
        <w:t>(3)</w:t>
      </w:r>
      <w:r>
        <w:rPr>
          <w:rtl/>
        </w:rPr>
        <w:t>.</w:t>
      </w:r>
    </w:p>
    <w:p w:rsidR="00EE1A1A" w:rsidRDefault="00EE1A1A" w:rsidP="00BB3BDA">
      <w:pPr>
        <w:pStyle w:val="libNormal"/>
        <w:rPr>
          <w:rtl/>
        </w:rPr>
      </w:pPr>
      <w:r>
        <w:rPr>
          <w:rtl/>
        </w:rPr>
        <w:t xml:space="preserve">وعنه </w:t>
      </w:r>
      <w:r w:rsidR="00A80F4B" w:rsidRPr="00A80F4B">
        <w:rPr>
          <w:rStyle w:val="libAlaemChar"/>
          <w:rFonts w:hint="cs"/>
          <w:rtl/>
        </w:rPr>
        <w:t>صلى‌الله‌عليه‌وآله‌وسلم</w:t>
      </w:r>
      <w:r>
        <w:rPr>
          <w:rtl/>
        </w:rPr>
        <w:t xml:space="preserve"> : « العبرة لا يملكها أحد ، صبابة المرء على أخيه » </w:t>
      </w:r>
      <w:r w:rsidRPr="006713DA">
        <w:rPr>
          <w:rStyle w:val="libFootnotenumChar"/>
          <w:rtl/>
        </w:rPr>
        <w:t>(4)</w:t>
      </w:r>
      <w:r>
        <w:rPr>
          <w:rtl/>
        </w:rPr>
        <w:t>.</w:t>
      </w:r>
    </w:p>
    <w:p w:rsidR="00EE1A1A" w:rsidRDefault="00EE1A1A" w:rsidP="00BB3BDA">
      <w:pPr>
        <w:pStyle w:val="libNormal"/>
        <w:rPr>
          <w:rtl/>
        </w:rPr>
      </w:pPr>
      <w:r>
        <w:rPr>
          <w:rtl/>
        </w:rPr>
        <w:t xml:space="preserve">ولما انصرف النبي </w:t>
      </w:r>
      <w:r w:rsidR="00A80F4B" w:rsidRPr="00A80F4B">
        <w:rPr>
          <w:rStyle w:val="libAlaemChar"/>
          <w:rFonts w:hint="cs"/>
          <w:rtl/>
        </w:rPr>
        <w:t>صلى‌الله‌عليه‌وآله‌وسلم</w:t>
      </w:r>
      <w:r>
        <w:rPr>
          <w:rtl/>
        </w:rPr>
        <w:t xml:space="preserve"> من أٌحد راجعاً إلى المدينة لقيته حمنة بنت جحش ، فنعى لها الناس أخاها عبدالله بن جحش ، فاسترجعت واستغفرت له ، ثمّ نعي لها خالها حمزة ، فاسترجعت واستغفرت له ، ثمّ نعي لها زوجها مصعب بن عمير ، فصاحت وولولت ، فقال رسول الله </w:t>
      </w:r>
      <w:r w:rsidR="00A80F4B" w:rsidRPr="00A80F4B">
        <w:rPr>
          <w:rStyle w:val="libAlaemChar"/>
          <w:rFonts w:hint="cs"/>
          <w:rtl/>
        </w:rPr>
        <w:t>صلى‌الله‌عليه‌وآله‌وسلم</w:t>
      </w:r>
      <w:r>
        <w:rPr>
          <w:rtl/>
        </w:rPr>
        <w:t xml:space="preserve"> : « إنّ لزوج المرأة منها لمكان » لما رأى صبرها عن أخيها وخالها ، وصياحها على زوجها </w:t>
      </w:r>
      <w:r w:rsidRPr="006713DA">
        <w:rPr>
          <w:rStyle w:val="libFootnotenumChar"/>
          <w:rtl/>
        </w:rPr>
        <w:t>(5)</w:t>
      </w:r>
      <w:r>
        <w:rPr>
          <w:rtl/>
        </w:rPr>
        <w:t>.</w:t>
      </w:r>
    </w:p>
    <w:p w:rsidR="00EE1A1A" w:rsidRDefault="00EE1A1A" w:rsidP="00BB3BDA">
      <w:pPr>
        <w:pStyle w:val="libNormal"/>
        <w:rPr>
          <w:rtl/>
        </w:rPr>
      </w:pPr>
      <w:r>
        <w:rPr>
          <w:rtl/>
        </w:rPr>
        <w:t xml:space="preserve">ثمّ مرّ رسول الله </w:t>
      </w:r>
      <w:r w:rsidR="00A80F4B" w:rsidRPr="00A80F4B">
        <w:rPr>
          <w:rStyle w:val="libAlaemChar"/>
          <w:rFonts w:hint="cs"/>
          <w:rtl/>
        </w:rPr>
        <w:t>صلى‌الله‌عليه‌وآله‌وسلم</w:t>
      </w:r>
      <w:r>
        <w:rPr>
          <w:rtl/>
        </w:rPr>
        <w:t xml:space="preserve"> على دار من دور الأنصار من بني عبدالأشهل فسمع البكاء والنوائح على قتلاهم فذرفت عيناه وبكى ، ثم قال : « لكن حمزة لا بواكي له » فلمّا رجع سعد بن معاذ وأٌسيد بن حضير </w:t>
      </w:r>
      <w:r w:rsidRPr="006713DA">
        <w:rPr>
          <w:rStyle w:val="libFootnotenumChar"/>
          <w:rtl/>
        </w:rPr>
        <w:t>(6)</w:t>
      </w:r>
      <w:r>
        <w:rPr>
          <w:rtl/>
        </w:rPr>
        <w:t xml:space="preserve"> إلى دار بني عبدالأشهل ، أمرانساءهم أن يذهبن فيبكين على عمّ رسول الله </w:t>
      </w:r>
      <w:r w:rsidR="00A80F4B" w:rsidRPr="00A80F4B">
        <w:rPr>
          <w:rStyle w:val="libAlaemChar"/>
          <w:rFonts w:hint="cs"/>
          <w:rtl/>
        </w:rPr>
        <w:t>صلى‌الله‌عليه‌وآله‌وسلم</w:t>
      </w:r>
      <w:r>
        <w:rPr>
          <w:rtl/>
        </w:rPr>
        <w:t xml:space="preserve"> ، فلمّا سمع </w:t>
      </w:r>
    </w:p>
    <w:p w:rsidR="00EE1A1A" w:rsidRDefault="00EE1A1A" w:rsidP="006713DA">
      <w:pPr>
        <w:pStyle w:val="libLine"/>
        <w:rPr>
          <w:rtl/>
        </w:rPr>
      </w:pPr>
      <w:r>
        <w:rPr>
          <w:rtl/>
        </w:rPr>
        <w:t>__________________</w:t>
      </w:r>
    </w:p>
    <w:p w:rsidR="00EE1A1A" w:rsidRDefault="00EE1A1A" w:rsidP="006713DA">
      <w:pPr>
        <w:pStyle w:val="libFootnote0"/>
        <w:rPr>
          <w:rtl/>
        </w:rPr>
      </w:pPr>
      <w:r>
        <w:rPr>
          <w:rtl/>
        </w:rPr>
        <w:t>1 ـ يرقأ الدمع : يجف وينقطع. « لسان العرب 1 : 88 ».</w:t>
      </w:r>
    </w:p>
    <w:p w:rsidR="00EE1A1A" w:rsidRDefault="00EE1A1A" w:rsidP="006713DA">
      <w:pPr>
        <w:pStyle w:val="libFootnote0"/>
        <w:rPr>
          <w:rtl/>
        </w:rPr>
      </w:pPr>
      <w:r>
        <w:rPr>
          <w:rtl/>
        </w:rPr>
        <w:t>2 ـ مسند أحمد 6 : 456 ، المستدرك على الصحيحين 3 : 206 ، الجامع الكبير 1 : 360.</w:t>
      </w:r>
    </w:p>
    <w:p w:rsidR="00EE1A1A" w:rsidRDefault="00EE1A1A" w:rsidP="006713DA">
      <w:pPr>
        <w:pStyle w:val="libFootnote0"/>
        <w:rPr>
          <w:rtl/>
        </w:rPr>
      </w:pPr>
      <w:r>
        <w:rPr>
          <w:rtl/>
        </w:rPr>
        <w:t>3 ـ مسند أحمد 4 : 294 ، وروي نحوه في سنن ابن ماجة 2 : 1403 / 4195.</w:t>
      </w:r>
    </w:p>
    <w:p w:rsidR="00EE1A1A" w:rsidRDefault="00EE1A1A" w:rsidP="006713DA">
      <w:pPr>
        <w:pStyle w:val="libFootnote0"/>
        <w:rPr>
          <w:rtl/>
        </w:rPr>
      </w:pPr>
      <w:r>
        <w:rPr>
          <w:rtl/>
        </w:rPr>
        <w:t>4 ـ الجامع الصغير 2 : 113 / 5135 ، وروي باختلاف يسير في الدرالمنثور 1 : 158.</w:t>
      </w:r>
    </w:p>
    <w:p w:rsidR="00EE1A1A" w:rsidRDefault="00EE1A1A" w:rsidP="006713DA">
      <w:pPr>
        <w:pStyle w:val="libFootnote0"/>
        <w:rPr>
          <w:rtl/>
        </w:rPr>
      </w:pPr>
      <w:r>
        <w:rPr>
          <w:rtl/>
        </w:rPr>
        <w:t>5 ـ السيرة النبوية لابن هشام 3 : 104.</w:t>
      </w:r>
    </w:p>
    <w:p w:rsidR="00EE1A1A" w:rsidRDefault="00EE1A1A" w:rsidP="006713DA">
      <w:pPr>
        <w:pStyle w:val="libFootnote0"/>
        <w:rPr>
          <w:rtl/>
        </w:rPr>
      </w:pPr>
      <w:r>
        <w:rPr>
          <w:rtl/>
        </w:rPr>
        <w:t xml:space="preserve">6 ـ في « ح » : أسيد بن حصين ، وفي « ش » : أسيد بن خضير ، والصواب ماأثبتناه ، وهو اُسيد بن حُضير ، أسلم قبل سعد بن معاذ على يد مصعب بن عمير بالمدينة توفي سنة 20 للهجرة ودفن بالبقيع ، راجع « اُسد الغابة : 1 : 92 ، تهذيب التهذيب 1 : 347 ». </w:t>
      </w:r>
    </w:p>
    <w:p w:rsidR="00EE1A1A" w:rsidRDefault="00EE1A1A" w:rsidP="00BB3BDA">
      <w:pPr>
        <w:pStyle w:val="libNormal0"/>
        <w:rPr>
          <w:rtl/>
        </w:rPr>
      </w:pPr>
      <w:r>
        <w:rPr>
          <w:rtl/>
        </w:rPr>
        <w:br w:type="page"/>
      </w:r>
      <w:r>
        <w:rPr>
          <w:rtl/>
        </w:rPr>
        <w:lastRenderedPageBreak/>
        <w:t xml:space="preserve">رسول الله </w:t>
      </w:r>
      <w:r w:rsidR="00A80F4B" w:rsidRPr="00A80F4B">
        <w:rPr>
          <w:rStyle w:val="libAlaemChar"/>
          <w:rFonts w:hint="cs"/>
          <w:rtl/>
        </w:rPr>
        <w:t>صلى‌الله‌عليه‌وآله‌وسلم</w:t>
      </w:r>
      <w:r>
        <w:rPr>
          <w:rtl/>
        </w:rPr>
        <w:t xml:space="preserve"> بكاءهن على حمزة خرج إليهن وهنّ على باب مسجده يبكين ، فقال لهن رسول الله </w:t>
      </w:r>
      <w:r w:rsidR="00A80F4B" w:rsidRPr="00A80F4B">
        <w:rPr>
          <w:rStyle w:val="libAlaemChar"/>
          <w:rFonts w:hint="cs"/>
          <w:rtl/>
        </w:rPr>
        <w:t>صلى‌الله‌عليه‌وآله‌وسلم</w:t>
      </w:r>
      <w:r>
        <w:rPr>
          <w:rtl/>
        </w:rPr>
        <w:t xml:space="preserve"> : « ارجعن ـ يرحمكن الله ـ قد واسيتنّ بأنفسكن ».</w:t>
      </w:r>
    </w:p>
    <w:p w:rsidR="00EE1A1A" w:rsidRDefault="00EE1A1A" w:rsidP="00BB3BDA">
      <w:pPr>
        <w:pStyle w:val="libNormal"/>
        <w:rPr>
          <w:rtl/>
        </w:rPr>
      </w:pPr>
      <w:r>
        <w:rPr>
          <w:rtl/>
        </w:rPr>
        <w:t xml:space="preserve">وروى الشيخ في (التهذيب) بإسناده إلى الصادق </w:t>
      </w:r>
      <w:r w:rsidR="00A80F4B" w:rsidRPr="00A80F4B">
        <w:rPr>
          <w:rStyle w:val="libAlaemChar"/>
          <w:rFonts w:hint="cs"/>
          <w:rtl/>
        </w:rPr>
        <w:t>عليه‌السلام</w:t>
      </w:r>
      <w:r>
        <w:rPr>
          <w:rtl/>
        </w:rPr>
        <w:t xml:space="preserve"> : « إنّ إبراهيم خليل الرحمن سأل ربه أن يرزقه ابنة تبكيه بعد موته » </w:t>
      </w:r>
      <w:r w:rsidRPr="006713DA">
        <w:rPr>
          <w:rStyle w:val="libFootnotenumChar"/>
          <w:rtl/>
        </w:rPr>
        <w:t>(1)</w:t>
      </w:r>
      <w:r>
        <w:rPr>
          <w:rtl/>
        </w:rPr>
        <w:t xml:space="preserve">. </w:t>
      </w:r>
    </w:p>
    <w:p w:rsidR="00EE1A1A" w:rsidRDefault="00EE1A1A" w:rsidP="006713DA">
      <w:pPr>
        <w:pStyle w:val="libLine"/>
        <w:rPr>
          <w:rtl/>
        </w:rPr>
      </w:pPr>
      <w:r>
        <w:rPr>
          <w:rtl/>
        </w:rPr>
        <w:t>__________________</w:t>
      </w:r>
    </w:p>
    <w:p w:rsidR="00EE1A1A" w:rsidRDefault="00EE1A1A" w:rsidP="006713DA">
      <w:pPr>
        <w:pStyle w:val="libFootnote0"/>
        <w:rPr>
          <w:rtl/>
        </w:rPr>
      </w:pPr>
      <w:r>
        <w:rPr>
          <w:rtl/>
        </w:rPr>
        <w:t xml:space="preserve">1 ـ التهذيب 1 : 465 / 1524. </w:t>
      </w:r>
    </w:p>
    <w:p w:rsidR="00EE1A1A" w:rsidRDefault="00EE1A1A" w:rsidP="00EE1A1A">
      <w:pPr>
        <w:pStyle w:val="Heading2Center"/>
        <w:rPr>
          <w:rtl/>
        </w:rPr>
      </w:pPr>
      <w:r>
        <w:rPr>
          <w:rtl/>
        </w:rPr>
        <w:br w:type="page"/>
      </w:r>
      <w:bookmarkStart w:id="45" w:name="_Toc413069942"/>
      <w:r>
        <w:rPr>
          <w:rtl/>
        </w:rPr>
        <w:lastRenderedPageBreak/>
        <w:t>فصل</w:t>
      </w:r>
      <w:bookmarkEnd w:id="45"/>
    </w:p>
    <w:p w:rsidR="00EE1A1A" w:rsidRDefault="00EE1A1A" w:rsidP="00BB3BDA">
      <w:pPr>
        <w:pStyle w:val="libNormal"/>
        <w:rPr>
          <w:rtl/>
        </w:rPr>
      </w:pPr>
      <w:r>
        <w:rPr>
          <w:rtl/>
        </w:rPr>
        <w:t xml:space="preserve">عن ابن مسعود قال : قال رسول الله </w:t>
      </w:r>
      <w:r w:rsidR="00A80F4B" w:rsidRPr="00A80F4B">
        <w:rPr>
          <w:rStyle w:val="libAlaemChar"/>
          <w:rFonts w:hint="cs"/>
          <w:rtl/>
        </w:rPr>
        <w:t>صلى‌الله‌عليه‌وآله‌وسلم</w:t>
      </w:r>
      <w:r>
        <w:rPr>
          <w:rtl/>
        </w:rPr>
        <w:t xml:space="preserve"> : « ليس منّا من ضرب الخدود ، وشقّ الجيوب » </w:t>
      </w:r>
      <w:r w:rsidRPr="006713DA">
        <w:rPr>
          <w:rStyle w:val="libFootnotenumChar"/>
          <w:rtl/>
        </w:rPr>
        <w:t>(1)</w:t>
      </w:r>
      <w:r>
        <w:rPr>
          <w:rtl/>
        </w:rPr>
        <w:t>.</w:t>
      </w:r>
    </w:p>
    <w:p w:rsidR="00EE1A1A" w:rsidRDefault="00EE1A1A" w:rsidP="00BB3BDA">
      <w:pPr>
        <w:pStyle w:val="libNormal"/>
        <w:rPr>
          <w:rtl/>
        </w:rPr>
      </w:pPr>
      <w:r>
        <w:rPr>
          <w:rtl/>
        </w:rPr>
        <w:t xml:space="preserve">وعن أبي اُمامة : أنّ رسول الله </w:t>
      </w:r>
      <w:r w:rsidR="00A80F4B" w:rsidRPr="00A80F4B">
        <w:rPr>
          <w:rStyle w:val="libAlaemChar"/>
          <w:rFonts w:hint="cs"/>
          <w:rtl/>
        </w:rPr>
        <w:t>صلى‌الله‌عليه‌وآله‌وسلم</w:t>
      </w:r>
      <w:r>
        <w:rPr>
          <w:rtl/>
        </w:rPr>
        <w:t xml:space="preserve"> قال : « لعن الله الخامشة وجهها ، والشاقة جيبها ، والداعية بالويل والثبور » </w:t>
      </w:r>
      <w:r w:rsidRPr="006713DA">
        <w:rPr>
          <w:rStyle w:val="libFootnotenumChar"/>
          <w:rtl/>
        </w:rPr>
        <w:t>(2)</w:t>
      </w:r>
      <w:r>
        <w:rPr>
          <w:rtl/>
        </w:rPr>
        <w:t>.</w:t>
      </w:r>
    </w:p>
    <w:p w:rsidR="00EE1A1A" w:rsidRDefault="00EE1A1A" w:rsidP="00BB3BDA">
      <w:pPr>
        <w:pStyle w:val="libNormal"/>
        <w:rPr>
          <w:rtl/>
        </w:rPr>
      </w:pPr>
      <w:r>
        <w:rPr>
          <w:rtl/>
        </w:rPr>
        <w:t xml:space="preserve">وعنه </w:t>
      </w:r>
      <w:r w:rsidR="00A80F4B" w:rsidRPr="00A80F4B">
        <w:rPr>
          <w:rStyle w:val="libAlaemChar"/>
          <w:rFonts w:hint="cs"/>
          <w:rtl/>
        </w:rPr>
        <w:t>صلى‌الله‌عليه‌وآله‌وسلم</w:t>
      </w:r>
      <w:r>
        <w:rPr>
          <w:rtl/>
        </w:rPr>
        <w:t xml:space="preserve"> ، أنه نهى أن تتبع جنازة معها رانّة </w:t>
      </w:r>
      <w:r w:rsidRPr="006713DA">
        <w:rPr>
          <w:rStyle w:val="libFootnotenumChar"/>
          <w:rtl/>
        </w:rPr>
        <w:t>(3)</w:t>
      </w:r>
      <w:r>
        <w:rPr>
          <w:rtl/>
        </w:rPr>
        <w:t>.</w:t>
      </w:r>
    </w:p>
    <w:p w:rsidR="00EE1A1A" w:rsidRDefault="00EE1A1A" w:rsidP="00BB3BDA">
      <w:pPr>
        <w:pStyle w:val="libNormal"/>
        <w:rPr>
          <w:rtl/>
        </w:rPr>
      </w:pPr>
      <w:r>
        <w:rPr>
          <w:rtl/>
        </w:rPr>
        <w:t xml:space="preserve">وعن عمرو بن شعيب ، عن أبيه ، عن جده ، قال : كبر مقتاً عندالله الأكل من غير جوع ، والنوم من غير سهر ، والضحك من غير عجب ، والرنّة عند المصيبة ، والمزمار عند النعمة </w:t>
      </w:r>
      <w:r w:rsidRPr="006713DA">
        <w:rPr>
          <w:rStyle w:val="libFootnotenumChar"/>
          <w:rtl/>
        </w:rPr>
        <w:t>(4)</w:t>
      </w:r>
      <w:r>
        <w:rPr>
          <w:rtl/>
        </w:rPr>
        <w:t>.</w:t>
      </w:r>
    </w:p>
    <w:p w:rsidR="00EE1A1A" w:rsidRDefault="00EE1A1A" w:rsidP="00BB3BDA">
      <w:pPr>
        <w:pStyle w:val="libNormal"/>
        <w:rPr>
          <w:rtl/>
        </w:rPr>
      </w:pPr>
      <w:r>
        <w:rPr>
          <w:rtl/>
        </w:rPr>
        <w:t xml:space="preserve">وعن يحيى بن خالد : أنّ رجلأ أتى النبيّ </w:t>
      </w:r>
      <w:r w:rsidR="00A80F4B" w:rsidRPr="00A80F4B">
        <w:rPr>
          <w:rStyle w:val="libAlaemChar"/>
          <w:rFonts w:hint="cs"/>
          <w:rtl/>
        </w:rPr>
        <w:t>صلى‌الله‌عليه‌وآله‌وسلم</w:t>
      </w:r>
      <w:r>
        <w:rPr>
          <w:rtl/>
        </w:rPr>
        <w:t xml:space="preserve"> ، فقال : مايحبط الأجر عند المصيبة؟ قال : « تصفيق الرجل بيمينه على شماله ، والصبر عند الصدمة الأولى ، من رضي فله الرضا ، ومن سخط فله السخط » </w:t>
      </w:r>
      <w:r w:rsidRPr="006713DA">
        <w:rPr>
          <w:rStyle w:val="libFootnotenumChar"/>
          <w:rtl/>
        </w:rPr>
        <w:t>(5)</w:t>
      </w:r>
      <w:r>
        <w:rPr>
          <w:rtl/>
        </w:rPr>
        <w:t>.</w:t>
      </w:r>
    </w:p>
    <w:p w:rsidR="00EE1A1A" w:rsidRDefault="00EE1A1A" w:rsidP="00BB3BDA">
      <w:pPr>
        <w:pStyle w:val="libNormal"/>
        <w:rPr>
          <w:rtl/>
        </w:rPr>
      </w:pPr>
      <w:r>
        <w:rPr>
          <w:rtl/>
        </w:rPr>
        <w:t xml:space="preserve">وعن ام سلمة رضي الله عنها قالت : لمّا مات أبو سلمة </w:t>
      </w:r>
      <w:r w:rsidR="00A80F4B" w:rsidRPr="00A80F4B">
        <w:rPr>
          <w:rStyle w:val="libAlaemChar"/>
          <w:rFonts w:hint="cs"/>
          <w:rtl/>
        </w:rPr>
        <w:t>رضي‌الله‌عنه</w:t>
      </w:r>
      <w:r>
        <w:rPr>
          <w:rtl/>
        </w:rPr>
        <w:t xml:space="preserve"> قلت : غريب وفي أرض (غربة ، لأبكينّه) </w:t>
      </w:r>
      <w:r w:rsidRPr="006713DA">
        <w:rPr>
          <w:rStyle w:val="libFootnotenumChar"/>
          <w:rtl/>
        </w:rPr>
        <w:t>(6)</w:t>
      </w:r>
      <w:r>
        <w:rPr>
          <w:rtl/>
        </w:rPr>
        <w:t xml:space="preserve"> بكاءً يتحدّث عنه ، فكنت قد تهيّأت للبكاء ، إذ أقبلت امرأة تريد أن تسعدني ، فاستقبلها رسول الله </w:t>
      </w:r>
      <w:r w:rsidR="00A80F4B" w:rsidRPr="00A80F4B">
        <w:rPr>
          <w:rStyle w:val="libAlaemChar"/>
          <w:rFonts w:hint="cs"/>
          <w:rtl/>
        </w:rPr>
        <w:t>صلى‌الله‌عليه‌وآله‌وسلم</w:t>
      </w:r>
      <w:r>
        <w:rPr>
          <w:rtl/>
        </w:rPr>
        <w:t xml:space="preserve"> ، فقال لها : « أتريدين أن تدخلي الشيطان بيتاً أخرجه الله منه » فكففت عن البكاء </w:t>
      </w:r>
      <w:r w:rsidRPr="006713DA">
        <w:rPr>
          <w:rStyle w:val="libFootnotenumChar"/>
          <w:rtl/>
        </w:rPr>
        <w:t>(7)</w:t>
      </w:r>
      <w:r>
        <w:rPr>
          <w:rtl/>
        </w:rPr>
        <w:t>.</w:t>
      </w:r>
    </w:p>
    <w:p w:rsidR="00EE1A1A" w:rsidRDefault="00EE1A1A" w:rsidP="00BB3BDA">
      <w:pPr>
        <w:pStyle w:val="libNormal"/>
        <w:rPr>
          <w:rtl/>
        </w:rPr>
      </w:pPr>
      <w:r>
        <w:rPr>
          <w:rtl/>
        </w:rPr>
        <w:t xml:space="preserve">وعن الباقر </w:t>
      </w:r>
      <w:r w:rsidR="00A80F4B" w:rsidRPr="00A80F4B">
        <w:rPr>
          <w:rStyle w:val="libAlaemChar"/>
          <w:rFonts w:hint="cs"/>
          <w:rtl/>
        </w:rPr>
        <w:t>عليه‌السلام</w:t>
      </w:r>
      <w:r>
        <w:rPr>
          <w:rtl/>
        </w:rPr>
        <w:t xml:space="preserve"> : « أشدّ الجزع الصراخ بالويل والعويل ، ولطم الوجه والصدر ، وجزّ الشعر ، ومن أقام النواح فقد ترك الصبر ، ومن صبر واسترجع وحمدالله ـ جلّ ذكره ـ فقد رضي بما صنع الله ، ووقع أجره على الله عزّ وجلّ ، ومن لم يفعل ذلك </w:t>
      </w:r>
    </w:p>
    <w:p w:rsidR="00EE1A1A" w:rsidRDefault="00EE1A1A" w:rsidP="006713DA">
      <w:pPr>
        <w:pStyle w:val="libLine"/>
        <w:rPr>
          <w:rtl/>
        </w:rPr>
      </w:pPr>
      <w:r>
        <w:rPr>
          <w:rtl/>
        </w:rPr>
        <w:t>__________________</w:t>
      </w:r>
    </w:p>
    <w:p w:rsidR="00EE1A1A" w:rsidRDefault="00EE1A1A" w:rsidP="006713DA">
      <w:pPr>
        <w:pStyle w:val="libFootnote0"/>
        <w:rPr>
          <w:rtl/>
        </w:rPr>
      </w:pPr>
      <w:r>
        <w:rPr>
          <w:rtl/>
        </w:rPr>
        <w:t>1 ـ مسند احمد 1 : 386 ، صحيح البخاري 2 : 104 ، صحيح مسلم 1 : 99 / 165 ، سنن ابن ماجة 1 : 504 / 1584 ، سنن النسائي 4 : 20 و21 ، والبحار 82 : 93 / 45.</w:t>
      </w:r>
    </w:p>
    <w:p w:rsidR="00EE1A1A" w:rsidRDefault="00EE1A1A" w:rsidP="006713DA">
      <w:pPr>
        <w:pStyle w:val="libFootnote0"/>
        <w:rPr>
          <w:rtl/>
        </w:rPr>
      </w:pPr>
      <w:r>
        <w:rPr>
          <w:rtl/>
        </w:rPr>
        <w:t>2 ـ الجامع الصغير 2 : 405 / 7252 ، سنن ابن ماجة 1 : 505 / 1585 ، والبحار 83 : 93.</w:t>
      </w:r>
    </w:p>
    <w:p w:rsidR="00EE1A1A" w:rsidRDefault="00EE1A1A" w:rsidP="006713DA">
      <w:pPr>
        <w:pStyle w:val="libFootnote0"/>
        <w:rPr>
          <w:rtl/>
        </w:rPr>
      </w:pPr>
      <w:r>
        <w:rPr>
          <w:rtl/>
        </w:rPr>
        <w:t>3 ـ سنن ابن ماجة 1 : 504 / 1583.</w:t>
      </w:r>
    </w:p>
    <w:p w:rsidR="00EE1A1A" w:rsidRDefault="00EE1A1A" w:rsidP="006713DA">
      <w:pPr>
        <w:pStyle w:val="libFootnote0"/>
        <w:rPr>
          <w:rtl/>
        </w:rPr>
      </w:pPr>
      <w:r>
        <w:rPr>
          <w:rtl/>
        </w:rPr>
        <w:t>4 ـ الجامع الصغير 2 : 268 / 6216.</w:t>
      </w:r>
    </w:p>
    <w:p w:rsidR="00EE1A1A" w:rsidRDefault="00EE1A1A" w:rsidP="006713DA">
      <w:pPr>
        <w:pStyle w:val="libFootnote0"/>
        <w:rPr>
          <w:rtl/>
        </w:rPr>
      </w:pPr>
      <w:r>
        <w:rPr>
          <w:rtl/>
        </w:rPr>
        <w:t>5 ـ البحار 82 : 93.</w:t>
      </w:r>
    </w:p>
    <w:p w:rsidR="00EE1A1A" w:rsidRDefault="00EE1A1A" w:rsidP="006713DA">
      <w:pPr>
        <w:pStyle w:val="libFootnote0"/>
        <w:rPr>
          <w:rtl/>
        </w:rPr>
      </w:pPr>
      <w:r>
        <w:rPr>
          <w:rtl/>
        </w:rPr>
        <w:t>6 ـ في « ح » : غريبة لأبكين عليه.</w:t>
      </w:r>
    </w:p>
    <w:p w:rsidR="00EE1A1A" w:rsidRDefault="00EE1A1A" w:rsidP="006713DA">
      <w:pPr>
        <w:pStyle w:val="libFootnote0"/>
        <w:rPr>
          <w:rtl/>
        </w:rPr>
      </w:pPr>
      <w:r>
        <w:rPr>
          <w:rtl/>
        </w:rPr>
        <w:t xml:space="preserve">7 ـ صحيح مسلم 2 : 635 / 922. </w:t>
      </w:r>
    </w:p>
    <w:p w:rsidR="00EE1A1A" w:rsidRDefault="00EE1A1A" w:rsidP="00BB3BDA">
      <w:pPr>
        <w:pStyle w:val="libNormal0"/>
        <w:rPr>
          <w:rtl/>
        </w:rPr>
      </w:pPr>
      <w:r>
        <w:rPr>
          <w:rtl/>
        </w:rPr>
        <w:br w:type="page"/>
      </w:r>
      <w:r>
        <w:rPr>
          <w:rtl/>
        </w:rPr>
        <w:lastRenderedPageBreak/>
        <w:t xml:space="preserve">جرى عليه القضاء وهو ذميم ، وأحبط الله عزوجل أجره </w:t>
      </w:r>
      <w:r w:rsidRPr="006713DA">
        <w:rPr>
          <w:rStyle w:val="libFootnotenumChar"/>
          <w:rtl/>
        </w:rPr>
        <w:t>(1)</w:t>
      </w:r>
      <w:r>
        <w:rPr>
          <w:rtl/>
        </w:rPr>
        <w:t>.</w:t>
      </w:r>
    </w:p>
    <w:p w:rsidR="00EE1A1A" w:rsidRDefault="00EE1A1A" w:rsidP="00BB3BDA">
      <w:pPr>
        <w:pStyle w:val="libNormal"/>
        <w:rPr>
          <w:rtl/>
        </w:rPr>
      </w:pPr>
      <w:r>
        <w:rPr>
          <w:rtl/>
        </w:rPr>
        <w:t xml:space="preserve">وعن الصادق </w:t>
      </w:r>
      <w:r w:rsidR="00A80F4B" w:rsidRPr="00A80F4B">
        <w:rPr>
          <w:rStyle w:val="libAlaemChar"/>
          <w:rFonts w:hint="cs"/>
          <w:rtl/>
        </w:rPr>
        <w:t>عليه‌السلام</w:t>
      </w:r>
      <w:r>
        <w:rPr>
          <w:rtl/>
        </w:rPr>
        <w:t xml:space="preserve"> قال : « قال رسول الله </w:t>
      </w:r>
      <w:r w:rsidR="00A80F4B" w:rsidRPr="00A80F4B">
        <w:rPr>
          <w:rStyle w:val="libAlaemChar"/>
          <w:rFonts w:hint="cs"/>
          <w:rtl/>
        </w:rPr>
        <w:t>صلى‌الله‌عليه‌وآله‌وسلم</w:t>
      </w:r>
      <w:r>
        <w:rPr>
          <w:rtl/>
        </w:rPr>
        <w:t xml:space="preserve"> : ضرب الرجل يده على فخذه إحباط لأجره » </w:t>
      </w:r>
      <w:r w:rsidRPr="006713DA">
        <w:rPr>
          <w:rStyle w:val="libFootnotenumChar"/>
          <w:rtl/>
        </w:rPr>
        <w:t>(2)</w:t>
      </w:r>
      <w:r>
        <w:rPr>
          <w:rtl/>
        </w:rPr>
        <w:t xml:space="preserve">. </w:t>
      </w:r>
    </w:p>
    <w:p w:rsidR="00EE1A1A" w:rsidRDefault="00EE1A1A" w:rsidP="006713DA">
      <w:pPr>
        <w:pStyle w:val="libLine"/>
        <w:rPr>
          <w:rtl/>
        </w:rPr>
      </w:pPr>
      <w:r>
        <w:rPr>
          <w:rtl/>
        </w:rPr>
        <w:t>__________________</w:t>
      </w:r>
    </w:p>
    <w:p w:rsidR="00EE1A1A" w:rsidRDefault="00EE1A1A" w:rsidP="006713DA">
      <w:pPr>
        <w:pStyle w:val="libFootnote0"/>
        <w:rPr>
          <w:rtl/>
        </w:rPr>
      </w:pPr>
      <w:r>
        <w:rPr>
          <w:rtl/>
        </w:rPr>
        <w:t>1 ـ الكافي 3 : 222 / 1.</w:t>
      </w:r>
    </w:p>
    <w:p w:rsidR="00EE1A1A" w:rsidRDefault="00EE1A1A" w:rsidP="006713DA">
      <w:pPr>
        <w:pStyle w:val="libFootnote0"/>
        <w:rPr>
          <w:rtl/>
        </w:rPr>
      </w:pPr>
      <w:r>
        <w:rPr>
          <w:rtl/>
        </w:rPr>
        <w:t>2 ـ الكافي 3 : 224 / 4 باختلاف يسير.</w:t>
      </w:r>
    </w:p>
    <w:p w:rsidR="00EE1A1A" w:rsidRDefault="00EE1A1A" w:rsidP="00EE1A1A">
      <w:pPr>
        <w:pStyle w:val="Heading2Center"/>
        <w:rPr>
          <w:rtl/>
        </w:rPr>
      </w:pPr>
      <w:r>
        <w:rPr>
          <w:rtl/>
        </w:rPr>
        <w:br w:type="page"/>
      </w:r>
      <w:bookmarkStart w:id="46" w:name="_Toc413069943"/>
      <w:r>
        <w:rPr>
          <w:rtl/>
        </w:rPr>
        <w:lastRenderedPageBreak/>
        <w:t>فصل</w:t>
      </w:r>
      <w:bookmarkEnd w:id="46"/>
    </w:p>
    <w:p w:rsidR="00EE1A1A" w:rsidRDefault="00EE1A1A" w:rsidP="00BB3BDA">
      <w:pPr>
        <w:pStyle w:val="libNormal"/>
        <w:rPr>
          <w:rtl/>
        </w:rPr>
      </w:pPr>
      <w:r>
        <w:rPr>
          <w:rtl/>
        </w:rPr>
        <w:t xml:space="preserve">ويستحب الإسترجاع عند المصيبة ، قال الله تعالى : ( الذين اذا اصابتهم مصيبة قالوا انا لله وانّا اليه راجعون * اولئك عليهم صلواتٌ من ربّهم ورحمةٌ واولئك هم المهتدون ) </w:t>
      </w:r>
      <w:r w:rsidRPr="006713DA">
        <w:rPr>
          <w:rStyle w:val="libFootnotenumChar"/>
          <w:rtl/>
        </w:rPr>
        <w:t>(1)</w:t>
      </w:r>
      <w:r>
        <w:rPr>
          <w:rtl/>
        </w:rPr>
        <w:t>.</w:t>
      </w:r>
    </w:p>
    <w:p w:rsidR="00EE1A1A" w:rsidRDefault="00EE1A1A" w:rsidP="00BB3BDA">
      <w:pPr>
        <w:pStyle w:val="libNormal"/>
        <w:rPr>
          <w:rtl/>
        </w:rPr>
      </w:pPr>
      <w:r>
        <w:rPr>
          <w:rtl/>
        </w:rPr>
        <w:t xml:space="preserve">وقال النبيّ </w:t>
      </w:r>
      <w:r w:rsidR="00A80F4B" w:rsidRPr="00A80F4B">
        <w:rPr>
          <w:rStyle w:val="libAlaemChar"/>
          <w:rFonts w:hint="cs"/>
          <w:rtl/>
        </w:rPr>
        <w:t>صلى‌الله‌عليه‌وآله‌وسلم</w:t>
      </w:r>
      <w:r>
        <w:rPr>
          <w:rtl/>
        </w:rPr>
        <w:t xml:space="preserve"> : « أربع من كنّ فيه كان فيه </w:t>
      </w:r>
      <w:r w:rsidRPr="006713DA">
        <w:rPr>
          <w:rStyle w:val="libFootnotenumChar"/>
          <w:rtl/>
        </w:rPr>
        <w:t>(2)</w:t>
      </w:r>
      <w:r>
        <w:rPr>
          <w:rtl/>
        </w:rPr>
        <w:t xml:space="preserve"> نورالله الأعظم : من كان عصمة أمره شهادة أن لاإله إلاّ الله وأنّي رسول الله ، ومن إذا أصابته مصيبة قال : إنّا لله وإنّا إليه راجعون ، ومن إذا أصاب خيراً قال : الحمدالله </w:t>
      </w:r>
      <w:r w:rsidRPr="006713DA">
        <w:rPr>
          <w:rStyle w:val="libFootnotenumChar"/>
          <w:rtl/>
        </w:rPr>
        <w:t>(3)</w:t>
      </w:r>
      <w:r>
        <w:rPr>
          <w:rtl/>
        </w:rPr>
        <w:t xml:space="preserve"> ، ومن إذا أصاب خطيئة قال : أستغفرالله </w:t>
      </w:r>
      <w:r w:rsidRPr="006713DA">
        <w:rPr>
          <w:rStyle w:val="libFootnotenumChar"/>
          <w:rtl/>
        </w:rPr>
        <w:t>(4)</w:t>
      </w:r>
      <w:r>
        <w:rPr>
          <w:rtl/>
        </w:rPr>
        <w:t xml:space="preserve"> وأتوب إليه » </w:t>
      </w:r>
      <w:r w:rsidRPr="006713DA">
        <w:rPr>
          <w:rStyle w:val="libFootnotenumChar"/>
          <w:rtl/>
        </w:rPr>
        <w:t>(5)</w:t>
      </w:r>
      <w:r>
        <w:rPr>
          <w:rtl/>
        </w:rPr>
        <w:t>.</w:t>
      </w:r>
    </w:p>
    <w:p w:rsidR="00EE1A1A" w:rsidRDefault="00EE1A1A" w:rsidP="00BB3BDA">
      <w:pPr>
        <w:pStyle w:val="libNormal"/>
        <w:rPr>
          <w:rtl/>
        </w:rPr>
      </w:pPr>
      <w:r>
        <w:rPr>
          <w:rtl/>
        </w:rPr>
        <w:t xml:space="preserve">وقال الباقر </w:t>
      </w:r>
      <w:r w:rsidR="00A80F4B" w:rsidRPr="00A80F4B">
        <w:rPr>
          <w:rStyle w:val="libAlaemChar"/>
          <w:rFonts w:hint="cs"/>
          <w:rtl/>
        </w:rPr>
        <w:t>عليه‌السلام</w:t>
      </w:r>
      <w:r>
        <w:rPr>
          <w:rtl/>
        </w:rPr>
        <w:t xml:space="preserve"> : « ما من مؤمن يصاب بمصيبة في الدنيا فيسترجع عند المصيبة </w:t>
      </w:r>
      <w:r w:rsidRPr="006713DA">
        <w:rPr>
          <w:rStyle w:val="libFootnotenumChar"/>
          <w:rtl/>
        </w:rPr>
        <w:t>(6)</w:t>
      </w:r>
      <w:r>
        <w:rPr>
          <w:rtl/>
        </w:rPr>
        <w:t xml:space="preserve"> ويصبر حين تفجأه المصيبة ، إلاّ غفرالله له ما مضى من ذنبوبه ، إلاّ الكبائر التي أوجب الله تعالى عليها النار ، وكلّما ذكر مصيبة فيما يستقبل من عمره فاسترجع عندها وحمدالله عزّ وجلّ إلاّ غفرالله له كل ذنب اكتسبه فيما بين الإسترجاع الأوّل إلى الإسترجاع الأخير ، إلاّ الكبائر من الذنوب » </w:t>
      </w:r>
      <w:r w:rsidRPr="006713DA">
        <w:rPr>
          <w:rStyle w:val="libFootnotenumChar"/>
          <w:rtl/>
        </w:rPr>
        <w:t>(7)</w:t>
      </w:r>
      <w:r>
        <w:rPr>
          <w:rtl/>
        </w:rPr>
        <w:t>.</w:t>
      </w:r>
    </w:p>
    <w:p w:rsidR="00EE1A1A" w:rsidRDefault="00EE1A1A" w:rsidP="00BB3BDA">
      <w:pPr>
        <w:pStyle w:val="libNormal"/>
        <w:rPr>
          <w:rtl/>
        </w:rPr>
      </w:pPr>
      <w:r>
        <w:rPr>
          <w:rtl/>
        </w:rPr>
        <w:t>رواهما الصدوق.</w:t>
      </w:r>
    </w:p>
    <w:p w:rsidR="00EE1A1A" w:rsidRDefault="00EE1A1A" w:rsidP="00BB3BDA">
      <w:pPr>
        <w:pStyle w:val="libNormal"/>
        <w:rPr>
          <w:rtl/>
        </w:rPr>
      </w:pPr>
      <w:r>
        <w:rPr>
          <w:rtl/>
        </w:rPr>
        <w:t xml:space="preserve">وأسند الكلينيّ ، الثاني إلى معروف بن خربوذ ، عن الباقر </w:t>
      </w:r>
      <w:r w:rsidR="00A80F4B" w:rsidRPr="00A80F4B">
        <w:rPr>
          <w:rStyle w:val="libAlaemChar"/>
          <w:rFonts w:hint="cs"/>
          <w:rtl/>
        </w:rPr>
        <w:t>عليه‌السلام</w:t>
      </w:r>
      <w:r>
        <w:rPr>
          <w:rtl/>
        </w:rPr>
        <w:t xml:space="preserve"> ، ولم يستثن منه الكبائر </w:t>
      </w:r>
      <w:r w:rsidRPr="006713DA">
        <w:rPr>
          <w:rStyle w:val="libFootnotenumChar"/>
          <w:rtl/>
        </w:rPr>
        <w:t>(8)</w:t>
      </w:r>
      <w:r>
        <w:rPr>
          <w:rtl/>
        </w:rPr>
        <w:t>.</w:t>
      </w:r>
    </w:p>
    <w:p w:rsidR="00EE1A1A" w:rsidRDefault="00EE1A1A" w:rsidP="00BB3BDA">
      <w:pPr>
        <w:pStyle w:val="libNormal"/>
        <w:rPr>
          <w:rtl/>
        </w:rPr>
      </w:pPr>
      <w:r>
        <w:rPr>
          <w:rtl/>
        </w:rPr>
        <w:t xml:space="preserve">وروى الكلينيّ بإسناده إلى داود بن زربي </w:t>
      </w:r>
      <w:r w:rsidRPr="006713DA">
        <w:rPr>
          <w:rStyle w:val="libFootnotenumChar"/>
          <w:rtl/>
        </w:rPr>
        <w:t>(9)</w:t>
      </w:r>
      <w:r>
        <w:rPr>
          <w:rtl/>
        </w:rPr>
        <w:t xml:space="preserve"> ـ بكسر الزاي المعجمة ، ثم </w:t>
      </w:r>
    </w:p>
    <w:p w:rsidR="00EE1A1A" w:rsidRDefault="00EE1A1A" w:rsidP="006713DA">
      <w:pPr>
        <w:pStyle w:val="libFootnote0"/>
        <w:rPr>
          <w:rtl/>
        </w:rPr>
      </w:pPr>
      <w:r>
        <w:rPr>
          <w:rtl/>
        </w:rPr>
        <w:t>____________</w:t>
      </w:r>
    </w:p>
    <w:p w:rsidR="00EE1A1A" w:rsidRDefault="00EE1A1A" w:rsidP="006713DA">
      <w:pPr>
        <w:pStyle w:val="libFootnote0"/>
        <w:rPr>
          <w:rtl/>
        </w:rPr>
      </w:pPr>
      <w:r>
        <w:rPr>
          <w:rtl/>
        </w:rPr>
        <w:t>1 ـ البقرة 2 : 156 ـ 157.</w:t>
      </w:r>
    </w:p>
    <w:p w:rsidR="00EE1A1A" w:rsidRDefault="00EE1A1A" w:rsidP="006713DA">
      <w:pPr>
        <w:pStyle w:val="libFootnote0"/>
        <w:rPr>
          <w:rtl/>
        </w:rPr>
      </w:pPr>
      <w:r>
        <w:rPr>
          <w:rtl/>
        </w:rPr>
        <w:t>2 ـ في « ش » : فيه.</w:t>
      </w:r>
    </w:p>
    <w:p w:rsidR="00EE1A1A" w:rsidRDefault="00EE1A1A" w:rsidP="006713DA">
      <w:pPr>
        <w:pStyle w:val="libFootnote0"/>
        <w:rPr>
          <w:rtl/>
        </w:rPr>
      </w:pPr>
      <w:r>
        <w:rPr>
          <w:rtl/>
        </w:rPr>
        <w:t>3 ـ في الفقيه : زيادة : رب العالمين.</w:t>
      </w:r>
    </w:p>
    <w:p w:rsidR="00EE1A1A" w:rsidRDefault="00EE1A1A" w:rsidP="006713DA">
      <w:pPr>
        <w:pStyle w:val="libFootnote0"/>
        <w:rPr>
          <w:rtl/>
        </w:rPr>
      </w:pPr>
      <w:r>
        <w:rPr>
          <w:rtl/>
        </w:rPr>
        <w:t>4 ـ في « ح » زيادة : ربي.</w:t>
      </w:r>
    </w:p>
    <w:p w:rsidR="00EE1A1A" w:rsidRDefault="00EE1A1A" w:rsidP="006713DA">
      <w:pPr>
        <w:pStyle w:val="libFootnote0"/>
        <w:rPr>
          <w:rtl/>
        </w:rPr>
      </w:pPr>
      <w:r>
        <w:rPr>
          <w:rtl/>
        </w:rPr>
        <w:t>5 ـ الفقيه 1 : 111 / 514 ، الخصال : 222 / 49.</w:t>
      </w:r>
    </w:p>
    <w:p w:rsidR="00EE1A1A" w:rsidRDefault="00EE1A1A" w:rsidP="006713DA">
      <w:pPr>
        <w:pStyle w:val="libFootnote0"/>
        <w:rPr>
          <w:rtl/>
        </w:rPr>
      </w:pPr>
      <w:r>
        <w:rPr>
          <w:rtl/>
        </w:rPr>
        <w:t>6 ـ في الفقيه : مصيبته.</w:t>
      </w:r>
    </w:p>
    <w:p w:rsidR="00EE1A1A" w:rsidRDefault="00EE1A1A" w:rsidP="006713DA">
      <w:pPr>
        <w:pStyle w:val="libFootnote0"/>
        <w:rPr>
          <w:rtl/>
        </w:rPr>
      </w:pPr>
      <w:r>
        <w:rPr>
          <w:rtl/>
        </w:rPr>
        <w:t>7 ـ الفقيه 1 : 111 / 515.</w:t>
      </w:r>
    </w:p>
    <w:p w:rsidR="00EE1A1A" w:rsidRDefault="00EE1A1A" w:rsidP="006713DA">
      <w:pPr>
        <w:pStyle w:val="libFootnote0"/>
        <w:rPr>
          <w:rtl/>
        </w:rPr>
      </w:pPr>
      <w:r>
        <w:rPr>
          <w:rtl/>
        </w:rPr>
        <w:t>8 ـ الكافي 3 : 224 / 5.</w:t>
      </w:r>
    </w:p>
    <w:p w:rsidR="00EE1A1A" w:rsidRDefault="00EE1A1A" w:rsidP="006713DA">
      <w:pPr>
        <w:pStyle w:val="libFootnote0"/>
        <w:rPr>
          <w:rtl/>
        </w:rPr>
      </w:pPr>
      <w:r>
        <w:rPr>
          <w:rtl/>
        </w:rPr>
        <w:t xml:space="preserve">9 ـ في الكافي : داود بن رزين ، والصواب ما في الأصل راجع « معجم رجال الحديث 7 : 100 ، جامع الرواة 1 : 303 ». </w:t>
      </w:r>
    </w:p>
    <w:p w:rsidR="00EE1A1A" w:rsidRDefault="00EE1A1A" w:rsidP="00BB3BDA">
      <w:pPr>
        <w:pStyle w:val="libNormal0"/>
        <w:rPr>
          <w:rtl/>
        </w:rPr>
      </w:pPr>
      <w:r>
        <w:rPr>
          <w:rtl/>
        </w:rPr>
        <w:br w:type="page"/>
      </w:r>
      <w:r>
        <w:rPr>
          <w:rtl/>
        </w:rPr>
        <w:lastRenderedPageBreak/>
        <w:t xml:space="preserve">الراء الساكنة ـ عن الصادق </w:t>
      </w:r>
      <w:r w:rsidR="00A80F4B" w:rsidRPr="00A80F4B">
        <w:rPr>
          <w:rStyle w:val="libAlaemChar"/>
          <w:rFonts w:hint="cs"/>
          <w:rtl/>
        </w:rPr>
        <w:t>عليه‌السلام</w:t>
      </w:r>
      <w:r>
        <w:rPr>
          <w:rtl/>
        </w:rPr>
        <w:t xml:space="preserve"> : « من ذكر مصيبته ولو بعد حين ، فقال : إنّا لله وإنّا إليه راجعون ، والحمدلله رب العالمين ، اللهم آجرني على مصيبتي ، واخلف عليّ أفضل منها ، كان له من الأجر مثل ما كان عند أوّل صدمة » </w:t>
      </w:r>
      <w:r w:rsidRPr="006713DA">
        <w:rPr>
          <w:rStyle w:val="libFootnotenumChar"/>
          <w:rtl/>
        </w:rPr>
        <w:t>(1)</w:t>
      </w:r>
      <w:r>
        <w:rPr>
          <w:rtl/>
        </w:rPr>
        <w:t>.</w:t>
      </w:r>
    </w:p>
    <w:p w:rsidR="00EE1A1A" w:rsidRDefault="00EE1A1A" w:rsidP="00BB3BDA">
      <w:pPr>
        <w:pStyle w:val="libNormal"/>
        <w:rPr>
          <w:rtl/>
        </w:rPr>
      </w:pPr>
      <w:r>
        <w:rPr>
          <w:rtl/>
        </w:rPr>
        <w:t xml:space="preserve">وروى مسلم : عن امّ سلمة رضي الله عنها ، قالت : قال رسول الله </w:t>
      </w:r>
      <w:r w:rsidR="00A80F4B" w:rsidRPr="00A80F4B">
        <w:rPr>
          <w:rStyle w:val="libAlaemChar"/>
          <w:rFonts w:hint="cs"/>
          <w:rtl/>
        </w:rPr>
        <w:t>صلى‌الله‌عليه‌وآله‌وسلم</w:t>
      </w:r>
      <w:r>
        <w:rPr>
          <w:rtl/>
        </w:rPr>
        <w:t xml:space="preserve"> : « ما من مسلم تصيبه مصيبة فيقول ما أمره الله به : إنّا لله وإنّا إليه راجعون ، اللّهم آجرني في مصيبتي ، واخلف لي خيراً منها ، إلاّ أخلف الله له خيراً منها » فلمّا مات أبو سلمة قلت : أيّ المسلمين خير من أبي سلمة ، أوّل بيت هاجر إلى رسول الله </w:t>
      </w:r>
      <w:r w:rsidR="00A80F4B" w:rsidRPr="00A80F4B">
        <w:rPr>
          <w:rStyle w:val="libAlaemChar"/>
          <w:rFonts w:hint="cs"/>
          <w:rtl/>
        </w:rPr>
        <w:t>صلى‌الله‌عليه‌وآله‌وسلم</w:t>
      </w:r>
      <w:r>
        <w:rPr>
          <w:rtl/>
        </w:rPr>
        <w:t xml:space="preserve"> ، ثمّ إنّي قلتها فأخلف الله لي رسول الله </w:t>
      </w:r>
      <w:r w:rsidR="00A80F4B" w:rsidRPr="00A80F4B">
        <w:rPr>
          <w:rStyle w:val="libAlaemChar"/>
          <w:rFonts w:hint="cs"/>
          <w:rtl/>
        </w:rPr>
        <w:t>صلى‌الله‌عليه‌وآله‌وسلم</w:t>
      </w:r>
      <w:r>
        <w:rPr>
          <w:rtl/>
        </w:rPr>
        <w:t xml:space="preserve"> </w:t>
      </w:r>
      <w:r w:rsidRPr="006713DA">
        <w:rPr>
          <w:rStyle w:val="libFootnotenumChar"/>
          <w:rtl/>
        </w:rPr>
        <w:t>(2)</w:t>
      </w:r>
      <w:r>
        <w:rPr>
          <w:rtl/>
        </w:rPr>
        <w:t>.</w:t>
      </w:r>
    </w:p>
    <w:p w:rsidR="00EE1A1A" w:rsidRDefault="00EE1A1A" w:rsidP="00BB3BDA">
      <w:pPr>
        <w:pStyle w:val="libNormal"/>
        <w:rPr>
          <w:rtl/>
        </w:rPr>
      </w:pPr>
      <w:r>
        <w:rPr>
          <w:rtl/>
        </w:rPr>
        <w:t xml:space="preserve">وروى الترمذيّ بإسناده إلى رسول الله </w:t>
      </w:r>
      <w:r w:rsidR="00A80F4B" w:rsidRPr="00A80F4B">
        <w:rPr>
          <w:rStyle w:val="libAlaemChar"/>
          <w:rFonts w:hint="cs"/>
          <w:rtl/>
        </w:rPr>
        <w:t>صلى‌الله‌عليه‌وآله‌وسلم</w:t>
      </w:r>
      <w:r>
        <w:rPr>
          <w:rtl/>
        </w:rPr>
        <w:t xml:space="preserve"> ، قال : « إذا مات ولد العبد قال الله تعالى لملائكته : قبضتم ولد عبدي؟ فيقولون : نعم ، فيقول : قبضتم ثمرة فؤاده؟ فيقولون : نعم ، فيقول : ماذا قال عبدي؟ فيقولون : حمدك ، واسترجع ، فيقول الله تعالى : ابنوا لعبدي بيتاً في الجنة ، وسموه بيت الحمد » </w:t>
      </w:r>
      <w:r w:rsidRPr="006713DA">
        <w:rPr>
          <w:rStyle w:val="libFootnotenumChar"/>
          <w:rtl/>
        </w:rPr>
        <w:t>(3)</w:t>
      </w:r>
      <w:r>
        <w:rPr>
          <w:rtl/>
        </w:rPr>
        <w:t>.</w:t>
      </w:r>
    </w:p>
    <w:p w:rsidR="00EE1A1A" w:rsidRDefault="00EE1A1A" w:rsidP="00BB3BDA">
      <w:pPr>
        <w:pStyle w:val="libNormal"/>
        <w:rPr>
          <w:rtl/>
        </w:rPr>
      </w:pPr>
      <w:r>
        <w:rPr>
          <w:rtl/>
        </w:rPr>
        <w:t xml:space="preserve">ونحوه رواه الكليني عن الصادق </w:t>
      </w:r>
      <w:r w:rsidR="00A80F4B" w:rsidRPr="00A80F4B">
        <w:rPr>
          <w:rStyle w:val="libAlaemChar"/>
          <w:rFonts w:hint="cs"/>
          <w:rtl/>
        </w:rPr>
        <w:t>عليه‌السلام</w:t>
      </w:r>
      <w:r>
        <w:rPr>
          <w:rtl/>
        </w:rPr>
        <w:t xml:space="preserve"> ، عن النبيّ </w:t>
      </w:r>
      <w:r w:rsidR="00A80F4B" w:rsidRPr="00A80F4B">
        <w:rPr>
          <w:rStyle w:val="libAlaemChar"/>
          <w:rFonts w:hint="cs"/>
          <w:rtl/>
        </w:rPr>
        <w:t>صلى‌الله‌عليه‌وآله‌وسلم</w:t>
      </w:r>
      <w:r>
        <w:rPr>
          <w:rtl/>
        </w:rPr>
        <w:t xml:space="preserve"> </w:t>
      </w:r>
      <w:r w:rsidRPr="006713DA">
        <w:rPr>
          <w:rStyle w:val="libFootnotenumChar"/>
          <w:rtl/>
        </w:rPr>
        <w:t>(4)</w:t>
      </w:r>
      <w:r>
        <w:rPr>
          <w:rtl/>
        </w:rPr>
        <w:t xml:space="preserve">. </w:t>
      </w:r>
    </w:p>
    <w:p w:rsidR="00EE1A1A" w:rsidRDefault="00EE1A1A" w:rsidP="006713DA">
      <w:pPr>
        <w:pStyle w:val="libLine"/>
        <w:rPr>
          <w:rtl/>
        </w:rPr>
      </w:pPr>
      <w:r>
        <w:rPr>
          <w:rtl/>
        </w:rPr>
        <w:t>__________________</w:t>
      </w:r>
    </w:p>
    <w:p w:rsidR="00EE1A1A" w:rsidRDefault="00EE1A1A" w:rsidP="006713DA">
      <w:pPr>
        <w:pStyle w:val="libFootnote0"/>
        <w:rPr>
          <w:rtl/>
        </w:rPr>
      </w:pPr>
      <w:r>
        <w:rPr>
          <w:rtl/>
        </w:rPr>
        <w:t>1 ـ الكافي 3 : 224 / 6.</w:t>
      </w:r>
    </w:p>
    <w:p w:rsidR="00EE1A1A" w:rsidRDefault="00EE1A1A" w:rsidP="006713DA">
      <w:pPr>
        <w:pStyle w:val="libFootnote0"/>
        <w:rPr>
          <w:rtl/>
        </w:rPr>
      </w:pPr>
      <w:r>
        <w:rPr>
          <w:rtl/>
        </w:rPr>
        <w:t>2 ـ صحيح مسلم 2 : 631 / 918.</w:t>
      </w:r>
    </w:p>
    <w:p w:rsidR="00EE1A1A" w:rsidRDefault="00EE1A1A" w:rsidP="006713DA">
      <w:pPr>
        <w:pStyle w:val="libFootnote0"/>
        <w:rPr>
          <w:rtl/>
        </w:rPr>
      </w:pPr>
      <w:r>
        <w:rPr>
          <w:rtl/>
        </w:rPr>
        <w:t>3 ـ سنن الترمذي 2 : 243 / 1026.</w:t>
      </w:r>
    </w:p>
    <w:p w:rsidR="00EE1A1A" w:rsidRDefault="00EE1A1A" w:rsidP="006713DA">
      <w:pPr>
        <w:pStyle w:val="libFootnote0"/>
        <w:rPr>
          <w:rtl/>
        </w:rPr>
      </w:pPr>
      <w:r>
        <w:rPr>
          <w:rtl/>
        </w:rPr>
        <w:t xml:space="preserve">4 ـ الكافي 3 : 218 / 4. </w:t>
      </w:r>
    </w:p>
    <w:p w:rsidR="00EE1A1A" w:rsidRDefault="00EE1A1A" w:rsidP="00EE1A1A">
      <w:pPr>
        <w:pStyle w:val="Heading2Center"/>
        <w:rPr>
          <w:rtl/>
        </w:rPr>
      </w:pPr>
      <w:r>
        <w:rPr>
          <w:rtl/>
        </w:rPr>
        <w:br w:type="page"/>
      </w:r>
      <w:bookmarkStart w:id="47" w:name="_Toc413069944"/>
      <w:r>
        <w:rPr>
          <w:rtl/>
        </w:rPr>
        <w:lastRenderedPageBreak/>
        <w:t>فصل</w:t>
      </w:r>
      <w:bookmarkEnd w:id="47"/>
    </w:p>
    <w:p w:rsidR="00EE1A1A" w:rsidRDefault="00EE1A1A" w:rsidP="00BB3BDA">
      <w:pPr>
        <w:pStyle w:val="libNormal"/>
        <w:rPr>
          <w:rtl/>
        </w:rPr>
      </w:pPr>
      <w:r>
        <w:rPr>
          <w:rtl/>
        </w:rPr>
        <w:t xml:space="preserve">يجوز النوح بالكلام الحسن ، وتعداد الفضائل مع اعتماد الصدق ، لأنّ فاطمة الزهراء </w:t>
      </w:r>
      <w:r w:rsidR="00A80F4B" w:rsidRPr="00A80F4B">
        <w:rPr>
          <w:rStyle w:val="libAlaemChar"/>
          <w:rFonts w:hint="cs"/>
          <w:rtl/>
        </w:rPr>
        <w:t>عليها‌السلام</w:t>
      </w:r>
      <w:r>
        <w:rPr>
          <w:rtl/>
        </w:rPr>
        <w:t xml:space="preserve"> فعلته في قولها : « يا أبتاه ، من ربه ما </w:t>
      </w:r>
      <w:r w:rsidRPr="006713DA">
        <w:rPr>
          <w:rStyle w:val="libFootnotenumChar"/>
          <w:rtl/>
        </w:rPr>
        <w:t>(1)</w:t>
      </w:r>
      <w:r>
        <w:rPr>
          <w:rtl/>
        </w:rPr>
        <w:t xml:space="preserve"> أدناه! يا أبتاه ، إلى جبرئيل أنعاه ، يا أبتاه ، أجاب ربّاً دعاه » </w:t>
      </w:r>
      <w:r w:rsidRPr="006713DA">
        <w:rPr>
          <w:rStyle w:val="libFootnotenumChar"/>
          <w:rtl/>
        </w:rPr>
        <w:t>(2)</w:t>
      </w:r>
      <w:r>
        <w:rPr>
          <w:rtl/>
        </w:rPr>
        <w:t>.</w:t>
      </w:r>
    </w:p>
    <w:p w:rsidR="00EE1A1A" w:rsidRDefault="00EE1A1A" w:rsidP="00BB3BDA">
      <w:pPr>
        <w:pStyle w:val="libNormal"/>
        <w:rPr>
          <w:rtl/>
        </w:rPr>
      </w:pPr>
      <w:r>
        <w:rPr>
          <w:rtl/>
        </w:rPr>
        <w:t xml:space="preserve">وروي : أنّها أخذت قبضة من تراب قبره </w:t>
      </w:r>
      <w:r w:rsidR="00A80F4B" w:rsidRPr="00A80F4B">
        <w:rPr>
          <w:rStyle w:val="libAlaemChar"/>
          <w:rFonts w:hint="cs"/>
          <w:rtl/>
        </w:rPr>
        <w:t>صلى‌الله‌عليه‌وآله‌وسلم</w:t>
      </w:r>
      <w:r>
        <w:rPr>
          <w:rtl/>
        </w:rPr>
        <w:t xml:space="preserve"> ، فوضعتها على عينيها ، وأنشدت تقول : </w:t>
      </w:r>
    </w:p>
    <w:tbl>
      <w:tblPr>
        <w:bidiVisual/>
        <w:tblW w:w="5000" w:type="pct"/>
        <w:tblLook w:val="01E0"/>
      </w:tblPr>
      <w:tblGrid>
        <w:gridCol w:w="3668"/>
        <w:gridCol w:w="262"/>
        <w:gridCol w:w="3643"/>
      </w:tblGrid>
      <w:tr w:rsidR="00EE1A1A" w:rsidTr="00BB3BDA">
        <w:trPr>
          <w:trHeight w:val="350"/>
        </w:trPr>
        <w:tc>
          <w:tcPr>
            <w:tcW w:w="4127" w:type="dxa"/>
            <w:shd w:val="clear" w:color="auto" w:fill="auto"/>
          </w:tcPr>
          <w:p w:rsidR="00EE1A1A" w:rsidRDefault="00EE1A1A" w:rsidP="006713DA">
            <w:pPr>
              <w:pStyle w:val="libPoem"/>
              <w:rPr>
                <w:rtl/>
              </w:rPr>
            </w:pPr>
            <w:r>
              <w:rPr>
                <w:rtl/>
              </w:rPr>
              <w:t xml:space="preserve">« ماذا على (من شمّ) </w:t>
            </w:r>
            <w:r w:rsidRPr="006713DA">
              <w:rPr>
                <w:rStyle w:val="libFootnotenumChar"/>
                <w:rtl/>
              </w:rPr>
              <w:t>(3)</w:t>
            </w:r>
            <w:r>
              <w:rPr>
                <w:rtl/>
              </w:rPr>
              <w:t xml:space="preserve"> تربة أحمد</w:t>
            </w:r>
            <w:r w:rsidRPr="006713DA">
              <w:rPr>
                <w:rStyle w:val="libPoemTiniChar0"/>
                <w:rtl/>
              </w:rPr>
              <w:br/>
              <w:t> </w:t>
            </w:r>
          </w:p>
        </w:tc>
        <w:tc>
          <w:tcPr>
            <w:tcW w:w="269" w:type="dxa"/>
            <w:shd w:val="clear" w:color="auto" w:fill="auto"/>
          </w:tcPr>
          <w:p w:rsidR="00EE1A1A" w:rsidRDefault="00EE1A1A" w:rsidP="00BB3BDA">
            <w:pPr>
              <w:rPr>
                <w:rtl/>
              </w:rPr>
            </w:pPr>
          </w:p>
        </w:tc>
        <w:tc>
          <w:tcPr>
            <w:tcW w:w="4126" w:type="dxa"/>
            <w:shd w:val="clear" w:color="auto" w:fill="auto"/>
          </w:tcPr>
          <w:p w:rsidR="00EE1A1A" w:rsidRDefault="00EE1A1A" w:rsidP="006713DA">
            <w:pPr>
              <w:pStyle w:val="libPoem"/>
              <w:rPr>
                <w:rtl/>
              </w:rPr>
            </w:pPr>
            <w:r>
              <w:rPr>
                <w:rtl/>
              </w:rPr>
              <w:t>أن لا يشمّ مدى الزمان غواليا</w:t>
            </w:r>
            <w:r w:rsidRPr="006713DA">
              <w:rPr>
                <w:rStyle w:val="libPoemTiniChar0"/>
                <w:rtl/>
              </w:rPr>
              <w:br/>
              <w:t>  </w:t>
            </w:r>
          </w:p>
        </w:tc>
      </w:tr>
      <w:tr w:rsidR="00EE1A1A" w:rsidTr="00BB3BDA">
        <w:trPr>
          <w:trHeight w:val="350"/>
        </w:trPr>
        <w:tc>
          <w:tcPr>
            <w:tcW w:w="4127" w:type="dxa"/>
          </w:tcPr>
          <w:p w:rsidR="00EE1A1A" w:rsidRDefault="00EE1A1A" w:rsidP="006713DA">
            <w:pPr>
              <w:pStyle w:val="libPoem"/>
              <w:rPr>
                <w:rtl/>
              </w:rPr>
            </w:pPr>
            <w:r>
              <w:rPr>
                <w:rtl/>
              </w:rPr>
              <w:t>صبّت عليّ مصائب لو أنّها</w:t>
            </w:r>
            <w:r w:rsidRPr="006713DA">
              <w:rPr>
                <w:rStyle w:val="libPoemTiniChar0"/>
                <w:rtl/>
              </w:rPr>
              <w:br/>
              <w:t> </w:t>
            </w:r>
          </w:p>
        </w:tc>
        <w:tc>
          <w:tcPr>
            <w:tcW w:w="269" w:type="dxa"/>
          </w:tcPr>
          <w:p w:rsidR="00EE1A1A" w:rsidRDefault="00EE1A1A" w:rsidP="00BB3BDA">
            <w:pPr>
              <w:rPr>
                <w:rtl/>
              </w:rPr>
            </w:pPr>
          </w:p>
        </w:tc>
        <w:tc>
          <w:tcPr>
            <w:tcW w:w="4126" w:type="dxa"/>
          </w:tcPr>
          <w:p w:rsidR="00EE1A1A" w:rsidRDefault="00EE1A1A" w:rsidP="006713DA">
            <w:pPr>
              <w:pStyle w:val="libPoem"/>
              <w:rPr>
                <w:rtl/>
              </w:rPr>
            </w:pPr>
            <w:r>
              <w:rPr>
                <w:rtl/>
              </w:rPr>
              <w:t xml:space="preserve">صبّت على الأيّام صرن </w:t>
            </w:r>
            <w:r w:rsidRPr="006713DA">
              <w:rPr>
                <w:rStyle w:val="libFootnotenumChar"/>
                <w:rtl/>
              </w:rPr>
              <w:t>(4)</w:t>
            </w:r>
            <w:r>
              <w:rPr>
                <w:rtl/>
              </w:rPr>
              <w:t xml:space="preserve"> لياليا » </w:t>
            </w:r>
            <w:r w:rsidRPr="006713DA">
              <w:rPr>
                <w:rStyle w:val="libFootnotenumChar"/>
                <w:rtl/>
              </w:rPr>
              <w:t>(5)</w:t>
            </w:r>
            <w:r w:rsidRPr="006713DA">
              <w:rPr>
                <w:rStyle w:val="libPoemTiniChar0"/>
                <w:rtl/>
              </w:rPr>
              <w:br/>
              <w:t>  </w:t>
            </w:r>
          </w:p>
        </w:tc>
      </w:tr>
    </w:tbl>
    <w:p w:rsidR="00EE1A1A" w:rsidRDefault="00EE1A1A" w:rsidP="00BB3BDA">
      <w:pPr>
        <w:pStyle w:val="libNormal"/>
        <w:rPr>
          <w:rtl/>
        </w:rPr>
      </w:pPr>
      <w:r>
        <w:rPr>
          <w:rtl/>
        </w:rPr>
        <w:t xml:space="preserve">ولما سبق من أمره </w:t>
      </w:r>
      <w:r w:rsidR="00A80F4B" w:rsidRPr="00A80F4B">
        <w:rPr>
          <w:rStyle w:val="libAlaemChar"/>
          <w:rFonts w:hint="cs"/>
          <w:rtl/>
        </w:rPr>
        <w:t>صلى‌الله‌عليه‌وآله‌وسلم</w:t>
      </w:r>
      <w:r>
        <w:rPr>
          <w:rtl/>
        </w:rPr>
        <w:t xml:space="preserve"> بالنوح على حمزة.</w:t>
      </w:r>
    </w:p>
    <w:p w:rsidR="00EE1A1A" w:rsidRDefault="00EE1A1A" w:rsidP="00BB3BDA">
      <w:pPr>
        <w:pStyle w:val="libNormal"/>
        <w:rPr>
          <w:rtl/>
        </w:rPr>
      </w:pPr>
      <w:r>
        <w:rPr>
          <w:rtl/>
        </w:rPr>
        <w:t xml:space="preserve">وعن أبي حمزة ، عن الباقر </w:t>
      </w:r>
      <w:r w:rsidR="00A80F4B" w:rsidRPr="00A80F4B">
        <w:rPr>
          <w:rStyle w:val="libAlaemChar"/>
          <w:rFonts w:hint="cs"/>
          <w:rtl/>
        </w:rPr>
        <w:t>عليه‌السلام</w:t>
      </w:r>
      <w:r>
        <w:rPr>
          <w:rtl/>
        </w:rPr>
        <w:t xml:space="preserve"> : « مات ابن المغيرة ، فسألت ام سلمة النبي </w:t>
      </w:r>
      <w:r w:rsidR="00A80F4B" w:rsidRPr="00A80F4B">
        <w:rPr>
          <w:rStyle w:val="libAlaemChar"/>
          <w:rFonts w:hint="cs"/>
          <w:rtl/>
        </w:rPr>
        <w:t>صلى‌الله‌عليه‌وآله‌وسلم</w:t>
      </w:r>
      <w:r>
        <w:rPr>
          <w:rtl/>
        </w:rPr>
        <w:t xml:space="preserve"> أن يأذن لها في المضي إلى مناحته ، فأذن لها وكان ابن عمها ، فقالت : </w:t>
      </w:r>
    </w:p>
    <w:tbl>
      <w:tblPr>
        <w:bidiVisual/>
        <w:tblW w:w="5000" w:type="pct"/>
        <w:tblLook w:val="01E0"/>
      </w:tblPr>
      <w:tblGrid>
        <w:gridCol w:w="3655"/>
        <w:gridCol w:w="262"/>
        <w:gridCol w:w="3656"/>
      </w:tblGrid>
      <w:tr w:rsidR="00EE1A1A" w:rsidTr="00BB3BDA">
        <w:trPr>
          <w:trHeight w:val="350"/>
        </w:trPr>
        <w:tc>
          <w:tcPr>
            <w:tcW w:w="4127" w:type="dxa"/>
            <w:shd w:val="clear" w:color="auto" w:fill="auto"/>
          </w:tcPr>
          <w:p w:rsidR="00EE1A1A" w:rsidRDefault="00EE1A1A" w:rsidP="006713DA">
            <w:pPr>
              <w:pStyle w:val="libPoem"/>
              <w:rPr>
                <w:rtl/>
              </w:rPr>
            </w:pPr>
            <w:r>
              <w:rPr>
                <w:rtl/>
              </w:rPr>
              <w:t>أنعى الوليد بن الوليد</w:t>
            </w:r>
            <w:r w:rsidRPr="006713DA">
              <w:rPr>
                <w:rStyle w:val="libPoemTiniChar0"/>
                <w:rtl/>
              </w:rPr>
              <w:br/>
              <w:t> </w:t>
            </w:r>
          </w:p>
        </w:tc>
        <w:tc>
          <w:tcPr>
            <w:tcW w:w="269" w:type="dxa"/>
            <w:shd w:val="clear" w:color="auto" w:fill="auto"/>
          </w:tcPr>
          <w:p w:rsidR="00EE1A1A" w:rsidRDefault="00EE1A1A" w:rsidP="00BB3BDA">
            <w:pPr>
              <w:rPr>
                <w:rtl/>
              </w:rPr>
            </w:pPr>
          </w:p>
        </w:tc>
        <w:tc>
          <w:tcPr>
            <w:tcW w:w="4126" w:type="dxa"/>
            <w:shd w:val="clear" w:color="auto" w:fill="auto"/>
          </w:tcPr>
          <w:p w:rsidR="00EE1A1A" w:rsidRDefault="00EE1A1A" w:rsidP="006713DA">
            <w:pPr>
              <w:pStyle w:val="libPoem"/>
              <w:rPr>
                <w:rtl/>
              </w:rPr>
            </w:pPr>
            <w:r>
              <w:rPr>
                <w:rtl/>
              </w:rPr>
              <w:t>أبا الوليد ، فتى العشيرة</w:t>
            </w:r>
            <w:r w:rsidRPr="006713DA">
              <w:rPr>
                <w:rStyle w:val="libPoemTiniChar0"/>
                <w:rtl/>
              </w:rPr>
              <w:br/>
              <w:t>  </w:t>
            </w:r>
          </w:p>
        </w:tc>
      </w:tr>
      <w:tr w:rsidR="00EE1A1A" w:rsidTr="00BB3BDA">
        <w:trPr>
          <w:trHeight w:val="350"/>
        </w:trPr>
        <w:tc>
          <w:tcPr>
            <w:tcW w:w="4127" w:type="dxa"/>
          </w:tcPr>
          <w:p w:rsidR="00EE1A1A" w:rsidRDefault="00EE1A1A" w:rsidP="006713DA">
            <w:pPr>
              <w:pStyle w:val="libPoem"/>
              <w:rPr>
                <w:rtl/>
              </w:rPr>
            </w:pPr>
            <w:r>
              <w:rPr>
                <w:rtl/>
              </w:rPr>
              <w:t>حامي الحقيقة ماجداً</w:t>
            </w:r>
            <w:r w:rsidRPr="006713DA">
              <w:rPr>
                <w:rStyle w:val="libPoemTiniChar0"/>
                <w:rtl/>
              </w:rPr>
              <w:br/>
              <w:t> </w:t>
            </w:r>
          </w:p>
        </w:tc>
        <w:tc>
          <w:tcPr>
            <w:tcW w:w="269" w:type="dxa"/>
          </w:tcPr>
          <w:p w:rsidR="00EE1A1A" w:rsidRDefault="00EE1A1A" w:rsidP="00BB3BDA">
            <w:pPr>
              <w:rPr>
                <w:rtl/>
              </w:rPr>
            </w:pPr>
          </w:p>
        </w:tc>
        <w:tc>
          <w:tcPr>
            <w:tcW w:w="4126" w:type="dxa"/>
          </w:tcPr>
          <w:p w:rsidR="00EE1A1A" w:rsidRDefault="00EE1A1A" w:rsidP="006713DA">
            <w:pPr>
              <w:pStyle w:val="libPoem"/>
              <w:rPr>
                <w:rtl/>
              </w:rPr>
            </w:pPr>
            <w:r>
              <w:rPr>
                <w:rtl/>
              </w:rPr>
              <w:t>يسمو إلى طلب الوتيرة</w:t>
            </w:r>
            <w:r w:rsidRPr="006713DA">
              <w:rPr>
                <w:rStyle w:val="libPoemTiniChar0"/>
                <w:rtl/>
              </w:rPr>
              <w:br/>
              <w:t>  </w:t>
            </w:r>
          </w:p>
        </w:tc>
      </w:tr>
      <w:tr w:rsidR="00EE1A1A" w:rsidTr="00BB3BDA">
        <w:trPr>
          <w:trHeight w:val="350"/>
        </w:trPr>
        <w:tc>
          <w:tcPr>
            <w:tcW w:w="4127" w:type="dxa"/>
          </w:tcPr>
          <w:p w:rsidR="00EE1A1A" w:rsidRDefault="00EE1A1A" w:rsidP="006713DA">
            <w:pPr>
              <w:pStyle w:val="libPoem"/>
              <w:rPr>
                <w:rtl/>
              </w:rPr>
            </w:pPr>
            <w:r>
              <w:rPr>
                <w:rtl/>
              </w:rPr>
              <w:t>قد كان غيثاً للسنين</w:t>
            </w:r>
            <w:r w:rsidRPr="006713DA">
              <w:rPr>
                <w:rStyle w:val="libPoemTiniChar0"/>
                <w:rtl/>
              </w:rPr>
              <w:br/>
              <w:t> </w:t>
            </w:r>
          </w:p>
        </w:tc>
        <w:tc>
          <w:tcPr>
            <w:tcW w:w="269" w:type="dxa"/>
          </w:tcPr>
          <w:p w:rsidR="00EE1A1A" w:rsidRDefault="00EE1A1A" w:rsidP="00BB3BDA">
            <w:pPr>
              <w:rPr>
                <w:rtl/>
              </w:rPr>
            </w:pPr>
          </w:p>
        </w:tc>
        <w:tc>
          <w:tcPr>
            <w:tcW w:w="4126" w:type="dxa"/>
          </w:tcPr>
          <w:p w:rsidR="00EE1A1A" w:rsidRDefault="00EE1A1A" w:rsidP="006713DA">
            <w:pPr>
              <w:pStyle w:val="libPoem"/>
              <w:rPr>
                <w:rtl/>
              </w:rPr>
            </w:pPr>
            <w:r>
              <w:rPr>
                <w:rtl/>
              </w:rPr>
              <w:t xml:space="preserve">وجعفراً </w:t>
            </w:r>
            <w:r w:rsidRPr="006713DA">
              <w:rPr>
                <w:rStyle w:val="libFootnotenumChar"/>
                <w:rtl/>
              </w:rPr>
              <w:t>(6)</w:t>
            </w:r>
            <w:r>
              <w:rPr>
                <w:rtl/>
              </w:rPr>
              <w:t xml:space="preserve"> غدقاً وميرة</w:t>
            </w:r>
            <w:r w:rsidRPr="006713DA">
              <w:rPr>
                <w:rStyle w:val="libPoemTiniChar0"/>
                <w:rtl/>
              </w:rPr>
              <w:br/>
              <w:t>  </w:t>
            </w:r>
          </w:p>
        </w:tc>
      </w:tr>
    </w:tbl>
    <w:p w:rsidR="00EE1A1A" w:rsidRDefault="00EE1A1A" w:rsidP="00BB3BDA">
      <w:pPr>
        <w:pStyle w:val="libNormal"/>
        <w:rPr>
          <w:rtl/>
        </w:rPr>
      </w:pPr>
      <w:r>
        <w:rPr>
          <w:rtl/>
        </w:rPr>
        <w:t xml:space="preserve"> ـ وفي تمام الحديث ـ ، فما (عاب رسول الله) </w:t>
      </w:r>
      <w:r w:rsidRPr="006713DA">
        <w:rPr>
          <w:rStyle w:val="libFootnotenumChar"/>
          <w:rtl/>
        </w:rPr>
        <w:t>(7)</w:t>
      </w:r>
      <w:r>
        <w:rPr>
          <w:rtl/>
        </w:rPr>
        <w:t xml:space="preserve"> </w:t>
      </w:r>
      <w:r w:rsidR="00A80F4B" w:rsidRPr="00A80F4B">
        <w:rPr>
          <w:rStyle w:val="libAlaemChar"/>
          <w:rFonts w:hint="cs"/>
          <w:rtl/>
        </w:rPr>
        <w:t>صلى‌الله‌عليه‌وآله‌وسلم</w:t>
      </w:r>
      <w:r>
        <w:rPr>
          <w:rtl/>
        </w:rPr>
        <w:t xml:space="preserve"> ذلك ، ولا قال شيئاً » </w:t>
      </w:r>
      <w:r w:rsidRPr="006713DA">
        <w:rPr>
          <w:rStyle w:val="libFootnotenumChar"/>
          <w:rtl/>
        </w:rPr>
        <w:t>(8)</w:t>
      </w:r>
      <w:r>
        <w:rPr>
          <w:rtl/>
        </w:rPr>
        <w:t>.</w:t>
      </w:r>
    </w:p>
    <w:p w:rsidR="00EE1A1A" w:rsidRDefault="00EE1A1A" w:rsidP="00BB3BDA">
      <w:pPr>
        <w:pStyle w:val="libNormal"/>
        <w:rPr>
          <w:rtl/>
        </w:rPr>
      </w:pPr>
      <w:r>
        <w:rPr>
          <w:rtl/>
        </w:rPr>
        <w:t xml:space="preserve">وروى ابن بابويه : أنّ الباقر </w:t>
      </w:r>
      <w:r w:rsidR="00A80F4B" w:rsidRPr="00A80F4B">
        <w:rPr>
          <w:rStyle w:val="libAlaemChar"/>
          <w:rFonts w:hint="cs"/>
          <w:rtl/>
        </w:rPr>
        <w:t>عليه‌السلام</w:t>
      </w:r>
      <w:r>
        <w:rPr>
          <w:rtl/>
        </w:rPr>
        <w:t xml:space="preserve"> أوصى أن يندب في الموسم </w:t>
      </w:r>
      <w:r w:rsidRPr="006713DA">
        <w:rPr>
          <w:rStyle w:val="libFootnotenumChar"/>
          <w:rtl/>
        </w:rPr>
        <w:t>(9)</w:t>
      </w:r>
      <w:r>
        <w:rPr>
          <w:rtl/>
        </w:rPr>
        <w:t xml:space="preserve"> عشر </w:t>
      </w:r>
    </w:p>
    <w:p w:rsidR="00EE1A1A" w:rsidRDefault="00EE1A1A" w:rsidP="006713DA">
      <w:pPr>
        <w:pStyle w:val="libLine"/>
        <w:rPr>
          <w:rtl/>
        </w:rPr>
      </w:pPr>
      <w:r>
        <w:rPr>
          <w:rtl/>
        </w:rPr>
        <w:t>__________________</w:t>
      </w:r>
    </w:p>
    <w:p w:rsidR="00EE1A1A" w:rsidRDefault="00EE1A1A" w:rsidP="006713DA">
      <w:pPr>
        <w:pStyle w:val="libFootnote0"/>
        <w:rPr>
          <w:rtl/>
        </w:rPr>
      </w:pPr>
      <w:r>
        <w:rPr>
          <w:rtl/>
        </w:rPr>
        <w:t>1 ـ ليس في « ح ».</w:t>
      </w:r>
    </w:p>
    <w:p w:rsidR="00EE1A1A" w:rsidRDefault="00EE1A1A" w:rsidP="006713DA">
      <w:pPr>
        <w:pStyle w:val="libFootnote0"/>
        <w:rPr>
          <w:rtl/>
        </w:rPr>
      </w:pPr>
      <w:r>
        <w:rPr>
          <w:rtl/>
        </w:rPr>
        <w:t>2 ـ ذكرى الشيعة : 72 ، إعلام الورى : 143 ، منتهى المطلب 1 : 466 ، صحيح البخاري 6 : 18 ، المستدرك على الصحيحين 1 : 382 ، سنن النسائي 4 : 13 ، سنن ابن ماجة 1 : 522 / 30.</w:t>
      </w:r>
    </w:p>
    <w:p w:rsidR="00EE1A1A" w:rsidRDefault="00EE1A1A" w:rsidP="006713DA">
      <w:pPr>
        <w:pStyle w:val="libFootnote0"/>
        <w:rPr>
          <w:rtl/>
        </w:rPr>
      </w:pPr>
      <w:r>
        <w:rPr>
          <w:rtl/>
        </w:rPr>
        <w:t>3 ـ في « ش » : المشتمّ.</w:t>
      </w:r>
    </w:p>
    <w:p w:rsidR="00EE1A1A" w:rsidRDefault="00EE1A1A" w:rsidP="006713DA">
      <w:pPr>
        <w:pStyle w:val="libFootnote0"/>
        <w:rPr>
          <w:rtl/>
        </w:rPr>
      </w:pPr>
      <w:r>
        <w:rPr>
          <w:rtl/>
        </w:rPr>
        <w:t>4 ـ في « ش » عدن.</w:t>
      </w:r>
    </w:p>
    <w:p w:rsidR="00EE1A1A" w:rsidRDefault="00EE1A1A" w:rsidP="006713DA">
      <w:pPr>
        <w:pStyle w:val="libFootnote0"/>
        <w:rPr>
          <w:rtl/>
        </w:rPr>
      </w:pPr>
      <w:r>
        <w:rPr>
          <w:rtl/>
        </w:rPr>
        <w:t>5 ـ ذكرى الشيعة : 72 ، المعتبر 1 : 344 ، منتهى المطلب 1 : 466.</w:t>
      </w:r>
    </w:p>
    <w:p w:rsidR="00EE1A1A" w:rsidRDefault="00EE1A1A" w:rsidP="006713DA">
      <w:pPr>
        <w:pStyle w:val="libFootnote0"/>
        <w:rPr>
          <w:rtl/>
        </w:rPr>
      </w:pPr>
      <w:r>
        <w:rPr>
          <w:rtl/>
        </w:rPr>
        <w:t>6 ـ الجعفر : النهر. « الصحاح ـ جعفر ـ 2 : 615 ».</w:t>
      </w:r>
    </w:p>
    <w:p w:rsidR="00EE1A1A" w:rsidRDefault="00EE1A1A" w:rsidP="006713DA">
      <w:pPr>
        <w:pStyle w:val="libFootnote0"/>
        <w:rPr>
          <w:rtl/>
        </w:rPr>
      </w:pPr>
      <w:r>
        <w:rPr>
          <w:rtl/>
        </w:rPr>
        <w:t>7 ـ في « ش » عاب عليها النبي.</w:t>
      </w:r>
    </w:p>
    <w:p w:rsidR="00EE1A1A" w:rsidRDefault="00EE1A1A" w:rsidP="006713DA">
      <w:pPr>
        <w:pStyle w:val="libFootnote0"/>
        <w:rPr>
          <w:rtl/>
        </w:rPr>
      </w:pPr>
      <w:r>
        <w:rPr>
          <w:rtl/>
        </w:rPr>
        <w:t>8 ـ الكافي 5 : 117 / 2 ، التهذيب 6 : 358 / 1027 باختلاف يسير.</w:t>
      </w:r>
    </w:p>
    <w:p w:rsidR="00EE1A1A" w:rsidRDefault="00EE1A1A" w:rsidP="006713DA">
      <w:pPr>
        <w:pStyle w:val="libFootnote0"/>
        <w:rPr>
          <w:rtl/>
        </w:rPr>
      </w:pPr>
      <w:r>
        <w:rPr>
          <w:rtl/>
        </w:rPr>
        <w:t xml:space="preserve">9 ـ في الفقيه : المواسم. </w:t>
      </w:r>
    </w:p>
    <w:p w:rsidR="00EE1A1A" w:rsidRDefault="00EE1A1A" w:rsidP="00BB3BDA">
      <w:pPr>
        <w:pStyle w:val="libNormal0"/>
        <w:rPr>
          <w:rtl/>
        </w:rPr>
      </w:pPr>
      <w:r>
        <w:rPr>
          <w:rtl/>
        </w:rPr>
        <w:br w:type="page"/>
      </w:r>
      <w:r>
        <w:rPr>
          <w:rtl/>
        </w:rPr>
        <w:lastRenderedPageBreak/>
        <w:t xml:space="preserve">سنين </w:t>
      </w:r>
      <w:r w:rsidRPr="006713DA">
        <w:rPr>
          <w:rStyle w:val="libFootnotenumChar"/>
          <w:rtl/>
        </w:rPr>
        <w:t>(1)</w:t>
      </w:r>
      <w:r>
        <w:rPr>
          <w:rtl/>
        </w:rPr>
        <w:t>.</w:t>
      </w:r>
    </w:p>
    <w:p w:rsidR="00EE1A1A" w:rsidRDefault="00EE1A1A" w:rsidP="00BB3BDA">
      <w:pPr>
        <w:pStyle w:val="libNormal"/>
        <w:rPr>
          <w:rtl/>
        </w:rPr>
      </w:pPr>
      <w:r>
        <w:rPr>
          <w:rtl/>
        </w:rPr>
        <w:t xml:space="preserve">وروى يونس بن يعقوب ، عن الصادق </w:t>
      </w:r>
      <w:r w:rsidR="00A80F4B" w:rsidRPr="00A80F4B">
        <w:rPr>
          <w:rStyle w:val="libAlaemChar"/>
          <w:rFonts w:hint="cs"/>
          <w:rtl/>
        </w:rPr>
        <w:t>عليه‌السلام</w:t>
      </w:r>
      <w:r>
        <w:rPr>
          <w:rtl/>
        </w:rPr>
        <w:t xml:space="preserve"> ، قال : « قال لي أبو جعفر </w:t>
      </w:r>
      <w:r w:rsidR="00A80F4B" w:rsidRPr="00A80F4B">
        <w:rPr>
          <w:rStyle w:val="libAlaemChar"/>
          <w:rFonts w:hint="cs"/>
          <w:rtl/>
        </w:rPr>
        <w:t>عليه‌السلام</w:t>
      </w:r>
      <w:r>
        <w:rPr>
          <w:rtl/>
        </w:rPr>
        <w:t xml:space="preserve"> : قف من مالي كذا وكذا لنوادب يندبنني ـ عشر سنين ـ بمنى أيام منى » </w:t>
      </w:r>
      <w:r w:rsidRPr="006713DA">
        <w:rPr>
          <w:rStyle w:val="libFootnotenumChar"/>
          <w:rtl/>
        </w:rPr>
        <w:t>(2)</w:t>
      </w:r>
      <w:r>
        <w:rPr>
          <w:rtl/>
        </w:rPr>
        <w:t>.</w:t>
      </w:r>
    </w:p>
    <w:p w:rsidR="00EE1A1A" w:rsidRDefault="00EE1A1A" w:rsidP="00BB3BDA">
      <w:pPr>
        <w:pStyle w:val="libNormal"/>
        <w:rPr>
          <w:rtl/>
        </w:rPr>
      </w:pPr>
      <w:r>
        <w:rPr>
          <w:rtl/>
        </w:rPr>
        <w:t xml:space="preserve">قال الأصحاب : والمراد بذلك ، تنبيه الناس على فضائله ، وإظهارها ليقتدى بها ، ويعلم ما كان عليه أهل هذا البيت </w:t>
      </w:r>
      <w:r w:rsidR="00A80F4B" w:rsidRPr="00A80F4B">
        <w:rPr>
          <w:rStyle w:val="libAlaemChar"/>
          <w:rFonts w:hint="cs"/>
          <w:rtl/>
        </w:rPr>
        <w:t>عليهم‌السلام</w:t>
      </w:r>
      <w:r>
        <w:rPr>
          <w:rtl/>
        </w:rPr>
        <w:t xml:space="preserve"> لتقتفى آثارهم ، لزوال التقية بعد الموت ، ويحرم النوح بالباطل : وهو تعداد ما ليس فيه من الخصال ، واسماع الأجانب من الرجال ، ولطم الخدود والخدش ، وجزّ الشعر ونحوه ، وعليه يحمل ما ورد من النهي عن النياحة.</w:t>
      </w:r>
    </w:p>
    <w:p w:rsidR="00EE1A1A" w:rsidRDefault="00EE1A1A" w:rsidP="00BB3BDA">
      <w:pPr>
        <w:pStyle w:val="libNormal"/>
        <w:rPr>
          <w:rtl/>
        </w:rPr>
      </w:pPr>
      <w:r>
        <w:rPr>
          <w:rtl/>
        </w:rPr>
        <w:t xml:space="preserve">وقال النبيّ </w:t>
      </w:r>
      <w:r w:rsidR="00A80F4B" w:rsidRPr="00A80F4B">
        <w:rPr>
          <w:rStyle w:val="libAlaemChar"/>
          <w:rFonts w:hint="cs"/>
          <w:rtl/>
        </w:rPr>
        <w:t>صلى‌الله‌عليه‌وآله‌وسلم</w:t>
      </w:r>
      <w:r>
        <w:rPr>
          <w:rtl/>
        </w:rPr>
        <w:t xml:space="preserve"> : « أنا بريء ممن حلق وصلق » أي : حلق الشعر ، ورفع صوته </w:t>
      </w:r>
      <w:r w:rsidRPr="006713DA">
        <w:rPr>
          <w:rStyle w:val="libFootnotenumChar"/>
          <w:rtl/>
        </w:rPr>
        <w:t>(3)</w:t>
      </w:r>
      <w:r>
        <w:rPr>
          <w:rtl/>
        </w:rPr>
        <w:t>.</w:t>
      </w:r>
    </w:p>
    <w:p w:rsidR="00EE1A1A" w:rsidRDefault="00EE1A1A" w:rsidP="00BB3BDA">
      <w:pPr>
        <w:pStyle w:val="libNormal"/>
        <w:rPr>
          <w:rtl/>
        </w:rPr>
      </w:pPr>
      <w:r>
        <w:rPr>
          <w:rtl/>
        </w:rPr>
        <w:t xml:space="preserve">وقال </w:t>
      </w:r>
      <w:r w:rsidR="00A80F4B" w:rsidRPr="00A80F4B">
        <w:rPr>
          <w:rStyle w:val="libAlaemChar"/>
          <w:rFonts w:hint="cs"/>
          <w:rtl/>
        </w:rPr>
        <w:t>صلى‌الله‌عليه‌وآله‌وسلم</w:t>
      </w:r>
      <w:r>
        <w:rPr>
          <w:rtl/>
        </w:rPr>
        <w:t xml:space="preserve"> لفاطمة </w:t>
      </w:r>
      <w:r w:rsidR="00A80F4B" w:rsidRPr="00A80F4B">
        <w:rPr>
          <w:rStyle w:val="libAlaemChar"/>
          <w:rFonts w:hint="cs"/>
          <w:rtl/>
        </w:rPr>
        <w:t>عليها‌السلام</w:t>
      </w:r>
      <w:r>
        <w:rPr>
          <w:rtl/>
        </w:rPr>
        <w:t xml:space="preserve"> حين قتل جعفر بن أبي طالب : « لا تدعين بويل ولا ثكل ولا حرب ، وما قلت فيه فقد صدقت » </w:t>
      </w:r>
      <w:r w:rsidRPr="006713DA">
        <w:rPr>
          <w:rStyle w:val="libFootnotenumChar"/>
          <w:rtl/>
        </w:rPr>
        <w:t>(4)</w:t>
      </w:r>
      <w:r>
        <w:rPr>
          <w:rtl/>
        </w:rPr>
        <w:t>.</w:t>
      </w:r>
    </w:p>
    <w:p w:rsidR="00EE1A1A" w:rsidRDefault="00EE1A1A" w:rsidP="00BB3BDA">
      <w:pPr>
        <w:pStyle w:val="libNormal"/>
        <w:rPr>
          <w:rtl/>
        </w:rPr>
      </w:pPr>
      <w:r>
        <w:rPr>
          <w:rtl/>
        </w:rPr>
        <w:t xml:space="preserve">وعن أبي مالك الأشعريّ عن النبيّ </w:t>
      </w:r>
      <w:r w:rsidR="00A80F4B" w:rsidRPr="00A80F4B">
        <w:rPr>
          <w:rStyle w:val="libAlaemChar"/>
          <w:rFonts w:hint="cs"/>
          <w:rtl/>
        </w:rPr>
        <w:t>صلى‌الله‌عليه‌وآله‌وسلم</w:t>
      </w:r>
      <w:r>
        <w:rPr>
          <w:rtl/>
        </w:rPr>
        <w:t xml:space="preserve"> : « النائحة إذا لم تتب تقام يوم القيامة وعليها سربال من قطران » </w:t>
      </w:r>
      <w:r w:rsidRPr="006713DA">
        <w:rPr>
          <w:rStyle w:val="libFootnotenumChar"/>
          <w:rtl/>
        </w:rPr>
        <w:t>(5)</w:t>
      </w:r>
      <w:r>
        <w:rPr>
          <w:rtl/>
        </w:rPr>
        <w:t>.</w:t>
      </w:r>
    </w:p>
    <w:p w:rsidR="00EE1A1A" w:rsidRDefault="00EE1A1A" w:rsidP="00BB3BDA">
      <w:pPr>
        <w:pStyle w:val="libNormal"/>
        <w:rPr>
          <w:rtl/>
        </w:rPr>
      </w:pPr>
      <w:r>
        <w:rPr>
          <w:rtl/>
        </w:rPr>
        <w:t xml:space="preserve">وعن أبي سعيد الخدريّ : لعن رسول الله </w:t>
      </w:r>
      <w:r w:rsidR="00A80F4B" w:rsidRPr="00A80F4B">
        <w:rPr>
          <w:rStyle w:val="libAlaemChar"/>
          <w:rFonts w:hint="cs"/>
          <w:rtl/>
        </w:rPr>
        <w:t>صلى‌الله‌عليه‌وآله‌وسلم</w:t>
      </w:r>
      <w:r>
        <w:rPr>
          <w:rtl/>
        </w:rPr>
        <w:t xml:space="preserve"> النائحة والمستمعة </w:t>
      </w:r>
      <w:r w:rsidRPr="006713DA">
        <w:rPr>
          <w:rStyle w:val="libFootnotenumChar"/>
          <w:rtl/>
        </w:rPr>
        <w:t>(6)</w:t>
      </w:r>
      <w:r>
        <w:rPr>
          <w:rtl/>
        </w:rPr>
        <w:t>.</w:t>
      </w:r>
    </w:p>
    <w:p w:rsidR="00EE1A1A" w:rsidRDefault="00EE1A1A" w:rsidP="00BB3BDA">
      <w:pPr>
        <w:pStyle w:val="libNormal"/>
        <w:rPr>
          <w:rtl/>
        </w:rPr>
      </w:pPr>
      <w:r>
        <w:rPr>
          <w:rtl/>
        </w:rPr>
        <w:t xml:space="preserve">وعنه </w:t>
      </w:r>
      <w:r w:rsidR="00A80F4B" w:rsidRPr="00A80F4B">
        <w:rPr>
          <w:rStyle w:val="libAlaemChar"/>
          <w:rFonts w:hint="cs"/>
          <w:rtl/>
        </w:rPr>
        <w:t>صلى‌الله‌عليه‌وآله‌وسلم</w:t>
      </w:r>
      <w:r>
        <w:rPr>
          <w:rtl/>
        </w:rPr>
        <w:t xml:space="preserve"> : « ليس منا من ضرب الخدود ، وشق الجيوب » </w:t>
      </w:r>
      <w:r w:rsidRPr="006713DA">
        <w:rPr>
          <w:rStyle w:val="libFootnotenumChar"/>
          <w:rtl/>
        </w:rPr>
        <w:t>(7)</w:t>
      </w:r>
      <w:r>
        <w:rPr>
          <w:rtl/>
        </w:rPr>
        <w:t>.</w:t>
      </w:r>
    </w:p>
    <w:p w:rsidR="00EE1A1A" w:rsidRDefault="00EE1A1A" w:rsidP="00BB3BDA">
      <w:pPr>
        <w:pStyle w:val="libNormal"/>
        <w:rPr>
          <w:rtl/>
        </w:rPr>
      </w:pPr>
      <w:r>
        <w:rPr>
          <w:rtl/>
        </w:rPr>
        <w:t xml:space="preserve">وهذا النهي محمول على الباطل كما يظهر منها ، وبه يجمع بينهما وبين الأخبار </w:t>
      </w:r>
    </w:p>
    <w:p w:rsidR="00EE1A1A" w:rsidRDefault="00EE1A1A" w:rsidP="006713DA">
      <w:pPr>
        <w:pStyle w:val="libLine"/>
        <w:rPr>
          <w:rtl/>
        </w:rPr>
      </w:pPr>
      <w:r>
        <w:rPr>
          <w:rtl/>
        </w:rPr>
        <w:t>__________________</w:t>
      </w:r>
    </w:p>
    <w:p w:rsidR="00EE1A1A" w:rsidRDefault="00EE1A1A" w:rsidP="006713DA">
      <w:pPr>
        <w:pStyle w:val="libFootnote0"/>
        <w:rPr>
          <w:rtl/>
        </w:rPr>
      </w:pPr>
      <w:r>
        <w:rPr>
          <w:rtl/>
        </w:rPr>
        <w:t>1 ـ الفقيه : 1 : 116 / 547.</w:t>
      </w:r>
    </w:p>
    <w:p w:rsidR="00EE1A1A" w:rsidRDefault="00EE1A1A" w:rsidP="006713DA">
      <w:pPr>
        <w:pStyle w:val="libFootnote0"/>
        <w:rPr>
          <w:rtl/>
        </w:rPr>
      </w:pPr>
      <w:r>
        <w:rPr>
          <w:rtl/>
        </w:rPr>
        <w:t>2 ـ الكافي 5 : 117 / 1 ، التهذيب 6 : 358 / 1025.</w:t>
      </w:r>
    </w:p>
    <w:p w:rsidR="00EE1A1A" w:rsidRDefault="00EE1A1A" w:rsidP="006713DA">
      <w:pPr>
        <w:pStyle w:val="libFootnote0"/>
        <w:rPr>
          <w:rtl/>
        </w:rPr>
      </w:pPr>
      <w:r>
        <w:rPr>
          <w:rtl/>
        </w:rPr>
        <w:t>3 ـ صحيح مسلم 1 : 100 ، وسنن النسائي 4 : 20 ، وسنن ابن ماجة 1 : 505 ، الجامع الصغير 1 : 415 / 2709 ، وفيها سلق بدل صلق ، وكلاهما صحيح.</w:t>
      </w:r>
    </w:p>
    <w:p w:rsidR="00EE1A1A" w:rsidRDefault="00EE1A1A" w:rsidP="006713DA">
      <w:pPr>
        <w:pStyle w:val="libFootnote0"/>
        <w:rPr>
          <w:rtl/>
        </w:rPr>
      </w:pPr>
      <w:r>
        <w:rPr>
          <w:rtl/>
        </w:rPr>
        <w:t>4 ـ الفقيه 1 : 112 / 521.</w:t>
      </w:r>
    </w:p>
    <w:p w:rsidR="00EE1A1A" w:rsidRDefault="00EE1A1A" w:rsidP="006713DA">
      <w:pPr>
        <w:pStyle w:val="libFootnote0"/>
        <w:rPr>
          <w:rtl/>
        </w:rPr>
      </w:pPr>
      <w:r>
        <w:rPr>
          <w:rtl/>
        </w:rPr>
        <w:t>5 ـ الخصال : 226 ، مسند أحمد 5 : 342 ، صحيح مسلم 2 : 644 / 934 ، سنن ابن ماجة 1 : 504 / 1582 ، المستدرك 1 : 383 ، الترغيب والترهيب 4 : 351 / 12.</w:t>
      </w:r>
    </w:p>
    <w:p w:rsidR="00EE1A1A" w:rsidRDefault="00EE1A1A" w:rsidP="006713DA">
      <w:pPr>
        <w:pStyle w:val="libFootnote0"/>
        <w:rPr>
          <w:rtl/>
        </w:rPr>
      </w:pPr>
      <w:r>
        <w:rPr>
          <w:rtl/>
        </w:rPr>
        <w:t>6 ـ مسند أحمد 3 : 65 ، سنن أبي داود 3 : 194 / 3128 ، الجامع الصغير 2 : 408 : 7271 ، الترغيب والترهيب 4 : 351 / 13 ، الفتوحات الربانية 4 : 129.</w:t>
      </w:r>
    </w:p>
    <w:p w:rsidR="00EE1A1A" w:rsidRDefault="00EE1A1A" w:rsidP="006713DA">
      <w:pPr>
        <w:pStyle w:val="libFootnote0"/>
        <w:rPr>
          <w:rtl/>
        </w:rPr>
      </w:pPr>
      <w:r>
        <w:rPr>
          <w:rtl/>
        </w:rPr>
        <w:t xml:space="preserve">7 ـ سنن ابن ماجة 1 : 504 / 1584. </w:t>
      </w:r>
    </w:p>
    <w:p w:rsidR="00EE1A1A" w:rsidRDefault="00EE1A1A" w:rsidP="00BB3BDA">
      <w:pPr>
        <w:pStyle w:val="libNormal0"/>
        <w:rPr>
          <w:rtl/>
        </w:rPr>
      </w:pPr>
      <w:r>
        <w:rPr>
          <w:rtl/>
        </w:rPr>
        <w:br w:type="page"/>
      </w:r>
      <w:r>
        <w:rPr>
          <w:rtl/>
        </w:rPr>
        <w:lastRenderedPageBreak/>
        <w:t>السابقة.</w:t>
      </w:r>
    </w:p>
    <w:p w:rsidR="00EE1A1A" w:rsidRDefault="00EE1A1A" w:rsidP="00BB3BDA">
      <w:pPr>
        <w:pStyle w:val="libNormal"/>
        <w:rPr>
          <w:rtl/>
        </w:rPr>
      </w:pPr>
      <w:bookmarkStart w:id="48" w:name="_Toc413069945"/>
      <w:r w:rsidRPr="00923F42">
        <w:rPr>
          <w:rStyle w:val="Heading2Char"/>
          <w:rtl/>
        </w:rPr>
        <w:t>و</w:t>
      </w:r>
      <w:bookmarkEnd w:id="48"/>
      <w:r>
        <w:rPr>
          <w:rtl/>
        </w:rPr>
        <w:t>أمّا الخاتمة فتشتمل على فوائد مهمة.</w:t>
      </w:r>
    </w:p>
    <w:p w:rsidR="00EE1A1A" w:rsidRDefault="00EE1A1A" w:rsidP="00BB3BDA">
      <w:pPr>
        <w:pStyle w:val="libNormal"/>
        <w:rPr>
          <w:rtl/>
        </w:rPr>
      </w:pPr>
      <w:r>
        <w:rPr>
          <w:rtl/>
        </w:rPr>
        <w:t>يستحب تعزية أهل الميت استحباباً مؤكّداً ، وهي (تفعلة) من العزاء ـ بالمدّ والقصر ـ وهو السلو وحسن الصبر على المصائب ، يقال : عزّيته فتعزّى ، أي صبّرته فتصبّر.</w:t>
      </w:r>
    </w:p>
    <w:p w:rsidR="00EE1A1A" w:rsidRDefault="00EE1A1A" w:rsidP="00BB3BDA">
      <w:pPr>
        <w:pStyle w:val="libNormal"/>
        <w:rPr>
          <w:rtl/>
        </w:rPr>
      </w:pPr>
      <w:r>
        <w:rPr>
          <w:rtl/>
        </w:rPr>
        <w:t>والمراد بها : طلب التسلّي عن المصائب والتصبّر عن الحزن والإكتئاب ، بإسناد الأمر إلى الله عزّ وجلّ ، ونسبته إلى عدله وحكمته ، وذكر ما وعد الله تعالى على الصبر مع الدعاء للميت ، والمصاب بتسليته عن مصيبته. وقد ورد في استحبابها والحثّ عليها أحاديث كثيرة.</w:t>
      </w:r>
    </w:p>
    <w:p w:rsidR="00EE1A1A" w:rsidRDefault="00EE1A1A" w:rsidP="00BB3BDA">
      <w:pPr>
        <w:pStyle w:val="libNormal"/>
        <w:rPr>
          <w:rtl/>
        </w:rPr>
      </w:pPr>
      <w:r>
        <w:rPr>
          <w:rtl/>
        </w:rPr>
        <w:t xml:space="preserve">وروى عمرو بن شعيب عن أبيه ، عن جده : أنّ رسول الله </w:t>
      </w:r>
      <w:r w:rsidR="00A80F4B" w:rsidRPr="00A80F4B">
        <w:rPr>
          <w:rStyle w:val="libAlaemChar"/>
          <w:rFonts w:hint="cs"/>
          <w:rtl/>
        </w:rPr>
        <w:t>صلى‌الله‌عليه‌وآله‌وسلم</w:t>
      </w:r>
      <w:r>
        <w:rPr>
          <w:rtl/>
        </w:rPr>
        <w:t xml:space="preserve"> قال : « أتدرون ما حقّ الجار؟ إن استغاثك أغثته ، وإن استقرضك أقرضته ، وإن افتقر عدت عليه ، وإن أصابته مصيبة عزّيته ، وإن أصابه خير هنأته ، وإن مرض عدته ، وإن مات اتبعت جنازته ، ولا تستطل عليه بالبناء ، فتحجب عنه الريح إلاّ بإذنه ، واذا اشتريت فاكهة فأهد له ، فإن لم تفعل فأدخلها سراً ، ولا تخرج بها ولدك تغيظ بها ولده ، ولا تؤذه بريح قدرك إلاّ أن تغرف له منها » </w:t>
      </w:r>
      <w:r w:rsidRPr="006713DA">
        <w:rPr>
          <w:rStyle w:val="libFootnotenumChar"/>
          <w:rtl/>
        </w:rPr>
        <w:t>(1)</w:t>
      </w:r>
      <w:r>
        <w:rPr>
          <w:rtl/>
        </w:rPr>
        <w:t>.</w:t>
      </w:r>
    </w:p>
    <w:p w:rsidR="00EE1A1A" w:rsidRDefault="00EE1A1A" w:rsidP="00BB3BDA">
      <w:pPr>
        <w:pStyle w:val="libNormal"/>
        <w:rPr>
          <w:rtl/>
        </w:rPr>
      </w:pPr>
      <w:r>
        <w:rPr>
          <w:rtl/>
        </w:rPr>
        <w:t xml:space="preserve">وعن بهز بن حكيم بن معاوية بن جيدة القشيري ، عن أبيه ، عن جدّه ، قال : قلت : يا رسول الله : ما حقّ جاري عليّ؟ قال : « إن مرض عدته » وذكر نحو الأول </w:t>
      </w:r>
      <w:r w:rsidRPr="006713DA">
        <w:rPr>
          <w:rStyle w:val="libFootnotenumChar"/>
          <w:rtl/>
        </w:rPr>
        <w:t>(2)</w:t>
      </w:r>
      <w:r>
        <w:rPr>
          <w:rtl/>
        </w:rPr>
        <w:t>.</w:t>
      </w:r>
    </w:p>
    <w:p w:rsidR="00EE1A1A" w:rsidRDefault="00EE1A1A" w:rsidP="00BB3BDA">
      <w:pPr>
        <w:pStyle w:val="libNormal"/>
        <w:rPr>
          <w:rtl/>
        </w:rPr>
      </w:pPr>
      <w:r>
        <w:rPr>
          <w:rtl/>
        </w:rPr>
        <w:t xml:space="preserve">وأمّا الثواب فيها : فعن ابن مسعود ، عن النبيّ </w:t>
      </w:r>
      <w:r w:rsidR="00A80F4B" w:rsidRPr="00A80F4B">
        <w:rPr>
          <w:rStyle w:val="libAlaemChar"/>
          <w:rFonts w:hint="cs"/>
          <w:rtl/>
        </w:rPr>
        <w:t>صلى‌الله‌عليه‌وآله‌وسلم</w:t>
      </w:r>
      <w:r>
        <w:rPr>
          <w:rtl/>
        </w:rPr>
        <w:t xml:space="preserve"> ، قال : « من عزّى مصاباً فله مثل أجره » </w:t>
      </w:r>
      <w:r w:rsidRPr="006713DA">
        <w:rPr>
          <w:rStyle w:val="libFootnotenumChar"/>
          <w:rtl/>
        </w:rPr>
        <w:t>(3)</w:t>
      </w:r>
      <w:r>
        <w:rPr>
          <w:rtl/>
        </w:rPr>
        <w:t>.</w:t>
      </w:r>
    </w:p>
    <w:p w:rsidR="00EE1A1A" w:rsidRDefault="00EE1A1A" w:rsidP="00BB3BDA">
      <w:pPr>
        <w:pStyle w:val="libNormal"/>
        <w:rPr>
          <w:rtl/>
        </w:rPr>
      </w:pPr>
      <w:r>
        <w:rPr>
          <w:rtl/>
        </w:rPr>
        <w:t xml:space="preserve">وعن جابر بن عبدالله </w:t>
      </w:r>
      <w:r w:rsidR="00A80F4B" w:rsidRPr="00A80F4B">
        <w:rPr>
          <w:rStyle w:val="libAlaemChar"/>
          <w:rFonts w:hint="cs"/>
          <w:rtl/>
        </w:rPr>
        <w:t>رضي‌الله‌عنه</w:t>
      </w:r>
      <w:r>
        <w:rPr>
          <w:rtl/>
        </w:rPr>
        <w:t xml:space="preserve"> ، قال : قال رسول الله </w:t>
      </w:r>
      <w:r w:rsidR="00A80F4B" w:rsidRPr="00A80F4B">
        <w:rPr>
          <w:rStyle w:val="libAlaemChar"/>
          <w:rFonts w:hint="cs"/>
          <w:rtl/>
        </w:rPr>
        <w:t>صلى‌الله‌عليه‌وآله‌وسلم</w:t>
      </w:r>
      <w:r>
        <w:rPr>
          <w:rtl/>
        </w:rPr>
        <w:t xml:space="preserve"> : « من عزّى مصاباً كان له مثل أجره ، من غير أن ينقصه الله من أجره شيئاً </w:t>
      </w:r>
      <w:r w:rsidRPr="006713DA">
        <w:rPr>
          <w:rStyle w:val="libFootnotenumChar"/>
          <w:rtl/>
        </w:rPr>
        <w:t>(4)</w:t>
      </w:r>
      <w:r>
        <w:rPr>
          <w:rtl/>
        </w:rPr>
        <w:t xml:space="preserve"> ، ومن كفّن مسلماً كساه الله من سندس وإستبرق وحرير ، ومن حفر قبراً لمسلم بنى الله عزّوجل له بيتاً في الجنة ، ومن أنظر معسراً أظله الله في ظلّه يوم لا ظلّ إلا ظله ».</w:t>
      </w:r>
    </w:p>
    <w:p w:rsidR="00EE1A1A" w:rsidRDefault="00EE1A1A" w:rsidP="00BB3BDA">
      <w:pPr>
        <w:pStyle w:val="libNormal"/>
        <w:rPr>
          <w:rtl/>
        </w:rPr>
      </w:pPr>
      <w:r>
        <w:rPr>
          <w:rtl/>
        </w:rPr>
        <w:t xml:space="preserve">وعن جابر أيضا رفعه : « من عزّى حزيناً ألبسه الله عزّ وجلّ من لباس التقوى ، </w:t>
      </w:r>
    </w:p>
    <w:p w:rsidR="00EE1A1A" w:rsidRDefault="00EE1A1A" w:rsidP="006713DA">
      <w:pPr>
        <w:pStyle w:val="libFootnote0"/>
        <w:rPr>
          <w:rtl/>
        </w:rPr>
      </w:pPr>
      <w:r>
        <w:rPr>
          <w:rtl/>
        </w:rPr>
        <w:t>____________</w:t>
      </w:r>
    </w:p>
    <w:p w:rsidR="00EE1A1A" w:rsidRDefault="00EE1A1A" w:rsidP="006713DA">
      <w:pPr>
        <w:pStyle w:val="libFootnote0"/>
        <w:rPr>
          <w:rtl/>
        </w:rPr>
      </w:pPr>
      <w:r>
        <w:rPr>
          <w:rtl/>
        </w:rPr>
        <w:t>1 ـ الترغيب والترهيب 3 : 357 / 20.</w:t>
      </w:r>
    </w:p>
    <w:p w:rsidR="00EE1A1A" w:rsidRDefault="00EE1A1A" w:rsidP="006713DA">
      <w:pPr>
        <w:pStyle w:val="libFootnote0"/>
        <w:rPr>
          <w:rtl/>
        </w:rPr>
      </w:pPr>
      <w:r>
        <w:rPr>
          <w:rtl/>
        </w:rPr>
        <w:t>2 ـ الترغيب والترهيب 3 : 357 / ذيل حديث 20.</w:t>
      </w:r>
    </w:p>
    <w:p w:rsidR="00EE1A1A" w:rsidRDefault="00EE1A1A" w:rsidP="006713DA">
      <w:pPr>
        <w:pStyle w:val="libFootnote0"/>
        <w:rPr>
          <w:rtl/>
        </w:rPr>
      </w:pPr>
      <w:r>
        <w:rPr>
          <w:rtl/>
        </w:rPr>
        <w:t>3 ـ الجامع الكبير 1 : 801.</w:t>
      </w:r>
    </w:p>
    <w:p w:rsidR="00EE1A1A" w:rsidRDefault="00EE1A1A" w:rsidP="006713DA">
      <w:pPr>
        <w:pStyle w:val="libFootnote0"/>
        <w:rPr>
          <w:rtl/>
        </w:rPr>
      </w:pPr>
      <w:r>
        <w:rPr>
          <w:rtl/>
        </w:rPr>
        <w:t xml:space="preserve">4 ـ الكافي 3 : 227 / 4 عن أبي عبدالله </w:t>
      </w:r>
      <w:r w:rsidR="00A80F4B" w:rsidRPr="00A80F4B">
        <w:rPr>
          <w:rStyle w:val="libAlaemChar"/>
          <w:rFonts w:hint="cs"/>
          <w:rtl/>
        </w:rPr>
        <w:t>عليه‌السلام</w:t>
      </w:r>
      <w:r>
        <w:rPr>
          <w:rtl/>
        </w:rPr>
        <w:t xml:space="preserve"> ، قال : قال رسول الله. </w:t>
      </w:r>
    </w:p>
    <w:p w:rsidR="00EE1A1A" w:rsidRDefault="00EE1A1A" w:rsidP="00BB3BDA">
      <w:pPr>
        <w:pStyle w:val="libNormal0"/>
        <w:rPr>
          <w:rtl/>
        </w:rPr>
      </w:pPr>
      <w:r>
        <w:rPr>
          <w:rtl/>
        </w:rPr>
        <w:br w:type="page"/>
      </w:r>
      <w:r>
        <w:rPr>
          <w:rtl/>
        </w:rPr>
        <w:lastRenderedPageBreak/>
        <w:t xml:space="preserve">وصلّى على روحه في الأرواح » </w:t>
      </w:r>
      <w:r w:rsidRPr="006713DA">
        <w:rPr>
          <w:rStyle w:val="libFootnotenumChar"/>
          <w:rtl/>
        </w:rPr>
        <w:t>(1)</w:t>
      </w:r>
      <w:r>
        <w:rPr>
          <w:rtl/>
        </w:rPr>
        <w:t>.</w:t>
      </w:r>
    </w:p>
    <w:p w:rsidR="00EE1A1A" w:rsidRDefault="00EE1A1A" w:rsidP="00BB3BDA">
      <w:pPr>
        <w:pStyle w:val="libNormal"/>
        <w:rPr>
          <w:rtl/>
        </w:rPr>
      </w:pPr>
      <w:r>
        <w:rPr>
          <w:rtl/>
        </w:rPr>
        <w:t xml:space="preserve">وسئل النبيّ </w:t>
      </w:r>
      <w:r w:rsidR="00A80F4B" w:rsidRPr="00A80F4B">
        <w:rPr>
          <w:rStyle w:val="libAlaemChar"/>
          <w:rFonts w:hint="cs"/>
          <w:rtl/>
        </w:rPr>
        <w:t>صلى‌الله‌عليه‌وآله‌وسلم</w:t>
      </w:r>
      <w:r>
        <w:rPr>
          <w:rtl/>
        </w:rPr>
        <w:t xml:space="preserve"> عن التصافح في التعزية ، فقال : « هو سكن للمؤمن ، ومن عزّى مصاباً فله مثل أجره ».</w:t>
      </w:r>
    </w:p>
    <w:p w:rsidR="00EE1A1A" w:rsidRDefault="00EE1A1A" w:rsidP="00BB3BDA">
      <w:pPr>
        <w:pStyle w:val="libNormal"/>
        <w:rPr>
          <w:rtl/>
        </w:rPr>
      </w:pPr>
      <w:r>
        <w:rPr>
          <w:rtl/>
        </w:rPr>
        <w:t xml:space="preserve">وعن عبدالله بن أبي بكر بن محمد بن عمر بن حزم ، عن أبيه ، عن جدّه ، أنّه سمع رسول الله </w:t>
      </w:r>
      <w:r w:rsidR="00A80F4B" w:rsidRPr="00A80F4B">
        <w:rPr>
          <w:rStyle w:val="libAlaemChar"/>
          <w:rFonts w:hint="cs"/>
          <w:rtl/>
        </w:rPr>
        <w:t>صلى‌الله‌عليه‌وآله‌وسلم</w:t>
      </w:r>
      <w:r>
        <w:rPr>
          <w:rtl/>
        </w:rPr>
        <w:t xml:space="preserve"> وهو يقول : « من عاد مريضاً فلا يزال في الرحمة ، حتى إذا قعد عنده استنقع فيها ، ثمّ إذا قام من عنده فلا يزال يخوض فيها ، حتى يرجع من حيث خرج ، ومن عزّى أخاه المؤمن من مصيبة كساه الله ـ عزّ وجلّ ـ من حلل الكرامة يوم القيامة » </w:t>
      </w:r>
      <w:r w:rsidRPr="006713DA">
        <w:rPr>
          <w:rStyle w:val="libFootnotenumChar"/>
          <w:rtl/>
        </w:rPr>
        <w:t>(2)</w:t>
      </w:r>
      <w:r>
        <w:rPr>
          <w:rtl/>
        </w:rPr>
        <w:t>.</w:t>
      </w:r>
    </w:p>
    <w:p w:rsidR="00EE1A1A" w:rsidRDefault="00EE1A1A" w:rsidP="00BB3BDA">
      <w:pPr>
        <w:pStyle w:val="libNormal"/>
        <w:rPr>
          <w:rtl/>
        </w:rPr>
      </w:pPr>
      <w:r>
        <w:rPr>
          <w:rtl/>
        </w:rPr>
        <w:t xml:space="preserve">وعن أبي برزة </w:t>
      </w:r>
      <w:r w:rsidRPr="006713DA">
        <w:rPr>
          <w:rStyle w:val="libFootnotenumChar"/>
          <w:rtl/>
        </w:rPr>
        <w:t>(3)</w:t>
      </w:r>
      <w:r>
        <w:rPr>
          <w:rtl/>
        </w:rPr>
        <w:t xml:space="preserve"> قال : قال رسول الله </w:t>
      </w:r>
      <w:r w:rsidR="00A80F4B" w:rsidRPr="00A80F4B">
        <w:rPr>
          <w:rStyle w:val="libAlaemChar"/>
          <w:rFonts w:hint="cs"/>
          <w:rtl/>
        </w:rPr>
        <w:t>صلى‌الله‌عليه‌وآله‌وسلم</w:t>
      </w:r>
      <w:r>
        <w:rPr>
          <w:rtl/>
        </w:rPr>
        <w:t xml:space="preserve"> : « من عزّى ثكلى كسي برداً في الجنة » </w:t>
      </w:r>
      <w:r w:rsidRPr="006713DA">
        <w:rPr>
          <w:rStyle w:val="libFootnotenumChar"/>
          <w:rtl/>
        </w:rPr>
        <w:t>(4)</w:t>
      </w:r>
      <w:r>
        <w:rPr>
          <w:rtl/>
        </w:rPr>
        <w:t>.</w:t>
      </w:r>
    </w:p>
    <w:p w:rsidR="00EE1A1A" w:rsidRDefault="00EE1A1A" w:rsidP="00BB3BDA">
      <w:pPr>
        <w:pStyle w:val="libNormal"/>
        <w:rPr>
          <w:rtl/>
        </w:rPr>
      </w:pPr>
      <w:r>
        <w:rPr>
          <w:rtl/>
        </w:rPr>
        <w:t xml:space="preserve">وعن أنس قال : قال رسول الله </w:t>
      </w:r>
      <w:r w:rsidR="00A80F4B" w:rsidRPr="00A80F4B">
        <w:rPr>
          <w:rStyle w:val="libAlaemChar"/>
          <w:rFonts w:hint="cs"/>
          <w:rtl/>
        </w:rPr>
        <w:t>صلى‌الله‌عليه‌وآله‌وسلم</w:t>
      </w:r>
      <w:r>
        <w:rPr>
          <w:rtl/>
        </w:rPr>
        <w:t xml:space="preserve"> : « من عزّى أخاه المؤمن في </w:t>
      </w:r>
      <w:r w:rsidRPr="006713DA">
        <w:rPr>
          <w:rStyle w:val="libFootnotenumChar"/>
          <w:rtl/>
        </w:rPr>
        <w:t>(5)</w:t>
      </w:r>
      <w:r>
        <w:rPr>
          <w:rtl/>
        </w:rPr>
        <w:t xml:space="preserve"> مصيبة كساه الله عزّوجلّ حلّة خضراء ، يحبربها يوم القيامة ». قيل : يا رسول الله ، ما يحبربها قال : « يغبط بها » </w:t>
      </w:r>
      <w:r w:rsidRPr="006713DA">
        <w:rPr>
          <w:rStyle w:val="libFootnotenumChar"/>
          <w:rtl/>
        </w:rPr>
        <w:t>(6)</w:t>
      </w:r>
      <w:r>
        <w:rPr>
          <w:rtl/>
        </w:rPr>
        <w:t>.</w:t>
      </w:r>
    </w:p>
    <w:p w:rsidR="00EE1A1A" w:rsidRDefault="00EE1A1A" w:rsidP="00BB3BDA">
      <w:pPr>
        <w:pStyle w:val="libNormal"/>
        <w:rPr>
          <w:rtl/>
        </w:rPr>
      </w:pPr>
      <w:r>
        <w:rPr>
          <w:rtl/>
        </w:rPr>
        <w:t xml:space="preserve">وروي : أنّ داود </w:t>
      </w:r>
      <w:r w:rsidR="00A80F4B" w:rsidRPr="00A80F4B">
        <w:rPr>
          <w:rStyle w:val="libAlaemChar"/>
          <w:rFonts w:hint="cs"/>
          <w:rtl/>
        </w:rPr>
        <w:t>عليه‌السلام</w:t>
      </w:r>
      <w:r>
        <w:rPr>
          <w:rtl/>
        </w:rPr>
        <w:t xml:space="preserve"> قال « إلهي ، ماجزاء من يعزّي الحزين والمصاب ابتغاء مرضاتك؟ قال : جزاؤه أن أكسوه رداءً من أردية الإيمان ، أستره به من النار ، وأدخله به الجنة ، قال : يا الهي ، فما جزاء من شيّع الجنائز ابتغاء مرضاتك؟ قال : جزاؤه أن تشيّعه الملائكة يوم يموت إلى قبره ، وأن أصلّي على روحه في الأرواح » </w:t>
      </w:r>
      <w:r w:rsidRPr="006713DA">
        <w:rPr>
          <w:rStyle w:val="libFootnotenumChar"/>
          <w:rtl/>
        </w:rPr>
        <w:t>(7)</w:t>
      </w:r>
      <w:r>
        <w:rPr>
          <w:rtl/>
        </w:rPr>
        <w:t>.</w:t>
      </w:r>
    </w:p>
    <w:p w:rsidR="00EE1A1A" w:rsidRDefault="00EE1A1A" w:rsidP="00BB3BDA">
      <w:pPr>
        <w:pStyle w:val="libNormal"/>
        <w:rPr>
          <w:rtl/>
        </w:rPr>
      </w:pPr>
      <w:r>
        <w:rPr>
          <w:rtl/>
        </w:rPr>
        <w:t xml:space="preserve">وروي : أنّ موسى </w:t>
      </w:r>
      <w:r w:rsidR="00A80F4B" w:rsidRPr="00A80F4B">
        <w:rPr>
          <w:rStyle w:val="libAlaemChar"/>
          <w:rFonts w:hint="cs"/>
          <w:rtl/>
        </w:rPr>
        <w:t>عليه‌السلام</w:t>
      </w:r>
      <w:r>
        <w:rPr>
          <w:rtl/>
        </w:rPr>
        <w:t xml:space="preserve"> سأل ربه : « مالعائد المريض من الأجر؟ قال : أبعث له عند موته ملائكة يشيعونه إلى قبره ، ويؤانسونه إلى المحشر ، قال : يا رب فما لمعزي الثلكى من الأجر؟ قال : أظلّه تحت ظلّي ـ أي : ظلّ العرش ـ يوم لا ظلّ إلاّ ظلّي » </w:t>
      </w:r>
      <w:r w:rsidRPr="006713DA">
        <w:rPr>
          <w:rStyle w:val="libFootnotenumChar"/>
          <w:rtl/>
        </w:rPr>
        <w:t>(8)</w:t>
      </w:r>
      <w:r>
        <w:rPr>
          <w:rtl/>
        </w:rPr>
        <w:t xml:space="preserve">. </w:t>
      </w:r>
    </w:p>
    <w:p w:rsidR="00EE1A1A" w:rsidRDefault="00EE1A1A" w:rsidP="006713DA">
      <w:pPr>
        <w:pStyle w:val="libLine"/>
        <w:rPr>
          <w:rtl/>
        </w:rPr>
      </w:pPr>
      <w:r>
        <w:rPr>
          <w:rtl/>
        </w:rPr>
        <w:t>__________________</w:t>
      </w:r>
    </w:p>
    <w:p w:rsidR="00EE1A1A" w:rsidRDefault="00EE1A1A" w:rsidP="006713DA">
      <w:pPr>
        <w:pStyle w:val="libFootnote0"/>
        <w:rPr>
          <w:rtl/>
        </w:rPr>
      </w:pPr>
      <w:r>
        <w:rPr>
          <w:rtl/>
        </w:rPr>
        <w:t>1 ـ الجامع الكبير 1 : 801.</w:t>
      </w:r>
    </w:p>
    <w:p w:rsidR="00EE1A1A" w:rsidRDefault="00EE1A1A" w:rsidP="006713DA">
      <w:pPr>
        <w:pStyle w:val="libFootnote0"/>
        <w:rPr>
          <w:rtl/>
        </w:rPr>
      </w:pPr>
      <w:r>
        <w:rPr>
          <w:rtl/>
        </w:rPr>
        <w:t>2 ـ الجامع الكبير 1 : 800.</w:t>
      </w:r>
    </w:p>
    <w:p w:rsidR="00EE1A1A" w:rsidRDefault="00EE1A1A" w:rsidP="006713DA">
      <w:pPr>
        <w:pStyle w:val="libFootnote0"/>
        <w:rPr>
          <w:rtl/>
        </w:rPr>
      </w:pPr>
      <w:r>
        <w:rPr>
          <w:rtl/>
        </w:rPr>
        <w:t>3 ـ في « ح » : بردة.</w:t>
      </w:r>
    </w:p>
    <w:p w:rsidR="00EE1A1A" w:rsidRDefault="00EE1A1A" w:rsidP="006713DA">
      <w:pPr>
        <w:pStyle w:val="libFootnote0"/>
        <w:rPr>
          <w:rtl/>
        </w:rPr>
      </w:pPr>
      <w:r>
        <w:rPr>
          <w:rtl/>
        </w:rPr>
        <w:t>4 ـ سنن الترمذي 2 : 269 / 1082.</w:t>
      </w:r>
    </w:p>
    <w:p w:rsidR="00EE1A1A" w:rsidRDefault="00EE1A1A" w:rsidP="006713DA">
      <w:pPr>
        <w:pStyle w:val="libFootnote0"/>
        <w:rPr>
          <w:rtl/>
        </w:rPr>
      </w:pPr>
      <w:r>
        <w:rPr>
          <w:rtl/>
        </w:rPr>
        <w:t>5 ـ في « ح » و « ش » : من ، وما أثبتناه من الجامع الكبير.</w:t>
      </w:r>
    </w:p>
    <w:p w:rsidR="00EE1A1A" w:rsidRDefault="00EE1A1A" w:rsidP="006713DA">
      <w:pPr>
        <w:pStyle w:val="libFootnote0"/>
        <w:rPr>
          <w:rtl/>
        </w:rPr>
      </w:pPr>
      <w:r>
        <w:rPr>
          <w:rtl/>
        </w:rPr>
        <w:t>6 ـ الجامع الكبير 1 : 801.</w:t>
      </w:r>
    </w:p>
    <w:p w:rsidR="00EE1A1A" w:rsidRDefault="00EE1A1A" w:rsidP="006713DA">
      <w:pPr>
        <w:pStyle w:val="libFootnote0"/>
        <w:rPr>
          <w:rtl/>
        </w:rPr>
      </w:pPr>
      <w:r>
        <w:rPr>
          <w:rtl/>
        </w:rPr>
        <w:t>7 ـ الدر المنثور 5 : 308 ، ورواه المتقي الهندي في منتخب كنزالعمال 6 : 355 باختلاف في ألفاظه.</w:t>
      </w:r>
    </w:p>
    <w:p w:rsidR="00EE1A1A" w:rsidRDefault="00EE1A1A" w:rsidP="006713DA">
      <w:pPr>
        <w:pStyle w:val="libFootnote0"/>
        <w:rPr>
          <w:rtl/>
        </w:rPr>
      </w:pPr>
      <w:r>
        <w:rPr>
          <w:rtl/>
        </w:rPr>
        <w:t xml:space="preserve">8 ـ روى الكليني القسم الثاني من الحديث في الكافي 3 : 226 / 1 باختلاف يسير ، وروى الديلمي في </w:t>
      </w:r>
    </w:p>
    <w:p w:rsidR="00EE1A1A" w:rsidRDefault="00EE1A1A" w:rsidP="00BB3BDA">
      <w:pPr>
        <w:pStyle w:val="libNormal"/>
        <w:rPr>
          <w:rtl/>
        </w:rPr>
      </w:pPr>
      <w:r>
        <w:rPr>
          <w:rtl/>
        </w:rPr>
        <w:br w:type="page"/>
      </w:r>
      <w:r>
        <w:rPr>
          <w:rtl/>
        </w:rPr>
        <w:lastRenderedPageBreak/>
        <w:t xml:space="preserve">وروي : أنّ إبراهيم </w:t>
      </w:r>
      <w:r w:rsidR="00A80F4B" w:rsidRPr="00A80F4B">
        <w:rPr>
          <w:rStyle w:val="libAlaemChar"/>
          <w:rFonts w:hint="cs"/>
          <w:rtl/>
        </w:rPr>
        <w:t>عليه‌السلام</w:t>
      </w:r>
      <w:r>
        <w:rPr>
          <w:rtl/>
        </w:rPr>
        <w:t xml:space="preserve"> سأل ربه ، قال : « أي يا رب ماجزاء من يبلّ الدمع وجهه من خشيتك؟ قال : صلواتي ورضواني ، قال : فماجزاء من يصبّر الحزين ابتغاء وجهك؟ قال : أكسوه ثياباً من الإيمان يتبوأ بها في الجنة ، ويتّقي بها النار ، قال : فما جزاء من سدّد الأرملة ابتغاء وجهك؟ قال : اقيمه في ظلّي ، وأدخله جنتي ، قال : فما جزاء من يتبع الجنازة ابتغاء وجهك؟ قال : تصلي ملائكتي على جسده ، وتشيع روحه ». </w:t>
      </w:r>
    </w:p>
    <w:p w:rsidR="00EE1A1A" w:rsidRDefault="00EE1A1A" w:rsidP="006713DA">
      <w:pPr>
        <w:pStyle w:val="libLine"/>
        <w:rPr>
          <w:rtl/>
        </w:rPr>
      </w:pPr>
      <w:r>
        <w:rPr>
          <w:rtl/>
        </w:rPr>
        <w:t>__________________</w:t>
      </w:r>
    </w:p>
    <w:p w:rsidR="00EE1A1A" w:rsidRDefault="00EE1A1A" w:rsidP="006713DA">
      <w:pPr>
        <w:pStyle w:val="libFootnote0"/>
        <w:rPr>
          <w:rtl/>
        </w:rPr>
      </w:pPr>
      <w:r>
        <w:rPr>
          <w:rtl/>
        </w:rPr>
        <w:t xml:space="preserve">إرشاد القلوب : 43 الحديث كاملأ باختلاف في ألفاظه. </w:t>
      </w:r>
    </w:p>
    <w:p w:rsidR="00EE1A1A" w:rsidRDefault="00EE1A1A" w:rsidP="00EE1A1A">
      <w:pPr>
        <w:pStyle w:val="Heading2Center"/>
        <w:rPr>
          <w:rtl/>
        </w:rPr>
      </w:pPr>
      <w:r>
        <w:rPr>
          <w:rtl/>
        </w:rPr>
        <w:br w:type="page"/>
      </w:r>
      <w:bookmarkStart w:id="49" w:name="_Toc413069946"/>
      <w:r>
        <w:rPr>
          <w:rtl/>
        </w:rPr>
        <w:lastRenderedPageBreak/>
        <w:t>فصل</w:t>
      </w:r>
      <w:bookmarkEnd w:id="49"/>
    </w:p>
    <w:p w:rsidR="00EE1A1A" w:rsidRDefault="00EE1A1A" w:rsidP="00BB3BDA">
      <w:pPr>
        <w:pStyle w:val="libNormal"/>
        <w:rPr>
          <w:rtl/>
        </w:rPr>
      </w:pPr>
      <w:r>
        <w:rPr>
          <w:rtl/>
        </w:rPr>
        <w:t>وأما كيفيتها فقد تقدم خبر المصافحة فيها.</w:t>
      </w:r>
    </w:p>
    <w:p w:rsidR="00EE1A1A" w:rsidRDefault="00EE1A1A" w:rsidP="00BB3BDA">
      <w:pPr>
        <w:pStyle w:val="libNormal"/>
        <w:rPr>
          <w:rtl/>
        </w:rPr>
      </w:pPr>
      <w:r>
        <w:rPr>
          <w:rtl/>
        </w:rPr>
        <w:t>وأمّا ما يقال فيها فما يتفق من الكلمات ، ويروى من الأخبار المؤدية إلى السلوة ، ولا شيء مثل إيراد بعض ما تضمنته هذه الرسالة ، فإنّ فيها شفاءً لمافي الصدور ، وبلاغاً وافياً في تحقيق هذه الأمور.</w:t>
      </w:r>
    </w:p>
    <w:p w:rsidR="00EE1A1A" w:rsidRDefault="00EE1A1A" w:rsidP="00BB3BDA">
      <w:pPr>
        <w:pStyle w:val="libNormal"/>
        <w:rPr>
          <w:rtl/>
        </w:rPr>
      </w:pPr>
      <w:r>
        <w:rPr>
          <w:rtl/>
        </w:rPr>
        <w:t xml:space="preserve">وعن علي </w:t>
      </w:r>
      <w:r w:rsidR="00A80F4B" w:rsidRPr="00A80F4B">
        <w:rPr>
          <w:rStyle w:val="libAlaemChar"/>
          <w:rFonts w:hint="cs"/>
          <w:rtl/>
        </w:rPr>
        <w:t>عليه‌السلام</w:t>
      </w:r>
      <w:r>
        <w:rPr>
          <w:rtl/>
        </w:rPr>
        <w:t xml:space="preserve"> قال : « كان رسول الله </w:t>
      </w:r>
      <w:r w:rsidR="00A80F4B" w:rsidRPr="00A80F4B">
        <w:rPr>
          <w:rStyle w:val="libAlaemChar"/>
          <w:rFonts w:hint="cs"/>
          <w:rtl/>
        </w:rPr>
        <w:t>صلى‌الله‌عليه‌وآله‌وسلم</w:t>
      </w:r>
      <w:r>
        <w:rPr>
          <w:rtl/>
        </w:rPr>
        <w:t xml:space="preserve"> إذا عزّى قال : آجركم الله ورحمكم ، وإذا هنّأ قال : بارك الله لكم ، وبارك عليكم ».</w:t>
      </w:r>
    </w:p>
    <w:p w:rsidR="00EE1A1A" w:rsidRDefault="00EE1A1A" w:rsidP="00BB3BDA">
      <w:pPr>
        <w:pStyle w:val="libNormal"/>
        <w:rPr>
          <w:rtl/>
        </w:rPr>
      </w:pPr>
      <w:r>
        <w:rPr>
          <w:rtl/>
        </w:rPr>
        <w:t xml:space="preserve">وروي : أنّه توفي لمعاذ ولد ، فاشتدّ وجده عليه ، فبلغ ذلك النبي </w:t>
      </w:r>
      <w:r w:rsidR="00A80F4B" w:rsidRPr="00A80F4B">
        <w:rPr>
          <w:rStyle w:val="libAlaemChar"/>
          <w:rFonts w:hint="cs"/>
          <w:rtl/>
        </w:rPr>
        <w:t>صلى‌الله‌عليه‌وآله‌وسلم</w:t>
      </w:r>
      <w:r>
        <w:rPr>
          <w:rtl/>
        </w:rPr>
        <w:t xml:space="preserve"> ، فكتب إليه :</w:t>
      </w:r>
    </w:p>
    <w:p w:rsidR="00EE1A1A" w:rsidRDefault="00EE1A1A" w:rsidP="00BB3BDA">
      <w:pPr>
        <w:pStyle w:val="libNormal"/>
        <w:rPr>
          <w:rtl/>
        </w:rPr>
      </w:pPr>
      <w:r>
        <w:rPr>
          <w:rtl/>
        </w:rPr>
        <w:t>« بسم الله الرحمن الرحيم ، من محمد رسول الله إلى معاذ ، سلام عليك ، فإنّي أحمد الله الذي لا إله إلاّ هو.</w:t>
      </w:r>
    </w:p>
    <w:p w:rsidR="00EE1A1A" w:rsidRDefault="00EE1A1A" w:rsidP="00BB3BDA">
      <w:pPr>
        <w:pStyle w:val="libNormal"/>
        <w:rPr>
          <w:rtl/>
        </w:rPr>
      </w:pPr>
      <w:r>
        <w:rPr>
          <w:rtl/>
        </w:rPr>
        <w:t xml:space="preserve">أما بعد : أعظم الله لك الأجر ، وألهمك الصبر ، ورزقنا وإياك الشكر ، فإن أنفسنا (وأهلينا وموالينا) </w:t>
      </w:r>
      <w:r w:rsidRPr="006713DA">
        <w:rPr>
          <w:rStyle w:val="libFootnotenumChar"/>
          <w:rtl/>
        </w:rPr>
        <w:t>(1)</w:t>
      </w:r>
      <w:r>
        <w:rPr>
          <w:rtl/>
        </w:rPr>
        <w:t xml:space="preserve"> وأولادنا من مواهب الله ـ عزّوجلّ ـ الهنيئة ، وعواريه المستودعة ، نمتّع بها إلى أجل معلوم ، وتقبض لوقت معدود ، ثمّ افترض علينا الشكر إذا أعطانا ، والصبر إذا ابتلانا ، وكان ابنك من مواهب الله الهنيئة ، وعواريه المستودعة ، متّعك الله به في غبطة وسرور ، وقبضه منك بأجر كثير ، الصلاة والرحمة والهدى إن صبرت واحتسبت ، فلا تجمعن عليك مصيبتين ، فيحبط لك أجرك ، وتندم على ما فاتك ، فلو قدمت على ثواب مصيبتك ، علمت أن المصيبة قصرت في جنب الله عن الثواب ، فتنجز من الله موعوده ، وليذهب أسفك على ما هو نازل بك ، فكأن قد ، والسلام » </w:t>
      </w:r>
      <w:r w:rsidRPr="006713DA">
        <w:rPr>
          <w:rStyle w:val="libFootnotenumChar"/>
          <w:rtl/>
        </w:rPr>
        <w:t>(2)</w:t>
      </w:r>
      <w:r>
        <w:rPr>
          <w:rtl/>
        </w:rPr>
        <w:t>.</w:t>
      </w:r>
    </w:p>
    <w:p w:rsidR="00EE1A1A" w:rsidRDefault="00EE1A1A" w:rsidP="00BB3BDA">
      <w:pPr>
        <w:pStyle w:val="libNormal"/>
        <w:rPr>
          <w:rtl/>
        </w:rPr>
      </w:pPr>
      <w:r>
        <w:rPr>
          <w:rtl/>
        </w:rPr>
        <w:t xml:space="preserve">وعن أبي عبدالله جعفر بن محمد الصادق </w:t>
      </w:r>
      <w:r w:rsidR="00A80F4B" w:rsidRPr="00A80F4B">
        <w:rPr>
          <w:rStyle w:val="libAlaemChar"/>
          <w:rFonts w:hint="cs"/>
          <w:rtl/>
        </w:rPr>
        <w:t>عليهما‌السلام</w:t>
      </w:r>
      <w:r>
        <w:rPr>
          <w:rtl/>
        </w:rPr>
        <w:t xml:space="preserve"> ، عن أبيه ، عن جدّه ، قال : « لمّا توفي رسول الله </w:t>
      </w:r>
      <w:r w:rsidR="00A80F4B" w:rsidRPr="00A80F4B">
        <w:rPr>
          <w:rStyle w:val="libAlaemChar"/>
          <w:rFonts w:hint="cs"/>
          <w:rtl/>
        </w:rPr>
        <w:t>صلى‌الله‌عليه‌وآله‌وسلم</w:t>
      </w:r>
      <w:r>
        <w:rPr>
          <w:rtl/>
        </w:rPr>
        <w:t xml:space="preserve"> جاء جبرئيل </w:t>
      </w:r>
      <w:r w:rsidR="00A80F4B" w:rsidRPr="00A80F4B">
        <w:rPr>
          <w:rStyle w:val="libAlaemChar"/>
          <w:rFonts w:hint="cs"/>
          <w:rtl/>
        </w:rPr>
        <w:t>عليه‌السلام</w:t>
      </w:r>
      <w:r>
        <w:rPr>
          <w:rtl/>
        </w:rPr>
        <w:t xml:space="preserve"> ، والنبي </w:t>
      </w:r>
      <w:r w:rsidR="00A80F4B" w:rsidRPr="00A80F4B">
        <w:rPr>
          <w:rStyle w:val="libAlaemChar"/>
          <w:rFonts w:hint="cs"/>
          <w:rtl/>
        </w:rPr>
        <w:t>صلى‌الله‌عليه‌وآله‌وسلم</w:t>
      </w:r>
      <w:r>
        <w:rPr>
          <w:rtl/>
        </w:rPr>
        <w:t xml:space="preserve"> مسّجى ، وفي البيت عليّ وفاطمة والحسن والحسين </w:t>
      </w:r>
      <w:r w:rsidR="00A80F4B" w:rsidRPr="00A80F4B">
        <w:rPr>
          <w:rStyle w:val="libAlaemChar"/>
          <w:rFonts w:hint="cs"/>
          <w:rtl/>
        </w:rPr>
        <w:t>عليهم‌السلام</w:t>
      </w:r>
      <w:r>
        <w:rPr>
          <w:rtl/>
        </w:rPr>
        <w:t xml:space="preserve"> ، فقال : </w:t>
      </w:r>
    </w:p>
    <w:p w:rsidR="00EE1A1A" w:rsidRDefault="00EE1A1A" w:rsidP="006713DA">
      <w:pPr>
        <w:pStyle w:val="libLine"/>
        <w:rPr>
          <w:rtl/>
        </w:rPr>
      </w:pPr>
      <w:r>
        <w:rPr>
          <w:rtl/>
        </w:rPr>
        <w:t>__________________</w:t>
      </w:r>
    </w:p>
    <w:p w:rsidR="00EE1A1A" w:rsidRDefault="00EE1A1A" w:rsidP="006713DA">
      <w:pPr>
        <w:pStyle w:val="libFootnote0"/>
        <w:rPr>
          <w:rtl/>
        </w:rPr>
      </w:pPr>
      <w:r>
        <w:rPr>
          <w:rtl/>
        </w:rPr>
        <w:t>1 ـ في « ش » : وأهالينا وأموالنا.</w:t>
      </w:r>
    </w:p>
    <w:p w:rsidR="00EE1A1A" w:rsidRDefault="00EE1A1A" w:rsidP="006713DA">
      <w:pPr>
        <w:pStyle w:val="libFootnote0"/>
        <w:rPr>
          <w:rtl/>
        </w:rPr>
      </w:pPr>
      <w:r>
        <w:rPr>
          <w:rtl/>
        </w:rPr>
        <w:t xml:space="preserve">2 ـ روي باختلاف في ألفاظه في التعازي : 12 / 14 ، ومنتخب كنز العمال 6 : 277 ، والمستدرك على الصحيحين 3 : 273. </w:t>
      </w:r>
    </w:p>
    <w:p w:rsidR="00EE1A1A" w:rsidRDefault="00EE1A1A" w:rsidP="00BB3BDA">
      <w:pPr>
        <w:pStyle w:val="libNormal0"/>
        <w:rPr>
          <w:rtl/>
        </w:rPr>
      </w:pPr>
      <w:r>
        <w:rPr>
          <w:rtl/>
        </w:rPr>
        <w:br w:type="page"/>
      </w:r>
      <w:r>
        <w:rPr>
          <w:rtl/>
        </w:rPr>
        <w:lastRenderedPageBreak/>
        <w:t xml:space="preserve">السلام عليكم يا أهل بيت النبوة </w:t>
      </w:r>
      <w:r w:rsidRPr="006713DA">
        <w:rPr>
          <w:rStyle w:val="libFootnotenumChar"/>
          <w:rtl/>
        </w:rPr>
        <w:t>(1)</w:t>
      </w:r>
      <w:r>
        <w:rPr>
          <w:rtl/>
        </w:rPr>
        <w:t xml:space="preserve"> ( كلُّ نفس ذائقةُ الموت وإنّما توفّون اُجوركُم يوم القيامة ) </w:t>
      </w:r>
      <w:r w:rsidRPr="006713DA">
        <w:rPr>
          <w:rStyle w:val="libFootnotenumChar"/>
          <w:rtl/>
        </w:rPr>
        <w:t>(2)</w:t>
      </w:r>
      <w:r>
        <w:rPr>
          <w:rtl/>
        </w:rPr>
        <w:t xml:space="preserve"> الآية. ألا إنّ في الله عزّوجلّ عزاء من كل مصيبة ، وخلفاً من كلّ هالك ، ودركاً لما فات ، فبالله عزّوجلّ فثقوا ، وإيّاه فارجوا ، فإنّ المصاب من حرم الثواب ، هذا آخر وطئي </w:t>
      </w:r>
      <w:r w:rsidRPr="006713DA">
        <w:rPr>
          <w:rStyle w:val="libFootnotenumChar"/>
          <w:rtl/>
        </w:rPr>
        <w:t>(3)</w:t>
      </w:r>
      <w:r>
        <w:rPr>
          <w:rtl/>
        </w:rPr>
        <w:t xml:space="preserve"> من الدنيا » </w:t>
      </w:r>
      <w:r w:rsidRPr="006713DA">
        <w:rPr>
          <w:rStyle w:val="libFootnotenumChar"/>
          <w:rtl/>
        </w:rPr>
        <w:t>(4)</w:t>
      </w:r>
      <w:r>
        <w:rPr>
          <w:rtl/>
        </w:rPr>
        <w:t>.</w:t>
      </w:r>
    </w:p>
    <w:p w:rsidR="00EE1A1A" w:rsidRDefault="00EE1A1A" w:rsidP="00BB3BDA">
      <w:pPr>
        <w:pStyle w:val="libNormal"/>
        <w:rPr>
          <w:rtl/>
        </w:rPr>
      </w:pPr>
      <w:r>
        <w:rPr>
          <w:rtl/>
        </w:rPr>
        <w:t xml:space="preserve">وعن جابر بن عبدالله </w:t>
      </w:r>
      <w:r w:rsidR="00A80F4B" w:rsidRPr="00A80F4B">
        <w:rPr>
          <w:rStyle w:val="libAlaemChar"/>
          <w:rFonts w:hint="cs"/>
          <w:rtl/>
        </w:rPr>
        <w:t>رضي‌الله‌عنه</w:t>
      </w:r>
      <w:r>
        <w:rPr>
          <w:rtl/>
        </w:rPr>
        <w:t xml:space="preserve"> ، قال : لمّا توفي رسول الله </w:t>
      </w:r>
      <w:r w:rsidR="00A80F4B" w:rsidRPr="00A80F4B">
        <w:rPr>
          <w:rStyle w:val="libAlaemChar"/>
          <w:rFonts w:hint="cs"/>
          <w:rtl/>
        </w:rPr>
        <w:t>صلى‌الله‌عليه‌وآله‌وسلم</w:t>
      </w:r>
      <w:r>
        <w:rPr>
          <w:rtl/>
        </w:rPr>
        <w:t xml:space="preserve"> عزّتهم الملائكة ، يسمعون الحس ولا يرون الشخص ، فقالوا : السلام عليكم ـ أهل البيت ـ ورحمة الله وبركاته ، إنّ في الله ـ عزّوجلّ ـ عزاء من كل مصيبة ، وخلفاً من كل فائت </w:t>
      </w:r>
      <w:r w:rsidRPr="006713DA">
        <w:rPr>
          <w:rStyle w:val="libFootnotenumChar"/>
          <w:rtl/>
        </w:rPr>
        <w:t>(5)</w:t>
      </w:r>
      <w:r>
        <w:rPr>
          <w:rtl/>
        </w:rPr>
        <w:t xml:space="preserve"> ، فبالله فثقوا ، وإياه فارجوا ، فإنّما المحروم من حرم الثواب ، والسلام عليكم ورحمة الله وبركاته </w:t>
      </w:r>
      <w:r w:rsidRPr="006713DA">
        <w:rPr>
          <w:rStyle w:val="libFootnotenumChar"/>
          <w:rtl/>
        </w:rPr>
        <w:t>(6)</w:t>
      </w:r>
      <w:r>
        <w:rPr>
          <w:rtl/>
        </w:rPr>
        <w:t>.</w:t>
      </w:r>
    </w:p>
    <w:p w:rsidR="00EE1A1A" w:rsidRDefault="00EE1A1A" w:rsidP="00BB3BDA">
      <w:pPr>
        <w:pStyle w:val="libNormal"/>
        <w:rPr>
          <w:rtl/>
        </w:rPr>
      </w:pPr>
      <w:r>
        <w:rPr>
          <w:rtl/>
        </w:rPr>
        <w:t xml:space="preserve">وروى البيهقي في ( الدلائل ) قال : لمّا قبض رسول الله </w:t>
      </w:r>
      <w:r w:rsidR="00A80F4B" w:rsidRPr="00A80F4B">
        <w:rPr>
          <w:rStyle w:val="libAlaemChar"/>
          <w:rFonts w:hint="cs"/>
          <w:rtl/>
        </w:rPr>
        <w:t>صلى‌الله‌عليه‌وآله‌وسلم</w:t>
      </w:r>
      <w:r>
        <w:rPr>
          <w:rtl/>
        </w:rPr>
        <w:t xml:space="preserve"> ، أحدق به أصحابه ، فبكوا حوله ، واجتمعوا ، فدخل رجل أشهب اللحية جسيم صبيح ، فتخطّى رقابهم ، فبكى ، ثمّ التفت إلى أصحاب رسول الله </w:t>
      </w:r>
      <w:r w:rsidR="00A80F4B" w:rsidRPr="00A80F4B">
        <w:rPr>
          <w:rStyle w:val="libAlaemChar"/>
          <w:rFonts w:hint="cs"/>
          <w:rtl/>
        </w:rPr>
        <w:t>صلى‌الله‌عليه‌وآله‌وسلم</w:t>
      </w:r>
      <w:r>
        <w:rPr>
          <w:rtl/>
        </w:rPr>
        <w:t xml:space="preserve"> ، فقال : إنّ في الله عزاء من كل مصيبة ، وعوضاً من كل فائت ، وخلفاً من كل هالك ، فإلى الله فأنيبوا ، وإليه فارغبوا ، ونظره إليكم في البلاء فانظروا ، فإنّ المصاب من لم يؤجر ، وانصرف ، فقال بعضهم لبعض : تعرفون الرجل؟ فقال عليّ </w:t>
      </w:r>
      <w:r w:rsidR="00A80F4B" w:rsidRPr="00A80F4B">
        <w:rPr>
          <w:rStyle w:val="libAlaemChar"/>
          <w:rFonts w:hint="cs"/>
          <w:rtl/>
        </w:rPr>
        <w:t>عليه‌السلام</w:t>
      </w:r>
      <w:r>
        <w:rPr>
          <w:rtl/>
        </w:rPr>
        <w:t xml:space="preserve"> : « نعم ، هذا أخو رسول الله </w:t>
      </w:r>
      <w:r w:rsidR="00A80F4B" w:rsidRPr="00A80F4B">
        <w:rPr>
          <w:rStyle w:val="libAlaemChar"/>
          <w:rFonts w:hint="cs"/>
          <w:rtl/>
        </w:rPr>
        <w:t>صلى‌الله‌عليه‌وآله‌وسلم</w:t>
      </w:r>
      <w:r>
        <w:rPr>
          <w:rtl/>
        </w:rPr>
        <w:t xml:space="preserve"> ، الخضر </w:t>
      </w:r>
      <w:r w:rsidR="00A80F4B" w:rsidRPr="00A80F4B">
        <w:rPr>
          <w:rStyle w:val="libAlaemChar"/>
          <w:rFonts w:hint="cs"/>
          <w:rtl/>
        </w:rPr>
        <w:t>عليه‌السلام</w:t>
      </w:r>
      <w:r>
        <w:rPr>
          <w:rtl/>
        </w:rPr>
        <w:t xml:space="preserve"> » </w:t>
      </w:r>
      <w:r w:rsidRPr="006713DA">
        <w:rPr>
          <w:rStyle w:val="libFootnotenumChar"/>
          <w:rtl/>
        </w:rPr>
        <w:t>(7)</w:t>
      </w:r>
      <w:r>
        <w:rPr>
          <w:rtl/>
        </w:rPr>
        <w:t xml:space="preserve">. </w:t>
      </w:r>
    </w:p>
    <w:p w:rsidR="00EE1A1A" w:rsidRDefault="00EE1A1A" w:rsidP="006713DA">
      <w:pPr>
        <w:pStyle w:val="libLine"/>
        <w:rPr>
          <w:rtl/>
        </w:rPr>
      </w:pPr>
      <w:r>
        <w:rPr>
          <w:rtl/>
        </w:rPr>
        <w:t>__________________</w:t>
      </w:r>
    </w:p>
    <w:p w:rsidR="00EE1A1A" w:rsidRDefault="00EE1A1A" w:rsidP="006713DA">
      <w:pPr>
        <w:pStyle w:val="libFootnote0"/>
        <w:rPr>
          <w:rtl/>
        </w:rPr>
      </w:pPr>
      <w:r>
        <w:rPr>
          <w:rtl/>
        </w:rPr>
        <w:t>1 ـ في « ش » : الرحمة.</w:t>
      </w:r>
    </w:p>
    <w:p w:rsidR="00EE1A1A" w:rsidRDefault="00EE1A1A" w:rsidP="006713DA">
      <w:pPr>
        <w:pStyle w:val="libFootnote0"/>
        <w:rPr>
          <w:rtl/>
        </w:rPr>
      </w:pPr>
      <w:r>
        <w:rPr>
          <w:rtl/>
        </w:rPr>
        <w:t>2 ـ آل عمران 3 : 185.</w:t>
      </w:r>
    </w:p>
    <w:p w:rsidR="00EE1A1A" w:rsidRDefault="00EE1A1A" w:rsidP="006713DA">
      <w:pPr>
        <w:pStyle w:val="libFootnote0"/>
        <w:rPr>
          <w:rtl/>
        </w:rPr>
      </w:pPr>
      <w:r>
        <w:rPr>
          <w:rtl/>
        </w:rPr>
        <w:t>3 ـ في « ح » و « ش » : وطء ، وما أثبتناه من الكافي ، أي نزولي إلى الارض لإنزال الوحي.</w:t>
      </w:r>
    </w:p>
    <w:p w:rsidR="00EE1A1A" w:rsidRDefault="00EE1A1A" w:rsidP="006713DA">
      <w:pPr>
        <w:pStyle w:val="libFootnote0"/>
        <w:rPr>
          <w:rtl/>
        </w:rPr>
      </w:pPr>
      <w:r>
        <w:rPr>
          <w:rtl/>
        </w:rPr>
        <w:t>4 ـ الكافي 3 : 221 / 5 ، والبحار 82 : 96 / 47.</w:t>
      </w:r>
    </w:p>
    <w:p w:rsidR="00EE1A1A" w:rsidRDefault="00EE1A1A" w:rsidP="006713DA">
      <w:pPr>
        <w:pStyle w:val="libFootnote0"/>
        <w:rPr>
          <w:rtl/>
        </w:rPr>
      </w:pPr>
      <w:r>
        <w:rPr>
          <w:rtl/>
        </w:rPr>
        <w:t>5 ـ في « ح » : هالك.</w:t>
      </w:r>
    </w:p>
    <w:p w:rsidR="00EE1A1A" w:rsidRDefault="00EE1A1A" w:rsidP="006713DA">
      <w:pPr>
        <w:pStyle w:val="libFootnote0"/>
        <w:rPr>
          <w:rtl/>
        </w:rPr>
      </w:pPr>
      <w:r>
        <w:rPr>
          <w:rtl/>
        </w:rPr>
        <w:t xml:space="preserve">6 ـ الكافي 3 : 221 / 6 باختلاف في ألفاظه عن أبي عبدالله </w:t>
      </w:r>
      <w:r w:rsidR="00A80F4B" w:rsidRPr="00A80F4B">
        <w:rPr>
          <w:rStyle w:val="libAlaemChar"/>
          <w:rFonts w:hint="cs"/>
          <w:rtl/>
        </w:rPr>
        <w:t>عليه‌السلام</w:t>
      </w:r>
      <w:r>
        <w:rPr>
          <w:rtl/>
        </w:rPr>
        <w:t xml:space="preserve"> ، والبحار 82 : 96.</w:t>
      </w:r>
    </w:p>
    <w:p w:rsidR="00EE1A1A" w:rsidRDefault="00EE1A1A" w:rsidP="006713DA">
      <w:pPr>
        <w:pStyle w:val="libFootnote0"/>
        <w:rPr>
          <w:rtl/>
        </w:rPr>
      </w:pPr>
      <w:r>
        <w:rPr>
          <w:rtl/>
        </w:rPr>
        <w:t xml:space="preserve">7 ـ دلائل النبوة 7 : 269 ، ورواه الحاكم في مستدركه 3 : 58 ، والمجلسي في البحار 82 : 97. </w:t>
      </w:r>
    </w:p>
    <w:p w:rsidR="00EE1A1A" w:rsidRDefault="00EE1A1A" w:rsidP="00EE1A1A">
      <w:pPr>
        <w:pStyle w:val="Heading2Center"/>
        <w:rPr>
          <w:rtl/>
        </w:rPr>
      </w:pPr>
      <w:r>
        <w:rPr>
          <w:rtl/>
        </w:rPr>
        <w:br w:type="page"/>
      </w:r>
      <w:bookmarkStart w:id="50" w:name="_Toc413069947"/>
      <w:r>
        <w:rPr>
          <w:rtl/>
        </w:rPr>
        <w:lastRenderedPageBreak/>
        <w:t>فصل</w:t>
      </w:r>
      <w:bookmarkEnd w:id="50"/>
    </w:p>
    <w:p w:rsidR="00EE1A1A" w:rsidRDefault="00EE1A1A" w:rsidP="00BB3BDA">
      <w:pPr>
        <w:pStyle w:val="libNormal"/>
        <w:rPr>
          <w:rtl/>
        </w:rPr>
      </w:pPr>
      <w:r>
        <w:rPr>
          <w:rtl/>
        </w:rPr>
        <w:t xml:space="preserve">وعن ابن عباس </w:t>
      </w:r>
      <w:r w:rsidR="00A80F4B" w:rsidRPr="00A80F4B">
        <w:rPr>
          <w:rStyle w:val="libAlaemChar"/>
          <w:rFonts w:hint="cs"/>
          <w:rtl/>
        </w:rPr>
        <w:t>رضي‌الله‌عنه</w:t>
      </w:r>
      <w:r>
        <w:rPr>
          <w:rtl/>
        </w:rPr>
        <w:t xml:space="preserve"> قال : قال رسول الله </w:t>
      </w:r>
      <w:r w:rsidR="00A80F4B" w:rsidRPr="00A80F4B">
        <w:rPr>
          <w:rStyle w:val="libAlaemChar"/>
          <w:rFonts w:hint="cs"/>
          <w:rtl/>
        </w:rPr>
        <w:t>صلى‌الله‌عليه‌وآله‌وسلم</w:t>
      </w:r>
      <w:r>
        <w:rPr>
          <w:rtl/>
        </w:rPr>
        <w:t xml:space="preserve"> : « إذا أصاب أحدكم مصيبة فليذكر مصيبته بي ، فإنّها من أعظم المصائب » </w:t>
      </w:r>
      <w:r w:rsidRPr="006713DA">
        <w:rPr>
          <w:rStyle w:val="libFootnotenumChar"/>
          <w:rtl/>
        </w:rPr>
        <w:t>(1)</w:t>
      </w:r>
      <w:r>
        <w:rPr>
          <w:rtl/>
        </w:rPr>
        <w:t>.</w:t>
      </w:r>
    </w:p>
    <w:p w:rsidR="00EE1A1A" w:rsidRDefault="00EE1A1A" w:rsidP="00BB3BDA">
      <w:pPr>
        <w:pStyle w:val="libNormal"/>
        <w:rPr>
          <w:rtl/>
        </w:rPr>
      </w:pPr>
      <w:r>
        <w:rPr>
          <w:rtl/>
        </w:rPr>
        <w:t xml:space="preserve">وعنه </w:t>
      </w:r>
      <w:r w:rsidR="00A80F4B" w:rsidRPr="00A80F4B">
        <w:rPr>
          <w:rStyle w:val="libAlaemChar"/>
          <w:rFonts w:hint="cs"/>
          <w:rtl/>
        </w:rPr>
        <w:t>صلى‌الله‌عليه‌وآله‌وسلم</w:t>
      </w:r>
      <w:r>
        <w:rPr>
          <w:rtl/>
        </w:rPr>
        <w:t xml:space="preserve"> : « من عظمت مصيبته فليذكر مصيبته بي ، فإنّها ستهون عليه ».</w:t>
      </w:r>
    </w:p>
    <w:p w:rsidR="00EE1A1A" w:rsidRDefault="00EE1A1A" w:rsidP="00BB3BDA">
      <w:pPr>
        <w:pStyle w:val="libNormal"/>
        <w:rPr>
          <w:rtl/>
        </w:rPr>
      </w:pPr>
      <w:r>
        <w:rPr>
          <w:rtl/>
        </w:rPr>
        <w:t xml:space="preserve">وعنه </w:t>
      </w:r>
      <w:r w:rsidR="00A80F4B" w:rsidRPr="00A80F4B">
        <w:rPr>
          <w:rStyle w:val="libAlaemChar"/>
          <w:rFonts w:hint="cs"/>
          <w:rtl/>
        </w:rPr>
        <w:t>صلى‌الله‌عليه‌وآله‌وسلم</w:t>
      </w:r>
      <w:r>
        <w:rPr>
          <w:rtl/>
        </w:rPr>
        <w:t xml:space="preserve"> ، إنّه قال في مرض موته : « أيّها الناس ، أيّما عبد من امّتي اُصيب بمصيبة من بعدي فليتعزّ بمصيبته بي عن المصيبة التي تصيبه بغيري ، فإنّ أحداً من اُمتي لن يصاب بمصيبة بعدي أشد عليه من مصييبتي » </w:t>
      </w:r>
      <w:r w:rsidRPr="006713DA">
        <w:rPr>
          <w:rStyle w:val="libFootnotenumChar"/>
          <w:rtl/>
        </w:rPr>
        <w:t>(2)</w:t>
      </w:r>
      <w:r>
        <w:rPr>
          <w:rtl/>
        </w:rPr>
        <w:t>.</w:t>
      </w:r>
    </w:p>
    <w:p w:rsidR="00EE1A1A" w:rsidRDefault="00EE1A1A" w:rsidP="00BB3BDA">
      <w:pPr>
        <w:pStyle w:val="libNormal"/>
        <w:rPr>
          <w:rtl/>
        </w:rPr>
      </w:pPr>
      <w:r>
        <w:rPr>
          <w:rtl/>
        </w:rPr>
        <w:t xml:space="preserve">وعن عبدالله بن الوليد بإسناده ، لمّا اُصيب عليّ </w:t>
      </w:r>
      <w:r w:rsidR="00A80F4B" w:rsidRPr="00A80F4B">
        <w:rPr>
          <w:rStyle w:val="libAlaemChar"/>
          <w:rFonts w:hint="cs"/>
          <w:rtl/>
        </w:rPr>
        <w:t>عليه‌السلام</w:t>
      </w:r>
      <w:r>
        <w:rPr>
          <w:rtl/>
        </w:rPr>
        <w:t xml:space="preserve"> بعثني الحسن إلى الحسين </w:t>
      </w:r>
      <w:r w:rsidR="00A80F4B" w:rsidRPr="00A80F4B">
        <w:rPr>
          <w:rStyle w:val="libAlaemChar"/>
          <w:rFonts w:hint="cs"/>
          <w:rtl/>
        </w:rPr>
        <w:t>عليهما‌السلام</w:t>
      </w:r>
      <w:r>
        <w:rPr>
          <w:rtl/>
        </w:rPr>
        <w:t xml:space="preserve"> ، وهو بالمدائن ، فلمّا قرأ الكتاب قال : « يا لها من مصيبة ، ما أعظمها! مع أنّ رسول الله </w:t>
      </w:r>
      <w:r w:rsidR="00A80F4B" w:rsidRPr="00A80F4B">
        <w:rPr>
          <w:rStyle w:val="libAlaemChar"/>
          <w:rFonts w:hint="cs"/>
          <w:rtl/>
        </w:rPr>
        <w:t>صلى‌الله‌عليه‌وآله‌وسلم</w:t>
      </w:r>
      <w:r>
        <w:rPr>
          <w:rtl/>
        </w:rPr>
        <w:t xml:space="preserve"> قال : من أصيب منكم بمصيبة فليذكر مصابي ، فإنّه لن يصاب بمصيبة أعظم منها » </w:t>
      </w:r>
      <w:r w:rsidRPr="006713DA">
        <w:rPr>
          <w:rStyle w:val="libFootnotenumChar"/>
          <w:rtl/>
        </w:rPr>
        <w:t>(3)</w:t>
      </w:r>
      <w:r>
        <w:rPr>
          <w:rtl/>
        </w:rPr>
        <w:t>.</w:t>
      </w:r>
    </w:p>
    <w:p w:rsidR="00EE1A1A" w:rsidRDefault="00EE1A1A" w:rsidP="00BB3BDA">
      <w:pPr>
        <w:pStyle w:val="libNormal"/>
        <w:rPr>
          <w:rtl/>
        </w:rPr>
      </w:pPr>
      <w:r>
        <w:rPr>
          <w:rtl/>
        </w:rPr>
        <w:t xml:space="preserve">وروى إسحاق بن عمار ، عن الصادق </w:t>
      </w:r>
      <w:r w:rsidR="00A80F4B" w:rsidRPr="00A80F4B">
        <w:rPr>
          <w:rStyle w:val="libAlaemChar"/>
          <w:rFonts w:hint="cs"/>
          <w:rtl/>
        </w:rPr>
        <w:t>عليه‌السلام</w:t>
      </w:r>
      <w:r>
        <w:rPr>
          <w:rtl/>
        </w:rPr>
        <w:t xml:space="preserve"> ، أنّه قال : « يا إسحاق ، لا تعدن مصيبة أعطيت عليها الصبر ، واستوجبت عليها من الله عزّ وجلّ الثواب ، إنّما المصيبة التي يحرم صاحبها أجرها وثوابها ، إذا لم يصبر عند نزولها » </w:t>
      </w:r>
      <w:r w:rsidRPr="006713DA">
        <w:rPr>
          <w:rStyle w:val="libFootnotenumChar"/>
          <w:rtl/>
        </w:rPr>
        <w:t>(4)</w:t>
      </w:r>
      <w:r>
        <w:rPr>
          <w:rtl/>
        </w:rPr>
        <w:t>.</w:t>
      </w:r>
    </w:p>
    <w:p w:rsidR="00EE1A1A" w:rsidRDefault="00EE1A1A" w:rsidP="00BB3BDA">
      <w:pPr>
        <w:pStyle w:val="libNormal"/>
        <w:rPr>
          <w:rtl/>
        </w:rPr>
      </w:pPr>
      <w:r>
        <w:rPr>
          <w:rtl/>
        </w:rPr>
        <w:t xml:space="preserve">وعن أبي ميسرة </w:t>
      </w:r>
      <w:r w:rsidRPr="006713DA">
        <w:rPr>
          <w:rStyle w:val="libFootnotenumChar"/>
          <w:rtl/>
        </w:rPr>
        <w:t>(5)</w:t>
      </w:r>
      <w:r>
        <w:rPr>
          <w:rtl/>
        </w:rPr>
        <w:t xml:space="preserve"> قال : كنّا عند أبي عبدالله </w:t>
      </w:r>
      <w:r w:rsidR="00A80F4B" w:rsidRPr="00A80F4B">
        <w:rPr>
          <w:rStyle w:val="libAlaemChar"/>
          <w:rFonts w:hint="cs"/>
          <w:rtl/>
        </w:rPr>
        <w:t>عليه‌السلام</w:t>
      </w:r>
      <w:r>
        <w:rPr>
          <w:rtl/>
        </w:rPr>
        <w:t xml:space="preserve"> : فجاء رجل وشكا إليه مصيبته ، فقال له : « أما إنّك إن تصبر تؤجر ، وإلاّ تصبر يمضي عليك قدالله عزّوجلّ الذي قدر عليك (وأنت مذموم) </w:t>
      </w:r>
      <w:r w:rsidRPr="006713DA">
        <w:rPr>
          <w:rStyle w:val="libFootnotenumChar"/>
          <w:rtl/>
        </w:rPr>
        <w:t>(6)</w:t>
      </w:r>
      <w:r>
        <w:rPr>
          <w:rtl/>
        </w:rPr>
        <w:t xml:space="preserve"> » </w:t>
      </w:r>
      <w:r w:rsidRPr="006713DA">
        <w:rPr>
          <w:rStyle w:val="libFootnotenumChar"/>
          <w:rtl/>
        </w:rPr>
        <w:t>(7)</w:t>
      </w:r>
      <w:r>
        <w:rPr>
          <w:rtl/>
        </w:rPr>
        <w:t xml:space="preserve">. </w:t>
      </w:r>
    </w:p>
    <w:p w:rsidR="00EE1A1A" w:rsidRDefault="00EE1A1A" w:rsidP="006713DA">
      <w:pPr>
        <w:pStyle w:val="libLine"/>
        <w:rPr>
          <w:rtl/>
        </w:rPr>
      </w:pPr>
      <w:r>
        <w:rPr>
          <w:rtl/>
        </w:rPr>
        <w:t>__________________</w:t>
      </w:r>
    </w:p>
    <w:p w:rsidR="00EE1A1A" w:rsidRDefault="00EE1A1A" w:rsidP="006713DA">
      <w:pPr>
        <w:pStyle w:val="libFootnote0"/>
        <w:rPr>
          <w:rtl/>
        </w:rPr>
      </w:pPr>
      <w:r>
        <w:rPr>
          <w:rtl/>
        </w:rPr>
        <w:t xml:space="preserve">1 ـ الكافي 3 : 220 / 1 باختلاف في ألفاظه عن أبي عبدالله </w:t>
      </w:r>
      <w:r w:rsidR="00A80F4B" w:rsidRPr="00A80F4B">
        <w:rPr>
          <w:rStyle w:val="libAlaemChar"/>
          <w:rFonts w:hint="cs"/>
          <w:rtl/>
        </w:rPr>
        <w:t>عليه‌السلام</w:t>
      </w:r>
      <w:r>
        <w:rPr>
          <w:rtl/>
        </w:rPr>
        <w:t xml:space="preserve"> ، الجامع الكبير 1 : 41 ، الجامع الصغير 1 : 72.</w:t>
      </w:r>
    </w:p>
    <w:p w:rsidR="00EE1A1A" w:rsidRDefault="00EE1A1A" w:rsidP="006713DA">
      <w:pPr>
        <w:pStyle w:val="libFootnote0"/>
        <w:rPr>
          <w:rtl/>
        </w:rPr>
      </w:pPr>
      <w:r>
        <w:rPr>
          <w:rtl/>
        </w:rPr>
        <w:t>2 ـ الجامع الكبير 1 : 372 باختلاف في ألفاظه ، والبحار 82 : 143.</w:t>
      </w:r>
    </w:p>
    <w:p w:rsidR="00EE1A1A" w:rsidRDefault="00EE1A1A" w:rsidP="006713DA">
      <w:pPr>
        <w:pStyle w:val="libFootnote0"/>
        <w:rPr>
          <w:rtl/>
        </w:rPr>
      </w:pPr>
      <w:r>
        <w:rPr>
          <w:rtl/>
        </w:rPr>
        <w:t>3 ـ الكافي 3 : 220 / 3 باختلاف يسير ، والبحار 82 : 143.</w:t>
      </w:r>
    </w:p>
    <w:p w:rsidR="00EE1A1A" w:rsidRDefault="00EE1A1A" w:rsidP="006713DA">
      <w:pPr>
        <w:pStyle w:val="libFootnote0"/>
        <w:rPr>
          <w:rtl/>
        </w:rPr>
      </w:pPr>
      <w:r>
        <w:rPr>
          <w:rtl/>
        </w:rPr>
        <w:t>4 ـ الكافي 3 : 224 / 7 ، والبحار 82 : 144.</w:t>
      </w:r>
    </w:p>
    <w:p w:rsidR="00EE1A1A" w:rsidRDefault="00EE1A1A" w:rsidP="006713DA">
      <w:pPr>
        <w:pStyle w:val="libFootnote0"/>
        <w:rPr>
          <w:rtl/>
        </w:rPr>
      </w:pPr>
      <w:r>
        <w:rPr>
          <w:rtl/>
        </w:rPr>
        <w:t>5 ـ في الكافي الفضيل بن ميسر.</w:t>
      </w:r>
    </w:p>
    <w:p w:rsidR="00EE1A1A" w:rsidRDefault="00EE1A1A" w:rsidP="006713DA">
      <w:pPr>
        <w:pStyle w:val="libFootnote0"/>
        <w:rPr>
          <w:rtl/>
        </w:rPr>
      </w:pPr>
      <w:r>
        <w:rPr>
          <w:rtl/>
        </w:rPr>
        <w:t>6 ـ ليس في « ش ».</w:t>
      </w:r>
    </w:p>
    <w:p w:rsidR="00EE1A1A" w:rsidRDefault="00EE1A1A" w:rsidP="006713DA">
      <w:pPr>
        <w:pStyle w:val="libFootnote0"/>
        <w:rPr>
          <w:rtl/>
        </w:rPr>
      </w:pPr>
      <w:r>
        <w:rPr>
          <w:rtl/>
        </w:rPr>
        <w:t>7 ـ الكافي 3 : 225 / 10 باختلاف يسير ، والبحار 82 : 142.</w:t>
      </w:r>
    </w:p>
    <w:p w:rsidR="00EE1A1A" w:rsidRDefault="00EE1A1A" w:rsidP="00BB3BDA">
      <w:pPr>
        <w:pStyle w:val="libNormal"/>
        <w:rPr>
          <w:rtl/>
        </w:rPr>
      </w:pPr>
      <w:r>
        <w:rPr>
          <w:rtl/>
        </w:rPr>
        <w:br w:type="page"/>
      </w:r>
      <w:r>
        <w:rPr>
          <w:rtl/>
        </w:rPr>
        <w:lastRenderedPageBreak/>
        <w:t xml:space="preserve">وعن جابر </w:t>
      </w:r>
      <w:r w:rsidR="00A80F4B" w:rsidRPr="00A80F4B">
        <w:rPr>
          <w:rStyle w:val="libAlaemChar"/>
          <w:rFonts w:hint="cs"/>
          <w:rtl/>
        </w:rPr>
        <w:t>رضي‌الله‌عنه</w:t>
      </w:r>
      <w:r>
        <w:rPr>
          <w:rtl/>
        </w:rPr>
        <w:t xml:space="preserve"> قال : رسول الله </w:t>
      </w:r>
      <w:r w:rsidR="00A80F4B" w:rsidRPr="00A80F4B">
        <w:rPr>
          <w:rStyle w:val="libAlaemChar"/>
          <w:rFonts w:hint="cs"/>
          <w:rtl/>
        </w:rPr>
        <w:t>صلى‌الله‌عليه‌وآله‌وسلم</w:t>
      </w:r>
      <w:r>
        <w:rPr>
          <w:rtl/>
        </w:rPr>
        <w:t xml:space="preserve"> : « قال لي جبرئيل </w:t>
      </w:r>
      <w:r w:rsidR="00A80F4B" w:rsidRPr="00A80F4B">
        <w:rPr>
          <w:rStyle w:val="libAlaemChar"/>
          <w:rFonts w:hint="cs"/>
          <w:rtl/>
        </w:rPr>
        <w:t>عليه‌السلام</w:t>
      </w:r>
      <w:r>
        <w:rPr>
          <w:rtl/>
        </w:rPr>
        <w:t xml:space="preserve"> ، يا محمد ، عش ماشئت فإنّك ميت ، وأجبب من شئت فإنّك مفارقه ، واعمل ماشئت فإنّك ملاقيه » </w:t>
      </w:r>
      <w:r w:rsidRPr="006713DA">
        <w:rPr>
          <w:rStyle w:val="libFootnotenumChar"/>
          <w:rtl/>
        </w:rPr>
        <w:t>(1)</w:t>
      </w:r>
      <w:r>
        <w:rPr>
          <w:rtl/>
        </w:rPr>
        <w:t>.</w:t>
      </w:r>
    </w:p>
    <w:p w:rsidR="00EE1A1A" w:rsidRDefault="00EE1A1A" w:rsidP="00BB3BDA">
      <w:pPr>
        <w:pStyle w:val="libNormal"/>
        <w:rPr>
          <w:rtl/>
        </w:rPr>
      </w:pPr>
      <w:r>
        <w:rPr>
          <w:rtl/>
        </w:rPr>
        <w:t>وروي : أنه كان في بني إسرائيل رجل فقيه عابد عالم مجتهد ، وكانت له امرأة ، وكان بها معجباً ، فماتت فوجدعليها وجداً شديداً ، حتى خلا في بيت وأغلق على نفسه واحتجب عن الناس فلم يكن يدخل عليه أحد.</w:t>
      </w:r>
    </w:p>
    <w:p w:rsidR="00EE1A1A" w:rsidRDefault="00EE1A1A" w:rsidP="00BB3BDA">
      <w:pPr>
        <w:pStyle w:val="libNormal"/>
        <w:rPr>
          <w:rtl/>
        </w:rPr>
      </w:pPr>
      <w:r>
        <w:rPr>
          <w:rtl/>
        </w:rPr>
        <w:t xml:space="preserve">ثم إنّ امرأة من بني إسرائيل سمعت به ، فجاءته فقالت : لي إليه حاجة استفتيه فيها ، ليس يجزيني إلاّ أن أشافهه بها ، فذهب الناس ، ولزمت الباب ، فأخبر ، فأذن لها ، فقال ـ ت : أستفتيك في أمر ، فقال : ماهو؟ قال ـ ت : إنّي استعرت من جارة لي حلياً ، فكنت ألبسه زماناً ، ثمّ إنهم أرسلوا إليّ فيه ، أفأرده إليهم؟ قال : نعم ، قالت : والله إنّه قد مكث عندي زماناً طويلأ </w:t>
      </w:r>
      <w:r w:rsidRPr="006713DA">
        <w:rPr>
          <w:rStyle w:val="libFootnotenumChar"/>
          <w:rtl/>
        </w:rPr>
        <w:t>(2)</w:t>
      </w:r>
      <w:r>
        <w:rPr>
          <w:rtl/>
        </w:rPr>
        <w:t xml:space="preserve"> ، قال : ذاك أحقّ لردّك إياه ، فقالت له : رحمك الله ، أفتأسف على ماأعارك الله عزّوجلّ ، ثمّ أخذه منك ، وهو أحقّ به منك؟ فأبصر ما كان فيه ، ونفعه الله بقولها </w:t>
      </w:r>
      <w:r w:rsidRPr="006713DA">
        <w:rPr>
          <w:rStyle w:val="libFootnotenumChar"/>
          <w:rtl/>
        </w:rPr>
        <w:t>(3)</w:t>
      </w:r>
      <w:r>
        <w:rPr>
          <w:rtl/>
        </w:rPr>
        <w:t>.</w:t>
      </w:r>
    </w:p>
    <w:p w:rsidR="00EE1A1A" w:rsidRDefault="00EE1A1A" w:rsidP="00BB3BDA">
      <w:pPr>
        <w:pStyle w:val="libNormal"/>
        <w:rPr>
          <w:rtl/>
        </w:rPr>
      </w:pPr>
      <w:bookmarkStart w:id="51" w:name="_Toc413069948"/>
      <w:r w:rsidRPr="00497EF7">
        <w:rPr>
          <w:rStyle w:val="Heading2Char"/>
          <w:rtl/>
        </w:rPr>
        <w:t>و</w:t>
      </w:r>
      <w:bookmarkEnd w:id="51"/>
      <w:r>
        <w:rPr>
          <w:rtl/>
        </w:rPr>
        <w:t xml:space="preserve">عن أبي الدرداء قال : كان لسليمان بن داود </w:t>
      </w:r>
      <w:r w:rsidR="00A80F4B" w:rsidRPr="00A80F4B">
        <w:rPr>
          <w:rStyle w:val="libAlaemChar"/>
          <w:rFonts w:hint="cs"/>
          <w:rtl/>
        </w:rPr>
        <w:t>عليهما‌السلام</w:t>
      </w:r>
      <w:r>
        <w:rPr>
          <w:rtl/>
        </w:rPr>
        <w:t xml:space="preserve"> ابن يحبه حباً شديداً ، فمات فحزن عليه حزناً شديداً ، فبعث الله ـ تعالى ـ إليه ملكين في هيئة البشر ، فقال : « ما أنتما؟ قالا : خصمان ، قال : اجلسا بمنزلة الخصوم ، فقال : أحدهما : إني زرعت زرعاً فأتى هذا فأفسده ، فقال سليمان </w:t>
      </w:r>
      <w:r w:rsidR="00A80F4B" w:rsidRPr="00A80F4B">
        <w:rPr>
          <w:rStyle w:val="libAlaemChar"/>
          <w:rFonts w:hint="cs"/>
          <w:rtl/>
        </w:rPr>
        <w:t>عليه‌السلام</w:t>
      </w:r>
      <w:r>
        <w:rPr>
          <w:rtl/>
        </w:rPr>
        <w:t xml:space="preserve"> : ما يقول هذا؟ قال : أصلحك الله إنه زرع في الطريق ، وإنّي مررت به فنظرت يميناً وشمالاً فإذا الزرع ، فركبت قارعة الطريق ، فكان في ذلك فساد زرعه ، فقال سليمان </w:t>
      </w:r>
      <w:r w:rsidR="00A80F4B" w:rsidRPr="00A80F4B">
        <w:rPr>
          <w:rStyle w:val="libAlaemChar"/>
          <w:rFonts w:hint="cs"/>
          <w:rtl/>
        </w:rPr>
        <w:t>عليه‌السلام</w:t>
      </w:r>
      <w:r>
        <w:rPr>
          <w:rtl/>
        </w:rPr>
        <w:t xml:space="preserve"> ، ماحملك على أن تزرع في الطريق ، أما علمت أنّ الطريق سبيل الناس ، ولابدّ للناس من أن يسلكوا سبيلهم؟ فقال له أحد الملكين : أو ماعلمت ـ يا سليمان ـ أنّ الموت سبيل الناس ، ولا بدّ للناس من أن يسلكوا سبيلهم؟ » قال : فكأنّما كشف عن سليمان </w:t>
      </w:r>
      <w:r w:rsidR="00A80F4B" w:rsidRPr="00A80F4B">
        <w:rPr>
          <w:rStyle w:val="libAlaemChar"/>
          <w:rFonts w:hint="cs"/>
          <w:rtl/>
        </w:rPr>
        <w:t>عليه‌السلام</w:t>
      </w:r>
      <w:r>
        <w:rPr>
          <w:rtl/>
        </w:rPr>
        <w:t xml:space="preserve"> الغطاء ، ولم يجزع على ولده بعد ذلك.</w:t>
      </w:r>
    </w:p>
    <w:p w:rsidR="00EE1A1A" w:rsidRDefault="00EE1A1A" w:rsidP="00BB3BDA">
      <w:pPr>
        <w:pStyle w:val="libNormal"/>
        <w:rPr>
          <w:rtl/>
        </w:rPr>
      </w:pPr>
      <w:r>
        <w:rPr>
          <w:rtl/>
        </w:rPr>
        <w:t xml:space="preserve">رواه ابن أبي الدنيا </w:t>
      </w:r>
      <w:r w:rsidRPr="006713DA">
        <w:rPr>
          <w:rStyle w:val="libFootnotenumChar"/>
          <w:rtl/>
        </w:rPr>
        <w:t>(4)</w:t>
      </w:r>
      <w:r>
        <w:rPr>
          <w:rtl/>
        </w:rPr>
        <w:t xml:space="preserve">. </w:t>
      </w:r>
    </w:p>
    <w:p w:rsidR="00EE1A1A" w:rsidRDefault="00EE1A1A" w:rsidP="006713DA">
      <w:pPr>
        <w:pStyle w:val="libFootnote0"/>
        <w:rPr>
          <w:rtl/>
        </w:rPr>
      </w:pPr>
      <w:r>
        <w:rPr>
          <w:rtl/>
        </w:rPr>
        <w:t>____________</w:t>
      </w:r>
    </w:p>
    <w:p w:rsidR="00EE1A1A" w:rsidRDefault="00EE1A1A" w:rsidP="006713DA">
      <w:pPr>
        <w:pStyle w:val="libFootnote0"/>
        <w:rPr>
          <w:rtl/>
        </w:rPr>
      </w:pPr>
      <w:r>
        <w:rPr>
          <w:rtl/>
        </w:rPr>
        <w:t>1 ـ الفقيه 1 : 298 / 1363 مرسلأ ، الجامع الصغير 2 : 248 / 6077 ، والبحار 82 : 144.</w:t>
      </w:r>
    </w:p>
    <w:p w:rsidR="00EE1A1A" w:rsidRDefault="00EE1A1A" w:rsidP="006713DA">
      <w:pPr>
        <w:pStyle w:val="libFootnote0"/>
        <w:rPr>
          <w:rtl/>
        </w:rPr>
      </w:pPr>
      <w:r>
        <w:rPr>
          <w:rtl/>
        </w:rPr>
        <w:t>2 ـ ليس في « ش ».</w:t>
      </w:r>
    </w:p>
    <w:p w:rsidR="00EE1A1A" w:rsidRDefault="00EE1A1A" w:rsidP="006713DA">
      <w:pPr>
        <w:pStyle w:val="libFootnote0"/>
        <w:rPr>
          <w:rtl/>
        </w:rPr>
      </w:pPr>
      <w:r>
        <w:rPr>
          <w:rtl/>
        </w:rPr>
        <w:t>3 ـ الموطأ 1 : 237 باختلاف في الفاظه ، والبحار 82 : 154.</w:t>
      </w:r>
    </w:p>
    <w:p w:rsidR="00EE1A1A" w:rsidRDefault="00EE1A1A" w:rsidP="006713DA">
      <w:pPr>
        <w:pStyle w:val="libFootnote0"/>
        <w:rPr>
          <w:rtl/>
        </w:rPr>
      </w:pPr>
      <w:r>
        <w:rPr>
          <w:rtl/>
        </w:rPr>
        <w:t xml:space="preserve">4 ـ أخرجه المجلسي في البحار 82 : 154. </w:t>
      </w:r>
    </w:p>
    <w:p w:rsidR="00EE1A1A" w:rsidRDefault="00EE1A1A" w:rsidP="00BB3BDA">
      <w:pPr>
        <w:pStyle w:val="libNormal"/>
        <w:rPr>
          <w:rtl/>
        </w:rPr>
      </w:pPr>
      <w:r>
        <w:rPr>
          <w:rtl/>
        </w:rPr>
        <w:br w:type="page"/>
      </w:r>
      <w:r>
        <w:rPr>
          <w:rtl/>
        </w:rPr>
        <w:lastRenderedPageBreak/>
        <w:t xml:space="preserve">وروي أيضا : أنّ قاضياً كان في بني إسرائيل مات له ابن فجزع عليه وساح ، فلقيه رجلان فقالا له : اقض بيننا ، فقال : من هذا فررت ، فقال أحدهما : إنّ هذا مرّ بغنمه على زرعي فأفسده ، فقال الآخر : إنّ هذا زرع بين الجبل والنهر ، ولم يكن لي طريق غيره ، فقال له القاضي : أنت حين زرعت بين الجبل والنهر ، ألم تعلم أنّه طريق الناس؟ فقال له الرجل : فأنت حين ولد لك ، ألم تعلم أنّه يموت؟ فارجع إلى قضائك ، ثم عرجا ، وكانا ملكين </w:t>
      </w:r>
      <w:r w:rsidRPr="006713DA">
        <w:rPr>
          <w:rStyle w:val="libFootnotenumChar"/>
          <w:rtl/>
        </w:rPr>
        <w:t>(1)</w:t>
      </w:r>
      <w:r>
        <w:rPr>
          <w:rtl/>
        </w:rPr>
        <w:t>.</w:t>
      </w:r>
    </w:p>
    <w:p w:rsidR="00EE1A1A" w:rsidRDefault="00EE1A1A" w:rsidP="00F872FA">
      <w:pPr>
        <w:pStyle w:val="libNormal"/>
        <w:rPr>
          <w:rtl/>
        </w:rPr>
      </w:pPr>
      <w:r>
        <w:rPr>
          <w:rtl/>
        </w:rPr>
        <w:t xml:space="preserve">وروي : أنه كان بمكة مقعدان ، كان لهما ابن شاب ، فكان إذا أصبح نقلهما فأتى بهما المسجد ، فكان يكتسب عليهما يومه ، فإذا كان المساء احتملهما وأقبل بهما منزله ، فافتقدهما النبيّ </w:t>
      </w:r>
      <w:r w:rsidR="00F872FA" w:rsidRPr="00A80F4B">
        <w:rPr>
          <w:rStyle w:val="libAlaemChar"/>
          <w:rFonts w:hint="cs"/>
          <w:rtl/>
        </w:rPr>
        <w:t>صلى‌الله‌عليه‌وآله‌وسلم</w:t>
      </w:r>
      <w:r w:rsidR="00F872FA">
        <w:rPr>
          <w:rtl/>
        </w:rPr>
        <w:t xml:space="preserve"> </w:t>
      </w:r>
      <w:r>
        <w:rPr>
          <w:rtl/>
        </w:rPr>
        <w:t xml:space="preserve">، فسأل عنهما ، فقيل : مات ابنهما ، فقال رسول الله </w:t>
      </w:r>
      <w:r w:rsidR="00A80F4B" w:rsidRPr="00A80F4B">
        <w:rPr>
          <w:rStyle w:val="libAlaemChar"/>
          <w:rFonts w:hint="cs"/>
          <w:rtl/>
        </w:rPr>
        <w:t>صلى‌الله‌عليه‌وآله‌وسلم</w:t>
      </w:r>
      <w:r>
        <w:rPr>
          <w:rtl/>
        </w:rPr>
        <w:t xml:space="preserve"> : « لوترك أحد لأحد لترك ابن المقعدين » </w:t>
      </w:r>
      <w:r w:rsidRPr="006713DA">
        <w:rPr>
          <w:rStyle w:val="libFootnotenumChar"/>
          <w:rtl/>
        </w:rPr>
        <w:t>(2)</w:t>
      </w:r>
      <w:r>
        <w:rPr>
          <w:rtl/>
        </w:rPr>
        <w:t>.</w:t>
      </w:r>
    </w:p>
    <w:p w:rsidR="00EE1A1A" w:rsidRDefault="00EE1A1A" w:rsidP="00BB3BDA">
      <w:pPr>
        <w:pStyle w:val="libNormal"/>
        <w:rPr>
          <w:rtl/>
        </w:rPr>
      </w:pPr>
      <w:r>
        <w:rPr>
          <w:rtl/>
        </w:rPr>
        <w:t>رواه الطبراني.</w:t>
      </w:r>
    </w:p>
    <w:p w:rsidR="00EE1A1A" w:rsidRDefault="00EE1A1A" w:rsidP="00BB3BDA">
      <w:pPr>
        <w:pStyle w:val="libNormal"/>
        <w:rPr>
          <w:rtl/>
        </w:rPr>
      </w:pPr>
      <w:r>
        <w:rPr>
          <w:rtl/>
        </w:rPr>
        <w:t>وروى ابن أبي الدنيا : « لوترك شيء لحاجة أوفاقة ، لترك الهذيل لأبويه ».</w:t>
      </w:r>
    </w:p>
    <w:p w:rsidR="00EE1A1A" w:rsidRDefault="00EE1A1A" w:rsidP="00BB3BDA">
      <w:pPr>
        <w:pStyle w:val="libNormal"/>
        <w:rPr>
          <w:rtl/>
        </w:rPr>
      </w:pPr>
      <w:r>
        <w:rPr>
          <w:rtl/>
        </w:rPr>
        <w:t xml:space="preserve">وروي عن بعض العابدات ، أنّها قالت : ما أصابتني مصيبة فأذكر معها النار ، إلاّ صارت في عيني أصغر من التراب. </w:t>
      </w:r>
    </w:p>
    <w:p w:rsidR="00EE1A1A" w:rsidRDefault="00EE1A1A" w:rsidP="006713DA">
      <w:pPr>
        <w:pStyle w:val="libLine"/>
        <w:rPr>
          <w:rtl/>
        </w:rPr>
      </w:pPr>
      <w:r>
        <w:rPr>
          <w:rtl/>
        </w:rPr>
        <w:t>__________________</w:t>
      </w:r>
    </w:p>
    <w:p w:rsidR="00EE1A1A" w:rsidRDefault="00EE1A1A" w:rsidP="006713DA">
      <w:pPr>
        <w:pStyle w:val="libFootnote0"/>
        <w:rPr>
          <w:rtl/>
        </w:rPr>
      </w:pPr>
      <w:r>
        <w:rPr>
          <w:rtl/>
        </w:rPr>
        <w:t>1 ـ أخرجه المجلسي في البحار 82 : 155.</w:t>
      </w:r>
    </w:p>
    <w:p w:rsidR="00EE1A1A" w:rsidRDefault="00EE1A1A" w:rsidP="006713DA">
      <w:pPr>
        <w:pStyle w:val="libFootnote0"/>
        <w:rPr>
          <w:rtl/>
        </w:rPr>
      </w:pPr>
      <w:r>
        <w:rPr>
          <w:rtl/>
        </w:rPr>
        <w:t xml:space="preserve">2 ـ أخرجه المجلسي في البحار 82 : 155 ، ورواه البيهقي في سننه 4 : 66 باختلاف في ألفاظه. </w:t>
      </w:r>
    </w:p>
    <w:p w:rsidR="00EE1A1A" w:rsidRDefault="00EE1A1A" w:rsidP="00EE1A1A">
      <w:pPr>
        <w:pStyle w:val="Heading2Center"/>
        <w:rPr>
          <w:rtl/>
        </w:rPr>
      </w:pPr>
      <w:r>
        <w:rPr>
          <w:rtl/>
        </w:rPr>
        <w:br w:type="page"/>
      </w:r>
      <w:bookmarkStart w:id="52" w:name="_Toc413069949"/>
      <w:r>
        <w:rPr>
          <w:rtl/>
        </w:rPr>
        <w:lastRenderedPageBreak/>
        <w:t>فصل</w:t>
      </w:r>
      <w:bookmarkEnd w:id="52"/>
    </w:p>
    <w:p w:rsidR="00EE1A1A" w:rsidRDefault="00EE1A1A" w:rsidP="00BB3BDA">
      <w:pPr>
        <w:pStyle w:val="libNormal"/>
        <w:rPr>
          <w:rtl/>
        </w:rPr>
      </w:pPr>
      <w:r>
        <w:rPr>
          <w:rtl/>
        </w:rPr>
        <w:t>ليذكر من اُصيب بمصيبة ، أنّ المصائب والبلايا إنّما يخص في الأغلب من لله به مزيد عناية ، وله عليه إقبال وإليه توجه ، وليتحقق ذلك قبل النظر في الكتاب والسنة فيمن يبتلى في دار الدنيا ، فإنّه يجد أشدّ الناس بلاءً أهل الخير والصلاح بعد الأنبياء والرسل ، والآيات الكريمة منبئة على ذلك ، قال الله تعالى :</w:t>
      </w:r>
    </w:p>
    <w:p w:rsidR="00EE1A1A" w:rsidRDefault="00EE1A1A" w:rsidP="00BB3BDA">
      <w:pPr>
        <w:pStyle w:val="libNormal"/>
        <w:rPr>
          <w:rtl/>
        </w:rPr>
      </w:pPr>
      <w:r w:rsidRPr="00BB3BDA">
        <w:rPr>
          <w:rStyle w:val="libAlaemChar"/>
          <w:rtl/>
        </w:rPr>
        <w:t>(</w:t>
      </w:r>
      <w:r>
        <w:rPr>
          <w:rtl/>
        </w:rPr>
        <w:t xml:space="preserve"> </w:t>
      </w:r>
      <w:r w:rsidRPr="00BB3BDA">
        <w:rPr>
          <w:rStyle w:val="libAieChar"/>
          <w:rtl/>
        </w:rPr>
        <w:t>ولولا ان يكون الناس امّةً واحدةً لجعلنا لمن يكفر بالرحمن لبيوتهم سقفاً من فضّة ومعارج عليها يظهرون</w:t>
      </w:r>
      <w:r>
        <w:rPr>
          <w:rtl/>
        </w:rPr>
        <w:t xml:space="preserve"> </w:t>
      </w:r>
      <w:r w:rsidRPr="00BB3BDA">
        <w:rPr>
          <w:rStyle w:val="libAlaemChar"/>
          <w:rtl/>
        </w:rPr>
        <w:t>)</w:t>
      </w:r>
      <w:r>
        <w:rPr>
          <w:rtl/>
        </w:rPr>
        <w:t xml:space="preserve"> </w:t>
      </w:r>
      <w:r w:rsidRPr="006713DA">
        <w:rPr>
          <w:rStyle w:val="libFootnotenumChar"/>
          <w:rtl/>
        </w:rPr>
        <w:t>(1)</w:t>
      </w:r>
      <w:r>
        <w:rPr>
          <w:rtl/>
        </w:rPr>
        <w:t xml:space="preserve"> الآية ، وقال تعالى : </w:t>
      </w:r>
      <w:r w:rsidRPr="00BB3BDA">
        <w:rPr>
          <w:rStyle w:val="libAlaemChar"/>
          <w:rtl/>
        </w:rPr>
        <w:t>(</w:t>
      </w:r>
      <w:r>
        <w:rPr>
          <w:rtl/>
        </w:rPr>
        <w:t xml:space="preserve"> </w:t>
      </w:r>
      <w:r w:rsidRPr="00BB3BDA">
        <w:rPr>
          <w:rStyle w:val="libAieChar"/>
          <w:rtl/>
        </w:rPr>
        <w:t>ولا يحسبنّ الذين كفروا انّما نملي لهم خيرٌ لانفسهم انّما نملي لهم ليزدادوا اثماً ولهم عذابٌ مهين</w:t>
      </w:r>
      <w:r>
        <w:rPr>
          <w:rtl/>
        </w:rPr>
        <w:t xml:space="preserve"> </w:t>
      </w:r>
      <w:r w:rsidRPr="00BB3BDA">
        <w:rPr>
          <w:rStyle w:val="libAlaemChar"/>
          <w:rtl/>
        </w:rPr>
        <w:t>)</w:t>
      </w:r>
      <w:r>
        <w:rPr>
          <w:rtl/>
        </w:rPr>
        <w:t xml:space="preserve"> </w:t>
      </w:r>
      <w:r w:rsidRPr="006713DA">
        <w:rPr>
          <w:rStyle w:val="libFootnotenumChar"/>
          <w:rtl/>
        </w:rPr>
        <w:t>(2)</w:t>
      </w:r>
      <w:r>
        <w:rPr>
          <w:rtl/>
        </w:rPr>
        <w:t xml:space="preserve"> وقال تعالى : </w:t>
      </w:r>
      <w:r w:rsidRPr="00BB3BDA">
        <w:rPr>
          <w:rStyle w:val="libAlaemChar"/>
          <w:rtl/>
        </w:rPr>
        <w:t>(</w:t>
      </w:r>
      <w:r>
        <w:rPr>
          <w:rtl/>
        </w:rPr>
        <w:t xml:space="preserve"> </w:t>
      </w:r>
      <w:r w:rsidRPr="00BB3BDA">
        <w:rPr>
          <w:rStyle w:val="libAieChar"/>
          <w:rtl/>
        </w:rPr>
        <w:t>وإذا تتلى عليهم آيتنا بيّنات قال الّذين كفروا للّذين آمنوا ايّ الفريقين خير مقاماً واحسن ندياًً * قل من كان في الضّلالة فليمدد له الرّحمن مدَاً</w:t>
      </w:r>
      <w:r>
        <w:rPr>
          <w:rtl/>
        </w:rPr>
        <w:t xml:space="preserve"> </w:t>
      </w:r>
      <w:r w:rsidRPr="00BB3BDA">
        <w:rPr>
          <w:rStyle w:val="libAlaemChar"/>
          <w:rtl/>
        </w:rPr>
        <w:t>)</w:t>
      </w:r>
      <w:r>
        <w:rPr>
          <w:rtl/>
        </w:rPr>
        <w:t xml:space="preserve"> </w:t>
      </w:r>
      <w:r w:rsidRPr="006713DA">
        <w:rPr>
          <w:rStyle w:val="libFootnotenumChar"/>
          <w:rtl/>
        </w:rPr>
        <w:t>(3)</w:t>
      </w:r>
      <w:r>
        <w:rPr>
          <w:rtl/>
        </w:rPr>
        <w:t>.</w:t>
      </w:r>
    </w:p>
    <w:p w:rsidR="00EE1A1A" w:rsidRDefault="00EE1A1A" w:rsidP="00BB3BDA">
      <w:pPr>
        <w:pStyle w:val="libNormal"/>
        <w:rPr>
          <w:rtl/>
        </w:rPr>
      </w:pPr>
      <w:r>
        <w:rPr>
          <w:rtl/>
        </w:rPr>
        <w:t xml:space="preserve">وروى عبدالرحمن بن الحجاج قال : ذكر عند أبي عبدالله </w:t>
      </w:r>
      <w:r w:rsidR="00A80F4B" w:rsidRPr="00A80F4B">
        <w:rPr>
          <w:rStyle w:val="libAlaemChar"/>
          <w:rFonts w:hint="cs"/>
          <w:rtl/>
        </w:rPr>
        <w:t>عليه‌السلام</w:t>
      </w:r>
      <w:r>
        <w:rPr>
          <w:rtl/>
        </w:rPr>
        <w:t xml:space="preserve"> البلاء ، وما يختص الله عزّوجلّ به المؤمن ، فقال : « سئل رسول الله </w:t>
      </w:r>
      <w:r w:rsidR="00A80F4B" w:rsidRPr="00A80F4B">
        <w:rPr>
          <w:rStyle w:val="libAlaemChar"/>
          <w:rFonts w:hint="cs"/>
          <w:rtl/>
        </w:rPr>
        <w:t>صلى‌الله‌عليه‌وآله‌وسلم</w:t>
      </w:r>
      <w:r>
        <w:rPr>
          <w:rtl/>
        </w:rPr>
        <w:t xml:space="preserve"> : من أشد الناس بلاءً في الدنيا؟ فقال : النبيون ، ثمّ الأمثل فالأمثل ، ويبتلى المؤمن بعد على قدر إيمانه وحسن أعماله ، فمن صحّ إيمانه وحسن عمله اشتدّ بلاؤه ، ومن سخف إيمانه ، وضعف علمه قلّ بلاؤه » </w:t>
      </w:r>
      <w:r w:rsidRPr="006713DA">
        <w:rPr>
          <w:rStyle w:val="libFootnotenumChar"/>
          <w:rtl/>
        </w:rPr>
        <w:t>(4)</w:t>
      </w:r>
      <w:r>
        <w:rPr>
          <w:rtl/>
        </w:rPr>
        <w:t>.</w:t>
      </w:r>
    </w:p>
    <w:p w:rsidR="00EE1A1A" w:rsidRDefault="00EE1A1A" w:rsidP="00BB3BDA">
      <w:pPr>
        <w:pStyle w:val="libNormal"/>
        <w:rPr>
          <w:rtl/>
        </w:rPr>
      </w:pPr>
      <w:r>
        <w:rPr>
          <w:rtl/>
        </w:rPr>
        <w:t xml:space="preserve">وروى زيد الشحام عن أبي عبدالله </w:t>
      </w:r>
      <w:r w:rsidR="00A80F4B" w:rsidRPr="00A80F4B">
        <w:rPr>
          <w:rStyle w:val="libAlaemChar"/>
          <w:rFonts w:hint="cs"/>
          <w:rtl/>
        </w:rPr>
        <w:t>عليه‌السلام</w:t>
      </w:r>
      <w:r>
        <w:rPr>
          <w:rtl/>
        </w:rPr>
        <w:t xml:space="preserve"> قال : « إنّ عظيم الأجر مع عظيم البلاء ، وما أحبّ الله ـ عزّ وجلّ ـ قوماً إلاّ ابتلاهم » </w:t>
      </w:r>
      <w:r w:rsidRPr="006713DA">
        <w:rPr>
          <w:rStyle w:val="libFootnotenumChar"/>
          <w:rtl/>
        </w:rPr>
        <w:t>(5)</w:t>
      </w:r>
      <w:r>
        <w:rPr>
          <w:rtl/>
        </w:rPr>
        <w:t>.</w:t>
      </w:r>
    </w:p>
    <w:p w:rsidR="00EE1A1A" w:rsidRDefault="00EE1A1A" w:rsidP="00BB3BDA">
      <w:pPr>
        <w:pStyle w:val="libNormal"/>
        <w:rPr>
          <w:rtl/>
        </w:rPr>
      </w:pPr>
      <w:r>
        <w:rPr>
          <w:rtl/>
        </w:rPr>
        <w:t xml:space="preserve">وعن أبي بصير ، عن أبي عبدالله </w:t>
      </w:r>
      <w:r w:rsidR="00A80F4B" w:rsidRPr="00A80F4B">
        <w:rPr>
          <w:rStyle w:val="libAlaemChar"/>
          <w:rFonts w:hint="cs"/>
          <w:rtl/>
        </w:rPr>
        <w:t>عليه‌السلام</w:t>
      </w:r>
      <w:r>
        <w:rPr>
          <w:rtl/>
        </w:rPr>
        <w:t xml:space="preserve"> ، قال : « إنّ لله عزّوجلّ عباداً في الأرض من خالص عباده ، ما ينزل من السماء تحفة إلى الأرض إلاّ صرفها عنهم إلى غيرهم ، ولا بليّة إلاّ صرفها إليهم » </w:t>
      </w:r>
      <w:r w:rsidRPr="006713DA">
        <w:rPr>
          <w:rStyle w:val="libFootnotenumChar"/>
          <w:rtl/>
        </w:rPr>
        <w:t>(6)</w:t>
      </w:r>
      <w:r>
        <w:rPr>
          <w:rtl/>
        </w:rPr>
        <w:t>.</w:t>
      </w:r>
    </w:p>
    <w:p w:rsidR="00EE1A1A" w:rsidRDefault="00EE1A1A" w:rsidP="00BB3BDA">
      <w:pPr>
        <w:pStyle w:val="libNormal"/>
        <w:rPr>
          <w:rtl/>
        </w:rPr>
      </w:pPr>
      <w:r>
        <w:rPr>
          <w:rtl/>
        </w:rPr>
        <w:t xml:space="preserve">وعن الحسين بن علوان ، عنه </w:t>
      </w:r>
      <w:r w:rsidR="00A80F4B" w:rsidRPr="00A80F4B">
        <w:rPr>
          <w:rStyle w:val="libAlaemChar"/>
          <w:rFonts w:hint="cs"/>
          <w:rtl/>
        </w:rPr>
        <w:t>عليه‌السلام</w:t>
      </w:r>
      <w:r>
        <w:rPr>
          <w:rtl/>
        </w:rPr>
        <w:t xml:space="preserve"> ، أنّه قال : « إنّ الله تعالى إذا أحبّ </w:t>
      </w:r>
    </w:p>
    <w:p w:rsidR="00EE1A1A" w:rsidRDefault="00EE1A1A" w:rsidP="006713DA">
      <w:pPr>
        <w:pStyle w:val="libLine"/>
        <w:rPr>
          <w:rtl/>
        </w:rPr>
      </w:pPr>
      <w:r>
        <w:rPr>
          <w:rtl/>
        </w:rPr>
        <w:t>__________________</w:t>
      </w:r>
    </w:p>
    <w:p w:rsidR="00EE1A1A" w:rsidRDefault="00EE1A1A" w:rsidP="006713DA">
      <w:pPr>
        <w:pStyle w:val="libFootnote0"/>
        <w:rPr>
          <w:rtl/>
        </w:rPr>
      </w:pPr>
      <w:r>
        <w:rPr>
          <w:rtl/>
        </w:rPr>
        <w:t>1 ـ الزخرف 43 : 33.</w:t>
      </w:r>
    </w:p>
    <w:p w:rsidR="00EE1A1A" w:rsidRDefault="00EE1A1A" w:rsidP="006713DA">
      <w:pPr>
        <w:pStyle w:val="libFootnote0"/>
        <w:rPr>
          <w:rtl/>
        </w:rPr>
      </w:pPr>
      <w:r>
        <w:rPr>
          <w:rtl/>
        </w:rPr>
        <w:t>2 ـ آل عمران 3 : 178.</w:t>
      </w:r>
    </w:p>
    <w:p w:rsidR="00EE1A1A" w:rsidRDefault="00EE1A1A" w:rsidP="006713DA">
      <w:pPr>
        <w:pStyle w:val="libFootnote0"/>
        <w:rPr>
          <w:rtl/>
        </w:rPr>
      </w:pPr>
      <w:r>
        <w:rPr>
          <w:rtl/>
        </w:rPr>
        <w:t>3 ـ مريم 19 : 73 و 75.</w:t>
      </w:r>
    </w:p>
    <w:p w:rsidR="00EE1A1A" w:rsidRDefault="00EE1A1A" w:rsidP="006713DA">
      <w:pPr>
        <w:pStyle w:val="libFootnote0"/>
        <w:rPr>
          <w:rtl/>
        </w:rPr>
      </w:pPr>
      <w:r>
        <w:rPr>
          <w:rtl/>
        </w:rPr>
        <w:t>4 ـ الكافي 2 : 196 / 2.</w:t>
      </w:r>
    </w:p>
    <w:p w:rsidR="00EE1A1A" w:rsidRDefault="00EE1A1A" w:rsidP="006713DA">
      <w:pPr>
        <w:pStyle w:val="libFootnote0"/>
        <w:rPr>
          <w:rtl/>
        </w:rPr>
      </w:pPr>
      <w:r>
        <w:rPr>
          <w:rtl/>
        </w:rPr>
        <w:t>5 ـ الكافي 2 : 196 / 3.</w:t>
      </w:r>
    </w:p>
    <w:p w:rsidR="00EE1A1A" w:rsidRDefault="00EE1A1A" w:rsidP="006713DA">
      <w:pPr>
        <w:pStyle w:val="libFootnote0"/>
        <w:rPr>
          <w:rtl/>
        </w:rPr>
      </w:pPr>
      <w:r>
        <w:rPr>
          <w:rtl/>
        </w:rPr>
        <w:t xml:space="preserve">6 ـ الكافي 2 : 196 / 5 ، تنبيه الخواطر 2 : 204 ، وباختلاف يسيرفي التمحيص 35 / 26. </w:t>
      </w:r>
    </w:p>
    <w:p w:rsidR="00EE1A1A" w:rsidRDefault="00EE1A1A" w:rsidP="00BB3BDA">
      <w:pPr>
        <w:pStyle w:val="libNormal0"/>
        <w:rPr>
          <w:rtl/>
        </w:rPr>
      </w:pPr>
      <w:r>
        <w:rPr>
          <w:rtl/>
        </w:rPr>
        <w:br w:type="page"/>
      </w:r>
      <w:r>
        <w:rPr>
          <w:rtl/>
        </w:rPr>
        <w:lastRenderedPageBreak/>
        <w:t xml:space="preserve">عبداً غته </w:t>
      </w:r>
      <w:r w:rsidRPr="006713DA">
        <w:rPr>
          <w:rStyle w:val="libFootnotenumChar"/>
          <w:rtl/>
        </w:rPr>
        <w:t>(1)</w:t>
      </w:r>
      <w:r>
        <w:rPr>
          <w:rtl/>
        </w:rPr>
        <w:t xml:space="preserve"> بالبلاء غتاً </w:t>
      </w:r>
      <w:r w:rsidRPr="006713DA">
        <w:rPr>
          <w:rStyle w:val="libFootnotenumChar"/>
          <w:rtl/>
        </w:rPr>
        <w:t>(2)</w:t>
      </w:r>
      <w:r>
        <w:rPr>
          <w:rtl/>
        </w:rPr>
        <w:t xml:space="preserve"> ، وإنّا وإياكم لنصبح به ونمسي » </w:t>
      </w:r>
      <w:r w:rsidRPr="006713DA">
        <w:rPr>
          <w:rStyle w:val="libFootnotenumChar"/>
          <w:rtl/>
        </w:rPr>
        <w:t>(3)</w:t>
      </w:r>
      <w:r>
        <w:rPr>
          <w:rtl/>
        </w:rPr>
        <w:t>.</w:t>
      </w:r>
    </w:p>
    <w:p w:rsidR="00EE1A1A" w:rsidRDefault="00EE1A1A" w:rsidP="00BB3BDA">
      <w:pPr>
        <w:pStyle w:val="libNormal"/>
        <w:rPr>
          <w:rtl/>
        </w:rPr>
      </w:pPr>
      <w:r>
        <w:rPr>
          <w:rtl/>
        </w:rPr>
        <w:t xml:space="preserve">وعن أبي جعفر الباقر </w:t>
      </w:r>
      <w:r w:rsidR="00A80F4B" w:rsidRPr="00A80F4B">
        <w:rPr>
          <w:rStyle w:val="libAlaemChar"/>
          <w:rFonts w:hint="cs"/>
          <w:rtl/>
        </w:rPr>
        <w:t>عليه‌السلام</w:t>
      </w:r>
      <w:r>
        <w:rPr>
          <w:rtl/>
        </w:rPr>
        <w:t xml:space="preserve"> قال : « إنّ الله تبارك وتعالى إذا أحب عبداً غتّه بالبلاء غتّاً (وسجّه بالبلاء سجاً) </w:t>
      </w:r>
      <w:r w:rsidRPr="006713DA">
        <w:rPr>
          <w:rStyle w:val="libFootnotenumChar"/>
          <w:rtl/>
        </w:rPr>
        <w:t>(4)</w:t>
      </w:r>
      <w:r>
        <w:rPr>
          <w:rtl/>
        </w:rPr>
        <w:t xml:space="preserve"> فإذا دعاه قال : لبيك عبدي لئن عجلت لك ماسألت إني على ذلك لقادر ، ولكن ادخرت لك ، فما ادخرت خير لك » </w:t>
      </w:r>
      <w:r w:rsidRPr="006713DA">
        <w:rPr>
          <w:rStyle w:val="libFootnotenumChar"/>
          <w:rtl/>
        </w:rPr>
        <w:t>(5)</w:t>
      </w:r>
      <w:r>
        <w:rPr>
          <w:rtl/>
        </w:rPr>
        <w:t>.</w:t>
      </w:r>
    </w:p>
    <w:p w:rsidR="00EE1A1A" w:rsidRDefault="00EE1A1A" w:rsidP="00BB3BDA">
      <w:pPr>
        <w:pStyle w:val="libNormal"/>
        <w:rPr>
          <w:rtl/>
        </w:rPr>
      </w:pPr>
      <w:r>
        <w:rPr>
          <w:rtl/>
        </w:rPr>
        <w:t xml:space="preserve">وعن أبي عبدالله </w:t>
      </w:r>
      <w:r w:rsidR="00A80F4B" w:rsidRPr="00A80F4B">
        <w:rPr>
          <w:rStyle w:val="libAlaemChar"/>
          <w:rFonts w:hint="cs"/>
          <w:rtl/>
        </w:rPr>
        <w:t>عليه‌السلام</w:t>
      </w:r>
      <w:r>
        <w:rPr>
          <w:rtl/>
        </w:rPr>
        <w:t xml:space="preserve"> قال : « قال رسول الله </w:t>
      </w:r>
      <w:r w:rsidR="00A80F4B" w:rsidRPr="00A80F4B">
        <w:rPr>
          <w:rStyle w:val="libAlaemChar"/>
          <w:rFonts w:hint="cs"/>
          <w:rtl/>
        </w:rPr>
        <w:t>صلى‌الله‌عليه‌وآله‌وسلم</w:t>
      </w:r>
      <w:r>
        <w:rPr>
          <w:rtl/>
        </w:rPr>
        <w:t xml:space="preserve"> : إنّ عظيم البلاء يكافأ به عظيم الجزاء ، فإذا أحبّ الله عبدا ابتلاه بعظيم البلاء ، فمن رضي فله عندالله تعالى الرضا ، ومن سخط البلاء فله عندالله السخط » </w:t>
      </w:r>
      <w:r w:rsidRPr="006713DA">
        <w:rPr>
          <w:rStyle w:val="libFootnotenumChar"/>
          <w:rtl/>
        </w:rPr>
        <w:t>(6)</w:t>
      </w:r>
      <w:r>
        <w:rPr>
          <w:rtl/>
        </w:rPr>
        <w:t>.</w:t>
      </w:r>
    </w:p>
    <w:p w:rsidR="00EE1A1A" w:rsidRDefault="00EE1A1A" w:rsidP="00BB3BDA">
      <w:pPr>
        <w:pStyle w:val="libNormal"/>
        <w:rPr>
          <w:rtl/>
        </w:rPr>
      </w:pPr>
      <w:r>
        <w:rPr>
          <w:rtl/>
        </w:rPr>
        <w:t xml:space="preserve">وعن أبي جعفر </w:t>
      </w:r>
      <w:r w:rsidR="00A80F4B" w:rsidRPr="00A80F4B">
        <w:rPr>
          <w:rStyle w:val="libAlaemChar"/>
          <w:rFonts w:hint="cs"/>
          <w:rtl/>
        </w:rPr>
        <w:t>عليه‌السلام</w:t>
      </w:r>
      <w:r>
        <w:rPr>
          <w:rtl/>
        </w:rPr>
        <w:t xml:space="preserve"> أنّه قال : « إنّما يبتلى المؤمن في الدنيا على قدر دينه ـ أو قال : ـ على حسب دينه » </w:t>
      </w:r>
      <w:r w:rsidRPr="006713DA">
        <w:rPr>
          <w:rStyle w:val="libFootnotenumChar"/>
          <w:rtl/>
        </w:rPr>
        <w:t>(7)</w:t>
      </w:r>
      <w:r>
        <w:rPr>
          <w:rtl/>
        </w:rPr>
        <w:t>.</w:t>
      </w:r>
    </w:p>
    <w:p w:rsidR="00EE1A1A" w:rsidRDefault="00EE1A1A" w:rsidP="00BB3BDA">
      <w:pPr>
        <w:pStyle w:val="libNormal"/>
        <w:rPr>
          <w:rtl/>
        </w:rPr>
      </w:pPr>
      <w:r>
        <w:rPr>
          <w:rtl/>
        </w:rPr>
        <w:t xml:space="preserve">وعن ناجية قال : قلت لأبي جعفر </w:t>
      </w:r>
      <w:r w:rsidR="00A80F4B" w:rsidRPr="00A80F4B">
        <w:rPr>
          <w:rStyle w:val="libAlaemChar"/>
          <w:rFonts w:hint="cs"/>
          <w:rtl/>
        </w:rPr>
        <w:t>عليه‌السلام</w:t>
      </w:r>
      <w:r>
        <w:rPr>
          <w:rtl/>
        </w:rPr>
        <w:t xml:space="preserve"> : إنّ المغيرة يقول : إنّ الله لا يبتلي المؤمن بالجذام ولا بالبرص ولا بكذا ولا بكذا ، فقال : « إن كان لغافلأ عن مؤمن آل ياسين ، إنّه كان مكنَعاً </w:t>
      </w:r>
      <w:r w:rsidRPr="006713DA">
        <w:rPr>
          <w:rStyle w:val="libFootnotenumChar"/>
          <w:rtl/>
        </w:rPr>
        <w:t>(8)</w:t>
      </w:r>
      <w:r>
        <w:rPr>
          <w:rtl/>
        </w:rPr>
        <w:t xml:space="preserve"> ـ ثمّ ردّ أصابعه ، فقال ـ : كأنّي أنظر إلى تكنيعه ، أتاهم فأنذرهم ، ثمّ عاد إليهم من الغد فقتلوه ـ ثمّ قال ـ : إنّ المؤمن يبتلى بكلّ بلية ، ويموت بكل ميته ، إلاّ أنّه لا يقتل نفسه » </w:t>
      </w:r>
      <w:r w:rsidRPr="006713DA">
        <w:rPr>
          <w:rStyle w:val="libFootnotenumChar"/>
          <w:rtl/>
        </w:rPr>
        <w:t>(9)</w:t>
      </w:r>
      <w:r>
        <w:rPr>
          <w:rtl/>
        </w:rPr>
        <w:t>.</w:t>
      </w:r>
    </w:p>
    <w:p w:rsidR="00EE1A1A" w:rsidRDefault="00EE1A1A" w:rsidP="00BB3BDA">
      <w:pPr>
        <w:pStyle w:val="libNormal"/>
        <w:rPr>
          <w:rtl/>
        </w:rPr>
      </w:pPr>
      <w:r>
        <w:rPr>
          <w:rtl/>
        </w:rPr>
        <w:t xml:space="preserve">وعن عبدالله بن أبي يعفور قال : شكوت إلى أبي عبدالله </w:t>
      </w:r>
      <w:r w:rsidR="00A80F4B" w:rsidRPr="00A80F4B">
        <w:rPr>
          <w:rStyle w:val="libAlaemChar"/>
          <w:rFonts w:hint="cs"/>
          <w:rtl/>
        </w:rPr>
        <w:t>عليه‌السلام</w:t>
      </w:r>
      <w:r>
        <w:rPr>
          <w:rtl/>
        </w:rPr>
        <w:t xml:space="preserve"> ماألقى من الأوجاع ـ وكان مسقاماً ـ فقال لي : « يا عبدالله ، لو يعلم المؤمن ما له من الأجر في المصائب ، لتمنّى أن يقرّض بالمقاريض </w:t>
      </w:r>
      <w:r w:rsidRPr="006713DA">
        <w:rPr>
          <w:rStyle w:val="libFootnotenumChar"/>
          <w:rtl/>
        </w:rPr>
        <w:t>(10)</w:t>
      </w:r>
      <w:r>
        <w:rPr>
          <w:rtl/>
        </w:rPr>
        <w:t xml:space="preserve"> » </w:t>
      </w:r>
      <w:r w:rsidRPr="006713DA">
        <w:rPr>
          <w:rStyle w:val="libFootnotenumChar"/>
          <w:rtl/>
        </w:rPr>
        <w:t>(11)</w:t>
      </w:r>
      <w:r>
        <w:rPr>
          <w:rtl/>
        </w:rPr>
        <w:t xml:space="preserve">. </w:t>
      </w:r>
    </w:p>
    <w:p w:rsidR="00EE1A1A" w:rsidRDefault="00EE1A1A" w:rsidP="006713DA">
      <w:pPr>
        <w:pStyle w:val="libLine"/>
        <w:rPr>
          <w:rtl/>
        </w:rPr>
      </w:pPr>
      <w:r>
        <w:rPr>
          <w:rtl/>
        </w:rPr>
        <w:t>__________________</w:t>
      </w:r>
    </w:p>
    <w:p w:rsidR="00EE1A1A" w:rsidRDefault="00EE1A1A" w:rsidP="006713DA">
      <w:pPr>
        <w:pStyle w:val="libFootnote0"/>
        <w:rPr>
          <w:rtl/>
        </w:rPr>
      </w:pPr>
      <w:r>
        <w:rPr>
          <w:rtl/>
        </w:rPr>
        <w:t>1 ـ الغت : الغمس المتتابع بالماء.« النهاية 3 : 342 ».</w:t>
      </w:r>
    </w:p>
    <w:p w:rsidR="00EE1A1A" w:rsidRDefault="00EE1A1A" w:rsidP="006713DA">
      <w:pPr>
        <w:pStyle w:val="libFootnote0"/>
        <w:rPr>
          <w:rtl/>
        </w:rPr>
      </w:pPr>
      <w:r>
        <w:rPr>
          <w:rtl/>
        </w:rPr>
        <w:t>2 ـ في « ح » زيادة : وسجه بالبلاء سجا.</w:t>
      </w:r>
    </w:p>
    <w:p w:rsidR="00EE1A1A" w:rsidRDefault="00EE1A1A" w:rsidP="006713DA">
      <w:pPr>
        <w:pStyle w:val="libFootnote0"/>
        <w:rPr>
          <w:rtl/>
        </w:rPr>
      </w:pPr>
      <w:r>
        <w:rPr>
          <w:rtl/>
        </w:rPr>
        <w:t>3 ـ الكافي 2 : 197 / 6.</w:t>
      </w:r>
    </w:p>
    <w:p w:rsidR="00EE1A1A" w:rsidRDefault="00EE1A1A" w:rsidP="006713DA">
      <w:pPr>
        <w:pStyle w:val="libFootnote0"/>
        <w:rPr>
          <w:rtl/>
        </w:rPr>
      </w:pPr>
      <w:r>
        <w:rPr>
          <w:rtl/>
        </w:rPr>
        <w:t>4 ـ في « ش » : شجه بالبلاء شجا ، والصحيح ثجه بالبلاء ثجا ، أي : صبه عليه صباً. « مجمع البحرين 2 : 283 ».</w:t>
      </w:r>
    </w:p>
    <w:p w:rsidR="00EE1A1A" w:rsidRDefault="00EE1A1A" w:rsidP="006713DA">
      <w:pPr>
        <w:pStyle w:val="libFootnote0"/>
        <w:rPr>
          <w:rtl/>
        </w:rPr>
      </w:pPr>
      <w:r>
        <w:rPr>
          <w:rtl/>
        </w:rPr>
        <w:t>5 ـ الكافي 2 : 197 / 7 ، التمحيص : 34 / 25 ، باختلاف يسير.</w:t>
      </w:r>
    </w:p>
    <w:p w:rsidR="00EE1A1A" w:rsidRDefault="00EE1A1A" w:rsidP="006713DA">
      <w:pPr>
        <w:pStyle w:val="libFootnote0"/>
        <w:rPr>
          <w:rtl/>
        </w:rPr>
      </w:pPr>
      <w:r>
        <w:rPr>
          <w:rtl/>
        </w:rPr>
        <w:t>6 ـ الكافي 2 : 197 / 8 ، وروي باختلاف يسير عن ابي عبدالله في التمحيص : 33 / 20.</w:t>
      </w:r>
    </w:p>
    <w:p w:rsidR="00EE1A1A" w:rsidRDefault="00EE1A1A" w:rsidP="006713DA">
      <w:pPr>
        <w:pStyle w:val="libFootnote0"/>
        <w:rPr>
          <w:rtl/>
        </w:rPr>
      </w:pPr>
      <w:r>
        <w:rPr>
          <w:rtl/>
        </w:rPr>
        <w:t>7 ـ الكافي 2 : 197 / 9 ، مشكاة الأنوار : 298.</w:t>
      </w:r>
    </w:p>
    <w:p w:rsidR="00EE1A1A" w:rsidRDefault="00EE1A1A" w:rsidP="006713DA">
      <w:pPr>
        <w:pStyle w:val="libFootnote0"/>
        <w:rPr>
          <w:rtl/>
        </w:rPr>
      </w:pPr>
      <w:r>
        <w:rPr>
          <w:rtl/>
        </w:rPr>
        <w:t>8 ـ المكنع : مقفّع اليد ، وقيل مقفع الاصابع ، يابسها ، متقضبها.« لسان العرب 8 : 314 ».</w:t>
      </w:r>
    </w:p>
    <w:p w:rsidR="00EE1A1A" w:rsidRDefault="00EE1A1A" w:rsidP="006713DA">
      <w:pPr>
        <w:pStyle w:val="libFootnote0"/>
        <w:rPr>
          <w:rtl/>
        </w:rPr>
      </w:pPr>
      <w:r>
        <w:rPr>
          <w:rtl/>
        </w:rPr>
        <w:t>9 ـ الكافي 2 : 197 / 12 ، تنبيه الخواطر 2 : 204 باختلاف يسير.</w:t>
      </w:r>
    </w:p>
    <w:p w:rsidR="00EE1A1A" w:rsidRDefault="00EE1A1A" w:rsidP="006713DA">
      <w:pPr>
        <w:pStyle w:val="libFootnote0"/>
        <w:rPr>
          <w:rtl/>
        </w:rPr>
      </w:pPr>
      <w:r>
        <w:rPr>
          <w:rtl/>
        </w:rPr>
        <w:t>10 ـ في « ح » زيادة : طول عمره.</w:t>
      </w:r>
    </w:p>
    <w:p w:rsidR="00EE1A1A" w:rsidRDefault="00EE1A1A" w:rsidP="006713DA">
      <w:pPr>
        <w:pStyle w:val="libFootnote0"/>
        <w:rPr>
          <w:rtl/>
        </w:rPr>
      </w:pPr>
      <w:r>
        <w:rPr>
          <w:rtl/>
        </w:rPr>
        <w:t xml:space="preserve">11 ـ الكافي 2 : 198 / 15 ، تنبيه الخواطر 2 : 204 ، وروي باختلاف يسير في المؤمن : 15 / 3 ، التمحيص : 32 / 13. </w:t>
      </w:r>
    </w:p>
    <w:p w:rsidR="00EE1A1A" w:rsidRDefault="00EE1A1A" w:rsidP="00BB3BDA">
      <w:pPr>
        <w:pStyle w:val="libNormal"/>
        <w:rPr>
          <w:rtl/>
        </w:rPr>
      </w:pPr>
      <w:r>
        <w:rPr>
          <w:rtl/>
        </w:rPr>
        <w:br w:type="page"/>
      </w:r>
      <w:r>
        <w:rPr>
          <w:rtl/>
        </w:rPr>
        <w:lastRenderedPageBreak/>
        <w:t xml:space="preserve">وعن أبي عبدالله </w:t>
      </w:r>
      <w:r w:rsidR="00A80F4B" w:rsidRPr="00A80F4B">
        <w:rPr>
          <w:rStyle w:val="libAlaemChar"/>
          <w:rFonts w:hint="cs"/>
          <w:rtl/>
        </w:rPr>
        <w:t>عليه‌السلام</w:t>
      </w:r>
      <w:r>
        <w:rPr>
          <w:rtl/>
        </w:rPr>
        <w:t xml:space="preserve"> : « إنّ أهل الحق </w:t>
      </w:r>
      <w:r w:rsidRPr="006713DA">
        <w:rPr>
          <w:rStyle w:val="libFootnotenumChar"/>
          <w:rtl/>
        </w:rPr>
        <w:t>(1)</w:t>
      </w:r>
      <w:r>
        <w:rPr>
          <w:rtl/>
        </w:rPr>
        <w:t xml:space="preserve"> لم يزالوا في شدة ، أما إنّ ذلك إلى مدّة قليلة وعافية طويلة » </w:t>
      </w:r>
      <w:r w:rsidRPr="006713DA">
        <w:rPr>
          <w:rStyle w:val="libFootnotenumChar"/>
          <w:rtl/>
        </w:rPr>
        <w:t>(2)</w:t>
      </w:r>
      <w:r>
        <w:rPr>
          <w:rtl/>
        </w:rPr>
        <w:t>.</w:t>
      </w:r>
    </w:p>
    <w:p w:rsidR="00EE1A1A" w:rsidRDefault="00EE1A1A" w:rsidP="00BB3BDA">
      <w:pPr>
        <w:pStyle w:val="libNormal"/>
        <w:rPr>
          <w:rtl/>
        </w:rPr>
      </w:pPr>
      <w:r>
        <w:rPr>
          <w:rtl/>
        </w:rPr>
        <w:t xml:space="preserve">وعن حمدان ، عن أبي جعفر </w:t>
      </w:r>
      <w:r w:rsidR="00A80F4B" w:rsidRPr="00A80F4B">
        <w:rPr>
          <w:rStyle w:val="libAlaemChar"/>
          <w:rFonts w:hint="cs"/>
          <w:rtl/>
        </w:rPr>
        <w:t>عليه‌السلام</w:t>
      </w:r>
      <w:r>
        <w:rPr>
          <w:rtl/>
        </w:rPr>
        <w:t xml:space="preserve"> ، قال : « إنّ الله ـ عزّوجلّ ـ ليتعاهد المؤمن بالبلاء كما يتعاهد الرجل أهله بالهدية ، من الغيبة ويحميه الدنيا كما يحمي الطبيب المريض » </w:t>
      </w:r>
      <w:r w:rsidRPr="006713DA">
        <w:rPr>
          <w:rStyle w:val="libFootnotenumChar"/>
          <w:rtl/>
        </w:rPr>
        <w:t>(3)</w:t>
      </w:r>
      <w:r>
        <w:rPr>
          <w:rtl/>
        </w:rPr>
        <w:t>.</w:t>
      </w:r>
    </w:p>
    <w:p w:rsidR="00EE1A1A" w:rsidRDefault="00EE1A1A" w:rsidP="00BB3BDA">
      <w:pPr>
        <w:pStyle w:val="libNormal"/>
        <w:rPr>
          <w:rtl/>
        </w:rPr>
      </w:pPr>
      <w:r>
        <w:rPr>
          <w:rtl/>
        </w:rPr>
        <w:t xml:space="preserve">وعن أبي عبدالله قال : « دعي النبيّ </w:t>
      </w:r>
      <w:r w:rsidR="00A80F4B" w:rsidRPr="00A80F4B">
        <w:rPr>
          <w:rStyle w:val="libAlaemChar"/>
          <w:rFonts w:hint="cs"/>
          <w:rtl/>
        </w:rPr>
        <w:t>صلى‌الله‌عليه‌وآله‌وسلم</w:t>
      </w:r>
      <w:r>
        <w:rPr>
          <w:rtl/>
        </w:rPr>
        <w:t xml:space="preserve"> إلى طعام ، فلمّا دخل إلى منزل الرجل نظر إلى دجاجة فوق حائط قد باضت ، فتقع البيضة على وتد في حائط فتثبت عليه ، ولم تسقط ولم تنكسر ، فتعجّب النبيّ </w:t>
      </w:r>
      <w:r w:rsidR="00A80F4B" w:rsidRPr="00A80F4B">
        <w:rPr>
          <w:rStyle w:val="libAlaemChar"/>
          <w:rFonts w:hint="cs"/>
          <w:rtl/>
        </w:rPr>
        <w:t>صلى‌الله‌عليه‌وآله‌وسلم</w:t>
      </w:r>
      <w:r>
        <w:rPr>
          <w:rtl/>
        </w:rPr>
        <w:t xml:space="preserve"> منها ، فقال له الرجل : أعجبت من هذه البيضة؟ فوالّذي بعثك بالحق ما رزئت شيئاً قط ، فنهض رسول الله </w:t>
      </w:r>
      <w:r w:rsidR="00A80F4B" w:rsidRPr="00A80F4B">
        <w:rPr>
          <w:rStyle w:val="libAlaemChar"/>
          <w:rFonts w:hint="cs"/>
          <w:rtl/>
        </w:rPr>
        <w:t>صلى‌الله‌عليه‌وآله‌وسلم</w:t>
      </w:r>
      <w:r>
        <w:rPr>
          <w:rtl/>
        </w:rPr>
        <w:t xml:space="preserve"> ، ولم يأكل من طعامه شيئاً ، وقال : من لم يرزأ فما لله فيه من حاجة » </w:t>
      </w:r>
      <w:r w:rsidRPr="006713DA">
        <w:rPr>
          <w:rStyle w:val="libFootnotenumChar"/>
          <w:rtl/>
        </w:rPr>
        <w:t>(4)</w:t>
      </w:r>
      <w:r>
        <w:rPr>
          <w:rtl/>
        </w:rPr>
        <w:t>.</w:t>
      </w:r>
    </w:p>
    <w:p w:rsidR="00EE1A1A" w:rsidRDefault="00EE1A1A" w:rsidP="00BB3BDA">
      <w:pPr>
        <w:pStyle w:val="libNormal"/>
        <w:rPr>
          <w:rtl/>
        </w:rPr>
      </w:pPr>
      <w:r>
        <w:rPr>
          <w:rtl/>
        </w:rPr>
        <w:t xml:space="preserve">وأشباه هذه الأخبار كثيرة ، فلنقتصر على هذا القدر. </w:t>
      </w:r>
    </w:p>
    <w:p w:rsidR="00EE1A1A" w:rsidRDefault="00EE1A1A" w:rsidP="006713DA">
      <w:pPr>
        <w:pStyle w:val="libLine"/>
        <w:rPr>
          <w:rtl/>
        </w:rPr>
      </w:pPr>
      <w:r>
        <w:rPr>
          <w:rtl/>
        </w:rPr>
        <w:t>__________________</w:t>
      </w:r>
    </w:p>
    <w:p w:rsidR="00EE1A1A" w:rsidRDefault="00EE1A1A" w:rsidP="006713DA">
      <w:pPr>
        <w:pStyle w:val="libFootnote0"/>
        <w:rPr>
          <w:rtl/>
        </w:rPr>
      </w:pPr>
      <w:r>
        <w:rPr>
          <w:rtl/>
        </w:rPr>
        <w:t>1 ـ ليس في « ش » ، و في « ح » : الله ، وما أثبتناه من الكافي.</w:t>
      </w:r>
    </w:p>
    <w:p w:rsidR="00EE1A1A" w:rsidRDefault="00EE1A1A" w:rsidP="006713DA">
      <w:pPr>
        <w:pStyle w:val="libFootnote0"/>
        <w:rPr>
          <w:rtl/>
        </w:rPr>
      </w:pPr>
      <w:r>
        <w:rPr>
          <w:rtl/>
        </w:rPr>
        <w:t>2 ـ الكافي 2 : 198 / 16.</w:t>
      </w:r>
    </w:p>
    <w:p w:rsidR="00EE1A1A" w:rsidRDefault="00EE1A1A" w:rsidP="006713DA">
      <w:pPr>
        <w:pStyle w:val="libFootnote0"/>
        <w:rPr>
          <w:rtl/>
        </w:rPr>
      </w:pPr>
      <w:r>
        <w:rPr>
          <w:rtl/>
        </w:rPr>
        <w:t>3 ـ الكافي : 2 : 198 / 17 ، تنبيه الخواطر 2 : 204 ، وروي باختلاف في ألفاظه في التمحيص : 50 / 91.</w:t>
      </w:r>
    </w:p>
    <w:p w:rsidR="00EE1A1A" w:rsidRDefault="00EE1A1A" w:rsidP="006713DA">
      <w:pPr>
        <w:pStyle w:val="libFootnote0"/>
        <w:rPr>
          <w:rtl/>
        </w:rPr>
      </w:pPr>
      <w:r>
        <w:rPr>
          <w:rtl/>
        </w:rPr>
        <w:t xml:space="preserve">4 ـ الكافي 2 : 198 / 20. </w:t>
      </w:r>
    </w:p>
    <w:p w:rsidR="00EE1A1A" w:rsidRDefault="00EE1A1A" w:rsidP="00BB3BDA">
      <w:pPr>
        <w:pStyle w:val="libNormal"/>
        <w:rPr>
          <w:rtl/>
        </w:rPr>
      </w:pPr>
      <w:r>
        <w:rPr>
          <w:rtl/>
        </w:rPr>
        <w:br w:type="page"/>
      </w:r>
      <w:bookmarkStart w:id="53" w:name="_Toc413069950"/>
      <w:r w:rsidRPr="00F659E1">
        <w:rPr>
          <w:rStyle w:val="Heading2Char"/>
          <w:rtl/>
        </w:rPr>
        <w:lastRenderedPageBreak/>
        <w:t>و</w:t>
      </w:r>
      <w:bookmarkEnd w:id="53"/>
      <w:r>
        <w:rPr>
          <w:rtl/>
        </w:rPr>
        <w:t xml:space="preserve">نختم الرسالة بكتاب شريف ، كتبه سيدنا ومولانا أبو عبدالله جعفر بن محمد الصادق </w:t>
      </w:r>
      <w:r w:rsidR="00A80F4B" w:rsidRPr="00A80F4B">
        <w:rPr>
          <w:rStyle w:val="libAlaemChar"/>
          <w:rFonts w:hint="cs"/>
          <w:rtl/>
        </w:rPr>
        <w:t>عليه‌السلام</w:t>
      </w:r>
      <w:r>
        <w:rPr>
          <w:rtl/>
        </w:rPr>
        <w:t xml:space="preserve"> لجماعة من بني عمّه ، حين أصابتهم شدّة من بعض الأعداء على وجه التعزية ، رويناها بإسنادنا إلى الشيخ أبي جعفر الطوسيّ ـ قدّس الله روحه ـ عن الشيخ المفيد محمد بن النعمان ، والحسين بن عبيدالله الغضائريّ ، عن الصدوق أبي جعفر محمد بن عليّ بن بابويه ، عن محمد بن الحسن بن الوليد ، عن محمد بن الحسن الصفار ، عن محمد بن الحسين بن أبي الخطاب ، عن الثقة الجليل محمد بن أبي عمير ، عن إسحاق بن عمار ، قال : إنّ أبا عبدالله جعفر بن محمد </w:t>
      </w:r>
      <w:r w:rsidR="00A80F4B" w:rsidRPr="00A80F4B">
        <w:rPr>
          <w:rStyle w:val="libAlaemChar"/>
          <w:rFonts w:hint="cs"/>
          <w:rtl/>
        </w:rPr>
        <w:t>عليهما‌السلام</w:t>
      </w:r>
      <w:r>
        <w:rPr>
          <w:rtl/>
        </w:rPr>
        <w:t xml:space="preserve"> كتب إلى عبدالله بن الحسن ، حين حمل هو وأهل بيته ، يعزّيه عمّا صار إليه : </w:t>
      </w:r>
    </w:p>
    <w:p w:rsidR="00EE1A1A" w:rsidRDefault="00EE1A1A" w:rsidP="006713DA">
      <w:pPr>
        <w:pStyle w:val="libCenter"/>
        <w:rPr>
          <w:rtl/>
        </w:rPr>
      </w:pPr>
      <w:r>
        <w:rPr>
          <w:rtl/>
        </w:rPr>
        <w:t>بسم الله الرحمن الرحيم</w:t>
      </w:r>
    </w:p>
    <w:p w:rsidR="00EE1A1A" w:rsidRDefault="00EE1A1A" w:rsidP="00BB3BDA">
      <w:pPr>
        <w:pStyle w:val="libNormal"/>
        <w:rPr>
          <w:rtl/>
        </w:rPr>
      </w:pPr>
      <w:r>
        <w:rPr>
          <w:rtl/>
        </w:rPr>
        <w:t>إلى الخلف الصالح والذريّة الطيّبة ـ من ولد أخيه وابن عمه ـ.</w:t>
      </w:r>
    </w:p>
    <w:p w:rsidR="00EE1A1A" w:rsidRDefault="00EE1A1A" w:rsidP="00BB3BDA">
      <w:pPr>
        <w:pStyle w:val="libNormal"/>
        <w:rPr>
          <w:rtl/>
        </w:rPr>
      </w:pPr>
      <w:r>
        <w:rPr>
          <w:rtl/>
        </w:rPr>
        <w:t xml:space="preserve">أمّا بعد : فلئن كنت قد تفردت ـ أنت وأهل بيتك ممّن حمل معك ـ بما أصابكم ، فما انفردت بالحزن والغيظ والكآبة وأليم وجع القلب دوني ، ولقد نالني من ذلك من الجزع والقلق وحرّ المصيبة مثل مانالك ، ولكن رجعت إلى ما أمرالله عزّ وجلّ به المتقين من الصبر وحسن العزاء ، حين يقول لنبيّه </w:t>
      </w:r>
      <w:r w:rsidR="00A80F4B" w:rsidRPr="00A80F4B">
        <w:rPr>
          <w:rStyle w:val="libAlaemChar"/>
          <w:rFonts w:hint="cs"/>
          <w:rtl/>
        </w:rPr>
        <w:t>صلى‌الله‌عليه‌وآله‌وسلم</w:t>
      </w:r>
      <w:r>
        <w:rPr>
          <w:rtl/>
        </w:rPr>
        <w:t xml:space="preserve"> : </w:t>
      </w:r>
      <w:r w:rsidRPr="00BB3BDA">
        <w:rPr>
          <w:rStyle w:val="libAlaemChar"/>
          <w:rtl/>
        </w:rPr>
        <w:t>(</w:t>
      </w:r>
      <w:r>
        <w:rPr>
          <w:rtl/>
        </w:rPr>
        <w:t xml:space="preserve"> </w:t>
      </w:r>
      <w:r w:rsidRPr="00BB3BDA">
        <w:rPr>
          <w:rStyle w:val="libAieChar"/>
          <w:rtl/>
        </w:rPr>
        <w:t>واصبر لحكم ربّك فانّك بأعيننا</w:t>
      </w:r>
      <w:r>
        <w:rPr>
          <w:rtl/>
        </w:rPr>
        <w:t xml:space="preserve"> </w:t>
      </w:r>
      <w:r w:rsidRPr="00BB3BDA">
        <w:rPr>
          <w:rStyle w:val="libAlaemChar"/>
          <w:rtl/>
        </w:rPr>
        <w:t>)</w:t>
      </w:r>
      <w:r>
        <w:rPr>
          <w:rtl/>
        </w:rPr>
        <w:t xml:space="preserve"> </w:t>
      </w:r>
      <w:r w:rsidRPr="006713DA">
        <w:rPr>
          <w:rStyle w:val="libFootnotenumChar"/>
          <w:rtl/>
        </w:rPr>
        <w:t>(1)</w:t>
      </w:r>
      <w:r>
        <w:rPr>
          <w:rtl/>
        </w:rPr>
        <w:t>.</w:t>
      </w:r>
    </w:p>
    <w:p w:rsidR="00EE1A1A" w:rsidRDefault="00EE1A1A" w:rsidP="00BB3BDA">
      <w:pPr>
        <w:pStyle w:val="libNormal"/>
        <w:rPr>
          <w:rtl/>
        </w:rPr>
      </w:pPr>
      <w:r>
        <w:rPr>
          <w:rtl/>
        </w:rPr>
        <w:t xml:space="preserve">وحين يقول : </w:t>
      </w:r>
      <w:r w:rsidRPr="00BB3BDA">
        <w:rPr>
          <w:rStyle w:val="libAlaemChar"/>
          <w:rtl/>
        </w:rPr>
        <w:t>(</w:t>
      </w:r>
      <w:r>
        <w:rPr>
          <w:rtl/>
        </w:rPr>
        <w:t xml:space="preserve"> </w:t>
      </w:r>
      <w:r w:rsidRPr="00BB3BDA">
        <w:rPr>
          <w:rStyle w:val="libAieChar"/>
          <w:rtl/>
        </w:rPr>
        <w:t>فاصبر لحكم ربّك ولا تكن كصاحب الحوت</w:t>
      </w:r>
      <w:r>
        <w:rPr>
          <w:rtl/>
        </w:rPr>
        <w:t xml:space="preserve"> </w:t>
      </w:r>
      <w:r w:rsidRPr="00BB3BDA">
        <w:rPr>
          <w:rStyle w:val="libAlaemChar"/>
          <w:rtl/>
        </w:rPr>
        <w:t>)</w:t>
      </w:r>
      <w:r>
        <w:rPr>
          <w:rtl/>
        </w:rPr>
        <w:t xml:space="preserve"> </w:t>
      </w:r>
      <w:r w:rsidRPr="006713DA">
        <w:rPr>
          <w:rStyle w:val="libFootnotenumChar"/>
          <w:rtl/>
        </w:rPr>
        <w:t>(2)</w:t>
      </w:r>
      <w:r>
        <w:rPr>
          <w:rtl/>
        </w:rPr>
        <w:t>.</w:t>
      </w:r>
    </w:p>
    <w:p w:rsidR="00EE1A1A" w:rsidRDefault="00EE1A1A" w:rsidP="00BB3BDA">
      <w:pPr>
        <w:pStyle w:val="libNormal"/>
        <w:rPr>
          <w:rtl/>
        </w:rPr>
      </w:pPr>
      <w:r>
        <w:rPr>
          <w:rtl/>
        </w:rPr>
        <w:t xml:space="preserve">وحين يقول لنبيّه </w:t>
      </w:r>
      <w:r w:rsidR="00A80F4B" w:rsidRPr="00A80F4B">
        <w:rPr>
          <w:rStyle w:val="libAlaemChar"/>
          <w:rFonts w:hint="cs"/>
          <w:rtl/>
        </w:rPr>
        <w:t>صلى‌الله‌عليه‌وآله‌وسلم</w:t>
      </w:r>
      <w:r>
        <w:rPr>
          <w:rtl/>
        </w:rPr>
        <w:t xml:space="preserve"> ، حين مثّل بحمزة : </w:t>
      </w:r>
      <w:r w:rsidRPr="00BB3BDA">
        <w:rPr>
          <w:rStyle w:val="libAlaemChar"/>
          <w:rtl/>
        </w:rPr>
        <w:t>(</w:t>
      </w:r>
      <w:r>
        <w:rPr>
          <w:rtl/>
        </w:rPr>
        <w:t xml:space="preserve"> </w:t>
      </w:r>
      <w:r w:rsidRPr="00BB3BDA">
        <w:rPr>
          <w:rStyle w:val="libAieChar"/>
          <w:rtl/>
        </w:rPr>
        <w:t>وان عاقبتم فعاقبوا بمثل ما عوقبتم به ولئن صبرتم لهو خيرٌ للصّابرين</w:t>
      </w:r>
      <w:r>
        <w:rPr>
          <w:rtl/>
        </w:rPr>
        <w:t xml:space="preserve"> </w:t>
      </w:r>
      <w:r w:rsidRPr="00BB3BDA">
        <w:rPr>
          <w:rStyle w:val="libAlaemChar"/>
          <w:rtl/>
        </w:rPr>
        <w:t>)</w:t>
      </w:r>
      <w:r>
        <w:rPr>
          <w:rtl/>
        </w:rPr>
        <w:t xml:space="preserve"> </w:t>
      </w:r>
      <w:r w:rsidRPr="006713DA">
        <w:rPr>
          <w:rStyle w:val="libFootnotenumChar"/>
          <w:rtl/>
        </w:rPr>
        <w:t>(3)</w:t>
      </w:r>
      <w:r>
        <w:rPr>
          <w:rtl/>
        </w:rPr>
        <w:t>.</w:t>
      </w:r>
    </w:p>
    <w:p w:rsidR="00EE1A1A" w:rsidRDefault="00EE1A1A" w:rsidP="00BB3BDA">
      <w:pPr>
        <w:pStyle w:val="libNormal"/>
        <w:rPr>
          <w:rtl/>
        </w:rPr>
      </w:pPr>
      <w:r>
        <w:rPr>
          <w:rtl/>
        </w:rPr>
        <w:t xml:space="preserve">فصبر رسول الله </w:t>
      </w:r>
      <w:r w:rsidR="00A80F4B" w:rsidRPr="00A80F4B">
        <w:rPr>
          <w:rStyle w:val="libAlaemChar"/>
          <w:rFonts w:hint="cs"/>
          <w:rtl/>
        </w:rPr>
        <w:t>صلى‌الله‌عليه‌وآله‌وسلم</w:t>
      </w:r>
      <w:r>
        <w:rPr>
          <w:rtl/>
        </w:rPr>
        <w:t xml:space="preserve"> ولم يعاقب.</w:t>
      </w:r>
    </w:p>
    <w:p w:rsidR="00EE1A1A" w:rsidRDefault="00EE1A1A" w:rsidP="00BB3BDA">
      <w:pPr>
        <w:pStyle w:val="libNormal"/>
        <w:rPr>
          <w:rtl/>
        </w:rPr>
      </w:pPr>
      <w:r>
        <w:rPr>
          <w:rtl/>
        </w:rPr>
        <w:t xml:space="preserve">وحين يقول : </w:t>
      </w:r>
      <w:r w:rsidRPr="00BB3BDA">
        <w:rPr>
          <w:rStyle w:val="libAlaemChar"/>
          <w:rtl/>
        </w:rPr>
        <w:t>(</w:t>
      </w:r>
      <w:r>
        <w:rPr>
          <w:rtl/>
        </w:rPr>
        <w:t xml:space="preserve"> </w:t>
      </w:r>
      <w:r w:rsidRPr="00BB3BDA">
        <w:rPr>
          <w:rStyle w:val="libAieChar"/>
          <w:rtl/>
        </w:rPr>
        <w:t>وامر اهلك بالصّلاة واصطبر عليها لانسألك رزقاً نحن نرزقك والعاقبة للتقوى</w:t>
      </w:r>
      <w:r>
        <w:rPr>
          <w:rtl/>
        </w:rPr>
        <w:t xml:space="preserve"> </w:t>
      </w:r>
      <w:r w:rsidRPr="00BB3BDA">
        <w:rPr>
          <w:rStyle w:val="libAlaemChar"/>
          <w:rtl/>
        </w:rPr>
        <w:t>)</w:t>
      </w:r>
      <w:r w:rsidRPr="002E065D">
        <w:rPr>
          <w:rtl/>
        </w:rPr>
        <w:t xml:space="preserve"> </w:t>
      </w:r>
      <w:r w:rsidRPr="006713DA">
        <w:rPr>
          <w:rStyle w:val="libFootnotenumChar"/>
          <w:rtl/>
        </w:rPr>
        <w:t>(4)</w:t>
      </w:r>
      <w:r>
        <w:rPr>
          <w:rtl/>
        </w:rPr>
        <w:t xml:space="preserve"> ، </w:t>
      </w:r>
    </w:p>
    <w:p w:rsidR="00EE1A1A" w:rsidRDefault="00EE1A1A" w:rsidP="006713DA">
      <w:pPr>
        <w:pStyle w:val="libFootnote0"/>
        <w:rPr>
          <w:rtl/>
        </w:rPr>
      </w:pPr>
      <w:r>
        <w:rPr>
          <w:rtl/>
        </w:rPr>
        <w:t>____________</w:t>
      </w:r>
    </w:p>
    <w:p w:rsidR="00EE1A1A" w:rsidRDefault="00EE1A1A" w:rsidP="006713DA">
      <w:pPr>
        <w:pStyle w:val="libFootnote0"/>
        <w:rPr>
          <w:rtl/>
        </w:rPr>
      </w:pPr>
      <w:r>
        <w:rPr>
          <w:rtl/>
        </w:rPr>
        <w:t>1 ـ الطور 52 : 48.</w:t>
      </w:r>
    </w:p>
    <w:p w:rsidR="00EE1A1A" w:rsidRDefault="00EE1A1A" w:rsidP="006713DA">
      <w:pPr>
        <w:pStyle w:val="libFootnote0"/>
        <w:rPr>
          <w:rtl/>
        </w:rPr>
      </w:pPr>
      <w:r>
        <w:rPr>
          <w:rtl/>
        </w:rPr>
        <w:t>2 ـ القلم 68 : 48.</w:t>
      </w:r>
    </w:p>
    <w:p w:rsidR="00EE1A1A" w:rsidRDefault="00EE1A1A" w:rsidP="006713DA">
      <w:pPr>
        <w:pStyle w:val="libFootnote0"/>
        <w:rPr>
          <w:rtl/>
        </w:rPr>
      </w:pPr>
      <w:r>
        <w:rPr>
          <w:rtl/>
        </w:rPr>
        <w:t>3 ـ النحل 16 : 126.</w:t>
      </w:r>
    </w:p>
    <w:p w:rsidR="00EE1A1A" w:rsidRDefault="00EE1A1A" w:rsidP="006713DA">
      <w:pPr>
        <w:pStyle w:val="libFootnote0"/>
        <w:rPr>
          <w:rtl/>
        </w:rPr>
      </w:pPr>
      <w:r>
        <w:rPr>
          <w:rtl/>
        </w:rPr>
        <w:t xml:space="preserve">4 ـ طه : 20 : 132. </w:t>
      </w:r>
    </w:p>
    <w:p w:rsidR="00EE1A1A" w:rsidRDefault="00EE1A1A" w:rsidP="00BB3BDA">
      <w:pPr>
        <w:pStyle w:val="libNormal"/>
        <w:rPr>
          <w:rtl/>
        </w:rPr>
      </w:pPr>
      <w:r>
        <w:rPr>
          <w:rtl/>
        </w:rPr>
        <w:br w:type="page"/>
      </w:r>
      <w:r>
        <w:rPr>
          <w:rtl/>
        </w:rPr>
        <w:lastRenderedPageBreak/>
        <w:t xml:space="preserve">وحين يقول : </w:t>
      </w:r>
      <w:r w:rsidRPr="00BB3BDA">
        <w:rPr>
          <w:rStyle w:val="libAlaemChar"/>
          <w:rtl/>
        </w:rPr>
        <w:t>(</w:t>
      </w:r>
      <w:r>
        <w:rPr>
          <w:rtl/>
        </w:rPr>
        <w:t xml:space="preserve"> </w:t>
      </w:r>
      <w:r w:rsidRPr="00BB3BDA">
        <w:rPr>
          <w:rStyle w:val="libAieChar"/>
          <w:rtl/>
        </w:rPr>
        <w:t>الّذين اذا اصابتهم مصيبةٌ قالوا انّا لله وانّا اليه راجعون * اولئك عليهم صلواتٌ من ربّهم ورحمةُ واولئك هم المهتدون</w:t>
      </w:r>
      <w:r>
        <w:rPr>
          <w:rtl/>
        </w:rPr>
        <w:t xml:space="preserve"> </w:t>
      </w:r>
      <w:r w:rsidRPr="00BB3BDA">
        <w:rPr>
          <w:rStyle w:val="libAlaemChar"/>
          <w:rtl/>
        </w:rPr>
        <w:t>)</w:t>
      </w:r>
      <w:r>
        <w:rPr>
          <w:rtl/>
        </w:rPr>
        <w:t xml:space="preserve"> </w:t>
      </w:r>
      <w:r w:rsidRPr="006713DA">
        <w:rPr>
          <w:rStyle w:val="libFootnotenumChar"/>
          <w:rtl/>
        </w:rPr>
        <w:t>(1)</w:t>
      </w:r>
      <w:r>
        <w:rPr>
          <w:rtl/>
        </w:rPr>
        <w:t>.</w:t>
      </w:r>
    </w:p>
    <w:p w:rsidR="00EE1A1A" w:rsidRDefault="00EE1A1A" w:rsidP="00BB3BDA">
      <w:pPr>
        <w:pStyle w:val="libNormal"/>
        <w:rPr>
          <w:rtl/>
        </w:rPr>
      </w:pPr>
      <w:r>
        <w:rPr>
          <w:rtl/>
        </w:rPr>
        <w:t xml:space="preserve">وحين يقول : </w:t>
      </w:r>
      <w:r w:rsidRPr="00BB3BDA">
        <w:rPr>
          <w:rStyle w:val="libAlaemChar"/>
          <w:rtl/>
        </w:rPr>
        <w:t>(</w:t>
      </w:r>
      <w:r>
        <w:rPr>
          <w:rtl/>
        </w:rPr>
        <w:t xml:space="preserve"> </w:t>
      </w:r>
      <w:r w:rsidRPr="00BB3BDA">
        <w:rPr>
          <w:rStyle w:val="libAieChar"/>
          <w:rtl/>
        </w:rPr>
        <w:t>انّما يوفّى الصّابرون اجرهم بغير حساب</w:t>
      </w:r>
      <w:r>
        <w:rPr>
          <w:rtl/>
        </w:rPr>
        <w:t xml:space="preserve"> </w:t>
      </w:r>
      <w:r w:rsidRPr="00BB3BDA">
        <w:rPr>
          <w:rStyle w:val="libAlaemChar"/>
          <w:rtl/>
        </w:rPr>
        <w:t>)</w:t>
      </w:r>
      <w:r>
        <w:rPr>
          <w:rtl/>
        </w:rPr>
        <w:t xml:space="preserve"> </w:t>
      </w:r>
      <w:r w:rsidRPr="006713DA">
        <w:rPr>
          <w:rStyle w:val="libFootnotenumChar"/>
          <w:rtl/>
        </w:rPr>
        <w:t>(2)</w:t>
      </w:r>
      <w:r>
        <w:rPr>
          <w:rtl/>
        </w:rPr>
        <w:t>.</w:t>
      </w:r>
    </w:p>
    <w:p w:rsidR="00EE1A1A" w:rsidRDefault="00EE1A1A" w:rsidP="00BB3BDA">
      <w:pPr>
        <w:pStyle w:val="libNormal"/>
        <w:rPr>
          <w:rtl/>
        </w:rPr>
      </w:pPr>
      <w:r>
        <w:rPr>
          <w:rtl/>
        </w:rPr>
        <w:t xml:space="preserve">وحين يقول عن لقمان لابنه : </w:t>
      </w:r>
      <w:r w:rsidRPr="00BB3BDA">
        <w:rPr>
          <w:rStyle w:val="libAlaemChar"/>
          <w:rtl/>
        </w:rPr>
        <w:t>(</w:t>
      </w:r>
      <w:r>
        <w:rPr>
          <w:rtl/>
        </w:rPr>
        <w:t xml:space="preserve"> </w:t>
      </w:r>
      <w:r w:rsidRPr="00BB3BDA">
        <w:rPr>
          <w:rStyle w:val="libAieChar"/>
          <w:rtl/>
        </w:rPr>
        <w:t>واصبر على مااصابك انّ ذلك من عزم الامور</w:t>
      </w:r>
      <w:r>
        <w:rPr>
          <w:rtl/>
        </w:rPr>
        <w:t xml:space="preserve"> </w:t>
      </w:r>
      <w:r w:rsidRPr="00BB3BDA">
        <w:rPr>
          <w:rStyle w:val="libAlaemChar"/>
          <w:rtl/>
        </w:rPr>
        <w:t>)</w:t>
      </w:r>
      <w:r>
        <w:rPr>
          <w:rtl/>
        </w:rPr>
        <w:t xml:space="preserve"> </w:t>
      </w:r>
      <w:r w:rsidRPr="006713DA">
        <w:rPr>
          <w:rStyle w:val="libFootnotenumChar"/>
          <w:rtl/>
        </w:rPr>
        <w:t>(3)</w:t>
      </w:r>
      <w:r>
        <w:rPr>
          <w:rtl/>
        </w:rPr>
        <w:t xml:space="preserve"> ،</w:t>
      </w:r>
    </w:p>
    <w:p w:rsidR="00EE1A1A" w:rsidRDefault="00EE1A1A" w:rsidP="00BB3BDA">
      <w:pPr>
        <w:pStyle w:val="libNormal"/>
        <w:rPr>
          <w:rtl/>
        </w:rPr>
      </w:pPr>
      <w:r>
        <w:rPr>
          <w:rtl/>
        </w:rPr>
        <w:t xml:space="preserve">وحين يقول عن موسى </w:t>
      </w:r>
      <w:r w:rsidR="00A80F4B" w:rsidRPr="00A80F4B">
        <w:rPr>
          <w:rStyle w:val="libAlaemChar"/>
          <w:rFonts w:hint="cs"/>
          <w:rtl/>
        </w:rPr>
        <w:t>عليه‌السلام</w:t>
      </w:r>
      <w:r>
        <w:rPr>
          <w:rtl/>
        </w:rPr>
        <w:t xml:space="preserve"> : </w:t>
      </w:r>
      <w:r w:rsidRPr="00BB3BDA">
        <w:rPr>
          <w:rStyle w:val="libAlaemChar"/>
          <w:rtl/>
        </w:rPr>
        <w:t>(</w:t>
      </w:r>
      <w:r>
        <w:rPr>
          <w:rtl/>
        </w:rPr>
        <w:t xml:space="preserve"> </w:t>
      </w:r>
      <w:r w:rsidRPr="00BB3BDA">
        <w:rPr>
          <w:rStyle w:val="libAieChar"/>
          <w:rtl/>
        </w:rPr>
        <w:t>قال موسى لقومه استعينوا بالله واصبروا انّ الارض لله يورثها من يشاء من عباده والعاقبة للمتّقين</w:t>
      </w:r>
      <w:r>
        <w:rPr>
          <w:rtl/>
        </w:rPr>
        <w:t xml:space="preserve"> </w:t>
      </w:r>
      <w:r w:rsidRPr="00BB3BDA">
        <w:rPr>
          <w:rStyle w:val="libAlaemChar"/>
          <w:rtl/>
        </w:rPr>
        <w:t>)</w:t>
      </w:r>
      <w:r>
        <w:rPr>
          <w:rtl/>
        </w:rPr>
        <w:t xml:space="preserve"> </w:t>
      </w:r>
      <w:r w:rsidRPr="006713DA">
        <w:rPr>
          <w:rStyle w:val="libFootnotenumChar"/>
          <w:rtl/>
        </w:rPr>
        <w:t>(4)</w:t>
      </w:r>
      <w:r>
        <w:rPr>
          <w:rtl/>
        </w:rPr>
        <w:t>.</w:t>
      </w:r>
    </w:p>
    <w:p w:rsidR="00EE1A1A" w:rsidRDefault="00EE1A1A" w:rsidP="00BB3BDA">
      <w:pPr>
        <w:pStyle w:val="libNormal"/>
        <w:rPr>
          <w:rtl/>
        </w:rPr>
      </w:pPr>
      <w:r>
        <w:rPr>
          <w:rtl/>
        </w:rPr>
        <w:t xml:space="preserve">وحين يقول : </w:t>
      </w:r>
      <w:r w:rsidRPr="00BB3BDA">
        <w:rPr>
          <w:rStyle w:val="libAlaemChar"/>
          <w:rtl/>
        </w:rPr>
        <w:t>(</w:t>
      </w:r>
      <w:r>
        <w:rPr>
          <w:rtl/>
        </w:rPr>
        <w:t xml:space="preserve"> </w:t>
      </w:r>
      <w:r w:rsidRPr="00BB3BDA">
        <w:rPr>
          <w:rStyle w:val="libAieChar"/>
          <w:rtl/>
        </w:rPr>
        <w:t>الّذين آمنوا وعملوا الصّالحات وتواصوا</w:t>
      </w:r>
      <w:r>
        <w:rPr>
          <w:rtl/>
        </w:rPr>
        <w:t xml:space="preserve"> </w:t>
      </w:r>
      <w:r w:rsidRPr="00BB3BDA">
        <w:rPr>
          <w:rStyle w:val="libAieChar"/>
          <w:rtl/>
        </w:rPr>
        <w:t>بالحق وتواصوا بالصّبر</w:t>
      </w:r>
      <w:r>
        <w:rPr>
          <w:rtl/>
        </w:rPr>
        <w:t xml:space="preserve"> </w:t>
      </w:r>
      <w:r w:rsidRPr="00BB3BDA">
        <w:rPr>
          <w:rStyle w:val="libAlaemChar"/>
          <w:rtl/>
        </w:rPr>
        <w:t>)</w:t>
      </w:r>
      <w:r>
        <w:rPr>
          <w:rtl/>
        </w:rPr>
        <w:t xml:space="preserve"> </w:t>
      </w:r>
      <w:r w:rsidRPr="006713DA">
        <w:rPr>
          <w:rStyle w:val="libFootnotenumChar"/>
          <w:rtl/>
        </w:rPr>
        <w:t>(5)</w:t>
      </w:r>
      <w:r>
        <w:rPr>
          <w:rtl/>
        </w:rPr>
        <w:t>.</w:t>
      </w:r>
    </w:p>
    <w:p w:rsidR="00EE1A1A" w:rsidRDefault="00EE1A1A" w:rsidP="00BB3BDA">
      <w:pPr>
        <w:pStyle w:val="libNormal"/>
        <w:rPr>
          <w:rtl/>
        </w:rPr>
      </w:pPr>
      <w:r>
        <w:rPr>
          <w:rtl/>
        </w:rPr>
        <w:t xml:space="preserve">وحين يقول : </w:t>
      </w:r>
      <w:r w:rsidRPr="00BB3BDA">
        <w:rPr>
          <w:rStyle w:val="libAlaemChar"/>
          <w:rtl/>
        </w:rPr>
        <w:t>(</w:t>
      </w:r>
      <w:r>
        <w:rPr>
          <w:rtl/>
        </w:rPr>
        <w:t xml:space="preserve"> </w:t>
      </w:r>
      <w:r w:rsidRPr="00BB3BDA">
        <w:rPr>
          <w:rStyle w:val="libAieChar"/>
          <w:rtl/>
        </w:rPr>
        <w:t>ولنبلونّكم بشيء من الخوف والجوع ونقص من الاموال والانفس والثّمرات وبشّر الصّابرين</w:t>
      </w:r>
      <w:r>
        <w:rPr>
          <w:rtl/>
        </w:rPr>
        <w:t xml:space="preserve"> </w:t>
      </w:r>
      <w:r w:rsidRPr="00BB3BDA">
        <w:rPr>
          <w:rStyle w:val="libAlaemChar"/>
          <w:rtl/>
        </w:rPr>
        <w:t>)</w:t>
      </w:r>
      <w:r>
        <w:rPr>
          <w:rtl/>
        </w:rPr>
        <w:t xml:space="preserve"> </w:t>
      </w:r>
      <w:r w:rsidRPr="006713DA">
        <w:rPr>
          <w:rStyle w:val="libFootnotenumChar"/>
          <w:rtl/>
        </w:rPr>
        <w:t>(6)</w:t>
      </w:r>
      <w:r>
        <w:rPr>
          <w:rtl/>
        </w:rPr>
        <w:t>.</w:t>
      </w:r>
    </w:p>
    <w:p w:rsidR="00EE1A1A" w:rsidRDefault="00EE1A1A" w:rsidP="00BB3BDA">
      <w:pPr>
        <w:pStyle w:val="libNormal"/>
        <w:rPr>
          <w:rtl/>
        </w:rPr>
      </w:pPr>
      <w:r>
        <w:rPr>
          <w:rtl/>
        </w:rPr>
        <w:t xml:space="preserve">وحين يقول : </w:t>
      </w:r>
      <w:r w:rsidRPr="00BB3BDA">
        <w:rPr>
          <w:rStyle w:val="libAlaemChar"/>
          <w:rtl/>
        </w:rPr>
        <w:t>(</w:t>
      </w:r>
      <w:r>
        <w:rPr>
          <w:rtl/>
        </w:rPr>
        <w:t xml:space="preserve"> </w:t>
      </w:r>
      <w:r w:rsidRPr="00BB3BDA">
        <w:rPr>
          <w:rStyle w:val="libAieChar"/>
          <w:rtl/>
        </w:rPr>
        <w:t>والصّابرين والصّابرات</w:t>
      </w:r>
      <w:r>
        <w:rPr>
          <w:rtl/>
        </w:rPr>
        <w:t xml:space="preserve"> </w:t>
      </w:r>
      <w:r w:rsidRPr="00BB3BDA">
        <w:rPr>
          <w:rStyle w:val="libAlaemChar"/>
          <w:rtl/>
        </w:rPr>
        <w:t>)</w:t>
      </w:r>
      <w:r>
        <w:rPr>
          <w:rtl/>
        </w:rPr>
        <w:t xml:space="preserve"> </w:t>
      </w:r>
      <w:r w:rsidRPr="006713DA">
        <w:rPr>
          <w:rStyle w:val="libFootnotenumChar"/>
          <w:rtl/>
        </w:rPr>
        <w:t>(7)</w:t>
      </w:r>
      <w:r>
        <w:rPr>
          <w:rtl/>
        </w:rPr>
        <w:t>.</w:t>
      </w:r>
    </w:p>
    <w:p w:rsidR="00EE1A1A" w:rsidRDefault="00EE1A1A" w:rsidP="00BB3BDA">
      <w:pPr>
        <w:pStyle w:val="libNormal"/>
        <w:rPr>
          <w:rtl/>
        </w:rPr>
      </w:pPr>
      <w:r>
        <w:rPr>
          <w:rtl/>
        </w:rPr>
        <w:t xml:space="preserve">وحين يقول : </w:t>
      </w:r>
      <w:r w:rsidRPr="00BB3BDA">
        <w:rPr>
          <w:rStyle w:val="libAlaemChar"/>
          <w:rtl/>
        </w:rPr>
        <w:t>(</w:t>
      </w:r>
      <w:r>
        <w:rPr>
          <w:rtl/>
        </w:rPr>
        <w:t xml:space="preserve"> </w:t>
      </w:r>
      <w:r w:rsidRPr="00BB3BDA">
        <w:rPr>
          <w:rStyle w:val="libAieChar"/>
          <w:rtl/>
        </w:rPr>
        <w:t>واصبر حتّى يحكم الله وهو خير الحاكمين</w:t>
      </w:r>
      <w:r>
        <w:rPr>
          <w:rtl/>
        </w:rPr>
        <w:t xml:space="preserve"> </w:t>
      </w:r>
      <w:r w:rsidRPr="00BB3BDA">
        <w:rPr>
          <w:rStyle w:val="libAlaemChar"/>
          <w:rtl/>
        </w:rPr>
        <w:t>)</w:t>
      </w:r>
      <w:r>
        <w:rPr>
          <w:rtl/>
        </w:rPr>
        <w:t xml:space="preserve"> </w:t>
      </w:r>
      <w:r w:rsidRPr="006713DA">
        <w:rPr>
          <w:rStyle w:val="libFootnotenumChar"/>
          <w:rtl/>
        </w:rPr>
        <w:t>(8)</w:t>
      </w:r>
      <w:r>
        <w:rPr>
          <w:rtl/>
        </w:rPr>
        <w:t xml:space="preserve"> وأمثال ذلك من القرآن كثير.</w:t>
      </w:r>
    </w:p>
    <w:p w:rsidR="00EE1A1A" w:rsidRDefault="00EE1A1A" w:rsidP="00BB3BDA">
      <w:pPr>
        <w:pStyle w:val="libNormal"/>
        <w:rPr>
          <w:rtl/>
        </w:rPr>
      </w:pPr>
      <w:r>
        <w:rPr>
          <w:rtl/>
        </w:rPr>
        <w:t xml:space="preserve">واعلم ـ أيّ عمّ وابن عمّ ـ أنّ الله ـ عزّوجلّ ـ لم يبال بضرّ الدنيا لوليّه ساعة قط ، ولا شيء أحب إليه من الضرّ والجهد واللأواء </w:t>
      </w:r>
      <w:r w:rsidRPr="006713DA">
        <w:rPr>
          <w:rStyle w:val="libFootnotenumChar"/>
          <w:rtl/>
        </w:rPr>
        <w:t>(9)</w:t>
      </w:r>
      <w:r>
        <w:rPr>
          <w:rtl/>
        </w:rPr>
        <w:t xml:space="preserve"> مع الصبر ، وأنّه ـ تبارك وتعالى ـ لم يبال بنعيم الدنيا لعدوه ساعة واحدة قط.</w:t>
      </w:r>
    </w:p>
    <w:p w:rsidR="00EE1A1A" w:rsidRDefault="00EE1A1A" w:rsidP="00BB3BDA">
      <w:pPr>
        <w:pStyle w:val="libNormal"/>
        <w:rPr>
          <w:rtl/>
        </w:rPr>
      </w:pPr>
      <w:r>
        <w:rPr>
          <w:rtl/>
        </w:rPr>
        <w:t>ولولا ذلك ما كان أعداؤه يقتلون أولياءه ويخيفونهم ويمنعونهم ، وأعداؤه آمنون مطمئنون عالون ظاهرون.</w:t>
      </w:r>
    </w:p>
    <w:p w:rsidR="00EE1A1A" w:rsidRDefault="00EE1A1A" w:rsidP="00BB3BDA">
      <w:pPr>
        <w:pStyle w:val="libNormal"/>
        <w:rPr>
          <w:rtl/>
        </w:rPr>
      </w:pPr>
      <w:r>
        <w:rPr>
          <w:rtl/>
        </w:rPr>
        <w:t xml:space="preserve">ولولا ذلك لما قتل زكريا ويحيى بن زكريا ظلماً وعدواناً في بغيّ من البغايا. </w:t>
      </w:r>
    </w:p>
    <w:p w:rsidR="00EE1A1A" w:rsidRDefault="00EE1A1A" w:rsidP="006713DA">
      <w:pPr>
        <w:pStyle w:val="libLine"/>
        <w:rPr>
          <w:rtl/>
        </w:rPr>
      </w:pPr>
      <w:r>
        <w:rPr>
          <w:rtl/>
        </w:rPr>
        <w:t>__________________</w:t>
      </w:r>
    </w:p>
    <w:p w:rsidR="00EE1A1A" w:rsidRDefault="00EE1A1A" w:rsidP="006713DA">
      <w:pPr>
        <w:pStyle w:val="libFootnote0"/>
        <w:rPr>
          <w:rtl/>
        </w:rPr>
      </w:pPr>
      <w:r>
        <w:rPr>
          <w:rtl/>
        </w:rPr>
        <w:t>1 ـ البقرة 2 : 156 ، 157.</w:t>
      </w:r>
    </w:p>
    <w:p w:rsidR="00EE1A1A" w:rsidRDefault="00EE1A1A" w:rsidP="006713DA">
      <w:pPr>
        <w:pStyle w:val="libFootnote0"/>
        <w:rPr>
          <w:rtl/>
        </w:rPr>
      </w:pPr>
      <w:r>
        <w:rPr>
          <w:rtl/>
        </w:rPr>
        <w:t>2 ـ الزمر 39 : 10.</w:t>
      </w:r>
    </w:p>
    <w:p w:rsidR="00EE1A1A" w:rsidRDefault="00EE1A1A" w:rsidP="006713DA">
      <w:pPr>
        <w:pStyle w:val="libFootnote0"/>
        <w:rPr>
          <w:rtl/>
        </w:rPr>
      </w:pPr>
      <w:r>
        <w:rPr>
          <w:rtl/>
        </w:rPr>
        <w:t>3 ـ لقمان 31 : 17.</w:t>
      </w:r>
    </w:p>
    <w:p w:rsidR="00EE1A1A" w:rsidRDefault="00EE1A1A" w:rsidP="006713DA">
      <w:pPr>
        <w:pStyle w:val="libFootnote0"/>
        <w:rPr>
          <w:rtl/>
        </w:rPr>
      </w:pPr>
      <w:r>
        <w:rPr>
          <w:rtl/>
        </w:rPr>
        <w:t>4 ـ الأعراف 7 : 128.</w:t>
      </w:r>
    </w:p>
    <w:p w:rsidR="00EE1A1A" w:rsidRDefault="00EE1A1A" w:rsidP="006713DA">
      <w:pPr>
        <w:pStyle w:val="libFootnote0"/>
        <w:rPr>
          <w:rtl/>
        </w:rPr>
      </w:pPr>
      <w:r>
        <w:rPr>
          <w:rtl/>
        </w:rPr>
        <w:t>5 ـ العصر 103 : 3.</w:t>
      </w:r>
    </w:p>
    <w:p w:rsidR="00EE1A1A" w:rsidRDefault="00EE1A1A" w:rsidP="006713DA">
      <w:pPr>
        <w:pStyle w:val="libFootnote0"/>
        <w:rPr>
          <w:rtl/>
        </w:rPr>
      </w:pPr>
      <w:r>
        <w:rPr>
          <w:rtl/>
        </w:rPr>
        <w:t>6 ـ البقرة 2 : 155.</w:t>
      </w:r>
    </w:p>
    <w:p w:rsidR="00EE1A1A" w:rsidRDefault="00EE1A1A" w:rsidP="006713DA">
      <w:pPr>
        <w:pStyle w:val="libFootnote0"/>
        <w:rPr>
          <w:rtl/>
        </w:rPr>
      </w:pPr>
      <w:r>
        <w:rPr>
          <w:rtl/>
        </w:rPr>
        <w:t>7 ـ الاحزاب 33 : 35.</w:t>
      </w:r>
    </w:p>
    <w:p w:rsidR="00EE1A1A" w:rsidRDefault="00EE1A1A" w:rsidP="006713DA">
      <w:pPr>
        <w:pStyle w:val="libFootnote0"/>
        <w:rPr>
          <w:rtl/>
        </w:rPr>
      </w:pPr>
      <w:r>
        <w:rPr>
          <w:rtl/>
        </w:rPr>
        <w:t>8 ـ يونس 10 : 109.</w:t>
      </w:r>
    </w:p>
    <w:p w:rsidR="00EE1A1A" w:rsidRDefault="00EE1A1A" w:rsidP="006713DA">
      <w:pPr>
        <w:pStyle w:val="libFootnote0"/>
        <w:rPr>
          <w:rtl/>
        </w:rPr>
      </w:pPr>
      <w:r>
        <w:rPr>
          <w:rtl/>
        </w:rPr>
        <w:t xml:space="preserve">9 ـ اللأواء : الشدّة. « الصحاح ـ لأى ـ 6 : 2478 ». </w:t>
      </w:r>
    </w:p>
    <w:p w:rsidR="00EE1A1A" w:rsidRDefault="00EE1A1A" w:rsidP="00BB3BDA">
      <w:pPr>
        <w:pStyle w:val="libNormal"/>
        <w:rPr>
          <w:rtl/>
        </w:rPr>
      </w:pPr>
      <w:r>
        <w:rPr>
          <w:rtl/>
        </w:rPr>
        <w:br w:type="page"/>
      </w:r>
      <w:r>
        <w:rPr>
          <w:rtl/>
        </w:rPr>
        <w:lastRenderedPageBreak/>
        <w:t xml:space="preserve">ولولا ذلك لما قتل جدّك عليّ بن أبي طالب </w:t>
      </w:r>
      <w:r w:rsidR="00A80F4B" w:rsidRPr="00A80F4B">
        <w:rPr>
          <w:rStyle w:val="libAlaemChar"/>
          <w:rFonts w:hint="cs"/>
          <w:rtl/>
        </w:rPr>
        <w:t>عليه‌السلام</w:t>
      </w:r>
      <w:r>
        <w:rPr>
          <w:rtl/>
        </w:rPr>
        <w:t xml:space="preserve"> ـ لمّا قام بأمر الله جل وعزّ ـ ظلماً ، وعمّك الحسين بن فاطمة ـ صلّى الله عليهما ـ اضطهاداً وعدواناً.</w:t>
      </w:r>
    </w:p>
    <w:p w:rsidR="00EE1A1A" w:rsidRDefault="00EE1A1A" w:rsidP="00BB3BDA">
      <w:pPr>
        <w:pStyle w:val="libNormal"/>
        <w:rPr>
          <w:rtl/>
        </w:rPr>
      </w:pPr>
      <w:r>
        <w:rPr>
          <w:rtl/>
        </w:rPr>
        <w:t xml:space="preserve">ولولا ذلك لما قال الله عزّوجلّ في كتابه : </w:t>
      </w:r>
      <w:r w:rsidRPr="00BB3BDA">
        <w:rPr>
          <w:rStyle w:val="libAlaemChar"/>
          <w:rtl/>
        </w:rPr>
        <w:t>(</w:t>
      </w:r>
      <w:r>
        <w:rPr>
          <w:rtl/>
        </w:rPr>
        <w:t xml:space="preserve"> </w:t>
      </w:r>
      <w:r w:rsidRPr="00BB3BDA">
        <w:rPr>
          <w:rStyle w:val="libAieChar"/>
          <w:rtl/>
        </w:rPr>
        <w:t xml:space="preserve">ولولا ان يكون النّاس امّةً واحدةً لجعلنا لمن يكفر بالرّحمن لبيوتهم سقفاً من فضّة ومعارج عليها يظهرون </w:t>
      </w:r>
      <w:r w:rsidRPr="00BB3BDA">
        <w:rPr>
          <w:rStyle w:val="libAlaemChar"/>
          <w:rtl/>
        </w:rPr>
        <w:t>)</w:t>
      </w:r>
      <w:r>
        <w:rPr>
          <w:rtl/>
        </w:rPr>
        <w:t xml:space="preserve"> </w:t>
      </w:r>
      <w:r w:rsidRPr="006713DA">
        <w:rPr>
          <w:rStyle w:val="libFootnotenumChar"/>
          <w:rtl/>
        </w:rPr>
        <w:t>(1)</w:t>
      </w:r>
      <w:r>
        <w:rPr>
          <w:rtl/>
        </w:rPr>
        <w:t>.</w:t>
      </w:r>
    </w:p>
    <w:p w:rsidR="00EE1A1A" w:rsidRDefault="00EE1A1A" w:rsidP="00BB3BDA">
      <w:pPr>
        <w:pStyle w:val="libNormal"/>
        <w:rPr>
          <w:rtl/>
        </w:rPr>
      </w:pPr>
      <w:r>
        <w:rPr>
          <w:rtl/>
        </w:rPr>
        <w:t xml:space="preserve">ولولا ذلك لما قال في كتابه : </w:t>
      </w:r>
      <w:r w:rsidRPr="00BB3BDA">
        <w:rPr>
          <w:rStyle w:val="libAlaemChar"/>
          <w:rtl/>
        </w:rPr>
        <w:t>(</w:t>
      </w:r>
      <w:r>
        <w:rPr>
          <w:rtl/>
        </w:rPr>
        <w:t xml:space="preserve"> </w:t>
      </w:r>
      <w:r w:rsidRPr="00BB3BDA">
        <w:rPr>
          <w:rStyle w:val="libAieChar"/>
          <w:rtl/>
        </w:rPr>
        <w:t>ايحسبون انّما نمدّهم به من مال وبنين * نسارع لهم في الخيرات بل يشعرون</w:t>
      </w:r>
      <w:r>
        <w:rPr>
          <w:rtl/>
        </w:rPr>
        <w:t xml:space="preserve"> </w:t>
      </w:r>
      <w:r w:rsidRPr="00BB3BDA">
        <w:rPr>
          <w:rStyle w:val="libAlaemChar"/>
          <w:rtl/>
        </w:rPr>
        <w:t>)</w:t>
      </w:r>
      <w:r>
        <w:rPr>
          <w:rtl/>
        </w:rPr>
        <w:t xml:space="preserve"> </w:t>
      </w:r>
      <w:r w:rsidRPr="006713DA">
        <w:rPr>
          <w:rStyle w:val="libFootnotenumChar"/>
          <w:rtl/>
        </w:rPr>
        <w:t>(2)</w:t>
      </w:r>
      <w:r>
        <w:rPr>
          <w:rtl/>
        </w:rPr>
        <w:t>.</w:t>
      </w:r>
    </w:p>
    <w:p w:rsidR="00EE1A1A" w:rsidRDefault="00EE1A1A" w:rsidP="00BB3BDA">
      <w:pPr>
        <w:pStyle w:val="libNormal"/>
        <w:rPr>
          <w:rtl/>
        </w:rPr>
      </w:pPr>
      <w:r>
        <w:rPr>
          <w:rtl/>
        </w:rPr>
        <w:t>ولولا ذلك لما جاء في الحديث : « لولا أن يحزن المؤمن لجعلت للكافر عصابة من حديد ، فلا يصدع رأسه أبداً ».</w:t>
      </w:r>
    </w:p>
    <w:p w:rsidR="00EE1A1A" w:rsidRDefault="00EE1A1A" w:rsidP="00BB3BDA">
      <w:pPr>
        <w:pStyle w:val="libNormal"/>
        <w:rPr>
          <w:rtl/>
        </w:rPr>
      </w:pPr>
      <w:r>
        <w:rPr>
          <w:rtl/>
        </w:rPr>
        <w:t>ولولا ذلك لما جاء في الحديث : « أن الدنيا لا تساوي عندالله عزّوجلّ جناح بعوضة ».</w:t>
      </w:r>
    </w:p>
    <w:p w:rsidR="00EE1A1A" w:rsidRDefault="00EE1A1A" w:rsidP="00BB3BDA">
      <w:pPr>
        <w:pStyle w:val="libNormal"/>
        <w:rPr>
          <w:rtl/>
        </w:rPr>
      </w:pPr>
      <w:r>
        <w:rPr>
          <w:rtl/>
        </w:rPr>
        <w:t>ولولا ذلك ما سقى كافراً منها شربة ماء.</w:t>
      </w:r>
    </w:p>
    <w:p w:rsidR="00EE1A1A" w:rsidRDefault="00EE1A1A" w:rsidP="00BB3BDA">
      <w:pPr>
        <w:pStyle w:val="libNormal"/>
        <w:rPr>
          <w:rtl/>
        </w:rPr>
      </w:pPr>
      <w:r>
        <w:rPr>
          <w:rtl/>
        </w:rPr>
        <w:t>ولولا ذلك لما جاء في الحديث : « لو أنّ مؤمناً على قلة جبل لا بتعث الله له كافراً أو منافقاً يؤذيه ».</w:t>
      </w:r>
    </w:p>
    <w:p w:rsidR="00EE1A1A" w:rsidRDefault="00EE1A1A" w:rsidP="00BB3BDA">
      <w:pPr>
        <w:pStyle w:val="libNormal"/>
        <w:rPr>
          <w:rtl/>
        </w:rPr>
      </w:pPr>
      <w:r>
        <w:rPr>
          <w:rtl/>
        </w:rPr>
        <w:t>ولولا ذلك لما جاء في الحديث أنّه : « إذا أحبّ الله قوماً ـ أو أحب عبداً ـ صبّ عليه البلاء صبّاً ، فلا يخرج من غمّ إلاّ وقع في غمّ ».</w:t>
      </w:r>
    </w:p>
    <w:p w:rsidR="00EE1A1A" w:rsidRDefault="00EE1A1A" w:rsidP="00BB3BDA">
      <w:pPr>
        <w:pStyle w:val="libNormal"/>
        <w:rPr>
          <w:rtl/>
        </w:rPr>
      </w:pPr>
      <w:r>
        <w:rPr>
          <w:rtl/>
        </w:rPr>
        <w:t>ولولا ذلك لما جاء في الحديث : « ما من جرعتين أحبّ إلى الله تعالى أن يجرعهما عبده المؤمن في الدنيا ، من جرعة غيظ كظم عليها ، وجرعة حزن عند مصيبة صبر عليها بحسن عزاء واحتساب ».</w:t>
      </w:r>
    </w:p>
    <w:p w:rsidR="00EE1A1A" w:rsidRDefault="00EE1A1A" w:rsidP="00BB3BDA">
      <w:pPr>
        <w:pStyle w:val="libNormal"/>
        <w:rPr>
          <w:rtl/>
        </w:rPr>
      </w:pPr>
      <w:r>
        <w:rPr>
          <w:rtl/>
        </w:rPr>
        <w:t xml:space="preserve">ولولا ذلك لما كان أصحاب رسول الله </w:t>
      </w:r>
      <w:r w:rsidR="00A80F4B" w:rsidRPr="00A80F4B">
        <w:rPr>
          <w:rStyle w:val="libAlaemChar"/>
          <w:rFonts w:hint="cs"/>
          <w:rtl/>
        </w:rPr>
        <w:t>صلى‌الله‌عليه‌وآله‌وسلم</w:t>
      </w:r>
      <w:r>
        <w:rPr>
          <w:rtl/>
        </w:rPr>
        <w:t xml:space="preserve"> يدعون على من ظلمهم بطول العمر ، وصحة البدن ، وكثرة المال والولد.</w:t>
      </w:r>
    </w:p>
    <w:p w:rsidR="00EE1A1A" w:rsidRDefault="00EE1A1A" w:rsidP="00BB3BDA">
      <w:pPr>
        <w:pStyle w:val="libNormal"/>
        <w:rPr>
          <w:rtl/>
        </w:rPr>
      </w:pPr>
      <w:r>
        <w:rPr>
          <w:rtl/>
        </w:rPr>
        <w:t xml:space="preserve">ولولا ذلك ما بلغنا : أنّ رسول الله </w:t>
      </w:r>
      <w:r w:rsidR="00A80F4B" w:rsidRPr="00A80F4B">
        <w:rPr>
          <w:rStyle w:val="libAlaemChar"/>
          <w:rFonts w:hint="cs"/>
          <w:rtl/>
        </w:rPr>
        <w:t>صلى‌الله‌عليه‌وآله‌وسلم</w:t>
      </w:r>
      <w:r>
        <w:rPr>
          <w:rtl/>
        </w:rPr>
        <w:t xml:space="preserve"> كان إذا خصّ رجلأ بالترحّم عليه والاستغفار استشهد.</w:t>
      </w:r>
    </w:p>
    <w:p w:rsidR="00EE1A1A" w:rsidRDefault="00EE1A1A" w:rsidP="00BB3BDA">
      <w:pPr>
        <w:pStyle w:val="libNormal"/>
        <w:rPr>
          <w:rtl/>
        </w:rPr>
      </w:pPr>
      <w:r>
        <w:rPr>
          <w:rtl/>
        </w:rPr>
        <w:t xml:space="preserve">فعليكم ـ يا عمّ وابن عمّ وبني عمومتي واخوتي ـ بالصبر والرضا والتسليم والتفويض إلى الله عزّوجلّ ، والرضا والصبر على قضائه ، والتمسك بطاعته ، والنزول عند أمره. </w:t>
      </w:r>
    </w:p>
    <w:p w:rsidR="00EE1A1A" w:rsidRDefault="00EE1A1A" w:rsidP="006713DA">
      <w:pPr>
        <w:pStyle w:val="libLine"/>
        <w:rPr>
          <w:rtl/>
        </w:rPr>
      </w:pPr>
      <w:r>
        <w:rPr>
          <w:rtl/>
        </w:rPr>
        <w:t>__________________</w:t>
      </w:r>
    </w:p>
    <w:p w:rsidR="00EE1A1A" w:rsidRDefault="00EE1A1A" w:rsidP="006713DA">
      <w:pPr>
        <w:pStyle w:val="libFootnote0"/>
        <w:rPr>
          <w:rtl/>
        </w:rPr>
      </w:pPr>
      <w:r>
        <w:rPr>
          <w:rtl/>
        </w:rPr>
        <w:t>1 ـ الزخرف 43 : 33.</w:t>
      </w:r>
    </w:p>
    <w:p w:rsidR="00EE1A1A" w:rsidRDefault="00EE1A1A" w:rsidP="006713DA">
      <w:pPr>
        <w:pStyle w:val="libFootnote0"/>
        <w:rPr>
          <w:rtl/>
        </w:rPr>
      </w:pPr>
      <w:r>
        <w:rPr>
          <w:rtl/>
        </w:rPr>
        <w:t xml:space="preserve">2 ـ المؤمنون 23 : 55 ، 56. </w:t>
      </w:r>
    </w:p>
    <w:p w:rsidR="00EE1A1A" w:rsidRDefault="00EE1A1A" w:rsidP="00BB3BDA">
      <w:pPr>
        <w:pStyle w:val="libNormal"/>
        <w:rPr>
          <w:rtl/>
        </w:rPr>
      </w:pPr>
      <w:r>
        <w:rPr>
          <w:rtl/>
        </w:rPr>
        <w:br w:type="page"/>
      </w:r>
      <w:r>
        <w:rPr>
          <w:rtl/>
        </w:rPr>
        <w:lastRenderedPageBreak/>
        <w:t>أفرغ الله علينا وعليكم الصبر ، وختم لنا ولكم بالسعادة ، وأنقذنا وإيّاكم من كلّ هلكة بحوله وقوته ، إنّه سميع قريب.</w:t>
      </w:r>
    </w:p>
    <w:p w:rsidR="00EE1A1A" w:rsidRDefault="00EE1A1A" w:rsidP="00BB3BDA">
      <w:pPr>
        <w:pStyle w:val="libNormal"/>
        <w:rPr>
          <w:rtl/>
        </w:rPr>
      </w:pPr>
      <w:r>
        <w:rPr>
          <w:rtl/>
        </w:rPr>
        <w:t xml:space="preserve">وصلّى الله على صفوته من خلقه ، محمد النبيّ وأهل بيته صلوات الله وسلامه وبركاته ورحماته عليهم أجمعين » </w:t>
      </w:r>
      <w:r w:rsidRPr="006713DA">
        <w:rPr>
          <w:rStyle w:val="libFootnotenumChar"/>
          <w:rtl/>
        </w:rPr>
        <w:t>(1)</w:t>
      </w:r>
      <w:r>
        <w:rPr>
          <w:rtl/>
        </w:rPr>
        <w:t>.</w:t>
      </w:r>
    </w:p>
    <w:p w:rsidR="00EE1A1A" w:rsidRDefault="00EE1A1A" w:rsidP="00BB3BDA">
      <w:pPr>
        <w:pStyle w:val="libNormal"/>
        <w:rPr>
          <w:rtl/>
        </w:rPr>
      </w:pPr>
      <w:r>
        <w:rPr>
          <w:rtl/>
        </w:rPr>
        <w:t>هذا آخر التعزية بلفظها ، نقلتها من كتاب « التتمات والمهمات » وعليها نختم الرسالة حامدين لله تعالى على نواله ، مصلّين على صاحب الرسالة ، وعلى آله أهل العصمة والعدالة.</w:t>
      </w:r>
    </w:p>
    <w:p w:rsidR="00EE1A1A" w:rsidRDefault="00EE1A1A" w:rsidP="00BB3BDA">
      <w:pPr>
        <w:pStyle w:val="libNormal"/>
        <w:rPr>
          <w:rtl/>
        </w:rPr>
      </w:pPr>
      <w:r>
        <w:rPr>
          <w:rtl/>
        </w:rPr>
        <w:t xml:space="preserve">ولقد فرغ منها مؤلفها العبد الفقير إلى الله تعالى زين الدين علي بن أحمد الشاميّ العامليّ عامله الله بفضله وعفا عنهم بمنه وسط نهار الجمعة ، غرّة شهر رجب المرجب الفرد الحرام ، عام أربعة وخمسين وتسعمائة حامداً مصلياً مسلماً مستغفراً والحمد لله وحده ، وصلاته على سيدنا محمد وآله وصحبه وسلم. </w:t>
      </w:r>
    </w:p>
    <w:p w:rsidR="00EE1A1A" w:rsidRDefault="00EE1A1A" w:rsidP="006713DA">
      <w:pPr>
        <w:pStyle w:val="libLine"/>
        <w:rPr>
          <w:rtl/>
        </w:rPr>
      </w:pPr>
      <w:r>
        <w:rPr>
          <w:rtl/>
        </w:rPr>
        <w:t>____________</w:t>
      </w:r>
    </w:p>
    <w:p w:rsidR="00EE1A1A" w:rsidRDefault="00EE1A1A" w:rsidP="006713DA">
      <w:pPr>
        <w:pStyle w:val="libFootnote0"/>
        <w:rPr>
          <w:rtl/>
        </w:rPr>
      </w:pPr>
      <w:r>
        <w:rPr>
          <w:rtl/>
        </w:rPr>
        <w:t>1 ـ إقبال الأعمال : 578 باختلاف يسير ، ونقله في البحار 82 : 145 عن مسكن الفؤآد.</w:t>
      </w:r>
    </w:p>
    <w:p w:rsidR="00EE1A1A" w:rsidRDefault="00EE1A1A" w:rsidP="00BB3BDA">
      <w:pPr>
        <w:pStyle w:val="libBold1"/>
        <w:rPr>
          <w:rtl/>
          <w:lang w:bidi="ar-KW"/>
        </w:rPr>
      </w:pPr>
      <w:r>
        <w:rPr>
          <w:rtl/>
        </w:rPr>
        <w:br w:type="page"/>
      </w:r>
      <w:r>
        <w:rPr>
          <w:rtl/>
        </w:rPr>
        <w:lastRenderedPageBreak/>
        <w:br w:type="page"/>
      </w:r>
    </w:p>
    <w:tbl>
      <w:tblPr>
        <w:bidiVisual/>
        <w:tblW w:w="0" w:type="auto"/>
        <w:tblLook w:val="01E0"/>
      </w:tblPr>
      <w:tblGrid>
        <w:gridCol w:w="3770"/>
        <w:gridCol w:w="3803"/>
      </w:tblGrid>
      <w:tr w:rsidR="00EE1A1A" w:rsidTr="00BB3BDA">
        <w:tc>
          <w:tcPr>
            <w:tcW w:w="3907" w:type="dxa"/>
          </w:tcPr>
          <w:p w:rsidR="00EE1A1A" w:rsidRDefault="00EE1A1A" w:rsidP="00BB3BDA">
            <w:pPr>
              <w:ind w:firstLine="0"/>
              <w:rPr>
                <w:rtl/>
                <w:lang w:bidi="ar-KW"/>
              </w:rPr>
            </w:pPr>
          </w:p>
        </w:tc>
        <w:tc>
          <w:tcPr>
            <w:tcW w:w="3907" w:type="dxa"/>
          </w:tcPr>
          <w:p w:rsidR="00EE1A1A" w:rsidRDefault="00EE1A1A" w:rsidP="00BB3BDA">
            <w:pPr>
              <w:pStyle w:val="libBold1"/>
              <w:rPr>
                <w:rtl/>
                <w:lang w:bidi="ar-KW"/>
              </w:rPr>
            </w:pPr>
            <w:r>
              <w:rPr>
                <w:rFonts w:hint="cs"/>
                <w:rtl/>
                <w:lang w:bidi="ar-KW"/>
              </w:rPr>
              <w:t>* الفهارس العامة</w:t>
            </w:r>
          </w:p>
          <w:p w:rsidR="00EE1A1A" w:rsidRDefault="00EE1A1A" w:rsidP="00BB3BDA">
            <w:pPr>
              <w:pStyle w:val="libNormal"/>
              <w:rPr>
                <w:rtl/>
                <w:lang w:bidi="ar-KW"/>
              </w:rPr>
            </w:pPr>
            <w:r>
              <w:rPr>
                <w:rFonts w:hint="cs"/>
                <w:rtl/>
                <w:lang w:bidi="ar-KW"/>
              </w:rPr>
              <w:t>1 ـ فهرس الآيات القرآنية</w:t>
            </w:r>
          </w:p>
          <w:p w:rsidR="00EE1A1A" w:rsidRDefault="00EE1A1A" w:rsidP="00BB3BDA">
            <w:pPr>
              <w:pStyle w:val="libNormal"/>
              <w:rPr>
                <w:rtl/>
                <w:lang w:bidi="ar-KW"/>
              </w:rPr>
            </w:pPr>
            <w:r>
              <w:rPr>
                <w:rFonts w:hint="cs"/>
                <w:rtl/>
                <w:lang w:bidi="ar-KW"/>
              </w:rPr>
              <w:t>2 ـ فهرس الأحاديث القدسية</w:t>
            </w:r>
          </w:p>
          <w:p w:rsidR="00EE1A1A" w:rsidRDefault="00EE1A1A" w:rsidP="00BB3BDA">
            <w:pPr>
              <w:pStyle w:val="libNormal"/>
              <w:rPr>
                <w:rtl/>
                <w:lang w:bidi="ar-KW"/>
              </w:rPr>
            </w:pPr>
            <w:r>
              <w:rPr>
                <w:rFonts w:hint="cs"/>
                <w:rtl/>
                <w:lang w:bidi="ar-KW"/>
              </w:rPr>
              <w:t>3 ـ فهرس الأحاديث</w:t>
            </w:r>
          </w:p>
          <w:p w:rsidR="00EE1A1A" w:rsidRDefault="00EE1A1A" w:rsidP="00BB3BDA">
            <w:pPr>
              <w:pStyle w:val="libNormal"/>
              <w:rPr>
                <w:rtl/>
                <w:lang w:bidi="ar-KW"/>
              </w:rPr>
            </w:pPr>
            <w:r>
              <w:rPr>
                <w:rFonts w:hint="cs"/>
                <w:rtl/>
                <w:lang w:bidi="ar-KW"/>
              </w:rPr>
              <w:t>4 ـ فهرس الآثار</w:t>
            </w:r>
          </w:p>
          <w:p w:rsidR="00EE1A1A" w:rsidRDefault="00EE1A1A" w:rsidP="00BB3BDA">
            <w:pPr>
              <w:pStyle w:val="libNormal"/>
              <w:rPr>
                <w:rtl/>
                <w:lang w:bidi="ar-KW"/>
              </w:rPr>
            </w:pPr>
            <w:r>
              <w:rPr>
                <w:rFonts w:hint="cs"/>
                <w:rtl/>
                <w:lang w:bidi="ar-KW"/>
              </w:rPr>
              <w:t>5 ـ فهرس الأعلام</w:t>
            </w:r>
          </w:p>
          <w:p w:rsidR="00EE1A1A" w:rsidRDefault="00EE1A1A" w:rsidP="00BB3BDA">
            <w:pPr>
              <w:pStyle w:val="libNormal"/>
              <w:rPr>
                <w:rtl/>
                <w:lang w:bidi="ar-KW"/>
              </w:rPr>
            </w:pPr>
            <w:r>
              <w:rPr>
                <w:rFonts w:hint="cs"/>
                <w:rtl/>
                <w:lang w:bidi="ar-KW"/>
              </w:rPr>
              <w:t>6 ـ فهرس الألفاظ ا</w:t>
            </w:r>
            <w:r w:rsidRPr="009851FB">
              <w:rPr>
                <w:rFonts w:hint="cs"/>
                <w:rtl/>
                <w:lang w:bidi="ar-KW"/>
              </w:rPr>
              <w:t>لمفس</w:t>
            </w:r>
            <w:r>
              <w:rPr>
                <w:rFonts w:hint="cs"/>
                <w:rtl/>
                <w:lang w:bidi="ar-KW"/>
              </w:rPr>
              <w:t>ّره في المتن</w:t>
            </w:r>
          </w:p>
          <w:p w:rsidR="00EE1A1A" w:rsidRDefault="00EE1A1A" w:rsidP="00BB3BDA">
            <w:pPr>
              <w:pStyle w:val="libNormal"/>
              <w:rPr>
                <w:rtl/>
                <w:lang w:bidi="ar-KW"/>
              </w:rPr>
            </w:pPr>
            <w:r>
              <w:rPr>
                <w:rFonts w:hint="cs"/>
                <w:rtl/>
                <w:lang w:bidi="ar-KW"/>
              </w:rPr>
              <w:t>7 ـ فهرس الكتب الواردة في المتن</w:t>
            </w:r>
          </w:p>
          <w:p w:rsidR="00EE1A1A" w:rsidRDefault="00EE1A1A" w:rsidP="00BB3BDA">
            <w:pPr>
              <w:pStyle w:val="libNormal"/>
              <w:rPr>
                <w:rtl/>
                <w:lang w:bidi="ar-KW"/>
              </w:rPr>
            </w:pPr>
            <w:r>
              <w:rPr>
                <w:rFonts w:hint="cs"/>
                <w:rtl/>
                <w:lang w:bidi="ar-KW"/>
              </w:rPr>
              <w:t>8 ـ فهرس الفتاوى الفقهية</w:t>
            </w:r>
          </w:p>
          <w:p w:rsidR="00EE1A1A" w:rsidRDefault="00EE1A1A" w:rsidP="00BB3BDA">
            <w:pPr>
              <w:pStyle w:val="libNormal"/>
              <w:rPr>
                <w:rtl/>
                <w:lang w:bidi="ar-KW"/>
              </w:rPr>
            </w:pPr>
            <w:r>
              <w:rPr>
                <w:rFonts w:hint="cs"/>
                <w:rtl/>
                <w:lang w:bidi="ar-KW"/>
              </w:rPr>
              <w:t>9 ـ فهرس الأماكن والبقاع</w:t>
            </w:r>
          </w:p>
          <w:p w:rsidR="00EE1A1A" w:rsidRDefault="00EE1A1A" w:rsidP="00BB3BDA">
            <w:pPr>
              <w:pStyle w:val="libNormal"/>
              <w:rPr>
                <w:rtl/>
                <w:lang w:bidi="ar-KW"/>
              </w:rPr>
            </w:pPr>
            <w:r>
              <w:rPr>
                <w:rFonts w:hint="cs"/>
                <w:rtl/>
                <w:lang w:bidi="ar-KW"/>
              </w:rPr>
              <w:t>10 ـ فهرس الأبيات الشعرية</w:t>
            </w:r>
          </w:p>
          <w:p w:rsidR="00EE1A1A" w:rsidRDefault="00EE1A1A" w:rsidP="00BB3BDA">
            <w:pPr>
              <w:pStyle w:val="libNormal"/>
              <w:rPr>
                <w:rtl/>
                <w:lang w:bidi="ar-KW"/>
              </w:rPr>
            </w:pPr>
            <w:r>
              <w:rPr>
                <w:rFonts w:hint="cs"/>
                <w:rtl/>
                <w:lang w:bidi="ar-KW"/>
              </w:rPr>
              <w:t>11 ـ فهرس الحيوانات</w:t>
            </w:r>
          </w:p>
          <w:p w:rsidR="00EE1A1A" w:rsidRDefault="00EE1A1A" w:rsidP="00BB3BDA">
            <w:pPr>
              <w:pStyle w:val="libNormal"/>
              <w:rPr>
                <w:rtl/>
                <w:lang w:bidi="ar-KW"/>
              </w:rPr>
            </w:pPr>
            <w:r>
              <w:rPr>
                <w:rFonts w:hint="cs"/>
                <w:rtl/>
                <w:lang w:bidi="ar-KW"/>
              </w:rPr>
              <w:t>12 ـ مصادر التحقيق</w:t>
            </w:r>
          </w:p>
          <w:p w:rsidR="00EE1A1A" w:rsidRDefault="00EE1A1A" w:rsidP="00BB3BDA">
            <w:pPr>
              <w:pStyle w:val="libNormal"/>
              <w:rPr>
                <w:rtl/>
                <w:lang w:bidi="ar-KW"/>
              </w:rPr>
            </w:pPr>
            <w:r>
              <w:rPr>
                <w:rFonts w:hint="cs"/>
                <w:rtl/>
                <w:lang w:bidi="ar-KW"/>
              </w:rPr>
              <w:t>13 ـ فهرس الموضوعات</w:t>
            </w:r>
          </w:p>
        </w:tc>
      </w:tr>
    </w:tbl>
    <w:p w:rsidR="00EE1A1A" w:rsidRDefault="00EE1A1A" w:rsidP="00BB3BDA">
      <w:pPr>
        <w:pStyle w:val="libBold1"/>
        <w:rPr>
          <w:rtl/>
          <w:lang w:bidi="ar-KW"/>
        </w:rPr>
      </w:pPr>
    </w:p>
    <w:p w:rsidR="00EE1A1A" w:rsidRDefault="00EE1A1A" w:rsidP="006713DA">
      <w:pPr>
        <w:pStyle w:val="libCenterBold1"/>
        <w:rPr>
          <w:rtl/>
        </w:rPr>
      </w:pPr>
      <w:r>
        <w:rPr>
          <w:rtl/>
          <w:lang w:bidi="ar-KW"/>
        </w:rPr>
        <w:br w:type="page"/>
      </w:r>
      <w:r>
        <w:rPr>
          <w:rtl/>
          <w:lang w:bidi="ar-KW"/>
        </w:rPr>
        <w:lastRenderedPageBreak/>
        <w:br w:type="page"/>
      </w:r>
      <w:r>
        <w:rPr>
          <w:rFonts w:hint="cs"/>
          <w:rtl/>
        </w:rPr>
        <w:lastRenderedPageBreak/>
        <w:t>1 ـ</w:t>
      </w:r>
      <w:r w:rsidRPr="009C6CD2">
        <w:rPr>
          <w:rFonts w:hint="cs"/>
          <w:rtl/>
        </w:rPr>
        <w:t xml:space="preserve"> فهرس الآيات</w:t>
      </w:r>
      <w:r>
        <w:rPr>
          <w:rFonts w:hint="cs"/>
          <w:rtl/>
        </w:rPr>
        <w:t xml:space="preserve"> القرآنية</w:t>
      </w:r>
    </w:p>
    <w:tbl>
      <w:tblPr>
        <w:bidiVisual/>
        <w:tblW w:w="0" w:type="auto"/>
        <w:tblLook w:val="01E0"/>
      </w:tblPr>
      <w:tblGrid>
        <w:gridCol w:w="4500"/>
        <w:gridCol w:w="2074"/>
        <w:gridCol w:w="999"/>
      </w:tblGrid>
      <w:tr w:rsidR="00EE1A1A" w:rsidTr="00BB3BDA">
        <w:tc>
          <w:tcPr>
            <w:tcW w:w="4738" w:type="dxa"/>
          </w:tcPr>
          <w:p w:rsidR="00EE1A1A" w:rsidRPr="006713DA" w:rsidRDefault="00EE1A1A" w:rsidP="006713DA">
            <w:pPr>
              <w:pStyle w:val="libBold2"/>
              <w:rPr>
                <w:rtl/>
              </w:rPr>
            </w:pPr>
            <w:r w:rsidRPr="006713DA">
              <w:rPr>
                <w:rFonts w:hint="cs"/>
                <w:rtl/>
              </w:rPr>
              <w:t xml:space="preserve">الآية </w:t>
            </w:r>
          </w:p>
        </w:tc>
        <w:tc>
          <w:tcPr>
            <w:tcW w:w="2160" w:type="dxa"/>
          </w:tcPr>
          <w:p w:rsidR="00EE1A1A" w:rsidRPr="00E964D8" w:rsidRDefault="00EE1A1A" w:rsidP="006713DA">
            <w:pPr>
              <w:pStyle w:val="libCenterBold2"/>
              <w:rPr>
                <w:rStyle w:val="PageNumber"/>
                <w:rtl/>
              </w:rPr>
            </w:pPr>
            <w:r w:rsidRPr="00E964D8">
              <w:rPr>
                <w:rStyle w:val="PageNumber"/>
                <w:rFonts w:hint="cs"/>
                <w:rtl/>
              </w:rPr>
              <w:t>رقمها</w:t>
            </w:r>
          </w:p>
        </w:tc>
        <w:tc>
          <w:tcPr>
            <w:tcW w:w="1008" w:type="dxa"/>
          </w:tcPr>
          <w:p w:rsidR="00EE1A1A" w:rsidRPr="00E964D8" w:rsidRDefault="00EE1A1A" w:rsidP="006713DA">
            <w:pPr>
              <w:pStyle w:val="libCenterBold2"/>
              <w:rPr>
                <w:rStyle w:val="PageNumber"/>
                <w:rtl/>
              </w:rPr>
            </w:pPr>
            <w:r w:rsidRPr="00E964D8">
              <w:rPr>
                <w:rStyle w:val="PageNumber"/>
                <w:rFonts w:hint="cs"/>
                <w:rtl/>
              </w:rPr>
              <w:t>الصفحة</w:t>
            </w:r>
          </w:p>
        </w:tc>
      </w:tr>
    </w:tbl>
    <w:p w:rsidR="00EE1A1A" w:rsidRPr="003947E2" w:rsidRDefault="00EE1A1A" w:rsidP="006713DA">
      <w:pPr>
        <w:pStyle w:val="libCenterBold1"/>
        <w:rPr>
          <w:rtl/>
        </w:rPr>
      </w:pPr>
      <w:r w:rsidRPr="003947E2">
        <w:rPr>
          <w:rFonts w:hint="cs"/>
          <w:rtl/>
        </w:rPr>
        <w:t>البقرة ـ 2 ـ</w:t>
      </w:r>
    </w:p>
    <w:tbl>
      <w:tblPr>
        <w:bidiVisual/>
        <w:tblW w:w="0" w:type="auto"/>
        <w:tblLook w:val="01E0"/>
      </w:tblPr>
      <w:tblGrid>
        <w:gridCol w:w="5028"/>
        <w:gridCol w:w="1391"/>
        <w:gridCol w:w="1154"/>
      </w:tblGrid>
      <w:tr w:rsidR="00EE1A1A" w:rsidTr="00BB3BDA">
        <w:tc>
          <w:tcPr>
            <w:tcW w:w="5278" w:type="dxa"/>
          </w:tcPr>
          <w:p w:rsidR="00EE1A1A" w:rsidRPr="004015D1" w:rsidRDefault="00EE1A1A" w:rsidP="00BB3BDA">
            <w:pPr>
              <w:pStyle w:val="libAie"/>
              <w:rPr>
                <w:rtl/>
              </w:rPr>
            </w:pPr>
            <w:r w:rsidRPr="004015D1">
              <w:rPr>
                <w:rFonts w:hint="cs"/>
                <w:rtl/>
              </w:rPr>
              <w:t>واستعينوا بالصّبر والصّلاة وإنّها لكبيرة الاّ على الخاشعين</w:t>
            </w:r>
          </w:p>
        </w:tc>
        <w:tc>
          <w:tcPr>
            <w:tcW w:w="1440" w:type="dxa"/>
          </w:tcPr>
          <w:p w:rsidR="00EE1A1A" w:rsidRPr="00277DF4" w:rsidRDefault="00EE1A1A" w:rsidP="00A80F4B">
            <w:pPr>
              <w:pStyle w:val="libVarCenter"/>
              <w:rPr>
                <w:rtl/>
              </w:rPr>
            </w:pPr>
            <w:r>
              <w:rPr>
                <w:rFonts w:hint="cs"/>
                <w:rtl/>
              </w:rPr>
              <w:t>45</w:t>
            </w:r>
          </w:p>
        </w:tc>
        <w:tc>
          <w:tcPr>
            <w:tcW w:w="1188" w:type="dxa"/>
          </w:tcPr>
          <w:p w:rsidR="00EE1A1A" w:rsidRPr="00277DF4" w:rsidRDefault="00EE1A1A" w:rsidP="00A80F4B">
            <w:pPr>
              <w:pStyle w:val="libVarCenter"/>
              <w:rPr>
                <w:rtl/>
              </w:rPr>
            </w:pPr>
            <w:r>
              <w:rPr>
                <w:rFonts w:hint="cs"/>
                <w:rtl/>
              </w:rPr>
              <w:t>56</w:t>
            </w:r>
          </w:p>
        </w:tc>
      </w:tr>
      <w:tr w:rsidR="00EE1A1A" w:rsidTr="00BB3BDA">
        <w:tc>
          <w:tcPr>
            <w:tcW w:w="5278" w:type="dxa"/>
          </w:tcPr>
          <w:p w:rsidR="00EE1A1A" w:rsidRPr="004015D1" w:rsidRDefault="00EE1A1A" w:rsidP="00BB3BDA">
            <w:pPr>
              <w:pStyle w:val="libAie"/>
              <w:rPr>
                <w:rtl/>
              </w:rPr>
            </w:pPr>
            <w:r w:rsidRPr="004015D1">
              <w:rPr>
                <w:rFonts w:hint="cs"/>
                <w:rtl/>
              </w:rPr>
              <w:t>ان الله مع الصابرين</w:t>
            </w:r>
          </w:p>
        </w:tc>
        <w:tc>
          <w:tcPr>
            <w:tcW w:w="1440" w:type="dxa"/>
          </w:tcPr>
          <w:p w:rsidR="00EE1A1A" w:rsidRDefault="00EE1A1A" w:rsidP="00A80F4B">
            <w:pPr>
              <w:pStyle w:val="libVarCenter"/>
              <w:rPr>
                <w:rtl/>
              </w:rPr>
            </w:pPr>
            <w:r>
              <w:rPr>
                <w:rFonts w:hint="cs"/>
                <w:rtl/>
              </w:rPr>
              <w:t>153</w:t>
            </w:r>
          </w:p>
        </w:tc>
        <w:tc>
          <w:tcPr>
            <w:tcW w:w="1188" w:type="dxa"/>
          </w:tcPr>
          <w:p w:rsidR="00EE1A1A" w:rsidRDefault="00EE1A1A" w:rsidP="00A80F4B">
            <w:pPr>
              <w:pStyle w:val="libVarCenter"/>
              <w:rPr>
                <w:rtl/>
              </w:rPr>
            </w:pPr>
            <w:r>
              <w:rPr>
                <w:rFonts w:hint="cs"/>
                <w:rtl/>
              </w:rPr>
              <w:t>59</w:t>
            </w:r>
          </w:p>
        </w:tc>
      </w:tr>
      <w:tr w:rsidR="00EE1A1A" w:rsidTr="00BB3BDA">
        <w:tc>
          <w:tcPr>
            <w:tcW w:w="5278" w:type="dxa"/>
          </w:tcPr>
          <w:p w:rsidR="00EE1A1A" w:rsidRPr="004015D1" w:rsidRDefault="00EE1A1A" w:rsidP="00BB3BDA">
            <w:pPr>
              <w:pStyle w:val="libAie"/>
              <w:rPr>
                <w:rtl/>
              </w:rPr>
            </w:pPr>
            <w:r w:rsidRPr="004015D1">
              <w:rPr>
                <w:rFonts w:hint="cs"/>
                <w:rtl/>
              </w:rPr>
              <w:t>ولنبلونكم بشىء من الخوف والجوع ونقص من الأموال والأنفس</w:t>
            </w:r>
          </w:p>
        </w:tc>
        <w:tc>
          <w:tcPr>
            <w:tcW w:w="1440" w:type="dxa"/>
          </w:tcPr>
          <w:p w:rsidR="00EE1A1A" w:rsidRDefault="00EE1A1A" w:rsidP="00A80F4B">
            <w:pPr>
              <w:pStyle w:val="libVarCenter"/>
              <w:rPr>
                <w:rtl/>
              </w:rPr>
            </w:pPr>
            <w:r>
              <w:rPr>
                <w:rFonts w:hint="cs"/>
                <w:rtl/>
              </w:rPr>
              <w:t>155 ـ 157</w:t>
            </w:r>
          </w:p>
        </w:tc>
        <w:tc>
          <w:tcPr>
            <w:tcW w:w="1188" w:type="dxa"/>
          </w:tcPr>
          <w:p w:rsidR="00EE1A1A" w:rsidRDefault="00EE1A1A" w:rsidP="00A80F4B">
            <w:pPr>
              <w:pStyle w:val="libVarCenter"/>
              <w:rPr>
                <w:rtl/>
              </w:rPr>
            </w:pPr>
            <w:r>
              <w:rPr>
                <w:rFonts w:hint="cs"/>
                <w:rtl/>
              </w:rPr>
              <w:t>45 ، 47 ، 52</w:t>
            </w:r>
          </w:p>
        </w:tc>
      </w:tr>
      <w:tr w:rsidR="00EE1A1A" w:rsidTr="00BB3BDA">
        <w:tc>
          <w:tcPr>
            <w:tcW w:w="5278" w:type="dxa"/>
          </w:tcPr>
          <w:p w:rsidR="00EE1A1A" w:rsidRPr="004015D1" w:rsidRDefault="00EE1A1A" w:rsidP="00BB3BDA">
            <w:pPr>
              <w:pStyle w:val="libAie"/>
              <w:rPr>
                <w:rtl/>
              </w:rPr>
            </w:pPr>
            <w:r w:rsidRPr="004015D1">
              <w:rPr>
                <w:rFonts w:hint="cs"/>
                <w:rtl/>
              </w:rPr>
              <w:t>والثمرات وبشّر الصابرين الذين إذا أصابتهم مصيبة</w:t>
            </w:r>
          </w:p>
        </w:tc>
        <w:tc>
          <w:tcPr>
            <w:tcW w:w="1440" w:type="dxa"/>
          </w:tcPr>
          <w:p w:rsidR="00EE1A1A" w:rsidRDefault="00EE1A1A" w:rsidP="00BB3BDA">
            <w:pPr>
              <w:rPr>
                <w:rtl/>
              </w:rPr>
            </w:pPr>
          </w:p>
        </w:tc>
        <w:tc>
          <w:tcPr>
            <w:tcW w:w="1188" w:type="dxa"/>
          </w:tcPr>
          <w:p w:rsidR="00EE1A1A" w:rsidRDefault="00EE1A1A" w:rsidP="00A80F4B">
            <w:pPr>
              <w:pStyle w:val="libVarCenter"/>
              <w:rPr>
                <w:rtl/>
              </w:rPr>
            </w:pPr>
            <w:r>
              <w:rPr>
                <w:rFonts w:hint="cs"/>
                <w:rtl/>
              </w:rPr>
              <w:t>59 ، 64 ، 77</w:t>
            </w:r>
          </w:p>
        </w:tc>
      </w:tr>
      <w:tr w:rsidR="00EE1A1A" w:rsidTr="00BB3BDA">
        <w:tc>
          <w:tcPr>
            <w:tcW w:w="5278" w:type="dxa"/>
          </w:tcPr>
          <w:p w:rsidR="00EE1A1A" w:rsidRPr="004015D1" w:rsidRDefault="00EE1A1A" w:rsidP="00BB3BDA">
            <w:pPr>
              <w:pStyle w:val="libAie"/>
              <w:rPr>
                <w:rtl/>
              </w:rPr>
            </w:pPr>
            <w:r w:rsidRPr="004015D1">
              <w:rPr>
                <w:rFonts w:hint="cs"/>
                <w:rtl/>
              </w:rPr>
              <w:t>قالوا إنّا لله وإنّا اليه راجعون اُولئك عليهم صلوات من ربهّم ورحمة واُولئك هم المهتدون</w:t>
            </w:r>
          </w:p>
        </w:tc>
        <w:tc>
          <w:tcPr>
            <w:tcW w:w="1440" w:type="dxa"/>
          </w:tcPr>
          <w:p w:rsidR="00EE1A1A" w:rsidRDefault="00EE1A1A" w:rsidP="00BB3BDA">
            <w:pPr>
              <w:rPr>
                <w:rtl/>
              </w:rPr>
            </w:pPr>
          </w:p>
        </w:tc>
        <w:tc>
          <w:tcPr>
            <w:tcW w:w="1188" w:type="dxa"/>
          </w:tcPr>
          <w:p w:rsidR="00EE1A1A" w:rsidRDefault="00EE1A1A" w:rsidP="00A80F4B">
            <w:pPr>
              <w:pStyle w:val="libVarCenter"/>
              <w:rPr>
                <w:rtl/>
              </w:rPr>
            </w:pPr>
            <w:r>
              <w:rPr>
                <w:rFonts w:hint="cs"/>
                <w:rtl/>
              </w:rPr>
              <w:t>101 ، 117</w:t>
            </w:r>
          </w:p>
        </w:tc>
      </w:tr>
    </w:tbl>
    <w:p w:rsidR="00EE1A1A" w:rsidRDefault="00EE1A1A" w:rsidP="006713DA">
      <w:pPr>
        <w:pStyle w:val="libCenterBold1"/>
        <w:rPr>
          <w:rtl/>
        </w:rPr>
      </w:pPr>
      <w:r>
        <w:rPr>
          <w:rFonts w:hint="cs"/>
          <w:rtl/>
        </w:rPr>
        <w:tab/>
        <w:t xml:space="preserve"> آل عمران ـ 3 ـ</w:t>
      </w:r>
    </w:p>
    <w:tbl>
      <w:tblPr>
        <w:bidiVisual/>
        <w:tblW w:w="0" w:type="auto"/>
        <w:tblLook w:val="01E0"/>
      </w:tblPr>
      <w:tblGrid>
        <w:gridCol w:w="5029"/>
        <w:gridCol w:w="1560"/>
        <w:gridCol w:w="984"/>
      </w:tblGrid>
      <w:tr w:rsidR="00EE1A1A" w:rsidTr="00BB3BDA">
        <w:tc>
          <w:tcPr>
            <w:tcW w:w="5278" w:type="dxa"/>
          </w:tcPr>
          <w:p w:rsidR="00EE1A1A" w:rsidRPr="004015D1" w:rsidRDefault="00EE1A1A" w:rsidP="00BB3BDA">
            <w:pPr>
              <w:pStyle w:val="libAie"/>
              <w:rPr>
                <w:rtl/>
              </w:rPr>
            </w:pPr>
            <w:r w:rsidRPr="004015D1">
              <w:rPr>
                <w:rFonts w:hint="cs"/>
                <w:rtl/>
              </w:rPr>
              <w:t>بلى إن تصبروا وتتقوا وياتوكم من فورهم هذا يمددكم ربكم بخمسة آلاف من الملائكة مسوّمين</w:t>
            </w:r>
          </w:p>
        </w:tc>
        <w:tc>
          <w:tcPr>
            <w:tcW w:w="1620" w:type="dxa"/>
          </w:tcPr>
          <w:p w:rsidR="00EE1A1A" w:rsidRPr="00277DF4" w:rsidRDefault="00EE1A1A" w:rsidP="00A80F4B">
            <w:pPr>
              <w:pStyle w:val="libVarCenter"/>
              <w:rPr>
                <w:rtl/>
              </w:rPr>
            </w:pPr>
            <w:r>
              <w:rPr>
                <w:rFonts w:hint="cs"/>
                <w:rtl/>
              </w:rPr>
              <w:t>125</w:t>
            </w:r>
          </w:p>
        </w:tc>
        <w:tc>
          <w:tcPr>
            <w:tcW w:w="1008" w:type="dxa"/>
          </w:tcPr>
          <w:p w:rsidR="00EE1A1A" w:rsidRPr="00277DF4" w:rsidRDefault="00EE1A1A" w:rsidP="00A80F4B">
            <w:pPr>
              <w:pStyle w:val="libVarCenter"/>
              <w:rPr>
                <w:rtl/>
              </w:rPr>
            </w:pPr>
            <w:r>
              <w:rPr>
                <w:rFonts w:hint="cs"/>
                <w:rtl/>
              </w:rPr>
              <w:t>47</w:t>
            </w:r>
          </w:p>
        </w:tc>
      </w:tr>
      <w:tr w:rsidR="00EE1A1A" w:rsidTr="00BB3BDA">
        <w:tc>
          <w:tcPr>
            <w:tcW w:w="5278" w:type="dxa"/>
          </w:tcPr>
          <w:p w:rsidR="00EE1A1A" w:rsidRPr="004015D1" w:rsidRDefault="00EE1A1A" w:rsidP="00BB3BDA">
            <w:pPr>
              <w:pStyle w:val="libAie"/>
              <w:rPr>
                <w:rtl/>
              </w:rPr>
            </w:pPr>
            <w:r w:rsidRPr="004015D1">
              <w:rPr>
                <w:rFonts w:hint="cs"/>
                <w:rtl/>
              </w:rPr>
              <w:t>وما كان لنفس أن تموت إلاّ باذن الله كتاباً مؤجّلاً</w:t>
            </w:r>
          </w:p>
        </w:tc>
        <w:tc>
          <w:tcPr>
            <w:tcW w:w="1620" w:type="dxa"/>
          </w:tcPr>
          <w:p w:rsidR="00EE1A1A" w:rsidRPr="006477BD" w:rsidRDefault="00EE1A1A" w:rsidP="00A80F4B">
            <w:pPr>
              <w:pStyle w:val="libVarCenter"/>
            </w:pPr>
            <w:r w:rsidRPr="006477BD">
              <w:rPr>
                <w:rFonts w:hint="cs"/>
                <w:rtl/>
              </w:rPr>
              <w:t>145</w:t>
            </w:r>
          </w:p>
        </w:tc>
        <w:tc>
          <w:tcPr>
            <w:tcW w:w="1008" w:type="dxa"/>
          </w:tcPr>
          <w:p w:rsidR="00EE1A1A" w:rsidRPr="00764563" w:rsidRDefault="00EE1A1A" w:rsidP="00A80F4B">
            <w:pPr>
              <w:pStyle w:val="libVarCenter"/>
            </w:pPr>
            <w:r w:rsidRPr="00764563">
              <w:rPr>
                <w:rFonts w:hint="cs"/>
                <w:rtl/>
              </w:rPr>
              <w:t>19</w:t>
            </w:r>
          </w:p>
        </w:tc>
      </w:tr>
      <w:tr w:rsidR="00EE1A1A" w:rsidTr="00BB3BDA">
        <w:tc>
          <w:tcPr>
            <w:tcW w:w="5278" w:type="dxa"/>
          </w:tcPr>
          <w:p w:rsidR="00EE1A1A" w:rsidRPr="004015D1" w:rsidRDefault="00EE1A1A" w:rsidP="00BB3BDA">
            <w:pPr>
              <w:pStyle w:val="libAie"/>
              <w:rPr>
                <w:rtl/>
              </w:rPr>
            </w:pPr>
            <w:r w:rsidRPr="004015D1">
              <w:rPr>
                <w:rFonts w:hint="cs"/>
                <w:rtl/>
              </w:rPr>
              <w:t>قل لو كنتم في بيوتكم لبرز الذين كتب عليهم القتل إلى مضاجعهم</w:t>
            </w:r>
          </w:p>
        </w:tc>
        <w:tc>
          <w:tcPr>
            <w:tcW w:w="1620" w:type="dxa"/>
          </w:tcPr>
          <w:p w:rsidR="00EE1A1A" w:rsidRPr="006477BD" w:rsidRDefault="00EE1A1A" w:rsidP="00A80F4B">
            <w:pPr>
              <w:pStyle w:val="libVarCenter"/>
            </w:pPr>
            <w:r w:rsidRPr="006477BD">
              <w:rPr>
                <w:rFonts w:hint="cs"/>
                <w:rtl/>
              </w:rPr>
              <w:t xml:space="preserve">154 </w:t>
            </w:r>
          </w:p>
        </w:tc>
        <w:tc>
          <w:tcPr>
            <w:tcW w:w="1008" w:type="dxa"/>
          </w:tcPr>
          <w:p w:rsidR="00EE1A1A" w:rsidRPr="00764563" w:rsidRDefault="00EE1A1A" w:rsidP="00A80F4B">
            <w:pPr>
              <w:pStyle w:val="libVarCenter"/>
            </w:pPr>
            <w:r w:rsidRPr="00764563">
              <w:rPr>
                <w:rFonts w:hint="cs"/>
                <w:rtl/>
              </w:rPr>
              <w:t>19</w:t>
            </w:r>
          </w:p>
        </w:tc>
      </w:tr>
      <w:tr w:rsidR="00EE1A1A" w:rsidTr="00BB3BDA">
        <w:tc>
          <w:tcPr>
            <w:tcW w:w="5278" w:type="dxa"/>
          </w:tcPr>
          <w:p w:rsidR="00EE1A1A" w:rsidRPr="004015D1" w:rsidRDefault="00EE1A1A" w:rsidP="00BB3BDA">
            <w:pPr>
              <w:pStyle w:val="libAie"/>
              <w:rPr>
                <w:rtl/>
              </w:rPr>
            </w:pPr>
            <w:r w:rsidRPr="004015D1">
              <w:rPr>
                <w:rFonts w:hint="cs"/>
                <w:rtl/>
              </w:rPr>
              <w:t>ولا يحسبنَّ الذين كفروا انَّما نملي لهم خير لأنفسهم</w:t>
            </w:r>
          </w:p>
        </w:tc>
        <w:tc>
          <w:tcPr>
            <w:tcW w:w="1620" w:type="dxa"/>
          </w:tcPr>
          <w:p w:rsidR="00EE1A1A" w:rsidRPr="006477BD" w:rsidRDefault="00EE1A1A" w:rsidP="00A80F4B">
            <w:pPr>
              <w:pStyle w:val="libVarCenter"/>
              <w:rPr>
                <w:rtl/>
              </w:rPr>
            </w:pPr>
            <w:r>
              <w:rPr>
                <w:rFonts w:hint="cs"/>
                <w:rtl/>
              </w:rPr>
              <w:t>178</w:t>
            </w:r>
          </w:p>
        </w:tc>
        <w:tc>
          <w:tcPr>
            <w:tcW w:w="1008" w:type="dxa"/>
          </w:tcPr>
          <w:p w:rsidR="00EE1A1A" w:rsidRPr="00764563" w:rsidRDefault="00EE1A1A" w:rsidP="00A80F4B">
            <w:pPr>
              <w:pStyle w:val="libVarCenter"/>
              <w:rPr>
                <w:rtl/>
              </w:rPr>
            </w:pPr>
            <w:r>
              <w:rPr>
                <w:rFonts w:hint="cs"/>
                <w:rtl/>
              </w:rPr>
              <w:t>113</w:t>
            </w:r>
          </w:p>
        </w:tc>
      </w:tr>
      <w:tr w:rsidR="00EE1A1A" w:rsidTr="00BB3BDA">
        <w:tc>
          <w:tcPr>
            <w:tcW w:w="5278" w:type="dxa"/>
          </w:tcPr>
          <w:p w:rsidR="00EE1A1A" w:rsidRPr="004015D1" w:rsidRDefault="00EE1A1A" w:rsidP="00BB3BDA">
            <w:pPr>
              <w:pStyle w:val="libAie"/>
              <w:rPr>
                <w:rtl/>
              </w:rPr>
            </w:pPr>
            <w:r w:rsidRPr="004015D1">
              <w:rPr>
                <w:rFonts w:hint="cs"/>
                <w:rtl/>
              </w:rPr>
              <w:t>كلُّ نفس ذائقة الموت وإنَّما توفّون اُجوركم يوم القيامة</w:t>
            </w:r>
          </w:p>
        </w:tc>
        <w:tc>
          <w:tcPr>
            <w:tcW w:w="1620" w:type="dxa"/>
          </w:tcPr>
          <w:p w:rsidR="00EE1A1A" w:rsidRPr="006477BD" w:rsidRDefault="00EE1A1A" w:rsidP="00A80F4B">
            <w:pPr>
              <w:pStyle w:val="libVarCenter"/>
              <w:rPr>
                <w:rtl/>
              </w:rPr>
            </w:pPr>
            <w:r>
              <w:rPr>
                <w:rFonts w:hint="cs"/>
                <w:rtl/>
              </w:rPr>
              <w:t>185</w:t>
            </w:r>
          </w:p>
        </w:tc>
        <w:tc>
          <w:tcPr>
            <w:tcW w:w="1008" w:type="dxa"/>
          </w:tcPr>
          <w:p w:rsidR="00EE1A1A" w:rsidRPr="00764563" w:rsidRDefault="00EE1A1A" w:rsidP="00A80F4B">
            <w:pPr>
              <w:pStyle w:val="libVarCenter"/>
              <w:rPr>
                <w:rtl/>
              </w:rPr>
            </w:pPr>
            <w:r>
              <w:rPr>
                <w:rFonts w:hint="cs"/>
                <w:rtl/>
              </w:rPr>
              <w:t>109</w:t>
            </w:r>
          </w:p>
        </w:tc>
      </w:tr>
    </w:tbl>
    <w:p w:rsidR="00EE1A1A" w:rsidRDefault="00EE1A1A" w:rsidP="006713DA">
      <w:pPr>
        <w:pStyle w:val="libCenterBold1"/>
        <w:rPr>
          <w:rtl/>
        </w:rPr>
      </w:pPr>
      <w:r>
        <w:rPr>
          <w:rFonts w:hint="cs"/>
          <w:rtl/>
        </w:rPr>
        <w:t>النساء ـ 4 ـ</w:t>
      </w:r>
    </w:p>
    <w:tbl>
      <w:tblPr>
        <w:bidiVisual/>
        <w:tblW w:w="0" w:type="auto"/>
        <w:tblLook w:val="01E0"/>
      </w:tblPr>
      <w:tblGrid>
        <w:gridCol w:w="5036"/>
        <w:gridCol w:w="1558"/>
        <w:gridCol w:w="979"/>
      </w:tblGrid>
      <w:tr w:rsidR="00EE1A1A" w:rsidTr="00BB3BDA">
        <w:tc>
          <w:tcPr>
            <w:tcW w:w="5278" w:type="dxa"/>
          </w:tcPr>
          <w:p w:rsidR="00EE1A1A" w:rsidRPr="004015D1" w:rsidRDefault="00EE1A1A" w:rsidP="00BB3BDA">
            <w:pPr>
              <w:pStyle w:val="libAie"/>
              <w:rPr>
                <w:rtl/>
              </w:rPr>
            </w:pPr>
            <w:r w:rsidRPr="004015D1">
              <w:rPr>
                <w:rFonts w:hint="cs"/>
                <w:rtl/>
              </w:rPr>
              <w:t>أين ما تكونوا يدرككم الموت ولو كنتم في بروجٍ مشيدة</w:t>
            </w:r>
          </w:p>
        </w:tc>
        <w:tc>
          <w:tcPr>
            <w:tcW w:w="1620" w:type="dxa"/>
          </w:tcPr>
          <w:p w:rsidR="00EE1A1A" w:rsidRDefault="00EE1A1A" w:rsidP="00A80F4B">
            <w:pPr>
              <w:pStyle w:val="libVarCenter"/>
              <w:rPr>
                <w:rtl/>
              </w:rPr>
            </w:pPr>
            <w:r>
              <w:rPr>
                <w:rFonts w:hint="cs"/>
                <w:rtl/>
              </w:rPr>
              <w:t>78</w:t>
            </w:r>
          </w:p>
        </w:tc>
        <w:tc>
          <w:tcPr>
            <w:tcW w:w="1008" w:type="dxa"/>
          </w:tcPr>
          <w:p w:rsidR="00EE1A1A" w:rsidRDefault="00EE1A1A" w:rsidP="00A80F4B">
            <w:pPr>
              <w:pStyle w:val="libVarCenter"/>
              <w:rPr>
                <w:rtl/>
              </w:rPr>
            </w:pPr>
            <w:r>
              <w:rPr>
                <w:rFonts w:hint="cs"/>
                <w:rtl/>
              </w:rPr>
              <w:t>19</w:t>
            </w:r>
          </w:p>
        </w:tc>
      </w:tr>
    </w:tbl>
    <w:p w:rsidR="00EE1A1A" w:rsidRDefault="00EE1A1A" w:rsidP="006713DA">
      <w:pPr>
        <w:pStyle w:val="libCenterBold1"/>
        <w:rPr>
          <w:rtl/>
        </w:rPr>
      </w:pPr>
      <w:r>
        <w:rPr>
          <w:rFonts w:hint="cs"/>
          <w:rtl/>
        </w:rPr>
        <w:tab/>
        <w:t>المائدة ـ 5 ـ</w:t>
      </w:r>
    </w:p>
    <w:tbl>
      <w:tblPr>
        <w:bidiVisual/>
        <w:tblW w:w="0" w:type="auto"/>
        <w:tblLook w:val="01E0"/>
      </w:tblPr>
      <w:tblGrid>
        <w:gridCol w:w="5029"/>
        <w:gridCol w:w="1565"/>
        <w:gridCol w:w="979"/>
      </w:tblGrid>
      <w:tr w:rsidR="00EE1A1A" w:rsidTr="00BB3BDA">
        <w:tc>
          <w:tcPr>
            <w:tcW w:w="5278" w:type="dxa"/>
          </w:tcPr>
          <w:p w:rsidR="00EE1A1A" w:rsidRPr="004015D1" w:rsidRDefault="00EE1A1A" w:rsidP="00BB3BDA">
            <w:pPr>
              <w:pStyle w:val="libAie"/>
              <w:rPr>
                <w:rtl/>
              </w:rPr>
            </w:pPr>
            <w:r w:rsidRPr="004015D1">
              <w:rPr>
                <w:rFonts w:hint="cs"/>
                <w:rtl/>
              </w:rPr>
              <w:t>رضي الله عنهم ورضوا عنه</w:t>
            </w:r>
          </w:p>
        </w:tc>
        <w:tc>
          <w:tcPr>
            <w:tcW w:w="1620" w:type="dxa"/>
          </w:tcPr>
          <w:p w:rsidR="00EE1A1A" w:rsidRDefault="00EE1A1A" w:rsidP="00A80F4B">
            <w:pPr>
              <w:pStyle w:val="libVarCenter"/>
              <w:rPr>
                <w:rtl/>
              </w:rPr>
            </w:pPr>
            <w:r>
              <w:rPr>
                <w:rFonts w:hint="cs"/>
                <w:rtl/>
              </w:rPr>
              <w:t>119</w:t>
            </w:r>
          </w:p>
        </w:tc>
        <w:tc>
          <w:tcPr>
            <w:tcW w:w="1008" w:type="dxa"/>
          </w:tcPr>
          <w:p w:rsidR="00EE1A1A" w:rsidRDefault="00EE1A1A" w:rsidP="00A80F4B">
            <w:pPr>
              <w:pStyle w:val="libVarCenter"/>
              <w:rPr>
                <w:rtl/>
              </w:rPr>
            </w:pPr>
            <w:r>
              <w:rPr>
                <w:rFonts w:hint="cs"/>
                <w:rtl/>
              </w:rPr>
              <w:t>23 ، 79</w:t>
            </w:r>
          </w:p>
        </w:tc>
      </w:tr>
    </w:tbl>
    <w:p w:rsidR="00EE1A1A" w:rsidRPr="00F1312D" w:rsidRDefault="00EE1A1A" w:rsidP="00BB3BDA">
      <w:pPr>
        <w:pStyle w:val="libBold1"/>
        <w:rPr>
          <w:rtl/>
        </w:rPr>
      </w:pPr>
      <w:r>
        <w:rPr>
          <w:rtl/>
          <w:lang w:bidi="ar-KW"/>
        </w:rPr>
        <w:br w:type="page"/>
      </w:r>
    </w:p>
    <w:tbl>
      <w:tblPr>
        <w:bidiVisual/>
        <w:tblW w:w="0" w:type="auto"/>
        <w:tblLook w:val="01E0"/>
      </w:tblPr>
      <w:tblGrid>
        <w:gridCol w:w="4500"/>
        <w:gridCol w:w="2074"/>
        <w:gridCol w:w="999"/>
      </w:tblGrid>
      <w:tr w:rsidR="00EE1A1A" w:rsidRPr="00277DF4" w:rsidTr="00BB3BDA">
        <w:tc>
          <w:tcPr>
            <w:tcW w:w="4738" w:type="dxa"/>
          </w:tcPr>
          <w:p w:rsidR="00EE1A1A" w:rsidRPr="006713DA" w:rsidRDefault="00EE1A1A" w:rsidP="006713DA">
            <w:pPr>
              <w:pStyle w:val="libBold2"/>
              <w:rPr>
                <w:rtl/>
              </w:rPr>
            </w:pPr>
            <w:r w:rsidRPr="006713DA">
              <w:rPr>
                <w:rFonts w:hint="cs"/>
                <w:rtl/>
              </w:rPr>
              <w:lastRenderedPageBreak/>
              <w:t>الآية</w:t>
            </w:r>
          </w:p>
        </w:tc>
        <w:tc>
          <w:tcPr>
            <w:tcW w:w="2160" w:type="dxa"/>
          </w:tcPr>
          <w:p w:rsidR="00EE1A1A" w:rsidRPr="00E964D8" w:rsidRDefault="00EE1A1A" w:rsidP="006713DA">
            <w:pPr>
              <w:pStyle w:val="libCenterBold2"/>
              <w:rPr>
                <w:rStyle w:val="PageNumber"/>
                <w:rtl/>
              </w:rPr>
            </w:pPr>
            <w:r w:rsidRPr="00E964D8">
              <w:rPr>
                <w:rStyle w:val="PageNumber"/>
                <w:rFonts w:hint="cs"/>
                <w:rtl/>
              </w:rPr>
              <w:t>رقمها</w:t>
            </w:r>
          </w:p>
        </w:tc>
        <w:tc>
          <w:tcPr>
            <w:tcW w:w="1008" w:type="dxa"/>
          </w:tcPr>
          <w:p w:rsidR="00EE1A1A" w:rsidRPr="00E964D8" w:rsidRDefault="00EE1A1A" w:rsidP="006713DA">
            <w:pPr>
              <w:pStyle w:val="libCenterBold2"/>
              <w:rPr>
                <w:rStyle w:val="PageNumber"/>
                <w:rtl/>
              </w:rPr>
            </w:pPr>
            <w:r w:rsidRPr="00E964D8">
              <w:rPr>
                <w:rStyle w:val="PageNumber"/>
                <w:rFonts w:hint="cs"/>
                <w:rtl/>
              </w:rPr>
              <w:t>الصفحة</w:t>
            </w:r>
          </w:p>
        </w:tc>
      </w:tr>
    </w:tbl>
    <w:p w:rsidR="00EE1A1A" w:rsidRPr="00F1312D" w:rsidRDefault="00EE1A1A" w:rsidP="006713DA">
      <w:pPr>
        <w:pStyle w:val="libCenterBold1"/>
        <w:rPr>
          <w:rtl/>
        </w:rPr>
      </w:pPr>
      <w:r w:rsidRPr="00F1312D">
        <w:rPr>
          <w:rFonts w:hint="cs"/>
          <w:rtl/>
        </w:rPr>
        <w:t>الأعراف ـ 7 ـ</w:t>
      </w:r>
    </w:p>
    <w:tbl>
      <w:tblPr>
        <w:bidiVisual/>
        <w:tblW w:w="0" w:type="auto"/>
        <w:tblLook w:val="01E0"/>
      </w:tblPr>
      <w:tblGrid>
        <w:gridCol w:w="5025"/>
        <w:gridCol w:w="1563"/>
        <w:gridCol w:w="985"/>
      </w:tblGrid>
      <w:tr w:rsidR="00EE1A1A" w:rsidTr="00BB3BDA">
        <w:tc>
          <w:tcPr>
            <w:tcW w:w="5278" w:type="dxa"/>
          </w:tcPr>
          <w:p w:rsidR="00EE1A1A" w:rsidRPr="004015D1" w:rsidRDefault="00EE1A1A" w:rsidP="00BB3BDA">
            <w:pPr>
              <w:pStyle w:val="libAie"/>
              <w:rPr>
                <w:rtl/>
              </w:rPr>
            </w:pPr>
            <w:r w:rsidRPr="004015D1">
              <w:rPr>
                <w:rFonts w:hint="cs"/>
                <w:rtl/>
              </w:rPr>
              <w:t>قال موسى لقومه استعينوا بالله واصبروا</w:t>
            </w:r>
          </w:p>
        </w:tc>
        <w:tc>
          <w:tcPr>
            <w:tcW w:w="1620" w:type="dxa"/>
          </w:tcPr>
          <w:p w:rsidR="00EE1A1A" w:rsidRDefault="00EE1A1A" w:rsidP="00A80F4B">
            <w:pPr>
              <w:pStyle w:val="libVarCenter"/>
              <w:rPr>
                <w:rtl/>
              </w:rPr>
            </w:pPr>
            <w:r w:rsidRPr="00F1312D">
              <w:rPr>
                <w:rFonts w:hint="cs"/>
                <w:rtl/>
              </w:rPr>
              <w:t>128</w:t>
            </w:r>
          </w:p>
        </w:tc>
        <w:tc>
          <w:tcPr>
            <w:tcW w:w="1008" w:type="dxa"/>
          </w:tcPr>
          <w:p w:rsidR="00EE1A1A" w:rsidRDefault="00EE1A1A" w:rsidP="00A80F4B">
            <w:pPr>
              <w:pStyle w:val="libVarCenter"/>
              <w:rPr>
                <w:rtl/>
              </w:rPr>
            </w:pPr>
            <w:r w:rsidRPr="00F1312D">
              <w:rPr>
                <w:rFonts w:hint="cs"/>
                <w:rtl/>
              </w:rPr>
              <w:t>117</w:t>
            </w:r>
          </w:p>
        </w:tc>
      </w:tr>
      <w:tr w:rsidR="00EE1A1A" w:rsidTr="00BB3BDA">
        <w:tc>
          <w:tcPr>
            <w:tcW w:w="5278" w:type="dxa"/>
          </w:tcPr>
          <w:p w:rsidR="00EE1A1A" w:rsidRPr="004015D1" w:rsidRDefault="00EE1A1A" w:rsidP="00BB3BDA">
            <w:pPr>
              <w:pStyle w:val="libAie"/>
              <w:rPr>
                <w:rtl/>
              </w:rPr>
            </w:pPr>
            <w:r w:rsidRPr="004015D1">
              <w:rPr>
                <w:rFonts w:hint="cs"/>
                <w:rtl/>
              </w:rPr>
              <w:t>وتَمت كلمت ربك الحسنى على بني إسرائيل بما صبروا</w:t>
            </w:r>
          </w:p>
        </w:tc>
        <w:tc>
          <w:tcPr>
            <w:tcW w:w="1620" w:type="dxa"/>
          </w:tcPr>
          <w:p w:rsidR="00EE1A1A" w:rsidRDefault="00EE1A1A" w:rsidP="00A80F4B">
            <w:pPr>
              <w:pStyle w:val="libVarCenter"/>
              <w:rPr>
                <w:rtl/>
              </w:rPr>
            </w:pPr>
            <w:r w:rsidRPr="00F1312D">
              <w:rPr>
                <w:rFonts w:hint="cs"/>
                <w:rtl/>
              </w:rPr>
              <w:t>137</w:t>
            </w:r>
          </w:p>
        </w:tc>
        <w:tc>
          <w:tcPr>
            <w:tcW w:w="1008" w:type="dxa"/>
          </w:tcPr>
          <w:p w:rsidR="00EE1A1A" w:rsidRDefault="00EE1A1A" w:rsidP="00A80F4B">
            <w:pPr>
              <w:pStyle w:val="libVarCenter"/>
              <w:rPr>
                <w:rtl/>
              </w:rPr>
            </w:pPr>
            <w:r w:rsidRPr="00F1312D">
              <w:rPr>
                <w:rFonts w:hint="cs"/>
                <w:rtl/>
              </w:rPr>
              <w:t>46</w:t>
            </w:r>
          </w:p>
        </w:tc>
      </w:tr>
    </w:tbl>
    <w:p w:rsidR="00EE1A1A" w:rsidRPr="00F1312D" w:rsidRDefault="00EE1A1A" w:rsidP="006713DA">
      <w:pPr>
        <w:pStyle w:val="libCenterBold1"/>
        <w:rPr>
          <w:rtl/>
        </w:rPr>
      </w:pPr>
      <w:r w:rsidRPr="00F1312D">
        <w:rPr>
          <w:rFonts w:hint="cs"/>
          <w:rtl/>
        </w:rPr>
        <w:t>الأنفال ـ 8 ـ</w:t>
      </w:r>
    </w:p>
    <w:tbl>
      <w:tblPr>
        <w:bidiVisual/>
        <w:tblW w:w="0" w:type="auto"/>
        <w:tblLook w:val="01E0"/>
      </w:tblPr>
      <w:tblGrid>
        <w:gridCol w:w="5037"/>
        <w:gridCol w:w="1557"/>
        <w:gridCol w:w="979"/>
      </w:tblGrid>
      <w:tr w:rsidR="00EE1A1A" w:rsidTr="00BB3BDA">
        <w:tc>
          <w:tcPr>
            <w:tcW w:w="5278" w:type="dxa"/>
          </w:tcPr>
          <w:p w:rsidR="00EE1A1A" w:rsidRPr="004015D1" w:rsidRDefault="00EE1A1A" w:rsidP="00BB3BDA">
            <w:pPr>
              <w:pStyle w:val="libAie"/>
              <w:rPr>
                <w:rtl/>
              </w:rPr>
            </w:pPr>
            <w:r w:rsidRPr="004015D1">
              <w:rPr>
                <w:rFonts w:hint="cs"/>
                <w:rtl/>
              </w:rPr>
              <w:t>يا أيّها الذين آمنوا إذا لقيتم الذين كفروا زحفاً فلا تولوهم الأدبار</w:t>
            </w:r>
          </w:p>
        </w:tc>
        <w:tc>
          <w:tcPr>
            <w:tcW w:w="1620" w:type="dxa"/>
          </w:tcPr>
          <w:p w:rsidR="00EE1A1A" w:rsidRDefault="00EE1A1A" w:rsidP="00A80F4B">
            <w:pPr>
              <w:pStyle w:val="libVarCenter"/>
              <w:rPr>
                <w:rtl/>
              </w:rPr>
            </w:pPr>
            <w:r w:rsidRPr="00F1312D">
              <w:rPr>
                <w:rFonts w:hint="cs"/>
                <w:rtl/>
              </w:rPr>
              <w:t>15</w:t>
            </w:r>
          </w:p>
        </w:tc>
        <w:tc>
          <w:tcPr>
            <w:tcW w:w="1008" w:type="dxa"/>
          </w:tcPr>
          <w:p w:rsidR="00EE1A1A" w:rsidRDefault="00EE1A1A" w:rsidP="00A80F4B">
            <w:pPr>
              <w:pStyle w:val="libVarCenter"/>
              <w:rPr>
                <w:rtl/>
              </w:rPr>
            </w:pPr>
            <w:r w:rsidRPr="00F1312D">
              <w:rPr>
                <w:rFonts w:hint="cs"/>
                <w:rtl/>
              </w:rPr>
              <w:t>74</w:t>
            </w:r>
          </w:p>
        </w:tc>
      </w:tr>
      <w:tr w:rsidR="00EE1A1A" w:rsidTr="00BB3BDA">
        <w:tc>
          <w:tcPr>
            <w:tcW w:w="5278" w:type="dxa"/>
          </w:tcPr>
          <w:p w:rsidR="00EE1A1A" w:rsidRPr="004015D1" w:rsidRDefault="00EE1A1A" w:rsidP="00BB3BDA">
            <w:pPr>
              <w:pStyle w:val="libAie"/>
              <w:rPr>
                <w:rtl/>
              </w:rPr>
            </w:pPr>
            <w:r w:rsidRPr="004015D1">
              <w:rPr>
                <w:rFonts w:hint="cs"/>
                <w:rtl/>
              </w:rPr>
              <w:t>واصبروا إنَّ الله مع الصَّابرين</w:t>
            </w:r>
          </w:p>
        </w:tc>
        <w:tc>
          <w:tcPr>
            <w:tcW w:w="1620" w:type="dxa"/>
          </w:tcPr>
          <w:p w:rsidR="00EE1A1A" w:rsidRDefault="00EE1A1A" w:rsidP="00A80F4B">
            <w:pPr>
              <w:pStyle w:val="libVarCenter"/>
              <w:rPr>
                <w:rtl/>
              </w:rPr>
            </w:pPr>
            <w:r>
              <w:rPr>
                <w:rFonts w:hint="cs"/>
                <w:rtl/>
              </w:rPr>
              <w:t>46</w:t>
            </w:r>
          </w:p>
        </w:tc>
        <w:tc>
          <w:tcPr>
            <w:tcW w:w="1008" w:type="dxa"/>
          </w:tcPr>
          <w:p w:rsidR="00EE1A1A" w:rsidRDefault="00EE1A1A" w:rsidP="00A80F4B">
            <w:pPr>
              <w:pStyle w:val="libVarCenter"/>
              <w:rPr>
                <w:rtl/>
              </w:rPr>
            </w:pPr>
            <w:r>
              <w:rPr>
                <w:rFonts w:hint="cs"/>
                <w:rtl/>
              </w:rPr>
              <w:t>46</w:t>
            </w:r>
          </w:p>
        </w:tc>
      </w:tr>
    </w:tbl>
    <w:p w:rsidR="00EE1A1A" w:rsidRPr="00F1312D" w:rsidRDefault="00EE1A1A" w:rsidP="006713DA">
      <w:pPr>
        <w:pStyle w:val="libCenterBold1"/>
        <w:rPr>
          <w:rtl/>
        </w:rPr>
      </w:pPr>
      <w:r w:rsidRPr="00F1312D">
        <w:rPr>
          <w:rFonts w:hint="cs"/>
          <w:rtl/>
        </w:rPr>
        <w:t>التوبة ـ 9 ـ</w:t>
      </w:r>
    </w:p>
    <w:tbl>
      <w:tblPr>
        <w:bidiVisual/>
        <w:tblW w:w="0" w:type="auto"/>
        <w:tblLook w:val="01E0"/>
      </w:tblPr>
      <w:tblGrid>
        <w:gridCol w:w="5036"/>
        <w:gridCol w:w="1558"/>
        <w:gridCol w:w="979"/>
      </w:tblGrid>
      <w:tr w:rsidR="00EE1A1A" w:rsidTr="00BB3BDA">
        <w:tc>
          <w:tcPr>
            <w:tcW w:w="5278" w:type="dxa"/>
          </w:tcPr>
          <w:p w:rsidR="00EE1A1A" w:rsidRPr="004015D1" w:rsidRDefault="00EE1A1A" w:rsidP="00BB3BDA">
            <w:pPr>
              <w:pStyle w:val="libAie"/>
              <w:rPr>
                <w:rtl/>
              </w:rPr>
            </w:pPr>
            <w:r w:rsidRPr="004015D1">
              <w:rPr>
                <w:rFonts w:hint="cs"/>
                <w:rtl/>
              </w:rPr>
              <w:t>ورضوان من الله أكبر</w:t>
            </w:r>
          </w:p>
        </w:tc>
        <w:tc>
          <w:tcPr>
            <w:tcW w:w="1620" w:type="dxa"/>
          </w:tcPr>
          <w:p w:rsidR="00EE1A1A" w:rsidRDefault="00EE1A1A" w:rsidP="00A80F4B">
            <w:pPr>
              <w:pStyle w:val="libVarCenter"/>
              <w:rPr>
                <w:rtl/>
              </w:rPr>
            </w:pPr>
            <w:r w:rsidRPr="00F1312D">
              <w:rPr>
                <w:rFonts w:hint="cs"/>
                <w:rtl/>
              </w:rPr>
              <w:t>72</w:t>
            </w:r>
          </w:p>
        </w:tc>
        <w:tc>
          <w:tcPr>
            <w:tcW w:w="1008" w:type="dxa"/>
          </w:tcPr>
          <w:p w:rsidR="00EE1A1A" w:rsidRDefault="00EE1A1A" w:rsidP="00A80F4B">
            <w:pPr>
              <w:pStyle w:val="libVarCenter"/>
              <w:rPr>
                <w:rtl/>
              </w:rPr>
            </w:pPr>
            <w:r w:rsidRPr="00F1312D">
              <w:rPr>
                <w:rFonts w:hint="cs"/>
                <w:rtl/>
              </w:rPr>
              <w:t>79</w:t>
            </w:r>
          </w:p>
        </w:tc>
      </w:tr>
    </w:tbl>
    <w:p w:rsidR="00EE1A1A" w:rsidRPr="00F1312D" w:rsidRDefault="00EE1A1A" w:rsidP="006713DA">
      <w:pPr>
        <w:pStyle w:val="libCenterBold1"/>
        <w:rPr>
          <w:rtl/>
        </w:rPr>
      </w:pPr>
      <w:r w:rsidRPr="00F1312D">
        <w:rPr>
          <w:rFonts w:hint="cs"/>
          <w:rtl/>
        </w:rPr>
        <w:t>يونس ـ 10 ـ</w:t>
      </w:r>
    </w:p>
    <w:tbl>
      <w:tblPr>
        <w:bidiVisual/>
        <w:tblW w:w="0" w:type="auto"/>
        <w:tblLook w:val="01E0"/>
      </w:tblPr>
      <w:tblGrid>
        <w:gridCol w:w="5027"/>
        <w:gridCol w:w="1561"/>
        <w:gridCol w:w="985"/>
      </w:tblGrid>
      <w:tr w:rsidR="00EE1A1A" w:rsidTr="00BB3BDA">
        <w:tc>
          <w:tcPr>
            <w:tcW w:w="5278" w:type="dxa"/>
          </w:tcPr>
          <w:p w:rsidR="00EE1A1A" w:rsidRPr="004015D1" w:rsidRDefault="00EE1A1A" w:rsidP="00BB3BDA">
            <w:pPr>
              <w:pStyle w:val="libAie"/>
              <w:rPr>
                <w:rtl/>
              </w:rPr>
            </w:pPr>
            <w:r w:rsidRPr="004015D1">
              <w:rPr>
                <w:rFonts w:hint="cs"/>
                <w:rtl/>
              </w:rPr>
              <w:t>واصبر حتى يحكم الله وهو خير الحاكمين</w:t>
            </w:r>
          </w:p>
        </w:tc>
        <w:tc>
          <w:tcPr>
            <w:tcW w:w="1620" w:type="dxa"/>
          </w:tcPr>
          <w:p w:rsidR="00EE1A1A" w:rsidRDefault="00EE1A1A" w:rsidP="00A80F4B">
            <w:pPr>
              <w:pStyle w:val="libVarCenter"/>
              <w:rPr>
                <w:rtl/>
              </w:rPr>
            </w:pPr>
            <w:r w:rsidRPr="00F1312D">
              <w:rPr>
                <w:rFonts w:hint="cs"/>
                <w:rtl/>
              </w:rPr>
              <w:t>109</w:t>
            </w:r>
          </w:p>
        </w:tc>
        <w:tc>
          <w:tcPr>
            <w:tcW w:w="1008" w:type="dxa"/>
          </w:tcPr>
          <w:p w:rsidR="00EE1A1A" w:rsidRDefault="00EE1A1A" w:rsidP="00A80F4B">
            <w:pPr>
              <w:pStyle w:val="libVarCenter"/>
              <w:rPr>
                <w:rtl/>
              </w:rPr>
            </w:pPr>
            <w:r w:rsidRPr="00F1312D">
              <w:rPr>
                <w:rFonts w:hint="cs"/>
                <w:rtl/>
              </w:rPr>
              <w:t>117</w:t>
            </w:r>
          </w:p>
        </w:tc>
      </w:tr>
    </w:tbl>
    <w:p w:rsidR="00EE1A1A" w:rsidRPr="00F1312D" w:rsidRDefault="00EE1A1A" w:rsidP="006713DA">
      <w:pPr>
        <w:pStyle w:val="libCenterBold1"/>
        <w:rPr>
          <w:rtl/>
        </w:rPr>
      </w:pPr>
      <w:r w:rsidRPr="00F1312D">
        <w:rPr>
          <w:rFonts w:hint="cs"/>
          <w:rtl/>
        </w:rPr>
        <w:t>النحل ـ 16 ـ</w:t>
      </w:r>
    </w:p>
    <w:tbl>
      <w:tblPr>
        <w:bidiVisual/>
        <w:tblW w:w="0" w:type="auto"/>
        <w:tblLook w:val="01E0"/>
      </w:tblPr>
      <w:tblGrid>
        <w:gridCol w:w="5025"/>
        <w:gridCol w:w="1563"/>
        <w:gridCol w:w="985"/>
      </w:tblGrid>
      <w:tr w:rsidR="00EE1A1A" w:rsidTr="00BB3BDA">
        <w:tc>
          <w:tcPr>
            <w:tcW w:w="5278" w:type="dxa"/>
          </w:tcPr>
          <w:p w:rsidR="00EE1A1A" w:rsidRPr="004015D1" w:rsidRDefault="00EE1A1A" w:rsidP="00BB3BDA">
            <w:pPr>
              <w:pStyle w:val="libAie"/>
              <w:rPr>
                <w:rtl/>
              </w:rPr>
            </w:pPr>
            <w:r w:rsidRPr="004015D1">
              <w:rPr>
                <w:rFonts w:hint="cs"/>
                <w:rtl/>
              </w:rPr>
              <w:t>ما عندكم ينفد وما عند الله باق ... ما كانوا يعملون</w:t>
            </w:r>
          </w:p>
        </w:tc>
        <w:tc>
          <w:tcPr>
            <w:tcW w:w="1620" w:type="dxa"/>
          </w:tcPr>
          <w:p w:rsidR="00EE1A1A" w:rsidRDefault="00EE1A1A" w:rsidP="00A80F4B">
            <w:pPr>
              <w:pStyle w:val="libVarCenter"/>
              <w:rPr>
                <w:rtl/>
              </w:rPr>
            </w:pPr>
            <w:r w:rsidRPr="00F1312D">
              <w:rPr>
                <w:rFonts w:hint="cs"/>
                <w:rtl/>
              </w:rPr>
              <w:t>96</w:t>
            </w:r>
          </w:p>
        </w:tc>
        <w:tc>
          <w:tcPr>
            <w:tcW w:w="1008" w:type="dxa"/>
          </w:tcPr>
          <w:p w:rsidR="00EE1A1A" w:rsidRDefault="00EE1A1A" w:rsidP="00A80F4B">
            <w:pPr>
              <w:pStyle w:val="libVarCenter"/>
              <w:rPr>
                <w:rtl/>
              </w:rPr>
            </w:pPr>
            <w:r w:rsidRPr="00F1312D">
              <w:rPr>
                <w:rFonts w:hint="cs"/>
                <w:rtl/>
              </w:rPr>
              <w:t>4</w:t>
            </w:r>
            <w:r>
              <w:rPr>
                <w:rFonts w:hint="cs"/>
                <w:rtl/>
              </w:rPr>
              <w:t>6 ،</w:t>
            </w:r>
            <w:r w:rsidRPr="00F1312D">
              <w:rPr>
                <w:rFonts w:hint="cs"/>
                <w:rtl/>
              </w:rPr>
              <w:t xml:space="preserve"> 47</w:t>
            </w:r>
          </w:p>
        </w:tc>
      </w:tr>
      <w:tr w:rsidR="00EE1A1A" w:rsidTr="00BB3BDA">
        <w:tc>
          <w:tcPr>
            <w:tcW w:w="5278" w:type="dxa"/>
          </w:tcPr>
          <w:p w:rsidR="00EE1A1A" w:rsidRPr="004015D1" w:rsidRDefault="00EE1A1A" w:rsidP="00BB3BDA">
            <w:pPr>
              <w:pStyle w:val="libAie"/>
              <w:rPr>
                <w:rtl/>
              </w:rPr>
            </w:pPr>
            <w:r w:rsidRPr="004015D1">
              <w:rPr>
                <w:rFonts w:hint="cs"/>
                <w:rtl/>
              </w:rPr>
              <w:t>وإن عاقبتم فعاقبوا بمثل ما عوقبتم به</w:t>
            </w:r>
          </w:p>
        </w:tc>
        <w:tc>
          <w:tcPr>
            <w:tcW w:w="1620" w:type="dxa"/>
          </w:tcPr>
          <w:p w:rsidR="00EE1A1A" w:rsidRDefault="00EE1A1A" w:rsidP="00A80F4B">
            <w:pPr>
              <w:pStyle w:val="libVarCenter"/>
              <w:rPr>
                <w:rtl/>
              </w:rPr>
            </w:pPr>
            <w:r w:rsidRPr="00F1312D">
              <w:rPr>
                <w:rFonts w:hint="cs"/>
                <w:rtl/>
              </w:rPr>
              <w:t>126</w:t>
            </w:r>
          </w:p>
        </w:tc>
        <w:tc>
          <w:tcPr>
            <w:tcW w:w="1008" w:type="dxa"/>
          </w:tcPr>
          <w:p w:rsidR="00EE1A1A" w:rsidRDefault="00EE1A1A" w:rsidP="00A80F4B">
            <w:pPr>
              <w:pStyle w:val="libVarCenter"/>
              <w:rPr>
                <w:rtl/>
              </w:rPr>
            </w:pPr>
            <w:r w:rsidRPr="00F1312D">
              <w:rPr>
                <w:rFonts w:hint="cs"/>
                <w:rtl/>
              </w:rPr>
              <w:t>116</w:t>
            </w:r>
          </w:p>
        </w:tc>
      </w:tr>
    </w:tbl>
    <w:p w:rsidR="00EE1A1A" w:rsidRPr="00F1312D" w:rsidRDefault="00EE1A1A" w:rsidP="006713DA">
      <w:pPr>
        <w:pStyle w:val="libCenterBold1"/>
        <w:rPr>
          <w:rtl/>
        </w:rPr>
      </w:pPr>
      <w:r w:rsidRPr="00F1312D">
        <w:rPr>
          <w:rFonts w:hint="cs"/>
          <w:rtl/>
        </w:rPr>
        <w:t>الكهف ـ 18 ـ</w:t>
      </w:r>
    </w:p>
    <w:tbl>
      <w:tblPr>
        <w:bidiVisual/>
        <w:tblW w:w="0" w:type="auto"/>
        <w:tblLook w:val="01E0"/>
      </w:tblPr>
      <w:tblGrid>
        <w:gridCol w:w="5034"/>
        <w:gridCol w:w="1559"/>
        <w:gridCol w:w="980"/>
      </w:tblGrid>
      <w:tr w:rsidR="00EE1A1A" w:rsidTr="00BB3BDA">
        <w:tc>
          <w:tcPr>
            <w:tcW w:w="5278" w:type="dxa"/>
          </w:tcPr>
          <w:p w:rsidR="00EE1A1A" w:rsidRPr="004015D1" w:rsidRDefault="00EE1A1A" w:rsidP="00BB3BDA">
            <w:pPr>
              <w:pStyle w:val="libAie"/>
              <w:rPr>
                <w:rtl/>
              </w:rPr>
            </w:pPr>
            <w:r w:rsidRPr="004015D1">
              <w:rPr>
                <w:rFonts w:hint="cs"/>
                <w:rtl/>
              </w:rPr>
              <w:t>وكيف تصبر على مالم تحط به خبرا</w:t>
            </w:r>
          </w:p>
        </w:tc>
        <w:tc>
          <w:tcPr>
            <w:tcW w:w="1620" w:type="dxa"/>
          </w:tcPr>
          <w:p w:rsidR="00EE1A1A" w:rsidRDefault="00EE1A1A" w:rsidP="00A80F4B">
            <w:pPr>
              <w:pStyle w:val="libVarCenter"/>
              <w:rPr>
                <w:rtl/>
              </w:rPr>
            </w:pPr>
            <w:r w:rsidRPr="00F1312D">
              <w:rPr>
                <w:rFonts w:hint="cs"/>
                <w:rtl/>
              </w:rPr>
              <w:t>68</w:t>
            </w:r>
          </w:p>
        </w:tc>
        <w:tc>
          <w:tcPr>
            <w:tcW w:w="1008" w:type="dxa"/>
          </w:tcPr>
          <w:p w:rsidR="00EE1A1A" w:rsidRDefault="00EE1A1A" w:rsidP="00A80F4B">
            <w:pPr>
              <w:pStyle w:val="libVarCenter"/>
              <w:rPr>
                <w:rtl/>
              </w:rPr>
            </w:pPr>
            <w:r w:rsidRPr="00F1312D">
              <w:rPr>
                <w:rFonts w:hint="cs"/>
                <w:rtl/>
              </w:rPr>
              <w:t>59</w:t>
            </w:r>
          </w:p>
        </w:tc>
      </w:tr>
    </w:tbl>
    <w:p w:rsidR="00EE1A1A" w:rsidRPr="00F1312D" w:rsidRDefault="00EE1A1A" w:rsidP="006713DA">
      <w:pPr>
        <w:pStyle w:val="libCenterBold1"/>
        <w:rPr>
          <w:rtl/>
        </w:rPr>
      </w:pPr>
      <w:r w:rsidRPr="00F1312D">
        <w:rPr>
          <w:rFonts w:hint="cs"/>
          <w:rtl/>
        </w:rPr>
        <w:t>مريم ـ 19 ـ</w:t>
      </w:r>
    </w:p>
    <w:tbl>
      <w:tblPr>
        <w:bidiVisual/>
        <w:tblW w:w="0" w:type="auto"/>
        <w:tblLook w:val="01E0"/>
      </w:tblPr>
      <w:tblGrid>
        <w:gridCol w:w="5032"/>
        <w:gridCol w:w="1556"/>
        <w:gridCol w:w="985"/>
      </w:tblGrid>
      <w:tr w:rsidR="00EE1A1A" w:rsidTr="00BB3BDA">
        <w:tc>
          <w:tcPr>
            <w:tcW w:w="5278" w:type="dxa"/>
          </w:tcPr>
          <w:p w:rsidR="00EE1A1A" w:rsidRPr="004015D1" w:rsidRDefault="00EE1A1A" w:rsidP="00BB3BDA">
            <w:pPr>
              <w:pStyle w:val="libAie"/>
              <w:rPr>
                <w:rtl/>
              </w:rPr>
            </w:pPr>
            <w:r w:rsidRPr="004015D1">
              <w:rPr>
                <w:rFonts w:hint="cs"/>
                <w:rtl/>
              </w:rPr>
              <w:t>وإذا تتلى عليهم آياتنا بينات ... وأضعف جندا</w:t>
            </w:r>
          </w:p>
        </w:tc>
        <w:tc>
          <w:tcPr>
            <w:tcW w:w="1620" w:type="dxa"/>
          </w:tcPr>
          <w:p w:rsidR="00EE1A1A" w:rsidRDefault="00EE1A1A" w:rsidP="00A80F4B">
            <w:pPr>
              <w:pStyle w:val="libVarCenter"/>
              <w:rPr>
                <w:rtl/>
              </w:rPr>
            </w:pPr>
            <w:r w:rsidRPr="00F1312D">
              <w:rPr>
                <w:rFonts w:hint="cs"/>
                <w:rtl/>
              </w:rPr>
              <w:t>7</w:t>
            </w:r>
            <w:r>
              <w:rPr>
                <w:rFonts w:hint="cs"/>
                <w:rtl/>
              </w:rPr>
              <w:t>3 ،</w:t>
            </w:r>
            <w:r w:rsidRPr="00F1312D">
              <w:rPr>
                <w:rFonts w:hint="cs"/>
                <w:rtl/>
              </w:rPr>
              <w:t xml:space="preserve"> 75</w:t>
            </w:r>
          </w:p>
        </w:tc>
        <w:tc>
          <w:tcPr>
            <w:tcW w:w="1008" w:type="dxa"/>
          </w:tcPr>
          <w:p w:rsidR="00EE1A1A" w:rsidRDefault="00EE1A1A" w:rsidP="00A80F4B">
            <w:pPr>
              <w:pStyle w:val="libVarCenter"/>
              <w:rPr>
                <w:rtl/>
              </w:rPr>
            </w:pPr>
            <w:r w:rsidRPr="00F1312D">
              <w:rPr>
                <w:rFonts w:hint="cs"/>
                <w:rtl/>
              </w:rPr>
              <w:t>113</w:t>
            </w:r>
          </w:p>
        </w:tc>
      </w:tr>
    </w:tbl>
    <w:p w:rsidR="00184E64" w:rsidRDefault="00184E64" w:rsidP="006713DA">
      <w:pPr>
        <w:pStyle w:val="libCenterBold1"/>
        <w:rPr>
          <w:rtl/>
        </w:rPr>
      </w:pPr>
    </w:p>
    <w:p w:rsidR="00184E64" w:rsidRDefault="00184E64">
      <w:pPr>
        <w:bidi w:val="0"/>
        <w:spacing w:before="480" w:line="276" w:lineRule="auto"/>
        <w:ind w:firstLine="0"/>
        <w:jc w:val="center"/>
        <w:rPr>
          <w:b/>
          <w:bCs/>
          <w:rtl/>
        </w:rPr>
      </w:pPr>
      <w:r>
        <w:rPr>
          <w:rtl/>
        </w:rPr>
        <w:br w:type="page"/>
      </w:r>
    </w:p>
    <w:p w:rsidR="00EE1A1A" w:rsidRPr="00F1312D" w:rsidRDefault="00EE1A1A" w:rsidP="006713DA">
      <w:pPr>
        <w:pStyle w:val="libCenterBold1"/>
        <w:rPr>
          <w:rtl/>
        </w:rPr>
      </w:pPr>
      <w:r w:rsidRPr="00F1312D">
        <w:rPr>
          <w:rFonts w:hint="cs"/>
          <w:rtl/>
        </w:rPr>
        <w:lastRenderedPageBreak/>
        <w:t>طه ـ 20 ـ</w:t>
      </w:r>
    </w:p>
    <w:tbl>
      <w:tblPr>
        <w:bidiVisual/>
        <w:tblW w:w="0" w:type="auto"/>
        <w:tblLook w:val="01E0"/>
      </w:tblPr>
      <w:tblGrid>
        <w:gridCol w:w="5025"/>
        <w:gridCol w:w="1384"/>
        <w:gridCol w:w="1164"/>
      </w:tblGrid>
      <w:tr w:rsidR="00EE1A1A" w:rsidTr="00BB3BDA">
        <w:tc>
          <w:tcPr>
            <w:tcW w:w="5208" w:type="dxa"/>
          </w:tcPr>
          <w:p w:rsidR="00EE1A1A" w:rsidRPr="004015D1" w:rsidRDefault="00EE1A1A" w:rsidP="00BB3BDA">
            <w:pPr>
              <w:pStyle w:val="libAie"/>
              <w:rPr>
                <w:rtl/>
              </w:rPr>
            </w:pPr>
            <w:r w:rsidRPr="004015D1">
              <w:rPr>
                <w:rFonts w:hint="cs"/>
                <w:rtl/>
              </w:rPr>
              <w:t>وامر أهلك بالصلاة واصطبر عليها</w:t>
            </w:r>
          </w:p>
        </w:tc>
        <w:tc>
          <w:tcPr>
            <w:tcW w:w="1418" w:type="dxa"/>
          </w:tcPr>
          <w:p w:rsidR="00EE1A1A" w:rsidRDefault="00EE1A1A" w:rsidP="00A80F4B">
            <w:pPr>
              <w:pStyle w:val="libVarCenter"/>
              <w:rPr>
                <w:rtl/>
              </w:rPr>
            </w:pPr>
            <w:r w:rsidRPr="00F1312D">
              <w:rPr>
                <w:rFonts w:hint="cs"/>
                <w:rtl/>
              </w:rPr>
              <w:t>132</w:t>
            </w:r>
          </w:p>
        </w:tc>
        <w:tc>
          <w:tcPr>
            <w:tcW w:w="1188" w:type="dxa"/>
          </w:tcPr>
          <w:p w:rsidR="00EE1A1A" w:rsidRDefault="00EE1A1A" w:rsidP="00A80F4B">
            <w:pPr>
              <w:pStyle w:val="libVarCenter"/>
              <w:rPr>
                <w:rtl/>
              </w:rPr>
            </w:pPr>
            <w:r w:rsidRPr="00F1312D">
              <w:rPr>
                <w:rFonts w:hint="cs"/>
                <w:rtl/>
              </w:rPr>
              <w:t>5</w:t>
            </w:r>
            <w:r>
              <w:rPr>
                <w:rFonts w:hint="cs"/>
                <w:rtl/>
              </w:rPr>
              <w:t>6 ، 1</w:t>
            </w:r>
            <w:r w:rsidRPr="00F1312D">
              <w:rPr>
                <w:rFonts w:hint="cs"/>
                <w:rtl/>
              </w:rPr>
              <w:t>16</w:t>
            </w:r>
          </w:p>
        </w:tc>
      </w:tr>
    </w:tbl>
    <w:p w:rsidR="00EE1A1A" w:rsidRDefault="00EE1A1A" w:rsidP="006713DA">
      <w:pPr>
        <w:pStyle w:val="libCenterBold1"/>
        <w:rPr>
          <w:rtl/>
        </w:rPr>
      </w:pPr>
      <w:r>
        <w:rPr>
          <w:rFonts w:hint="cs"/>
          <w:rtl/>
        </w:rPr>
        <w:t>الأنبياء ـ 21 ـ</w:t>
      </w:r>
    </w:p>
    <w:tbl>
      <w:tblPr>
        <w:bidiVisual/>
        <w:tblW w:w="0" w:type="auto"/>
        <w:tblLook w:val="01E0"/>
      </w:tblPr>
      <w:tblGrid>
        <w:gridCol w:w="5037"/>
        <w:gridCol w:w="1557"/>
        <w:gridCol w:w="979"/>
      </w:tblGrid>
      <w:tr w:rsidR="00EE1A1A" w:rsidTr="00BB3BDA">
        <w:tc>
          <w:tcPr>
            <w:tcW w:w="5278" w:type="dxa"/>
          </w:tcPr>
          <w:p w:rsidR="00EE1A1A" w:rsidRPr="004015D1" w:rsidRDefault="00EE1A1A" w:rsidP="00BB3BDA">
            <w:pPr>
              <w:pStyle w:val="libAie"/>
              <w:rPr>
                <w:rtl/>
              </w:rPr>
            </w:pPr>
            <w:r w:rsidRPr="004015D1">
              <w:rPr>
                <w:rFonts w:hint="cs"/>
                <w:rtl/>
              </w:rPr>
              <w:t>ويدعوننا رغَباً ورهباً</w:t>
            </w:r>
          </w:p>
        </w:tc>
        <w:tc>
          <w:tcPr>
            <w:tcW w:w="1620" w:type="dxa"/>
          </w:tcPr>
          <w:p w:rsidR="00EE1A1A" w:rsidRDefault="00EE1A1A" w:rsidP="00A80F4B">
            <w:pPr>
              <w:pStyle w:val="libVarCenter"/>
              <w:rPr>
                <w:rtl/>
              </w:rPr>
            </w:pPr>
            <w:r>
              <w:rPr>
                <w:rFonts w:hint="cs"/>
                <w:rtl/>
              </w:rPr>
              <w:t>90</w:t>
            </w:r>
          </w:p>
        </w:tc>
        <w:tc>
          <w:tcPr>
            <w:tcW w:w="1008" w:type="dxa"/>
          </w:tcPr>
          <w:p w:rsidR="00EE1A1A" w:rsidRDefault="00EE1A1A" w:rsidP="00A80F4B">
            <w:pPr>
              <w:pStyle w:val="libVarCenter"/>
              <w:rPr>
                <w:rtl/>
              </w:rPr>
            </w:pPr>
            <w:r>
              <w:rPr>
                <w:rFonts w:hint="cs"/>
                <w:rtl/>
              </w:rPr>
              <w:t>90</w:t>
            </w:r>
          </w:p>
        </w:tc>
      </w:tr>
    </w:tbl>
    <w:p w:rsidR="00EE1A1A" w:rsidRDefault="00EE1A1A" w:rsidP="006713DA">
      <w:pPr>
        <w:pStyle w:val="libCenterBold1"/>
        <w:rPr>
          <w:rtl/>
        </w:rPr>
      </w:pPr>
      <w:r>
        <w:rPr>
          <w:rFonts w:hint="cs"/>
          <w:rtl/>
        </w:rPr>
        <w:t>المؤمنون ـ 23 ـ</w:t>
      </w:r>
    </w:p>
    <w:tbl>
      <w:tblPr>
        <w:bidiVisual/>
        <w:tblW w:w="0" w:type="auto"/>
        <w:tblLook w:val="01E0"/>
      </w:tblPr>
      <w:tblGrid>
        <w:gridCol w:w="5032"/>
        <w:gridCol w:w="1556"/>
        <w:gridCol w:w="985"/>
      </w:tblGrid>
      <w:tr w:rsidR="00EE1A1A" w:rsidTr="00BB3BDA">
        <w:tc>
          <w:tcPr>
            <w:tcW w:w="5278" w:type="dxa"/>
          </w:tcPr>
          <w:p w:rsidR="00EE1A1A" w:rsidRPr="004015D1" w:rsidRDefault="00EE1A1A" w:rsidP="00BB3BDA">
            <w:pPr>
              <w:pStyle w:val="libAie"/>
              <w:rPr>
                <w:rtl/>
              </w:rPr>
            </w:pPr>
            <w:r w:rsidRPr="004015D1">
              <w:rPr>
                <w:rFonts w:hint="cs"/>
                <w:rtl/>
              </w:rPr>
              <w:t>أيحسبون أنّما نمدُهّم به من ... بل لا يشعرون</w:t>
            </w:r>
          </w:p>
        </w:tc>
        <w:tc>
          <w:tcPr>
            <w:tcW w:w="1620" w:type="dxa"/>
          </w:tcPr>
          <w:p w:rsidR="00EE1A1A" w:rsidRDefault="00EE1A1A" w:rsidP="00A80F4B">
            <w:pPr>
              <w:pStyle w:val="libVarCenter"/>
              <w:rPr>
                <w:rtl/>
              </w:rPr>
            </w:pPr>
            <w:r>
              <w:rPr>
                <w:rFonts w:hint="cs"/>
                <w:rtl/>
              </w:rPr>
              <w:t>55 ـ 56</w:t>
            </w:r>
          </w:p>
        </w:tc>
        <w:tc>
          <w:tcPr>
            <w:tcW w:w="1008" w:type="dxa"/>
          </w:tcPr>
          <w:p w:rsidR="00EE1A1A" w:rsidRDefault="00EE1A1A" w:rsidP="00A80F4B">
            <w:pPr>
              <w:pStyle w:val="libVarCenter"/>
              <w:rPr>
                <w:rtl/>
              </w:rPr>
            </w:pPr>
            <w:r>
              <w:rPr>
                <w:rFonts w:hint="cs"/>
                <w:rtl/>
              </w:rPr>
              <w:t>118</w:t>
            </w:r>
          </w:p>
        </w:tc>
      </w:tr>
    </w:tbl>
    <w:p w:rsidR="00EE1A1A" w:rsidRPr="00F1312D" w:rsidRDefault="00EE1A1A" w:rsidP="006713DA">
      <w:pPr>
        <w:pStyle w:val="libCenterBold1"/>
        <w:rPr>
          <w:rtl/>
        </w:rPr>
      </w:pPr>
      <w:r w:rsidRPr="00F1312D">
        <w:rPr>
          <w:rFonts w:hint="cs"/>
          <w:rtl/>
        </w:rPr>
        <w:t>القصص ـ 28 ـ</w:t>
      </w:r>
    </w:p>
    <w:tbl>
      <w:tblPr>
        <w:bidiVisual/>
        <w:tblW w:w="0" w:type="auto"/>
        <w:tblLook w:val="01E0"/>
      </w:tblPr>
      <w:tblGrid>
        <w:gridCol w:w="5035"/>
        <w:gridCol w:w="1559"/>
        <w:gridCol w:w="979"/>
      </w:tblGrid>
      <w:tr w:rsidR="00EE1A1A" w:rsidTr="00BB3BDA">
        <w:tc>
          <w:tcPr>
            <w:tcW w:w="5278" w:type="dxa"/>
          </w:tcPr>
          <w:p w:rsidR="00EE1A1A" w:rsidRPr="004015D1" w:rsidRDefault="00EE1A1A" w:rsidP="00BB3BDA">
            <w:pPr>
              <w:pStyle w:val="libAie"/>
              <w:rPr>
                <w:rtl/>
              </w:rPr>
            </w:pPr>
            <w:r w:rsidRPr="004015D1">
              <w:rPr>
                <w:rFonts w:hint="cs"/>
                <w:rtl/>
              </w:rPr>
              <w:t>أولئك يؤتون أجرهم مرّتين بما صبروا</w:t>
            </w:r>
          </w:p>
        </w:tc>
        <w:tc>
          <w:tcPr>
            <w:tcW w:w="1620" w:type="dxa"/>
          </w:tcPr>
          <w:p w:rsidR="00EE1A1A" w:rsidRDefault="00EE1A1A" w:rsidP="00A80F4B">
            <w:pPr>
              <w:pStyle w:val="libVarCenter"/>
              <w:rPr>
                <w:rtl/>
              </w:rPr>
            </w:pPr>
            <w:r>
              <w:rPr>
                <w:rFonts w:hint="cs"/>
                <w:rtl/>
              </w:rPr>
              <w:t>54</w:t>
            </w:r>
          </w:p>
        </w:tc>
        <w:tc>
          <w:tcPr>
            <w:tcW w:w="1008" w:type="dxa"/>
          </w:tcPr>
          <w:p w:rsidR="00EE1A1A" w:rsidRDefault="00EE1A1A" w:rsidP="00A80F4B">
            <w:pPr>
              <w:pStyle w:val="libVarCenter"/>
              <w:rPr>
                <w:rtl/>
              </w:rPr>
            </w:pPr>
            <w:r>
              <w:rPr>
                <w:rFonts w:hint="cs"/>
                <w:rtl/>
              </w:rPr>
              <w:t>46</w:t>
            </w:r>
          </w:p>
        </w:tc>
      </w:tr>
    </w:tbl>
    <w:p w:rsidR="00EE1A1A" w:rsidRDefault="00EE1A1A" w:rsidP="006713DA">
      <w:pPr>
        <w:pStyle w:val="libCenterBold1"/>
        <w:rPr>
          <w:rtl/>
        </w:rPr>
      </w:pPr>
      <w:r>
        <w:rPr>
          <w:rFonts w:hint="cs"/>
          <w:rtl/>
        </w:rPr>
        <w:t>الروم ـ 30 ـ</w:t>
      </w:r>
    </w:p>
    <w:tbl>
      <w:tblPr>
        <w:bidiVisual/>
        <w:tblW w:w="0" w:type="auto"/>
        <w:tblLook w:val="01E0"/>
      </w:tblPr>
      <w:tblGrid>
        <w:gridCol w:w="5032"/>
        <w:gridCol w:w="1556"/>
        <w:gridCol w:w="985"/>
      </w:tblGrid>
      <w:tr w:rsidR="00EE1A1A" w:rsidTr="00BB3BDA">
        <w:tc>
          <w:tcPr>
            <w:tcW w:w="5203" w:type="dxa"/>
          </w:tcPr>
          <w:p w:rsidR="00EE1A1A" w:rsidRPr="004015D1" w:rsidRDefault="00EE1A1A" w:rsidP="00BB3BDA">
            <w:pPr>
              <w:pStyle w:val="libAie"/>
              <w:rPr>
                <w:rtl/>
              </w:rPr>
            </w:pPr>
            <w:r w:rsidRPr="004015D1">
              <w:rPr>
                <w:rFonts w:hint="cs"/>
                <w:rtl/>
              </w:rPr>
              <w:t>يعلمون ظاهرا من الحياة الدنيا وهم عن الآخرة هم غافلون</w:t>
            </w:r>
          </w:p>
        </w:tc>
        <w:tc>
          <w:tcPr>
            <w:tcW w:w="1605" w:type="dxa"/>
          </w:tcPr>
          <w:p w:rsidR="00EE1A1A" w:rsidRDefault="00EE1A1A" w:rsidP="00A80F4B">
            <w:pPr>
              <w:pStyle w:val="libVarCenter"/>
              <w:rPr>
                <w:rtl/>
              </w:rPr>
            </w:pPr>
            <w:r>
              <w:rPr>
                <w:rFonts w:hint="cs"/>
                <w:rtl/>
              </w:rPr>
              <w:t>7</w:t>
            </w:r>
          </w:p>
        </w:tc>
        <w:tc>
          <w:tcPr>
            <w:tcW w:w="1006" w:type="dxa"/>
          </w:tcPr>
          <w:p w:rsidR="00EE1A1A" w:rsidRDefault="00EE1A1A" w:rsidP="00A80F4B">
            <w:pPr>
              <w:pStyle w:val="libVarCenter"/>
              <w:rPr>
                <w:rtl/>
              </w:rPr>
            </w:pPr>
            <w:r>
              <w:rPr>
                <w:rFonts w:hint="cs"/>
                <w:rtl/>
              </w:rPr>
              <w:t>45</w:t>
            </w:r>
          </w:p>
        </w:tc>
      </w:tr>
    </w:tbl>
    <w:p w:rsidR="00EE1A1A" w:rsidRDefault="00EE1A1A" w:rsidP="00BB3BDA">
      <w:pPr>
        <w:pStyle w:val="libNormal"/>
      </w:pPr>
      <w:r>
        <w:br w:type="page"/>
      </w:r>
    </w:p>
    <w:tbl>
      <w:tblPr>
        <w:bidiVisual/>
        <w:tblW w:w="0" w:type="auto"/>
        <w:tblLook w:val="01E0"/>
      </w:tblPr>
      <w:tblGrid>
        <w:gridCol w:w="5008"/>
        <w:gridCol w:w="1565"/>
        <w:gridCol w:w="1000"/>
      </w:tblGrid>
      <w:tr w:rsidR="00EE1A1A" w:rsidRPr="00277DF4" w:rsidTr="00BB3BDA">
        <w:tc>
          <w:tcPr>
            <w:tcW w:w="5203" w:type="dxa"/>
          </w:tcPr>
          <w:p w:rsidR="00EE1A1A" w:rsidRPr="006713DA" w:rsidRDefault="00EE1A1A" w:rsidP="006713DA">
            <w:pPr>
              <w:pStyle w:val="libBold2"/>
              <w:rPr>
                <w:rtl/>
              </w:rPr>
            </w:pPr>
            <w:r w:rsidRPr="006713DA">
              <w:rPr>
                <w:rFonts w:hint="cs"/>
                <w:rtl/>
              </w:rPr>
              <w:lastRenderedPageBreak/>
              <w:t xml:space="preserve">الآية </w:t>
            </w:r>
          </w:p>
        </w:tc>
        <w:tc>
          <w:tcPr>
            <w:tcW w:w="1605" w:type="dxa"/>
          </w:tcPr>
          <w:p w:rsidR="00EE1A1A" w:rsidRPr="004015D1" w:rsidRDefault="00EE1A1A" w:rsidP="006713DA">
            <w:pPr>
              <w:pStyle w:val="libCenterBold2"/>
              <w:rPr>
                <w:rtl/>
              </w:rPr>
            </w:pPr>
            <w:r w:rsidRPr="004015D1">
              <w:rPr>
                <w:rFonts w:hint="cs"/>
                <w:rtl/>
              </w:rPr>
              <w:t>رقمها</w:t>
            </w:r>
          </w:p>
        </w:tc>
        <w:tc>
          <w:tcPr>
            <w:tcW w:w="1006" w:type="dxa"/>
          </w:tcPr>
          <w:p w:rsidR="00EE1A1A" w:rsidRPr="004015D1" w:rsidRDefault="00EE1A1A" w:rsidP="006713DA">
            <w:pPr>
              <w:pStyle w:val="libCenterBold2"/>
              <w:rPr>
                <w:rtl/>
              </w:rPr>
            </w:pPr>
            <w:r w:rsidRPr="004015D1">
              <w:rPr>
                <w:rFonts w:hint="cs"/>
                <w:rtl/>
              </w:rPr>
              <w:t>الصفحة</w:t>
            </w:r>
          </w:p>
        </w:tc>
      </w:tr>
    </w:tbl>
    <w:p w:rsidR="00EE1A1A" w:rsidRDefault="00EE1A1A" w:rsidP="006713DA">
      <w:pPr>
        <w:pStyle w:val="libCenterBold1"/>
        <w:rPr>
          <w:rtl/>
        </w:rPr>
      </w:pPr>
      <w:r>
        <w:rPr>
          <w:rFonts w:hint="cs"/>
          <w:rtl/>
        </w:rPr>
        <w:t>لقمان ـ 31 ـ</w:t>
      </w:r>
    </w:p>
    <w:tbl>
      <w:tblPr>
        <w:bidiVisual/>
        <w:tblW w:w="0" w:type="auto"/>
        <w:tblLook w:val="01E0"/>
      </w:tblPr>
      <w:tblGrid>
        <w:gridCol w:w="4690"/>
        <w:gridCol w:w="1387"/>
        <w:gridCol w:w="1496"/>
      </w:tblGrid>
      <w:tr w:rsidR="00EE1A1A" w:rsidTr="00BB3BDA">
        <w:tc>
          <w:tcPr>
            <w:tcW w:w="4918" w:type="dxa"/>
          </w:tcPr>
          <w:p w:rsidR="00EE1A1A" w:rsidRPr="004015D1" w:rsidRDefault="00EE1A1A" w:rsidP="00BB3BDA">
            <w:pPr>
              <w:pStyle w:val="libAie"/>
              <w:rPr>
                <w:rtl/>
              </w:rPr>
            </w:pPr>
            <w:r w:rsidRPr="004015D1">
              <w:rPr>
                <w:rFonts w:hint="cs"/>
                <w:rtl/>
              </w:rPr>
              <w:t>واصبر على ما أصابك إن ذلك من عزم الأمور</w:t>
            </w:r>
          </w:p>
        </w:tc>
        <w:tc>
          <w:tcPr>
            <w:tcW w:w="1440" w:type="dxa"/>
          </w:tcPr>
          <w:p w:rsidR="00EE1A1A" w:rsidRDefault="00EE1A1A" w:rsidP="00A80F4B">
            <w:pPr>
              <w:pStyle w:val="libVarCenter"/>
              <w:rPr>
                <w:rtl/>
              </w:rPr>
            </w:pPr>
            <w:r>
              <w:rPr>
                <w:rFonts w:hint="cs"/>
                <w:rtl/>
              </w:rPr>
              <w:t>17</w:t>
            </w:r>
          </w:p>
        </w:tc>
        <w:tc>
          <w:tcPr>
            <w:tcW w:w="1548" w:type="dxa"/>
          </w:tcPr>
          <w:p w:rsidR="00EE1A1A" w:rsidRDefault="00EE1A1A" w:rsidP="00A80F4B">
            <w:pPr>
              <w:pStyle w:val="libVarCenter"/>
              <w:rPr>
                <w:rtl/>
              </w:rPr>
            </w:pPr>
            <w:r>
              <w:rPr>
                <w:rFonts w:hint="cs"/>
                <w:rtl/>
              </w:rPr>
              <w:t>117</w:t>
            </w:r>
          </w:p>
        </w:tc>
      </w:tr>
    </w:tbl>
    <w:p w:rsidR="00EE1A1A" w:rsidRDefault="00EE1A1A" w:rsidP="006713DA">
      <w:pPr>
        <w:pStyle w:val="libCenterBold1"/>
        <w:rPr>
          <w:rtl/>
        </w:rPr>
      </w:pPr>
      <w:r>
        <w:rPr>
          <w:rFonts w:hint="cs"/>
          <w:rtl/>
        </w:rPr>
        <w:t>السجدة ـ 32 ـ</w:t>
      </w:r>
    </w:p>
    <w:tbl>
      <w:tblPr>
        <w:bidiVisual/>
        <w:tblW w:w="0" w:type="auto"/>
        <w:tblLook w:val="01E0"/>
      </w:tblPr>
      <w:tblGrid>
        <w:gridCol w:w="4694"/>
        <w:gridCol w:w="1388"/>
        <w:gridCol w:w="1491"/>
      </w:tblGrid>
      <w:tr w:rsidR="00EE1A1A" w:rsidTr="00BB3BDA">
        <w:tc>
          <w:tcPr>
            <w:tcW w:w="4918" w:type="dxa"/>
          </w:tcPr>
          <w:p w:rsidR="00EE1A1A" w:rsidRPr="004015D1" w:rsidRDefault="00EE1A1A" w:rsidP="00BB3BDA">
            <w:pPr>
              <w:pStyle w:val="libAie"/>
              <w:rPr>
                <w:rtl/>
              </w:rPr>
            </w:pPr>
            <w:r w:rsidRPr="004015D1">
              <w:rPr>
                <w:rFonts w:hint="cs"/>
                <w:rtl/>
              </w:rPr>
              <w:t>وجعلنا منهم أئمة يهدون بأمرنا لما صبروا</w:t>
            </w:r>
          </w:p>
        </w:tc>
        <w:tc>
          <w:tcPr>
            <w:tcW w:w="1440" w:type="dxa"/>
          </w:tcPr>
          <w:p w:rsidR="00EE1A1A" w:rsidRDefault="00EE1A1A" w:rsidP="00A80F4B">
            <w:pPr>
              <w:pStyle w:val="libVarCenter"/>
              <w:rPr>
                <w:rtl/>
              </w:rPr>
            </w:pPr>
            <w:r>
              <w:rPr>
                <w:rFonts w:hint="cs"/>
                <w:rtl/>
              </w:rPr>
              <w:t>24</w:t>
            </w:r>
          </w:p>
        </w:tc>
        <w:tc>
          <w:tcPr>
            <w:tcW w:w="1548" w:type="dxa"/>
          </w:tcPr>
          <w:p w:rsidR="00EE1A1A" w:rsidRDefault="00EE1A1A" w:rsidP="00A80F4B">
            <w:pPr>
              <w:pStyle w:val="libVarCenter"/>
              <w:rPr>
                <w:rtl/>
              </w:rPr>
            </w:pPr>
            <w:r>
              <w:rPr>
                <w:rFonts w:hint="cs"/>
                <w:rtl/>
              </w:rPr>
              <w:t>46</w:t>
            </w:r>
          </w:p>
        </w:tc>
      </w:tr>
    </w:tbl>
    <w:p w:rsidR="00EE1A1A" w:rsidRDefault="00EE1A1A" w:rsidP="006713DA">
      <w:pPr>
        <w:pStyle w:val="libCenterBold1"/>
        <w:rPr>
          <w:rtl/>
        </w:rPr>
      </w:pPr>
      <w:r>
        <w:rPr>
          <w:rFonts w:hint="cs"/>
          <w:rtl/>
        </w:rPr>
        <w:t>الأحزاب ـ 33 ـ</w:t>
      </w:r>
    </w:p>
    <w:tbl>
      <w:tblPr>
        <w:bidiVisual/>
        <w:tblW w:w="0" w:type="auto"/>
        <w:tblLook w:val="01E0"/>
      </w:tblPr>
      <w:tblGrid>
        <w:gridCol w:w="4695"/>
        <w:gridCol w:w="1384"/>
        <w:gridCol w:w="1494"/>
      </w:tblGrid>
      <w:tr w:rsidR="00EE1A1A" w:rsidTr="00BB3BDA">
        <w:tc>
          <w:tcPr>
            <w:tcW w:w="4918" w:type="dxa"/>
          </w:tcPr>
          <w:p w:rsidR="00EE1A1A" w:rsidRPr="004015D1" w:rsidRDefault="00EE1A1A" w:rsidP="00BB3BDA">
            <w:pPr>
              <w:pStyle w:val="libAie"/>
              <w:rPr>
                <w:rtl/>
              </w:rPr>
            </w:pPr>
            <w:r w:rsidRPr="004015D1">
              <w:rPr>
                <w:rFonts w:hint="cs"/>
                <w:rtl/>
              </w:rPr>
              <w:t>والصابرين والصابرات</w:t>
            </w:r>
          </w:p>
        </w:tc>
        <w:tc>
          <w:tcPr>
            <w:tcW w:w="1440" w:type="dxa"/>
          </w:tcPr>
          <w:p w:rsidR="00EE1A1A" w:rsidRDefault="00EE1A1A" w:rsidP="00A80F4B">
            <w:pPr>
              <w:pStyle w:val="libVarCenter"/>
              <w:rPr>
                <w:rtl/>
              </w:rPr>
            </w:pPr>
            <w:r>
              <w:rPr>
                <w:rFonts w:hint="cs"/>
                <w:rtl/>
              </w:rPr>
              <w:t>35</w:t>
            </w:r>
          </w:p>
        </w:tc>
        <w:tc>
          <w:tcPr>
            <w:tcW w:w="1548" w:type="dxa"/>
          </w:tcPr>
          <w:p w:rsidR="00EE1A1A" w:rsidRDefault="00EE1A1A" w:rsidP="00A80F4B">
            <w:pPr>
              <w:pStyle w:val="libVarCenter"/>
              <w:rPr>
                <w:rtl/>
              </w:rPr>
            </w:pPr>
            <w:r>
              <w:rPr>
                <w:rFonts w:hint="cs"/>
                <w:rtl/>
              </w:rPr>
              <w:t>117</w:t>
            </w:r>
          </w:p>
        </w:tc>
      </w:tr>
    </w:tbl>
    <w:p w:rsidR="00EE1A1A" w:rsidRDefault="00EE1A1A" w:rsidP="006713DA">
      <w:pPr>
        <w:pStyle w:val="libCenterBold1"/>
        <w:rPr>
          <w:rtl/>
        </w:rPr>
      </w:pPr>
      <w:r>
        <w:rPr>
          <w:rFonts w:hint="cs"/>
          <w:rtl/>
        </w:rPr>
        <w:t xml:space="preserve">الزمر ـ 39 ـ </w:t>
      </w:r>
    </w:p>
    <w:tbl>
      <w:tblPr>
        <w:bidiVisual/>
        <w:tblW w:w="0" w:type="auto"/>
        <w:tblLook w:val="01E0"/>
      </w:tblPr>
      <w:tblGrid>
        <w:gridCol w:w="4692"/>
        <w:gridCol w:w="1216"/>
        <w:gridCol w:w="1665"/>
      </w:tblGrid>
      <w:tr w:rsidR="00EE1A1A" w:rsidTr="00BB3BDA">
        <w:tc>
          <w:tcPr>
            <w:tcW w:w="4918" w:type="dxa"/>
          </w:tcPr>
          <w:p w:rsidR="00EE1A1A" w:rsidRPr="004015D1" w:rsidRDefault="00EE1A1A" w:rsidP="00BB3BDA">
            <w:pPr>
              <w:pStyle w:val="libAie"/>
              <w:rPr>
                <w:rtl/>
              </w:rPr>
            </w:pPr>
            <w:r w:rsidRPr="004015D1">
              <w:rPr>
                <w:rFonts w:hint="cs"/>
                <w:rtl/>
              </w:rPr>
              <w:t>إنما يوفى الصابرون أجرهم بغير حساب</w:t>
            </w:r>
          </w:p>
        </w:tc>
        <w:tc>
          <w:tcPr>
            <w:tcW w:w="1260" w:type="dxa"/>
          </w:tcPr>
          <w:p w:rsidR="00EE1A1A" w:rsidRDefault="00EE1A1A" w:rsidP="00A80F4B">
            <w:pPr>
              <w:pStyle w:val="libVarCenter"/>
              <w:rPr>
                <w:rtl/>
              </w:rPr>
            </w:pPr>
            <w:r>
              <w:rPr>
                <w:rFonts w:hint="cs"/>
                <w:rtl/>
              </w:rPr>
              <w:t>10</w:t>
            </w:r>
          </w:p>
        </w:tc>
        <w:tc>
          <w:tcPr>
            <w:tcW w:w="1728" w:type="dxa"/>
          </w:tcPr>
          <w:p w:rsidR="00EE1A1A" w:rsidRDefault="00EE1A1A" w:rsidP="00A80F4B">
            <w:pPr>
              <w:pStyle w:val="libVarCenter"/>
              <w:rPr>
                <w:rtl/>
              </w:rPr>
            </w:pPr>
            <w:r>
              <w:rPr>
                <w:rFonts w:hint="cs"/>
                <w:rtl/>
              </w:rPr>
              <w:t>45 ، 46 ، 48 ، 117</w:t>
            </w:r>
          </w:p>
        </w:tc>
      </w:tr>
      <w:tr w:rsidR="00EE1A1A" w:rsidTr="00BB3BDA">
        <w:tc>
          <w:tcPr>
            <w:tcW w:w="4918" w:type="dxa"/>
          </w:tcPr>
          <w:p w:rsidR="00EE1A1A" w:rsidRPr="004015D1" w:rsidRDefault="00EE1A1A" w:rsidP="00BB3BDA">
            <w:pPr>
              <w:pStyle w:val="libAie"/>
              <w:rPr>
                <w:rtl/>
              </w:rPr>
            </w:pPr>
            <w:r w:rsidRPr="004015D1">
              <w:rPr>
                <w:rFonts w:hint="cs"/>
                <w:rtl/>
              </w:rPr>
              <w:t>الله يتوفَى الأنفس حين موتها</w:t>
            </w:r>
          </w:p>
        </w:tc>
        <w:tc>
          <w:tcPr>
            <w:tcW w:w="1260" w:type="dxa"/>
          </w:tcPr>
          <w:p w:rsidR="00EE1A1A" w:rsidRDefault="00EE1A1A" w:rsidP="00A80F4B">
            <w:pPr>
              <w:pStyle w:val="libVarCenter"/>
              <w:rPr>
                <w:rtl/>
              </w:rPr>
            </w:pPr>
            <w:r>
              <w:rPr>
                <w:rFonts w:hint="cs"/>
                <w:rtl/>
              </w:rPr>
              <w:t>42</w:t>
            </w:r>
          </w:p>
        </w:tc>
        <w:tc>
          <w:tcPr>
            <w:tcW w:w="1728" w:type="dxa"/>
          </w:tcPr>
          <w:p w:rsidR="00EE1A1A" w:rsidRDefault="00EE1A1A" w:rsidP="00A80F4B">
            <w:pPr>
              <w:pStyle w:val="libVarCenter"/>
              <w:rPr>
                <w:rtl/>
              </w:rPr>
            </w:pPr>
            <w:r>
              <w:rPr>
                <w:rFonts w:hint="cs"/>
                <w:rtl/>
              </w:rPr>
              <w:t>19</w:t>
            </w:r>
          </w:p>
        </w:tc>
      </w:tr>
    </w:tbl>
    <w:p w:rsidR="00EE1A1A" w:rsidRDefault="00EE1A1A" w:rsidP="006713DA">
      <w:pPr>
        <w:pStyle w:val="libCenterBold1"/>
        <w:rPr>
          <w:rtl/>
        </w:rPr>
      </w:pPr>
      <w:r>
        <w:rPr>
          <w:rFonts w:hint="cs"/>
          <w:rtl/>
        </w:rPr>
        <w:t>الزخرف ـ 43 ـ</w:t>
      </w:r>
    </w:p>
    <w:tbl>
      <w:tblPr>
        <w:bidiVisual/>
        <w:tblW w:w="0" w:type="auto"/>
        <w:tblLook w:val="01E0"/>
      </w:tblPr>
      <w:tblGrid>
        <w:gridCol w:w="4690"/>
        <w:gridCol w:w="1387"/>
        <w:gridCol w:w="1496"/>
      </w:tblGrid>
      <w:tr w:rsidR="00EE1A1A" w:rsidTr="00BB3BDA">
        <w:tc>
          <w:tcPr>
            <w:tcW w:w="4918" w:type="dxa"/>
          </w:tcPr>
          <w:p w:rsidR="00EE1A1A" w:rsidRPr="004015D1" w:rsidRDefault="00EE1A1A" w:rsidP="00BB3BDA">
            <w:pPr>
              <w:pStyle w:val="libAie"/>
              <w:rPr>
                <w:rtl/>
              </w:rPr>
            </w:pPr>
            <w:r w:rsidRPr="004015D1">
              <w:rPr>
                <w:rFonts w:hint="cs"/>
                <w:rtl/>
              </w:rPr>
              <w:t>ولولا ان يكون النَّاس امة واحدة لجعلنا لمن يكفر بالرَّحمن لبيوتهم سقفا من فضة</w:t>
            </w:r>
          </w:p>
        </w:tc>
        <w:tc>
          <w:tcPr>
            <w:tcW w:w="1440" w:type="dxa"/>
          </w:tcPr>
          <w:p w:rsidR="00EE1A1A" w:rsidRDefault="00EE1A1A" w:rsidP="00A80F4B">
            <w:pPr>
              <w:pStyle w:val="libVarCenter"/>
              <w:rPr>
                <w:rtl/>
              </w:rPr>
            </w:pPr>
            <w:r>
              <w:rPr>
                <w:rFonts w:hint="cs"/>
                <w:rtl/>
              </w:rPr>
              <w:t>33</w:t>
            </w:r>
          </w:p>
        </w:tc>
        <w:tc>
          <w:tcPr>
            <w:tcW w:w="1548" w:type="dxa"/>
          </w:tcPr>
          <w:p w:rsidR="00EE1A1A" w:rsidRDefault="00EE1A1A" w:rsidP="00A80F4B">
            <w:pPr>
              <w:pStyle w:val="libVarCenter"/>
              <w:rPr>
                <w:rtl/>
              </w:rPr>
            </w:pPr>
            <w:r>
              <w:rPr>
                <w:rFonts w:hint="cs"/>
                <w:rtl/>
              </w:rPr>
              <w:t>113 ، 118</w:t>
            </w:r>
          </w:p>
        </w:tc>
      </w:tr>
    </w:tbl>
    <w:p w:rsidR="00EE1A1A" w:rsidRDefault="00EE1A1A" w:rsidP="006713DA">
      <w:pPr>
        <w:pStyle w:val="libCenterBold1"/>
        <w:rPr>
          <w:rtl/>
        </w:rPr>
      </w:pPr>
      <w:r>
        <w:rPr>
          <w:rFonts w:hint="cs"/>
          <w:rtl/>
        </w:rPr>
        <w:t>الذاريات ـ 51 ـ</w:t>
      </w:r>
    </w:p>
    <w:tbl>
      <w:tblPr>
        <w:bidiVisual/>
        <w:tblW w:w="0" w:type="auto"/>
        <w:tblLook w:val="01E0"/>
      </w:tblPr>
      <w:tblGrid>
        <w:gridCol w:w="4695"/>
        <w:gridCol w:w="1388"/>
        <w:gridCol w:w="1490"/>
      </w:tblGrid>
      <w:tr w:rsidR="00EE1A1A" w:rsidTr="00BB3BDA">
        <w:tc>
          <w:tcPr>
            <w:tcW w:w="4918" w:type="dxa"/>
          </w:tcPr>
          <w:p w:rsidR="00EE1A1A" w:rsidRPr="004015D1" w:rsidRDefault="00EE1A1A" w:rsidP="00BB3BDA">
            <w:pPr>
              <w:pStyle w:val="libAie"/>
              <w:rPr>
                <w:rtl/>
              </w:rPr>
            </w:pPr>
            <w:r w:rsidRPr="004015D1">
              <w:rPr>
                <w:rFonts w:hint="cs"/>
                <w:rtl/>
              </w:rPr>
              <w:t>وما خلقت الجنّ والإنس إلا ليعبدون</w:t>
            </w:r>
          </w:p>
        </w:tc>
        <w:tc>
          <w:tcPr>
            <w:tcW w:w="1440" w:type="dxa"/>
          </w:tcPr>
          <w:p w:rsidR="00EE1A1A" w:rsidRDefault="00EE1A1A" w:rsidP="00A80F4B">
            <w:pPr>
              <w:pStyle w:val="libVarCenter"/>
              <w:rPr>
                <w:rtl/>
              </w:rPr>
            </w:pPr>
            <w:r>
              <w:rPr>
                <w:rFonts w:hint="cs"/>
                <w:rtl/>
              </w:rPr>
              <w:t>56</w:t>
            </w:r>
          </w:p>
        </w:tc>
        <w:tc>
          <w:tcPr>
            <w:tcW w:w="1548" w:type="dxa"/>
          </w:tcPr>
          <w:p w:rsidR="00EE1A1A" w:rsidRDefault="00EE1A1A" w:rsidP="00A80F4B">
            <w:pPr>
              <w:pStyle w:val="libVarCenter"/>
              <w:rPr>
                <w:rtl/>
              </w:rPr>
            </w:pPr>
            <w:r>
              <w:rPr>
                <w:rFonts w:hint="cs"/>
                <w:rtl/>
              </w:rPr>
              <w:t>25</w:t>
            </w:r>
          </w:p>
        </w:tc>
      </w:tr>
    </w:tbl>
    <w:p w:rsidR="00EE1A1A" w:rsidRDefault="00EE1A1A" w:rsidP="006713DA">
      <w:pPr>
        <w:pStyle w:val="libCenterBold1"/>
        <w:rPr>
          <w:rtl/>
        </w:rPr>
      </w:pPr>
      <w:r>
        <w:rPr>
          <w:rFonts w:hint="cs"/>
          <w:rtl/>
        </w:rPr>
        <w:t>الطور ـ 52 ـ</w:t>
      </w:r>
    </w:p>
    <w:tbl>
      <w:tblPr>
        <w:bidiVisual/>
        <w:tblW w:w="0" w:type="auto"/>
        <w:tblLook w:val="01E0"/>
      </w:tblPr>
      <w:tblGrid>
        <w:gridCol w:w="4689"/>
        <w:gridCol w:w="1387"/>
        <w:gridCol w:w="1497"/>
      </w:tblGrid>
      <w:tr w:rsidR="00EE1A1A" w:rsidTr="00BB3BDA">
        <w:tc>
          <w:tcPr>
            <w:tcW w:w="4918" w:type="dxa"/>
          </w:tcPr>
          <w:p w:rsidR="00EE1A1A" w:rsidRPr="004015D1" w:rsidRDefault="00EE1A1A" w:rsidP="00BB3BDA">
            <w:pPr>
              <w:pStyle w:val="libAie"/>
              <w:rPr>
                <w:rtl/>
              </w:rPr>
            </w:pPr>
            <w:r w:rsidRPr="004015D1">
              <w:rPr>
                <w:rFonts w:hint="cs"/>
                <w:rtl/>
              </w:rPr>
              <w:t>واصبر لحكم ربِّك فإنك بأعينُنا</w:t>
            </w:r>
          </w:p>
        </w:tc>
        <w:tc>
          <w:tcPr>
            <w:tcW w:w="1440" w:type="dxa"/>
          </w:tcPr>
          <w:p w:rsidR="00EE1A1A" w:rsidRDefault="00EE1A1A" w:rsidP="00A80F4B">
            <w:pPr>
              <w:pStyle w:val="libVarCenter"/>
              <w:rPr>
                <w:rtl/>
              </w:rPr>
            </w:pPr>
            <w:r>
              <w:rPr>
                <w:rFonts w:hint="cs"/>
                <w:rtl/>
              </w:rPr>
              <w:t>48</w:t>
            </w:r>
          </w:p>
        </w:tc>
        <w:tc>
          <w:tcPr>
            <w:tcW w:w="1548" w:type="dxa"/>
          </w:tcPr>
          <w:p w:rsidR="00EE1A1A" w:rsidRDefault="00EE1A1A" w:rsidP="00A80F4B">
            <w:pPr>
              <w:pStyle w:val="libVarCenter"/>
              <w:rPr>
                <w:rtl/>
              </w:rPr>
            </w:pPr>
            <w:r>
              <w:rPr>
                <w:rFonts w:hint="cs"/>
                <w:rtl/>
              </w:rPr>
              <w:t>116</w:t>
            </w:r>
          </w:p>
        </w:tc>
      </w:tr>
    </w:tbl>
    <w:p w:rsidR="00184E64" w:rsidRDefault="00184E64" w:rsidP="006713DA">
      <w:pPr>
        <w:pStyle w:val="libCenterBold1"/>
        <w:rPr>
          <w:rtl/>
        </w:rPr>
      </w:pPr>
    </w:p>
    <w:p w:rsidR="00184E64" w:rsidRDefault="00184E64">
      <w:pPr>
        <w:bidi w:val="0"/>
        <w:spacing w:before="480" w:line="276" w:lineRule="auto"/>
        <w:ind w:firstLine="0"/>
        <w:jc w:val="center"/>
        <w:rPr>
          <w:b/>
          <w:bCs/>
          <w:rtl/>
        </w:rPr>
      </w:pPr>
      <w:r>
        <w:rPr>
          <w:rtl/>
        </w:rPr>
        <w:br w:type="page"/>
      </w:r>
    </w:p>
    <w:p w:rsidR="00EE1A1A" w:rsidRDefault="00EE1A1A" w:rsidP="006713DA">
      <w:pPr>
        <w:pStyle w:val="libCenterBold1"/>
        <w:rPr>
          <w:rtl/>
        </w:rPr>
      </w:pPr>
      <w:r>
        <w:rPr>
          <w:rFonts w:hint="cs"/>
          <w:rtl/>
        </w:rPr>
        <w:lastRenderedPageBreak/>
        <w:t>النجم ـ 53 ـ</w:t>
      </w:r>
    </w:p>
    <w:tbl>
      <w:tblPr>
        <w:bidiVisual/>
        <w:tblW w:w="0" w:type="auto"/>
        <w:tblLook w:val="01E0"/>
      </w:tblPr>
      <w:tblGrid>
        <w:gridCol w:w="4697"/>
        <w:gridCol w:w="1387"/>
        <w:gridCol w:w="1489"/>
      </w:tblGrid>
      <w:tr w:rsidR="00EE1A1A" w:rsidTr="00BB3BDA">
        <w:tc>
          <w:tcPr>
            <w:tcW w:w="4918" w:type="dxa"/>
          </w:tcPr>
          <w:p w:rsidR="00EE1A1A" w:rsidRPr="004015D1" w:rsidRDefault="00EE1A1A" w:rsidP="00BB3BDA">
            <w:pPr>
              <w:pStyle w:val="libAie"/>
              <w:rPr>
                <w:rtl/>
              </w:rPr>
            </w:pPr>
            <w:r w:rsidRPr="004015D1">
              <w:rPr>
                <w:rFonts w:hint="cs"/>
                <w:rtl/>
              </w:rPr>
              <w:t>وأن ليس للانسان إلا ما سعى وان سعيه سوف يُرى</w:t>
            </w:r>
          </w:p>
        </w:tc>
        <w:tc>
          <w:tcPr>
            <w:tcW w:w="1440" w:type="dxa"/>
          </w:tcPr>
          <w:p w:rsidR="00EE1A1A" w:rsidRDefault="00EE1A1A" w:rsidP="00A80F4B">
            <w:pPr>
              <w:pStyle w:val="libVarCenter"/>
              <w:rPr>
                <w:rtl/>
              </w:rPr>
            </w:pPr>
            <w:r>
              <w:rPr>
                <w:rFonts w:hint="cs"/>
                <w:rtl/>
              </w:rPr>
              <w:t>39 ـ 40</w:t>
            </w:r>
          </w:p>
        </w:tc>
        <w:tc>
          <w:tcPr>
            <w:tcW w:w="1548" w:type="dxa"/>
          </w:tcPr>
          <w:p w:rsidR="00EE1A1A" w:rsidRDefault="00EE1A1A" w:rsidP="00A80F4B">
            <w:pPr>
              <w:pStyle w:val="libVarCenter"/>
              <w:rPr>
                <w:rtl/>
              </w:rPr>
            </w:pPr>
            <w:r>
              <w:rPr>
                <w:rFonts w:hint="cs"/>
                <w:rtl/>
              </w:rPr>
              <w:t>26</w:t>
            </w:r>
          </w:p>
        </w:tc>
      </w:tr>
    </w:tbl>
    <w:p w:rsidR="00EE1A1A" w:rsidRDefault="00EE1A1A" w:rsidP="006713DA">
      <w:pPr>
        <w:pStyle w:val="libCenterBold1"/>
        <w:rPr>
          <w:rtl/>
        </w:rPr>
      </w:pPr>
      <w:r>
        <w:rPr>
          <w:rFonts w:hint="cs"/>
          <w:rtl/>
        </w:rPr>
        <w:t>الحديد ـ 57 ـ</w:t>
      </w:r>
    </w:p>
    <w:tbl>
      <w:tblPr>
        <w:bidiVisual/>
        <w:tblW w:w="0" w:type="auto"/>
        <w:tblLook w:val="01E0"/>
      </w:tblPr>
      <w:tblGrid>
        <w:gridCol w:w="4693"/>
        <w:gridCol w:w="1389"/>
        <w:gridCol w:w="1491"/>
      </w:tblGrid>
      <w:tr w:rsidR="00EE1A1A" w:rsidTr="00BB3BDA">
        <w:tc>
          <w:tcPr>
            <w:tcW w:w="4918" w:type="dxa"/>
          </w:tcPr>
          <w:p w:rsidR="00EE1A1A" w:rsidRPr="004015D1" w:rsidRDefault="00EE1A1A" w:rsidP="00BB3BDA">
            <w:pPr>
              <w:pStyle w:val="libAie"/>
              <w:rPr>
                <w:rtl/>
              </w:rPr>
            </w:pPr>
            <w:r w:rsidRPr="004015D1">
              <w:rPr>
                <w:rFonts w:hint="cs"/>
                <w:rtl/>
              </w:rPr>
              <w:t>لكيلا تأسوا على ما فاتكم ولا تفرحوا بما آتاكم</w:t>
            </w:r>
          </w:p>
        </w:tc>
        <w:tc>
          <w:tcPr>
            <w:tcW w:w="1440" w:type="dxa"/>
          </w:tcPr>
          <w:p w:rsidR="00EE1A1A" w:rsidRDefault="00EE1A1A" w:rsidP="00A80F4B">
            <w:pPr>
              <w:pStyle w:val="libVarCenter"/>
              <w:rPr>
                <w:rtl/>
              </w:rPr>
            </w:pPr>
            <w:r>
              <w:rPr>
                <w:rFonts w:hint="cs"/>
                <w:rtl/>
              </w:rPr>
              <w:t>23</w:t>
            </w:r>
          </w:p>
        </w:tc>
        <w:tc>
          <w:tcPr>
            <w:tcW w:w="1548" w:type="dxa"/>
          </w:tcPr>
          <w:p w:rsidR="00EE1A1A" w:rsidRDefault="00EE1A1A" w:rsidP="00A80F4B">
            <w:pPr>
              <w:pStyle w:val="libVarCenter"/>
              <w:rPr>
                <w:rtl/>
              </w:rPr>
            </w:pPr>
            <w:r>
              <w:rPr>
                <w:rFonts w:hint="cs"/>
                <w:rtl/>
              </w:rPr>
              <w:t>23 ، 79</w:t>
            </w:r>
          </w:p>
        </w:tc>
      </w:tr>
    </w:tbl>
    <w:p w:rsidR="00EE1A1A" w:rsidRDefault="00EE1A1A" w:rsidP="006713DA">
      <w:pPr>
        <w:pStyle w:val="libCenterBold1"/>
        <w:rPr>
          <w:rtl/>
        </w:rPr>
      </w:pPr>
      <w:r>
        <w:rPr>
          <w:rFonts w:hint="cs"/>
          <w:rtl/>
        </w:rPr>
        <w:t>القلم ـ 68 ـ</w:t>
      </w:r>
    </w:p>
    <w:tbl>
      <w:tblPr>
        <w:bidiVisual/>
        <w:tblW w:w="0" w:type="auto"/>
        <w:tblLook w:val="01E0"/>
      </w:tblPr>
      <w:tblGrid>
        <w:gridCol w:w="4694"/>
        <w:gridCol w:w="1385"/>
        <w:gridCol w:w="1494"/>
      </w:tblGrid>
      <w:tr w:rsidR="00EE1A1A" w:rsidTr="00BB3BDA">
        <w:tc>
          <w:tcPr>
            <w:tcW w:w="4918" w:type="dxa"/>
          </w:tcPr>
          <w:p w:rsidR="00EE1A1A" w:rsidRPr="004015D1" w:rsidRDefault="00EE1A1A" w:rsidP="00BB3BDA">
            <w:pPr>
              <w:pStyle w:val="libAie"/>
              <w:rPr>
                <w:rtl/>
              </w:rPr>
            </w:pPr>
            <w:r w:rsidRPr="004015D1">
              <w:rPr>
                <w:rFonts w:hint="cs"/>
                <w:rtl/>
              </w:rPr>
              <w:t>فاصبر لحكم ربِك ولا تكن كصاحب الحوت</w:t>
            </w:r>
          </w:p>
        </w:tc>
        <w:tc>
          <w:tcPr>
            <w:tcW w:w="1440" w:type="dxa"/>
          </w:tcPr>
          <w:p w:rsidR="00EE1A1A" w:rsidRDefault="00EE1A1A" w:rsidP="00A80F4B">
            <w:pPr>
              <w:pStyle w:val="libVarCenter"/>
              <w:rPr>
                <w:rtl/>
              </w:rPr>
            </w:pPr>
            <w:r>
              <w:rPr>
                <w:rFonts w:hint="cs"/>
                <w:rtl/>
              </w:rPr>
              <w:t>48</w:t>
            </w:r>
          </w:p>
        </w:tc>
        <w:tc>
          <w:tcPr>
            <w:tcW w:w="1548" w:type="dxa"/>
          </w:tcPr>
          <w:p w:rsidR="00EE1A1A" w:rsidRDefault="00EE1A1A" w:rsidP="00A80F4B">
            <w:pPr>
              <w:pStyle w:val="libVarCenter"/>
              <w:rPr>
                <w:rtl/>
              </w:rPr>
            </w:pPr>
            <w:r>
              <w:rPr>
                <w:rFonts w:hint="cs"/>
                <w:rtl/>
              </w:rPr>
              <w:t>116</w:t>
            </w:r>
          </w:p>
        </w:tc>
      </w:tr>
    </w:tbl>
    <w:p w:rsidR="00EE1A1A" w:rsidRDefault="00EE1A1A" w:rsidP="006713DA">
      <w:pPr>
        <w:pStyle w:val="libCenterBold1"/>
        <w:rPr>
          <w:rtl/>
        </w:rPr>
      </w:pPr>
      <w:r>
        <w:rPr>
          <w:rFonts w:hint="cs"/>
          <w:rtl/>
        </w:rPr>
        <w:t>العصر ـ 103 ـ</w:t>
      </w:r>
    </w:p>
    <w:tbl>
      <w:tblPr>
        <w:bidiVisual/>
        <w:tblW w:w="0" w:type="auto"/>
        <w:tblLook w:val="01E0"/>
      </w:tblPr>
      <w:tblGrid>
        <w:gridCol w:w="4699"/>
        <w:gridCol w:w="1379"/>
        <w:gridCol w:w="1495"/>
      </w:tblGrid>
      <w:tr w:rsidR="00EE1A1A" w:rsidTr="00BB3BDA">
        <w:tc>
          <w:tcPr>
            <w:tcW w:w="4918" w:type="dxa"/>
          </w:tcPr>
          <w:p w:rsidR="00EE1A1A" w:rsidRPr="004015D1" w:rsidRDefault="00EE1A1A" w:rsidP="00BB3BDA">
            <w:pPr>
              <w:pStyle w:val="libAie"/>
              <w:rPr>
                <w:rtl/>
              </w:rPr>
            </w:pPr>
            <w:r w:rsidRPr="004015D1">
              <w:rPr>
                <w:rFonts w:hint="cs"/>
                <w:rtl/>
              </w:rPr>
              <w:t>الذين آمنوا وعملوا الصالحات وتواصوا بالحق</w:t>
            </w:r>
          </w:p>
        </w:tc>
        <w:tc>
          <w:tcPr>
            <w:tcW w:w="1440" w:type="dxa"/>
          </w:tcPr>
          <w:p w:rsidR="00EE1A1A" w:rsidRDefault="00EE1A1A" w:rsidP="00A80F4B">
            <w:pPr>
              <w:pStyle w:val="libVarCenter"/>
              <w:rPr>
                <w:rtl/>
              </w:rPr>
            </w:pPr>
            <w:r>
              <w:rPr>
                <w:rFonts w:hint="cs"/>
                <w:rtl/>
              </w:rPr>
              <w:t>3</w:t>
            </w:r>
          </w:p>
        </w:tc>
        <w:tc>
          <w:tcPr>
            <w:tcW w:w="1548" w:type="dxa"/>
          </w:tcPr>
          <w:p w:rsidR="00EE1A1A" w:rsidRDefault="00EE1A1A" w:rsidP="00A80F4B">
            <w:pPr>
              <w:pStyle w:val="libVarCenter"/>
              <w:rPr>
                <w:rtl/>
              </w:rPr>
            </w:pPr>
            <w:r>
              <w:rPr>
                <w:rFonts w:hint="cs"/>
                <w:rtl/>
              </w:rPr>
              <w:t>117</w:t>
            </w:r>
          </w:p>
        </w:tc>
      </w:tr>
    </w:tbl>
    <w:p w:rsidR="00EE1A1A" w:rsidRDefault="00EE1A1A" w:rsidP="006713DA">
      <w:pPr>
        <w:pStyle w:val="libCenterBold1"/>
        <w:rPr>
          <w:rtl/>
        </w:rPr>
      </w:pPr>
    </w:p>
    <w:p w:rsidR="00EE1A1A" w:rsidRDefault="00EE1A1A" w:rsidP="006713DA">
      <w:pPr>
        <w:pStyle w:val="libCenterBold1"/>
        <w:rPr>
          <w:rtl/>
        </w:rPr>
      </w:pPr>
      <w:r>
        <w:rPr>
          <w:rtl/>
        </w:rPr>
        <w:br w:type="page"/>
      </w:r>
      <w:r>
        <w:rPr>
          <w:rFonts w:hint="cs"/>
          <w:rtl/>
        </w:rPr>
        <w:lastRenderedPageBreak/>
        <w:t>2 ـ فهرس الأحاديث القدسية</w:t>
      </w:r>
    </w:p>
    <w:tbl>
      <w:tblPr>
        <w:bidiVisual/>
        <w:tblW w:w="0" w:type="auto"/>
        <w:tblLook w:val="01E0"/>
      </w:tblPr>
      <w:tblGrid>
        <w:gridCol w:w="6571"/>
        <w:gridCol w:w="1002"/>
      </w:tblGrid>
      <w:tr w:rsidR="00EE1A1A" w:rsidTr="00CB1FE1">
        <w:tc>
          <w:tcPr>
            <w:tcW w:w="6571" w:type="dxa"/>
          </w:tcPr>
          <w:p w:rsidR="00EE1A1A" w:rsidRPr="006713DA" w:rsidRDefault="00EE1A1A" w:rsidP="006713DA">
            <w:pPr>
              <w:pStyle w:val="libBold2"/>
              <w:rPr>
                <w:rtl/>
              </w:rPr>
            </w:pPr>
            <w:r w:rsidRPr="006713DA">
              <w:rPr>
                <w:rFonts w:hint="cs"/>
                <w:rtl/>
              </w:rPr>
              <w:t>الحديث</w:t>
            </w:r>
          </w:p>
        </w:tc>
        <w:tc>
          <w:tcPr>
            <w:tcW w:w="1002" w:type="dxa"/>
          </w:tcPr>
          <w:p w:rsidR="00EE1A1A" w:rsidRPr="006713DA" w:rsidRDefault="00EE1A1A" w:rsidP="006713DA">
            <w:pPr>
              <w:pStyle w:val="libBold2"/>
              <w:rPr>
                <w:rtl/>
              </w:rPr>
            </w:pPr>
            <w:r w:rsidRPr="006713DA">
              <w:rPr>
                <w:rFonts w:hint="cs"/>
                <w:rtl/>
              </w:rPr>
              <w:t>الصفحة</w:t>
            </w:r>
          </w:p>
        </w:tc>
      </w:tr>
      <w:tr w:rsidR="00EE1A1A" w:rsidTr="00CB1FE1">
        <w:tc>
          <w:tcPr>
            <w:tcW w:w="6571" w:type="dxa"/>
          </w:tcPr>
          <w:p w:rsidR="00EE1A1A" w:rsidRPr="00D84DB1" w:rsidRDefault="00EE1A1A" w:rsidP="00BB3BDA">
            <w:pPr>
              <w:pStyle w:val="libNormal0"/>
              <w:rPr>
                <w:rtl/>
              </w:rPr>
            </w:pPr>
            <w:r>
              <w:rPr>
                <w:rFonts w:hint="cs"/>
                <w:rtl/>
              </w:rPr>
              <w:t>أبعث له عند موته ملائكة يشيعونه إلى قبره</w:t>
            </w:r>
          </w:p>
        </w:tc>
        <w:tc>
          <w:tcPr>
            <w:tcW w:w="1002" w:type="dxa"/>
          </w:tcPr>
          <w:p w:rsidR="00EE1A1A" w:rsidRPr="00D84DB1" w:rsidRDefault="00EE1A1A" w:rsidP="006713DA">
            <w:pPr>
              <w:pStyle w:val="libCenter"/>
              <w:rPr>
                <w:rtl/>
              </w:rPr>
            </w:pPr>
            <w:r>
              <w:rPr>
                <w:rFonts w:hint="cs"/>
                <w:rtl/>
              </w:rPr>
              <w:t>106</w:t>
            </w:r>
          </w:p>
        </w:tc>
      </w:tr>
      <w:tr w:rsidR="00EE1A1A" w:rsidTr="00CB1FE1">
        <w:tc>
          <w:tcPr>
            <w:tcW w:w="6571" w:type="dxa"/>
          </w:tcPr>
          <w:p w:rsidR="00EE1A1A" w:rsidRPr="00D84DB1" w:rsidRDefault="00EE1A1A" w:rsidP="00BB3BDA">
            <w:pPr>
              <w:pStyle w:val="libNormal0"/>
              <w:rPr>
                <w:rtl/>
              </w:rPr>
            </w:pPr>
            <w:r>
              <w:rPr>
                <w:rFonts w:hint="cs"/>
                <w:rtl/>
              </w:rPr>
              <w:t>إذا وجهت إلى عبد من عبيدي مصيبة في بدنه أو ماله أو ولده</w:t>
            </w:r>
          </w:p>
        </w:tc>
        <w:tc>
          <w:tcPr>
            <w:tcW w:w="1002" w:type="dxa"/>
          </w:tcPr>
          <w:p w:rsidR="00EE1A1A" w:rsidRDefault="00EE1A1A" w:rsidP="006713DA">
            <w:pPr>
              <w:pStyle w:val="libCenter"/>
              <w:rPr>
                <w:rtl/>
              </w:rPr>
            </w:pPr>
            <w:r>
              <w:rPr>
                <w:rFonts w:hint="cs"/>
                <w:rtl/>
              </w:rPr>
              <w:t>49</w:t>
            </w:r>
          </w:p>
        </w:tc>
      </w:tr>
      <w:tr w:rsidR="00EE1A1A" w:rsidTr="00CB1FE1">
        <w:tc>
          <w:tcPr>
            <w:tcW w:w="6571" w:type="dxa"/>
          </w:tcPr>
          <w:p w:rsidR="00EE1A1A" w:rsidRPr="00D84DB1" w:rsidRDefault="00EE1A1A" w:rsidP="00BB3BDA">
            <w:pPr>
              <w:pStyle w:val="libNormal0"/>
              <w:rPr>
                <w:rtl/>
              </w:rPr>
            </w:pPr>
            <w:r>
              <w:rPr>
                <w:rFonts w:hint="cs"/>
                <w:rtl/>
              </w:rPr>
              <w:t>أنا الله ، لا إله الا أنا ، من لم يصبر على بلائي ولم يرض بقضائي فليتخذ رباً سوائي</w:t>
            </w:r>
          </w:p>
        </w:tc>
        <w:tc>
          <w:tcPr>
            <w:tcW w:w="1002" w:type="dxa"/>
          </w:tcPr>
          <w:p w:rsidR="00EE1A1A" w:rsidRDefault="00EE1A1A" w:rsidP="006713DA">
            <w:pPr>
              <w:pStyle w:val="libCenter"/>
              <w:rPr>
                <w:rtl/>
              </w:rPr>
            </w:pPr>
            <w:r>
              <w:rPr>
                <w:rFonts w:hint="cs"/>
                <w:rtl/>
              </w:rPr>
              <w:t>81</w:t>
            </w:r>
          </w:p>
        </w:tc>
      </w:tr>
      <w:tr w:rsidR="00EE1A1A" w:rsidTr="00CB1FE1">
        <w:tc>
          <w:tcPr>
            <w:tcW w:w="6571" w:type="dxa"/>
          </w:tcPr>
          <w:p w:rsidR="00EE1A1A" w:rsidRPr="00D84DB1" w:rsidRDefault="00EE1A1A" w:rsidP="00BB3BDA">
            <w:pPr>
              <w:pStyle w:val="libNormal0"/>
              <w:rPr>
                <w:rtl/>
              </w:rPr>
            </w:pPr>
            <w:r>
              <w:rPr>
                <w:rFonts w:hint="cs"/>
                <w:rtl/>
              </w:rPr>
              <w:t>إن رضاي في رضاك بقضائي</w:t>
            </w:r>
          </w:p>
        </w:tc>
        <w:tc>
          <w:tcPr>
            <w:tcW w:w="1002" w:type="dxa"/>
          </w:tcPr>
          <w:p w:rsidR="00EE1A1A" w:rsidRDefault="00EE1A1A" w:rsidP="006713DA">
            <w:pPr>
              <w:pStyle w:val="libCenter"/>
              <w:rPr>
                <w:rtl/>
              </w:rPr>
            </w:pPr>
            <w:r>
              <w:rPr>
                <w:rFonts w:hint="cs"/>
                <w:rtl/>
              </w:rPr>
              <w:t>23</w:t>
            </w:r>
          </w:p>
        </w:tc>
      </w:tr>
      <w:tr w:rsidR="00EE1A1A" w:rsidTr="00CB1FE1">
        <w:tc>
          <w:tcPr>
            <w:tcW w:w="6571" w:type="dxa"/>
          </w:tcPr>
          <w:p w:rsidR="00EE1A1A" w:rsidRPr="00D84DB1" w:rsidRDefault="00EE1A1A" w:rsidP="00BB3BDA">
            <w:pPr>
              <w:pStyle w:val="libNormal0"/>
              <w:rPr>
                <w:rtl/>
              </w:rPr>
            </w:pPr>
            <w:r>
              <w:rPr>
                <w:rFonts w:hint="cs"/>
                <w:rtl/>
              </w:rPr>
              <w:t>إن رضاي في كرهك ، وأنت ما تصبر على ما تكره</w:t>
            </w:r>
          </w:p>
        </w:tc>
        <w:tc>
          <w:tcPr>
            <w:tcW w:w="1002" w:type="dxa"/>
          </w:tcPr>
          <w:p w:rsidR="00EE1A1A" w:rsidRDefault="00EE1A1A" w:rsidP="006713DA">
            <w:pPr>
              <w:pStyle w:val="libCenter"/>
              <w:rPr>
                <w:rtl/>
              </w:rPr>
            </w:pPr>
            <w:r>
              <w:rPr>
                <w:rFonts w:hint="cs"/>
                <w:rtl/>
              </w:rPr>
              <w:t>81</w:t>
            </w:r>
          </w:p>
        </w:tc>
      </w:tr>
      <w:tr w:rsidR="00EE1A1A" w:rsidTr="00CB1FE1">
        <w:tc>
          <w:tcPr>
            <w:tcW w:w="6571" w:type="dxa"/>
          </w:tcPr>
          <w:p w:rsidR="00EE1A1A" w:rsidRPr="00D84DB1" w:rsidRDefault="00EE1A1A" w:rsidP="00BB3BDA">
            <w:pPr>
              <w:pStyle w:val="libNormal0"/>
              <w:rPr>
                <w:rtl/>
              </w:rPr>
            </w:pPr>
            <w:r>
              <w:rPr>
                <w:rFonts w:hint="cs"/>
                <w:rtl/>
              </w:rPr>
              <w:t>إن لي عباداً من عبادي ، يحبوني واُحبهم ويشتاقون إليّ واشتاق إليهم</w:t>
            </w:r>
          </w:p>
        </w:tc>
        <w:tc>
          <w:tcPr>
            <w:tcW w:w="1002" w:type="dxa"/>
          </w:tcPr>
          <w:p w:rsidR="00EE1A1A" w:rsidRDefault="00EE1A1A" w:rsidP="006713DA">
            <w:pPr>
              <w:pStyle w:val="libCenter"/>
              <w:rPr>
                <w:rtl/>
              </w:rPr>
            </w:pPr>
            <w:r>
              <w:rPr>
                <w:rFonts w:hint="cs"/>
                <w:rtl/>
              </w:rPr>
              <w:t>28</w:t>
            </w:r>
          </w:p>
        </w:tc>
      </w:tr>
      <w:tr w:rsidR="00EE1A1A" w:rsidTr="00CB1FE1">
        <w:tc>
          <w:tcPr>
            <w:tcW w:w="6571" w:type="dxa"/>
          </w:tcPr>
          <w:p w:rsidR="00EE1A1A" w:rsidRDefault="00EE1A1A" w:rsidP="00BB3BDA">
            <w:pPr>
              <w:pStyle w:val="libNormal0"/>
              <w:rPr>
                <w:rtl/>
              </w:rPr>
            </w:pPr>
            <w:r>
              <w:rPr>
                <w:rFonts w:hint="cs"/>
                <w:rtl/>
              </w:rPr>
              <w:t>إني جعلت الدنيا بين عبادي فرضاً ،</w:t>
            </w:r>
          </w:p>
        </w:tc>
        <w:tc>
          <w:tcPr>
            <w:tcW w:w="1002" w:type="dxa"/>
          </w:tcPr>
          <w:p w:rsidR="00EE1A1A" w:rsidRDefault="00EE1A1A" w:rsidP="006713DA">
            <w:pPr>
              <w:pStyle w:val="libCenter"/>
              <w:rPr>
                <w:rtl/>
              </w:rPr>
            </w:pPr>
            <w:r>
              <w:rPr>
                <w:rFonts w:hint="cs"/>
                <w:rtl/>
              </w:rPr>
              <w:t>51</w:t>
            </w:r>
          </w:p>
        </w:tc>
      </w:tr>
      <w:tr w:rsidR="00EE1A1A" w:rsidTr="00CB1FE1">
        <w:tc>
          <w:tcPr>
            <w:tcW w:w="6571" w:type="dxa"/>
          </w:tcPr>
          <w:p w:rsidR="00EE1A1A" w:rsidRDefault="00EE1A1A" w:rsidP="00BB3BDA">
            <w:pPr>
              <w:pStyle w:val="libNormal0"/>
              <w:rPr>
                <w:rtl/>
              </w:rPr>
            </w:pPr>
            <w:r>
              <w:rPr>
                <w:rFonts w:hint="cs"/>
                <w:rtl/>
              </w:rPr>
              <w:t>تخلّق بأخلاقي وإن من أخلاقي الصبر</w:t>
            </w:r>
          </w:p>
        </w:tc>
        <w:tc>
          <w:tcPr>
            <w:tcW w:w="1002" w:type="dxa"/>
          </w:tcPr>
          <w:p w:rsidR="00EE1A1A" w:rsidRDefault="00EE1A1A" w:rsidP="006713DA">
            <w:pPr>
              <w:pStyle w:val="libCenter"/>
              <w:rPr>
                <w:rtl/>
              </w:rPr>
            </w:pPr>
            <w:r>
              <w:rPr>
                <w:rFonts w:hint="cs"/>
                <w:rtl/>
              </w:rPr>
              <w:t>47</w:t>
            </w:r>
          </w:p>
        </w:tc>
      </w:tr>
      <w:tr w:rsidR="00EE1A1A" w:rsidTr="00CB1FE1">
        <w:tc>
          <w:tcPr>
            <w:tcW w:w="6571" w:type="dxa"/>
          </w:tcPr>
          <w:p w:rsidR="00EE1A1A" w:rsidRDefault="00EE1A1A" w:rsidP="00BB3BDA">
            <w:pPr>
              <w:pStyle w:val="libNormal0"/>
              <w:rPr>
                <w:rtl/>
              </w:rPr>
            </w:pPr>
            <w:r>
              <w:rPr>
                <w:rFonts w:hint="cs"/>
                <w:rtl/>
              </w:rPr>
              <w:t>جزاؤه أن أكسوه رداءً من أردية الإيمان</w:t>
            </w:r>
          </w:p>
        </w:tc>
        <w:tc>
          <w:tcPr>
            <w:tcW w:w="1002" w:type="dxa"/>
          </w:tcPr>
          <w:p w:rsidR="00EE1A1A" w:rsidRDefault="00EE1A1A" w:rsidP="006713DA">
            <w:pPr>
              <w:pStyle w:val="libCenter"/>
              <w:rPr>
                <w:rtl/>
              </w:rPr>
            </w:pPr>
            <w:r>
              <w:rPr>
                <w:rFonts w:hint="cs"/>
                <w:rtl/>
              </w:rPr>
              <w:t>106</w:t>
            </w:r>
          </w:p>
        </w:tc>
      </w:tr>
      <w:tr w:rsidR="00EE1A1A" w:rsidTr="00CB1FE1">
        <w:tc>
          <w:tcPr>
            <w:tcW w:w="6571" w:type="dxa"/>
          </w:tcPr>
          <w:p w:rsidR="00EE1A1A" w:rsidRDefault="00EE1A1A" w:rsidP="00BB3BDA">
            <w:pPr>
              <w:pStyle w:val="libNormal0"/>
              <w:rPr>
                <w:rtl/>
              </w:rPr>
            </w:pPr>
            <w:r>
              <w:rPr>
                <w:rFonts w:hint="cs"/>
                <w:rtl/>
              </w:rPr>
              <w:t>حقّت محبتي للذين يتصادقون من أجلي</w:t>
            </w:r>
          </w:p>
        </w:tc>
        <w:tc>
          <w:tcPr>
            <w:tcW w:w="1002" w:type="dxa"/>
          </w:tcPr>
          <w:p w:rsidR="00EE1A1A" w:rsidRDefault="00EE1A1A" w:rsidP="006713DA">
            <w:pPr>
              <w:pStyle w:val="libCenter"/>
              <w:rPr>
                <w:rtl/>
              </w:rPr>
            </w:pPr>
            <w:r>
              <w:rPr>
                <w:rFonts w:hint="cs"/>
                <w:rtl/>
              </w:rPr>
              <w:t>39</w:t>
            </w:r>
          </w:p>
        </w:tc>
      </w:tr>
      <w:tr w:rsidR="00EE1A1A" w:rsidTr="00CB1FE1">
        <w:tc>
          <w:tcPr>
            <w:tcW w:w="6571" w:type="dxa"/>
          </w:tcPr>
          <w:p w:rsidR="00EE1A1A" w:rsidRDefault="00EE1A1A" w:rsidP="00BB3BDA">
            <w:pPr>
              <w:pStyle w:val="libNormal0"/>
              <w:rPr>
                <w:rtl/>
              </w:rPr>
            </w:pPr>
            <w:r>
              <w:rPr>
                <w:rFonts w:hint="cs"/>
                <w:rtl/>
              </w:rPr>
              <w:t>صلواتي ورضواني ... أكسوه ثياباً من الإيمان</w:t>
            </w:r>
          </w:p>
        </w:tc>
        <w:tc>
          <w:tcPr>
            <w:tcW w:w="1002" w:type="dxa"/>
          </w:tcPr>
          <w:p w:rsidR="00EE1A1A" w:rsidRDefault="00EE1A1A" w:rsidP="006713DA">
            <w:pPr>
              <w:pStyle w:val="libCenter"/>
              <w:rPr>
                <w:rtl/>
              </w:rPr>
            </w:pPr>
            <w:r>
              <w:rPr>
                <w:rFonts w:hint="cs"/>
                <w:rtl/>
              </w:rPr>
              <w:t>107</w:t>
            </w:r>
          </w:p>
        </w:tc>
      </w:tr>
      <w:tr w:rsidR="00EE1A1A" w:rsidTr="00CB1FE1">
        <w:tc>
          <w:tcPr>
            <w:tcW w:w="6571" w:type="dxa"/>
          </w:tcPr>
          <w:p w:rsidR="00EE1A1A" w:rsidRDefault="00EE1A1A" w:rsidP="00BB3BDA">
            <w:pPr>
              <w:pStyle w:val="libNormal0"/>
              <w:rPr>
                <w:rtl/>
              </w:rPr>
            </w:pPr>
            <w:r>
              <w:rPr>
                <w:rFonts w:hint="cs"/>
                <w:rtl/>
              </w:rPr>
              <w:t>الصوم لي وأنا أجزي به</w:t>
            </w:r>
          </w:p>
        </w:tc>
        <w:tc>
          <w:tcPr>
            <w:tcW w:w="1002" w:type="dxa"/>
          </w:tcPr>
          <w:p w:rsidR="00EE1A1A" w:rsidRDefault="00EE1A1A" w:rsidP="006713DA">
            <w:pPr>
              <w:pStyle w:val="libCenter"/>
              <w:rPr>
                <w:rtl/>
              </w:rPr>
            </w:pPr>
            <w:r>
              <w:rPr>
                <w:rFonts w:hint="cs"/>
                <w:rtl/>
              </w:rPr>
              <w:t>46</w:t>
            </w:r>
          </w:p>
        </w:tc>
      </w:tr>
      <w:tr w:rsidR="00EE1A1A" w:rsidTr="00CB1FE1">
        <w:tc>
          <w:tcPr>
            <w:tcW w:w="6571" w:type="dxa"/>
          </w:tcPr>
          <w:p w:rsidR="00EE1A1A" w:rsidRDefault="00EE1A1A" w:rsidP="00BB3BDA">
            <w:pPr>
              <w:pStyle w:val="libNormal0"/>
              <w:rPr>
                <w:rtl/>
              </w:rPr>
            </w:pPr>
            <w:r>
              <w:rPr>
                <w:rFonts w:hint="cs"/>
                <w:rtl/>
              </w:rPr>
              <w:t>عبدي المؤمن لا أصرفه في شيء إلا جعلته خيراً له</w:t>
            </w:r>
          </w:p>
        </w:tc>
        <w:tc>
          <w:tcPr>
            <w:tcW w:w="1002" w:type="dxa"/>
          </w:tcPr>
          <w:p w:rsidR="00EE1A1A" w:rsidRDefault="00EE1A1A" w:rsidP="006713DA">
            <w:pPr>
              <w:pStyle w:val="libCenter"/>
              <w:rPr>
                <w:rtl/>
              </w:rPr>
            </w:pPr>
            <w:r>
              <w:rPr>
                <w:rFonts w:hint="cs"/>
                <w:rtl/>
              </w:rPr>
              <w:t>82</w:t>
            </w:r>
          </w:p>
        </w:tc>
      </w:tr>
      <w:tr w:rsidR="00EE1A1A" w:rsidTr="00CB1FE1">
        <w:tc>
          <w:tcPr>
            <w:tcW w:w="6571" w:type="dxa"/>
          </w:tcPr>
          <w:p w:rsidR="00EE1A1A" w:rsidRDefault="00EE1A1A" w:rsidP="00BB3BDA">
            <w:pPr>
              <w:pStyle w:val="libNormal0"/>
              <w:rPr>
                <w:rtl/>
              </w:rPr>
            </w:pPr>
            <w:r>
              <w:rPr>
                <w:rFonts w:hint="cs"/>
                <w:rtl/>
              </w:rPr>
              <w:t>قل لهم : يرضون عنّي ، حتى أرضى عنهم</w:t>
            </w:r>
          </w:p>
        </w:tc>
        <w:tc>
          <w:tcPr>
            <w:tcW w:w="1002" w:type="dxa"/>
          </w:tcPr>
          <w:p w:rsidR="00EE1A1A" w:rsidRDefault="00EE1A1A" w:rsidP="006713DA">
            <w:pPr>
              <w:pStyle w:val="libCenter"/>
              <w:rPr>
                <w:rtl/>
              </w:rPr>
            </w:pPr>
            <w:r>
              <w:rPr>
                <w:rFonts w:hint="cs"/>
                <w:rtl/>
              </w:rPr>
              <w:t>80</w:t>
            </w:r>
          </w:p>
        </w:tc>
      </w:tr>
      <w:tr w:rsidR="00EE1A1A" w:rsidTr="00CB1FE1">
        <w:tc>
          <w:tcPr>
            <w:tcW w:w="6571" w:type="dxa"/>
          </w:tcPr>
          <w:p w:rsidR="00EE1A1A" w:rsidRDefault="00EE1A1A" w:rsidP="00BB3BDA">
            <w:pPr>
              <w:pStyle w:val="libNormal0"/>
              <w:rPr>
                <w:rtl/>
              </w:rPr>
            </w:pPr>
            <w:r>
              <w:rPr>
                <w:rFonts w:hint="cs"/>
                <w:rtl/>
              </w:rPr>
              <w:t>كيف أستجيب لهم وقد أظلت عليهم ذنوبهم</w:t>
            </w:r>
          </w:p>
        </w:tc>
        <w:tc>
          <w:tcPr>
            <w:tcW w:w="1002" w:type="dxa"/>
          </w:tcPr>
          <w:p w:rsidR="00EE1A1A" w:rsidRDefault="00EE1A1A" w:rsidP="006713DA">
            <w:pPr>
              <w:pStyle w:val="libCenter"/>
              <w:rPr>
                <w:rtl/>
              </w:rPr>
            </w:pPr>
            <w:r>
              <w:rPr>
                <w:rFonts w:hint="cs"/>
                <w:rtl/>
              </w:rPr>
              <w:t>70</w:t>
            </w:r>
          </w:p>
        </w:tc>
      </w:tr>
      <w:tr w:rsidR="00EE1A1A" w:rsidTr="00CB1FE1">
        <w:tc>
          <w:tcPr>
            <w:tcW w:w="6571" w:type="dxa"/>
          </w:tcPr>
          <w:p w:rsidR="00EE1A1A" w:rsidRDefault="00EE1A1A" w:rsidP="00BB3BDA">
            <w:pPr>
              <w:pStyle w:val="libNormal0"/>
              <w:rPr>
                <w:rtl/>
              </w:rPr>
            </w:pPr>
            <w:r>
              <w:rPr>
                <w:rFonts w:hint="cs"/>
                <w:rtl/>
              </w:rPr>
              <w:t xml:space="preserve">ما لأوليائي والهمّ بالدنيا ، إنّ الهم يذهب </w:t>
            </w:r>
            <w:r w:rsidRPr="002D6B0E">
              <w:rPr>
                <w:rFonts w:hint="cs"/>
                <w:rtl/>
              </w:rPr>
              <w:t>ح</w:t>
            </w:r>
            <w:r>
              <w:rPr>
                <w:rFonts w:hint="cs"/>
                <w:rtl/>
              </w:rPr>
              <w:t>لاوة مناجاتي من قلوبهم</w:t>
            </w:r>
          </w:p>
        </w:tc>
        <w:tc>
          <w:tcPr>
            <w:tcW w:w="1002" w:type="dxa"/>
          </w:tcPr>
          <w:p w:rsidR="00EE1A1A" w:rsidRDefault="00EE1A1A" w:rsidP="006713DA">
            <w:pPr>
              <w:pStyle w:val="libCenter"/>
              <w:rPr>
                <w:rtl/>
              </w:rPr>
            </w:pPr>
            <w:r>
              <w:rPr>
                <w:rFonts w:hint="cs"/>
                <w:rtl/>
              </w:rPr>
              <w:t>80</w:t>
            </w:r>
          </w:p>
        </w:tc>
      </w:tr>
      <w:tr w:rsidR="00EE1A1A" w:rsidTr="00CB1FE1">
        <w:tc>
          <w:tcPr>
            <w:tcW w:w="6571" w:type="dxa"/>
          </w:tcPr>
          <w:p w:rsidR="00EE1A1A" w:rsidRDefault="00EE1A1A" w:rsidP="00BB3BDA">
            <w:pPr>
              <w:pStyle w:val="libNormal0"/>
              <w:rPr>
                <w:rtl/>
              </w:rPr>
            </w:pPr>
            <w:r>
              <w:rPr>
                <w:rFonts w:hint="cs"/>
                <w:rtl/>
              </w:rPr>
              <w:t>من إذا أخذت حبيبه سالمني</w:t>
            </w:r>
          </w:p>
        </w:tc>
        <w:tc>
          <w:tcPr>
            <w:tcW w:w="1002" w:type="dxa"/>
          </w:tcPr>
          <w:p w:rsidR="00EE1A1A" w:rsidRDefault="00EE1A1A" w:rsidP="006713DA">
            <w:pPr>
              <w:pStyle w:val="libCenter"/>
              <w:rPr>
                <w:rtl/>
              </w:rPr>
            </w:pPr>
            <w:r>
              <w:rPr>
                <w:rFonts w:hint="cs"/>
                <w:rtl/>
              </w:rPr>
              <w:t>81</w:t>
            </w:r>
          </w:p>
        </w:tc>
      </w:tr>
      <w:tr w:rsidR="00EE1A1A" w:rsidTr="00CB1FE1">
        <w:tc>
          <w:tcPr>
            <w:tcW w:w="6571" w:type="dxa"/>
          </w:tcPr>
          <w:p w:rsidR="00EE1A1A" w:rsidRDefault="00EE1A1A" w:rsidP="00BB3BDA">
            <w:pPr>
              <w:pStyle w:val="libNormal0"/>
              <w:rPr>
                <w:rtl/>
              </w:rPr>
            </w:pPr>
            <w:r>
              <w:rPr>
                <w:rFonts w:hint="cs"/>
                <w:rtl/>
              </w:rPr>
              <w:t>من لم يرض بقضائي ، ولم يصبر على بلائي ، فليعبد رباً سواي</w:t>
            </w:r>
          </w:p>
        </w:tc>
        <w:tc>
          <w:tcPr>
            <w:tcW w:w="1002" w:type="dxa"/>
          </w:tcPr>
          <w:p w:rsidR="00EE1A1A" w:rsidRDefault="00EE1A1A" w:rsidP="006713DA">
            <w:pPr>
              <w:pStyle w:val="libCenter"/>
              <w:rPr>
                <w:rtl/>
              </w:rPr>
            </w:pPr>
            <w:r>
              <w:rPr>
                <w:rFonts w:hint="cs"/>
                <w:rtl/>
              </w:rPr>
              <w:t>23</w:t>
            </w:r>
          </w:p>
        </w:tc>
      </w:tr>
      <w:tr w:rsidR="00EE1A1A" w:rsidTr="00CB1FE1">
        <w:tc>
          <w:tcPr>
            <w:tcW w:w="6571" w:type="dxa"/>
          </w:tcPr>
          <w:p w:rsidR="00EE1A1A" w:rsidRDefault="00EE1A1A" w:rsidP="00BB3BDA">
            <w:pPr>
              <w:pStyle w:val="libNormal0"/>
              <w:rPr>
                <w:rtl/>
              </w:rPr>
            </w:pPr>
            <w:r>
              <w:rPr>
                <w:rFonts w:hint="cs"/>
                <w:rtl/>
              </w:rPr>
              <w:t>يا داود أبلغ أهل أرضي : إِني حبيب من أحبني</w:t>
            </w:r>
          </w:p>
        </w:tc>
        <w:tc>
          <w:tcPr>
            <w:tcW w:w="1002" w:type="dxa"/>
          </w:tcPr>
          <w:p w:rsidR="00EE1A1A" w:rsidRDefault="00EE1A1A" w:rsidP="006713DA">
            <w:pPr>
              <w:pStyle w:val="libCenter"/>
              <w:rPr>
                <w:rtl/>
              </w:rPr>
            </w:pPr>
            <w:r>
              <w:rPr>
                <w:rFonts w:hint="cs"/>
                <w:rtl/>
              </w:rPr>
              <w:t>27</w:t>
            </w:r>
          </w:p>
        </w:tc>
      </w:tr>
    </w:tbl>
    <w:p w:rsidR="00CB1FE1" w:rsidRDefault="00CB1FE1">
      <w:r>
        <w:br w:type="page"/>
      </w:r>
    </w:p>
    <w:tbl>
      <w:tblPr>
        <w:bidiVisual/>
        <w:tblW w:w="0" w:type="auto"/>
        <w:tblLook w:val="01E0"/>
      </w:tblPr>
      <w:tblGrid>
        <w:gridCol w:w="6571"/>
        <w:gridCol w:w="1002"/>
      </w:tblGrid>
      <w:tr w:rsidR="00EE1A1A" w:rsidTr="00CB1FE1">
        <w:tc>
          <w:tcPr>
            <w:tcW w:w="6571" w:type="dxa"/>
          </w:tcPr>
          <w:p w:rsidR="00EE1A1A" w:rsidRDefault="00EE1A1A" w:rsidP="00BB3BDA">
            <w:pPr>
              <w:pStyle w:val="libNormal0"/>
              <w:rPr>
                <w:rtl/>
              </w:rPr>
            </w:pPr>
            <w:r>
              <w:rPr>
                <w:rFonts w:hint="cs"/>
                <w:rtl/>
              </w:rPr>
              <w:lastRenderedPageBreak/>
              <w:t>يا داود ، تريد واُريد ، وإِنّما يكون ما اُريد</w:t>
            </w:r>
          </w:p>
        </w:tc>
        <w:tc>
          <w:tcPr>
            <w:tcW w:w="1002" w:type="dxa"/>
          </w:tcPr>
          <w:p w:rsidR="00EE1A1A" w:rsidRDefault="00EE1A1A" w:rsidP="006713DA">
            <w:pPr>
              <w:pStyle w:val="libCenter"/>
              <w:rPr>
                <w:rtl/>
              </w:rPr>
            </w:pPr>
            <w:r>
              <w:rPr>
                <w:rFonts w:hint="cs"/>
                <w:rtl/>
              </w:rPr>
              <w:t>23 ، 81</w:t>
            </w:r>
          </w:p>
        </w:tc>
      </w:tr>
      <w:tr w:rsidR="00EE1A1A" w:rsidTr="00CB1FE1">
        <w:tc>
          <w:tcPr>
            <w:tcW w:w="6571" w:type="dxa"/>
          </w:tcPr>
          <w:p w:rsidR="00EE1A1A" w:rsidRDefault="00EE1A1A" w:rsidP="00BB3BDA">
            <w:pPr>
              <w:pStyle w:val="libNormal0"/>
              <w:rPr>
                <w:rtl/>
              </w:rPr>
            </w:pPr>
            <w:r>
              <w:rPr>
                <w:rFonts w:hint="cs"/>
                <w:rtl/>
              </w:rPr>
              <w:t>يا داود ، ما كان يعدل هذا الوعد عندك</w:t>
            </w:r>
          </w:p>
        </w:tc>
        <w:tc>
          <w:tcPr>
            <w:tcW w:w="1002" w:type="dxa"/>
          </w:tcPr>
          <w:p w:rsidR="00EE1A1A" w:rsidRDefault="00EE1A1A" w:rsidP="006713DA">
            <w:pPr>
              <w:pStyle w:val="libCenter"/>
              <w:rPr>
                <w:rtl/>
              </w:rPr>
            </w:pPr>
            <w:r>
              <w:rPr>
                <w:rFonts w:hint="cs"/>
                <w:rtl/>
              </w:rPr>
              <w:t>42</w:t>
            </w:r>
          </w:p>
        </w:tc>
      </w:tr>
      <w:tr w:rsidR="00EE1A1A" w:rsidTr="00CB1FE1">
        <w:tc>
          <w:tcPr>
            <w:tcW w:w="6571" w:type="dxa"/>
          </w:tcPr>
          <w:p w:rsidR="00EE1A1A" w:rsidRDefault="00EE1A1A" w:rsidP="00BB3BDA">
            <w:pPr>
              <w:pStyle w:val="libNormal0"/>
              <w:rPr>
                <w:rtl/>
              </w:rPr>
            </w:pPr>
            <w:r>
              <w:rPr>
                <w:rFonts w:hint="cs"/>
                <w:rtl/>
              </w:rPr>
              <w:t>يا موسى بن عمران ، ما خلقت خلقاً أحب إليّ من عبدي المؤمن</w:t>
            </w:r>
          </w:p>
        </w:tc>
        <w:tc>
          <w:tcPr>
            <w:tcW w:w="1002" w:type="dxa"/>
          </w:tcPr>
          <w:p w:rsidR="00EE1A1A" w:rsidRDefault="00EE1A1A" w:rsidP="006713DA">
            <w:pPr>
              <w:pStyle w:val="libCenter"/>
              <w:rPr>
                <w:rtl/>
              </w:rPr>
            </w:pPr>
            <w:r>
              <w:rPr>
                <w:rFonts w:hint="cs"/>
                <w:rtl/>
              </w:rPr>
              <w:t>83</w:t>
            </w:r>
          </w:p>
        </w:tc>
      </w:tr>
    </w:tbl>
    <w:p w:rsidR="00184E64" w:rsidRDefault="00184E64" w:rsidP="00CB1FE1">
      <w:pPr>
        <w:bidi w:val="0"/>
        <w:spacing w:before="480" w:line="276" w:lineRule="auto"/>
        <w:ind w:firstLine="0"/>
        <w:jc w:val="both"/>
        <w:rPr>
          <w:b/>
          <w:bCs/>
          <w:rtl/>
        </w:rPr>
      </w:pPr>
      <w:r>
        <w:rPr>
          <w:rtl/>
        </w:rPr>
        <w:br w:type="page"/>
      </w:r>
    </w:p>
    <w:p w:rsidR="00EE1A1A" w:rsidRDefault="00EE1A1A" w:rsidP="006713DA">
      <w:pPr>
        <w:pStyle w:val="libCenterBold1"/>
        <w:rPr>
          <w:rtl/>
        </w:rPr>
      </w:pPr>
      <w:r>
        <w:rPr>
          <w:rFonts w:hint="cs"/>
          <w:rtl/>
        </w:rPr>
        <w:lastRenderedPageBreak/>
        <w:t>3 ـ فهرس الأحاديث</w:t>
      </w:r>
    </w:p>
    <w:tbl>
      <w:tblPr>
        <w:bidiVisual/>
        <w:tblW w:w="0" w:type="auto"/>
        <w:tblLook w:val="01E0"/>
      </w:tblPr>
      <w:tblGrid>
        <w:gridCol w:w="6571"/>
        <w:gridCol w:w="1002"/>
      </w:tblGrid>
      <w:tr w:rsidR="00EE1A1A" w:rsidTr="00BB3BDA">
        <w:tc>
          <w:tcPr>
            <w:tcW w:w="6806" w:type="dxa"/>
          </w:tcPr>
          <w:p w:rsidR="00EE1A1A" w:rsidRPr="006713DA" w:rsidRDefault="00EE1A1A" w:rsidP="006713DA">
            <w:pPr>
              <w:pStyle w:val="libBold2"/>
              <w:rPr>
                <w:rtl/>
              </w:rPr>
            </w:pPr>
            <w:r w:rsidRPr="006713DA">
              <w:rPr>
                <w:rFonts w:hint="cs"/>
                <w:rtl/>
              </w:rPr>
              <w:t>الحديث</w:t>
            </w:r>
          </w:p>
        </w:tc>
        <w:tc>
          <w:tcPr>
            <w:tcW w:w="1008" w:type="dxa"/>
          </w:tcPr>
          <w:p w:rsidR="00EE1A1A" w:rsidRPr="00D10319" w:rsidRDefault="00EE1A1A" w:rsidP="006713DA">
            <w:pPr>
              <w:pStyle w:val="libCenterBold2"/>
              <w:rPr>
                <w:rtl/>
              </w:rPr>
            </w:pPr>
            <w:r w:rsidRPr="00D10319">
              <w:rPr>
                <w:rFonts w:hint="cs"/>
                <w:rtl/>
              </w:rPr>
              <w:t>الصفحة</w:t>
            </w:r>
          </w:p>
        </w:tc>
      </w:tr>
    </w:tbl>
    <w:p w:rsidR="00EE1A1A" w:rsidRDefault="00EE1A1A" w:rsidP="006713DA">
      <w:pPr>
        <w:pStyle w:val="libCenterBold2"/>
        <w:rPr>
          <w:rtl/>
        </w:rPr>
      </w:pPr>
      <w:r>
        <w:rPr>
          <w:rFonts w:hint="cs"/>
          <w:rtl/>
        </w:rPr>
        <w:t>( أ )</w:t>
      </w:r>
    </w:p>
    <w:tbl>
      <w:tblPr>
        <w:bidiVisual/>
        <w:tblW w:w="0" w:type="auto"/>
        <w:tblLook w:val="01E0"/>
      </w:tblPr>
      <w:tblGrid>
        <w:gridCol w:w="6628"/>
        <w:gridCol w:w="945"/>
      </w:tblGrid>
      <w:tr w:rsidR="00EE1A1A" w:rsidRPr="00D84DB1" w:rsidTr="00BB3BDA">
        <w:tc>
          <w:tcPr>
            <w:tcW w:w="6806" w:type="dxa"/>
          </w:tcPr>
          <w:p w:rsidR="00EE1A1A" w:rsidRPr="00D84DB1" w:rsidRDefault="00EE1A1A" w:rsidP="006713DA">
            <w:pPr>
              <w:pStyle w:val="libVar0"/>
              <w:rPr>
                <w:rtl/>
              </w:rPr>
            </w:pPr>
            <w:r>
              <w:rPr>
                <w:rFonts w:hint="cs"/>
                <w:rtl/>
              </w:rPr>
              <w:t>أتدرون ما حق الجار؟ إن استغاثك أغثته</w:t>
            </w:r>
          </w:p>
        </w:tc>
        <w:tc>
          <w:tcPr>
            <w:tcW w:w="956" w:type="dxa"/>
          </w:tcPr>
          <w:p w:rsidR="00EE1A1A" w:rsidRPr="00D84DB1" w:rsidRDefault="00EE1A1A" w:rsidP="00A80F4B">
            <w:pPr>
              <w:pStyle w:val="libVarCenter"/>
              <w:rPr>
                <w:rtl/>
              </w:rPr>
            </w:pPr>
            <w:r>
              <w:rPr>
                <w:rFonts w:hint="cs"/>
                <w:rtl/>
              </w:rPr>
              <w:t>105</w:t>
            </w:r>
          </w:p>
        </w:tc>
      </w:tr>
      <w:tr w:rsidR="00EE1A1A" w:rsidRPr="00D84DB1" w:rsidTr="00BB3BDA">
        <w:tc>
          <w:tcPr>
            <w:tcW w:w="6806" w:type="dxa"/>
          </w:tcPr>
          <w:p w:rsidR="00EE1A1A" w:rsidRDefault="00EE1A1A" w:rsidP="006713DA">
            <w:pPr>
              <w:pStyle w:val="libVar0"/>
              <w:rPr>
                <w:rtl/>
              </w:rPr>
            </w:pPr>
            <w:r>
              <w:rPr>
                <w:rFonts w:hint="cs"/>
                <w:rtl/>
              </w:rPr>
              <w:t>أتريدين أن تدخلي الشيطان بيتاً أخرجه الله منه</w:t>
            </w:r>
          </w:p>
        </w:tc>
        <w:tc>
          <w:tcPr>
            <w:tcW w:w="956" w:type="dxa"/>
          </w:tcPr>
          <w:p w:rsidR="00EE1A1A" w:rsidRDefault="00EE1A1A" w:rsidP="00A80F4B">
            <w:pPr>
              <w:pStyle w:val="libVarCenter"/>
              <w:rPr>
                <w:rtl/>
              </w:rPr>
            </w:pPr>
            <w:r>
              <w:rPr>
                <w:rFonts w:hint="cs"/>
                <w:rtl/>
              </w:rPr>
              <w:t>99</w:t>
            </w:r>
          </w:p>
        </w:tc>
      </w:tr>
      <w:tr w:rsidR="00EE1A1A" w:rsidRPr="00D84DB1" w:rsidTr="00BB3BDA">
        <w:tc>
          <w:tcPr>
            <w:tcW w:w="6806" w:type="dxa"/>
          </w:tcPr>
          <w:p w:rsidR="00EE1A1A" w:rsidRDefault="00EE1A1A" w:rsidP="006713DA">
            <w:pPr>
              <w:pStyle w:val="libVar0"/>
              <w:rPr>
                <w:rtl/>
              </w:rPr>
            </w:pPr>
            <w:r>
              <w:rPr>
                <w:rFonts w:hint="cs"/>
                <w:rtl/>
              </w:rPr>
              <w:t>أجرك على الله ، وأعظم لك الأجر</w:t>
            </w:r>
          </w:p>
        </w:tc>
        <w:tc>
          <w:tcPr>
            <w:tcW w:w="956" w:type="dxa"/>
          </w:tcPr>
          <w:p w:rsidR="00EE1A1A" w:rsidRDefault="00EE1A1A" w:rsidP="00A80F4B">
            <w:pPr>
              <w:pStyle w:val="libVarCenter"/>
              <w:rPr>
                <w:rtl/>
              </w:rPr>
            </w:pPr>
            <w:r>
              <w:rPr>
                <w:rFonts w:hint="cs"/>
                <w:rtl/>
              </w:rPr>
              <w:t>36</w:t>
            </w:r>
          </w:p>
        </w:tc>
      </w:tr>
      <w:tr w:rsidR="00EE1A1A" w:rsidRPr="00D84DB1" w:rsidTr="00BB3BDA">
        <w:tc>
          <w:tcPr>
            <w:tcW w:w="6806" w:type="dxa"/>
          </w:tcPr>
          <w:p w:rsidR="00EE1A1A" w:rsidRDefault="00EE1A1A" w:rsidP="006713DA">
            <w:pPr>
              <w:pStyle w:val="libVar0"/>
              <w:rPr>
                <w:rtl/>
              </w:rPr>
            </w:pPr>
            <w:r>
              <w:rPr>
                <w:rFonts w:hint="cs"/>
                <w:rtl/>
              </w:rPr>
              <w:t>أخرجي إليّ ولد جعفر</w:t>
            </w:r>
          </w:p>
        </w:tc>
        <w:tc>
          <w:tcPr>
            <w:tcW w:w="956" w:type="dxa"/>
          </w:tcPr>
          <w:p w:rsidR="00EE1A1A" w:rsidRDefault="00EE1A1A" w:rsidP="00A80F4B">
            <w:pPr>
              <w:pStyle w:val="libVarCenter"/>
              <w:rPr>
                <w:rtl/>
              </w:rPr>
            </w:pPr>
            <w:r>
              <w:rPr>
                <w:rFonts w:hint="cs"/>
                <w:rtl/>
              </w:rPr>
              <w:t>96</w:t>
            </w:r>
          </w:p>
        </w:tc>
      </w:tr>
      <w:tr w:rsidR="00EE1A1A" w:rsidRPr="00D84DB1" w:rsidTr="00BB3BDA">
        <w:tc>
          <w:tcPr>
            <w:tcW w:w="6806" w:type="dxa"/>
          </w:tcPr>
          <w:p w:rsidR="00EE1A1A" w:rsidRDefault="00EE1A1A" w:rsidP="006713DA">
            <w:pPr>
              <w:pStyle w:val="libVar0"/>
              <w:rPr>
                <w:rtl/>
              </w:rPr>
            </w:pPr>
            <w:r>
              <w:rPr>
                <w:rFonts w:hint="cs"/>
                <w:rtl/>
              </w:rPr>
              <w:t>إذا أحب الله عبداً ابتلاه ، فإن صبر اجتباه</w:t>
            </w:r>
          </w:p>
        </w:tc>
        <w:tc>
          <w:tcPr>
            <w:tcW w:w="956" w:type="dxa"/>
          </w:tcPr>
          <w:p w:rsidR="00EE1A1A" w:rsidRDefault="00EE1A1A" w:rsidP="00A80F4B">
            <w:pPr>
              <w:pStyle w:val="libVarCenter"/>
              <w:rPr>
                <w:rtl/>
              </w:rPr>
            </w:pPr>
            <w:r>
              <w:rPr>
                <w:rFonts w:hint="cs"/>
                <w:rtl/>
              </w:rPr>
              <w:t>80</w:t>
            </w:r>
          </w:p>
        </w:tc>
      </w:tr>
      <w:tr w:rsidR="00EE1A1A" w:rsidRPr="00D84DB1" w:rsidTr="00BB3BDA">
        <w:tc>
          <w:tcPr>
            <w:tcW w:w="6806" w:type="dxa"/>
          </w:tcPr>
          <w:p w:rsidR="00EE1A1A" w:rsidRDefault="00EE1A1A" w:rsidP="006713DA">
            <w:pPr>
              <w:pStyle w:val="libVar0"/>
              <w:rPr>
                <w:rtl/>
              </w:rPr>
            </w:pPr>
            <w:r>
              <w:rPr>
                <w:rFonts w:hint="cs"/>
                <w:rtl/>
              </w:rPr>
              <w:t>إذا أحبّ الله قوماً ـ أو أحب عبداً ـ صبّ عليه البلاء صبّاً</w:t>
            </w:r>
          </w:p>
        </w:tc>
        <w:tc>
          <w:tcPr>
            <w:tcW w:w="956" w:type="dxa"/>
          </w:tcPr>
          <w:p w:rsidR="00EE1A1A" w:rsidRDefault="00EE1A1A" w:rsidP="00A80F4B">
            <w:pPr>
              <w:pStyle w:val="libVarCenter"/>
              <w:rPr>
                <w:rtl/>
              </w:rPr>
            </w:pPr>
            <w:r>
              <w:rPr>
                <w:rFonts w:hint="cs"/>
                <w:rtl/>
              </w:rPr>
              <w:t>118</w:t>
            </w:r>
          </w:p>
        </w:tc>
      </w:tr>
      <w:tr w:rsidR="00EE1A1A" w:rsidRPr="00D84DB1" w:rsidTr="00BB3BDA">
        <w:tc>
          <w:tcPr>
            <w:tcW w:w="6806" w:type="dxa"/>
          </w:tcPr>
          <w:p w:rsidR="00EE1A1A" w:rsidRDefault="00EE1A1A" w:rsidP="006713DA">
            <w:pPr>
              <w:pStyle w:val="libVar0"/>
              <w:rPr>
                <w:rtl/>
              </w:rPr>
            </w:pPr>
            <w:r>
              <w:rPr>
                <w:rFonts w:hint="cs"/>
                <w:rtl/>
              </w:rPr>
              <w:t>إذا أصاب أحدكم مصيبة فليذكر مصيبته بي</w:t>
            </w:r>
          </w:p>
        </w:tc>
        <w:tc>
          <w:tcPr>
            <w:tcW w:w="956" w:type="dxa"/>
          </w:tcPr>
          <w:p w:rsidR="00EE1A1A" w:rsidRDefault="00EE1A1A" w:rsidP="00A80F4B">
            <w:pPr>
              <w:pStyle w:val="libVarCenter"/>
              <w:rPr>
                <w:rtl/>
              </w:rPr>
            </w:pPr>
            <w:r>
              <w:rPr>
                <w:rFonts w:hint="cs"/>
                <w:rtl/>
              </w:rPr>
              <w:t>110</w:t>
            </w:r>
          </w:p>
        </w:tc>
      </w:tr>
      <w:tr w:rsidR="00EE1A1A" w:rsidRPr="00D84DB1" w:rsidTr="00BB3BDA">
        <w:tc>
          <w:tcPr>
            <w:tcW w:w="6806" w:type="dxa"/>
          </w:tcPr>
          <w:p w:rsidR="00EE1A1A" w:rsidRDefault="00EE1A1A" w:rsidP="006713DA">
            <w:pPr>
              <w:pStyle w:val="libVar0"/>
              <w:rPr>
                <w:rtl/>
              </w:rPr>
            </w:pPr>
            <w:r>
              <w:rPr>
                <w:rFonts w:hint="cs"/>
                <w:rtl/>
              </w:rPr>
              <w:t>إذا أصبحت فلا تحدث نفسك بالمساء</w:t>
            </w:r>
          </w:p>
        </w:tc>
        <w:tc>
          <w:tcPr>
            <w:tcW w:w="956" w:type="dxa"/>
          </w:tcPr>
          <w:p w:rsidR="00EE1A1A" w:rsidRDefault="00EE1A1A" w:rsidP="00A80F4B">
            <w:pPr>
              <w:pStyle w:val="libVarCenter"/>
              <w:rPr>
                <w:rtl/>
              </w:rPr>
            </w:pPr>
            <w:r>
              <w:rPr>
                <w:rFonts w:hint="cs"/>
                <w:rtl/>
              </w:rPr>
              <w:t>26</w:t>
            </w:r>
          </w:p>
        </w:tc>
      </w:tr>
      <w:tr w:rsidR="00EE1A1A" w:rsidRPr="00D84DB1" w:rsidTr="00BB3BDA">
        <w:tc>
          <w:tcPr>
            <w:tcW w:w="6806" w:type="dxa"/>
          </w:tcPr>
          <w:p w:rsidR="00EE1A1A" w:rsidRDefault="00EE1A1A" w:rsidP="006713DA">
            <w:pPr>
              <w:pStyle w:val="libVar0"/>
              <w:rPr>
                <w:rtl/>
              </w:rPr>
            </w:pPr>
            <w:r>
              <w:rPr>
                <w:rFonts w:hint="cs"/>
                <w:rtl/>
              </w:rPr>
              <w:t>إذا جمع الله الأولين والآخرين ينادي مناد : أين الصابرون</w:t>
            </w:r>
          </w:p>
        </w:tc>
        <w:tc>
          <w:tcPr>
            <w:tcW w:w="956" w:type="dxa"/>
          </w:tcPr>
          <w:p w:rsidR="00EE1A1A" w:rsidRDefault="00EE1A1A" w:rsidP="00A80F4B">
            <w:pPr>
              <w:pStyle w:val="libVarCenter"/>
              <w:rPr>
                <w:rtl/>
              </w:rPr>
            </w:pPr>
            <w:r>
              <w:rPr>
                <w:rFonts w:hint="cs"/>
                <w:rtl/>
              </w:rPr>
              <w:t>49</w:t>
            </w:r>
          </w:p>
        </w:tc>
      </w:tr>
      <w:tr w:rsidR="00EE1A1A" w:rsidRPr="00D84DB1" w:rsidTr="00BB3BDA">
        <w:tc>
          <w:tcPr>
            <w:tcW w:w="6806" w:type="dxa"/>
          </w:tcPr>
          <w:p w:rsidR="00EE1A1A" w:rsidRDefault="00EE1A1A" w:rsidP="006713DA">
            <w:pPr>
              <w:pStyle w:val="libVar0"/>
              <w:rPr>
                <w:rtl/>
              </w:rPr>
            </w:pPr>
            <w:r>
              <w:rPr>
                <w:rFonts w:hint="cs"/>
                <w:rtl/>
              </w:rPr>
              <w:t>إذا دخل الرجل القبر قامت الصَّلاة عن يمينه والزكاة عن شماله</w:t>
            </w:r>
          </w:p>
        </w:tc>
        <w:tc>
          <w:tcPr>
            <w:tcW w:w="956" w:type="dxa"/>
          </w:tcPr>
          <w:p w:rsidR="00EE1A1A" w:rsidRDefault="00EE1A1A" w:rsidP="00A80F4B">
            <w:pPr>
              <w:pStyle w:val="libVarCenter"/>
              <w:rPr>
                <w:rtl/>
              </w:rPr>
            </w:pPr>
            <w:r>
              <w:rPr>
                <w:rFonts w:hint="cs"/>
                <w:rtl/>
              </w:rPr>
              <w:t>50</w:t>
            </w:r>
          </w:p>
        </w:tc>
      </w:tr>
      <w:tr w:rsidR="00EE1A1A" w:rsidRPr="00D84DB1" w:rsidTr="00BB3BDA">
        <w:tc>
          <w:tcPr>
            <w:tcW w:w="6806" w:type="dxa"/>
          </w:tcPr>
          <w:p w:rsidR="00EE1A1A" w:rsidRDefault="00EE1A1A" w:rsidP="006713DA">
            <w:pPr>
              <w:pStyle w:val="libVar0"/>
              <w:rPr>
                <w:rtl/>
              </w:rPr>
            </w:pPr>
            <w:r>
              <w:rPr>
                <w:rFonts w:hint="cs"/>
                <w:rtl/>
              </w:rPr>
              <w:t>إذا كان يوم القيامة نودي في أطفال المؤمنين أن اخرجوا من قبوركم</w:t>
            </w:r>
          </w:p>
        </w:tc>
        <w:tc>
          <w:tcPr>
            <w:tcW w:w="956" w:type="dxa"/>
          </w:tcPr>
          <w:p w:rsidR="00EE1A1A" w:rsidRDefault="00EE1A1A" w:rsidP="00A80F4B">
            <w:pPr>
              <w:pStyle w:val="libVarCenter"/>
              <w:rPr>
                <w:rtl/>
              </w:rPr>
            </w:pPr>
            <w:r>
              <w:rPr>
                <w:rFonts w:hint="cs"/>
                <w:rtl/>
              </w:rPr>
              <w:t>34</w:t>
            </w:r>
          </w:p>
        </w:tc>
      </w:tr>
      <w:tr w:rsidR="00EE1A1A" w:rsidRPr="00D84DB1" w:rsidTr="00BB3BDA">
        <w:tc>
          <w:tcPr>
            <w:tcW w:w="6806" w:type="dxa"/>
          </w:tcPr>
          <w:p w:rsidR="00EE1A1A" w:rsidRDefault="00EE1A1A" w:rsidP="006713DA">
            <w:pPr>
              <w:pStyle w:val="libVar0"/>
              <w:rPr>
                <w:rtl/>
              </w:rPr>
            </w:pPr>
            <w:r>
              <w:rPr>
                <w:rFonts w:hint="cs"/>
                <w:rtl/>
              </w:rPr>
              <w:t>إذا مات ولد العبد قال الله تعالى لملائكة : أقبضتم ولد عبدى</w:t>
            </w:r>
          </w:p>
        </w:tc>
        <w:tc>
          <w:tcPr>
            <w:tcW w:w="956" w:type="dxa"/>
          </w:tcPr>
          <w:p w:rsidR="00EE1A1A" w:rsidRDefault="00EE1A1A" w:rsidP="00A80F4B">
            <w:pPr>
              <w:pStyle w:val="libVarCenter"/>
              <w:rPr>
                <w:rtl/>
              </w:rPr>
            </w:pPr>
            <w:r>
              <w:rPr>
                <w:rFonts w:hint="cs"/>
                <w:rtl/>
              </w:rPr>
              <w:t>36 ، 102</w:t>
            </w:r>
          </w:p>
        </w:tc>
      </w:tr>
      <w:tr w:rsidR="00EE1A1A" w:rsidRPr="00D84DB1" w:rsidTr="00BB3BDA">
        <w:tc>
          <w:tcPr>
            <w:tcW w:w="6806" w:type="dxa"/>
          </w:tcPr>
          <w:p w:rsidR="00EE1A1A" w:rsidRDefault="00EE1A1A" w:rsidP="006713DA">
            <w:pPr>
              <w:pStyle w:val="libVar0"/>
              <w:rPr>
                <w:rtl/>
              </w:rPr>
            </w:pPr>
            <w:r>
              <w:rPr>
                <w:rFonts w:hint="cs"/>
                <w:rtl/>
              </w:rPr>
              <w:t>أربع من كنّ فيه كان في نور الله الأعظم</w:t>
            </w:r>
          </w:p>
        </w:tc>
        <w:tc>
          <w:tcPr>
            <w:tcW w:w="956" w:type="dxa"/>
          </w:tcPr>
          <w:p w:rsidR="00EE1A1A" w:rsidRDefault="00EE1A1A" w:rsidP="00A80F4B">
            <w:pPr>
              <w:pStyle w:val="libVarCenter"/>
              <w:rPr>
                <w:rtl/>
              </w:rPr>
            </w:pPr>
            <w:r>
              <w:rPr>
                <w:rFonts w:hint="cs"/>
                <w:rtl/>
              </w:rPr>
              <w:t>101</w:t>
            </w:r>
          </w:p>
        </w:tc>
      </w:tr>
      <w:tr w:rsidR="00EE1A1A" w:rsidRPr="00D84DB1" w:rsidTr="00BB3BDA">
        <w:tc>
          <w:tcPr>
            <w:tcW w:w="6806" w:type="dxa"/>
          </w:tcPr>
          <w:p w:rsidR="00EE1A1A" w:rsidRDefault="00EE1A1A" w:rsidP="006713DA">
            <w:pPr>
              <w:pStyle w:val="libVar0"/>
              <w:rPr>
                <w:rtl/>
              </w:rPr>
            </w:pPr>
            <w:r>
              <w:rPr>
                <w:rFonts w:hint="cs"/>
                <w:rtl/>
              </w:rPr>
              <w:t>ارجعن ـ يرحمكنَّ الله ـ قد واسيتُنَّ بأنفسكن</w:t>
            </w:r>
          </w:p>
        </w:tc>
        <w:tc>
          <w:tcPr>
            <w:tcW w:w="956" w:type="dxa"/>
          </w:tcPr>
          <w:p w:rsidR="00EE1A1A" w:rsidRDefault="00EE1A1A" w:rsidP="00A80F4B">
            <w:pPr>
              <w:pStyle w:val="libVarCenter"/>
              <w:rPr>
                <w:rtl/>
              </w:rPr>
            </w:pPr>
            <w:r>
              <w:rPr>
                <w:rFonts w:hint="cs"/>
                <w:rtl/>
              </w:rPr>
              <w:t>98</w:t>
            </w:r>
          </w:p>
        </w:tc>
      </w:tr>
      <w:tr w:rsidR="00EE1A1A" w:rsidRPr="00D84DB1" w:rsidTr="00BB3BDA">
        <w:tc>
          <w:tcPr>
            <w:tcW w:w="6806" w:type="dxa"/>
          </w:tcPr>
          <w:p w:rsidR="00EE1A1A" w:rsidRDefault="00EE1A1A" w:rsidP="006713DA">
            <w:pPr>
              <w:pStyle w:val="libVar0"/>
              <w:rPr>
                <w:rtl/>
              </w:rPr>
            </w:pPr>
            <w:r>
              <w:rPr>
                <w:rFonts w:hint="cs"/>
                <w:rtl/>
              </w:rPr>
              <w:t>أشدّ الجزع الصراخ بالويل والعويل ، ولطم الوجه والصدر</w:t>
            </w:r>
          </w:p>
        </w:tc>
        <w:tc>
          <w:tcPr>
            <w:tcW w:w="956" w:type="dxa"/>
          </w:tcPr>
          <w:p w:rsidR="00EE1A1A" w:rsidRDefault="00EE1A1A" w:rsidP="00A80F4B">
            <w:pPr>
              <w:pStyle w:val="libVarCenter"/>
              <w:rPr>
                <w:rtl/>
              </w:rPr>
            </w:pPr>
            <w:r>
              <w:rPr>
                <w:rFonts w:hint="cs"/>
                <w:rtl/>
              </w:rPr>
              <w:t>57 ، 99</w:t>
            </w:r>
          </w:p>
        </w:tc>
      </w:tr>
      <w:tr w:rsidR="00EE1A1A" w:rsidRPr="00D84DB1" w:rsidTr="00BB3BDA">
        <w:tc>
          <w:tcPr>
            <w:tcW w:w="6806" w:type="dxa"/>
          </w:tcPr>
          <w:p w:rsidR="00EE1A1A" w:rsidRDefault="00EE1A1A" w:rsidP="006713DA">
            <w:pPr>
              <w:pStyle w:val="libVar0"/>
              <w:rPr>
                <w:rtl/>
              </w:rPr>
            </w:pPr>
            <w:r>
              <w:rPr>
                <w:rFonts w:hint="cs"/>
                <w:rtl/>
              </w:rPr>
              <w:t>أشدّ الناس بلاءً الأنبياء، ثمّ الأولياء ثمّ الأمثل فالأمثل</w:t>
            </w:r>
          </w:p>
        </w:tc>
        <w:tc>
          <w:tcPr>
            <w:tcW w:w="956" w:type="dxa"/>
          </w:tcPr>
          <w:p w:rsidR="00EE1A1A" w:rsidRDefault="00EE1A1A" w:rsidP="00A80F4B">
            <w:pPr>
              <w:pStyle w:val="libVarCenter"/>
              <w:rPr>
                <w:rtl/>
              </w:rPr>
            </w:pPr>
            <w:r>
              <w:rPr>
                <w:rFonts w:hint="cs"/>
                <w:rtl/>
              </w:rPr>
              <w:t>24</w:t>
            </w:r>
          </w:p>
        </w:tc>
      </w:tr>
      <w:tr w:rsidR="00EE1A1A" w:rsidRPr="00D84DB1" w:rsidTr="00BB3BDA">
        <w:tc>
          <w:tcPr>
            <w:tcW w:w="6806" w:type="dxa"/>
          </w:tcPr>
          <w:p w:rsidR="00EE1A1A" w:rsidRDefault="00EE1A1A" w:rsidP="006713DA">
            <w:pPr>
              <w:pStyle w:val="libVar0"/>
              <w:rPr>
                <w:rtl/>
              </w:rPr>
            </w:pPr>
            <w:r>
              <w:rPr>
                <w:rFonts w:hint="cs"/>
                <w:rtl/>
              </w:rPr>
              <w:t>أعرستم الليلة؟ ... اللّهمَّ بارك لهما</w:t>
            </w:r>
          </w:p>
        </w:tc>
        <w:tc>
          <w:tcPr>
            <w:tcW w:w="956" w:type="dxa"/>
          </w:tcPr>
          <w:p w:rsidR="00EE1A1A" w:rsidRDefault="00EE1A1A" w:rsidP="00A80F4B">
            <w:pPr>
              <w:pStyle w:val="libVarCenter"/>
              <w:rPr>
                <w:rtl/>
              </w:rPr>
            </w:pPr>
            <w:r>
              <w:rPr>
                <w:rFonts w:hint="cs"/>
                <w:rtl/>
              </w:rPr>
              <w:t>68</w:t>
            </w:r>
          </w:p>
        </w:tc>
      </w:tr>
      <w:tr w:rsidR="00EE1A1A" w:rsidRPr="00D84DB1" w:rsidTr="00BB3BDA">
        <w:tc>
          <w:tcPr>
            <w:tcW w:w="6806" w:type="dxa"/>
          </w:tcPr>
          <w:p w:rsidR="00EE1A1A" w:rsidRDefault="00EE1A1A" w:rsidP="006713DA">
            <w:pPr>
              <w:pStyle w:val="libVar0"/>
              <w:rPr>
                <w:rtl/>
              </w:rPr>
            </w:pPr>
            <w:r>
              <w:rPr>
                <w:rFonts w:hint="cs"/>
                <w:rtl/>
              </w:rPr>
              <w:t>أعطوا الله الرضا من قلوبكم ، تظفروا بثواب الله تعالى</w:t>
            </w:r>
          </w:p>
        </w:tc>
        <w:tc>
          <w:tcPr>
            <w:tcW w:w="956" w:type="dxa"/>
          </w:tcPr>
          <w:p w:rsidR="00EE1A1A" w:rsidRDefault="00EE1A1A" w:rsidP="00A80F4B">
            <w:pPr>
              <w:pStyle w:val="libVarCenter"/>
              <w:rPr>
                <w:rtl/>
              </w:rPr>
            </w:pPr>
            <w:r>
              <w:rPr>
                <w:rFonts w:hint="cs"/>
                <w:rtl/>
              </w:rPr>
              <w:t>80</w:t>
            </w:r>
          </w:p>
        </w:tc>
      </w:tr>
      <w:tr w:rsidR="00EE1A1A" w:rsidRPr="00D84DB1" w:rsidTr="00BB3BDA">
        <w:tc>
          <w:tcPr>
            <w:tcW w:w="6806" w:type="dxa"/>
          </w:tcPr>
          <w:p w:rsidR="00EE1A1A" w:rsidRDefault="00EE1A1A" w:rsidP="006713DA">
            <w:pPr>
              <w:pStyle w:val="libVar0"/>
              <w:rPr>
                <w:rtl/>
              </w:rPr>
            </w:pPr>
            <w:r>
              <w:rPr>
                <w:rFonts w:hint="cs"/>
                <w:rtl/>
              </w:rPr>
              <w:t>أعلم النَّاس بالله ـ تعالى ـ أرضاهم بقضاء الله عزَّ وجلَّ</w:t>
            </w:r>
          </w:p>
        </w:tc>
        <w:tc>
          <w:tcPr>
            <w:tcW w:w="956" w:type="dxa"/>
          </w:tcPr>
          <w:p w:rsidR="00EE1A1A" w:rsidRDefault="00EE1A1A" w:rsidP="00A80F4B">
            <w:pPr>
              <w:pStyle w:val="libVarCenter"/>
              <w:rPr>
                <w:rtl/>
              </w:rPr>
            </w:pPr>
            <w:r>
              <w:rPr>
                <w:rFonts w:hint="cs"/>
                <w:rtl/>
              </w:rPr>
              <w:t>82</w:t>
            </w:r>
          </w:p>
        </w:tc>
      </w:tr>
    </w:tbl>
    <w:p w:rsidR="00EE1A1A" w:rsidRDefault="00EE1A1A" w:rsidP="00BB3BDA">
      <w:pPr>
        <w:pStyle w:val="libNormal0"/>
        <w:rPr>
          <w:rtl/>
        </w:rPr>
      </w:pPr>
    </w:p>
    <w:p w:rsidR="00EE1A1A" w:rsidRDefault="00EE1A1A" w:rsidP="00BB3BDA">
      <w:pPr>
        <w:pStyle w:val="libNormal0"/>
        <w:rPr>
          <w:rtl/>
        </w:rPr>
      </w:pPr>
      <w:r>
        <w:rPr>
          <w:rtl/>
        </w:rPr>
        <w:br w:type="page"/>
      </w:r>
    </w:p>
    <w:tbl>
      <w:tblPr>
        <w:bidiVisual/>
        <w:tblW w:w="7719" w:type="dxa"/>
        <w:tblLook w:val="01E0"/>
      </w:tblPr>
      <w:tblGrid>
        <w:gridCol w:w="6806"/>
        <w:gridCol w:w="913"/>
      </w:tblGrid>
      <w:tr w:rsidR="00EE1A1A" w:rsidRPr="00D84DB1" w:rsidTr="00BB3BDA">
        <w:tc>
          <w:tcPr>
            <w:tcW w:w="6806" w:type="dxa"/>
          </w:tcPr>
          <w:p w:rsidR="00EE1A1A" w:rsidRPr="00D84DB1" w:rsidRDefault="00EE1A1A" w:rsidP="006713DA">
            <w:pPr>
              <w:pStyle w:val="libVar0"/>
              <w:rPr>
                <w:rtl/>
              </w:rPr>
            </w:pPr>
            <w:r>
              <w:rPr>
                <w:rFonts w:hint="cs"/>
                <w:rtl/>
              </w:rPr>
              <w:lastRenderedPageBreak/>
              <w:t>أفضل الأعمال ما اُكرهت عليه النفوس</w:t>
            </w:r>
          </w:p>
        </w:tc>
        <w:tc>
          <w:tcPr>
            <w:tcW w:w="913" w:type="dxa"/>
          </w:tcPr>
          <w:p w:rsidR="00EE1A1A" w:rsidRPr="00D84DB1" w:rsidRDefault="00EE1A1A" w:rsidP="00A80F4B">
            <w:pPr>
              <w:pStyle w:val="libVarCenter"/>
              <w:rPr>
                <w:rtl/>
              </w:rPr>
            </w:pPr>
            <w:r>
              <w:rPr>
                <w:rFonts w:hint="cs"/>
                <w:rtl/>
              </w:rPr>
              <w:t>47</w:t>
            </w:r>
          </w:p>
        </w:tc>
      </w:tr>
      <w:tr w:rsidR="00EE1A1A" w:rsidRPr="00D84DB1" w:rsidTr="00BB3BDA">
        <w:tc>
          <w:tcPr>
            <w:tcW w:w="6806" w:type="dxa"/>
          </w:tcPr>
          <w:p w:rsidR="00EE1A1A" w:rsidRPr="00D84DB1" w:rsidRDefault="00EE1A1A" w:rsidP="006713DA">
            <w:pPr>
              <w:pStyle w:val="libVar0"/>
              <w:rPr>
                <w:rtl/>
              </w:rPr>
            </w:pPr>
            <w:r>
              <w:rPr>
                <w:rFonts w:hint="cs"/>
                <w:rtl/>
              </w:rPr>
              <w:t>ألا اعجبكم ، إنّ المؤمن إذا أصاب خيراً حمدالله وشكر</w:t>
            </w:r>
          </w:p>
        </w:tc>
        <w:tc>
          <w:tcPr>
            <w:tcW w:w="913" w:type="dxa"/>
          </w:tcPr>
          <w:p w:rsidR="00EE1A1A" w:rsidRPr="00D84DB1" w:rsidRDefault="00EE1A1A" w:rsidP="00A80F4B">
            <w:pPr>
              <w:pStyle w:val="libVarCenter"/>
              <w:rPr>
                <w:rtl/>
              </w:rPr>
            </w:pPr>
            <w:r>
              <w:rPr>
                <w:rFonts w:hint="cs"/>
                <w:rtl/>
              </w:rPr>
              <w:t>50</w:t>
            </w:r>
          </w:p>
        </w:tc>
      </w:tr>
      <w:tr w:rsidR="00EE1A1A" w:rsidRPr="00D84DB1" w:rsidTr="00BB3BDA">
        <w:tc>
          <w:tcPr>
            <w:tcW w:w="6806" w:type="dxa"/>
          </w:tcPr>
          <w:p w:rsidR="00EE1A1A" w:rsidRDefault="00EE1A1A" w:rsidP="006713DA">
            <w:pPr>
              <w:pStyle w:val="libVar0"/>
              <w:rPr>
                <w:rtl/>
              </w:rPr>
            </w:pPr>
            <w:r>
              <w:rPr>
                <w:rFonts w:hint="cs"/>
                <w:rtl/>
              </w:rPr>
              <w:t>ألا يرقأ دمعك ويذهب حزنك، فإن ابنك اهتزلّه العرش</w:t>
            </w:r>
          </w:p>
        </w:tc>
        <w:tc>
          <w:tcPr>
            <w:tcW w:w="913" w:type="dxa"/>
          </w:tcPr>
          <w:p w:rsidR="00EE1A1A" w:rsidRPr="00D84DB1" w:rsidRDefault="00EE1A1A" w:rsidP="00A80F4B">
            <w:pPr>
              <w:pStyle w:val="libVarCenter"/>
              <w:rPr>
                <w:rtl/>
              </w:rPr>
            </w:pPr>
            <w:r>
              <w:rPr>
                <w:rFonts w:hint="cs"/>
                <w:rtl/>
              </w:rPr>
              <w:t>97</w:t>
            </w:r>
          </w:p>
        </w:tc>
      </w:tr>
      <w:tr w:rsidR="00EE1A1A" w:rsidRPr="00D84DB1" w:rsidTr="00BB3BDA">
        <w:tc>
          <w:tcPr>
            <w:tcW w:w="6806" w:type="dxa"/>
          </w:tcPr>
          <w:p w:rsidR="00EE1A1A" w:rsidRDefault="00EE1A1A" w:rsidP="006713DA">
            <w:pPr>
              <w:pStyle w:val="libVar0"/>
              <w:rPr>
                <w:rtl/>
              </w:rPr>
            </w:pPr>
            <w:r>
              <w:rPr>
                <w:rFonts w:hint="cs"/>
                <w:rtl/>
              </w:rPr>
              <w:t>إلقها فارجعها لا ترى ما بأخيها</w:t>
            </w:r>
          </w:p>
        </w:tc>
        <w:tc>
          <w:tcPr>
            <w:tcW w:w="913" w:type="dxa"/>
          </w:tcPr>
          <w:p w:rsidR="00EE1A1A" w:rsidRPr="00D84DB1" w:rsidRDefault="00EE1A1A" w:rsidP="00A80F4B">
            <w:pPr>
              <w:pStyle w:val="libVarCenter"/>
              <w:rPr>
                <w:rtl/>
              </w:rPr>
            </w:pPr>
            <w:r>
              <w:rPr>
                <w:rFonts w:hint="cs"/>
                <w:rtl/>
              </w:rPr>
              <w:t>71</w:t>
            </w:r>
          </w:p>
        </w:tc>
      </w:tr>
      <w:tr w:rsidR="00EE1A1A" w:rsidRPr="00D84DB1" w:rsidTr="00BB3BDA">
        <w:tc>
          <w:tcPr>
            <w:tcW w:w="6806" w:type="dxa"/>
          </w:tcPr>
          <w:p w:rsidR="00EE1A1A" w:rsidRDefault="00EE1A1A" w:rsidP="006713DA">
            <w:pPr>
              <w:pStyle w:val="libVar0"/>
              <w:rPr>
                <w:rtl/>
              </w:rPr>
            </w:pPr>
            <w:r>
              <w:rPr>
                <w:rFonts w:hint="cs"/>
                <w:rtl/>
              </w:rPr>
              <w:t>اللهم إنّ جعفرا قد قدم إلى أحسن الثواب</w:t>
            </w:r>
          </w:p>
        </w:tc>
        <w:tc>
          <w:tcPr>
            <w:tcW w:w="913" w:type="dxa"/>
          </w:tcPr>
          <w:p w:rsidR="00EE1A1A" w:rsidRPr="00D84DB1" w:rsidRDefault="00EE1A1A" w:rsidP="00A80F4B">
            <w:pPr>
              <w:pStyle w:val="libVarCenter"/>
              <w:rPr>
                <w:rtl/>
              </w:rPr>
            </w:pPr>
            <w:r>
              <w:rPr>
                <w:rFonts w:hint="cs"/>
                <w:rtl/>
              </w:rPr>
              <w:t>96</w:t>
            </w:r>
          </w:p>
        </w:tc>
      </w:tr>
      <w:tr w:rsidR="00EE1A1A" w:rsidRPr="00D84DB1" w:rsidTr="00BB3BDA">
        <w:tc>
          <w:tcPr>
            <w:tcW w:w="6806" w:type="dxa"/>
          </w:tcPr>
          <w:p w:rsidR="00EE1A1A" w:rsidRDefault="00EE1A1A" w:rsidP="006713DA">
            <w:pPr>
              <w:pStyle w:val="libVar0"/>
              <w:rPr>
                <w:rtl/>
              </w:rPr>
            </w:pPr>
            <w:r>
              <w:rPr>
                <w:rFonts w:hint="cs"/>
                <w:rtl/>
              </w:rPr>
              <w:t>اللّهمّ قد أتى عليَّ سبعون في الرخاء</w:t>
            </w:r>
          </w:p>
        </w:tc>
        <w:tc>
          <w:tcPr>
            <w:tcW w:w="913" w:type="dxa"/>
          </w:tcPr>
          <w:p w:rsidR="00EE1A1A" w:rsidRPr="00D84DB1" w:rsidRDefault="00EE1A1A" w:rsidP="00A80F4B">
            <w:pPr>
              <w:pStyle w:val="libVarCenter"/>
              <w:rPr>
                <w:rtl/>
              </w:rPr>
            </w:pPr>
            <w:r>
              <w:rPr>
                <w:rFonts w:hint="cs"/>
                <w:rtl/>
              </w:rPr>
              <w:t>58</w:t>
            </w:r>
          </w:p>
        </w:tc>
      </w:tr>
      <w:tr w:rsidR="00EE1A1A" w:rsidRPr="00D84DB1" w:rsidTr="00BB3BDA">
        <w:tc>
          <w:tcPr>
            <w:tcW w:w="6806" w:type="dxa"/>
          </w:tcPr>
          <w:p w:rsidR="00EE1A1A" w:rsidRDefault="00EE1A1A" w:rsidP="006713DA">
            <w:pPr>
              <w:pStyle w:val="libVar0"/>
              <w:rPr>
                <w:rtl/>
              </w:rPr>
            </w:pPr>
            <w:r>
              <w:rPr>
                <w:rFonts w:hint="cs"/>
                <w:rtl/>
              </w:rPr>
              <w:t>إلهي ما جزاء من يعزّي الحزين والمصاب ابتغاء مرضاتك</w:t>
            </w:r>
          </w:p>
        </w:tc>
        <w:tc>
          <w:tcPr>
            <w:tcW w:w="913" w:type="dxa"/>
          </w:tcPr>
          <w:p w:rsidR="00EE1A1A" w:rsidRPr="00D84DB1" w:rsidRDefault="00EE1A1A" w:rsidP="00A80F4B">
            <w:pPr>
              <w:pStyle w:val="libVarCenter"/>
              <w:rPr>
                <w:rtl/>
              </w:rPr>
            </w:pPr>
            <w:r>
              <w:rPr>
                <w:rFonts w:hint="cs"/>
                <w:rtl/>
              </w:rPr>
              <w:t>106</w:t>
            </w:r>
          </w:p>
        </w:tc>
      </w:tr>
      <w:tr w:rsidR="00EE1A1A" w:rsidRPr="00D84DB1" w:rsidTr="00BB3BDA">
        <w:tc>
          <w:tcPr>
            <w:tcW w:w="6806" w:type="dxa"/>
          </w:tcPr>
          <w:p w:rsidR="00EE1A1A" w:rsidRDefault="00EE1A1A" w:rsidP="006713DA">
            <w:pPr>
              <w:pStyle w:val="libVar0"/>
              <w:rPr>
                <w:rtl/>
              </w:rPr>
            </w:pPr>
            <w:r>
              <w:rPr>
                <w:rFonts w:hint="cs"/>
                <w:rtl/>
              </w:rPr>
              <w:t>أمّا أنا يا جابر ، فإن جعلني الله شيخاً أحب الشيخوخة</w:t>
            </w:r>
          </w:p>
        </w:tc>
        <w:tc>
          <w:tcPr>
            <w:tcW w:w="913" w:type="dxa"/>
          </w:tcPr>
          <w:p w:rsidR="00EE1A1A" w:rsidRPr="00D84DB1" w:rsidRDefault="00EE1A1A" w:rsidP="00A80F4B">
            <w:pPr>
              <w:pStyle w:val="libVarCenter"/>
              <w:rPr>
                <w:rtl/>
              </w:rPr>
            </w:pPr>
            <w:r>
              <w:rPr>
                <w:rFonts w:hint="cs"/>
                <w:rtl/>
              </w:rPr>
              <w:t>82</w:t>
            </w:r>
          </w:p>
        </w:tc>
      </w:tr>
      <w:tr w:rsidR="00EE1A1A" w:rsidRPr="00D84DB1" w:rsidTr="00BB3BDA">
        <w:tc>
          <w:tcPr>
            <w:tcW w:w="6806" w:type="dxa"/>
          </w:tcPr>
          <w:p w:rsidR="00EE1A1A" w:rsidRDefault="00EE1A1A" w:rsidP="006713DA">
            <w:pPr>
              <w:pStyle w:val="libVar0"/>
              <w:rPr>
                <w:rtl/>
              </w:rPr>
            </w:pPr>
            <w:r>
              <w:rPr>
                <w:rFonts w:hint="cs"/>
                <w:rtl/>
              </w:rPr>
              <w:t>أما إنك إن تصبر تؤجر ، وإلاّ تصبر يمضي عليك قدر الله</w:t>
            </w:r>
          </w:p>
        </w:tc>
        <w:tc>
          <w:tcPr>
            <w:tcW w:w="913" w:type="dxa"/>
          </w:tcPr>
          <w:p w:rsidR="00EE1A1A" w:rsidRDefault="00EE1A1A" w:rsidP="00A80F4B">
            <w:pPr>
              <w:pStyle w:val="libVarCenter"/>
              <w:rPr>
                <w:rtl/>
              </w:rPr>
            </w:pPr>
            <w:r>
              <w:rPr>
                <w:rFonts w:hint="cs"/>
                <w:rtl/>
              </w:rPr>
              <w:t>110</w:t>
            </w:r>
          </w:p>
        </w:tc>
      </w:tr>
      <w:tr w:rsidR="00EE1A1A" w:rsidRPr="00D84DB1" w:rsidTr="00BB3BDA">
        <w:tc>
          <w:tcPr>
            <w:tcW w:w="6806" w:type="dxa"/>
          </w:tcPr>
          <w:p w:rsidR="00EE1A1A" w:rsidRDefault="00EE1A1A" w:rsidP="006713DA">
            <w:pPr>
              <w:pStyle w:val="libVar0"/>
              <w:rPr>
                <w:rtl/>
              </w:rPr>
            </w:pPr>
            <w:r>
              <w:rPr>
                <w:rFonts w:hint="cs"/>
                <w:rtl/>
              </w:rPr>
              <w:t>أما إنك ان تصبر تؤجر ، وإن لم تصبر يمضي عليك قدر الله عزَّ وجلَّ</w:t>
            </w:r>
          </w:p>
        </w:tc>
        <w:tc>
          <w:tcPr>
            <w:tcW w:w="913" w:type="dxa"/>
          </w:tcPr>
          <w:p w:rsidR="00EE1A1A" w:rsidRDefault="00EE1A1A" w:rsidP="00A80F4B">
            <w:pPr>
              <w:pStyle w:val="libVarCenter"/>
              <w:rPr>
                <w:rtl/>
              </w:rPr>
            </w:pPr>
            <w:r>
              <w:rPr>
                <w:rFonts w:hint="cs"/>
                <w:rtl/>
              </w:rPr>
              <w:t>57</w:t>
            </w:r>
          </w:p>
        </w:tc>
      </w:tr>
      <w:tr w:rsidR="00EE1A1A" w:rsidRPr="00D84DB1" w:rsidTr="00BB3BDA">
        <w:tc>
          <w:tcPr>
            <w:tcW w:w="6806" w:type="dxa"/>
          </w:tcPr>
          <w:p w:rsidR="00EE1A1A" w:rsidRDefault="00EE1A1A" w:rsidP="006713DA">
            <w:pPr>
              <w:pStyle w:val="libVar0"/>
              <w:rPr>
                <w:rtl/>
              </w:rPr>
            </w:pPr>
            <w:r>
              <w:rPr>
                <w:rFonts w:hint="cs"/>
                <w:rtl/>
              </w:rPr>
              <w:t>أما بعد ـ أيّها الناس إنّ الشَّمس والقمر آيتان من آيات الله عزَّ وجلَّ</w:t>
            </w:r>
          </w:p>
        </w:tc>
        <w:tc>
          <w:tcPr>
            <w:tcW w:w="913" w:type="dxa"/>
          </w:tcPr>
          <w:p w:rsidR="00EE1A1A" w:rsidRDefault="00EE1A1A" w:rsidP="00A80F4B">
            <w:pPr>
              <w:pStyle w:val="libVarCenter"/>
              <w:rPr>
                <w:rtl/>
              </w:rPr>
            </w:pPr>
            <w:r>
              <w:rPr>
                <w:rFonts w:hint="cs"/>
                <w:rtl/>
              </w:rPr>
              <w:t>94</w:t>
            </w:r>
          </w:p>
        </w:tc>
      </w:tr>
      <w:tr w:rsidR="00EE1A1A" w:rsidRPr="00D84DB1" w:rsidTr="00BB3BDA">
        <w:tc>
          <w:tcPr>
            <w:tcW w:w="6806" w:type="dxa"/>
          </w:tcPr>
          <w:p w:rsidR="00EE1A1A" w:rsidRDefault="00EE1A1A" w:rsidP="006713DA">
            <w:pPr>
              <w:pStyle w:val="libVar0"/>
              <w:rPr>
                <w:rtl/>
              </w:rPr>
            </w:pPr>
            <w:r>
              <w:rPr>
                <w:rFonts w:hint="cs"/>
                <w:rtl/>
              </w:rPr>
              <w:t>أما بنتها فأدعوا الله أن يغنيها عنها ، وأدعوا الله أن يذهب بالغيرة</w:t>
            </w:r>
          </w:p>
        </w:tc>
        <w:tc>
          <w:tcPr>
            <w:tcW w:w="913" w:type="dxa"/>
          </w:tcPr>
          <w:p w:rsidR="00EE1A1A" w:rsidRDefault="00EE1A1A" w:rsidP="00A80F4B">
            <w:pPr>
              <w:pStyle w:val="libVarCenter"/>
              <w:rPr>
                <w:rtl/>
              </w:rPr>
            </w:pPr>
            <w:r>
              <w:rPr>
                <w:rFonts w:hint="cs"/>
                <w:rtl/>
              </w:rPr>
              <w:t>53</w:t>
            </w:r>
          </w:p>
        </w:tc>
      </w:tr>
      <w:tr w:rsidR="00EE1A1A" w:rsidRPr="00D84DB1" w:rsidTr="00BB3BDA">
        <w:tc>
          <w:tcPr>
            <w:tcW w:w="6806" w:type="dxa"/>
          </w:tcPr>
          <w:p w:rsidR="00EE1A1A" w:rsidRDefault="00EE1A1A" w:rsidP="006713DA">
            <w:pPr>
              <w:pStyle w:val="libVar0"/>
              <w:rPr>
                <w:rtl/>
              </w:rPr>
            </w:pPr>
            <w:r>
              <w:rPr>
                <w:rFonts w:hint="cs"/>
                <w:rtl/>
              </w:rPr>
              <w:t>أما تحبيّن أن ترينه على باب الجنة وهو يدعوك إلينا</w:t>
            </w:r>
          </w:p>
        </w:tc>
        <w:tc>
          <w:tcPr>
            <w:tcW w:w="913" w:type="dxa"/>
          </w:tcPr>
          <w:p w:rsidR="00EE1A1A" w:rsidRDefault="00EE1A1A" w:rsidP="00A80F4B">
            <w:pPr>
              <w:pStyle w:val="libVarCenter"/>
              <w:rPr>
                <w:rtl/>
              </w:rPr>
            </w:pPr>
            <w:r>
              <w:rPr>
                <w:rFonts w:hint="cs"/>
                <w:rtl/>
              </w:rPr>
              <w:t>38</w:t>
            </w:r>
          </w:p>
        </w:tc>
      </w:tr>
      <w:tr w:rsidR="00EE1A1A" w:rsidRPr="00D84DB1" w:rsidTr="00BB3BDA">
        <w:tc>
          <w:tcPr>
            <w:tcW w:w="6806" w:type="dxa"/>
          </w:tcPr>
          <w:p w:rsidR="00EE1A1A" w:rsidRDefault="00EE1A1A" w:rsidP="006713DA">
            <w:pPr>
              <w:pStyle w:val="libVar0"/>
              <w:rPr>
                <w:rtl/>
              </w:rPr>
            </w:pPr>
            <w:r>
              <w:rPr>
                <w:rFonts w:hint="cs"/>
                <w:rtl/>
              </w:rPr>
              <w:t>أمؤمنون أنتم ... وما علامة إيمانكم</w:t>
            </w:r>
          </w:p>
        </w:tc>
        <w:tc>
          <w:tcPr>
            <w:tcW w:w="913" w:type="dxa"/>
          </w:tcPr>
          <w:p w:rsidR="00EE1A1A" w:rsidRDefault="00EE1A1A" w:rsidP="00A80F4B">
            <w:pPr>
              <w:pStyle w:val="libVarCenter"/>
              <w:rPr>
                <w:rtl/>
              </w:rPr>
            </w:pPr>
            <w:r>
              <w:rPr>
                <w:rFonts w:hint="cs"/>
                <w:rtl/>
              </w:rPr>
              <w:t>48</w:t>
            </w:r>
          </w:p>
        </w:tc>
      </w:tr>
      <w:tr w:rsidR="00EE1A1A" w:rsidRPr="00D84DB1" w:rsidTr="00BB3BDA">
        <w:tc>
          <w:tcPr>
            <w:tcW w:w="6806" w:type="dxa"/>
          </w:tcPr>
          <w:p w:rsidR="00EE1A1A" w:rsidRDefault="00EE1A1A" w:rsidP="006713DA">
            <w:pPr>
              <w:pStyle w:val="libVar0"/>
              <w:rPr>
                <w:rtl/>
              </w:rPr>
            </w:pPr>
            <w:r>
              <w:rPr>
                <w:rFonts w:hint="cs"/>
                <w:rtl/>
              </w:rPr>
              <w:t>إن إبراهيم خليل الرّحمن سأل ربه أن يرزقه ابنة تبكيه بعد موته</w:t>
            </w:r>
          </w:p>
        </w:tc>
        <w:tc>
          <w:tcPr>
            <w:tcW w:w="913" w:type="dxa"/>
          </w:tcPr>
          <w:p w:rsidR="00EE1A1A" w:rsidRDefault="00EE1A1A" w:rsidP="00A80F4B">
            <w:pPr>
              <w:pStyle w:val="libVarCenter"/>
              <w:rPr>
                <w:rtl/>
              </w:rPr>
            </w:pPr>
            <w:r>
              <w:rPr>
                <w:rFonts w:hint="cs"/>
                <w:rtl/>
              </w:rPr>
              <w:t>98</w:t>
            </w:r>
          </w:p>
        </w:tc>
      </w:tr>
      <w:tr w:rsidR="00EE1A1A" w:rsidRPr="00D84DB1" w:rsidTr="00BB3BDA">
        <w:tc>
          <w:tcPr>
            <w:tcW w:w="6806" w:type="dxa"/>
          </w:tcPr>
          <w:p w:rsidR="00EE1A1A" w:rsidRDefault="00EE1A1A" w:rsidP="006713DA">
            <w:pPr>
              <w:pStyle w:val="libVar0"/>
              <w:rPr>
                <w:rtl/>
              </w:rPr>
            </w:pPr>
            <w:r>
              <w:rPr>
                <w:rFonts w:hint="cs"/>
                <w:rtl/>
              </w:rPr>
              <w:t>أنا بريء ممّن حلق وصلق</w:t>
            </w:r>
          </w:p>
        </w:tc>
        <w:tc>
          <w:tcPr>
            <w:tcW w:w="913" w:type="dxa"/>
          </w:tcPr>
          <w:p w:rsidR="00EE1A1A" w:rsidRDefault="00EE1A1A" w:rsidP="00A80F4B">
            <w:pPr>
              <w:pStyle w:val="libVarCenter"/>
              <w:rPr>
                <w:rtl/>
              </w:rPr>
            </w:pPr>
            <w:r>
              <w:rPr>
                <w:rFonts w:hint="cs"/>
                <w:rtl/>
              </w:rPr>
              <w:t>104</w:t>
            </w:r>
          </w:p>
        </w:tc>
      </w:tr>
      <w:tr w:rsidR="00EE1A1A" w:rsidRPr="00D84DB1" w:rsidTr="00BB3BDA">
        <w:tc>
          <w:tcPr>
            <w:tcW w:w="6806" w:type="dxa"/>
          </w:tcPr>
          <w:p w:rsidR="00EE1A1A" w:rsidRDefault="00EE1A1A" w:rsidP="006713DA">
            <w:pPr>
              <w:pStyle w:val="libVar0"/>
              <w:rPr>
                <w:rtl/>
              </w:rPr>
            </w:pPr>
            <w:r>
              <w:rPr>
                <w:rFonts w:hint="cs"/>
                <w:rtl/>
              </w:rPr>
              <w:t>إن أشد ما أخاف عليكم خصلتان اتباع الهوى وطول الأمل</w:t>
            </w:r>
          </w:p>
        </w:tc>
        <w:tc>
          <w:tcPr>
            <w:tcW w:w="913" w:type="dxa"/>
          </w:tcPr>
          <w:p w:rsidR="00EE1A1A" w:rsidRDefault="00EE1A1A" w:rsidP="00A80F4B">
            <w:pPr>
              <w:pStyle w:val="libVarCenter"/>
              <w:rPr>
                <w:rtl/>
              </w:rPr>
            </w:pPr>
            <w:r>
              <w:rPr>
                <w:rFonts w:hint="cs"/>
                <w:rtl/>
              </w:rPr>
              <w:t>26</w:t>
            </w:r>
          </w:p>
        </w:tc>
      </w:tr>
      <w:tr w:rsidR="00EE1A1A" w:rsidRPr="00D84DB1" w:rsidTr="00BB3BDA">
        <w:tc>
          <w:tcPr>
            <w:tcW w:w="6806" w:type="dxa"/>
          </w:tcPr>
          <w:p w:rsidR="00EE1A1A" w:rsidRDefault="00EE1A1A" w:rsidP="006713DA">
            <w:pPr>
              <w:pStyle w:val="libVar0"/>
              <w:rPr>
                <w:rtl/>
              </w:rPr>
            </w:pPr>
            <w:r>
              <w:rPr>
                <w:rFonts w:hint="cs"/>
                <w:rtl/>
              </w:rPr>
              <w:t>إنّ الحرّ حرّ على جميع أحواله</w:t>
            </w:r>
          </w:p>
        </w:tc>
        <w:tc>
          <w:tcPr>
            <w:tcW w:w="913" w:type="dxa"/>
          </w:tcPr>
          <w:p w:rsidR="00EE1A1A" w:rsidRDefault="00EE1A1A" w:rsidP="00A80F4B">
            <w:pPr>
              <w:pStyle w:val="libVarCenter"/>
              <w:rPr>
                <w:rtl/>
              </w:rPr>
            </w:pPr>
            <w:r>
              <w:rPr>
                <w:rFonts w:hint="cs"/>
                <w:rtl/>
              </w:rPr>
              <w:t>50</w:t>
            </w:r>
          </w:p>
        </w:tc>
      </w:tr>
      <w:tr w:rsidR="00EE1A1A" w:rsidRPr="00D84DB1" w:rsidTr="00BB3BDA">
        <w:tc>
          <w:tcPr>
            <w:tcW w:w="6806" w:type="dxa"/>
          </w:tcPr>
          <w:p w:rsidR="00EE1A1A" w:rsidRDefault="00EE1A1A" w:rsidP="006713DA">
            <w:pPr>
              <w:pStyle w:val="libVar0"/>
              <w:rPr>
                <w:rtl/>
              </w:rPr>
            </w:pPr>
            <w:r>
              <w:rPr>
                <w:rFonts w:hint="cs"/>
                <w:rtl/>
              </w:rPr>
              <w:t>إن الدنيا لا تساوي عند الله عزّ وجلّ جناح بعوضة</w:t>
            </w:r>
          </w:p>
        </w:tc>
        <w:tc>
          <w:tcPr>
            <w:tcW w:w="913" w:type="dxa"/>
          </w:tcPr>
          <w:p w:rsidR="00EE1A1A" w:rsidRDefault="00EE1A1A" w:rsidP="00A80F4B">
            <w:pPr>
              <w:pStyle w:val="libVarCenter"/>
              <w:rPr>
                <w:rtl/>
              </w:rPr>
            </w:pPr>
            <w:r>
              <w:rPr>
                <w:rFonts w:hint="cs"/>
                <w:rtl/>
              </w:rPr>
              <w:t>118</w:t>
            </w:r>
          </w:p>
        </w:tc>
      </w:tr>
      <w:tr w:rsidR="00EE1A1A" w:rsidRPr="00D84DB1" w:rsidTr="00BB3BDA">
        <w:tc>
          <w:tcPr>
            <w:tcW w:w="6806" w:type="dxa"/>
          </w:tcPr>
          <w:p w:rsidR="00EE1A1A" w:rsidRDefault="00EE1A1A" w:rsidP="006713DA">
            <w:pPr>
              <w:pStyle w:val="libVar0"/>
              <w:rPr>
                <w:rtl/>
              </w:rPr>
            </w:pPr>
            <w:r>
              <w:rPr>
                <w:rFonts w:hint="cs"/>
                <w:rtl/>
              </w:rPr>
              <w:t>إنّ الصّبر والبلاء يستبقان إلى المؤمن</w:t>
            </w:r>
          </w:p>
        </w:tc>
        <w:tc>
          <w:tcPr>
            <w:tcW w:w="913" w:type="dxa"/>
          </w:tcPr>
          <w:p w:rsidR="00EE1A1A" w:rsidRDefault="00EE1A1A" w:rsidP="00A80F4B">
            <w:pPr>
              <w:pStyle w:val="libVarCenter"/>
              <w:rPr>
                <w:rtl/>
              </w:rPr>
            </w:pPr>
            <w:r>
              <w:rPr>
                <w:rFonts w:hint="cs"/>
                <w:rtl/>
              </w:rPr>
              <w:t>57</w:t>
            </w:r>
          </w:p>
        </w:tc>
      </w:tr>
      <w:tr w:rsidR="00EE1A1A" w:rsidRPr="00D84DB1" w:rsidTr="00BB3BDA">
        <w:tc>
          <w:tcPr>
            <w:tcW w:w="6806" w:type="dxa"/>
          </w:tcPr>
          <w:p w:rsidR="00EE1A1A" w:rsidRDefault="00EE1A1A" w:rsidP="006713DA">
            <w:pPr>
              <w:pStyle w:val="libVar0"/>
              <w:rPr>
                <w:rtl/>
              </w:rPr>
            </w:pPr>
            <w:r>
              <w:rPr>
                <w:rFonts w:hint="cs"/>
                <w:rtl/>
              </w:rPr>
              <w:t>إن العبد إذا سبقت له من الله تعالى منزلة ولم يبلغها بعمل ، ابتلاه الله في جسده</w:t>
            </w:r>
          </w:p>
        </w:tc>
        <w:tc>
          <w:tcPr>
            <w:tcW w:w="913" w:type="dxa"/>
          </w:tcPr>
          <w:p w:rsidR="00EE1A1A" w:rsidRDefault="00EE1A1A" w:rsidP="00A80F4B">
            <w:pPr>
              <w:pStyle w:val="libVarCenter"/>
              <w:rPr>
                <w:rtl/>
              </w:rPr>
            </w:pPr>
            <w:r>
              <w:rPr>
                <w:rFonts w:hint="cs"/>
                <w:rtl/>
              </w:rPr>
              <w:t>31</w:t>
            </w:r>
          </w:p>
        </w:tc>
      </w:tr>
      <w:tr w:rsidR="00EE1A1A" w:rsidRPr="00D84DB1" w:rsidTr="00BB3BDA">
        <w:tc>
          <w:tcPr>
            <w:tcW w:w="6806" w:type="dxa"/>
          </w:tcPr>
          <w:p w:rsidR="00EE1A1A" w:rsidRDefault="00EE1A1A" w:rsidP="006713DA">
            <w:pPr>
              <w:pStyle w:val="libVar0"/>
              <w:rPr>
                <w:rtl/>
              </w:rPr>
            </w:pPr>
            <w:r>
              <w:rPr>
                <w:rFonts w:hint="cs"/>
                <w:rtl/>
              </w:rPr>
              <w:t>إنّ العين تذرف ، وإن الدمع يغلب ، وإن القلب يحزن ، ولا نعصي الله عزّ وجلّ</w:t>
            </w:r>
          </w:p>
        </w:tc>
        <w:tc>
          <w:tcPr>
            <w:tcW w:w="913" w:type="dxa"/>
          </w:tcPr>
          <w:p w:rsidR="00EE1A1A" w:rsidRDefault="00EE1A1A" w:rsidP="00A80F4B">
            <w:pPr>
              <w:pStyle w:val="libVarCenter"/>
              <w:rPr>
                <w:rtl/>
              </w:rPr>
            </w:pPr>
            <w:r>
              <w:rPr>
                <w:rFonts w:hint="cs"/>
                <w:rtl/>
              </w:rPr>
              <w:t>95</w:t>
            </w:r>
          </w:p>
        </w:tc>
      </w:tr>
      <w:tr w:rsidR="00EE1A1A" w:rsidRPr="00D84DB1" w:rsidTr="00BB3BDA">
        <w:tc>
          <w:tcPr>
            <w:tcW w:w="6806" w:type="dxa"/>
          </w:tcPr>
          <w:p w:rsidR="00EE1A1A" w:rsidRDefault="00EE1A1A" w:rsidP="006713DA">
            <w:pPr>
              <w:pStyle w:val="libVar0"/>
              <w:rPr>
                <w:rtl/>
              </w:rPr>
            </w:pPr>
            <w:r>
              <w:rPr>
                <w:rFonts w:hint="cs"/>
                <w:rtl/>
              </w:rPr>
              <w:t>إنّ الله تبارك وتعالى إذا أحب عبداً غتَّه بالبلاء غتَّا</w:t>
            </w:r>
          </w:p>
        </w:tc>
        <w:tc>
          <w:tcPr>
            <w:tcW w:w="913" w:type="dxa"/>
          </w:tcPr>
          <w:p w:rsidR="00EE1A1A" w:rsidRDefault="00EE1A1A" w:rsidP="00A80F4B">
            <w:pPr>
              <w:pStyle w:val="libVarCenter"/>
              <w:rPr>
                <w:rtl/>
              </w:rPr>
            </w:pPr>
            <w:r>
              <w:rPr>
                <w:rFonts w:hint="cs"/>
                <w:rtl/>
              </w:rPr>
              <w:t>114</w:t>
            </w:r>
          </w:p>
        </w:tc>
      </w:tr>
      <w:tr w:rsidR="00EE1A1A" w:rsidRPr="00D84DB1" w:rsidTr="00BB3BDA">
        <w:tc>
          <w:tcPr>
            <w:tcW w:w="6806" w:type="dxa"/>
          </w:tcPr>
          <w:p w:rsidR="00EE1A1A" w:rsidRDefault="00EE1A1A" w:rsidP="006713DA">
            <w:pPr>
              <w:pStyle w:val="libVar0"/>
              <w:rPr>
                <w:rtl/>
              </w:rPr>
            </w:pPr>
            <w:r>
              <w:rPr>
                <w:rFonts w:hint="cs"/>
                <w:rtl/>
              </w:rPr>
              <w:t>إن الله تعالى بحكمته وجلاله جعل الرّوح، والفرج في الرضا واليقين</w:t>
            </w:r>
          </w:p>
        </w:tc>
        <w:tc>
          <w:tcPr>
            <w:tcW w:w="913" w:type="dxa"/>
          </w:tcPr>
          <w:p w:rsidR="00EE1A1A" w:rsidRDefault="00EE1A1A" w:rsidP="00A80F4B">
            <w:pPr>
              <w:pStyle w:val="libVarCenter"/>
              <w:rPr>
                <w:rtl/>
              </w:rPr>
            </w:pPr>
            <w:r>
              <w:rPr>
                <w:rFonts w:hint="cs"/>
                <w:rtl/>
              </w:rPr>
              <w:t>81</w:t>
            </w:r>
          </w:p>
        </w:tc>
      </w:tr>
      <w:tr w:rsidR="00EE1A1A" w:rsidRPr="00D84DB1" w:rsidTr="00BB3BDA">
        <w:tc>
          <w:tcPr>
            <w:tcW w:w="6806" w:type="dxa"/>
          </w:tcPr>
          <w:p w:rsidR="00EE1A1A" w:rsidRDefault="00EE1A1A" w:rsidP="006713DA">
            <w:pPr>
              <w:pStyle w:val="libVar0"/>
              <w:rPr>
                <w:rtl/>
              </w:rPr>
            </w:pPr>
            <w:r>
              <w:rPr>
                <w:rFonts w:hint="cs"/>
                <w:rtl/>
              </w:rPr>
              <w:t>إنّ الله ـ عزّ وجلّ ـ ليتعاهد المؤمن بالبلاء كما يتعاهد الرجل أهله بالهديّة</w:t>
            </w:r>
          </w:p>
        </w:tc>
        <w:tc>
          <w:tcPr>
            <w:tcW w:w="913" w:type="dxa"/>
          </w:tcPr>
          <w:p w:rsidR="00EE1A1A" w:rsidRDefault="00EE1A1A" w:rsidP="00A80F4B">
            <w:pPr>
              <w:pStyle w:val="libVarCenter"/>
              <w:rPr>
                <w:rtl/>
              </w:rPr>
            </w:pPr>
            <w:r>
              <w:rPr>
                <w:rFonts w:hint="cs"/>
                <w:rtl/>
              </w:rPr>
              <w:t>115</w:t>
            </w:r>
          </w:p>
        </w:tc>
      </w:tr>
      <w:tr w:rsidR="00EE1A1A" w:rsidRPr="00D84DB1" w:rsidTr="00BB3BDA">
        <w:tc>
          <w:tcPr>
            <w:tcW w:w="6806" w:type="dxa"/>
          </w:tcPr>
          <w:p w:rsidR="00EE1A1A" w:rsidRDefault="00EE1A1A" w:rsidP="006713DA">
            <w:pPr>
              <w:pStyle w:val="libVar0"/>
              <w:rPr>
                <w:rtl/>
              </w:rPr>
            </w:pPr>
            <w:r>
              <w:rPr>
                <w:rFonts w:hint="cs"/>
                <w:rtl/>
              </w:rPr>
              <w:t>إنّ المؤمن لو يعلم ما أعدّ الله له على البلاء لتمنّى أنّه في دار الدنيا قرض بالمقاريض</w:t>
            </w:r>
          </w:p>
        </w:tc>
        <w:tc>
          <w:tcPr>
            <w:tcW w:w="913" w:type="dxa"/>
          </w:tcPr>
          <w:p w:rsidR="00EE1A1A" w:rsidRDefault="00EE1A1A" w:rsidP="00A80F4B">
            <w:pPr>
              <w:pStyle w:val="libVarCenter"/>
              <w:rPr>
                <w:rtl/>
              </w:rPr>
            </w:pPr>
            <w:r>
              <w:rPr>
                <w:rFonts w:hint="cs"/>
                <w:rtl/>
              </w:rPr>
              <w:t>29</w:t>
            </w:r>
          </w:p>
        </w:tc>
      </w:tr>
      <w:tr w:rsidR="00EE1A1A" w:rsidRPr="00D84DB1" w:rsidTr="00BB3BDA">
        <w:tc>
          <w:tcPr>
            <w:tcW w:w="6806" w:type="dxa"/>
          </w:tcPr>
          <w:p w:rsidR="00EE1A1A" w:rsidRDefault="00EE1A1A" w:rsidP="006713DA">
            <w:pPr>
              <w:pStyle w:val="libVar0"/>
              <w:rPr>
                <w:rtl/>
              </w:rPr>
            </w:pPr>
            <w:r>
              <w:rPr>
                <w:rFonts w:hint="cs"/>
                <w:rtl/>
              </w:rPr>
              <w:t>إنّ أهل الحق لم يزالوا في شدّة</w:t>
            </w:r>
          </w:p>
        </w:tc>
        <w:tc>
          <w:tcPr>
            <w:tcW w:w="913" w:type="dxa"/>
          </w:tcPr>
          <w:p w:rsidR="00EE1A1A" w:rsidRDefault="00EE1A1A" w:rsidP="00A80F4B">
            <w:pPr>
              <w:pStyle w:val="libVarCenter"/>
              <w:rPr>
                <w:rtl/>
              </w:rPr>
            </w:pPr>
            <w:r>
              <w:rPr>
                <w:rFonts w:hint="cs"/>
                <w:rtl/>
              </w:rPr>
              <w:t>115</w:t>
            </w:r>
          </w:p>
        </w:tc>
      </w:tr>
      <w:tr w:rsidR="00EE1A1A" w:rsidRPr="00D84DB1" w:rsidTr="00BB3BDA">
        <w:tc>
          <w:tcPr>
            <w:tcW w:w="6806" w:type="dxa"/>
          </w:tcPr>
          <w:p w:rsidR="00EE1A1A" w:rsidRDefault="00EE1A1A" w:rsidP="006713DA">
            <w:pPr>
              <w:pStyle w:val="libVar0"/>
              <w:rPr>
                <w:rtl/>
              </w:rPr>
            </w:pPr>
            <w:r>
              <w:rPr>
                <w:rFonts w:hint="cs"/>
                <w:rtl/>
              </w:rPr>
              <w:t>أنت حرّ لوجه الله تعالى</w:t>
            </w:r>
          </w:p>
        </w:tc>
        <w:tc>
          <w:tcPr>
            <w:tcW w:w="913" w:type="dxa"/>
          </w:tcPr>
          <w:p w:rsidR="00EE1A1A" w:rsidRDefault="00EE1A1A" w:rsidP="00A80F4B">
            <w:pPr>
              <w:pStyle w:val="libVarCenter"/>
              <w:rPr>
                <w:rtl/>
              </w:rPr>
            </w:pPr>
            <w:r>
              <w:rPr>
                <w:rFonts w:hint="cs"/>
                <w:rtl/>
              </w:rPr>
              <w:t>61</w:t>
            </w:r>
          </w:p>
        </w:tc>
      </w:tr>
      <w:tr w:rsidR="00EE1A1A" w:rsidRPr="00D84DB1" w:rsidTr="00BB3BDA">
        <w:tc>
          <w:tcPr>
            <w:tcW w:w="6806" w:type="dxa"/>
          </w:tcPr>
          <w:p w:rsidR="00EE1A1A" w:rsidRDefault="00EE1A1A" w:rsidP="006713DA">
            <w:pPr>
              <w:pStyle w:val="libVar0"/>
              <w:rPr>
                <w:rtl/>
              </w:rPr>
            </w:pPr>
            <w:r>
              <w:rPr>
                <w:rFonts w:hint="cs"/>
                <w:rtl/>
              </w:rPr>
              <w:t xml:space="preserve">إنّ زين العابدين </w:t>
            </w:r>
            <w:r w:rsidR="00A80F4B" w:rsidRPr="00A80F4B">
              <w:rPr>
                <w:rStyle w:val="libAlaemChar"/>
                <w:rFonts w:hint="cs"/>
                <w:rtl/>
              </w:rPr>
              <w:t>عليه‌السلام</w:t>
            </w:r>
            <w:r>
              <w:rPr>
                <w:rFonts w:hint="cs"/>
                <w:rtl/>
              </w:rPr>
              <w:t xml:space="preserve"> بكى على أبيه أربعين سنة صائماً نهاره ، قائماً ليله</w:t>
            </w:r>
          </w:p>
        </w:tc>
        <w:tc>
          <w:tcPr>
            <w:tcW w:w="913" w:type="dxa"/>
          </w:tcPr>
          <w:p w:rsidR="00EE1A1A" w:rsidRDefault="00EE1A1A" w:rsidP="00A80F4B">
            <w:pPr>
              <w:pStyle w:val="libVarCenter"/>
              <w:rPr>
                <w:rtl/>
              </w:rPr>
            </w:pPr>
            <w:r>
              <w:rPr>
                <w:rFonts w:hint="cs"/>
                <w:rtl/>
              </w:rPr>
              <w:t>92</w:t>
            </w:r>
          </w:p>
        </w:tc>
      </w:tr>
    </w:tbl>
    <w:p w:rsidR="00EE1A1A" w:rsidRDefault="00EE1A1A" w:rsidP="00BB3BDA">
      <w:pPr>
        <w:pStyle w:val="libNormal0"/>
        <w:rPr>
          <w:rtl/>
        </w:rPr>
      </w:pPr>
    </w:p>
    <w:p w:rsidR="00EE1A1A" w:rsidRDefault="00EE1A1A" w:rsidP="00BB3BDA">
      <w:pPr>
        <w:pStyle w:val="libNormal0"/>
        <w:rPr>
          <w:rtl/>
        </w:rPr>
      </w:pPr>
      <w:r>
        <w:rPr>
          <w:rtl/>
        </w:rPr>
        <w:br w:type="page"/>
      </w:r>
    </w:p>
    <w:tbl>
      <w:tblPr>
        <w:bidiVisual/>
        <w:tblW w:w="7719" w:type="dxa"/>
        <w:tblLook w:val="01E0"/>
      </w:tblPr>
      <w:tblGrid>
        <w:gridCol w:w="6806"/>
        <w:gridCol w:w="913"/>
      </w:tblGrid>
      <w:tr w:rsidR="00EE1A1A" w:rsidTr="00BB3BDA">
        <w:tc>
          <w:tcPr>
            <w:tcW w:w="6806" w:type="dxa"/>
          </w:tcPr>
          <w:p w:rsidR="00EE1A1A" w:rsidRDefault="00EE1A1A" w:rsidP="006713DA">
            <w:pPr>
              <w:pStyle w:val="libVar0"/>
              <w:rPr>
                <w:rtl/>
              </w:rPr>
            </w:pPr>
            <w:r>
              <w:rPr>
                <w:rFonts w:hint="cs"/>
                <w:rtl/>
              </w:rPr>
              <w:lastRenderedPageBreak/>
              <w:t>إن صبرت جرى عليك القضاء وأنت مأجور ، وإن جزعت جرى عليك القضاء وأنت مأزور</w:t>
            </w:r>
          </w:p>
        </w:tc>
        <w:tc>
          <w:tcPr>
            <w:tcW w:w="913" w:type="dxa"/>
          </w:tcPr>
          <w:p w:rsidR="00EE1A1A" w:rsidRDefault="00EE1A1A" w:rsidP="00A80F4B">
            <w:pPr>
              <w:pStyle w:val="libVarCenter"/>
              <w:rPr>
                <w:rtl/>
              </w:rPr>
            </w:pPr>
            <w:r>
              <w:rPr>
                <w:rFonts w:hint="cs"/>
                <w:rtl/>
              </w:rPr>
              <w:t>26</w:t>
            </w:r>
          </w:p>
        </w:tc>
      </w:tr>
      <w:tr w:rsidR="00EE1A1A" w:rsidTr="00BB3BDA">
        <w:tc>
          <w:tcPr>
            <w:tcW w:w="6806" w:type="dxa"/>
          </w:tcPr>
          <w:p w:rsidR="00EE1A1A" w:rsidRDefault="00EE1A1A" w:rsidP="006713DA">
            <w:pPr>
              <w:pStyle w:val="libVar0"/>
              <w:rPr>
                <w:rtl/>
              </w:rPr>
            </w:pPr>
            <w:r>
              <w:rPr>
                <w:rFonts w:hint="cs"/>
                <w:rtl/>
              </w:rPr>
              <w:t>إن صبرت جرت عليك المقادير وأنت مأجور ، وإن جزعت جرت عليك المقادير وأنت مأزور</w:t>
            </w:r>
          </w:p>
        </w:tc>
        <w:tc>
          <w:tcPr>
            <w:tcW w:w="913" w:type="dxa"/>
          </w:tcPr>
          <w:p w:rsidR="00EE1A1A" w:rsidRDefault="00EE1A1A" w:rsidP="00A80F4B">
            <w:pPr>
              <w:pStyle w:val="libVarCenter"/>
              <w:rPr>
                <w:rtl/>
              </w:rPr>
            </w:pPr>
            <w:r>
              <w:rPr>
                <w:rFonts w:hint="cs"/>
                <w:rtl/>
              </w:rPr>
              <w:t>48</w:t>
            </w:r>
          </w:p>
        </w:tc>
      </w:tr>
      <w:tr w:rsidR="00EE1A1A" w:rsidTr="00BB3BDA">
        <w:tc>
          <w:tcPr>
            <w:tcW w:w="6806" w:type="dxa"/>
          </w:tcPr>
          <w:p w:rsidR="00EE1A1A" w:rsidRDefault="00EE1A1A" w:rsidP="006713DA">
            <w:pPr>
              <w:pStyle w:val="libVar0"/>
              <w:rPr>
                <w:rtl/>
              </w:rPr>
            </w:pPr>
            <w:r>
              <w:rPr>
                <w:rFonts w:hint="cs"/>
                <w:rtl/>
              </w:rPr>
              <w:t>إنّ عظيم الأجر مع عظيم البلاء وما أحبّ الله ـ عزّ وجلّ ـ قوما إلاّ ابتلاهم</w:t>
            </w:r>
          </w:p>
        </w:tc>
        <w:tc>
          <w:tcPr>
            <w:tcW w:w="913" w:type="dxa"/>
          </w:tcPr>
          <w:p w:rsidR="00EE1A1A" w:rsidRDefault="00EE1A1A" w:rsidP="00A80F4B">
            <w:pPr>
              <w:pStyle w:val="libVarCenter"/>
              <w:rPr>
                <w:rtl/>
              </w:rPr>
            </w:pPr>
            <w:r>
              <w:rPr>
                <w:rFonts w:hint="cs"/>
                <w:rtl/>
              </w:rPr>
              <w:t>113</w:t>
            </w:r>
          </w:p>
        </w:tc>
      </w:tr>
      <w:tr w:rsidR="00EE1A1A" w:rsidTr="00BB3BDA">
        <w:tc>
          <w:tcPr>
            <w:tcW w:w="6806" w:type="dxa"/>
          </w:tcPr>
          <w:p w:rsidR="00EE1A1A" w:rsidRDefault="00EE1A1A" w:rsidP="006713DA">
            <w:pPr>
              <w:pStyle w:val="libVar0"/>
              <w:rPr>
                <w:rtl/>
              </w:rPr>
            </w:pPr>
            <w:r>
              <w:rPr>
                <w:rFonts w:hint="cs"/>
                <w:rtl/>
              </w:rPr>
              <w:t>إنّ عظيم البلاء يكافأ به عظيم الجزاء</w:t>
            </w:r>
          </w:p>
        </w:tc>
        <w:tc>
          <w:tcPr>
            <w:tcW w:w="913" w:type="dxa"/>
          </w:tcPr>
          <w:p w:rsidR="00EE1A1A" w:rsidRDefault="00EE1A1A" w:rsidP="00A80F4B">
            <w:pPr>
              <w:pStyle w:val="libVarCenter"/>
              <w:rPr>
                <w:rtl/>
              </w:rPr>
            </w:pPr>
            <w:r>
              <w:rPr>
                <w:rFonts w:hint="cs"/>
                <w:rtl/>
              </w:rPr>
              <w:t>114</w:t>
            </w:r>
          </w:p>
        </w:tc>
      </w:tr>
      <w:tr w:rsidR="00EE1A1A" w:rsidTr="00BB3BDA">
        <w:tc>
          <w:tcPr>
            <w:tcW w:w="6806" w:type="dxa"/>
          </w:tcPr>
          <w:p w:rsidR="00EE1A1A" w:rsidRDefault="00EE1A1A" w:rsidP="006713DA">
            <w:pPr>
              <w:pStyle w:val="libVar0"/>
              <w:rPr>
                <w:rtl/>
              </w:rPr>
            </w:pPr>
            <w:r>
              <w:rPr>
                <w:rFonts w:hint="cs"/>
                <w:rtl/>
              </w:rPr>
              <w:t>إنّ في الجنّة شجرة يقال لهأ : شجرة البلوى</w:t>
            </w:r>
          </w:p>
        </w:tc>
        <w:tc>
          <w:tcPr>
            <w:tcW w:w="913" w:type="dxa"/>
          </w:tcPr>
          <w:p w:rsidR="00EE1A1A" w:rsidRDefault="00EE1A1A" w:rsidP="00A80F4B">
            <w:pPr>
              <w:pStyle w:val="libVarCenter"/>
              <w:rPr>
                <w:rtl/>
              </w:rPr>
            </w:pPr>
            <w:r>
              <w:rPr>
                <w:rFonts w:hint="cs"/>
                <w:rtl/>
              </w:rPr>
              <w:t>48</w:t>
            </w:r>
          </w:p>
        </w:tc>
      </w:tr>
      <w:tr w:rsidR="00EE1A1A" w:rsidTr="00BB3BDA">
        <w:tc>
          <w:tcPr>
            <w:tcW w:w="6806" w:type="dxa"/>
          </w:tcPr>
          <w:p w:rsidR="00EE1A1A" w:rsidRDefault="00EE1A1A" w:rsidP="006713DA">
            <w:pPr>
              <w:pStyle w:val="libVar0"/>
              <w:rPr>
                <w:rtl/>
              </w:rPr>
            </w:pPr>
            <w:r>
              <w:rPr>
                <w:rFonts w:hint="cs"/>
                <w:rtl/>
              </w:rPr>
              <w:t>إن كان لغافلاً عن مؤمن آل ياسين ، إنه كان مكنعاً</w:t>
            </w:r>
          </w:p>
        </w:tc>
        <w:tc>
          <w:tcPr>
            <w:tcW w:w="913" w:type="dxa"/>
          </w:tcPr>
          <w:p w:rsidR="00EE1A1A" w:rsidRDefault="00EE1A1A" w:rsidP="00A80F4B">
            <w:pPr>
              <w:pStyle w:val="libVarCenter"/>
              <w:rPr>
                <w:rtl/>
              </w:rPr>
            </w:pPr>
            <w:r>
              <w:rPr>
                <w:rFonts w:hint="cs"/>
                <w:rtl/>
              </w:rPr>
              <w:t>114</w:t>
            </w:r>
          </w:p>
        </w:tc>
      </w:tr>
      <w:tr w:rsidR="00EE1A1A" w:rsidTr="00BB3BDA">
        <w:tc>
          <w:tcPr>
            <w:tcW w:w="6806" w:type="dxa"/>
          </w:tcPr>
          <w:p w:rsidR="00EE1A1A" w:rsidRDefault="00EE1A1A" w:rsidP="006713DA">
            <w:pPr>
              <w:pStyle w:val="libVar0"/>
              <w:rPr>
                <w:rtl/>
              </w:rPr>
            </w:pPr>
            <w:r>
              <w:rPr>
                <w:rFonts w:hint="cs"/>
                <w:rtl/>
              </w:rPr>
              <w:t>إنكم لا تدركون ما تحبون إلاّ بصبركم على ما تكرهون</w:t>
            </w:r>
          </w:p>
        </w:tc>
        <w:tc>
          <w:tcPr>
            <w:tcW w:w="913" w:type="dxa"/>
          </w:tcPr>
          <w:p w:rsidR="00EE1A1A" w:rsidRDefault="00EE1A1A" w:rsidP="00A80F4B">
            <w:pPr>
              <w:pStyle w:val="libVarCenter"/>
              <w:rPr>
                <w:rtl/>
              </w:rPr>
            </w:pPr>
            <w:r>
              <w:rPr>
                <w:rFonts w:hint="cs"/>
                <w:rtl/>
              </w:rPr>
              <w:t>48</w:t>
            </w:r>
          </w:p>
        </w:tc>
      </w:tr>
      <w:tr w:rsidR="00EE1A1A" w:rsidTr="00BB3BDA">
        <w:tc>
          <w:tcPr>
            <w:tcW w:w="6806" w:type="dxa"/>
          </w:tcPr>
          <w:p w:rsidR="00EE1A1A" w:rsidRDefault="00EE1A1A" w:rsidP="006713DA">
            <w:pPr>
              <w:pStyle w:val="libVar0"/>
              <w:rPr>
                <w:rtl/>
              </w:rPr>
            </w:pPr>
            <w:r>
              <w:rPr>
                <w:rFonts w:hint="cs"/>
                <w:rtl/>
              </w:rPr>
              <w:t>إن لزوج المرأة منها لمكان</w:t>
            </w:r>
          </w:p>
        </w:tc>
        <w:tc>
          <w:tcPr>
            <w:tcW w:w="913" w:type="dxa"/>
          </w:tcPr>
          <w:p w:rsidR="00EE1A1A" w:rsidRDefault="00EE1A1A" w:rsidP="00A80F4B">
            <w:pPr>
              <w:pStyle w:val="libVarCenter"/>
              <w:rPr>
                <w:rtl/>
              </w:rPr>
            </w:pPr>
            <w:r>
              <w:rPr>
                <w:rFonts w:hint="cs"/>
                <w:rtl/>
              </w:rPr>
              <w:t>97</w:t>
            </w:r>
          </w:p>
        </w:tc>
      </w:tr>
      <w:tr w:rsidR="00EE1A1A" w:rsidTr="00BB3BDA">
        <w:tc>
          <w:tcPr>
            <w:tcW w:w="6806" w:type="dxa"/>
          </w:tcPr>
          <w:p w:rsidR="00EE1A1A" w:rsidRDefault="00EE1A1A" w:rsidP="006713DA">
            <w:pPr>
              <w:pStyle w:val="libVar0"/>
              <w:rPr>
                <w:rtl/>
              </w:rPr>
            </w:pPr>
            <w:r>
              <w:rPr>
                <w:rFonts w:hint="cs"/>
                <w:rtl/>
              </w:rPr>
              <w:t>إن للزوج من المرأة لشعبة ما هي لش</w:t>
            </w:r>
            <w:r w:rsidRPr="00E30A47">
              <w:rPr>
                <w:rFonts w:hint="cs"/>
                <w:rtl/>
              </w:rPr>
              <w:t>يء</w:t>
            </w:r>
          </w:p>
        </w:tc>
        <w:tc>
          <w:tcPr>
            <w:tcW w:w="913" w:type="dxa"/>
          </w:tcPr>
          <w:p w:rsidR="00EE1A1A" w:rsidRDefault="00EE1A1A" w:rsidP="00A80F4B">
            <w:pPr>
              <w:pStyle w:val="libVarCenter"/>
              <w:rPr>
                <w:rtl/>
              </w:rPr>
            </w:pPr>
            <w:r>
              <w:rPr>
                <w:rFonts w:hint="cs"/>
                <w:rtl/>
              </w:rPr>
              <w:t>71</w:t>
            </w:r>
          </w:p>
        </w:tc>
      </w:tr>
      <w:tr w:rsidR="00EE1A1A" w:rsidTr="00BB3BDA">
        <w:tc>
          <w:tcPr>
            <w:tcW w:w="6806" w:type="dxa"/>
          </w:tcPr>
          <w:p w:rsidR="00EE1A1A" w:rsidRDefault="00EE1A1A" w:rsidP="006713DA">
            <w:pPr>
              <w:pStyle w:val="libVar0"/>
              <w:rPr>
                <w:rtl/>
              </w:rPr>
            </w:pPr>
            <w:r>
              <w:rPr>
                <w:rFonts w:hint="cs"/>
                <w:rtl/>
              </w:rPr>
              <w:t>إن للموت فزعاً فإذا أتى أحدكم وفاة أخيه فليقل : إنّا لله وإنّا اليه راجعون</w:t>
            </w:r>
          </w:p>
        </w:tc>
        <w:tc>
          <w:tcPr>
            <w:tcW w:w="913" w:type="dxa"/>
          </w:tcPr>
          <w:p w:rsidR="00EE1A1A" w:rsidRDefault="00EE1A1A" w:rsidP="00A80F4B">
            <w:pPr>
              <w:pStyle w:val="libVarCenter"/>
              <w:rPr>
                <w:rtl/>
              </w:rPr>
            </w:pPr>
            <w:r>
              <w:rPr>
                <w:rFonts w:hint="cs"/>
                <w:rtl/>
              </w:rPr>
              <w:t>54</w:t>
            </w:r>
          </w:p>
        </w:tc>
      </w:tr>
      <w:tr w:rsidR="00EE1A1A" w:rsidTr="00BB3BDA">
        <w:tc>
          <w:tcPr>
            <w:tcW w:w="6806" w:type="dxa"/>
          </w:tcPr>
          <w:p w:rsidR="00EE1A1A" w:rsidRDefault="00EE1A1A" w:rsidP="006713DA">
            <w:pPr>
              <w:pStyle w:val="libVar0"/>
              <w:rPr>
                <w:rtl/>
              </w:rPr>
            </w:pPr>
            <w:r>
              <w:rPr>
                <w:rFonts w:hint="cs"/>
                <w:rtl/>
              </w:rPr>
              <w:t>إنّ الله عزّ وجلّ عباداً في الأرض من خالص عباده</w:t>
            </w:r>
          </w:p>
        </w:tc>
        <w:tc>
          <w:tcPr>
            <w:tcW w:w="913" w:type="dxa"/>
          </w:tcPr>
          <w:p w:rsidR="00EE1A1A" w:rsidRDefault="00EE1A1A" w:rsidP="00A80F4B">
            <w:pPr>
              <w:pStyle w:val="libVarCenter"/>
              <w:rPr>
                <w:rtl/>
              </w:rPr>
            </w:pPr>
            <w:r>
              <w:rPr>
                <w:rFonts w:hint="cs"/>
                <w:rtl/>
              </w:rPr>
              <w:t>113</w:t>
            </w:r>
          </w:p>
        </w:tc>
      </w:tr>
      <w:tr w:rsidR="00EE1A1A" w:rsidTr="00BB3BDA">
        <w:tc>
          <w:tcPr>
            <w:tcW w:w="6806" w:type="dxa"/>
          </w:tcPr>
          <w:p w:rsidR="00EE1A1A" w:rsidRDefault="00EE1A1A" w:rsidP="006713DA">
            <w:pPr>
              <w:pStyle w:val="libVar0"/>
              <w:rPr>
                <w:rtl/>
              </w:rPr>
            </w:pPr>
            <w:r>
              <w:rPr>
                <w:rFonts w:hint="cs"/>
                <w:rtl/>
              </w:rPr>
              <w:t>إن لله ما أخذ، ولله ما أعطى</w:t>
            </w:r>
          </w:p>
        </w:tc>
        <w:tc>
          <w:tcPr>
            <w:tcW w:w="913" w:type="dxa"/>
          </w:tcPr>
          <w:p w:rsidR="00EE1A1A" w:rsidRDefault="00EE1A1A" w:rsidP="00A80F4B">
            <w:pPr>
              <w:pStyle w:val="libVarCenter"/>
              <w:rPr>
                <w:rtl/>
              </w:rPr>
            </w:pPr>
            <w:r>
              <w:rPr>
                <w:rFonts w:hint="cs"/>
                <w:rtl/>
              </w:rPr>
              <w:t>95</w:t>
            </w:r>
          </w:p>
        </w:tc>
      </w:tr>
      <w:tr w:rsidR="00EE1A1A" w:rsidTr="00BB3BDA">
        <w:tc>
          <w:tcPr>
            <w:tcW w:w="6806" w:type="dxa"/>
          </w:tcPr>
          <w:p w:rsidR="00EE1A1A" w:rsidRDefault="00EE1A1A" w:rsidP="006713DA">
            <w:pPr>
              <w:pStyle w:val="libVar0"/>
              <w:rPr>
                <w:rtl/>
              </w:rPr>
            </w:pPr>
            <w:r>
              <w:rPr>
                <w:rFonts w:hint="cs"/>
                <w:rtl/>
              </w:rPr>
              <w:t>إن له أجرين ، لأن أهل الكتاب قتلوه</w:t>
            </w:r>
          </w:p>
        </w:tc>
        <w:tc>
          <w:tcPr>
            <w:tcW w:w="913" w:type="dxa"/>
          </w:tcPr>
          <w:p w:rsidR="00EE1A1A" w:rsidRDefault="00EE1A1A" w:rsidP="00A80F4B">
            <w:pPr>
              <w:pStyle w:val="libVarCenter"/>
              <w:rPr>
                <w:rtl/>
              </w:rPr>
            </w:pPr>
            <w:r>
              <w:rPr>
                <w:rFonts w:hint="cs"/>
                <w:rtl/>
              </w:rPr>
              <w:t>72</w:t>
            </w:r>
          </w:p>
        </w:tc>
      </w:tr>
      <w:tr w:rsidR="00EE1A1A" w:rsidTr="00BB3BDA">
        <w:tc>
          <w:tcPr>
            <w:tcW w:w="6806" w:type="dxa"/>
          </w:tcPr>
          <w:p w:rsidR="00EE1A1A" w:rsidRDefault="00EE1A1A" w:rsidP="006713DA">
            <w:pPr>
              <w:pStyle w:val="libVar0"/>
              <w:rPr>
                <w:rtl/>
              </w:rPr>
            </w:pPr>
            <w:r>
              <w:rPr>
                <w:rFonts w:hint="cs"/>
                <w:rtl/>
              </w:rPr>
              <w:t>أنّما يبتلى المؤمن في الدنيا على قدر دينه</w:t>
            </w:r>
          </w:p>
        </w:tc>
        <w:tc>
          <w:tcPr>
            <w:tcW w:w="913" w:type="dxa"/>
          </w:tcPr>
          <w:p w:rsidR="00EE1A1A" w:rsidRDefault="00EE1A1A" w:rsidP="00A80F4B">
            <w:pPr>
              <w:pStyle w:val="libVarCenter"/>
              <w:rPr>
                <w:rtl/>
              </w:rPr>
            </w:pPr>
            <w:r>
              <w:rPr>
                <w:rFonts w:hint="cs"/>
                <w:rtl/>
              </w:rPr>
              <w:t>114</w:t>
            </w:r>
          </w:p>
        </w:tc>
      </w:tr>
      <w:tr w:rsidR="00EE1A1A" w:rsidTr="00BB3BDA">
        <w:tc>
          <w:tcPr>
            <w:tcW w:w="6806" w:type="dxa"/>
          </w:tcPr>
          <w:p w:rsidR="00EE1A1A" w:rsidRDefault="00EE1A1A" w:rsidP="006713DA">
            <w:pPr>
              <w:pStyle w:val="libVar0"/>
              <w:rPr>
                <w:rtl/>
              </w:rPr>
            </w:pPr>
            <w:r>
              <w:rPr>
                <w:rFonts w:hint="cs"/>
                <w:rtl/>
              </w:rPr>
              <w:t>إن مرض عدته</w:t>
            </w:r>
          </w:p>
        </w:tc>
        <w:tc>
          <w:tcPr>
            <w:tcW w:w="913" w:type="dxa"/>
          </w:tcPr>
          <w:p w:rsidR="00EE1A1A" w:rsidRDefault="00EE1A1A" w:rsidP="00A80F4B">
            <w:pPr>
              <w:pStyle w:val="libVarCenter"/>
              <w:rPr>
                <w:rtl/>
              </w:rPr>
            </w:pPr>
            <w:r>
              <w:rPr>
                <w:rFonts w:hint="cs"/>
                <w:rtl/>
              </w:rPr>
              <w:t>105</w:t>
            </w:r>
          </w:p>
        </w:tc>
      </w:tr>
      <w:tr w:rsidR="00EE1A1A" w:rsidTr="00BB3BDA">
        <w:tc>
          <w:tcPr>
            <w:tcW w:w="6806" w:type="dxa"/>
          </w:tcPr>
          <w:p w:rsidR="00EE1A1A" w:rsidRDefault="00EE1A1A" w:rsidP="006713DA">
            <w:pPr>
              <w:pStyle w:val="libVar0"/>
              <w:rPr>
                <w:rtl/>
              </w:rPr>
            </w:pPr>
            <w:r>
              <w:rPr>
                <w:rFonts w:hint="cs"/>
                <w:rtl/>
              </w:rPr>
              <w:t>إني أخاف على عقلها</w:t>
            </w:r>
          </w:p>
        </w:tc>
        <w:tc>
          <w:tcPr>
            <w:tcW w:w="913" w:type="dxa"/>
          </w:tcPr>
          <w:p w:rsidR="00EE1A1A" w:rsidRDefault="00EE1A1A" w:rsidP="00A80F4B">
            <w:pPr>
              <w:pStyle w:val="libVarCenter"/>
              <w:rPr>
                <w:rtl/>
              </w:rPr>
            </w:pPr>
            <w:r>
              <w:rPr>
                <w:rFonts w:hint="cs"/>
                <w:rtl/>
              </w:rPr>
              <w:t>72</w:t>
            </w:r>
          </w:p>
        </w:tc>
      </w:tr>
      <w:tr w:rsidR="00EE1A1A" w:rsidTr="00BB3BDA">
        <w:tc>
          <w:tcPr>
            <w:tcW w:w="6806" w:type="dxa"/>
          </w:tcPr>
          <w:p w:rsidR="00EE1A1A" w:rsidRDefault="00EE1A1A" w:rsidP="006713DA">
            <w:pPr>
              <w:pStyle w:val="libVar0"/>
              <w:rPr>
                <w:rtl/>
              </w:rPr>
            </w:pPr>
            <w:r>
              <w:rPr>
                <w:rFonts w:hint="cs"/>
                <w:rtl/>
              </w:rPr>
              <w:t>إني رأيت البارحة عجباً رأيت رجلاً من اُمتي قدخفّ ميزانه</w:t>
            </w:r>
          </w:p>
        </w:tc>
        <w:tc>
          <w:tcPr>
            <w:tcW w:w="913" w:type="dxa"/>
          </w:tcPr>
          <w:p w:rsidR="00EE1A1A" w:rsidRDefault="00EE1A1A" w:rsidP="00A80F4B">
            <w:pPr>
              <w:pStyle w:val="libVarCenter"/>
              <w:rPr>
                <w:rtl/>
              </w:rPr>
            </w:pPr>
            <w:r>
              <w:rPr>
                <w:rFonts w:hint="cs"/>
                <w:rtl/>
              </w:rPr>
              <w:t>31</w:t>
            </w:r>
          </w:p>
        </w:tc>
      </w:tr>
      <w:tr w:rsidR="00EE1A1A" w:rsidTr="00BB3BDA">
        <w:tc>
          <w:tcPr>
            <w:tcW w:w="6806" w:type="dxa"/>
          </w:tcPr>
          <w:p w:rsidR="00EE1A1A" w:rsidRDefault="00EE1A1A" w:rsidP="006713DA">
            <w:pPr>
              <w:pStyle w:val="libVar0"/>
              <w:rPr>
                <w:rtl/>
              </w:rPr>
            </w:pPr>
            <w:r>
              <w:rPr>
                <w:rFonts w:hint="cs"/>
                <w:rtl/>
              </w:rPr>
              <w:t>أوقَدْ مات؟ ... الا تسمعون؟ إنّ الله لا يعذّب بدمع العين</w:t>
            </w:r>
          </w:p>
        </w:tc>
        <w:tc>
          <w:tcPr>
            <w:tcW w:w="913" w:type="dxa"/>
          </w:tcPr>
          <w:p w:rsidR="00EE1A1A" w:rsidRDefault="00EE1A1A" w:rsidP="00A80F4B">
            <w:pPr>
              <w:pStyle w:val="libVarCenter"/>
              <w:rPr>
                <w:rtl/>
              </w:rPr>
            </w:pPr>
            <w:r>
              <w:rPr>
                <w:rFonts w:hint="cs"/>
                <w:rtl/>
              </w:rPr>
              <w:t>95</w:t>
            </w:r>
          </w:p>
        </w:tc>
      </w:tr>
      <w:tr w:rsidR="00EE1A1A" w:rsidTr="00BB3BDA">
        <w:tc>
          <w:tcPr>
            <w:tcW w:w="6806" w:type="dxa"/>
          </w:tcPr>
          <w:p w:rsidR="00EE1A1A" w:rsidRDefault="00EE1A1A" w:rsidP="006713DA">
            <w:pPr>
              <w:pStyle w:val="libVar0"/>
              <w:rPr>
                <w:rtl/>
              </w:rPr>
            </w:pPr>
            <w:r>
              <w:rPr>
                <w:rFonts w:hint="cs"/>
                <w:rtl/>
              </w:rPr>
              <w:t>أي رب ، أي خلقك أحبّ اليك</w:t>
            </w:r>
          </w:p>
        </w:tc>
        <w:tc>
          <w:tcPr>
            <w:tcW w:w="913" w:type="dxa"/>
          </w:tcPr>
          <w:p w:rsidR="00EE1A1A" w:rsidRDefault="00EE1A1A" w:rsidP="00A80F4B">
            <w:pPr>
              <w:pStyle w:val="libVarCenter"/>
              <w:rPr>
                <w:rtl/>
              </w:rPr>
            </w:pPr>
            <w:r>
              <w:rPr>
                <w:rFonts w:hint="cs"/>
                <w:rtl/>
              </w:rPr>
              <w:t>81</w:t>
            </w:r>
          </w:p>
        </w:tc>
      </w:tr>
      <w:tr w:rsidR="00EE1A1A" w:rsidTr="00BB3BDA">
        <w:tc>
          <w:tcPr>
            <w:tcW w:w="6806" w:type="dxa"/>
          </w:tcPr>
          <w:p w:rsidR="00EE1A1A" w:rsidRDefault="00EE1A1A" w:rsidP="006713DA">
            <w:pPr>
              <w:pStyle w:val="libVar0"/>
              <w:rPr>
                <w:rtl/>
              </w:rPr>
            </w:pPr>
            <w:r>
              <w:rPr>
                <w:rFonts w:hint="cs"/>
                <w:rtl/>
              </w:rPr>
              <w:t>أيّما إمرأة مات لها ثلاثة من الولد كانوا لها حجاباً من النّار</w:t>
            </w:r>
          </w:p>
        </w:tc>
        <w:tc>
          <w:tcPr>
            <w:tcW w:w="913" w:type="dxa"/>
          </w:tcPr>
          <w:p w:rsidR="00EE1A1A" w:rsidRDefault="00EE1A1A" w:rsidP="00A80F4B">
            <w:pPr>
              <w:pStyle w:val="libVarCenter"/>
              <w:rPr>
                <w:rtl/>
              </w:rPr>
            </w:pPr>
            <w:r>
              <w:rPr>
                <w:rFonts w:hint="cs"/>
                <w:rtl/>
              </w:rPr>
              <w:t>38</w:t>
            </w:r>
          </w:p>
        </w:tc>
      </w:tr>
      <w:tr w:rsidR="00EE1A1A" w:rsidTr="00BB3BDA">
        <w:tc>
          <w:tcPr>
            <w:tcW w:w="6806" w:type="dxa"/>
          </w:tcPr>
          <w:p w:rsidR="00EE1A1A" w:rsidRDefault="00EE1A1A" w:rsidP="006713DA">
            <w:pPr>
              <w:pStyle w:val="libVar0"/>
              <w:rPr>
                <w:rtl/>
              </w:rPr>
            </w:pPr>
            <w:r>
              <w:rPr>
                <w:rFonts w:hint="cs"/>
                <w:rtl/>
              </w:rPr>
              <w:t>أيّما رجل قدّم ثلاثة أولاد ، لم يبلغوا الحنث</w:t>
            </w:r>
          </w:p>
        </w:tc>
        <w:tc>
          <w:tcPr>
            <w:tcW w:w="913" w:type="dxa"/>
          </w:tcPr>
          <w:p w:rsidR="00EE1A1A" w:rsidRDefault="00EE1A1A" w:rsidP="00A80F4B">
            <w:pPr>
              <w:pStyle w:val="libVarCenter"/>
              <w:rPr>
                <w:rtl/>
              </w:rPr>
            </w:pPr>
            <w:r>
              <w:rPr>
                <w:rFonts w:hint="cs"/>
                <w:rtl/>
              </w:rPr>
              <w:t>29</w:t>
            </w:r>
          </w:p>
        </w:tc>
      </w:tr>
      <w:tr w:rsidR="00EE1A1A" w:rsidTr="00BB3BDA">
        <w:tc>
          <w:tcPr>
            <w:tcW w:w="6806" w:type="dxa"/>
          </w:tcPr>
          <w:p w:rsidR="00EE1A1A" w:rsidRDefault="00EE1A1A" w:rsidP="006713DA">
            <w:pPr>
              <w:pStyle w:val="libVar0"/>
              <w:rPr>
                <w:rtl/>
              </w:rPr>
            </w:pPr>
            <w:r>
              <w:rPr>
                <w:rFonts w:hint="cs"/>
                <w:rtl/>
              </w:rPr>
              <w:t>أيّها الناس ، أيّما عبد من اُمتي اُصيب بمصيبة من بعدي فليتعزّ بمصيبته بي</w:t>
            </w:r>
          </w:p>
        </w:tc>
        <w:tc>
          <w:tcPr>
            <w:tcW w:w="913" w:type="dxa"/>
          </w:tcPr>
          <w:p w:rsidR="00EE1A1A" w:rsidRDefault="00EE1A1A" w:rsidP="00A80F4B">
            <w:pPr>
              <w:pStyle w:val="libVarCenter"/>
              <w:rPr>
                <w:rtl/>
              </w:rPr>
            </w:pPr>
            <w:r>
              <w:rPr>
                <w:rFonts w:hint="cs"/>
                <w:rtl/>
              </w:rPr>
              <w:t>110</w:t>
            </w:r>
          </w:p>
        </w:tc>
      </w:tr>
      <w:tr w:rsidR="00EE1A1A" w:rsidTr="00BB3BDA">
        <w:tc>
          <w:tcPr>
            <w:tcW w:w="6806" w:type="dxa"/>
          </w:tcPr>
          <w:p w:rsidR="00EE1A1A" w:rsidRDefault="00EE1A1A" w:rsidP="006713DA">
            <w:pPr>
              <w:pStyle w:val="libVar0"/>
              <w:rPr>
                <w:rtl/>
              </w:rPr>
            </w:pPr>
            <w:r>
              <w:rPr>
                <w:rFonts w:hint="cs"/>
                <w:rtl/>
              </w:rPr>
              <w:t>أي يا رب ما جزاء من يبل الدمع وجهه</w:t>
            </w:r>
          </w:p>
        </w:tc>
        <w:tc>
          <w:tcPr>
            <w:tcW w:w="913" w:type="dxa"/>
          </w:tcPr>
          <w:p w:rsidR="00EE1A1A" w:rsidRDefault="00EE1A1A" w:rsidP="00A80F4B">
            <w:pPr>
              <w:pStyle w:val="libVarCenter"/>
              <w:rPr>
                <w:rtl/>
              </w:rPr>
            </w:pPr>
            <w:r>
              <w:rPr>
                <w:rFonts w:hint="cs"/>
                <w:rtl/>
              </w:rPr>
              <w:t>107</w:t>
            </w:r>
          </w:p>
        </w:tc>
      </w:tr>
    </w:tbl>
    <w:p w:rsidR="00EE1A1A" w:rsidRDefault="00EE1A1A" w:rsidP="006713DA">
      <w:pPr>
        <w:pStyle w:val="libCenterBold1"/>
        <w:rPr>
          <w:rtl/>
        </w:rPr>
      </w:pPr>
      <w:r>
        <w:rPr>
          <w:rFonts w:hint="cs"/>
          <w:rtl/>
        </w:rPr>
        <w:t>(ب)</w:t>
      </w:r>
    </w:p>
    <w:tbl>
      <w:tblPr>
        <w:bidiVisual/>
        <w:tblW w:w="7706" w:type="dxa"/>
        <w:tblLook w:val="01E0"/>
      </w:tblPr>
      <w:tblGrid>
        <w:gridCol w:w="6806"/>
        <w:gridCol w:w="900"/>
      </w:tblGrid>
      <w:tr w:rsidR="00EE1A1A" w:rsidTr="00BB3BDA">
        <w:tc>
          <w:tcPr>
            <w:tcW w:w="6806" w:type="dxa"/>
          </w:tcPr>
          <w:p w:rsidR="00EE1A1A" w:rsidRDefault="00EE1A1A" w:rsidP="006713DA">
            <w:pPr>
              <w:pStyle w:val="libVar0"/>
              <w:rPr>
                <w:rtl/>
              </w:rPr>
            </w:pPr>
            <w:r>
              <w:rPr>
                <w:rFonts w:hint="cs"/>
                <w:rtl/>
              </w:rPr>
              <w:t>بارك الله لكما في ليلتكما</w:t>
            </w:r>
          </w:p>
        </w:tc>
        <w:tc>
          <w:tcPr>
            <w:tcW w:w="900" w:type="dxa"/>
          </w:tcPr>
          <w:p w:rsidR="00EE1A1A" w:rsidRDefault="00EE1A1A" w:rsidP="00A80F4B">
            <w:pPr>
              <w:pStyle w:val="libVarCenter"/>
              <w:rPr>
                <w:rtl/>
              </w:rPr>
            </w:pPr>
            <w:r>
              <w:rPr>
                <w:rFonts w:hint="cs"/>
                <w:rtl/>
              </w:rPr>
              <w:t>69</w:t>
            </w:r>
          </w:p>
        </w:tc>
      </w:tr>
      <w:tr w:rsidR="00EE1A1A" w:rsidTr="00BB3BDA">
        <w:tc>
          <w:tcPr>
            <w:tcW w:w="6806" w:type="dxa"/>
          </w:tcPr>
          <w:p w:rsidR="00EE1A1A" w:rsidRDefault="00EE1A1A" w:rsidP="006713DA">
            <w:pPr>
              <w:pStyle w:val="libVar0"/>
              <w:rPr>
                <w:rtl/>
              </w:rPr>
            </w:pPr>
            <w:r>
              <w:rPr>
                <w:rFonts w:hint="cs"/>
                <w:rtl/>
              </w:rPr>
              <w:t>بالتسليم لله ، والرضا فيما ورد عليه من سرور أوسخط</w:t>
            </w:r>
          </w:p>
        </w:tc>
        <w:tc>
          <w:tcPr>
            <w:tcW w:w="900" w:type="dxa"/>
          </w:tcPr>
          <w:p w:rsidR="00EE1A1A" w:rsidRDefault="00EE1A1A" w:rsidP="00A80F4B">
            <w:pPr>
              <w:pStyle w:val="libVarCenter"/>
              <w:rPr>
                <w:rtl/>
              </w:rPr>
            </w:pPr>
            <w:r>
              <w:rPr>
                <w:rFonts w:hint="cs"/>
                <w:rtl/>
              </w:rPr>
              <w:t>83</w:t>
            </w:r>
          </w:p>
        </w:tc>
      </w:tr>
      <w:tr w:rsidR="00EE1A1A" w:rsidTr="00BB3BDA">
        <w:tc>
          <w:tcPr>
            <w:tcW w:w="6806" w:type="dxa"/>
          </w:tcPr>
          <w:p w:rsidR="00EE1A1A" w:rsidRDefault="00EE1A1A" w:rsidP="006713DA">
            <w:pPr>
              <w:pStyle w:val="libVar0"/>
              <w:rPr>
                <w:rtl/>
              </w:rPr>
            </w:pPr>
            <w:r>
              <w:rPr>
                <w:rFonts w:hint="cs"/>
                <w:rtl/>
              </w:rPr>
              <w:t>بخ بخ، خمس ما أثقلهنّ في الميزان</w:t>
            </w:r>
          </w:p>
        </w:tc>
        <w:tc>
          <w:tcPr>
            <w:tcW w:w="900" w:type="dxa"/>
          </w:tcPr>
          <w:p w:rsidR="00EE1A1A" w:rsidRDefault="00EE1A1A" w:rsidP="00A80F4B">
            <w:pPr>
              <w:pStyle w:val="libVarCenter"/>
              <w:rPr>
                <w:rtl/>
              </w:rPr>
            </w:pPr>
            <w:r>
              <w:rPr>
                <w:rFonts w:hint="cs"/>
                <w:rtl/>
              </w:rPr>
              <w:t>31</w:t>
            </w:r>
          </w:p>
        </w:tc>
      </w:tr>
    </w:tbl>
    <w:p w:rsidR="00EE1A1A" w:rsidRDefault="00EE1A1A" w:rsidP="00BB3BDA">
      <w:pPr>
        <w:pStyle w:val="libNormal0"/>
        <w:rPr>
          <w:rtl/>
        </w:rPr>
      </w:pPr>
    </w:p>
    <w:p w:rsidR="00EE1A1A" w:rsidRDefault="00EE1A1A" w:rsidP="00BB3BDA">
      <w:pPr>
        <w:pStyle w:val="libNormal0"/>
        <w:rPr>
          <w:rtl/>
        </w:rPr>
      </w:pPr>
      <w:r>
        <w:rPr>
          <w:rtl/>
        </w:rPr>
        <w:br w:type="page"/>
      </w:r>
    </w:p>
    <w:tbl>
      <w:tblPr>
        <w:bidiVisual/>
        <w:tblW w:w="7719" w:type="dxa"/>
        <w:tblLook w:val="01E0"/>
      </w:tblPr>
      <w:tblGrid>
        <w:gridCol w:w="6806"/>
        <w:gridCol w:w="913"/>
      </w:tblGrid>
      <w:tr w:rsidR="00EE1A1A" w:rsidTr="00BB3BDA">
        <w:tc>
          <w:tcPr>
            <w:tcW w:w="6806" w:type="dxa"/>
          </w:tcPr>
          <w:p w:rsidR="00EE1A1A" w:rsidRDefault="00EE1A1A" w:rsidP="006713DA">
            <w:pPr>
              <w:pStyle w:val="libVar0"/>
              <w:rPr>
                <w:rtl/>
              </w:rPr>
            </w:pPr>
            <w:r>
              <w:rPr>
                <w:rFonts w:hint="cs"/>
                <w:rtl/>
              </w:rPr>
              <w:lastRenderedPageBreak/>
              <w:t>بسم الله الرّحمن الرّحيم : إلى الخلف الصّالح والذريّة الطيبة</w:t>
            </w:r>
          </w:p>
        </w:tc>
        <w:tc>
          <w:tcPr>
            <w:tcW w:w="913" w:type="dxa"/>
          </w:tcPr>
          <w:p w:rsidR="00EE1A1A" w:rsidRDefault="00EE1A1A" w:rsidP="00A80F4B">
            <w:pPr>
              <w:pStyle w:val="libVarCenter"/>
              <w:rPr>
                <w:rtl/>
              </w:rPr>
            </w:pPr>
            <w:r>
              <w:rPr>
                <w:rFonts w:hint="cs"/>
                <w:rtl/>
              </w:rPr>
              <w:t>116</w:t>
            </w:r>
          </w:p>
        </w:tc>
      </w:tr>
      <w:tr w:rsidR="00EE1A1A" w:rsidTr="00BB3BDA">
        <w:tc>
          <w:tcPr>
            <w:tcW w:w="6806" w:type="dxa"/>
          </w:tcPr>
          <w:p w:rsidR="00EE1A1A" w:rsidRDefault="00EE1A1A" w:rsidP="006713DA">
            <w:pPr>
              <w:pStyle w:val="libVar0"/>
              <w:rPr>
                <w:rtl/>
              </w:rPr>
            </w:pPr>
            <w:r>
              <w:rPr>
                <w:rFonts w:hint="cs"/>
                <w:rtl/>
              </w:rPr>
              <w:t>بسم الله الرّحمن الرّحيم ، من محمد رسول الله إلى مَعاذ سلام عليك</w:t>
            </w:r>
          </w:p>
        </w:tc>
        <w:tc>
          <w:tcPr>
            <w:tcW w:w="913" w:type="dxa"/>
          </w:tcPr>
          <w:p w:rsidR="00EE1A1A" w:rsidRDefault="00EE1A1A" w:rsidP="00A80F4B">
            <w:pPr>
              <w:pStyle w:val="libVarCenter"/>
              <w:rPr>
                <w:rtl/>
              </w:rPr>
            </w:pPr>
            <w:r>
              <w:rPr>
                <w:rFonts w:hint="cs"/>
                <w:rtl/>
              </w:rPr>
              <w:t>108</w:t>
            </w:r>
          </w:p>
        </w:tc>
      </w:tr>
      <w:tr w:rsidR="00EE1A1A" w:rsidTr="00BB3BDA">
        <w:tc>
          <w:tcPr>
            <w:tcW w:w="6806" w:type="dxa"/>
          </w:tcPr>
          <w:p w:rsidR="00EE1A1A" w:rsidRDefault="00EE1A1A" w:rsidP="006713DA">
            <w:pPr>
              <w:pStyle w:val="libVar0"/>
              <w:rPr>
                <w:rtl/>
              </w:rPr>
            </w:pPr>
            <w:r>
              <w:rPr>
                <w:rFonts w:hint="cs"/>
                <w:rtl/>
              </w:rPr>
              <w:t>البلاء زين المؤمن وكرامة لمن عقل</w:t>
            </w:r>
          </w:p>
        </w:tc>
        <w:tc>
          <w:tcPr>
            <w:tcW w:w="913" w:type="dxa"/>
          </w:tcPr>
          <w:p w:rsidR="00EE1A1A" w:rsidRDefault="00EE1A1A" w:rsidP="00A80F4B">
            <w:pPr>
              <w:pStyle w:val="libVarCenter"/>
              <w:rPr>
                <w:rtl/>
              </w:rPr>
            </w:pPr>
            <w:r>
              <w:rPr>
                <w:rFonts w:hint="cs"/>
                <w:rtl/>
              </w:rPr>
              <w:t>58</w:t>
            </w:r>
          </w:p>
        </w:tc>
      </w:tr>
      <w:tr w:rsidR="00EE1A1A" w:rsidTr="00BB3BDA">
        <w:tc>
          <w:tcPr>
            <w:tcW w:w="6806" w:type="dxa"/>
          </w:tcPr>
          <w:p w:rsidR="00EE1A1A" w:rsidRDefault="00EE1A1A" w:rsidP="006713DA">
            <w:pPr>
              <w:pStyle w:val="libVar0"/>
              <w:rPr>
                <w:rtl/>
              </w:rPr>
            </w:pPr>
            <w:r>
              <w:rPr>
                <w:rFonts w:hint="cs"/>
                <w:rtl/>
              </w:rPr>
              <w:t>بلغني أنك جزعت جزعاً شديداً ... لست بالرقوب</w:t>
            </w:r>
          </w:p>
        </w:tc>
        <w:tc>
          <w:tcPr>
            <w:tcW w:w="913" w:type="dxa"/>
          </w:tcPr>
          <w:p w:rsidR="00EE1A1A" w:rsidRDefault="00EE1A1A" w:rsidP="00A80F4B">
            <w:pPr>
              <w:pStyle w:val="libVarCenter"/>
              <w:rPr>
                <w:rtl/>
              </w:rPr>
            </w:pPr>
            <w:r>
              <w:rPr>
                <w:rFonts w:hint="cs"/>
                <w:rtl/>
              </w:rPr>
              <w:t>41</w:t>
            </w:r>
          </w:p>
        </w:tc>
      </w:tr>
      <w:tr w:rsidR="00EE1A1A" w:rsidTr="00BB3BDA">
        <w:tc>
          <w:tcPr>
            <w:tcW w:w="6806" w:type="dxa"/>
          </w:tcPr>
          <w:p w:rsidR="00EE1A1A" w:rsidRDefault="00EE1A1A" w:rsidP="006713DA">
            <w:pPr>
              <w:pStyle w:val="libVar0"/>
              <w:rPr>
                <w:rtl/>
              </w:rPr>
            </w:pPr>
            <w:r>
              <w:rPr>
                <w:rFonts w:hint="cs"/>
                <w:rtl/>
              </w:rPr>
              <w:t>بني الإيمان على أربع دعائم : اليقين والصبر والجهاد والعدل</w:t>
            </w:r>
          </w:p>
        </w:tc>
        <w:tc>
          <w:tcPr>
            <w:tcW w:w="913" w:type="dxa"/>
          </w:tcPr>
          <w:p w:rsidR="00EE1A1A" w:rsidRDefault="00EE1A1A" w:rsidP="00A80F4B">
            <w:pPr>
              <w:pStyle w:val="libVarCenter"/>
              <w:rPr>
                <w:rtl/>
              </w:rPr>
            </w:pPr>
            <w:r>
              <w:rPr>
                <w:rFonts w:hint="cs"/>
                <w:rtl/>
              </w:rPr>
              <w:t>48</w:t>
            </w:r>
          </w:p>
        </w:tc>
      </w:tr>
    </w:tbl>
    <w:p w:rsidR="00EE1A1A" w:rsidRDefault="00EE1A1A" w:rsidP="006713DA">
      <w:pPr>
        <w:pStyle w:val="libCenterBold1"/>
        <w:rPr>
          <w:rtl/>
        </w:rPr>
      </w:pPr>
      <w:r>
        <w:rPr>
          <w:rFonts w:hint="cs"/>
          <w:rtl/>
        </w:rPr>
        <w:t>(ت)</w:t>
      </w:r>
    </w:p>
    <w:tbl>
      <w:tblPr>
        <w:bidiVisual/>
        <w:tblW w:w="7706" w:type="dxa"/>
        <w:tblLook w:val="01E0"/>
      </w:tblPr>
      <w:tblGrid>
        <w:gridCol w:w="6806"/>
        <w:gridCol w:w="900"/>
      </w:tblGrid>
      <w:tr w:rsidR="00EE1A1A" w:rsidTr="00BB3BDA">
        <w:tc>
          <w:tcPr>
            <w:tcW w:w="6806" w:type="dxa"/>
          </w:tcPr>
          <w:p w:rsidR="00EE1A1A" w:rsidRDefault="00EE1A1A" w:rsidP="006713DA">
            <w:pPr>
              <w:pStyle w:val="libVar0"/>
              <w:rPr>
                <w:rtl/>
              </w:rPr>
            </w:pPr>
            <w:r>
              <w:rPr>
                <w:rFonts w:hint="cs"/>
                <w:rtl/>
              </w:rPr>
              <w:t>تدمع العين ، ويحزن القلب ، ولا نقول ما يسخط الرب</w:t>
            </w:r>
          </w:p>
        </w:tc>
        <w:tc>
          <w:tcPr>
            <w:tcW w:w="900" w:type="dxa"/>
          </w:tcPr>
          <w:p w:rsidR="00EE1A1A" w:rsidRDefault="00EE1A1A" w:rsidP="00A80F4B">
            <w:pPr>
              <w:pStyle w:val="libVarCenter"/>
              <w:rPr>
                <w:rtl/>
              </w:rPr>
            </w:pPr>
            <w:r>
              <w:rPr>
                <w:rFonts w:hint="cs"/>
                <w:rtl/>
              </w:rPr>
              <w:t>93</w:t>
            </w:r>
          </w:p>
        </w:tc>
      </w:tr>
      <w:tr w:rsidR="00EE1A1A" w:rsidTr="00BB3BDA">
        <w:tc>
          <w:tcPr>
            <w:tcW w:w="6806" w:type="dxa"/>
          </w:tcPr>
          <w:p w:rsidR="00EE1A1A" w:rsidRDefault="00EE1A1A" w:rsidP="006713DA">
            <w:pPr>
              <w:pStyle w:val="libVar0"/>
              <w:rPr>
                <w:rtl/>
              </w:rPr>
            </w:pPr>
            <w:r>
              <w:rPr>
                <w:rFonts w:hint="cs"/>
                <w:rtl/>
              </w:rPr>
              <w:t>تدمع العين ، ويوجع القلب ، ولا نقول ما يسخط الربّ عزّ وجلّ</w:t>
            </w:r>
          </w:p>
        </w:tc>
        <w:tc>
          <w:tcPr>
            <w:tcW w:w="900" w:type="dxa"/>
          </w:tcPr>
          <w:p w:rsidR="00EE1A1A" w:rsidRDefault="00EE1A1A" w:rsidP="00A80F4B">
            <w:pPr>
              <w:pStyle w:val="libVarCenter"/>
              <w:rPr>
                <w:rtl/>
              </w:rPr>
            </w:pPr>
            <w:r>
              <w:rPr>
                <w:rFonts w:hint="cs"/>
                <w:rtl/>
              </w:rPr>
              <w:t>94</w:t>
            </w:r>
          </w:p>
        </w:tc>
      </w:tr>
      <w:tr w:rsidR="00EE1A1A" w:rsidTr="00BB3BDA">
        <w:tc>
          <w:tcPr>
            <w:tcW w:w="6806" w:type="dxa"/>
          </w:tcPr>
          <w:p w:rsidR="00EE1A1A" w:rsidRDefault="00EE1A1A" w:rsidP="006713DA">
            <w:pPr>
              <w:pStyle w:val="libVar0"/>
              <w:rPr>
                <w:rtl/>
              </w:rPr>
            </w:pPr>
            <w:r>
              <w:rPr>
                <w:rFonts w:hint="cs"/>
                <w:rtl/>
              </w:rPr>
              <w:t>تزوّجوا فإنّي مكاثر بكم الاُمم يوم القيامة</w:t>
            </w:r>
          </w:p>
        </w:tc>
        <w:tc>
          <w:tcPr>
            <w:tcW w:w="900" w:type="dxa"/>
          </w:tcPr>
          <w:p w:rsidR="00EE1A1A" w:rsidRDefault="00EE1A1A" w:rsidP="00A80F4B">
            <w:pPr>
              <w:pStyle w:val="libVarCenter"/>
              <w:rPr>
                <w:rtl/>
              </w:rPr>
            </w:pPr>
            <w:r>
              <w:rPr>
                <w:rFonts w:hint="cs"/>
                <w:rtl/>
              </w:rPr>
              <w:t>32</w:t>
            </w:r>
          </w:p>
        </w:tc>
      </w:tr>
      <w:tr w:rsidR="00EE1A1A" w:rsidTr="00BB3BDA">
        <w:tc>
          <w:tcPr>
            <w:tcW w:w="6806" w:type="dxa"/>
          </w:tcPr>
          <w:p w:rsidR="00EE1A1A" w:rsidRDefault="00EE1A1A" w:rsidP="006713DA">
            <w:pPr>
              <w:pStyle w:val="libVar0"/>
              <w:rPr>
                <w:rtl/>
              </w:rPr>
            </w:pPr>
            <w:r>
              <w:rPr>
                <w:rFonts w:hint="cs"/>
                <w:rtl/>
              </w:rPr>
              <w:t>تصفيق الرجل بيمينه على شماله ، والصبر عند الصدمة الاُولى</w:t>
            </w:r>
          </w:p>
        </w:tc>
        <w:tc>
          <w:tcPr>
            <w:tcW w:w="900" w:type="dxa"/>
          </w:tcPr>
          <w:p w:rsidR="00EE1A1A" w:rsidRDefault="00EE1A1A" w:rsidP="00A80F4B">
            <w:pPr>
              <w:pStyle w:val="libVarCenter"/>
              <w:rPr>
                <w:rtl/>
              </w:rPr>
            </w:pPr>
            <w:r>
              <w:rPr>
                <w:rFonts w:hint="cs"/>
                <w:rtl/>
              </w:rPr>
              <w:t>53 ، 99</w:t>
            </w:r>
          </w:p>
        </w:tc>
      </w:tr>
      <w:tr w:rsidR="00EE1A1A" w:rsidTr="00BB3BDA">
        <w:tc>
          <w:tcPr>
            <w:tcW w:w="6806" w:type="dxa"/>
          </w:tcPr>
          <w:p w:rsidR="00EE1A1A" w:rsidRDefault="00EE1A1A" w:rsidP="006713DA">
            <w:pPr>
              <w:pStyle w:val="libVar0"/>
              <w:rPr>
                <w:rtl/>
              </w:rPr>
            </w:pPr>
            <w:r>
              <w:rPr>
                <w:rFonts w:hint="cs"/>
                <w:rtl/>
              </w:rPr>
              <w:t>تعلّق القلب بالموجود شرك وبالمفقود كفر</w:t>
            </w:r>
          </w:p>
        </w:tc>
        <w:tc>
          <w:tcPr>
            <w:tcW w:w="900" w:type="dxa"/>
          </w:tcPr>
          <w:p w:rsidR="00EE1A1A" w:rsidRDefault="00EE1A1A" w:rsidP="00A80F4B">
            <w:pPr>
              <w:pStyle w:val="libVarCenter"/>
              <w:rPr>
                <w:rtl/>
              </w:rPr>
            </w:pPr>
            <w:r>
              <w:rPr>
                <w:rFonts w:hint="cs"/>
                <w:rtl/>
              </w:rPr>
              <w:t>82</w:t>
            </w:r>
          </w:p>
        </w:tc>
      </w:tr>
    </w:tbl>
    <w:p w:rsidR="00EE1A1A" w:rsidRDefault="00EE1A1A" w:rsidP="006713DA">
      <w:pPr>
        <w:pStyle w:val="libCenterBold1"/>
        <w:rPr>
          <w:rtl/>
        </w:rPr>
      </w:pPr>
      <w:r>
        <w:rPr>
          <w:rFonts w:hint="cs"/>
          <w:rtl/>
        </w:rPr>
        <w:t>(ث)</w:t>
      </w:r>
    </w:p>
    <w:tbl>
      <w:tblPr>
        <w:bidiVisual/>
        <w:tblW w:w="7706" w:type="dxa"/>
        <w:tblLook w:val="01E0"/>
      </w:tblPr>
      <w:tblGrid>
        <w:gridCol w:w="6806"/>
        <w:gridCol w:w="900"/>
      </w:tblGrid>
      <w:tr w:rsidR="00EE1A1A" w:rsidTr="00BB3BDA">
        <w:tc>
          <w:tcPr>
            <w:tcW w:w="6806" w:type="dxa"/>
          </w:tcPr>
          <w:p w:rsidR="00EE1A1A" w:rsidRDefault="00EE1A1A" w:rsidP="006713DA">
            <w:pPr>
              <w:pStyle w:val="libVar0"/>
              <w:rPr>
                <w:rtl/>
              </w:rPr>
            </w:pPr>
            <w:r>
              <w:rPr>
                <w:rFonts w:hint="cs"/>
                <w:rtl/>
              </w:rPr>
              <w:t>ثلاث من رزقهن فقد رزق خير الدّارين</w:t>
            </w:r>
          </w:p>
        </w:tc>
        <w:tc>
          <w:tcPr>
            <w:tcW w:w="900" w:type="dxa"/>
          </w:tcPr>
          <w:p w:rsidR="00EE1A1A" w:rsidRDefault="00EE1A1A" w:rsidP="00A80F4B">
            <w:pPr>
              <w:pStyle w:val="libVarCenter"/>
              <w:rPr>
                <w:rtl/>
              </w:rPr>
            </w:pPr>
            <w:r>
              <w:rPr>
                <w:rFonts w:hint="cs"/>
                <w:rtl/>
              </w:rPr>
              <w:t>49</w:t>
            </w:r>
          </w:p>
        </w:tc>
      </w:tr>
      <w:tr w:rsidR="00EE1A1A" w:rsidTr="00BB3BDA">
        <w:tc>
          <w:tcPr>
            <w:tcW w:w="6806" w:type="dxa"/>
          </w:tcPr>
          <w:p w:rsidR="00EE1A1A" w:rsidRDefault="00EE1A1A" w:rsidP="006713DA">
            <w:pPr>
              <w:pStyle w:val="libVar0"/>
              <w:rPr>
                <w:rtl/>
              </w:rPr>
            </w:pPr>
            <w:r>
              <w:rPr>
                <w:rFonts w:hint="cs"/>
                <w:rtl/>
              </w:rPr>
              <w:t>ثواب المؤمن من ولده الجنة صبر أو لم يصبر</w:t>
            </w:r>
          </w:p>
        </w:tc>
        <w:tc>
          <w:tcPr>
            <w:tcW w:w="900" w:type="dxa"/>
          </w:tcPr>
          <w:p w:rsidR="00EE1A1A" w:rsidRDefault="00EE1A1A" w:rsidP="00A80F4B">
            <w:pPr>
              <w:pStyle w:val="libVarCenter"/>
              <w:rPr>
                <w:rtl/>
              </w:rPr>
            </w:pPr>
            <w:r>
              <w:rPr>
                <w:rFonts w:hint="cs"/>
                <w:rtl/>
              </w:rPr>
              <w:t>30</w:t>
            </w:r>
          </w:p>
        </w:tc>
      </w:tr>
    </w:tbl>
    <w:p w:rsidR="00EE1A1A" w:rsidRDefault="00EE1A1A" w:rsidP="006713DA">
      <w:pPr>
        <w:pStyle w:val="libCenterBold1"/>
        <w:rPr>
          <w:rtl/>
        </w:rPr>
      </w:pPr>
      <w:r>
        <w:rPr>
          <w:rFonts w:hint="cs"/>
          <w:rtl/>
        </w:rPr>
        <w:t>(ج)</w:t>
      </w:r>
    </w:p>
    <w:tbl>
      <w:tblPr>
        <w:bidiVisual/>
        <w:tblW w:w="7706" w:type="dxa"/>
        <w:tblLook w:val="01E0"/>
      </w:tblPr>
      <w:tblGrid>
        <w:gridCol w:w="6806"/>
        <w:gridCol w:w="900"/>
      </w:tblGrid>
      <w:tr w:rsidR="00EE1A1A" w:rsidTr="00BB3BDA">
        <w:tc>
          <w:tcPr>
            <w:tcW w:w="6806" w:type="dxa"/>
          </w:tcPr>
          <w:p w:rsidR="00EE1A1A" w:rsidRDefault="00EE1A1A" w:rsidP="006713DA">
            <w:pPr>
              <w:pStyle w:val="libVar0"/>
              <w:rPr>
                <w:rtl/>
              </w:rPr>
            </w:pPr>
            <w:r>
              <w:rPr>
                <w:rFonts w:hint="cs"/>
                <w:rtl/>
              </w:rPr>
              <w:t>الجنّة محفوفة بالمكاره والصبر</w:t>
            </w:r>
          </w:p>
        </w:tc>
        <w:tc>
          <w:tcPr>
            <w:tcW w:w="900" w:type="dxa"/>
          </w:tcPr>
          <w:p w:rsidR="00EE1A1A" w:rsidRDefault="00EE1A1A" w:rsidP="00A80F4B">
            <w:pPr>
              <w:pStyle w:val="libVarCenter"/>
              <w:rPr>
                <w:rtl/>
              </w:rPr>
            </w:pPr>
            <w:r>
              <w:rPr>
                <w:rFonts w:hint="cs"/>
                <w:rtl/>
              </w:rPr>
              <w:t>51</w:t>
            </w:r>
          </w:p>
        </w:tc>
      </w:tr>
    </w:tbl>
    <w:p w:rsidR="003870E1" w:rsidRDefault="003870E1" w:rsidP="006713DA">
      <w:pPr>
        <w:pStyle w:val="libCenterBold1"/>
        <w:rPr>
          <w:rtl/>
        </w:rPr>
      </w:pPr>
    </w:p>
    <w:p w:rsidR="003870E1" w:rsidRDefault="003870E1">
      <w:pPr>
        <w:bidi w:val="0"/>
        <w:spacing w:before="480" w:line="276" w:lineRule="auto"/>
        <w:ind w:firstLine="0"/>
        <w:jc w:val="center"/>
        <w:rPr>
          <w:b/>
          <w:bCs/>
          <w:rtl/>
        </w:rPr>
      </w:pPr>
      <w:r>
        <w:rPr>
          <w:rtl/>
        </w:rPr>
        <w:br w:type="page"/>
      </w:r>
    </w:p>
    <w:p w:rsidR="00EE1A1A" w:rsidRDefault="00EE1A1A" w:rsidP="006713DA">
      <w:pPr>
        <w:pStyle w:val="libCenterBold1"/>
        <w:rPr>
          <w:rtl/>
        </w:rPr>
      </w:pPr>
      <w:r>
        <w:rPr>
          <w:rFonts w:hint="cs"/>
          <w:rtl/>
        </w:rPr>
        <w:lastRenderedPageBreak/>
        <w:t>(د)</w:t>
      </w:r>
    </w:p>
    <w:tbl>
      <w:tblPr>
        <w:bidiVisual/>
        <w:tblW w:w="7719" w:type="dxa"/>
        <w:tblLook w:val="01E0"/>
      </w:tblPr>
      <w:tblGrid>
        <w:gridCol w:w="6806"/>
        <w:gridCol w:w="913"/>
      </w:tblGrid>
      <w:tr w:rsidR="00EE1A1A" w:rsidTr="00BB3BDA">
        <w:tc>
          <w:tcPr>
            <w:tcW w:w="6806" w:type="dxa"/>
          </w:tcPr>
          <w:p w:rsidR="00EE1A1A" w:rsidRDefault="00EE1A1A" w:rsidP="006713DA">
            <w:pPr>
              <w:pStyle w:val="libVar0"/>
              <w:rPr>
                <w:rtl/>
              </w:rPr>
            </w:pPr>
            <w:r>
              <w:rPr>
                <w:rFonts w:hint="cs"/>
                <w:rtl/>
              </w:rPr>
              <w:t xml:space="preserve">دُعي النبّي </w:t>
            </w:r>
            <w:r w:rsidR="00A80F4B" w:rsidRPr="00A80F4B">
              <w:rPr>
                <w:rStyle w:val="libAlaemChar"/>
                <w:rFonts w:hint="cs"/>
                <w:rtl/>
              </w:rPr>
              <w:t>صلى‌الله‌عليه‌وآله‌وسلم</w:t>
            </w:r>
            <w:r>
              <w:rPr>
                <w:rFonts w:hint="cs"/>
                <w:rtl/>
              </w:rPr>
              <w:t xml:space="preserve"> إلى طعام</w:t>
            </w:r>
          </w:p>
        </w:tc>
        <w:tc>
          <w:tcPr>
            <w:tcW w:w="913" w:type="dxa"/>
          </w:tcPr>
          <w:p w:rsidR="00EE1A1A" w:rsidRDefault="00EE1A1A" w:rsidP="00A80F4B">
            <w:pPr>
              <w:pStyle w:val="libVarCenter"/>
              <w:rPr>
                <w:rtl/>
              </w:rPr>
            </w:pPr>
            <w:r>
              <w:rPr>
                <w:rFonts w:hint="cs"/>
                <w:rtl/>
              </w:rPr>
              <w:t>115</w:t>
            </w:r>
          </w:p>
        </w:tc>
      </w:tr>
      <w:tr w:rsidR="00EE1A1A" w:rsidTr="00BB3BDA">
        <w:tc>
          <w:tcPr>
            <w:tcW w:w="6806" w:type="dxa"/>
          </w:tcPr>
          <w:p w:rsidR="00EE1A1A" w:rsidRDefault="00EE1A1A" w:rsidP="006713DA">
            <w:pPr>
              <w:pStyle w:val="libVar0"/>
              <w:rPr>
                <w:rtl/>
              </w:rPr>
            </w:pPr>
            <w:r>
              <w:rPr>
                <w:rFonts w:hint="cs"/>
                <w:rtl/>
              </w:rPr>
              <w:t>دلّني على أعبد أهل الأرض</w:t>
            </w:r>
          </w:p>
        </w:tc>
        <w:tc>
          <w:tcPr>
            <w:tcW w:w="913" w:type="dxa"/>
          </w:tcPr>
          <w:p w:rsidR="00EE1A1A" w:rsidRDefault="00EE1A1A" w:rsidP="00A80F4B">
            <w:pPr>
              <w:pStyle w:val="libVarCenter"/>
              <w:rPr>
                <w:rtl/>
              </w:rPr>
            </w:pPr>
            <w:r>
              <w:rPr>
                <w:rFonts w:hint="cs"/>
                <w:rtl/>
              </w:rPr>
              <w:t>87</w:t>
            </w:r>
          </w:p>
        </w:tc>
      </w:tr>
      <w:tr w:rsidR="00EE1A1A" w:rsidTr="00BB3BDA">
        <w:tc>
          <w:tcPr>
            <w:tcW w:w="6806" w:type="dxa"/>
          </w:tcPr>
          <w:p w:rsidR="00EE1A1A" w:rsidRDefault="00EE1A1A" w:rsidP="006713DA">
            <w:pPr>
              <w:pStyle w:val="libVar0"/>
              <w:rPr>
                <w:rtl/>
              </w:rPr>
            </w:pPr>
            <w:r>
              <w:rPr>
                <w:rFonts w:hint="cs"/>
                <w:rtl/>
              </w:rPr>
              <w:t>دلّني على أمر فيه رضاك</w:t>
            </w:r>
          </w:p>
        </w:tc>
        <w:tc>
          <w:tcPr>
            <w:tcW w:w="913" w:type="dxa"/>
          </w:tcPr>
          <w:p w:rsidR="00EE1A1A" w:rsidRDefault="00EE1A1A" w:rsidP="00A80F4B">
            <w:pPr>
              <w:pStyle w:val="libVarCenter"/>
              <w:rPr>
                <w:rtl/>
              </w:rPr>
            </w:pPr>
            <w:r>
              <w:rPr>
                <w:rFonts w:hint="cs"/>
                <w:rtl/>
              </w:rPr>
              <w:t>23</w:t>
            </w:r>
          </w:p>
        </w:tc>
      </w:tr>
      <w:tr w:rsidR="00EE1A1A" w:rsidTr="00BB3BDA">
        <w:tc>
          <w:tcPr>
            <w:tcW w:w="6806" w:type="dxa"/>
          </w:tcPr>
          <w:p w:rsidR="00EE1A1A" w:rsidRDefault="00EE1A1A" w:rsidP="006713DA">
            <w:pPr>
              <w:pStyle w:val="libVar0"/>
              <w:rPr>
                <w:rtl/>
              </w:rPr>
            </w:pPr>
            <w:r>
              <w:rPr>
                <w:rFonts w:hint="cs"/>
                <w:rtl/>
              </w:rPr>
              <w:t>الدّنيا سجن المؤمن وجنّة الكافر</w:t>
            </w:r>
          </w:p>
        </w:tc>
        <w:tc>
          <w:tcPr>
            <w:tcW w:w="913" w:type="dxa"/>
          </w:tcPr>
          <w:p w:rsidR="00EE1A1A" w:rsidRDefault="00EE1A1A" w:rsidP="00A80F4B">
            <w:pPr>
              <w:pStyle w:val="libVarCenter"/>
              <w:rPr>
                <w:rtl/>
              </w:rPr>
            </w:pPr>
            <w:r>
              <w:rPr>
                <w:rFonts w:hint="cs"/>
                <w:rtl/>
              </w:rPr>
              <w:t>24</w:t>
            </w:r>
          </w:p>
        </w:tc>
      </w:tr>
    </w:tbl>
    <w:p w:rsidR="00EE1A1A" w:rsidRDefault="00EE1A1A" w:rsidP="006713DA">
      <w:pPr>
        <w:pStyle w:val="libCenterBold1"/>
        <w:rPr>
          <w:rtl/>
        </w:rPr>
      </w:pPr>
      <w:r>
        <w:rPr>
          <w:rFonts w:hint="cs"/>
          <w:rtl/>
        </w:rPr>
        <w:t>(ر)</w:t>
      </w:r>
    </w:p>
    <w:tbl>
      <w:tblPr>
        <w:bidiVisual/>
        <w:tblW w:w="7706" w:type="dxa"/>
        <w:tblLook w:val="01E0"/>
      </w:tblPr>
      <w:tblGrid>
        <w:gridCol w:w="6806"/>
        <w:gridCol w:w="900"/>
      </w:tblGrid>
      <w:tr w:rsidR="00EE1A1A" w:rsidTr="00BB3BDA">
        <w:tc>
          <w:tcPr>
            <w:tcW w:w="6806" w:type="dxa"/>
          </w:tcPr>
          <w:p w:rsidR="00EE1A1A" w:rsidRDefault="00EE1A1A" w:rsidP="006713DA">
            <w:pPr>
              <w:pStyle w:val="libVar0"/>
              <w:rPr>
                <w:rtl/>
              </w:rPr>
            </w:pPr>
            <w:r>
              <w:rPr>
                <w:rFonts w:hint="cs"/>
                <w:rtl/>
              </w:rPr>
              <w:t>رأس طاعة الله الصبر والرضى عن الله فيما أحبّ العبد أوكره</w:t>
            </w:r>
          </w:p>
        </w:tc>
        <w:tc>
          <w:tcPr>
            <w:tcW w:w="900" w:type="dxa"/>
          </w:tcPr>
          <w:p w:rsidR="00EE1A1A" w:rsidRDefault="00EE1A1A" w:rsidP="00A80F4B">
            <w:pPr>
              <w:pStyle w:val="libVarCenter"/>
              <w:rPr>
                <w:rtl/>
              </w:rPr>
            </w:pPr>
            <w:r>
              <w:rPr>
                <w:rFonts w:hint="cs"/>
                <w:rtl/>
              </w:rPr>
              <w:t>82</w:t>
            </w:r>
          </w:p>
        </w:tc>
      </w:tr>
      <w:tr w:rsidR="00EE1A1A" w:rsidTr="00BB3BDA">
        <w:tc>
          <w:tcPr>
            <w:tcW w:w="6806" w:type="dxa"/>
          </w:tcPr>
          <w:p w:rsidR="00EE1A1A" w:rsidRDefault="00EE1A1A" w:rsidP="006713DA">
            <w:pPr>
              <w:pStyle w:val="libVar0"/>
              <w:rPr>
                <w:rtl/>
              </w:rPr>
            </w:pPr>
            <w:r>
              <w:rPr>
                <w:rFonts w:hint="cs"/>
                <w:rtl/>
              </w:rPr>
              <w:t>الرقوب التي يبقى لها ولدها</w:t>
            </w:r>
          </w:p>
        </w:tc>
        <w:tc>
          <w:tcPr>
            <w:tcW w:w="900" w:type="dxa"/>
          </w:tcPr>
          <w:p w:rsidR="00EE1A1A" w:rsidRDefault="00EE1A1A" w:rsidP="00A80F4B">
            <w:pPr>
              <w:pStyle w:val="libVarCenter"/>
              <w:rPr>
                <w:rtl/>
              </w:rPr>
            </w:pPr>
            <w:r>
              <w:rPr>
                <w:rFonts w:hint="cs"/>
                <w:rtl/>
              </w:rPr>
              <w:t>38</w:t>
            </w:r>
          </w:p>
        </w:tc>
      </w:tr>
      <w:tr w:rsidR="00EE1A1A" w:rsidTr="00BB3BDA">
        <w:tc>
          <w:tcPr>
            <w:tcW w:w="6806" w:type="dxa"/>
          </w:tcPr>
          <w:p w:rsidR="00EE1A1A" w:rsidRDefault="00EE1A1A" w:rsidP="006713DA">
            <w:pPr>
              <w:pStyle w:val="libVar0"/>
              <w:rPr>
                <w:rtl/>
              </w:rPr>
            </w:pPr>
            <w:r>
              <w:rPr>
                <w:rFonts w:hint="cs"/>
                <w:rtl/>
              </w:rPr>
              <w:t>ريحانة وهبها الله لي وكنت أشمّها</w:t>
            </w:r>
          </w:p>
        </w:tc>
        <w:tc>
          <w:tcPr>
            <w:tcW w:w="900" w:type="dxa"/>
          </w:tcPr>
          <w:p w:rsidR="00EE1A1A" w:rsidRDefault="00EE1A1A" w:rsidP="00A80F4B">
            <w:pPr>
              <w:pStyle w:val="libVarCenter"/>
              <w:rPr>
                <w:rtl/>
              </w:rPr>
            </w:pPr>
            <w:r>
              <w:rPr>
                <w:rFonts w:hint="cs"/>
                <w:rtl/>
              </w:rPr>
              <w:t>94</w:t>
            </w:r>
          </w:p>
        </w:tc>
      </w:tr>
    </w:tbl>
    <w:p w:rsidR="00EE1A1A" w:rsidRDefault="00EE1A1A" w:rsidP="006713DA">
      <w:pPr>
        <w:pStyle w:val="libCenterBold1"/>
        <w:rPr>
          <w:rtl/>
        </w:rPr>
      </w:pPr>
      <w:r>
        <w:rPr>
          <w:rFonts w:hint="cs"/>
          <w:rtl/>
        </w:rPr>
        <w:t>(ز)</w:t>
      </w:r>
    </w:p>
    <w:tbl>
      <w:tblPr>
        <w:bidiVisual/>
        <w:tblW w:w="7706" w:type="dxa"/>
        <w:tblLook w:val="01E0"/>
      </w:tblPr>
      <w:tblGrid>
        <w:gridCol w:w="6806"/>
        <w:gridCol w:w="900"/>
      </w:tblGrid>
      <w:tr w:rsidR="00EE1A1A" w:rsidTr="00BB3BDA">
        <w:tc>
          <w:tcPr>
            <w:tcW w:w="6806" w:type="dxa"/>
          </w:tcPr>
          <w:p w:rsidR="00EE1A1A" w:rsidRDefault="00EE1A1A" w:rsidP="006713DA">
            <w:pPr>
              <w:pStyle w:val="libVar0"/>
              <w:rPr>
                <w:rtl/>
              </w:rPr>
            </w:pPr>
            <w:r>
              <w:rPr>
                <w:rFonts w:hint="cs"/>
                <w:rtl/>
              </w:rPr>
              <w:t>الزّهد عشرة أجزاء: أعلى درجة الزّهد أدنى درجة الورع</w:t>
            </w:r>
          </w:p>
        </w:tc>
        <w:tc>
          <w:tcPr>
            <w:tcW w:w="900" w:type="dxa"/>
          </w:tcPr>
          <w:p w:rsidR="00EE1A1A" w:rsidRDefault="00EE1A1A" w:rsidP="00A80F4B">
            <w:pPr>
              <w:pStyle w:val="libVarCenter"/>
              <w:rPr>
                <w:rtl/>
              </w:rPr>
            </w:pPr>
            <w:r>
              <w:rPr>
                <w:rFonts w:hint="cs"/>
                <w:rtl/>
              </w:rPr>
              <w:t>81</w:t>
            </w:r>
          </w:p>
        </w:tc>
      </w:tr>
    </w:tbl>
    <w:p w:rsidR="00EE1A1A" w:rsidRDefault="00EE1A1A" w:rsidP="006713DA">
      <w:pPr>
        <w:pStyle w:val="libCenterBold1"/>
        <w:rPr>
          <w:rtl/>
        </w:rPr>
      </w:pPr>
      <w:r>
        <w:rPr>
          <w:rtl/>
        </w:rPr>
        <w:br w:type="page"/>
      </w:r>
      <w:r>
        <w:rPr>
          <w:rFonts w:hint="cs"/>
          <w:rtl/>
        </w:rPr>
        <w:lastRenderedPageBreak/>
        <w:t>(س)</w:t>
      </w:r>
    </w:p>
    <w:tbl>
      <w:tblPr>
        <w:bidiVisual/>
        <w:tblW w:w="7719" w:type="dxa"/>
        <w:tblLook w:val="01E0"/>
      </w:tblPr>
      <w:tblGrid>
        <w:gridCol w:w="6806"/>
        <w:gridCol w:w="913"/>
      </w:tblGrid>
      <w:tr w:rsidR="00EE1A1A" w:rsidTr="00BB3BDA">
        <w:tc>
          <w:tcPr>
            <w:tcW w:w="6806" w:type="dxa"/>
          </w:tcPr>
          <w:p w:rsidR="00EE1A1A" w:rsidRDefault="00EE1A1A" w:rsidP="006713DA">
            <w:pPr>
              <w:pStyle w:val="libVar0"/>
              <w:rPr>
                <w:rtl/>
              </w:rPr>
            </w:pPr>
            <w:r>
              <w:rPr>
                <w:rFonts w:hint="cs"/>
                <w:rtl/>
              </w:rPr>
              <w:t>سوداء ولود أحبّ إليَّ من عاقر حسناء</w:t>
            </w:r>
          </w:p>
        </w:tc>
        <w:tc>
          <w:tcPr>
            <w:tcW w:w="913" w:type="dxa"/>
          </w:tcPr>
          <w:p w:rsidR="00EE1A1A" w:rsidRDefault="00EE1A1A" w:rsidP="00A80F4B">
            <w:pPr>
              <w:pStyle w:val="libVarCenter"/>
              <w:rPr>
                <w:rtl/>
              </w:rPr>
            </w:pPr>
            <w:r>
              <w:rPr>
                <w:rFonts w:hint="cs"/>
                <w:rtl/>
              </w:rPr>
              <w:t>32</w:t>
            </w:r>
          </w:p>
        </w:tc>
      </w:tr>
      <w:tr w:rsidR="00EE1A1A" w:rsidTr="00BB3BDA">
        <w:tc>
          <w:tcPr>
            <w:tcW w:w="6806" w:type="dxa"/>
          </w:tcPr>
          <w:p w:rsidR="00EE1A1A" w:rsidRDefault="00EE1A1A" w:rsidP="006713DA">
            <w:pPr>
              <w:pStyle w:val="libVar0"/>
              <w:rPr>
                <w:rtl/>
              </w:rPr>
            </w:pPr>
            <w:r>
              <w:rPr>
                <w:rFonts w:hint="cs"/>
                <w:rtl/>
              </w:rPr>
              <w:t>سوداء ولود خير من حسناء لا تلد</w:t>
            </w:r>
          </w:p>
        </w:tc>
        <w:tc>
          <w:tcPr>
            <w:tcW w:w="913" w:type="dxa"/>
          </w:tcPr>
          <w:p w:rsidR="00EE1A1A" w:rsidRDefault="00EE1A1A" w:rsidP="00A80F4B">
            <w:pPr>
              <w:pStyle w:val="libVarCenter"/>
              <w:rPr>
                <w:rtl/>
              </w:rPr>
            </w:pPr>
            <w:r>
              <w:rPr>
                <w:rFonts w:hint="cs"/>
                <w:rtl/>
              </w:rPr>
              <w:t>32</w:t>
            </w:r>
          </w:p>
        </w:tc>
      </w:tr>
      <w:tr w:rsidR="00EE1A1A" w:rsidTr="00BB3BDA">
        <w:tc>
          <w:tcPr>
            <w:tcW w:w="6806" w:type="dxa"/>
          </w:tcPr>
          <w:p w:rsidR="00EE1A1A" w:rsidRDefault="00EE1A1A" w:rsidP="006713DA">
            <w:pPr>
              <w:pStyle w:val="libVar0"/>
              <w:rPr>
                <w:rtl/>
              </w:rPr>
            </w:pPr>
            <w:r>
              <w:rPr>
                <w:rFonts w:hint="cs"/>
                <w:rtl/>
              </w:rPr>
              <w:t xml:space="preserve">سئل رسول الله </w:t>
            </w:r>
            <w:r w:rsidR="00A80F4B" w:rsidRPr="00A80F4B">
              <w:rPr>
                <w:rStyle w:val="libAlaemChar"/>
                <w:rFonts w:hint="cs"/>
                <w:rtl/>
              </w:rPr>
              <w:t>صلى‌الله‌عليه‌وآله‌وسلم</w:t>
            </w:r>
            <w:r>
              <w:rPr>
                <w:rFonts w:hint="cs"/>
                <w:rtl/>
              </w:rPr>
              <w:t xml:space="preserve"> : من أشّد الناس بلاءً في الدنيا</w:t>
            </w:r>
          </w:p>
        </w:tc>
        <w:tc>
          <w:tcPr>
            <w:tcW w:w="913" w:type="dxa"/>
          </w:tcPr>
          <w:p w:rsidR="00EE1A1A" w:rsidRDefault="00EE1A1A" w:rsidP="00A80F4B">
            <w:pPr>
              <w:pStyle w:val="libVarCenter"/>
              <w:rPr>
                <w:rtl/>
              </w:rPr>
            </w:pPr>
            <w:r>
              <w:rPr>
                <w:rFonts w:hint="cs"/>
                <w:rtl/>
              </w:rPr>
              <w:t>113</w:t>
            </w:r>
          </w:p>
        </w:tc>
      </w:tr>
    </w:tbl>
    <w:p w:rsidR="00EE1A1A" w:rsidRDefault="00EE1A1A" w:rsidP="006713DA">
      <w:pPr>
        <w:pStyle w:val="libCenterBold1"/>
        <w:rPr>
          <w:rtl/>
        </w:rPr>
      </w:pPr>
      <w:r>
        <w:rPr>
          <w:rFonts w:hint="cs"/>
          <w:rtl/>
        </w:rPr>
        <w:t>(ش)</w:t>
      </w:r>
      <w:r w:rsidRPr="00BC5ACB">
        <w:rPr>
          <w:rFonts w:hint="cs"/>
          <w:rtl/>
        </w:rPr>
        <w:t xml:space="preserve"> </w:t>
      </w:r>
    </w:p>
    <w:tbl>
      <w:tblPr>
        <w:bidiVisual/>
        <w:tblW w:w="7706" w:type="dxa"/>
        <w:tblLook w:val="01E0"/>
      </w:tblPr>
      <w:tblGrid>
        <w:gridCol w:w="6806"/>
        <w:gridCol w:w="900"/>
      </w:tblGrid>
      <w:tr w:rsidR="00EE1A1A" w:rsidTr="00BB3BDA">
        <w:tc>
          <w:tcPr>
            <w:tcW w:w="6806" w:type="dxa"/>
          </w:tcPr>
          <w:p w:rsidR="00EE1A1A" w:rsidRDefault="00EE1A1A" w:rsidP="006713DA">
            <w:pPr>
              <w:pStyle w:val="libVar0"/>
              <w:rPr>
                <w:rtl/>
              </w:rPr>
            </w:pPr>
            <w:r>
              <w:rPr>
                <w:rFonts w:hint="cs"/>
                <w:rtl/>
              </w:rPr>
              <w:t>شوق الحبيب إلى حبيبه</w:t>
            </w:r>
          </w:p>
        </w:tc>
        <w:tc>
          <w:tcPr>
            <w:tcW w:w="900" w:type="dxa"/>
          </w:tcPr>
          <w:p w:rsidR="00EE1A1A" w:rsidRDefault="00EE1A1A" w:rsidP="00A80F4B">
            <w:pPr>
              <w:pStyle w:val="libVarCenter"/>
              <w:rPr>
                <w:rtl/>
              </w:rPr>
            </w:pPr>
            <w:r>
              <w:rPr>
                <w:rFonts w:hint="cs"/>
                <w:rtl/>
              </w:rPr>
              <w:t>96</w:t>
            </w:r>
          </w:p>
        </w:tc>
      </w:tr>
    </w:tbl>
    <w:p w:rsidR="00EE1A1A" w:rsidRDefault="00EE1A1A" w:rsidP="006713DA">
      <w:pPr>
        <w:pStyle w:val="libCenterBold1"/>
        <w:rPr>
          <w:rtl/>
        </w:rPr>
      </w:pPr>
      <w:r>
        <w:rPr>
          <w:rFonts w:hint="cs"/>
          <w:rtl/>
        </w:rPr>
        <w:t>(ص)</w:t>
      </w:r>
    </w:p>
    <w:tbl>
      <w:tblPr>
        <w:bidiVisual/>
        <w:tblW w:w="7706" w:type="dxa"/>
        <w:tblLook w:val="01E0"/>
      </w:tblPr>
      <w:tblGrid>
        <w:gridCol w:w="6806"/>
        <w:gridCol w:w="900"/>
      </w:tblGrid>
      <w:tr w:rsidR="00EE1A1A" w:rsidTr="00BB3BDA">
        <w:tc>
          <w:tcPr>
            <w:tcW w:w="6806" w:type="dxa"/>
          </w:tcPr>
          <w:p w:rsidR="00EE1A1A" w:rsidRDefault="00EE1A1A" w:rsidP="006713DA">
            <w:pPr>
              <w:pStyle w:val="libVar0"/>
              <w:rPr>
                <w:rtl/>
              </w:rPr>
            </w:pPr>
            <w:r>
              <w:rPr>
                <w:rFonts w:hint="cs"/>
                <w:rtl/>
              </w:rPr>
              <w:t>الصّبر ثلاثة : صبر عند المصيبة ، وصبر على الطاعة ، وصبر عن المعصية</w:t>
            </w:r>
          </w:p>
        </w:tc>
        <w:tc>
          <w:tcPr>
            <w:tcW w:w="900" w:type="dxa"/>
          </w:tcPr>
          <w:p w:rsidR="00EE1A1A" w:rsidRDefault="00EE1A1A" w:rsidP="00A80F4B">
            <w:pPr>
              <w:pStyle w:val="libVarCenter"/>
              <w:rPr>
                <w:rtl/>
              </w:rPr>
            </w:pPr>
            <w:r>
              <w:rPr>
                <w:rFonts w:hint="cs"/>
                <w:rtl/>
              </w:rPr>
              <w:t>51</w:t>
            </w:r>
          </w:p>
        </w:tc>
      </w:tr>
      <w:tr w:rsidR="00EE1A1A" w:rsidTr="00BB3BDA">
        <w:tc>
          <w:tcPr>
            <w:tcW w:w="6806" w:type="dxa"/>
          </w:tcPr>
          <w:p w:rsidR="00EE1A1A" w:rsidRDefault="00EE1A1A" w:rsidP="006713DA">
            <w:pPr>
              <w:pStyle w:val="libVar0"/>
              <w:rPr>
                <w:rtl/>
              </w:rPr>
            </w:pPr>
            <w:r>
              <w:rPr>
                <w:rFonts w:hint="cs"/>
                <w:rtl/>
              </w:rPr>
              <w:t>الصّبر خير مركب ، ما رزق الله عبداً خيراً له ولا أوسع من الصبر</w:t>
            </w:r>
          </w:p>
        </w:tc>
        <w:tc>
          <w:tcPr>
            <w:tcW w:w="900" w:type="dxa"/>
          </w:tcPr>
          <w:p w:rsidR="00EE1A1A" w:rsidRDefault="00EE1A1A" w:rsidP="00A80F4B">
            <w:pPr>
              <w:pStyle w:val="libVarCenter"/>
              <w:rPr>
                <w:rtl/>
              </w:rPr>
            </w:pPr>
            <w:r>
              <w:rPr>
                <w:rFonts w:hint="cs"/>
                <w:rtl/>
              </w:rPr>
              <w:t>50</w:t>
            </w:r>
          </w:p>
        </w:tc>
      </w:tr>
      <w:tr w:rsidR="00EE1A1A" w:rsidTr="00BB3BDA">
        <w:tc>
          <w:tcPr>
            <w:tcW w:w="6806" w:type="dxa"/>
          </w:tcPr>
          <w:p w:rsidR="00EE1A1A" w:rsidRDefault="00EE1A1A" w:rsidP="006713DA">
            <w:pPr>
              <w:pStyle w:val="libVar0"/>
              <w:rPr>
                <w:rtl/>
              </w:rPr>
            </w:pPr>
            <w:r>
              <w:rPr>
                <w:rFonts w:hint="cs"/>
                <w:rtl/>
              </w:rPr>
              <w:t>الصّبر كنز من كنوز الجنة</w:t>
            </w:r>
          </w:p>
        </w:tc>
        <w:tc>
          <w:tcPr>
            <w:tcW w:w="900" w:type="dxa"/>
          </w:tcPr>
          <w:p w:rsidR="00EE1A1A" w:rsidRDefault="00EE1A1A" w:rsidP="00A80F4B">
            <w:pPr>
              <w:pStyle w:val="libVarCenter"/>
              <w:rPr>
                <w:rtl/>
              </w:rPr>
            </w:pPr>
            <w:r>
              <w:rPr>
                <w:rFonts w:hint="cs"/>
                <w:rtl/>
              </w:rPr>
              <w:t>47</w:t>
            </w:r>
          </w:p>
        </w:tc>
      </w:tr>
      <w:tr w:rsidR="00EE1A1A" w:rsidTr="00BB3BDA">
        <w:tc>
          <w:tcPr>
            <w:tcW w:w="6806" w:type="dxa"/>
          </w:tcPr>
          <w:p w:rsidR="00EE1A1A" w:rsidRDefault="00EE1A1A" w:rsidP="006713DA">
            <w:pPr>
              <w:pStyle w:val="libVar0"/>
              <w:rPr>
                <w:rtl/>
              </w:rPr>
            </w:pPr>
            <w:r>
              <w:rPr>
                <w:rFonts w:hint="cs"/>
                <w:rtl/>
              </w:rPr>
              <w:t>الصّبر من الإيمان بمنزلة الرأس من الجسد</w:t>
            </w:r>
          </w:p>
        </w:tc>
        <w:tc>
          <w:tcPr>
            <w:tcW w:w="900" w:type="dxa"/>
          </w:tcPr>
          <w:p w:rsidR="00EE1A1A" w:rsidRDefault="00EE1A1A" w:rsidP="00A80F4B">
            <w:pPr>
              <w:pStyle w:val="libVarCenter"/>
              <w:rPr>
                <w:rtl/>
              </w:rPr>
            </w:pPr>
            <w:r>
              <w:rPr>
                <w:rFonts w:hint="cs"/>
                <w:rtl/>
              </w:rPr>
              <w:t>48</w:t>
            </w:r>
          </w:p>
        </w:tc>
      </w:tr>
      <w:tr w:rsidR="00EE1A1A" w:rsidTr="00BB3BDA">
        <w:tc>
          <w:tcPr>
            <w:tcW w:w="6806" w:type="dxa"/>
          </w:tcPr>
          <w:p w:rsidR="00EE1A1A" w:rsidRDefault="00EE1A1A" w:rsidP="006713DA">
            <w:pPr>
              <w:pStyle w:val="libVar0"/>
              <w:rPr>
                <w:rtl/>
              </w:rPr>
            </w:pPr>
            <w:r>
              <w:rPr>
                <w:rFonts w:hint="cs"/>
                <w:rtl/>
              </w:rPr>
              <w:t>الصّبر من الإيمان كالرأس من الجسد</w:t>
            </w:r>
          </w:p>
        </w:tc>
        <w:tc>
          <w:tcPr>
            <w:tcW w:w="900" w:type="dxa"/>
          </w:tcPr>
          <w:p w:rsidR="00EE1A1A" w:rsidRDefault="00EE1A1A" w:rsidP="00A80F4B">
            <w:pPr>
              <w:pStyle w:val="libVarCenter"/>
              <w:rPr>
                <w:rtl/>
              </w:rPr>
            </w:pPr>
            <w:r>
              <w:rPr>
                <w:rFonts w:hint="cs"/>
                <w:rtl/>
              </w:rPr>
              <w:t>58</w:t>
            </w:r>
          </w:p>
        </w:tc>
      </w:tr>
      <w:tr w:rsidR="00EE1A1A" w:rsidTr="00BB3BDA">
        <w:tc>
          <w:tcPr>
            <w:tcW w:w="6806" w:type="dxa"/>
          </w:tcPr>
          <w:p w:rsidR="00EE1A1A" w:rsidRDefault="00EE1A1A" w:rsidP="006713DA">
            <w:pPr>
              <w:pStyle w:val="libVar0"/>
              <w:rPr>
                <w:rtl/>
              </w:rPr>
            </w:pPr>
            <w:r>
              <w:rPr>
                <w:rFonts w:hint="cs"/>
                <w:rtl/>
              </w:rPr>
              <w:t>الصّبر نصف الإيمان</w:t>
            </w:r>
          </w:p>
        </w:tc>
        <w:tc>
          <w:tcPr>
            <w:tcW w:w="900" w:type="dxa"/>
          </w:tcPr>
          <w:p w:rsidR="00EE1A1A" w:rsidRDefault="00EE1A1A" w:rsidP="00A80F4B">
            <w:pPr>
              <w:pStyle w:val="libVarCenter"/>
              <w:rPr>
                <w:rtl/>
              </w:rPr>
            </w:pPr>
            <w:r>
              <w:rPr>
                <w:rFonts w:hint="cs"/>
                <w:rtl/>
              </w:rPr>
              <w:t>47</w:t>
            </w:r>
          </w:p>
        </w:tc>
      </w:tr>
      <w:tr w:rsidR="00EE1A1A" w:rsidTr="00BB3BDA">
        <w:tc>
          <w:tcPr>
            <w:tcW w:w="6806" w:type="dxa"/>
          </w:tcPr>
          <w:p w:rsidR="00EE1A1A" w:rsidRDefault="00EE1A1A" w:rsidP="006713DA">
            <w:pPr>
              <w:pStyle w:val="libVar0"/>
              <w:rPr>
                <w:rtl/>
              </w:rPr>
            </w:pPr>
            <w:r>
              <w:rPr>
                <w:rFonts w:hint="cs"/>
                <w:rtl/>
              </w:rPr>
              <w:t>الصّبر يظهر ما في بواطن العباد من النور والصفاء</w:t>
            </w:r>
          </w:p>
        </w:tc>
        <w:tc>
          <w:tcPr>
            <w:tcW w:w="900" w:type="dxa"/>
          </w:tcPr>
          <w:p w:rsidR="00EE1A1A" w:rsidRDefault="00EE1A1A" w:rsidP="00A80F4B">
            <w:pPr>
              <w:pStyle w:val="libVarCenter"/>
              <w:rPr>
                <w:rtl/>
              </w:rPr>
            </w:pPr>
            <w:r>
              <w:rPr>
                <w:rFonts w:hint="cs"/>
                <w:rtl/>
              </w:rPr>
              <w:t>59</w:t>
            </w:r>
          </w:p>
        </w:tc>
      </w:tr>
    </w:tbl>
    <w:p w:rsidR="00EE1A1A" w:rsidRDefault="00EE1A1A" w:rsidP="006713DA">
      <w:pPr>
        <w:pStyle w:val="libCenterBold1"/>
        <w:rPr>
          <w:rtl/>
        </w:rPr>
      </w:pPr>
      <w:r>
        <w:rPr>
          <w:rFonts w:hint="cs"/>
          <w:rtl/>
        </w:rPr>
        <w:t xml:space="preserve"> (ض)</w:t>
      </w:r>
    </w:p>
    <w:tbl>
      <w:tblPr>
        <w:bidiVisual/>
        <w:tblW w:w="7719" w:type="dxa"/>
        <w:tblLook w:val="01E0"/>
      </w:tblPr>
      <w:tblGrid>
        <w:gridCol w:w="6806"/>
        <w:gridCol w:w="913"/>
      </w:tblGrid>
      <w:tr w:rsidR="00EE1A1A" w:rsidTr="00BB3BDA">
        <w:tc>
          <w:tcPr>
            <w:tcW w:w="6806" w:type="dxa"/>
          </w:tcPr>
          <w:p w:rsidR="00EE1A1A" w:rsidRDefault="00EE1A1A" w:rsidP="006713DA">
            <w:pPr>
              <w:pStyle w:val="libVar0"/>
              <w:rPr>
                <w:rtl/>
              </w:rPr>
            </w:pPr>
            <w:r>
              <w:rPr>
                <w:rFonts w:hint="cs"/>
                <w:rtl/>
              </w:rPr>
              <w:t>ضرب الرجل يده على فخذه إحباط لأجره</w:t>
            </w:r>
          </w:p>
        </w:tc>
        <w:tc>
          <w:tcPr>
            <w:tcW w:w="913" w:type="dxa"/>
          </w:tcPr>
          <w:p w:rsidR="00EE1A1A" w:rsidRDefault="00EE1A1A" w:rsidP="00A80F4B">
            <w:pPr>
              <w:pStyle w:val="libVarCenter"/>
              <w:rPr>
                <w:rtl/>
              </w:rPr>
            </w:pPr>
            <w:r>
              <w:rPr>
                <w:rFonts w:hint="cs"/>
                <w:rtl/>
              </w:rPr>
              <w:t>100</w:t>
            </w:r>
          </w:p>
        </w:tc>
      </w:tr>
      <w:tr w:rsidR="00EE1A1A" w:rsidTr="00BB3BDA">
        <w:tc>
          <w:tcPr>
            <w:tcW w:w="6806" w:type="dxa"/>
          </w:tcPr>
          <w:p w:rsidR="00EE1A1A" w:rsidRDefault="00EE1A1A" w:rsidP="006713DA">
            <w:pPr>
              <w:pStyle w:val="libVar0"/>
              <w:rPr>
                <w:rtl/>
              </w:rPr>
            </w:pPr>
            <w:r>
              <w:rPr>
                <w:rFonts w:hint="cs"/>
                <w:rtl/>
              </w:rPr>
              <w:t>ضرب المسلم يده على فخذه عند المصيبة إحباط لأجره</w:t>
            </w:r>
          </w:p>
        </w:tc>
        <w:tc>
          <w:tcPr>
            <w:tcW w:w="913" w:type="dxa"/>
          </w:tcPr>
          <w:p w:rsidR="00EE1A1A" w:rsidRDefault="00EE1A1A" w:rsidP="00A80F4B">
            <w:pPr>
              <w:pStyle w:val="libVarCenter"/>
              <w:rPr>
                <w:rtl/>
              </w:rPr>
            </w:pPr>
            <w:r>
              <w:rPr>
                <w:rFonts w:hint="cs"/>
                <w:rtl/>
              </w:rPr>
              <w:t>57</w:t>
            </w:r>
          </w:p>
        </w:tc>
      </w:tr>
      <w:tr w:rsidR="00EE1A1A" w:rsidTr="00BB3BDA">
        <w:tc>
          <w:tcPr>
            <w:tcW w:w="6806" w:type="dxa"/>
          </w:tcPr>
          <w:p w:rsidR="00EE1A1A" w:rsidRDefault="00EE1A1A" w:rsidP="006713DA">
            <w:pPr>
              <w:pStyle w:val="libVar0"/>
              <w:rPr>
                <w:rtl/>
              </w:rPr>
            </w:pPr>
            <w:r>
              <w:rPr>
                <w:rFonts w:hint="cs"/>
                <w:rtl/>
              </w:rPr>
              <w:t>الضرب على الفخذ عند المصيبة يحبط الأجر</w:t>
            </w:r>
          </w:p>
        </w:tc>
        <w:tc>
          <w:tcPr>
            <w:tcW w:w="913" w:type="dxa"/>
          </w:tcPr>
          <w:p w:rsidR="00EE1A1A" w:rsidRDefault="00EE1A1A" w:rsidP="00A80F4B">
            <w:pPr>
              <w:pStyle w:val="libVarCenter"/>
              <w:rPr>
                <w:rtl/>
              </w:rPr>
            </w:pPr>
            <w:r>
              <w:rPr>
                <w:rFonts w:hint="cs"/>
                <w:rtl/>
              </w:rPr>
              <w:t>53</w:t>
            </w:r>
          </w:p>
        </w:tc>
      </w:tr>
    </w:tbl>
    <w:p w:rsidR="00EE1A1A" w:rsidRDefault="00EE1A1A" w:rsidP="006713DA">
      <w:pPr>
        <w:pStyle w:val="libCenterBold1"/>
        <w:rPr>
          <w:rtl/>
        </w:rPr>
      </w:pPr>
      <w:r>
        <w:rPr>
          <w:rFonts w:hint="cs"/>
          <w:rtl/>
        </w:rPr>
        <w:t>(ط)</w:t>
      </w:r>
    </w:p>
    <w:tbl>
      <w:tblPr>
        <w:bidiVisual/>
        <w:tblW w:w="7706" w:type="dxa"/>
        <w:tblLook w:val="01E0"/>
      </w:tblPr>
      <w:tblGrid>
        <w:gridCol w:w="6806"/>
        <w:gridCol w:w="900"/>
      </w:tblGrid>
      <w:tr w:rsidR="00EE1A1A" w:rsidTr="00BB3BDA">
        <w:tc>
          <w:tcPr>
            <w:tcW w:w="6806" w:type="dxa"/>
          </w:tcPr>
          <w:p w:rsidR="00EE1A1A" w:rsidRDefault="00EE1A1A" w:rsidP="006713DA">
            <w:pPr>
              <w:pStyle w:val="libVar0"/>
              <w:rPr>
                <w:rtl/>
              </w:rPr>
            </w:pPr>
            <w:r>
              <w:rPr>
                <w:rFonts w:hint="cs"/>
                <w:rtl/>
              </w:rPr>
              <w:t>طوباك ـ يا عثمان ـ لم تلبسك الدّنيا ولم تلبسها</w:t>
            </w:r>
          </w:p>
        </w:tc>
        <w:tc>
          <w:tcPr>
            <w:tcW w:w="900" w:type="dxa"/>
          </w:tcPr>
          <w:p w:rsidR="00EE1A1A" w:rsidRDefault="00EE1A1A" w:rsidP="00A80F4B">
            <w:pPr>
              <w:pStyle w:val="libVarCenter"/>
              <w:rPr>
                <w:rtl/>
              </w:rPr>
            </w:pPr>
            <w:r>
              <w:rPr>
                <w:rFonts w:hint="cs"/>
                <w:rtl/>
              </w:rPr>
              <w:t>95</w:t>
            </w:r>
          </w:p>
        </w:tc>
      </w:tr>
    </w:tbl>
    <w:p w:rsidR="001B5D02" w:rsidRDefault="001B5D02" w:rsidP="006713DA">
      <w:pPr>
        <w:pStyle w:val="libCenterBold1"/>
        <w:rPr>
          <w:rtl/>
        </w:rPr>
      </w:pPr>
    </w:p>
    <w:p w:rsidR="001B5D02" w:rsidRDefault="001B5D02">
      <w:pPr>
        <w:bidi w:val="0"/>
        <w:spacing w:before="480" w:line="276" w:lineRule="auto"/>
        <w:ind w:firstLine="0"/>
        <w:jc w:val="center"/>
        <w:rPr>
          <w:b/>
          <w:bCs/>
          <w:rtl/>
        </w:rPr>
      </w:pPr>
      <w:r>
        <w:rPr>
          <w:rtl/>
        </w:rPr>
        <w:br w:type="page"/>
      </w:r>
    </w:p>
    <w:p w:rsidR="00EE1A1A" w:rsidRDefault="00EE1A1A" w:rsidP="006713DA">
      <w:pPr>
        <w:pStyle w:val="libCenterBold1"/>
        <w:rPr>
          <w:rtl/>
        </w:rPr>
      </w:pPr>
      <w:r>
        <w:rPr>
          <w:rFonts w:hint="cs"/>
          <w:rtl/>
        </w:rPr>
        <w:lastRenderedPageBreak/>
        <w:t>(ع)</w:t>
      </w:r>
    </w:p>
    <w:tbl>
      <w:tblPr>
        <w:bidiVisual/>
        <w:tblW w:w="7706" w:type="dxa"/>
        <w:tblLook w:val="01E0"/>
      </w:tblPr>
      <w:tblGrid>
        <w:gridCol w:w="6806"/>
        <w:gridCol w:w="900"/>
      </w:tblGrid>
      <w:tr w:rsidR="00EE1A1A" w:rsidTr="00BB3BDA">
        <w:tc>
          <w:tcPr>
            <w:tcW w:w="6806" w:type="dxa"/>
          </w:tcPr>
          <w:p w:rsidR="00EE1A1A" w:rsidRDefault="00EE1A1A" w:rsidP="006713DA">
            <w:pPr>
              <w:pStyle w:val="libVar0"/>
              <w:rPr>
                <w:rtl/>
              </w:rPr>
            </w:pPr>
            <w:r>
              <w:rPr>
                <w:rFonts w:hint="cs"/>
                <w:rtl/>
              </w:rPr>
              <w:t>العبرة لا يملكها أحد ، صبابة المرء على أخيه</w:t>
            </w:r>
          </w:p>
        </w:tc>
        <w:tc>
          <w:tcPr>
            <w:tcW w:w="900" w:type="dxa"/>
          </w:tcPr>
          <w:p w:rsidR="00EE1A1A" w:rsidRDefault="00EE1A1A" w:rsidP="00A80F4B">
            <w:pPr>
              <w:pStyle w:val="libVarCenter"/>
              <w:rPr>
                <w:rtl/>
              </w:rPr>
            </w:pPr>
            <w:r>
              <w:rPr>
                <w:rFonts w:hint="cs"/>
                <w:rtl/>
              </w:rPr>
              <w:t>67</w:t>
            </w:r>
          </w:p>
        </w:tc>
      </w:tr>
      <w:tr w:rsidR="00EE1A1A" w:rsidTr="00BB3BDA">
        <w:tc>
          <w:tcPr>
            <w:tcW w:w="6806" w:type="dxa"/>
          </w:tcPr>
          <w:p w:rsidR="00EE1A1A" w:rsidRDefault="00EE1A1A" w:rsidP="006713DA">
            <w:pPr>
              <w:pStyle w:val="libVar0"/>
              <w:rPr>
                <w:rtl/>
              </w:rPr>
            </w:pPr>
            <w:r>
              <w:rPr>
                <w:rFonts w:hint="cs"/>
                <w:rtl/>
              </w:rPr>
              <w:t>عجباً لأمر المؤمن إن أمره كلّه له خير</w:t>
            </w:r>
          </w:p>
        </w:tc>
        <w:tc>
          <w:tcPr>
            <w:tcW w:w="900" w:type="dxa"/>
          </w:tcPr>
          <w:p w:rsidR="00EE1A1A" w:rsidRDefault="00EE1A1A" w:rsidP="00A80F4B">
            <w:pPr>
              <w:pStyle w:val="libVarCenter"/>
              <w:rPr>
                <w:rtl/>
              </w:rPr>
            </w:pPr>
            <w:r>
              <w:rPr>
                <w:rFonts w:hint="cs"/>
                <w:rtl/>
              </w:rPr>
              <w:t>50</w:t>
            </w:r>
          </w:p>
        </w:tc>
      </w:tr>
      <w:tr w:rsidR="00EE1A1A" w:rsidTr="00BB3BDA">
        <w:tc>
          <w:tcPr>
            <w:tcW w:w="6806" w:type="dxa"/>
          </w:tcPr>
          <w:p w:rsidR="00EE1A1A" w:rsidRDefault="00EE1A1A" w:rsidP="006713DA">
            <w:pPr>
              <w:pStyle w:val="libVar0"/>
              <w:rPr>
                <w:rtl/>
              </w:rPr>
            </w:pPr>
            <w:r>
              <w:rPr>
                <w:rFonts w:hint="cs"/>
                <w:rtl/>
              </w:rPr>
              <w:t>على ما اجتمع هؤلاء؟ ... إخواني ، لمثل هذا فأعدّوا</w:t>
            </w:r>
          </w:p>
        </w:tc>
        <w:tc>
          <w:tcPr>
            <w:tcW w:w="900" w:type="dxa"/>
          </w:tcPr>
          <w:p w:rsidR="00EE1A1A" w:rsidRDefault="00EE1A1A" w:rsidP="00A80F4B">
            <w:pPr>
              <w:pStyle w:val="libVarCenter"/>
              <w:rPr>
                <w:rtl/>
              </w:rPr>
            </w:pPr>
            <w:r>
              <w:rPr>
                <w:rFonts w:hint="cs"/>
                <w:rtl/>
              </w:rPr>
              <w:t>97</w:t>
            </w:r>
          </w:p>
        </w:tc>
      </w:tr>
      <w:tr w:rsidR="00EE1A1A" w:rsidTr="00BB3BDA">
        <w:tc>
          <w:tcPr>
            <w:tcW w:w="6806" w:type="dxa"/>
          </w:tcPr>
          <w:p w:rsidR="00EE1A1A" w:rsidRDefault="00EE1A1A" w:rsidP="006713DA">
            <w:pPr>
              <w:pStyle w:val="libVar0"/>
              <w:rPr>
                <w:rtl/>
              </w:rPr>
            </w:pPr>
            <w:r>
              <w:rPr>
                <w:rFonts w:hint="cs"/>
                <w:rtl/>
              </w:rPr>
              <w:t>عليكم بالصبر فإنّه به يأخذ الحازم ، وإليه يعود الجازع</w:t>
            </w:r>
          </w:p>
        </w:tc>
        <w:tc>
          <w:tcPr>
            <w:tcW w:w="900" w:type="dxa"/>
          </w:tcPr>
          <w:p w:rsidR="00EE1A1A" w:rsidRDefault="00EE1A1A" w:rsidP="00A80F4B">
            <w:pPr>
              <w:pStyle w:val="libVarCenter"/>
              <w:rPr>
                <w:rtl/>
              </w:rPr>
            </w:pPr>
            <w:r>
              <w:rPr>
                <w:rFonts w:hint="cs"/>
                <w:rtl/>
              </w:rPr>
              <w:t>48</w:t>
            </w:r>
          </w:p>
        </w:tc>
      </w:tr>
    </w:tbl>
    <w:p w:rsidR="00EE1A1A" w:rsidRDefault="00EE1A1A" w:rsidP="006713DA">
      <w:pPr>
        <w:pStyle w:val="libCenterBold1"/>
        <w:rPr>
          <w:rtl/>
        </w:rPr>
      </w:pPr>
      <w:r>
        <w:rPr>
          <w:rFonts w:hint="cs"/>
          <w:rtl/>
        </w:rPr>
        <w:t>(ف)</w:t>
      </w:r>
    </w:p>
    <w:tbl>
      <w:tblPr>
        <w:bidiVisual/>
        <w:tblW w:w="7706" w:type="dxa"/>
        <w:tblLook w:val="01E0"/>
      </w:tblPr>
      <w:tblGrid>
        <w:gridCol w:w="6806"/>
        <w:gridCol w:w="900"/>
      </w:tblGrid>
      <w:tr w:rsidR="00EE1A1A" w:rsidTr="00BB3BDA">
        <w:tc>
          <w:tcPr>
            <w:tcW w:w="6806" w:type="dxa"/>
          </w:tcPr>
          <w:p w:rsidR="00EE1A1A" w:rsidRDefault="00EE1A1A" w:rsidP="006713DA">
            <w:pPr>
              <w:pStyle w:val="libVar0"/>
              <w:rPr>
                <w:rtl/>
              </w:rPr>
            </w:pPr>
            <w:r>
              <w:rPr>
                <w:rFonts w:hint="cs"/>
                <w:rtl/>
              </w:rPr>
              <w:t>فبارك الله لكما في وقعتكما</w:t>
            </w:r>
          </w:p>
        </w:tc>
        <w:tc>
          <w:tcPr>
            <w:tcW w:w="900" w:type="dxa"/>
          </w:tcPr>
          <w:p w:rsidR="00EE1A1A" w:rsidRDefault="00EE1A1A" w:rsidP="00A80F4B">
            <w:pPr>
              <w:pStyle w:val="libVarCenter"/>
              <w:rPr>
                <w:rtl/>
              </w:rPr>
            </w:pPr>
            <w:r>
              <w:rPr>
                <w:rFonts w:hint="cs"/>
                <w:rtl/>
              </w:rPr>
              <w:t>69</w:t>
            </w:r>
          </w:p>
        </w:tc>
      </w:tr>
      <w:tr w:rsidR="00EE1A1A" w:rsidTr="00BB3BDA">
        <w:tc>
          <w:tcPr>
            <w:tcW w:w="6806" w:type="dxa"/>
          </w:tcPr>
          <w:p w:rsidR="00EE1A1A" w:rsidRDefault="00EE1A1A" w:rsidP="006713DA">
            <w:pPr>
              <w:pStyle w:val="libVar0"/>
              <w:rPr>
                <w:rtl/>
              </w:rPr>
            </w:pPr>
            <w:r>
              <w:rPr>
                <w:rFonts w:hint="cs"/>
                <w:rtl/>
              </w:rPr>
              <w:t>فماذا إن كانت الرحمة ذهبت منك يحزن القلب وتدمع العين</w:t>
            </w:r>
          </w:p>
        </w:tc>
        <w:tc>
          <w:tcPr>
            <w:tcW w:w="900" w:type="dxa"/>
          </w:tcPr>
          <w:p w:rsidR="00EE1A1A" w:rsidRDefault="00EE1A1A" w:rsidP="00A80F4B">
            <w:pPr>
              <w:pStyle w:val="libVarCenter"/>
              <w:rPr>
                <w:rtl/>
              </w:rPr>
            </w:pPr>
            <w:r>
              <w:rPr>
                <w:rFonts w:hint="cs"/>
                <w:rtl/>
              </w:rPr>
              <w:t>94</w:t>
            </w:r>
          </w:p>
        </w:tc>
      </w:tr>
    </w:tbl>
    <w:p w:rsidR="00EE1A1A" w:rsidRDefault="00EE1A1A" w:rsidP="00BB3BDA">
      <w:pPr>
        <w:pStyle w:val="libNormal0"/>
        <w:rPr>
          <w:rtl/>
        </w:rPr>
      </w:pPr>
      <w:r>
        <w:rPr>
          <w:rtl/>
        </w:rPr>
        <w:br w:type="page"/>
      </w:r>
    </w:p>
    <w:tbl>
      <w:tblPr>
        <w:bidiVisual/>
        <w:tblW w:w="7706" w:type="dxa"/>
        <w:tblLook w:val="01E0"/>
      </w:tblPr>
      <w:tblGrid>
        <w:gridCol w:w="6806"/>
        <w:gridCol w:w="900"/>
      </w:tblGrid>
      <w:tr w:rsidR="00EE1A1A" w:rsidTr="00BB3BDA">
        <w:tc>
          <w:tcPr>
            <w:tcW w:w="6806" w:type="dxa"/>
          </w:tcPr>
          <w:p w:rsidR="00EE1A1A" w:rsidRDefault="00EE1A1A" w:rsidP="006713DA">
            <w:pPr>
              <w:pStyle w:val="libVar0"/>
              <w:rPr>
                <w:rtl/>
              </w:rPr>
            </w:pPr>
            <w:r>
              <w:rPr>
                <w:rFonts w:hint="cs"/>
                <w:rtl/>
              </w:rPr>
              <w:lastRenderedPageBreak/>
              <w:t>في الصبر على ما يكره خير كثير</w:t>
            </w:r>
          </w:p>
        </w:tc>
        <w:tc>
          <w:tcPr>
            <w:tcW w:w="900" w:type="dxa"/>
          </w:tcPr>
          <w:p w:rsidR="00EE1A1A" w:rsidRDefault="00EE1A1A" w:rsidP="00A80F4B">
            <w:pPr>
              <w:pStyle w:val="libVarCenter"/>
              <w:rPr>
                <w:rtl/>
              </w:rPr>
            </w:pPr>
            <w:r>
              <w:rPr>
                <w:rFonts w:hint="cs"/>
                <w:rtl/>
              </w:rPr>
              <w:t>48</w:t>
            </w:r>
          </w:p>
        </w:tc>
      </w:tr>
      <w:tr w:rsidR="00EE1A1A" w:rsidTr="00BB3BDA">
        <w:tc>
          <w:tcPr>
            <w:tcW w:w="6806" w:type="dxa"/>
          </w:tcPr>
          <w:p w:rsidR="00EE1A1A" w:rsidRDefault="00EE1A1A" w:rsidP="006713DA">
            <w:pPr>
              <w:pStyle w:val="libVar0"/>
              <w:rPr>
                <w:rtl/>
              </w:rPr>
            </w:pPr>
            <w:r>
              <w:rPr>
                <w:rFonts w:hint="cs"/>
                <w:rtl/>
              </w:rPr>
              <w:t xml:space="preserve">في ما أوحى الله عزّ وجلّ إلى موسى </w:t>
            </w:r>
            <w:r w:rsidR="00A80F4B" w:rsidRPr="00A80F4B">
              <w:rPr>
                <w:rStyle w:val="libAlaemChar"/>
                <w:rFonts w:hint="cs"/>
                <w:rtl/>
              </w:rPr>
              <w:t>عليه‌السلام</w:t>
            </w:r>
          </w:p>
        </w:tc>
        <w:tc>
          <w:tcPr>
            <w:tcW w:w="900" w:type="dxa"/>
          </w:tcPr>
          <w:p w:rsidR="00EE1A1A" w:rsidRDefault="00EE1A1A" w:rsidP="00A80F4B">
            <w:pPr>
              <w:pStyle w:val="libVarCenter"/>
              <w:rPr>
                <w:rtl/>
              </w:rPr>
            </w:pPr>
            <w:r>
              <w:rPr>
                <w:rFonts w:hint="cs"/>
                <w:rtl/>
              </w:rPr>
              <w:t>83</w:t>
            </w:r>
          </w:p>
        </w:tc>
      </w:tr>
    </w:tbl>
    <w:p w:rsidR="00EE1A1A" w:rsidRDefault="00EE1A1A" w:rsidP="006713DA">
      <w:pPr>
        <w:pStyle w:val="libCenterBold1"/>
        <w:rPr>
          <w:rtl/>
        </w:rPr>
      </w:pPr>
      <w:r>
        <w:rPr>
          <w:rFonts w:hint="cs"/>
          <w:rtl/>
        </w:rPr>
        <w:t>(ق)</w:t>
      </w:r>
    </w:p>
    <w:tbl>
      <w:tblPr>
        <w:bidiVisual/>
        <w:tblW w:w="7719" w:type="dxa"/>
        <w:tblLook w:val="01E0"/>
      </w:tblPr>
      <w:tblGrid>
        <w:gridCol w:w="6806"/>
        <w:gridCol w:w="913"/>
      </w:tblGrid>
      <w:tr w:rsidR="00EE1A1A" w:rsidTr="00BB3BDA">
        <w:tc>
          <w:tcPr>
            <w:tcW w:w="6806" w:type="dxa"/>
          </w:tcPr>
          <w:p w:rsidR="00EE1A1A" w:rsidRDefault="00EE1A1A" w:rsidP="006713DA">
            <w:pPr>
              <w:pStyle w:val="libVar0"/>
              <w:rPr>
                <w:rtl/>
              </w:rPr>
            </w:pPr>
            <w:r>
              <w:rPr>
                <w:rFonts w:hint="cs"/>
                <w:rtl/>
              </w:rPr>
              <w:t xml:space="preserve">قال لي أبو جعفر </w:t>
            </w:r>
            <w:r w:rsidR="00A80F4B" w:rsidRPr="00A80F4B">
              <w:rPr>
                <w:rStyle w:val="libAlaemChar"/>
                <w:rFonts w:hint="cs"/>
                <w:rtl/>
              </w:rPr>
              <w:t>عليه‌السلام</w:t>
            </w:r>
            <w:r>
              <w:rPr>
                <w:rFonts w:hint="cs"/>
                <w:rtl/>
              </w:rPr>
              <w:t xml:space="preserve"> : قف من مالي كذا وكذا لنوادب يندبنني عشر سنين</w:t>
            </w:r>
          </w:p>
        </w:tc>
        <w:tc>
          <w:tcPr>
            <w:tcW w:w="913" w:type="dxa"/>
          </w:tcPr>
          <w:p w:rsidR="00EE1A1A" w:rsidRDefault="00EE1A1A" w:rsidP="00A80F4B">
            <w:pPr>
              <w:pStyle w:val="libVarCenter"/>
              <w:rPr>
                <w:rtl/>
              </w:rPr>
            </w:pPr>
            <w:r>
              <w:rPr>
                <w:rFonts w:hint="cs"/>
                <w:rtl/>
              </w:rPr>
              <w:t>104</w:t>
            </w:r>
          </w:p>
        </w:tc>
      </w:tr>
      <w:tr w:rsidR="00EE1A1A" w:rsidTr="00BB3BDA">
        <w:tc>
          <w:tcPr>
            <w:tcW w:w="6806" w:type="dxa"/>
          </w:tcPr>
          <w:p w:rsidR="00EE1A1A" w:rsidRDefault="00EE1A1A" w:rsidP="006713DA">
            <w:pPr>
              <w:pStyle w:val="libVar0"/>
              <w:rPr>
                <w:rtl/>
              </w:rPr>
            </w:pPr>
            <w:r>
              <w:rPr>
                <w:rFonts w:hint="cs"/>
                <w:rtl/>
              </w:rPr>
              <w:t xml:space="preserve">قال لي جبرئيل </w:t>
            </w:r>
            <w:r w:rsidR="00A80F4B" w:rsidRPr="00A80F4B">
              <w:rPr>
                <w:rStyle w:val="libAlaemChar"/>
                <w:rFonts w:hint="cs"/>
                <w:rtl/>
              </w:rPr>
              <w:t>عليه‌السلام</w:t>
            </w:r>
            <w:r>
              <w:rPr>
                <w:rFonts w:hint="cs"/>
                <w:rtl/>
              </w:rPr>
              <w:t xml:space="preserve"> ، يا محمد ، عش ماشئت فإنك ميت</w:t>
            </w:r>
          </w:p>
        </w:tc>
        <w:tc>
          <w:tcPr>
            <w:tcW w:w="913" w:type="dxa"/>
          </w:tcPr>
          <w:p w:rsidR="00EE1A1A" w:rsidRDefault="00EE1A1A" w:rsidP="00A80F4B">
            <w:pPr>
              <w:pStyle w:val="libVarCenter"/>
              <w:rPr>
                <w:rtl/>
              </w:rPr>
            </w:pPr>
            <w:r>
              <w:rPr>
                <w:rFonts w:hint="cs"/>
                <w:rtl/>
              </w:rPr>
              <w:t>111</w:t>
            </w:r>
          </w:p>
        </w:tc>
      </w:tr>
    </w:tbl>
    <w:p w:rsidR="00EE1A1A" w:rsidRPr="00900B21" w:rsidRDefault="00EE1A1A" w:rsidP="006713DA">
      <w:pPr>
        <w:pStyle w:val="libCenterBold1"/>
        <w:rPr>
          <w:rtl/>
        </w:rPr>
      </w:pPr>
      <w:r w:rsidRPr="00900B21">
        <w:rPr>
          <w:rFonts w:hint="cs"/>
          <w:rtl/>
        </w:rPr>
        <w:t>(ك)</w:t>
      </w:r>
    </w:p>
    <w:tbl>
      <w:tblPr>
        <w:bidiVisual/>
        <w:tblW w:w="7719" w:type="dxa"/>
        <w:tblLook w:val="01E0"/>
      </w:tblPr>
      <w:tblGrid>
        <w:gridCol w:w="6806"/>
        <w:gridCol w:w="913"/>
      </w:tblGrid>
      <w:tr w:rsidR="00EE1A1A" w:rsidTr="00BB3BDA">
        <w:tc>
          <w:tcPr>
            <w:tcW w:w="6806" w:type="dxa"/>
          </w:tcPr>
          <w:p w:rsidR="00EE1A1A" w:rsidRDefault="00EE1A1A" w:rsidP="006713DA">
            <w:pPr>
              <w:pStyle w:val="libVar0"/>
              <w:rPr>
                <w:rtl/>
              </w:rPr>
            </w:pPr>
            <w:r w:rsidRPr="00900B21">
              <w:rPr>
                <w:rFonts w:hint="cs"/>
                <w:rtl/>
              </w:rPr>
              <w:t>كانا يحدثاني ويؤنسان</w:t>
            </w:r>
            <w:r>
              <w:rPr>
                <w:rFonts w:hint="cs"/>
                <w:rtl/>
              </w:rPr>
              <w:t>ي ،</w:t>
            </w:r>
            <w:r w:rsidRPr="00900B21">
              <w:rPr>
                <w:rFonts w:hint="cs"/>
                <w:rtl/>
              </w:rPr>
              <w:t xml:space="preserve"> فجاء الموت فذهب بهما</w:t>
            </w:r>
          </w:p>
        </w:tc>
        <w:tc>
          <w:tcPr>
            <w:tcW w:w="913" w:type="dxa"/>
          </w:tcPr>
          <w:p w:rsidR="00EE1A1A" w:rsidRDefault="00EE1A1A" w:rsidP="00A80F4B">
            <w:pPr>
              <w:pStyle w:val="libVarCenter"/>
              <w:rPr>
                <w:rtl/>
              </w:rPr>
            </w:pPr>
            <w:r w:rsidRPr="00900B21">
              <w:rPr>
                <w:rFonts w:hint="cs"/>
                <w:rtl/>
              </w:rPr>
              <w:t>96</w:t>
            </w:r>
          </w:p>
        </w:tc>
      </w:tr>
      <w:tr w:rsidR="00EE1A1A" w:rsidTr="00BB3BDA">
        <w:tc>
          <w:tcPr>
            <w:tcW w:w="6806" w:type="dxa"/>
          </w:tcPr>
          <w:p w:rsidR="00EE1A1A" w:rsidRDefault="00EE1A1A" w:rsidP="006713DA">
            <w:pPr>
              <w:pStyle w:val="libVar0"/>
              <w:rPr>
                <w:rtl/>
              </w:rPr>
            </w:pPr>
            <w:r w:rsidRPr="00900B21">
              <w:rPr>
                <w:rFonts w:hint="cs"/>
                <w:rtl/>
              </w:rPr>
              <w:t xml:space="preserve">كان رسول الله </w:t>
            </w:r>
            <w:r w:rsidR="00A80F4B" w:rsidRPr="00A80F4B">
              <w:rPr>
                <w:rStyle w:val="libAlaemChar"/>
                <w:rFonts w:hint="cs"/>
                <w:rtl/>
              </w:rPr>
              <w:t>صلى‌الله‌عليه‌وآله‌وسلم</w:t>
            </w:r>
            <w:r w:rsidRPr="00900B21">
              <w:rPr>
                <w:rFonts w:hint="cs"/>
                <w:rtl/>
              </w:rPr>
              <w:t xml:space="preserve"> إذا عزّى قا</w:t>
            </w:r>
            <w:r>
              <w:rPr>
                <w:rFonts w:hint="cs"/>
                <w:rtl/>
              </w:rPr>
              <w:t>ل :</w:t>
            </w:r>
            <w:r w:rsidRPr="00900B21">
              <w:rPr>
                <w:rFonts w:hint="cs"/>
                <w:rtl/>
              </w:rPr>
              <w:t xml:space="preserve"> آجركم الله </w:t>
            </w:r>
            <w:r w:rsidRPr="00B534B4">
              <w:rPr>
                <w:rFonts w:hint="cs"/>
                <w:rtl/>
              </w:rPr>
              <w:t>و</w:t>
            </w:r>
            <w:r>
              <w:rPr>
                <w:rFonts w:hint="cs"/>
                <w:rtl/>
              </w:rPr>
              <w:t>ر</w:t>
            </w:r>
            <w:r w:rsidRPr="00B534B4">
              <w:rPr>
                <w:rFonts w:hint="cs"/>
                <w:rtl/>
              </w:rPr>
              <w:t>حمكم</w:t>
            </w:r>
          </w:p>
        </w:tc>
        <w:tc>
          <w:tcPr>
            <w:tcW w:w="913" w:type="dxa"/>
          </w:tcPr>
          <w:p w:rsidR="00EE1A1A" w:rsidRDefault="00EE1A1A" w:rsidP="00A80F4B">
            <w:pPr>
              <w:pStyle w:val="libVarCenter"/>
              <w:rPr>
                <w:rtl/>
              </w:rPr>
            </w:pPr>
            <w:r>
              <w:rPr>
                <w:rFonts w:hint="cs"/>
                <w:rtl/>
              </w:rPr>
              <w:t>108</w:t>
            </w:r>
          </w:p>
        </w:tc>
      </w:tr>
    </w:tbl>
    <w:p w:rsidR="00EE1A1A" w:rsidRDefault="00EE1A1A" w:rsidP="006713DA">
      <w:pPr>
        <w:pStyle w:val="libCenterBold1"/>
        <w:rPr>
          <w:rtl/>
        </w:rPr>
      </w:pPr>
      <w:r>
        <w:rPr>
          <w:rFonts w:hint="cs"/>
          <w:rtl/>
        </w:rPr>
        <w:t>(ل)</w:t>
      </w:r>
    </w:p>
    <w:tbl>
      <w:tblPr>
        <w:bidiVisual/>
        <w:tblW w:w="7706" w:type="dxa"/>
        <w:tblLook w:val="01E0"/>
      </w:tblPr>
      <w:tblGrid>
        <w:gridCol w:w="6806"/>
        <w:gridCol w:w="900"/>
      </w:tblGrid>
      <w:tr w:rsidR="00EE1A1A" w:rsidTr="00BB3BDA">
        <w:tc>
          <w:tcPr>
            <w:tcW w:w="6806" w:type="dxa"/>
          </w:tcPr>
          <w:p w:rsidR="00EE1A1A" w:rsidRDefault="00EE1A1A" w:rsidP="006713DA">
            <w:pPr>
              <w:pStyle w:val="libVar0"/>
              <w:rPr>
                <w:rtl/>
              </w:rPr>
            </w:pPr>
            <w:r>
              <w:rPr>
                <w:rFonts w:hint="cs"/>
                <w:rtl/>
              </w:rPr>
              <w:t>لا إله إلا الله حقَّا حقاً ، لا إله إلا الله تعبّداً ورقّاً</w:t>
            </w:r>
          </w:p>
        </w:tc>
        <w:tc>
          <w:tcPr>
            <w:tcW w:w="900" w:type="dxa"/>
          </w:tcPr>
          <w:p w:rsidR="00EE1A1A" w:rsidRDefault="00EE1A1A" w:rsidP="00A80F4B">
            <w:pPr>
              <w:pStyle w:val="libVarCenter"/>
              <w:rPr>
                <w:rtl/>
              </w:rPr>
            </w:pPr>
            <w:r>
              <w:rPr>
                <w:rFonts w:hint="cs"/>
                <w:rtl/>
              </w:rPr>
              <w:t>92</w:t>
            </w:r>
          </w:p>
        </w:tc>
      </w:tr>
      <w:tr w:rsidR="00EE1A1A" w:rsidTr="00BB3BDA">
        <w:tc>
          <w:tcPr>
            <w:tcW w:w="6806" w:type="dxa"/>
          </w:tcPr>
          <w:p w:rsidR="00EE1A1A" w:rsidRDefault="00EE1A1A" w:rsidP="006713DA">
            <w:pPr>
              <w:pStyle w:val="libVar0"/>
              <w:rPr>
                <w:rtl/>
              </w:rPr>
            </w:pPr>
            <w:r>
              <w:rPr>
                <w:rFonts w:hint="cs"/>
                <w:rtl/>
              </w:rPr>
              <w:t>لا تدعين بويل ولا ثكل ولا حرب ، وما قلت فيه صدقت</w:t>
            </w:r>
          </w:p>
        </w:tc>
        <w:tc>
          <w:tcPr>
            <w:tcW w:w="900" w:type="dxa"/>
          </w:tcPr>
          <w:p w:rsidR="00EE1A1A" w:rsidRDefault="00EE1A1A" w:rsidP="00A80F4B">
            <w:pPr>
              <w:pStyle w:val="libVarCenter"/>
              <w:rPr>
                <w:rtl/>
              </w:rPr>
            </w:pPr>
            <w:r>
              <w:rPr>
                <w:rFonts w:hint="cs"/>
                <w:rtl/>
              </w:rPr>
              <w:t>104</w:t>
            </w:r>
          </w:p>
        </w:tc>
      </w:tr>
      <w:tr w:rsidR="00EE1A1A" w:rsidTr="00BB3BDA">
        <w:tc>
          <w:tcPr>
            <w:tcW w:w="6806" w:type="dxa"/>
          </w:tcPr>
          <w:p w:rsidR="00EE1A1A" w:rsidRDefault="00EE1A1A" w:rsidP="006713DA">
            <w:pPr>
              <w:pStyle w:val="libVar0"/>
              <w:rPr>
                <w:rtl/>
              </w:rPr>
            </w:pPr>
            <w:r>
              <w:rPr>
                <w:rFonts w:hint="cs"/>
                <w:rtl/>
              </w:rPr>
              <w:t>لا يصيب أحداً من المسلمين مصيبة فيسترجع عند مصيبته</w:t>
            </w:r>
          </w:p>
        </w:tc>
        <w:tc>
          <w:tcPr>
            <w:tcW w:w="900" w:type="dxa"/>
          </w:tcPr>
          <w:p w:rsidR="00EE1A1A" w:rsidRDefault="00EE1A1A" w:rsidP="00A80F4B">
            <w:pPr>
              <w:pStyle w:val="libVarCenter"/>
              <w:rPr>
                <w:rtl/>
              </w:rPr>
            </w:pPr>
            <w:r>
              <w:rPr>
                <w:rFonts w:hint="cs"/>
                <w:rtl/>
              </w:rPr>
              <w:t>54</w:t>
            </w:r>
          </w:p>
        </w:tc>
      </w:tr>
      <w:tr w:rsidR="00EE1A1A" w:rsidTr="00BB3BDA">
        <w:tc>
          <w:tcPr>
            <w:tcW w:w="6806" w:type="dxa"/>
          </w:tcPr>
          <w:p w:rsidR="00EE1A1A" w:rsidRDefault="00EE1A1A" w:rsidP="006713DA">
            <w:pPr>
              <w:pStyle w:val="libVar0"/>
              <w:rPr>
                <w:rtl/>
              </w:rPr>
            </w:pPr>
            <w:r>
              <w:rPr>
                <w:rFonts w:hint="cs"/>
                <w:rtl/>
              </w:rPr>
              <w:t>لا يموت لأحد من المسلمين ثلاثة من الولد فيحتسبهم إلا كانوا له حصناً من النّار</w:t>
            </w:r>
          </w:p>
        </w:tc>
        <w:tc>
          <w:tcPr>
            <w:tcW w:w="900" w:type="dxa"/>
          </w:tcPr>
          <w:p w:rsidR="00EE1A1A" w:rsidRDefault="00EE1A1A" w:rsidP="00A80F4B">
            <w:pPr>
              <w:pStyle w:val="libVarCenter"/>
              <w:rPr>
                <w:rtl/>
              </w:rPr>
            </w:pPr>
            <w:r>
              <w:rPr>
                <w:rFonts w:hint="cs"/>
                <w:rtl/>
              </w:rPr>
              <w:t>38</w:t>
            </w:r>
          </w:p>
        </w:tc>
      </w:tr>
      <w:tr w:rsidR="00EE1A1A" w:rsidTr="00BB3BDA">
        <w:tc>
          <w:tcPr>
            <w:tcW w:w="6806" w:type="dxa"/>
          </w:tcPr>
          <w:p w:rsidR="00EE1A1A" w:rsidRDefault="00EE1A1A" w:rsidP="006713DA">
            <w:pPr>
              <w:pStyle w:val="libVar0"/>
              <w:rPr>
                <w:rtl/>
              </w:rPr>
            </w:pPr>
            <w:r>
              <w:rPr>
                <w:rFonts w:hint="cs"/>
                <w:rtl/>
              </w:rPr>
              <w:t>لا يؤمن أحدكم حتى يكون الله ورسوله أحبّ إليه ممّا س</w:t>
            </w:r>
            <w:r w:rsidRPr="002479A2">
              <w:rPr>
                <w:rFonts w:hint="cs"/>
                <w:rtl/>
              </w:rPr>
              <w:t>ر</w:t>
            </w:r>
            <w:r>
              <w:rPr>
                <w:rFonts w:hint="cs"/>
                <w:rtl/>
              </w:rPr>
              <w:t>هما</w:t>
            </w:r>
          </w:p>
        </w:tc>
        <w:tc>
          <w:tcPr>
            <w:tcW w:w="900" w:type="dxa"/>
          </w:tcPr>
          <w:p w:rsidR="00EE1A1A" w:rsidRDefault="00EE1A1A" w:rsidP="00A80F4B">
            <w:pPr>
              <w:pStyle w:val="libVarCenter"/>
              <w:rPr>
                <w:rtl/>
              </w:rPr>
            </w:pPr>
            <w:r>
              <w:rPr>
                <w:rFonts w:hint="cs"/>
                <w:rtl/>
              </w:rPr>
              <w:t>27</w:t>
            </w:r>
          </w:p>
        </w:tc>
      </w:tr>
      <w:tr w:rsidR="00EE1A1A" w:rsidTr="00BB3BDA">
        <w:tc>
          <w:tcPr>
            <w:tcW w:w="6806" w:type="dxa"/>
          </w:tcPr>
          <w:p w:rsidR="00EE1A1A" w:rsidRDefault="00EE1A1A" w:rsidP="006713DA">
            <w:pPr>
              <w:pStyle w:val="libVar0"/>
              <w:rPr>
                <w:rtl/>
              </w:rPr>
            </w:pPr>
            <w:r>
              <w:rPr>
                <w:rFonts w:hint="cs"/>
                <w:rtl/>
              </w:rPr>
              <w:t>لعن الله الخامشة وجهها ، والشاقة جيبها ، والداعية بالويل والثبور</w:t>
            </w:r>
          </w:p>
        </w:tc>
        <w:tc>
          <w:tcPr>
            <w:tcW w:w="900" w:type="dxa"/>
          </w:tcPr>
          <w:p w:rsidR="00EE1A1A" w:rsidRDefault="00EE1A1A" w:rsidP="00A80F4B">
            <w:pPr>
              <w:pStyle w:val="libVarCenter"/>
              <w:rPr>
                <w:rtl/>
              </w:rPr>
            </w:pPr>
            <w:r>
              <w:rPr>
                <w:rFonts w:hint="cs"/>
                <w:rtl/>
              </w:rPr>
              <w:t>99</w:t>
            </w:r>
          </w:p>
        </w:tc>
      </w:tr>
      <w:tr w:rsidR="00EE1A1A" w:rsidTr="00BB3BDA">
        <w:tc>
          <w:tcPr>
            <w:tcW w:w="6806" w:type="dxa"/>
          </w:tcPr>
          <w:p w:rsidR="00EE1A1A" w:rsidRDefault="00EE1A1A" w:rsidP="006713DA">
            <w:pPr>
              <w:pStyle w:val="libVar0"/>
              <w:rPr>
                <w:rtl/>
              </w:rPr>
            </w:pPr>
            <w:r>
              <w:rPr>
                <w:rFonts w:hint="cs"/>
                <w:rtl/>
              </w:rPr>
              <w:t>لكنّ حمزة لا بواكي له</w:t>
            </w:r>
          </w:p>
        </w:tc>
        <w:tc>
          <w:tcPr>
            <w:tcW w:w="900" w:type="dxa"/>
          </w:tcPr>
          <w:p w:rsidR="00EE1A1A" w:rsidRDefault="00EE1A1A" w:rsidP="00A80F4B">
            <w:pPr>
              <w:pStyle w:val="libVarCenter"/>
              <w:rPr>
                <w:rtl/>
              </w:rPr>
            </w:pPr>
            <w:r>
              <w:rPr>
                <w:rFonts w:hint="cs"/>
                <w:rtl/>
              </w:rPr>
              <w:t>97</w:t>
            </w:r>
          </w:p>
        </w:tc>
      </w:tr>
      <w:tr w:rsidR="00EE1A1A" w:rsidTr="00BB3BDA">
        <w:tc>
          <w:tcPr>
            <w:tcW w:w="6806" w:type="dxa"/>
          </w:tcPr>
          <w:p w:rsidR="00EE1A1A" w:rsidRDefault="00EE1A1A" w:rsidP="006713DA">
            <w:pPr>
              <w:pStyle w:val="libVar0"/>
              <w:rPr>
                <w:rtl/>
              </w:rPr>
            </w:pPr>
            <w:r>
              <w:rPr>
                <w:rFonts w:hint="cs"/>
                <w:rtl/>
              </w:rPr>
              <w:t>لله ما أخذ ولله ما أعطى ، وكلٌّ إلى أجل مسمى</w:t>
            </w:r>
          </w:p>
        </w:tc>
        <w:tc>
          <w:tcPr>
            <w:tcW w:w="900" w:type="dxa"/>
          </w:tcPr>
          <w:p w:rsidR="00EE1A1A" w:rsidRDefault="00EE1A1A" w:rsidP="00A80F4B">
            <w:pPr>
              <w:pStyle w:val="libVarCenter"/>
              <w:rPr>
                <w:rtl/>
              </w:rPr>
            </w:pPr>
            <w:r>
              <w:rPr>
                <w:rFonts w:hint="cs"/>
                <w:rtl/>
              </w:rPr>
              <w:t>95</w:t>
            </w:r>
          </w:p>
        </w:tc>
      </w:tr>
      <w:tr w:rsidR="00EE1A1A" w:rsidTr="00BB3BDA">
        <w:tc>
          <w:tcPr>
            <w:tcW w:w="6806" w:type="dxa"/>
          </w:tcPr>
          <w:p w:rsidR="00EE1A1A" w:rsidRDefault="00EE1A1A" w:rsidP="006713DA">
            <w:pPr>
              <w:pStyle w:val="libVar0"/>
              <w:rPr>
                <w:rtl/>
              </w:rPr>
            </w:pPr>
            <w:r>
              <w:rPr>
                <w:rFonts w:hint="cs"/>
                <w:rtl/>
              </w:rPr>
              <w:t xml:space="preserve">لمّا توفي رسول الله </w:t>
            </w:r>
            <w:r w:rsidR="00A80F4B" w:rsidRPr="00A80F4B">
              <w:rPr>
                <w:rStyle w:val="libAlaemChar"/>
                <w:rFonts w:hint="cs"/>
                <w:rtl/>
              </w:rPr>
              <w:t>صلى‌الله‌عليه‌وآله‌وسلم</w:t>
            </w:r>
            <w:r>
              <w:rPr>
                <w:rFonts w:hint="cs"/>
                <w:rtl/>
              </w:rPr>
              <w:t xml:space="preserve"> جاء جبرئيل </w:t>
            </w:r>
            <w:r w:rsidR="00A80F4B" w:rsidRPr="00A80F4B">
              <w:rPr>
                <w:rStyle w:val="libAlaemChar"/>
                <w:rFonts w:hint="cs"/>
                <w:rtl/>
              </w:rPr>
              <w:t>عليه‌السلام</w:t>
            </w:r>
          </w:p>
        </w:tc>
        <w:tc>
          <w:tcPr>
            <w:tcW w:w="900" w:type="dxa"/>
          </w:tcPr>
          <w:p w:rsidR="00EE1A1A" w:rsidRDefault="00EE1A1A" w:rsidP="00A80F4B">
            <w:pPr>
              <w:pStyle w:val="libVarCenter"/>
              <w:rPr>
                <w:rtl/>
              </w:rPr>
            </w:pPr>
            <w:r>
              <w:rPr>
                <w:rFonts w:hint="cs"/>
                <w:rtl/>
              </w:rPr>
              <w:t>108</w:t>
            </w:r>
          </w:p>
        </w:tc>
      </w:tr>
      <w:tr w:rsidR="00EE1A1A" w:rsidTr="00BB3BDA">
        <w:tc>
          <w:tcPr>
            <w:tcW w:w="6806" w:type="dxa"/>
          </w:tcPr>
          <w:p w:rsidR="00EE1A1A" w:rsidRDefault="00EE1A1A" w:rsidP="006713DA">
            <w:pPr>
              <w:pStyle w:val="libVar0"/>
              <w:rPr>
                <w:rtl/>
              </w:rPr>
            </w:pPr>
            <w:r>
              <w:rPr>
                <w:rFonts w:hint="cs"/>
                <w:rtl/>
              </w:rPr>
              <w:t>لو أن مؤمناً على قلة جبل لابتعث الله له كافراً أو منافقاً يؤذيه</w:t>
            </w:r>
          </w:p>
        </w:tc>
        <w:tc>
          <w:tcPr>
            <w:tcW w:w="900" w:type="dxa"/>
          </w:tcPr>
          <w:p w:rsidR="00EE1A1A" w:rsidRDefault="00EE1A1A" w:rsidP="00A80F4B">
            <w:pPr>
              <w:pStyle w:val="libVarCenter"/>
              <w:rPr>
                <w:rtl/>
              </w:rPr>
            </w:pPr>
            <w:r>
              <w:rPr>
                <w:rFonts w:hint="cs"/>
                <w:rtl/>
              </w:rPr>
              <w:t>118</w:t>
            </w:r>
          </w:p>
        </w:tc>
      </w:tr>
      <w:tr w:rsidR="00EE1A1A" w:rsidTr="00BB3BDA">
        <w:tc>
          <w:tcPr>
            <w:tcW w:w="6806" w:type="dxa"/>
          </w:tcPr>
          <w:p w:rsidR="00EE1A1A" w:rsidRDefault="00EE1A1A" w:rsidP="006713DA">
            <w:pPr>
              <w:pStyle w:val="libVar0"/>
              <w:rPr>
                <w:rtl/>
              </w:rPr>
            </w:pPr>
            <w:r>
              <w:rPr>
                <w:rFonts w:hint="cs"/>
                <w:rtl/>
              </w:rPr>
              <w:t>لو ترك أحد لأحد لترك ابن المقعدين</w:t>
            </w:r>
          </w:p>
        </w:tc>
        <w:tc>
          <w:tcPr>
            <w:tcW w:w="900" w:type="dxa"/>
          </w:tcPr>
          <w:p w:rsidR="00EE1A1A" w:rsidRDefault="00EE1A1A" w:rsidP="00A80F4B">
            <w:pPr>
              <w:pStyle w:val="libVarCenter"/>
              <w:rPr>
                <w:rtl/>
              </w:rPr>
            </w:pPr>
            <w:r>
              <w:rPr>
                <w:rFonts w:hint="cs"/>
                <w:rtl/>
              </w:rPr>
              <w:t>112</w:t>
            </w:r>
          </w:p>
        </w:tc>
      </w:tr>
      <w:tr w:rsidR="00EE1A1A" w:rsidTr="00BB3BDA">
        <w:tc>
          <w:tcPr>
            <w:tcW w:w="6806" w:type="dxa"/>
          </w:tcPr>
          <w:p w:rsidR="00EE1A1A" w:rsidRDefault="00EE1A1A" w:rsidP="006713DA">
            <w:pPr>
              <w:pStyle w:val="libVar0"/>
              <w:rPr>
                <w:rtl/>
              </w:rPr>
            </w:pPr>
            <w:r>
              <w:rPr>
                <w:rFonts w:hint="cs"/>
                <w:rtl/>
              </w:rPr>
              <w:t>لو كان الصبر رجلاً لكان كريماً</w:t>
            </w:r>
          </w:p>
        </w:tc>
        <w:tc>
          <w:tcPr>
            <w:tcW w:w="900" w:type="dxa"/>
          </w:tcPr>
          <w:p w:rsidR="00EE1A1A" w:rsidRDefault="00EE1A1A" w:rsidP="00A80F4B">
            <w:pPr>
              <w:pStyle w:val="libVarCenter"/>
              <w:rPr>
                <w:rtl/>
              </w:rPr>
            </w:pPr>
            <w:r>
              <w:rPr>
                <w:rFonts w:hint="cs"/>
                <w:rtl/>
              </w:rPr>
              <w:t>48</w:t>
            </w:r>
          </w:p>
        </w:tc>
      </w:tr>
      <w:tr w:rsidR="00EE1A1A" w:rsidTr="00BB3BDA">
        <w:tc>
          <w:tcPr>
            <w:tcW w:w="6806" w:type="dxa"/>
          </w:tcPr>
          <w:p w:rsidR="00EE1A1A" w:rsidRDefault="00EE1A1A" w:rsidP="006713DA">
            <w:pPr>
              <w:pStyle w:val="libVar0"/>
              <w:rPr>
                <w:rtl/>
              </w:rPr>
            </w:pPr>
            <w:r>
              <w:rPr>
                <w:rFonts w:hint="cs"/>
                <w:rtl/>
              </w:rPr>
              <w:t>لولا أن يحزن المؤمن لجعلت للكافر عصابة من حديد</w:t>
            </w:r>
          </w:p>
        </w:tc>
        <w:tc>
          <w:tcPr>
            <w:tcW w:w="900" w:type="dxa"/>
          </w:tcPr>
          <w:p w:rsidR="00EE1A1A" w:rsidRDefault="00EE1A1A" w:rsidP="00A80F4B">
            <w:pPr>
              <w:pStyle w:val="libVarCenter"/>
              <w:rPr>
                <w:rtl/>
              </w:rPr>
            </w:pPr>
            <w:r>
              <w:rPr>
                <w:rFonts w:hint="cs"/>
                <w:rtl/>
              </w:rPr>
              <w:t>118</w:t>
            </w:r>
          </w:p>
        </w:tc>
      </w:tr>
      <w:tr w:rsidR="00EE1A1A" w:rsidTr="00BB3BDA">
        <w:tc>
          <w:tcPr>
            <w:tcW w:w="6806" w:type="dxa"/>
          </w:tcPr>
          <w:p w:rsidR="00EE1A1A" w:rsidRDefault="00EE1A1A" w:rsidP="006713DA">
            <w:pPr>
              <w:pStyle w:val="libVar0"/>
              <w:rPr>
                <w:rtl/>
              </w:rPr>
            </w:pPr>
            <w:r>
              <w:rPr>
                <w:rFonts w:hint="cs"/>
                <w:rtl/>
              </w:rPr>
              <w:t>ليس منّا من ضرب الخدود ، وشقَّ الجيوب</w:t>
            </w:r>
          </w:p>
        </w:tc>
        <w:tc>
          <w:tcPr>
            <w:tcW w:w="900" w:type="dxa"/>
          </w:tcPr>
          <w:p w:rsidR="00EE1A1A" w:rsidRDefault="00EE1A1A" w:rsidP="00A80F4B">
            <w:pPr>
              <w:pStyle w:val="libVarCenter"/>
              <w:rPr>
                <w:rtl/>
              </w:rPr>
            </w:pPr>
            <w:r>
              <w:rPr>
                <w:rFonts w:hint="cs"/>
                <w:rtl/>
              </w:rPr>
              <w:t>99 ، 104</w:t>
            </w:r>
          </w:p>
        </w:tc>
      </w:tr>
      <w:tr w:rsidR="00EE1A1A" w:rsidTr="00BB3BDA">
        <w:tc>
          <w:tcPr>
            <w:tcW w:w="6806" w:type="dxa"/>
          </w:tcPr>
          <w:p w:rsidR="00EE1A1A" w:rsidRDefault="00EE1A1A" w:rsidP="006713DA">
            <w:pPr>
              <w:pStyle w:val="libVar0"/>
              <w:rPr>
                <w:rtl/>
              </w:rPr>
            </w:pPr>
            <w:r>
              <w:rPr>
                <w:rFonts w:hint="cs"/>
                <w:rtl/>
              </w:rPr>
              <w:t>لئن اُقدم سقطاً أحبّ إليّ من أن اُخلّف مائة فارس</w:t>
            </w:r>
          </w:p>
        </w:tc>
        <w:tc>
          <w:tcPr>
            <w:tcW w:w="900" w:type="dxa"/>
          </w:tcPr>
          <w:p w:rsidR="00EE1A1A" w:rsidRDefault="00EE1A1A" w:rsidP="00A80F4B">
            <w:pPr>
              <w:pStyle w:val="libVarCenter"/>
              <w:rPr>
                <w:rtl/>
              </w:rPr>
            </w:pPr>
            <w:r>
              <w:rPr>
                <w:rFonts w:hint="cs"/>
                <w:rtl/>
              </w:rPr>
              <w:t>33</w:t>
            </w:r>
          </w:p>
        </w:tc>
      </w:tr>
    </w:tbl>
    <w:p w:rsidR="00F06CB0" w:rsidRDefault="00F06CB0" w:rsidP="006713DA">
      <w:pPr>
        <w:pStyle w:val="libCenterBold1"/>
        <w:rPr>
          <w:rtl/>
        </w:rPr>
      </w:pPr>
    </w:p>
    <w:p w:rsidR="00F06CB0" w:rsidRDefault="00F06CB0">
      <w:pPr>
        <w:bidi w:val="0"/>
        <w:spacing w:before="480" w:line="276" w:lineRule="auto"/>
        <w:ind w:firstLine="0"/>
        <w:jc w:val="center"/>
        <w:rPr>
          <w:b/>
          <w:bCs/>
          <w:rtl/>
        </w:rPr>
      </w:pPr>
      <w:r>
        <w:rPr>
          <w:rtl/>
        </w:rPr>
        <w:br w:type="page"/>
      </w:r>
    </w:p>
    <w:p w:rsidR="00EE1A1A" w:rsidRDefault="00EE1A1A" w:rsidP="006713DA">
      <w:pPr>
        <w:pStyle w:val="libCenterBold1"/>
        <w:rPr>
          <w:rtl/>
        </w:rPr>
      </w:pPr>
      <w:r>
        <w:rPr>
          <w:rFonts w:hint="cs"/>
          <w:rtl/>
        </w:rPr>
        <w:lastRenderedPageBreak/>
        <w:t>(م)</w:t>
      </w:r>
    </w:p>
    <w:tbl>
      <w:tblPr>
        <w:bidiVisual/>
        <w:tblW w:w="7719" w:type="dxa"/>
        <w:tblLook w:val="01E0"/>
      </w:tblPr>
      <w:tblGrid>
        <w:gridCol w:w="6806"/>
        <w:gridCol w:w="913"/>
      </w:tblGrid>
      <w:tr w:rsidR="00EE1A1A" w:rsidTr="00BB3BDA">
        <w:tc>
          <w:tcPr>
            <w:tcW w:w="6806" w:type="dxa"/>
          </w:tcPr>
          <w:p w:rsidR="00EE1A1A" w:rsidRDefault="00EE1A1A" w:rsidP="006713DA">
            <w:pPr>
              <w:pStyle w:val="libVar0"/>
              <w:rPr>
                <w:rtl/>
              </w:rPr>
            </w:pPr>
            <w:r>
              <w:rPr>
                <w:rFonts w:hint="cs"/>
                <w:rtl/>
              </w:rPr>
              <w:t>ما أنتم ... ما علامة إيمانكم ... مؤمنون وربّ الكعبة</w:t>
            </w:r>
          </w:p>
        </w:tc>
        <w:tc>
          <w:tcPr>
            <w:tcW w:w="913" w:type="dxa"/>
          </w:tcPr>
          <w:p w:rsidR="00EE1A1A" w:rsidRDefault="00EE1A1A" w:rsidP="00A80F4B">
            <w:pPr>
              <w:pStyle w:val="libVarCenter"/>
              <w:rPr>
                <w:rtl/>
              </w:rPr>
            </w:pPr>
            <w:r>
              <w:rPr>
                <w:rFonts w:hint="cs"/>
                <w:rtl/>
              </w:rPr>
              <w:t>79</w:t>
            </w:r>
          </w:p>
        </w:tc>
      </w:tr>
      <w:tr w:rsidR="00EE1A1A" w:rsidTr="00BB3BDA">
        <w:tc>
          <w:tcPr>
            <w:tcW w:w="6806" w:type="dxa"/>
          </w:tcPr>
          <w:p w:rsidR="00EE1A1A" w:rsidRDefault="00EE1A1A" w:rsidP="006713DA">
            <w:pPr>
              <w:pStyle w:val="libVar0"/>
              <w:rPr>
                <w:rtl/>
              </w:rPr>
            </w:pPr>
            <w:r>
              <w:rPr>
                <w:rFonts w:hint="cs"/>
                <w:rtl/>
              </w:rPr>
              <w:t>ما أنتما ... إجلسا بمنزلة الخصوم</w:t>
            </w:r>
          </w:p>
        </w:tc>
        <w:tc>
          <w:tcPr>
            <w:tcW w:w="913" w:type="dxa"/>
          </w:tcPr>
          <w:p w:rsidR="00EE1A1A" w:rsidRDefault="00EE1A1A" w:rsidP="00A80F4B">
            <w:pPr>
              <w:pStyle w:val="libVarCenter"/>
              <w:rPr>
                <w:rtl/>
              </w:rPr>
            </w:pPr>
            <w:r>
              <w:rPr>
                <w:rFonts w:hint="cs"/>
                <w:rtl/>
              </w:rPr>
              <w:t>111</w:t>
            </w:r>
          </w:p>
        </w:tc>
      </w:tr>
      <w:tr w:rsidR="00EE1A1A" w:rsidTr="00BB3BDA">
        <w:tc>
          <w:tcPr>
            <w:tcW w:w="6806" w:type="dxa"/>
          </w:tcPr>
          <w:p w:rsidR="00EE1A1A" w:rsidRDefault="00EE1A1A" w:rsidP="006713DA">
            <w:pPr>
              <w:pStyle w:val="libVar0"/>
              <w:rPr>
                <w:rtl/>
              </w:rPr>
            </w:pPr>
            <w:r>
              <w:rPr>
                <w:rFonts w:hint="cs"/>
                <w:rtl/>
              </w:rPr>
              <w:t xml:space="preserve">مات ابن المغيرة ، فسألت أمّ سلمة النبي </w:t>
            </w:r>
            <w:r w:rsidR="00A80F4B" w:rsidRPr="00A80F4B">
              <w:rPr>
                <w:rStyle w:val="libAlaemChar"/>
                <w:rFonts w:hint="cs"/>
                <w:rtl/>
              </w:rPr>
              <w:t>صلى‌الله‌عليه‌وآله‌وسلم</w:t>
            </w:r>
            <w:r>
              <w:rPr>
                <w:rFonts w:hint="cs"/>
                <w:rtl/>
              </w:rPr>
              <w:t xml:space="preserve"> أن يأذن لها في المضي إلى مناحته</w:t>
            </w:r>
          </w:p>
        </w:tc>
        <w:tc>
          <w:tcPr>
            <w:tcW w:w="913" w:type="dxa"/>
          </w:tcPr>
          <w:p w:rsidR="00EE1A1A" w:rsidRDefault="00EE1A1A" w:rsidP="00A80F4B">
            <w:pPr>
              <w:pStyle w:val="libVarCenter"/>
              <w:rPr>
                <w:rtl/>
              </w:rPr>
            </w:pPr>
            <w:r>
              <w:rPr>
                <w:rFonts w:hint="cs"/>
                <w:rtl/>
              </w:rPr>
              <w:t>103</w:t>
            </w:r>
          </w:p>
        </w:tc>
      </w:tr>
      <w:tr w:rsidR="00EE1A1A" w:rsidTr="00BB3BDA">
        <w:tc>
          <w:tcPr>
            <w:tcW w:w="6806" w:type="dxa"/>
          </w:tcPr>
          <w:p w:rsidR="00EE1A1A" w:rsidRDefault="00EE1A1A" w:rsidP="006713DA">
            <w:pPr>
              <w:pStyle w:val="libVar0"/>
              <w:rPr>
                <w:rtl/>
              </w:rPr>
            </w:pPr>
            <w:r>
              <w:rPr>
                <w:rFonts w:hint="cs"/>
                <w:rtl/>
              </w:rPr>
              <w:t>ما كان من حزن في القلب أو في العين فإنّما هو رحمة</w:t>
            </w:r>
          </w:p>
        </w:tc>
        <w:tc>
          <w:tcPr>
            <w:tcW w:w="913" w:type="dxa"/>
          </w:tcPr>
          <w:p w:rsidR="00EE1A1A" w:rsidRDefault="00EE1A1A" w:rsidP="00A80F4B">
            <w:pPr>
              <w:pStyle w:val="libVarCenter"/>
              <w:rPr>
                <w:rtl/>
              </w:rPr>
            </w:pPr>
            <w:r>
              <w:rPr>
                <w:rFonts w:hint="cs"/>
                <w:rtl/>
              </w:rPr>
              <w:t>94</w:t>
            </w:r>
          </w:p>
        </w:tc>
      </w:tr>
    </w:tbl>
    <w:p w:rsidR="00EE1A1A" w:rsidRDefault="00EE1A1A" w:rsidP="00BB3BDA">
      <w:pPr>
        <w:pStyle w:val="libNormal"/>
      </w:pPr>
      <w:r>
        <w:br w:type="page"/>
      </w:r>
    </w:p>
    <w:tbl>
      <w:tblPr>
        <w:bidiVisual/>
        <w:tblW w:w="7719" w:type="dxa"/>
        <w:tblLook w:val="01E0"/>
      </w:tblPr>
      <w:tblGrid>
        <w:gridCol w:w="6806"/>
        <w:gridCol w:w="913"/>
      </w:tblGrid>
      <w:tr w:rsidR="00EE1A1A" w:rsidTr="00BB3BDA">
        <w:tc>
          <w:tcPr>
            <w:tcW w:w="6806" w:type="dxa"/>
          </w:tcPr>
          <w:p w:rsidR="00EE1A1A" w:rsidRDefault="00EE1A1A" w:rsidP="006713DA">
            <w:pPr>
              <w:pStyle w:val="libVar0"/>
              <w:rPr>
                <w:rtl/>
              </w:rPr>
            </w:pPr>
            <w:r>
              <w:rPr>
                <w:rFonts w:hint="cs"/>
                <w:rtl/>
              </w:rPr>
              <w:lastRenderedPageBreak/>
              <w:t>مالعائد المريض من الأجر</w:t>
            </w:r>
          </w:p>
        </w:tc>
        <w:tc>
          <w:tcPr>
            <w:tcW w:w="913" w:type="dxa"/>
          </w:tcPr>
          <w:p w:rsidR="00EE1A1A" w:rsidRDefault="00EE1A1A" w:rsidP="00A80F4B">
            <w:pPr>
              <w:pStyle w:val="libVarCenter"/>
              <w:rPr>
                <w:rtl/>
              </w:rPr>
            </w:pPr>
            <w:r>
              <w:rPr>
                <w:rFonts w:hint="cs"/>
                <w:rtl/>
              </w:rPr>
              <w:t>106</w:t>
            </w:r>
          </w:p>
        </w:tc>
      </w:tr>
      <w:tr w:rsidR="00EE1A1A" w:rsidTr="00BB3BDA">
        <w:tc>
          <w:tcPr>
            <w:tcW w:w="6806" w:type="dxa"/>
          </w:tcPr>
          <w:p w:rsidR="00EE1A1A" w:rsidRDefault="00EE1A1A" w:rsidP="006713DA">
            <w:pPr>
              <w:pStyle w:val="libVar0"/>
              <w:rPr>
                <w:rtl/>
              </w:rPr>
            </w:pPr>
            <w:r>
              <w:rPr>
                <w:rFonts w:hint="cs"/>
                <w:rtl/>
              </w:rPr>
              <w:t>مالي لا أرى فلاناً ... يا فلان أيّما كان أحبّ إليك، ان تمتع به عمرك</w:t>
            </w:r>
          </w:p>
        </w:tc>
        <w:tc>
          <w:tcPr>
            <w:tcW w:w="913" w:type="dxa"/>
          </w:tcPr>
          <w:p w:rsidR="00EE1A1A" w:rsidRDefault="00EE1A1A" w:rsidP="00A80F4B">
            <w:pPr>
              <w:pStyle w:val="libVarCenter"/>
              <w:rPr>
                <w:rtl/>
              </w:rPr>
            </w:pPr>
            <w:r>
              <w:rPr>
                <w:rFonts w:hint="cs"/>
                <w:rtl/>
              </w:rPr>
              <w:t>35</w:t>
            </w:r>
          </w:p>
        </w:tc>
      </w:tr>
      <w:tr w:rsidR="00EE1A1A" w:rsidTr="00BB3BDA">
        <w:tc>
          <w:tcPr>
            <w:tcW w:w="6806" w:type="dxa"/>
          </w:tcPr>
          <w:p w:rsidR="00EE1A1A" w:rsidRDefault="00EE1A1A" w:rsidP="006713DA">
            <w:pPr>
              <w:pStyle w:val="libVar0"/>
              <w:rPr>
                <w:rtl/>
              </w:rPr>
            </w:pPr>
            <w:r>
              <w:rPr>
                <w:rFonts w:hint="cs"/>
                <w:rtl/>
              </w:rPr>
              <w:t>ما من جرعة أحبّ إلى الله تعالى من جرعة غيظ كظمها رجل</w:t>
            </w:r>
          </w:p>
        </w:tc>
        <w:tc>
          <w:tcPr>
            <w:tcW w:w="913" w:type="dxa"/>
          </w:tcPr>
          <w:p w:rsidR="00EE1A1A" w:rsidRDefault="00EE1A1A" w:rsidP="00A80F4B">
            <w:pPr>
              <w:pStyle w:val="libVarCenter"/>
              <w:rPr>
                <w:rtl/>
              </w:rPr>
            </w:pPr>
            <w:r>
              <w:rPr>
                <w:rFonts w:hint="cs"/>
                <w:rtl/>
              </w:rPr>
              <w:t>49</w:t>
            </w:r>
          </w:p>
        </w:tc>
      </w:tr>
      <w:tr w:rsidR="00EE1A1A" w:rsidTr="00BB3BDA">
        <w:tc>
          <w:tcPr>
            <w:tcW w:w="6806" w:type="dxa"/>
          </w:tcPr>
          <w:p w:rsidR="00EE1A1A" w:rsidRDefault="00EE1A1A" w:rsidP="006713DA">
            <w:pPr>
              <w:pStyle w:val="libVar0"/>
              <w:rPr>
                <w:rtl/>
              </w:rPr>
            </w:pPr>
            <w:r>
              <w:rPr>
                <w:rFonts w:hint="cs"/>
                <w:rtl/>
              </w:rPr>
              <w:t>ما من جرعتين أحبّ إلى الله تعالى أن يجرعهما عبده المؤمن في الدّنيا</w:t>
            </w:r>
          </w:p>
        </w:tc>
        <w:tc>
          <w:tcPr>
            <w:tcW w:w="913" w:type="dxa"/>
          </w:tcPr>
          <w:p w:rsidR="00EE1A1A" w:rsidRDefault="00EE1A1A" w:rsidP="00A80F4B">
            <w:pPr>
              <w:pStyle w:val="libVarCenter"/>
              <w:rPr>
                <w:rtl/>
              </w:rPr>
            </w:pPr>
            <w:r>
              <w:rPr>
                <w:rFonts w:hint="cs"/>
                <w:rtl/>
              </w:rPr>
              <w:t>118</w:t>
            </w:r>
          </w:p>
        </w:tc>
      </w:tr>
      <w:tr w:rsidR="00EE1A1A" w:rsidTr="00BB3BDA">
        <w:tc>
          <w:tcPr>
            <w:tcW w:w="6806" w:type="dxa"/>
          </w:tcPr>
          <w:p w:rsidR="00EE1A1A" w:rsidRDefault="00EE1A1A" w:rsidP="006713DA">
            <w:pPr>
              <w:pStyle w:val="libVar0"/>
              <w:rPr>
                <w:rtl/>
              </w:rPr>
            </w:pPr>
            <w:r>
              <w:rPr>
                <w:rFonts w:hint="cs"/>
                <w:rtl/>
              </w:rPr>
              <w:t>ما من عبد تصيبه مصيبة فيقول : إنّا لله وإنّا إليه راجعون</w:t>
            </w:r>
          </w:p>
        </w:tc>
        <w:tc>
          <w:tcPr>
            <w:tcW w:w="913" w:type="dxa"/>
          </w:tcPr>
          <w:p w:rsidR="00EE1A1A" w:rsidRDefault="00EE1A1A" w:rsidP="00A80F4B">
            <w:pPr>
              <w:pStyle w:val="libVarCenter"/>
              <w:rPr>
                <w:rtl/>
              </w:rPr>
            </w:pPr>
            <w:r>
              <w:rPr>
                <w:rFonts w:hint="cs"/>
                <w:rtl/>
              </w:rPr>
              <w:t>53</w:t>
            </w:r>
          </w:p>
        </w:tc>
      </w:tr>
      <w:tr w:rsidR="00EE1A1A" w:rsidTr="00BB3BDA">
        <w:tc>
          <w:tcPr>
            <w:tcW w:w="6806" w:type="dxa"/>
          </w:tcPr>
          <w:p w:rsidR="00EE1A1A" w:rsidRDefault="00EE1A1A" w:rsidP="006713DA">
            <w:pPr>
              <w:pStyle w:val="libVar0"/>
              <w:rPr>
                <w:rtl/>
              </w:rPr>
            </w:pPr>
            <w:r>
              <w:rPr>
                <w:rFonts w:hint="cs"/>
                <w:rtl/>
              </w:rPr>
              <w:t>ما من عبد مسلم ينفق من كلّ ماله زوجين في سبيل الله إلا استقبلته حجبة الجنة</w:t>
            </w:r>
          </w:p>
        </w:tc>
        <w:tc>
          <w:tcPr>
            <w:tcW w:w="913" w:type="dxa"/>
          </w:tcPr>
          <w:p w:rsidR="00EE1A1A" w:rsidRDefault="00EE1A1A" w:rsidP="00A80F4B">
            <w:pPr>
              <w:pStyle w:val="libVarCenter"/>
              <w:rPr>
                <w:rtl/>
              </w:rPr>
            </w:pPr>
            <w:r>
              <w:rPr>
                <w:rFonts w:hint="cs"/>
                <w:rtl/>
              </w:rPr>
              <w:t>40</w:t>
            </w:r>
          </w:p>
        </w:tc>
      </w:tr>
      <w:tr w:rsidR="00EE1A1A" w:rsidTr="00BB3BDA">
        <w:tc>
          <w:tcPr>
            <w:tcW w:w="6806" w:type="dxa"/>
          </w:tcPr>
          <w:p w:rsidR="00EE1A1A" w:rsidRDefault="00EE1A1A" w:rsidP="006713DA">
            <w:pPr>
              <w:pStyle w:val="libVar0"/>
              <w:rPr>
                <w:rtl/>
              </w:rPr>
            </w:pPr>
            <w:r>
              <w:rPr>
                <w:rFonts w:hint="cs"/>
                <w:rtl/>
              </w:rPr>
              <w:t>ما من مسلم تصيبه مصيبة فيقول ما أمره الله به : إنّا لله وإنّا إليه راجعون</w:t>
            </w:r>
          </w:p>
        </w:tc>
        <w:tc>
          <w:tcPr>
            <w:tcW w:w="913" w:type="dxa"/>
          </w:tcPr>
          <w:p w:rsidR="00EE1A1A" w:rsidRDefault="00EE1A1A" w:rsidP="00A80F4B">
            <w:pPr>
              <w:pStyle w:val="libVarCenter"/>
              <w:rPr>
                <w:rtl/>
              </w:rPr>
            </w:pPr>
            <w:r>
              <w:rPr>
                <w:rFonts w:hint="cs"/>
                <w:rtl/>
              </w:rPr>
              <w:t>102</w:t>
            </w:r>
          </w:p>
        </w:tc>
      </w:tr>
      <w:tr w:rsidR="00EE1A1A" w:rsidTr="00BB3BDA">
        <w:tc>
          <w:tcPr>
            <w:tcW w:w="6806" w:type="dxa"/>
          </w:tcPr>
          <w:p w:rsidR="00EE1A1A" w:rsidRDefault="00EE1A1A" w:rsidP="006713DA">
            <w:pPr>
              <w:pStyle w:val="libVar0"/>
              <w:rPr>
                <w:rtl/>
              </w:rPr>
            </w:pPr>
            <w:r>
              <w:rPr>
                <w:rFonts w:hint="cs"/>
                <w:rtl/>
              </w:rPr>
              <w:t>ما من مسلم تصيبه مصيبة فيقول ما أمره الله عزّ وجل : إنّا لله وإنّا إليه راجعون</w:t>
            </w:r>
          </w:p>
        </w:tc>
        <w:tc>
          <w:tcPr>
            <w:tcW w:w="913" w:type="dxa"/>
          </w:tcPr>
          <w:p w:rsidR="00EE1A1A" w:rsidRDefault="00EE1A1A" w:rsidP="00A80F4B">
            <w:pPr>
              <w:pStyle w:val="libVarCenter"/>
              <w:rPr>
                <w:rtl/>
              </w:rPr>
            </w:pPr>
            <w:r>
              <w:rPr>
                <w:rFonts w:hint="cs"/>
                <w:rtl/>
              </w:rPr>
              <w:t>53</w:t>
            </w:r>
          </w:p>
        </w:tc>
      </w:tr>
      <w:tr w:rsidR="00EE1A1A" w:rsidTr="00BB3BDA">
        <w:tc>
          <w:tcPr>
            <w:tcW w:w="6806" w:type="dxa"/>
          </w:tcPr>
          <w:p w:rsidR="00EE1A1A" w:rsidRDefault="00EE1A1A" w:rsidP="006713DA">
            <w:pPr>
              <w:pStyle w:val="libVar0"/>
              <w:rPr>
                <w:rtl/>
              </w:rPr>
            </w:pPr>
            <w:r>
              <w:rPr>
                <w:rFonts w:hint="cs"/>
                <w:rtl/>
              </w:rPr>
              <w:t>ما من مسلمين يقدمان ثلاثة لم يبلغوا الحِنث إلا أدخلهما الله الجنة بفضل رحمته</w:t>
            </w:r>
          </w:p>
        </w:tc>
        <w:tc>
          <w:tcPr>
            <w:tcW w:w="913" w:type="dxa"/>
          </w:tcPr>
          <w:p w:rsidR="00EE1A1A" w:rsidRDefault="00EE1A1A" w:rsidP="00A80F4B">
            <w:pPr>
              <w:pStyle w:val="libVarCenter"/>
              <w:rPr>
                <w:rtl/>
              </w:rPr>
            </w:pPr>
            <w:r>
              <w:rPr>
                <w:rFonts w:hint="cs"/>
                <w:rtl/>
              </w:rPr>
              <w:t>39</w:t>
            </w:r>
          </w:p>
        </w:tc>
      </w:tr>
      <w:tr w:rsidR="00EE1A1A" w:rsidTr="00BB3BDA">
        <w:tc>
          <w:tcPr>
            <w:tcW w:w="6806" w:type="dxa"/>
          </w:tcPr>
          <w:p w:rsidR="00EE1A1A" w:rsidRDefault="00EE1A1A" w:rsidP="006713DA">
            <w:pPr>
              <w:pStyle w:val="libVar0"/>
              <w:rPr>
                <w:rtl/>
              </w:rPr>
            </w:pPr>
            <w:r>
              <w:rPr>
                <w:rFonts w:hint="cs"/>
                <w:rtl/>
              </w:rPr>
              <w:t>ما من مسلمين يقدمان عليهما ثلاثة أولاد لم يبلغوا الحنث</w:t>
            </w:r>
          </w:p>
        </w:tc>
        <w:tc>
          <w:tcPr>
            <w:tcW w:w="913" w:type="dxa"/>
          </w:tcPr>
          <w:p w:rsidR="00EE1A1A" w:rsidRDefault="00EE1A1A" w:rsidP="00A80F4B">
            <w:pPr>
              <w:pStyle w:val="libVarCenter"/>
              <w:rPr>
                <w:rtl/>
              </w:rPr>
            </w:pPr>
            <w:r>
              <w:rPr>
                <w:rFonts w:hint="cs"/>
                <w:rtl/>
              </w:rPr>
              <w:t>29</w:t>
            </w:r>
          </w:p>
        </w:tc>
      </w:tr>
      <w:tr w:rsidR="00EE1A1A" w:rsidTr="00BB3BDA">
        <w:tc>
          <w:tcPr>
            <w:tcW w:w="6806" w:type="dxa"/>
          </w:tcPr>
          <w:p w:rsidR="00EE1A1A" w:rsidRDefault="00EE1A1A" w:rsidP="006713DA">
            <w:pPr>
              <w:pStyle w:val="libVar0"/>
              <w:rPr>
                <w:rtl/>
              </w:rPr>
            </w:pPr>
            <w:r>
              <w:rPr>
                <w:rFonts w:hint="cs"/>
                <w:rtl/>
              </w:rPr>
              <w:t>ما من مسلمين يموت بينهما ثلاثة أولاد لم يبلغوا الحنث إلا غفر الله لهما</w:t>
            </w:r>
          </w:p>
        </w:tc>
        <w:tc>
          <w:tcPr>
            <w:tcW w:w="913" w:type="dxa"/>
          </w:tcPr>
          <w:p w:rsidR="00EE1A1A" w:rsidRDefault="00EE1A1A" w:rsidP="00A80F4B">
            <w:pPr>
              <w:pStyle w:val="libVarCenter"/>
              <w:rPr>
                <w:rtl/>
              </w:rPr>
            </w:pPr>
            <w:r>
              <w:rPr>
                <w:rFonts w:hint="cs"/>
                <w:rtl/>
              </w:rPr>
              <w:t>40</w:t>
            </w:r>
          </w:p>
        </w:tc>
      </w:tr>
      <w:tr w:rsidR="00EE1A1A" w:rsidTr="00BB3BDA">
        <w:tc>
          <w:tcPr>
            <w:tcW w:w="6806" w:type="dxa"/>
          </w:tcPr>
          <w:p w:rsidR="00EE1A1A" w:rsidRDefault="00EE1A1A" w:rsidP="006713DA">
            <w:pPr>
              <w:pStyle w:val="libVar0"/>
              <w:rPr>
                <w:rtl/>
              </w:rPr>
            </w:pPr>
            <w:r>
              <w:rPr>
                <w:rFonts w:hint="cs"/>
                <w:rtl/>
              </w:rPr>
              <w:t>ما من مؤمن ولا مؤمنة يقدم الله تعالى له ثلاثة أولاد من صلبه لم يبلغوا الحنث</w:t>
            </w:r>
          </w:p>
        </w:tc>
        <w:tc>
          <w:tcPr>
            <w:tcW w:w="913" w:type="dxa"/>
          </w:tcPr>
          <w:p w:rsidR="00EE1A1A" w:rsidRDefault="00EE1A1A" w:rsidP="00A80F4B">
            <w:pPr>
              <w:pStyle w:val="libVarCenter"/>
              <w:rPr>
                <w:rtl/>
              </w:rPr>
            </w:pPr>
            <w:r>
              <w:rPr>
                <w:rFonts w:hint="cs"/>
                <w:rtl/>
              </w:rPr>
              <w:t>40</w:t>
            </w:r>
          </w:p>
        </w:tc>
      </w:tr>
      <w:tr w:rsidR="00EE1A1A" w:rsidTr="00BB3BDA">
        <w:tc>
          <w:tcPr>
            <w:tcW w:w="6806" w:type="dxa"/>
          </w:tcPr>
          <w:p w:rsidR="00EE1A1A" w:rsidRDefault="00EE1A1A" w:rsidP="006713DA">
            <w:pPr>
              <w:pStyle w:val="libVar0"/>
              <w:rPr>
                <w:rtl/>
              </w:rPr>
            </w:pPr>
            <w:r>
              <w:rPr>
                <w:rFonts w:hint="cs"/>
                <w:rtl/>
              </w:rPr>
              <w:t>ما من مؤمن يصاب بمصيبة في الدّنيا فيسترجع عند المصيبة</w:t>
            </w:r>
          </w:p>
        </w:tc>
        <w:tc>
          <w:tcPr>
            <w:tcW w:w="913" w:type="dxa"/>
          </w:tcPr>
          <w:p w:rsidR="00EE1A1A" w:rsidRDefault="00EE1A1A" w:rsidP="00A80F4B">
            <w:pPr>
              <w:pStyle w:val="libVarCenter"/>
              <w:rPr>
                <w:rtl/>
              </w:rPr>
            </w:pPr>
            <w:r>
              <w:rPr>
                <w:rFonts w:hint="cs"/>
                <w:rtl/>
              </w:rPr>
              <w:t>101</w:t>
            </w:r>
          </w:p>
        </w:tc>
      </w:tr>
      <w:tr w:rsidR="00EE1A1A" w:rsidTr="00BB3BDA">
        <w:tc>
          <w:tcPr>
            <w:tcW w:w="6806" w:type="dxa"/>
          </w:tcPr>
          <w:p w:rsidR="00EE1A1A" w:rsidRDefault="00EE1A1A" w:rsidP="006713DA">
            <w:pPr>
              <w:pStyle w:val="libVar0"/>
              <w:rPr>
                <w:rtl/>
              </w:rPr>
            </w:pPr>
            <w:r>
              <w:rPr>
                <w:rFonts w:hint="cs"/>
                <w:rtl/>
              </w:rPr>
              <w:t>ما نزل البلاء بالمؤمن والمؤمنة في نفسه وولده وماله</w:t>
            </w:r>
          </w:p>
        </w:tc>
        <w:tc>
          <w:tcPr>
            <w:tcW w:w="913" w:type="dxa"/>
          </w:tcPr>
          <w:p w:rsidR="00EE1A1A" w:rsidRDefault="00EE1A1A" w:rsidP="00A80F4B">
            <w:pPr>
              <w:pStyle w:val="libVarCenter"/>
              <w:rPr>
                <w:rtl/>
              </w:rPr>
            </w:pPr>
            <w:r>
              <w:rPr>
                <w:rFonts w:hint="cs"/>
                <w:rtl/>
              </w:rPr>
              <w:t>30</w:t>
            </w:r>
          </w:p>
        </w:tc>
      </w:tr>
      <w:tr w:rsidR="00EE1A1A" w:rsidTr="00BB3BDA">
        <w:tc>
          <w:tcPr>
            <w:tcW w:w="6806" w:type="dxa"/>
          </w:tcPr>
          <w:p w:rsidR="00EE1A1A" w:rsidRDefault="00EE1A1A" w:rsidP="006713DA">
            <w:pPr>
              <w:pStyle w:val="libVar0"/>
              <w:rPr>
                <w:rtl/>
              </w:rPr>
            </w:pPr>
            <w:r>
              <w:rPr>
                <w:rFonts w:hint="cs"/>
                <w:rtl/>
              </w:rPr>
              <w:t>المصائب مفاتيح الأجر</w:t>
            </w:r>
          </w:p>
        </w:tc>
        <w:tc>
          <w:tcPr>
            <w:tcW w:w="913" w:type="dxa"/>
          </w:tcPr>
          <w:p w:rsidR="00EE1A1A" w:rsidRDefault="00EE1A1A" w:rsidP="00A80F4B">
            <w:pPr>
              <w:pStyle w:val="libVarCenter"/>
              <w:rPr>
                <w:rtl/>
              </w:rPr>
            </w:pPr>
            <w:r>
              <w:rPr>
                <w:rFonts w:hint="cs"/>
                <w:rtl/>
              </w:rPr>
              <w:t>49</w:t>
            </w:r>
          </w:p>
        </w:tc>
      </w:tr>
      <w:tr w:rsidR="00EE1A1A" w:rsidTr="00BB3BDA">
        <w:tc>
          <w:tcPr>
            <w:tcW w:w="6806" w:type="dxa"/>
          </w:tcPr>
          <w:p w:rsidR="00EE1A1A" w:rsidRDefault="00EE1A1A" w:rsidP="006713DA">
            <w:pPr>
              <w:pStyle w:val="libVar0"/>
              <w:rPr>
                <w:rtl/>
              </w:rPr>
            </w:pPr>
            <w:r>
              <w:rPr>
                <w:rFonts w:hint="cs"/>
                <w:rtl/>
              </w:rPr>
              <w:t>من ابتلي من المؤمنين ببلاء فصبر عليه كان له مثل أجر ألف شهيد</w:t>
            </w:r>
          </w:p>
        </w:tc>
        <w:tc>
          <w:tcPr>
            <w:tcW w:w="913" w:type="dxa"/>
          </w:tcPr>
          <w:p w:rsidR="00EE1A1A" w:rsidRDefault="00EE1A1A" w:rsidP="00A80F4B">
            <w:pPr>
              <w:pStyle w:val="libVarCenter"/>
              <w:rPr>
                <w:rtl/>
              </w:rPr>
            </w:pPr>
            <w:r>
              <w:rPr>
                <w:rFonts w:hint="cs"/>
                <w:rtl/>
              </w:rPr>
              <w:t>51</w:t>
            </w:r>
          </w:p>
        </w:tc>
      </w:tr>
      <w:tr w:rsidR="00EE1A1A" w:rsidTr="00BB3BDA">
        <w:tc>
          <w:tcPr>
            <w:tcW w:w="6806" w:type="dxa"/>
          </w:tcPr>
          <w:p w:rsidR="00EE1A1A" w:rsidRDefault="00EE1A1A" w:rsidP="006713DA">
            <w:pPr>
              <w:pStyle w:val="libVar0"/>
              <w:rPr>
                <w:rtl/>
              </w:rPr>
            </w:pPr>
            <w:r>
              <w:rPr>
                <w:rFonts w:hint="cs"/>
                <w:rtl/>
              </w:rPr>
              <w:t>من أحبّ أن يعلم ماله عند الله عزّ وجلّ فلينظر ما لله عنده</w:t>
            </w:r>
          </w:p>
        </w:tc>
        <w:tc>
          <w:tcPr>
            <w:tcW w:w="913" w:type="dxa"/>
          </w:tcPr>
          <w:p w:rsidR="00EE1A1A" w:rsidRDefault="00EE1A1A" w:rsidP="00A80F4B">
            <w:pPr>
              <w:pStyle w:val="libVarCenter"/>
              <w:rPr>
                <w:rtl/>
              </w:rPr>
            </w:pPr>
            <w:r>
              <w:rPr>
                <w:rFonts w:hint="cs"/>
                <w:rtl/>
              </w:rPr>
              <w:t>80</w:t>
            </w:r>
          </w:p>
        </w:tc>
      </w:tr>
      <w:tr w:rsidR="00EE1A1A" w:rsidTr="00BB3BDA">
        <w:tc>
          <w:tcPr>
            <w:tcW w:w="6806" w:type="dxa"/>
          </w:tcPr>
          <w:p w:rsidR="00EE1A1A" w:rsidRDefault="00EE1A1A" w:rsidP="006713DA">
            <w:pPr>
              <w:pStyle w:val="libVar0"/>
              <w:rPr>
                <w:rtl/>
              </w:rPr>
            </w:pPr>
            <w:r>
              <w:rPr>
                <w:rFonts w:hint="cs"/>
                <w:rtl/>
              </w:rPr>
              <w:t>من أصابته مصيبة فقال إذا ذكرهأ : إنّا لله وإنّا إليه راجعون جدّد الله عزّ وجلّ له أجرها</w:t>
            </w:r>
          </w:p>
        </w:tc>
        <w:tc>
          <w:tcPr>
            <w:tcW w:w="913" w:type="dxa"/>
          </w:tcPr>
          <w:p w:rsidR="00EE1A1A" w:rsidRDefault="00EE1A1A" w:rsidP="00A80F4B">
            <w:pPr>
              <w:pStyle w:val="libVarCenter"/>
              <w:rPr>
                <w:rtl/>
              </w:rPr>
            </w:pPr>
            <w:r>
              <w:rPr>
                <w:rFonts w:hint="cs"/>
                <w:rtl/>
              </w:rPr>
              <w:t>54</w:t>
            </w:r>
          </w:p>
        </w:tc>
      </w:tr>
      <w:tr w:rsidR="00EE1A1A" w:rsidTr="00BB3BDA">
        <w:tc>
          <w:tcPr>
            <w:tcW w:w="6806" w:type="dxa"/>
          </w:tcPr>
          <w:p w:rsidR="00EE1A1A" w:rsidRDefault="00EE1A1A" w:rsidP="006713DA">
            <w:pPr>
              <w:pStyle w:val="libVar0"/>
              <w:rPr>
                <w:rtl/>
              </w:rPr>
            </w:pPr>
            <w:r>
              <w:rPr>
                <w:rFonts w:hint="cs"/>
                <w:rtl/>
              </w:rPr>
              <w:t>من اُصيب بمصيبة جزع عليها أو لم يجزع ، صبر أو لم يصبر كان ثوابه من الله الجنة</w:t>
            </w:r>
          </w:p>
        </w:tc>
        <w:tc>
          <w:tcPr>
            <w:tcW w:w="913" w:type="dxa"/>
          </w:tcPr>
          <w:p w:rsidR="00EE1A1A" w:rsidRDefault="00EE1A1A" w:rsidP="00A80F4B">
            <w:pPr>
              <w:pStyle w:val="libVarCenter"/>
              <w:rPr>
                <w:rtl/>
              </w:rPr>
            </w:pPr>
            <w:r>
              <w:rPr>
                <w:rFonts w:hint="cs"/>
                <w:rtl/>
              </w:rPr>
              <w:t>30</w:t>
            </w:r>
          </w:p>
        </w:tc>
      </w:tr>
      <w:tr w:rsidR="00EE1A1A" w:rsidTr="00BB3BDA">
        <w:tc>
          <w:tcPr>
            <w:tcW w:w="6806" w:type="dxa"/>
          </w:tcPr>
          <w:p w:rsidR="00EE1A1A" w:rsidRDefault="00EE1A1A" w:rsidP="006713DA">
            <w:pPr>
              <w:pStyle w:val="libVar0"/>
              <w:rPr>
                <w:rtl/>
              </w:rPr>
            </w:pPr>
            <w:r>
              <w:rPr>
                <w:rFonts w:hint="cs"/>
                <w:rtl/>
              </w:rPr>
              <w:t>من أقل ما اوتيتم اليقين وعزيمة الصّبر ، ومن اُعطي حَظّه منهما لم يبال مافاته</w:t>
            </w:r>
          </w:p>
        </w:tc>
        <w:tc>
          <w:tcPr>
            <w:tcW w:w="913" w:type="dxa"/>
          </w:tcPr>
          <w:p w:rsidR="00EE1A1A" w:rsidRDefault="00EE1A1A" w:rsidP="00A80F4B">
            <w:pPr>
              <w:pStyle w:val="libVarCenter"/>
              <w:rPr>
                <w:rtl/>
              </w:rPr>
            </w:pPr>
            <w:r>
              <w:rPr>
                <w:rFonts w:hint="cs"/>
                <w:rtl/>
              </w:rPr>
              <w:t>47</w:t>
            </w:r>
          </w:p>
        </w:tc>
      </w:tr>
      <w:tr w:rsidR="00EE1A1A" w:rsidTr="00BB3BDA">
        <w:tc>
          <w:tcPr>
            <w:tcW w:w="6806" w:type="dxa"/>
          </w:tcPr>
          <w:p w:rsidR="00EE1A1A" w:rsidRDefault="00EE1A1A" w:rsidP="006713DA">
            <w:pPr>
              <w:pStyle w:val="libVar0"/>
              <w:rPr>
                <w:rtl/>
              </w:rPr>
            </w:pPr>
            <w:r>
              <w:rPr>
                <w:rFonts w:hint="cs"/>
                <w:rtl/>
              </w:rPr>
              <w:t>من دفن ثلاثة أولاد وصبر عليهم واحتسب وجبت له الجنة</w:t>
            </w:r>
          </w:p>
        </w:tc>
        <w:tc>
          <w:tcPr>
            <w:tcW w:w="913" w:type="dxa"/>
          </w:tcPr>
          <w:p w:rsidR="00EE1A1A" w:rsidRDefault="00EE1A1A" w:rsidP="00A80F4B">
            <w:pPr>
              <w:pStyle w:val="libVarCenter"/>
              <w:rPr>
                <w:rtl/>
              </w:rPr>
            </w:pPr>
            <w:r>
              <w:rPr>
                <w:rFonts w:hint="cs"/>
                <w:rtl/>
              </w:rPr>
              <w:t>37</w:t>
            </w:r>
          </w:p>
        </w:tc>
      </w:tr>
      <w:tr w:rsidR="00EE1A1A" w:rsidTr="00BB3BDA">
        <w:tc>
          <w:tcPr>
            <w:tcW w:w="6806" w:type="dxa"/>
          </w:tcPr>
          <w:p w:rsidR="00EE1A1A" w:rsidRDefault="00EE1A1A" w:rsidP="006713DA">
            <w:pPr>
              <w:pStyle w:val="libVar0"/>
              <w:rPr>
                <w:rtl/>
              </w:rPr>
            </w:pPr>
            <w:r>
              <w:rPr>
                <w:rFonts w:hint="cs"/>
                <w:rtl/>
              </w:rPr>
              <w:t>من دفن ثلاثة من الولد حرّم الله عليه النّار</w:t>
            </w:r>
          </w:p>
        </w:tc>
        <w:tc>
          <w:tcPr>
            <w:tcW w:w="913" w:type="dxa"/>
          </w:tcPr>
          <w:p w:rsidR="00EE1A1A" w:rsidRDefault="00EE1A1A" w:rsidP="00A80F4B">
            <w:pPr>
              <w:pStyle w:val="libVarCenter"/>
              <w:rPr>
                <w:rtl/>
              </w:rPr>
            </w:pPr>
            <w:r>
              <w:rPr>
                <w:rFonts w:hint="cs"/>
                <w:rtl/>
              </w:rPr>
              <w:t>40</w:t>
            </w:r>
          </w:p>
        </w:tc>
      </w:tr>
      <w:tr w:rsidR="00EE1A1A" w:rsidTr="00BB3BDA">
        <w:tc>
          <w:tcPr>
            <w:tcW w:w="6806" w:type="dxa"/>
          </w:tcPr>
          <w:p w:rsidR="00EE1A1A" w:rsidRDefault="00EE1A1A" w:rsidP="006713DA">
            <w:pPr>
              <w:pStyle w:val="libVar0"/>
              <w:rPr>
                <w:rtl/>
              </w:rPr>
            </w:pPr>
            <w:r>
              <w:rPr>
                <w:rFonts w:hint="cs"/>
                <w:rtl/>
              </w:rPr>
              <w:t>من ذكر مصيبته ولو بعد حين ، فقال : إنّا لله وإنّا إليه راجعون</w:t>
            </w:r>
          </w:p>
        </w:tc>
        <w:tc>
          <w:tcPr>
            <w:tcW w:w="913" w:type="dxa"/>
          </w:tcPr>
          <w:p w:rsidR="00EE1A1A" w:rsidRDefault="00EE1A1A" w:rsidP="00A80F4B">
            <w:pPr>
              <w:pStyle w:val="libVarCenter"/>
              <w:rPr>
                <w:rtl/>
              </w:rPr>
            </w:pPr>
            <w:r>
              <w:rPr>
                <w:rFonts w:hint="cs"/>
                <w:rtl/>
              </w:rPr>
              <w:t>102</w:t>
            </w:r>
          </w:p>
        </w:tc>
      </w:tr>
      <w:tr w:rsidR="00EE1A1A" w:rsidTr="00BB3BDA">
        <w:tc>
          <w:tcPr>
            <w:tcW w:w="6806" w:type="dxa"/>
          </w:tcPr>
          <w:p w:rsidR="00EE1A1A" w:rsidRDefault="00EE1A1A" w:rsidP="006713DA">
            <w:pPr>
              <w:pStyle w:val="libVar0"/>
              <w:rPr>
                <w:rtl/>
              </w:rPr>
            </w:pPr>
            <w:r>
              <w:rPr>
                <w:rFonts w:hint="cs"/>
                <w:rtl/>
              </w:rPr>
              <w:t>من عاد مريضاً فلا يزال في الرحمة</w:t>
            </w:r>
          </w:p>
        </w:tc>
        <w:tc>
          <w:tcPr>
            <w:tcW w:w="913" w:type="dxa"/>
          </w:tcPr>
          <w:p w:rsidR="00EE1A1A" w:rsidRDefault="00EE1A1A" w:rsidP="00A80F4B">
            <w:pPr>
              <w:pStyle w:val="libVarCenter"/>
              <w:rPr>
                <w:rtl/>
              </w:rPr>
            </w:pPr>
            <w:r>
              <w:rPr>
                <w:rFonts w:hint="cs"/>
                <w:rtl/>
              </w:rPr>
              <w:t>106</w:t>
            </w:r>
          </w:p>
        </w:tc>
      </w:tr>
      <w:tr w:rsidR="00EE1A1A" w:rsidTr="00BB3BDA">
        <w:tc>
          <w:tcPr>
            <w:tcW w:w="6806" w:type="dxa"/>
          </w:tcPr>
          <w:p w:rsidR="00EE1A1A" w:rsidRDefault="00EE1A1A" w:rsidP="006713DA">
            <w:pPr>
              <w:pStyle w:val="libVar0"/>
              <w:rPr>
                <w:rtl/>
              </w:rPr>
            </w:pPr>
            <w:r>
              <w:rPr>
                <w:rFonts w:hint="cs"/>
                <w:rtl/>
              </w:rPr>
              <w:t>من عزّى أخاه المؤمن في مصيبة كساه الله عزّ وجلّ حُلَّة خضراء</w:t>
            </w:r>
          </w:p>
        </w:tc>
        <w:tc>
          <w:tcPr>
            <w:tcW w:w="913" w:type="dxa"/>
          </w:tcPr>
          <w:p w:rsidR="00EE1A1A" w:rsidRDefault="00EE1A1A" w:rsidP="00A80F4B">
            <w:pPr>
              <w:pStyle w:val="libVarCenter"/>
              <w:rPr>
                <w:rtl/>
              </w:rPr>
            </w:pPr>
            <w:r>
              <w:rPr>
                <w:rFonts w:hint="cs"/>
                <w:rtl/>
              </w:rPr>
              <w:t>106</w:t>
            </w:r>
          </w:p>
        </w:tc>
      </w:tr>
      <w:tr w:rsidR="00EE1A1A" w:rsidTr="00BB3BDA">
        <w:tc>
          <w:tcPr>
            <w:tcW w:w="6806" w:type="dxa"/>
          </w:tcPr>
          <w:p w:rsidR="00EE1A1A" w:rsidRDefault="00EE1A1A" w:rsidP="006713DA">
            <w:pPr>
              <w:pStyle w:val="libVar0"/>
              <w:rPr>
                <w:rtl/>
              </w:rPr>
            </w:pPr>
            <w:r>
              <w:rPr>
                <w:rFonts w:hint="cs"/>
                <w:rtl/>
              </w:rPr>
              <w:t>من عزّى ثكلى كُسي برداً في الجنة</w:t>
            </w:r>
          </w:p>
        </w:tc>
        <w:tc>
          <w:tcPr>
            <w:tcW w:w="913" w:type="dxa"/>
          </w:tcPr>
          <w:p w:rsidR="00EE1A1A" w:rsidRDefault="00EE1A1A" w:rsidP="00A80F4B">
            <w:pPr>
              <w:pStyle w:val="libVarCenter"/>
              <w:rPr>
                <w:rtl/>
              </w:rPr>
            </w:pPr>
            <w:r>
              <w:rPr>
                <w:rFonts w:hint="cs"/>
                <w:rtl/>
              </w:rPr>
              <w:t>106</w:t>
            </w:r>
          </w:p>
        </w:tc>
      </w:tr>
      <w:tr w:rsidR="00EE1A1A" w:rsidTr="00BB3BDA">
        <w:tc>
          <w:tcPr>
            <w:tcW w:w="6806" w:type="dxa"/>
          </w:tcPr>
          <w:p w:rsidR="00EE1A1A" w:rsidRDefault="00EE1A1A" w:rsidP="006713DA">
            <w:pPr>
              <w:pStyle w:val="libVar0"/>
              <w:rPr>
                <w:rtl/>
              </w:rPr>
            </w:pPr>
            <w:r>
              <w:rPr>
                <w:rFonts w:hint="cs"/>
                <w:rtl/>
              </w:rPr>
              <w:t>من عزّى حزيناً ألبَسه الله عزّ وجلّ من لباس التّقوى</w:t>
            </w:r>
          </w:p>
        </w:tc>
        <w:tc>
          <w:tcPr>
            <w:tcW w:w="913" w:type="dxa"/>
          </w:tcPr>
          <w:p w:rsidR="00EE1A1A" w:rsidRDefault="00EE1A1A" w:rsidP="00A80F4B">
            <w:pPr>
              <w:pStyle w:val="libVarCenter"/>
              <w:rPr>
                <w:rtl/>
              </w:rPr>
            </w:pPr>
            <w:r>
              <w:rPr>
                <w:rFonts w:hint="cs"/>
                <w:rtl/>
              </w:rPr>
              <w:t>105</w:t>
            </w:r>
          </w:p>
        </w:tc>
      </w:tr>
      <w:tr w:rsidR="00EE1A1A" w:rsidTr="00BB3BDA">
        <w:tc>
          <w:tcPr>
            <w:tcW w:w="6806" w:type="dxa"/>
          </w:tcPr>
          <w:p w:rsidR="00EE1A1A" w:rsidRDefault="00EE1A1A" w:rsidP="006713DA">
            <w:pPr>
              <w:pStyle w:val="libVar0"/>
              <w:rPr>
                <w:rtl/>
              </w:rPr>
            </w:pPr>
            <w:r>
              <w:rPr>
                <w:rFonts w:hint="cs"/>
                <w:rtl/>
              </w:rPr>
              <w:t>من عزّى مصاباً فله مثل أجره</w:t>
            </w:r>
          </w:p>
        </w:tc>
        <w:tc>
          <w:tcPr>
            <w:tcW w:w="913" w:type="dxa"/>
          </w:tcPr>
          <w:p w:rsidR="00EE1A1A" w:rsidRDefault="00EE1A1A" w:rsidP="00A80F4B">
            <w:pPr>
              <w:pStyle w:val="libVarCenter"/>
              <w:rPr>
                <w:rtl/>
              </w:rPr>
            </w:pPr>
            <w:r>
              <w:rPr>
                <w:rFonts w:hint="cs"/>
                <w:rtl/>
              </w:rPr>
              <w:t>105</w:t>
            </w:r>
          </w:p>
        </w:tc>
      </w:tr>
      <w:tr w:rsidR="00EE1A1A" w:rsidTr="00BB3BDA">
        <w:tc>
          <w:tcPr>
            <w:tcW w:w="6806" w:type="dxa"/>
          </w:tcPr>
          <w:p w:rsidR="00EE1A1A" w:rsidRDefault="00EE1A1A" w:rsidP="006713DA">
            <w:pPr>
              <w:pStyle w:val="libVar0"/>
              <w:rPr>
                <w:rtl/>
              </w:rPr>
            </w:pPr>
            <w:r>
              <w:rPr>
                <w:rFonts w:hint="cs"/>
                <w:rtl/>
              </w:rPr>
              <w:t>من عظمت مصيبته فليذكر مصيبته بي</w:t>
            </w:r>
          </w:p>
        </w:tc>
        <w:tc>
          <w:tcPr>
            <w:tcW w:w="913" w:type="dxa"/>
          </w:tcPr>
          <w:p w:rsidR="00EE1A1A" w:rsidRDefault="00EE1A1A" w:rsidP="00A80F4B">
            <w:pPr>
              <w:pStyle w:val="libVarCenter"/>
              <w:rPr>
                <w:rtl/>
              </w:rPr>
            </w:pPr>
            <w:r>
              <w:rPr>
                <w:rFonts w:hint="cs"/>
                <w:rtl/>
              </w:rPr>
              <w:t>110</w:t>
            </w:r>
          </w:p>
        </w:tc>
      </w:tr>
    </w:tbl>
    <w:p w:rsidR="00EE1A1A" w:rsidRDefault="00EE1A1A" w:rsidP="00BB3BDA">
      <w:pPr>
        <w:pStyle w:val="libNormal"/>
      </w:pPr>
      <w:r>
        <w:br w:type="page"/>
      </w:r>
    </w:p>
    <w:tbl>
      <w:tblPr>
        <w:bidiVisual/>
        <w:tblW w:w="7719" w:type="dxa"/>
        <w:tblLook w:val="01E0"/>
      </w:tblPr>
      <w:tblGrid>
        <w:gridCol w:w="6806"/>
        <w:gridCol w:w="913"/>
      </w:tblGrid>
      <w:tr w:rsidR="00EE1A1A" w:rsidTr="00BB3BDA">
        <w:tc>
          <w:tcPr>
            <w:tcW w:w="6806" w:type="dxa"/>
          </w:tcPr>
          <w:p w:rsidR="00EE1A1A" w:rsidRDefault="00EE1A1A" w:rsidP="006713DA">
            <w:pPr>
              <w:pStyle w:val="libVar0"/>
              <w:rPr>
                <w:rtl/>
              </w:rPr>
            </w:pPr>
            <w:r>
              <w:rPr>
                <w:rFonts w:hint="cs"/>
                <w:rtl/>
              </w:rPr>
              <w:lastRenderedPageBreak/>
              <w:t>من قدّم أولاداً يحتسبهم عند الله تعالى حجبوه من النّار بإذن الله عزّ وجلّ</w:t>
            </w:r>
          </w:p>
        </w:tc>
        <w:tc>
          <w:tcPr>
            <w:tcW w:w="913" w:type="dxa"/>
          </w:tcPr>
          <w:p w:rsidR="00EE1A1A" w:rsidRDefault="00EE1A1A" w:rsidP="00A80F4B">
            <w:pPr>
              <w:pStyle w:val="libVarCenter"/>
              <w:rPr>
                <w:rtl/>
              </w:rPr>
            </w:pPr>
            <w:r>
              <w:rPr>
                <w:rFonts w:hint="cs"/>
                <w:rtl/>
              </w:rPr>
              <w:t>30</w:t>
            </w:r>
          </w:p>
        </w:tc>
      </w:tr>
      <w:tr w:rsidR="00EE1A1A" w:rsidTr="00BB3BDA">
        <w:tc>
          <w:tcPr>
            <w:tcW w:w="6806" w:type="dxa"/>
          </w:tcPr>
          <w:p w:rsidR="00EE1A1A" w:rsidRDefault="00EE1A1A" w:rsidP="006713DA">
            <w:pPr>
              <w:pStyle w:val="libVar0"/>
              <w:rPr>
                <w:rtl/>
              </w:rPr>
            </w:pPr>
            <w:r>
              <w:rPr>
                <w:rFonts w:hint="cs"/>
                <w:rtl/>
              </w:rPr>
              <w:t>من قدّم ثلاثة لم يبلغوا الحنث كانوا له حصناً حصيناً</w:t>
            </w:r>
          </w:p>
        </w:tc>
        <w:tc>
          <w:tcPr>
            <w:tcW w:w="913" w:type="dxa"/>
          </w:tcPr>
          <w:p w:rsidR="00EE1A1A" w:rsidRDefault="00EE1A1A" w:rsidP="00A80F4B">
            <w:pPr>
              <w:pStyle w:val="libVarCenter"/>
              <w:rPr>
                <w:rtl/>
              </w:rPr>
            </w:pPr>
            <w:r>
              <w:rPr>
                <w:rFonts w:hint="cs"/>
                <w:rtl/>
              </w:rPr>
              <w:t>37</w:t>
            </w:r>
          </w:p>
        </w:tc>
      </w:tr>
      <w:tr w:rsidR="00EE1A1A" w:rsidTr="00BB3BDA">
        <w:tc>
          <w:tcPr>
            <w:tcW w:w="6806" w:type="dxa"/>
          </w:tcPr>
          <w:p w:rsidR="00EE1A1A" w:rsidRDefault="00EE1A1A" w:rsidP="006713DA">
            <w:pPr>
              <w:pStyle w:val="libVar0"/>
              <w:rPr>
                <w:rtl/>
              </w:rPr>
            </w:pPr>
            <w:r>
              <w:rPr>
                <w:rFonts w:hint="cs"/>
                <w:rtl/>
              </w:rPr>
              <w:t>من قدم شيئاً من ولده صابراً محتسباً حجبوه بإذن الله من النّار</w:t>
            </w:r>
          </w:p>
        </w:tc>
        <w:tc>
          <w:tcPr>
            <w:tcW w:w="913" w:type="dxa"/>
          </w:tcPr>
          <w:p w:rsidR="00EE1A1A" w:rsidRDefault="00EE1A1A" w:rsidP="00A80F4B">
            <w:pPr>
              <w:pStyle w:val="libVarCenter"/>
              <w:rPr>
                <w:rtl/>
              </w:rPr>
            </w:pPr>
            <w:r>
              <w:rPr>
                <w:rFonts w:hint="cs"/>
                <w:rtl/>
              </w:rPr>
              <w:t>39</w:t>
            </w:r>
          </w:p>
        </w:tc>
      </w:tr>
      <w:tr w:rsidR="00EE1A1A" w:rsidTr="00BB3BDA">
        <w:tc>
          <w:tcPr>
            <w:tcW w:w="6806" w:type="dxa"/>
          </w:tcPr>
          <w:p w:rsidR="00EE1A1A" w:rsidRDefault="00EE1A1A" w:rsidP="006713DA">
            <w:pPr>
              <w:pStyle w:val="libVar0"/>
              <w:rPr>
                <w:rtl/>
              </w:rPr>
            </w:pPr>
            <w:r>
              <w:rPr>
                <w:rFonts w:hint="cs"/>
                <w:rtl/>
              </w:rPr>
              <w:t>من قدّم من صلبه ولداً لم يبلغ الحنث ، كان أفضل من أن يخلف من بعده مائة</w:t>
            </w:r>
          </w:p>
        </w:tc>
        <w:tc>
          <w:tcPr>
            <w:tcW w:w="913" w:type="dxa"/>
          </w:tcPr>
          <w:p w:rsidR="00EE1A1A" w:rsidRDefault="00EE1A1A" w:rsidP="00A80F4B">
            <w:pPr>
              <w:pStyle w:val="libVarCenter"/>
              <w:rPr>
                <w:rtl/>
              </w:rPr>
            </w:pPr>
            <w:r>
              <w:rPr>
                <w:rFonts w:hint="cs"/>
                <w:rtl/>
              </w:rPr>
              <w:t>33</w:t>
            </w:r>
          </w:p>
        </w:tc>
      </w:tr>
      <w:tr w:rsidR="00EE1A1A" w:rsidTr="00BB3BDA">
        <w:tc>
          <w:tcPr>
            <w:tcW w:w="6806" w:type="dxa"/>
          </w:tcPr>
          <w:p w:rsidR="00EE1A1A" w:rsidRDefault="00EE1A1A" w:rsidP="006713DA">
            <w:pPr>
              <w:pStyle w:val="libVar0"/>
              <w:rPr>
                <w:rtl/>
              </w:rPr>
            </w:pPr>
            <w:r>
              <w:rPr>
                <w:rFonts w:hint="cs"/>
                <w:rtl/>
              </w:rPr>
              <w:t>من قدّم من ولده ثلاثاً صابراً محتسباً كان محجوباً من النّار بإذن الله عزّ وجلّ</w:t>
            </w:r>
          </w:p>
        </w:tc>
        <w:tc>
          <w:tcPr>
            <w:tcW w:w="913" w:type="dxa"/>
          </w:tcPr>
          <w:p w:rsidR="00EE1A1A" w:rsidRDefault="00EE1A1A" w:rsidP="00A80F4B">
            <w:pPr>
              <w:pStyle w:val="libVarCenter"/>
              <w:rPr>
                <w:rtl/>
              </w:rPr>
            </w:pPr>
            <w:r>
              <w:rPr>
                <w:rFonts w:hint="cs"/>
                <w:rtl/>
              </w:rPr>
              <w:t>38</w:t>
            </w:r>
          </w:p>
        </w:tc>
      </w:tr>
      <w:tr w:rsidR="00EE1A1A" w:rsidTr="00BB3BDA">
        <w:tc>
          <w:tcPr>
            <w:tcW w:w="6806" w:type="dxa"/>
          </w:tcPr>
          <w:p w:rsidR="00EE1A1A" w:rsidRDefault="00EE1A1A" w:rsidP="006713DA">
            <w:pPr>
              <w:pStyle w:val="libVar0"/>
              <w:rPr>
                <w:rtl/>
              </w:rPr>
            </w:pPr>
            <w:r>
              <w:rPr>
                <w:rFonts w:hint="cs"/>
                <w:rtl/>
              </w:rPr>
              <w:t>من كان له إبن وكان عليه عزيزاً وبه ضنيناً</w:t>
            </w:r>
          </w:p>
        </w:tc>
        <w:tc>
          <w:tcPr>
            <w:tcW w:w="913" w:type="dxa"/>
          </w:tcPr>
          <w:p w:rsidR="00EE1A1A" w:rsidRDefault="00EE1A1A" w:rsidP="00A80F4B">
            <w:pPr>
              <w:pStyle w:val="libVarCenter"/>
              <w:rPr>
                <w:rtl/>
              </w:rPr>
            </w:pPr>
            <w:r>
              <w:rPr>
                <w:rFonts w:hint="cs"/>
                <w:rtl/>
              </w:rPr>
              <w:t>61</w:t>
            </w:r>
          </w:p>
        </w:tc>
      </w:tr>
      <w:tr w:rsidR="00EE1A1A" w:rsidTr="00BB3BDA">
        <w:tc>
          <w:tcPr>
            <w:tcW w:w="6806" w:type="dxa"/>
          </w:tcPr>
          <w:p w:rsidR="00EE1A1A" w:rsidRDefault="00EE1A1A" w:rsidP="006713DA">
            <w:pPr>
              <w:pStyle w:val="libVar0"/>
              <w:rPr>
                <w:rtl/>
              </w:rPr>
            </w:pPr>
            <w:r>
              <w:rPr>
                <w:rFonts w:hint="cs"/>
                <w:rtl/>
              </w:rPr>
              <w:t>من لم يرزأ فما لله فيه من حاجة</w:t>
            </w:r>
          </w:p>
        </w:tc>
        <w:tc>
          <w:tcPr>
            <w:tcW w:w="913" w:type="dxa"/>
          </w:tcPr>
          <w:p w:rsidR="00EE1A1A" w:rsidRDefault="00EE1A1A" w:rsidP="00A80F4B">
            <w:pPr>
              <w:pStyle w:val="libVarCenter"/>
              <w:rPr>
                <w:rtl/>
              </w:rPr>
            </w:pPr>
            <w:r>
              <w:rPr>
                <w:rFonts w:hint="cs"/>
                <w:rtl/>
              </w:rPr>
              <w:t>115</w:t>
            </w:r>
          </w:p>
        </w:tc>
      </w:tr>
      <w:tr w:rsidR="00EE1A1A" w:rsidTr="00BB3BDA">
        <w:tc>
          <w:tcPr>
            <w:tcW w:w="6806" w:type="dxa"/>
          </w:tcPr>
          <w:p w:rsidR="00EE1A1A" w:rsidRDefault="00EE1A1A" w:rsidP="006713DA">
            <w:pPr>
              <w:pStyle w:val="libVar0"/>
              <w:rPr>
                <w:rtl/>
              </w:rPr>
            </w:pPr>
            <w:r>
              <w:rPr>
                <w:rFonts w:hint="cs"/>
                <w:rtl/>
              </w:rPr>
              <w:t>من مات له ثلاثة لم يبلغوا الحنث ، كانوا له حجابا من النّار</w:t>
            </w:r>
          </w:p>
        </w:tc>
        <w:tc>
          <w:tcPr>
            <w:tcW w:w="913" w:type="dxa"/>
          </w:tcPr>
          <w:p w:rsidR="00EE1A1A" w:rsidRDefault="00EE1A1A" w:rsidP="00A80F4B">
            <w:pPr>
              <w:pStyle w:val="libVarCenter"/>
              <w:rPr>
                <w:rtl/>
              </w:rPr>
            </w:pPr>
            <w:r>
              <w:rPr>
                <w:rFonts w:hint="cs"/>
                <w:rtl/>
              </w:rPr>
              <w:t>39</w:t>
            </w:r>
          </w:p>
        </w:tc>
      </w:tr>
    </w:tbl>
    <w:p w:rsidR="00EE1A1A" w:rsidRDefault="00EE1A1A" w:rsidP="006713DA">
      <w:pPr>
        <w:pStyle w:val="libCenterBold1"/>
        <w:rPr>
          <w:rtl/>
        </w:rPr>
      </w:pPr>
      <w:r>
        <w:rPr>
          <w:rFonts w:hint="cs"/>
          <w:rtl/>
        </w:rPr>
        <w:t>(ن)</w:t>
      </w:r>
    </w:p>
    <w:tbl>
      <w:tblPr>
        <w:bidiVisual/>
        <w:tblW w:w="7719" w:type="dxa"/>
        <w:tblLook w:val="01E0"/>
      </w:tblPr>
      <w:tblGrid>
        <w:gridCol w:w="6806"/>
        <w:gridCol w:w="913"/>
      </w:tblGrid>
      <w:tr w:rsidR="00EE1A1A" w:rsidTr="00BB3BDA">
        <w:tc>
          <w:tcPr>
            <w:tcW w:w="6806" w:type="dxa"/>
          </w:tcPr>
          <w:p w:rsidR="00EE1A1A" w:rsidRDefault="00EE1A1A" w:rsidP="006713DA">
            <w:pPr>
              <w:pStyle w:val="libVar0"/>
              <w:rPr>
                <w:rtl/>
              </w:rPr>
            </w:pPr>
            <w:r>
              <w:rPr>
                <w:rFonts w:hint="cs"/>
                <w:rtl/>
              </w:rPr>
              <w:t>النائحة إذا لم تتب تقام يوم القيامة وعليها سربال من قطران</w:t>
            </w:r>
          </w:p>
        </w:tc>
        <w:tc>
          <w:tcPr>
            <w:tcW w:w="913" w:type="dxa"/>
          </w:tcPr>
          <w:p w:rsidR="00EE1A1A" w:rsidRDefault="00EE1A1A" w:rsidP="00A80F4B">
            <w:pPr>
              <w:pStyle w:val="libVarCenter"/>
              <w:rPr>
                <w:rtl/>
              </w:rPr>
            </w:pPr>
            <w:r>
              <w:rPr>
                <w:rFonts w:hint="cs"/>
                <w:rtl/>
              </w:rPr>
              <w:t>104</w:t>
            </w:r>
          </w:p>
        </w:tc>
      </w:tr>
      <w:tr w:rsidR="00EE1A1A" w:rsidTr="00BB3BDA">
        <w:tc>
          <w:tcPr>
            <w:tcW w:w="6806" w:type="dxa"/>
          </w:tcPr>
          <w:p w:rsidR="00EE1A1A" w:rsidRDefault="00EE1A1A" w:rsidP="006713DA">
            <w:pPr>
              <w:pStyle w:val="libVar0"/>
              <w:rPr>
                <w:rtl/>
              </w:rPr>
            </w:pPr>
            <w:r>
              <w:rPr>
                <w:rFonts w:hint="cs"/>
                <w:rtl/>
              </w:rPr>
              <w:t>نحن معاشر الأنبياء ـ أشدّ بلاءً والمؤمن الأمثل فالأمثل</w:t>
            </w:r>
          </w:p>
        </w:tc>
        <w:tc>
          <w:tcPr>
            <w:tcW w:w="913" w:type="dxa"/>
          </w:tcPr>
          <w:p w:rsidR="00EE1A1A" w:rsidRDefault="00EE1A1A" w:rsidP="00A80F4B">
            <w:pPr>
              <w:pStyle w:val="libVarCenter"/>
              <w:rPr>
                <w:rtl/>
              </w:rPr>
            </w:pPr>
            <w:r>
              <w:rPr>
                <w:rFonts w:hint="cs"/>
                <w:rtl/>
              </w:rPr>
              <w:t>58</w:t>
            </w:r>
          </w:p>
        </w:tc>
      </w:tr>
      <w:tr w:rsidR="00EE1A1A" w:rsidTr="00BB3BDA">
        <w:tc>
          <w:tcPr>
            <w:tcW w:w="6806" w:type="dxa"/>
          </w:tcPr>
          <w:p w:rsidR="00EE1A1A" w:rsidRDefault="00EE1A1A" w:rsidP="006713DA">
            <w:pPr>
              <w:pStyle w:val="libVar0"/>
              <w:rPr>
                <w:rtl/>
              </w:rPr>
            </w:pPr>
            <w:r>
              <w:rPr>
                <w:rFonts w:hint="cs"/>
                <w:rtl/>
              </w:rPr>
              <w:t xml:space="preserve">نعم ، هذا أخو رسول الله </w:t>
            </w:r>
            <w:r w:rsidR="00A80F4B" w:rsidRPr="00A80F4B">
              <w:rPr>
                <w:rStyle w:val="libAlaemChar"/>
                <w:rFonts w:hint="cs"/>
                <w:rtl/>
              </w:rPr>
              <w:t>صلى‌الله‌عليه‌وآله</w:t>
            </w:r>
            <w:r>
              <w:rPr>
                <w:rFonts w:hint="cs"/>
                <w:rtl/>
              </w:rPr>
              <w:t xml:space="preserve"> الخضر </w:t>
            </w:r>
            <w:r w:rsidR="00A80F4B" w:rsidRPr="00A80F4B">
              <w:rPr>
                <w:rStyle w:val="libAlaemChar"/>
                <w:rFonts w:hint="cs"/>
                <w:rtl/>
              </w:rPr>
              <w:t>عليه‌السلام</w:t>
            </w:r>
          </w:p>
        </w:tc>
        <w:tc>
          <w:tcPr>
            <w:tcW w:w="913" w:type="dxa"/>
          </w:tcPr>
          <w:p w:rsidR="00EE1A1A" w:rsidRDefault="00EE1A1A" w:rsidP="00A80F4B">
            <w:pPr>
              <w:pStyle w:val="libVarCenter"/>
              <w:rPr>
                <w:rtl/>
              </w:rPr>
            </w:pPr>
            <w:r>
              <w:rPr>
                <w:rFonts w:hint="cs"/>
                <w:rtl/>
              </w:rPr>
              <w:t>109</w:t>
            </w:r>
          </w:p>
        </w:tc>
      </w:tr>
      <w:tr w:rsidR="00EE1A1A" w:rsidTr="00BB3BDA">
        <w:tc>
          <w:tcPr>
            <w:tcW w:w="6806" w:type="dxa"/>
          </w:tcPr>
          <w:p w:rsidR="00EE1A1A" w:rsidRDefault="00EE1A1A" w:rsidP="006713DA">
            <w:pPr>
              <w:pStyle w:val="libVar0"/>
              <w:rPr>
                <w:rtl/>
              </w:rPr>
            </w:pPr>
            <w:r>
              <w:rPr>
                <w:rFonts w:hint="cs"/>
                <w:rtl/>
              </w:rPr>
              <w:t>النفساء يجرّها ولدها يوم القيامة بسرره إلى الجنّة</w:t>
            </w:r>
          </w:p>
        </w:tc>
        <w:tc>
          <w:tcPr>
            <w:tcW w:w="913" w:type="dxa"/>
          </w:tcPr>
          <w:p w:rsidR="00EE1A1A" w:rsidRDefault="00EE1A1A" w:rsidP="00A80F4B">
            <w:pPr>
              <w:pStyle w:val="libVarCenter"/>
              <w:rPr>
                <w:rtl/>
              </w:rPr>
            </w:pPr>
            <w:r>
              <w:rPr>
                <w:rFonts w:hint="cs"/>
                <w:rtl/>
              </w:rPr>
              <w:t>33</w:t>
            </w:r>
          </w:p>
        </w:tc>
      </w:tr>
    </w:tbl>
    <w:p w:rsidR="00EE1A1A" w:rsidRDefault="00EE1A1A" w:rsidP="006713DA">
      <w:pPr>
        <w:pStyle w:val="libCenterBold1"/>
        <w:rPr>
          <w:rtl/>
        </w:rPr>
      </w:pPr>
      <w:r>
        <w:rPr>
          <w:rFonts w:hint="cs"/>
          <w:rtl/>
        </w:rPr>
        <w:t>(و)</w:t>
      </w:r>
    </w:p>
    <w:tbl>
      <w:tblPr>
        <w:bidiVisual/>
        <w:tblW w:w="7706" w:type="dxa"/>
        <w:tblLook w:val="01E0"/>
      </w:tblPr>
      <w:tblGrid>
        <w:gridCol w:w="6806"/>
        <w:gridCol w:w="900"/>
      </w:tblGrid>
      <w:tr w:rsidR="00EE1A1A" w:rsidTr="00BB3BDA">
        <w:tc>
          <w:tcPr>
            <w:tcW w:w="6806" w:type="dxa"/>
          </w:tcPr>
          <w:p w:rsidR="00EE1A1A" w:rsidRDefault="00EE1A1A" w:rsidP="006713DA">
            <w:pPr>
              <w:pStyle w:val="libVar0"/>
              <w:rPr>
                <w:rtl/>
              </w:rPr>
            </w:pPr>
            <w:r>
              <w:rPr>
                <w:rFonts w:hint="cs"/>
                <w:rtl/>
              </w:rPr>
              <w:t>وكم مات لك؟ ... لقد احتظرت من النّار بحظار شديد</w:t>
            </w:r>
          </w:p>
        </w:tc>
        <w:tc>
          <w:tcPr>
            <w:tcW w:w="900" w:type="dxa"/>
          </w:tcPr>
          <w:p w:rsidR="00EE1A1A" w:rsidRDefault="00EE1A1A" w:rsidP="00A80F4B">
            <w:pPr>
              <w:pStyle w:val="libVarCenter"/>
              <w:rPr>
                <w:rtl/>
              </w:rPr>
            </w:pPr>
            <w:r>
              <w:rPr>
                <w:rFonts w:hint="cs"/>
                <w:rtl/>
              </w:rPr>
              <w:t>39</w:t>
            </w:r>
          </w:p>
        </w:tc>
      </w:tr>
      <w:tr w:rsidR="00EE1A1A" w:rsidTr="00BB3BDA">
        <w:tc>
          <w:tcPr>
            <w:tcW w:w="6806" w:type="dxa"/>
          </w:tcPr>
          <w:p w:rsidR="00EE1A1A" w:rsidRDefault="00EE1A1A" w:rsidP="006713DA">
            <w:pPr>
              <w:pStyle w:val="libVar0"/>
              <w:rPr>
                <w:rtl/>
              </w:rPr>
            </w:pPr>
            <w:r>
              <w:rPr>
                <w:rFonts w:hint="cs"/>
                <w:rtl/>
              </w:rPr>
              <w:t xml:space="preserve">ولد واحد يقدمه الرجل أفضل من سبعين ولداً يبقون بعده يدركون القائم </w:t>
            </w:r>
            <w:r w:rsidR="00A80F4B" w:rsidRPr="00A80F4B">
              <w:rPr>
                <w:rStyle w:val="libAlaemChar"/>
                <w:rFonts w:hint="cs"/>
                <w:rtl/>
              </w:rPr>
              <w:t>عليه‌السلام</w:t>
            </w:r>
          </w:p>
        </w:tc>
        <w:tc>
          <w:tcPr>
            <w:tcW w:w="900" w:type="dxa"/>
          </w:tcPr>
          <w:p w:rsidR="00EE1A1A" w:rsidRDefault="00EE1A1A" w:rsidP="00A80F4B">
            <w:pPr>
              <w:pStyle w:val="libVarCenter"/>
              <w:rPr>
                <w:rtl/>
              </w:rPr>
            </w:pPr>
            <w:r>
              <w:rPr>
                <w:rFonts w:hint="cs"/>
                <w:rtl/>
              </w:rPr>
              <w:t>21 ، 30</w:t>
            </w:r>
          </w:p>
        </w:tc>
      </w:tr>
      <w:tr w:rsidR="00EE1A1A" w:rsidTr="00BB3BDA">
        <w:tc>
          <w:tcPr>
            <w:tcW w:w="6806" w:type="dxa"/>
          </w:tcPr>
          <w:p w:rsidR="00EE1A1A" w:rsidRDefault="00EE1A1A" w:rsidP="006713DA">
            <w:pPr>
              <w:pStyle w:val="libVar0"/>
              <w:rPr>
                <w:rtl/>
              </w:rPr>
            </w:pPr>
            <w:r>
              <w:rPr>
                <w:rFonts w:hint="cs"/>
                <w:rtl/>
              </w:rPr>
              <w:t>ولد واحد يقدمه الرجل أفضل من سبعين يخلفونه من بعده</w:t>
            </w:r>
          </w:p>
        </w:tc>
        <w:tc>
          <w:tcPr>
            <w:tcW w:w="900" w:type="dxa"/>
          </w:tcPr>
          <w:p w:rsidR="00EE1A1A" w:rsidRDefault="00EE1A1A" w:rsidP="00A80F4B">
            <w:pPr>
              <w:pStyle w:val="libVarCenter"/>
              <w:rPr>
                <w:rtl/>
              </w:rPr>
            </w:pPr>
            <w:r>
              <w:rPr>
                <w:rFonts w:hint="cs"/>
                <w:rtl/>
              </w:rPr>
              <w:t>30</w:t>
            </w:r>
          </w:p>
        </w:tc>
      </w:tr>
    </w:tbl>
    <w:p w:rsidR="00EE1A1A" w:rsidRDefault="00EE1A1A" w:rsidP="006713DA">
      <w:pPr>
        <w:pStyle w:val="libCenterBold1"/>
        <w:rPr>
          <w:rtl/>
        </w:rPr>
      </w:pPr>
      <w:r>
        <w:rPr>
          <w:rFonts w:hint="cs"/>
          <w:rtl/>
        </w:rPr>
        <w:t>(هـ)</w:t>
      </w:r>
    </w:p>
    <w:tbl>
      <w:tblPr>
        <w:bidiVisual/>
        <w:tblW w:w="7719" w:type="dxa"/>
        <w:tblLook w:val="01E0"/>
      </w:tblPr>
      <w:tblGrid>
        <w:gridCol w:w="6806"/>
        <w:gridCol w:w="913"/>
      </w:tblGrid>
      <w:tr w:rsidR="00EE1A1A" w:rsidTr="00BB3BDA">
        <w:tc>
          <w:tcPr>
            <w:tcW w:w="6806" w:type="dxa"/>
          </w:tcPr>
          <w:p w:rsidR="00EE1A1A" w:rsidRDefault="00EE1A1A" w:rsidP="006713DA">
            <w:pPr>
              <w:pStyle w:val="libVar0"/>
              <w:rPr>
                <w:rtl/>
              </w:rPr>
            </w:pPr>
            <w:r>
              <w:rPr>
                <w:rFonts w:hint="cs"/>
                <w:rtl/>
              </w:rPr>
              <w:t>هلاّ آذنتموني فقوموا إلى أخينا نعزّيه</w:t>
            </w:r>
          </w:p>
        </w:tc>
        <w:tc>
          <w:tcPr>
            <w:tcW w:w="913" w:type="dxa"/>
          </w:tcPr>
          <w:p w:rsidR="00EE1A1A" w:rsidRDefault="00EE1A1A" w:rsidP="00A80F4B">
            <w:pPr>
              <w:pStyle w:val="libVarCenter"/>
              <w:rPr>
                <w:rtl/>
              </w:rPr>
            </w:pPr>
            <w:r>
              <w:rPr>
                <w:rFonts w:hint="cs"/>
                <w:rtl/>
              </w:rPr>
              <w:t>34</w:t>
            </w:r>
          </w:p>
        </w:tc>
      </w:tr>
      <w:tr w:rsidR="00EE1A1A" w:rsidTr="00BB3BDA">
        <w:tc>
          <w:tcPr>
            <w:tcW w:w="6806" w:type="dxa"/>
          </w:tcPr>
          <w:p w:rsidR="00EE1A1A" w:rsidRDefault="00EE1A1A" w:rsidP="006713DA">
            <w:pPr>
              <w:pStyle w:val="libVar0"/>
              <w:rPr>
                <w:rtl/>
              </w:rPr>
            </w:pPr>
            <w:r>
              <w:rPr>
                <w:rFonts w:hint="cs"/>
                <w:rtl/>
              </w:rPr>
              <w:t>هل لك فرط ... جُنة حصينة</w:t>
            </w:r>
          </w:p>
        </w:tc>
        <w:tc>
          <w:tcPr>
            <w:tcW w:w="913" w:type="dxa"/>
          </w:tcPr>
          <w:p w:rsidR="00EE1A1A" w:rsidRDefault="00EE1A1A" w:rsidP="00A80F4B">
            <w:pPr>
              <w:pStyle w:val="libVarCenter"/>
              <w:rPr>
                <w:rtl/>
              </w:rPr>
            </w:pPr>
            <w:r>
              <w:rPr>
                <w:rFonts w:hint="cs"/>
                <w:rtl/>
              </w:rPr>
              <w:t>39</w:t>
            </w:r>
          </w:p>
        </w:tc>
      </w:tr>
      <w:tr w:rsidR="00EE1A1A" w:rsidTr="00BB3BDA">
        <w:tc>
          <w:tcPr>
            <w:tcW w:w="6806" w:type="dxa"/>
          </w:tcPr>
          <w:p w:rsidR="00EE1A1A" w:rsidRDefault="00EE1A1A" w:rsidP="006713DA">
            <w:pPr>
              <w:pStyle w:val="libVar0"/>
              <w:rPr>
                <w:rtl/>
              </w:rPr>
            </w:pPr>
            <w:r>
              <w:rPr>
                <w:rFonts w:hint="cs"/>
                <w:rtl/>
              </w:rPr>
              <w:t>هل لك فرط ... في الجاهليّة أم في الإسلام؟</w:t>
            </w:r>
          </w:p>
        </w:tc>
        <w:tc>
          <w:tcPr>
            <w:tcW w:w="913" w:type="dxa"/>
          </w:tcPr>
          <w:p w:rsidR="00EE1A1A" w:rsidRDefault="00EE1A1A" w:rsidP="00A80F4B">
            <w:pPr>
              <w:pStyle w:val="libVarCenter"/>
              <w:rPr>
                <w:rtl/>
              </w:rPr>
            </w:pPr>
            <w:r>
              <w:rPr>
                <w:rFonts w:hint="cs"/>
                <w:rtl/>
              </w:rPr>
              <w:t>37</w:t>
            </w:r>
          </w:p>
        </w:tc>
      </w:tr>
      <w:tr w:rsidR="00EE1A1A" w:rsidTr="00BB3BDA">
        <w:tc>
          <w:tcPr>
            <w:tcW w:w="6806" w:type="dxa"/>
          </w:tcPr>
          <w:p w:rsidR="00EE1A1A" w:rsidRDefault="00EE1A1A" w:rsidP="006713DA">
            <w:pPr>
              <w:pStyle w:val="libVar0"/>
              <w:rPr>
                <w:rtl/>
              </w:rPr>
            </w:pPr>
            <w:r>
              <w:rPr>
                <w:rFonts w:hint="cs"/>
                <w:rtl/>
              </w:rPr>
              <w:t>هو سكن للمؤمن ، ومن عزّى مصاباً فله مثل أجره</w:t>
            </w:r>
          </w:p>
        </w:tc>
        <w:tc>
          <w:tcPr>
            <w:tcW w:w="913" w:type="dxa"/>
          </w:tcPr>
          <w:p w:rsidR="00EE1A1A" w:rsidRDefault="00EE1A1A" w:rsidP="00A80F4B">
            <w:pPr>
              <w:pStyle w:val="libVarCenter"/>
              <w:rPr>
                <w:rtl/>
              </w:rPr>
            </w:pPr>
            <w:r>
              <w:rPr>
                <w:rFonts w:hint="cs"/>
                <w:rtl/>
              </w:rPr>
              <w:t>106</w:t>
            </w:r>
          </w:p>
        </w:tc>
      </w:tr>
    </w:tbl>
    <w:p w:rsidR="00492047" w:rsidRDefault="00492047" w:rsidP="006713DA">
      <w:pPr>
        <w:pStyle w:val="libCenterBold1"/>
        <w:rPr>
          <w:rtl/>
        </w:rPr>
      </w:pPr>
    </w:p>
    <w:p w:rsidR="00492047" w:rsidRDefault="00492047">
      <w:pPr>
        <w:bidi w:val="0"/>
        <w:spacing w:before="480" w:line="276" w:lineRule="auto"/>
        <w:ind w:firstLine="0"/>
        <w:jc w:val="center"/>
        <w:rPr>
          <w:b/>
          <w:bCs/>
          <w:rtl/>
        </w:rPr>
      </w:pPr>
      <w:r>
        <w:rPr>
          <w:rtl/>
        </w:rPr>
        <w:br w:type="page"/>
      </w:r>
    </w:p>
    <w:p w:rsidR="00EE1A1A" w:rsidRDefault="00EE1A1A" w:rsidP="006713DA">
      <w:pPr>
        <w:pStyle w:val="libCenterBold1"/>
        <w:rPr>
          <w:rtl/>
        </w:rPr>
      </w:pPr>
      <w:r>
        <w:rPr>
          <w:rFonts w:hint="cs"/>
          <w:rtl/>
        </w:rPr>
        <w:lastRenderedPageBreak/>
        <w:t>(ي)</w:t>
      </w:r>
    </w:p>
    <w:tbl>
      <w:tblPr>
        <w:bidiVisual/>
        <w:tblW w:w="7706" w:type="dxa"/>
        <w:tblLook w:val="01E0"/>
      </w:tblPr>
      <w:tblGrid>
        <w:gridCol w:w="6806"/>
        <w:gridCol w:w="900"/>
      </w:tblGrid>
      <w:tr w:rsidR="00EE1A1A" w:rsidTr="00BB3BDA">
        <w:tc>
          <w:tcPr>
            <w:tcW w:w="6806" w:type="dxa"/>
          </w:tcPr>
          <w:p w:rsidR="00EE1A1A" w:rsidRDefault="00EE1A1A" w:rsidP="006713DA">
            <w:pPr>
              <w:pStyle w:val="libVar0"/>
              <w:rPr>
                <w:rtl/>
              </w:rPr>
            </w:pPr>
            <w:r>
              <w:rPr>
                <w:rFonts w:hint="cs"/>
                <w:rtl/>
              </w:rPr>
              <w:t>يا ابن عوف ، إنّها رحمة</w:t>
            </w:r>
          </w:p>
        </w:tc>
        <w:tc>
          <w:tcPr>
            <w:tcW w:w="900" w:type="dxa"/>
          </w:tcPr>
          <w:p w:rsidR="00EE1A1A" w:rsidRDefault="00EE1A1A" w:rsidP="00A80F4B">
            <w:pPr>
              <w:pStyle w:val="libVarCenter"/>
              <w:rPr>
                <w:rtl/>
              </w:rPr>
            </w:pPr>
            <w:r>
              <w:rPr>
                <w:rFonts w:hint="cs"/>
                <w:rtl/>
              </w:rPr>
              <w:t>93</w:t>
            </w:r>
          </w:p>
        </w:tc>
      </w:tr>
      <w:tr w:rsidR="00EE1A1A" w:rsidTr="00BB3BDA">
        <w:tc>
          <w:tcPr>
            <w:tcW w:w="6806" w:type="dxa"/>
          </w:tcPr>
          <w:p w:rsidR="00EE1A1A" w:rsidRDefault="00EE1A1A" w:rsidP="006713DA">
            <w:pPr>
              <w:pStyle w:val="libVar0"/>
              <w:rPr>
                <w:rtl/>
              </w:rPr>
            </w:pPr>
            <w:r>
              <w:rPr>
                <w:rFonts w:hint="cs"/>
                <w:rtl/>
              </w:rPr>
              <w:t>يا اسحاق لا تعدّن مصيبة اعطيت عليها بالصّبر</w:t>
            </w:r>
          </w:p>
        </w:tc>
        <w:tc>
          <w:tcPr>
            <w:tcW w:w="900" w:type="dxa"/>
          </w:tcPr>
          <w:p w:rsidR="00EE1A1A" w:rsidRDefault="00EE1A1A" w:rsidP="00A80F4B">
            <w:pPr>
              <w:pStyle w:val="libVarCenter"/>
              <w:rPr>
                <w:rtl/>
              </w:rPr>
            </w:pPr>
            <w:r>
              <w:rPr>
                <w:rFonts w:hint="cs"/>
                <w:rtl/>
              </w:rPr>
              <w:t>57 ، 110</w:t>
            </w:r>
          </w:p>
        </w:tc>
      </w:tr>
      <w:tr w:rsidR="00EE1A1A" w:rsidTr="00BB3BDA">
        <w:tc>
          <w:tcPr>
            <w:tcW w:w="6806" w:type="dxa"/>
          </w:tcPr>
          <w:p w:rsidR="00EE1A1A" w:rsidRDefault="00EE1A1A" w:rsidP="006713DA">
            <w:pPr>
              <w:pStyle w:val="libVar0"/>
              <w:rPr>
                <w:rtl/>
              </w:rPr>
            </w:pPr>
            <w:r>
              <w:rPr>
                <w:rFonts w:hint="cs"/>
                <w:rtl/>
              </w:rPr>
              <w:t>يا امراة إنّي عشت في الملك والرّخاء سبعين سنة</w:t>
            </w:r>
          </w:p>
        </w:tc>
        <w:tc>
          <w:tcPr>
            <w:tcW w:w="900" w:type="dxa"/>
          </w:tcPr>
          <w:p w:rsidR="00EE1A1A" w:rsidRDefault="00EE1A1A" w:rsidP="00A80F4B">
            <w:pPr>
              <w:pStyle w:val="libVarCenter"/>
              <w:rPr>
                <w:rtl/>
              </w:rPr>
            </w:pPr>
            <w:r>
              <w:rPr>
                <w:rFonts w:hint="cs"/>
                <w:rtl/>
              </w:rPr>
              <w:t>87</w:t>
            </w:r>
          </w:p>
        </w:tc>
      </w:tr>
      <w:tr w:rsidR="00EE1A1A" w:rsidTr="00BB3BDA">
        <w:tc>
          <w:tcPr>
            <w:tcW w:w="6806" w:type="dxa"/>
          </w:tcPr>
          <w:p w:rsidR="00EE1A1A" w:rsidRDefault="00EE1A1A" w:rsidP="006713DA">
            <w:pPr>
              <w:pStyle w:val="libVar0"/>
              <w:rPr>
                <w:rtl/>
              </w:rPr>
            </w:pPr>
            <w:r>
              <w:rPr>
                <w:rFonts w:hint="cs"/>
                <w:rtl/>
              </w:rPr>
              <w:t>يا بن مظعون ، إنّ للجنّة ثمانية ابواب ، وللنّار سبعة أبواب</w:t>
            </w:r>
          </w:p>
        </w:tc>
        <w:tc>
          <w:tcPr>
            <w:tcW w:w="900" w:type="dxa"/>
          </w:tcPr>
          <w:p w:rsidR="00EE1A1A" w:rsidRDefault="00EE1A1A" w:rsidP="00A80F4B">
            <w:pPr>
              <w:pStyle w:val="libVarCenter"/>
              <w:rPr>
                <w:rtl/>
              </w:rPr>
            </w:pPr>
            <w:r>
              <w:rPr>
                <w:rFonts w:hint="cs"/>
                <w:rtl/>
              </w:rPr>
              <w:t>20</w:t>
            </w:r>
          </w:p>
        </w:tc>
      </w:tr>
      <w:tr w:rsidR="00EE1A1A" w:rsidTr="00BB3BDA">
        <w:tc>
          <w:tcPr>
            <w:tcW w:w="6806" w:type="dxa"/>
          </w:tcPr>
          <w:p w:rsidR="00EE1A1A" w:rsidRDefault="00EE1A1A" w:rsidP="006713DA">
            <w:pPr>
              <w:pStyle w:val="libVar0"/>
              <w:rPr>
                <w:rtl/>
              </w:rPr>
            </w:pPr>
            <w:r>
              <w:rPr>
                <w:rFonts w:hint="cs"/>
                <w:rtl/>
              </w:rPr>
              <w:t>يا بني ، إني لا أملك لك من الله تعالى شيئاً</w:t>
            </w:r>
          </w:p>
        </w:tc>
        <w:tc>
          <w:tcPr>
            <w:tcW w:w="900" w:type="dxa"/>
          </w:tcPr>
          <w:p w:rsidR="00EE1A1A" w:rsidRDefault="00EE1A1A" w:rsidP="00A80F4B">
            <w:pPr>
              <w:pStyle w:val="libVarCenter"/>
              <w:rPr>
                <w:rtl/>
              </w:rPr>
            </w:pPr>
            <w:r>
              <w:rPr>
                <w:rFonts w:hint="cs"/>
                <w:rtl/>
              </w:rPr>
              <w:t>93</w:t>
            </w:r>
          </w:p>
        </w:tc>
      </w:tr>
      <w:tr w:rsidR="00EE1A1A" w:rsidTr="00BB3BDA">
        <w:tc>
          <w:tcPr>
            <w:tcW w:w="6806" w:type="dxa"/>
          </w:tcPr>
          <w:p w:rsidR="00EE1A1A" w:rsidRDefault="00EE1A1A" w:rsidP="006713DA">
            <w:pPr>
              <w:pStyle w:val="libVar0"/>
              <w:rPr>
                <w:rtl/>
              </w:rPr>
            </w:pPr>
            <w:r>
              <w:rPr>
                <w:rFonts w:hint="cs"/>
                <w:rtl/>
              </w:rPr>
              <w:t>يا بني سلمة ما الرقوب فيكم ... بل هو الذي لا فرط له</w:t>
            </w:r>
          </w:p>
        </w:tc>
        <w:tc>
          <w:tcPr>
            <w:tcW w:w="900" w:type="dxa"/>
          </w:tcPr>
          <w:p w:rsidR="00EE1A1A" w:rsidRDefault="00EE1A1A" w:rsidP="00A80F4B">
            <w:pPr>
              <w:pStyle w:val="libVarCenter"/>
              <w:rPr>
                <w:rtl/>
              </w:rPr>
            </w:pPr>
            <w:r>
              <w:rPr>
                <w:rFonts w:hint="cs"/>
                <w:rtl/>
              </w:rPr>
              <w:t>40</w:t>
            </w:r>
          </w:p>
        </w:tc>
      </w:tr>
    </w:tbl>
    <w:p w:rsidR="00EE1A1A" w:rsidRDefault="00EE1A1A" w:rsidP="00BB3BDA">
      <w:pPr>
        <w:pStyle w:val="libNormal0"/>
        <w:rPr>
          <w:rtl/>
        </w:rPr>
      </w:pPr>
      <w:r>
        <w:rPr>
          <w:rtl/>
        </w:rPr>
        <w:br w:type="page"/>
      </w:r>
    </w:p>
    <w:tbl>
      <w:tblPr>
        <w:bidiVisual/>
        <w:tblW w:w="7706" w:type="dxa"/>
        <w:tblLook w:val="01E0"/>
      </w:tblPr>
      <w:tblGrid>
        <w:gridCol w:w="6806"/>
        <w:gridCol w:w="900"/>
      </w:tblGrid>
      <w:tr w:rsidR="00EE1A1A" w:rsidTr="00BB3BDA">
        <w:tc>
          <w:tcPr>
            <w:tcW w:w="6806" w:type="dxa"/>
          </w:tcPr>
          <w:p w:rsidR="00EE1A1A" w:rsidRDefault="00EE1A1A" w:rsidP="006713DA">
            <w:pPr>
              <w:pStyle w:val="libVar0"/>
              <w:rPr>
                <w:rtl/>
              </w:rPr>
            </w:pPr>
            <w:r>
              <w:rPr>
                <w:rFonts w:hint="cs"/>
                <w:rtl/>
              </w:rPr>
              <w:lastRenderedPageBreak/>
              <w:t>يأتي عليكم زمان يغبط بخفة الحال ، كما يغبط اليوم بكثرة المال والولد</w:t>
            </w:r>
          </w:p>
        </w:tc>
        <w:tc>
          <w:tcPr>
            <w:tcW w:w="900" w:type="dxa"/>
          </w:tcPr>
          <w:p w:rsidR="00EE1A1A" w:rsidRDefault="00EE1A1A" w:rsidP="00A80F4B">
            <w:pPr>
              <w:pStyle w:val="libVarCenter"/>
              <w:rPr>
                <w:rtl/>
              </w:rPr>
            </w:pPr>
            <w:r>
              <w:rPr>
                <w:rFonts w:hint="cs"/>
                <w:rtl/>
              </w:rPr>
              <w:t>60</w:t>
            </w:r>
          </w:p>
        </w:tc>
      </w:tr>
      <w:tr w:rsidR="00EE1A1A" w:rsidTr="00BB3BDA">
        <w:tc>
          <w:tcPr>
            <w:tcW w:w="6806" w:type="dxa"/>
          </w:tcPr>
          <w:p w:rsidR="00EE1A1A" w:rsidRDefault="00EE1A1A" w:rsidP="006713DA">
            <w:pPr>
              <w:pStyle w:val="libVar0"/>
              <w:rPr>
                <w:rtl/>
              </w:rPr>
            </w:pPr>
            <w:r>
              <w:rPr>
                <w:rFonts w:hint="cs"/>
                <w:rtl/>
              </w:rPr>
              <w:t>يا رب دلّني على أمر فيه رضاك عني أعمله</w:t>
            </w:r>
          </w:p>
        </w:tc>
        <w:tc>
          <w:tcPr>
            <w:tcW w:w="900" w:type="dxa"/>
          </w:tcPr>
          <w:p w:rsidR="00EE1A1A" w:rsidRDefault="00EE1A1A" w:rsidP="00A80F4B">
            <w:pPr>
              <w:pStyle w:val="libVarCenter"/>
              <w:rPr>
                <w:rtl/>
              </w:rPr>
            </w:pPr>
            <w:r>
              <w:rPr>
                <w:rFonts w:hint="cs"/>
                <w:rtl/>
              </w:rPr>
              <w:t>81</w:t>
            </w:r>
          </w:p>
        </w:tc>
      </w:tr>
      <w:tr w:rsidR="00EE1A1A" w:rsidTr="00BB3BDA">
        <w:tc>
          <w:tcPr>
            <w:tcW w:w="6806" w:type="dxa"/>
          </w:tcPr>
          <w:p w:rsidR="00EE1A1A" w:rsidRDefault="00EE1A1A" w:rsidP="006713DA">
            <w:pPr>
              <w:pStyle w:val="libVar0"/>
              <w:rPr>
                <w:rtl/>
              </w:rPr>
            </w:pPr>
            <w:r>
              <w:rPr>
                <w:rFonts w:hint="cs"/>
                <w:rtl/>
              </w:rPr>
              <w:t>يا رب ، كان يعدل هذا عندي ملء الأرض ذهباً</w:t>
            </w:r>
          </w:p>
        </w:tc>
        <w:tc>
          <w:tcPr>
            <w:tcW w:w="900" w:type="dxa"/>
          </w:tcPr>
          <w:p w:rsidR="00EE1A1A" w:rsidRDefault="00EE1A1A" w:rsidP="00A80F4B">
            <w:pPr>
              <w:pStyle w:val="libVarCenter"/>
              <w:rPr>
                <w:rtl/>
              </w:rPr>
            </w:pPr>
            <w:r>
              <w:rPr>
                <w:rFonts w:hint="cs"/>
                <w:rtl/>
              </w:rPr>
              <w:t>42</w:t>
            </w:r>
          </w:p>
        </w:tc>
      </w:tr>
      <w:tr w:rsidR="00EE1A1A" w:rsidTr="00BB3BDA">
        <w:tc>
          <w:tcPr>
            <w:tcW w:w="6806" w:type="dxa"/>
          </w:tcPr>
          <w:p w:rsidR="00EE1A1A" w:rsidRDefault="00EE1A1A" w:rsidP="006713DA">
            <w:pPr>
              <w:pStyle w:val="libVar0"/>
              <w:rPr>
                <w:rtl/>
              </w:rPr>
            </w:pPr>
            <w:r>
              <w:rPr>
                <w:rFonts w:hint="cs"/>
                <w:rtl/>
              </w:rPr>
              <w:t>يا زبير إنك إن تقدم سقطاً خير من أن تدع بعدك من ولدك مائة</w:t>
            </w:r>
          </w:p>
        </w:tc>
        <w:tc>
          <w:tcPr>
            <w:tcW w:w="900" w:type="dxa"/>
          </w:tcPr>
          <w:p w:rsidR="00EE1A1A" w:rsidRDefault="00EE1A1A" w:rsidP="00A80F4B">
            <w:pPr>
              <w:pStyle w:val="libVarCenter"/>
              <w:rPr>
                <w:rtl/>
              </w:rPr>
            </w:pPr>
            <w:r>
              <w:rPr>
                <w:rFonts w:hint="cs"/>
                <w:rtl/>
              </w:rPr>
              <w:t>33</w:t>
            </w:r>
          </w:p>
        </w:tc>
      </w:tr>
      <w:tr w:rsidR="00EE1A1A" w:rsidTr="00BB3BDA">
        <w:tc>
          <w:tcPr>
            <w:tcW w:w="6806" w:type="dxa"/>
          </w:tcPr>
          <w:p w:rsidR="00EE1A1A" w:rsidRDefault="00EE1A1A" w:rsidP="006713DA">
            <w:pPr>
              <w:pStyle w:val="libVar0"/>
              <w:rPr>
                <w:rtl/>
              </w:rPr>
            </w:pPr>
            <w:r>
              <w:rPr>
                <w:rFonts w:hint="cs"/>
                <w:rtl/>
              </w:rPr>
              <w:t>يا عبدالله ، لو يعلم المؤمن ماله من الأجر في المصائب ، لتمنّى أن يقرض بالمقاريض</w:t>
            </w:r>
          </w:p>
        </w:tc>
        <w:tc>
          <w:tcPr>
            <w:tcW w:w="900" w:type="dxa"/>
          </w:tcPr>
          <w:p w:rsidR="00EE1A1A" w:rsidRDefault="00EE1A1A" w:rsidP="00A80F4B">
            <w:pPr>
              <w:pStyle w:val="libVarCenter"/>
              <w:rPr>
                <w:rtl/>
              </w:rPr>
            </w:pPr>
            <w:r>
              <w:rPr>
                <w:rFonts w:hint="cs"/>
                <w:rtl/>
              </w:rPr>
              <w:t>114</w:t>
            </w:r>
          </w:p>
        </w:tc>
      </w:tr>
      <w:tr w:rsidR="00EE1A1A" w:rsidTr="00BB3BDA">
        <w:tc>
          <w:tcPr>
            <w:tcW w:w="6806" w:type="dxa"/>
          </w:tcPr>
          <w:p w:rsidR="00EE1A1A" w:rsidRDefault="00EE1A1A" w:rsidP="006713DA">
            <w:pPr>
              <w:pStyle w:val="libVar0"/>
              <w:rPr>
                <w:rtl/>
              </w:rPr>
            </w:pPr>
            <w:r>
              <w:rPr>
                <w:rFonts w:hint="cs"/>
                <w:rtl/>
              </w:rPr>
              <w:t>يا عثمان ، إنّ الله عزّ وجلّ لم يكتب علينا الرّهبانية</w:t>
            </w:r>
          </w:p>
        </w:tc>
        <w:tc>
          <w:tcPr>
            <w:tcW w:w="900" w:type="dxa"/>
          </w:tcPr>
          <w:p w:rsidR="00EE1A1A" w:rsidRDefault="00EE1A1A" w:rsidP="00A80F4B">
            <w:pPr>
              <w:pStyle w:val="libVarCenter"/>
              <w:rPr>
                <w:rtl/>
              </w:rPr>
            </w:pPr>
            <w:r>
              <w:rPr>
                <w:rFonts w:hint="cs"/>
                <w:rtl/>
              </w:rPr>
              <w:t>35</w:t>
            </w:r>
          </w:p>
        </w:tc>
      </w:tr>
      <w:tr w:rsidR="00EE1A1A" w:rsidTr="00BB3BDA">
        <w:tc>
          <w:tcPr>
            <w:tcW w:w="6806" w:type="dxa"/>
          </w:tcPr>
          <w:p w:rsidR="00EE1A1A" w:rsidRDefault="00EE1A1A" w:rsidP="006713DA">
            <w:pPr>
              <w:pStyle w:val="libVar0"/>
              <w:rPr>
                <w:rtl/>
              </w:rPr>
            </w:pPr>
            <w:r>
              <w:rPr>
                <w:rFonts w:hint="cs"/>
                <w:rtl/>
              </w:rPr>
              <w:t>يا غلام ـ أو يا غليم ـ الا أعلمك كلمات ينفعك الله بهن</w:t>
            </w:r>
          </w:p>
        </w:tc>
        <w:tc>
          <w:tcPr>
            <w:tcW w:w="900" w:type="dxa"/>
          </w:tcPr>
          <w:p w:rsidR="00EE1A1A" w:rsidRDefault="00EE1A1A" w:rsidP="00A80F4B">
            <w:pPr>
              <w:pStyle w:val="libVarCenter"/>
              <w:rPr>
                <w:rtl/>
              </w:rPr>
            </w:pPr>
            <w:r>
              <w:rPr>
                <w:rFonts w:hint="cs"/>
                <w:rtl/>
              </w:rPr>
              <w:t>49</w:t>
            </w:r>
          </w:p>
        </w:tc>
      </w:tr>
      <w:tr w:rsidR="00EE1A1A" w:rsidTr="00BB3BDA">
        <w:tc>
          <w:tcPr>
            <w:tcW w:w="6806" w:type="dxa"/>
          </w:tcPr>
          <w:p w:rsidR="00EE1A1A" w:rsidRDefault="00EE1A1A" w:rsidP="006713DA">
            <w:pPr>
              <w:pStyle w:val="libVar0"/>
              <w:rPr>
                <w:rtl/>
              </w:rPr>
            </w:pPr>
            <w:r>
              <w:rPr>
                <w:rFonts w:hint="cs"/>
                <w:rtl/>
              </w:rPr>
              <w:t>يا فلان تحبّه ... أما ترضى أن لا تأتي يوم القيامة باباً من أبواب الجنة</w:t>
            </w:r>
          </w:p>
        </w:tc>
        <w:tc>
          <w:tcPr>
            <w:tcW w:w="900" w:type="dxa"/>
          </w:tcPr>
          <w:p w:rsidR="00EE1A1A" w:rsidRDefault="00EE1A1A" w:rsidP="00A80F4B">
            <w:pPr>
              <w:pStyle w:val="libVarCenter"/>
              <w:rPr>
                <w:rtl/>
              </w:rPr>
            </w:pPr>
            <w:r>
              <w:rPr>
                <w:rFonts w:hint="cs"/>
                <w:rtl/>
              </w:rPr>
              <w:t>35</w:t>
            </w:r>
          </w:p>
        </w:tc>
      </w:tr>
      <w:tr w:rsidR="00EE1A1A" w:rsidTr="00BB3BDA">
        <w:tc>
          <w:tcPr>
            <w:tcW w:w="6806" w:type="dxa"/>
          </w:tcPr>
          <w:p w:rsidR="00EE1A1A" w:rsidRDefault="00EE1A1A" w:rsidP="006713DA">
            <w:pPr>
              <w:pStyle w:val="libVar0"/>
              <w:rPr>
                <w:rtl/>
              </w:rPr>
            </w:pPr>
            <w:r>
              <w:rPr>
                <w:rFonts w:hint="cs"/>
                <w:rtl/>
              </w:rPr>
              <w:t>يا لها من مصيبة ، ما أعظمها</w:t>
            </w:r>
          </w:p>
        </w:tc>
        <w:tc>
          <w:tcPr>
            <w:tcW w:w="900" w:type="dxa"/>
          </w:tcPr>
          <w:p w:rsidR="00EE1A1A" w:rsidRDefault="00EE1A1A" w:rsidP="00A80F4B">
            <w:pPr>
              <w:pStyle w:val="libVarCenter"/>
              <w:rPr>
                <w:rtl/>
              </w:rPr>
            </w:pPr>
            <w:r>
              <w:rPr>
                <w:rFonts w:hint="cs"/>
                <w:rtl/>
              </w:rPr>
              <w:t>110</w:t>
            </w:r>
          </w:p>
        </w:tc>
      </w:tr>
      <w:tr w:rsidR="00EE1A1A" w:rsidTr="00BB3BDA">
        <w:tc>
          <w:tcPr>
            <w:tcW w:w="6806" w:type="dxa"/>
          </w:tcPr>
          <w:p w:rsidR="00EE1A1A" w:rsidRDefault="00EE1A1A" w:rsidP="006713DA">
            <w:pPr>
              <w:pStyle w:val="libVar0"/>
              <w:rPr>
                <w:rtl/>
              </w:rPr>
            </w:pPr>
            <w:r>
              <w:rPr>
                <w:rFonts w:hint="cs"/>
                <w:rtl/>
              </w:rPr>
              <w:t>يا هذا ، وأي شيء من البلاء أراه مصروفاً عنك</w:t>
            </w:r>
          </w:p>
        </w:tc>
        <w:tc>
          <w:tcPr>
            <w:tcW w:w="900" w:type="dxa"/>
          </w:tcPr>
          <w:p w:rsidR="00EE1A1A" w:rsidRDefault="00EE1A1A" w:rsidP="00A80F4B">
            <w:pPr>
              <w:pStyle w:val="libVarCenter"/>
              <w:rPr>
                <w:rtl/>
              </w:rPr>
            </w:pPr>
            <w:r>
              <w:rPr>
                <w:rFonts w:hint="cs"/>
                <w:rtl/>
              </w:rPr>
              <w:t>87</w:t>
            </w:r>
          </w:p>
        </w:tc>
      </w:tr>
      <w:tr w:rsidR="00EE1A1A" w:rsidTr="00BB3BDA">
        <w:tc>
          <w:tcPr>
            <w:tcW w:w="6806" w:type="dxa"/>
          </w:tcPr>
          <w:p w:rsidR="00EE1A1A" w:rsidRDefault="00EE1A1A" w:rsidP="006713DA">
            <w:pPr>
              <w:pStyle w:val="libVar0"/>
              <w:rPr>
                <w:rtl/>
              </w:rPr>
            </w:pPr>
            <w:r>
              <w:rPr>
                <w:rFonts w:hint="cs"/>
                <w:rtl/>
              </w:rPr>
              <w:t>يقال للولدان يوم القيامة : ادخلوا الجنّة. فيقولون : يا رب حتى يدخل آبائنا واُمهاتنا</w:t>
            </w:r>
          </w:p>
        </w:tc>
        <w:tc>
          <w:tcPr>
            <w:tcW w:w="900" w:type="dxa"/>
          </w:tcPr>
          <w:p w:rsidR="00EE1A1A" w:rsidRDefault="00EE1A1A" w:rsidP="00A80F4B">
            <w:pPr>
              <w:pStyle w:val="libVarCenter"/>
              <w:rPr>
                <w:rtl/>
              </w:rPr>
            </w:pPr>
            <w:r>
              <w:rPr>
                <w:rFonts w:hint="cs"/>
                <w:rtl/>
              </w:rPr>
              <w:t>33</w:t>
            </w:r>
          </w:p>
        </w:tc>
      </w:tr>
      <w:tr w:rsidR="00EE1A1A" w:rsidTr="00BB3BDA">
        <w:tc>
          <w:tcPr>
            <w:tcW w:w="6806" w:type="dxa"/>
          </w:tcPr>
          <w:p w:rsidR="00EE1A1A" w:rsidRDefault="00EE1A1A" w:rsidP="006713DA">
            <w:pPr>
              <w:pStyle w:val="libVar0"/>
              <w:rPr>
                <w:rtl/>
              </w:rPr>
            </w:pPr>
            <w:r>
              <w:rPr>
                <w:rFonts w:hint="cs"/>
                <w:rtl/>
              </w:rPr>
              <w:t>يؤتي الرّجل في قبره بالعذاب ، فإذا اُتي من قبل رأسه دفعه تلاوة القرآن</w:t>
            </w:r>
          </w:p>
        </w:tc>
        <w:tc>
          <w:tcPr>
            <w:tcW w:w="900" w:type="dxa"/>
          </w:tcPr>
          <w:p w:rsidR="00EE1A1A" w:rsidRDefault="00EE1A1A" w:rsidP="00A80F4B">
            <w:pPr>
              <w:pStyle w:val="libVarCenter"/>
              <w:rPr>
                <w:rtl/>
              </w:rPr>
            </w:pPr>
            <w:r>
              <w:rPr>
                <w:rFonts w:hint="cs"/>
                <w:rtl/>
              </w:rPr>
              <w:t>50</w:t>
            </w:r>
          </w:p>
        </w:tc>
      </w:tr>
    </w:tbl>
    <w:p w:rsidR="00EE1A1A" w:rsidRDefault="00EE1A1A" w:rsidP="006713DA">
      <w:pPr>
        <w:pStyle w:val="libCenterBold1"/>
        <w:rPr>
          <w:rtl/>
        </w:rPr>
      </w:pPr>
    </w:p>
    <w:p w:rsidR="00EE1A1A" w:rsidRDefault="00EE1A1A" w:rsidP="006713DA">
      <w:pPr>
        <w:pStyle w:val="libCenterBold1"/>
        <w:rPr>
          <w:rtl/>
        </w:rPr>
      </w:pPr>
      <w:r>
        <w:rPr>
          <w:rtl/>
        </w:rPr>
        <w:br w:type="page"/>
      </w:r>
      <w:r>
        <w:rPr>
          <w:rFonts w:hint="cs"/>
          <w:rtl/>
        </w:rPr>
        <w:lastRenderedPageBreak/>
        <w:t>4 ـ فهرس الآثار</w:t>
      </w:r>
    </w:p>
    <w:tbl>
      <w:tblPr>
        <w:bidiVisual/>
        <w:tblW w:w="0" w:type="auto"/>
        <w:tblLook w:val="01E0"/>
      </w:tblPr>
      <w:tblGrid>
        <w:gridCol w:w="4628"/>
        <w:gridCol w:w="2090"/>
        <w:gridCol w:w="855"/>
      </w:tblGrid>
      <w:tr w:rsidR="00EE1A1A" w:rsidTr="00BB3BDA">
        <w:tc>
          <w:tcPr>
            <w:tcW w:w="4774" w:type="dxa"/>
          </w:tcPr>
          <w:p w:rsidR="00EE1A1A" w:rsidRPr="006713DA" w:rsidRDefault="00EE1A1A" w:rsidP="006713DA">
            <w:pPr>
              <w:pStyle w:val="libBold2"/>
              <w:rPr>
                <w:rtl/>
              </w:rPr>
            </w:pPr>
            <w:r w:rsidRPr="006713DA">
              <w:rPr>
                <w:rFonts w:hint="cs"/>
                <w:rtl/>
              </w:rPr>
              <w:t>الأثر</w:t>
            </w:r>
          </w:p>
        </w:tc>
        <w:tc>
          <w:tcPr>
            <w:tcW w:w="2133" w:type="dxa"/>
          </w:tcPr>
          <w:p w:rsidR="00EE1A1A" w:rsidRPr="006651D4" w:rsidRDefault="00EE1A1A" w:rsidP="006713DA">
            <w:pPr>
              <w:pStyle w:val="libCenterBold2"/>
              <w:rPr>
                <w:rtl/>
              </w:rPr>
            </w:pPr>
            <w:r w:rsidRPr="006651D4">
              <w:rPr>
                <w:rFonts w:hint="cs"/>
                <w:rtl/>
              </w:rPr>
              <w:t>القائل</w:t>
            </w:r>
          </w:p>
        </w:tc>
        <w:tc>
          <w:tcPr>
            <w:tcW w:w="855" w:type="dxa"/>
          </w:tcPr>
          <w:p w:rsidR="00EE1A1A" w:rsidRPr="006651D4" w:rsidRDefault="00EE1A1A" w:rsidP="006713DA">
            <w:pPr>
              <w:pStyle w:val="libCenterBold2"/>
              <w:rPr>
                <w:rtl/>
              </w:rPr>
            </w:pPr>
            <w:r w:rsidRPr="006651D4">
              <w:rPr>
                <w:rFonts w:hint="cs"/>
                <w:rtl/>
              </w:rPr>
              <w:t>الصفحة</w:t>
            </w:r>
          </w:p>
        </w:tc>
      </w:tr>
      <w:tr w:rsidR="00EE1A1A" w:rsidTr="00BB3BDA">
        <w:tc>
          <w:tcPr>
            <w:tcW w:w="4774" w:type="dxa"/>
          </w:tcPr>
          <w:p w:rsidR="00EE1A1A" w:rsidRDefault="00EE1A1A" w:rsidP="006713DA">
            <w:pPr>
              <w:pStyle w:val="libVar0"/>
              <w:rPr>
                <w:rtl/>
              </w:rPr>
            </w:pPr>
            <w:r>
              <w:rPr>
                <w:rFonts w:hint="cs"/>
                <w:rtl/>
              </w:rPr>
              <w:t>أتيت امرأه اُعزّيها عن ابنها</w:t>
            </w:r>
          </w:p>
        </w:tc>
        <w:tc>
          <w:tcPr>
            <w:tcW w:w="2133" w:type="dxa"/>
          </w:tcPr>
          <w:p w:rsidR="00EE1A1A" w:rsidRDefault="00EE1A1A" w:rsidP="00A80F4B">
            <w:pPr>
              <w:pStyle w:val="libVarCenter"/>
              <w:rPr>
                <w:rtl/>
              </w:rPr>
            </w:pPr>
            <w:r>
              <w:rPr>
                <w:rFonts w:hint="cs"/>
                <w:rtl/>
              </w:rPr>
              <w:t>المبرد</w:t>
            </w:r>
          </w:p>
        </w:tc>
        <w:tc>
          <w:tcPr>
            <w:tcW w:w="855" w:type="dxa"/>
          </w:tcPr>
          <w:p w:rsidR="00EE1A1A" w:rsidRDefault="00EE1A1A" w:rsidP="00A80F4B">
            <w:pPr>
              <w:pStyle w:val="libVarCenter"/>
              <w:rPr>
                <w:rtl/>
              </w:rPr>
            </w:pPr>
            <w:r>
              <w:rPr>
                <w:rFonts w:hint="cs"/>
                <w:rtl/>
              </w:rPr>
              <w:t>75</w:t>
            </w:r>
          </w:p>
        </w:tc>
      </w:tr>
      <w:tr w:rsidR="00EE1A1A" w:rsidTr="00BB3BDA">
        <w:tc>
          <w:tcPr>
            <w:tcW w:w="4774" w:type="dxa"/>
          </w:tcPr>
          <w:p w:rsidR="00EE1A1A" w:rsidRDefault="00EE1A1A" w:rsidP="006713DA">
            <w:pPr>
              <w:pStyle w:val="libVar0"/>
              <w:rPr>
                <w:rtl/>
              </w:rPr>
            </w:pPr>
            <w:r>
              <w:rPr>
                <w:rFonts w:hint="cs"/>
                <w:rtl/>
              </w:rPr>
              <w:t>إذا كان يوم القيامة خرج ولدان المسلمين من الجنة بأيديهم الشراب</w:t>
            </w:r>
          </w:p>
        </w:tc>
        <w:tc>
          <w:tcPr>
            <w:tcW w:w="2133" w:type="dxa"/>
          </w:tcPr>
          <w:p w:rsidR="00EE1A1A" w:rsidRDefault="00EE1A1A" w:rsidP="00A80F4B">
            <w:pPr>
              <w:pStyle w:val="libVarCenter"/>
              <w:rPr>
                <w:rtl/>
              </w:rPr>
            </w:pPr>
            <w:r>
              <w:rPr>
                <w:rFonts w:hint="cs"/>
                <w:rtl/>
              </w:rPr>
              <w:t>عبيد بن عمير الليثي</w:t>
            </w:r>
          </w:p>
        </w:tc>
        <w:tc>
          <w:tcPr>
            <w:tcW w:w="855" w:type="dxa"/>
          </w:tcPr>
          <w:p w:rsidR="00EE1A1A" w:rsidRDefault="00EE1A1A" w:rsidP="00A80F4B">
            <w:pPr>
              <w:pStyle w:val="libVarCenter"/>
              <w:rPr>
                <w:rtl/>
              </w:rPr>
            </w:pPr>
            <w:r>
              <w:rPr>
                <w:rFonts w:hint="cs"/>
                <w:rtl/>
              </w:rPr>
              <w:t>33</w:t>
            </w:r>
          </w:p>
        </w:tc>
      </w:tr>
      <w:tr w:rsidR="00EE1A1A" w:rsidTr="00BB3BDA">
        <w:tc>
          <w:tcPr>
            <w:tcW w:w="4774" w:type="dxa"/>
          </w:tcPr>
          <w:p w:rsidR="00EE1A1A" w:rsidRDefault="00EE1A1A" w:rsidP="006713DA">
            <w:pPr>
              <w:pStyle w:val="libVar0"/>
              <w:rPr>
                <w:rtl/>
              </w:rPr>
            </w:pPr>
            <w:r>
              <w:rPr>
                <w:rFonts w:hint="cs"/>
                <w:rtl/>
              </w:rPr>
              <w:t>أفأستكين لها ، وقد وعدني ربي تبارك وتعالى عليها ثلاث خصال</w:t>
            </w:r>
          </w:p>
        </w:tc>
        <w:tc>
          <w:tcPr>
            <w:tcW w:w="2133" w:type="dxa"/>
          </w:tcPr>
          <w:p w:rsidR="00EE1A1A" w:rsidRDefault="00EE1A1A" w:rsidP="00A80F4B">
            <w:pPr>
              <w:pStyle w:val="libVarCenter"/>
              <w:rPr>
                <w:rtl/>
              </w:rPr>
            </w:pPr>
            <w:r>
              <w:rPr>
                <w:rFonts w:hint="cs"/>
                <w:rtl/>
              </w:rPr>
              <w:t>مطرف</w:t>
            </w:r>
          </w:p>
        </w:tc>
        <w:tc>
          <w:tcPr>
            <w:tcW w:w="855" w:type="dxa"/>
          </w:tcPr>
          <w:p w:rsidR="00EE1A1A" w:rsidRDefault="00EE1A1A" w:rsidP="00A80F4B">
            <w:pPr>
              <w:pStyle w:val="libVarCenter"/>
              <w:rPr>
                <w:rtl/>
              </w:rPr>
            </w:pPr>
            <w:r>
              <w:rPr>
                <w:rFonts w:hint="cs"/>
                <w:rtl/>
              </w:rPr>
              <w:t>64</w:t>
            </w:r>
          </w:p>
        </w:tc>
      </w:tr>
      <w:tr w:rsidR="00EE1A1A" w:rsidTr="00BB3BDA">
        <w:tc>
          <w:tcPr>
            <w:tcW w:w="4774" w:type="dxa"/>
          </w:tcPr>
          <w:p w:rsidR="00EE1A1A" w:rsidRDefault="00EE1A1A" w:rsidP="006713DA">
            <w:pPr>
              <w:pStyle w:val="libVar0"/>
              <w:rPr>
                <w:rtl/>
              </w:rPr>
            </w:pPr>
            <w:r>
              <w:rPr>
                <w:rFonts w:hint="cs"/>
                <w:rtl/>
              </w:rPr>
              <w:t>اللهمّ قد فعلت ما أمرتنا ، فأنجز لنا ما وعدتنا</w:t>
            </w:r>
          </w:p>
        </w:tc>
        <w:tc>
          <w:tcPr>
            <w:tcW w:w="2133" w:type="dxa"/>
          </w:tcPr>
          <w:p w:rsidR="00EE1A1A" w:rsidRDefault="00EE1A1A" w:rsidP="00A80F4B">
            <w:pPr>
              <w:pStyle w:val="libVarCenter"/>
              <w:rPr>
                <w:rtl/>
              </w:rPr>
            </w:pPr>
            <w:r>
              <w:rPr>
                <w:rFonts w:hint="cs"/>
                <w:rtl/>
              </w:rPr>
              <w:t>ابن عباس</w:t>
            </w:r>
          </w:p>
        </w:tc>
        <w:tc>
          <w:tcPr>
            <w:tcW w:w="855" w:type="dxa"/>
          </w:tcPr>
          <w:p w:rsidR="00EE1A1A" w:rsidRDefault="00EE1A1A" w:rsidP="00A80F4B">
            <w:pPr>
              <w:pStyle w:val="libVarCenter"/>
              <w:rPr>
                <w:rtl/>
              </w:rPr>
            </w:pPr>
            <w:r>
              <w:rPr>
                <w:rFonts w:hint="cs"/>
                <w:rtl/>
              </w:rPr>
              <w:t>56</w:t>
            </w:r>
          </w:p>
        </w:tc>
      </w:tr>
      <w:tr w:rsidR="00EE1A1A" w:rsidTr="00BB3BDA">
        <w:tc>
          <w:tcPr>
            <w:tcW w:w="4774" w:type="dxa"/>
          </w:tcPr>
          <w:p w:rsidR="00EE1A1A" w:rsidRDefault="00EE1A1A" w:rsidP="006713DA">
            <w:pPr>
              <w:pStyle w:val="libVar0"/>
              <w:rPr>
                <w:rtl/>
              </w:rPr>
            </w:pPr>
            <w:r>
              <w:rPr>
                <w:rFonts w:hint="cs"/>
                <w:rtl/>
              </w:rPr>
              <w:t>إلهي وسيدي ابتليتني بالمرض والفقر</w:t>
            </w:r>
          </w:p>
        </w:tc>
        <w:tc>
          <w:tcPr>
            <w:tcW w:w="2133" w:type="dxa"/>
          </w:tcPr>
          <w:p w:rsidR="00EE1A1A" w:rsidRDefault="00EE1A1A" w:rsidP="00A80F4B">
            <w:pPr>
              <w:pStyle w:val="libVarCenter"/>
              <w:rPr>
                <w:rtl/>
              </w:rPr>
            </w:pPr>
            <w:r>
              <w:rPr>
                <w:rFonts w:hint="cs"/>
                <w:rtl/>
              </w:rPr>
              <w:t>فتح الموصلي</w:t>
            </w:r>
          </w:p>
        </w:tc>
        <w:tc>
          <w:tcPr>
            <w:tcW w:w="855" w:type="dxa"/>
          </w:tcPr>
          <w:p w:rsidR="00EE1A1A" w:rsidRDefault="00EE1A1A" w:rsidP="00A80F4B">
            <w:pPr>
              <w:pStyle w:val="libVarCenter"/>
              <w:rPr>
                <w:rtl/>
              </w:rPr>
            </w:pPr>
            <w:r>
              <w:rPr>
                <w:rFonts w:hint="cs"/>
                <w:rtl/>
              </w:rPr>
              <w:t>89</w:t>
            </w:r>
          </w:p>
        </w:tc>
      </w:tr>
      <w:tr w:rsidR="00EE1A1A" w:rsidTr="00BB3BDA">
        <w:tc>
          <w:tcPr>
            <w:tcW w:w="4774" w:type="dxa"/>
          </w:tcPr>
          <w:p w:rsidR="00EE1A1A" w:rsidRDefault="00EE1A1A" w:rsidP="006713DA">
            <w:pPr>
              <w:pStyle w:val="libVar0"/>
              <w:rPr>
                <w:rtl/>
              </w:rPr>
            </w:pPr>
            <w:r>
              <w:rPr>
                <w:rFonts w:hint="cs"/>
                <w:rtl/>
              </w:rPr>
              <w:t>أنا في حالة اُحبّ فيها الشيخوخة على الشباب</w:t>
            </w:r>
          </w:p>
        </w:tc>
        <w:tc>
          <w:tcPr>
            <w:tcW w:w="2133" w:type="dxa"/>
          </w:tcPr>
          <w:p w:rsidR="00EE1A1A" w:rsidRDefault="00EE1A1A" w:rsidP="00A80F4B">
            <w:pPr>
              <w:pStyle w:val="libVarCenter"/>
              <w:rPr>
                <w:rtl/>
              </w:rPr>
            </w:pPr>
            <w:r>
              <w:rPr>
                <w:rFonts w:hint="cs"/>
                <w:rtl/>
              </w:rPr>
              <w:t>جابر بن عبدالله الأنصاري</w:t>
            </w:r>
          </w:p>
        </w:tc>
        <w:tc>
          <w:tcPr>
            <w:tcW w:w="855" w:type="dxa"/>
          </w:tcPr>
          <w:p w:rsidR="00EE1A1A" w:rsidRDefault="00EE1A1A" w:rsidP="00A80F4B">
            <w:pPr>
              <w:pStyle w:val="libVarCenter"/>
              <w:rPr>
                <w:rtl/>
              </w:rPr>
            </w:pPr>
            <w:r>
              <w:rPr>
                <w:rFonts w:hint="cs"/>
                <w:rtl/>
              </w:rPr>
              <w:t>82</w:t>
            </w:r>
          </w:p>
        </w:tc>
      </w:tr>
      <w:tr w:rsidR="00EE1A1A" w:rsidTr="00BB3BDA">
        <w:tc>
          <w:tcPr>
            <w:tcW w:w="4774" w:type="dxa"/>
          </w:tcPr>
          <w:p w:rsidR="00EE1A1A" w:rsidRDefault="00EE1A1A" w:rsidP="006713DA">
            <w:pPr>
              <w:pStyle w:val="libVar0"/>
              <w:rPr>
                <w:rtl/>
              </w:rPr>
            </w:pPr>
            <w:r>
              <w:rPr>
                <w:rFonts w:hint="cs"/>
                <w:rtl/>
              </w:rPr>
              <w:t>إنّ ثلاثة اخوة شهدوا تستر واستشهدوا</w:t>
            </w:r>
          </w:p>
        </w:tc>
        <w:tc>
          <w:tcPr>
            <w:tcW w:w="2133" w:type="dxa"/>
          </w:tcPr>
          <w:p w:rsidR="00EE1A1A" w:rsidRDefault="00EE1A1A" w:rsidP="00A80F4B">
            <w:pPr>
              <w:pStyle w:val="libVarCenter"/>
              <w:rPr>
                <w:rtl/>
              </w:rPr>
            </w:pPr>
            <w:r>
              <w:rPr>
                <w:rFonts w:hint="cs"/>
                <w:rtl/>
              </w:rPr>
              <w:t>جويرية بن أسماء</w:t>
            </w:r>
          </w:p>
        </w:tc>
        <w:tc>
          <w:tcPr>
            <w:tcW w:w="855" w:type="dxa"/>
          </w:tcPr>
          <w:p w:rsidR="00EE1A1A" w:rsidRDefault="00EE1A1A" w:rsidP="00A80F4B">
            <w:pPr>
              <w:pStyle w:val="libVarCenter"/>
              <w:rPr>
                <w:rtl/>
              </w:rPr>
            </w:pPr>
            <w:r>
              <w:rPr>
                <w:rFonts w:hint="cs"/>
                <w:rtl/>
              </w:rPr>
              <w:t>73</w:t>
            </w:r>
          </w:p>
        </w:tc>
      </w:tr>
      <w:tr w:rsidR="00EE1A1A" w:rsidTr="00BB3BDA">
        <w:tc>
          <w:tcPr>
            <w:tcW w:w="4774" w:type="dxa"/>
          </w:tcPr>
          <w:p w:rsidR="00EE1A1A" w:rsidRDefault="00EE1A1A" w:rsidP="006713DA">
            <w:pPr>
              <w:pStyle w:val="libVar0"/>
              <w:rPr>
                <w:rtl/>
              </w:rPr>
            </w:pPr>
            <w:r>
              <w:rPr>
                <w:rFonts w:hint="cs"/>
                <w:rtl/>
              </w:rPr>
              <w:t>إنّ رجلاً كان له ابن لم يبلغ الحلم</w:t>
            </w:r>
          </w:p>
        </w:tc>
        <w:tc>
          <w:tcPr>
            <w:tcW w:w="2133" w:type="dxa"/>
          </w:tcPr>
          <w:p w:rsidR="00EE1A1A" w:rsidRDefault="00EE1A1A" w:rsidP="00A80F4B">
            <w:pPr>
              <w:pStyle w:val="libVarCenter"/>
              <w:rPr>
                <w:rtl/>
              </w:rPr>
            </w:pPr>
            <w:r>
              <w:rPr>
                <w:rFonts w:hint="cs"/>
                <w:rtl/>
              </w:rPr>
              <w:t>أبو شوذب</w:t>
            </w:r>
          </w:p>
        </w:tc>
        <w:tc>
          <w:tcPr>
            <w:tcW w:w="855" w:type="dxa"/>
          </w:tcPr>
          <w:p w:rsidR="00EE1A1A" w:rsidRDefault="00EE1A1A" w:rsidP="00A80F4B">
            <w:pPr>
              <w:pStyle w:val="libVarCenter"/>
              <w:rPr>
                <w:rtl/>
              </w:rPr>
            </w:pPr>
            <w:r>
              <w:rPr>
                <w:rFonts w:hint="cs"/>
                <w:rtl/>
              </w:rPr>
              <w:t>42</w:t>
            </w:r>
          </w:p>
        </w:tc>
      </w:tr>
      <w:tr w:rsidR="00EE1A1A" w:rsidTr="00BB3BDA">
        <w:tc>
          <w:tcPr>
            <w:tcW w:w="4774" w:type="dxa"/>
          </w:tcPr>
          <w:p w:rsidR="00EE1A1A" w:rsidRDefault="00EE1A1A" w:rsidP="006713DA">
            <w:pPr>
              <w:pStyle w:val="libVar0"/>
              <w:rPr>
                <w:rtl/>
              </w:rPr>
            </w:pPr>
            <w:r>
              <w:rPr>
                <w:rFonts w:hint="cs"/>
                <w:rtl/>
              </w:rPr>
              <w:t>إني مسلم مسلّم</w:t>
            </w:r>
          </w:p>
        </w:tc>
        <w:tc>
          <w:tcPr>
            <w:tcW w:w="2133" w:type="dxa"/>
          </w:tcPr>
          <w:p w:rsidR="00EE1A1A" w:rsidRDefault="00EE1A1A" w:rsidP="00A80F4B">
            <w:pPr>
              <w:pStyle w:val="libVarCenter"/>
              <w:rPr>
                <w:rtl/>
              </w:rPr>
            </w:pPr>
            <w:r>
              <w:rPr>
                <w:rFonts w:hint="cs"/>
                <w:rtl/>
              </w:rPr>
              <w:t>عبدالله بن مسلم المازني</w:t>
            </w:r>
          </w:p>
        </w:tc>
        <w:tc>
          <w:tcPr>
            <w:tcW w:w="855" w:type="dxa"/>
          </w:tcPr>
          <w:p w:rsidR="00EE1A1A" w:rsidRDefault="00EE1A1A" w:rsidP="00A80F4B">
            <w:pPr>
              <w:pStyle w:val="libVarCenter"/>
              <w:rPr>
                <w:rtl/>
              </w:rPr>
            </w:pPr>
            <w:r>
              <w:rPr>
                <w:rFonts w:hint="cs"/>
                <w:rtl/>
              </w:rPr>
              <w:t>61</w:t>
            </w:r>
          </w:p>
        </w:tc>
      </w:tr>
      <w:tr w:rsidR="00EE1A1A" w:rsidTr="00BB3BDA">
        <w:tc>
          <w:tcPr>
            <w:tcW w:w="4774" w:type="dxa"/>
          </w:tcPr>
          <w:p w:rsidR="00EE1A1A" w:rsidRDefault="00EE1A1A" w:rsidP="006713DA">
            <w:pPr>
              <w:pStyle w:val="libVar0"/>
              <w:rPr>
                <w:rtl/>
              </w:rPr>
            </w:pPr>
            <w:r>
              <w:rPr>
                <w:rFonts w:hint="cs"/>
                <w:rtl/>
              </w:rPr>
              <w:t>أي بني تقدم فقاتل حتى أحتسبك</w:t>
            </w:r>
          </w:p>
        </w:tc>
        <w:tc>
          <w:tcPr>
            <w:tcW w:w="2133" w:type="dxa"/>
          </w:tcPr>
          <w:p w:rsidR="00EE1A1A" w:rsidRDefault="00EE1A1A" w:rsidP="00A80F4B">
            <w:pPr>
              <w:pStyle w:val="libVarCenter"/>
              <w:rPr>
                <w:rtl/>
              </w:rPr>
            </w:pPr>
            <w:r>
              <w:rPr>
                <w:rFonts w:hint="cs"/>
                <w:rtl/>
              </w:rPr>
              <w:t>صلة بن أشيم</w:t>
            </w:r>
          </w:p>
        </w:tc>
        <w:tc>
          <w:tcPr>
            <w:tcW w:w="855" w:type="dxa"/>
          </w:tcPr>
          <w:p w:rsidR="00EE1A1A" w:rsidRDefault="00EE1A1A" w:rsidP="00A80F4B">
            <w:pPr>
              <w:pStyle w:val="libVarCenter"/>
              <w:rPr>
                <w:rtl/>
              </w:rPr>
            </w:pPr>
            <w:r>
              <w:rPr>
                <w:rFonts w:hint="cs"/>
                <w:rtl/>
              </w:rPr>
              <w:t>73</w:t>
            </w:r>
          </w:p>
        </w:tc>
      </w:tr>
      <w:tr w:rsidR="00EE1A1A" w:rsidTr="00BB3BDA">
        <w:tc>
          <w:tcPr>
            <w:tcW w:w="4774" w:type="dxa"/>
          </w:tcPr>
          <w:p w:rsidR="00EE1A1A" w:rsidRDefault="00EE1A1A" w:rsidP="006713DA">
            <w:pPr>
              <w:pStyle w:val="libVar0"/>
              <w:rPr>
                <w:rtl/>
              </w:rPr>
            </w:pPr>
            <w:r>
              <w:rPr>
                <w:rFonts w:hint="cs"/>
                <w:rtl/>
              </w:rPr>
              <w:t>البلاء للمؤمن ، كالشكال للدابة ، والعقال للإبل</w:t>
            </w:r>
          </w:p>
        </w:tc>
        <w:tc>
          <w:tcPr>
            <w:tcW w:w="2133" w:type="dxa"/>
          </w:tcPr>
          <w:p w:rsidR="00EE1A1A" w:rsidRDefault="00EE1A1A" w:rsidP="00A80F4B">
            <w:pPr>
              <w:pStyle w:val="libVarCenter"/>
              <w:rPr>
                <w:rtl/>
              </w:rPr>
            </w:pPr>
            <w:r>
              <w:rPr>
                <w:rFonts w:hint="cs"/>
                <w:rtl/>
              </w:rPr>
              <w:t>وهب</w:t>
            </w:r>
          </w:p>
        </w:tc>
        <w:tc>
          <w:tcPr>
            <w:tcW w:w="855" w:type="dxa"/>
          </w:tcPr>
          <w:p w:rsidR="00EE1A1A" w:rsidRDefault="00EE1A1A" w:rsidP="00A80F4B">
            <w:pPr>
              <w:pStyle w:val="libVarCenter"/>
              <w:rPr>
                <w:rtl/>
              </w:rPr>
            </w:pPr>
            <w:r>
              <w:rPr>
                <w:rFonts w:hint="cs"/>
                <w:rtl/>
              </w:rPr>
              <w:t>58</w:t>
            </w:r>
          </w:p>
        </w:tc>
      </w:tr>
      <w:tr w:rsidR="00EE1A1A" w:rsidTr="00BB3BDA">
        <w:tc>
          <w:tcPr>
            <w:tcW w:w="4774" w:type="dxa"/>
          </w:tcPr>
          <w:p w:rsidR="00EE1A1A" w:rsidRDefault="00EE1A1A" w:rsidP="006713DA">
            <w:pPr>
              <w:pStyle w:val="libVar0"/>
              <w:rPr>
                <w:rtl/>
              </w:rPr>
            </w:pPr>
            <w:r>
              <w:rPr>
                <w:rFonts w:hint="cs"/>
                <w:rtl/>
              </w:rPr>
              <w:t>تعلّموا الحلم والصبر ، فإنّي تعلمته</w:t>
            </w:r>
          </w:p>
        </w:tc>
        <w:tc>
          <w:tcPr>
            <w:tcW w:w="2133" w:type="dxa"/>
          </w:tcPr>
          <w:p w:rsidR="00EE1A1A" w:rsidRDefault="00EE1A1A" w:rsidP="00A80F4B">
            <w:pPr>
              <w:pStyle w:val="libVarCenter"/>
              <w:rPr>
                <w:rtl/>
              </w:rPr>
            </w:pPr>
            <w:r>
              <w:rPr>
                <w:rFonts w:hint="cs"/>
                <w:rtl/>
              </w:rPr>
              <w:t>الأحنف بن قيس</w:t>
            </w:r>
          </w:p>
        </w:tc>
        <w:tc>
          <w:tcPr>
            <w:tcW w:w="855" w:type="dxa"/>
          </w:tcPr>
          <w:p w:rsidR="00EE1A1A" w:rsidRDefault="00EE1A1A" w:rsidP="00A80F4B">
            <w:pPr>
              <w:pStyle w:val="libVarCenter"/>
              <w:rPr>
                <w:rtl/>
              </w:rPr>
            </w:pPr>
            <w:r>
              <w:rPr>
                <w:rFonts w:hint="cs"/>
                <w:rtl/>
              </w:rPr>
              <w:t>62</w:t>
            </w:r>
          </w:p>
        </w:tc>
      </w:tr>
      <w:tr w:rsidR="00EE1A1A" w:rsidTr="00BB3BDA">
        <w:tc>
          <w:tcPr>
            <w:tcW w:w="4774" w:type="dxa"/>
          </w:tcPr>
          <w:p w:rsidR="00EE1A1A" w:rsidRDefault="00EE1A1A" w:rsidP="006713DA">
            <w:pPr>
              <w:pStyle w:val="libVar0"/>
              <w:rPr>
                <w:rtl/>
              </w:rPr>
            </w:pPr>
            <w:r>
              <w:rPr>
                <w:rFonts w:hint="cs"/>
                <w:rtl/>
              </w:rPr>
              <w:t>الحمدلله الذي جعل من صلبي من اُصيب شهيداً</w:t>
            </w:r>
          </w:p>
        </w:tc>
        <w:tc>
          <w:tcPr>
            <w:tcW w:w="2133" w:type="dxa"/>
          </w:tcPr>
          <w:p w:rsidR="00EE1A1A" w:rsidRDefault="00EE1A1A" w:rsidP="00A80F4B">
            <w:pPr>
              <w:pStyle w:val="libVarCenter"/>
              <w:rPr>
                <w:rtl/>
              </w:rPr>
            </w:pPr>
            <w:r>
              <w:rPr>
                <w:rFonts w:hint="cs"/>
                <w:rtl/>
              </w:rPr>
              <w:t>كعب الهندي</w:t>
            </w:r>
          </w:p>
        </w:tc>
        <w:tc>
          <w:tcPr>
            <w:tcW w:w="855" w:type="dxa"/>
          </w:tcPr>
          <w:p w:rsidR="00EE1A1A" w:rsidRDefault="00EE1A1A" w:rsidP="00A80F4B">
            <w:pPr>
              <w:pStyle w:val="libVarCenter"/>
              <w:rPr>
                <w:rtl/>
              </w:rPr>
            </w:pPr>
            <w:r>
              <w:rPr>
                <w:rFonts w:hint="cs"/>
                <w:rtl/>
              </w:rPr>
              <w:t>63</w:t>
            </w:r>
          </w:p>
        </w:tc>
      </w:tr>
      <w:tr w:rsidR="00EE1A1A" w:rsidTr="00BB3BDA">
        <w:tc>
          <w:tcPr>
            <w:tcW w:w="4774" w:type="dxa"/>
          </w:tcPr>
          <w:p w:rsidR="00EE1A1A" w:rsidRDefault="00EE1A1A" w:rsidP="006713DA">
            <w:pPr>
              <w:pStyle w:val="libVar0"/>
              <w:rPr>
                <w:rtl/>
              </w:rPr>
            </w:pPr>
            <w:r>
              <w:rPr>
                <w:rFonts w:hint="cs"/>
                <w:rtl/>
              </w:rPr>
              <w:t>الحمدلله الذي يأخذهم من دار الفناء، ويدّخرم في دار البقاء</w:t>
            </w:r>
          </w:p>
        </w:tc>
        <w:tc>
          <w:tcPr>
            <w:tcW w:w="2133" w:type="dxa"/>
          </w:tcPr>
          <w:p w:rsidR="00EE1A1A" w:rsidRDefault="00EE1A1A" w:rsidP="00A80F4B">
            <w:pPr>
              <w:pStyle w:val="libVarCenter"/>
              <w:rPr>
                <w:rtl/>
              </w:rPr>
            </w:pPr>
            <w:r>
              <w:rPr>
                <w:rFonts w:hint="cs"/>
                <w:rtl/>
              </w:rPr>
              <w:t>أبوذر</w:t>
            </w:r>
          </w:p>
        </w:tc>
        <w:tc>
          <w:tcPr>
            <w:tcW w:w="855" w:type="dxa"/>
          </w:tcPr>
          <w:p w:rsidR="00EE1A1A" w:rsidRDefault="00EE1A1A" w:rsidP="00A80F4B">
            <w:pPr>
              <w:pStyle w:val="libVarCenter"/>
              <w:rPr>
                <w:rtl/>
              </w:rPr>
            </w:pPr>
            <w:r>
              <w:rPr>
                <w:rFonts w:hint="cs"/>
                <w:rtl/>
              </w:rPr>
              <w:t>60</w:t>
            </w:r>
          </w:p>
        </w:tc>
      </w:tr>
      <w:tr w:rsidR="00EE1A1A" w:rsidTr="00BB3BDA">
        <w:tc>
          <w:tcPr>
            <w:tcW w:w="4774" w:type="dxa"/>
          </w:tcPr>
          <w:p w:rsidR="00EE1A1A" w:rsidRDefault="00EE1A1A" w:rsidP="006713DA">
            <w:pPr>
              <w:pStyle w:val="libVar0"/>
              <w:rPr>
                <w:rtl/>
              </w:rPr>
            </w:pPr>
            <w:r>
              <w:rPr>
                <w:rFonts w:hint="cs"/>
                <w:rtl/>
              </w:rPr>
              <w:t>دخلت على امرأة ، وقد نزل بابنها الموت</w:t>
            </w:r>
          </w:p>
        </w:tc>
        <w:tc>
          <w:tcPr>
            <w:tcW w:w="2133" w:type="dxa"/>
          </w:tcPr>
          <w:p w:rsidR="00EE1A1A" w:rsidRDefault="00EE1A1A" w:rsidP="00A80F4B">
            <w:pPr>
              <w:pStyle w:val="libVarCenter"/>
              <w:rPr>
                <w:rtl/>
              </w:rPr>
            </w:pPr>
            <w:r>
              <w:rPr>
                <w:rFonts w:hint="cs"/>
                <w:rtl/>
              </w:rPr>
              <w:t>أبان بن تغلب</w:t>
            </w:r>
          </w:p>
        </w:tc>
        <w:tc>
          <w:tcPr>
            <w:tcW w:w="855" w:type="dxa"/>
          </w:tcPr>
          <w:p w:rsidR="00EE1A1A" w:rsidRDefault="00EE1A1A" w:rsidP="00A80F4B">
            <w:pPr>
              <w:pStyle w:val="libVarCenter"/>
              <w:rPr>
                <w:rtl/>
              </w:rPr>
            </w:pPr>
            <w:r>
              <w:rPr>
                <w:rFonts w:hint="cs"/>
                <w:rtl/>
              </w:rPr>
              <w:t>75</w:t>
            </w:r>
          </w:p>
        </w:tc>
      </w:tr>
      <w:tr w:rsidR="00EE1A1A" w:rsidTr="00BB3BDA">
        <w:tc>
          <w:tcPr>
            <w:tcW w:w="4774" w:type="dxa"/>
          </w:tcPr>
          <w:p w:rsidR="00EE1A1A" w:rsidRDefault="00EE1A1A" w:rsidP="006713DA">
            <w:pPr>
              <w:pStyle w:val="libVar0"/>
              <w:rPr>
                <w:rtl/>
              </w:rPr>
            </w:pPr>
            <w:r>
              <w:rPr>
                <w:rFonts w:hint="cs"/>
                <w:rtl/>
              </w:rPr>
              <w:t>دخلنا على ابن مسعود وعنده بنون له ثلاثة غلمان</w:t>
            </w:r>
          </w:p>
        </w:tc>
        <w:tc>
          <w:tcPr>
            <w:tcW w:w="2133" w:type="dxa"/>
          </w:tcPr>
          <w:p w:rsidR="00EE1A1A" w:rsidRDefault="00EE1A1A" w:rsidP="00A80F4B">
            <w:pPr>
              <w:pStyle w:val="libVarCenter"/>
              <w:rPr>
                <w:rtl/>
              </w:rPr>
            </w:pPr>
            <w:r>
              <w:rPr>
                <w:rFonts w:hint="cs"/>
                <w:rtl/>
              </w:rPr>
              <w:t>أبوالأحوص</w:t>
            </w:r>
          </w:p>
        </w:tc>
        <w:tc>
          <w:tcPr>
            <w:tcW w:w="855" w:type="dxa"/>
          </w:tcPr>
          <w:p w:rsidR="00EE1A1A" w:rsidRDefault="00EE1A1A" w:rsidP="00A80F4B">
            <w:pPr>
              <w:pStyle w:val="libVarCenter"/>
              <w:rPr>
                <w:rtl/>
              </w:rPr>
            </w:pPr>
            <w:r>
              <w:rPr>
                <w:rFonts w:hint="cs"/>
                <w:rtl/>
              </w:rPr>
              <w:t>60</w:t>
            </w:r>
          </w:p>
        </w:tc>
      </w:tr>
      <w:tr w:rsidR="00EE1A1A" w:rsidTr="00BB3BDA">
        <w:tc>
          <w:tcPr>
            <w:tcW w:w="4774" w:type="dxa"/>
          </w:tcPr>
          <w:p w:rsidR="00EE1A1A" w:rsidRDefault="00EE1A1A" w:rsidP="006713DA">
            <w:pPr>
              <w:pStyle w:val="libVar0"/>
              <w:rPr>
                <w:rtl/>
              </w:rPr>
            </w:pPr>
            <w:r>
              <w:rPr>
                <w:rFonts w:hint="cs"/>
                <w:rtl/>
              </w:rPr>
              <w:t>دخلنا على رجل من الأنصار وهو مريض</w:t>
            </w:r>
          </w:p>
        </w:tc>
        <w:tc>
          <w:tcPr>
            <w:tcW w:w="2133" w:type="dxa"/>
          </w:tcPr>
          <w:p w:rsidR="00EE1A1A" w:rsidRDefault="00EE1A1A" w:rsidP="00A80F4B">
            <w:pPr>
              <w:pStyle w:val="libVarCenter"/>
              <w:rPr>
                <w:rtl/>
              </w:rPr>
            </w:pPr>
            <w:r>
              <w:rPr>
                <w:rFonts w:hint="cs"/>
                <w:rtl/>
              </w:rPr>
              <w:t>أنس بن مالك</w:t>
            </w:r>
          </w:p>
        </w:tc>
        <w:tc>
          <w:tcPr>
            <w:tcW w:w="855" w:type="dxa"/>
          </w:tcPr>
          <w:p w:rsidR="00EE1A1A" w:rsidRDefault="00EE1A1A" w:rsidP="00A80F4B">
            <w:pPr>
              <w:pStyle w:val="libVarCenter"/>
              <w:rPr>
                <w:rtl/>
              </w:rPr>
            </w:pPr>
            <w:r>
              <w:rPr>
                <w:rFonts w:hint="cs"/>
                <w:rtl/>
              </w:rPr>
              <w:t>70</w:t>
            </w:r>
          </w:p>
        </w:tc>
      </w:tr>
      <w:tr w:rsidR="00EE1A1A" w:rsidTr="00BB3BDA">
        <w:tc>
          <w:tcPr>
            <w:tcW w:w="4774" w:type="dxa"/>
          </w:tcPr>
          <w:p w:rsidR="00EE1A1A" w:rsidRDefault="00EE1A1A" w:rsidP="006713DA">
            <w:pPr>
              <w:pStyle w:val="libVar0"/>
              <w:rPr>
                <w:rtl/>
              </w:rPr>
            </w:pPr>
            <w:r>
              <w:rPr>
                <w:rFonts w:hint="cs"/>
                <w:rtl/>
              </w:rPr>
              <w:t>ذروة الإيمان الصبر للحكم والرضا بالقدر</w:t>
            </w:r>
          </w:p>
        </w:tc>
        <w:tc>
          <w:tcPr>
            <w:tcW w:w="2133" w:type="dxa"/>
          </w:tcPr>
          <w:p w:rsidR="00EE1A1A" w:rsidRDefault="00EE1A1A" w:rsidP="00A80F4B">
            <w:pPr>
              <w:pStyle w:val="libVarCenter"/>
              <w:rPr>
                <w:rtl/>
              </w:rPr>
            </w:pPr>
            <w:r>
              <w:rPr>
                <w:rFonts w:hint="cs"/>
                <w:rtl/>
              </w:rPr>
              <w:t>أبو الدرداء</w:t>
            </w:r>
          </w:p>
        </w:tc>
        <w:tc>
          <w:tcPr>
            <w:tcW w:w="855" w:type="dxa"/>
          </w:tcPr>
          <w:p w:rsidR="00EE1A1A" w:rsidRDefault="00EE1A1A" w:rsidP="00A80F4B">
            <w:pPr>
              <w:pStyle w:val="libVarCenter"/>
              <w:rPr>
                <w:rtl/>
              </w:rPr>
            </w:pPr>
            <w:r>
              <w:rPr>
                <w:rFonts w:hint="cs"/>
                <w:rtl/>
              </w:rPr>
              <w:t>81</w:t>
            </w:r>
          </w:p>
        </w:tc>
      </w:tr>
      <w:tr w:rsidR="00EE1A1A" w:rsidTr="00BB3BDA">
        <w:tc>
          <w:tcPr>
            <w:tcW w:w="4774" w:type="dxa"/>
          </w:tcPr>
          <w:p w:rsidR="00EE1A1A" w:rsidRDefault="00EE1A1A" w:rsidP="006713DA">
            <w:pPr>
              <w:pStyle w:val="libVar0"/>
              <w:rPr>
                <w:rtl/>
              </w:rPr>
            </w:pPr>
            <w:r>
              <w:rPr>
                <w:rFonts w:hint="cs"/>
                <w:rtl/>
              </w:rPr>
              <w:t>رأيت في المنام كأن القيامة قد قامت وكأن الناس يدعون إلى الحساب</w:t>
            </w:r>
          </w:p>
        </w:tc>
        <w:tc>
          <w:tcPr>
            <w:tcW w:w="2133" w:type="dxa"/>
          </w:tcPr>
          <w:p w:rsidR="00EE1A1A" w:rsidRDefault="00EE1A1A" w:rsidP="00A80F4B">
            <w:pPr>
              <w:pStyle w:val="libVarCenter"/>
              <w:rPr>
                <w:rtl/>
              </w:rPr>
            </w:pPr>
            <w:r>
              <w:rPr>
                <w:rFonts w:hint="cs"/>
                <w:rtl/>
              </w:rPr>
              <w:t>داود بن أبي هند</w:t>
            </w:r>
          </w:p>
        </w:tc>
        <w:tc>
          <w:tcPr>
            <w:tcW w:w="855" w:type="dxa"/>
          </w:tcPr>
          <w:p w:rsidR="00EE1A1A" w:rsidRDefault="00EE1A1A" w:rsidP="00A80F4B">
            <w:pPr>
              <w:pStyle w:val="libVarCenter"/>
              <w:rPr>
                <w:rtl/>
              </w:rPr>
            </w:pPr>
            <w:r>
              <w:rPr>
                <w:rFonts w:hint="cs"/>
                <w:rtl/>
              </w:rPr>
              <w:t>42</w:t>
            </w:r>
          </w:p>
        </w:tc>
      </w:tr>
    </w:tbl>
    <w:p w:rsidR="00EE1A1A" w:rsidRDefault="00EE1A1A" w:rsidP="00BB3BDA">
      <w:pPr>
        <w:pStyle w:val="libNormal0"/>
        <w:rPr>
          <w:rtl/>
        </w:rPr>
      </w:pPr>
      <w:r>
        <w:rPr>
          <w:rtl/>
        </w:rPr>
        <w:br w:type="page"/>
      </w:r>
    </w:p>
    <w:tbl>
      <w:tblPr>
        <w:bidiVisual/>
        <w:tblW w:w="0" w:type="auto"/>
        <w:tblLook w:val="01E0"/>
      </w:tblPr>
      <w:tblGrid>
        <w:gridCol w:w="4638"/>
        <w:gridCol w:w="2089"/>
        <w:gridCol w:w="846"/>
      </w:tblGrid>
      <w:tr w:rsidR="00EE1A1A" w:rsidTr="00BB3BDA">
        <w:tc>
          <w:tcPr>
            <w:tcW w:w="4774" w:type="dxa"/>
          </w:tcPr>
          <w:p w:rsidR="00EE1A1A" w:rsidRDefault="00EE1A1A" w:rsidP="006713DA">
            <w:pPr>
              <w:pStyle w:val="libVar0"/>
              <w:rPr>
                <w:rtl/>
              </w:rPr>
            </w:pPr>
            <w:r>
              <w:rPr>
                <w:rFonts w:hint="cs"/>
                <w:rtl/>
              </w:rPr>
              <w:lastRenderedPageBreak/>
              <w:t>رحمك الله ياذر ، ما علينا بعدك من خصاصة</w:t>
            </w:r>
          </w:p>
        </w:tc>
        <w:tc>
          <w:tcPr>
            <w:tcW w:w="2133" w:type="dxa"/>
          </w:tcPr>
          <w:p w:rsidR="00EE1A1A" w:rsidRDefault="00EE1A1A" w:rsidP="00A80F4B">
            <w:pPr>
              <w:pStyle w:val="libVarCenter"/>
              <w:rPr>
                <w:rtl/>
              </w:rPr>
            </w:pPr>
            <w:r>
              <w:rPr>
                <w:rFonts w:hint="cs"/>
                <w:rtl/>
              </w:rPr>
              <w:t>عمر بن ذر</w:t>
            </w:r>
          </w:p>
        </w:tc>
        <w:tc>
          <w:tcPr>
            <w:tcW w:w="855" w:type="dxa"/>
          </w:tcPr>
          <w:p w:rsidR="00EE1A1A" w:rsidRDefault="00EE1A1A" w:rsidP="00A80F4B">
            <w:pPr>
              <w:pStyle w:val="libVarCenter"/>
              <w:rPr>
                <w:rtl/>
              </w:rPr>
            </w:pPr>
            <w:r>
              <w:rPr>
                <w:rFonts w:hint="cs"/>
                <w:rtl/>
              </w:rPr>
              <w:t>62</w:t>
            </w:r>
          </w:p>
        </w:tc>
      </w:tr>
      <w:tr w:rsidR="00EE1A1A" w:rsidTr="00BB3BDA">
        <w:tc>
          <w:tcPr>
            <w:tcW w:w="4774" w:type="dxa"/>
          </w:tcPr>
          <w:p w:rsidR="00EE1A1A" w:rsidRDefault="00EE1A1A" w:rsidP="006713DA">
            <w:pPr>
              <w:pStyle w:val="libVar0"/>
              <w:rPr>
                <w:rtl/>
              </w:rPr>
            </w:pPr>
            <w:r>
              <w:rPr>
                <w:rFonts w:hint="cs"/>
                <w:rtl/>
              </w:rPr>
              <w:t>رحمك الله ياذر ، والله إنّك كنت بي لَبَرّاً</w:t>
            </w:r>
          </w:p>
        </w:tc>
        <w:tc>
          <w:tcPr>
            <w:tcW w:w="2133" w:type="dxa"/>
          </w:tcPr>
          <w:p w:rsidR="00EE1A1A" w:rsidRDefault="00EE1A1A" w:rsidP="00A80F4B">
            <w:pPr>
              <w:pStyle w:val="libVarCenter"/>
              <w:rPr>
                <w:rtl/>
              </w:rPr>
            </w:pPr>
            <w:r>
              <w:rPr>
                <w:rFonts w:hint="cs"/>
                <w:rtl/>
              </w:rPr>
              <w:t>أبوذر</w:t>
            </w:r>
          </w:p>
        </w:tc>
        <w:tc>
          <w:tcPr>
            <w:tcW w:w="855" w:type="dxa"/>
          </w:tcPr>
          <w:p w:rsidR="00EE1A1A" w:rsidRDefault="00EE1A1A" w:rsidP="00A80F4B">
            <w:pPr>
              <w:pStyle w:val="libVarCenter"/>
              <w:rPr>
                <w:rtl/>
              </w:rPr>
            </w:pPr>
            <w:r>
              <w:rPr>
                <w:rFonts w:hint="cs"/>
                <w:rtl/>
              </w:rPr>
              <w:t>62</w:t>
            </w:r>
          </w:p>
        </w:tc>
      </w:tr>
      <w:tr w:rsidR="00EE1A1A" w:rsidTr="00BB3BDA">
        <w:tc>
          <w:tcPr>
            <w:tcW w:w="4774" w:type="dxa"/>
          </w:tcPr>
          <w:p w:rsidR="00EE1A1A" w:rsidRDefault="00EE1A1A" w:rsidP="006713DA">
            <w:pPr>
              <w:pStyle w:val="libVar0"/>
              <w:rPr>
                <w:rtl/>
              </w:rPr>
            </w:pPr>
            <w:r>
              <w:rPr>
                <w:rFonts w:hint="cs"/>
                <w:rtl/>
              </w:rPr>
              <w:t>ستدرك لي ولداً اسمه اسمي يبقر العلم بقراً</w:t>
            </w:r>
          </w:p>
        </w:tc>
        <w:tc>
          <w:tcPr>
            <w:tcW w:w="2133" w:type="dxa"/>
          </w:tcPr>
          <w:p w:rsidR="00EE1A1A" w:rsidRDefault="00EE1A1A" w:rsidP="00A80F4B">
            <w:pPr>
              <w:pStyle w:val="libVarCenter"/>
              <w:rPr>
                <w:rtl/>
              </w:rPr>
            </w:pPr>
            <w:r>
              <w:rPr>
                <w:rFonts w:hint="cs"/>
                <w:rtl/>
              </w:rPr>
              <w:t>جابر بن عبدالله الأنصاري</w:t>
            </w:r>
          </w:p>
        </w:tc>
        <w:tc>
          <w:tcPr>
            <w:tcW w:w="855" w:type="dxa"/>
          </w:tcPr>
          <w:p w:rsidR="00EE1A1A" w:rsidRDefault="00EE1A1A" w:rsidP="00A80F4B">
            <w:pPr>
              <w:pStyle w:val="libVarCenter"/>
              <w:rPr>
                <w:rtl/>
              </w:rPr>
            </w:pPr>
            <w:r>
              <w:rPr>
                <w:rFonts w:hint="cs"/>
                <w:rtl/>
              </w:rPr>
              <w:t>82</w:t>
            </w:r>
          </w:p>
        </w:tc>
      </w:tr>
      <w:tr w:rsidR="00EE1A1A" w:rsidTr="00BB3BDA">
        <w:tc>
          <w:tcPr>
            <w:tcW w:w="4774" w:type="dxa"/>
          </w:tcPr>
          <w:p w:rsidR="00EE1A1A" w:rsidRDefault="00EE1A1A" w:rsidP="006713DA">
            <w:pPr>
              <w:pStyle w:val="libVar0"/>
              <w:rPr>
                <w:rtl/>
              </w:rPr>
            </w:pPr>
            <w:r>
              <w:rPr>
                <w:rFonts w:hint="cs"/>
                <w:rtl/>
              </w:rPr>
              <w:t>صحبت الفضيل بن عياض ثلاثين سنة ما رأيته ضاحكاً</w:t>
            </w:r>
          </w:p>
        </w:tc>
        <w:tc>
          <w:tcPr>
            <w:tcW w:w="2133" w:type="dxa"/>
          </w:tcPr>
          <w:p w:rsidR="00EE1A1A" w:rsidRDefault="00EE1A1A" w:rsidP="00A80F4B">
            <w:pPr>
              <w:pStyle w:val="libVarCenter"/>
              <w:rPr>
                <w:rtl/>
              </w:rPr>
            </w:pPr>
            <w:r>
              <w:rPr>
                <w:rFonts w:hint="cs"/>
                <w:rtl/>
              </w:rPr>
              <w:t>أبو علي الرازي</w:t>
            </w:r>
          </w:p>
        </w:tc>
        <w:tc>
          <w:tcPr>
            <w:tcW w:w="855" w:type="dxa"/>
          </w:tcPr>
          <w:p w:rsidR="00EE1A1A" w:rsidRDefault="00EE1A1A" w:rsidP="00A80F4B">
            <w:pPr>
              <w:pStyle w:val="libVarCenter"/>
              <w:rPr>
                <w:rtl/>
              </w:rPr>
            </w:pPr>
            <w:r>
              <w:rPr>
                <w:rFonts w:hint="cs"/>
                <w:rtl/>
              </w:rPr>
              <w:t>63</w:t>
            </w:r>
          </w:p>
        </w:tc>
      </w:tr>
      <w:tr w:rsidR="00EE1A1A" w:rsidTr="00BB3BDA">
        <w:tc>
          <w:tcPr>
            <w:tcW w:w="4774" w:type="dxa"/>
          </w:tcPr>
          <w:p w:rsidR="00EE1A1A" w:rsidRDefault="00EE1A1A" w:rsidP="006713DA">
            <w:pPr>
              <w:pStyle w:val="libVar0"/>
              <w:rPr>
                <w:rtl/>
              </w:rPr>
            </w:pPr>
            <w:r>
              <w:rPr>
                <w:rFonts w:hint="cs"/>
                <w:rtl/>
              </w:rPr>
              <w:t>طالت الضجيعة ، ودبرت الحراقيف وأصبحت نضواً</w:t>
            </w:r>
          </w:p>
        </w:tc>
        <w:tc>
          <w:tcPr>
            <w:tcW w:w="2133" w:type="dxa"/>
          </w:tcPr>
          <w:p w:rsidR="00EE1A1A" w:rsidRDefault="00EE1A1A" w:rsidP="00A80F4B">
            <w:pPr>
              <w:pStyle w:val="libVarCenter"/>
              <w:rPr>
                <w:rtl/>
              </w:rPr>
            </w:pPr>
            <w:r>
              <w:rPr>
                <w:rFonts w:hint="cs"/>
                <w:rtl/>
              </w:rPr>
              <w:t>سويد بن شعبة</w:t>
            </w:r>
          </w:p>
        </w:tc>
        <w:tc>
          <w:tcPr>
            <w:tcW w:w="855" w:type="dxa"/>
          </w:tcPr>
          <w:p w:rsidR="00EE1A1A" w:rsidRDefault="00EE1A1A" w:rsidP="00A80F4B">
            <w:pPr>
              <w:pStyle w:val="libVarCenter"/>
              <w:rPr>
                <w:rtl/>
              </w:rPr>
            </w:pPr>
            <w:r>
              <w:rPr>
                <w:rFonts w:hint="cs"/>
                <w:rtl/>
              </w:rPr>
              <w:t>89</w:t>
            </w:r>
          </w:p>
        </w:tc>
      </w:tr>
      <w:tr w:rsidR="00EE1A1A" w:rsidTr="00BB3BDA">
        <w:tc>
          <w:tcPr>
            <w:tcW w:w="4774" w:type="dxa"/>
          </w:tcPr>
          <w:p w:rsidR="00EE1A1A" w:rsidRDefault="00EE1A1A" w:rsidP="006713DA">
            <w:pPr>
              <w:pStyle w:val="libVar0"/>
              <w:rPr>
                <w:rtl/>
              </w:rPr>
            </w:pPr>
            <w:r>
              <w:rPr>
                <w:rFonts w:hint="cs"/>
                <w:rtl/>
              </w:rPr>
              <w:t>قدمت البحرين فأضافتني امرأة لها بنون ورقيق ومال ويسار</w:t>
            </w:r>
          </w:p>
        </w:tc>
        <w:tc>
          <w:tcPr>
            <w:tcW w:w="2133" w:type="dxa"/>
          </w:tcPr>
          <w:p w:rsidR="00EE1A1A" w:rsidRDefault="00EE1A1A" w:rsidP="00A80F4B">
            <w:pPr>
              <w:pStyle w:val="libVarCenter"/>
              <w:rPr>
                <w:rtl/>
              </w:rPr>
            </w:pPr>
            <w:r>
              <w:rPr>
                <w:rFonts w:hint="cs"/>
                <w:rtl/>
              </w:rPr>
              <w:t>مسلم بن يسار</w:t>
            </w:r>
          </w:p>
        </w:tc>
        <w:tc>
          <w:tcPr>
            <w:tcW w:w="855" w:type="dxa"/>
          </w:tcPr>
          <w:p w:rsidR="00EE1A1A" w:rsidRDefault="00EE1A1A" w:rsidP="00A80F4B">
            <w:pPr>
              <w:pStyle w:val="libVarCenter"/>
              <w:rPr>
                <w:rtl/>
              </w:rPr>
            </w:pPr>
            <w:r>
              <w:rPr>
                <w:rFonts w:hint="cs"/>
                <w:rtl/>
              </w:rPr>
              <w:t>76</w:t>
            </w:r>
          </w:p>
        </w:tc>
      </w:tr>
      <w:tr w:rsidR="00EE1A1A" w:rsidTr="00BB3BDA">
        <w:tc>
          <w:tcPr>
            <w:tcW w:w="4774" w:type="dxa"/>
          </w:tcPr>
          <w:p w:rsidR="00EE1A1A" w:rsidRDefault="00EE1A1A" w:rsidP="006713DA">
            <w:pPr>
              <w:pStyle w:val="libVar0"/>
              <w:rPr>
                <w:rtl/>
              </w:rPr>
            </w:pPr>
            <w:r>
              <w:rPr>
                <w:rFonts w:hint="cs"/>
                <w:rtl/>
              </w:rPr>
              <w:t>كان لابراهيم الحريى ابن له إحدى عشرة سنة</w:t>
            </w:r>
          </w:p>
        </w:tc>
        <w:tc>
          <w:tcPr>
            <w:tcW w:w="2133" w:type="dxa"/>
          </w:tcPr>
          <w:p w:rsidR="00EE1A1A" w:rsidRDefault="00EE1A1A" w:rsidP="00A80F4B">
            <w:pPr>
              <w:pStyle w:val="libVarCenter"/>
              <w:rPr>
                <w:rtl/>
              </w:rPr>
            </w:pPr>
            <w:r>
              <w:rPr>
                <w:rFonts w:hint="cs"/>
                <w:rtl/>
              </w:rPr>
              <w:t>محمد بن خلف</w:t>
            </w:r>
          </w:p>
        </w:tc>
        <w:tc>
          <w:tcPr>
            <w:tcW w:w="855" w:type="dxa"/>
          </w:tcPr>
          <w:p w:rsidR="00EE1A1A" w:rsidRDefault="00EE1A1A" w:rsidP="00A80F4B">
            <w:pPr>
              <w:pStyle w:val="libVarCenter"/>
              <w:rPr>
                <w:rtl/>
              </w:rPr>
            </w:pPr>
            <w:r>
              <w:rPr>
                <w:rFonts w:hint="cs"/>
                <w:rtl/>
              </w:rPr>
              <w:t>42</w:t>
            </w:r>
          </w:p>
        </w:tc>
      </w:tr>
      <w:tr w:rsidR="00EE1A1A" w:rsidTr="00BB3BDA">
        <w:tc>
          <w:tcPr>
            <w:tcW w:w="4774" w:type="dxa"/>
          </w:tcPr>
          <w:p w:rsidR="00EE1A1A" w:rsidRDefault="00EE1A1A" w:rsidP="006713DA">
            <w:pPr>
              <w:pStyle w:val="libVar0"/>
              <w:rPr>
                <w:rtl/>
              </w:rPr>
            </w:pPr>
            <w:r>
              <w:rPr>
                <w:rFonts w:hint="cs"/>
                <w:rtl/>
              </w:rPr>
              <w:t>كنت أميراً على الجيش في بعض الغزوات</w:t>
            </w:r>
          </w:p>
        </w:tc>
        <w:tc>
          <w:tcPr>
            <w:tcW w:w="2133" w:type="dxa"/>
          </w:tcPr>
          <w:p w:rsidR="00EE1A1A" w:rsidRDefault="00EE1A1A" w:rsidP="00A80F4B">
            <w:pPr>
              <w:pStyle w:val="libVarCenter"/>
              <w:rPr>
                <w:rtl/>
              </w:rPr>
            </w:pPr>
            <w:r>
              <w:rPr>
                <w:rFonts w:hint="cs"/>
                <w:rtl/>
              </w:rPr>
              <w:t>أبو قدامة الشامي</w:t>
            </w:r>
          </w:p>
        </w:tc>
        <w:tc>
          <w:tcPr>
            <w:tcW w:w="855" w:type="dxa"/>
          </w:tcPr>
          <w:p w:rsidR="00EE1A1A" w:rsidRDefault="00EE1A1A" w:rsidP="00A80F4B">
            <w:pPr>
              <w:pStyle w:val="libVarCenter"/>
              <w:rPr>
                <w:rtl/>
              </w:rPr>
            </w:pPr>
            <w:r>
              <w:rPr>
                <w:rFonts w:hint="cs"/>
                <w:rtl/>
              </w:rPr>
              <w:t>74</w:t>
            </w:r>
          </w:p>
        </w:tc>
      </w:tr>
      <w:tr w:rsidR="00EE1A1A" w:rsidTr="00BB3BDA">
        <w:tc>
          <w:tcPr>
            <w:tcW w:w="4774" w:type="dxa"/>
          </w:tcPr>
          <w:p w:rsidR="00EE1A1A" w:rsidRDefault="00EE1A1A" w:rsidP="006713DA">
            <w:pPr>
              <w:pStyle w:val="libVar0"/>
              <w:rPr>
                <w:rtl/>
              </w:rPr>
            </w:pPr>
            <w:r>
              <w:rPr>
                <w:rFonts w:hint="cs"/>
                <w:rtl/>
              </w:rPr>
              <w:t>كنت في الطواف ، وإذا أنا بجاريتين قد أقبلتا</w:t>
            </w:r>
          </w:p>
        </w:tc>
        <w:tc>
          <w:tcPr>
            <w:tcW w:w="2133" w:type="dxa"/>
          </w:tcPr>
          <w:p w:rsidR="00EE1A1A" w:rsidRDefault="00EE1A1A" w:rsidP="00A80F4B">
            <w:pPr>
              <w:pStyle w:val="libVarCenter"/>
              <w:rPr>
                <w:rtl/>
              </w:rPr>
            </w:pPr>
            <w:r>
              <w:rPr>
                <w:rFonts w:hint="cs"/>
                <w:rtl/>
              </w:rPr>
              <w:t>ذوالنون المصري</w:t>
            </w:r>
          </w:p>
        </w:tc>
        <w:tc>
          <w:tcPr>
            <w:tcW w:w="855" w:type="dxa"/>
          </w:tcPr>
          <w:p w:rsidR="00EE1A1A" w:rsidRDefault="00EE1A1A" w:rsidP="00A80F4B">
            <w:pPr>
              <w:pStyle w:val="libVarCenter"/>
              <w:rPr>
                <w:rtl/>
              </w:rPr>
            </w:pPr>
            <w:r>
              <w:rPr>
                <w:rFonts w:hint="cs"/>
                <w:rtl/>
              </w:rPr>
              <w:t>77</w:t>
            </w:r>
          </w:p>
        </w:tc>
      </w:tr>
      <w:tr w:rsidR="00EE1A1A" w:rsidTr="00BB3BDA">
        <w:tc>
          <w:tcPr>
            <w:tcW w:w="4774" w:type="dxa"/>
          </w:tcPr>
          <w:p w:rsidR="00EE1A1A" w:rsidRDefault="00EE1A1A" w:rsidP="006713DA">
            <w:pPr>
              <w:pStyle w:val="libVar0"/>
              <w:rPr>
                <w:rtl/>
              </w:rPr>
            </w:pPr>
            <w:r>
              <w:rPr>
                <w:rFonts w:hint="cs"/>
                <w:rtl/>
              </w:rPr>
              <w:t xml:space="preserve">لعن رسول الله </w:t>
            </w:r>
            <w:r w:rsidR="00A80F4B" w:rsidRPr="00A80F4B">
              <w:rPr>
                <w:rStyle w:val="libAlaemChar"/>
                <w:rFonts w:hint="cs"/>
                <w:rtl/>
              </w:rPr>
              <w:t>صلى‌الله‌عليه‌وآله‌وسلم</w:t>
            </w:r>
            <w:r>
              <w:rPr>
                <w:rFonts w:hint="cs"/>
                <w:rtl/>
              </w:rPr>
              <w:t xml:space="preserve"> النائحة والمستمعة</w:t>
            </w:r>
          </w:p>
        </w:tc>
        <w:tc>
          <w:tcPr>
            <w:tcW w:w="2133" w:type="dxa"/>
          </w:tcPr>
          <w:p w:rsidR="00EE1A1A" w:rsidRDefault="00EE1A1A" w:rsidP="00A80F4B">
            <w:pPr>
              <w:pStyle w:val="libVarCenter"/>
              <w:rPr>
                <w:rtl/>
              </w:rPr>
            </w:pPr>
            <w:r>
              <w:rPr>
                <w:rFonts w:hint="cs"/>
                <w:rtl/>
              </w:rPr>
              <w:t>أبو سعيد الخدري</w:t>
            </w:r>
          </w:p>
        </w:tc>
        <w:tc>
          <w:tcPr>
            <w:tcW w:w="855" w:type="dxa"/>
          </w:tcPr>
          <w:p w:rsidR="00EE1A1A" w:rsidRDefault="00EE1A1A" w:rsidP="00A80F4B">
            <w:pPr>
              <w:pStyle w:val="libVarCenter"/>
              <w:rPr>
                <w:rtl/>
              </w:rPr>
            </w:pPr>
            <w:r>
              <w:rPr>
                <w:rFonts w:hint="cs"/>
                <w:rtl/>
              </w:rPr>
              <w:t>104</w:t>
            </w:r>
          </w:p>
        </w:tc>
      </w:tr>
      <w:tr w:rsidR="00EE1A1A" w:rsidTr="00BB3BDA">
        <w:tc>
          <w:tcPr>
            <w:tcW w:w="4774" w:type="dxa"/>
          </w:tcPr>
          <w:p w:rsidR="00EE1A1A" w:rsidRDefault="00EE1A1A" w:rsidP="006713DA">
            <w:pPr>
              <w:pStyle w:val="libVar0"/>
              <w:rPr>
                <w:rtl/>
              </w:rPr>
            </w:pPr>
            <w:r w:rsidRPr="00B534B4">
              <w:rPr>
                <w:rFonts w:hint="cs"/>
                <w:rtl/>
              </w:rPr>
              <w:t xml:space="preserve">لمّا حضرت عبادة </w:t>
            </w:r>
            <w:r w:rsidR="00A80F4B" w:rsidRPr="00A80F4B">
              <w:rPr>
                <w:rStyle w:val="libAlaemChar"/>
                <w:rFonts w:hint="cs"/>
                <w:rtl/>
              </w:rPr>
              <w:t>رضي‌الله‌عنه</w:t>
            </w:r>
            <w:r>
              <w:rPr>
                <w:rFonts w:hint="cs"/>
                <w:rtl/>
              </w:rPr>
              <w:t xml:space="preserve"> الوفاة</w:t>
            </w:r>
          </w:p>
        </w:tc>
        <w:tc>
          <w:tcPr>
            <w:tcW w:w="2133" w:type="dxa"/>
          </w:tcPr>
          <w:p w:rsidR="00EE1A1A" w:rsidRDefault="00EE1A1A" w:rsidP="00A80F4B">
            <w:pPr>
              <w:pStyle w:val="libVarCenter"/>
              <w:rPr>
                <w:rtl/>
              </w:rPr>
            </w:pPr>
            <w:r>
              <w:rPr>
                <w:rFonts w:hint="cs"/>
                <w:rtl/>
              </w:rPr>
              <w:t xml:space="preserve">عبادة بن محمد بن </w:t>
            </w:r>
            <w:r w:rsidRPr="00B534B4">
              <w:rPr>
                <w:rFonts w:hint="cs"/>
                <w:rtl/>
              </w:rPr>
              <w:t>عبادة بن الصامت</w:t>
            </w:r>
          </w:p>
        </w:tc>
        <w:tc>
          <w:tcPr>
            <w:tcW w:w="855" w:type="dxa"/>
          </w:tcPr>
          <w:p w:rsidR="00EE1A1A" w:rsidRDefault="00EE1A1A" w:rsidP="00A80F4B">
            <w:pPr>
              <w:pStyle w:val="libVarCenter"/>
              <w:rPr>
                <w:rtl/>
              </w:rPr>
            </w:pPr>
            <w:r w:rsidRPr="00B534B4">
              <w:rPr>
                <w:rFonts w:hint="cs"/>
                <w:rtl/>
              </w:rPr>
              <w:t>56</w:t>
            </w:r>
          </w:p>
        </w:tc>
      </w:tr>
      <w:tr w:rsidR="00EE1A1A" w:rsidTr="00BB3BDA">
        <w:tc>
          <w:tcPr>
            <w:tcW w:w="4774" w:type="dxa"/>
          </w:tcPr>
          <w:p w:rsidR="00EE1A1A" w:rsidRDefault="00EE1A1A" w:rsidP="006713DA">
            <w:pPr>
              <w:pStyle w:val="libVar0"/>
              <w:rPr>
                <w:rtl/>
              </w:rPr>
            </w:pPr>
            <w:r>
              <w:rPr>
                <w:rFonts w:hint="cs"/>
                <w:rtl/>
              </w:rPr>
              <w:t>لما كان يوم أحد حاص أهل المدينة حيصة</w:t>
            </w:r>
          </w:p>
        </w:tc>
        <w:tc>
          <w:tcPr>
            <w:tcW w:w="2133" w:type="dxa"/>
          </w:tcPr>
          <w:p w:rsidR="00EE1A1A" w:rsidRDefault="00EE1A1A" w:rsidP="00A80F4B">
            <w:pPr>
              <w:pStyle w:val="libVarCenter"/>
              <w:rPr>
                <w:rtl/>
              </w:rPr>
            </w:pPr>
            <w:r>
              <w:rPr>
                <w:rFonts w:hint="cs"/>
                <w:rtl/>
              </w:rPr>
              <w:t>أنس بن مالك</w:t>
            </w:r>
          </w:p>
        </w:tc>
        <w:tc>
          <w:tcPr>
            <w:tcW w:w="855" w:type="dxa"/>
          </w:tcPr>
          <w:p w:rsidR="00EE1A1A" w:rsidRDefault="00EE1A1A" w:rsidP="00A80F4B">
            <w:pPr>
              <w:pStyle w:val="libVarCenter"/>
              <w:rPr>
                <w:rtl/>
              </w:rPr>
            </w:pPr>
            <w:r>
              <w:rPr>
                <w:rFonts w:hint="cs"/>
                <w:rtl/>
              </w:rPr>
              <w:t>72</w:t>
            </w:r>
          </w:p>
        </w:tc>
      </w:tr>
      <w:tr w:rsidR="00EE1A1A" w:rsidTr="00BB3BDA">
        <w:tc>
          <w:tcPr>
            <w:tcW w:w="4774" w:type="dxa"/>
          </w:tcPr>
          <w:p w:rsidR="00EE1A1A" w:rsidRDefault="00EE1A1A" w:rsidP="006713DA">
            <w:pPr>
              <w:pStyle w:val="libVar0"/>
              <w:rPr>
                <w:rtl/>
              </w:rPr>
            </w:pPr>
            <w:r>
              <w:rPr>
                <w:rFonts w:hint="cs"/>
                <w:rtl/>
              </w:rPr>
              <w:t>لم تبكي؟ ... لا تبك فإن أحبّه لي الله تعالى أحبه</w:t>
            </w:r>
          </w:p>
        </w:tc>
        <w:tc>
          <w:tcPr>
            <w:tcW w:w="2133" w:type="dxa"/>
          </w:tcPr>
          <w:p w:rsidR="00EE1A1A" w:rsidRDefault="00EE1A1A" w:rsidP="00A80F4B">
            <w:pPr>
              <w:pStyle w:val="libVarCenter"/>
              <w:rPr>
                <w:rtl/>
              </w:rPr>
            </w:pPr>
            <w:r>
              <w:rPr>
                <w:rFonts w:hint="cs"/>
                <w:rtl/>
              </w:rPr>
              <w:t>عمران بن حصين</w:t>
            </w:r>
          </w:p>
        </w:tc>
        <w:tc>
          <w:tcPr>
            <w:tcW w:w="855" w:type="dxa"/>
          </w:tcPr>
          <w:p w:rsidR="00EE1A1A" w:rsidRDefault="00EE1A1A" w:rsidP="00A80F4B">
            <w:pPr>
              <w:pStyle w:val="libVarCenter"/>
              <w:rPr>
                <w:rtl/>
              </w:rPr>
            </w:pPr>
            <w:r>
              <w:rPr>
                <w:rFonts w:hint="cs"/>
                <w:rtl/>
              </w:rPr>
              <w:t>88</w:t>
            </w:r>
          </w:p>
        </w:tc>
      </w:tr>
      <w:tr w:rsidR="00EE1A1A" w:rsidTr="00BB3BDA">
        <w:tc>
          <w:tcPr>
            <w:tcW w:w="4774" w:type="dxa"/>
          </w:tcPr>
          <w:p w:rsidR="00EE1A1A" w:rsidRDefault="00EE1A1A" w:rsidP="006713DA">
            <w:pPr>
              <w:pStyle w:val="libVar0"/>
              <w:rPr>
                <w:rtl/>
              </w:rPr>
            </w:pPr>
            <w:r>
              <w:rPr>
                <w:rFonts w:hint="cs"/>
                <w:rtl/>
              </w:rPr>
              <w:t>لئن ألحسن جمرة أحرقت ما أحرقت وأبقت ما أبقت</w:t>
            </w:r>
          </w:p>
        </w:tc>
        <w:tc>
          <w:tcPr>
            <w:tcW w:w="2133" w:type="dxa"/>
          </w:tcPr>
          <w:p w:rsidR="00EE1A1A" w:rsidRDefault="00EE1A1A" w:rsidP="00A80F4B">
            <w:pPr>
              <w:pStyle w:val="libVarCenter"/>
              <w:rPr>
                <w:rtl/>
              </w:rPr>
            </w:pPr>
            <w:r>
              <w:rPr>
                <w:rFonts w:hint="cs"/>
                <w:rtl/>
              </w:rPr>
              <w:t>ابن مسعود</w:t>
            </w:r>
          </w:p>
        </w:tc>
        <w:tc>
          <w:tcPr>
            <w:tcW w:w="855" w:type="dxa"/>
          </w:tcPr>
          <w:p w:rsidR="00EE1A1A" w:rsidRDefault="00EE1A1A" w:rsidP="00A80F4B">
            <w:pPr>
              <w:pStyle w:val="libVarCenter"/>
              <w:rPr>
                <w:rtl/>
              </w:rPr>
            </w:pPr>
            <w:r>
              <w:rPr>
                <w:rFonts w:hint="cs"/>
                <w:rtl/>
              </w:rPr>
              <w:t>81</w:t>
            </w:r>
          </w:p>
        </w:tc>
      </w:tr>
      <w:tr w:rsidR="00EE1A1A" w:rsidTr="00BB3BDA">
        <w:tc>
          <w:tcPr>
            <w:tcW w:w="4774" w:type="dxa"/>
          </w:tcPr>
          <w:p w:rsidR="00EE1A1A" w:rsidRDefault="00EE1A1A" w:rsidP="006713DA">
            <w:pPr>
              <w:pStyle w:val="libVar0"/>
              <w:rPr>
                <w:rtl/>
              </w:rPr>
            </w:pPr>
            <w:r>
              <w:rPr>
                <w:rFonts w:hint="cs"/>
                <w:rtl/>
              </w:rPr>
              <w:t>لئن يولد لي في الإسلام ولد ويموت سقطاً فأحتسبه</w:t>
            </w:r>
          </w:p>
        </w:tc>
        <w:tc>
          <w:tcPr>
            <w:tcW w:w="2133" w:type="dxa"/>
          </w:tcPr>
          <w:p w:rsidR="00EE1A1A" w:rsidRDefault="00EE1A1A" w:rsidP="00A80F4B">
            <w:pPr>
              <w:pStyle w:val="libVarCenter"/>
              <w:rPr>
                <w:rtl/>
              </w:rPr>
            </w:pPr>
            <w:r>
              <w:rPr>
                <w:rFonts w:hint="cs"/>
                <w:rtl/>
              </w:rPr>
              <w:t>سهل بن الحنظلية</w:t>
            </w:r>
          </w:p>
        </w:tc>
        <w:tc>
          <w:tcPr>
            <w:tcW w:w="855" w:type="dxa"/>
          </w:tcPr>
          <w:p w:rsidR="00EE1A1A" w:rsidRDefault="00EE1A1A" w:rsidP="00A80F4B">
            <w:pPr>
              <w:pStyle w:val="libVarCenter"/>
              <w:rPr>
                <w:rtl/>
              </w:rPr>
            </w:pPr>
            <w:r>
              <w:rPr>
                <w:rFonts w:hint="cs"/>
                <w:rtl/>
              </w:rPr>
              <w:t>32</w:t>
            </w:r>
          </w:p>
        </w:tc>
      </w:tr>
      <w:tr w:rsidR="00EE1A1A" w:rsidTr="00BB3BDA">
        <w:tc>
          <w:tcPr>
            <w:tcW w:w="4774" w:type="dxa"/>
          </w:tcPr>
          <w:p w:rsidR="00EE1A1A" w:rsidRDefault="00EE1A1A" w:rsidP="006713DA">
            <w:pPr>
              <w:pStyle w:val="libVar0"/>
              <w:rPr>
                <w:rtl/>
              </w:rPr>
            </w:pPr>
            <w:r>
              <w:rPr>
                <w:rFonts w:hint="cs"/>
                <w:rtl/>
              </w:rPr>
              <w:t>مات لبعضهم ابن فدخلت على اُمه ، فقلت لها</w:t>
            </w:r>
          </w:p>
        </w:tc>
        <w:tc>
          <w:tcPr>
            <w:tcW w:w="2133" w:type="dxa"/>
          </w:tcPr>
          <w:p w:rsidR="00EE1A1A" w:rsidRDefault="00EE1A1A" w:rsidP="00A80F4B">
            <w:pPr>
              <w:pStyle w:val="libVarCenter"/>
              <w:rPr>
                <w:rtl/>
              </w:rPr>
            </w:pPr>
            <w:r>
              <w:rPr>
                <w:rFonts w:hint="cs"/>
                <w:rtl/>
              </w:rPr>
              <w:t>أبوالعباس السراج</w:t>
            </w:r>
          </w:p>
        </w:tc>
        <w:tc>
          <w:tcPr>
            <w:tcW w:w="855" w:type="dxa"/>
          </w:tcPr>
          <w:p w:rsidR="00EE1A1A" w:rsidRDefault="00EE1A1A" w:rsidP="00A80F4B">
            <w:pPr>
              <w:pStyle w:val="libVarCenter"/>
              <w:rPr>
                <w:rtl/>
              </w:rPr>
            </w:pPr>
            <w:r>
              <w:rPr>
                <w:rFonts w:hint="cs"/>
                <w:rtl/>
              </w:rPr>
              <w:t>75</w:t>
            </w:r>
          </w:p>
        </w:tc>
      </w:tr>
      <w:tr w:rsidR="00EE1A1A" w:rsidTr="00BB3BDA">
        <w:tc>
          <w:tcPr>
            <w:tcW w:w="4774" w:type="dxa"/>
          </w:tcPr>
          <w:p w:rsidR="00EE1A1A" w:rsidRDefault="00EE1A1A" w:rsidP="006713DA">
            <w:pPr>
              <w:pStyle w:val="libVar0"/>
              <w:rPr>
                <w:rtl/>
              </w:rPr>
            </w:pPr>
            <w:r>
              <w:rPr>
                <w:rFonts w:hint="cs"/>
                <w:rtl/>
              </w:rPr>
              <w:t>ما من مسلمين يقدّمان عليهما ثلاثة أولاد لم يبلغوا الحنث</w:t>
            </w:r>
          </w:p>
        </w:tc>
        <w:tc>
          <w:tcPr>
            <w:tcW w:w="2133" w:type="dxa"/>
          </w:tcPr>
          <w:p w:rsidR="00EE1A1A" w:rsidRDefault="00EE1A1A" w:rsidP="00A80F4B">
            <w:pPr>
              <w:pStyle w:val="libVarCenter"/>
              <w:rPr>
                <w:rtl/>
              </w:rPr>
            </w:pPr>
            <w:r>
              <w:rPr>
                <w:rFonts w:hint="cs"/>
                <w:rtl/>
              </w:rPr>
              <w:t>أبوذر</w:t>
            </w:r>
          </w:p>
        </w:tc>
        <w:tc>
          <w:tcPr>
            <w:tcW w:w="855" w:type="dxa"/>
          </w:tcPr>
          <w:p w:rsidR="00EE1A1A" w:rsidRDefault="00EE1A1A" w:rsidP="00A80F4B">
            <w:pPr>
              <w:pStyle w:val="libVarCenter"/>
              <w:rPr>
                <w:rtl/>
              </w:rPr>
            </w:pPr>
            <w:r>
              <w:rPr>
                <w:rFonts w:hint="cs"/>
                <w:rtl/>
              </w:rPr>
              <w:t>29</w:t>
            </w:r>
          </w:p>
        </w:tc>
      </w:tr>
      <w:tr w:rsidR="00EE1A1A" w:rsidTr="00BB3BDA">
        <w:tc>
          <w:tcPr>
            <w:tcW w:w="4774" w:type="dxa"/>
          </w:tcPr>
          <w:p w:rsidR="00EE1A1A" w:rsidRDefault="00EE1A1A" w:rsidP="006713DA">
            <w:pPr>
              <w:pStyle w:val="libVar0"/>
              <w:rPr>
                <w:rtl/>
              </w:rPr>
            </w:pPr>
            <w:r>
              <w:rPr>
                <w:rFonts w:hint="cs"/>
                <w:rtl/>
              </w:rPr>
              <w:t>مه ، فوالله ليعلم الله برضاي</w:t>
            </w:r>
          </w:p>
        </w:tc>
        <w:tc>
          <w:tcPr>
            <w:tcW w:w="2133" w:type="dxa"/>
          </w:tcPr>
          <w:p w:rsidR="00EE1A1A" w:rsidRDefault="00EE1A1A" w:rsidP="00A80F4B">
            <w:pPr>
              <w:pStyle w:val="libVarCenter"/>
              <w:rPr>
                <w:rtl/>
              </w:rPr>
            </w:pPr>
            <w:r>
              <w:rPr>
                <w:rFonts w:hint="cs"/>
                <w:rtl/>
              </w:rPr>
              <w:t>معاذ</w:t>
            </w:r>
          </w:p>
        </w:tc>
        <w:tc>
          <w:tcPr>
            <w:tcW w:w="855" w:type="dxa"/>
          </w:tcPr>
          <w:p w:rsidR="00EE1A1A" w:rsidRDefault="00EE1A1A" w:rsidP="00A80F4B">
            <w:pPr>
              <w:pStyle w:val="libVarCenter"/>
              <w:rPr>
                <w:rtl/>
              </w:rPr>
            </w:pPr>
            <w:r>
              <w:rPr>
                <w:rFonts w:hint="cs"/>
                <w:rtl/>
              </w:rPr>
              <w:t>61</w:t>
            </w:r>
          </w:p>
        </w:tc>
      </w:tr>
      <w:tr w:rsidR="00EE1A1A" w:rsidTr="00BB3BDA">
        <w:tc>
          <w:tcPr>
            <w:tcW w:w="4774" w:type="dxa"/>
          </w:tcPr>
          <w:p w:rsidR="00EE1A1A" w:rsidRDefault="00EE1A1A" w:rsidP="006713DA">
            <w:pPr>
              <w:pStyle w:val="libVar0"/>
              <w:rPr>
                <w:rtl/>
              </w:rPr>
            </w:pPr>
            <w:r>
              <w:rPr>
                <w:rFonts w:hint="cs"/>
                <w:rtl/>
              </w:rPr>
              <w:t>وما يمنعني ، وقد كان بالأمس زينة الحياة الدنيا</w:t>
            </w:r>
          </w:p>
        </w:tc>
        <w:tc>
          <w:tcPr>
            <w:tcW w:w="2133" w:type="dxa"/>
          </w:tcPr>
          <w:p w:rsidR="00EE1A1A" w:rsidRDefault="00EE1A1A" w:rsidP="00A80F4B">
            <w:pPr>
              <w:pStyle w:val="libVarCenter"/>
              <w:rPr>
                <w:rtl/>
              </w:rPr>
            </w:pPr>
            <w:r>
              <w:rPr>
                <w:rFonts w:hint="cs"/>
                <w:rtl/>
              </w:rPr>
              <w:t>عياض بن عقبة الفهري</w:t>
            </w:r>
          </w:p>
        </w:tc>
        <w:tc>
          <w:tcPr>
            <w:tcW w:w="855" w:type="dxa"/>
          </w:tcPr>
          <w:p w:rsidR="00EE1A1A" w:rsidRDefault="00EE1A1A" w:rsidP="00A80F4B">
            <w:pPr>
              <w:pStyle w:val="libVarCenter"/>
              <w:rPr>
                <w:rtl/>
              </w:rPr>
            </w:pPr>
            <w:r>
              <w:rPr>
                <w:rFonts w:hint="cs"/>
                <w:rtl/>
              </w:rPr>
              <w:t>63</w:t>
            </w:r>
          </w:p>
        </w:tc>
      </w:tr>
      <w:tr w:rsidR="00EE1A1A" w:rsidTr="00BB3BDA">
        <w:tc>
          <w:tcPr>
            <w:tcW w:w="4774" w:type="dxa"/>
          </w:tcPr>
          <w:p w:rsidR="00EE1A1A" w:rsidRDefault="00EE1A1A" w:rsidP="006713DA">
            <w:pPr>
              <w:pStyle w:val="libVar0"/>
              <w:rPr>
                <w:rtl/>
              </w:rPr>
            </w:pPr>
            <w:r>
              <w:rPr>
                <w:rFonts w:hint="cs"/>
                <w:rtl/>
              </w:rPr>
              <w:t>يا بني ، ما علينا من موتك غضاضة ، وما بنا إلى ما سوى الله من حاجة</w:t>
            </w:r>
          </w:p>
        </w:tc>
        <w:tc>
          <w:tcPr>
            <w:tcW w:w="2133" w:type="dxa"/>
          </w:tcPr>
          <w:p w:rsidR="00EE1A1A" w:rsidRDefault="00EE1A1A" w:rsidP="00A80F4B">
            <w:pPr>
              <w:pStyle w:val="libVarCenter"/>
              <w:rPr>
                <w:rtl/>
              </w:rPr>
            </w:pPr>
            <w:r>
              <w:rPr>
                <w:rFonts w:hint="cs"/>
                <w:rtl/>
              </w:rPr>
              <w:t>ذربن عمر</w:t>
            </w:r>
          </w:p>
        </w:tc>
        <w:tc>
          <w:tcPr>
            <w:tcW w:w="855" w:type="dxa"/>
          </w:tcPr>
          <w:p w:rsidR="00EE1A1A" w:rsidRDefault="00EE1A1A" w:rsidP="00A80F4B">
            <w:pPr>
              <w:pStyle w:val="libVarCenter"/>
              <w:rPr>
                <w:rtl/>
              </w:rPr>
            </w:pPr>
            <w:r>
              <w:rPr>
                <w:rFonts w:hint="cs"/>
                <w:rtl/>
              </w:rPr>
              <w:t>63</w:t>
            </w:r>
          </w:p>
        </w:tc>
      </w:tr>
    </w:tbl>
    <w:p w:rsidR="00EE1A1A" w:rsidRDefault="00EE1A1A" w:rsidP="006713DA">
      <w:pPr>
        <w:pStyle w:val="libCenterBold1"/>
        <w:rPr>
          <w:rtl/>
        </w:rPr>
      </w:pPr>
    </w:p>
    <w:p w:rsidR="00EE1A1A" w:rsidRDefault="00EE1A1A" w:rsidP="006713DA">
      <w:pPr>
        <w:pStyle w:val="libCenterBold1"/>
        <w:rPr>
          <w:rtl/>
        </w:rPr>
      </w:pPr>
      <w:r>
        <w:rPr>
          <w:rtl/>
        </w:rPr>
        <w:br w:type="page"/>
      </w:r>
      <w:r>
        <w:rPr>
          <w:rFonts w:hint="cs"/>
          <w:rtl/>
        </w:rPr>
        <w:lastRenderedPageBreak/>
        <w:t>5 ـ فهرس الأعلام</w:t>
      </w:r>
    </w:p>
    <w:tbl>
      <w:tblPr>
        <w:bidiVisual/>
        <w:tblW w:w="0" w:type="auto"/>
        <w:tblLook w:val="01E0"/>
      </w:tblPr>
      <w:tblGrid>
        <w:gridCol w:w="4475"/>
        <w:gridCol w:w="3098"/>
      </w:tblGrid>
      <w:tr w:rsidR="00EE1A1A" w:rsidTr="00BB3BDA">
        <w:tc>
          <w:tcPr>
            <w:tcW w:w="4594" w:type="dxa"/>
          </w:tcPr>
          <w:p w:rsidR="00EE1A1A" w:rsidRPr="006713DA" w:rsidRDefault="00EE1A1A" w:rsidP="006713DA">
            <w:pPr>
              <w:pStyle w:val="libBold2"/>
              <w:rPr>
                <w:rtl/>
              </w:rPr>
            </w:pPr>
            <w:r w:rsidRPr="006713DA">
              <w:rPr>
                <w:rFonts w:hint="cs"/>
                <w:rtl/>
              </w:rPr>
              <w:t>الاسم</w:t>
            </w:r>
          </w:p>
        </w:tc>
        <w:tc>
          <w:tcPr>
            <w:tcW w:w="3168" w:type="dxa"/>
          </w:tcPr>
          <w:p w:rsidR="00EE1A1A" w:rsidRPr="001723CD" w:rsidRDefault="00EE1A1A" w:rsidP="006713DA">
            <w:pPr>
              <w:pStyle w:val="libCenterBold2"/>
              <w:rPr>
                <w:rtl/>
              </w:rPr>
            </w:pPr>
            <w:r w:rsidRPr="001723CD">
              <w:rPr>
                <w:rFonts w:hint="cs"/>
                <w:rtl/>
              </w:rPr>
              <w:t>الصفحة</w:t>
            </w:r>
          </w:p>
        </w:tc>
      </w:tr>
    </w:tbl>
    <w:p w:rsidR="00EE1A1A" w:rsidRPr="00FD145B" w:rsidRDefault="00EE1A1A" w:rsidP="006713DA">
      <w:pPr>
        <w:pStyle w:val="libCenterBold2"/>
        <w:rPr>
          <w:rtl/>
        </w:rPr>
      </w:pPr>
      <w:r w:rsidRPr="00FD145B">
        <w:rPr>
          <w:rFonts w:hint="cs"/>
          <w:rtl/>
        </w:rPr>
        <w:t>(</w:t>
      </w:r>
      <w:r>
        <w:rPr>
          <w:rFonts w:hint="cs"/>
          <w:rtl/>
        </w:rPr>
        <w:t xml:space="preserve"> </w:t>
      </w:r>
      <w:r w:rsidRPr="00FD145B">
        <w:rPr>
          <w:rFonts w:hint="cs"/>
          <w:rtl/>
        </w:rPr>
        <w:t>آ</w:t>
      </w:r>
      <w:r>
        <w:rPr>
          <w:rFonts w:hint="cs"/>
          <w:rtl/>
        </w:rPr>
        <w:t xml:space="preserve"> </w:t>
      </w:r>
      <w:r w:rsidRPr="00FD145B">
        <w:rPr>
          <w:rFonts w:hint="cs"/>
          <w:rtl/>
        </w:rPr>
        <w:t>)</w:t>
      </w:r>
    </w:p>
    <w:tbl>
      <w:tblPr>
        <w:bidiVisual/>
        <w:tblW w:w="0" w:type="auto"/>
        <w:tblLook w:val="01E0"/>
      </w:tblPr>
      <w:tblGrid>
        <w:gridCol w:w="4481"/>
        <w:gridCol w:w="3092"/>
      </w:tblGrid>
      <w:tr w:rsidR="00EE1A1A" w:rsidTr="00BB3BDA">
        <w:tc>
          <w:tcPr>
            <w:tcW w:w="4594" w:type="dxa"/>
          </w:tcPr>
          <w:p w:rsidR="00EE1A1A" w:rsidRDefault="00EE1A1A" w:rsidP="006713DA">
            <w:pPr>
              <w:pStyle w:val="libVar0"/>
              <w:rPr>
                <w:rtl/>
              </w:rPr>
            </w:pPr>
            <w:r>
              <w:rPr>
                <w:rFonts w:hint="cs"/>
                <w:rtl/>
              </w:rPr>
              <w:t xml:space="preserve">آدم </w:t>
            </w:r>
            <w:r w:rsidR="00A80F4B" w:rsidRPr="00A80F4B">
              <w:rPr>
                <w:rStyle w:val="libAlaemChar"/>
                <w:rFonts w:hint="cs"/>
                <w:rtl/>
              </w:rPr>
              <w:t>عليه‌السلام</w:t>
            </w:r>
          </w:p>
        </w:tc>
        <w:tc>
          <w:tcPr>
            <w:tcW w:w="3168" w:type="dxa"/>
          </w:tcPr>
          <w:p w:rsidR="00EE1A1A" w:rsidRDefault="00EE1A1A" w:rsidP="00A80F4B">
            <w:pPr>
              <w:pStyle w:val="libVarCenter"/>
              <w:rPr>
                <w:rtl/>
              </w:rPr>
            </w:pPr>
            <w:r>
              <w:rPr>
                <w:rFonts w:hint="cs"/>
                <w:rtl/>
              </w:rPr>
              <w:t>92</w:t>
            </w:r>
          </w:p>
        </w:tc>
      </w:tr>
    </w:tbl>
    <w:p w:rsidR="00EE1A1A" w:rsidRPr="000404BD" w:rsidRDefault="00EE1A1A" w:rsidP="006713DA">
      <w:pPr>
        <w:pStyle w:val="libCenterBold2"/>
        <w:rPr>
          <w:rtl/>
        </w:rPr>
      </w:pPr>
      <w:r w:rsidRPr="000404BD">
        <w:rPr>
          <w:rFonts w:hint="cs"/>
          <w:rtl/>
        </w:rPr>
        <w:t>( أ )</w:t>
      </w:r>
    </w:p>
    <w:tbl>
      <w:tblPr>
        <w:bidiVisual/>
        <w:tblW w:w="0" w:type="auto"/>
        <w:tblLook w:val="01E0"/>
      </w:tblPr>
      <w:tblGrid>
        <w:gridCol w:w="4482"/>
        <w:gridCol w:w="3091"/>
      </w:tblGrid>
      <w:tr w:rsidR="00EE1A1A" w:rsidTr="00BB3BDA">
        <w:tc>
          <w:tcPr>
            <w:tcW w:w="4594" w:type="dxa"/>
          </w:tcPr>
          <w:p w:rsidR="00EE1A1A" w:rsidRDefault="00EE1A1A" w:rsidP="006713DA">
            <w:pPr>
              <w:pStyle w:val="libVar0"/>
              <w:rPr>
                <w:rtl/>
              </w:rPr>
            </w:pPr>
            <w:r>
              <w:rPr>
                <w:rFonts w:hint="cs"/>
                <w:rtl/>
              </w:rPr>
              <w:t>أبان بن تغلب</w:t>
            </w:r>
          </w:p>
        </w:tc>
        <w:tc>
          <w:tcPr>
            <w:tcW w:w="3168" w:type="dxa"/>
          </w:tcPr>
          <w:p w:rsidR="00EE1A1A" w:rsidRDefault="00EE1A1A" w:rsidP="00A80F4B">
            <w:pPr>
              <w:pStyle w:val="libVarCenter"/>
              <w:rPr>
                <w:rtl/>
              </w:rPr>
            </w:pPr>
            <w:r>
              <w:rPr>
                <w:rFonts w:hint="cs"/>
                <w:rtl/>
              </w:rPr>
              <w:t>75</w:t>
            </w:r>
          </w:p>
        </w:tc>
      </w:tr>
      <w:tr w:rsidR="00EE1A1A" w:rsidTr="00BB3BDA">
        <w:tc>
          <w:tcPr>
            <w:tcW w:w="4594" w:type="dxa"/>
          </w:tcPr>
          <w:p w:rsidR="00EE1A1A" w:rsidRDefault="00EE1A1A" w:rsidP="006713DA">
            <w:pPr>
              <w:pStyle w:val="libVar0"/>
              <w:rPr>
                <w:rtl/>
              </w:rPr>
            </w:pPr>
            <w:r>
              <w:rPr>
                <w:rFonts w:hint="cs"/>
                <w:rtl/>
              </w:rPr>
              <w:t xml:space="preserve">إبراهيم </w:t>
            </w:r>
            <w:r w:rsidR="00A80F4B" w:rsidRPr="00A80F4B">
              <w:rPr>
                <w:rStyle w:val="libAlaemChar"/>
                <w:rFonts w:hint="cs"/>
                <w:rtl/>
              </w:rPr>
              <w:t>عليه‌السلام</w:t>
            </w:r>
          </w:p>
        </w:tc>
        <w:tc>
          <w:tcPr>
            <w:tcW w:w="3168" w:type="dxa"/>
          </w:tcPr>
          <w:p w:rsidR="00EE1A1A" w:rsidRDefault="00EE1A1A" w:rsidP="00A80F4B">
            <w:pPr>
              <w:pStyle w:val="libVarCenter"/>
              <w:rPr>
                <w:rtl/>
              </w:rPr>
            </w:pPr>
            <w:r>
              <w:rPr>
                <w:rFonts w:hint="cs"/>
                <w:rtl/>
              </w:rPr>
              <w:t>93 ، 94 ، 98 ، 107</w:t>
            </w:r>
          </w:p>
        </w:tc>
      </w:tr>
      <w:tr w:rsidR="00EE1A1A" w:rsidTr="00BB3BDA">
        <w:tc>
          <w:tcPr>
            <w:tcW w:w="4594" w:type="dxa"/>
          </w:tcPr>
          <w:p w:rsidR="00EE1A1A" w:rsidRDefault="00EE1A1A" w:rsidP="006713DA">
            <w:pPr>
              <w:pStyle w:val="libVar0"/>
              <w:rPr>
                <w:rtl/>
              </w:rPr>
            </w:pPr>
            <w:r>
              <w:rPr>
                <w:rFonts w:hint="cs"/>
                <w:rtl/>
              </w:rPr>
              <w:t>إبراهيم الحريى</w:t>
            </w:r>
          </w:p>
        </w:tc>
        <w:tc>
          <w:tcPr>
            <w:tcW w:w="3168" w:type="dxa"/>
          </w:tcPr>
          <w:p w:rsidR="00EE1A1A" w:rsidRDefault="00EE1A1A" w:rsidP="00A80F4B">
            <w:pPr>
              <w:pStyle w:val="libVarCenter"/>
              <w:rPr>
                <w:rtl/>
              </w:rPr>
            </w:pPr>
            <w:r>
              <w:rPr>
                <w:rFonts w:hint="cs"/>
                <w:rtl/>
              </w:rPr>
              <w:t>42</w:t>
            </w:r>
          </w:p>
        </w:tc>
      </w:tr>
      <w:tr w:rsidR="00EE1A1A" w:rsidTr="00BB3BDA">
        <w:tc>
          <w:tcPr>
            <w:tcW w:w="4594" w:type="dxa"/>
          </w:tcPr>
          <w:p w:rsidR="00EE1A1A" w:rsidRDefault="00EE1A1A" w:rsidP="006713DA">
            <w:pPr>
              <w:pStyle w:val="libVar0"/>
              <w:rPr>
                <w:rtl/>
              </w:rPr>
            </w:pPr>
            <w:r>
              <w:rPr>
                <w:rFonts w:hint="cs"/>
                <w:rtl/>
              </w:rPr>
              <w:t>ابن أبي الدنيا</w:t>
            </w:r>
          </w:p>
        </w:tc>
        <w:tc>
          <w:tcPr>
            <w:tcW w:w="3168" w:type="dxa"/>
          </w:tcPr>
          <w:p w:rsidR="00EE1A1A" w:rsidRDefault="00EE1A1A" w:rsidP="00A80F4B">
            <w:pPr>
              <w:pStyle w:val="libVarCenter"/>
              <w:rPr>
                <w:rtl/>
              </w:rPr>
            </w:pPr>
            <w:r>
              <w:rPr>
                <w:rFonts w:hint="cs"/>
                <w:rtl/>
              </w:rPr>
              <w:t>77 ، 111 ، 112</w:t>
            </w:r>
          </w:p>
        </w:tc>
      </w:tr>
      <w:tr w:rsidR="00EE1A1A" w:rsidTr="00BB3BDA">
        <w:tc>
          <w:tcPr>
            <w:tcW w:w="4594" w:type="dxa"/>
          </w:tcPr>
          <w:p w:rsidR="00EE1A1A" w:rsidRDefault="00EE1A1A" w:rsidP="006713DA">
            <w:pPr>
              <w:pStyle w:val="libVar0"/>
              <w:rPr>
                <w:rtl/>
              </w:rPr>
            </w:pPr>
            <w:r>
              <w:rPr>
                <w:rFonts w:hint="cs"/>
                <w:rtl/>
              </w:rPr>
              <w:t>ابن أبي طلحة</w:t>
            </w:r>
          </w:p>
        </w:tc>
        <w:tc>
          <w:tcPr>
            <w:tcW w:w="3168" w:type="dxa"/>
          </w:tcPr>
          <w:p w:rsidR="00EE1A1A" w:rsidRDefault="00EE1A1A" w:rsidP="00A80F4B">
            <w:pPr>
              <w:pStyle w:val="libVarCenter"/>
              <w:rPr>
                <w:rtl/>
              </w:rPr>
            </w:pPr>
            <w:r>
              <w:rPr>
                <w:rFonts w:hint="cs"/>
                <w:rtl/>
              </w:rPr>
              <w:t>68</w:t>
            </w:r>
          </w:p>
        </w:tc>
      </w:tr>
      <w:tr w:rsidR="00EE1A1A" w:rsidTr="00BB3BDA">
        <w:tc>
          <w:tcPr>
            <w:tcW w:w="4594" w:type="dxa"/>
          </w:tcPr>
          <w:p w:rsidR="00EE1A1A" w:rsidRDefault="00EE1A1A" w:rsidP="006713DA">
            <w:pPr>
              <w:pStyle w:val="libVar0"/>
              <w:rPr>
                <w:rtl/>
              </w:rPr>
            </w:pPr>
            <w:r>
              <w:rPr>
                <w:rFonts w:hint="cs"/>
                <w:rtl/>
              </w:rPr>
              <w:t>ابن بابويه</w:t>
            </w:r>
          </w:p>
        </w:tc>
        <w:tc>
          <w:tcPr>
            <w:tcW w:w="3168" w:type="dxa"/>
          </w:tcPr>
          <w:p w:rsidR="00EE1A1A" w:rsidRDefault="00EE1A1A" w:rsidP="00A80F4B">
            <w:pPr>
              <w:pStyle w:val="libVarCenter"/>
              <w:rPr>
                <w:rtl/>
              </w:rPr>
            </w:pPr>
            <w:r>
              <w:rPr>
                <w:rFonts w:hint="cs"/>
                <w:rtl/>
              </w:rPr>
              <w:t>103</w:t>
            </w:r>
          </w:p>
        </w:tc>
      </w:tr>
      <w:tr w:rsidR="00EE1A1A" w:rsidTr="00BB3BDA">
        <w:tc>
          <w:tcPr>
            <w:tcW w:w="4594" w:type="dxa"/>
          </w:tcPr>
          <w:p w:rsidR="00EE1A1A" w:rsidRDefault="00EE1A1A" w:rsidP="006713DA">
            <w:pPr>
              <w:pStyle w:val="libVar0"/>
              <w:rPr>
                <w:rtl/>
              </w:rPr>
            </w:pPr>
            <w:r>
              <w:rPr>
                <w:rFonts w:hint="cs"/>
                <w:rtl/>
              </w:rPr>
              <w:t>ابن عباس</w:t>
            </w:r>
          </w:p>
        </w:tc>
        <w:tc>
          <w:tcPr>
            <w:tcW w:w="3168" w:type="dxa"/>
          </w:tcPr>
          <w:p w:rsidR="00EE1A1A" w:rsidRDefault="00EE1A1A" w:rsidP="00A80F4B">
            <w:pPr>
              <w:pStyle w:val="libVarCenter"/>
              <w:rPr>
                <w:rtl/>
              </w:rPr>
            </w:pPr>
            <w:r>
              <w:rPr>
                <w:rFonts w:hint="cs"/>
                <w:rtl/>
              </w:rPr>
              <w:t>48 ، 49 ، 54 ، 56 ، 1 ، 81 ، 110</w:t>
            </w:r>
          </w:p>
        </w:tc>
      </w:tr>
      <w:tr w:rsidR="00EE1A1A" w:rsidTr="00BB3BDA">
        <w:tc>
          <w:tcPr>
            <w:tcW w:w="4594" w:type="dxa"/>
          </w:tcPr>
          <w:p w:rsidR="00EE1A1A" w:rsidRDefault="00EE1A1A" w:rsidP="006713DA">
            <w:pPr>
              <w:pStyle w:val="libVar0"/>
              <w:rPr>
                <w:rtl/>
              </w:rPr>
            </w:pPr>
            <w:r>
              <w:rPr>
                <w:rFonts w:hint="cs"/>
                <w:rtl/>
              </w:rPr>
              <w:t>ابن مسعود</w:t>
            </w:r>
          </w:p>
        </w:tc>
        <w:tc>
          <w:tcPr>
            <w:tcW w:w="3168" w:type="dxa"/>
          </w:tcPr>
          <w:p w:rsidR="00EE1A1A" w:rsidRDefault="00EE1A1A" w:rsidP="00A80F4B">
            <w:pPr>
              <w:pStyle w:val="libVarCenter"/>
              <w:rPr>
                <w:rtl/>
              </w:rPr>
            </w:pPr>
            <w:r>
              <w:rPr>
                <w:rFonts w:hint="cs"/>
                <w:rtl/>
              </w:rPr>
              <w:t>40 ، 49 ، 60 ، 81 ، 99</w:t>
            </w:r>
          </w:p>
        </w:tc>
      </w:tr>
      <w:tr w:rsidR="00EE1A1A" w:rsidTr="00BB3BDA">
        <w:tc>
          <w:tcPr>
            <w:tcW w:w="4594" w:type="dxa"/>
          </w:tcPr>
          <w:p w:rsidR="00EE1A1A" w:rsidRDefault="00EE1A1A" w:rsidP="006713DA">
            <w:pPr>
              <w:pStyle w:val="libVar0"/>
              <w:rPr>
                <w:rtl/>
              </w:rPr>
            </w:pPr>
            <w:r>
              <w:rPr>
                <w:rFonts w:hint="cs"/>
                <w:rtl/>
              </w:rPr>
              <w:t>ابن المغيرة</w:t>
            </w:r>
          </w:p>
        </w:tc>
        <w:tc>
          <w:tcPr>
            <w:tcW w:w="3168" w:type="dxa"/>
          </w:tcPr>
          <w:p w:rsidR="00EE1A1A" w:rsidRDefault="00EE1A1A" w:rsidP="00A80F4B">
            <w:pPr>
              <w:pStyle w:val="libVarCenter"/>
              <w:rPr>
                <w:rtl/>
              </w:rPr>
            </w:pPr>
            <w:r>
              <w:rPr>
                <w:rFonts w:hint="cs"/>
                <w:rtl/>
              </w:rPr>
              <w:t>103</w:t>
            </w:r>
          </w:p>
        </w:tc>
      </w:tr>
      <w:tr w:rsidR="00EE1A1A" w:rsidTr="00BB3BDA">
        <w:tc>
          <w:tcPr>
            <w:tcW w:w="4594" w:type="dxa"/>
          </w:tcPr>
          <w:p w:rsidR="00EE1A1A" w:rsidRDefault="00EE1A1A" w:rsidP="006713DA">
            <w:pPr>
              <w:pStyle w:val="libVar0"/>
              <w:rPr>
                <w:rtl/>
              </w:rPr>
            </w:pPr>
            <w:r>
              <w:rPr>
                <w:rFonts w:hint="cs"/>
                <w:rtl/>
              </w:rPr>
              <w:t>أو الأحوص</w:t>
            </w:r>
          </w:p>
        </w:tc>
        <w:tc>
          <w:tcPr>
            <w:tcW w:w="3168" w:type="dxa"/>
          </w:tcPr>
          <w:p w:rsidR="00EE1A1A" w:rsidRDefault="00EE1A1A" w:rsidP="00A80F4B">
            <w:pPr>
              <w:pStyle w:val="libVarCenter"/>
              <w:rPr>
                <w:rtl/>
              </w:rPr>
            </w:pPr>
            <w:r>
              <w:rPr>
                <w:rFonts w:hint="cs"/>
                <w:rtl/>
              </w:rPr>
              <w:t>60</w:t>
            </w:r>
          </w:p>
        </w:tc>
      </w:tr>
      <w:tr w:rsidR="00EE1A1A" w:rsidTr="00BB3BDA">
        <w:tc>
          <w:tcPr>
            <w:tcW w:w="4594" w:type="dxa"/>
          </w:tcPr>
          <w:p w:rsidR="00EE1A1A" w:rsidRDefault="00EE1A1A" w:rsidP="006713DA">
            <w:pPr>
              <w:pStyle w:val="libVar0"/>
              <w:rPr>
                <w:rtl/>
              </w:rPr>
            </w:pPr>
            <w:r>
              <w:rPr>
                <w:rFonts w:hint="cs"/>
                <w:rtl/>
              </w:rPr>
              <w:t>أبو إسحاق</w:t>
            </w:r>
          </w:p>
        </w:tc>
        <w:tc>
          <w:tcPr>
            <w:tcW w:w="3168" w:type="dxa"/>
          </w:tcPr>
          <w:p w:rsidR="00EE1A1A" w:rsidRDefault="00EE1A1A" w:rsidP="00A80F4B">
            <w:pPr>
              <w:pStyle w:val="libVarCenter"/>
              <w:rPr>
                <w:rtl/>
              </w:rPr>
            </w:pPr>
            <w:r>
              <w:rPr>
                <w:rFonts w:hint="cs"/>
                <w:rtl/>
              </w:rPr>
              <w:t>43</w:t>
            </w:r>
          </w:p>
        </w:tc>
      </w:tr>
      <w:tr w:rsidR="00EE1A1A" w:rsidTr="00BB3BDA">
        <w:tc>
          <w:tcPr>
            <w:tcW w:w="4594" w:type="dxa"/>
          </w:tcPr>
          <w:p w:rsidR="00EE1A1A" w:rsidRDefault="00EE1A1A" w:rsidP="006713DA">
            <w:pPr>
              <w:pStyle w:val="libVar0"/>
              <w:rPr>
                <w:rtl/>
              </w:rPr>
            </w:pPr>
            <w:r>
              <w:rPr>
                <w:rFonts w:hint="cs"/>
                <w:rtl/>
              </w:rPr>
              <w:t>أبو امامة</w:t>
            </w:r>
          </w:p>
        </w:tc>
        <w:tc>
          <w:tcPr>
            <w:tcW w:w="3168" w:type="dxa"/>
          </w:tcPr>
          <w:p w:rsidR="00EE1A1A" w:rsidRDefault="00EE1A1A" w:rsidP="00A80F4B">
            <w:pPr>
              <w:pStyle w:val="libVarCenter"/>
              <w:rPr>
                <w:rtl/>
              </w:rPr>
            </w:pPr>
            <w:r>
              <w:rPr>
                <w:rFonts w:hint="cs"/>
                <w:rtl/>
              </w:rPr>
              <w:t>94 ، 99</w:t>
            </w:r>
          </w:p>
        </w:tc>
      </w:tr>
      <w:tr w:rsidR="00EE1A1A" w:rsidTr="00BB3BDA">
        <w:tc>
          <w:tcPr>
            <w:tcW w:w="4594" w:type="dxa"/>
          </w:tcPr>
          <w:p w:rsidR="00EE1A1A" w:rsidRDefault="00EE1A1A" w:rsidP="006713DA">
            <w:pPr>
              <w:pStyle w:val="libVar0"/>
              <w:rPr>
                <w:rtl/>
              </w:rPr>
            </w:pPr>
            <w:r>
              <w:rPr>
                <w:rFonts w:hint="cs"/>
                <w:rtl/>
              </w:rPr>
              <w:t>أبو برزة</w:t>
            </w:r>
          </w:p>
        </w:tc>
        <w:tc>
          <w:tcPr>
            <w:tcW w:w="3168" w:type="dxa"/>
          </w:tcPr>
          <w:p w:rsidR="00EE1A1A" w:rsidRDefault="00EE1A1A" w:rsidP="00A80F4B">
            <w:pPr>
              <w:pStyle w:val="libVarCenter"/>
              <w:rPr>
                <w:rtl/>
              </w:rPr>
            </w:pPr>
            <w:r>
              <w:rPr>
                <w:rFonts w:hint="cs"/>
                <w:rtl/>
              </w:rPr>
              <w:t>106</w:t>
            </w:r>
          </w:p>
        </w:tc>
      </w:tr>
      <w:tr w:rsidR="00EE1A1A" w:rsidTr="00BB3BDA">
        <w:tc>
          <w:tcPr>
            <w:tcW w:w="4594" w:type="dxa"/>
          </w:tcPr>
          <w:p w:rsidR="00EE1A1A" w:rsidRDefault="00EE1A1A" w:rsidP="006713DA">
            <w:pPr>
              <w:pStyle w:val="libVar0"/>
              <w:rPr>
                <w:rtl/>
              </w:rPr>
            </w:pPr>
            <w:r>
              <w:rPr>
                <w:rFonts w:hint="cs"/>
                <w:rtl/>
              </w:rPr>
              <w:t>أبو بصير</w:t>
            </w:r>
          </w:p>
        </w:tc>
        <w:tc>
          <w:tcPr>
            <w:tcW w:w="3168" w:type="dxa"/>
          </w:tcPr>
          <w:p w:rsidR="00EE1A1A" w:rsidRDefault="00EE1A1A" w:rsidP="00A80F4B">
            <w:pPr>
              <w:pStyle w:val="libVarCenter"/>
              <w:rPr>
                <w:rtl/>
              </w:rPr>
            </w:pPr>
            <w:r>
              <w:rPr>
                <w:rFonts w:hint="cs"/>
                <w:rtl/>
              </w:rPr>
              <w:t>50 ، 113</w:t>
            </w:r>
          </w:p>
        </w:tc>
      </w:tr>
      <w:tr w:rsidR="00EE1A1A" w:rsidTr="00BB3BDA">
        <w:tc>
          <w:tcPr>
            <w:tcW w:w="4594" w:type="dxa"/>
          </w:tcPr>
          <w:p w:rsidR="00EE1A1A" w:rsidRDefault="00EE1A1A" w:rsidP="006713DA">
            <w:pPr>
              <w:pStyle w:val="libVar0"/>
              <w:rPr>
                <w:rtl/>
              </w:rPr>
            </w:pPr>
            <w:r>
              <w:rPr>
                <w:rFonts w:hint="cs"/>
                <w:rtl/>
              </w:rPr>
              <w:t>أبوبكر</w:t>
            </w:r>
          </w:p>
        </w:tc>
        <w:tc>
          <w:tcPr>
            <w:tcW w:w="3168" w:type="dxa"/>
          </w:tcPr>
          <w:p w:rsidR="00EE1A1A" w:rsidRDefault="00EE1A1A" w:rsidP="00A80F4B">
            <w:pPr>
              <w:pStyle w:val="libVarCenter"/>
              <w:rPr>
                <w:rtl/>
              </w:rPr>
            </w:pPr>
            <w:r>
              <w:rPr>
                <w:rFonts w:hint="cs"/>
                <w:rtl/>
              </w:rPr>
              <w:t>94</w:t>
            </w:r>
          </w:p>
        </w:tc>
      </w:tr>
      <w:tr w:rsidR="00EE1A1A" w:rsidTr="00BB3BDA">
        <w:tc>
          <w:tcPr>
            <w:tcW w:w="4594" w:type="dxa"/>
          </w:tcPr>
          <w:p w:rsidR="00EE1A1A" w:rsidRDefault="00EE1A1A" w:rsidP="006713DA">
            <w:pPr>
              <w:pStyle w:val="libVar0"/>
              <w:rPr>
                <w:rtl/>
              </w:rPr>
            </w:pPr>
            <w:r>
              <w:rPr>
                <w:rFonts w:hint="cs"/>
                <w:rtl/>
              </w:rPr>
              <w:t>أبوجعفر الطوسي</w:t>
            </w:r>
          </w:p>
        </w:tc>
        <w:tc>
          <w:tcPr>
            <w:tcW w:w="3168" w:type="dxa"/>
          </w:tcPr>
          <w:p w:rsidR="00EE1A1A" w:rsidRDefault="00EE1A1A" w:rsidP="00A80F4B">
            <w:pPr>
              <w:pStyle w:val="libVarCenter"/>
              <w:rPr>
                <w:rtl/>
              </w:rPr>
            </w:pPr>
            <w:r>
              <w:rPr>
                <w:rFonts w:hint="cs"/>
                <w:rtl/>
              </w:rPr>
              <w:t>116</w:t>
            </w:r>
          </w:p>
        </w:tc>
      </w:tr>
    </w:tbl>
    <w:p w:rsidR="00EE1A1A" w:rsidRDefault="00EE1A1A" w:rsidP="00BB3BDA">
      <w:pPr>
        <w:pStyle w:val="libNormal0"/>
        <w:rPr>
          <w:rtl/>
        </w:rPr>
      </w:pPr>
    </w:p>
    <w:p w:rsidR="00EE1A1A" w:rsidRDefault="00EE1A1A" w:rsidP="00BB3BDA">
      <w:pPr>
        <w:pStyle w:val="libNormal0"/>
        <w:rPr>
          <w:rtl/>
        </w:rPr>
      </w:pPr>
      <w:r>
        <w:rPr>
          <w:rtl/>
        </w:rPr>
        <w:br w:type="page"/>
      </w:r>
    </w:p>
    <w:tbl>
      <w:tblPr>
        <w:bidiVisual/>
        <w:tblW w:w="0" w:type="auto"/>
        <w:tblLook w:val="01E0"/>
      </w:tblPr>
      <w:tblGrid>
        <w:gridCol w:w="4481"/>
        <w:gridCol w:w="3092"/>
      </w:tblGrid>
      <w:tr w:rsidR="00EE1A1A" w:rsidTr="00BB3BDA">
        <w:tc>
          <w:tcPr>
            <w:tcW w:w="4594" w:type="dxa"/>
          </w:tcPr>
          <w:p w:rsidR="00EE1A1A" w:rsidRDefault="00EE1A1A" w:rsidP="006713DA">
            <w:pPr>
              <w:pStyle w:val="libVar0"/>
              <w:rPr>
                <w:rtl/>
              </w:rPr>
            </w:pPr>
            <w:r>
              <w:rPr>
                <w:rFonts w:hint="cs"/>
                <w:rtl/>
              </w:rPr>
              <w:lastRenderedPageBreak/>
              <w:t>أبو حزام</w:t>
            </w:r>
          </w:p>
        </w:tc>
        <w:tc>
          <w:tcPr>
            <w:tcW w:w="3168" w:type="dxa"/>
          </w:tcPr>
          <w:p w:rsidR="00EE1A1A" w:rsidRDefault="00EE1A1A" w:rsidP="00A80F4B">
            <w:pPr>
              <w:pStyle w:val="libVarCenter"/>
              <w:rPr>
                <w:rtl/>
              </w:rPr>
            </w:pPr>
            <w:r>
              <w:rPr>
                <w:rFonts w:hint="cs"/>
                <w:rtl/>
              </w:rPr>
              <w:t>72</w:t>
            </w:r>
          </w:p>
        </w:tc>
      </w:tr>
      <w:tr w:rsidR="00EE1A1A" w:rsidTr="00BB3BDA">
        <w:tc>
          <w:tcPr>
            <w:tcW w:w="4594" w:type="dxa"/>
          </w:tcPr>
          <w:p w:rsidR="00EE1A1A" w:rsidRDefault="00EE1A1A" w:rsidP="006713DA">
            <w:pPr>
              <w:pStyle w:val="libVar0"/>
              <w:rPr>
                <w:rtl/>
              </w:rPr>
            </w:pPr>
            <w:r>
              <w:rPr>
                <w:rFonts w:hint="cs"/>
                <w:rtl/>
              </w:rPr>
              <w:t>أبو حمزة الثمالي</w:t>
            </w:r>
          </w:p>
        </w:tc>
        <w:tc>
          <w:tcPr>
            <w:tcW w:w="3168" w:type="dxa"/>
          </w:tcPr>
          <w:p w:rsidR="00EE1A1A" w:rsidRDefault="00EE1A1A" w:rsidP="00A80F4B">
            <w:pPr>
              <w:pStyle w:val="libVarCenter"/>
              <w:rPr>
                <w:rtl/>
              </w:rPr>
            </w:pPr>
            <w:r>
              <w:rPr>
                <w:rFonts w:hint="cs"/>
                <w:rtl/>
              </w:rPr>
              <w:t>51 ، 103</w:t>
            </w:r>
          </w:p>
        </w:tc>
      </w:tr>
      <w:tr w:rsidR="00EE1A1A" w:rsidTr="00BB3BDA">
        <w:tc>
          <w:tcPr>
            <w:tcW w:w="4594" w:type="dxa"/>
          </w:tcPr>
          <w:p w:rsidR="00EE1A1A" w:rsidRDefault="00EE1A1A" w:rsidP="006713DA">
            <w:pPr>
              <w:pStyle w:val="libVar0"/>
              <w:rPr>
                <w:rtl/>
              </w:rPr>
            </w:pPr>
            <w:r>
              <w:rPr>
                <w:rFonts w:hint="cs"/>
                <w:rtl/>
              </w:rPr>
              <w:t>أبو الدرداء</w:t>
            </w:r>
          </w:p>
        </w:tc>
        <w:tc>
          <w:tcPr>
            <w:tcW w:w="3168" w:type="dxa"/>
          </w:tcPr>
          <w:p w:rsidR="00EE1A1A" w:rsidRDefault="00EE1A1A" w:rsidP="00A80F4B">
            <w:pPr>
              <w:pStyle w:val="libVarCenter"/>
              <w:rPr>
                <w:rtl/>
              </w:rPr>
            </w:pPr>
            <w:r>
              <w:rPr>
                <w:rFonts w:hint="cs"/>
                <w:rtl/>
              </w:rPr>
              <w:t>81 ، 111</w:t>
            </w:r>
          </w:p>
        </w:tc>
      </w:tr>
      <w:tr w:rsidR="00EE1A1A" w:rsidTr="00BB3BDA">
        <w:tc>
          <w:tcPr>
            <w:tcW w:w="4594" w:type="dxa"/>
          </w:tcPr>
          <w:p w:rsidR="00EE1A1A" w:rsidRDefault="00EE1A1A" w:rsidP="006713DA">
            <w:pPr>
              <w:pStyle w:val="libVar0"/>
              <w:rPr>
                <w:rtl/>
              </w:rPr>
            </w:pPr>
            <w:r>
              <w:rPr>
                <w:rFonts w:hint="cs"/>
                <w:rtl/>
              </w:rPr>
              <w:t>أبوذر الغفاري</w:t>
            </w:r>
          </w:p>
        </w:tc>
        <w:tc>
          <w:tcPr>
            <w:tcW w:w="3168" w:type="dxa"/>
          </w:tcPr>
          <w:p w:rsidR="00EE1A1A" w:rsidRDefault="00EE1A1A" w:rsidP="00A80F4B">
            <w:pPr>
              <w:pStyle w:val="libVarCenter"/>
              <w:rPr>
                <w:rtl/>
              </w:rPr>
            </w:pPr>
            <w:r>
              <w:rPr>
                <w:rFonts w:hint="cs"/>
                <w:rtl/>
              </w:rPr>
              <w:t>29 ، 37 ، 40 ، 60</w:t>
            </w:r>
          </w:p>
        </w:tc>
      </w:tr>
      <w:tr w:rsidR="00EE1A1A" w:rsidTr="00BB3BDA">
        <w:tc>
          <w:tcPr>
            <w:tcW w:w="4594" w:type="dxa"/>
          </w:tcPr>
          <w:p w:rsidR="00EE1A1A" w:rsidRDefault="00EE1A1A" w:rsidP="006713DA">
            <w:pPr>
              <w:pStyle w:val="libVar0"/>
              <w:rPr>
                <w:rtl/>
              </w:rPr>
            </w:pPr>
            <w:r>
              <w:rPr>
                <w:rFonts w:hint="cs"/>
                <w:rtl/>
              </w:rPr>
              <w:t>أبو سعيد الخدري</w:t>
            </w:r>
          </w:p>
        </w:tc>
        <w:tc>
          <w:tcPr>
            <w:tcW w:w="3168" w:type="dxa"/>
          </w:tcPr>
          <w:p w:rsidR="00EE1A1A" w:rsidRDefault="00EE1A1A" w:rsidP="00A80F4B">
            <w:pPr>
              <w:pStyle w:val="libVarCenter"/>
              <w:rPr>
                <w:rtl/>
              </w:rPr>
            </w:pPr>
            <w:r>
              <w:rPr>
                <w:rFonts w:hint="cs"/>
                <w:rtl/>
              </w:rPr>
              <w:t>37 ، 104</w:t>
            </w:r>
          </w:p>
        </w:tc>
      </w:tr>
      <w:tr w:rsidR="00EE1A1A" w:rsidTr="00BB3BDA">
        <w:tc>
          <w:tcPr>
            <w:tcW w:w="4594" w:type="dxa"/>
          </w:tcPr>
          <w:p w:rsidR="00EE1A1A" w:rsidRDefault="00EE1A1A" w:rsidP="006713DA">
            <w:pPr>
              <w:pStyle w:val="libVar0"/>
              <w:rPr>
                <w:rtl/>
              </w:rPr>
            </w:pPr>
            <w:r>
              <w:rPr>
                <w:rFonts w:hint="cs"/>
                <w:rtl/>
              </w:rPr>
              <w:t>أبو سلمة</w:t>
            </w:r>
          </w:p>
        </w:tc>
        <w:tc>
          <w:tcPr>
            <w:tcW w:w="3168" w:type="dxa"/>
          </w:tcPr>
          <w:p w:rsidR="00EE1A1A" w:rsidRDefault="00EE1A1A" w:rsidP="00A80F4B">
            <w:pPr>
              <w:pStyle w:val="libVarCenter"/>
              <w:rPr>
                <w:rtl/>
              </w:rPr>
            </w:pPr>
            <w:r>
              <w:rPr>
                <w:rFonts w:hint="cs"/>
                <w:rtl/>
              </w:rPr>
              <w:t>53 ، 54 ، 99 ، 102</w:t>
            </w:r>
          </w:p>
        </w:tc>
      </w:tr>
      <w:tr w:rsidR="00EE1A1A" w:rsidTr="00BB3BDA">
        <w:tc>
          <w:tcPr>
            <w:tcW w:w="4594" w:type="dxa"/>
          </w:tcPr>
          <w:p w:rsidR="00EE1A1A" w:rsidRDefault="00EE1A1A" w:rsidP="006713DA">
            <w:pPr>
              <w:pStyle w:val="libVar0"/>
              <w:rPr>
                <w:rtl/>
              </w:rPr>
            </w:pPr>
            <w:r>
              <w:rPr>
                <w:rFonts w:hint="cs"/>
                <w:rtl/>
              </w:rPr>
              <w:t>أبو سيف القين</w:t>
            </w:r>
          </w:p>
        </w:tc>
        <w:tc>
          <w:tcPr>
            <w:tcW w:w="3168" w:type="dxa"/>
          </w:tcPr>
          <w:p w:rsidR="00EE1A1A" w:rsidRDefault="00EE1A1A" w:rsidP="00A80F4B">
            <w:pPr>
              <w:pStyle w:val="libVarCenter"/>
              <w:rPr>
                <w:rtl/>
              </w:rPr>
            </w:pPr>
            <w:r>
              <w:rPr>
                <w:rFonts w:hint="cs"/>
                <w:rtl/>
              </w:rPr>
              <w:t>93</w:t>
            </w:r>
          </w:p>
        </w:tc>
      </w:tr>
      <w:tr w:rsidR="00EE1A1A" w:rsidTr="00BB3BDA">
        <w:tc>
          <w:tcPr>
            <w:tcW w:w="4594" w:type="dxa"/>
          </w:tcPr>
          <w:p w:rsidR="00EE1A1A" w:rsidRDefault="00EE1A1A" w:rsidP="006713DA">
            <w:pPr>
              <w:pStyle w:val="libVar0"/>
              <w:rPr>
                <w:rtl/>
              </w:rPr>
            </w:pPr>
            <w:r>
              <w:rPr>
                <w:rFonts w:hint="cs"/>
                <w:rtl/>
              </w:rPr>
              <w:t>أبو شوذب</w:t>
            </w:r>
          </w:p>
        </w:tc>
        <w:tc>
          <w:tcPr>
            <w:tcW w:w="3168" w:type="dxa"/>
          </w:tcPr>
          <w:p w:rsidR="00EE1A1A" w:rsidRDefault="00EE1A1A" w:rsidP="00A80F4B">
            <w:pPr>
              <w:pStyle w:val="libVarCenter"/>
              <w:rPr>
                <w:rtl/>
              </w:rPr>
            </w:pPr>
            <w:r>
              <w:rPr>
                <w:rFonts w:hint="cs"/>
                <w:rtl/>
              </w:rPr>
              <w:t>42</w:t>
            </w:r>
          </w:p>
        </w:tc>
      </w:tr>
      <w:tr w:rsidR="00EE1A1A" w:rsidTr="00BB3BDA">
        <w:tc>
          <w:tcPr>
            <w:tcW w:w="4594" w:type="dxa"/>
          </w:tcPr>
          <w:p w:rsidR="00EE1A1A" w:rsidRDefault="00EE1A1A" w:rsidP="006713DA">
            <w:pPr>
              <w:pStyle w:val="libVar0"/>
              <w:rPr>
                <w:rtl/>
              </w:rPr>
            </w:pPr>
            <w:r>
              <w:rPr>
                <w:rFonts w:hint="cs"/>
                <w:rtl/>
              </w:rPr>
              <w:t>أبو طلحة</w:t>
            </w:r>
          </w:p>
        </w:tc>
        <w:tc>
          <w:tcPr>
            <w:tcW w:w="3168" w:type="dxa"/>
          </w:tcPr>
          <w:p w:rsidR="00EE1A1A" w:rsidRDefault="00EE1A1A" w:rsidP="00A80F4B">
            <w:pPr>
              <w:pStyle w:val="libVarCenter"/>
              <w:rPr>
                <w:rtl/>
              </w:rPr>
            </w:pPr>
            <w:r>
              <w:rPr>
                <w:rFonts w:hint="cs"/>
                <w:rtl/>
              </w:rPr>
              <w:t>69</w:t>
            </w:r>
          </w:p>
        </w:tc>
      </w:tr>
      <w:tr w:rsidR="00EE1A1A" w:rsidTr="00BB3BDA">
        <w:tc>
          <w:tcPr>
            <w:tcW w:w="4594" w:type="dxa"/>
          </w:tcPr>
          <w:p w:rsidR="00EE1A1A" w:rsidRDefault="00EE1A1A" w:rsidP="006713DA">
            <w:pPr>
              <w:pStyle w:val="libVar0"/>
              <w:rPr>
                <w:rtl/>
              </w:rPr>
            </w:pPr>
            <w:r>
              <w:rPr>
                <w:rFonts w:hint="cs"/>
                <w:rtl/>
              </w:rPr>
              <w:t>أبو العباس</w:t>
            </w:r>
          </w:p>
        </w:tc>
        <w:tc>
          <w:tcPr>
            <w:tcW w:w="3168" w:type="dxa"/>
          </w:tcPr>
          <w:p w:rsidR="00EE1A1A" w:rsidRDefault="00EE1A1A" w:rsidP="00A80F4B">
            <w:pPr>
              <w:pStyle w:val="libVarCenter"/>
              <w:rPr>
                <w:rtl/>
              </w:rPr>
            </w:pPr>
            <w:r>
              <w:rPr>
                <w:rFonts w:hint="cs"/>
                <w:rtl/>
              </w:rPr>
              <w:t>64</w:t>
            </w:r>
          </w:p>
        </w:tc>
      </w:tr>
      <w:tr w:rsidR="00EE1A1A" w:rsidTr="00BB3BDA">
        <w:tc>
          <w:tcPr>
            <w:tcW w:w="4594" w:type="dxa"/>
          </w:tcPr>
          <w:p w:rsidR="00EE1A1A" w:rsidRDefault="00EE1A1A" w:rsidP="006713DA">
            <w:pPr>
              <w:pStyle w:val="libVar0"/>
              <w:rPr>
                <w:rtl/>
              </w:rPr>
            </w:pPr>
            <w:r>
              <w:rPr>
                <w:rFonts w:hint="cs"/>
                <w:rtl/>
              </w:rPr>
              <w:t>أبو العباس السرّاج</w:t>
            </w:r>
          </w:p>
        </w:tc>
        <w:tc>
          <w:tcPr>
            <w:tcW w:w="3168" w:type="dxa"/>
          </w:tcPr>
          <w:p w:rsidR="00EE1A1A" w:rsidRDefault="00EE1A1A" w:rsidP="00A80F4B">
            <w:pPr>
              <w:pStyle w:val="libVarCenter"/>
              <w:rPr>
                <w:rtl/>
              </w:rPr>
            </w:pPr>
            <w:r>
              <w:rPr>
                <w:rFonts w:hint="cs"/>
                <w:rtl/>
              </w:rPr>
              <w:t>75</w:t>
            </w:r>
          </w:p>
        </w:tc>
      </w:tr>
      <w:tr w:rsidR="00EE1A1A" w:rsidTr="00BB3BDA">
        <w:tc>
          <w:tcPr>
            <w:tcW w:w="4594" w:type="dxa"/>
          </w:tcPr>
          <w:p w:rsidR="00EE1A1A" w:rsidRDefault="00EE1A1A" w:rsidP="006713DA">
            <w:pPr>
              <w:pStyle w:val="libVar0"/>
              <w:rPr>
                <w:rtl/>
              </w:rPr>
            </w:pPr>
            <w:r>
              <w:rPr>
                <w:rFonts w:hint="cs"/>
                <w:rtl/>
              </w:rPr>
              <w:t>أبو عبدالله بن النعمان</w:t>
            </w:r>
          </w:p>
        </w:tc>
        <w:tc>
          <w:tcPr>
            <w:tcW w:w="3168" w:type="dxa"/>
          </w:tcPr>
          <w:p w:rsidR="00EE1A1A" w:rsidRDefault="00EE1A1A" w:rsidP="00A80F4B">
            <w:pPr>
              <w:pStyle w:val="libVarCenter"/>
              <w:rPr>
                <w:rtl/>
              </w:rPr>
            </w:pPr>
            <w:r>
              <w:rPr>
                <w:rFonts w:hint="cs"/>
                <w:rtl/>
              </w:rPr>
              <w:t>43</w:t>
            </w:r>
          </w:p>
        </w:tc>
      </w:tr>
      <w:tr w:rsidR="00EE1A1A" w:rsidTr="00BB3BDA">
        <w:tc>
          <w:tcPr>
            <w:tcW w:w="4594" w:type="dxa"/>
          </w:tcPr>
          <w:p w:rsidR="00EE1A1A" w:rsidRDefault="00EE1A1A" w:rsidP="006713DA">
            <w:pPr>
              <w:pStyle w:val="libVar0"/>
              <w:rPr>
                <w:rtl/>
              </w:rPr>
            </w:pPr>
            <w:r>
              <w:rPr>
                <w:rFonts w:hint="cs"/>
                <w:rtl/>
              </w:rPr>
              <w:t>أبو علي الرازي</w:t>
            </w:r>
          </w:p>
        </w:tc>
        <w:tc>
          <w:tcPr>
            <w:tcW w:w="3168" w:type="dxa"/>
          </w:tcPr>
          <w:p w:rsidR="00EE1A1A" w:rsidRDefault="00EE1A1A" w:rsidP="00A80F4B">
            <w:pPr>
              <w:pStyle w:val="libVarCenter"/>
              <w:rPr>
                <w:rtl/>
              </w:rPr>
            </w:pPr>
            <w:r>
              <w:rPr>
                <w:rFonts w:hint="cs"/>
                <w:rtl/>
              </w:rPr>
              <w:t>63</w:t>
            </w:r>
          </w:p>
        </w:tc>
      </w:tr>
      <w:tr w:rsidR="00EE1A1A" w:rsidTr="00BB3BDA">
        <w:tc>
          <w:tcPr>
            <w:tcW w:w="4594" w:type="dxa"/>
          </w:tcPr>
          <w:p w:rsidR="00EE1A1A" w:rsidRDefault="00EE1A1A" w:rsidP="006713DA">
            <w:pPr>
              <w:pStyle w:val="libVar0"/>
              <w:rPr>
                <w:rtl/>
              </w:rPr>
            </w:pPr>
            <w:r>
              <w:rPr>
                <w:rFonts w:hint="cs"/>
                <w:rtl/>
              </w:rPr>
              <w:t>أبو قدامة الشامي</w:t>
            </w:r>
          </w:p>
        </w:tc>
        <w:tc>
          <w:tcPr>
            <w:tcW w:w="3168" w:type="dxa"/>
          </w:tcPr>
          <w:p w:rsidR="00EE1A1A" w:rsidRDefault="00EE1A1A" w:rsidP="00A80F4B">
            <w:pPr>
              <w:pStyle w:val="libVarCenter"/>
              <w:rPr>
                <w:rtl/>
              </w:rPr>
            </w:pPr>
            <w:r>
              <w:rPr>
                <w:rFonts w:hint="cs"/>
                <w:rtl/>
              </w:rPr>
              <w:t>74 ، 75</w:t>
            </w:r>
          </w:p>
        </w:tc>
      </w:tr>
      <w:tr w:rsidR="00EE1A1A" w:rsidTr="00BB3BDA">
        <w:tc>
          <w:tcPr>
            <w:tcW w:w="4594" w:type="dxa"/>
          </w:tcPr>
          <w:p w:rsidR="00EE1A1A" w:rsidRDefault="00EE1A1A" w:rsidP="006713DA">
            <w:pPr>
              <w:pStyle w:val="libVar0"/>
              <w:rPr>
                <w:rtl/>
              </w:rPr>
            </w:pPr>
            <w:r>
              <w:rPr>
                <w:rFonts w:hint="cs"/>
                <w:rtl/>
              </w:rPr>
              <w:t>أبو مالك الأشعري</w:t>
            </w:r>
          </w:p>
        </w:tc>
        <w:tc>
          <w:tcPr>
            <w:tcW w:w="3168" w:type="dxa"/>
          </w:tcPr>
          <w:p w:rsidR="00EE1A1A" w:rsidRDefault="00EE1A1A" w:rsidP="00A80F4B">
            <w:pPr>
              <w:pStyle w:val="libVarCenter"/>
              <w:rPr>
                <w:rtl/>
              </w:rPr>
            </w:pPr>
            <w:r>
              <w:rPr>
                <w:rFonts w:hint="cs"/>
                <w:rtl/>
              </w:rPr>
              <w:t>104</w:t>
            </w:r>
          </w:p>
        </w:tc>
      </w:tr>
      <w:tr w:rsidR="00EE1A1A" w:rsidTr="00BB3BDA">
        <w:tc>
          <w:tcPr>
            <w:tcW w:w="4594" w:type="dxa"/>
          </w:tcPr>
          <w:p w:rsidR="00EE1A1A" w:rsidRDefault="00EE1A1A" w:rsidP="006713DA">
            <w:pPr>
              <w:pStyle w:val="libVar0"/>
              <w:rPr>
                <w:rtl/>
              </w:rPr>
            </w:pPr>
            <w:r>
              <w:rPr>
                <w:rFonts w:hint="cs"/>
                <w:rtl/>
              </w:rPr>
              <w:t>أبو ميسرة</w:t>
            </w:r>
          </w:p>
        </w:tc>
        <w:tc>
          <w:tcPr>
            <w:tcW w:w="3168" w:type="dxa"/>
          </w:tcPr>
          <w:p w:rsidR="00EE1A1A" w:rsidRDefault="00EE1A1A" w:rsidP="00A80F4B">
            <w:pPr>
              <w:pStyle w:val="libVarCenter"/>
              <w:rPr>
                <w:rtl/>
              </w:rPr>
            </w:pPr>
            <w:r>
              <w:rPr>
                <w:rFonts w:hint="cs"/>
                <w:rtl/>
              </w:rPr>
              <w:t>57 ، 110</w:t>
            </w:r>
          </w:p>
        </w:tc>
      </w:tr>
      <w:tr w:rsidR="00EE1A1A" w:rsidTr="00BB3BDA">
        <w:tc>
          <w:tcPr>
            <w:tcW w:w="4594" w:type="dxa"/>
          </w:tcPr>
          <w:p w:rsidR="00EE1A1A" w:rsidRDefault="00EE1A1A" w:rsidP="006713DA">
            <w:pPr>
              <w:pStyle w:val="libVar0"/>
              <w:rPr>
                <w:rtl/>
              </w:rPr>
            </w:pPr>
            <w:r>
              <w:rPr>
                <w:rFonts w:hint="cs"/>
                <w:rtl/>
              </w:rPr>
              <w:t>أبو النضر السلمي</w:t>
            </w:r>
          </w:p>
        </w:tc>
        <w:tc>
          <w:tcPr>
            <w:tcW w:w="3168" w:type="dxa"/>
          </w:tcPr>
          <w:p w:rsidR="00EE1A1A" w:rsidRDefault="00EE1A1A" w:rsidP="00A80F4B">
            <w:pPr>
              <w:pStyle w:val="libVarCenter"/>
              <w:rPr>
                <w:rtl/>
              </w:rPr>
            </w:pPr>
            <w:r>
              <w:rPr>
                <w:rFonts w:hint="cs"/>
                <w:rtl/>
              </w:rPr>
              <w:t>38</w:t>
            </w:r>
          </w:p>
        </w:tc>
      </w:tr>
      <w:tr w:rsidR="00EE1A1A" w:rsidTr="00BB3BDA">
        <w:tc>
          <w:tcPr>
            <w:tcW w:w="4594" w:type="dxa"/>
          </w:tcPr>
          <w:p w:rsidR="00EE1A1A" w:rsidRDefault="00EE1A1A" w:rsidP="006713DA">
            <w:pPr>
              <w:pStyle w:val="libVar0"/>
              <w:rPr>
                <w:rtl/>
              </w:rPr>
            </w:pPr>
            <w:r>
              <w:rPr>
                <w:rFonts w:hint="cs"/>
                <w:rtl/>
              </w:rPr>
              <w:t>أبو الوليد</w:t>
            </w:r>
          </w:p>
        </w:tc>
        <w:tc>
          <w:tcPr>
            <w:tcW w:w="3168" w:type="dxa"/>
          </w:tcPr>
          <w:p w:rsidR="00EE1A1A" w:rsidRDefault="00EE1A1A" w:rsidP="00A80F4B">
            <w:pPr>
              <w:pStyle w:val="libVarCenter"/>
              <w:rPr>
                <w:rtl/>
              </w:rPr>
            </w:pPr>
            <w:r>
              <w:rPr>
                <w:rFonts w:hint="cs"/>
                <w:rtl/>
              </w:rPr>
              <w:t>103</w:t>
            </w:r>
          </w:p>
        </w:tc>
      </w:tr>
      <w:tr w:rsidR="00EE1A1A" w:rsidTr="00BB3BDA">
        <w:tc>
          <w:tcPr>
            <w:tcW w:w="4594" w:type="dxa"/>
          </w:tcPr>
          <w:p w:rsidR="00EE1A1A" w:rsidRDefault="00EE1A1A" w:rsidP="006713DA">
            <w:pPr>
              <w:pStyle w:val="libVar0"/>
              <w:rPr>
                <w:rtl/>
              </w:rPr>
            </w:pPr>
            <w:r>
              <w:rPr>
                <w:rFonts w:hint="cs"/>
                <w:rtl/>
              </w:rPr>
              <w:t>اُبَيّ بن كعب</w:t>
            </w:r>
          </w:p>
        </w:tc>
        <w:tc>
          <w:tcPr>
            <w:tcW w:w="3168" w:type="dxa"/>
          </w:tcPr>
          <w:p w:rsidR="00EE1A1A" w:rsidRDefault="00EE1A1A" w:rsidP="00A80F4B">
            <w:pPr>
              <w:pStyle w:val="libVarCenter"/>
              <w:rPr>
                <w:rtl/>
              </w:rPr>
            </w:pPr>
            <w:r>
              <w:rPr>
                <w:rFonts w:hint="cs"/>
                <w:rtl/>
              </w:rPr>
              <w:t>37 ، 39</w:t>
            </w:r>
          </w:p>
        </w:tc>
      </w:tr>
      <w:tr w:rsidR="00EE1A1A" w:rsidTr="00BB3BDA">
        <w:tc>
          <w:tcPr>
            <w:tcW w:w="4594" w:type="dxa"/>
          </w:tcPr>
          <w:p w:rsidR="00EE1A1A" w:rsidRDefault="00EE1A1A" w:rsidP="006713DA">
            <w:pPr>
              <w:pStyle w:val="libVar0"/>
              <w:rPr>
                <w:rtl/>
              </w:rPr>
            </w:pPr>
            <w:r>
              <w:rPr>
                <w:rFonts w:hint="cs"/>
                <w:rtl/>
              </w:rPr>
              <w:t>أحمد</w:t>
            </w:r>
          </w:p>
        </w:tc>
        <w:tc>
          <w:tcPr>
            <w:tcW w:w="3168" w:type="dxa"/>
          </w:tcPr>
          <w:p w:rsidR="00EE1A1A" w:rsidRDefault="00EE1A1A" w:rsidP="00A80F4B">
            <w:pPr>
              <w:pStyle w:val="libVarCenter"/>
              <w:rPr>
                <w:rtl/>
              </w:rPr>
            </w:pPr>
            <w:r>
              <w:rPr>
                <w:rFonts w:hint="cs"/>
                <w:rtl/>
              </w:rPr>
              <w:t>103</w:t>
            </w:r>
          </w:p>
        </w:tc>
      </w:tr>
      <w:tr w:rsidR="00EE1A1A" w:rsidTr="00BB3BDA">
        <w:tc>
          <w:tcPr>
            <w:tcW w:w="4594" w:type="dxa"/>
          </w:tcPr>
          <w:p w:rsidR="00EE1A1A" w:rsidRDefault="00EE1A1A" w:rsidP="006713DA">
            <w:pPr>
              <w:pStyle w:val="libVar0"/>
              <w:rPr>
                <w:rtl/>
              </w:rPr>
            </w:pPr>
            <w:r>
              <w:rPr>
                <w:rFonts w:hint="cs"/>
                <w:rtl/>
              </w:rPr>
              <w:t>الأحنف بن قيس</w:t>
            </w:r>
          </w:p>
        </w:tc>
        <w:tc>
          <w:tcPr>
            <w:tcW w:w="3168" w:type="dxa"/>
          </w:tcPr>
          <w:p w:rsidR="00EE1A1A" w:rsidRDefault="00EE1A1A" w:rsidP="00A80F4B">
            <w:pPr>
              <w:pStyle w:val="libVarCenter"/>
              <w:rPr>
                <w:rtl/>
              </w:rPr>
            </w:pPr>
            <w:r>
              <w:rPr>
                <w:rFonts w:hint="cs"/>
                <w:rtl/>
              </w:rPr>
              <w:t>62</w:t>
            </w:r>
          </w:p>
        </w:tc>
      </w:tr>
      <w:tr w:rsidR="00EE1A1A" w:rsidTr="00BB3BDA">
        <w:tc>
          <w:tcPr>
            <w:tcW w:w="4594" w:type="dxa"/>
          </w:tcPr>
          <w:p w:rsidR="00EE1A1A" w:rsidRDefault="00EE1A1A" w:rsidP="006713DA">
            <w:pPr>
              <w:pStyle w:val="libVar0"/>
              <w:rPr>
                <w:rtl/>
              </w:rPr>
            </w:pPr>
            <w:r>
              <w:rPr>
                <w:rFonts w:hint="cs"/>
                <w:rtl/>
              </w:rPr>
              <w:t>اُسامة بن زيد</w:t>
            </w:r>
          </w:p>
        </w:tc>
        <w:tc>
          <w:tcPr>
            <w:tcW w:w="3168" w:type="dxa"/>
          </w:tcPr>
          <w:p w:rsidR="00EE1A1A" w:rsidRDefault="00EE1A1A" w:rsidP="00A80F4B">
            <w:pPr>
              <w:pStyle w:val="libVarCenter"/>
              <w:rPr>
                <w:rtl/>
              </w:rPr>
            </w:pPr>
            <w:r>
              <w:rPr>
                <w:rFonts w:hint="cs"/>
                <w:rtl/>
              </w:rPr>
              <w:t>95</w:t>
            </w:r>
          </w:p>
        </w:tc>
      </w:tr>
      <w:tr w:rsidR="00EE1A1A" w:rsidTr="00BB3BDA">
        <w:tc>
          <w:tcPr>
            <w:tcW w:w="4594" w:type="dxa"/>
          </w:tcPr>
          <w:p w:rsidR="00EE1A1A" w:rsidRDefault="00EE1A1A" w:rsidP="006713DA">
            <w:pPr>
              <w:pStyle w:val="libVar0"/>
              <w:rPr>
                <w:rtl/>
              </w:rPr>
            </w:pPr>
            <w:r>
              <w:rPr>
                <w:rFonts w:hint="cs"/>
                <w:rtl/>
              </w:rPr>
              <w:t>اسحاق بن عمار</w:t>
            </w:r>
          </w:p>
        </w:tc>
        <w:tc>
          <w:tcPr>
            <w:tcW w:w="3168" w:type="dxa"/>
          </w:tcPr>
          <w:p w:rsidR="00EE1A1A" w:rsidRDefault="00EE1A1A" w:rsidP="00A80F4B">
            <w:pPr>
              <w:pStyle w:val="libVarCenter"/>
              <w:rPr>
                <w:rtl/>
              </w:rPr>
            </w:pPr>
            <w:r>
              <w:rPr>
                <w:rFonts w:hint="cs"/>
                <w:rtl/>
              </w:rPr>
              <w:t>57 ، 110 ، 116</w:t>
            </w:r>
          </w:p>
        </w:tc>
      </w:tr>
      <w:tr w:rsidR="00EE1A1A" w:rsidTr="00BB3BDA">
        <w:tc>
          <w:tcPr>
            <w:tcW w:w="4594" w:type="dxa"/>
          </w:tcPr>
          <w:p w:rsidR="00EE1A1A" w:rsidRDefault="00EE1A1A" w:rsidP="006713DA">
            <w:pPr>
              <w:pStyle w:val="libVar0"/>
              <w:rPr>
                <w:rtl/>
              </w:rPr>
            </w:pPr>
            <w:r>
              <w:rPr>
                <w:rFonts w:hint="cs"/>
                <w:rtl/>
              </w:rPr>
              <w:t>أسماء</w:t>
            </w:r>
          </w:p>
        </w:tc>
        <w:tc>
          <w:tcPr>
            <w:tcW w:w="3168" w:type="dxa"/>
          </w:tcPr>
          <w:p w:rsidR="00EE1A1A" w:rsidRDefault="00EE1A1A" w:rsidP="00A80F4B">
            <w:pPr>
              <w:pStyle w:val="libVarCenter"/>
              <w:rPr>
                <w:rtl/>
              </w:rPr>
            </w:pPr>
            <w:r>
              <w:rPr>
                <w:rFonts w:hint="cs"/>
                <w:rtl/>
              </w:rPr>
              <w:t>96</w:t>
            </w:r>
          </w:p>
        </w:tc>
      </w:tr>
      <w:tr w:rsidR="00EE1A1A" w:rsidTr="00BB3BDA">
        <w:tc>
          <w:tcPr>
            <w:tcW w:w="4594" w:type="dxa"/>
          </w:tcPr>
          <w:p w:rsidR="00EE1A1A" w:rsidRDefault="00EE1A1A" w:rsidP="006713DA">
            <w:pPr>
              <w:pStyle w:val="libVar0"/>
              <w:rPr>
                <w:rtl/>
              </w:rPr>
            </w:pPr>
            <w:r>
              <w:rPr>
                <w:rFonts w:hint="cs"/>
                <w:rtl/>
              </w:rPr>
              <w:t>أسماء ابنة زيد</w:t>
            </w:r>
          </w:p>
        </w:tc>
        <w:tc>
          <w:tcPr>
            <w:tcW w:w="3168" w:type="dxa"/>
          </w:tcPr>
          <w:p w:rsidR="00EE1A1A" w:rsidRDefault="00EE1A1A" w:rsidP="00A80F4B">
            <w:pPr>
              <w:pStyle w:val="libVarCenter"/>
              <w:rPr>
                <w:rtl/>
              </w:rPr>
            </w:pPr>
            <w:r>
              <w:rPr>
                <w:rFonts w:hint="cs"/>
                <w:rtl/>
              </w:rPr>
              <w:t>93</w:t>
            </w:r>
          </w:p>
        </w:tc>
      </w:tr>
      <w:tr w:rsidR="00EE1A1A" w:rsidTr="00BB3BDA">
        <w:tc>
          <w:tcPr>
            <w:tcW w:w="4594" w:type="dxa"/>
          </w:tcPr>
          <w:p w:rsidR="00EE1A1A" w:rsidRDefault="00EE1A1A" w:rsidP="006713DA">
            <w:pPr>
              <w:pStyle w:val="libVar0"/>
              <w:rPr>
                <w:rtl/>
              </w:rPr>
            </w:pPr>
            <w:r>
              <w:rPr>
                <w:rFonts w:hint="cs"/>
                <w:rtl/>
              </w:rPr>
              <w:t>أسماء بنت عميس</w:t>
            </w:r>
          </w:p>
        </w:tc>
        <w:tc>
          <w:tcPr>
            <w:tcW w:w="3168" w:type="dxa"/>
          </w:tcPr>
          <w:p w:rsidR="00EE1A1A" w:rsidRDefault="00EE1A1A" w:rsidP="00A80F4B">
            <w:pPr>
              <w:pStyle w:val="libVarCenter"/>
              <w:rPr>
                <w:rtl/>
              </w:rPr>
            </w:pPr>
            <w:r>
              <w:rPr>
                <w:rFonts w:hint="cs"/>
                <w:rtl/>
              </w:rPr>
              <w:t>71</w:t>
            </w:r>
          </w:p>
        </w:tc>
      </w:tr>
      <w:tr w:rsidR="00EE1A1A" w:rsidTr="00BB3BDA">
        <w:tc>
          <w:tcPr>
            <w:tcW w:w="4594" w:type="dxa"/>
          </w:tcPr>
          <w:p w:rsidR="00EE1A1A" w:rsidRDefault="00EE1A1A" w:rsidP="006713DA">
            <w:pPr>
              <w:pStyle w:val="libVar0"/>
              <w:rPr>
                <w:rtl/>
              </w:rPr>
            </w:pPr>
            <w:r>
              <w:rPr>
                <w:rFonts w:hint="cs"/>
                <w:rtl/>
              </w:rPr>
              <w:t>اسيد بن حضير</w:t>
            </w:r>
          </w:p>
        </w:tc>
        <w:tc>
          <w:tcPr>
            <w:tcW w:w="3168" w:type="dxa"/>
          </w:tcPr>
          <w:p w:rsidR="00EE1A1A" w:rsidRDefault="00EE1A1A" w:rsidP="00A80F4B">
            <w:pPr>
              <w:pStyle w:val="libVarCenter"/>
              <w:rPr>
                <w:rtl/>
              </w:rPr>
            </w:pPr>
            <w:r>
              <w:rPr>
                <w:rFonts w:hint="cs"/>
                <w:rtl/>
              </w:rPr>
              <w:t>97</w:t>
            </w:r>
          </w:p>
        </w:tc>
      </w:tr>
      <w:tr w:rsidR="00EE1A1A" w:rsidTr="00BB3BDA">
        <w:tc>
          <w:tcPr>
            <w:tcW w:w="4594" w:type="dxa"/>
          </w:tcPr>
          <w:p w:rsidR="00EE1A1A" w:rsidRDefault="00EE1A1A" w:rsidP="006713DA">
            <w:pPr>
              <w:pStyle w:val="libVar0"/>
              <w:rPr>
                <w:rtl/>
              </w:rPr>
            </w:pPr>
            <w:r>
              <w:rPr>
                <w:rFonts w:hint="cs"/>
                <w:rtl/>
              </w:rPr>
              <w:t>امامة بنت زينب</w:t>
            </w:r>
          </w:p>
        </w:tc>
        <w:tc>
          <w:tcPr>
            <w:tcW w:w="3168" w:type="dxa"/>
          </w:tcPr>
          <w:p w:rsidR="00EE1A1A" w:rsidRDefault="00EE1A1A" w:rsidP="00A80F4B">
            <w:pPr>
              <w:pStyle w:val="libVarCenter"/>
              <w:rPr>
                <w:rtl/>
              </w:rPr>
            </w:pPr>
            <w:r>
              <w:rPr>
                <w:rFonts w:hint="cs"/>
                <w:rtl/>
              </w:rPr>
              <w:t>95</w:t>
            </w:r>
          </w:p>
        </w:tc>
      </w:tr>
      <w:tr w:rsidR="00EE1A1A" w:rsidTr="00BB3BDA">
        <w:tc>
          <w:tcPr>
            <w:tcW w:w="4594" w:type="dxa"/>
          </w:tcPr>
          <w:p w:rsidR="00EE1A1A" w:rsidRDefault="00EE1A1A" w:rsidP="006713DA">
            <w:pPr>
              <w:pStyle w:val="libVar0"/>
              <w:rPr>
                <w:rtl/>
              </w:rPr>
            </w:pPr>
            <w:r>
              <w:rPr>
                <w:rFonts w:hint="cs"/>
                <w:rtl/>
              </w:rPr>
              <w:t>اُم أيمن</w:t>
            </w:r>
          </w:p>
        </w:tc>
        <w:tc>
          <w:tcPr>
            <w:tcW w:w="3168" w:type="dxa"/>
          </w:tcPr>
          <w:p w:rsidR="00EE1A1A" w:rsidRDefault="00EE1A1A" w:rsidP="00A80F4B">
            <w:pPr>
              <w:pStyle w:val="libVarCenter"/>
              <w:rPr>
                <w:rtl/>
              </w:rPr>
            </w:pPr>
            <w:r>
              <w:rPr>
                <w:rFonts w:hint="cs"/>
                <w:rtl/>
              </w:rPr>
              <w:t>37</w:t>
            </w:r>
          </w:p>
        </w:tc>
      </w:tr>
    </w:tbl>
    <w:p w:rsidR="00EE1A1A" w:rsidRDefault="00EE1A1A" w:rsidP="00BB3BDA">
      <w:pPr>
        <w:pStyle w:val="libNormal0"/>
        <w:rPr>
          <w:rtl/>
        </w:rPr>
      </w:pPr>
    </w:p>
    <w:p w:rsidR="00EE1A1A" w:rsidRDefault="00EE1A1A" w:rsidP="00BB3BDA">
      <w:pPr>
        <w:pStyle w:val="libNormal0"/>
        <w:rPr>
          <w:rtl/>
        </w:rPr>
      </w:pPr>
      <w:r>
        <w:rPr>
          <w:rtl/>
        </w:rPr>
        <w:br w:type="page"/>
      </w:r>
    </w:p>
    <w:tbl>
      <w:tblPr>
        <w:bidiVisual/>
        <w:tblW w:w="0" w:type="auto"/>
        <w:tblLook w:val="01E0"/>
      </w:tblPr>
      <w:tblGrid>
        <w:gridCol w:w="4482"/>
        <w:gridCol w:w="3091"/>
      </w:tblGrid>
      <w:tr w:rsidR="00EE1A1A" w:rsidTr="00BB3BDA">
        <w:tc>
          <w:tcPr>
            <w:tcW w:w="4594" w:type="dxa"/>
          </w:tcPr>
          <w:p w:rsidR="00EE1A1A" w:rsidRDefault="00EE1A1A" w:rsidP="006713DA">
            <w:pPr>
              <w:pStyle w:val="libVar0"/>
              <w:rPr>
                <w:rtl/>
              </w:rPr>
            </w:pPr>
            <w:r>
              <w:rPr>
                <w:rFonts w:hint="cs"/>
                <w:rtl/>
              </w:rPr>
              <w:lastRenderedPageBreak/>
              <w:t>اُم سلمة</w:t>
            </w:r>
          </w:p>
        </w:tc>
        <w:tc>
          <w:tcPr>
            <w:tcW w:w="3168" w:type="dxa"/>
          </w:tcPr>
          <w:p w:rsidR="00EE1A1A" w:rsidRDefault="00EE1A1A" w:rsidP="00A80F4B">
            <w:pPr>
              <w:pStyle w:val="libVarCenter"/>
              <w:rPr>
                <w:rtl/>
              </w:rPr>
            </w:pPr>
            <w:r>
              <w:rPr>
                <w:rFonts w:hint="cs"/>
                <w:rtl/>
              </w:rPr>
              <w:t>53 ، 54 ، 99 ، 102 ، 103</w:t>
            </w:r>
          </w:p>
        </w:tc>
      </w:tr>
      <w:tr w:rsidR="00EE1A1A" w:rsidTr="00BB3BDA">
        <w:tc>
          <w:tcPr>
            <w:tcW w:w="4594" w:type="dxa"/>
          </w:tcPr>
          <w:p w:rsidR="00EE1A1A" w:rsidRDefault="00EE1A1A" w:rsidP="006713DA">
            <w:pPr>
              <w:pStyle w:val="libVar0"/>
              <w:rPr>
                <w:rtl/>
              </w:rPr>
            </w:pPr>
            <w:r>
              <w:rPr>
                <w:rFonts w:hint="cs"/>
                <w:rtl/>
              </w:rPr>
              <w:t>اُم سليم</w:t>
            </w:r>
          </w:p>
        </w:tc>
        <w:tc>
          <w:tcPr>
            <w:tcW w:w="3168" w:type="dxa"/>
          </w:tcPr>
          <w:p w:rsidR="00EE1A1A" w:rsidRDefault="00EE1A1A" w:rsidP="00A80F4B">
            <w:pPr>
              <w:pStyle w:val="libVarCenter"/>
              <w:rPr>
                <w:rtl/>
              </w:rPr>
            </w:pPr>
            <w:r>
              <w:rPr>
                <w:rFonts w:hint="cs"/>
                <w:rtl/>
              </w:rPr>
              <w:t>68 ، 69</w:t>
            </w:r>
          </w:p>
        </w:tc>
      </w:tr>
      <w:tr w:rsidR="00EE1A1A" w:rsidTr="00BB3BDA">
        <w:tc>
          <w:tcPr>
            <w:tcW w:w="4594" w:type="dxa"/>
          </w:tcPr>
          <w:p w:rsidR="00EE1A1A" w:rsidRDefault="00EE1A1A" w:rsidP="006713DA">
            <w:pPr>
              <w:pStyle w:val="libVar0"/>
              <w:rPr>
                <w:rtl/>
              </w:rPr>
            </w:pPr>
            <w:r>
              <w:rPr>
                <w:rFonts w:hint="cs"/>
                <w:rtl/>
              </w:rPr>
              <w:t>اُم عقيل</w:t>
            </w:r>
          </w:p>
        </w:tc>
        <w:tc>
          <w:tcPr>
            <w:tcW w:w="3168" w:type="dxa"/>
          </w:tcPr>
          <w:p w:rsidR="00EE1A1A" w:rsidRDefault="00EE1A1A" w:rsidP="00A80F4B">
            <w:pPr>
              <w:pStyle w:val="libVarCenter"/>
              <w:rPr>
                <w:rtl/>
              </w:rPr>
            </w:pPr>
            <w:r>
              <w:rPr>
                <w:rFonts w:hint="cs"/>
                <w:rtl/>
              </w:rPr>
              <w:t>76</w:t>
            </w:r>
          </w:p>
        </w:tc>
      </w:tr>
      <w:tr w:rsidR="00EE1A1A" w:rsidTr="00BB3BDA">
        <w:tc>
          <w:tcPr>
            <w:tcW w:w="4594" w:type="dxa"/>
          </w:tcPr>
          <w:p w:rsidR="00EE1A1A" w:rsidRDefault="00EE1A1A" w:rsidP="006713DA">
            <w:pPr>
              <w:pStyle w:val="libVar0"/>
              <w:rPr>
                <w:rtl/>
              </w:rPr>
            </w:pPr>
            <w:r>
              <w:rPr>
                <w:rFonts w:hint="cs"/>
                <w:rtl/>
              </w:rPr>
              <w:t>اُم مبشر الأنصارية</w:t>
            </w:r>
          </w:p>
        </w:tc>
        <w:tc>
          <w:tcPr>
            <w:tcW w:w="3168" w:type="dxa"/>
          </w:tcPr>
          <w:p w:rsidR="00EE1A1A" w:rsidRDefault="00EE1A1A" w:rsidP="00A80F4B">
            <w:pPr>
              <w:pStyle w:val="libVarCenter"/>
              <w:rPr>
                <w:rtl/>
              </w:rPr>
            </w:pPr>
            <w:r>
              <w:rPr>
                <w:rFonts w:hint="cs"/>
                <w:rtl/>
              </w:rPr>
              <w:t>39</w:t>
            </w:r>
          </w:p>
        </w:tc>
      </w:tr>
      <w:tr w:rsidR="00EE1A1A" w:rsidTr="00BB3BDA">
        <w:tc>
          <w:tcPr>
            <w:tcW w:w="4594" w:type="dxa"/>
          </w:tcPr>
          <w:p w:rsidR="00EE1A1A" w:rsidRDefault="00EE1A1A" w:rsidP="006713DA">
            <w:pPr>
              <w:pStyle w:val="libVar0"/>
              <w:rPr>
                <w:rtl/>
              </w:rPr>
            </w:pPr>
            <w:r>
              <w:rPr>
                <w:rFonts w:hint="cs"/>
                <w:rtl/>
              </w:rPr>
              <w:t>اُميمة</w:t>
            </w:r>
          </w:p>
        </w:tc>
        <w:tc>
          <w:tcPr>
            <w:tcW w:w="3168" w:type="dxa"/>
          </w:tcPr>
          <w:p w:rsidR="00EE1A1A" w:rsidRDefault="00EE1A1A" w:rsidP="00A80F4B">
            <w:pPr>
              <w:pStyle w:val="libVarCenter"/>
              <w:rPr>
                <w:rtl/>
              </w:rPr>
            </w:pPr>
            <w:r>
              <w:rPr>
                <w:rFonts w:hint="cs"/>
                <w:rtl/>
              </w:rPr>
              <w:t>44</w:t>
            </w:r>
          </w:p>
        </w:tc>
      </w:tr>
      <w:tr w:rsidR="00EE1A1A" w:rsidTr="00BB3BDA">
        <w:tc>
          <w:tcPr>
            <w:tcW w:w="4594" w:type="dxa"/>
          </w:tcPr>
          <w:p w:rsidR="00EE1A1A" w:rsidRDefault="00EE1A1A" w:rsidP="006713DA">
            <w:pPr>
              <w:pStyle w:val="libVar0"/>
              <w:rPr>
                <w:rtl/>
              </w:rPr>
            </w:pPr>
            <w:r>
              <w:rPr>
                <w:rFonts w:hint="cs"/>
                <w:rtl/>
              </w:rPr>
              <w:t>أنس بن مالك</w:t>
            </w:r>
          </w:p>
        </w:tc>
        <w:tc>
          <w:tcPr>
            <w:tcW w:w="3168" w:type="dxa"/>
          </w:tcPr>
          <w:p w:rsidR="00EE1A1A" w:rsidRDefault="00EE1A1A" w:rsidP="00A80F4B">
            <w:pPr>
              <w:pStyle w:val="libVarCenter"/>
              <w:rPr>
                <w:rtl/>
              </w:rPr>
            </w:pPr>
            <w:r>
              <w:rPr>
                <w:rFonts w:hint="cs"/>
                <w:rtl/>
              </w:rPr>
              <w:t>34 ، 35 ، 40 ، 49 ، 68 ، 70 ، 72 ، 93 ، 106</w:t>
            </w:r>
          </w:p>
        </w:tc>
      </w:tr>
      <w:tr w:rsidR="00EE1A1A" w:rsidTr="00BB3BDA">
        <w:tc>
          <w:tcPr>
            <w:tcW w:w="4594" w:type="dxa"/>
          </w:tcPr>
          <w:p w:rsidR="00EE1A1A" w:rsidRDefault="00EE1A1A" w:rsidP="006713DA">
            <w:pPr>
              <w:pStyle w:val="libVar0"/>
              <w:rPr>
                <w:rtl/>
              </w:rPr>
            </w:pPr>
            <w:r>
              <w:rPr>
                <w:rFonts w:hint="cs"/>
                <w:rtl/>
              </w:rPr>
              <w:t>الأوزاعي</w:t>
            </w:r>
          </w:p>
        </w:tc>
        <w:tc>
          <w:tcPr>
            <w:tcW w:w="3168" w:type="dxa"/>
          </w:tcPr>
          <w:p w:rsidR="00EE1A1A" w:rsidRDefault="00EE1A1A" w:rsidP="00A80F4B">
            <w:pPr>
              <w:pStyle w:val="libVarCenter"/>
              <w:rPr>
                <w:rtl/>
              </w:rPr>
            </w:pPr>
            <w:r>
              <w:rPr>
                <w:rFonts w:hint="cs"/>
                <w:rtl/>
              </w:rPr>
              <w:t>64</w:t>
            </w:r>
          </w:p>
        </w:tc>
      </w:tr>
      <w:tr w:rsidR="00EE1A1A" w:rsidTr="00BB3BDA">
        <w:tc>
          <w:tcPr>
            <w:tcW w:w="4594" w:type="dxa"/>
          </w:tcPr>
          <w:p w:rsidR="00EE1A1A" w:rsidRDefault="00EE1A1A" w:rsidP="006713DA">
            <w:pPr>
              <w:pStyle w:val="libVar0"/>
              <w:rPr>
                <w:rtl/>
              </w:rPr>
            </w:pPr>
            <w:r>
              <w:rPr>
                <w:rFonts w:hint="cs"/>
                <w:rtl/>
              </w:rPr>
              <w:t xml:space="preserve">أيّوب </w:t>
            </w:r>
            <w:r w:rsidR="00A80F4B" w:rsidRPr="00A80F4B">
              <w:rPr>
                <w:rStyle w:val="libAlaemChar"/>
                <w:rFonts w:hint="cs"/>
                <w:rtl/>
              </w:rPr>
              <w:t>عليه‌السلام</w:t>
            </w:r>
          </w:p>
        </w:tc>
        <w:tc>
          <w:tcPr>
            <w:tcW w:w="3168" w:type="dxa"/>
          </w:tcPr>
          <w:p w:rsidR="00EE1A1A" w:rsidRDefault="00EE1A1A" w:rsidP="00A80F4B">
            <w:pPr>
              <w:pStyle w:val="libVarCenter"/>
              <w:rPr>
                <w:rtl/>
              </w:rPr>
            </w:pPr>
            <w:r>
              <w:rPr>
                <w:rFonts w:hint="cs"/>
                <w:rtl/>
              </w:rPr>
              <w:t>58 ، 65 ، 87</w:t>
            </w:r>
          </w:p>
        </w:tc>
      </w:tr>
      <w:tr w:rsidR="00EE1A1A" w:rsidTr="00BB3BDA">
        <w:tc>
          <w:tcPr>
            <w:tcW w:w="4594" w:type="dxa"/>
          </w:tcPr>
          <w:p w:rsidR="00EE1A1A" w:rsidRDefault="00EE1A1A" w:rsidP="006713DA">
            <w:pPr>
              <w:pStyle w:val="libVar0"/>
              <w:rPr>
                <w:rtl/>
              </w:rPr>
            </w:pPr>
            <w:r>
              <w:rPr>
                <w:rFonts w:hint="cs"/>
                <w:rtl/>
              </w:rPr>
              <w:t>أيوب بن موسى</w:t>
            </w:r>
          </w:p>
        </w:tc>
        <w:tc>
          <w:tcPr>
            <w:tcW w:w="3168" w:type="dxa"/>
          </w:tcPr>
          <w:p w:rsidR="00EE1A1A" w:rsidRDefault="00EE1A1A" w:rsidP="00A80F4B">
            <w:pPr>
              <w:pStyle w:val="libVarCenter"/>
              <w:rPr>
                <w:rtl/>
              </w:rPr>
            </w:pPr>
            <w:r>
              <w:rPr>
                <w:rFonts w:hint="cs"/>
                <w:rtl/>
              </w:rPr>
              <w:t>33</w:t>
            </w:r>
          </w:p>
        </w:tc>
      </w:tr>
    </w:tbl>
    <w:p w:rsidR="00EE1A1A" w:rsidRDefault="00EE1A1A" w:rsidP="006713DA">
      <w:pPr>
        <w:pStyle w:val="libCenterBold1"/>
        <w:rPr>
          <w:rtl/>
        </w:rPr>
      </w:pPr>
      <w:r>
        <w:rPr>
          <w:rFonts w:hint="cs"/>
          <w:rtl/>
        </w:rPr>
        <w:t>(ب)</w:t>
      </w:r>
    </w:p>
    <w:tbl>
      <w:tblPr>
        <w:bidiVisual/>
        <w:tblW w:w="0" w:type="auto"/>
        <w:tblLook w:val="01E0"/>
      </w:tblPr>
      <w:tblGrid>
        <w:gridCol w:w="4481"/>
        <w:gridCol w:w="3092"/>
      </w:tblGrid>
      <w:tr w:rsidR="00EE1A1A" w:rsidTr="00BB3BDA">
        <w:tc>
          <w:tcPr>
            <w:tcW w:w="4594" w:type="dxa"/>
          </w:tcPr>
          <w:p w:rsidR="00EE1A1A" w:rsidRDefault="00EE1A1A" w:rsidP="006713DA">
            <w:pPr>
              <w:pStyle w:val="libVar0"/>
              <w:rPr>
                <w:rtl/>
              </w:rPr>
            </w:pPr>
            <w:r>
              <w:rPr>
                <w:rFonts w:hint="cs"/>
                <w:rtl/>
              </w:rPr>
              <w:t>البراء بن عازب</w:t>
            </w:r>
          </w:p>
        </w:tc>
        <w:tc>
          <w:tcPr>
            <w:tcW w:w="3168" w:type="dxa"/>
          </w:tcPr>
          <w:p w:rsidR="00EE1A1A" w:rsidRDefault="00EE1A1A" w:rsidP="00A80F4B">
            <w:pPr>
              <w:pStyle w:val="libVarCenter"/>
              <w:rPr>
                <w:rtl/>
              </w:rPr>
            </w:pPr>
            <w:r>
              <w:rPr>
                <w:rFonts w:hint="cs"/>
                <w:rtl/>
              </w:rPr>
              <w:t>97</w:t>
            </w:r>
          </w:p>
        </w:tc>
      </w:tr>
      <w:tr w:rsidR="00EE1A1A" w:rsidTr="00BB3BDA">
        <w:tc>
          <w:tcPr>
            <w:tcW w:w="4594" w:type="dxa"/>
          </w:tcPr>
          <w:p w:rsidR="00EE1A1A" w:rsidRDefault="00EE1A1A" w:rsidP="006713DA">
            <w:pPr>
              <w:pStyle w:val="libVar0"/>
              <w:rPr>
                <w:rtl/>
              </w:rPr>
            </w:pPr>
            <w:r>
              <w:rPr>
                <w:rFonts w:hint="cs"/>
                <w:rtl/>
              </w:rPr>
              <w:t>برخ الأسود</w:t>
            </w:r>
          </w:p>
        </w:tc>
        <w:tc>
          <w:tcPr>
            <w:tcW w:w="3168" w:type="dxa"/>
          </w:tcPr>
          <w:p w:rsidR="00EE1A1A" w:rsidRDefault="00EE1A1A" w:rsidP="00A80F4B">
            <w:pPr>
              <w:pStyle w:val="libVarCenter"/>
              <w:rPr>
                <w:rtl/>
              </w:rPr>
            </w:pPr>
            <w:r>
              <w:rPr>
                <w:rFonts w:hint="cs"/>
                <w:rtl/>
              </w:rPr>
              <w:t>70</w:t>
            </w:r>
          </w:p>
        </w:tc>
      </w:tr>
      <w:tr w:rsidR="00EE1A1A" w:rsidTr="00BB3BDA">
        <w:tc>
          <w:tcPr>
            <w:tcW w:w="4594" w:type="dxa"/>
          </w:tcPr>
          <w:p w:rsidR="00EE1A1A" w:rsidRDefault="00EE1A1A" w:rsidP="006713DA">
            <w:pPr>
              <w:pStyle w:val="libVar0"/>
              <w:rPr>
                <w:rtl/>
              </w:rPr>
            </w:pPr>
            <w:r>
              <w:rPr>
                <w:rFonts w:hint="cs"/>
                <w:rtl/>
              </w:rPr>
              <w:t>بريدة</w:t>
            </w:r>
          </w:p>
        </w:tc>
        <w:tc>
          <w:tcPr>
            <w:tcW w:w="3168" w:type="dxa"/>
          </w:tcPr>
          <w:p w:rsidR="00EE1A1A" w:rsidRDefault="00EE1A1A" w:rsidP="00A80F4B">
            <w:pPr>
              <w:pStyle w:val="libVarCenter"/>
              <w:rPr>
                <w:rtl/>
              </w:rPr>
            </w:pPr>
            <w:r>
              <w:rPr>
                <w:rFonts w:hint="cs"/>
                <w:rtl/>
              </w:rPr>
              <w:t>38</w:t>
            </w:r>
          </w:p>
        </w:tc>
      </w:tr>
      <w:tr w:rsidR="00EE1A1A" w:rsidTr="00BB3BDA">
        <w:tc>
          <w:tcPr>
            <w:tcW w:w="4594" w:type="dxa"/>
          </w:tcPr>
          <w:p w:rsidR="00EE1A1A" w:rsidRDefault="00EE1A1A" w:rsidP="006713DA">
            <w:pPr>
              <w:pStyle w:val="libVar0"/>
              <w:rPr>
                <w:rtl/>
              </w:rPr>
            </w:pPr>
            <w:r>
              <w:rPr>
                <w:rFonts w:hint="cs"/>
                <w:rtl/>
              </w:rPr>
              <w:t>بهز بن حكيم بن معاوية بن جيدة القشيري</w:t>
            </w:r>
          </w:p>
        </w:tc>
        <w:tc>
          <w:tcPr>
            <w:tcW w:w="3168" w:type="dxa"/>
          </w:tcPr>
          <w:p w:rsidR="00EE1A1A" w:rsidRDefault="00EE1A1A" w:rsidP="00A80F4B">
            <w:pPr>
              <w:pStyle w:val="libVarCenter"/>
              <w:rPr>
                <w:rtl/>
              </w:rPr>
            </w:pPr>
            <w:r>
              <w:rPr>
                <w:rFonts w:hint="cs"/>
                <w:rtl/>
              </w:rPr>
              <w:t>105</w:t>
            </w:r>
          </w:p>
        </w:tc>
      </w:tr>
      <w:tr w:rsidR="00EE1A1A" w:rsidTr="00BB3BDA">
        <w:tc>
          <w:tcPr>
            <w:tcW w:w="4594" w:type="dxa"/>
          </w:tcPr>
          <w:p w:rsidR="00EE1A1A" w:rsidRDefault="00EE1A1A" w:rsidP="006713DA">
            <w:pPr>
              <w:pStyle w:val="libVar0"/>
              <w:rPr>
                <w:rtl/>
              </w:rPr>
            </w:pPr>
            <w:r>
              <w:rPr>
                <w:rFonts w:hint="cs"/>
                <w:rtl/>
              </w:rPr>
              <w:t>البيهقي</w:t>
            </w:r>
          </w:p>
        </w:tc>
        <w:tc>
          <w:tcPr>
            <w:tcW w:w="3168" w:type="dxa"/>
          </w:tcPr>
          <w:p w:rsidR="00EE1A1A" w:rsidRDefault="00EE1A1A" w:rsidP="00A80F4B">
            <w:pPr>
              <w:pStyle w:val="libVarCenter"/>
              <w:rPr>
                <w:rtl/>
              </w:rPr>
            </w:pPr>
            <w:r>
              <w:rPr>
                <w:rFonts w:hint="cs"/>
                <w:rtl/>
              </w:rPr>
              <w:t>35 ، 42 ، 64 ، 72 ، 75 ، 77 ، 109</w:t>
            </w:r>
          </w:p>
        </w:tc>
      </w:tr>
    </w:tbl>
    <w:p w:rsidR="00EE1A1A" w:rsidRDefault="00EE1A1A" w:rsidP="006713DA">
      <w:pPr>
        <w:pStyle w:val="libCenterBold1"/>
        <w:rPr>
          <w:rtl/>
        </w:rPr>
      </w:pPr>
      <w:r>
        <w:rPr>
          <w:rFonts w:hint="cs"/>
          <w:rtl/>
        </w:rPr>
        <w:t>(ت)</w:t>
      </w:r>
    </w:p>
    <w:tbl>
      <w:tblPr>
        <w:bidiVisual/>
        <w:tblW w:w="0" w:type="auto"/>
        <w:tblLook w:val="01E0"/>
      </w:tblPr>
      <w:tblGrid>
        <w:gridCol w:w="4481"/>
        <w:gridCol w:w="3092"/>
      </w:tblGrid>
      <w:tr w:rsidR="00EE1A1A" w:rsidTr="00BB3BDA">
        <w:tc>
          <w:tcPr>
            <w:tcW w:w="4594" w:type="dxa"/>
          </w:tcPr>
          <w:p w:rsidR="00EE1A1A" w:rsidRDefault="00EE1A1A" w:rsidP="006713DA">
            <w:pPr>
              <w:pStyle w:val="libVar0"/>
              <w:rPr>
                <w:rtl/>
              </w:rPr>
            </w:pPr>
            <w:r>
              <w:rPr>
                <w:rFonts w:hint="cs"/>
                <w:rtl/>
              </w:rPr>
              <w:t>الترمذي</w:t>
            </w:r>
          </w:p>
        </w:tc>
        <w:tc>
          <w:tcPr>
            <w:tcW w:w="3168" w:type="dxa"/>
          </w:tcPr>
          <w:p w:rsidR="00EE1A1A" w:rsidRDefault="00EE1A1A" w:rsidP="00A80F4B">
            <w:pPr>
              <w:pStyle w:val="libVarCenter"/>
              <w:rPr>
                <w:rtl/>
              </w:rPr>
            </w:pPr>
            <w:r>
              <w:rPr>
                <w:rFonts w:hint="cs"/>
                <w:rtl/>
              </w:rPr>
              <w:t>30 ، 102</w:t>
            </w:r>
          </w:p>
        </w:tc>
      </w:tr>
    </w:tbl>
    <w:p w:rsidR="00EE1A1A" w:rsidRDefault="00EE1A1A" w:rsidP="006713DA">
      <w:pPr>
        <w:pStyle w:val="libCenterBold1"/>
        <w:rPr>
          <w:rtl/>
        </w:rPr>
      </w:pPr>
      <w:r>
        <w:rPr>
          <w:rFonts w:hint="cs"/>
          <w:rtl/>
        </w:rPr>
        <w:t>(ث)</w:t>
      </w:r>
    </w:p>
    <w:tbl>
      <w:tblPr>
        <w:bidiVisual/>
        <w:tblW w:w="0" w:type="auto"/>
        <w:tblLook w:val="01E0"/>
      </w:tblPr>
      <w:tblGrid>
        <w:gridCol w:w="4481"/>
        <w:gridCol w:w="3092"/>
      </w:tblGrid>
      <w:tr w:rsidR="00EE1A1A" w:rsidTr="00BB3BDA">
        <w:tc>
          <w:tcPr>
            <w:tcW w:w="4594" w:type="dxa"/>
          </w:tcPr>
          <w:p w:rsidR="00EE1A1A" w:rsidRDefault="00EE1A1A" w:rsidP="006713DA">
            <w:pPr>
              <w:pStyle w:val="libVar0"/>
              <w:rPr>
                <w:rtl/>
              </w:rPr>
            </w:pPr>
            <w:r>
              <w:rPr>
                <w:rFonts w:hint="cs"/>
                <w:rtl/>
              </w:rPr>
              <w:t>ثوبان</w:t>
            </w:r>
          </w:p>
        </w:tc>
        <w:tc>
          <w:tcPr>
            <w:tcW w:w="3168" w:type="dxa"/>
          </w:tcPr>
          <w:p w:rsidR="00EE1A1A" w:rsidRDefault="00EE1A1A" w:rsidP="00A80F4B">
            <w:pPr>
              <w:pStyle w:val="libVarCenter"/>
              <w:rPr>
                <w:rtl/>
              </w:rPr>
            </w:pPr>
            <w:r>
              <w:rPr>
                <w:rFonts w:hint="cs"/>
                <w:rtl/>
              </w:rPr>
              <w:t>31</w:t>
            </w:r>
          </w:p>
        </w:tc>
      </w:tr>
    </w:tbl>
    <w:p w:rsidR="00EE1A1A" w:rsidRDefault="00EE1A1A" w:rsidP="006713DA">
      <w:pPr>
        <w:pStyle w:val="libCenterBold1"/>
        <w:rPr>
          <w:rtl/>
        </w:rPr>
      </w:pPr>
      <w:r>
        <w:rPr>
          <w:rFonts w:hint="cs"/>
          <w:rtl/>
        </w:rPr>
        <w:t>(ج)</w:t>
      </w:r>
    </w:p>
    <w:tbl>
      <w:tblPr>
        <w:bidiVisual/>
        <w:tblW w:w="0" w:type="auto"/>
        <w:tblLook w:val="01E0"/>
      </w:tblPr>
      <w:tblGrid>
        <w:gridCol w:w="4482"/>
        <w:gridCol w:w="3091"/>
      </w:tblGrid>
      <w:tr w:rsidR="00EE1A1A" w:rsidTr="00BB3BDA">
        <w:tc>
          <w:tcPr>
            <w:tcW w:w="4594" w:type="dxa"/>
          </w:tcPr>
          <w:p w:rsidR="00EE1A1A" w:rsidRDefault="00EE1A1A" w:rsidP="006713DA">
            <w:pPr>
              <w:pStyle w:val="libVar0"/>
              <w:rPr>
                <w:rtl/>
              </w:rPr>
            </w:pPr>
            <w:r>
              <w:rPr>
                <w:rFonts w:hint="cs"/>
                <w:rtl/>
              </w:rPr>
              <w:t>جابر</w:t>
            </w:r>
          </w:p>
        </w:tc>
        <w:tc>
          <w:tcPr>
            <w:tcW w:w="3168" w:type="dxa"/>
          </w:tcPr>
          <w:p w:rsidR="00EE1A1A" w:rsidRDefault="00EE1A1A" w:rsidP="00A80F4B">
            <w:pPr>
              <w:pStyle w:val="libVarCenter"/>
              <w:rPr>
                <w:rtl/>
              </w:rPr>
            </w:pPr>
            <w:r>
              <w:rPr>
                <w:rFonts w:hint="cs"/>
                <w:rtl/>
              </w:rPr>
              <w:t>30 ، 47 ، 111</w:t>
            </w:r>
          </w:p>
        </w:tc>
      </w:tr>
      <w:tr w:rsidR="00EE1A1A" w:rsidTr="00BB3BDA">
        <w:tc>
          <w:tcPr>
            <w:tcW w:w="4594" w:type="dxa"/>
          </w:tcPr>
          <w:p w:rsidR="00EE1A1A" w:rsidRDefault="00EE1A1A" w:rsidP="006713DA">
            <w:pPr>
              <w:pStyle w:val="libVar0"/>
              <w:rPr>
                <w:rtl/>
              </w:rPr>
            </w:pPr>
            <w:r>
              <w:rPr>
                <w:rFonts w:hint="cs"/>
                <w:rtl/>
              </w:rPr>
              <w:t>جابر بن سمرة</w:t>
            </w:r>
          </w:p>
        </w:tc>
        <w:tc>
          <w:tcPr>
            <w:tcW w:w="3168" w:type="dxa"/>
          </w:tcPr>
          <w:p w:rsidR="00EE1A1A" w:rsidRDefault="00EE1A1A" w:rsidP="00A80F4B">
            <w:pPr>
              <w:pStyle w:val="libVarCenter"/>
              <w:rPr>
                <w:rtl/>
              </w:rPr>
            </w:pPr>
            <w:r>
              <w:rPr>
                <w:rFonts w:hint="cs"/>
                <w:rtl/>
              </w:rPr>
              <w:t>37</w:t>
            </w:r>
          </w:p>
        </w:tc>
      </w:tr>
      <w:tr w:rsidR="00EE1A1A" w:rsidTr="00BB3BDA">
        <w:tc>
          <w:tcPr>
            <w:tcW w:w="4594" w:type="dxa"/>
          </w:tcPr>
          <w:p w:rsidR="00EE1A1A" w:rsidRDefault="00EE1A1A" w:rsidP="006713DA">
            <w:pPr>
              <w:pStyle w:val="libVar0"/>
              <w:rPr>
                <w:rtl/>
              </w:rPr>
            </w:pPr>
            <w:r>
              <w:rPr>
                <w:rFonts w:hint="cs"/>
                <w:rtl/>
              </w:rPr>
              <w:t>جابر بن عبدالله الأنصاري</w:t>
            </w:r>
          </w:p>
        </w:tc>
        <w:tc>
          <w:tcPr>
            <w:tcW w:w="3168" w:type="dxa"/>
          </w:tcPr>
          <w:p w:rsidR="00EE1A1A" w:rsidRDefault="00EE1A1A" w:rsidP="00A80F4B">
            <w:pPr>
              <w:pStyle w:val="libVarCenter"/>
              <w:rPr>
                <w:rtl/>
              </w:rPr>
            </w:pPr>
            <w:r>
              <w:rPr>
                <w:rFonts w:hint="cs"/>
                <w:rtl/>
              </w:rPr>
              <w:t>82 ، 93 ، 105 ، 109</w:t>
            </w:r>
          </w:p>
        </w:tc>
      </w:tr>
      <w:tr w:rsidR="00EE1A1A" w:rsidTr="00BB3BDA">
        <w:tc>
          <w:tcPr>
            <w:tcW w:w="4594" w:type="dxa"/>
          </w:tcPr>
          <w:p w:rsidR="00EE1A1A" w:rsidRDefault="00EE1A1A" w:rsidP="006713DA">
            <w:pPr>
              <w:pStyle w:val="libVar0"/>
              <w:rPr>
                <w:rtl/>
              </w:rPr>
            </w:pPr>
            <w:r>
              <w:rPr>
                <w:rFonts w:hint="cs"/>
                <w:rtl/>
              </w:rPr>
              <w:t xml:space="preserve">جبرئيل </w:t>
            </w:r>
            <w:r w:rsidR="00A80F4B" w:rsidRPr="00A80F4B">
              <w:rPr>
                <w:rStyle w:val="libAlaemChar"/>
                <w:rFonts w:hint="cs"/>
                <w:rtl/>
              </w:rPr>
              <w:t>عليه‌السلام</w:t>
            </w:r>
          </w:p>
        </w:tc>
        <w:tc>
          <w:tcPr>
            <w:tcW w:w="3168" w:type="dxa"/>
          </w:tcPr>
          <w:p w:rsidR="00EE1A1A" w:rsidRDefault="00EE1A1A" w:rsidP="00A80F4B">
            <w:pPr>
              <w:pStyle w:val="libVarCenter"/>
              <w:rPr>
                <w:rtl/>
              </w:rPr>
            </w:pPr>
            <w:r>
              <w:rPr>
                <w:rFonts w:hint="cs"/>
                <w:rtl/>
              </w:rPr>
              <w:t>87 ، 103 ، 108 ، 111</w:t>
            </w:r>
          </w:p>
        </w:tc>
      </w:tr>
      <w:tr w:rsidR="00EE1A1A" w:rsidTr="00BB3BDA">
        <w:tc>
          <w:tcPr>
            <w:tcW w:w="4594" w:type="dxa"/>
          </w:tcPr>
          <w:p w:rsidR="00EE1A1A" w:rsidRDefault="00EE1A1A" w:rsidP="006713DA">
            <w:pPr>
              <w:pStyle w:val="libVar0"/>
              <w:rPr>
                <w:rtl/>
              </w:rPr>
            </w:pPr>
            <w:r>
              <w:rPr>
                <w:rFonts w:hint="cs"/>
                <w:rtl/>
              </w:rPr>
              <w:t>جعفر بن أبي طالب</w:t>
            </w:r>
          </w:p>
        </w:tc>
        <w:tc>
          <w:tcPr>
            <w:tcW w:w="3168" w:type="dxa"/>
          </w:tcPr>
          <w:p w:rsidR="00EE1A1A" w:rsidRDefault="00EE1A1A" w:rsidP="00A80F4B">
            <w:pPr>
              <w:pStyle w:val="libVarCenter"/>
              <w:rPr>
                <w:rtl/>
              </w:rPr>
            </w:pPr>
            <w:r>
              <w:rPr>
                <w:rFonts w:hint="cs"/>
                <w:rtl/>
              </w:rPr>
              <w:t>96 ، 104</w:t>
            </w:r>
          </w:p>
        </w:tc>
      </w:tr>
    </w:tbl>
    <w:p w:rsidR="00EE1A1A" w:rsidRDefault="00EE1A1A" w:rsidP="00BB3BDA">
      <w:pPr>
        <w:pStyle w:val="libNormal0"/>
        <w:rPr>
          <w:rtl/>
        </w:rPr>
      </w:pPr>
    </w:p>
    <w:p w:rsidR="00EE1A1A" w:rsidRDefault="00EE1A1A" w:rsidP="00BB3BDA">
      <w:pPr>
        <w:pStyle w:val="libNormal0"/>
        <w:rPr>
          <w:rtl/>
        </w:rPr>
      </w:pPr>
      <w:r>
        <w:rPr>
          <w:rtl/>
        </w:rPr>
        <w:br w:type="page"/>
      </w:r>
    </w:p>
    <w:tbl>
      <w:tblPr>
        <w:bidiVisual/>
        <w:tblW w:w="0" w:type="auto"/>
        <w:tblLook w:val="01E0"/>
      </w:tblPr>
      <w:tblGrid>
        <w:gridCol w:w="4481"/>
        <w:gridCol w:w="3092"/>
      </w:tblGrid>
      <w:tr w:rsidR="00EE1A1A" w:rsidTr="00BB3BDA">
        <w:tc>
          <w:tcPr>
            <w:tcW w:w="4594" w:type="dxa"/>
          </w:tcPr>
          <w:p w:rsidR="00EE1A1A" w:rsidRDefault="00EE1A1A" w:rsidP="006713DA">
            <w:pPr>
              <w:pStyle w:val="libVar0"/>
              <w:rPr>
                <w:rtl/>
              </w:rPr>
            </w:pPr>
            <w:r>
              <w:rPr>
                <w:rFonts w:hint="cs"/>
                <w:rtl/>
              </w:rPr>
              <w:lastRenderedPageBreak/>
              <w:t xml:space="preserve">جعفر بن محمد ، أبو عبدالله الصادق </w:t>
            </w:r>
            <w:r w:rsidR="00A80F4B" w:rsidRPr="00A80F4B">
              <w:rPr>
                <w:rStyle w:val="libAlaemChar"/>
                <w:rFonts w:hint="cs"/>
                <w:rtl/>
              </w:rPr>
              <w:t>عليه‌السلام</w:t>
            </w:r>
          </w:p>
        </w:tc>
        <w:tc>
          <w:tcPr>
            <w:tcW w:w="3168" w:type="dxa"/>
          </w:tcPr>
          <w:p w:rsidR="00EE1A1A" w:rsidRDefault="00EE1A1A" w:rsidP="00A80F4B">
            <w:pPr>
              <w:pStyle w:val="libVarCenter"/>
              <w:rPr>
                <w:rtl/>
              </w:rPr>
            </w:pPr>
            <w:r>
              <w:rPr>
                <w:rFonts w:hint="cs"/>
                <w:rtl/>
              </w:rPr>
              <w:t>21 ، 30 ، 50 ، 51 ، 52 ، 57 ، 58 ، 59 ، 82 ، 83 ، 92 ، 96 ، 98 ، 100 ، 102 ، 104 ، 108 ، 110 ، 113 ، 114 ، 115 ، 116</w:t>
            </w:r>
          </w:p>
        </w:tc>
      </w:tr>
      <w:tr w:rsidR="00EE1A1A" w:rsidTr="00BB3BDA">
        <w:tc>
          <w:tcPr>
            <w:tcW w:w="4594" w:type="dxa"/>
          </w:tcPr>
          <w:p w:rsidR="00EE1A1A" w:rsidRDefault="00EE1A1A" w:rsidP="006713DA">
            <w:pPr>
              <w:pStyle w:val="libVar0"/>
              <w:rPr>
                <w:rtl/>
              </w:rPr>
            </w:pPr>
            <w:r>
              <w:rPr>
                <w:rFonts w:hint="cs"/>
                <w:rtl/>
              </w:rPr>
              <w:t xml:space="preserve">جويرية بن أسماء </w:t>
            </w:r>
            <w:r>
              <w:rPr>
                <w:rFonts w:hint="cs"/>
                <w:rtl/>
              </w:rPr>
              <w:tab/>
            </w:r>
          </w:p>
        </w:tc>
        <w:tc>
          <w:tcPr>
            <w:tcW w:w="3168" w:type="dxa"/>
          </w:tcPr>
          <w:p w:rsidR="00EE1A1A" w:rsidRDefault="00EE1A1A" w:rsidP="00A80F4B">
            <w:pPr>
              <w:pStyle w:val="libVarCenter"/>
              <w:rPr>
                <w:rtl/>
              </w:rPr>
            </w:pPr>
            <w:r>
              <w:rPr>
                <w:rFonts w:hint="cs"/>
                <w:rtl/>
              </w:rPr>
              <w:t>73</w:t>
            </w:r>
          </w:p>
        </w:tc>
      </w:tr>
    </w:tbl>
    <w:p w:rsidR="00EE1A1A" w:rsidRDefault="00EE1A1A" w:rsidP="006713DA">
      <w:pPr>
        <w:pStyle w:val="libCenterBold1"/>
        <w:rPr>
          <w:rtl/>
        </w:rPr>
      </w:pPr>
      <w:r>
        <w:rPr>
          <w:rFonts w:hint="cs"/>
          <w:rtl/>
        </w:rPr>
        <w:t>(ح)</w:t>
      </w:r>
    </w:p>
    <w:tbl>
      <w:tblPr>
        <w:bidiVisual/>
        <w:tblW w:w="0" w:type="auto"/>
        <w:tblLook w:val="01E0"/>
      </w:tblPr>
      <w:tblGrid>
        <w:gridCol w:w="4483"/>
        <w:gridCol w:w="3090"/>
      </w:tblGrid>
      <w:tr w:rsidR="00EE1A1A" w:rsidTr="00BB3BDA">
        <w:tc>
          <w:tcPr>
            <w:tcW w:w="4594" w:type="dxa"/>
          </w:tcPr>
          <w:p w:rsidR="00EE1A1A" w:rsidRDefault="00EE1A1A" w:rsidP="006713DA">
            <w:pPr>
              <w:pStyle w:val="libVar0"/>
              <w:rPr>
                <w:rtl/>
              </w:rPr>
            </w:pPr>
            <w:r>
              <w:rPr>
                <w:rFonts w:hint="cs"/>
                <w:rtl/>
              </w:rPr>
              <w:t>حاطب بن أبي بلتعة</w:t>
            </w:r>
          </w:p>
        </w:tc>
        <w:tc>
          <w:tcPr>
            <w:tcW w:w="3168" w:type="dxa"/>
          </w:tcPr>
          <w:p w:rsidR="00EE1A1A" w:rsidRDefault="00EE1A1A" w:rsidP="00A80F4B">
            <w:pPr>
              <w:pStyle w:val="libVarCenter"/>
              <w:rPr>
                <w:rtl/>
              </w:rPr>
            </w:pPr>
            <w:r>
              <w:rPr>
                <w:rFonts w:hint="cs"/>
                <w:rtl/>
              </w:rPr>
              <w:t>53</w:t>
            </w:r>
          </w:p>
        </w:tc>
      </w:tr>
      <w:tr w:rsidR="00EE1A1A" w:rsidTr="00BB3BDA">
        <w:tc>
          <w:tcPr>
            <w:tcW w:w="4594" w:type="dxa"/>
          </w:tcPr>
          <w:p w:rsidR="00EE1A1A" w:rsidRDefault="00EE1A1A" w:rsidP="006713DA">
            <w:pPr>
              <w:pStyle w:val="libVar0"/>
              <w:rPr>
                <w:rtl/>
              </w:rPr>
            </w:pPr>
            <w:r>
              <w:rPr>
                <w:rFonts w:hint="cs"/>
                <w:rtl/>
              </w:rPr>
              <w:t>الحسن</w:t>
            </w:r>
          </w:p>
        </w:tc>
        <w:tc>
          <w:tcPr>
            <w:tcW w:w="3168" w:type="dxa"/>
          </w:tcPr>
          <w:p w:rsidR="00EE1A1A" w:rsidRDefault="00EE1A1A" w:rsidP="00A80F4B">
            <w:pPr>
              <w:pStyle w:val="libVarCenter"/>
              <w:rPr>
                <w:rtl/>
              </w:rPr>
            </w:pPr>
            <w:r>
              <w:rPr>
                <w:rFonts w:hint="cs"/>
                <w:rtl/>
              </w:rPr>
              <w:t>33</w:t>
            </w:r>
          </w:p>
        </w:tc>
      </w:tr>
      <w:tr w:rsidR="00EE1A1A" w:rsidTr="00BB3BDA">
        <w:tc>
          <w:tcPr>
            <w:tcW w:w="4594" w:type="dxa"/>
          </w:tcPr>
          <w:p w:rsidR="00EE1A1A" w:rsidRDefault="00EE1A1A" w:rsidP="006713DA">
            <w:pPr>
              <w:pStyle w:val="libVar0"/>
              <w:rPr>
                <w:rtl/>
              </w:rPr>
            </w:pPr>
            <w:r>
              <w:rPr>
                <w:rFonts w:hint="cs"/>
                <w:rtl/>
              </w:rPr>
              <w:t xml:space="preserve">الحسن بن علي </w:t>
            </w:r>
            <w:r w:rsidR="00A80F4B" w:rsidRPr="00A80F4B">
              <w:rPr>
                <w:rStyle w:val="libAlaemChar"/>
                <w:rFonts w:hint="cs"/>
                <w:rtl/>
              </w:rPr>
              <w:t>عليهما‌السلام</w:t>
            </w:r>
          </w:p>
        </w:tc>
        <w:tc>
          <w:tcPr>
            <w:tcW w:w="3168" w:type="dxa"/>
          </w:tcPr>
          <w:p w:rsidR="00EE1A1A" w:rsidRDefault="00EE1A1A" w:rsidP="00A80F4B">
            <w:pPr>
              <w:pStyle w:val="libVarCenter"/>
              <w:rPr>
                <w:rtl/>
              </w:rPr>
            </w:pPr>
            <w:r>
              <w:rPr>
                <w:rFonts w:hint="cs"/>
                <w:rtl/>
              </w:rPr>
              <w:t>48 ، 108 ، 110</w:t>
            </w:r>
          </w:p>
        </w:tc>
      </w:tr>
      <w:tr w:rsidR="00EE1A1A" w:rsidTr="00BB3BDA">
        <w:tc>
          <w:tcPr>
            <w:tcW w:w="4594" w:type="dxa"/>
          </w:tcPr>
          <w:p w:rsidR="00EE1A1A" w:rsidRDefault="00EE1A1A" w:rsidP="006713DA">
            <w:pPr>
              <w:pStyle w:val="libVar0"/>
              <w:rPr>
                <w:rtl/>
              </w:rPr>
            </w:pPr>
            <w:r>
              <w:rPr>
                <w:rFonts w:hint="cs"/>
                <w:rtl/>
              </w:rPr>
              <w:t>الحسين بن عبيد الله الغضائري</w:t>
            </w:r>
          </w:p>
        </w:tc>
        <w:tc>
          <w:tcPr>
            <w:tcW w:w="3168" w:type="dxa"/>
          </w:tcPr>
          <w:p w:rsidR="00EE1A1A" w:rsidRDefault="00EE1A1A" w:rsidP="00A80F4B">
            <w:pPr>
              <w:pStyle w:val="libVarCenter"/>
              <w:rPr>
                <w:rtl/>
              </w:rPr>
            </w:pPr>
            <w:r>
              <w:rPr>
                <w:rFonts w:hint="cs"/>
                <w:rtl/>
              </w:rPr>
              <w:t>116</w:t>
            </w:r>
          </w:p>
        </w:tc>
      </w:tr>
      <w:tr w:rsidR="00EE1A1A" w:rsidTr="00BB3BDA">
        <w:tc>
          <w:tcPr>
            <w:tcW w:w="4594" w:type="dxa"/>
          </w:tcPr>
          <w:p w:rsidR="00EE1A1A" w:rsidRDefault="00EE1A1A" w:rsidP="006713DA">
            <w:pPr>
              <w:pStyle w:val="libVar0"/>
              <w:rPr>
                <w:rtl/>
              </w:rPr>
            </w:pPr>
            <w:r>
              <w:rPr>
                <w:rFonts w:hint="cs"/>
                <w:rtl/>
              </w:rPr>
              <w:t>الحسين بن علوان</w:t>
            </w:r>
          </w:p>
        </w:tc>
        <w:tc>
          <w:tcPr>
            <w:tcW w:w="3168" w:type="dxa"/>
          </w:tcPr>
          <w:p w:rsidR="00EE1A1A" w:rsidRDefault="00EE1A1A" w:rsidP="00A80F4B">
            <w:pPr>
              <w:pStyle w:val="libVarCenter"/>
              <w:rPr>
                <w:rtl/>
              </w:rPr>
            </w:pPr>
            <w:r>
              <w:rPr>
                <w:rFonts w:hint="cs"/>
                <w:rtl/>
              </w:rPr>
              <w:t>113</w:t>
            </w:r>
          </w:p>
        </w:tc>
      </w:tr>
      <w:tr w:rsidR="00EE1A1A" w:rsidTr="00BB3BDA">
        <w:tc>
          <w:tcPr>
            <w:tcW w:w="4594" w:type="dxa"/>
          </w:tcPr>
          <w:p w:rsidR="00EE1A1A" w:rsidRDefault="00EE1A1A" w:rsidP="006713DA">
            <w:pPr>
              <w:pStyle w:val="libVar0"/>
              <w:rPr>
                <w:rtl/>
              </w:rPr>
            </w:pPr>
            <w:r>
              <w:rPr>
                <w:rFonts w:hint="cs"/>
                <w:rtl/>
              </w:rPr>
              <w:t xml:space="preserve">الحسين بن علي بن ابي طالب </w:t>
            </w:r>
            <w:r w:rsidR="00A80F4B" w:rsidRPr="00A80F4B">
              <w:rPr>
                <w:rStyle w:val="libAlaemChar"/>
                <w:rFonts w:hint="cs"/>
                <w:rtl/>
              </w:rPr>
              <w:t>عليهما‌السلام</w:t>
            </w:r>
          </w:p>
        </w:tc>
        <w:tc>
          <w:tcPr>
            <w:tcW w:w="3168" w:type="dxa"/>
          </w:tcPr>
          <w:p w:rsidR="00EE1A1A" w:rsidRDefault="00EE1A1A" w:rsidP="00A80F4B">
            <w:pPr>
              <w:pStyle w:val="libVarCenter"/>
              <w:rPr>
                <w:rtl/>
              </w:rPr>
            </w:pPr>
            <w:r>
              <w:rPr>
                <w:rFonts w:hint="cs"/>
                <w:rtl/>
              </w:rPr>
              <w:t>54 ، 108 ، 110 ، 118</w:t>
            </w:r>
          </w:p>
        </w:tc>
      </w:tr>
      <w:tr w:rsidR="00EE1A1A" w:rsidTr="00BB3BDA">
        <w:tc>
          <w:tcPr>
            <w:tcW w:w="4594" w:type="dxa"/>
          </w:tcPr>
          <w:p w:rsidR="00EE1A1A" w:rsidRDefault="00EE1A1A" w:rsidP="006713DA">
            <w:pPr>
              <w:pStyle w:val="libVar0"/>
              <w:rPr>
                <w:rtl/>
              </w:rPr>
            </w:pPr>
            <w:r>
              <w:rPr>
                <w:rFonts w:hint="cs"/>
                <w:rtl/>
              </w:rPr>
              <w:t>حمدان</w:t>
            </w:r>
          </w:p>
        </w:tc>
        <w:tc>
          <w:tcPr>
            <w:tcW w:w="3168" w:type="dxa"/>
          </w:tcPr>
          <w:p w:rsidR="00EE1A1A" w:rsidRDefault="00EE1A1A" w:rsidP="00A80F4B">
            <w:pPr>
              <w:pStyle w:val="libVarCenter"/>
              <w:rPr>
                <w:rtl/>
              </w:rPr>
            </w:pPr>
            <w:r>
              <w:rPr>
                <w:rFonts w:hint="cs"/>
                <w:rtl/>
              </w:rPr>
              <w:t>115</w:t>
            </w:r>
          </w:p>
        </w:tc>
      </w:tr>
      <w:tr w:rsidR="00EE1A1A" w:rsidTr="00BB3BDA">
        <w:tc>
          <w:tcPr>
            <w:tcW w:w="4594" w:type="dxa"/>
          </w:tcPr>
          <w:p w:rsidR="00EE1A1A" w:rsidRDefault="00EE1A1A" w:rsidP="006713DA">
            <w:pPr>
              <w:pStyle w:val="libVar0"/>
              <w:rPr>
                <w:rtl/>
              </w:rPr>
            </w:pPr>
            <w:r>
              <w:rPr>
                <w:rFonts w:hint="cs"/>
                <w:rtl/>
              </w:rPr>
              <w:t>حمزة بن عبدالمطلب</w:t>
            </w:r>
          </w:p>
        </w:tc>
        <w:tc>
          <w:tcPr>
            <w:tcW w:w="3168" w:type="dxa"/>
          </w:tcPr>
          <w:p w:rsidR="00EE1A1A" w:rsidRDefault="00EE1A1A" w:rsidP="00A80F4B">
            <w:pPr>
              <w:pStyle w:val="libVarCenter"/>
              <w:rPr>
                <w:rtl/>
              </w:rPr>
            </w:pPr>
            <w:r>
              <w:rPr>
                <w:rFonts w:hint="cs"/>
                <w:rtl/>
              </w:rPr>
              <w:t>71 ، 97 ، 98</w:t>
            </w:r>
          </w:p>
        </w:tc>
      </w:tr>
      <w:tr w:rsidR="00EE1A1A" w:rsidTr="00BB3BDA">
        <w:tc>
          <w:tcPr>
            <w:tcW w:w="4594" w:type="dxa"/>
          </w:tcPr>
          <w:p w:rsidR="00EE1A1A" w:rsidRDefault="00EE1A1A" w:rsidP="006713DA">
            <w:pPr>
              <w:pStyle w:val="libVar0"/>
              <w:rPr>
                <w:rtl/>
              </w:rPr>
            </w:pPr>
            <w:r>
              <w:rPr>
                <w:rFonts w:hint="cs"/>
                <w:rtl/>
              </w:rPr>
              <w:t>حمنة بنت جحش</w:t>
            </w:r>
          </w:p>
        </w:tc>
        <w:tc>
          <w:tcPr>
            <w:tcW w:w="3168" w:type="dxa"/>
          </w:tcPr>
          <w:p w:rsidR="00EE1A1A" w:rsidRDefault="00EE1A1A" w:rsidP="00A80F4B">
            <w:pPr>
              <w:pStyle w:val="libVarCenter"/>
              <w:rPr>
                <w:rtl/>
              </w:rPr>
            </w:pPr>
            <w:r>
              <w:rPr>
                <w:rFonts w:hint="cs"/>
                <w:rtl/>
              </w:rPr>
              <w:t>71</w:t>
            </w:r>
          </w:p>
        </w:tc>
      </w:tr>
    </w:tbl>
    <w:p w:rsidR="00EE1A1A" w:rsidRDefault="00EE1A1A" w:rsidP="006713DA">
      <w:pPr>
        <w:pStyle w:val="libCenterBold1"/>
        <w:rPr>
          <w:rtl/>
        </w:rPr>
      </w:pPr>
      <w:r>
        <w:rPr>
          <w:rFonts w:hint="cs"/>
          <w:rtl/>
        </w:rPr>
        <w:t>(خ)</w:t>
      </w:r>
    </w:p>
    <w:tbl>
      <w:tblPr>
        <w:bidiVisual/>
        <w:tblW w:w="0" w:type="auto"/>
        <w:tblLook w:val="01E0"/>
      </w:tblPr>
      <w:tblGrid>
        <w:gridCol w:w="4479"/>
        <w:gridCol w:w="3094"/>
      </w:tblGrid>
      <w:tr w:rsidR="00EE1A1A" w:rsidTr="00BB3BDA">
        <w:tc>
          <w:tcPr>
            <w:tcW w:w="4594" w:type="dxa"/>
          </w:tcPr>
          <w:p w:rsidR="00EE1A1A" w:rsidRDefault="00EE1A1A" w:rsidP="006713DA">
            <w:pPr>
              <w:pStyle w:val="libVar0"/>
              <w:rPr>
                <w:rtl/>
              </w:rPr>
            </w:pPr>
            <w:r>
              <w:rPr>
                <w:rFonts w:hint="cs"/>
                <w:rtl/>
              </w:rPr>
              <w:t>خالد بن سلمة</w:t>
            </w:r>
          </w:p>
        </w:tc>
        <w:tc>
          <w:tcPr>
            <w:tcW w:w="3168" w:type="dxa"/>
          </w:tcPr>
          <w:p w:rsidR="00EE1A1A" w:rsidRDefault="00EE1A1A" w:rsidP="00A80F4B">
            <w:pPr>
              <w:pStyle w:val="libVarCenter"/>
              <w:rPr>
                <w:rtl/>
              </w:rPr>
            </w:pPr>
            <w:r>
              <w:rPr>
                <w:rFonts w:hint="cs"/>
                <w:rtl/>
              </w:rPr>
              <w:t>96</w:t>
            </w:r>
          </w:p>
        </w:tc>
      </w:tr>
      <w:tr w:rsidR="00EE1A1A" w:rsidTr="00BB3BDA">
        <w:tc>
          <w:tcPr>
            <w:tcW w:w="4594" w:type="dxa"/>
          </w:tcPr>
          <w:p w:rsidR="00EE1A1A" w:rsidRDefault="00EE1A1A" w:rsidP="006713DA">
            <w:pPr>
              <w:pStyle w:val="libVar0"/>
              <w:rPr>
                <w:rtl/>
              </w:rPr>
            </w:pPr>
            <w:r>
              <w:rPr>
                <w:rFonts w:hint="cs"/>
                <w:rtl/>
              </w:rPr>
              <w:t>خالد بن معدان</w:t>
            </w:r>
          </w:p>
        </w:tc>
        <w:tc>
          <w:tcPr>
            <w:tcW w:w="3168" w:type="dxa"/>
          </w:tcPr>
          <w:p w:rsidR="00EE1A1A" w:rsidRDefault="00EE1A1A" w:rsidP="00A80F4B">
            <w:pPr>
              <w:pStyle w:val="libVarCenter"/>
              <w:rPr>
                <w:rtl/>
              </w:rPr>
            </w:pPr>
            <w:r>
              <w:rPr>
                <w:rFonts w:hint="cs"/>
                <w:rtl/>
              </w:rPr>
              <w:t>94</w:t>
            </w:r>
          </w:p>
        </w:tc>
      </w:tr>
      <w:tr w:rsidR="00EE1A1A" w:rsidTr="00BB3BDA">
        <w:tc>
          <w:tcPr>
            <w:tcW w:w="4594" w:type="dxa"/>
          </w:tcPr>
          <w:p w:rsidR="00EE1A1A" w:rsidRDefault="00EE1A1A" w:rsidP="006713DA">
            <w:pPr>
              <w:pStyle w:val="libVar0"/>
              <w:rPr>
                <w:rtl/>
              </w:rPr>
            </w:pPr>
            <w:r>
              <w:rPr>
                <w:rFonts w:hint="cs"/>
                <w:rtl/>
              </w:rPr>
              <w:t xml:space="preserve">الخضر </w:t>
            </w:r>
            <w:r w:rsidR="00A80F4B" w:rsidRPr="00A80F4B">
              <w:rPr>
                <w:rStyle w:val="libAlaemChar"/>
                <w:rFonts w:hint="cs"/>
                <w:rtl/>
              </w:rPr>
              <w:t>عليه‌السلام</w:t>
            </w:r>
          </w:p>
        </w:tc>
        <w:tc>
          <w:tcPr>
            <w:tcW w:w="3168" w:type="dxa"/>
          </w:tcPr>
          <w:p w:rsidR="00EE1A1A" w:rsidRDefault="00EE1A1A" w:rsidP="00A80F4B">
            <w:pPr>
              <w:pStyle w:val="libVarCenter"/>
              <w:rPr>
                <w:rtl/>
              </w:rPr>
            </w:pPr>
            <w:r>
              <w:rPr>
                <w:rFonts w:hint="cs"/>
                <w:rtl/>
              </w:rPr>
              <w:t>59 ، 109</w:t>
            </w:r>
          </w:p>
        </w:tc>
      </w:tr>
      <w:tr w:rsidR="00EE1A1A" w:rsidTr="00BB3BDA">
        <w:tc>
          <w:tcPr>
            <w:tcW w:w="4594" w:type="dxa"/>
          </w:tcPr>
          <w:p w:rsidR="00EE1A1A" w:rsidRDefault="00EE1A1A" w:rsidP="006713DA">
            <w:pPr>
              <w:pStyle w:val="libVar0"/>
              <w:rPr>
                <w:rtl/>
              </w:rPr>
            </w:pPr>
            <w:r>
              <w:rPr>
                <w:rFonts w:hint="cs"/>
                <w:rtl/>
              </w:rPr>
              <w:t>خلاد</w:t>
            </w:r>
          </w:p>
        </w:tc>
        <w:tc>
          <w:tcPr>
            <w:tcW w:w="3168" w:type="dxa"/>
          </w:tcPr>
          <w:p w:rsidR="00EE1A1A" w:rsidRDefault="00EE1A1A" w:rsidP="00A80F4B">
            <w:pPr>
              <w:pStyle w:val="libVarCenter"/>
              <w:rPr>
                <w:rtl/>
              </w:rPr>
            </w:pPr>
            <w:r>
              <w:rPr>
                <w:rFonts w:hint="cs"/>
                <w:rtl/>
              </w:rPr>
              <w:t>74</w:t>
            </w:r>
          </w:p>
        </w:tc>
      </w:tr>
    </w:tbl>
    <w:p w:rsidR="00EE1A1A" w:rsidRDefault="00EE1A1A" w:rsidP="006713DA">
      <w:pPr>
        <w:pStyle w:val="libCenterBold1"/>
        <w:rPr>
          <w:rtl/>
        </w:rPr>
      </w:pPr>
      <w:r>
        <w:rPr>
          <w:rFonts w:hint="cs"/>
          <w:rtl/>
        </w:rPr>
        <w:t>(د)</w:t>
      </w:r>
    </w:p>
    <w:tbl>
      <w:tblPr>
        <w:bidiVisual/>
        <w:tblW w:w="0" w:type="auto"/>
        <w:tblLook w:val="01E0"/>
      </w:tblPr>
      <w:tblGrid>
        <w:gridCol w:w="4481"/>
        <w:gridCol w:w="3092"/>
      </w:tblGrid>
      <w:tr w:rsidR="00EE1A1A" w:rsidTr="00BB3BDA">
        <w:tc>
          <w:tcPr>
            <w:tcW w:w="4594" w:type="dxa"/>
          </w:tcPr>
          <w:p w:rsidR="00EE1A1A" w:rsidRDefault="00EE1A1A" w:rsidP="006713DA">
            <w:pPr>
              <w:pStyle w:val="libVar0"/>
              <w:rPr>
                <w:rtl/>
              </w:rPr>
            </w:pPr>
            <w:r>
              <w:rPr>
                <w:rFonts w:hint="cs"/>
                <w:rtl/>
              </w:rPr>
              <w:t xml:space="preserve">داود </w:t>
            </w:r>
            <w:r w:rsidR="00A80F4B" w:rsidRPr="00A80F4B">
              <w:rPr>
                <w:rStyle w:val="libAlaemChar"/>
                <w:rFonts w:hint="cs"/>
                <w:rtl/>
              </w:rPr>
              <w:t>عليه‌السلام</w:t>
            </w:r>
          </w:p>
        </w:tc>
        <w:tc>
          <w:tcPr>
            <w:tcW w:w="3168" w:type="dxa"/>
          </w:tcPr>
          <w:p w:rsidR="00EE1A1A" w:rsidRDefault="00EE1A1A" w:rsidP="00A80F4B">
            <w:pPr>
              <w:pStyle w:val="libVarCenter"/>
              <w:rPr>
                <w:rtl/>
              </w:rPr>
            </w:pPr>
            <w:r>
              <w:rPr>
                <w:rFonts w:hint="cs"/>
                <w:rtl/>
              </w:rPr>
              <w:t>23 ، 27 ، 42 ، 47 ، 80 ، 81 ، 106</w:t>
            </w:r>
          </w:p>
        </w:tc>
      </w:tr>
      <w:tr w:rsidR="00EE1A1A" w:rsidTr="00BB3BDA">
        <w:tc>
          <w:tcPr>
            <w:tcW w:w="4594" w:type="dxa"/>
          </w:tcPr>
          <w:p w:rsidR="00EE1A1A" w:rsidRDefault="00EE1A1A" w:rsidP="006713DA">
            <w:pPr>
              <w:pStyle w:val="libVar0"/>
              <w:rPr>
                <w:rtl/>
              </w:rPr>
            </w:pPr>
            <w:r>
              <w:rPr>
                <w:rFonts w:hint="cs"/>
                <w:rtl/>
              </w:rPr>
              <w:t>داود بن أبي هند</w:t>
            </w:r>
          </w:p>
        </w:tc>
        <w:tc>
          <w:tcPr>
            <w:tcW w:w="3168" w:type="dxa"/>
          </w:tcPr>
          <w:p w:rsidR="00EE1A1A" w:rsidRDefault="00EE1A1A" w:rsidP="00A80F4B">
            <w:pPr>
              <w:pStyle w:val="libVarCenter"/>
              <w:rPr>
                <w:rtl/>
              </w:rPr>
            </w:pPr>
            <w:r>
              <w:rPr>
                <w:rFonts w:hint="cs"/>
                <w:rtl/>
              </w:rPr>
              <w:t>42</w:t>
            </w:r>
          </w:p>
        </w:tc>
      </w:tr>
      <w:tr w:rsidR="00EE1A1A" w:rsidTr="00BB3BDA">
        <w:tc>
          <w:tcPr>
            <w:tcW w:w="4594" w:type="dxa"/>
          </w:tcPr>
          <w:p w:rsidR="00EE1A1A" w:rsidRDefault="00EE1A1A" w:rsidP="006713DA">
            <w:pPr>
              <w:pStyle w:val="libVar0"/>
              <w:rPr>
                <w:rtl/>
              </w:rPr>
            </w:pPr>
            <w:r>
              <w:rPr>
                <w:rFonts w:hint="cs"/>
                <w:rtl/>
              </w:rPr>
              <w:t>داود بن زربي</w:t>
            </w:r>
          </w:p>
        </w:tc>
        <w:tc>
          <w:tcPr>
            <w:tcW w:w="3168" w:type="dxa"/>
          </w:tcPr>
          <w:p w:rsidR="00EE1A1A" w:rsidRDefault="00EE1A1A" w:rsidP="00A80F4B">
            <w:pPr>
              <w:pStyle w:val="libVarCenter"/>
              <w:rPr>
                <w:rtl/>
              </w:rPr>
            </w:pPr>
            <w:r>
              <w:rPr>
                <w:rFonts w:hint="cs"/>
                <w:rtl/>
              </w:rPr>
              <w:t>101</w:t>
            </w:r>
          </w:p>
        </w:tc>
      </w:tr>
      <w:tr w:rsidR="00EE1A1A" w:rsidTr="00BB3BDA">
        <w:tc>
          <w:tcPr>
            <w:tcW w:w="4594" w:type="dxa"/>
          </w:tcPr>
          <w:p w:rsidR="00EE1A1A" w:rsidRDefault="00EE1A1A" w:rsidP="006713DA">
            <w:pPr>
              <w:pStyle w:val="libVar0"/>
              <w:rPr>
                <w:rtl/>
              </w:rPr>
            </w:pPr>
            <w:r>
              <w:rPr>
                <w:rFonts w:hint="cs"/>
                <w:rtl/>
              </w:rPr>
              <w:t>الدينوري</w:t>
            </w:r>
          </w:p>
        </w:tc>
        <w:tc>
          <w:tcPr>
            <w:tcW w:w="3168" w:type="dxa"/>
          </w:tcPr>
          <w:p w:rsidR="00EE1A1A" w:rsidRDefault="00EE1A1A" w:rsidP="00A80F4B">
            <w:pPr>
              <w:pStyle w:val="libVarCenter"/>
              <w:rPr>
                <w:rtl/>
              </w:rPr>
            </w:pPr>
            <w:r>
              <w:rPr>
                <w:rFonts w:hint="cs"/>
                <w:rtl/>
              </w:rPr>
              <w:t>62</w:t>
            </w:r>
          </w:p>
        </w:tc>
      </w:tr>
    </w:tbl>
    <w:p w:rsidR="00492047" w:rsidRDefault="00492047" w:rsidP="006713DA">
      <w:pPr>
        <w:pStyle w:val="libCenterBold1"/>
        <w:rPr>
          <w:rtl/>
        </w:rPr>
      </w:pPr>
    </w:p>
    <w:p w:rsidR="00492047" w:rsidRDefault="00492047">
      <w:pPr>
        <w:bidi w:val="0"/>
        <w:spacing w:before="480" w:line="276" w:lineRule="auto"/>
        <w:ind w:firstLine="0"/>
        <w:jc w:val="center"/>
        <w:rPr>
          <w:b/>
          <w:bCs/>
          <w:rtl/>
        </w:rPr>
      </w:pPr>
      <w:r>
        <w:rPr>
          <w:rtl/>
        </w:rPr>
        <w:br w:type="page"/>
      </w:r>
    </w:p>
    <w:p w:rsidR="00EE1A1A" w:rsidRDefault="00EE1A1A" w:rsidP="006713DA">
      <w:pPr>
        <w:pStyle w:val="libCenterBold1"/>
        <w:rPr>
          <w:rtl/>
        </w:rPr>
      </w:pPr>
      <w:r>
        <w:rPr>
          <w:rFonts w:hint="cs"/>
          <w:rtl/>
        </w:rPr>
        <w:lastRenderedPageBreak/>
        <w:t>(ذ)</w:t>
      </w:r>
    </w:p>
    <w:tbl>
      <w:tblPr>
        <w:bidiVisual/>
        <w:tblW w:w="0" w:type="auto"/>
        <w:tblLook w:val="01E0"/>
      </w:tblPr>
      <w:tblGrid>
        <w:gridCol w:w="4479"/>
        <w:gridCol w:w="3094"/>
      </w:tblGrid>
      <w:tr w:rsidR="00EE1A1A" w:rsidTr="00BB3BDA">
        <w:tc>
          <w:tcPr>
            <w:tcW w:w="4594" w:type="dxa"/>
          </w:tcPr>
          <w:p w:rsidR="00EE1A1A" w:rsidRDefault="00EE1A1A" w:rsidP="006713DA">
            <w:pPr>
              <w:pStyle w:val="libVar0"/>
              <w:rPr>
                <w:rtl/>
              </w:rPr>
            </w:pPr>
            <w:r>
              <w:rPr>
                <w:rFonts w:hint="cs"/>
                <w:rtl/>
              </w:rPr>
              <w:t>ذر بن أبي ذر</w:t>
            </w:r>
          </w:p>
        </w:tc>
        <w:tc>
          <w:tcPr>
            <w:tcW w:w="3168" w:type="dxa"/>
          </w:tcPr>
          <w:p w:rsidR="00EE1A1A" w:rsidRDefault="00EE1A1A" w:rsidP="00A80F4B">
            <w:pPr>
              <w:pStyle w:val="libVarCenter"/>
              <w:rPr>
                <w:rtl/>
              </w:rPr>
            </w:pPr>
            <w:r>
              <w:rPr>
                <w:rFonts w:hint="cs"/>
                <w:rtl/>
              </w:rPr>
              <w:t>62</w:t>
            </w:r>
          </w:p>
        </w:tc>
      </w:tr>
    </w:tbl>
    <w:p w:rsidR="00EE1A1A" w:rsidRDefault="00EE1A1A" w:rsidP="00BB3BDA">
      <w:pPr>
        <w:pStyle w:val="libNormal0"/>
        <w:rPr>
          <w:rtl/>
        </w:rPr>
      </w:pPr>
    </w:p>
    <w:p w:rsidR="00EE1A1A" w:rsidRDefault="00EE1A1A" w:rsidP="00BB3BDA">
      <w:pPr>
        <w:pStyle w:val="libNormal0"/>
        <w:rPr>
          <w:rtl/>
        </w:rPr>
      </w:pPr>
      <w:r>
        <w:rPr>
          <w:rtl/>
        </w:rPr>
        <w:br w:type="page"/>
      </w:r>
    </w:p>
    <w:tbl>
      <w:tblPr>
        <w:bidiVisual/>
        <w:tblW w:w="0" w:type="auto"/>
        <w:tblLook w:val="01E0"/>
      </w:tblPr>
      <w:tblGrid>
        <w:gridCol w:w="4482"/>
        <w:gridCol w:w="3091"/>
      </w:tblGrid>
      <w:tr w:rsidR="00EE1A1A" w:rsidTr="00BB3BDA">
        <w:tc>
          <w:tcPr>
            <w:tcW w:w="4594" w:type="dxa"/>
          </w:tcPr>
          <w:p w:rsidR="00EE1A1A" w:rsidRDefault="00EE1A1A" w:rsidP="006713DA">
            <w:pPr>
              <w:pStyle w:val="libVar0"/>
              <w:rPr>
                <w:rtl/>
              </w:rPr>
            </w:pPr>
            <w:r>
              <w:rPr>
                <w:rFonts w:hint="cs"/>
                <w:rtl/>
              </w:rPr>
              <w:lastRenderedPageBreak/>
              <w:t>ذرّبن عمر بن ذرّ</w:t>
            </w:r>
          </w:p>
        </w:tc>
        <w:tc>
          <w:tcPr>
            <w:tcW w:w="3168" w:type="dxa"/>
          </w:tcPr>
          <w:p w:rsidR="00EE1A1A" w:rsidRDefault="00EE1A1A" w:rsidP="00A80F4B">
            <w:pPr>
              <w:pStyle w:val="libVarCenter"/>
              <w:rPr>
                <w:rtl/>
              </w:rPr>
            </w:pPr>
            <w:r>
              <w:rPr>
                <w:rFonts w:hint="cs"/>
                <w:rtl/>
              </w:rPr>
              <w:t>62 ، 63</w:t>
            </w:r>
          </w:p>
        </w:tc>
      </w:tr>
      <w:tr w:rsidR="00EE1A1A" w:rsidTr="00BB3BDA">
        <w:tc>
          <w:tcPr>
            <w:tcW w:w="4594" w:type="dxa"/>
          </w:tcPr>
          <w:p w:rsidR="00EE1A1A" w:rsidRDefault="00EE1A1A" w:rsidP="006713DA">
            <w:pPr>
              <w:pStyle w:val="libVar0"/>
              <w:rPr>
                <w:rtl/>
              </w:rPr>
            </w:pPr>
            <w:r>
              <w:rPr>
                <w:rFonts w:hint="cs"/>
                <w:rtl/>
              </w:rPr>
              <w:t>ذوالنون المصري</w:t>
            </w:r>
          </w:p>
        </w:tc>
        <w:tc>
          <w:tcPr>
            <w:tcW w:w="3168" w:type="dxa"/>
          </w:tcPr>
          <w:p w:rsidR="00EE1A1A" w:rsidRDefault="00EE1A1A" w:rsidP="00A80F4B">
            <w:pPr>
              <w:pStyle w:val="libVarCenter"/>
              <w:rPr>
                <w:rtl/>
              </w:rPr>
            </w:pPr>
            <w:r>
              <w:rPr>
                <w:rFonts w:hint="cs"/>
                <w:rtl/>
              </w:rPr>
              <w:t>77</w:t>
            </w:r>
          </w:p>
        </w:tc>
      </w:tr>
    </w:tbl>
    <w:p w:rsidR="00EE1A1A" w:rsidRDefault="00EE1A1A" w:rsidP="006713DA">
      <w:pPr>
        <w:pStyle w:val="libCenterBold1"/>
        <w:rPr>
          <w:rtl/>
        </w:rPr>
      </w:pPr>
      <w:r>
        <w:rPr>
          <w:rFonts w:hint="cs"/>
          <w:rtl/>
        </w:rPr>
        <w:t>(ر)</w:t>
      </w:r>
    </w:p>
    <w:tbl>
      <w:tblPr>
        <w:bidiVisual/>
        <w:tblW w:w="0" w:type="auto"/>
        <w:tblLook w:val="01E0"/>
      </w:tblPr>
      <w:tblGrid>
        <w:gridCol w:w="4482"/>
        <w:gridCol w:w="3091"/>
      </w:tblGrid>
      <w:tr w:rsidR="00EE1A1A" w:rsidTr="00BB3BDA">
        <w:tc>
          <w:tcPr>
            <w:tcW w:w="4594" w:type="dxa"/>
          </w:tcPr>
          <w:p w:rsidR="00EE1A1A" w:rsidRDefault="00EE1A1A" w:rsidP="006713DA">
            <w:pPr>
              <w:pStyle w:val="libVar0"/>
              <w:rPr>
                <w:rtl/>
              </w:rPr>
            </w:pPr>
            <w:r>
              <w:rPr>
                <w:rFonts w:hint="cs"/>
                <w:rtl/>
              </w:rPr>
              <w:t>ربعي بن عبدالله</w:t>
            </w:r>
          </w:p>
        </w:tc>
        <w:tc>
          <w:tcPr>
            <w:tcW w:w="3168" w:type="dxa"/>
          </w:tcPr>
          <w:p w:rsidR="00EE1A1A" w:rsidRDefault="00EE1A1A" w:rsidP="00A80F4B">
            <w:pPr>
              <w:pStyle w:val="libVarCenter"/>
              <w:rPr>
                <w:rtl/>
              </w:rPr>
            </w:pPr>
            <w:r>
              <w:rPr>
                <w:rFonts w:hint="cs"/>
                <w:rtl/>
              </w:rPr>
              <w:t>57</w:t>
            </w:r>
          </w:p>
        </w:tc>
      </w:tr>
    </w:tbl>
    <w:p w:rsidR="00EE1A1A" w:rsidRDefault="00EE1A1A" w:rsidP="006713DA">
      <w:pPr>
        <w:pStyle w:val="libCenterBold1"/>
        <w:rPr>
          <w:rtl/>
        </w:rPr>
      </w:pPr>
      <w:r>
        <w:rPr>
          <w:rFonts w:hint="cs"/>
          <w:rtl/>
        </w:rPr>
        <w:t>(ز)</w:t>
      </w:r>
    </w:p>
    <w:tbl>
      <w:tblPr>
        <w:bidiVisual/>
        <w:tblW w:w="0" w:type="auto"/>
        <w:tblLook w:val="01E0"/>
      </w:tblPr>
      <w:tblGrid>
        <w:gridCol w:w="4480"/>
        <w:gridCol w:w="3093"/>
      </w:tblGrid>
      <w:tr w:rsidR="00EE1A1A" w:rsidTr="00BB3BDA">
        <w:tc>
          <w:tcPr>
            <w:tcW w:w="4594" w:type="dxa"/>
          </w:tcPr>
          <w:p w:rsidR="00EE1A1A" w:rsidRDefault="00EE1A1A" w:rsidP="006713DA">
            <w:pPr>
              <w:pStyle w:val="libVar0"/>
              <w:rPr>
                <w:rtl/>
              </w:rPr>
            </w:pPr>
            <w:r>
              <w:rPr>
                <w:rFonts w:hint="cs"/>
                <w:rtl/>
              </w:rPr>
              <w:t>الزبير</w:t>
            </w:r>
          </w:p>
        </w:tc>
        <w:tc>
          <w:tcPr>
            <w:tcW w:w="3168" w:type="dxa"/>
          </w:tcPr>
          <w:p w:rsidR="00EE1A1A" w:rsidRDefault="00EE1A1A" w:rsidP="00A80F4B">
            <w:pPr>
              <w:pStyle w:val="libVarCenter"/>
              <w:rPr>
                <w:rtl/>
              </w:rPr>
            </w:pPr>
            <w:r>
              <w:rPr>
                <w:rFonts w:hint="cs"/>
                <w:rtl/>
              </w:rPr>
              <w:t>71 ، 33</w:t>
            </w:r>
          </w:p>
        </w:tc>
      </w:tr>
      <w:tr w:rsidR="00EE1A1A" w:rsidTr="00BB3BDA">
        <w:tc>
          <w:tcPr>
            <w:tcW w:w="4594" w:type="dxa"/>
          </w:tcPr>
          <w:p w:rsidR="00EE1A1A" w:rsidRDefault="00EE1A1A" w:rsidP="006713DA">
            <w:pPr>
              <w:pStyle w:val="libVar0"/>
              <w:rPr>
                <w:rtl/>
              </w:rPr>
            </w:pPr>
            <w:r>
              <w:rPr>
                <w:rFonts w:hint="cs"/>
                <w:rtl/>
              </w:rPr>
              <w:t>الزبير بن بكار</w:t>
            </w:r>
          </w:p>
        </w:tc>
        <w:tc>
          <w:tcPr>
            <w:tcW w:w="3168" w:type="dxa"/>
          </w:tcPr>
          <w:p w:rsidR="00EE1A1A" w:rsidRDefault="00EE1A1A" w:rsidP="00A80F4B">
            <w:pPr>
              <w:pStyle w:val="libVarCenter"/>
              <w:rPr>
                <w:rtl/>
              </w:rPr>
            </w:pPr>
            <w:r>
              <w:rPr>
                <w:rFonts w:hint="cs"/>
                <w:rtl/>
              </w:rPr>
              <w:t>94</w:t>
            </w:r>
          </w:p>
        </w:tc>
      </w:tr>
      <w:tr w:rsidR="00EE1A1A" w:rsidTr="00BB3BDA">
        <w:tc>
          <w:tcPr>
            <w:tcW w:w="4594" w:type="dxa"/>
          </w:tcPr>
          <w:p w:rsidR="00EE1A1A" w:rsidRDefault="00EE1A1A" w:rsidP="006713DA">
            <w:pPr>
              <w:pStyle w:val="libVar0"/>
              <w:rPr>
                <w:rtl/>
              </w:rPr>
            </w:pPr>
            <w:r>
              <w:rPr>
                <w:rFonts w:hint="cs"/>
                <w:rtl/>
              </w:rPr>
              <w:t xml:space="preserve">زرارة بن اوفى </w:t>
            </w:r>
            <w:r>
              <w:rPr>
                <w:rFonts w:hint="cs"/>
                <w:rtl/>
              </w:rPr>
              <w:tab/>
            </w:r>
          </w:p>
        </w:tc>
        <w:tc>
          <w:tcPr>
            <w:tcW w:w="3168" w:type="dxa"/>
          </w:tcPr>
          <w:p w:rsidR="00EE1A1A" w:rsidRDefault="00EE1A1A" w:rsidP="00A80F4B">
            <w:pPr>
              <w:pStyle w:val="libVarCenter"/>
              <w:rPr>
                <w:rtl/>
              </w:rPr>
            </w:pPr>
            <w:r>
              <w:rPr>
                <w:rFonts w:hint="cs"/>
                <w:rtl/>
              </w:rPr>
              <w:t>36</w:t>
            </w:r>
          </w:p>
        </w:tc>
      </w:tr>
      <w:tr w:rsidR="00EE1A1A" w:rsidTr="00BB3BDA">
        <w:tc>
          <w:tcPr>
            <w:tcW w:w="4594" w:type="dxa"/>
          </w:tcPr>
          <w:p w:rsidR="00EE1A1A" w:rsidRDefault="00EE1A1A" w:rsidP="006713DA">
            <w:pPr>
              <w:pStyle w:val="libVar0"/>
              <w:rPr>
                <w:rtl/>
              </w:rPr>
            </w:pPr>
            <w:r>
              <w:rPr>
                <w:rFonts w:hint="cs"/>
                <w:rtl/>
              </w:rPr>
              <w:t>زيد بن أسلم</w:t>
            </w:r>
          </w:p>
        </w:tc>
        <w:tc>
          <w:tcPr>
            <w:tcW w:w="3168" w:type="dxa"/>
          </w:tcPr>
          <w:p w:rsidR="00EE1A1A" w:rsidRDefault="00EE1A1A" w:rsidP="00A80F4B">
            <w:pPr>
              <w:pStyle w:val="libVarCenter"/>
              <w:rPr>
                <w:rtl/>
              </w:rPr>
            </w:pPr>
            <w:r>
              <w:rPr>
                <w:rFonts w:hint="cs"/>
                <w:rtl/>
              </w:rPr>
              <w:t>42</w:t>
            </w:r>
          </w:p>
        </w:tc>
      </w:tr>
      <w:tr w:rsidR="00EE1A1A" w:rsidTr="00BB3BDA">
        <w:tc>
          <w:tcPr>
            <w:tcW w:w="4594" w:type="dxa"/>
          </w:tcPr>
          <w:p w:rsidR="00EE1A1A" w:rsidRDefault="00EE1A1A" w:rsidP="006713DA">
            <w:pPr>
              <w:pStyle w:val="libVar0"/>
              <w:rPr>
                <w:rtl/>
              </w:rPr>
            </w:pPr>
            <w:r>
              <w:rPr>
                <w:rFonts w:hint="cs"/>
                <w:rtl/>
              </w:rPr>
              <w:t>زيد بن حارثة</w:t>
            </w:r>
          </w:p>
        </w:tc>
        <w:tc>
          <w:tcPr>
            <w:tcW w:w="3168" w:type="dxa"/>
          </w:tcPr>
          <w:p w:rsidR="00EE1A1A" w:rsidRDefault="00EE1A1A" w:rsidP="00A80F4B">
            <w:pPr>
              <w:pStyle w:val="libVarCenter"/>
              <w:rPr>
                <w:rtl/>
              </w:rPr>
            </w:pPr>
            <w:r>
              <w:rPr>
                <w:rFonts w:hint="cs"/>
                <w:rtl/>
              </w:rPr>
              <w:t>96</w:t>
            </w:r>
          </w:p>
        </w:tc>
      </w:tr>
      <w:tr w:rsidR="00EE1A1A" w:rsidTr="00BB3BDA">
        <w:tc>
          <w:tcPr>
            <w:tcW w:w="4594" w:type="dxa"/>
          </w:tcPr>
          <w:p w:rsidR="00EE1A1A" w:rsidRDefault="00EE1A1A" w:rsidP="006713DA">
            <w:pPr>
              <w:pStyle w:val="libVar0"/>
              <w:rPr>
                <w:rtl/>
              </w:rPr>
            </w:pPr>
            <w:r>
              <w:rPr>
                <w:rFonts w:hint="cs"/>
                <w:rtl/>
              </w:rPr>
              <w:t>زيد الشحام</w:t>
            </w:r>
          </w:p>
        </w:tc>
        <w:tc>
          <w:tcPr>
            <w:tcW w:w="3168" w:type="dxa"/>
          </w:tcPr>
          <w:p w:rsidR="00EE1A1A" w:rsidRDefault="00EE1A1A" w:rsidP="00A80F4B">
            <w:pPr>
              <w:pStyle w:val="libVarCenter"/>
              <w:rPr>
                <w:rtl/>
              </w:rPr>
            </w:pPr>
            <w:r>
              <w:rPr>
                <w:rFonts w:hint="cs"/>
                <w:rtl/>
              </w:rPr>
              <w:t>113</w:t>
            </w:r>
          </w:p>
        </w:tc>
      </w:tr>
      <w:tr w:rsidR="00EE1A1A" w:rsidTr="00BB3BDA">
        <w:tc>
          <w:tcPr>
            <w:tcW w:w="4594" w:type="dxa"/>
          </w:tcPr>
          <w:p w:rsidR="00EE1A1A" w:rsidRDefault="00EE1A1A" w:rsidP="006713DA">
            <w:pPr>
              <w:pStyle w:val="libVar0"/>
              <w:rPr>
                <w:rtl/>
              </w:rPr>
            </w:pPr>
            <w:r>
              <w:rPr>
                <w:rFonts w:hint="cs"/>
                <w:rtl/>
              </w:rPr>
              <w:t>زين الدّين = علي بن أحمد الشامي العاملي</w:t>
            </w:r>
          </w:p>
        </w:tc>
        <w:tc>
          <w:tcPr>
            <w:tcW w:w="3168" w:type="dxa"/>
          </w:tcPr>
          <w:p w:rsidR="00EE1A1A" w:rsidRDefault="00EE1A1A" w:rsidP="00A80F4B">
            <w:pPr>
              <w:pStyle w:val="libVarCenter"/>
              <w:rPr>
                <w:rtl/>
              </w:rPr>
            </w:pPr>
            <w:r>
              <w:rPr>
                <w:rFonts w:hint="cs"/>
                <w:rtl/>
              </w:rPr>
              <w:t>119</w:t>
            </w:r>
          </w:p>
        </w:tc>
      </w:tr>
    </w:tbl>
    <w:p w:rsidR="00EE1A1A" w:rsidRDefault="00EE1A1A" w:rsidP="006713DA">
      <w:pPr>
        <w:pStyle w:val="libCenterBold1"/>
        <w:rPr>
          <w:rtl/>
        </w:rPr>
      </w:pPr>
      <w:r>
        <w:rPr>
          <w:rFonts w:hint="cs"/>
          <w:rtl/>
        </w:rPr>
        <w:t>(س)</w:t>
      </w:r>
    </w:p>
    <w:tbl>
      <w:tblPr>
        <w:bidiVisual/>
        <w:tblW w:w="0" w:type="auto"/>
        <w:tblLook w:val="01E0"/>
      </w:tblPr>
      <w:tblGrid>
        <w:gridCol w:w="4482"/>
        <w:gridCol w:w="3091"/>
      </w:tblGrid>
      <w:tr w:rsidR="00EE1A1A" w:rsidTr="00BB3BDA">
        <w:tc>
          <w:tcPr>
            <w:tcW w:w="4594" w:type="dxa"/>
          </w:tcPr>
          <w:p w:rsidR="00EE1A1A" w:rsidRDefault="00EE1A1A" w:rsidP="006713DA">
            <w:pPr>
              <w:pStyle w:val="libVar0"/>
              <w:rPr>
                <w:rtl/>
              </w:rPr>
            </w:pPr>
            <w:r>
              <w:rPr>
                <w:rFonts w:hint="cs"/>
                <w:rtl/>
              </w:rPr>
              <w:t>سارة</w:t>
            </w:r>
          </w:p>
        </w:tc>
        <w:tc>
          <w:tcPr>
            <w:tcW w:w="3168" w:type="dxa"/>
          </w:tcPr>
          <w:p w:rsidR="00EE1A1A" w:rsidRDefault="00EE1A1A" w:rsidP="00A80F4B">
            <w:pPr>
              <w:pStyle w:val="libVarCenter"/>
              <w:rPr>
                <w:rtl/>
              </w:rPr>
            </w:pPr>
            <w:r>
              <w:rPr>
                <w:rFonts w:hint="cs"/>
                <w:rtl/>
              </w:rPr>
              <w:t>21</w:t>
            </w:r>
          </w:p>
        </w:tc>
      </w:tr>
      <w:tr w:rsidR="00EE1A1A" w:rsidTr="00BB3BDA">
        <w:tc>
          <w:tcPr>
            <w:tcW w:w="4594" w:type="dxa"/>
          </w:tcPr>
          <w:p w:rsidR="00EE1A1A" w:rsidRDefault="00EE1A1A" w:rsidP="006713DA">
            <w:pPr>
              <w:pStyle w:val="libVar0"/>
              <w:rPr>
                <w:rtl/>
              </w:rPr>
            </w:pPr>
            <w:r>
              <w:rPr>
                <w:rFonts w:hint="cs"/>
                <w:rtl/>
              </w:rPr>
              <w:t>السائب بن يزيد</w:t>
            </w:r>
          </w:p>
        </w:tc>
        <w:tc>
          <w:tcPr>
            <w:tcW w:w="3168" w:type="dxa"/>
          </w:tcPr>
          <w:p w:rsidR="00EE1A1A" w:rsidRDefault="00EE1A1A" w:rsidP="00A80F4B">
            <w:pPr>
              <w:pStyle w:val="libVarCenter"/>
              <w:rPr>
                <w:rtl/>
              </w:rPr>
            </w:pPr>
            <w:r>
              <w:rPr>
                <w:rFonts w:hint="cs"/>
                <w:rtl/>
              </w:rPr>
              <w:t>95</w:t>
            </w:r>
          </w:p>
        </w:tc>
      </w:tr>
      <w:tr w:rsidR="00EE1A1A" w:rsidTr="00BB3BDA">
        <w:tc>
          <w:tcPr>
            <w:tcW w:w="4594" w:type="dxa"/>
          </w:tcPr>
          <w:p w:rsidR="00EE1A1A" w:rsidRDefault="00EE1A1A" w:rsidP="006713DA">
            <w:pPr>
              <w:pStyle w:val="libVar0"/>
              <w:rPr>
                <w:rtl/>
              </w:rPr>
            </w:pPr>
            <w:r>
              <w:rPr>
                <w:rFonts w:hint="cs"/>
                <w:rtl/>
              </w:rPr>
              <w:t>سعد بن عبادة</w:t>
            </w:r>
          </w:p>
        </w:tc>
        <w:tc>
          <w:tcPr>
            <w:tcW w:w="3168" w:type="dxa"/>
          </w:tcPr>
          <w:p w:rsidR="00EE1A1A" w:rsidRDefault="00EE1A1A" w:rsidP="00A80F4B">
            <w:pPr>
              <w:pStyle w:val="libVarCenter"/>
              <w:rPr>
                <w:rtl/>
              </w:rPr>
            </w:pPr>
            <w:r>
              <w:rPr>
                <w:rFonts w:hint="cs"/>
                <w:rtl/>
              </w:rPr>
              <w:t>95</w:t>
            </w:r>
          </w:p>
        </w:tc>
      </w:tr>
      <w:tr w:rsidR="00EE1A1A" w:rsidTr="00BB3BDA">
        <w:tc>
          <w:tcPr>
            <w:tcW w:w="4594" w:type="dxa"/>
          </w:tcPr>
          <w:p w:rsidR="00EE1A1A" w:rsidRDefault="00EE1A1A" w:rsidP="006713DA">
            <w:pPr>
              <w:pStyle w:val="libVar0"/>
              <w:rPr>
                <w:rtl/>
              </w:rPr>
            </w:pPr>
            <w:r>
              <w:rPr>
                <w:rFonts w:hint="cs"/>
                <w:rtl/>
              </w:rPr>
              <w:t>سعد بن معاذ</w:t>
            </w:r>
          </w:p>
        </w:tc>
        <w:tc>
          <w:tcPr>
            <w:tcW w:w="3168" w:type="dxa"/>
          </w:tcPr>
          <w:p w:rsidR="00EE1A1A" w:rsidRDefault="00EE1A1A" w:rsidP="00A80F4B">
            <w:pPr>
              <w:pStyle w:val="libVarCenter"/>
              <w:rPr>
                <w:rtl/>
              </w:rPr>
            </w:pPr>
            <w:r>
              <w:rPr>
                <w:rFonts w:hint="cs"/>
                <w:rtl/>
              </w:rPr>
              <w:t>96 ، 97</w:t>
            </w:r>
          </w:p>
        </w:tc>
      </w:tr>
      <w:tr w:rsidR="00EE1A1A" w:rsidTr="00BB3BDA">
        <w:tc>
          <w:tcPr>
            <w:tcW w:w="4594" w:type="dxa"/>
          </w:tcPr>
          <w:p w:rsidR="00EE1A1A" w:rsidRDefault="00EE1A1A" w:rsidP="006713DA">
            <w:pPr>
              <w:pStyle w:val="libVar0"/>
              <w:rPr>
                <w:rtl/>
              </w:rPr>
            </w:pPr>
            <w:r>
              <w:rPr>
                <w:rFonts w:hint="cs"/>
                <w:rtl/>
              </w:rPr>
              <w:t xml:space="preserve">سليمان بن داود </w:t>
            </w:r>
            <w:r w:rsidR="00A80F4B" w:rsidRPr="00A80F4B">
              <w:rPr>
                <w:rStyle w:val="libAlaemChar"/>
                <w:rFonts w:hint="cs"/>
                <w:rtl/>
              </w:rPr>
              <w:t>عليهما‌السلام</w:t>
            </w:r>
          </w:p>
        </w:tc>
        <w:tc>
          <w:tcPr>
            <w:tcW w:w="3168" w:type="dxa"/>
          </w:tcPr>
          <w:p w:rsidR="00EE1A1A" w:rsidRDefault="00EE1A1A" w:rsidP="00A80F4B">
            <w:pPr>
              <w:pStyle w:val="libVarCenter"/>
              <w:rPr>
                <w:rtl/>
              </w:rPr>
            </w:pPr>
            <w:r>
              <w:rPr>
                <w:rFonts w:hint="cs"/>
                <w:rtl/>
              </w:rPr>
              <w:t>111</w:t>
            </w:r>
          </w:p>
        </w:tc>
      </w:tr>
      <w:tr w:rsidR="00EE1A1A" w:rsidTr="00BB3BDA">
        <w:tc>
          <w:tcPr>
            <w:tcW w:w="4594" w:type="dxa"/>
          </w:tcPr>
          <w:p w:rsidR="00EE1A1A" w:rsidRDefault="00EE1A1A" w:rsidP="006713DA">
            <w:pPr>
              <w:pStyle w:val="libVar0"/>
              <w:rPr>
                <w:rtl/>
              </w:rPr>
            </w:pPr>
            <w:r>
              <w:rPr>
                <w:rFonts w:hint="cs"/>
                <w:rtl/>
              </w:rPr>
              <w:t>السمراء بنت قيس</w:t>
            </w:r>
          </w:p>
        </w:tc>
        <w:tc>
          <w:tcPr>
            <w:tcW w:w="3168" w:type="dxa"/>
          </w:tcPr>
          <w:p w:rsidR="00EE1A1A" w:rsidRDefault="00EE1A1A" w:rsidP="00A80F4B">
            <w:pPr>
              <w:pStyle w:val="libVarCenter"/>
              <w:rPr>
                <w:rtl/>
              </w:rPr>
            </w:pPr>
            <w:r>
              <w:rPr>
                <w:rFonts w:hint="cs"/>
                <w:rtl/>
              </w:rPr>
              <w:t>72</w:t>
            </w:r>
          </w:p>
        </w:tc>
      </w:tr>
      <w:tr w:rsidR="00EE1A1A" w:rsidTr="00BB3BDA">
        <w:tc>
          <w:tcPr>
            <w:tcW w:w="4594" w:type="dxa"/>
          </w:tcPr>
          <w:p w:rsidR="00EE1A1A" w:rsidRDefault="00EE1A1A" w:rsidP="006713DA">
            <w:pPr>
              <w:pStyle w:val="libVar0"/>
              <w:rPr>
                <w:rtl/>
              </w:rPr>
            </w:pPr>
            <w:r>
              <w:rPr>
                <w:rFonts w:hint="cs"/>
                <w:rtl/>
              </w:rPr>
              <w:t>سهل بن الحنظلية</w:t>
            </w:r>
          </w:p>
        </w:tc>
        <w:tc>
          <w:tcPr>
            <w:tcW w:w="3168" w:type="dxa"/>
          </w:tcPr>
          <w:p w:rsidR="00EE1A1A" w:rsidRDefault="00EE1A1A" w:rsidP="00A80F4B">
            <w:pPr>
              <w:pStyle w:val="libVarCenter"/>
              <w:rPr>
                <w:rtl/>
              </w:rPr>
            </w:pPr>
            <w:r>
              <w:rPr>
                <w:rFonts w:hint="cs"/>
                <w:rtl/>
              </w:rPr>
              <w:t>32</w:t>
            </w:r>
          </w:p>
        </w:tc>
      </w:tr>
      <w:tr w:rsidR="00EE1A1A" w:rsidTr="00BB3BDA">
        <w:tc>
          <w:tcPr>
            <w:tcW w:w="4594" w:type="dxa"/>
          </w:tcPr>
          <w:p w:rsidR="00EE1A1A" w:rsidRDefault="00EE1A1A" w:rsidP="006713DA">
            <w:pPr>
              <w:pStyle w:val="libVar0"/>
              <w:rPr>
                <w:rtl/>
              </w:rPr>
            </w:pPr>
            <w:r>
              <w:rPr>
                <w:rFonts w:hint="cs"/>
                <w:rtl/>
              </w:rPr>
              <w:t>سهل بن حنيف</w:t>
            </w:r>
          </w:p>
        </w:tc>
        <w:tc>
          <w:tcPr>
            <w:tcW w:w="3168" w:type="dxa"/>
          </w:tcPr>
          <w:p w:rsidR="00EE1A1A" w:rsidRDefault="00EE1A1A" w:rsidP="00A80F4B">
            <w:pPr>
              <w:pStyle w:val="libVarCenter"/>
              <w:rPr>
                <w:rtl/>
              </w:rPr>
            </w:pPr>
            <w:r>
              <w:rPr>
                <w:rFonts w:hint="cs"/>
                <w:rtl/>
              </w:rPr>
              <w:t>32</w:t>
            </w:r>
          </w:p>
        </w:tc>
      </w:tr>
      <w:tr w:rsidR="00EE1A1A" w:rsidTr="00BB3BDA">
        <w:tc>
          <w:tcPr>
            <w:tcW w:w="4594" w:type="dxa"/>
          </w:tcPr>
          <w:p w:rsidR="00EE1A1A" w:rsidRDefault="00EE1A1A" w:rsidP="006713DA">
            <w:pPr>
              <w:pStyle w:val="libVar0"/>
              <w:rPr>
                <w:rtl/>
              </w:rPr>
            </w:pPr>
            <w:r>
              <w:rPr>
                <w:rFonts w:hint="cs"/>
                <w:rtl/>
              </w:rPr>
              <w:t>سهل بن عبدالعزيز</w:t>
            </w:r>
          </w:p>
        </w:tc>
        <w:tc>
          <w:tcPr>
            <w:tcW w:w="3168" w:type="dxa"/>
          </w:tcPr>
          <w:p w:rsidR="00EE1A1A" w:rsidRDefault="00EE1A1A" w:rsidP="00A80F4B">
            <w:pPr>
              <w:pStyle w:val="libVarCenter"/>
              <w:rPr>
                <w:rtl/>
              </w:rPr>
            </w:pPr>
            <w:r>
              <w:rPr>
                <w:rFonts w:hint="cs"/>
                <w:rtl/>
              </w:rPr>
              <w:t>66</w:t>
            </w:r>
          </w:p>
        </w:tc>
      </w:tr>
      <w:tr w:rsidR="00EE1A1A" w:rsidTr="00BB3BDA">
        <w:tc>
          <w:tcPr>
            <w:tcW w:w="4594" w:type="dxa"/>
          </w:tcPr>
          <w:p w:rsidR="00EE1A1A" w:rsidRDefault="00EE1A1A" w:rsidP="006713DA">
            <w:pPr>
              <w:pStyle w:val="libVar0"/>
              <w:rPr>
                <w:rtl/>
              </w:rPr>
            </w:pPr>
            <w:r>
              <w:rPr>
                <w:rFonts w:hint="cs"/>
                <w:rtl/>
              </w:rPr>
              <w:t>سويد بن شعبة</w:t>
            </w:r>
          </w:p>
        </w:tc>
        <w:tc>
          <w:tcPr>
            <w:tcW w:w="3168" w:type="dxa"/>
          </w:tcPr>
          <w:p w:rsidR="00EE1A1A" w:rsidRDefault="00EE1A1A" w:rsidP="00A80F4B">
            <w:pPr>
              <w:pStyle w:val="libVarCenter"/>
              <w:rPr>
                <w:rtl/>
              </w:rPr>
            </w:pPr>
            <w:r>
              <w:rPr>
                <w:rFonts w:hint="cs"/>
                <w:rtl/>
              </w:rPr>
              <w:t>89</w:t>
            </w:r>
          </w:p>
        </w:tc>
      </w:tr>
    </w:tbl>
    <w:p w:rsidR="00EE1A1A" w:rsidRDefault="00EE1A1A" w:rsidP="006713DA">
      <w:pPr>
        <w:pStyle w:val="libCenterBold1"/>
        <w:rPr>
          <w:rtl/>
        </w:rPr>
      </w:pPr>
      <w:r>
        <w:rPr>
          <w:rFonts w:hint="cs"/>
          <w:rtl/>
        </w:rPr>
        <w:t>(ش)</w:t>
      </w:r>
    </w:p>
    <w:tbl>
      <w:tblPr>
        <w:bidiVisual/>
        <w:tblW w:w="0" w:type="auto"/>
        <w:tblLook w:val="01E0"/>
      </w:tblPr>
      <w:tblGrid>
        <w:gridCol w:w="4482"/>
        <w:gridCol w:w="3091"/>
      </w:tblGrid>
      <w:tr w:rsidR="00EE1A1A" w:rsidTr="00BB3BDA">
        <w:tc>
          <w:tcPr>
            <w:tcW w:w="4594" w:type="dxa"/>
          </w:tcPr>
          <w:p w:rsidR="00EE1A1A" w:rsidRDefault="00EE1A1A" w:rsidP="006713DA">
            <w:pPr>
              <w:pStyle w:val="libVar0"/>
              <w:rPr>
                <w:rtl/>
              </w:rPr>
            </w:pPr>
            <w:r>
              <w:rPr>
                <w:rFonts w:hint="cs"/>
                <w:rtl/>
              </w:rPr>
              <w:t>الشعبي</w:t>
            </w:r>
          </w:p>
        </w:tc>
        <w:tc>
          <w:tcPr>
            <w:tcW w:w="3168" w:type="dxa"/>
          </w:tcPr>
          <w:p w:rsidR="00EE1A1A" w:rsidRDefault="00EE1A1A" w:rsidP="00A80F4B">
            <w:pPr>
              <w:pStyle w:val="libVarCenter"/>
              <w:rPr>
                <w:rtl/>
              </w:rPr>
            </w:pPr>
            <w:r>
              <w:rPr>
                <w:rFonts w:hint="cs"/>
                <w:rtl/>
              </w:rPr>
              <w:t>66</w:t>
            </w:r>
          </w:p>
        </w:tc>
      </w:tr>
    </w:tbl>
    <w:p w:rsidR="00EE1A1A" w:rsidRDefault="00EE1A1A" w:rsidP="00BB3BDA">
      <w:pPr>
        <w:pStyle w:val="libNormal0"/>
        <w:rPr>
          <w:rtl/>
        </w:rPr>
      </w:pPr>
    </w:p>
    <w:p w:rsidR="00EE1A1A" w:rsidRDefault="00EE1A1A" w:rsidP="006713DA">
      <w:pPr>
        <w:pStyle w:val="libCenterBold1"/>
        <w:rPr>
          <w:rtl/>
        </w:rPr>
      </w:pPr>
      <w:r>
        <w:rPr>
          <w:rtl/>
        </w:rPr>
        <w:br w:type="page"/>
      </w:r>
      <w:r>
        <w:rPr>
          <w:rFonts w:hint="cs"/>
          <w:rtl/>
        </w:rPr>
        <w:lastRenderedPageBreak/>
        <w:t>(ص)</w:t>
      </w:r>
    </w:p>
    <w:tbl>
      <w:tblPr>
        <w:bidiVisual/>
        <w:tblW w:w="0" w:type="auto"/>
        <w:tblLook w:val="01E0"/>
      </w:tblPr>
      <w:tblGrid>
        <w:gridCol w:w="4486"/>
        <w:gridCol w:w="3087"/>
      </w:tblGrid>
      <w:tr w:rsidR="00EE1A1A" w:rsidTr="00BB3BDA">
        <w:tc>
          <w:tcPr>
            <w:tcW w:w="4594" w:type="dxa"/>
          </w:tcPr>
          <w:p w:rsidR="00EE1A1A" w:rsidRDefault="00EE1A1A" w:rsidP="006713DA">
            <w:pPr>
              <w:pStyle w:val="libVar0"/>
              <w:rPr>
                <w:rtl/>
              </w:rPr>
            </w:pPr>
            <w:r>
              <w:rPr>
                <w:rFonts w:hint="cs"/>
                <w:rtl/>
              </w:rPr>
              <w:t>صعصعة بن معاوية</w:t>
            </w:r>
          </w:p>
        </w:tc>
        <w:tc>
          <w:tcPr>
            <w:tcW w:w="3168" w:type="dxa"/>
          </w:tcPr>
          <w:p w:rsidR="00EE1A1A" w:rsidRDefault="00EE1A1A" w:rsidP="00A80F4B">
            <w:pPr>
              <w:pStyle w:val="libVarCenter"/>
              <w:rPr>
                <w:rtl/>
              </w:rPr>
            </w:pPr>
            <w:r>
              <w:rPr>
                <w:rFonts w:hint="cs"/>
                <w:rtl/>
              </w:rPr>
              <w:t>40</w:t>
            </w:r>
          </w:p>
        </w:tc>
      </w:tr>
      <w:tr w:rsidR="00EE1A1A" w:rsidTr="00BB3BDA">
        <w:tc>
          <w:tcPr>
            <w:tcW w:w="4594" w:type="dxa"/>
          </w:tcPr>
          <w:p w:rsidR="00EE1A1A" w:rsidRDefault="00EE1A1A" w:rsidP="006713DA">
            <w:pPr>
              <w:pStyle w:val="libVar0"/>
              <w:rPr>
                <w:rtl/>
              </w:rPr>
            </w:pPr>
            <w:r>
              <w:rPr>
                <w:rFonts w:hint="cs"/>
                <w:rtl/>
              </w:rPr>
              <w:t>صفية بنت عبدالمطلب</w:t>
            </w:r>
          </w:p>
        </w:tc>
        <w:tc>
          <w:tcPr>
            <w:tcW w:w="3168" w:type="dxa"/>
          </w:tcPr>
          <w:p w:rsidR="00EE1A1A" w:rsidRDefault="00EE1A1A" w:rsidP="00A80F4B">
            <w:pPr>
              <w:pStyle w:val="libVarCenter"/>
              <w:rPr>
                <w:rtl/>
              </w:rPr>
            </w:pPr>
            <w:r>
              <w:rPr>
                <w:rFonts w:hint="cs"/>
                <w:rtl/>
              </w:rPr>
              <w:t>71</w:t>
            </w:r>
          </w:p>
        </w:tc>
      </w:tr>
      <w:tr w:rsidR="00EE1A1A" w:rsidTr="00BB3BDA">
        <w:tc>
          <w:tcPr>
            <w:tcW w:w="4594" w:type="dxa"/>
          </w:tcPr>
          <w:p w:rsidR="00EE1A1A" w:rsidRDefault="00EE1A1A" w:rsidP="006713DA">
            <w:pPr>
              <w:pStyle w:val="libVar0"/>
              <w:rPr>
                <w:rtl/>
              </w:rPr>
            </w:pPr>
            <w:r>
              <w:rPr>
                <w:rFonts w:hint="cs"/>
                <w:rtl/>
              </w:rPr>
              <w:t>صلة بن أشيم</w:t>
            </w:r>
          </w:p>
        </w:tc>
        <w:tc>
          <w:tcPr>
            <w:tcW w:w="3168" w:type="dxa"/>
          </w:tcPr>
          <w:p w:rsidR="00EE1A1A" w:rsidRDefault="00EE1A1A" w:rsidP="00A80F4B">
            <w:pPr>
              <w:pStyle w:val="libVarCenter"/>
              <w:rPr>
                <w:rtl/>
              </w:rPr>
            </w:pPr>
            <w:r>
              <w:rPr>
                <w:rFonts w:hint="cs"/>
                <w:rtl/>
              </w:rPr>
              <w:t>73</w:t>
            </w:r>
          </w:p>
        </w:tc>
      </w:tr>
    </w:tbl>
    <w:p w:rsidR="00EE1A1A" w:rsidRDefault="00EE1A1A" w:rsidP="006713DA">
      <w:pPr>
        <w:pStyle w:val="libCenterBold1"/>
        <w:rPr>
          <w:rtl/>
        </w:rPr>
      </w:pPr>
      <w:r>
        <w:rPr>
          <w:rFonts w:hint="cs"/>
          <w:rtl/>
        </w:rPr>
        <w:t>(ط)</w:t>
      </w:r>
    </w:p>
    <w:tbl>
      <w:tblPr>
        <w:bidiVisual/>
        <w:tblW w:w="0" w:type="auto"/>
        <w:tblLook w:val="01E0"/>
      </w:tblPr>
      <w:tblGrid>
        <w:gridCol w:w="4480"/>
        <w:gridCol w:w="3093"/>
      </w:tblGrid>
      <w:tr w:rsidR="00EE1A1A" w:rsidTr="00BB3BDA">
        <w:tc>
          <w:tcPr>
            <w:tcW w:w="4594" w:type="dxa"/>
          </w:tcPr>
          <w:p w:rsidR="00EE1A1A" w:rsidRDefault="00EE1A1A" w:rsidP="006713DA">
            <w:pPr>
              <w:pStyle w:val="libVar0"/>
              <w:rPr>
                <w:rtl/>
              </w:rPr>
            </w:pPr>
            <w:r>
              <w:rPr>
                <w:rFonts w:hint="cs"/>
                <w:rtl/>
              </w:rPr>
              <w:t>الطبراني</w:t>
            </w:r>
          </w:p>
        </w:tc>
        <w:tc>
          <w:tcPr>
            <w:tcW w:w="3168" w:type="dxa"/>
          </w:tcPr>
          <w:p w:rsidR="00EE1A1A" w:rsidRDefault="00EE1A1A" w:rsidP="00A80F4B">
            <w:pPr>
              <w:pStyle w:val="libVarCenter"/>
              <w:rPr>
                <w:rtl/>
              </w:rPr>
            </w:pPr>
            <w:r>
              <w:rPr>
                <w:rFonts w:hint="cs"/>
                <w:rtl/>
              </w:rPr>
              <w:t>112</w:t>
            </w:r>
          </w:p>
        </w:tc>
      </w:tr>
    </w:tbl>
    <w:p w:rsidR="00EE1A1A" w:rsidRDefault="00EE1A1A" w:rsidP="006713DA">
      <w:pPr>
        <w:pStyle w:val="libCenterBold1"/>
        <w:rPr>
          <w:rtl/>
        </w:rPr>
      </w:pPr>
      <w:r>
        <w:rPr>
          <w:rFonts w:hint="cs"/>
          <w:rtl/>
        </w:rPr>
        <w:t>(ع)</w:t>
      </w:r>
    </w:p>
    <w:tbl>
      <w:tblPr>
        <w:bidiVisual/>
        <w:tblW w:w="0" w:type="auto"/>
        <w:tblLook w:val="01E0"/>
      </w:tblPr>
      <w:tblGrid>
        <w:gridCol w:w="4482"/>
        <w:gridCol w:w="3091"/>
      </w:tblGrid>
      <w:tr w:rsidR="00EE1A1A" w:rsidTr="00BB3BDA">
        <w:tc>
          <w:tcPr>
            <w:tcW w:w="4594" w:type="dxa"/>
          </w:tcPr>
          <w:p w:rsidR="00EE1A1A" w:rsidRDefault="00EE1A1A" w:rsidP="006713DA">
            <w:pPr>
              <w:pStyle w:val="libVar0"/>
              <w:rPr>
                <w:rtl/>
              </w:rPr>
            </w:pPr>
            <w:r>
              <w:rPr>
                <w:rFonts w:hint="cs"/>
                <w:rtl/>
              </w:rPr>
              <w:t>عبادة بن الصامت</w:t>
            </w:r>
          </w:p>
        </w:tc>
        <w:tc>
          <w:tcPr>
            <w:tcW w:w="3168" w:type="dxa"/>
          </w:tcPr>
          <w:p w:rsidR="00EE1A1A" w:rsidRDefault="00EE1A1A" w:rsidP="00A80F4B">
            <w:pPr>
              <w:pStyle w:val="libVarCenter"/>
              <w:rPr>
                <w:rtl/>
              </w:rPr>
            </w:pPr>
            <w:r>
              <w:rPr>
                <w:rFonts w:hint="cs"/>
                <w:rtl/>
              </w:rPr>
              <w:t>33</w:t>
            </w:r>
          </w:p>
        </w:tc>
      </w:tr>
      <w:tr w:rsidR="00EE1A1A" w:rsidTr="00BB3BDA">
        <w:tc>
          <w:tcPr>
            <w:tcW w:w="4594" w:type="dxa"/>
          </w:tcPr>
          <w:p w:rsidR="00EE1A1A" w:rsidRDefault="00EE1A1A" w:rsidP="006713DA">
            <w:pPr>
              <w:pStyle w:val="libVar0"/>
              <w:rPr>
                <w:rtl/>
              </w:rPr>
            </w:pPr>
            <w:r>
              <w:rPr>
                <w:rFonts w:hint="cs"/>
                <w:rtl/>
              </w:rPr>
              <w:t>عبادة بن محمّد بن عبادة بن الصامت</w:t>
            </w:r>
          </w:p>
        </w:tc>
        <w:tc>
          <w:tcPr>
            <w:tcW w:w="3168" w:type="dxa"/>
          </w:tcPr>
          <w:p w:rsidR="00EE1A1A" w:rsidRDefault="00EE1A1A" w:rsidP="00A80F4B">
            <w:pPr>
              <w:pStyle w:val="libVarCenter"/>
              <w:rPr>
                <w:rtl/>
              </w:rPr>
            </w:pPr>
            <w:r>
              <w:rPr>
                <w:rFonts w:hint="cs"/>
                <w:rtl/>
              </w:rPr>
              <w:t>56</w:t>
            </w:r>
          </w:p>
        </w:tc>
      </w:tr>
      <w:tr w:rsidR="00EE1A1A" w:rsidTr="00BB3BDA">
        <w:tc>
          <w:tcPr>
            <w:tcW w:w="4594" w:type="dxa"/>
          </w:tcPr>
          <w:p w:rsidR="00EE1A1A" w:rsidRDefault="00EE1A1A" w:rsidP="006713DA">
            <w:pPr>
              <w:pStyle w:val="libVar0"/>
              <w:rPr>
                <w:rtl/>
              </w:rPr>
            </w:pPr>
            <w:r>
              <w:rPr>
                <w:rFonts w:hint="cs"/>
                <w:rtl/>
              </w:rPr>
              <w:t>عبدالرّحمن بن الحجّاج</w:t>
            </w:r>
          </w:p>
        </w:tc>
        <w:tc>
          <w:tcPr>
            <w:tcW w:w="3168" w:type="dxa"/>
          </w:tcPr>
          <w:p w:rsidR="00EE1A1A" w:rsidRDefault="00EE1A1A" w:rsidP="00A80F4B">
            <w:pPr>
              <w:pStyle w:val="libVarCenter"/>
              <w:rPr>
                <w:rtl/>
              </w:rPr>
            </w:pPr>
            <w:r>
              <w:rPr>
                <w:rFonts w:hint="cs"/>
                <w:rtl/>
              </w:rPr>
              <w:t>113</w:t>
            </w:r>
          </w:p>
        </w:tc>
      </w:tr>
      <w:tr w:rsidR="00EE1A1A" w:rsidTr="00BB3BDA">
        <w:tc>
          <w:tcPr>
            <w:tcW w:w="4594" w:type="dxa"/>
          </w:tcPr>
          <w:p w:rsidR="00EE1A1A" w:rsidRDefault="00EE1A1A" w:rsidP="006713DA">
            <w:pPr>
              <w:pStyle w:val="libVar0"/>
              <w:rPr>
                <w:rtl/>
              </w:rPr>
            </w:pPr>
            <w:r>
              <w:rPr>
                <w:rFonts w:hint="cs"/>
                <w:rtl/>
              </w:rPr>
              <w:t>عبدالرّحمن بن سمرة</w:t>
            </w:r>
          </w:p>
        </w:tc>
        <w:tc>
          <w:tcPr>
            <w:tcW w:w="3168" w:type="dxa"/>
          </w:tcPr>
          <w:p w:rsidR="00EE1A1A" w:rsidRDefault="00EE1A1A" w:rsidP="00A80F4B">
            <w:pPr>
              <w:pStyle w:val="libVarCenter"/>
              <w:rPr>
                <w:rtl/>
              </w:rPr>
            </w:pPr>
            <w:r>
              <w:rPr>
                <w:rFonts w:hint="cs"/>
                <w:rtl/>
              </w:rPr>
              <w:t>31</w:t>
            </w:r>
          </w:p>
        </w:tc>
      </w:tr>
      <w:tr w:rsidR="00EE1A1A" w:rsidTr="00BB3BDA">
        <w:tc>
          <w:tcPr>
            <w:tcW w:w="4594" w:type="dxa"/>
          </w:tcPr>
          <w:p w:rsidR="00EE1A1A" w:rsidRDefault="00EE1A1A" w:rsidP="006713DA">
            <w:pPr>
              <w:pStyle w:val="libVar0"/>
              <w:rPr>
                <w:rtl/>
              </w:rPr>
            </w:pPr>
            <w:r>
              <w:rPr>
                <w:rFonts w:hint="cs"/>
                <w:rtl/>
              </w:rPr>
              <w:t>عبدالرّحمن بن عثمان</w:t>
            </w:r>
          </w:p>
        </w:tc>
        <w:tc>
          <w:tcPr>
            <w:tcW w:w="3168" w:type="dxa"/>
          </w:tcPr>
          <w:p w:rsidR="00EE1A1A" w:rsidRDefault="00EE1A1A" w:rsidP="00BB3BDA">
            <w:pPr>
              <w:rPr>
                <w:rtl/>
              </w:rPr>
            </w:pPr>
          </w:p>
        </w:tc>
      </w:tr>
      <w:tr w:rsidR="00EE1A1A" w:rsidTr="00BB3BDA">
        <w:tc>
          <w:tcPr>
            <w:tcW w:w="4594" w:type="dxa"/>
          </w:tcPr>
          <w:p w:rsidR="00EE1A1A" w:rsidRDefault="00EE1A1A" w:rsidP="006713DA">
            <w:pPr>
              <w:pStyle w:val="libVar0"/>
              <w:rPr>
                <w:rtl/>
              </w:rPr>
            </w:pPr>
            <w:r>
              <w:rPr>
                <w:rFonts w:hint="cs"/>
                <w:rtl/>
              </w:rPr>
              <w:t>عبدالرّحمن بن عوف</w:t>
            </w:r>
          </w:p>
        </w:tc>
        <w:tc>
          <w:tcPr>
            <w:tcW w:w="3168" w:type="dxa"/>
          </w:tcPr>
          <w:p w:rsidR="00EE1A1A" w:rsidRDefault="00EE1A1A" w:rsidP="00A80F4B">
            <w:pPr>
              <w:pStyle w:val="libVarCenter"/>
              <w:rPr>
                <w:rtl/>
              </w:rPr>
            </w:pPr>
            <w:r>
              <w:rPr>
                <w:rFonts w:hint="cs"/>
                <w:rtl/>
              </w:rPr>
              <w:t>93</w:t>
            </w:r>
          </w:p>
        </w:tc>
      </w:tr>
      <w:tr w:rsidR="00EE1A1A" w:rsidTr="00BB3BDA">
        <w:tc>
          <w:tcPr>
            <w:tcW w:w="4594" w:type="dxa"/>
          </w:tcPr>
          <w:p w:rsidR="00EE1A1A" w:rsidRDefault="00EE1A1A" w:rsidP="006713DA">
            <w:pPr>
              <w:pStyle w:val="libVar0"/>
              <w:rPr>
                <w:rtl/>
              </w:rPr>
            </w:pPr>
            <w:r>
              <w:rPr>
                <w:rFonts w:hint="cs"/>
                <w:rtl/>
              </w:rPr>
              <w:t>عبدالله</w:t>
            </w:r>
          </w:p>
        </w:tc>
        <w:tc>
          <w:tcPr>
            <w:tcW w:w="3168" w:type="dxa"/>
          </w:tcPr>
          <w:p w:rsidR="00EE1A1A" w:rsidRDefault="00EE1A1A" w:rsidP="00A80F4B">
            <w:pPr>
              <w:pStyle w:val="libVarCenter"/>
              <w:rPr>
                <w:rtl/>
              </w:rPr>
            </w:pPr>
            <w:r>
              <w:rPr>
                <w:rFonts w:hint="cs"/>
                <w:rtl/>
              </w:rPr>
              <w:t>69</w:t>
            </w:r>
          </w:p>
        </w:tc>
      </w:tr>
      <w:tr w:rsidR="00EE1A1A" w:rsidTr="00BB3BDA">
        <w:tc>
          <w:tcPr>
            <w:tcW w:w="4594" w:type="dxa"/>
          </w:tcPr>
          <w:p w:rsidR="00EE1A1A" w:rsidRDefault="00EE1A1A" w:rsidP="006713DA">
            <w:pPr>
              <w:pStyle w:val="libVar0"/>
              <w:rPr>
                <w:rtl/>
              </w:rPr>
            </w:pPr>
            <w:r>
              <w:rPr>
                <w:rFonts w:hint="cs"/>
                <w:rtl/>
              </w:rPr>
              <w:t>عبدالله بن أبي بكر بن محمّد بن عمر بن حزم</w:t>
            </w:r>
          </w:p>
        </w:tc>
        <w:tc>
          <w:tcPr>
            <w:tcW w:w="3168" w:type="dxa"/>
          </w:tcPr>
          <w:p w:rsidR="00EE1A1A" w:rsidRDefault="00EE1A1A" w:rsidP="00A80F4B">
            <w:pPr>
              <w:pStyle w:val="libVarCenter"/>
              <w:rPr>
                <w:rtl/>
              </w:rPr>
            </w:pPr>
            <w:r>
              <w:rPr>
                <w:rFonts w:hint="cs"/>
                <w:rtl/>
              </w:rPr>
              <w:t>106</w:t>
            </w:r>
          </w:p>
        </w:tc>
      </w:tr>
      <w:tr w:rsidR="00EE1A1A" w:rsidTr="00BB3BDA">
        <w:tc>
          <w:tcPr>
            <w:tcW w:w="4594" w:type="dxa"/>
          </w:tcPr>
          <w:p w:rsidR="00EE1A1A" w:rsidRDefault="00EE1A1A" w:rsidP="006713DA">
            <w:pPr>
              <w:pStyle w:val="libVar0"/>
              <w:rPr>
                <w:rtl/>
              </w:rPr>
            </w:pPr>
            <w:r>
              <w:rPr>
                <w:rFonts w:hint="cs"/>
                <w:rtl/>
              </w:rPr>
              <w:t>عبدالله بن أبي يعفور</w:t>
            </w:r>
          </w:p>
        </w:tc>
        <w:tc>
          <w:tcPr>
            <w:tcW w:w="3168" w:type="dxa"/>
          </w:tcPr>
          <w:p w:rsidR="00EE1A1A" w:rsidRDefault="00EE1A1A" w:rsidP="00A80F4B">
            <w:pPr>
              <w:pStyle w:val="libVarCenter"/>
              <w:rPr>
                <w:rtl/>
              </w:rPr>
            </w:pPr>
            <w:r>
              <w:rPr>
                <w:rFonts w:hint="cs"/>
                <w:rtl/>
              </w:rPr>
              <w:t>114</w:t>
            </w:r>
          </w:p>
        </w:tc>
      </w:tr>
      <w:tr w:rsidR="00EE1A1A" w:rsidTr="00BB3BDA">
        <w:tc>
          <w:tcPr>
            <w:tcW w:w="4594" w:type="dxa"/>
          </w:tcPr>
          <w:p w:rsidR="00EE1A1A" w:rsidRDefault="00EE1A1A" w:rsidP="006713DA">
            <w:pPr>
              <w:pStyle w:val="libVar0"/>
              <w:rPr>
                <w:rtl/>
              </w:rPr>
            </w:pPr>
            <w:r>
              <w:rPr>
                <w:rFonts w:hint="cs"/>
                <w:rtl/>
              </w:rPr>
              <w:t>عبدالله بن جحش</w:t>
            </w:r>
          </w:p>
        </w:tc>
        <w:tc>
          <w:tcPr>
            <w:tcW w:w="3168" w:type="dxa"/>
          </w:tcPr>
          <w:p w:rsidR="00EE1A1A" w:rsidRDefault="00EE1A1A" w:rsidP="00A80F4B">
            <w:pPr>
              <w:pStyle w:val="libVarCenter"/>
              <w:rPr>
                <w:rtl/>
              </w:rPr>
            </w:pPr>
            <w:r>
              <w:rPr>
                <w:rFonts w:hint="cs"/>
                <w:rtl/>
              </w:rPr>
              <w:t>97</w:t>
            </w:r>
          </w:p>
        </w:tc>
      </w:tr>
      <w:tr w:rsidR="00EE1A1A" w:rsidTr="00BB3BDA">
        <w:tc>
          <w:tcPr>
            <w:tcW w:w="4594" w:type="dxa"/>
          </w:tcPr>
          <w:p w:rsidR="00EE1A1A" w:rsidRDefault="00EE1A1A" w:rsidP="006713DA">
            <w:pPr>
              <w:pStyle w:val="libVar0"/>
              <w:rPr>
                <w:rtl/>
              </w:rPr>
            </w:pPr>
            <w:r>
              <w:rPr>
                <w:rFonts w:hint="cs"/>
                <w:rtl/>
              </w:rPr>
              <w:t>عبدالله بن جعفر</w:t>
            </w:r>
          </w:p>
        </w:tc>
        <w:tc>
          <w:tcPr>
            <w:tcW w:w="3168" w:type="dxa"/>
          </w:tcPr>
          <w:p w:rsidR="00EE1A1A" w:rsidRDefault="00EE1A1A" w:rsidP="00A80F4B">
            <w:pPr>
              <w:pStyle w:val="libVarCenter"/>
              <w:rPr>
                <w:rtl/>
              </w:rPr>
            </w:pPr>
            <w:r>
              <w:rPr>
                <w:rFonts w:hint="cs"/>
                <w:rtl/>
              </w:rPr>
              <w:t>96</w:t>
            </w:r>
          </w:p>
        </w:tc>
      </w:tr>
      <w:tr w:rsidR="00EE1A1A" w:rsidTr="00BB3BDA">
        <w:tc>
          <w:tcPr>
            <w:tcW w:w="4594" w:type="dxa"/>
          </w:tcPr>
          <w:p w:rsidR="00EE1A1A" w:rsidRDefault="00EE1A1A" w:rsidP="006713DA">
            <w:pPr>
              <w:pStyle w:val="libVar0"/>
              <w:rPr>
                <w:rtl/>
              </w:rPr>
            </w:pPr>
            <w:r>
              <w:rPr>
                <w:rFonts w:hint="cs"/>
                <w:rtl/>
              </w:rPr>
              <w:t>عبدالله بن الحسن</w:t>
            </w:r>
          </w:p>
        </w:tc>
        <w:tc>
          <w:tcPr>
            <w:tcW w:w="3168" w:type="dxa"/>
          </w:tcPr>
          <w:p w:rsidR="00EE1A1A" w:rsidRDefault="00EE1A1A" w:rsidP="00A80F4B">
            <w:pPr>
              <w:pStyle w:val="libVarCenter"/>
              <w:rPr>
                <w:rtl/>
              </w:rPr>
            </w:pPr>
            <w:r>
              <w:rPr>
                <w:rFonts w:hint="cs"/>
                <w:rtl/>
              </w:rPr>
              <w:t>116</w:t>
            </w:r>
          </w:p>
        </w:tc>
      </w:tr>
      <w:tr w:rsidR="00EE1A1A" w:rsidTr="00BB3BDA">
        <w:tc>
          <w:tcPr>
            <w:tcW w:w="4594" w:type="dxa"/>
          </w:tcPr>
          <w:p w:rsidR="00EE1A1A" w:rsidRDefault="00EE1A1A" w:rsidP="006713DA">
            <w:pPr>
              <w:pStyle w:val="libVar0"/>
              <w:rPr>
                <w:rtl/>
              </w:rPr>
            </w:pPr>
            <w:r>
              <w:rPr>
                <w:rFonts w:hint="cs"/>
                <w:rtl/>
              </w:rPr>
              <w:t>عبدالله بن سنان</w:t>
            </w:r>
          </w:p>
        </w:tc>
        <w:tc>
          <w:tcPr>
            <w:tcW w:w="3168" w:type="dxa"/>
          </w:tcPr>
          <w:p w:rsidR="00EE1A1A" w:rsidRDefault="00EE1A1A" w:rsidP="00A80F4B">
            <w:pPr>
              <w:pStyle w:val="libVarCenter"/>
              <w:rPr>
                <w:rtl/>
              </w:rPr>
            </w:pPr>
            <w:r>
              <w:rPr>
                <w:rFonts w:hint="cs"/>
                <w:rtl/>
              </w:rPr>
              <w:t>51</w:t>
            </w:r>
          </w:p>
        </w:tc>
      </w:tr>
      <w:tr w:rsidR="00EE1A1A" w:rsidTr="00BB3BDA">
        <w:tc>
          <w:tcPr>
            <w:tcW w:w="4594" w:type="dxa"/>
          </w:tcPr>
          <w:p w:rsidR="00EE1A1A" w:rsidRDefault="00EE1A1A" w:rsidP="006713DA">
            <w:pPr>
              <w:pStyle w:val="libVar0"/>
              <w:rPr>
                <w:rtl/>
              </w:rPr>
            </w:pPr>
            <w:r>
              <w:rPr>
                <w:rFonts w:hint="cs"/>
                <w:rtl/>
              </w:rPr>
              <w:t>عبدالله بن عامر المازني</w:t>
            </w:r>
          </w:p>
        </w:tc>
        <w:tc>
          <w:tcPr>
            <w:tcW w:w="3168" w:type="dxa"/>
          </w:tcPr>
          <w:p w:rsidR="00EE1A1A" w:rsidRDefault="00EE1A1A" w:rsidP="00A80F4B">
            <w:pPr>
              <w:pStyle w:val="libVarCenter"/>
              <w:rPr>
                <w:rtl/>
              </w:rPr>
            </w:pPr>
            <w:r>
              <w:rPr>
                <w:rFonts w:hint="cs"/>
                <w:rtl/>
              </w:rPr>
              <w:t>61</w:t>
            </w:r>
          </w:p>
        </w:tc>
      </w:tr>
      <w:tr w:rsidR="00EE1A1A" w:rsidTr="00BB3BDA">
        <w:tc>
          <w:tcPr>
            <w:tcW w:w="4594" w:type="dxa"/>
          </w:tcPr>
          <w:p w:rsidR="00EE1A1A" w:rsidRDefault="00EE1A1A" w:rsidP="006713DA">
            <w:pPr>
              <w:pStyle w:val="libVar0"/>
              <w:rPr>
                <w:rtl/>
              </w:rPr>
            </w:pPr>
            <w:r>
              <w:rPr>
                <w:rFonts w:hint="cs"/>
                <w:rtl/>
              </w:rPr>
              <w:t>عبدالله بن قيس</w:t>
            </w:r>
          </w:p>
        </w:tc>
        <w:tc>
          <w:tcPr>
            <w:tcW w:w="3168" w:type="dxa"/>
          </w:tcPr>
          <w:p w:rsidR="00EE1A1A" w:rsidRDefault="00EE1A1A" w:rsidP="00A80F4B">
            <w:pPr>
              <w:pStyle w:val="libVarCenter"/>
              <w:rPr>
                <w:rtl/>
              </w:rPr>
            </w:pPr>
            <w:r>
              <w:rPr>
                <w:rFonts w:hint="cs"/>
                <w:rtl/>
              </w:rPr>
              <w:t>36</w:t>
            </w:r>
          </w:p>
        </w:tc>
      </w:tr>
      <w:tr w:rsidR="00EE1A1A" w:rsidTr="00BB3BDA">
        <w:tc>
          <w:tcPr>
            <w:tcW w:w="4594" w:type="dxa"/>
          </w:tcPr>
          <w:p w:rsidR="00EE1A1A" w:rsidRDefault="00EE1A1A" w:rsidP="006713DA">
            <w:pPr>
              <w:pStyle w:val="libVar0"/>
              <w:rPr>
                <w:rtl/>
              </w:rPr>
            </w:pPr>
            <w:r>
              <w:rPr>
                <w:rFonts w:hint="cs"/>
                <w:rtl/>
              </w:rPr>
              <w:t>عبدالله بن مسعود</w:t>
            </w:r>
          </w:p>
        </w:tc>
        <w:tc>
          <w:tcPr>
            <w:tcW w:w="3168" w:type="dxa"/>
          </w:tcPr>
          <w:p w:rsidR="00EE1A1A" w:rsidRDefault="00EE1A1A" w:rsidP="00A80F4B">
            <w:pPr>
              <w:pStyle w:val="libVarCenter"/>
              <w:rPr>
                <w:rtl/>
              </w:rPr>
            </w:pPr>
            <w:r>
              <w:rPr>
                <w:rFonts w:hint="cs"/>
                <w:rtl/>
              </w:rPr>
              <w:t>37 ، 60</w:t>
            </w:r>
          </w:p>
        </w:tc>
      </w:tr>
      <w:tr w:rsidR="00EE1A1A" w:rsidTr="00BB3BDA">
        <w:tc>
          <w:tcPr>
            <w:tcW w:w="4594" w:type="dxa"/>
          </w:tcPr>
          <w:p w:rsidR="00EE1A1A" w:rsidRDefault="00EE1A1A" w:rsidP="006713DA">
            <w:pPr>
              <w:pStyle w:val="libVar0"/>
              <w:rPr>
                <w:rtl/>
              </w:rPr>
            </w:pPr>
            <w:r>
              <w:rPr>
                <w:rFonts w:hint="cs"/>
                <w:rtl/>
              </w:rPr>
              <w:t>عبدالله بن مطرف</w:t>
            </w:r>
          </w:p>
        </w:tc>
        <w:tc>
          <w:tcPr>
            <w:tcW w:w="3168" w:type="dxa"/>
          </w:tcPr>
          <w:p w:rsidR="00EE1A1A" w:rsidRDefault="00EE1A1A" w:rsidP="00A80F4B">
            <w:pPr>
              <w:pStyle w:val="libVarCenter"/>
              <w:rPr>
                <w:rtl/>
              </w:rPr>
            </w:pPr>
            <w:r>
              <w:rPr>
                <w:rFonts w:hint="cs"/>
                <w:rtl/>
              </w:rPr>
              <w:t>64</w:t>
            </w:r>
          </w:p>
        </w:tc>
      </w:tr>
      <w:tr w:rsidR="00EE1A1A" w:rsidTr="00BB3BDA">
        <w:tc>
          <w:tcPr>
            <w:tcW w:w="4594" w:type="dxa"/>
          </w:tcPr>
          <w:p w:rsidR="00EE1A1A" w:rsidRDefault="00EE1A1A" w:rsidP="006713DA">
            <w:pPr>
              <w:pStyle w:val="libVar0"/>
              <w:rPr>
                <w:rtl/>
              </w:rPr>
            </w:pPr>
            <w:r>
              <w:rPr>
                <w:rFonts w:hint="cs"/>
                <w:rtl/>
              </w:rPr>
              <w:t>عبدالله بن الوليد</w:t>
            </w:r>
          </w:p>
        </w:tc>
        <w:tc>
          <w:tcPr>
            <w:tcW w:w="3168" w:type="dxa"/>
          </w:tcPr>
          <w:p w:rsidR="00EE1A1A" w:rsidRDefault="00EE1A1A" w:rsidP="00A80F4B">
            <w:pPr>
              <w:pStyle w:val="libVarCenter"/>
              <w:rPr>
                <w:rtl/>
              </w:rPr>
            </w:pPr>
            <w:r>
              <w:rPr>
                <w:rFonts w:hint="cs"/>
                <w:rtl/>
              </w:rPr>
              <w:t>110</w:t>
            </w:r>
          </w:p>
        </w:tc>
      </w:tr>
      <w:tr w:rsidR="00EE1A1A" w:rsidTr="00BB3BDA">
        <w:tc>
          <w:tcPr>
            <w:tcW w:w="4594" w:type="dxa"/>
          </w:tcPr>
          <w:p w:rsidR="00EE1A1A" w:rsidRDefault="00EE1A1A" w:rsidP="006713DA">
            <w:pPr>
              <w:pStyle w:val="libVar0"/>
              <w:rPr>
                <w:rtl/>
              </w:rPr>
            </w:pPr>
            <w:r>
              <w:rPr>
                <w:rFonts w:hint="cs"/>
                <w:rtl/>
              </w:rPr>
              <w:t>عبدالملك بن عمر بن عبدالعزيز</w:t>
            </w:r>
          </w:p>
        </w:tc>
        <w:tc>
          <w:tcPr>
            <w:tcW w:w="3168" w:type="dxa"/>
          </w:tcPr>
          <w:p w:rsidR="00EE1A1A" w:rsidRDefault="00EE1A1A" w:rsidP="00A80F4B">
            <w:pPr>
              <w:pStyle w:val="libVarCenter"/>
              <w:rPr>
                <w:rtl/>
              </w:rPr>
            </w:pPr>
            <w:r>
              <w:rPr>
                <w:rFonts w:hint="cs"/>
                <w:rtl/>
              </w:rPr>
              <w:t>66 ، 67</w:t>
            </w:r>
          </w:p>
        </w:tc>
      </w:tr>
      <w:tr w:rsidR="00EE1A1A" w:rsidTr="00BB3BDA">
        <w:tc>
          <w:tcPr>
            <w:tcW w:w="4594" w:type="dxa"/>
          </w:tcPr>
          <w:p w:rsidR="00EE1A1A" w:rsidRDefault="00EE1A1A" w:rsidP="006713DA">
            <w:pPr>
              <w:pStyle w:val="libVar0"/>
              <w:rPr>
                <w:rtl/>
              </w:rPr>
            </w:pPr>
            <w:r>
              <w:rPr>
                <w:rFonts w:hint="cs"/>
                <w:rtl/>
              </w:rPr>
              <w:t>عبدالملك بن عمير</w:t>
            </w:r>
          </w:p>
        </w:tc>
        <w:tc>
          <w:tcPr>
            <w:tcW w:w="3168" w:type="dxa"/>
          </w:tcPr>
          <w:p w:rsidR="00EE1A1A" w:rsidRDefault="00EE1A1A" w:rsidP="00A80F4B">
            <w:pPr>
              <w:pStyle w:val="libVarCenter"/>
              <w:rPr>
                <w:rtl/>
              </w:rPr>
            </w:pPr>
            <w:r>
              <w:rPr>
                <w:rFonts w:hint="cs"/>
                <w:rtl/>
              </w:rPr>
              <w:t>32</w:t>
            </w:r>
          </w:p>
        </w:tc>
      </w:tr>
    </w:tbl>
    <w:p w:rsidR="00EE1A1A" w:rsidRDefault="00EE1A1A" w:rsidP="00BB3BDA">
      <w:pPr>
        <w:pStyle w:val="libNormal0"/>
        <w:rPr>
          <w:rtl/>
        </w:rPr>
      </w:pPr>
      <w:r>
        <w:rPr>
          <w:rtl/>
        </w:rPr>
        <w:br w:type="page"/>
      </w:r>
    </w:p>
    <w:tbl>
      <w:tblPr>
        <w:bidiVisual/>
        <w:tblW w:w="0" w:type="auto"/>
        <w:tblLook w:val="01E0"/>
      </w:tblPr>
      <w:tblGrid>
        <w:gridCol w:w="4484"/>
        <w:gridCol w:w="3089"/>
      </w:tblGrid>
      <w:tr w:rsidR="00EE1A1A" w:rsidTr="00BB3BDA">
        <w:tc>
          <w:tcPr>
            <w:tcW w:w="4594" w:type="dxa"/>
          </w:tcPr>
          <w:p w:rsidR="00EE1A1A" w:rsidRDefault="00EE1A1A" w:rsidP="006713DA">
            <w:pPr>
              <w:pStyle w:val="libVar0"/>
              <w:rPr>
                <w:rtl/>
              </w:rPr>
            </w:pPr>
            <w:r>
              <w:rPr>
                <w:rFonts w:hint="cs"/>
                <w:rtl/>
              </w:rPr>
              <w:lastRenderedPageBreak/>
              <w:t>عبيد ين عمير اللّيثي</w:t>
            </w:r>
          </w:p>
        </w:tc>
        <w:tc>
          <w:tcPr>
            <w:tcW w:w="3168" w:type="dxa"/>
          </w:tcPr>
          <w:p w:rsidR="00EE1A1A" w:rsidRDefault="00EE1A1A" w:rsidP="00A80F4B">
            <w:pPr>
              <w:pStyle w:val="libVarCenter"/>
              <w:rPr>
                <w:rtl/>
              </w:rPr>
            </w:pPr>
            <w:r>
              <w:rPr>
                <w:rFonts w:hint="cs"/>
                <w:rtl/>
              </w:rPr>
              <w:t>33</w:t>
            </w:r>
          </w:p>
        </w:tc>
      </w:tr>
      <w:tr w:rsidR="00EE1A1A" w:rsidTr="00BB3BDA">
        <w:tc>
          <w:tcPr>
            <w:tcW w:w="4594" w:type="dxa"/>
          </w:tcPr>
          <w:p w:rsidR="00EE1A1A" w:rsidRDefault="00EE1A1A" w:rsidP="006713DA">
            <w:pPr>
              <w:pStyle w:val="libVar0"/>
              <w:rPr>
                <w:rtl/>
              </w:rPr>
            </w:pPr>
            <w:r>
              <w:rPr>
                <w:rFonts w:hint="cs"/>
                <w:rtl/>
              </w:rPr>
              <w:t>عثمان بن مظعون</w:t>
            </w:r>
          </w:p>
        </w:tc>
        <w:tc>
          <w:tcPr>
            <w:tcW w:w="3168" w:type="dxa"/>
          </w:tcPr>
          <w:p w:rsidR="00EE1A1A" w:rsidRDefault="00EE1A1A" w:rsidP="00A80F4B">
            <w:pPr>
              <w:pStyle w:val="libVarCenter"/>
              <w:rPr>
                <w:rtl/>
              </w:rPr>
            </w:pPr>
            <w:r>
              <w:rPr>
                <w:rFonts w:hint="cs"/>
                <w:rtl/>
              </w:rPr>
              <w:t>20 ، 35 ، 95</w:t>
            </w:r>
          </w:p>
        </w:tc>
      </w:tr>
      <w:tr w:rsidR="00EE1A1A" w:rsidTr="00BB3BDA">
        <w:tc>
          <w:tcPr>
            <w:tcW w:w="4594" w:type="dxa"/>
          </w:tcPr>
          <w:p w:rsidR="00EE1A1A" w:rsidRDefault="00EE1A1A" w:rsidP="006713DA">
            <w:pPr>
              <w:pStyle w:val="libVar0"/>
              <w:rPr>
                <w:rtl/>
              </w:rPr>
            </w:pPr>
            <w:r>
              <w:rPr>
                <w:rFonts w:hint="cs"/>
                <w:rtl/>
              </w:rPr>
              <w:t xml:space="preserve">علي </w:t>
            </w:r>
            <w:r w:rsidR="00A80F4B" w:rsidRPr="00A80F4B">
              <w:rPr>
                <w:rStyle w:val="libAlaemChar"/>
                <w:rFonts w:hint="cs"/>
                <w:rtl/>
              </w:rPr>
              <w:t>عليه‌السلام</w:t>
            </w:r>
          </w:p>
        </w:tc>
        <w:tc>
          <w:tcPr>
            <w:tcW w:w="3168" w:type="dxa"/>
          </w:tcPr>
          <w:p w:rsidR="00EE1A1A" w:rsidRDefault="00EE1A1A" w:rsidP="00A80F4B">
            <w:pPr>
              <w:pStyle w:val="libVarCenter"/>
              <w:rPr>
                <w:rtl/>
              </w:rPr>
            </w:pPr>
            <w:r>
              <w:rPr>
                <w:rFonts w:hint="cs"/>
                <w:rtl/>
              </w:rPr>
              <w:t>26 ، 48 ، 51 ، 58 ، 71 ، 108 ، 109 ، 110 ، 118</w:t>
            </w:r>
          </w:p>
        </w:tc>
      </w:tr>
      <w:tr w:rsidR="00EE1A1A" w:rsidTr="00BB3BDA">
        <w:tc>
          <w:tcPr>
            <w:tcW w:w="4594" w:type="dxa"/>
          </w:tcPr>
          <w:p w:rsidR="00EE1A1A" w:rsidRDefault="00EE1A1A" w:rsidP="006713DA">
            <w:pPr>
              <w:pStyle w:val="libVar0"/>
              <w:rPr>
                <w:rtl/>
              </w:rPr>
            </w:pPr>
            <w:r>
              <w:rPr>
                <w:rFonts w:hint="cs"/>
                <w:rtl/>
              </w:rPr>
              <w:t>علي بن احمدالشامي العاملي = زين الدّين</w:t>
            </w:r>
          </w:p>
        </w:tc>
        <w:tc>
          <w:tcPr>
            <w:tcW w:w="3168" w:type="dxa"/>
          </w:tcPr>
          <w:p w:rsidR="00EE1A1A" w:rsidRDefault="00EE1A1A" w:rsidP="00A80F4B">
            <w:pPr>
              <w:pStyle w:val="libVarCenter"/>
              <w:rPr>
                <w:rtl/>
              </w:rPr>
            </w:pPr>
            <w:r>
              <w:rPr>
                <w:rFonts w:hint="cs"/>
                <w:rtl/>
              </w:rPr>
              <w:t>119</w:t>
            </w:r>
          </w:p>
        </w:tc>
      </w:tr>
      <w:tr w:rsidR="00EE1A1A" w:rsidTr="00BB3BDA">
        <w:tc>
          <w:tcPr>
            <w:tcW w:w="4594" w:type="dxa"/>
          </w:tcPr>
          <w:p w:rsidR="00EE1A1A" w:rsidRDefault="00EE1A1A" w:rsidP="006713DA">
            <w:pPr>
              <w:pStyle w:val="libVar0"/>
              <w:rPr>
                <w:rtl/>
              </w:rPr>
            </w:pPr>
            <w:r>
              <w:rPr>
                <w:rFonts w:hint="cs"/>
                <w:rtl/>
              </w:rPr>
              <w:t xml:space="preserve">علي بن الحسين </w:t>
            </w:r>
            <w:r w:rsidR="00A80F4B" w:rsidRPr="00A80F4B">
              <w:rPr>
                <w:rStyle w:val="libAlaemChar"/>
                <w:rFonts w:hint="cs"/>
                <w:rtl/>
              </w:rPr>
              <w:t>عليه‌السلام</w:t>
            </w:r>
            <w:r>
              <w:rPr>
                <w:rFonts w:hint="cs"/>
                <w:rtl/>
              </w:rPr>
              <w:t xml:space="preserve"> زين العابدين</w:t>
            </w:r>
          </w:p>
        </w:tc>
        <w:tc>
          <w:tcPr>
            <w:tcW w:w="3168" w:type="dxa"/>
          </w:tcPr>
          <w:p w:rsidR="00EE1A1A" w:rsidRDefault="00EE1A1A" w:rsidP="00A80F4B">
            <w:pPr>
              <w:pStyle w:val="libVarCenter"/>
              <w:rPr>
                <w:rtl/>
              </w:rPr>
            </w:pPr>
            <w:r>
              <w:rPr>
                <w:rFonts w:hint="cs"/>
                <w:rtl/>
              </w:rPr>
              <w:t>49 ، 61 ، 81 ، 92</w:t>
            </w:r>
          </w:p>
        </w:tc>
      </w:tr>
      <w:tr w:rsidR="00EE1A1A" w:rsidTr="00BB3BDA">
        <w:tc>
          <w:tcPr>
            <w:tcW w:w="4594" w:type="dxa"/>
          </w:tcPr>
          <w:p w:rsidR="00EE1A1A" w:rsidRDefault="00EE1A1A" w:rsidP="006713DA">
            <w:pPr>
              <w:pStyle w:val="libVar0"/>
              <w:rPr>
                <w:rtl/>
              </w:rPr>
            </w:pPr>
            <w:r>
              <w:rPr>
                <w:rFonts w:hint="cs"/>
                <w:rtl/>
              </w:rPr>
              <w:t>علي بن الحسين بن جعفر</w:t>
            </w:r>
          </w:p>
        </w:tc>
        <w:tc>
          <w:tcPr>
            <w:tcW w:w="3168" w:type="dxa"/>
          </w:tcPr>
          <w:p w:rsidR="00EE1A1A" w:rsidRDefault="00EE1A1A" w:rsidP="00A80F4B">
            <w:pPr>
              <w:pStyle w:val="libVarCenter"/>
              <w:rPr>
                <w:rtl/>
              </w:rPr>
            </w:pPr>
            <w:r>
              <w:rPr>
                <w:rFonts w:hint="cs"/>
                <w:rtl/>
              </w:rPr>
              <w:t>44</w:t>
            </w:r>
          </w:p>
        </w:tc>
      </w:tr>
      <w:tr w:rsidR="00EE1A1A" w:rsidTr="00BB3BDA">
        <w:tc>
          <w:tcPr>
            <w:tcW w:w="4594" w:type="dxa"/>
          </w:tcPr>
          <w:p w:rsidR="00EE1A1A" w:rsidRDefault="00EE1A1A" w:rsidP="006713DA">
            <w:pPr>
              <w:pStyle w:val="libVar0"/>
              <w:rPr>
                <w:rtl/>
              </w:rPr>
            </w:pPr>
            <w:r>
              <w:rPr>
                <w:rFonts w:hint="cs"/>
                <w:rtl/>
              </w:rPr>
              <w:t>على بن ميسر</w:t>
            </w:r>
          </w:p>
        </w:tc>
        <w:tc>
          <w:tcPr>
            <w:tcW w:w="3168" w:type="dxa"/>
          </w:tcPr>
          <w:p w:rsidR="00EE1A1A" w:rsidRDefault="00EE1A1A" w:rsidP="00A80F4B">
            <w:pPr>
              <w:pStyle w:val="libVarCenter"/>
              <w:rPr>
                <w:rtl/>
              </w:rPr>
            </w:pPr>
            <w:r>
              <w:rPr>
                <w:rFonts w:hint="cs"/>
                <w:rtl/>
              </w:rPr>
              <w:t>30</w:t>
            </w:r>
          </w:p>
        </w:tc>
      </w:tr>
      <w:tr w:rsidR="00EE1A1A" w:rsidTr="00BB3BDA">
        <w:tc>
          <w:tcPr>
            <w:tcW w:w="4594" w:type="dxa"/>
          </w:tcPr>
          <w:p w:rsidR="00EE1A1A" w:rsidRDefault="00EE1A1A" w:rsidP="006713DA">
            <w:pPr>
              <w:pStyle w:val="libVar0"/>
              <w:rPr>
                <w:rtl/>
              </w:rPr>
            </w:pPr>
            <w:r>
              <w:rPr>
                <w:rFonts w:hint="cs"/>
                <w:rtl/>
              </w:rPr>
              <w:t>عمر</w:t>
            </w:r>
          </w:p>
        </w:tc>
        <w:tc>
          <w:tcPr>
            <w:tcW w:w="3168" w:type="dxa"/>
          </w:tcPr>
          <w:p w:rsidR="00EE1A1A" w:rsidRDefault="00EE1A1A" w:rsidP="00A80F4B">
            <w:pPr>
              <w:pStyle w:val="libVarCenter"/>
              <w:rPr>
                <w:rtl/>
              </w:rPr>
            </w:pPr>
            <w:r>
              <w:rPr>
                <w:rFonts w:hint="cs"/>
                <w:rtl/>
              </w:rPr>
              <w:t>67</w:t>
            </w:r>
          </w:p>
        </w:tc>
      </w:tr>
      <w:tr w:rsidR="00EE1A1A" w:rsidTr="00BB3BDA">
        <w:tc>
          <w:tcPr>
            <w:tcW w:w="4594" w:type="dxa"/>
          </w:tcPr>
          <w:p w:rsidR="00EE1A1A" w:rsidRDefault="00EE1A1A" w:rsidP="006713DA">
            <w:pPr>
              <w:pStyle w:val="libVar0"/>
              <w:rPr>
                <w:rtl/>
              </w:rPr>
            </w:pPr>
            <w:r>
              <w:rPr>
                <w:rFonts w:hint="cs"/>
                <w:rtl/>
              </w:rPr>
              <w:t>عمران بن حصين</w:t>
            </w:r>
          </w:p>
        </w:tc>
        <w:tc>
          <w:tcPr>
            <w:tcW w:w="3168" w:type="dxa"/>
          </w:tcPr>
          <w:p w:rsidR="00EE1A1A" w:rsidRDefault="00EE1A1A" w:rsidP="00A80F4B">
            <w:pPr>
              <w:pStyle w:val="libVarCenter"/>
              <w:rPr>
                <w:rtl/>
              </w:rPr>
            </w:pPr>
            <w:r>
              <w:rPr>
                <w:rFonts w:hint="cs"/>
                <w:rtl/>
              </w:rPr>
              <w:t>88</w:t>
            </w:r>
          </w:p>
        </w:tc>
      </w:tr>
      <w:tr w:rsidR="00EE1A1A" w:rsidTr="00BB3BDA">
        <w:tc>
          <w:tcPr>
            <w:tcW w:w="4594" w:type="dxa"/>
          </w:tcPr>
          <w:p w:rsidR="00EE1A1A" w:rsidRDefault="00EE1A1A" w:rsidP="006713DA">
            <w:pPr>
              <w:pStyle w:val="libVar0"/>
              <w:rPr>
                <w:rtl/>
              </w:rPr>
            </w:pPr>
            <w:r>
              <w:rPr>
                <w:rFonts w:hint="cs"/>
                <w:rtl/>
              </w:rPr>
              <w:t>عمرو بن شعيب</w:t>
            </w:r>
          </w:p>
        </w:tc>
        <w:tc>
          <w:tcPr>
            <w:tcW w:w="3168" w:type="dxa"/>
          </w:tcPr>
          <w:p w:rsidR="00EE1A1A" w:rsidRDefault="00EE1A1A" w:rsidP="00A80F4B">
            <w:pPr>
              <w:pStyle w:val="libVarCenter"/>
              <w:rPr>
                <w:rtl/>
              </w:rPr>
            </w:pPr>
            <w:r>
              <w:rPr>
                <w:rFonts w:hint="cs"/>
                <w:rtl/>
              </w:rPr>
              <w:t>33 ، 99 ، 105</w:t>
            </w:r>
          </w:p>
        </w:tc>
      </w:tr>
      <w:tr w:rsidR="00EE1A1A" w:rsidTr="00BB3BDA">
        <w:tc>
          <w:tcPr>
            <w:tcW w:w="4594" w:type="dxa"/>
          </w:tcPr>
          <w:p w:rsidR="00EE1A1A" w:rsidRDefault="00EE1A1A" w:rsidP="006713DA">
            <w:pPr>
              <w:pStyle w:val="libVar0"/>
              <w:rPr>
                <w:rtl/>
              </w:rPr>
            </w:pPr>
            <w:r>
              <w:rPr>
                <w:rFonts w:hint="cs"/>
                <w:rtl/>
              </w:rPr>
              <w:t>عمرو بن عبسة السلمي</w:t>
            </w:r>
          </w:p>
        </w:tc>
        <w:tc>
          <w:tcPr>
            <w:tcW w:w="3168" w:type="dxa"/>
          </w:tcPr>
          <w:p w:rsidR="00EE1A1A" w:rsidRDefault="00EE1A1A" w:rsidP="00A80F4B">
            <w:pPr>
              <w:pStyle w:val="libVarCenter"/>
              <w:rPr>
                <w:rtl/>
              </w:rPr>
            </w:pPr>
            <w:r>
              <w:rPr>
                <w:rFonts w:hint="cs"/>
                <w:rtl/>
              </w:rPr>
              <w:t>29</w:t>
            </w:r>
          </w:p>
        </w:tc>
      </w:tr>
      <w:tr w:rsidR="00EE1A1A" w:rsidTr="00BB3BDA">
        <w:tc>
          <w:tcPr>
            <w:tcW w:w="4594" w:type="dxa"/>
          </w:tcPr>
          <w:p w:rsidR="00EE1A1A" w:rsidRDefault="00EE1A1A" w:rsidP="006713DA">
            <w:pPr>
              <w:pStyle w:val="libVar0"/>
              <w:rPr>
                <w:rtl/>
              </w:rPr>
            </w:pPr>
            <w:r>
              <w:rPr>
                <w:rFonts w:hint="cs"/>
                <w:rtl/>
              </w:rPr>
              <w:t>عياض بن عقبة الفهري</w:t>
            </w:r>
          </w:p>
        </w:tc>
        <w:tc>
          <w:tcPr>
            <w:tcW w:w="3168" w:type="dxa"/>
          </w:tcPr>
          <w:p w:rsidR="00EE1A1A" w:rsidRDefault="00EE1A1A" w:rsidP="00A80F4B">
            <w:pPr>
              <w:pStyle w:val="libVarCenter"/>
              <w:rPr>
                <w:rtl/>
              </w:rPr>
            </w:pPr>
            <w:r>
              <w:rPr>
                <w:rFonts w:hint="cs"/>
                <w:rtl/>
              </w:rPr>
              <w:t>63</w:t>
            </w:r>
          </w:p>
        </w:tc>
      </w:tr>
      <w:tr w:rsidR="00EE1A1A" w:rsidTr="00BB3BDA">
        <w:tc>
          <w:tcPr>
            <w:tcW w:w="4594" w:type="dxa"/>
          </w:tcPr>
          <w:p w:rsidR="00EE1A1A" w:rsidRDefault="00EE1A1A" w:rsidP="006713DA">
            <w:pPr>
              <w:pStyle w:val="libVar0"/>
              <w:rPr>
                <w:rtl/>
              </w:rPr>
            </w:pPr>
            <w:r>
              <w:rPr>
                <w:rFonts w:hint="cs"/>
                <w:rtl/>
              </w:rPr>
              <w:t>عمرو بن كعب الهندي</w:t>
            </w:r>
          </w:p>
        </w:tc>
        <w:tc>
          <w:tcPr>
            <w:tcW w:w="3168" w:type="dxa"/>
          </w:tcPr>
          <w:p w:rsidR="00EE1A1A" w:rsidRDefault="00EE1A1A" w:rsidP="00A80F4B">
            <w:pPr>
              <w:pStyle w:val="libVarCenter"/>
              <w:rPr>
                <w:rtl/>
              </w:rPr>
            </w:pPr>
            <w:r>
              <w:rPr>
                <w:rFonts w:hint="cs"/>
                <w:rtl/>
              </w:rPr>
              <w:t>63</w:t>
            </w:r>
          </w:p>
        </w:tc>
      </w:tr>
      <w:tr w:rsidR="00EE1A1A" w:rsidTr="00BB3BDA">
        <w:tc>
          <w:tcPr>
            <w:tcW w:w="4594" w:type="dxa"/>
          </w:tcPr>
          <w:p w:rsidR="00EE1A1A" w:rsidRDefault="00EE1A1A" w:rsidP="006713DA">
            <w:pPr>
              <w:pStyle w:val="libVar0"/>
              <w:rPr>
                <w:rtl/>
              </w:rPr>
            </w:pPr>
            <w:r>
              <w:rPr>
                <w:rFonts w:hint="cs"/>
                <w:rtl/>
              </w:rPr>
              <w:t xml:space="preserve">عيسى ، روح الله ، المسيح </w:t>
            </w:r>
            <w:r w:rsidR="00A80F4B" w:rsidRPr="00A80F4B">
              <w:rPr>
                <w:rStyle w:val="libAlaemChar"/>
                <w:rFonts w:hint="cs"/>
                <w:rtl/>
              </w:rPr>
              <w:t>عليه‌السلام</w:t>
            </w:r>
          </w:p>
        </w:tc>
        <w:tc>
          <w:tcPr>
            <w:tcW w:w="3168" w:type="dxa"/>
          </w:tcPr>
          <w:p w:rsidR="00EE1A1A" w:rsidRDefault="00EE1A1A" w:rsidP="00A80F4B">
            <w:pPr>
              <w:pStyle w:val="libVarCenter"/>
              <w:rPr>
                <w:rtl/>
              </w:rPr>
            </w:pPr>
            <w:r>
              <w:rPr>
                <w:rFonts w:hint="cs"/>
                <w:rtl/>
              </w:rPr>
              <w:t>48 ، 87</w:t>
            </w:r>
          </w:p>
        </w:tc>
      </w:tr>
    </w:tbl>
    <w:p w:rsidR="00EE1A1A" w:rsidRDefault="00EE1A1A" w:rsidP="006713DA">
      <w:pPr>
        <w:pStyle w:val="libCenterBold1"/>
        <w:rPr>
          <w:rtl/>
        </w:rPr>
      </w:pPr>
      <w:r>
        <w:rPr>
          <w:rFonts w:hint="cs"/>
          <w:rtl/>
        </w:rPr>
        <w:t>(غ)</w:t>
      </w:r>
    </w:p>
    <w:tbl>
      <w:tblPr>
        <w:bidiVisual/>
        <w:tblW w:w="0" w:type="auto"/>
        <w:tblLook w:val="01E0"/>
      </w:tblPr>
      <w:tblGrid>
        <w:gridCol w:w="4481"/>
        <w:gridCol w:w="3092"/>
      </w:tblGrid>
      <w:tr w:rsidR="00EE1A1A" w:rsidTr="00BB3BDA">
        <w:tc>
          <w:tcPr>
            <w:tcW w:w="4594" w:type="dxa"/>
          </w:tcPr>
          <w:p w:rsidR="00EE1A1A" w:rsidRDefault="00EE1A1A" w:rsidP="006713DA">
            <w:pPr>
              <w:pStyle w:val="libVar0"/>
              <w:rPr>
                <w:rtl/>
              </w:rPr>
            </w:pPr>
            <w:r>
              <w:rPr>
                <w:rFonts w:hint="cs"/>
                <w:rtl/>
              </w:rPr>
              <w:t>الغزالي</w:t>
            </w:r>
          </w:p>
        </w:tc>
        <w:tc>
          <w:tcPr>
            <w:tcW w:w="3168" w:type="dxa"/>
          </w:tcPr>
          <w:p w:rsidR="00EE1A1A" w:rsidRDefault="00EE1A1A" w:rsidP="00A80F4B">
            <w:pPr>
              <w:pStyle w:val="libVarCenter"/>
              <w:rPr>
                <w:rtl/>
              </w:rPr>
            </w:pPr>
            <w:r>
              <w:rPr>
                <w:rFonts w:hint="cs"/>
                <w:rtl/>
              </w:rPr>
              <w:t>43</w:t>
            </w:r>
          </w:p>
        </w:tc>
      </w:tr>
    </w:tbl>
    <w:p w:rsidR="00EE1A1A" w:rsidRDefault="00EE1A1A" w:rsidP="006713DA">
      <w:pPr>
        <w:pStyle w:val="libCenterBold1"/>
        <w:rPr>
          <w:rtl/>
        </w:rPr>
      </w:pPr>
      <w:r>
        <w:rPr>
          <w:rFonts w:hint="cs"/>
          <w:rtl/>
        </w:rPr>
        <w:t>(ف)</w:t>
      </w:r>
    </w:p>
    <w:tbl>
      <w:tblPr>
        <w:bidiVisual/>
        <w:tblW w:w="0" w:type="auto"/>
        <w:tblLook w:val="01E0"/>
      </w:tblPr>
      <w:tblGrid>
        <w:gridCol w:w="4481"/>
        <w:gridCol w:w="3092"/>
      </w:tblGrid>
      <w:tr w:rsidR="00EE1A1A" w:rsidTr="00BB3BDA">
        <w:tc>
          <w:tcPr>
            <w:tcW w:w="4594" w:type="dxa"/>
          </w:tcPr>
          <w:p w:rsidR="00EE1A1A" w:rsidRDefault="00EE1A1A" w:rsidP="006713DA">
            <w:pPr>
              <w:pStyle w:val="libVar0"/>
              <w:rPr>
                <w:rtl/>
              </w:rPr>
            </w:pPr>
            <w:r>
              <w:rPr>
                <w:rFonts w:hint="cs"/>
                <w:rtl/>
              </w:rPr>
              <w:t xml:space="preserve">فاطمة الزهراء </w:t>
            </w:r>
            <w:r w:rsidR="00A80F4B" w:rsidRPr="00A80F4B">
              <w:rPr>
                <w:rStyle w:val="libAlaemChar"/>
                <w:rFonts w:hint="cs"/>
                <w:rtl/>
              </w:rPr>
              <w:t>عليهما‌السلام</w:t>
            </w:r>
          </w:p>
        </w:tc>
        <w:tc>
          <w:tcPr>
            <w:tcW w:w="3168" w:type="dxa"/>
          </w:tcPr>
          <w:p w:rsidR="00EE1A1A" w:rsidRDefault="00EE1A1A" w:rsidP="00A80F4B">
            <w:pPr>
              <w:pStyle w:val="libVarCenter"/>
              <w:rPr>
                <w:rtl/>
              </w:rPr>
            </w:pPr>
            <w:r>
              <w:rPr>
                <w:rFonts w:hint="cs"/>
                <w:rtl/>
              </w:rPr>
              <w:t>103 ، 104 ، 108 ، 118</w:t>
            </w:r>
          </w:p>
        </w:tc>
      </w:tr>
    </w:tbl>
    <w:p w:rsidR="00EE1A1A" w:rsidRDefault="00EE1A1A" w:rsidP="006713DA">
      <w:pPr>
        <w:pStyle w:val="libCenterBold1"/>
        <w:rPr>
          <w:rtl/>
        </w:rPr>
      </w:pPr>
      <w:r>
        <w:rPr>
          <w:rFonts w:hint="cs"/>
          <w:rtl/>
        </w:rPr>
        <w:t>(ق)</w:t>
      </w:r>
    </w:p>
    <w:tbl>
      <w:tblPr>
        <w:bidiVisual/>
        <w:tblW w:w="0" w:type="auto"/>
        <w:tblLook w:val="01E0"/>
      </w:tblPr>
      <w:tblGrid>
        <w:gridCol w:w="4482"/>
        <w:gridCol w:w="3091"/>
      </w:tblGrid>
      <w:tr w:rsidR="00EE1A1A" w:rsidTr="00BB3BDA">
        <w:tc>
          <w:tcPr>
            <w:tcW w:w="4594" w:type="dxa"/>
          </w:tcPr>
          <w:p w:rsidR="00EE1A1A" w:rsidRDefault="00EE1A1A" w:rsidP="006713DA">
            <w:pPr>
              <w:pStyle w:val="libVar0"/>
              <w:rPr>
                <w:rtl/>
              </w:rPr>
            </w:pPr>
            <w:r>
              <w:rPr>
                <w:rFonts w:hint="cs"/>
                <w:rtl/>
              </w:rPr>
              <w:t xml:space="preserve">القائم </w:t>
            </w:r>
            <w:r w:rsidR="00A80F4B" w:rsidRPr="00A80F4B">
              <w:rPr>
                <w:rStyle w:val="libAlaemChar"/>
                <w:rFonts w:hint="cs"/>
                <w:rtl/>
              </w:rPr>
              <w:t>عليه‌السلام</w:t>
            </w:r>
          </w:p>
        </w:tc>
        <w:tc>
          <w:tcPr>
            <w:tcW w:w="3168" w:type="dxa"/>
          </w:tcPr>
          <w:p w:rsidR="00EE1A1A" w:rsidRDefault="00EE1A1A" w:rsidP="00A80F4B">
            <w:pPr>
              <w:pStyle w:val="libVarCenter"/>
              <w:rPr>
                <w:rtl/>
              </w:rPr>
            </w:pPr>
            <w:r>
              <w:rPr>
                <w:rFonts w:hint="cs"/>
                <w:rtl/>
              </w:rPr>
              <w:t>22 ، 30</w:t>
            </w:r>
          </w:p>
        </w:tc>
      </w:tr>
      <w:tr w:rsidR="00EE1A1A" w:rsidTr="00BB3BDA">
        <w:tc>
          <w:tcPr>
            <w:tcW w:w="4594" w:type="dxa"/>
          </w:tcPr>
          <w:p w:rsidR="00EE1A1A" w:rsidRDefault="00EE1A1A" w:rsidP="006713DA">
            <w:pPr>
              <w:pStyle w:val="libVar0"/>
              <w:rPr>
                <w:rtl/>
              </w:rPr>
            </w:pPr>
            <w:r>
              <w:rPr>
                <w:rFonts w:hint="cs"/>
                <w:rtl/>
              </w:rPr>
              <w:t>قبيصة بن برمة</w:t>
            </w:r>
          </w:p>
        </w:tc>
        <w:tc>
          <w:tcPr>
            <w:tcW w:w="3168" w:type="dxa"/>
          </w:tcPr>
          <w:p w:rsidR="00EE1A1A" w:rsidRDefault="00EE1A1A" w:rsidP="00A80F4B">
            <w:pPr>
              <w:pStyle w:val="libVarCenter"/>
              <w:rPr>
                <w:rtl/>
              </w:rPr>
            </w:pPr>
            <w:r>
              <w:rPr>
                <w:rFonts w:hint="cs"/>
                <w:rtl/>
              </w:rPr>
              <w:t>39</w:t>
            </w:r>
          </w:p>
        </w:tc>
      </w:tr>
      <w:tr w:rsidR="00EE1A1A" w:rsidTr="00BB3BDA">
        <w:tc>
          <w:tcPr>
            <w:tcW w:w="4594" w:type="dxa"/>
          </w:tcPr>
          <w:p w:rsidR="00EE1A1A" w:rsidRDefault="00EE1A1A" w:rsidP="006713DA">
            <w:pPr>
              <w:pStyle w:val="libVar0"/>
              <w:rPr>
                <w:rtl/>
              </w:rPr>
            </w:pPr>
            <w:r>
              <w:rPr>
                <w:rFonts w:hint="cs"/>
                <w:rtl/>
              </w:rPr>
              <w:t>قرة بن اياس</w:t>
            </w:r>
          </w:p>
        </w:tc>
        <w:tc>
          <w:tcPr>
            <w:tcW w:w="3168" w:type="dxa"/>
          </w:tcPr>
          <w:p w:rsidR="00EE1A1A" w:rsidRDefault="00EE1A1A" w:rsidP="00A80F4B">
            <w:pPr>
              <w:pStyle w:val="libVarCenter"/>
              <w:rPr>
                <w:rtl/>
              </w:rPr>
            </w:pPr>
            <w:r>
              <w:rPr>
                <w:rFonts w:hint="cs"/>
                <w:rtl/>
              </w:rPr>
              <w:t>35</w:t>
            </w:r>
          </w:p>
        </w:tc>
      </w:tr>
      <w:tr w:rsidR="00EE1A1A" w:rsidTr="00BB3BDA">
        <w:tc>
          <w:tcPr>
            <w:tcW w:w="4594" w:type="dxa"/>
          </w:tcPr>
          <w:p w:rsidR="00EE1A1A" w:rsidRDefault="00EE1A1A" w:rsidP="006713DA">
            <w:pPr>
              <w:pStyle w:val="libVar0"/>
              <w:rPr>
                <w:rtl/>
              </w:rPr>
            </w:pPr>
            <w:r>
              <w:rPr>
                <w:rFonts w:hint="cs"/>
                <w:rtl/>
              </w:rPr>
              <w:t>قريش</w:t>
            </w:r>
          </w:p>
        </w:tc>
        <w:tc>
          <w:tcPr>
            <w:tcW w:w="3168" w:type="dxa"/>
          </w:tcPr>
          <w:p w:rsidR="00EE1A1A" w:rsidRDefault="00EE1A1A" w:rsidP="00A80F4B">
            <w:pPr>
              <w:pStyle w:val="libVarCenter"/>
              <w:rPr>
                <w:rtl/>
              </w:rPr>
            </w:pPr>
            <w:r>
              <w:rPr>
                <w:rFonts w:hint="cs"/>
                <w:rtl/>
              </w:rPr>
              <w:t>64</w:t>
            </w:r>
          </w:p>
        </w:tc>
      </w:tr>
      <w:tr w:rsidR="00EE1A1A" w:rsidTr="00BB3BDA">
        <w:tc>
          <w:tcPr>
            <w:tcW w:w="4594" w:type="dxa"/>
          </w:tcPr>
          <w:p w:rsidR="00EE1A1A" w:rsidRDefault="00EE1A1A" w:rsidP="006713DA">
            <w:pPr>
              <w:pStyle w:val="libVar0"/>
              <w:rPr>
                <w:rtl/>
              </w:rPr>
            </w:pPr>
            <w:r>
              <w:rPr>
                <w:rFonts w:hint="cs"/>
                <w:rtl/>
              </w:rPr>
              <w:t>قيس بن عاصم</w:t>
            </w:r>
          </w:p>
        </w:tc>
        <w:tc>
          <w:tcPr>
            <w:tcW w:w="3168" w:type="dxa"/>
          </w:tcPr>
          <w:p w:rsidR="00EE1A1A" w:rsidRDefault="00EE1A1A" w:rsidP="00A80F4B">
            <w:pPr>
              <w:pStyle w:val="libVarCenter"/>
              <w:rPr>
                <w:rtl/>
              </w:rPr>
            </w:pPr>
            <w:r>
              <w:rPr>
                <w:rFonts w:hint="cs"/>
                <w:rtl/>
              </w:rPr>
              <w:t>62</w:t>
            </w:r>
          </w:p>
        </w:tc>
      </w:tr>
    </w:tbl>
    <w:p w:rsidR="00EE1A1A" w:rsidRDefault="00EE1A1A" w:rsidP="006713DA">
      <w:pPr>
        <w:pStyle w:val="libCenterBold1"/>
        <w:rPr>
          <w:rtl/>
        </w:rPr>
      </w:pPr>
      <w:r>
        <w:rPr>
          <w:rtl/>
        </w:rPr>
        <w:br w:type="page"/>
      </w:r>
      <w:r>
        <w:rPr>
          <w:rFonts w:hint="cs"/>
          <w:rtl/>
        </w:rPr>
        <w:lastRenderedPageBreak/>
        <w:t>(ك)</w:t>
      </w:r>
    </w:p>
    <w:tbl>
      <w:tblPr>
        <w:bidiVisual/>
        <w:tblW w:w="0" w:type="auto"/>
        <w:tblLook w:val="01E0"/>
      </w:tblPr>
      <w:tblGrid>
        <w:gridCol w:w="4480"/>
        <w:gridCol w:w="3093"/>
      </w:tblGrid>
      <w:tr w:rsidR="00EE1A1A" w:rsidTr="00BB3BDA">
        <w:tc>
          <w:tcPr>
            <w:tcW w:w="4594" w:type="dxa"/>
          </w:tcPr>
          <w:p w:rsidR="00EE1A1A" w:rsidRDefault="00EE1A1A" w:rsidP="006713DA">
            <w:pPr>
              <w:pStyle w:val="libVar0"/>
              <w:rPr>
                <w:rtl/>
              </w:rPr>
            </w:pPr>
            <w:r>
              <w:rPr>
                <w:rFonts w:hint="cs"/>
                <w:rtl/>
              </w:rPr>
              <w:t xml:space="preserve">الكاظم </w:t>
            </w:r>
            <w:r w:rsidR="00A80F4B" w:rsidRPr="00A80F4B">
              <w:rPr>
                <w:rStyle w:val="libAlaemChar"/>
                <w:rFonts w:hint="cs"/>
                <w:rtl/>
              </w:rPr>
              <w:t>عليه‌السلام</w:t>
            </w:r>
          </w:p>
        </w:tc>
        <w:tc>
          <w:tcPr>
            <w:tcW w:w="3168" w:type="dxa"/>
          </w:tcPr>
          <w:p w:rsidR="00EE1A1A" w:rsidRDefault="00EE1A1A" w:rsidP="00A80F4B">
            <w:pPr>
              <w:pStyle w:val="libVarCenter"/>
              <w:rPr>
                <w:rtl/>
              </w:rPr>
            </w:pPr>
            <w:r>
              <w:rPr>
                <w:rFonts w:hint="cs"/>
                <w:rtl/>
              </w:rPr>
              <w:t>57</w:t>
            </w:r>
          </w:p>
        </w:tc>
      </w:tr>
      <w:tr w:rsidR="00EE1A1A" w:rsidTr="00BB3BDA">
        <w:tc>
          <w:tcPr>
            <w:tcW w:w="4594" w:type="dxa"/>
          </w:tcPr>
          <w:p w:rsidR="00EE1A1A" w:rsidRDefault="00EE1A1A" w:rsidP="006713DA">
            <w:pPr>
              <w:pStyle w:val="libVar0"/>
              <w:rPr>
                <w:rtl/>
              </w:rPr>
            </w:pPr>
            <w:r>
              <w:rPr>
                <w:rFonts w:hint="cs"/>
                <w:rtl/>
              </w:rPr>
              <w:t>الكليني</w:t>
            </w:r>
          </w:p>
        </w:tc>
        <w:tc>
          <w:tcPr>
            <w:tcW w:w="3168" w:type="dxa"/>
          </w:tcPr>
          <w:p w:rsidR="00EE1A1A" w:rsidRDefault="00EE1A1A" w:rsidP="00A80F4B">
            <w:pPr>
              <w:pStyle w:val="libVarCenter"/>
              <w:rPr>
                <w:rtl/>
              </w:rPr>
            </w:pPr>
            <w:r>
              <w:rPr>
                <w:rFonts w:hint="cs"/>
                <w:rtl/>
              </w:rPr>
              <w:t>82 ، 101 ، 102</w:t>
            </w:r>
          </w:p>
        </w:tc>
      </w:tr>
    </w:tbl>
    <w:p w:rsidR="00EE1A1A" w:rsidRDefault="00EE1A1A" w:rsidP="006713DA">
      <w:pPr>
        <w:pStyle w:val="libCenterBold1"/>
        <w:rPr>
          <w:rtl/>
        </w:rPr>
      </w:pPr>
      <w:r>
        <w:rPr>
          <w:rFonts w:hint="cs"/>
          <w:rtl/>
        </w:rPr>
        <w:t>(ل)</w:t>
      </w:r>
    </w:p>
    <w:tbl>
      <w:tblPr>
        <w:bidiVisual/>
        <w:tblW w:w="0" w:type="auto"/>
        <w:tblLook w:val="01E0"/>
      </w:tblPr>
      <w:tblGrid>
        <w:gridCol w:w="4479"/>
        <w:gridCol w:w="3094"/>
      </w:tblGrid>
      <w:tr w:rsidR="00EE1A1A" w:rsidTr="00BB3BDA">
        <w:tc>
          <w:tcPr>
            <w:tcW w:w="4594" w:type="dxa"/>
          </w:tcPr>
          <w:p w:rsidR="00EE1A1A" w:rsidRDefault="00EE1A1A" w:rsidP="006713DA">
            <w:pPr>
              <w:pStyle w:val="libVar0"/>
              <w:rPr>
                <w:rtl/>
              </w:rPr>
            </w:pPr>
            <w:r>
              <w:rPr>
                <w:rFonts w:hint="cs"/>
                <w:rtl/>
              </w:rPr>
              <w:t>لقمان</w:t>
            </w:r>
          </w:p>
        </w:tc>
        <w:tc>
          <w:tcPr>
            <w:tcW w:w="3168" w:type="dxa"/>
          </w:tcPr>
          <w:p w:rsidR="00EE1A1A" w:rsidRDefault="00EE1A1A" w:rsidP="00A80F4B">
            <w:pPr>
              <w:pStyle w:val="libVarCenter"/>
              <w:rPr>
                <w:rtl/>
              </w:rPr>
            </w:pPr>
            <w:r>
              <w:rPr>
                <w:rFonts w:hint="cs"/>
                <w:rtl/>
              </w:rPr>
              <w:t>117</w:t>
            </w:r>
          </w:p>
        </w:tc>
      </w:tr>
    </w:tbl>
    <w:p w:rsidR="00EE1A1A" w:rsidRDefault="00EE1A1A" w:rsidP="006713DA">
      <w:pPr>
        <w:pStyle w:val="libCenterBold1"/>
        <w:rPr>
          <w:rtl/>
        </w:rPr>
      </w:pPr>
      <w:r>
        <w:rPr>
          <w:rFonts w:hint="cs"/>
          <w:rtl/>
        </w:rPr>
        <w:t>(م)</w:t>
      </w:r>
    </w:p>
    <w:tbl>
      <w:tblPr>
        <w:bidiVisual/>
        <w:tblW w:w="0" w:type="auto"/>
        <w:tblLook w:val="01E0"/>
      </w:tblPr>
      <w:tblGrid>
        <w:gridCol w:w="4480"/>
        <w:gridCol w:w="3093"/>
      </w:tblGrid>
      <w:tr w:rsidR="00EE1A1A" w:rsidTr="00492047">
        <w:tc>
          <w:tcPr>
            <w:tcW w:w="4480" w:type="dxa"/>
          </w:tcPr>
          <w:p w:rsidR="00EE1A1A" w:rsidRDefault="00EE1A1A" w:rsidP="006713DA">
            <w:pPr>
              <w:pStyle w:val="libVar0"/>
              <w:rPr>
                <w:rtl/>
              </w:rPr>
            </w:pPr>
            <w:r>
              <w:rPr>
                <w:rFonts w:hint="cs"/>
                <w:rtl/>
              </w:rPr>
              <w:t>المبرّد</w:t>
            </w:r>
          </w:p>
        </w:tc>
        <w:tc>
          <w:tcPr>
            <w:tcW w:w="3093" w:type="dxa"/>
          </w:tcPr>
          <w:p w:rsidR="00EE1A1A" w:rsidRDefault="00EE1A1A" w:rsidP="00A80F4B">
            <w:pPr>
              <w:pStyle w:val="libVarCenter"/>
              <w:rPr>
                <w:rtl/>
              </w:rPr>
            </w:pPr>
            <w:r>
              <w:rPr>
                <w:rFonts w:hint="cs"/>
                <w:rtl/>
              </w:rPr>
              <w:t>63 ، 75</w:t>
            </w:r>
          </w:p>
        </w:tc>
      </w:tr>
      <w:tr w:rsidR="00EE1A1A" w:rsidTr="00492047">
        <w:tc>
          <w:tcPr>
            <w:tcW w:w="4480" w:type="dxa"/>
          </w:tcPr>
          <w:p w:rsidR="00EE1A1A" w:rsidRDefault="00EE1A1A" w:rsidP="006713DA">
            <w:pPr>
              <w:pStyle w:val="libVar0"/>
              <w:rPr>
                <w:rtl/>
              </w:rPr>
            </w:pPr>
            <w:r>
              <w:rPr>
                <w:rFonts w:hint="cs"/>
                <w:rtl/>
              </w:rPr>
              <w:t xml:space="preserve">محمد ، رسول الله </w:t>
            </w:r>
            <w:r w:rsidR="00A80F4B" w:rsidRPr="00A80F4B">
              <w:rPr>
                <w:rStyle w:val="libAlaemChar"/>
                <w:rFonts w:hint="cs"/>
                <w:rtl/>
              </w:rPr>
              <w:t>صلى‌الله‌عليه‌وآله‌وسلم</w:t>
            </w:r>
          </w:p>
        </w:tc>
        <w:tc>
          <w:tcPr>
            <w:tcW w:w="3093" w:type="dxa"/>
          </w:tcPr>
          <w:p w:rsidR="00EE1A1A" w:rsidRDefault="00EE1A1A" w:rsidP="00A80F4B">
            <w:pPr>
              <w:pStyle w:val="libVarCenter"/>
              <w:rPr>
                <w:rtl/>
              </w:rPr>
            </w:pPr>
            <w:r>
              <w:rPr>
                <w:rFonts w:hint="cs"/>
                <w:rtl/>
              </w:rPr>
              <w:t>17 ، 20 ، 24 ، 26 ، 27 ، 29 ، 30 ، 31 ، 32 ، 33 ، 34 ، 35 ، 36 ، 37 ، 38 ، 39 ، 40 ، 41 ، 43 ، 44 ، 47 ، 48 ، 49 ، 51 ، 53 ، 54 ، 56 ، 57 ، 58 ، 60 ، 68 ، 69 ، 71 ، 72 ، 77 ، 79 ، 80 ، 83 ، 92 ، 93 ، 94 ، 95 ، 96 ، 97 ، 98 ، 99 ، 100 ، 101 ، 102 ، 103 ، 104 ، 105 ، 106 ، 108 ، 109 ، 110 ، 111 ، 112 ، 113 ، 114 ، 115 ، 116 ، 118 ، 119.</w:t>
            </w:r>
          </w:p>
        </w:tc>
      </w:tr>
    </w:tbl>
    <w:p w:rsidR="00492047" w:rsidRDefault="00492047">
      <w:r>
        <w:br w:type="page"/>
      </w:r>
    </w:p>
    <w:tbl>
      <w:tblPr>
        <w:bidiVisual/>
        <w:tblW w:w="0" w:type="auto"/>
        <w:tblLook w:val="01E0"/>
      </w:tblPr>
      <w:tblGrid>
        <w:gridCol w:w="4480"/>
        <w:gridCol w:w="3093"/>
      </w:tblGrid>
      <w:tr w:rsidR="00EE1A1A" w:rsidTr="00492047">
        <w:tc>
          <w:tcPr>
            <w:tcW w:w="4480" w:type="dxa"/>
          </w:tcPr>
          <w:p w:rsidR="00EE1A1A" w:rsidRDefault="00EE1A1A" w:rsidP="006713DA">
            <w:pPr>
              <w:pStyle w:val="libVar0"/>
              <w:rPr>
                <w:rtl/>
              </w:rPr>
            </w:pPr>
            <w:r>
              <w:rPr>
                <w:rFonts w:hint="cs"/>
                <w:rtl/>
              </w:rPr>
              <w:lastRenderedPageBreak/>
              <w:t>محمّد</w:t>
            </w:r>
          </w:p>
        </w:tc>
        <w:tc>
          <w:tcPr>
            <w:tcW w:w="3093" w:type="dxa"/>
          </w:tcPr>
          <w:p w:rsidR="00EE1A1A" w:rsidRDefault="00EE1A1A" w:rsidP="00A80F4B">
            <w:pPr>
              <w:pStyle w:val="libVarCenter"/>
              <w:rPr>
                <w:rtl/>
              </w:rPr>
            </w:pPr>
            <w:r>
              <w:rPr>
                <w:rFonts w:hint="cs"/>
                <w:rtl/>
              </w:rPr>
              <w:t>60</w:t>
            </w:r>
          </w:p>
        </w:tc>
      </w:tr>
      <w:tr w:rsidR="00EE1A1A" w:rsidTr="00492047">
        <w:tc>
          <w:tcPr>
            <w:tcW w:w="4480" w:type="dxa"/>
          </w:tcPr>
          <w:p w:rsidR="00EE1A1A" w:rsidRDefault="00EE1A1A" w:rsidP="006713DA">
            <w:pPr>
              <w:pStyle w:val="libVar0"/>
              <w:rPr>
                <w:rtl/>
              </w:rPr>
            </w:pPr>
            <w:r>
              <w:rPr>
                <w:rFonts w:hint="cs"/>
                <w:rtl/>
              </w:rPr>
              <w:t>محمد بن أبي بكر</w:t>
            </w:r>
          </w:p>
        </w:tc>
        <w:tc>
          <w:tcPr>
            <w:tcW w:w="3093" w:type="dxa"/>
          </w:tcPr>
          <w:p w:rsidR="00EE1A1A" w:rsidRDefault="00EE1A1A" w:rsidP="00A80F4B">
            <w:pPr>
              <w:pStyle w:val="libVarCenter"/>
              <w:rPr>
                <w:rtl/>
              </w:rPr>
            </w:pPr>
            <w:r>
              <w:rPr>
                <w:rFonts w:hint="cs"/>
                <w:rtl/>
              </w:rPr>
              <w:t>71</w:t>
            </w:r>
          </w:p>
        </w:tc>
      </w:tr>
      <w:tr w:rsidR="00EE1A1A" w:rsidTr="00492047">
        <w:tc>
          <w:tcPr>
            <w:tcW w:w="4480" w:type="dxa"/>
          </w:tcPr>
          <w:p w:rsidR="00EE1A1A" w:rsidRDefault="00EE1A1A" w:rsidP="006713DA">
            <w:pPr>
              <w:pStyle w:val="libVar0"/>
              <w:rPr>
                <w:rtl/>
              </w:rPr>
            </w:pPr>
            <w:r>
              <w:rPr>
                <w:rFonts w:hint="cs"/>
                <w:rtl/>
              </w:rPr>
              <w:t>محمد بن أبي عمير</w:t>
            </w:r>
          </w:p>
        </w:tc>
        <w:tc>
          <w:tcPr>
            <w:tcW w:w="3093" w:type="dxa"/>
          </w:tcPr>
          <w:p w:rsidR="00EE1A1A" w:rsidRDefault="00EE1A1A" w:rsidP="00A80F4B">
            <w:pPr>
              <w:pStyle w:val="libVarCenter"/>
              <w:rPr>
                <w:rtl/>
              </w:rPr>
            </w:pPr>
            <w:r>
              <w:rPr>
                <w:rFonts w:hint="cs"/>
                <w:rtl/>
              </w:rPr>
              <w:t>116</w:t>
            </w:r>
          </w:p>
        </w:tc>
      </w:tr>
      <w:tr w:rsidR="00EE1A1A" w:rsidTr="00492047">
        <w:tc>
          <w:tcPr>
            <w:tcW w:w="4480" w:type="dxa"/>
          </w:tcPr>
          <w:p w:rsidR="00EE1A1A" w:rsidRDefault="00EE1A1A" w:rsidP="006713DA">
            <w:pPr>
              <w:pStyle w:val="libVar0"/>
              <w:rPr>
                <w:rtl/>
              </w:rPr>
            </w:pPr>
            <w:r>
              <w:rPr>
                <w:rFonts w:hint="cs"/>
                <w:rtl/>
              </w:rPr>
              <w:t>محمد بن الحسن الصفار</w:t>
            </w:r>
          </w:p>
        </w:tc>
        <w:tc>
          <w:tcPr>
            <w:tcW w:w="3093" w:type="dxa"/>
          </w:tcPr>
          <w:p w:rsidR="00EE1A1A" w:rsidRDefault="00EE1A1A" w:rsidP="00A80F4B">
            <w:pPr>
              <w:pStyle w:val="libVarCenter"/>
              <w:rPr>
                <w:rtl/>
              </w:rPr>
            </w:pPr>
            <w:r>
              <w:rPr>
                <w:rFonts w:hint="cs"/>
                <w:rtl/>
              </w:rPr>
              <w:t>116</w:t>
            </w:r>
          </w:p>
        </w:tc>
      </w:tr>
      <w:tr w:rsidR="00EE1A1A" w:rsidTr="00492047">
        <w:tc>
          <w:tcPr>
            <w:tcW w:w="4480" w:type="dxa"/>
          </w:tcPr>
          <w:p w:rsidR="00EE1A1A" w:rsidRDefault="00EE1A1A" w:rsidP="006713DA">
            <w:pPr>
              <w:pStyle w:val="libVar0"/>
              <w:rPr>
                <w:rtl/>
              </w:rPr>
            </w:pPr>
            <w:r>
              <w:rPr>
                <w:rFonts w:hint="cs"/>
                <w:rtl/>
              </w:rPr>
              <w:t>محمد بن الحسن بن الوليد</w:t>
            </w:r>
          </w:p>
        </w:tc>
        <w:tc>
          <w:tcPr>
            <w:tcW w:w="3093" w:type="dxa"/>
          </w:tcPr>
          <w:p w:rsidR="00EE1A1A" w:rsidRDefault="00EE1A1A" w:rsidP="00A80F4B">
            <w:pPr>
              <w:pStyle w:val="libVarCenter"/>
              <w:rPr>
                <w:rtl/>
              </w:rPr>
            </w:pPr>
            <w:r>
              <w:rPr>
                <w:rFonts w:hint="cs"/>
                <w:rtl/>
              </w:rPr>
              <w:t>116</w:t>
            </w:r>
          </w:p>
        </w:tc>
      </w:tr>
      <w:tr w:rsidR="00EE1A1A" w:rsidTr="00492047">
        <w:tc>
          <w:tcPr>
            <w:tcW w:w="4480" w:type="dxa"/>
          </w:tcPr>
          <w:p w:rsidR="00EE1A1A" w:rsidRDefault="00EE1A1A" w:rsidP="006713DA">
            <w:pPr>
              <w:pStyle w:val="libVar0"/>
              <w:rPr>
                <w:rtl/>
              </w:rPr>
            </w:pPr>
            <w:r>
              <w:rPr>
                <w:rFonts w:hint="cs"/>
                <w:rtl/>
              </w:rPr>
              <w:t>محمد بن الحسين بن أبي الخطّاب</w:t>
            </w:r>
          </w:p>
        </w:tc>
        <w:tc>
          <w:tcPr>
            <w:tcW w:w="3093" w:type="dxa"/>
          </w:tcPr>
          <w:p w:rsidR="00EE1A1A" w:rsidRDefault="00EE1A1A" w:rsidP="00A80F4B">
            <w:pPr>
              <w:pStyle w:val="libVarCenter"/>
              <w:rPr>
                <w:rtl/>
              </w:rPr>
            </w:pPr>
            <w:r>
              <w:rPr>
                <w:rFonts w:hint="cs"/>
                <w:rtl/>
              </w:rPr>
              <w:t>116</w:t>
            </w:r>
          </w:p>
        </w:tc>
      </w:tr>
      <w:tr w:rsidR="00EE1A1A" w:rsidTr="00492047">
        <w:tc>
          <w:tcPr>
            <w:tcW w:w="4480" w:type="dxa"/>
          </w:tcPr>
          <w:p w:rsidR="00EE1A1A" w:rsidRDefault="00EE1A1A" w:rsidP="006713DA">
            <w:pPr>
              <w:pStyle w:val="libVar0"/>
              <w:rPr>
                <w:rtl/>
              </w:rPr>
            </w:pPr>
            <w:r>
              <w:rPr>
                <w:rFonts w:hint="cs"/>
                <w:rtl/>
              </w:rPr>
              <w:t>محمّد بن خالد السّلمي</w:t>
            </w:r>
          </w:p>
        </w:tc>
        <w:tc>
          <w:tcPr>
            <w:tcW w:w="3093" w:type="dxa"/>
          </w:tcPr>
          <w:p w:rsidR="00EE1A1A" w:rsidRDefault="00EE1A1A" w:rsidP="00A80F4B">
            <w:pPr>
              <w:pStyle w:val="libVarCenter"/>
              <w:rPr>
                <w:rtl/>
              </w:rPr>
            </w:pPr>
            <w:r>
              <w:rPr>
                <w:rFonts w:hint="cs"/>
                <w:rtl/>
              </w:rPr>
              <w:t>31</w:t>
            </w:r>
          </w:p>
        </w:tc>
      </w:tr>
      <w:tr w:rsidR="00EE1A1A" w:rsidTr="00492047">
        <w:tc>
          <w:tcPr>
            <w:tcW w:w="4480" w:type="dxa"/>
          </w:tcPr>
          <w:p w:rsidR="00EE1A1A" w:rsidRDefault="00EE1A1A" w:rsidP="006713DA">
            <w:pPr>
              <w:pStyle w:val="libVar0"/>
              <w:rPr>
                <w:rtl/>
              </w:rPr>
            </w:pPr>
            <w:r>
              <w:rPr>
                <w:rFonts w:hint="cs"/>
                <w:rtl/>
              </w:rPr>
              <w:t>محمّد بن خلف</w:t>
            </w:r>
          </w:p>
        </w:tc>
        <w:tc>
          <w:tcPr>
            <w:tcW w:w="3093" w:type="dxa"/>
          </w:tcPr>
          <w:p w:rsidR="00EE1A1A" w:rsidRDefault="00EE1A1A" w:rsidP="00A80F4B">
            <w:pPr>
              <w:pStyle w:val="libVarCenter"/>
              <w:rPr>
                <w:rtl/>
              </w:rPr>
            </w:pPr>
            <w:r>
              <w:rPr>
                <w:rFonts w:hint="cs"/>
                <w:rtl/>
              </w:rPr>
              <w:t>42</w:t>
            </w:r>
          </w:p>
        </w:tc>
      </w:tr>
      <w:tr w:rsidR="00EE1A1A" w:rsidTr="00492047">
        <w:tc>
          <w:tcPr>
            <w:tcW w:w="4480" w:type="dxa"/>
          </w:tcPr>
          <w:p w:rsidR="00EE1A1A" w:rsidRDefault="00EE1A1A" w:rsidP="006713DA">
            <w:pPr>
              <w:pStyle w:val="libVar0"/>
              <w:rPr>
                <w:rtl/>
              </w:rPr>
            </w:pPr>
            <w:r>
              <w:rPr>
                <w:rFonts w:hint="cs"/>
                <w:rtl/>
              </w:rPr>
              <w:t xml:space="preserve">محمد بن علي ، أبوجعفر الباقر </w:t>
            </w:r>
            <w:r w:rsidR="00A80F4B" w:rsidRPr="00A80F4B">
              <w:rPr>
                <w:rStyle w:val="libAlaemChar"/>
                <w:rFonts w:hint="cs"/>
                <w:rtl/>
              </w:rPr>
              <w:t>عليه‌السلام</w:t>
            </w:r>
          </w:p>
        </w:tc>
        <w:tc>
          <w:tcPr>
            <w:tcW w:w="3093" w:type="dxa"/>
          </w:tcPr>
          <w:p w:rsidR="00EE1A1A" w:rsidRDefault="00EE1A1A" w:rsidP="00A80F4B">
            <w:pPr>
              <w:pStyle w:val="libVarCenter"/>
              <w:rPr>
                <w:rtl/>
              </w:rPr>
            </w:pPr>
            <w:r>
              <w:rPr>
                <w:rFonts w:hint="cs"/>
                <w:rtl/>
              </w:rPr>
              <w:t>30 ، 51 ، 57 ، 82 ، 99 ، 101 ، 103 ، 104 ، 114 ، 115</w:t>
            </w:r>
          </w:p>
        </w:tc>
      </w:tr>
      <w:tr w:rsidR="00EE1A1A" w:rsidTr="00492047">
        <w:tc>
          <w:tcPr>
            <w:tcW w:w="4480" w:type="dxa"/>
          </w:tcPr>
          <w:p w:rsidR="00EE1A1A" w:rsidRDefault="00EE1A1A" w:rsidP="006713DA">
            <w:pPr>
              <w:pStyle w:val="libVar0"/>
              <w:rPr>
                <w:rtl/>
              </w:rPr>
            </w:pPr>
            <w:r>
              <w:rPr>
                <w:rFonts w:hint="cs"/>
                <w:rtl/>
              </w:rPr>
              <w:t>محمّد بن علي بن بابويه أبوجعفر الصدوق</w:t>
            </w:r>
          </w:p>
        </w:tc>
        <w:tc>
          <w:tcPr>
            <w:tcW w:w="3093" w:type="dxa"/>
          </w:tcPr>
          <w:p w:rsidR="00EE1A1A" w:rsidRDefault="00EE1A1A" w:rsidP="00A80F4B">
            <w:pPr>
              <w:pStyle w:val="libVarCenter"/>
              <w:rPr>
                <w:rtl/>
              </w:rPr>
            </w:pPr>
            <w:r>
              <w:rPr>
                <w:rFonts w:hint="cs"/>
                <w:rtl/>
              </w:rPr>
              <w:t>21 ، 29 ، 62 ، 103 ، 116</w:t>
            </w:r>
          </w:p>
        </w:tc>
      </w:tr>
    </w:tbl>
    <w:p w:rsidR="00EE1A1A" w:rsidRDefault="00EE1A1A" w:rsidP="00BB3BDA">
      <w:pPr>
        <w:pStyle w:val="libNormal"/>
      </w:pPr>
      <w:r>
        <w:br w:type="page"/>
      </w:r>
    </w:p>
    <w:tbl>
      <w:tblPr>
        <w:bidiVisual/>
        <w:tblW w:w="0" w:type="auto"/>
        <w:tblLook w:val="01E0"/>
      </w:tblPr>
      <w:tblGrid>
        <w:gridCol w:w="4481"/>
        <w:gridCol w:w="3092"/>
      </w:tblGrid>
      <w:tr w:rsidR="00EE1A1A" w:rsidTr="00BB3BDA">
        <w:tc>
          <w:tcPr>
            <w:tcW w:w="4594" w:type="dxa"/>
          </w:tcPr>
          <w:p w:rsidR="00EE1A1A" w:rsidRDefault="00EE1A1A" w:rsidP="006713DA">
            <w:pPr>
              <w:pStyle w:val="libVar0"/>
              <w:rPr>
                <w:rtl/>
              </w:rPr>
            </w:pPr>
            <w:r>
              <w:rPr>
                <w:rFonts w:hint="cs"/>
                <w:rtl/>
              </w:rPr>
              <w:lastRenderedPageBreak/>
              <w:t>محمّد بن النّعمان ، الشيخ المفيد</w:t>
            </w:r>
          </w:p>
        </w:tc>
        <w:tc>
          <w:tcPr>
            <w:tcW w:w="3168" w:type="dxa"/>
          </w:tcPr>
          <w:p w:rsidR="00EE1A1A" w:rsidRDefault="00EE1A1A" w:rsidP="00A80F4B">
            <w:pPr>
              <w:pStyle w:val="libVarCenter"/>
              <w:rPr>
                <w:rtl/>
              </w:rPr>
            </w:pPr>
            <w:r>
              <w:rPr>
                <w:rFonts w:hint="cs"/>
                <w:rtl/>
              </w:rPr>
              <w:t>116</w:t>
            </w:r>
          </w:p>
        </w:tc>
      </w:tr>
      <w:tr w:rsidR="00EE1A1A" w:rsidTr="00BB3BDA">
        <w:tc>
          <w:tcPr>
            <w:tcW w:w="4594" w:type="dxa"/>
          </w:tcPr>
          <w:p w:rsidR="00EE1A1A" w:rsidRDefault="00EE1A1A" w:rsidP="006713DA">
            <w:pPr>
              <w:pStyle w:val="libVar0"/>
              <w:rPr>
                <w:rtl/>
              </w:rPr>
            </w:pPr>
            <w:r>
              <w:rPr>
                <w:rFonts w:hint="cs"/>
                <w:rtl/>
              </w:rPr>
              <w:t>محمود بن لبيد</w:t>
            </w:r>
          </w:p>
        </w:tc>
        <w:tc>
          <w:tcPr>
            <w:tcW w:w="3168" w:type="dxa"/>
          </w:tcPr>
          <w:p w:rsidR="00EE1A1A" w:rsidRDefault="00EE1A1A" w:rsidP="00A80F4B">
            <w:pPr>
              <w:pStyle w:val="libVarCenter"/>
              <w:rPr>
                <w:rtl/>
              </w:rPr>
            </w:pPr>
            <w:r>
              <w:rPr>
                <w:rFonts w:hint="cs"/>
                <w:rtl/>
              </w:rPr>
              <w:t>94</w:t>
            </w:r>
          </w:p>
        </w:tc>
      </w:tr>
      <w:tr w:rsidR="00EE1A1A" w:rsidTr="00BB3BDA">
        <w:tc>
          <w:tcPr>
            <w:tcW w:w="4594" w:type="dxa"/>
          </w:tcPr>
          <w:p w:rsidR="00EE1A1A" w:rsidRDefault="00EE1A1A" w:rsidP="006713DA">
            <w:pPr>
              <w:pStyle w:val="libVar0"/>
              <w:rPr>
                <w:rtl/>
              </w:rPr>
            </w:pPr>
            <w:r>
              <w:rPr>
                <w:rFonts w:hint="cs"/>
                <w:rtl/>
              </w:rPr>
              <w:t>مزاحم</w:t>
            </w:r>
          </w:p>
        </w:tc>
        <w:tc>
          <w:tcPr>
            <w:tcW w:w="3168" w:type="dxa"/>
          </w:tcPr>
          <w:p w:rsidR="00EE1A1A" w:rsidRDefault="00EE1A1A" w:rsidP="00A80F4B">
            <w:pPr>
              <w:pStyle w:val="libVarCenter"/>
              <w:rPr>
                <w:rtl/>
              </w:rPr>
            </w:pPr>
            <w:r>
              <w:rPr>
                <w:rFonts w:hint="cs"/>
                <w:rtl/>
              </w:rPr>
              <w:t>66</w:t>
            </w:r>
          </w:p>
        </w:tc>
      </w:tr>
      <w:tr w:rsidR="00EE1A1A" w:rsidTr="00BB3BDA">
        <w:tc>
          <w:tcPr>
            <w:tcW w:w="4594" w:type="dxa"/>
          </w:tcPr>
          <w:p w:rsidR="00EE1A1A" w:rsidRDefault="00EE1A1A" w:rsidP="006713DA">
            <w:pPr>
              <w:pStyle w:val="libVar0"/>
              <w:rPr>
                <w:rtl/>
              </w:rPr>
            </w:pPr>
            <w:r>
              <w:rPr>
                <w:rFonts w:hint="cs"/>
                <w:rtl/>
              </w:rPr>
              <w:t>مسروق</w:t>
            </w:r>
          </w:p>
        </w:tc>
        <w:tc>
          <w:tcPr>
            <w:tcW w:w="3168" w:type="dxa"/>
          </w:tcPr>
          <w:p w:rsidR="00EE1A1A" w:rsidRDefault="00EE1A1A" w:rsidP="00A80F4B">
            <w:pPr>
              <w:pStyle w:val="libVarCenter"/>
              <w:rPr>
                <w:rtl/>
              </w:rPr>
            </w:pPr>
            <w:r>
              <w:rPr>
                <w:rFonts w:hint="cs"/>
                <w:rtl/>
              </w:rPr>
              <w:t>64</w:t>
            </w:r>
          </w:p>
        </w:tc>
      </w:tr>
      <w:tr w:rsidR="00EE1A1A" w:rsidTr="00BB3BDA">
        <w:tc>
          <w:tcPr>
            <w:tcW w:w="4594" w:type="dxa"/>
          </w:tcPr>
          <w:p w:rsidR="00EE1A1A" w:rsidRDefault="00EE1A1A" w:rsidP="006713DA">
            <w:pPr>
              <w:pStyle w:val="libVar0"/>
              <w:rPr>
                <w:rtl/>
              </w:rPr>
            </w:pPr>
            <w:r>
              <w:rPr>
                <w:rFonts w:hint="cs"/>
                <w:rtl/>
              </w:rPr>
              <w:t>مسلم</w:t>
            </w:r>
          </w:p>
        </w:tc>
        <w:tc>
          <w:tcPr>
            <w:tcW w:w="3168" w:type="dxa"/>
          </w:tcPr>
          <w:p w:rsidR="00EE1A1A" w:rsidRDefault="00EE1A1A" w:rsidP="00A80F4B">
            <w:pPr>
              <w:pStyle w:val="libVarCenter"/>
              <w:rPr>
                <w:rtl/>
              </w:rPr>
            </w:pPr>
            <w:r>
              <w:rPr>
                <w:rFonts w:hint="cs"/>
                <w:rtl/>
              </w:rPr>
              <w:t>102</w:t>
            </w:r>
          </w:p>
        </w:tc>
      </w:tr>
      <w:tr w:rsidR="00EE1A1A" w:rsidTr="00BB3BDA">
        <w:tc>
          <w:tcPr>
            <w:tcW w:w="4594" w:type="dxa"/>
          </w:tcPr>
          <w:p w:rsidR="00EE1A1A" w:rsidRDefault="00EE1A1A" w:rsidP="006713DA">
            <w:pPr>
              <w:pStyle w:val="libVar0"/>
              <w:rPr>
                <w:rtl/>
              </w:rPr>
            </w:pPr>
            <w:r>
              <w:rPr>
                <w:rFonts w:hint="cs"/>
                <w:rtl/>
              </w:rPr>
              <w:t>مسلم بن يسار</w:t>
            </w:r>
          </w:p>
        </w:tc>
        <w:tc>
          <w:tcPr>
            <w:tcW w:w="3168" w:type="dxa"/>
          </w:tcPr>
          <w:p w:rsidR="00EE1A1A" w:rsidRDefault="00EE1A1A" w:rsidP="00A80F4B">
            <w:pPr>
              <w:pStyle w:val="libVarCenter"/>
              <w:rPr>
                <w:rtl/>
              </w:rPr>
            </w:pPr>
            <w:r>
              <w:rPr>
                <w:rFonts w:hint="cs"/>
                <w:rtl/>
              </w:rPr>
              <w:t>76</w:t>
            </w:r>
          </w:p>
        </w:tc>
      </w:tr>
      <w:tr w:rsidR="00EE1A1A" w:rsidTr="00BB3BDA">
        <w:tc>
          <w:tcPr>
            <w:tcW w:w="4594" w:type="dxa"/>
          </w:tcPr>
          <w:p w:rsidR="00EE1A1A" w:rsidRDefault="00EE1A1A" w:rsidP="006713DA">
            <w:pPr>
              <w:pStyle w:val="libVar0"/>
              <w:rPr>
                <w:rtl/>
              </w:rPr>
            </w:pPr>
            <w:r>
              <w:rPr>
                <w:rFonts w:hint="cs"/>
                <w:rtl/>
              </w:rPr>
              <w:t>معاذ</w:t>
            </w:r>
          </w:p>
        </w:tc>
        <w:tc>
          <w:tcPr>
            <w:tcW w:w="3168" w:type="dxa"/>
          </w:tcPr>
          <w:p w:rsidR="00EE1A1A" w:rsidRDefault="00EE1A1A" w:rsidP="00A80F4B">
            <w:pPr>
              <w:pStyle w:val="libVarCenter"/>
              <w:rPr>
                <w:rtl/>
              </w:rPr>
            </w:pPr>
            <w:r>
              <w:rPr>
                <w:rFonts w:hint="cs"/>
                <w:rtl/>
              </w:rPr>
              <w:t>61 ، 108</w:t>
            </w:r>
          </w:p>
        </w:tc>
      </w:tr>
      <w:tr w:rsidR="00EE1A1A" w:rsidTr="00BB3BDA">
        <w:tc>
          <w:tcPr>
            <w:tcW w:w="4594" w:type="dxa"/>
          </w:tcPr>
          <w:p w:rsidR="00EE1A1A" w:rsidRDefault="00EE1A1A" w:rsidP="006713DA">
            <w:pPr>
              <w:pStyle w:val="libVar0"/>
              <w:rPr>
                <w:rtl/>
              </w:rPr>
            </w:pPr>
            <w:r>
              <w:rPr>
                <w:rFonts w:hint="cs"/>
                <w:rtl/>
              </w:rPr>
              <w:t>معاذة العدوية</w:t>
            </w:r>
          </w:p>
        </w:tc>
        <w:tc>
          <w:tcPr>
            <w:tcW w:w="3168" w:type="dxa"/>
          </w:tcPr>
          <w:p w:rsidR="00EE1A1A" w:rsidRDefault="00EE1A1A" w:rsidP="00A80F4B">
            <w:pPr>
              <w:pStyle w:val="libVarCenter"/>
              <w:rPr>
                <w:rtl/>
              </w:rPr>
            </w:pPr>
            <w:r>
              <w:rPr>
                <w:rFonts w:hint="cs"/>
                <w:rtl/>
              </w:rPr>
              <w:t>73</w:t>
            </w:r>
          </w:p>
        </w:tc>
      </w:tr>
      <w:tr w:rsidR="00EE1A1A" w:rsidTr="00BB3BDA">
        <w:tc>
          <w:tcPr>
            <w:tcW w:w="4594" w:type="dxa"/>
          </w:tcPr>
          <w:p w:rsidR="00EE1A1A" w:rsidRDefault="00EE1A1A" w:rsidP="006713DA">
            <w:pPr>
              <w:pStyle w:val="libVar0"/>
              <w:rPr>
                <w:rtl/>
              </w:rPr>
            </w:pPr>
            <w:r>
              <w:rPr>
                <w:rFonts w:hint="cs"/>
                <w:rtl/>
              </w:rPr>
              <w:t>معاوية بن حيدة القشيري</w:t>
            </w:r>
          </w:p>
        </w:tc>
        <w:tc>
          <w:tcPr>
            <w:tcW w:w="3168" w:type="dxa"/>
          </w:tcPr>
          <w:p w:rsidR="00EE1A1A" w:rsidRDefault="00EE1A1A" w:rsidP="00A80F4B">
            <w:pPr>
              <w:pStyle w:val="libVarCenter"/>
              <w:rPr>
                <w:rtl/>
              </w:rPr>
            </w:pPr>
            <w:r>
              <w:rPr>
                <w:rFonts w:hint="cs"/>
                <w:rtl/>
              </w:rPr>
              <w:t>32</w:t>
            </w:r>
          </w:p>
        </w:tc>
      </w:tr>
      <w:tr w:rsidR="00EE1A1A" w:rsidTr="00BB3BDA">
        <w:tc>
          <w:tcPr>
            <w:tcW w:w="4594" w:type="dxa"/>
          </w:tcPr>
          <w:p w:rsidR="00EE1A1A" w:rsidRDefault="00EE1A1A" w:rsidP="006713DA">
            <w:pPr>
              <w:pStyle w:val="libVar0"/>
              <w:rPr>
                <w:rtl/>
              </w:rPr>
            </w:pPr>
            <w:r>
              <w:rPr>
                <w:rFonts w:hint="cs"/>
                <w:rtl/>
              </w:rPr>
              <w:t>معاوية بن قرّة</w:t>
            </w:r>
          </w:p>
        </w:tc>
        <w:tc>
          <w:tcPr>
            <w:tcW w:w="3168" w:type="dxa"/>
          </w:tcPr>
          <w:p w:rsidR="00EE1A1A" w:rsidRDefault="00EE1A1A" w:rsidP="00A80F4B">
            <w:pPr>
              <w:pStyle w:val="libVarCenter"/>
              <w:rPr>
                <w:rtl/>
              </w:rPr>
            </w:pPr>
            <w:r>
              <w:rPr>
                <w:rFonts w:hint="cs"/>
                <w:rtl/>
              </w:rPr>
              <w:t>69</w:t>
            </w:r>
          </w:p>
        </w:tc>
      </w:tr>
      <w:tr w:rsidR="00EE1A1A" w:rsidTr="00BB3BDA">
        <w:tc>
          <w:tcPr>
            <w:tcW w:w="4594" w:type="dxa"/>
          </w:tcPr>
          <w:p w:rsidR="00EE1A1A" w:rsidRDefault="00EE1A1A" w:rsidP="006713DA">
            <w:pPr>
              <w:pStyle w:val="libVar0"/>
              <w:rPr>
                <w:rtl/>
              </w:rPr>
            </w:pPr>
            <w:r>
              <w:rPr>
                <w:rFonts w:hint="cs"/>
                <w:rtl/>
              </w:rPr>
              <w:t>المغيره</w:t>
            </w:r>
          </w:p>
        </w:tc>
        <w:tc>
          <w:tcPr>
            <w:tcW w:w="3168" w:type="dxa"/>
          </w:tcPr>
          <w:p w:rsidR="00EE1A1A" w:rsidRDefault="00EE1A1A" w:rsidP="00A80F4B">
            <w:pPr>
              <w:pStyle w:val="libVarCenter"/>
              <w:rPr>
                <w:rtl/>
              </w:rPr>
            </w:pPr>
            <w:r>
              <w:rPr>
                <w:rFonts w:hint="cs"/>
                <w:rtl/>
              </w:rPr>
              <w:t>114</w:t>
            </w:r>
          </w:p>
        </w:tc>
      </w:tr>
      <w:tr w:rsidR="00EE1A1A" w:rsidTr="00BB3BDA">
        <w:tc>
          <w:tcPr>
            <w:tcW w:w="4594" w:type="dxa"/>
          </w:tcPr>
          <w:p w:rsidR="00EE1A1A" w:rsidRDefault="00EE1A1A" w:rsidP="006713DA">
            <w:pPr>
              <w:pStyle w:val="libVar0"/>
              <w:rPr>
                <w:rtl/>
              </w:rPr>
            </w:pPr>
            <w:r>
              <w:rPr>
                <w:rFonts w:hint="cs"/>
                <w:rtl/>
              </w:rPr>
              <w:t>موسى بن بكر</w:t>
            </w:r>
          </w:p>
        </w:tc>
        <w:tc>
          <w:tcPr>
            <w:tcW w:w="3168" w:type="dxa"/>
          </w:tcPr>
          <w:p w:rsidR="00EE1A1A" w:rsidRDefault="00EE1A1A" w:rsidP="00A80F4B">
            <w:pPr>
              <w:pStyle w:val="libVarCenter"/>
              <w:rPr>
                <w:rtl/>
              </w:rPr>
            </w:pPr>
            <w:r>
              <w:rPr>
                <w:rFonts w:hint="cs"/>
                <w:rtl/>
              </w:rPr>
              <w:t>57</w:t>
            </w:r>
          </w:p>
        </w:tc>
      </w:tr>
      <w:tr w:rsidR="00EE1A1A" w:rsidTr="00BB3BDA">
        <w:tc>
          <w:tcPr>
            <w:tcW w:w="4594" w:type="dxa"/>
          </w:tcPr>
          <w:p w:rsidR="00EE1A1A" w:rsidRDefault="00EE1A1A" w:rsidP="006713DA">
            <w:pPr>
              <w:pStyle w:val="libVar0"/>
              <w:rPr>
                <w:rtl/>
              </w:rPr>
            </w:pPr>
            <w:r>
              <w:rPr>
                <w:rFonts w:hint="cs"/>
                <w:rtl/>
              </w:rPr>
              <w:t xml:space="preserve">موسى بن عمران </w:t>
            </w:r>
            <w:r w:rsidR="00A80F4B" w:rsidRPr="00A80F4B">
              <w:rPr>
                <w:rStyle w:val="libAlaemChar"/>
                <w:rFonts w:hint="cs"/>
                <w:rtl/>
              </w:rPr>
              <w:t>عليه‌السلام</w:t>
            </w:r>
          </w:p>
        </w:tc>
        <w:tc>
          <w:tcPr>
            <w:tcW w:w="3168" w:type="dxa"/>
          </w:tcPr>
          <w:p w:rsidR="00EE1A1A" w:rsidRDefault="00EE1A1A" w:rsidP="00A80F4B">
            <w:pPr>
              <w:pStyle w:val="libVarCenter"/>
              <w:rPr>
                <w:rtl/>
              </w:rPr>
            </w:pPr>
            <w:r>
              <w:rPr>
                <w:rFonts w:hint="cs"/>
                <w:rtl/>
              </w:rPr>
              <w:t>23 ، 59 ، 70 ، 71 ، 80 ، 81 ، 83 ، 106 ، 117</w:t>
            </w:r>
          </w:p>
        </w:tc>
      </w:tr>
    </w:tbl>
    <w:p w:rsidR="00EE1A1A" w:rsidRDefault="00EE1A1A" w:rsidP="006713DA">
      <w:pPr>
        <w:pStyle w:val="libCenterBold1"/>
        <w:rPr>
          <w:rtl/>
        </w:rPr>
      </w:pPr>
      <w:r>
        <w:rPr>
          <w:rFonts w:hint="cs"/>
          <w:rtl/>
        </w:rPr>
        <w:t>(هـ)</w:t>
      </w:r>
    </w:p>
    <w:tbl>
      <w:tblPr>
        <w:bidiVisual/>
        <w:tblW w:w="0" w:type="auto"/>
        <w:tblLook w:val="01E0"/>
      </w:tblPr>
      <w:tblGrid>
        <w:gridCol w:w="4479"/>
        <w:gridCol w:w="3094"/>
      </w:tblGrid>
      <w:tr w:rsidR="00EE1A1A" w:rsidTr="00BB3BDA">
        <w:tc>
          <w:tcPr>
            <w:tcW w:w="4594" w:type="dxa"/>
          </w:tcPr>
          <w:p w:rsidR="00EE1A1A" w:rsidRDefault="00EE1A1A" w:rsidP="006713DA">
            <w:pPr>
              <w:pStyle w:val="libVar0"/>
              <w:rPr>
                <w:rtl/>
              </w:rPr>
            </w:pPr>
            <w:r>
              <w:rPr>
                <w:rFonts w:hint="cs"/>
                <w:rtl/>
              </w:rPr>
              <w:t>هابيل</w:t>
            </w:r>
          </w:p>
        </w:tc>
        <w:tc>
          <w:tcPr>
            <w:tcW w:w="3168" w:type="dxa"/>
          </w:tcPr>
          <w:p w:rsidR="00EE1A1A" w:rsidRDefault="00EE1A1A" w:rsidP="00A80F4B">
            <w:pPr>
              <w:pStyle w:val="libVarCenter"/>
              <w:rPr>
                <w:rtl/>
              </w:rPr>
            </w:pPr>
            <w:r>
              <w:rPr>
                <w:rFonts w:hint="cs"/>
                <w:rtl/>
              </w:rPr>
              <w:t>92</w:t>
            </w:r>
          </w:p>
        </w:tc>
      </w:tr>
      <w:tr w:rsidR="00EE1A1A" w:rsidTr="00BB3BDA">
        <w:tc>
          <w:tcPr>
            <w:tcW w:w="4594" w:type="dxa"/>
          </w:tcPr>
          <w:p w:rsidR="00EE1A1A" w:rsidRDefault="00EE1A1A" w:rsidP="006713DA">
            <w:pPr>
              <w:pStyle w:val="libVar0"/>
              <w:rPr>
                <w:rtl/>
              </w:rPr>
            </w:pPr>
            <w:r>
              <w:rPr>
                <w:rFonts w:hint="cs"/>
                <w:rtl/>
              </w:rPr>
              <w:t>هذيل</w:t>
            </w:r>
          </w:p>
        </w:tc>
        <w:tc>
          <w:tcPr>
            <w:tcW w:w="3168" w:type="dxa"/>
          </w:tcPr>
          <w:p w:rsidR="00EE1A1A" w:rsidRDefault="00EE1A1A" w:rsidP="00A80F4B">
            <w:pPr>
              <w:pStyle w:val="libVarCenter"/>
              <w:rPr>
                <w:rtl/>
              </w:rPr>
            </w:pPr>
            <w:r>
              <w:rPr>
                <w:rFonts w:hint="cs"/>
                <w:rtl/>
              </w:rPr>
              <w:t>112</w:t>
            </w:r>
          </w:p>
        </w:tc>
      </w:tr>
    </w:tbl>
    <w:p w:rsidR="00EE1A1A" w:rsidRDefault="00EE1A1A" w:rsidP="006713DA">
      <w:pPr>
        <w:pStyle w:val="libCenterBold1"/>
        <w:rPr>
          <w:rtl/>
        </w:rPr>
      </w:pPr>
      <w:r>
        <w:rPr>
          <w:rFonts w:hint="cs"/>
          <w:rtl/>
        </w:rPr>
        <w:t>(و)</w:t>
      </w:r>
    </w:p>
    <w:tbl>
      <w:tblPr>
        <w:bidiVisual/>
        <w:tblW w:w="0" w:type="auto"/>
        <w:tblLook w:val="01E0"/>
      </w:tblPr>
      <w:tblGrid>
        <w:gridCol w:w="4479"/>
        <w:gridCol w:w="3094"/>
      </w:tblGrid>
      <w:tr w:rsidR="00EE1A1A" w:rsidTr="00BB3BDA">
        <w:tc>
          <w:tcPr>
            <w:tcW w:w="4594" w:type="dxa"/>
          </w:tcPr>
          <w:p w:rsidR="00EE1A1A" w:rsidRDefault="00EE1A1A" w:rsidP="006713DA">
            <w:pPr>
              <w:pStyle w:val="libVar0"/>
              <w:rPr>
                <w:rtl/>
              </w:rPr>
            </w:pPr>
            <w:r>
              <w:rPr>
                <w:rFonts w:hint="cs"/>
                <w:rtl/>
              </w:rPr>
              <w:t>الوليد بن الوليد</w:t>
            </w:r>
          </w:p>
        </w:tc>
        <w:tc>
          <w:tcPr>
            <w:tcW w:w="3168" w:type="dxa"/>
          </w:tcPr>
          <w:p w:rsidR="00EE1A1A" w:rsidRDefault="00EE1A1A" w:rsidP="00A80F4B">
            <w:pPr>
              <w:pStyle w:val="libVarCenter"/>
              <w:rPr>
                <w:rtl/>
              </w:rPr>
            </w:pPr>
            <w:r>
              <w:rPr>
                <w:rFonts w:hint="cs"/>
                <w:rtl/>
              </w:rPr>
              <w:t>103</w:t>
            </w:r>
          </w:p>
        </w:tc>
      </w:tr>
      <w:tr w:rsidR="00EE1A1A" w:rsidTr="00BB3BDA">
        <w:tc>
          <w:tcPr>
            <w:tcW w:w="4594" w:type="dxa"/>
          </w:tcPr>
          <w:p w:rsidR="00EE1A1A" w:rsidRDefault="00EE1A1A" w:rsidP="006713DA">
            <w:pPr>
              <w:pStyle w:val="libVar0"/>
              <w:rPr>
                <w:rtl/>
              </w:rPr>
            </w:pPr>
            <w:r>
              <w:rPr>
                <w:rFonts w:hint="cs"/>
                <w:rtl/>
              </w:rPr>
              <w:t>وهب</w:t>
            </w:r>
          </w:p>
        </w:tc>
        <w:tc>
          <w:tcPr>
            <w:tcW w:w="3168" w:type="dxa"/>
          </w:tcPr>
          <w:p w:rsidR="00EE1A1A" w:rsidRDefault="00EE1A1A" w:rsidP="00A80F4B">
            <w:pPr>
              <w:pStyle w:val="libVarCenter"/>
              <w:rPr>
                <w:rtl/>
              </w:rPr>
            </w:pPr>
            <w:r>
              <w:rPr>
                <w:rFonts w:hint="cs"/>
                <w:rtl/>
              </w:rPr>
              <w:t>58</w:t>
            </w:r>
          </w:p>
        </w:tc>
      </w:tr>
    </w:tbl>
    <w:p w:rsidR="00EE1A1A" w:rsidRDefault="00EE1A1A" w:rsidP="006713DA">
      <w:pPr>
        <w:pStyle w:val="libCenterBold1"/>
        <w:rPr>
          <w:rtl/>
        </w:rPr>
      </w:pPr>
      <w:r>
        <w:rPr>
          <w:rFonts w:hint="cs"/>
          <w:rtl/>
        </w:rPr>
        <w:t>(ي)</w:t>
      </w:r>
    </w:p>
    <w:tbl>
      <w:tblPr>
        <w:bidiVisual/>
        <w:tblW w:w="0" w:type="auto"/>
        <w:tblLook w:val="01E0"/>
      </w:tblPr>
      <w:tblGrid>
        <w:gridCol w:w="4481"/>
        <w:gridCol w:w="3092"/>
      </w:tblGrid>
      <w:tr w:rsidR="00EE1A1A" w:rsidTr="00BB3BDA">
        <w:tc>
          <w:tcPr>
            <w:tcW w:w="4594" w:type="dxa"/>
          </w:tcPr>
          <w:p w:rsidR="00EE1A1A" w:rsidRDefault="00EE1A1A" w:rsidP="006713DA">
            <w:pPr>
              <w:pStyle w:val="libVar0"/>
              <w:rPr>
                <w:rtl/>
              </w:rPr>
            </w:pPr>
            <w:r>
              <w:rPr>
                <w:rFonts w:hint="cs"/>
                <w:rtl/>
              </w:rPr>
              <w:t>يحيى بن خالد</w:t>
            </w:r>
          </w:p>
        </w:tc>
        <w:tc>
          <w:tcPr>
            <w:tcW w:w="3168" w:type="dxa"/>
          </w:tcPr>
          <w:p w:rsidR="00EE1A1A" w:rsidRDefault="00EE1A1A" w:rsidP="00A80F4B">
            <w:pPr>
              <w:pStyle w:val="libVarCenter"/>
              <w:rPr>
                <w:rtl/>
              </w:rPr>
            </w:pPr>
            <w:r>
              <w:rPr>
                <w:rFonts w:hint="cs"/>
                <w:rtl/>
              </w:rPr>
              <w:t>99</w:t>
            </w:r>
          </w:p>
        </w:tc>
      </w:tr>
      <w:tr w:rsidR="00EE1A1A" w:rsidTr="00BB3BDA">
        <w:tc>
          <w:tcPr>
            <w:tcW w:w="4594" w:type="dxa"/>
          </w:tcPr>
          <w:p w:rsidR="00EE1A1A" w:rsidRDefault="00EE1A1A" w:rsidP="006713DA">
            <w:pPr>
              <w:pStyle w:val="libVar0"/>
              <w:rPr>
                <w:rtl/>
              </w:rPr>
            </w:pPr>
            <w:r>
              <w:rPr>
                <w:rFonts w:hint="cs"/>
                <w:rtl/>
              </w:rPr>
              <w:t xml:space="preserve">يعقوب بن اسحاق بن ابراهيم </w:t>
            </w:r>
            <w:r w:rsidR="00A80F4B" w:rsidRPr="00A80F4B">
              <w:rPr>
                <w:rStyle w:val="libAlaemChar"/>
                <w:rFonts w:hint="cs"/>
                <w:rtl/>
              </w:rPr>
              <w:t>عليه‌السلام</w:t>
            </w:r>
          </w:p>
        </w:tc>
        <w:tc>
          <w:tcPr>
            <w:tcW w:w="3168" w:type="dxa"/>
          </w:tcPr>
          <w:p w:rsidR="00EE1A1A" w:rsidRDefault="00EE1A1A" w:rsidP="00A80F4B">
            <w:pPr>
              <w:pStyle w:val="libVarCenter"/>
              <w:rPr>
                <w:rtl/>
              </w:rPr>
            </w:pPr>
            <w:r>
              <w:rPr>
                <w:rFonts w:hint="cs"/>
                <w:rtl/>
              </w:rPr>
              <w:t>92</w:t>
            </w:r>
          </w:p>
        </w:tc>
      </w:tr>
      <w:tr w:rsidR="00EE1A1A" w:rsidTr="00BB3BDA">
        <w:tc>
          <w:tcPr>
            <w:tcW w:w="4594" w:type="dxa"/>
          </w:tcPr>
          <w:p w:rsidR="00EE1A1A" w:rsidRDefault="00EE1A1A" w:rsidP="006713DA">
            <w:pPr>
              <w:pStyle w:val="libVar0"/>
              <w:rPr>
                <w:rtl/>
              </w:rPr>
            </w:pPr>
            <w:r>
              <w:rPr>
                <w:rFonts w:hint="cs"/>
                <w:rtl/>
              </w:rPr>
              <w:t xml:space="preserve">يوسف </w:t>
            </w:r>
            <w:r w:rsidR="00A80F4B" w:rsidRPr="00A80F4B">
              <w:rPr>
                <w:rStyle w:val="libAlaemChar"/>
                <w:rFonts w:hint="cs"/>
                <w:rtl/>
              </w:rPr>
              <w:t>عليه‌السلام</w:t>
            </w:r>
          </w:p>
        </w:tc>
        <w:tc>
          <w:tcPr>
            <w:tcW w:w="3168" w:type="dxa"/>
          </w:tcPr>
          <w:p w:rsidR="00EE1A1A" w:rsidRDefault="00EE1A1A" w:rsidP="00A80F4B">
            <w:pPr>
              <w:pStyle w:val="libVarCenter"/>
              <w:rPr>
                <w:rtl/>
              </w:rPr>
            </w:pPr>
            <w:r>
              <w:rPr>
                <w:rFonts w:hint="cs"/>
                <w:rtl/>
              </w:rPr>
              <w:t>51 ، 92</w:t>
            </w:r>
          </w:p>
        </w:tc>
      </w:tr>
      <w:tr w:rsidR="00EE1A1A" w:rsidTr="00BB3BDA">
        <w:tc>
          <w:tcPr>
            <w:tcW w:w="4594" w:type="dxa"/>
          </w:tcPr>
          <w:p w:rsidR="00EE1A1A" w:rsidRDefault="00EE1A1A" w:rsidP="006713DA">
            <w:pPr>
              <w:pStyle w:val="libVar0"/>
              <w:rPr>
                <w:rtl/>
              </w:rPr>
            </w:pPr>
            <w:r>
              <w:rPr>
                <w:rFonts w:hint="cs"/>
                <w:rtl/>
              </w:rPr>
              <w:t>يوسف بن عبدالله بن سلام</w:t>
            </w:r>
          </w:p>
        </w:tc>
        <w:tc>
          <w:tcPr>
            <w:tcW w:w="3168" w:type="dxa"/>
          </w:tcPr>
          <w:p w:rsidR="00EE1A1A" w:rsidRDefault="00EE1A1A" w:rsidP="00A80F4B">
            <w:pPr>
              <w:pStyle w:val="libVarCenter"/>
              <w:rPr>
                <w:rtl/>
              </w:rPr>
            </w:pPr>
            <w:r>
              <w:rPr>
                <w:rFonts w:hint="cs"/>
                <w:rtl/>
              </w:rPr>
              <w:t>56</w:t>
            </w:r>
          </w:p>
        </w:tc>
      </w:tr>
      <w:tr w:rsidR="00EE1A1A" w:rsidTr="00BB3BDA">
        <w:tc>
          <w:tcPr>
            <w:tcW w:w="4594" w:type="dxa"/>
          </w:tcPr>
          <w:p w:rsidR="00EE1A1A" w:rsidRDefault="00EE1A1A" w:rsidP="006713DA">
            <w:pPr>
              <w:pStyle w:val="libVar0"/>
              <w:rPr>
                <w:rtl/>
              </w:rPr>
            </w:pPr>
            <w:r>
              <w:rPr>
                <w:rFonts w:hint="cs"/>
                <w:rtl/>
              </w:rPr>
              <w:t xml:space="preserve">يونس </w:t>
            </w:r>
            <w:r w:rsidR="00A80F4B" w:rsidRPr="00A80F4B">
              <w:rPr>
                <w:rStyle w:val="libAlaemChar"/>
                <w:rFonts w:hint="cs"/>
                <w:rtl/>
              </w:rPr>
              <w:t>عليه‌السلام</w:t>
            </w:r>
          </w:p>
        </w:tc>
        <w:tc>
          <w:tcPr>
            <w:tcW w:w="3168" w:type="dxa"/>
          </w:tcPr>
          <w:p w:rsidR="00EE1A1A" w:rsidRDefault="00EE1A1A" w:rsidP="00A80F4B">
            <w:pPr>
              <w:pStyle w:val="libVarCenter"/>
              <w:rPr>
                <w:rtl/>
              </w:rPr>
            </w:pPr>
            <w:r>
              <w:rPr>
                <w:rFonts w:hint="cs"/>
                <w:rtl/>
              </w:rPr>
              <w:t>87</w:t>
            </w:r>
          </w:p>
        </w:tc>
      </w:tr>
      <w:tr w:rsidR="00EE1A1A" w:rsidTr="00BB3BDA">
        <w:tc>
          <w:tcPr>
            <w:tcW w:w="4594" w:type="dxa"/>
          </w:tcPr>
          <w:p w:rsidR="00EE1A1A" w:rsidRDefault="00EE1A1A" w:rsidP="006713DA">
            <w:pPr>
              <w:pStyle w:val="libVar0"/>
              <w:rPr>
                <w:rtl/>
              </w:rPr>
            </w:pPr>
            <w:r>
              <w:rPr>
                <w:rFonts w:hint="cs"/>
                <w:rtl/>
              </w:rPr>
              <w:t>يونس بن يعقوب</w:t>
            </w:r>
          </w:p>
        </w:tc>
        <w:tc>
          <w:tcPr>
            <w:tcW w:w="3168" w:type="dxa"/>
          </w:tcPr>
          <w:p w:rsidR="00EE1A1A" w:rsidRDefault="00EE1A1A" w:rsidP="00A80F4B">
            <w:pPr>
              <w:pStyle w:val="libVarCenter"/>
              <w:rPr>
                <w:rtl/>
              </w:rPr>
            </w:pPr>
            <w:r>
              <w:rPr>
                <w:rFonts w:hint="cs"/>
                <w:rtl/>
              </w:rPr>
              <w:t>104</w:t>
            </w:r>
          </w:p>
        </w:tc>
      </w:tr>
    </w:tbl>
    <w:p w:rsidR="00EE1A1A" w:rsidRDefault="00EE1A1A" w:rsidP="006713DA">
      <w:pPr>
        <w:pStyle w:val="libCenterBold1"/>
        <w:rPr>
          <w:rtl/>
        </w:rPr>
      </w:pPr>
    </w:p>
    <w:p w:rsidR="00EE1A1A" w:rsidRDefault="00EE1A1A" w:rsidP="006713DA">
      <w:pPr>
        <w:pStyle w:val="libCenterBold1"/>
        <w:rPr>
          <w:rtl/>
        </w:rPr>
      </w:pPr>
      <w:r>
        <w:rPr>
          <w:rtl/>
        </w:rPr>
        <w:br w:type="page"/>
      </w:r>
      <w:r>
        <w:rPr>
          <w:rFonts w:hint="cs"/>
          <w:rtl/>
        </w:rPr>
        <w:lastRenderedPageBreak/>
        <w:t>6 ـ فهرس الألفاظ المفسرة في المتن</w:t>
      </w:r>
    </w:p>
    <w:tbl>
      <w:tblPr>
        <w:bidiVisual/>
        <w:tblW w:w="0" w:type="auto"/>
        <w:tblLook w:val="01E0"/>
      </w:tblPr>
      <w:tblGrid>
        <w:gridCol w:w="4478"/>
        <w:gridCol w:w="3095"/>
      </w:tblGrid>
      <w:tr w:rsidR="00EE1A1A" w:rsidTr="00BB3BDA">
        <w:tc>
          <w:tcPr>
            <w:tcW w:w="4594" w:type="dxa"/>
          </w:tcPr>
          <w:p w:rsidR="00EE1A1A" w:rsidRPr="006713DA" w:rsidRDefault="00EE1A1A" w:rsidP="006713DA">
            <w:pPr>
              <w:pStyle w:val="libBold2"/>
              <w:rPr>
                <w:rtl/>
              </w:rPr>
            </w:pPr>
            <w:r w:rsidRPr="006713DA">
              <w:rPr>
                <w:rFonts w:hint="cs"/>
                <w:rtl/>
              </w:rPr>
              <w:t>الكلمة</w:t>
            </w:r>
          </w:p>
        </w:tc>
        <w:tc>
          <w:tcPr>
            <w:tcW w:w="3168" w:type="dxa"/>
          </w:tcPr>
          <w:p w:rsidR="00EE1A1A" w:rsidRDefault="00EE1A1A" w:rsidP="006713DA">
            <w:pPr>
              <w:pStyle w:val="libLeftBold"/>
              <w:rPr>
                <w:rtl/>
              </w:rPr>
            </w:pPr>
            <w:r>
              <w:rPr>
                <w:rFonts w:hint="cs"/>
                <w:rtl/>
              </w:rPr>
              <w:t>الصفحة</w:t>
            </w:r>
          </w:p>
        </w:tc>
      </w:tr>
      <w:tr w:rsidR="00EE1A1A" w:rsidTr="00BB3BDA">
        <w:tc>
          <w:tcPr>
            <w:tcW w:w="4594" w:type="dxa"/>
          </w:tcPr>
          <w:p w:rsidR="00EE1A1A" w:rsidRDefault="00EE1A1A" w:rsidP="00BB3BDA">
            <w:pPr>
              <w:pStyle w:val="libNormal0"/>
              <w:rPr>
                <w:rtl/>
              </w:rPr>
            </w:pPr>
            <w:r>
              <w:rPr>
                <w:rFonts w:hint="cs"/>
                <w:rtl/>
              </w:rPr>
              <w:t>آذنتموني</w:t>
            </w:r>
          </w:p>
        </w:tc>
        <w:tc>
          <w:tcPr>
            <w:tcW w:w="3168" w:type="dxa"/>
          </w:tcPr>
          <w:p w:rsidR="00EE1A1A" w:rsidRDefault="00EE1A1A" w:rsidP="006713DA">
            <w:pPr>
              <w:pStyle w:val="libLeft"/>
              <w:rPr>
                <w:rtl/>
              </w:rPr>
            </w:pPr>
            <w:r>
              <w:rPr>
                <w:rFonts w:hint="cs"/>
                <w:rtl/>
              </w:rPr>
              <w:t>34</w:t>
            </w:r>
          </w:p>
        </w:tc>
      </w:tr>
      <w:tr w:rsidR="00EE1A1A" w:rsidTr="00BB3BDA">
        <w:tc>
          <w:tcPr>
            <w:tcW w:w="4594" w:type="dxa"/>
          </w:tcPr>
          <w:p w:rsidR="00EE1A1A" w:rsidRDefault="00EE1A1A" w:rsidP="00BB3BDA">
            <w:pPr>
              <w:pStyle w:val="libNormal0"/>
              <w:rPr>
                <w:rtl/>
              </w:rPr>
            </w:pPr>
            <w:r>
              <w:rPr>
                <w:rFonts w:hint="cs"/>
                <w:rtl/>
              </w:rPr>
              <w:t>أجزأ</w:t>
            </w:r>
          </w:p>
        </w:tc>
        <w:tc>
          <w:tcPr>
            <w:tcW w:w="3168" w:type="dxa"/>
          </w:tcPr>
          <w:p w:rsidR="00EE1A1A" w:rsidRDefault="00EE1A1A" w:rsidP="006713DA">
            <w:pPr>
              <w:pStyle w:val="libLeft"/>
              <w:rPr>
                <w:rtl/>
              </w:rPr>
            </w:pPr>
            <w:r>
              <w:rPr>
                <w:rFonts w:hint="cs"/>
                <w:rtl/>
              </w:rPr>
              <w:t>36</w:t>
            </w:r>
          </w:p>
        </w:tc>
      </w:tr>
      <w:tr w:rsidR="00EE1A1A" w:rsidTr="00BB3BDA">
        <w:tc>
          <w:tcPr>
            <w:tcW w:w="4594" w:type="dxa"/>
          </w:tcPr>
          <w:p w:rsidR="00EE1A1A" w:rsidRDefault="00EE1A1A" w:rsidP="00BB3BDA">
            <w:pPr>
              <w:pStyle w:val="libNormal0"/>
              <w:rPr>
                <w:rtl/>
              </w:rPr>
            </w:pPr>
            <w:r>
              <w:rPr>
                <w:rFonts w:hint="cs"/>
                <w:rtl/>
              </w:rPr>
              <w:t>احتبس</w:t>
            </w:r>
          </w:p>
        </w:tc>
        <w:tc>
          <w:tcPr>
            <w:tcW w:w="3168" w:type="dxa"/>
          </w:tcPr>
          <w:p w:rsidR="00EE1A1A" w:rsidRDefault="00EE1A1A" w:rsidP="006713DA">
            <w:pPr>
              <w:pStyle w:val="libLeft"/>
              <w:rPr>
                <w:rtl/>
              </w:rPr>
            </w:pPr>
            <w:r>
              <w:rPr>
                <w:rFonts w:hint="cs"/>
                <w:rtl/>
              </w:rPr>
              <w:t>34</w:t>
            </w:r>
          </w:p>
        </w:tc>
      </w:tr>
      <w:tr w:rsidR="00EE1A1A" w:rsidTr="00BB3BDA">
        <w:tc>
          <w:tcPr>
            <w:tcW w:w="4594" w:type="dxa"/>
          </w:tcPr>
          <w:p w:rsidR="00EE1A1A" w:rsidRDefault="00EE1A1A" w:rsidP="00BB3BDA">
            <w:pPr>
              <w:pStyle w:val="libNormal0"/>
              <w:rPr>
                <w:rtl/>
              </w:rPr>
            </w:pPr>
            <w:r>
              <w:rPr>
                <w:rFonts w:hint="cs"/>
                <w:rtl/>
              </w:rPr>
              <w:t>إزاءك</w:t>
            </w:r>
          </w:p>
        </w:tc>
        <w:tc>
          <w:tcPr>
            <w:tcW w:w="3168" w:type="dxa"/>
          </w:tcPr>
          <w:p w:rsidR="00EE1A1A" w:rsidRDefault="00EE1A1A" w:rsidP="006713DA">
            <w:pPr>
              <w:pStyle w:val="libLeft"/>
              <w:rPr>
                <w:rtl/>
              </w:rPr>
            </w:pPr>
            <w:r>
              <w:rPr>
                <w:rFonts w:hint="cs"/>
                <w:rtl/>
              </w:rPr>
              <w:t>35</w:t>
            </w:r>
          </w:p>
        </w:tc>
      </w:tr>
      <w:tr w:rsidR="00EE1A1A" w:rsidTr="00BB3BDA">
        <w:tc>
          <w:tcPr>
            <w:tcW w:w="4594" w:type="dxa"/>
          </w:tcPr>
          <w:p w:rsidR="00EE1A1A" w:rsidRDefault="00EE1A1A" w:rsidP="00BB3BDA">
            <w:pPr>
              <w:pStyle w:val="libNormal0"/>
              <w:rPr>
                <w:rtl/>
              </w:rPr>
            </w:pPr>
            <w:r>
              <w:rPr>
                <w:rFonts w:hint="cs"/>
                <w:rtl/>
              </w:rPr>
              <w:t>بخ بخ</w:t>
            </w:r>
          </w:p>
        </w:tc>
        <w:tc>
          <w:tcPr>
            <w:tcW w:w="3168" w:type="dxa"/>
          </w:tcPr>
          <w:p w:rsidR="00EE1A1A" w:rsidRDefault="00EE1A1A" w:rsidP="006713DA">
            <w:pPr>
              <w:pStyle w:val="libLeft"/>
              <w:rPr>
                <w:rtl/>
              </w:rPr>
            </w:pPr>
            <w:r>
              <w:rPr>
                <w:rFonts w:hint="cs"/>
                <w:rtl/>
              </w:rPr>
              <w:t>31</w:t>
            </w:r>
          </w:p>
        </w:tc>
      </w:tr>
      <w:tr w:rsidR="00EE1A1A" w:rsidTr="00BB3BDA">
        <w:tc>
          <w:tcPr>
            <w:tcW w:w="4594" w:type="dxa"/>
          </w:tcPr>
          <w:p w:rsidR="00EE1A1A" w:rsidRDefault="00EE1A1A" w:rsidP="00BB3BDA">
            <w:pPr>
              <w:pStyle w:val="libNormal0"/>
              <w:rPr>
                <w:rtl/>
              </w:rPr>
            </w:pPr>
            <w:r>
              <w:rPr>
                <w:rFonts w:hint="cs"/>
                <w:rtl/>
              </w:rPr>
              <w:t>الجُنّة</w:t>
            </w:r>
          </w:p>
        </w:tc>
        <w:tc>
          <w:tcPr>
            <w:tcW w:w="3168" w:type="dxa"/>
          </w:tcPr>
          <w:p w:rsidR="00EE1A1A" w:rsidRDefault="00EE1A1A" w:rsidP="006713DA">
            <w:pPr>
              <w:pStyle w:val="libLeft"/>
              <w:rPr>
                <w:rtl/>
              </w:rPr>
            </w:pPr>
            <w:r>
              <w:rPr>
                <w:rFonts w:hint="cs"/>
                <w:rtl/>
              </w:rPr>
              <w:t>37</w:t>
            </w:r>
          </w:p>
        </w:tc>
      </w:tr>
      <w:tr w:rsidR="00EE1A1A" w:rsidTr="00BB3BDA">
        <w:tc>
          <w:tcPr>
            <w:tcW w:w="4594" w:type="dxa"/>
          </w:tcPr>
          <w:p w:rsidR="00EE1A1A" w:rsidRDefault="00EE1A1A" w:rsidP="00BB3BDA">
            <w:pPr>
              <w:pStyle w:val="libNormal0"/>
              <w:rPr>
                <w:rtl/>
              </w:rPr>
            </w:pPr>
            <w:r>
              <w:rPr>
                <w:rFonts w:hint="cs"/>
                <w:rtl/>
              </w:rPr>
              <w:t>الحُجزة</w:t>
            </w:r>
          </w:p>
        </w:tc>
        <w:tc>
          <w:tcPr>
            <w:tcW w:w="3168" w:type="dxa"/>
          </w:tcPr>
          <w:p w:rsidR="00EE1A1A" w:rsidRDefault="00EE1A1A" w:rsidP="006713DA">
            <w:pPr>
              <w:pStyle w:val="libLeft"/>
              <w:rPr>
                <w:rtl/>
              </w:rPr>
            </w:pPr>
            <w:r>
              <w:rPr>
                <w:rFonts w:hint="cs"/>
                <w:rtl/>
              </w:rPr>
              <w:t>35</w:t>
            </w:r>
          </w:p>
        </w:tc>
      </w:tr>
      <w:tr w:rsidR="00EE1A1A" w:rsidTr="00BB3BDA">
        <w:tc>
          <w:tcPr>
            <w:tcW w:w="4594" w:type="dxa"/>
          </w:tcPr>
          <w:p w:rsidR="00EE1A1A" w:rsidRDefault="00EE1A1A" w:rsidP="00BB3BDA">
            <w:pPr>
              <w:pStyle w:val="libNormal0"/>
              <w:rPr>
                <w:rtl/>
              </w:rPr>
            </w:pPr>
            <w:r>
              <w:rPr>
                <w:rFonts w:hint="cs"/>
                <w:rtl/>
              </w:rPr>
              <w:t>حصينة</w:t>
            </w:r>
          </w:p>
        </w:tc>
        <w:tc>
          <w:tcPr>
            <w:tcW w:w="3168" w:type="dxa"/>
          </w:tcPr>
          <w:p w:rsidR="00EE1A1A" w:rsidRDefault="00EE1A1A" w:rsidP="006713DA">
            <w:pPr>
              <w:pStyle w:val="libLeft"/>
              <w:rPr>
                <w:rtl/>
              </w:rPr>
            </w:pPr>
            <w:r>
              <w:rPr>
                <w:rFonts w:hint="cs"/>
                <w:rtl/>
              </w:rPr>
              <w:t>37</w:t>
            </w:r>
          </w:p>
        </w:tc>
      </w:tr>
      <w:tr w:rsidR="00EE1A1A" w:rsidTr="00BB3BDA">
        <w:tc>
          <w:tcPr>
            <w:tcW w:w="4594" w:type="dxa"/>
          </w:tcPr>
          <w:p w:rsidR="00EE1A1A" w:rsidRDefault="00EE1A1A" w:rsidP="00BB3BDA">
            <w:pPr>
              <w:pStyle w:val="libNormal0"/>
              <w:rPr>
                <w:rtl/>
              </w:rPr>
            </w:pPr>
            <w:r>
              <w:rPr>
                <w:rFonts w:hint="cs"/>
                <w:rtl/>
              </w:rPr>
              <w:t>الحِظار</w:t>
            </w:r>
          </w:p>
        </w:tc>
        <w:tc>
          <w:tcPr>
            <w:tcW w:w="3168" w:type="dxa"/>
          </w:tcPr>
          <w:p w:rsidR="00EE1A1A" w:rsidRDefault="00EE1A1A" w:rsidP="006713DA">
            <w:pPr>
              <w:pStyle w:val="libLeft"/>
              <w:rPr>
                <w:rtl/>
              </w:rPr>
            </w:pPr>
            <w:r>
              <w:rPr>
                <w:rFonts w:hint="cs"/>
                <w:rtl/>
              </w:rPr>
              <w:t>39</w:t>
            </w:r>
          </w:p>
        </w:tc>
      </w:tr>
      <w:tr w:rsidR="00EE1A1A" w:rsidTr="00BB3BDA">
        <w:tc>
          <w:tcPr>
            <w:tcW w:w="4594" w:type="dxa"/>
          </w:tcPr>
          <w:p w:rsidR="00EE1A1A" w:rsidRDefault="00EE1A1A" w:rsidP="00BB3BDA">
            <w:pPr>
              <w:pStyle w:val="libNormal0"/>
              <w:rPr>
                <w:rtl/>
              </w:rPr>
            </w:pPr>
            <w:r>
              <w:rPr>
                <w:rFonts w:hint="cs"/>
                <w:rtl/>
              </w:rPr>
              <w:t>الحَلْقة</w:t>
            </w:r>
          </w:p>
        </w:tc>
        <w:tc>
          <w:tcPr>
            <w:tcW w:w="3168" w:type="dxa"/>
          </w:tcPr>
          <w:p w:rsidR="00EE1A1A" w:rsidRDefault="00EE1A1A" w:rsidP="006713DA">
            <w:pPr>
              <w:pStyle w:val="libLeft"/>
              <w:rPr>
                <w:rtl/>
              </w:rPr>
            </w:pPr>
            <w:r>
              <w:rPr>
                <w:rFonts w:hint="cs"/>
                <w:rtl/>
              </w:rPr>
              <w:t>36</w:t>
            </w:r>
          </w:p>
        </w:tc>
      </w:tr>
      <w:tr w:rsidR="00EE1A1A" w:rsidTr="00BB3BDA">
        <w:tc>
          <w:tcPr>
            <w:tcW w:w="4594" w:type="dxa"/>
          </w:tcPr>
          <w:p w:rsidR="00EE1A1A" w:rsidRDefault="00EE1A1A" w:rsidP="00BB3BDA">
            <w:pPr>
              <w:pStyle w:val="libNormal0"/>
              <w:rPr>
                <w:rtl/>
              </w:rPr>
            </w:pPr>
            <w:r>
              <w:rPr>
                <w:rFonts w:hint="cs"/>
                <w:rtl/>
              </w:rPr>
              <w:t>الحنث</w:t>
            </w:r>
          </w:p>
        </w:tc>
        <w:tc>
          <w:tcPr>
            <w:tcW w:w="3168" w:type="dxa"/>
          </w:tcPr>
          <w:p w:rsidR="00EE1A1A" w:rsidRDefault="00EE1A1A" w:rsidP="006713DA">
            <w:pPr>
              <w:pStyle w:val="libLeft"/>
              <w:rPr>
                <w:rtl/>
              </w:rPr>
            </w:pPr>
            <w:r>
              <w:rPr>
                <w:rFonts w:hint="cs"/>
                <w:rtl/>
              </w:rPr>
              <w:t>30</w:t>
            </w:r>
          </w:p>
        </w:tc>
      </w:tr>
      <w:tr w:rsidR="00EE1A1A" w:rsidTr="00BB3BDA">
        <w:tc>
          <w:tcPr>
            <w:tcW w:w="4594" w:type="dxa"/>
          </w:tcPr>
          <w:p w:rsidR="00EE1A1A" w:rsidRDefault="00EE1A1A" w:rsidP="00BB3BDA">
            <w:pPr>
              <w:pStyle w:val="libNormal0"/>
              <w:rPr>
                <w:rtl/>
              </w:rPr>
            </w:pPr>
            <w:r>
              <w:rPr>
                <w:rFonts w:hint="cs"/>
                <w:rtl/>
              </w:rPr>
              <w:t>الرَقوب</w:t>
            </w:r>
          </w:p>
        </w:tc>
        <w:tc>
          <w:tcPr>
            <w:tcW w:w="3168" w:type="dxa"/>
          </w:tcPr>
          <w:p w:rsidR="00EE1A1A" w:rsidRDefault="00EE1A1A" w:rsidP="006713DA">
            <w:pPr>
              <w:pStyle w:val="libLeft"/>
              <w:rPr>
                <w:rtl/>
              </w:rPr>
            </w:pPr>
            <w:r>
              <w:rPr>
                <w:rFonts w:hint="cs"/>
                <w:rtl/>
              </w:rPr>
              <w:t>38</w:t>
            </w:r>
          </w:p>
        </w:tc>
      </w:tr>
      <w:tr w:rsidR="00EE1A1A" w:rsidTr="00BB3BDA">
        <w:tc>
          <w:tcPr>
            <w:tcW w:w="4594" w:type="dxa"/>
          </w:tcPr>
          <w:p w:rsidR="00EE1A1A" w:rsidRDefault="00EE1A1A" w:rsidP="00BB3BDA">
            <w:pPr>
              <w:pStyle w:val="libNormal0"/>
              <w:rPr>
                <w:rtl/>
              </w:rPr>
            </w:pPr>
            <w:r>
              <w:rPr>
                <w:rFonts w:hint="cs"/>
                <w:rtl/>
              </w:rPr>
              <w:t>الزمر</w:t>
            </w:r>
          </w:p>
        </w:tc>
        <w:tc>
          <w:tcPr>
            <w:tcW w:w="3168" w:type="dxa"/>
          </w:tcPr>
          <w:p w:rsidR="00EE1A1A" w:rsidRDefault="00EE1A1A" w:rsidP="006713DA">
            <w:pPr>
              <w:pStyle w:val="libLeft"/>
              <w:rPr>
                <w:rtl/>
              </w:rPr>
            </w:pPr>
            <w:r>
              <w:rPr>
                <w:rFonts w:hint="cs"/>
                <w:rtl/>
              </w:rPr>
              <w:t>34</w:t>
            </w:r>
          </w:p>
        </w:tc>
      </w:tr>
      <w:tr w:rsidR="00EE1A1A" w:rsidTr="00BB3BDA">
        <w:tc>
          <w:tcPr>
            <w:tcW w:w="4594" w:type="dxa"/>
          </w:tcPr>
          <w:p w:rsidR="00EE1A1A" w:rsidRDefault="00EE1A1A" w:rsidP="00BB3BDA">
            <w:pPr>
              <w:pStyle w:val="libNormal0"/>
              <w:rPr>
                <w:rtl/>
              </w:rPr>
            </w:pPr>
            <w:r>
              <w:rPr>
                <w:rFonts w:hint="cs"/>
                <w:rtl/>
              </w:rPr>
              <w:t>السِرَر</w:t>
            </w:r>
          </w:p>
        </w:tc>
        <w:tc>
          <w:tcPr>
            <w:tcW w:w="3168" w:type="dxa"/>
          </w:tcPr>
          <w:p w:rsidR="00EE1A1A" w:rsidRDefault="00EE1A1A" w:rsidP="006713DA">
            <w:pPr>
              <w:pStyle w:val="libLeft"/>
              <w:rPr>
                <w:rtl/>
              </w:rPr>
            </w:pPr>
            <w:r>
              <w:rPr>
                <w:rFonts w:hint="cs"/>
                <w:rtl/>
              </w:rPr>
              <w:t>33</w:t>
            </w:r>
          </w:p>
        </w:tc>
      </w:tr>
      <w:tr w:rsidR="00EE1A1A" w:rsidTr="00BB3BDA">
        <w:tc>
          <w:tcPr>
            <w:tcW w:w="4594" w:type="dxa"/>
          </w:tcPr>
          <w:p w:rsidR="00EE1A1A" w:rsidRDefault="00EE1A1A" w:rsidP="00BB3BDA">
            <w:pPr>
              <w:pStyle w:val="libNormal0"/>
              <w:rPr>
                <w:rtl/>
              </w:rPr>
            </w:pPr>
            <w:r>
              <w:rPr>
                <w:rFonts w:hint="cs"/>
                <w:rtl/>
              </w:rPr>
              <w:t>السِقط</w:t>
            </w:r>
          </w:p>
        </w:tc>
        <w:tc>
          <w:tcPr>
            <w:tcW w:w="3168" w:type="dxa"/>
          </w:tcPr>
          <w:p w:rsidR="00EE1A1A" w:rsidRDefault="00EE1A1A" w:rsidP="006713DA">
            <w:pPr>
              <w:pStyle w:val="libLeft"/>
              <w:rPr>
                <w:rtl/>
              </w:rPr>
            </w:pPr>
            <w:r>
              <w:rPr>
                <w:rFonts w:hint="cs"/>
                <w:rtl/>
              </w:rPr>
              <w:t>32</w:t>
            </w:r>
          </w:p>
        </w:tc>
      </w:tr>
      <w:tr w:rsidR="00EE1A1A" w:rsidTr="00BB3BDA">
        <w:tc>
          <w:tcPr>
            <w:tcW w:w="4594" w:type="dxa"/>
          </w:tcPr>
          <w:p w:rsidR="00EE1A1A" w:rsidRDefault="00EE1A1A" w:rsidP="00BB3BDA">
            <w:pPr>
              <w:pStyle w:val="libNormal0"/>
              <w:rPr>
                <w:rtl/>
              </w:rPr>
            </w:pPr>
            <w:r>
              <w:rPr>
                <w:rFonts w:hint="cs"/>
                <w:rtl/>
              </w:rPr>
              <w:t>الصبر</w:t>
            </w:r>
          </w:p>
        </w:tc>
        <w:tc>
          <w:tcPr>
            <w:tcW w:w="3168" w:type="dxa"/>
          </w:tcPr>
          <w:p w:rsidR="00EE1A1A" w:rsidRDefault="00EE1A1A" w:rsidP="006713DA">
            <w:pPr>
              <w:pStyle w:val="libLeft"/>
              <w:rPr>
                <w:rtl/>
              </w:rPr>
            </w:pPr>
            <w:r>
              <w:rPr>
                <w:rFonts w:hint="cs"/>
                <w:rtl/>
              </w:rPr>
              <w:t>45</w:t>
            </w:r>
          </w:p>
        </w:tc>
      </w:tr>
      <w:tr w:rsidR="00EE1A1A" w:rsidTr="00BB3BDA">
        <w:tc>
          <w:tcPr>
            <w:tcW w:w="4594" w:type="dxa"/>
          </w:tcPr>
          <w:p w:rsidR="00EE1A1A" w:rsidRDefault="00EE1A1A" w:rsidP="00BB3BDA">
            <w:pPr>
              <w:pStyle w:val="libNormal0"/>
              <w:rPr>
                <w:rtl/>
              </w:rPr>
            </w:pPr>
            <w:r>
              <w:rPr>
                <w:rFonts w:hint="cs"/>
                <w:rtl/>
              </w:rPr>
              <w:t>العزاء</w:t>
            </w:r>
          </w:p>
        </w:tc>
        <w:tc>
          <w:tcPr>
            <w:tcW w:w="3168" w:type="dxa"/>
          </w:tcPr>
          <w:p w:rsidR="00EE1A1A" w:rsidRPr="00736B6E" w:rsidRDefault="00EE1A1A" w:rsidP="00BB3BDA">
            <w:r w:rsidRPr="00736B6E">
              <w:rPr>
                <w:rFonts w:hint="cs"/>
                <w:rtl/>
              </w:rPr>
              <w:t>105</w:t>
            </w:r>
          </w:p>
        </w:tc>
      </w:tr>
      <w:tr w:rsidR="00EE1A1A" w:rsidTr="00BB3BDA">
        <w:tc>
          <w:tcPr>
            <w:tcW w:w="4594" w:type="dxa"/>
          </w:tcPr>
          <w:p w:rsidR="00EE1A1A" w:rsidRDefault="00EE1A1A" w:rsidP="00BB3BDA">
            <w:pPr>
              <w:pStyle w:val="libNormal0"/>
              <w:rPr>
                <w:rtl/>
              </w:rPr>
            </w:pPr>
            <w:r>
              <w:rPr>
                <w:rFonts w:hint="cs"/>
                <w:rtl/>
              </w:rPr>
              <w:t>الفَرَط</w:t>
            </w:r>
          </w:p>
        </w:tc>
        <w:tc>
          <w:tcPr>
            <w:tcW w:w="3168" w:type="dxa"/>
          </w:tcPr>
          <w:p w:rsidR="00EE1A1A" w:rsidRPr="00736B6E" w:rsidRDefault="00EE1A1A" w:rsidP="00BB3BDA">
            <w:r w:rsidRPr="00736B6E">
              <w:rPr>
                <w:rFonts w:hint="cs"/>
                <w:rtl/>
              </w:rPr>
              <w:t>31</w:t>
            </w:r>
          </w:p>
        </w:tc>
      </w:tr>
      <w:tr w:rsidR="00EE1A1A" w:rsidTr="00BB3BDA">
        <w:tc>
          <w:tcPr>
            <w:tcW w:w="4594" w:type="dxa"/>
          </w:tcPr>
          <w:p w:rsidR="00EE1A1A" w:rsidRDefault="00EE1A1A" w:rsidP="00BB3BDA">
            <w:pPr>
              <w:pStyle w:val="libNormal0"/>
              <w:rPr>
                <w:rtl/>
              </w:rPr>
            </w:pPr>
            <w:r>
              <w:rPr>
                <w:rFonts w:hint="cs"/>
                <w:rtl/>
              </w:rPr>
              <w:t>الكآبة</w:t>
            </w:r>
          </w:p>
        </w:tc>
        <w:tc>
          <w:tcPr>
            <w:tcW w:w="3168" w:type="dxa"/>
          </w:tcPr>
          <w:p w:rsidR="00EE1A1A" w:rsidRPr="00736B6E" w:rsidRDefault="00EE1A1A" w:rsidP="00BB3BDA">
            <w:r w:rsidRPr="00736B6E">
              <w:rPr>
                <w:rFonts w:hint="cs"/>
                <w:rtl/>
              </w:rPr>
              <w:t>34</w:t>
            </w:r>
          </w:p>
        </w:tc>
      </w:tr>
      <w:tr w:rsidR="00EE1A1A" w:rsidTr="00BB3BDA">
        <w:tc>
          <w:tcPr>
            <w:tcW w:w="4594" w:type="dxa"/>
          </w:tcPr>
          <w:p w:rsidR="00EE1A1A" w:rsidRPr="00287609" w:rsidRDefault="00EE1A1A" w:rsidP="00BB3BDA">
            <w:pPr>
              <w:pStyle w:val="libNormal0"/>
            </w:pPr>
            <w:r w:rsidRPr="00287609">
              <w:rPr>
                <w:rFonts w:hint="cs"/>
                <w:rtl/>
              </w:rPr>
              <w:t xml:space="preserve">الكأس </w:t>
            </w:r>
          </w:p>
        </w:tc>
        <w:tc>
          <w:tcPr>
            <w:tcW w:w="3168" w:type="dxa"/>
          </w:tcPr>
          <w:p w:rsidR="00EE1A1A" w:rsidRPr="00736B6E" w:rsidRDefault="00EE1A1A" w:rsidP="00BB3BDA">
            <w:r w:rsidRPr="00736B6E">
              <w:rPr>
                <w:rFonts w:hint="cs"/>
                <w:rtl/>
              </w:rPr>
              <w:t>36</w:t>
            </w:r>
          </w:p>
        </w:tc>
      </w:tr>
      <w:tr w:rsidR="00EE1A1A" w:rsidTr="00BB3BDA">
        <w:tc>
          <w:tcPr>
            <w:tcW w:w="4594" w:type="dxa"/>
          </w:tcPr>
          <w:p w:rsidR="00EE1A1A" w:rsidRPr="00287609" w:rsidRDefault="00EE1A1A" w:rsidP="00BB3BDA">
            <w:pPr>
              <w:pStyle w:val="libNormal0"/>
            </w:pPr>
            <w:r w:rsidRPr="00287609">
              <w:rPr>
                <w:rFonts w:hint="cs"/>
                <w:rtl/>
              </w:rPr>
              <w:t xml:space="preserve">محبنطئاً </w:t>
            </w:r>
          </w:p>
        </w:tc>
        <w:tc>
          <w:tcPr>
            <w:tcW w:w="3168" w:type="dxa"/>
          </w:tcPr>
          <w:p w:rsidR="00EE1A1A" w:rsidRPr="00736B6E" w:rsidRDefault="00EE1A1A" w:rsidP="00BB3BDA">
            <w:r w:rsidRPr="00736B6E">
              <w:rPr>
                <w:rFonts w:hint="cs"/>
                <w:rtl/>
              </w:rPr>
              <w:t>32</w:t>
            </w:r>
          </w:p>
        </w:tc>
      </w:tr>
      <w:tr w:rsidR="00EE1A1A" w:rsidTr="00BB3BDA">
        <w:tc>
          <w:tcPr>
            <w:tcW w:w="4594" w:type="dxa"/>
          </w:tcPr>
          <w:p w:rsidR="00EE1A1A" w:rsidRPr="00287609" w:rsidRDefault="00EE1A1A" w:rsidP="00BB3BDA">
            <w:pPr>
              <w:pStyle w:val="libNormal0"/>
            </w:pPr>
            <w:r w:rsidRPr="00287609">
              <w:rPr>
                <w:rFonts w:hint="cs"/>
                <w:rtl/>
              </w:rPr>
              <w:t xml:space="preserve">النفساء </w:t>
            </w:r>
          </w:p>
        </w:tc>
        <w:tc>
          <w:tcPr>
            <w:tcW w:w="3168" w:type="dxa"/>
          </w:tcPr>
          <w:p w:rsidR="00EE1A1A" w:rsidRPr="00736B6E" w:rsidRDefault="00EE1A1A" w:rsidP="00BB3BDA">
            <w:r w:rsidRPr="00736B6E">
              <w:rPr>
                <w:rFonts w:hint="cs"/>
                <w:rtl/>
              </w:rPr>
              <w:t>33</w:t>
            </w:r>
          </w:p>
        </w:tc>
      </w:tr>
      <w:tr w:rsidR="00EE1A1A" w:rsidTr="00BB3BDA">
        <w:tc>
          <w:tcPr>
            <w:tcW w:w="4594" w:type="dxa"/>
          </w:tcPr>
          <w:p w:rsidR="00EE1A1A" w:rsidRPr="00287609" w:rsidRDefault="00EE1A1A" w:rsidP="00BB3BDA">
            <w:pPr>
              <w:pStyle w:val="libNormal0"/>
            </w:pPr>
            <w:r w:rsidRPr="00287609">
              <w:rPr>
                <w:rFonts w:hint="cs"/>
                <w:rtl/>
              </w:rPr>
              <w:t xml:space="preserve">يحتسبه </w:t>
            </w:r>
          </w:p>
        </w:tc>
        <w:tc>
          <w:tcPr>
            <w:tcW w:w="3168" w:type="dxa"/>
          </w:tcPr>
          <w:p w:rsidR="00EE1A1A" w:rsidRPr="00736B6E" w:rsidRDefault="00EE1A1A" w:rsidP="00BB3BDA">
            <w:r w:rsidRPr="00736B6E">
              <w:rPr>
                <w:rFonts w:hint="cs"/>
                <w:rtl/>
              </w:rPr>
              <w:t>31</w:t>
            </w:r>
          </w:p>
        </w:tc>
      </w:tr>
    </w:tbl>
    <w:p w:rsidR="00EE1A1A" w:rsidRDefault="00EE1A1A" w:rsidP="006713DA">
      <w:pPr>
        <w:pStyle w:val="libCenterBold1"/>
        <w:rPr>
          <w:rtl/>
        </w:rPr>
      </w:pPr>
    </w:p>
    <w:p w:rsidR="00EE1A1A" w:rsidRDefault="00EE1A1A" w:rsidP="006713DA">
      <w:pPr>
        <w:pStyle w:val="libCenterBold1"/>
        <w:rPr>
          <w:rtl/>
        </w:rPr>
      </w:pPr>
      <w:r>
        <w:rPr>
          <w:rtl/>
        </w:rPr>
        <w:br w:type="page"/>
      </w:r>
      <w:r>
        <w:rPr>
          <w:rFonts w:hint="cs"/>
          <w:rtl/>
        </w:rPr>
        <w:lastRenderedPageBreak/>
        <w:t>7 ـ فهرس الكتب الواردة في المتن</w:t>
      </w:r>
    </w:p>
    <w:tbl>
      <w:tblPr>
        <w:bidiVisual/>
        <w:tblW w:w="0" w:type="auto"/>
        <w:tblLook w:val="01E0"/>
      </w:tblPr>
      <w:tblGrid>
        <w:gridCol w:w="2028"/>
        <w:gridCol w:w="235"/>
        <w:gridCol w:w="3552"/>
        <w:gridCol w:w="235"/>
        <w:gridCol w:w="1523"/>
      </w:tblGrid>
      <w:tr w:rsidR="00EE1A1A" w:rsidTr="00BB3BDA">
        <w:tc>
          <w:tcPr>
            <w:tcW w:w="2074" w:type="dxa"/>
          </w:tcPr>
          <w:p w:rsidR="00EE1A1A" w:rsidRPr="006713DA" w:rsidRDefault="00EE1A1A" w:rsidP="006713DA">
            <w:pPr>
              <w:pStyle w:val="libBold2"/>
              <w:rPr>
                <w:rtl/>
              </w:rPr>
            </w:pPr>
            <w:r w:rsidRPr="006713DA">
              <w:rPr>
                <w:rFonts w:hint="cs"/>
                <w:rtl/>
              </w:rPr>
              <w:t>الكتاب</w:t>
            </w:r>
          </w:p>
        </w:tc>
        <w:tc>
          <w:tcPr>
            <w:tcW w:w="236" w:type="dxa"/>
          </w:tcPr>
          <w:p w:rsidR="00EE1A1A" w:rsidRPr="00F773FE" w:rsidRDefault="00EE1A1A" w:rsidP="00BB3BDA">
            <w:pPr>
              <w:rPr>
                <w:rtl/>
              </w:rPr>
            </w:pPr>
          </w:p>
        </w:tc>
        <w:tc>
          <w:tcPr>
            <w:tcW w:w="3663" w:type="dxa"/>
          </w:tcPr>
          <w:p w:rsidR="00EE1A1A" w:rsidRPr="006713DA" w:rsidRDefault="00EE1A1A" w:rsidP="006713DA">
            <w:pPr>
              <w:pStyle w:val="libBold2"/>
              <w:rPr>
                <w:rtl/>
              </w:rPr>
            </w:pPr>
            <w:r w:rsidRPr="006713DA">
              <w:rPr>
                <w:rFonts w:hint="cs"/>
                <w:rtl/>
              </w:rPr>
              <w:t>المؤلف</w:t>
            </w:r>
          </w:p>
        </w:tc>
        <w:tc>
          <w:tcPr>
            <w:tcW w:w="236" w:type="dxa"/>
          </w:tcPr>
          <w:p w:rsidR="00EE1A1A" w:rsidRPr="00F773FE" w:rsidRDefault="00EE1A1A" w:rsidP="00BB3BDA">
            <w:pPr>
              <w:rPr>
                <w:rtl/>
              </w:rPr>
            </w:pPr>
          </w:p>
        </w:tc>
        <w:tc>
          <w:tcPr>
            <w:tcW w:w="1553" w:type="dxa"/>
          </w:tcPr>
          <w:p w:rsidR="00EE1A1A" w:rsidRPr="006713DA" w:rsidRDefault="00EE1A1A" w:rsidP="006713DA">
            <w:pPr>
              <w:pStyle w:val="libBold2"/>
              <w:rPr>
                <w:rtl/>
              </w:rPr>
            </w:pPr>
            <w:r w:rsidRPr="006713DA">
              <w:rPr>
                <w:rFonts w:hint="cs"/>
                <w:rtl/>
              </w:rPr>
              <w:t>الصفحة</w:t>
            </w:r>
          </w:p>
        </w:tc>
      </w:tr>
      <w:tr w:rsidR="00EE1A1A" w:rsidTr="00BB3BDA">
        <w:tc>
          <w:tcPr>
            <w:tcW w:w="2074" w:type="dxa"/>
          </w:tcPr>
          <w:p w:rsidR="00EE1A1A" w:rsidRDefault="00EE1A1A" w:rsidP="00BB3BDA">
            <w:pPr>
              <w:pStyle w:val="libNormal0"/>
              <w:rPr>
                <w:rtl/>
              </w:rPr>
            </w:pPr>
            <w:r>
              <w:rPr>
                <w:rFonts w:hint="cs"/>
                <w:rtl/>
              </w:rPr>
              <w:t>إحياء علوم الدين</w:t>
            </w:r>
          </w:p>
        </w:tc>
        <w:tc>
          <w:tcPr>
            <w:tcW w:w="236" w:type="dxa"/>
          </w:tcPr>
          <w:p w:rsidR="00EE1A1A" w:rsidRDefault="00EE1A1A" w:rsidP="00BB3BDA">
            <w:pPr>
              <w:rPr>
                <w:rtl/>
              </w:rPr>
            </w:pPr>
          </w:p>
        </w:tc>
        <w:tc>
          <w:tcPr>
            <w:tcW w:w="3663" w:type="dxa"/>
          </w:tcPr>
          <w:p w:rsidR="00EE1A1A" w:rsidRDefault="00EE1A1A" w:rsidP="00BB3BDA">
            <w:pPr>
              <w:pStyle w:val="libNormal0"/>
              <w:rPr>
                <w:rtl/>
              </w:rPr>
            </w:pPr>
            <w:r>
              <w:rPr>
                <w:rFonts w:hint="cs"/>
                <w:rtl/>
              </w:rPr>
              <w:t>الغزالي</w:t>
            </w:r>
          </w:p>
        </w:tc>
        <w:tc>
          <w:tcPr>
            <w:tcW w:w="236" w:type="dxa"/>
          </w:tcPr>
          <w:p w:rsidR="00EE1A1A" w:rsidRDefault="00EE1A1A" w:rsidP="00BB3BDA">
            <w:pPr>
              <w:rPr>
                <w:rtl/>
              </w:rPr>
            </w:pPr>
          </w:p>
        </w:tc>
        <w:tc>
          <w:tcPr>
            <w:tcW w:w="1553" w:type="dxa"/>
          </w:tcPr>
          <w:p w:rsidR="00EE1A1A" w:rsidRDefault="00EE1A1A" w:rsidP="00BB3BDA">
            <w:pPr>
              <w:pStyle w:val="libNormal0"/>
              <w:rPr>
                <w:rtl/>
              </w:rPr>
            </w:pPr>
            <w:r>
              <w:rPr>
                <w:rFonts w:hint="cs"/>
                <w:rtl/>
              </w:rPr>
              <w:t>43</w:t>
            </w:r>
          </w:p>
        </w:tc>
      </w:tr>
      <w:tr w:rsidR="00EE1A1A" w:rsidTr="00BB3BDA">
        <w:tc>
          <w:tcPr>
            <w:tcW w:w="2074" w:type="dxa"/>
          </w:tcPr>
          <w:p w:rsidR="00EE1A1A" w:rsidRDefault="00EE1A1A" w:rsidP="00BB3BDA">
            <w:pPr>
              <w:pStyle w:val="libNormal0"/>
              <w:rPr>
                <w:rtl/>
              </w:rPr>
            </w:pPr>
            <w:r>
              <w:rPr>
                <w:rFonts w:hint="cs"/>
                <w:rtl/>
              </w:rPr>
              <w:t>التتمات والمهمات</w:t>
            </w:r>
          </w:p>
        </w:tc>
        <w:tc>
          <w:tcPr>
            <w:tcW w:w="236" w:type="dxa"/>
          </w:tcPr>
          <w:p w:rsidR="00EE1A1A" w:rsidRDefault="00EE1A1A" w:rsidP="00BB3BDA">
            <w:pPr>
              <w:rPr>
                <w:rtl/>
              </w:rPr>
            </w:pPr>
          </w:p>
        </w:tc>
        <w:tc>
          <w:tcPr>
            <w:tcW w:w="3663" w:type="dxa"/>
          </w:tcPr>
          <w:p w:rsidR="00EE1A1A" w:rsidRDefault="00EE1A1A" w:rsidP="00BB3BDA">
            <w:pPr>
              <w:pStyle w:val="libNormal0"/>
              <w:rPr>
                <w:rtl/>
              </w:rPr>
            </w:pPr>
            <w:r>
              <w:rPr>
                <w:rFonts w:hint="cs"/>
                <w:rtl/>
              </w:rPr>
              <w:t>السيد علي بن طاووس</w:t>
            </w:r>
          </w:p>
        </w:tc>
        <w:tc>
          <w:tcPr>
            <w:tcW w:w="236" w:type="dxa"/>
          </w:tcPr>
          <w:p w:rsidR="00EE1A1A" w:rsidRDefault="00EE1A1A" w:rsidP="00BB3BDA">
            <w:pPr>
              <w:rPr>
                <w:rtl/>
              </w:rPr>
            </w:pPr>
          </w:p>
        </w:tc>
        <w:tc>
          <w:tcPr>
            <w:tcW w:w="1553" w:type="dxa"/>
          </w:tcPr>
          <w:p w:rsidR="00EE1A1A" w:rsidRDefault="00EE1A1A" w:rsidP="00BB3BDA">
            <w:pPr>
              <w:pStyle w:val="libNormal0"/>
              <w:rPr>
                <w:rtl/>
              </w:rPr>
            </w:pPr>
            <w:r>
              <w:rPr>
                <w:rFonts w:hint="cs"/>
                <w:rtl/>
              </w:rPr>
              <w:t>119</w:t>
            </w:r>
          </w:p>
        </w:tc>
      </w:tr>
      <w:tr w:rsidR="00EE1A1A" w:rsidTr="00BB3BDA">
        <w:tc>
          <w:tcPr>
            <w:tcW w:w="2074" w:type="dxa"/>
          </w:tcPr>
          <w:p w:rsidR="00EE1A1A" w:rsidRDefault="00EE1A1A" w:rsidP="00BB3BDA">
            <w:pPr>
              <w:pStyle w:val="libNormal0"/>
              <w:rPr>
                <w:rtl/>
              </w:rPr>
            </w:pPr>
            <w:r>
              <w:rPr>
                <w:rFonts w:hint="cs"/>
                <w:rtl/>
              </w:rPr>
              <w:t>تهذيب الأخبار</w:t>
            </w:r>
          </w:p>
        </w:tc>
        <w:tc>
          <w:tcPr>
            <w:tcW w:w="236" w:type="dxa"/>
          </w:tcPr>
          <w:p w:rsidR="00EE1A1A" w:rsidRDefault="00EE1A1A" w:rsidP="00BB3BDA">
            <w:pPr>
              <w:rPr>
                <w:rtl/>
              </w:rPr>
            </w:pPr>
          </w:p>
        </w:tc>
        <w:tc>
          <w:tcPr>
            <w:tcW w:w="3663" w:type="dxa"/>
          </w:tcPr>
          <w:p w:rsidR="00EE1A1A" w:rsidRDefault="00EE1A1A" w:rsidP="00BB3BDA">
            <w:pPr>
              <w:pStyle w:val="libNormal0"/>
              <w:rPr>
                <w:rtl/>
              </w:rPr>
            </w:pPr>
            <w:r>
              <w:rPr>
                <w:rFonts w:hint="cs"/>
                <w:rtl/>
              </w:rPr>
              <w:t>الشيخ الطوسي</w:t>
            </w:r>
          </w:p>
        </w:tc>
        <w:tc>
          <w:tcPr>
            <w:tcW w:w="236" w:type="dxa"/>
          </w:tcPr>
          <w:p w:rsidR="00EE1A1A" w:rsidRDefault="00EE1A1A" w:rsidP="00BB3BDA">
            <w:pPr>
              <w:rPr>
                <w:rtl/>
              </w:rPr>
            </w:pPr>
          </w:p>
        </w:tc>
        <w:tc>
          <w:tcPr>
            <w:tcW w:w="1553" w:type="dxa"/>
          </w:tcPr>
          <w:p w:rsidR="00EE1A1A" w:rsidRDefault="00EE1A1A" w:rsidP="00BB3BDA">
            <w:pPr>
              <w:pStyle w:val="libNormal0"/>
              <w:rPr>
                <w:rtl/>
              </w:rPr>
            </w:pPr>
            <w:r>
              <w:rPr>
                <w:rFonts w:hint="cs"/>
                <w:rtl/>
              </w:rPr>
              <w:t>98</w:t>
            </w:r>
          </w:p>
        </w:tc>
      </w:tr>
      <w:tr w:rsidR="00EE1A1A" w:rsidTr="00BB3BDA">
        <w:tc>
          <w:tcPr>
            <w:tcW w:w="2074" w:type="dxa"/>
          </w:tcPr>
          <w:p w:rsidR="00EE1A1A" w:rsidRDefault="00EE1A1A" w:rsidP="00BB3BDA">
            <w:pPr>
              <w:pStyle w:val="libNormal0"/>
              <w:rPr>
                <w:rtl/>
              </w:rPr>
            </w:pPr>
            <w:r>
              <w:rPr>
                <w:rFonts w:hint="cs"/>
                <w:rtl/>
              </w:rPr>
              <w:t>دلائل النبوة</w:t>
            </w:r>
          </w:p>
        </w:tc>
        <w:tc>
          <w:tcPr>
            <w:tcW w:w="236" w:type="dxa"/>
          </w:tcPr>
          <w:p w:rsidR="00EE1A1A" w:rsidRDefault="00EE1A1A" w:rsidP="00BB3BDA">
            <w:pPr>
              <w:rPr>
                <w:rtl/>
              </w:rPr>
            </w:pPr>
          </w:p>
        </w:tc>
        <w:tc>
          <w:tcPr>
            <w:tcW w:w="3663" w:type="dxa"/>
          </w:tcPr>
          <w:p w:rsidR="00EE1A1A" w:rsidRDefault="00EE1A1A" w:rsidP="00BB3BDA">
            <w:pPr>
              <w:pStyle w:val="libNormal0"/>
              <w:rPr>
                <w:rtl/>
              </w:rPr>
            </w:pPr>
            <w:r>
              <w:rPr>
                <w:rFonts w:hint="cs"/>
                <w:rtl/>
              </w:rPr>
              <w:t>البيهقي</w:t>
            </w:r>
          </w:p>
        </w:tc>
        <w:tc>
          <w:tcPr>
            <w:tcW w:w="236" w:type="dxa"/>
          </w:tcPr>
          <w:p w:rsidR="00EE1A1A" w:rsidRDefault="00EE1A1A" w:rsidP="00BB3BDA">
            <w:pPr>
              <w:rPr>
                <w:rtl/>
              </w:rPr>
            </w:pPr>
          </w:p>
        </w:tc>
        <w:tc>
          <w:tcPr>
            <w:tcW w:w="1553" w:type="dxa"/>
          </w:tcPr>
          <w:p w:rsidR="00EE1A1A" w:rsidRDefault="00EE1A1A" w:rsidP="00BB3BDA">
            <w:pPr>
              <w:pStyle w:val="libNormal0"/>
              <w:rPr>
                <w:rtl/>
              </w:rPr>
            </w:pPr>
            <w:r>
              <w:rPr>
                <w:rFonts w:hint="cs"/>
                <w:rtl/>
              </w:rPr>
              <w:t>70 ، 109</w:t>
            </w:r>
          </w:p>
        </w:tc>
      </w:tr>
      <w:tr w:rsidR="00EE1A1A" w:rsidTr="00BB3BDA">
        <w:tc>
          <w:tcPr>
            <w:tcW w:w="2074" w:type="dxa"/>
          </w:tcPr>
          <w:p w:rsidR="00EE1A1A" w:rsidRDefault="00EE1A1A" w:rsidP="00BB3BDA">
            <w:pPr>
              <w:pStyle w:val="libNormal0"/>
              <w:rPr>
                <w:rtl/>
              </w:rPr>
            </w:pPr>
            <w:r>
              <w:rPr>
                <w:rFonts w:hint="cs"/>
                <w:rtl/>
              </w:rPr>
              <w:t>شعب الإيمان</w:t>
            </w:r>
          </w:p>
        </w:tc>
        <w:tc>
          <w:tcPr>
            <w:tcW w:w="236" w:type="dxa"/>
          </w:tcPr>
          <w:p w:rsidR="00EE1A1A" w:rsidRDefault="00EE1A1A" w:rsidP="00BB3BDA">
            <w:pPr>
              <w:rPr>
                <w:rtl/>
              </w:rPr>
            </w:pPr>
          </w:p>
        </w:tc>
        <w:tc>
          <w:tcPr>
            <w:tcW w:w="3663" w:type="dxa"/>
          </w:tcPr>
          <w:p w:rsidR="00EE1A1A" w:rsidRDefault="00EE1A1A" w:rsidP="00BB3BDA">
            <w:pPr>
              <w:pStyle w:val="libNormal0"/>
              <w:rPr>
                <w:rtl/>
              </w:rPr>
            </w:pPr>
            <w:r>
              <w:rPr>
                <w:rFonts w:hint="cs"/>
                <w:rtl/>
              </w:rPr>
              <w:t>البيهقي</w:t>
            </w:r>
          </w:p>
        </w:tc>
        <w:tc>
          <w:tcPr>
            <w:tcW w:w="236" w:type="dxa"/>
          </w:tcPr>
          <w:p w:rsidR="00EE1A1A" w:rsidRDefault="00EE1A1A" w:rsidP="00BB3BDA">
            <w:pPr>
              <w:rPr>
                <w:rtl/>
              </w:rPr>
            </w:pPr>
          </w:p>
        </w:tc>
        <w:tc>
          <w:tcPr>
            <w:tcW w:w="1553" w:type="dxa"/>
          </w:tcPr>
          <w:p w:rsidR="00EE1A1A" w:rsidRDefault="00EE1A1A" w:rsidP="00BB3BDA">
            <w:pPr>
              <w:pStyle w:val="libNormal0"/>
              <w:rPr>
                <w:rtl/>
              </w:rPr>
            </w:pPr>
            <w:r>
              <w:rPr>
                <w:rFonts w:hint="cs"/>
                <w:rtl/>
              </w:rPr>
              <w:t>42</w:t>
            </w:r>
          </w:p>
        </w:tc>
      </w:tr>
      <w:tr w:rsidR="00EE1A1A" w:rsidTr="00BB3BDA">
        <w:tc>
          <w:tcPr>
            <w:tcW w:w="2074" w:type="dxa"/>
          </w:tcPr>
          <w:p w:rsidR="00EE1A1A" w:rsidRDefault="00EE1A1A" w:rsidP="00BB3BDA">
            <w:pPr>
              <w:pStyle w:val="libNormal0"/>
              <w:rPr>
                <w:rtl/>
              </w:rPr>
            </w:pPr>
            <w:r>
              <w:rPr>
                <w:rFonts w:hint="cs"/>
                <w:rtl/>
              </w:rPr>
              <w:t>صحيح مسلم</w:t>
            </w:r>
          </w:p>
        </w:tc>
        <w:tc>
          <w:tcPr>
            <w:tcW w:w="236" w:type="dxa"/>
          </w:tcPr>
          <w:p w:rsidR="00EE1A1A" w:rsidRDefault="00EE1A1A" w:rsidP="00BB3BDA">
            <w:pPr>
              <w:rPr>
                <w:rtl/>
              </w:rPr>
            </w:pPr>
          </w:p>
        </w:tc>
        <w:tc>
          <w:tcPr>
            <w:tcW w:w="3663" w:type="dxa"/>
          </w:tcPr>
          <w:p w:rsidR="00EE1A1A" w:rsidRDefault="00EE1A1A" w:rsidP="00BB3BDA">
            <w:pPr>
              <w:pStyle w:val="libNormal0"/>
              <w:rPr>
                <w:rtl/>
              </w:rPr>
            </w:pPr>
            <w:r>
              <w:rPr>
                <w:rFonts w:hint="cs"/>
                <w:rtl/>
              </w:rPr>
              <w:t>البيهقي</w:t>
            </w:r>
          </w:p>
        </w:tc>
        <w:tc>
          <w:tcPr>
            <w:tcW w:w="236" w:type="dxa"/>
          </w:tcPr>
          <w:p w:rsidR="00EE1A1A" w:rsidRDefault="00EE1A1A" w:rsidP="00BB3BDA">
            <w:pPr>
              <w:rPr>
                <w:rtl/>
              </w:rPr>
            </w:pPr>
          </w:p>
        </w:tc>
        <w:tc>
          <w:tcPr>
            <w:tcW w:w="1553" w:type="dxa"/>
          </w:tcPr>
          <w:p w:rsidR="00EE1A1A" w:rsidRDefault="00EE1A1A" w:rsidP="00BB3BDA">
            <w:pPr>
              <w:pStyle w:val="libNormal0"/>
              <w:rPr>
                <w:rtl/>
              </w:rPr>
            </w:pPr>
            <w:r>
              <w:rPr>
                <w:rFonts w:hint="cs"/>
                <w:rtl/>
              </w:rPr>
              <w:t>95</w:t>
            </w:r>
          </w:p>
        </w:tc>
      </w:tr>
      <w:tr w:rsidR="00EE1A1A" w:rsidTr="00BB3BDA">
        <w:tc>
          <w:tcPr>
            <w:tcW w:w="2074" w:type="dxa"/>
          </w:tcPr>
          <w:p w:rsidR="00EE1A1A" w:rsidRDefault="00EE1A1A" w:rsidP="00BB3BDA">
            <w:pPr>
              <w:pStyle w:val="libNormal0"/>
              <w:rPr>
                <w:rtl/>
              </w:rPr>
            </w:pPr>
            <w:r>
              <w:rPr>
                <w:rFonts w:hint="cs"/>
                <w:rtl/>
              </w:rPr>
              <w:t>عيون مجالس</w:t>
            </w:r>
          </w:p>
        </w:tc>
        <w:tc>
          <w:tcPr>
            <w:tcW w:w="236" w:type="dxa"/>
          </w:tcPr>
          <w:p w:rsidR="00EE1A1A" w:rsidRDefault="00EE1A1A" w:rsidP="00BB3BDA">
            <w:pPr>
              <w:rPr>
                <w:rtl/>
              </w:rPr>
            </w:pPr>
          </w:p>
        </w:tc>
        <w:tc>
          <w:tcPr>
            <w:tcW w:w="3663" w:type="dxa"/>
          </w:tcPr>
          <w:p w:rsidR="00EE1A1A" w:rsidRDefault="00EE1A1A" w:rsidP="00BB3BDA">
            <w:pPr>
              <w:pStyle w:val="libNormal0"/>
              <w:rPr>
                <w:rtl/>
              </w:rPr>
            </w:pPr>
            <w:r>
              <w:rPr>
                <w:rFonts w:hint="cs"/>
                <w:rtl/>
              </w:rPr>
              <w:t>البيهقي</w:t>
            </w:r>
          </w:p>
        </w:tc>
        <w:tc>
          <w:tcPr>
            <w:tcW w:w="236" w:type="dxa"/>
          </w:tcPr>
          <w:p w:rsidR="00EE1A1A" w:rsidRDefault="00EE1A1A" w:rsidP="00BB3BDA">
            <w:pPr>
              <w:rPr>
                <w:rtl/>
              </w:rPr>
            </w:pPr>
          </w:p>
        </w:tc>
        <w:tc>
          <w:tcPr>
            <w:tcW w:w="1553" w:type="dxa"/>
          </w:tcPr>
          <w:p w:rsidR="00EE1A1A" w:rsidRDefault="00EE1A1A" w:rsidP="00BB3BDA">
            <w:pPr>
              <w:pStyle w:val="libNormal0"/>
              <w:rPr>
                <w:rtl/>
              </w:rPr>
            </w:pPr>
            <w:r>
              <w:rPr>
                <w:rFonts w:hint="cs"/>
                <w:rtl/>
              </w:rPr>
              <w:t>69</w:t>
            </w:r>
          </w:p>
        </w:tc>
      </w:tr>
      <w:tr w:rsidR="00EE1A1A" w:rsidTr="00BB3BDA">
        <w:tc>
          <w:tcPr>
            <w:tcW w:w="2074" w:type="dxa"/>
          </w:tcPr>
          <w:p w:rsidR="00EE1A1A" w:rsidRDefault="00EE1A1A" w:rsidP="00BB3BDA">
            <w:pPr>
              <w:pStyle w:val="libNormal0"/>
              <w:rPr>
                <w:rtl/>
              </w:rPr>
            </w:pPr>
            <w:r>
              <w:rPr>
                <w:rFonts w:hint="cs"/>
                <w:rtl/>
              </w:rPr>
              <w:t>الفقيه</w:t>
            </w:r>
          </w:p>
        </w:tc>
        <w:tc>
          <w:tcPr>
            <w:tcW w:w="236" w:type="dxa"/>
          </w:tcPr>
          <w:p w:rsidR="00EE1A1A" w:rsidRDefault="00EE1A1A" w:rsidP="00BB3BDA">
            <w:pPr>
              <w:rPr>
                <w:rtl/>
              </w:rPr>
            </w:pPr>
          </w:p>
        </w:tc>
        <w:tc>
          <w:tcPr>
            <w:tcW w:w="3663" w:type="dxa"/>
          </w:tcPr>
          <w:p w:rsidR="00EE1A1A" w:rsidRDefault="00EE1A1A" w:rsidP="00BB3BDA">
            <w:pPr>
              <w:pStyle w:val="libNormal0"/>
              <w:rPr>
                <w:rtl/>
              </w:rPr>
            </w:pPr>
            <w:r>
              <w:rPr>
                <w:rFonts w:hint="cs"/>
                <w:rtl/>
              </w:rPr>
              <w:t>الشيخ الصدوق</w:t>
            </w:r>
          </w:p>
        </w:tc>
        <w:tc>
          <w:tcPr>
            <w:tcW w:w="236" w:type="dxa"/>
          </w:tcPr>
          <w:p w:rsidR="00EE1A1A" w:rsidRDefault="00EE1A1A" w:rsidP="00BB3BDA">
            <w:pPr>
              <w:rPr>
                <w:rtl/>
              </w:rPr>
            </w:pPr>
          </w:p>
        </w:tc>
        <w:tc>
          <w:tcPr>
            <w:tcW w:w="1553" w:type="dxa"/>
          </w:tcPr>
          <w:p w:rsidR="00EE1A1A" w:rsidRDefault="00EE1A1A" w:rsidP="00BB3BDA">
            <w:pPr>
              <w:pStyle w:val="libNormal0"/>
              <w:rPr>
                <w:rtl/>
              </w:rPr>
            </w:pPr>
            <w:r>
              <w:rPr>
                <w:rFonts w:hint="cs"/>
                <w:rtl/>
              </w:rPr>
              <w:t>62</w:t>
            </w:r>
          </w:p>
        </w:tc>
      </w:tr>
      <w:tr w:rsidR="00EE1A1A" w:rsidTr="00BB3BDA">
        <w:tc>
          <w:tcPr>
            <w:tcW w:w="2074" w:type="dxa"/>
          </w:tcPr>
          <w:p w:rsidR="00EE1A1A" w:rsidRDefault="00EE1A1A" w:rsidP="00BB3BDA">
            <w:pPr>
              <w:pStyle w:val="libNormal0"/>
              <w:rPr>
                <w:rtl/>
              </w:rPr>
            </w:pPr>
            <w:r>
              <w:rPr>
                <w:rFonts w:hint="cs"/>
                <w:rtl/>
              </w:rPr>
              <w:t>مصباح الظلام</w:t>
            </w:r>
          </w:p>
        </w:tc>
        <w:tc>
          <w:tcPr>
            <w:tcW w:w="236" w:type="dxa"/>
          </w:tcPr>
          <w:p w:rsidR="00EE1A1A" w:rsidRDefault="00EE1A1A" w:rsidP="00BB3BDA">
            <w:pPr>
              <w:rPr>
                <w:rtl/>
              </w:rPr>
            </w:pPr>
          </w:p>
        </w:tc>
        <w:tc>
          <w:tcPr>
            <w:tcW w:w="3663" w:type="dxa"/>
          </w:tcPr>
          <w:p w:rsidR="00EE1A1A" w:rsidRDefault="00EE1A1A" w:rsidP="00BB3BDA">
            <w:pPr>
              <w:pStyle w:val="libNormal0"/>
              <w:rPr>
                <w:rtl/>
              </w:rPr>
            </w:pPr>
            <w:r>
              <w:rPr>
                <w:rFonts w:hint="cs"/>
                <w:rtl/>
              </w:rPr>
              <w:t>الشيخ أبوعبدالله بن النعمان</w:t>
            </w:r>
          </w:p>
        </w:tc>
        <w:tc>
          <w:tcPr>
            <w:tcW w:w="236" w:type="dxa"/>
          </w:tcPr>
          <w:p w:rsidR="00EE1A1A" w:rsidRDefault="00EE1A1A" w:rsidP="00BB3BDA">
            <w:pPr>
              <w:rPr>
                <w:rtl/>
              </w:rPr>
            </w:pPr>
          </w:p>
        </w:tc>
        <w:tc>
          <w:tcPr>
            <w:tcW w:w="1553" w:type="dxa"/>
          </w:tcPr>
          <w:p w:rsidR="00EE1A1A" w:rsidRDefault="00EE1A1A" w:rsidP="00BB3BDA">
            <w:pPr>
              <w:pStyle w:val="libNormal0"/>
              <w:rPr>
                <w:rtl/>
              </w:rPr>
            </w:pPr>
            <w:r>
              <w:rPr>
                <w:rFonts w:hint="cs"/>
                <w:rtl/>
              </w:rPr>
              <w:t>43</w:t>
            </w:r>
          </w:p>
        </w:tc>
      </w:tr>
      <w:tr w:rsidR="00EE1A1A" w:rsidTr="00BB3BDA">
        <w:tc>
          <w:tcPr>
            <w:tcW w:w="2074" w:type="dxa"/>
          </w:tcPr>
          <w:p w:rsidR="00EE1A1A" w:rsidRDefault="00EE1A1A" w:rsidP="00BB3BDA">
            <w:pPr>
              <w:pStyle w:val="libNormal0"/>
              <w:rPr>
                <w:rtl/>
              </w:rPr>
            </w:pPr>
            <w:r>
              <w:rPr>
                <w:rFonts w:hint="cs"/>
                <w:rtl/>
              </w:rPr>
              <w:t>الموجز</w:t>
            </w:r>
          </w:p>
        </w:tc>
        <w:tc>
          <w:tcPr>
            <w:tcW w:w="236" w:type="dxa"/>
          </w:tcPr>
          <w:p w:rsidR="00EE1A1A" w:rsidRDefault="00EE1A1A" w:rsidP="00BB3BDA">
            <w:pPr>
              <w:rPr>
                <w:rtl/>
              </w:rPr>
            </w:pPr>
          </w:p>
        </w:tc>
        <w:tc>
          <w:tcPr>
            <w:tcW w:w="3663" w:type="dxa"/>
          </w:tcPr>
          <w:p w:rsidR="00EE1A1A" w:rsidRDefault="00EE1A1A" w:rsidP="00BB3BDA">
            <w:pPr>
              <w:pStyle w:val="libNormal0"/>
              <w:rPr>
                <w:rtl/>
              </w:rPr>
            </w:pPr>
            <w:r>
              <w:rPr>
                <w:rFonts w:hint="cs"/>
                <w:rtl/>
              </w:rPr>
              <w:t>الشيخ أبوعبدالله بن النعمان</w:t>
            </w:r>
          </w:p>
        </w:tc>
        <w:tc>
          <w:tcPr>
            <w:tcW w:w="236" w:type="dxa"/>
          </w:tcPr>
          <w:p w:rsidR="00EE1A1A" w:rsidRDefault="00EE1A1A" w:rsidP="00BB3BDA">
            <w:pPr>
              <w:rPr>
                <w:rtl/>
              </w:rPr>
            </w:pPr>
          </w:p>
        </w:tc>
        <w:tc>
          <w:tcPr>
            <w:tcW w:w="1553" w:type="dxa"/>
          </w:tcPr>
          <w:p w:rsidR="00EE1A1A" w:rsidRDefault="00EE1A1A" w:rsidP="00BB3BDA">
            <w:pPr>
              <w:pStyle w:val="libNormal0"/>
              <w:rPr>
                <w:rtl/>
              </w:rPr>
            </w:pPr>
            <w:r>
              <w:rPr>
                <w:rFonts w:hint="cs"/>
                <w:rtl/>
              </w:rPr>
              <w:t>36</w:t>
            </w:r>
          </w:p>
        </w:tc>
      </w:tr>
      <w:tr w:rsidR="00EE1A1A" w:rsidTr="00BB3BDA">
        <w:tc>
          <w:tcPr>
            <w:tcW w:w="2074" w:type="dxa"/>
          </w:tcPr>
          <w:p w:rsidR="00EE1A1A" w:rsidRDefault="00EE1A1A" w:rsidP="00BB3BDA">
            <w:pPr>
              <w:pStyle w:val="libNormal0"/>
              <w:rPr>
                <w:rtl/>
              </w:rPr>
            </w:pPr>
            <w:r>
              <w:rPr>
                <w:rFonts w:hint="cs"/>
                <w:rtl/>
              </w:rPr>
              <w:t>النوم والرؤيا</w:t>
            </w:r>
          </w:p>
        </w:tc>
        <w:tc>
          <w:tcPr>
            <w:tcW w:w="236" w:type="dxa"/>
          </w:tcPr>
          <w:p w:rsidR="00EE1A1A" w:rsidRDefault="00EE1A1A" w:rsidP="00BB3BDA">
            <w:pPr>
              <w:rPr>
                <w:rtl/>
              </w:rPr>
            </w:pPr>
          </w:p>
        </w:tc>
        <w:tc>
          <w:tcPr>
            <w:tcW w:w="3663" w:type="dxa"/>
          </w:tcPr>
          <w:p w:rsidR="00EE1A1A" w:rsidRDefault="00EE1A1A" w:rsidP="00BB3BDA">
            <w:pPr>
              <w:pStyle w:val="libNormal0"/>
              <w:rPr>
                <w:rtl/>
              </w:rPr>
            </w:pPr>
            <w:r>
              <w:rPr>
                <w:rFonts w:hint="cs"/>
                <w:rtl/>
              </w:rPr>
              <w:t>أبوصقر الموصلي</w:t>
            </w:r>
          </w:p>
        </w:tc>
        <w:tc>
          <w:tcPr>
            <w:tcW w:w="236" w:type="dxa"/>
          </w:tcPr>
          <w:p w:rsidR="00EE1A1A" w:rsidRDefault="00EE1A1A" w:rsidP="00BB3BDA">
            <w:pPr>
              <w:rPr>
                <w:rtl/>
              </w:rPr>
            </w:pPr>
          </w:p>
        </w:tc>
        <w:tc>
          <w:tcPr>
            <w:tcW w:w="1553" w:type="dxa"/>
          </w:tcPr>
          <w:p w:rsidR="00EE1A1A" w:rsidRDefault="00EE1A1A" w:rsidP="00BB3BDA">
            <w:pPr>
              <w:pStyle w:val="libNormal0"/>
              <w:rPr>
                <w:rtl/>
              </w:rPr>
            </w:pPr>
            <w:r>
              <w:rPr>
                <w:rFonts w:hint="cs"/>
                <w:rtl/>
              </w:rPr>
              <w:t>44</w:t>
            </w:r>
          </w:p>
        </w:tc>
      </w:tr>
    </w:tbl>
    <w:p w:rsidR="00EE1A1A" w:rsidRDefault="00EE1A1A" w:rsidP="006713DA">
      <w:pPr>
        <w:pStyle w:val="libCenterBold1"/>
        <w:rPr>
          <w:rtl/>
        </w:rPr>
      </w:pPr>
      <w:r>
        <w:rPr>
          <w:rFonts w:hint="cs"/>
          <w:rtl/>
        </w:rPr>
        <w:t>8 ـ فهرس الفتاوى الفقهية</w:t>
      </w:r>
    </w:p>
    <w:tbl>
      <w:tblPr>
        <w:bidiVisual/>
        <w:tblW w:w="0" w:type="auto"/>
        <w:tblLook w:val="01E0"/>
      </w:tblPr>
      <w:tblGrid>
        <w:gridCol w:w="5874"/>
        <w:gridCol w:w="1699"/>
      </w:tblGrid>
      <w:tr w:rsidR="00EE1A1A" w:rsidRPr="00736B6E" w:rsidTr="00BB3BDA">
        <w:tc>
          <w:tcPr>
            <w:tcW w:w="6034" w:type="dxa"/>
          </w:tcPr>
          <w:p w:rsidR="00EE1A1A" w:rsidRPr="006713DA" w:rsidRDefault="00EE1A1A" w:rsidP="006713DA">
            <w:pPr>
              <w:pStyle w:val="libBold2"/>
              <w:rPr>
                <w:rtl/>
              </w:rPr>
            </w:pPr>
            <w:r w:rsidRPr="006713DA">
              <w:rPr>
                <w:rFonts w:hint="cs"/>
                <w:rtl/>
              </w:rPr>
              <w:t>الفتوى</w:t>
            </w:r>
          </w:p>
        </w:tc>
        <w:tc>
          <w:tcPr>
            <w:tcW w:w="1728" w:type="dxa"/>
          </w:tcPr>
          <w:p w:rsidR="00EE1A1A" w:rsidRPr="006713DA" w:rsidRDefault="00EE1A1A" w:rsidP="006713DA">
            <w:pPr>
              <w:pStyle w:val="libBold2"/>
              <w:rPr>
                <w:rtl/>
              </w:rPr>
            </w:pPr>
            <w:r w:rsidRPr="006713DA">
              <w:rPr>
                <w:rFonts w:hint="cs"/>
                <w:rtl/>
              </w:rPr>
              <w:t>الصفحة</w:t>
            </w:r>
          </w:p>
        </w:tc>
      </w:tr>
      <w:tr w:rsidR="00EE1A1A" w:rsidRPr="00736B6E" w:rsidTr="00BB3BDA">
        <w:tc>
          <w:tcPr>
            <w:tcW w:w="6034" w:type="dxa"/>
          </w:tcPr>
          <w:p w:rsidR="00EE1A1A" w:rsidRPr="00287609" w:rsidRDefault="00EE1A1A" w:rsidP="00BB3BDA">
            <w:pPr>
              <w:pStyle w:val="libNormal0"/>
              <w:rPr>
                <w:rtl/>
              </w:rPr>
            </w:pPr>
            <w:r>
              <w:rPr>
                <w:rFonts w:hint="cs"/>
                <w:rtl/>
              </w:rPr>
              <w:t>يجوز النوح بالكلام الحسن ، واعتماد الفضائل مع اعتماد الصدق</w:t>
            </w:r>
          </w:p>
        </w:tc>
        <w:tc>
          <w:tcPr>
            <w:tcW w:w="1728" w:type="dxa"/>
          </w:tcPr>
          <w:p w:rsidR="00EE1A1A" w:rsidRPr="00736B6E" w:rsidRDefault="00EE1A1A" w:rsidP="00BB3BDA">
            <w:pPr>
              <w:rPr>
                <w:rtl/>
              </w:rPr>
            </w:pPr>
            <w:r>
              <w:rPr>
                <w:rFonts w:hint="cs"/>
                <w:rtl/>
              </w:rPr>
              <w:t>103</w:t>
            </w:r>
          </w:p>
        </w:tc>
      </w:tr>
      <w:tr w:rsidR="00EE1A1A" w:rsidRPr="00736B6E" w:rsidTr="00BB3BDA">
        <w:tc>
          <w:tcPr>
            <w:tcW w:w="6034" w:type="dxa"/>
          </w:tcPr>
          <w:p w:rsidR="00EE1A1A" w:rsidRDefault="00EE1A1A" w:rsidP="00BB3BDA">
            <w:pPr>
              <w:pStyle w:val="libNormal0"/>
              <w:rPr>
                <w:rtl/>
              </w:rPr>
            </w:pPr>
            <w:r>
              <w:rPr>
                <w:rFonts w:hint="cs"/>
                <w:rtl/>
              </w:rPr>
              <w:t>يحرم النوح بالباطل</w:t>
            </w:r>
          </w:p>
        </w:tc>
        <w:tc>
          <w:tcPr>
            <w:tcW w:w="1728" w:type="dxa"/>
          </w:tcPr>
          <w:p w:rsidR="00EE1A1A" w:rsidRPr="00736B6E" w:rsidRDefault="00EE1A1A" w:rsidP="00BB3BDA">
            <w:pPr>
              <w:rPr>
                <w:rtl/>
              </w:rPr>
            </w:pPr>
            <w:r>
              <w:rPr>
                <w:rFonts w:hint="cs"/>
                <w:rtl/>
              </w:rPr>
              <w:t>104</w:t>
            </w:r>
          </w:p>
        </w:tc>
      </w:tr>
      <w:tr w:rsidR="00EE1A1A" w:rsidRPr="00736B6E" w:rsidTr="00BB3BDA">
        <w:tc>
          <w:tcPr>
            <w:tcW w:w="6034" w:type="dxa"/>
          </w:tcPr>
          <w:p w:rsidR="00EE1A1A" w:rsidRDefault="00EE1A1A" w:rsidP="00BB3BDA">
            <w:pPr>
              <w:pStyle w:val="libNormal0"/>
              <w:rPr>
                <w:rtl/>
              </w:rPr>
            </w:pPr>
            <w:r>
              <w:rPr>
                <w:rFonts w:hint="cs"/>
                <w:rtl/>
              </w:rPr>
              <w:t>يستحب الاسترجاع عند المصيبة</w:t>
            </w:r>
          </w:p>
        </w:tc>
        <w:tc>
          <w:tcPr>
            <w:tcW w:w="1728" w:type="dxa"/>
          </w:tcPr>
          <w:p w:rsidR="00EE1A1A" w:rsidRPr="00736B6E" w:rsidRDefault="00EE1A1A" w:rsidP="00BB3BDA">
            <w:pPr>
              <w:rPr>
                <w:rtl/>
              </w:rPr>
            </w:pPr>
            <w:r>
              <w:rPr>
                <w:rFonts w:hint="cs"/>
                <w:rtl/>
              </w:rPr>
              <w:t>101</w:t>
            </w:r>
          </w:p>
        </w:tc>
      </w:tr>
      <w:tr w:rsidR="00EE1A1A" w:rsidRPr="00736B6E" w:rsidTr="00BB3BDA">
        <w:tc>
          <w:tcPr>
            <w:tcW w:w="6034" w:type="dxa"/>
          </w:tcPr>
          <w:p w:rsidR="00EE1A1A" w:rsidRDefault="00EE1A1A" w:rsidP="00BB3BDA">
            <w:pPr>
              <w:pStyle w:val="libNormal0"/>
              <w:rPr>
                <w:rtl/>
              </w:rPr>
            </w:pPr>
            <w:r>
              <w:rPr>
                <w:rFonts w:hint="cs"/>
                <w:rtl/>
              </w:rPr>
              <w:t>يستحب تعزية أهل الميت استحباباً مؤكداً</w:t>
            </w:r>
          </w:p>
        </w:tc>
        <w:tc>
          <w:tcPr>
            <w:tcW w:w="1728" w:type="dxa"/>
          </w:tcPr>
          <w:p w:rsidR="00EE1A1A" w:rsidRPr="00736B6E" w:rsidRDefault="00EE1A1A" w:rsidP="00BB3BDA">
            <w:pPr>
              <w:rPr>
                <w:rtl/>
              </w:rPr>
            </w:pPr>
            <w:r>
              <w:rPr>
                <w:rFonts w:hint="cs"/>
                <w:rtl/>
              </w:rPr>
              <w:t>105</w:t>
            </w:r>
          </w:p>
        </w:tc>
      </w:tr>
      <w:tr w:rsidR="00EE1A1A" w:rsidRPr="00736B6E" w:rsidTr="00BB3BDA">
        <w:tc>
          <w:tcPr>
            <w:tcW w:w="6034" w:type="dxa"/>
          </w:tcPr>
          <w:p w:rsidR="00EE1A1A" w:rsidRDefault="00EE1A1A" w:rsidP="00BB3BDA">
            <w:pPr>
              <w:rPr>
                <w:rtl/>
              </w:rPr>
            </w:pPr>
          </w:p>
        </w:tc>
        <w:tc>
          <w:tcPr>
            <w:tcW w:w="1728" w:type="dxa"/>
          </w:tcPr>
          <w:p w:rsidR="00EE1A1A" w:rsidRPr="00736B6E" w:rsidRDefault="00EE1A1A" w:rsidP="00BB3BDA">
            <w:pPr>
              <w:rPr>
                <w:rtl/>
              </w:rPr>
            </w:pPr>
          </w:p>
        </w:tc>
      </w:tr>
    </w:tbl>
    <w:p w:rsidR="00EE1A1A" w:rsidRDefault="00EE1A1A" w:rsidP="006713DA">
      <w:pPr>
        <w:pStyle w:val="libCenterBold1"/>
        <w:rPr>
          <w:rtl/>
        </w:rPr>
      </w:pPr>
    </w:p>
    <w:p w:rsidR="00EE1A1A" w:rsidRDefault="00EE1A1A" w:rsidP="006713DA">
      <w:pPr>
        <w:pStyle w:val="libCenterBold1"/>
        <w:rPr>
          <w:rtl/>
        </w:rPr>
      </w:pPr>
      <w:r>
        <w:rPr>
          <w:rtl/>
        </w:rPr>
        <w:br w:type="page"/>
      </w:r>
      <w:r>
        <w:rPr>
          <w:rFonts w:hint="cs"/>
          <w:rtl/>
        </w:rPr>
        <w:lastRenderedPageBreak/>
        <w:t>9 ـ فهرس الأماكن والبِقاع</w:t>
      </w:r>
    </w:p>
    <w:tbl>
      <w:tblPr>
        <w:bidiVisual/>
        <w:tblW w:w="0" w:type="auto"/>
        <w:tblLook w:val="01E0"/>
      </w:tblPr>
      <w:tblGrid>
        <w:gridCol w:w="4478"/>
        <w:gridCol w:w="3095"/>
      </w:tblGrid>
      <w:tr w:rsidR="00EE1A1A" w:rsidRPr="00736B6E" w:rsidTr="00BB3BDA">
        <w:tc>
          <w:tcPr>
            <w:tcW w:w="4594" w:type="dxa"/>
          </w:tcPr>
          <w:p w:rsidR="00EE1A1A" w:rsidRPr="006713DA" w:rsidRDefault="00EE1A1A" w:rsidP="006713DA">
            <w:pPr>
              <w:pStyle w:val="libBold2"/>
              <w:rPr>
                <w:rtl/>
              </w:rPr>
            </w:pPr>
            <w:r w:rsidRPr="006713DA">
              <w:rPr>
                <w:rFonts w:hint="cs"/>
                <w:rtl/>
              </w:rPr>
              <w:t>المكان</w:t>
            </w:r>
          </w:p>
        </w:tc>
        <w:tc>
          <w:tcPr>
            <w:tcW w:w="3168" w:type="dxa"/>
          </w:tcPr>
          <w:p w:rsidR="00EE1A1A" w:rsidRPr="006713DA" w:rsidRDefault="00EE1A1A" w:rsidP="006713DA">
            <w:pPr>
              <w:pStyle w:val="libBold2"/>
              <w:rPr>
                <w:rtl/>
              </w:rPr>
            </w:pPr>
            <w:r w:rsidRPr="006713DA">
              <w:rPr>
                <w:rFonts w:hint="cs"/>
                <w:rtl/>
              </w:rPr>
              <w:t>الصفحة</w:t>
            </w:r>
          </w:p>
        </w:tc>
      </w:tr>
      <w:tr w:rsidR="00EE1A1A" w:rsidRPr="00736B6E" w:rsidTr="00BB3BDA">
        <w:tc>
          <w:tcPr>
            <w:tcW w:w="4594" w:type="dxa"/>
          </w:tcPr>
          <w:p w:rsidR="00EE1A1A" w:rsidRPr="00287609" w:rsidRDefault="00EE1A1A" w:rsidP="00BB3BDA">
            <w:pPr>
              <w:pStyle w:val="libNormal0"/>
              <w:rPr>
                <w:rtl/>
              </w:rPr>
            </w:pPr>
            <w:r>
              <w:rPr>
                <w:rFonts w:hint="cs"/>
                <w:rtl/>
              </w:rPr>
              <w:t>اُحد</w:t>
            </w:r>
          </w:p>
        </w:tc>
        <w:tc>
          <w:tcPr>
            <w:tcW w:w="3168" w:type="dxa"/>
          </w:tcPr>
          <w:p w:rsidR="00EE1A1A" w:rsidRPr="00736B6E" w:rsidRDefault="00EE1A1A" w:rsidP="00BB3BDA">
            <w:pPr>
              <w:rPr>
                <w:rtl/>
              </w:rPr>
            </w:pPr>
            <w:r>
              <w:rPr>
                <w:rFonts w:hint="cs"/>
                <w:rtl/>
              </w:rPr>
              <w:t>72</w:t>
            </w:r>
          </w:p>
        </w:tc>
      </w:tr>
      <w:tr w:rsidR="00EE1A1A" w:rsidRPr="00736B6E" w:rsidTr="00BB3BDA">
        <w:tc>
          <w:tcPr>
            <w:tcW w:w="4594" w:type="dxa"/>
          </w:tcPr>
          <w:p w:rsidR="00EE1A1A" w:rsidRPr="00287609" w:rsidRDefault="00EE1A1A" w:rsidP="00BB3BDA">
            <w:pPr>
              <w:pStyle w:val="libNormal0"/>
              <w:rPr>
                <w:rtl/>
              </w:rPr>
            </w:pPr>
            <w:r>
              <w:rPr>
                <w:rFonts w:hint="cs"/>
                <w:rtl/>
              </w:rPr>
              <w:t>البحرين</w:t>
            </w:r>
          </w:p>
        </w:tc>
        <w:tc>
          <w:tcPr>
            <w:tcW w:w="3168" w:type="dxa"/>
          </w:tcPr>
          <w:p w:rsidR="00EE1A1A" w:rsidRPr="00736B6E" w:rsidRDefault="00EE1A1A" w:rsidP="00BB3BDA">
            <w:pPr>
              <w:rPr>
                <w:rtl/>
              </w:rPr>
            </w:pPr>
            <w:r>
              <w:rPr>
                <w:rFonts w:hint="cs"/>
                <w:rtl/>
              </w:rPr>
              <w:t>76</w:t>
            </w:r>
          </w:p>
        </w:tc>
      </w:tr>
      <w:tr w:rsidR="00EE1A1A" w:rsidRPr="00736B6E" w:rsidTr="00BB3BDA">
        <w:tc>
          <w:tcPr>
            <w:tcW w:w="4594" w:type="dxa"/>
          </w:tcPr>
          <w:p w:rsidR="00EE1A1A" w:rsidRPr="00287609" w:rsidRDefault="00EE1A1A" w:rsidP="00BB3BDA">
            <w:pPr>
              <w:pStyle w:val="libNormal0"/>
              <w:rPr>
                <w:rtl/>
              </w:rPr>
            </w:pPr>
            <w:r>
              <w:rPr>
                <w:rFonts w:hint="cs"/>
                <w:rtl/>
              </w:rPr>
              <w:t>بقيع الغرقد</w:t>
            </w:r>
          </w:p>
        </w:tc>
        <w:tc>
          <w:tcPr>
            <w:tcW w:w="3168" w:type="dxa"/>
          </w:tcPr>
          <w:p w:rsidR="00EE1A1A" w:rsidRPr="00736B6E" w:rsidRDefault="00EE1A1A" w:rsidP="00BB3BDA">
            <w:pPr>
              <w:rPr>
                <w:rtl/>
              </w:rPr>
            </w:pPr>
            <w:r>
              <w:rPr>
                <w:rFonts w:hint="cs"/>
                <w:rtl/>
              </w:rPr>
              <w:t>44</w:t>
            </w:r>
          </w:p>
        </w:tc>
      </w:tr>
      <w:tr w:rsidR="00EE1A1A" w:rsidRPr="00736B6E" w:rsidTr="00BB3BDA">
        <w:tc>
          <w:tcPr>
            <w:tcW w:w="4594" w:type="dxa"/>
          </w:tcPr>
          <w:p w:rsidR="00EE1A1A" w:rsidRPr="00287609" w:rsidRDefault="00EE1A1A" w:rsidP="00BB3BDA">
            <w:pPr>
              <w:pStyle w:val="libNormal0"/>
              <w:rPr>
                <w:rtl/>
              </w:rPr>
            </w:pPr>
            <w:r>
              <w:rPr>
                <w:rFonts w:hint="cs"/>
                <w:rtl/>
              </w:rPr>
              <w:t>تستر</w:t>
            </w:r>
          </w:p>
        </w:tc>
        <w:tc>
          <w:tcPr>
            <w:tcW w:w="3168" w:type="dxa"/>
          </w:tcPr>
          <w:p w:rsidR="00EE1A1A" w:rsidRPr="00736B6E" w:rsidRDefault="00EE1A1A" w:rsidP="00BB3BDA">
            <w:pPr>
              <w:rPr>
                <w:rtl/>
              </w:rPr>
            </w:pPr>
            <w:r>
              <w:rPr>
                <w:rFonts w:hint="cs"/>
                <w:rtl/>
              </w:rPr>
              <w:t>63 ، 73</w:t>
            </w:r>
          </w:p>
        </w:tc>
      </w:tr>
      <w:tr w:rsidR="00EE1A1A" w:rsidRPr="00736B6E" w:rsidTr="00BB3BDA">
        <w:tc>
          <w:tcPr>
            <w:tcW w:w="4594" w:type="dxa"/>
          </w:tcPr>
          <w:p w:rsidR="00EE1A1A" w:rsidRPr="00287609" w:rsidRDefault="00EE1A1A" w:rsidP="00BB3BDA">
            <w:pPr>
              <w:pStyle w:val="libNormal0"/>
              <w:rPr>
                <w:rtl/>
              </w:rPr>
            </w:pPr>
            <w:r>
              <w:rPr>
                <w:rFonts w:hint="cs"/>
                <w:rtl/>
              </w:rPr>
              <w:t>جرجان</w:t>
            </w:r>
          </w:p>
        </w:tc>
        <w:tc>
          <w:tcPr>
            <w:tcW w:w="3168" w:type="dxa"/>
          </w:tcPr>
          <w:p w:rsidR="00EE1A1A" w:rsidRPr="00736B6E" w:rsidRDefault="00EE1A1A" w:rsidP="00BB3BDA">
            <w:pPr>
              <w:rPr>
                <w:rtl/>
              </w:rPr>
            </w:pPr>
            <w:r>
              <w:rPr>
                <w:rFonts w:hint="cs"/>
                <w:rtl/>
              </w:rPr>
              <w:t>64</w:t>
            </w:r>
          </w:p>
        </w:tc>
      </w:tr>
      <w:tr w:rsidR="00EE1A1A" w:rsidRPr="00736B6E" w:rsidTr="00BB3BDA">
        <w:tc>
          <w:tcPr>
            <w:tcW w:w="4594" w:type="dxa"/>
          </w:tcPr>
          <w:p w:rsidR="00EE1A1A" w:rsidRPr="00287609" w:rsidRDefault="00EE1A1A" w:rsidP="00BB3BDA">
            <w:pPr>
              <w:pStyle w:val="libNormal0"/>
              <w:rPr>
                <w:rtl/>
              </w:rPr>
            </w:pPr>
            <w:r>
              <w:rPr>
                <w:rFonts w:hint="cs"/>
                <w:rtl/>
              </w:rPr>
              <w:t>الرباط</w:t>
            </w:r>
          </w:p>
        </w:tc>
        <w:tc>
          <w:tcPr>
            <w:tcW w:w="3168" w:type="dxa"/>
          </w:tcPr>
          <w:p w:rsidR="00EE1A1A" w:rsidRPr="00736B6E" w:rsidRDefault="00EE1A1A" w:rsidP="00BB3BDA">
            <w:pPr>
              <w:rPr>
                <w:rtl/>
              </w:rPr>
            </w:pPr>
            <w:r>
              <w:rPr>
                <w:rFonts w:hint="cs"/>
                <w:rtl/>
              </w:rPr>
              <w:t>65</w:t>
            </w:r>
          </w:p>
        </w:tc>
      </w:tr>
      <w:tr w:rsidR="00EE1A1A" w:rsidRPr="00736B6E" w:rsidTr="00BB3BDA">
        <w:tc>
          <w:tcPr>
            <w:tcW w:w="4594" w:type="dxa"/>
          </w:tcPr>
          <w:p w:rsidR="00EE1A1A" w:rsidRDefault="00EE1A1A" w:rsidP="00BB3BDA">
            <w:pPr>
              <w:pStyle w:val="libNormal0"/>
              <w:rPr>
                <w:rtl/>
              </w:rPr>
            </w:pPr>
            <w:r>
              <w:rPr>
                <w:rFonts w:hint="cs"/>
                <w:rtl/>
              </w:rPr>
              <w:t>ربذة</w:t>
            </w:r>
          </w:p>
        </w:tc>
        <w:tc>
          <w:tcPr>
            <w:tcW w:w="3168" w:type="dxa"/>
          </w:tcPr>
          <w:p w:rsidR="00EE1A1A" w:rsidRDefault="00EE1A1A" w:rsidP="00BB3BDA">
            <w:pPr>
              <w:rPr>
                <w:rtl/>
              </w:rPr>
            </w:pPr>
            <w:r>
              <w:rPr>
                <w:rFonts w:hint="cs"/>
                <w:rtl/>
              </w:rPr>
              <w:t>40</w:t>
            </w:r>
          </w:p>
        </w:tc>
      </w:tr>
      <w:tr w:rsidR="00EE1A1A" w:rsidRPr="00736B6E" w:rsidTr="00BB3BDA">
        <w:tc>
          <w:tcPr>
            <w:tcW w:w="4594" w:type="dxa"/>
          </w:tcPr>
          <w:p w:rsidR="00EE1A1A" w:rsidRDefault="00EE1A1A" w:rsidP="00BB3BDA">
            <w:pPr>
              <w:pStyle w:val="libNormal0"/>
              <w:rPr>
                <w:rtl/>
              </w:rPr>
            </w:pPr>
            <w:r>
              <w:rPr>
                <w:rFonts w:hint="cs"/>
                <w:rtl/>
              </w:rPr>
              <w:t>رضوى</w:t>
            </w:r>
          </w:p>
        </w:tc>
        <w:tc>
          <w:tcPr>
            <w:tcW w:w="3168" w:type="dxa"/>
          </w:tcPr>
          <w:p w:rsidR="00EE1A1A" w:rsidRDefault="00EE1A1A" w:rsidP="00BB3BDA">
            <w:pPr>
              <w:rPr>
                <w:rtl/>
              </w:rPr>
            </w:pPr>
            <w:r>
              <w:rPr>
                <w:rFonts w:hint="cs"/>
                <w:rtl/>
              </w:rPr>
              <w:t>112</w:t>
            </w:r>
          </w:p>
        </w:tc>
      </w:tr>
      <w:tr w:rsidR="00EE1A1A" w:rsidRPr="00736B6E" w:rsidTr="00BB3BDA">
        <w:tc>
          <w:tcPr>
            <w:tcW w:w="4594" w:type="dxa"/>
          </w:tcPr>
          <w:p w:rsidR="00EE1A1A" w:rsidRDefault="00EE1A1A" w:rsidP="00BB3BDA">
            <w:pPr>
              <w:pStyle w:val="libNormal0"/>
              <w:rPr>
                <w:rtl/>
              </w:rPr>
            </w:pPr>
            <w:r>
              <w:rPr>
                <w:rFonts w:hint="cs"/>
                <w:rtl/>
              </w:rPr>
              <w:t>عريش مصر</w:t>
            </w:r>
          </w:p>
        </w:tc>
        <w:tc>
          <w:tcPr>
            <w:tcW w:w="3168" w:type="dxa"/>
          </w:tcPr>
          <w:p w:rsidR="00EE1A1A" w:rsidRDefault="00EE1A1A" w:rsidP="00BB3BDA">
            <w:pPr>
              <w:rPr>
                <w:rtl/>
              </w:rPr>
            </w:pPr>
            <w:r>
              <w:rPr>
                <w:rFonts w:hint="cs"/>
                <w:rtl/>
              </w:rPr>
              <w:t>64</w:t>
            </w:r>
          </w:p>
        </w:tc>
      </w:tr>
      <w:tr w:rsidR="00EE1A1A" w:rsidRPr="00736B6E" w:rsidTr="00BB3BDA">
        <w:tc>
          <w:tcPr>
            <w:tcW w:w="4594" w:type="dxa"/>
          </w:tcPr>
          <w:p w:rsidR="00EE1A1A" w:rsidRDefault="00EE1A1A" w:rsidP="00BB3BDA">
            <w:pPr>
              <w:pStyle w:val="libNormal0"/>
              <w:rPr>
                <w:rtl/>
              </w:rPr>
            </w:pPr>
            <w:r>
              <w:rPr>
                <w:rFonts w:hint="cs"/>
                <w:rtl/>
              </w:rPr>
              <w:t>مدائن</w:t>
            </w:r>
          </w:p>
        </w:tc>
        <w:tc>
          <w:tcPr>
            <w:tcW w:w="3168" w:type="dxa"/>
          </w:tcPr>
          <w:p w:rsidR="00EE1A1A" w:rsidRDefault="00EE1A1A" w:rsidP="00BB3BDA">
            <w:pPr>
              <w:rPr>
                <w:rtl/>
              </w:rPr>
            </w:pPr>
            <w:r>
              <w:rPr>
                <w:rFonts w:hint="cs"/>
                <w:rtl/>
              </w:rPr>
              <w:t>110</w:t>
            </w:r>
          </w:p>
        </w:tc>
      </w:tr>
      <w:tr w:rsidR="00EE1A1A" w:rsidRPr="00736B6E" w:rsidTr="00BB3BDA">
        <w:tc>
          <w:tcPr>
            <w:tcW w:w="4594" w:type="dxa"/>
          </w:tcPr>
          <w:p w:rsidR="00EE1A1A" w:rsidRDefault="00EE1A1A" w:rsidP="00BB3BDA">
            <w:pPr>
              <w:pStyle w:val="libNormal0"/>
              <w:rPr>
                <w:rtl/>
              </w:rPr>
            </w:pPr>
            <w:r>
              <w:rPr>
                <w:rFonts w:hint="cs"/>
                <w:rtl/>
              </w:rPr>
              <w:t>المدينة</w:t>
            </w:r>
          </w:p>
        </w:tc>
        <w:tc>
          <w:tcPr>
            <w:tcW w:w="3168" w:type="dxa"/>
          </w:tcPr>
          <w:p w:rsidR="00EE1A1A" w:rsidRDefault="00EE1A1A" w:rsidP="00BB3BDA">
            <w:pPr>
              <w:rPr>
                <w:rtl/>
              </w:rPr>
            </w:pPr>
            <w:r>
              <w:rPr>
                <w:rFonts w:hint="cs"/>
                <w:rtl/>
              </w:rPr>
              <w:t>44 ، 72 ، 74 ، 75</w:t>
            </w:r>
          </w:p>
        </w:tc>
      </w:tr>
      <w:tr w:rsidR="00EE1A1A" w:rsidRPr="00736B6E" w:rsidTr="00BB3BDA">
        <w:tc>
          <w:tcPr>
            <w:tcW w:w="4594" w:type="dxa"/>
          </w:tcPr>
          <w:p w:rsidR="00EE1A1A" w:rsidRDefault="00EE1A1A" w:rsidP="00BB3BDA">
            <w:pPr>
              <w:pStyle w:val="libNormal0"/>
              <w:rPr>
                <w:rtl/>
              </w:rPr>
            </w:pPr>
            <w:r>
              <w:rPr>
                <w:rFonts w:hint="cs"/>
                <w:rtl/>
              </w:rPr>
              <w:t>مكة</w:t>
            </w:r>
          </w:p>
        </w:tc>
        <w:tc>
          <w:tcPr>
            <w:tcW w:w="3168" w:type="dxa"/>
          </w:tcPr>
          <w:p w:rsidR="00EE1A1A" w:rsidRDefault="00EE1A1A" w:rsidP="00BB3BDA">
            <w:pPr>
              <w:rPr>
                <w:rtl/>
              </w:rPr>
            </w:pPr>
            <w:r>
              <w:rPr>
                <w:rFonts w:hint="cs"/>
                <w:rtl/>
              </w:rPr>
              <w:t>112</w:t>
            </w:r>
          </w:p>
        </w:tc>
      </w:tr>
      <w:tr w:rsidR="00EE1A1A" w:rsidRPr="00736B6E" w:rsidTr="00BB3BDA">
        <w:tc>
          <w:tcPr>
            <w:tcW w:w="4594" w:type="dxa"/>
          </w:tcPr>
          <w:p w:rsidR="00EE1A1A" w:rsidRDefault="00EE1A1A" w:rsidP="00BB3BDA">
            <w:pPr>
              <w:pStyle w:val="libNormal0"/>
              <w:rPr>
                <w:rtl/>
              </w:rPr>
            </w:pPr>
            <w:r>
              <w:rPr>
                <w:rFonts w:hint="cs"/>
                <w:rtl/>
              </w:rPr>
              <w:t>اليمامة</w:t>
            </w:r>
          </w:p>
        </w:tc>
        <w:tc>
          <w:tcPr>
            <w:tcW w:w="3168" w:type="dxa"/>
          </w:tcPr>
          <w:p w:rsidR="00EE1A1A" w:rsidRDefault="00EE1A1A" w:rsidP="00BB3BDA">
            <w:pPr>
              <w:rPr>
                <w:rtl/>
              </w:rPr>
            </w:pPr>
            <w:r>
              <w:rPr>
                <w:rFonts w:hint="cs"/>
                <w:rtl/>
              </w:rPr>
              <w:t>64</w:t>
            </w:r>
          </w:p>
        </w:tc>
      </w:tr>
      <w:tr w:rsidR="00EE1A1A" w:rsidRPr="00736B6E" w:rsidTr="00BB3BDA">
        <w:tc>
          <w:tcPr>
            <w:tcW w:w="4594" w:type="dxa"/>
          </w:tcPr>
          <w:p w:rsidR="00EE1A1A" w:rsidRDefault="00EE1A1A" w:rsidP="00BB3BDA">
            <w:pPr>
              <w:pStyle w:val="libNormal0"/>
              <w:rPr>
                <w:rtl/>
              </w:rPr>
            </w:pPr>
            <w:r>
              <w:rPr>
                <w:rFonts w:hint="cs"/>
                <w:rtl/>
              </w:rPr>
              <w:t>اليمن</w:t>
            </w:r>
          </w:p>
        </w:tc>
        <w:tc>
          <w:tcPr>
            <w:tcW w:w="3168" w:type="dxa"/>
          </w:tcPr>
          <w:p w:rsidR="00EE1A1A" w:rsidRDefault="00EE1A1A" w:rsidP="00BB3BDA">
            <w:pPr>
              <w:rPr>
                <w:rtl/>
              </w:rPr>
            </w:pPr>
            <w:r>
              <w:rPr>
                <w:rFonts w:hint="cs"/>
                <w:rtl/>
              </w:rPr>
              <w:t>76</w:t>
            </w:r>
          </w:p>
        </w:tc>
      </w:tr>
    </w:tbl>
    <w:p w:rsidR="00EE1A1A" w:rsidRDefault="00EE1A1A" w:rsidP="006713DA">
      <w:pPr>
        <w:pStyle w:val="libCenterBold1"/>
        <w:rPr>
          <w:rtl/>
        </w:rPr>
      </w:pPr>
      <w:r>
        <w:rPr>
          <w:rtl/>
        </w:rPr>
        <w:br w:type="page"/>
      </w:r>
      <w:r>
        <w:rPr>
          <w:rFonts w:hint="cs"/>
          <w:rtl/>
        </w:rPr>
        <w:lastRenderedPageBreak/>
        <w:t>10 ـ فهرس الأبيات الشعرية</w:t>
      </w:r>
    </w:p>
    <w:tbl>
      <w:tblPr>
        <w:bidiVisual/>
        <w:tblW w:w="0" w:type="auto"/>
        <w:tblLook w:val="01E0"/>
      </w:tblPr>
      <w:tblGrid>
        <w:gridCol w:w="3783"/>
        <w:gridCol w:w="3790"/>
      </w:tblGrid>
      <w:tr w:rsidR="00EE1A1A" w:rsidTr="00BB3BDA">
        <w:tc>
          <w:tcPr>
            <w:tcW w:w="3907" w:type="dxa"/>
          </w:tcPr>
          <w:p w:rsidR="00EE1A1A" w:rsidRPr="006713DA" w:rsidRDefault="00EE1A1A" w:rsidP="006713DA">
            <w:pPr>
              <w:pStyle w:val="libBold2"/>
              <w:rPr>
                <w:rtl/>
              </w:rPr>
            </w:pPr>
            <w:r w:rsidRPr="006713DA">
              <w:rPr>
                <w:rFonts w:hint="cs"/>
                <w:rtl/>
              </w:rPr>
              <w:t>القافية</w:t>
            </w:r>
          </w:p>
        </w:tc>
        <w:tc>
          <w:tcPr>
            <w:tcW w:w="3907" w:type="dxa"/>
          </w:tcPr>
          <w:p w:rsidR="00EE1A1A" w:rsidRPr="004E4E10" w:rsidRDefault="00EE1A1A" w:rsidP="006713DA">
            <w:pPr>
              <w:pStyle w:val="libLeftBold"/>
              <w:rPr>
                <w:rtl/>
              </w:rPr>
            </w:pPr>
            <w:r w:rsidRPr="004E4E10">
              <w:rPr>
                <w:rFonts w:hint="cs"/>
                <w:rtl/>
              </w:rPr>
              <w:t>الصفحة</w:t>
            </w:r>
          </w:p>
        </w:tc>
      </w:tr>
    </w:tbl>
    <w:p w:rsidR="00EE1A1A" w:rsidRDefault="00EE1A1A" w:rsidP="006713DA">
      <w:pPr>
        <w:pStyle w:val="libCenterBold1"/>
        <w:rPr>
          <w:rtl/>
        </w:rPr>
      </w:pPr>
      <w:r>
        <w:rPr>
          <w:rFonts w:hint="cs"/>
          <w:rtl/>
        </w:rPr>
        <w:t xml:space="preserve"> (أ)</w:t>
      </w:r>
    </w:p>
    <w:tbl>
      <w:tblPr>
        <w:bidiVisual/>
        <w:tblW w:w="0" w:type="auto"/>
        <w:tblLook w:val="01E0"/>
      </w:tblPr>
      <w:tblGrid>
        <w:gridCol w:w="4482"/>
        <w:gridCol w:w="3091"/>
      </w:tblGrid>
      <w:tr w:rsidR="00EE1A1A" w:rsidRPr="00736B6E" w:rsidTr="00BB3BDA">
        <w:tc>
          <w:tcPr>
            <w:tcW w:w="4594" w:type="dxa"/>
          </w:tcPr>
          <w:p w:rsidR="00EE1A1A" w:rsidRPr="00287609" w:rsidRDefault="00EE1A1A" w:rsidP="00BB3BDA">
            <w:pPr>
              <w:pStyle w:val="libNormal0"/>
              <w:rPr>
                <w:rtl/>
              </w:rPr>
            </w:pPr>
            <w:r>
              <w:rPr>
                <w:rFonts w:hint="cs"/>
                <w:rtl/>
              </w:rPr>
              <w:t>على نفسِهِ رَبٌّ إليه وَلاؤها</w:t>
            </w:r>
          </w:p>
        </w:tc>
        <w:tc>
          <w:tcPr>
            <w:tcW w:w="3168" w:type="dxa"/>
          </w:tcPr>
          <w:p w:rsidR="00EE1A1A" w:rsidRPr="00736B6E" w:rsidRDefault="00EE1A1A" w:rsidP="00BB3BDA">
            <w:pPr>
              <w:rPr>
                <w:rtl/>
              </w:rPr>
            </w:pPr>
            <w:r>
              <w:rPr>
                <w:rFonts w:hint="cs"/>
                <w:rtl/>
              </w:rPr>
              <w:t>73</w:t>
            </w:r>
          </w:p>
        </w:tc>
      </w:tr>
    </w:tbl>
    <w:p w:rsidR="00EE1A1A" w:rsidRDefault="00EE1A1A" w:rsidP="006713DA">
      <w:pPr>
        <w:pStyle w:val="libCenterBold1"/>
        <w:rPr>
          <w:rtl/>
        </w:rPr>
      </w:pPr>
      <w:r>
        <w:rPr>
          <w:rFonts w:hint="cs"/>
          <w:rtl/>
        </w:rPr>
        <w:t xml:space="preserve"> (ب)</w:t>
      </w:r>
    </w:p>
    <w:tbl>
      <w:tblPr>
        <w:bidiVisual/>
        <w:tblW w:w="0" w:type="auto"/>
        <w:tblLook w:val="01E0"/>
      </w:tblPr>
      <w:tblGrid>
        <w:gridCol w:w="4481"/>
        <w:gridCol w:w="3092"/>
      </w:tblGrid>
      <w:tr w:rsidR="00EE1A1A" w:rsidRPr="00736B6E" w:rsidTr="00BB3BDA">
        <w:tc>
          <w:tcPr>
            <w:tcW w:w="4594" w:type="dxa"/>
          </w:tcPr>
          <w:p w:rsidR="00EE1A1A" w:rsidRPr="00287609" w:rsidRDefault="00EE1A1A" w:rsidP="00BB3BDA">
            <w:pPr>
              <w:pStyle w:val="libNormal0"/>
              <w:rPr>
                <w:rtl/>
              </w:rPr>
            </w:pPr>
            <w:r>
              <w:rPr>
                <w:rFonts w:hint="cs"/>
                <w:rtl/>
              </w:rPr>
              <w:t>وإن سلب الذي أعطى أثابا</w:t>
            </w:r>
          </w:p>
        </w:tc>
        <w:tc>
          <w:tcPr>
            <w:tcW w:w="3168" w:type="dxa"/>
          </w:tcPr>
          <w:p w:rsidR="00EE1A1A" w:rsidRPr="00736B6E" w:rsidRDefault="00EE1A1A" w:rsidP="00BB3BDA">
            <w:pPr>
              <w:rPr>
                <w:rtl/>
              </w:rPr>
            </w:pPr>
            <w:r>
              <w:rPr>
                <w:rFonts w:hint="cs"/>
                <w:rtl/>
              </w:rPr>
              <w:t>44</w:t>
            </w:r>
          </w:p>
        </w:tc>
      </w:tr>
    </w:tbl>
    <w:p w:rsidR="00EE1A1A" w:rsidRDefault="00EE1A1A" w:rsidP="006713DA">
      <w:pPr>
        <w:pStyle w:val="libCenterBold1"/>
        <w:rPr>
          <w:rtl/>
        </w:rPr>
      </w:pPr>
      <w:r>
        <w:rPr>
          <w:rFonts w:hint="cs"/>
          <w:rtl/>
        </w:rPr>
        <w:t xml:space="preserve"> (ت)</w:t>
      </w:r>
    </w:p>
    <w:tbl>
      <w:tblPr>
        <w:bidiVisual/>
        <w:tblW w:w="0" w:type="auto"/>
        <w:tblLook w:val="01E0"/>
      </w:tblPr>
      <w:tblGrid>
        <w:gridCol w:w="4482"/>
        <w:gridCol w:w="3091"/>
      </w:tblGrid>
      <w:tr w:rsidR="00EE1A1A" w:rsidRPr="00736B6E" w:rsidTr="00BB3BDA">
        <w:tc>
          <w:tcPr>
            <w:tcW w:w="4594" w:type="dxa"/>
          </w:tcPr>
          <w:p w:rsidR="00EE1A1A" w:rsidRPr="00287609" w:rsidRDefault="00EE1A1A" w:rsidP="00BB3BDA">
            <w:pPr>
              <w:pStyle w:val="libNormal0"/>
              <w:rPr>
                <w:rtl/>
              </w:rPr>
            </w:pPr>
            <w:r>
              <w:rPr>
                <w:rFonts w:hint="cs"/>
                <w:rtl/>
              </w:rPr>
              <w:t>ويقبح إلا العجز عند الأحبة</w:t>
            </w:r>
          </w:p>
        </w:tc>
        <w:tc>
          <w:tcPr>
            <w:tcW w:w="3168" w:type="dxa"/>
          </w:tcPr>
          <w:p w:rsidR="00EE1A1A" w:rsidRPr="00736B6E" w:rsidRDefault="00EE1A1A" w:rsidP="00BB3BDA">
            <w:pPr>
              <w:rPr>
                <w:rtl/>
              </w:rPr>
            </w:pPr>
            <w:r>
              <w:rPr>
                <w:rFonts w:hint="cs"/>
                <w:rtl/>
              </w:rPr>
              <w:t>84</w:t>
            </w:r>
          </w:p>
        </w:tc>
      </w:tr>
    </w:tbl>
    <w:p w:rsidR="00EE1A1A" w:rsidRDefault="00EE1A1A" w:rsidP="006713DA">
      <w:pPr>
        <w:pStyle w:val="libCenterBold1"/>
        <w:rPr>
          <w:rtl/>
        </w:rPr>
      </w:pPr>
      <w:r>
        <w:rPr>
          <w:rFonts w:hint="cs"/>
          <w:rtl/>
        </w:rPr>
        <w:t xml:space="preserve"> (ر)</w:t>
      </w:r>
    </w:p>
    <w:tbl>
      <w:tblPr>
        <w:bidiVisual/>
        <w:tblW w:w="0" w:type="auto"/>
        <w:tblLook w:val="01E0"/>
      </w:tblPr>
      <w:tblGrid>
        <w:gridCol w:w="4484"/>
        <w:gridCol w:w="3089"/>
      </w:tblGrid>
      <w:tr w:rsidR="00EE1A1A" w:rsidRPr="00736B6E" w:rsidTr="00BB3BDA">
        <w:tc>
          <w:tcPr>
            <w:tcW w:w="4594" w:type="dxa"/>
          </w:tcPr>
          <w:p w:rsidR="00EE1A1A" w:rsidRPr="00287609" w:rsidRDefault="00EE1A1A" w:rsidP="00BB3BDA">
            <w:pPr>
              <w:pStyle w:val="libNormal0"/>
              <w:rPr>
                <w:rtl/>
              </w:rPr>
            </w:pPr>
            <w:r>
              <w:rPr>
                <w:rFonts w:hint="cs"/>
                <w:rtl/>
              </w:rPr>
              <w:t>صفواً من الأقذاء والأكدار</w:t>
            </w:r>
          </w:p>
        </w:tc>
        <w:tc>
          <w:tcPr>
            <w:tcW w:w="3168" w:type="dxa"/>
          </w:tcPr>
          <w:p w:rsidR="00EE1A1A" w:rsidRPr="00736B6E" w:rsidRDefault="00EE1A1A" w:rsidP="00BB3BDA">
            <w:pPr>
              <w:rPr>
                <w:rtl/>
              </w:rPr>
            </w:pPr>
            <w:r>
              <w:rPr>
                <w:rFonts w:hint="cs"/>
                <w:rtl/>
              </w:rPr>
              <w:t>25</w:t>
            </w:r>
          </w:p>
        </w:tc>
      </w:tr>
    </w:tbl>
    <w:p w:rsidR="00EE1A1A" w:rsidRDefault="00EE1A1A" w:rsidP="006713DA">
      <w:pPr>
        <w:pStyle w:val="libCenterBold1"/>
        <w:rPr>
          <w:rtl/>
        </w:rPr>
      </w:pPr>
      <w:r>
        <w:rPr>
          <w:rFonts w:hint="cs"/>
          <w:rtl/>
        </w:rPr>
        <w:t xml:space="preserve"> (ع)</w:t>
      </w:r>
    </w:p>
    <w:tbl>
      <w:tblPr>
        <w:bidiVisual/>
        <w:tblW w:w="0" w:type="auto"/>
        <w:tblLook w:val="01E0"/>
      </w:tblPr>
      <w:tblGrid>
        <w:gridCol w:w="4483"/>
        <w:gridCol w:w="3090"/>
      </w:tblGrid>
      <w:tr w:rsidR="00EE1A1A" w:rsidRPr="00736B6E" w:rsidTr="00BB3BDA">
        <w:tc>
          <w:tcPr>
            <w:tcW w:w="4594" w:type="dxa"/>
          </w:tcPr>
          <w:p w:rsidR="00EE1A1A" w:rsidRPr="00287609" w:rsidRDefault="00EE1A1A" w:rsidP="00BB3BDA">
            <w:pPr>
              <w:pStyle w:val="libNormal0"/>
              <w:rPr>
                <w:rtl/>
              </w:rPr>
            </w:pPr>
            <w:r>
              <w:rPr>
                <w:rFonts w:hint="cs"/>
                <w:rtl/>
              </w:rPr>
              <w:t>وهل جزع مني ليجدي فأجزع</w:t>
            </w:r>
          </w:p>
        </w:tc>
        <w:tc>
          <w:tcPr>
            <w:tcW w:w="3168" w:type="dxa"/>
          </w:tcPr>
          <w:p w:rsidR="00EE1A1A" w:rsidRPr="00736B6E" w:rsidRDefault="00EE1A1A" w:rsidP="00BB3BDA">
            <w:pPr>
              <w:rPr>
                <w:rtl/>
              </w:rPr>
            </w:pPr>
            <w:r>
              <w:rPr>
                <w:rFonts w:hint="cs"/>
                <w:rtl/>
              </w:rPr>
              <w:t>77</w:t>
            </w:r>
          </w:p>
        </w:tc>
      </w:tr>
    </w:tbl>
    <w:p w:rsidR="00EE1A1A" w:rsidRDefault="00EE1A1A" w:rsidP="006713DA">
      <w:pPr>
        <w:pStyle w:val="libCenterBold1"/>
        <w:rPr>
          <w:rtl/>
        </w:rPr>
      </w:pPr>
      <w:r>
        <w:rPr>
          <w:rFonts w:hint="cs"/>
          <w:rtl/>
        </w:rPr>
        <w:t xml:space="preserve"> (ن)</w:t>
      </w:r>
    </w:p>
    <w:tbl>
      <w:tblPr>
        <w:bidiVisual/>
        <w:tblW w:w="0" w:type="auto"/>
        <w:tblLook w:val="01E0"/>
      </w:tblPr>
      <w:tblGrid>
        <w:gridCol w:w="4483"/>
        <w:gridCol w:w="3090"/>
      </w:tblGrid>
      <w:tr w:rsidR="00EE1A1A" w:rsidRPr="00736B6E" w:rsidTr="00BB3BDA">
        <w:tc>
          <w:tcPr>
            <w:tcW w:w="4594" w:type="dxa"/>
          </w:tcPr>
          <w:p w:rsidR="00EE1A1A" w:rsidRPr="00287609" w:rsidRDefault="00EE1A1A" w:rsidP="00BB3BDA">
            <w:pPr>
              <w:pStyle w:val="libNormal0"/>
              <w:rPr>
                <w:rtl/>
              </w:rPr>
            </w:pPr>
            <w:r>
              <w:rPr>
                <w:rFonts w:hint="cs"/>
                <w:rtl/>
              </w:rPr>
              <w:t>وبمسراك يا اُميم إلينا</w:t>
            </w:r>
          </w:p>
        </w:tc>
        <w:tc>
          <w:tcPr>
            <w:tcW w:w="3168" w:type="dxa"/>
          </w:tcPr>
          <w:p w:rsidR="00EE1A1A" w:rsidRPr="00736B6E" w:rsidRDefault="00EE1A1A" w:rsidP="00BB3BDA">
            <w:pPr>
              <w:rPr>
                <w:rtl/>
              </w:rPr>
            </w:pPr>
            <w:r>
              <w:rPr>
                <w:rFonts w:hint="cs"/>
                <w:rtl/>
              </w:rPr>
              <w:t>44</w:t>
            </w:r>
          </w:p>
        </w:tc>
      </w:tr>
    </w:tbl>
    <w:p w:rsidR="00EE1A1A" w:rsidRDefault="00EE1A1A" w:rsidP="006713DA">
      <w:pPr>
        <w:pStyle w:val="libCenterBold1"/>
        <w:rPr>
          <w:rtl/>
        </w:rPr>
      </w:pPr>
      <w:r>
        <w:rPr>
          <w:rFonts w:hint="cs"/>
          <w:rtl/>
        </w:rPr>
        <w:t xml:space="preserve"> (هـ)</w:t>
      </w:r>
    </w:p>
    <w:tbl>
      <w:tblPr>
        <w:bidiVisual/>
        <w:tblW w:w="0" w:type="auto"/>
        <w:tblLook w:val="01E0"/>
      </w:tblPr>
      <w:tblGrid>
        <w:gridCol w:w="4480"/>
        <w:gridCol w:w="3093"/>
      </w:tblGrid>
      <w:tr w:rsidR="00EE1A1A" w:rsidRPr="00736B6E" w:rsidTr="00BB3BDA">
        <w:tc>
          <w:tcPr>
            <w:tcW w:w="4594" w:type="dxa"/>
          </w:tcPr>
          <w:p w:rsidR="00EE1A1A" w:rsidRPr="00287609" w:rsidRDefault="00EE1A1A" w:rsidP="00BB3BDA">
            <w:pPr>
              <w:pStyle w:val="libNormal0"/>
              <w:rPr>
                <w:rtl/>
              </w:rPr>
            </w:pPr>
            <w:r>
              <w:rPr>
                <w:rFonts w:hint="cs"/>
                <w:rtl/>
              </w:rPr>
              <w:t>أبا الوليد فتى العشيره</w:t>
            </w:r>
          </w:p>
        </w:tc>
        <w:tc>
          <w:tcPr>
            <w:tcW w:w="3168" w:type="dxa"/>
          </w:tcPr>
          <w:p w:rsidR="00EE1A1A" w:rsidRPr="00736B6E" w:rsidRDefault="00EE1A1A" w:rsidP="00BB3BDA">
            <w:pPr>
              <w:rPr>
                <w:rtl/>
              </w:rPr>
            </w:pPr>
            <w:r>
              <w:rPr>
                <w:rFonts w:hint="cs"/>
                <w:rtl/>
              </w:rPr>
              <w:t>103</w:t>
            </w:r>
          </w:p>
        </w:tc>
      </w:tr>
    </w:tbl>
    <w:p w:rsidR="00EE1A1A" w:rsidRDefault="00EE1A1A" w:rsidP="006713DA">
      <w:pPr>
        <w:pStyle w:val="libCenterBold1"/>
        <w:rPr>
          <w:rtl/>
        </w:rPr>
      </w:pPr>
      <w:r>
        <w:rPr>
          <w:rFonts w:hint="cs"/>
          <w:rtl/>
        </w:rPr>
        <w:t xml:space="preserve"> (ي)</w:t>
      </w:r>
    </w:p>
    <w:tbl>
      <w:tblPr>
        <w:bidiVisual/>
        <w:tblW w:w="0" w:type="auto"/>
        <w:tblLook w:val="01E0"/>
      </w:tblPr>
      <w:tblGrid>
        <w:gridCol w:w="4479"/>
        <w:gridCol w:w="3094"/>
      </w:tblGrid>
      <w:tr w:rsidR="00EE1A1A" w:rsidRPr="00736B6E" w:rsidTr="00BB3BDA">
        <w:tc>
          <w:tcPr>
            <w:tcW w:w="4594" w:type="dxa"/>
          </w:tcPr>
          <w:p w:rsidR="00EE1A1A" w:rsidRPr="00287609" w:rsidRDefault="00EE1A1A" w:rsidP="00BB3BDA">
            <w:pPr>
              <w:pStyle w:val="libNormal0"/>
              <w:rPr>
                <w:rtl/>
              </w:rPr>
            </w:pPr>
            <w:r>
              <w:rPr>
                <w:rFonts w:hint="cs"/>
                <w:rtl/>
              </w:rPr>
              <w:t>أن لا يشمّ مدى الزمان غواليا</w:t>
            </w:r>
          </w:p>
        </w:tc>
        <w:tc>
          <w:tcPr>
            <w:tcW w:w="3168" w:type="dxa"/>
          </w:tcPr>
          <w:p w:rsidR="00EE1A1A" w:rsidRPr="00736B6E" w:rsidRDefault="00EE1A1A" w:rsidP="00BB3BDA">
            <w:pPr>
              <w:rPr>
                <w:rtl/>
              </w:rPr>
            </w:pPr>
            <w:r>
              <w:rPr>
                <w:rFonts w:hint="cs"/>
                <w:rtl/>
              </w:rPr>
              <w:t>103</w:t>
            </w:r>
          </w:p>
        </w:tc>
      </w:tr>
    </w:tbl>
    <w:p w:rsidR="00EE1A1A" w:rsidRDefault="00EE1A1A" w:rsidP="006713DA">
      <w:pPr>
        <w:pStyle w:val="libCenterBold1"/>
        <w:rPr>
          <w:rtl/>
        </w:rPr>
      </w:pPr>
      <w:r>
        <w:rPr>
          <w:rtl/>
        </w:rPr>
        <w:br w:type="page"/>
      </w:r>
      <w:r>
        <w:rPr>
          <w:rFonts w:hint="cs"/>
          <w:rtl/>
        </w:rPr>
        <w:lastRenderedPageBreak/>
        <w:t>11 ـ فهرس الحيوانات</w:t>
      </w:r>
    </w:p>
    <w:tbl>
      <w:tblPr>
        <w:bidiVisual/>
        <w:tblW w:w="0" w:type="auto"/>
        <w:tblLook w:val="01E0"/>
      </w:tblPr>
      <w:tblGrid>
        <w:gridCol w:w="4478"/>
        <w:gridCol w:w="3095"/>
      </w:tblGrid>
      <w:tr w:rsidR="00EE1A1A" w:rsidRPr="00736B6E" w:rsidTr="00BB3BDA">
        <w:tc>
          <w:tcPr>
            <w:tcW w:w="4594" w:type="dxa"/>
          </w:tcPr>
          <w:p w:rsidR="00EE1A1A" w:rsidRPr="006713DA" w:rsidRDefault="00EE1A1A" w:rsidP="006713DA">
            <w:pPr>
              <w:pStyle w:val="libBold2"/>
              <w:rPr>
                <w:rtl/>
              </w:rPr>
            </w:pPr>
            <w:r w:rsidRPr="006713DA">
              <w:rPr>
                <w:rFonts w:hint="cs"/>
                <w:rtl/>
              </w:rPr>
              <w:t>الحيوان</w:t>
            </w:r>
          </w:p>
        </w:tc>
        <w:tc>
          <w:tcPr>
            <w:tcW w:w="3168" w:type="dxa"/>
          </w:tcPr>
          <w:p w:rsidR="00EE1A1A" w:rsidRPr="006713DA" w:rsidRDefault="00EE1A1A" w:rsidP="006713DA">
            <w:pPr>
              <w:pStyle w:val="libBold2"/>
              <w:rPr>
                <w:rtl/>
              </w:rPr>
            </w:pPr>
            <w:r w:rsidRPr="006713DA">
              <w:rPr>
                <w:rFonts w:hint="cs"/>
                <w:rtl/>
              </w:rPr>
              <w:t>الصفحه</w:t>
            </w:r>
          </w:p>
        </w:tc>
      </w:tr>
      <w:tr w:rsidR="00EE1A1A" w:rsidRPr="00736B6E" w:rsidTr="00BB3BDA">
        <w:tc>
          <w:tcPr>
            <w:tcW w:w="4594" w:type="dxa"/>
          </w:tcPr>
          <w:p w:rsidR="00EE1A1A" w:rsidRPr="00287609" w:rsidRDefault="00EE1A1A" w:rsidP="00BB3BDA">
            <w:pPr>
              <w:pStyle w:val="libNormal0"/>
              <w:rPr>
                <w:rtl/>
              </w:rPr>
            </w:pPr>
            <w:r>
              <w:rPr>
                <w:rFonts w:hint="cs"/>
                <w:rtl/>
              </w:rPr>
              <w:t>الإبل</w:t>
            </w:r>
          </w:p>
        </w:tc>
        <w:tc>
          <w:tcPr>
            <w:tcW w:w="3168" w:type="dxa"/>
          </w:tcPr>
          <w:p w:rsidR="00EE1A1A" w:rsidRPr="00736B6E" w:rsidRDefault="00EE1A1A" w:rsidP="00BB3BDA">
            <w:pPr>
              <w:rPr>
                <w:rtl/>
              </w:rPr>
            </w:pPr>
            <w:r>
              <w:rPr>
                <w:rFonts w:hint="cs"/>
                <w:rtl/>
              </w:rPr>
              <w:t>76</w:t>
            </w:r>
          </w:p>
        </w:tc>
      </w:tr>
      <w:tr w:rsidR="00EE1A1A" w:rsidRPr="00736B6E" w:rsidTr="00BB3BDA">
        <w:tc>
          <w:tcPr>
            <w:tcW w:w="4594" w:type="dxa"/>
          </w:tcPr>
          <w:p w:rsidR="00EE1A1A" w:rsidRPr="00287609" w:rsidRDefault="00EE1A1A" w:rsidP="00BB3BDA">
            <w:pPr>
              <w:pStyle w:val="libNormal0"/>
              <w:rPr>
                <w:rtl/>
              </w:rPr>
            </w:pPr>
            <w:r>
              <w:rPr>
                <w:rFonts w:hint="cs"/>
                <w:rtl/>
              </w:rPr>
              <w:t>الأفاعي</w:t>
            </w:r>
          </w:p>
        </w:tc>
        <w:tc>
          <w:tcPr>
            <w:tcW w:w="3168" w:type="dxa"/>
          </w:tcPr>
          <w:p w:rsidR="00EE1A1A" w:rsidRPr="00736B6E" w:rsidRDefault="00EE1A1A" w:rsidP="00BB3BDA">
            <w:pPr>
              <w:rPr>
                <w:rtl/>
              </w:rPr>
            </w:pPr>
            <w:r>
              <w:rPr>
                <w:rFonts w:hint="cs"/>
                <w:rtl/>
              </w:rPr>
              <w:t>22 ، 25</w:t>
            </w:r>
          </w:p>
        </w:tc>
      </w:tr>
      <w:tr w:rsidR="00EE1A1A" w:rsidRPr="00736B6E" w:rsidTr="00BB3BDA">
        <w:tc>
          <w:tcPr>
            <w:tcW w:w="4594" w:type="dxa"/>
          </w:tcPr>
          <w:p w:rsidR="00EE1A1A" w:rsidRPr="00287609" w:rsidRDefault="00EE1A1A" w:rsidP="00BB3BDA">
            <w:pPr>
              <w:pStyle w:val="libNormal0"/>
              <w:rPr>
                <w:rtl/>
              </w:rPr>
            </w:pPr>
            <w:r>
              <w:rPr>
                <w:rFonts w:hint="cs"/>
                <w:rtl/>
              </w:rPr>
              <w:t>البعير</w:t>
            </w:r>
          </w:p>
        </w:tc>
        <w:tc>
          <w:tcPr>
            <w:tcW w:w="3168" w:type="dxa"/>
          </w:tcPr>
          <w:p w:rsidR="00EE1A1A" w:rsidRPr="00736B6E" w:rsidRDefault="00EE1A1A" w:rsidP="00BB3BDA">
            <w:pPr>
              <w:rPr>
                <w:rtl/>
              </w:rPr>
            </w:pPr>
            <w:r>
              <w:rPr>
                <w:rFonts w:hint="cs"/>
                <w:rtl/>
              </w:rPr>
              <w:t>40 ، 63 ، 76</w:t>
            </w:r>
          </w:p>
        </w:tc>
      </w:tr>
      <w:tr w:rsidR="00EE1A1A" w:rsidRPr="00736B6E" w:rsidTr="00BB3BDA">
        <w:tc>
          <w:tcPr>
            <w:tcW w:w="4594" w:type="dxa"/>
          </w:tcPr>
          <w:p w:rsidR="00EE1A1A" w:rsidRPr="00287609" w:rsidRDefault="00EE1A1A" w:rsidP="00BB3BDA">
            <w:pPr>
              <w:pStyle w:val="libNormal0"/>
              <w:rPr>
                <w:rtl/>
              </w:rPr>
            </w:pPr>
            <w:r>
              <w:rPr>
                <w:rFonts w:hint="cs"/>
                <w:rtl/>
              </w:rPr>
              <w:t>البقر</w:t>
            </w:r>
          </w:p>
        </w:tc>
        <w:tc>
          <w:tcPr>
            <w:tcW w:w="3168" w:type="dxa"/>
          </w:tcPr>
          <w:p w:rsidR="00EE1A1A" w:rsidRPr="00736B6E" w:rsidRDefault="00EE1A1A" w:rsidP="00BB3BDA">
            <w:pPr>
              <w:rPr>
                <w:rtl/>
              </w:rPr>
            </w:pPr>
            <w:r>
              <w:rPr>
                <w:rFonts w:hint="cs"/>
                <w:rtl/>
              </w:rPr>
              <w:t>40</w:t>
            </w:r>
          </w:p>
        </w:tc>
      </w:tr>
      <w:tr w:rsidR="00EE1A1A" w:rsidRPr="00736B6E" w:rsidTr="00BB3BDA">
        <w:tc>
          <w:tcPr>
            <w:tcW w:w="4594" w:type="dxa"/>
          </w:tcPr>
          <w:p w:rsidR="00EE1A1A" w:rsidRPr="00287609" w:rsidRDefault="00EE1A1A" w:rsidP="00BB3BDA">
            <w:pPr>
              <w:pStyle w:val="libNormal0"/>
              <w:rPr>
                <w:rtl/>
              </w:rPr>
            </w:pPr>
            <w:r>
              <w:rPr>
                <w:rFonts w:hint="cs"/>
                <w:rtl/>
              </w:rPr>
              <w:t>الثور</w:t>
            </w:r>
          </w:p>
        </w:tc>
        <w:tc>
          <w:tcPr>
            <w:tcW w:w="3168" w:type="dxa"/>
          </w:tcPr>
          <w:p w:rsidR="00EE1A1A" w:rsidRPr="00736B6E" w:rsidRDefault="00EE1A1A" w:rsidP="00BB3BDA">
            <w:pPr>
              <w:rPr>
                <w:rtl/>
              </w:rPr>
            </w:pPr>
            <w:r>
              <w:rPr>
                <w:rFonts w:hint="cs"/>
                <w:rtl/>
              </w:rPr>
              <w:t>82</w:t>
            </w:r>
          </w:p>
        </w:tc>
      </w:tr>
      <w:tr w:rsidR="00EE1A1A" w:rsidRPr="00736B6E" w:rsidTr="00BB3BDA">
        <w:tc>
          <w:tcPr>
            <w:tcW w:w="4594" w:type="dxa"/>
          </w:tcPr>
          <w:p w:rsidR="00EE1A1A" w:rsidRDefault="00EE1A1A" w:rsidP="00BB3BDA">
            <w:pPr>
              <w:pStyle w:val="libNormal0"/>
              <w:rPr>
                <w:rtl/>
              </w:rPr>
            </w:pPr>
            <w:r>
              <w:rPr>
                <w:rFonts w:hint="cs"/>
                <w:rtl/>
              </w:rPr>
              <w:t>حيات</w:t>
            </w:r>
          </w:p>
        </w:tc>
        <w:tc>
          <w:tcPr>
            <w:tcW w:w="3168" w:type="dxa"/>
          </w:tcPr>
          <w:p w:rsidR="00EE1A1A" w:rsidRDefault="00EE1A1A" w:rsidP="00BB3BDA">
            <w:pPr>
              <w:rPr>
                <w:rtl/>
              </w:rPr>
            </w:pPr>
            <w:r>
              <w:rPr>
                <w:rFonts w:hint="cs"/>
                <w:rtl/>
              </w:rPr>
              <w:t>20 ، 22</w:t>
            </w:r>
          </w:p>
        </w:tc>
      </w:tr>
      <w:tr w:rsidR="00EE1A1A" w:rsidRPr="00736B6E" w:rsidTr="00BB3BDA">
        <w:tc>
          <w:tcPr>
            <w:tcW w:w="4594" w:type="dxa"/>
          </w:tcPr>
          <w:p w:rsidR="00EE1A1A" w:rsidRDefault="00EE1A1A" w:rsidP="00BB3BDA">
            <w:pPr>
              <w:pStyle w:val="libNormal0"/>
              <w:rPr>
                <w:rtl/>
              </w:rPr>
            </w:pPr>
            <w:r>
              <w:rPr>
                <w:rFonts w:hint="cs"/>
                <w:rtl/>
              </w:rPr>
              <w:t>الخطاف</w:t>
            </w:r>
          </w:p>
        </w:tc>
        <w:tc>
          <w:tcPr>
            <w:tcW w:w="3168" w:type="dxa"/>
          </w:tcPr>
          <w:p w:rsidR="00EE1A1A" w:rsidRDefault="00EE1A1A" w:rsidP="00BB3BDA">
            <w:pPr>
              <w:rPr>
                <w:rtl/>
              </w:rPr>
            </w:pPr>
            <w:r>
              <w:rPr>
                <w:rFonts w:hint="cs"/>
                <w:rtl/>
              </w:rPr>
              <w:t>60</w:t>
            </w:r>
          </w:p>
        </w:tc>
      </w:tr>
      <w:tr w:rsidR="00EE1A1A" w:rsidRPr="00736B6E" w:rsidTr="00BB3BDA">
        <w:tc>
          <w:tcPr>
            <w:tcW w:w="4594" w:type="dxa"/>
          </w:tcPr>
          <w:p w:rsidR="00EE1A1A" w:rsidRDefault="00EE1A1A" w:rsidP="00BB3BDA">
            <w:pPr>
              <w:pStyle w:val="libNormal0"/>
              <w:rPr>
                <w:rtl/>
              </w:rPr>
            </w:pPr>
            <w:r>
              <w:rPr>
                <w:rFonts w:hint="cs"/>
                <w:rtl/>
              </w:rPr>
              <w:t>دابة</w:t>
            </w:r>
          </w:p>
        </w:tc>
        <w:tc>
          <w:tcPr>
            <w:tcW w:w="3168" w:type="dxa"/>
          </w:tcPr>
          <w:p w:rsidR="00EE1A1A" w:rsidRDefault="00EE1A1A" w:rsidP="00BB3BDA">
            <w:pPr>
              <w:rPr>
                <w:rtl/>
              </w:rPr>
            </w:pPr>
            <w:r>
              <w:rPr>
                <w:rFonts w:hint="cs"/>
                <w:rtl/>
              </w:rPr>
              <w:t>64</w:t>
            </w:r>
          </w:p>
        </w:tc>
      </w:tr>
      <w:tr w:rsidR="00EE1A1A" w:rsidRPr="00736B6E" w:rsidTr="00BB3BDA">
        <w:tc>
          <w:tcPr>
            <w:tcW w:w="4594" w:type="dxa"/>
          </w:tcPr>
          <w:p w:rsidR="00EE1A1A" w:rsidRDefault="00EE1A1A" w:rsidP="00BB3BDA">
            <w:pPr>
              <w:pStyle w:val="libNormal0"/>
              <w:rPr>
                <w:rtl/>
              </w:rPr>
            </w:pPr>
            <w:r>
              <w:rPr>
                <w:rFonts w:hint="cs"/>
                <w:rtl/>
              </w:rPr>
              <w:t>دجاجة</w:t>
            </w:r>
          </w:p>
        </w:tc>
        <w:tc>
          <w:tcPr>
            <w:tcW w:w="3168" w:type="dxa"/>
          </w:tcPr>
          <w:p w:rsidR="00EE1A1A" w:rsidRDefault="00EE1A1A" w:rsidP="00BB3BDA">
            <w:pPr>
              <w:rPr>
                <w:rtl/>
              </w:rPr>
            </w:pPr>
            <w:r>
              <w:rPr>
                <w:rFonts w:hint="cs"/>
                <w:rtl/>
              </w:rPr>
              <w:t>115</w:t>
            </w:r>
          </w:p>
        </w:tc>
      </w:tr>
      <w:tr w:rsidR="00EE1A1A" w:rsidRPr="00736B6E" w:rsidTr="00BB3BDA">
        <w:tc>
          <w:tcPr>
            <w:tcW w:w="4594" w:type="dxa"/>
          </w:tcPr>
          <w:p w:rsidR="00EE1A1A" w:rsidRDefault="00EE1A1A" w:rsidP="00BB3BDA">
            <w:pPr>
              <w:pStyle w:val="libNormal0"/>
              <w:rPr>
                <w:rtl/>
              </w:rPr>
            </w:pPr>
            <w:r>
              <w:rPr>
                <w:rFonts w:hint="cs"/>
                <w:rtl/>
              </w:rPr>
              <w:t>الذئب</w:t>
            </w:r>
          </w:p>
        </w:tc>
        <w:tc>
          <w:tcPr>
            <w:tcW w:w="3168" w:type="dxa"/>
          </w:tcPr>
          <w:p w:rsidR="00EE1A1A" w:rsidRDefault="00EE1A1A" w:rsidP="00BB3BDA">
            <w:pPr>
              <w:rPr>
                <w:rtl/>
              </w:rPr>
            </w:pPr>
            <w:r>
              <w:rPr>
                <w:rFonts w:hint="cs"/>
                <w:rtl/>
              </w:rPr>
              <w:t>63</w:t>
            </w:r>
          </w:p>
        </w:tc>
      </w:tr>
      <w:tr w:rsidR="00EE1A1A" w:rsidRPr="00736B6E" w:rsidTr="00BB3BDA">
        <w:tc>
          <w:tcPr>
            <w:tcW w:w="4594" w:type="dxa"/>
          </w:tcPr>
          <w:p w:rsidR="00EE1A1A" w:rsidRDefault="00EE1A1A" w:rsidP="00BB3BDA">
            <w:pPr>
              <w:pStyle w:val="libNormal0"/>
              <w:rPr>
                <w:rtl/>
              </w:rPr>
            </w:pPr>
            <w:r>
              <w:rPr>
                <w:rFonts w:hint="cs"/>
                <w:rtl/>
              </w:rPr>
              <w:t>الذباب</w:t>
            </w:r>
          </w:p>
        </w:tc>
        <w:tc>
          <w:tcPr>
            <w:tcW w:w="3168" w:type="dxa"/>
          </w:tcPr>
          <w:p w:rsidR="00EE1A1A" w:rsidRDefault="00EE1A1A" w:rsidP="00BB3BDA">
            <w:pPr>
              <w:rPr>
                <w:rtl/>
              </w:rPr>
            </w:pPr>
            <w:r>
              <w:rPr>
                <w:rFonts w:hint="cs"/>
                <w:rtl/>
              </w:rPr>
              <w:t>60</w:t>
            </w:r>
          </w:p>
        </w:tc>
      </w:tr>
      <w:tr w:rsidR="00EE1A1A" w:rsidRPr="00736B6E" w:rsidTr="00BB3BDA">
        <w:tc>
          <w:tcPr>
            <w:tcW w:w="4594" w:type="dxa"/>
          </w:tcPr>
          <w:p w:rsidR="00EE1A1A" w:rsidRDefault="00EE1A1A" w:rsidP="00BB3BDA">
            <w:pPr>
              <w:pStyle w:val="libNormal0"/>
              <w:rPr>
                <w:rtl/>
              </w:rPr>
            </w:pPr>
            <w:r>
              <w:rPr>
                <w:rFonts w:hint="cs"/>
                <w:rtl/>
              </w:rPr>
              <w:t>السباع</w:t>
            </w:r>
          </w:p>
        </w:tc>
        <w:tc>
          <w:tcPr>
            <w:tcW w:w="3168" w:type="dxa"/>
          </w:tcPr>
          <w:p w:rsidR="00EE1A1A" w:rsidRDefault="00EE1A1A" w:rsidP="00BB3BDA">
            <w:pPr>
              <w:rPr>
                <w:rtl/>
              </w:rPr>
            </w:pPr>
            <w:r>
              <w:rPr>
                <w:rFonts w:hint="cs"/>
                <w:rtl/>
              </w:rPr>
              <w:t>20 ، 22 ، 65 ، 72 ، 78</w:t>
            </w:r>
          </w:p>
        </w:tc>
      </w:tr>
      <w:tr w:rsidR="00EE1A1A" w:rsidRPr="00736B6E" w:rsidTr="00BB3BDA">
        <w:tc>
          <w:tcPr>
            <w:tcW w:w="4594" w:type="dxa"/>
          </w:tcPr>
          <w:p w:rsidR="00EE1A1A" w:rsidRDefault="00EE1A1A" w:rsidP="00BB3BDA">
            <w:pPr>
              <w:pStyle w:val="libNormal0"/>
              <w:rPr>
                <w:rtl/>
              </w:rPr>
            </w:pPr>
            <w:r>
              <w:rPr>
                <w:rFonts w:hint="cs"/>
                <w:rtl/>
              </w:rPr>
              <w:t>الطيور</w:t>
            </w:r>
          </w:p>
        </w:tc>
        <w:tc>
          <w:tcPr>
            <w:tcW w:w="3168" w:type="dxa"/>
          </w:tcPr>
          <w:p w:rsidR="00EE1A1A" w:rsidRDefault="00EE1A1A" w:rsidP="00BB3BDA">
            <w:pPr>
              <w:rPr>
                <w:rtl/>
              </w:rPr>
            </w:pPr>
            <w:r>
              <w:rPr>
                <w:rFonts w:hint="cs"/>
                <w:rtl/>
              </w:rPr>
              <w:t>28 ، 72 ، 75</w:t>
            </w:r>
          </w:p>
        </w:tc>
      </w:tr>
      <w:tr w:rsidR="00EE1A1A" w:rsidRPr="00736B6E" w:rsidTr="00BB3BDA">
        <w:tc>
          <w:tcPr>
            <w:tcW w:w="4594" w:type="dxa"/>
          </w:tcPr>
          <w:p w:rsidR="00EE1A1A" w:rsidRDefault="00EE1A1A" w:rsidP="00BB3BDA">
            <w:pPr>
              <w:pStyle w:val="libNormal0"/>
              <w:rPr>
                <w:rtl/>
              </w:rPr>
            </w:pPr>
            <w:r>
              <w:rPr>
                <w:rFonts w:hint="cs"/>
                <w:rtl/>
              </w:rPr>
              <w:t>عقارب</w:t>
            </w:r>
          </w:p>
        </w:tc>
        <w:tc>
          <w:tcPr>
            <w:tcW w:w="3168" w:type="dxa"/>
          </w:tcPr>
          <w:p w:rsidR="00EE1A1A" w:rsidRDefault="00EE1A1A" w:rsidP="00BB3BDA">
            <w:pPr>
              <w:rPr>
                <w:rtl/>
              </w:rPr>
            </w:pPr>
            <w:r>
              <w:rPr>
                <w:rFonts w:hint="cs"/>
                <w:rtl/>
              </w:rPr>
              <w:t>22</w:t>
            </w:r>
          </w:p>
        </w:tc>
      </w:tr>
      <w:tr w:rsidR="00EE1A1A" w:rsidRPr="00736B6E" w:rsidTr="00BB3BDA">
        <w:tc>
          <w:tcPr>
            <w:tcW w:w="4594" w:type="dxa"/>
          </w:tcPr>
          <w:p w:rsidR="00EE1A1A" w:rsidRDefault="00EE1A1A" w:rsidP="00BB3BDA">
            <w:pPr>
              <w:pStyle w:val="libNormal0"/>
              <w:rPr>
                <w:rtl/>
              </w:rPr>
            </w:pPr>
            <w:r>
              <w:rPr>
                <w:rFonts w:hint="cs"/>
                <w:rtl/>
              </w:rPr>
              <w:t>الغنم</w:t>
            </w:r>
          </w:p>
        </w:tc>
        <w:tc>
          <w:tcPr>
            <w:tcW w:w="3168" w:type="dxa"/>
          </w:tcPr>
          <w:p w:rsidR="00EE1A1A" w:rsidRDefault="00EE1A1A" w:rsidP="00BB3BDA">
            <w:pPr>
              <w:rPr>
                <w:rtl/>
              </w:rPr>
            </w:pPr>
            <w:r>
              <w:rPr>
                <w:rFonts w:hint="cs"/>
                <w:rtl/>
              </w:rPr>
              <w:t>28</w:t>
            </w:r>
          </w:p>
        </w:tc>
      </w:tr>
      <w:tr w:rsidR="00EE1A1A" w:rsidRPr="00736B6E" w:rsidTr="00BB3BDA">
        <w:tc>
          <w:tcPr>
            <w:tcW w:w="4594" w:type="dxa"/>
          </w:tcPr>
          <w:p w:rsidR="00EE1A1A" w:rsidRDefault="00EE1A1A" w:rsidP="00BB3BDA">
            <w:pPr>
              <w:pStyle w:val="libNormal0"/>
              <w:rPr>
                <w:rtl/>
              </w:rPr>
            </w:pPr>
            <w:r>
              <w:rPr>
                <w:rFonts w:hint="cs"/>
                <w:rtl/>
              </w:rPr>
              <w:t>فرس</w:t>
            </w:r>
          </w:p>
        </w:tc>
        <w:tc>
          <w:tcPr>
            <w:tcW w:w="3168" w:type="dxa"/>
          </w:tcPr>
          <w:p w:rsidR="00EE1A1A" w:rsidRDefault="00EE1A1A" w:rsidP="00BB3BDA">
            <w:pPr>
              <w:rPr>
                <w:rtl/>
              </w:rPr>
            </w:pPr>
            <w:r>
              <w:rPr>
                <w:rFonts w:hint="cs"/>
                <w:rtl/>
              </w:rPr>
              <w:t>74</w:t>
            </w:r>
          </w:p>
        </w:tc>
      </w:tr>
      <w:tr w:rsidR="00EE1A1A" w:rsidRPr="00736B6E" w:rsidTr="00BB3BDA">
        <w:tc>
          <w:tcPr>
            <w:tcW w:w="4594" w:type="dxa"/>
          </w:tcPr>
          <w:p w:rsidR="00EE1A1A" w:rsidRDefault="00EE1A1A" w:rsidP="00BB3BDA">
            <w:pPr>
              <w:pStyle w:val="libNormal0"/>
              <w:rPr>
                <w:rtl/>
              </w:rPr>
            </w:pPr>
            <w:r>
              <w:rPr>
                <w:rFonts w:hint="cs"/>
                <w:rtl/>
              </w:rPr>
              <w:t>الكبش</w:t>
            </w:r>
          </w:p>
        </w:tc>
        <w:tc>
          <w:tcPr>
            <w:tcW w:w="3168" w:type="dxa"/>
          </w:tcPr>
          <w:p w:rsidR="00EE1A1A" w:rsidRDefault="00EE1A1A" w:rsidP="00BB3BDA">
            <w:pPr>
              <w:rPr>
                <w:rtl/>
              </w:rPr>
            </w:pPr>
            <w:r>
              <w:rPr>
                <w:rFonts w:hint="cs"/>
                <w:rtl/>
              </w:rPr>
              <w:t>76 ، 78</w:t>
            </w:r>
          </w:p>
        </w:tc>
      </w:tr>
      <w:tr w:rsidR="00EE1A1A" w:rsidRPr="00736B6E" w:rsidTr="00BB3BDA">
        <w:tc>
          <w:tcPr>
            <w:tcW w:w="4594" w:type="dxa"/>
          </w:tcPr>
          <w:p w:rsidR="00EE1A1A" w:rsidRDefault="00EE1A1A" w:rsidP="00BB3BDA">
            <w:pPr>
              <w:pStyle w:val="libNormal0"/>
              <w:rPr>
                <w:rtl/>
              </w:rPr>
            </w:pPr>
            <w:r>
              <w:rPr>
                <w:rFonts w:hint="cs"/>
                <w:rtl/>
              </w:rPr>
              <w:t>النمل</w:t>
            </w:r>
          </w:p>
        </w:tc>
        <w:tc>
          <w:tcPr>
            <w:tcW w:w="3168" w:type="dxa"/>
          </w:tcPr>
          <w:p w:rsidR="00EE1A1A" w:rsidRDefault="00EE1A1A" w:rsidP="00BB3BDA">
            <w:pPr>
              <w:rPr>
                <w:rtl/>
              </w:rPr>
            </w:pPr>
            <w:r>
              <w:rPr>
                <w:rFonts w:hint="cs"/>
                <w:rtl/>
              </w:rPr>
              <w:t>88</w:t>
            </w:r>
          </w:p>
        </w:tc>
      </w:tr>
      <w:tr w:rsidR="00EE1A1A" w:rsidRPr="00736B6E" w:rsidTr="00BB3BDA">
        <w:tc>
          <w:tcPr>
            <w:tcW w:w="4594" w:type="dxa"/>
          </w:tcPr>
          <w:p w:rsidR="00EE1A1A" w:rsidRDefault="00EE1A1A" w:rsidP="00BB3BDA">
            <w:pPr>
              <w:pStyle w:val="libNormal0"/>
              <w:rPr>
                <w:rtl/>
              </w:rPr>
            </w:pPr>
            <w:r>
              <w:rPr>
                <w:rFonts w:hint="cs"/>
                <w:rtl/>
              </w:rPr>
              <w:t>هجين</w:t>
            </w:r>
          </w:p>
        </w:tc>
        <w:tc>
          <w:tcPr>
            <w:tcW w:w="3168" w:type="dxa"/>
          </w:tcPr>
          <w:p w:rsidR="00EE1A1A" w:rsidRDefault="00EE1A1A" w:rsidP="00BB3BDA">
            <w:pPr>
              <w:rPr>
                <w:rtl/>
              </w:rPr>
            </w:pPr>
            <w:r>
              <w:rPr>
                <w:rFonts w:hint="cs"/>
                <w:rtl/>
              </w:rPr>
              <w:t>74</w:t>
            </w:r>
          </w:p>
        </w:tc>
      </w:tr>
    </w:tbl>
    <w:p w:rsidR="00EE1A1A" w:rsidRDefault="00EE1A1A" w:rsidP="006713DA">
      <w:pPr>
        <w:pStyle w:val="libCenterBold1"/>
        <w:rPr>
          <w:rtl/>
        </w:rPr>
      </w:pPr>
      <w:r>
        <w:rPr>
          <w:rtl/>
        </w:rPr>
        <w:br w:type="page"/>
      </w:r>
      <w:r>
        <w:rPr>
          <w:rFonts w:hint="cs"/>
          <w:rtl/>
        </w:rPr>
        <w:lastRenderedPageBreak/>
        <w:t>12 ـ مصادر التحقيق</w:t>
      </w:r>
    </w:p>
    <w:p w:rsidR="00EE1A1A" w:rsidRDefault="00EE1A1A" w:rsidP="006713DA">
      <w:pPr>
        <w:pStyle w:val="libVar"/>
        <w:rPr>
          <w:rtl/>
        </w:rPr>
      </w:pPr>
      <w:r>
        <w:rPr>
          <w:rFonts w:hint="cs"/>
          <w:rtl/>
        </w:rPr>
        <w:t>1 ـ إحياء علوم الدين : لأبي حامد محمد بن محمد الغزالي (505) هـ ، دارالندوة الجديدة ، بيروت ، لبنان.</w:t>
      </w:r>
    </w:p>
    <w:p w:rsidR="00EE1A1A" w:rsidRDefault="00EE1A1A" w:rsidP="006713DA">
      <w:pPr>
        <w:pStyle w:val="libVar"/>
        <w:rPr>
          <w:rtl/>
        </w:rPr>
      </w:pPr>
      <w:r>
        <w:rPr>
          <w:rFonts w:hint="cs"/>
          <w:rtl/>
        </w:rPr>
        <w:t>2 ـ إرشاد القلوب : لأبي محمد الحسن بن محمد الديلمي ، منشورات الرضي ، قم ، ايران.</w:t>
      </w:r>
    </w:p>
    <w:p w:rsidR="00EE1A1A" w:rsidRDefault="00EE1A1A" w:rsidP="006713DA">
      <w:pPr>
        <w:pStyle w:val="libVar"/>
        <w:rPr>
          <w:rtl/>
        </w:rPr>
      </w:pPr>
      <w:r>
        <w:rPr>
          <w:rFonts w:hint="cs"/>
          <w:rtl/>
        </w:rPr>
        <w:t>3 ـ اُسد الغابة في معرفة الصحابة : لعز الدين أبي الحسن علي بن محمد بن عبد الكريم الجزري المعروف بابن الاثير (630 هـ) اُفسيت المطبعة الإسلامية ، طهران.</w:t>
      </w:r>
    </w:p>
    <w:p w:rsidR="00EE1A1A" w:rsidRDefault="00EE1A1A" w:rsidP="006713DA">
      <w:pPr>
        <w:pStyle w:val="libVar"/>
        <w:rPr>
          <w:rtl/>
        </w:rPr>
      </w:pPr>
      <w:r>
        <w:rPr>
          <w:rFonts w:hint="cs"/>
          <w:rtl/>
        </w:rPr>
        <w:t>4 ـ الإصابة في تمييز الصحابة : لشهاب الدين أبي الفضل أحمد بن علي بن حجر العسقلاني (852 هـ) ـ الطبعة الاُولى ـ سنة 1328هـ ، مطبعة السعادة.</w:t>
      </w:r>
    </w:p>
    <w:p w:rsidR="00EE1A1A" w:rsidRDefault="00EE1A1A" w:rsidP="006713DA">
      <w:pPr>
        <w:pStyle w:val="libVar"/>
        <w:rPr>
          <w:rtl/>
        </w:rPr>
      </w:pPr>
      <w:r>
        <w:rPr>
          <w:rFonts w:hint="cs"/>
          <w:rtl/>
        </w:rPr>
        <w:t>5 ـ الأعلام : لخير الدين الزركلي (1396 هـ) ، الطبعة السادسة 1984 ، دارالعلم للملايين ، بيروت.</w:t>
      </w:r>
    </w:p>
    <w:p w:rsidR="00EE1A1A" w:rsidRDefault="00EE1A1A" w:rsidP="006713DA">
      <w:pPr>
        <w:pStyle w:val="libVar"/>
        <w:rPr>
          <w:rtl/>
        </w:rPr>
      </w:pPr>
      <w:r>
        <w:rPr>
          <w:rFonts w:hint="cs"/>
          <w:rtl/>
        </w:rPr>
        <w:t>6 ـ إعلام الورى بأعلام الهدى : لأمين الإسلام أبي علي الفضل بن الحسن الطبرسي ، تقدي السيد محمدمهدي الخرسان ، الطبعة الثالثة ، منشورات دارالكتب الإسلامية.</w:t>
      </w:r>
    </w:p>
    <w:p w:rsidR="00EE1A1A" w:rsidRDefault="00EE1A1A" w:rsidP="006713DA">
      <w:pPr>
        <w:pStyle w:val="libVar"/>
        <w:rPr>
          <w:rtl/>
        </w:rPr>
      </w:pPr>
      <w:r>
        <w:rPr>
          <w:rFonts w:hint="cs"/>
          <w:rtl/>
        </w:rPr>
        <w:t>7 ـ أعيان الشيعة : للسيد محسن الأمين ، تحقيق وإخراج حسن الأمين ، دارالمعارف ، بيروت 1403 هـ بمطابع دارالجواد.</w:t>
      </w:r>
    </w:p>
    <w:p w:rsidR="00EE1A1A" w:rsidRDefault="00EE1A1A" w:rsidP="006713DA">
      <w:pPr>
        <w:pStyle w:val="libVar"/>
        <w:rPr>
          <w:rtl/>
        </w:rPr>
      </w:pPr>
      <w:r>
        <w:rPr>
          <w:rFonts w:hint="cs"/>
          <w:rtl/>
        </w:rPr>
        <w:t>8 ـ الأمالي : لأبي جعفر محمد بن الحسن الطوسي (460 هـ) قدم له السيد محمد صادق بحرالعلوم ، المكتبة الأهلية بغداد ، افست مكتبة الداوري ، قم.</w:t>
      </w:r>
    </w:p>
    <w:p w:rsidR="00EE1A1A" w:rsidRDefault="00EE1A1A" w:rsidP="006713DA">
      <w:pPr>
        <w:pStyle w:val="libVar"/>
        <w:rPr>
          <w:rtl/>
        </w:rPr>
      </w:pPr>
      <w:r>
        <w:rPr>
          <w:rFonts w:hint="cs"/>
          <w:rtl/>
        </w:rPr>
        <w:t>9 ـ الأمالي : لأبي جعفر محمد بن علي بن الحسين بن بابويه القمي الصدوق (381 هـ) ، تقديم حسين الاعلمي ، منشورات مؤسسة الأعلمي ، بيروت لبنان (1400هـ).</w:t>
      </w:r>
    </w:p>
    <w:p w:rsidR="00EE1A1A" w:rsidRDefault="00EE1A1A" w:rsidP="006713DA">
      <w:pPr>
        <w:pStyle w:val="libVar"/>
        <w:rPr>
          <w:rtl/>
        </w:rPr>
      </w:pPr>
      <w:r>
        <w:rPr>
          <w:rFonts w:hint="cs"/>
          <w:rtl/>
        </w:rPr>
        <w:t>10 ـ الأمالي : للشيخ المفيد محمد بن محمد بن النعمان (413 هـ) ، تحقيق الحسين استاد ولي وعلي أكبر غفاري ، نشر جماعة المدرسين في الحوزة العلمية ، قم ، المطبعة الاسلامية 1403 هـ.</w:t>
      </w:r>
    </w:p>
    <w:p w:rsidR="00EE1A1A" w:rsidRDefault="00EE1A1A" w:rsidP="006713DA">
      <w:pPr>
        <w:pStyle w:val="libVar"/>
        <w:rPr>
          <w:rtl/>
        </w:rPr>
      </w:pPr>
      <w:r>
        <w:rPr>
          <w:rFonts w:hint="cs"/>
          <w:rtl/>
        </w:rPr>
        <w:t>11 ـ أمل الآمل : للشيخ محمد بن الحسن الحر العاملي 1104 هـ ، تحقيق السيد أحمد الحسيني ، مطبعة الآداب ، النجف الأشرف.</w:t>
      </w:r>
    </w:p>
    <w:p w:rsidR="00EE1A1A" w:rsidRDefault="00EE1A1A" w:rsidP="006713DA">
      <w:pPr>
        <w:pStyle w:val="libVar"/>
        <w:rPr>
          <w:rtl/>
        </w:rPr>
      </w:pPr>
      <w:r>
        <w:rPr>
          <w:rtl/>
        </w:rPr>
        <w:br w:type="page"/>
      </w:r>
      <w:r>
        <w:rPr>
          <w:rFonts w:hint="cs"/>
          <w:rtl/>
        </w:rPr>
        <w:lastRenderedPageBreak/>
        <w:t>12 ـ ايضاح المكنون : لاسماعيل باشا بن محمد أمين بن ميرسليم البابائي البغدادي ، اُفست دارالفكر ، 1402 هـ ، بيروت.</w:t>
      </w:r>
    </w:p>
    <w:p w:rsidR="00EE1A1A" w:rsidRDefault="00EE1A1A" w:rsidP="006713DA">
      <w:pPr>
        <w:pStyle w:val="libVar"/>
        <w:rPr>
          <w:rtl/>
        </w:rPr>
      </w:pPr>
      <w:r>
        <w:rPr>
          <w:rFonts w:hint="cs"/>
          <w:rtl/>
        </w:rPr>
        <w:t>13 ـ بحارالأنوار : لشيخ الإسلام محمدباقر المجلسي ، افست دار إحياء التراث العريى ، بيروت لبنان ، الطبعة الثالثة ، 1403 هـ.</w:t>
      </w:r>
    </w:p>
    <w:p w:rsidR="00EE1A1A" w:rsidRDefault="00EE1A1A" w:rsidP="006713DA">
      <w:pPr>
        <w:pStyle w:val="libVar"/>
        <w:rPr>
          <w:rtl/>
        </w:rPr>
      </w:pPr>
      <w:r>
        <w:rPr>
          <w:rFonts w:hint="cs"/>
          <w:rtl/>
        </w:rPr>
        <w:t>14 ـ الترغيب والترهيب : لعبد العظيم بن عبدالقوي المنذري (656 هـ) ، ضبط أحاديثه وعلق عليه مصطفى محمد عمارة ، الطبعة الثانية 1373 هـ مصر ، اُفست دار إحياء التراث العريى ، لبنان بيروت.</w:t>
      </w:r>
    </w:p>
    <w:p w:rsidR="00EE1A1A" w:rsidRDefault="00EE1A1A" w:rsidP="006713DA">
      <w:pPr>
        <w:pStyle w:val="libVar"/>
        <w:rPr>
          <w:rtl/>
        </w:rPr>
      </w:pPr>
      <w:r>
        <w:rPr>
          <w:rFonts w:hint="cs"/>
          <w:rtl/>
        </w:rPr>
        <w:t>15 ـ التعازي : للشريف الزاهد محمد بن علي بن الحسن بن عبدالرحمن العلوي الحسيني ـ مخطوط ـ.</w:t>
      </w:r>
    </w:p>
    <w:p w:rsidR="00EE1A1A" w:rsidRDefault="00EE1A1A" w:rsidP="006713DA">
      <w:pPr>
        <w:pStyle w:val="libVar"/>
        <w:rPr>
          <w:rtl/>
        </w:rPr>
      </w:pPr>
      <w:r>
        <w:rPr>
          <w:rFonts w:hint="cs"/>
          <w:rtl/>
        </w:rPr>
        <w:t>16 ـ تقريب التهذيب : لأحمد بن علي بن حجر العسقلاني (852 هـ) حققه وعلّق عليه عبدالوهاب عبداللطيف ، الطبعة الثانية (1395هـ) اُفست دارالمعرفة ، بيروت لبنان.</w:t>
      </w:r>
    </w:p>
    <w:p w:rsidR="00EE1A1A" w:rsidRDefault="00EE1A1A" w:rsidP="006713DA">
      <w:pPr>
        <w:pStyle w:val="libVar"/>
        <w:rPr>
          <w:rtl/>
        </w:rPr>
      </w:pPr>
      <w:r>
        <w:rPr>
          <w:rFonts w:hint="cs"/>
          <w:rtl/>
        </w:rPr>
        <w:t>17 ـ التمحيص : لأبي علي محمد بن همام الاسكافي (336 هـ) تحقيق ونشر مدرسة الإمام المهدي (عج) بقم ، الطبعة الاولى (1404)</w:t>
      </w:r>
    </w:p>
    <w:p w:rsidR="00EE1A1A" w:rsidRDefault="00EE1A1A" w:rsidP="006713DA">
      <w:pPr>
        <w:pStyle w:val="libVar"/>
        <w:rPr>
          <w:rtl/>
        </w:rPr>
      </w:pPr>
      <w:r>
        <w:rPr>
          <w:rFonts w:hint="cs"/>
          <w:rtl/>
        </w:rPr>
        <w:t>18 ـ تنبيه الخواطر : لأبي الحسين ورام بن أبي فراس المالكي الأشتري (605 هـ) دارصعب ، دارالتعارف ، بيروت لبنان.</w:t>
      </w:r>
    </w:p>
    <w:p w:rsidR="00EE1A1A" w:rsidRDefault="00EE1A1A" w:rsidP="006713DA">
      <w:pPr>
        <w:pStyle w:val="libVar"/>
        <w:rPr>
          <w:rtl/>
        </w:rPr>
      </w:pPr>
      <w:r>
        <w:rPr>
          <w:rFonts w:hint="cs"/>
          <w:rtl/>
        </w:rPr>
        <w:t>19 ـ تنقيح المقال : للشيخ عبدالله المامقاني ، المطبعة المرتضوية ، النجف الأشرف (1352 هـ)</w:t>
      </w:r>
    </w:p>
    <w:p w:rsidR="00EE1A1A" w:rsidRDefault="00EE1A1A" w:rsidP="006713DA">
      <w:pPr>
        <w:pStyle w:val="libVar"/>
        <w:rPr>
          <w:rtl/>
        </w:rPr>
      </w:pPr>
      <w:r>
        <w:rPr>
          <w:rFonts w:hint="cs"/>
          <w:rtl/>
        </w:rPr>
        <w:t>20 ـ التوحيد : لأبي جعفر محمد بن علي بن الحسين بن بابويه القمي الصدوق (381 هـ) ، صححه وعلّق عليه السيد هاشم الحسيني الطهراني ، جماعة المدرسين في الحوزة العلمية ، قم.</w:t>
      </w:r>
    </w:p>
    <w:p w:rsidR="00EE1A1A" w:rsidRDefault="00EE1A1A" w:rsidP="006713DA">
      <w:pPr>
        <w:pStyle w:val="libVar"/>
        <w:rPr>
          <w:rtl/>
        </w:rPr>
      </w:pPr>
      <w:r>
        <w:rPr>
          <w:rFonts w:hint="cs"/>
          <w:rtl/>
        </w:rPr>
        <w:t>21 ـ تهذيب الأخبار : للطوسي أبي جعفر محمد بن الحسن (852 هـ) تحقيق السيد حسن الموسوي الخراسان ـ نشر دارالكتاب الاسلامية ـ طهران.</w:t>
      </w:r>
    </w:p>
    <w:p w:rsidR="00EE1A1A" w:rsidRDefault="00EE1A1A" w:rsidP="006713DA">
      <w:pPr>
        <w:pStyle w:val="libVar"/>
        <w:rPr>
          <w:rtl/>
        </w:rPr>
      </w:pPr>
      <w:r>
        <w:rPr>
          <w:rFonts w:hint="cs"/>
          <w:rtl/>
        </w:rPr>
        <w:t>22 ـ تهذيب التهذيب : لأبي الفضل أحمد بن علي بن حجر العسقلاني (852 هـ) ،</w:t>
      </w:r>
      <w:r w:rsidRPr="00F86424">
        <w:rPr>
          <w:rFonts w:hint="cs"/>
          <w:rtl/>
        </w:rPr>
        <w:t xml:space="preserve"> </w:t>
      </w:r>
      <w:r>
        <w:rPr>
          <w:rFonts w:hint="cs"/>
          <w:rtl/>
        </w:rPr>
        <w:t>الطبعة الاُلى 1325 هـ ، دائرة المعارف النظامية ، الهند ، حيدرآباد الدكن.</w:t>
      </w:r>
    </w:p>
    <w:p w:rsidR="00EE1A1A" w:rsidRDefault="00EE1A1A" w:rsidP="006713DA">
      <w:pPr>
        <w:pStyle w:val="libVar"/>
        <w:rPr>
          <w:rtl/>
        </w:rPr>
      </w:pPr>
      <w:r>
        <w:rPr>
          <w:rFonts w:hint="cs"/>
          <w:rtl/>
        </w:rPr>
        <w:t>23 ـ ثواب الأعمال : لأبي جعفر محمد بن علي بن الحسين بن بابويه القمي الصدوق ( 381 هـ ) ، صحّحه وعلّق عليه علي أكبر الغفاري ، مكتبة الصدوق ، طهران.</w:t>
      </w:r>
    </w:p>
    <w:p w:rsidR="00EE1A1A" w:rsidRDefault="00EE1A1A" w:rsidP="006713DA">
      <w:pPr>
        <w:pStyle w:val="libVar"/>
        <w:rPr>
          <w:rtl/>
        </w:rPr>
      </w:pPr>
      <w:r>
        <w:rPr>
          <w:rFonts w:hint="cs"/>
          <w:rtl/>
        </w:rPr>
        <w:t>24 ـ جامع الأخبار : تحقيق السيّد حسن مصطفوي ، مركز نشر كتاب.</w:t>
      </w:r>
    </w:p>
    <w:p w:rsidR="00EE1A1A" w:rsidRDefault="00EE1A1A" w:rsidP="006713DA">
      <w:pPr>
        <w:pStyle w:val="libVar"/>
        <w:rPr>
          <w:rtl/>
        </w:rPr>
      </w:pPr>
      <w:r>
        <w:rPr>
          <w:rFonts w:hint="cs"/>
          <w:rtl/>
        </w:rPr>
        <w:t>25 ـ الجامع الصغير : لجلال الدّين عبد الرّحمان بن أبي بكر السيوطي (911 هـ) ، دارالفكر بيروت ، الطبعة الاُولى (1401 هـ).</w:t>
      </w:r>
    </w:p>
    <w:p w:rsidR="00EE1A1A" w:rsidRDefault="00EE1A1A" w:rsidP="006713DA">
      <w:pPr>
        <w:pStyle w:val="libVar"/>
        <w:rPr>
          <w:rtl/>
        </w:rPr>
      </w:pPr>
      <w:r>
        <w:rPr>
          <w:rFonts w:hint="cs"/>
          <w:rtl/>
        </w:rPr>
        <w:t>26 ـ الجرح والتعديل : لأبي محمد عبدالرحمان بن أبي حاتم محمد بن ادريس بن المنذر</w:t>
      </w:r>
    </w:p>
    <w:p w:rsidR="00EE1A1A" w:rsidRDefault="00EE1A1A" w:rsidP="006713DA">
      <w:pPr>
        <w:pStyle w:val="libVar0"/>
        <w:rPr>
          <w:rtl/>
        </w:rPr>
      </w:pPr>
      <w:r>
        <w:rPr>
          <w:rtl/>
        </w:rPr>
        <w:br w:type="page"/>
      </w:r>
      <w:r>
        <w:rPr>
          <w:rFonts w:hint="cs"/>
          <w:rtl/>
        </w:rPr>
        <w:lastRenderedPageBreak/>
        <w:t>التميمي الحنظلي الرازي (327 هـ) ، الطبعة الاُولى ، 1371 هـ ، دائرةالمعارف العثمانية ، حيدرآباد الدكن ، الهند ، اُفست دار إحياء التراث العريى ، بيروت.</w:t>
      </w:r>
    </w:p>
    <w:p w:rsidR="00EE1A1A" w:rsidRDefault="00EE1A1A" w:rsidP="006713DA">
      <w:pPr>
        <w:pStyle w:val="libVar"/>
        <w:rPr>
          <w:rtl/>
        </w:rPr>
      </w:pPr>
      <w:r>
        <w:rPr>
          <w:rFonts w:hint="cs"/>
          <w:rtl/>
        </w:rPr>
        <w:t>27 ـ الجواهر السنيّة : للشيخ محمد بن الحسن بن علي بن الحسين الحر العاملي (1104 هـ) ، اُفست انتشارات طوس.</w:t>
      </w:r>
    </w:p>
    <w:p w:rsidR="00EE1A1A" w:rsidRDefault="00EE1A1A" w:rsidP="006713DA">
      <w:pPr>
        <w:pStyle w:val="libVar"/>
        <w:rPr>
          <w:rtl/>
        </w:rPr>
      </w:pPr>
      <w:r>
        <w:rPr>
          <w:rFonts w:hint="cs"/>
          <w:rtl/>
        </w:rPr>
        <w:t>28 ـ حياة الحيوان الكبرى : لكمال الدين محمد بن موسى الدميري (742 ـ 808 هـ) ، نشر دارالفكر ، بيروت.</w:t>
      </w:r>
    </w:p>
    <w:p w:rsidR="00EE1A1A" w:rsidRDefault="00EE1A1A" w:rsidP="006713DA">
      <w:pPr>
        <w:pStyle w:val="libVar"/>
        <w:rPr>
          <w:rtl/>
        </w:rPr>
      </w:pPr>
      <w:r>
        <w:rPr>
          <w:rFonts w:hint="cs"/>
          <w:rtl/>
        </w:rPr>
        <w:t>29 ـ الخصال : للشيخ الصدوق أبي جعفر محمد بن علي ين الحسين بن بابويه القمي (381 هـ) ، صحّحه وعلّق عليه علي أكبر الغفاري ، نشر جماعة المدرسين بقم ، 1403 هـ.</w:t>
      </w:r>
    </w:p>
    <w:p w:rsidR="00EE1A1A" w:rsidRDefault="00EE1A1A" w:rsidP="006713DA">
      <w:pPr>
        <w:pStyle w:val="libVar"/>
        <w:rPr>
          <w:rtl/>
        </w:rPr>
      </w:pPr>
      <w:r>
        <w:rPr>
          <w:rFonts w:hint="cs"/>
          <w:rtl/>
        </w:rPr>
        <w:t>30 ـ خلاصة الأقوال : للحسن بن يوسف بن علي بن المطهر الحلي (726 هـ) ، تصحيح السيّد محمدصادق بحرالعلوم ، الطبعة الثانية ، منشورات المطبعة الحيدرية ، 1381 هـ ، أوفست مكتبة الرضي ، قم.</w:t>
      </w:r>
    </w:p>
    <w:p w:rsidR="00EE1A1A" w:rsidRDefault="00EE1A1A" w:rsidP="006713DA">
      <w:pPr>
        <w:pStyle w:val="libVar"/>
        <w:rPr>
          <w:rtl/>
        </w:rPr>
      </w:pPr>
      <w:r>
        <w:rPr>
          <w:rFonts w:hint="cs"/>
          <w:rtl/>
        </w:rPr>
        <w:t>31 ـ الدر المنثور في التفسير بالمأثور : لجلال الدين عبدالرحمن السيوطي ، اُفست مكتبة آية الله العظمى المرعشي النجفي ، قم 1404 هـ ، على المطبعة الميمنية بمصر ، 1306 هـ.</w:t>
      </w:r>
    </w:p>
    <w:p w:rsidR="00EE1A1A" w:rsidRDefault="00EE1A1A" w:rsidP="006713DA">
      <w:pPr>
        <w:pStyle w:val="libVar"/>
        <w:rPr>
          <w:rtl/>
        </w:rPr>
      </w:pPr>
      <w:r>
        <w:rPr>
          <w:rFonts w:hint="cs"/>
          <w:rtl/>
        </w:rPr>
        <w:t>32 ـ الدر المنثور من المأثور وغيرالمأثور : لعلي بن محمد بن الحسن بن زين الدين العاملي (1103 هـ) ، الطبعة الاُولى 1398 هـ ، مكتبة آية الله المرعشي العامة.</w:t>
      </w:r>
    </w:p>
    <w:p w:rsidR="00EE1A1A" w:rsidRDefault="00EE1A1A" w:rsidP="006713DA">
      <w:pPr>
        <w:pStyle w:val="libVar"/>
        <w:rPr>
          <w:rtl/>
        </w:rPr>
      </w:pPr>
      <w:r>
        <w:rPr>
          <w:rFonts w:hint="cs"/>
          <w:rtl/>
        </w:rPr>
        <w:t xml:space="preserve">33 ـ دعائم الاسلام : للقاضي أبي حنيفة النعمان بن محمد </w:t>
      </w:r>
      <w:r w:rsidRPr="00B534B4">
        <w:rPr>
          <w:rFonts w:hint="cs"/>
          <w:rtl/>
        </w:rPr>
        <w:t>التميمي المغرب</w:t>
      </w:r>
      <w:r>
        <w:rPr>
          <w:rFonts w:hint="cs"/>
          <w:rtl/>
        </w:rPr>
        <w:t xml:space="preserve">ي ، تحقيق آصف ابن علي أصغر فيض ، دارالمعارف ، 1383 هـ ، نشر مؤسسة آل البيت </w:t>
      </w:r>
      <w:r w:rsidR="00A80F4B" w:rsidRPr="00A80F4B">
        <w:rPr>
          <w:rStyle w:val="libAlaemChar"/>
          <w:rFonts w:hint="cs"/>
          <w:rtl/>
        </w:rPr>
        <w:t>عليهم‌السلام</w:t>
      </w:r>
      <w:r>
        <w:rPr>
          <w:rFonts w:hint="cs"/>
          <w:rtl/>
        </w:rPr>
        <w:t xml:space="preserve"> ـ قم ـ اوفست.</w:t>
      </w:r>
    </w:p>
    <w:p w:rsidR="00EE1A1A" w:rsidRDefault="00EE1A1A" w:rsidP="006713DA">
      <w:pPr>
        <w:pStyle w:val="libVar"/>
        <w:rPr>
          <w:rtl/>
        </w:rPr>
      </w:pPr>
      <w:r>
        <w:rPr>
          <w:rFonts w:hint="cs"/>
          <w:rtl/>
        </w:rPr>
        <w:t>34 ـ الدعوات : للمولى أبي الحسين سعيد بن هبة الله قطب الدين الراوندي (573 هـ) ، تحقيق ونشر مدرسة الإمام المهدي ـ قم ـ الطبعة الاُولى.</w:t>
      </w:r>
    </w:p>
    <w:p w:rsidR="00EE1A1A" w:rsidRDefault="00EE1A1A" w:rsidP="006713DA">
      <w:pPr>
        <w:pStyle w:val="libVar"/>
        <w:rPr>
          <w:rtl/>
        </w:rPr>
      </w:pPr>
      <w:r>
        <w:rPr>
          <w:rFonts w:hint="cs"/>
          <w:rtl/>
        </w:rPr>
        <w:t>35 ـ دلائل النبوة : للبيهقي أبي بكر أحمد بن الحسين (384 ـ 458 هـ) ، تعليق عبدالمعطي قلعجي ، دارالكتب العلمية ، بيروت.</w:t>
      </w:r>
    </w:p>
    <w:p w:rsidR="00EE1A1A" w:rsidRDefault="00EE1A1A" w:rsidP="006713DA">
      <w:pPr>
        <w:pStyle w:val="libVar"/>
        <w:rPr>
          <w:rtl/>
        </w:rPr>
      </w:pPr>
      <w:r>
        <w:rPr>
          <w:rFonts w:hint="cs"/>
          <w:rtl/>
        </w:rPr>
        <w:t>36 ـ الذريعة إلى تصانيف الشيعة : للشيخ محمدمحسن الشهير بآقا بزرك الطهراني ، افست دارالأضواء، بيروت.</w:t>
      </w:r>
    </w:p>
    <w:p w:rsidR="00EE1A1A" w:rsidRDefault="00EE1A1A" w:rsidP="006713DA">
      <w:pPr>
        <w:pStyle w:val="libVar"/>
        <w:rPr>
          <w:rtl/>
        </w:rPr>
      </w:pPr>
      <w:r>
        <w:rPr>
          <w:rFonts w:hint="cs"/>
          <w:rtl/>
        </w:rPr>
        <w:t>37 ـ ذكرى الشيعة : للشهيد الأول أبي عبدالله محمد بن مكي العاملي (786 هـ) ، منشورات مكتبة بصيرتي ، قم ، طبعة حجرية.</w:t>
      </w:r>
    </w:p>
    <w:p w:rsidR="00EE1A1A" w:rsidRDefault="00EE1A1A" w:rsidP="006713DA">
      <w:pPr>
        <w:pStyle w:val="libVar"/>
        <w:rPr>
          <w:rtl/>
        </w:rPr>
      </w:pPr>
      <w:r>
        <w:rPr>
          <w:rFonts w:hint="cs"/>
          <w:rtl/>
        </w:rPr>
        <w:t>38 ـ رجال الشيخ : لشيخ الطائفة أبي جعفر محمد بن الحسن الطوسي (460 هـ) ، حقّقه وعلّق عليه وقدّم له السيد محمدصادق آل بحرالعلوم ، الطبعة الاُولى ، المطبعة الحيدرية ، النجف الأشرف (1381 هـ).</w:t>
      </w:r>
    </w:p>
    <w:p w:rsidR="00EE1A1A" w:rsidRDefault="00EE1A1A" w:rsidP="006713DA">
      <w:pPr>
        <w:pStyle w:val="libVar"/>
        <w:rPr>
          <w:rtl/>
        </w:rPr>
      </w:pPr>
      <w:r>
        <w:rPr>
          <w:rFonts w:hint="cs"/>
          <w:rtl/>
        </w:rPr>
        <w:t>39 ـ روضات الجنات : للسيد محمد باقر الموسوي الخوانساري ، المطبعة الحيدرية ، طهران</w:t>
      </w:r>
    </w:p>
    <w:p w:rsidR="00EE1A1A" w:rsidRDefault="00EE1A1A" w:rsidP="006713DA">
      <w:pPr>
        <w:pStyle w:val="libVar0"/>
        <w:rPr>
          <w:rtl/>
        </w:rPr>
      </w:pPr>
      <w:r>
        <w:rPr>
          <w:rtl/>
        </w:rPr>
        <w:br w:type="page"/>
      </w:r>
      <w:r>
        <w:rPr>
          <w:rFonts w:hint="cs"/>
          <w:rtl/>
        </w:rPr>
        <w:lastRenderedPageBreak/>
        <w:t>1390 هـ ق ، اُفست مكتبة اسماعيليان ، قم.</w:t>
      </w:r>
    </w:p>
    <w:p w:rsidR="00EE1A1A" w:rsidRDefault="00EE1A1A" w:rsidP="006713DA">
      <w:pPr>
        <w:pStyle w:val="libVar"/>
        <w:rPr>
          <w:rtl/>
        </w:rPr>
      </w:pPr>
      <w:r>
        <w:rPr>
          <w:rFonts w:hint="cs"/>
          <w:rtl/>
        </w:rPr>
        <w:t>40 ـ روضة الواعظين : محمد بن الفتال النيسابوري الشهيد في سنة (508 هـ) قدّم له السيد محمدمهدى الخراسان ، منشورات الرضي ، قم.</w:t>
      </w:r>
    </w:p>
    <w:p w:rsidR="00EE1A1A" w:rsidRDefault="00EE1A1A" w:rsidP="006713DA">
      <w:pPr>
        <w:pStyle w:val="libVar"/>
        <w:rPr>
          <w:rtl/>
        </w:rPr>
      </w:pPr>
      <w:r>
        <w:rPr>
          <w:rFonts w:hint="cs"/>
          <w:rtl/>
        </w:rPr>
        <w:t>41 ـ سفينة البحار : للشيح عباس القمي ( 1359هـ) النجف الأشرف ، 1355 هـ ، اُفست مروي ، طهران.</w:t>
      </w:r>
    </w:p>
    <w:p w:rsidR="00EE1A1A" w:rsidRDefault="00EE1A1A" w:rsidP="006713DA">
      <w:pPr>
        <w:pStyle w:val="libVar"/>
        <w:rPr>
          <w:rtl/>
        </w:rPr>
      </w:pPr>
      <w:r>
        <w:rPr>
          <w:rFonts w:hint="cs"/>
          <w:rtl/>
        </w:rPr>
        <w:t>42 ـ سنن ابن ماجة : لأبي عبدالله محمدبن يزيد القزويني (275 هـ) ، تحقيق محمدفؤاد عبدالباقي ، دارالفكر ، بيروت ، لبنان.</w:t>
      </w:r>
    </w:p>
    <w:p w:rsidR="00EE1A1A" w:rsidRDefault="00EE1A1A" w:rsidP="006713DA">
      <w:pPr>
        <w:pStyle w:val="libVar"/>
        <w:rPr>
          <w:rtl/>
        </w:rPr>
      </w:pPr>
      <w:r>
        <w:rPr>
          <w:rFonts w:hint="cs"/>
          <w:rtl/>
        </w:rPr>
        <w:t xml:space="preserve">43 ـ سنن أبي داود : لأبي داود سليمان بن الأشعث السجستاني الأزدي (275هـ) ، </w:t>
      </w:r>
      <w:r w:rsidRPr="006F090C">
        <w:rPr>
          <w:rFonts w:hint="cs"/>
          <w:rtl/>
        </w:rPr>
        <w:t>مراجعة وضبط وتعليق محمد محي الدين عبدالحمي</w:t>
      </w:r>
      <w:r>
        <w:rPr>
          <w:rFonts w:hint="cs"/>
          <w:rtl/>
        </w:rPr>
        <w:t>د ،</w:t>
      </w:r>
      <w:r w:rsidRPr="006F090C">
        <w:rPr>
          <w:rFonts w:hint="cs"/>
          <w:rtl/>
        </w:rPr>
        <w:t xml:space="preserve"> لبنا</w:t>
      </w:r>
      <w:r>
        <w:rPr>
          <w:rFonts w:hint="cs"/>
          <w:rtl/>
        </w:rPr>
        <w:t>ن ،</w:t>
      </w:r>
      <w:r w:rsidRPr="006F090C">
        <w:rPr>
          <w:rFonts w:hint="cs"/>
          <w:rtl/>
        </w:rPr>
        <w:t xml:space="preserve"> دارالفكر.</w:t>
      </w:r>
    </w:p>
    <w:p w:rsidR="00EE1A1A" w:rsidRDefault="00EE1A1A" w:rsidP="006713DA">
      <w:pPr>
        <w:pStyle w:val="libVar"/>
        <w:rPr>
          <w:rtl/>
        </w:rPr>
      </w:pPr>
      <w:r>
        <w:rPr>
          <w:rFonts w:hint="cs"/>
          <w:rtl/>
        </w:rPr>
        <w:t>44 ـ سنن الترمذي : لأبي عيسى محمد بن عيسى بن سورة الترمذي (279 هـ) ، حقّقه وصحّحه عبدالوهاب عبداللطيف ، دارالفكر ، بيروت ، لبنان ، 1400 هـ.</w:t>
      </w:r>
    </w:p>
    <w:p w:rsidR="00EE1A1A" w:rsidRDefault="00EE1A1A" w:rsidP="006713DA">
      <w:pPr>
        <w:pStyle w:val="libVar"/>
        <w:rPr>
          <w:rtl/>
        </w:rPr>
      </w:pPr>
      <w:r>
        <w:rPr>
          <w:rFonts w:hint="cs"/>
          <w:rtl/>
        </w:rPr>
        <w:t>45 ـ سنن الدارمي : لأبي محمدعبدالله بن بهرام الدارمي (255 هـ) ، دارالفكر بيروت لبنان ، 1398 هـ.</w:t>
      </w:r>
    </w:p>
    <w:p w:rsidR="00EE1A1A" w:rsidRDefault="00EE1A1A" w:rsidP="006713DA">
      <w:pPr>
        <w:pStyle w:val="libVar"/>
        <w:rPr>
          <w:rtl/>
        </w:rPr>
      </w:pPr>
      <w:r>
        <w:rPr>
          <w:rFonts w:hint="cs"/>
          <w:rtl/>
        </w:rPr>
        <w:t>46 ـ السنن الكبرى : لأبي بكر أحمد بن الحسين بن علي البيهقي (458 هـ) ، اُفست دارالمعرفة ، بيروت ، لبنان.</w:t>
      </w:r>
    </w:p>
    <w:p w:rsidR="00EE1A1A" w:rsidRDefault="00EE1A1A" w:rsidP="006713DA">
      <w:pPr>
        <w:pStyle w:val="libVar"/>
        <w:rPr>
          <w:rtl/>
        </w:rPr>
      </w:pPr>
      <w:r>
        <w:rPr>
          <w:rFonts w:hint="cs"/>
          <w:rtl/>
        </w:rPr>
        <w:t>47 ـ سنن النسائي : لأبي عبدالرجمان أحمد بن شعب بن علي بن بحر بن سنان بن دينار النسائي (303 هـ) دارالفكر ، بيروت ، لبنان ، الطبعة الاُولى ( 1348 هـ).</w:t>
      </w:r>
    </w:p>
    <w:p w:rsidR="00EE1A1A" w:rsidRDefault="00EE1A1A" w:rsidP="006713DA">
      <w:pPr>
        <w:pStyle w:val="libVar"/>
        <w:rPr>
          <w:rtl/>
        </w:rPr>
      </w:pPr>
      <w:r>
        <w:rPr>
          <w:rFonts w:hint="cs"/>
          <w:rtl/>
        </w:rPr>
        <w:t>48 ـ السيرة النبوية : لابن هشام تحقيق مصطفى السقا وابراهيم الابياري وعبدالحفيظ شلبي ـ نشر داراحياء التراث العريى ـ بيروت.</w:t>
      </w:r>
    </w:p>
    <w:p w:rsidR="00EE1A1A" w:rsidRDefault="00EE1A1A" w:rsidP="006713DA">
      <w:pPr>
        <w:pStyle w:val="libVar"/>
        <w:rPr>
          <w:rtl/>
        </w:rPr>
      </w:pPr>
      <w:r>
        <w:rPr>
          <w:rFonts w:hint="cs"/>
          <w:rtl/>
        </w:rPr>
        <w:t>49 ـ شرح نهج البلاغه : لابن أبي الحديد ، تحقيق محمد أبوالفضل ابراهيم ، دار إحياء الكتب العربية ـ الطبعة الثانية ـ اُوفست ، منشورات مكتبة آية الله العظمى المرعشي النجفي ، قم.</w:t>
      </w:r>
    </w:p>
    <w:p w:rsidR="00EE1A1A" w:rsidRDefault="00EE1A1A" w:rsidP="006713DA">
      <w:pPr>
        <w:pStyle w:val="libVar"/>
        <w:rPr>
          <w:rtl/>
        </w:rPr>
      </w:pPr>
      <w:r>
        <w:rPr>
          <w:rFonts w:hint="cs"/>
          <w:rtl/>
        </w:rPr>
        <w:t xml:space="preserve">50 ـ شهاب الأخبار : للقاضي القضاعي ، تعليق </w:t>
      </w:r>
      <w:r>
        <w:rPr>
          <w:rtl/>
        </w:rPr>
        <w:t>السيد</w:t>
      </w:r>
      <w:r>
        <w:rPr>
          <w:rFonts w:hint="cs"/>
          <w:rtl/>
        </w:rPr>
        <w:t xml:space="preserve"> جلال الدين الحسيني الارموي المحدث ، مركز انتشارات علمي وفرهنكي.</w:t>
      </w:r>
    </w:p>
    <w:p w:rsidR="00EE1A1A" w:rsidRDefault="00EE1A1A" w:rsidP="006713DA">
      <w:pPr>
        <w:pStyle w:val="libVar"/>
        <w:rPr>
          <w:rtl/>
        </w:rPr>
      </w:pPr>
      <w:r>
        <w:rPr>
          <w:rFonts w:hint="cs"/>
          <w:rtl/>
        </w:rPr>
        <w:t>51 ـ الصحاح : لاسماعيل بن حماد الجوهري ، تحقيق أحمد عبدالغفور عطار ، الطبعه الثالثة ، 1404 هـ ، دارالعلم للملايين ، بيروت.</w:t>
      </w:r>
    </w:p>
    <w:p w:rsidR="00EE1A1A" w:rsidRDefault="00EE1A1A" w:rsidP="006713DA">
      <w:pPr>
        <w:pStyle w:val="libVar"/>
        <w:rPr>
          <w:rtl/>
        </w:rPr>
      </w:pPr>
      <w:r>
        <w:rPr>
          <w:rFonts w:hint="cs"/>
          <w:rtl/>
        </w:rPr>
        <w:t>52 ـ صحيح البخاري : لأبي عبدالله محمد بن اسماعيل بن ابراهيم بن المغيرة البخاري ، دار إحياء التراث العريى ، بيروت.</w:t>
      </w:r>
    </w:p>
    <w:p w:rsidR="00EE1A1A" w:rsidRDefault="00EE1A1A" w:rsidP="006713DA">
      <w:pPr>
        <w:pStyle w:val="libVar"/>
        <w:rPr>
          <w:rtl/>
        </w:rPr>
      </w:pPr>
      <w:r>
        <w:rPr>
          <w:rFonts w:hint="cs"/>
          <w:rtl/>
        </w:rPr>
        <w:t>53 ـ صحيح مسلم : لأبي الحسين مسلم بن الحجاح القشيري النيسابوري (261 هـ) ،</w:t>
      </w:r>
    </w:p>
    <w:p w:rsidR="00EE1A1A" w:rsidRDefault="00EE1A1A" w:rsidP="006713DA">
      <w:pPr>
        <w:pStyle w:val="libVar0"/>
        <w:rPr>
          <w:rtl/>
        </w:rPr>
      </w:pPr>
      <w:r>
        <w:rPr>
          <w:rtl/>
        </w:rPr>
        <w:br w:type="page"/>
      </w:r>
      <w:r>
        <w:rPr>
          <w:rFonts w:hint="cs"/>
          <w:rtl/>
        </w:rPr>
        <w:lastRenderedPageBreak/>
        <w:t>محمدفؤاد عبدالباقي ، دارالفكر ، بيروت ، لبنان.</w:t>
      </w:r>
    </w:p>
    <w:p w:rsidR="00EE1A1A" w:rsidRDefault="00EE1A1A" w:rsidP="006713DA">
      <w:pPr>
        <w:pStyle w:val="libVar"/>
        <w:rPr>
          <w:rtl/>
        </w:rPr>
      </w:pPr>
      <w:r>
        <w:rPr>
          <w:rFonts w:hint="cs"/>
          <w:rtl/>
        </w:rPr>
        <w:t>54 ـ العقد الفريد : للفقيه أحمد بن محمد بن عبد ربه الاُندلسي ، تحقيق الدكتور مفيد محمد قميحة ، دار الكتب العلمية ، بيروت.</w:t>
      </w:r>
    </w:p>
    <w:p w:rsidR="00EE1A1A" w:rsidRDefault="00EE1A1A" w:rsidP="006713DA">
      <w:pPr>
        <w:pStyle w:val="libVar"/>
        <w:rPr>
          <w:rtl/>
        </w:rPr>
      </w:pPr>
      <w:r>
        <w:rPr>
          <w:rFonts w:hint="cs"/>
          <w:rtl/>
        </w:rPr>
        <w:t>55 ـ عيون الأخبار : للدينوري أبي محمد عبدالله بن مسلم بن قتيبة (276 هـ) دارالكتب المصرية ، القاهرة ـ 1343هـ ـ 1925 م.</w:t>
      </w:r>
    </w:p>
    <w:p w:rsidR="00EE1A1A" w:rsidRDefault="00EE1A1A" w:rsidP="006713DA">
      <w:pPr>
        <w:pStyle w:val="libVar"/>
        <w:rPr>
          <w:rtl/>
        </w:rPr>
      </w:pPr>
      <w:r>
        <w:rPr>
          <w:rFonts w:hint="cs"/>
          <w:rtl/>
        </w:rPr>
        <w:t>56 ـ الفتوحات الربانية على الأذكار النورانية : لمحمد بن علان الصديقي الشافعي (1075 هـ) نشر المكتبة الاسلامية ، اوفست دار إحياء التراث العريى بيروت.</w:t>
      </w:r>
    </w:p>
    <w:p w:rsidR="00EE1A1A" w:rsidRDefault="00EE1A1A" w:rsidP="006713DA">
      <w:pPr>
        <w:pStyle w:val="libVar"/>
        <w:rPr>
          <w:rtl/>
        </w:rPr>
      </w:pPr>
      <w:r>
        <w:rPr>
          <w:rFonts w:hint="cs"/>
          <w:rtl/>
        </w:rPr>
        <w:t xml:space="preserve">57 ـ الفقه : المنسوب للإمام الرضا </w:t>
      </w:r>
      <w:r w:rsidR="00A80F4B" w:rsidRPr="00A80F4B">
        <w:rPr>
          <w:rStyle w:val="libAlaemChar"/>
          <w:rFonts w:hint="cs"/>
          <w:rtl/>
        </w:rPr>
        <w:t>عليه‌السلام</w:t>
      </w:r>
      <w:r>
        <w:rPr>
          <w:rFonts w:hint="cs"/>
          <w:rtl/>
        </w:rPr>
        <w:t xml:space="preserve"> ، تحقيق مؤسسة آل البيت </w:t>
      </w:r>
      <w:r w:rsidR="00A80F4B" w:rsidRPr="00A80F4B">
        <w:rPr>
          <w:rStyle w:val="libAlaemChar"/>
          <w:rFonts w:hint="cs"/>
          <w:rtl/>
        </w:rPr>
        <w:t>عليهم‌السلام</w:t>
      </w:r>
      <w:r>
        <w:rPr>
          <w:rFonts w:hint="cs"/>
          <w:rtl/>
        </w:rPr>
        <w:t xml:space="preserve"> لإحياء التراث ـ الطبعة الاولى ، 1406 هـ ، نشر المؤتمر العالمي للإمام الرضا </w:t>
      </w:r>
      <w:r w:rsidR="00A80F4B" w:rsidRPr="00A80F4B">
        <w:rPr>
          <w:rStyle w:val="libAlaemChar"/>
          <w:rFonts w:hint="cs"/>
          <w:rtl/>
        </w:rPr>
        <w:t>عليه‌السلام</w:t>
      </w:r>
      <w:r>
        <w:rPr>
          <w:rFonts w:hint="cs"/>
          <w:rtl/>
        </w:rPr>
        <w:t>.</w:t>
      </w:r>
    </w:p>
    <w:p w:rsidR="00EE1A1A" w:rsidRDefault="00EE1A1A" w:rsidP="006713DA">
      <w:pPr>
        <w:pStyle w:val="libVar"/>
        <w:rPr>
          <w:rtl/>
        </w:rPr>
      </w:pPr>
      <w:r>
        <w:rPr>
          <w:rFonts w:hint="cs"/>
          <w:rtl/>
        </w:rPr>
        <w:t>58 ـ فهرست أسماء مصنفي الشيعة : لأبي العباس أحمد بن علي بن العباس النجاشي (450 هـ) ، افست منشورات مكتبة الداوري ، قم ، ايران.</w:t>
      </w:r>
    </w:p>
    <w:p w:rsidR="00EE1A1A" w:rsidRDefault="00EE1A1A" w:rsidP="006713DA">
      <w:pPr>
        <w:pStyle w:val="libVar"/>
        <w:rPr>
          <w:rtl/>
        </w:rPr>
      </w:pPr>
      <w:r>
        <w:rPr>
          <w:rFonts w:hint="cs"/>
          <w:rtl/>
        </w:rPr>
        <w:t>59 ـ الفوائد الرضوية في أحوال علماء مذهب الجعفرية : للشيخ عباس القمي (1359 هـ).</w:t>
      </w:r>
    </w:p>
    <w:p w:rsidR="00EE1A1A" w:rsidRDefault="00EE1A1A" w:rsidP="006713DA">
      <w:pPr>
        <w:pStyle w:val="libVar"/>
        <w:rPr>
          <w:rtl/>
        </w:rPr>
      </w:pPr>
      <w:r>
        <w:rPr>
          <w:rFonts w:hint="cs"/>
          <w:rtl/>
        </w:rPr>
        <w:t>60 ـ القاموس المحيط : للفيروزآبادي ، طبعة دارالفكر ، بيروت 1403هـ.</w:t>
      </w:r>
    </w:p>
    <w:p w:rsidR="00EE1A1A" w:rsidRDefault="00EE1A1A" w:rsidP="006713DA">
      <w:pPr>
        <w:pStyle w:val="libVar"/>
        <w:rPr>
          <w:rtl/>
        </w:rPr>
      </w:pPr>
      <w:r>
        <w:rPr>
          <w:rFonts w:hint="cs"/>
          <w:rtl/>
        </w:rPr>
        <w:t>61 ـ الكافي : لأبي جعفر محمد بن يعقوب الكليني الرازي (329 هـ) ، تحقيق وتصحيح الشيخ نجم الدين الآملي وعلي أكبر الغفاري ، المطبعة الإسلامية (1388 هـ) ، طهران.</w:t>
      </w:r>
    </w:p>
    <w:p w:rsidR="00EE1A1A" w:rsidRDefault="00EE1A1A" w:rsidP="006713DA">
      <w:pPr>
        <w:pStyle w:val="libVar"/>
        <w:rPr>
          <w:rtl/>
        </w:rPr>
      </w:pPr>
      <w:r>
        <w:rPr>
          <w:rFonts w:hint="cs"/>
          <w:rtl/>
        </w:rPr>
        <w:t>62 ـ الكامل في التاريخ : لابن الأثير عزالدين أبي الحسن علي بن أبي الكرم ، دارصادر ، بيروت.</w:t>
      </w:r>
    </w:p>
    <w:p w:rsidR="00EE1A1A" w:rsidRDefault="00EE1A1A" w:rsidP="006713DA">
      <w:pPr>
        <w:pStyle w:val="libVar"/>
        <w:rPr>
          <w:rtl/>
        </w:rPr>
      </w:pPr>
      <w:r>
        <w:rPr>
          <w:rFonts w:hint="cs"/>
          <w:rtl/>
        </w:rPr>
        <w:t>63 ـ الكني والألقاب : للشيخ عباس القمي (1359 هـ) مطبعة العرفان ، صيدا 1358 هـ ، اُفست انتشارات بيدار ، قم.</w:t>
      </w:r>
    </w:p>
    <w:p w:rsidR="00EE1A1A" w:rsidRDefault="00EE1A1A" w:rsidP="006713DA">
      <w:pPr>
        <w:pStyle w:val="libVar"/>
        <w:rPr>
          <w:rtl/>
        </w:rPr>
      </w:pPr>
      <w:r>
        <w:rPr>
          <w:rFonts w:hint="cs"/>
          <w:rtl/>
        </w:rPr>
        <w:t xml:space="preserve">64 ـ لؤلؤة البحرين : للشيخ يوسف بن أحمد البحراني (1186 هـ) ، حقّقه وعلّق عليه السيد محمدصادق بحرالعلوم ، الطبعة الثانية ، نشر مؤسسة آل البيت </w:t>
      </w:r>
      <w:r w:rsidR="00A80F4B" w:rsidRPr="00A80F4B">
        <w:rPr>
          <w:rStyle w:val="libAlaemChar"/>
          <w:rFonts w:hint="cs"/>
          <w:rtl/>
        </w:rPr>
        <w:t>عليهم‌السلام</w:t>
      </w:r>
      <w:r>
        <w:rPr>
          <w:rFonts w:hint="cs"/>
          <w:rtl/>
        </w:rPr>
        <w:t xml:space="preserve"> لإحياء التراث في قم.</w:t>
      </w:r>
    </w:p>
    <w:p w:rsidR="00EE1A1A" w:rsidRPr="00E964D8" w:rsidRDefault="00EE1A1A" w:rsidP="006713DA">
      <w:pPr>
        <w:pStyle w:val="libVar"/>
        <w:rPr>
          <w:rtl/>
        </w:rPr>
      </w:pPr>
      <w:r>
        <w:rPr>
          <w:rFonts w:hint="cs"/>
          <w:rtl/>
        </w:rPr>
        <w:t>65 ـ لسان العرب : لابن منظور أبي الفضل جمال الدين محمد بن مكرم ، نشر أدب الحوزة ، قم 1405 هـ.</w:t>
      </w:r>
    </w:p>
    <w:p w:rsidR="00EE1A1A" w:rsidRDefault="00EE1A1A" w:rsidP="006713DA">
      <w:pPr>
        <w:pStyle w:val="libVar"/>
        <w:rPr>
          <w:rtl/>
        </w:rPr>
      </w:pPr>
      <w:r>
        <w:rPr>
          <w:rFonts w:hint="cs"/>
          <w:rtl/>
        </w:rPr>
        <w:t>66 ـ اللهوف في قتلي الطفوف : للسيد علي بن طاووس ( 664 هـ) ، منشورات مكتبة الداوري ، قم.</w:t>
      </w:r>
    </w:p>
    <w:p w:rsidR="00EE1A1A" w:rsidRDefault="00EE1A1A" w:rsidP="006713DA">
      <w:pPr>
        <w:pStyle w:val="libVar"/>
        <w:rPr>
          <w:rtl/>
        </w:rPr>
      </w:pPr>
      <w:r>
        <w:rPr>
          <w:rFonts w:hint="cs"/>
          <w:rtl/>
        </w:rPr>
        <w:t>67 ـ مجمع البحرين : للشيخ فخر الدين الطري</w:t>
      </w:r>
      <w:r w:rsidRPr="00E964D8">
        <w:rPr>
          <w:rFonts w:hint="cs"/>
          <w:rtl/>
        </w:rPr>
        <w:t>ح</w:t>
      </w:r>
      <w:r>
        <w:rPr>
          <w:rFonts w:hint="cs"/>
          <w:rtl/>
        </w:rPr>
        <w:t>ي (1085 هـ) تحقيق السيد أحمد الحسيني ، نشر مرتضوي ، طهران (1362 هـ ش).</w:t>
      </w:r>
    </w:p>
    <w:p w:rsidR="00EE1A1A" w:rsidRDefault="00EE1A1A" w:rsidP="006713DA">
      <w:pPr>
        <w:pStyle w:val="libVar"/>
        <w:rPr>
          <w:rtl/>
        </w:rPr>
      </w:pPr>
      <w:r>
        <w:rPr>
          <w:rtl/>
        </w:rPr>
        <w:br w:type="page"/>
      </w:r>
      <w:r>
        <w:rPr>
          <w:rFonts w:hint="cs"/>
          <w:rtl/>
        </w:rPr>
        <w:lastRenderedPageBreak/>
        <w:t xml:space="preserve">68 ـ مجمع الرجال : لزكي الدين المولى عناية الله بن علي </w:t>
      </w:r>
      <w:r w:rsidRPr="0043123A">
        <w:rPr>
          <w:rFonts w:hint="cs"/>
          <w:rtl/>
        </w:rPr>
        <w:t>القه</w:t>
      </w:r>
      <w:r>
        <w:rPr>
          <w:rFonts w:hint="cs"/>
          <w:rtl/>
        </w:rPr>
        <w:t>پ</w:t>
      </w:r>
      <w:r w:rsidRPr="0043123A">
        <w:rPr>
          <w:rFonts w:hint="cs"/>
          <w:rtl/>
        </w:rPr>
        <w:t>ائي ،</w:t>
      </w:r>
      <w:r>
        <w:rPr>
          <w:rFonts w:hint="cs"/>
          <w:rtl/>
        </w:rPr>
        <w:t xml:space="preserve"> صحّحه وعلّق عليه السيد ضياء الدين الشهير بالعلامة الاصفهاني ، اصفهان 1384 هـ ، اُفست اسماعيليان ، قم.</w:t>
      </w:r>
    </w:p>
    <w:p w:rsidR="00EE1A1A" w:rsidRDefault="00EE1A1A" w:rsidP="006713DA">
      <w:pPr>
        <w:pStyle w:val="libVar"/>
        <w:rPr>
          <w:rtl/>
        </w:rPr>
      </w:pPr>
      <w:r>
        <w:rPr>
          <w:rFonts w:hint="cs"/>
          <w:rtl/>
        </w:rPr>
        <w:t>69 ـ المحاسن : للشيخ الجليل أبي جعفر أحمد بن محمد بن خالد البرقي ، تعليق السيد جلال الدين الحسيني ، الطبعة الثانية ، نشر دارالكتب الإسلامية ، قم.</w:t>
      </w:r>
    </w:p>
    <w:p w:rsidR="00EE1A1A" w:rsidRDefault="00EE1A1A" w:rsidP="006713DA">
      <w:pPr>
        <w:pStyle w:val="libVar"/>
        <w:rPr>
          <w:rtl/>
        </w:rPr>
      </w:pPr>
      <w:r>
        <w:rPr>
          <w:rFonts w:hint="cs"/>
          <w:rtl/>
        </w:rPr>
        <w:t>70 ـ المحجة البيضاء: لمحمد بن المرتضى المدعو بالمولى محسن الكاشاني (1091 هـ) صحّحه وعلّق عليه علي أكبر الغفاري ، الطبعة الثانية ، جماعة المدرسين في الحوزة العلمية بقم.</w:t>
      </w:r>
    </w:p>
    <w:p w:rsidR="00EE1A1A" w:rsidRDefault="00EE1A1A" w:rsidP="006713DA">
      <w:pPr>
        <w:pStyle w:val="libVar"/>
        <w:rPr>
          <w:rtl/>
        </w:rPr>
      </w:pPr>
      <w:r>
        <w:rPr>
          <w:rFonts w:hint="cs"/>
          <w:rtl/>
        </w:rPr>
        <w:t>71 ـ المستدرك على الصحيحين : للحاكم النيسابوري أبي عبدالله محمد بن عبدالله ، دارالفكر ، بيروت 1398 هـ.</w:t>
      </w:r>
    </w:p>
    <w:p w:rsidR="00EE1A1A" w:rsidRDefault="00EE1A1A" w:rsidP="006713DA">
      <w:pPr>
        <w:pStyle w:val="libVar"/>
        <w:rPr>
          <w:rtl/>
        </w:rPr>
      </w:pPr>
      <w:r>
        <w:rPr>
          <w:rFonts w:hint="cs"/>
          <w:rtl/>
        </w:rPr>
        <w:t>72 ـ المسند : لأحمد بن حنبل ، دارالفكر بيروت ، لبنان.</w:t>
      </w:r>
    </w:p>
    <w:p w:rsidR="00EE1A1A" w:rsidRDefault="00EE1A1A" w:rsidP="006713DA">
      <w:pPr>
        <w:pStyle w:val="libVar"/>
        <w:rPr>
          <w:rtl/>
        </w:rPr>
      </w:pPr>
      <w:r>
        <w:rPr>
          <w:rFonts w:hint="cs"/>
          <w:rtl/>
        </w:rPr>
        <w:t>73 ـ مشكاة الأنوار : لأبي الفضل علي الطبرسي ، تقديم صالح الجعفري ، المطبعة الحيدرية ، النجف 1385 هـ.</w:t>
      </w:r>
    </w:p>
    <w:p w:rsidR="00EE1A1A" w:rsidRDefault="00EE1A1A" w:rsidP="006713DA">
      <w:pPr>
        <w:pStyle w:val="libVar"/>
        <w:rPr>
          <w:rtl/>
        </w:rPr>
      </w:pPr>
      <w:r>
        <w:rPr>
          <w:rFonts w:hint="cs"/>
          <w:rtl/>
        </w:rPr>
        <w:t xml:space="preserve">74 ـ مصباح الشريعة : المنسوب للإمام الصادق </w:t>
      </w:r>
      <w:r w:rsidR="00A80F4B" w:rsidRPr="00A80F4B">
        <w:rPr>
          <w:rStyle w:val="libAlaemChar"/>
          <w:rFonts w:hint="cs"/>
          <w:rtl/>
        </w:rPr>
        <w:t>عليه‌السلام</w:t>
      </w:r>
      <w:r>
        <w:rPr>
          <w:rFonts w:hint="cs"/>
          <w:rtl/>
        </w:rPr>
        <w:t xml:space="preserve"> ، الطبعة الثانية ، 1360 هـ ، نشر مكتبة الصدوق ، طهران.</w:t>
      </w:r>
    </w:p>
    <w:p w:rsidR="00EE1A1A" w:rsidRDefault="00EE1A1A" w:rsidP="006713DA">
      <w:pPr>
        <w:pStyle w:val="libVar"/>
        <w:rPr>
          <w:rtl/>
        </w:rPr>
      </w:pPr>
      <w:r>
        <w:rPr>
          <w:rFonts w:hint="cs"/>
          <w:rtl/>
        </w:rPr>
        <w:t>75 ـ معاني الأخبار : لأبي جعفر محمد بن علي بن الحسين بن بابويه القمي الصدوق (381 هـ) ، تصحيح علي أكبر الغفاري ، جماعة المدرسين في الحوزة العلمية في قم (1361 هـ ش).</w:t>
      </w:r>
    </w:p>
    <w:p w:rsidR="00EE1A1A" w:rsidRDefault="00EE1A1A" w:rsidP="006713DA">
      <w:pPr>
        <w:pStyle w:val="libVar"/>
        <w:rPr>
          <w:rtl/>
        </w:rPr>
      </w:pPr>
      <w:r>
        <w:rPr>
          <w:rFonts w:hint="cs"/>
          <w:rtl/>
        </w:rPr>
        <w:t xml:space="preserve">76 ـ المعتبر : للمحقق الحلي نجم الدّين أبي القاسم جعفر بن الحسن (676 هـ) ، منشورات مؤسّسة سيدالشهداء </w:t>
      </w:r>
      <w:r w:rsidR="00A80F4B" w:rsidRPr="00A80F4B">
        <w:rPr>
          <w:rStyle w:val="libAlaemChar"/>
          <w:rFonts w:hint="cs"/>
          <w:rtl/>
        </w:rPr>
        <w:t>عليه‌السلام</w:t>
      </w:r>
      <w:r>
        <w:rPr>
          <w:rFonts w:hint="cs"/>
          <w:rtl/>
        </w:rPr>
        <w:t xml:space="preserve"> ـ قم ـ.</w:t>
      </w:r>
    </w:p>
    <w:p w:rsidR="00EE1A1A" w:rsidRDefault="00EE1A1A" w:rsidP="006713DA">
      <w:pPr>
        <w:pStyle w:val="libVar"/>
        <w:rPr>
          <w:rtl/>
        </w:rPr>
      </w:pPr>
      <w:r>
        <w:rPr>
          <w:rFonts w:hint="cs"/>
          <w:rtl/>
        </w:rPr>
        <w:t>77 ـ معجم البلدان : للشيخ شهاب الدّين أبي عبدالله ياقوت بن عبدالله الحموي الرومي البغدادي ، نشر دارصادر ، بيروت.</w:t>
      </w:r>
    </w:p>
    <w:p w:rsidR="00EE1A1A" w:rsidRDefault="00EE1A1A" w:rsidP="006713DA">
      <w:pPr>
        <w:pStyle w:val="libVar"/>
        <w:rPr>
          <w:rtl/>
        </w:rPr>
      </w:pPr>
      <w:r>
        <w:rPr>
          <w:rFonts w:hint="cs"/>
          <w:rtl/>
        </w:rPr>
        <w:t>78 ـ معجم الرجال الحديث : لأبي القاسم الموسوي الخوئي ، الطبعة الثالثة ، بيروت ، لبنان ، 1403 هـ.</w:t>
      </w:r>
    </w:p>
    <w:p w:rsidR="00EE1A1A" w:rsidRDefault="00EE1A1A" w:rsidP="006713DA">
      <w:pPr>
        <w:pStyle w:val="libVar"/>
        <w:rPr>
          <w:rtl/>
        </w:rPr>
      </w:pPr>
      <w:r>
        <w:rPr>
          <w:rFonts w:hint="cs"/>
          <w:rtl/>
        </w:rPr>
        <w:t>79 ـ معجم قبائل العرب : عمر رضا كحالة ، الطبعة الثالثة ، 1402 هـ ، 1982 م ، منشورات مؤسّسة الرسالة ، بيروت.</w:t>
      </w:r>
    </w:p>
    <w:p w:rsidR="00EE1A1A" w:rsidRDefault="00EE1A1A" w:rsidP="006713DA">
      <w:pPr>
        <w:pStyle w:val="libVar"/>
        <w:rPr>
          <w:rtl/>
        </w:rPr>
      </w:pPr>
      <w:r>
        <w:rPr>
          <w:rFonts w:hint="cs"/>
          <w:rtl/>
        </w:rPr>
        <w:t>80 ـ المغازي : للواقدي محمد بن عمر بن واقد (207 هـ) تحقيق الدكتور مارسدن جونس ، منشورات مؤسّسة الأعلمي للمطبوعات بيروت.</w:t>
      </w:r>
    </w:p>
    <w:p w:rsidR="00EE1A1A" w:rsidRDefault="00EE1A1A" w:rsidP="006713DA">
      <w:pPr>
        <w:pStyle w:val="libVar"/>
        <w:rPr>
          <w:rtl/>
        </w:rPr>
      </w:pPr>
      <w:r>
        <w:rPr>
          <w:rFonts w:hint="cs"/>
          <w:rtl/>
        </w:rPr>
        <w:t>81 ـ مكارم الأخلاق : لرضي الدّين أبي نصر الحسن بن الفضل الطبرسي ، قدّم له وعلّق عليه محمد الحسين الأعلمي ، منشورات الأعلمي ، بيروت ، لبنان (1392 هـ).</w:t>
      </w:r>
    </w:p>
    <w:p w:rsidR="00EE1A1A" w:rsidRDefault="00EE1A1A" w:rsidP="006713DA">
      <w:pPr>
        <w:pStyle w:val="libVar"/>
        <w:rPr>
          <w:rtl/>
        </w:rPr>
      </w:pPr>
      <w:r>
        <w:rPr>
          <w:rFonts w:hint="cs"/>
          <w:rtl/>
        </w:rPr>
        <w:t>82 ـ منتخب كنز العمال : لعلي بن حسام الدين الشهير بالمتقي الهندي ، في هامش مسند أحمد.</w:t>
      </w:r>
    </w:p>
    <w:p w:rsidR="00EE1A1A" w:rsidRDefault="00EE1A1A" w:rsidP="006713DA">
      <w:pPr>
        <w:pStyle w:val="libVar"/>
        <w:rPr>
          <w:rtl/>
        </w:rPr>
      </w:pPr>
      <w:r>
        <w:rPr>
          <w:rtl/>
        </w:rPr>
        <w:br w:type="page"/>
      </w:r>
      <w:r>
        <w:rPr>
          <w:rFonts w:hint="cs"/>
          <w:rtl/>
        </w:rPr>
        <w:lastRenderedPageBreak/>
        <w:t>83 ـ منتهى المطلب : للعلاّمة جمال الدّين أبي منصور الحسن بن يوسف بن علي المطهّر الحلّي (762 هـ) ، طبعة حجرية.</w:t>
      </w:r>
    </w:p>
    <w:p w:rsidR="00EE1A1A" w:rsidRDefault="00EE1A1A" w:rsidP="006713DA">
      <w:pPr>
        <w:pStyle w:val="libVar"/>
        <w:rPr>
          <w:rtl/>
        </w:rPr>
      </w:pPr>
      <w:r>
        <w:rPr>
          <w:rFonts w:hint="cs"/>
          <w:rtl/>
        </w:rPr>
        <w:t>84 ـ من لا يحضره الفقيه : لأبي جعفر محمد بن علي بن الحسين بن بابويه القمّي الصدوق (381 هـ) ، حقّقه وعلّق عليه السّيد حسن الموسوي الخرسان ، الطبعة الخامسة (1390 هـ) ، دارالكتب الإسلامية.</w:t>
      </w:r>
    </w:p>
    <w:p w:rsidR="00EE1A1A" w:rsidRDefault="00EE1A1A" w:rsidP="006713DA">
      <w:pPr>
        <w:pStyle w:val="libVar"/>
        <w:rPr>
          <w:rtl/>
        </w:rPr>
      </w:pPr>
      <w:r>
        <w:rPr>
          <w:rFonts w:hint="cs"/>
          <w:rtl/>
        </w:rPr>
        <w:t>85 ـ الموطأ : لمالك بن أنس ، تصحيح محمدفؤاد عبدالباقي ، دار إحياء التراث العريى ، بيروت.</w:t>
      </w:r>
    </w:p>
    <w:p w:rsidR="00EE1A1A" w:rsidRDefault="00EE1A1A" w:rsidP="006713DA">
      <w:pPr>
        <w:pStyle w:val="libVar"/>
        <w:rPr>
          <w:rtl/>
        </w:rPr>
      </w:pPr>
      <w:r>
        <w:rPr>
          <w:rFonts w:hint="cs"/>
          <w:rtl/>
        </w:rPr>
        <w:t>86 ـ ميزان الإعتدال في نقد الرّجال : لأبي عبدالله محمد بن أحمد بن عثمان الذهبي ، تحقيق علي محمد البجاوي اُفست دارالمعرفة ، بيروت ، لبنان ، مصر الجديدة ، 1382 هـ.</w:t>
      </w:r>
    </w:p>
    <w:p w:rsidR="00EE1A1A" w:rsidRDefault="00EE1A1A" w:rsidP="006713DA">
      <w:pPr>
        <w:pStyle w:val="libVar"/>
        <w:rPr>
          <w:rtl/>
        </w:rPr>
      </w:pPr>
      <w:r>
        <w:rPr>
          <w:rFonts w:hint="cs"/>
          <w:rtl/>
        </w:rPr>
        <w:t>87 ـ النهاية في غريب الحديث والأثر : لابن الأثير مجدالدين أبي السعادات المبارك ابن محمد الجزري ، تحقيق طاهر أحمد الزاوي ومحمود محمد الطناحي ، نشر المكتبة الإسلامية ، بيروت.</w:t>
      </w:r>
    </w:p>
    <w:p w:rsidR="00EE1A1A" w:rsidRDefault="00EE1A1A" w:rsidP="006713DA">
      <w:pPr>
        <w:pStyle w:val="libVar"/>
        <w:rPr>
          <w:rtl/>
        </w:rPr>
      </w:pPr>
      <w:r>
        <w:rPr>
          <w:rFonts w:hint="cs"/>
          <w:rtl/>
        </w:rPr>
        <w:t>88 ـ نهج البلاغة : جمع الشريف الرضي (406 هـ) ، شرح محمد عبده ، تحقيق محمد محيي الدين عبدالحميد ، مطبعة الاستقامة ، مصر.</w:t>
      </w:r>
    </w:p>
    <w:p w:rsidR="00EE1A1A" w:rsidRDefault="00EE1A1A" w:rsidP="006713DA">
      <w:pPr>
        <w:pStyle w:val="libVar"/>
        <w:rPr>
          <w:rtl/>
        </w:rPr>
      </w:pPr>
      <w:r>
        <w:rPr>
          <w:rFonts w:hint="cs"/>
          <w:rtl/>
        </w:rPr>
        <w:t>89 ـ هدية الأحباب : للشيخ عباس القمي (1359 هـ) ، المطبعة الحيدرية ، النجف الأشرف ، اُفست مكتبة الصدوق طهران ، (1362 هـ ش).</w:t>
      </w:r>
    </w:p>
    <w:p w:rsidR="00EE1A1A" w:rsidRDefault="00EE1A1A" w:rsidP="006713DA">
      <w:pPr>
        <w:pStyle w:val="libCenterBold1"/>
        <w:rPr>
          <w:rtl/>
        </w:rPr>
      </w:pPr>
      <w:r>
        <w:rPr>
          <w:rtl/>
        </w:rPr>
        <w:br w:type="page"/>
      </w:r>
      <w:r>
        <w:rPr>
          <w:rFonts w:hint="cs"/>
          <w:rtl/>
        </w:rPr>
        <w:lastRenderedPageBreak/>
        <w:t>13 ـ فهرس الموضوعات</w:t>
      </w:r>
    </w:p>
    <w:p w:rsidR="002D299C" w:rsidRDefault="00F92EBA">
      <w:pPr>
        <w:pStyle w:val="TOC2"/>
        <w:tabs>
          <w:tab w:val="right" w:leader="dot" w:pos="7347"/>
        </w:tabs>
        <w:rPr>
          <w:rFonts w:asciiTheme="minorHAnsi" w:eastAsiaTheme="minorEastAsia" w:hAnsiTheme="minorHAnsi" w:cstheme="minorBidi"/>
          <w:noProof/>
          <w:color w:val="auto"/>
          <w:sz w:val="22"/>
          <w:szCs w:val="22"/>
          <w:rtl/>
        </w:rPr>
      </w:pPr>
      <w:r>
        <w:rPr>
          <w:rtl/>
        </w:rPr>
        <w:fldChar w:fldCharType="begin"/>
      </w:r>
      <w:r w:rsidR="00EE1A1A">
        <w:rPr>
          <w:rtl/>
        </w:rPr>
        <w:instrText xml:space="preserve"> </w:instrText>
      </w:r>
      <w:r w:rsidR="00EE1A1A">
        <w:rPr>
          <w:rFonts w:hint="cs"/>
        </w:rPr>
        <w:instrText>TOC</w:instrText>
      </w:r>
      <w:r w:rsidR="00EE1A1A">
        <w:rPr>
          <w:rFonts w:hint="cs"/>
          <w:rtl/>
        </w:rPr>
        <w:instrText xml:space="preserve"> \</w:instrText>
      </w:r>
      <w:r w:rsidR="00EE1A1A">
        <w:rPr>
          <w:rFonts w:hint="cs"/>
        </w:rPr>
        <w:instrText>o "</w:instrText>
      </w:r>
      <w:r w:rsidR="00EE1A1A">
        <w:rPr>
          <w:rFonts w:hint="cs"/>
          <w:rtl/>
        </w:rPr>
        <w:instrText>1-3</w:instrText>
      </w:r>
      <w:r w:rsidR="00EE1A1A">
        <w:rPr>
          <w:rFonts w:hint="cs"/>
        </w:rPr>
        <w:instrText xml:space="preserve">" \t "Heading </w:instrText>
      </w:r>
      <w:r w:rsidR="00EE1A1A">
        <w:rPr>
          <w:rFonts w:hint="cs"/>
          <w:rtl/>
        </w:rPr>
        <w:instrText xml:space="preserve">1 </w:instrText>
      </w:r>
      <w:r w:rsidR="00EE1A1A">
        <w:rPr>
          <w:rFonts w:hint="cs"/>
        </w:rPr>
        <w:instrText>Center,</w:instrText>
      </w:r>
      <w:r w:rsidR="00EE1A1A">
        <w:rPr>
          <w:rFonts w:hint="cs"/>
          <w:rtl/>
        </w:rPr>
        <w:instrText>1</w:instrText>
      </w:r>
      <w:r w:rsidR="00EE1A1A">
        <w:rPr>
          <w:rFonts w:hint="cs"/>
        </w:rPr>
        <w:instrText xml:space="preserve">,Heading </w:instrText>
      </w:r>
      <w:r w:rsidR="00EE1A1A">
        <w:rPr>
          <w:rFonts w:hint="cs"/>
          <w:rtl/>
        </w:rPr>
        <w:instrText xml:space="preserve">2 </w:instrText>
      </w:r>
      <w:r w:rsidR="00EE1A1A">
        <w:rPr>
          <w:rFonts w:hint="cs"/>
        </w:rPr>
        <w:instrText>Center,</w:instrText>
      </w:r>
      <w:r w:rsidR="00EE1A1A">
        <w:rPr>
          <w:rFonts w:hint="cs"/>
          <w:rtl/>
        </w:rPr>
        <w:instrText>2"</w:instrText>
      </w:r>
      <w:r w:rsidR="00EE1A1A">
        <w:rPr>
          <w:rtl/>
        </w:rPr>
        <w:instrText xml:space="preserve"> </w:instrText>
      </w:r>
      <w:r>
        <w:rPr>
          <w:rtl/>
        </w:rPr>
        <w:fldChar w:fldCharType="separate"/>
      </w:r>
      <w:r w:rsidR="002D299C">
        <w:rPr>
          <w:rFonts w:hint="eastAsia"/>
          <w:noProof/>
          <w:rtl/>
        </w:rPr>
        <w:t>الاول</w:t>
      </w:r>
      <w:r w:rsidR="002D299C">
        <w:rPr>
          <w:noProof/>
          <w:rtl/>
        </w:rPr>
        <w:tab/>
      </w:r>
      <w:r>
        <w:rPr>
          <w:noProof/>
          <w:rtl/>
        </w:rPr>
        <w:fldChar w:fldCharType="begin"/>
      </w:r>
      <w:r w:rsidR="002D299C">
        <w:rPr>
          <w:noProof/>
          <w:rtl/>
        </w:rPr>
        <w:instrText xml:space="preserve"> </w:instrText>
      </w:r>
      <w:r w:rsidR="002D299C">
        <w:rPr>
          <w:noProof/>
        </w:rPr>
        <w:instrText>PAGEREF</w:instrText>
      </w:r>
      <w:r w:rsidR="002D299C">
        <w:rPr>
          <w:noProof/>
          <w:rtl/>
        </w:rPr>
        <w:instrText xml:space="preserve"> _</w:instrText>
      </w:r>
      <w:r w:rsidR="002D299C">
        <w:rPr>
          <w:noProof/>
        </w:rPr>
        <w:instrText>Toc413069901 \h</w:instrText>
      </w:r>
      <w:r w:rsidR="002D299C">
        <w:rPr>
          <w:noProof/>
          <w:rtl/>
        </w:rPr>
        <w:instrText xml:space="preserve"> </w:instrText>
      </w:r>
      <w:r>
        <w:rPr>
          <w:noProof/>
          <w:rtl/>
        </w:rPr>
      </w:r>
      <w:r>
        <w:rPr>
          <w:noProof/>
          <w:rtl/>
        </w:rPr>
        <w:fldChar w:fldCharType="separate"/>
      </w:r>
      <w:r w:rsidR="008259A0">
        <w:rPr>
          <w:noProof/>
          <w:rtl/>
        </w:rPr>
        <w:t>18</w:t>
      </w:r>
      <w:r>
        <w:rPr>
          <w:noProof/>
          <w:rtl/>
        </w:rPr>
        <w:fldChar w:fldCharType="end"/>
      </w:r>
    </w:p>
    <w:p w:rsidR="002D299C" w:rsidRDefault="002D299C">
      <w:pPr>
        <w:pStyle w:val="TOC2"/>
        <w:tabs>
          <w:tab w:val="right" w:leader="dot" w:pos="7347"/>
        </w:tabs>
        <w:rPr>
          <w:rFonts w:asciiTheme="minorHAnsi" w:eastAsiaTheme="minorEastAsia" w:hAnsiTheme="minorHAnsi" w:cstheme="minorBidi"/>
          <w:noProof/>
          <w:color w:val="auto"/>
          <w:sz w:val="22"/>
          <w:szCs w:val="22"/>
          <w:rtl/>
        </w:rPr>
      </w:pPr>
      <w:r>
        <w:rPr>
          <w:rFonts w:hint="eastAsia"/>
          <w:noProof/>
          <w:rtl/>
        </w:rPr>
        <w:t>الثاني</w:t>
      </w:r>
      <w:r>
        <w:rPr>
          <w:noProof/>
          <w:rtl/>
        </w:rPr>
        <w:tab/>
      </w:r>
      <w:r w:rsidR="00F92EB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Toc413069902 \h</w:instrText>
      </w:r>
      <w:r>
        <w:rPr>
          <w:noProof/>
          <w:rtl/>
        </w:rPr>
        <w:instrText xml:space="preserve"> </w:instrText>
      </w:r>
      <w:r w:rsidR="00F92EBA">
        <w:rPr>
          <w:noProof/>
          <w:rtl/>
        </w:rPr>
      </w:r>
      <w:r w:rsidR="00F92EBA">
        <w:rPr>
          <w:noProof/>
          <w:rtl/>
        </w:rPr>
        <w:fldChar w:fldCharType="separate"/>
      </w:r>
      <w:r w:rsidR="008259A0">
        <w:rPr>
          <w:noProof/>
          <w:rtl/>
        </w:rPr>
        <w:t>19</w:t>
      </w:r>
      <w:r w:rsidR="00F92EBA">
        <w:rPr>
          <w:noProof/>
          <w:rtl/>
        </w:rPr>
        <w:fldChar w:fldCharType="end"/>
      </w:r>
    </w:p>
    <w:p w:rsidR="002D299C" w:rsidRDefault="002D299C">
      <w:pPr>
        <w:pStyle w:val="TOC2"/>
        <w:tabs>
          <w:tab w:val="right" w:leader="dot" w:pos="7347"/>
        </w:tabs>
        <w:rPr>
          <w:rFonts w:asciiTheme="minorHAnsi" w:eastAsiaTheme="minorEastAsia" w:hAnsiTheme="minorHAnsi" w:cstheme="minorBidi"/>
          <w:noProof/>
          <w:color w:val="auto"/>
          <w:sz w:val="22"/>
          <w:szCs w:val="22"/>
          <w:rtl/>
        </w:rPr>
      </w:pPr>
      <w:r>
        <w:rPr>
          <w:rFonts w:hint="eastAsia"/>
          <w:noProof/>
          <w:rtl/>
        </w:rPr>
        <w:t>الثالث</w:t>
      </w:r>
      <w:r>
        <w:rPr>
          <w:noProof/>
          <w:rtl/>
        </w:rPr>
        <w:tab/>
      </w:r>
      <w:r w:rsidR="00F92EB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Toc413069903 \h</w:instrText>
      </w:r>
      <w:r>
        <w:rPr>
          <w:noProof/>
          <w:rtl/>
        </w:rPr>
        <w:instrText xml:space="preserve"> </w:instrText>
      </w:r>
      <w:r w:rsidR="00F92EBA">
        <w:rPr>
          <w:noProof/>
          <w:rtl/>
        </w:rPr>
      </w:r>
      <w:r w:rsidR="00F92EBA">
        <w:rPr>
          <w:noProof/>
          <w:rtl/>
        </w:rPr>
        <w:fldChar w:fldCharType="separate"/>
      </w:r>
      <w:r w:rsidR="008259A0">
        <w:rPr>
          <w:noProof/>
          <w:rtl/>
        </w:rPr>
        <w:t>20</w:t>
      </w:r>
      <w:r w:rsidR="00F92EBA">
        <w:rPr>
          <w:noProof/>
          <w:rtl/>
        </w:rPr>
        <w:fldChar w:fldCharType="end"/>
      </w:r>
    </w:p>
    <w:p w:rsidR="002D299C" w:rsidRDefault="002D299C">
      <w:pPr>
        <w:pStyle w:val="TOC2"/>
        <w:tabs>
          <w:tab w:val="right" w:leader="dot" w:pos="7347"/>
        </w:tabs>
        <w:rPr>
          <w:rFonts w:asciiTheme="minorHAnsi" w:eastAsiaTheme="minorEastAsia" w:hAnsiTheme="minorHAnsi" w:cstheme="minorBidi"/>
          <w:noProof/>
          <w:color w:val="auto"/>
          <w:sz w:val="22"/>
          <w:szCs w:val="22"/>
          <w:rtl/>
        </w:rPr>
      </w:pPr>
      <w:r>
        <w:rPr>
          <w:rFonts w:hint="eastAsia"/>
          <w:noProof/>
          <w:rtl/>
        </w:rPr>
        <w:t>الرابع</w:t>
      </w:r>
      <w:r>
        <w:rPr>
          <w:noProof/>
          <w:rtl/>
        </w:rPr>
        <w:tab/>
      </w:r>
      <w:r w:rsidR="00F92EB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Toc413069906 \h</w:instrText>
      </w:r>
      <w:r>
        <w:rPr>
          <w:noProof/>
          <w:rtl/>
        </w:rPr>
        <w:instrText xml:space="preserve"> </w:instrText>
      </w:r>
      <w:r w:rsidR="00F92EBA">
        <w:rPr>
          <w:noProof/>
          <w:rtl/>
        </w:rPr>
      </w:r>
      <w:r w:rsidR="00F92EBA">
        <w:rPr>
          <w:noProof/>
          <w:rtl/>
        </w:rPr>
        <w:fldChar w:fldCharType="separate"/>
      </w:r>
      <w:r w:rsidR="008259A0">
        <w:rPr>
          <w:noProof/>
          <w:rtl/>
        </w:rPr>
        <w:t>23</w:t>
      </w:r>
      <w:r w:rsidR="00F92EBA">
        <w:rPr>
          <w:noProof/>
          <w:rtl/>
        </w:rPr>
        <w:fldChar w:fldCharType="end"/>
      </w:r>
    </w:p>
    <w:p w:rsidR="002D299C" w:rsidRDefault="002D299C">
      <w:pPr>
        <w:pStyle w:val="TOC2"/>
        <w:tabs>
          <w:tab w:val="right" w:leader="dot" w:pos="7347"/>
        </w:tabs>
        <w:rPr>
          <w:rFonts w:asciiTheme="minorHAnsi" w:eastAsiaTheme="minorEastAsia" w:hAnsiTheme="minorHAnsi" w:cstheme="minorBidi"/>
          <w:noProof/>
          <w:color w:val="auto"/>
          <w:sz w:val="22"/>
          <w:szCs w:val="22"/>
          <w:rtl/>
        </w:rPr>
      </w:pPr>
      <w:r>
        <w:rPr>
          <w:rFonts w:hint="eastAsia"/>
          <w:noProof/>
          <w:rtl/>
        </w:rPr>
        <w:t>الخامس</w:t>
      </w:r>
      <w:r>
        <w:rPr>
          <w:noProof/>
          <w:rtl/>
        </w:rPr>
        <w:tab/>
      </w:r>
      <w:r w:rsidR="00F92EB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Toc413069907 \h</w:instrText>
      </w:r>
      <w:r>
        <w:rPr>
          <w:noProof/>
          <w:rtl/>
        </w:rPr>
        <w:instrText xml:space="preserve"> </w:instrText>
      </w:r>
      <w:r w:rsidR="00F92EBA">
        <w:rPr>
          <w:noProof/>
          <w:rtl/>
        </w:rPr>
      </w:r>
      <w:r w:rsidR="00F92EBA">
        <w:rPr>
          <w:noProof/>
          <w:rtl/>
        </w:rPr>
        <w:fldChar w:fldCharType="separate"/>
      </w:r>
      <w:r w:rsidR="008259A0">
        <w:rPr>
          <w:noProof/>
          <w:rtl/>
        </w:rPr>
        <w:t>24</w:t>
      </w:r>
      <w:r w:rsidR="00F92EBA">
        <w:rPr>
          <w:noProof/>
          <w:rtl/>
        </w:rPr>
        <w:fldChar w:fldCharType="end"/>
      </w:r>
    </w:p>
    <w:p w:rsidR="002D299C" w:rsidRDefault="002D299C">
      <w:pPr>
        <w:pStyle w:val="TOC1"/>
        <w:rPr>
          <w:rFonts w:asciiTheme="minorHAnsi" w:eastAsiaTheme="minorEastAsia" w:hAnsiTheme="minorHAnsi" w:cstheme="minorBidi"/>
          <w:bCs w:val="0"/>
          <w:noProof/>
          <w:color w:val="auto"/>
          <w:sz w:val="22"/>
          <w:szCs w:val="22"/>
          <w:rtl/>
        </w:rPr>
      </w:pPr>
      <w:r>
        <w:rPr>
          <w:rFonts w:hint="eastAsia"/>
          <w:noProof/>
          <w:rtl/>
        </w:rPr>
        <w:t>الباب</w:t>
      </w:r>
      <w:r>
        <w:rPr>
          <w:noProof/>
          <w:rtl/>
        </w:rPr>
        <w:t xml:space="preserve"> </w:t>
      </w:r>
      <w:r>
        <w:rPr>
          <w:rFonts w:hint="eastAsia"/>
          <w:noProof/>
          <w:rtl/>
        </w:rPr>
        <w:t>الأول</w:t>
      </w:r>
      <w:r>
        <w:rPr>
          <w:noProof/>
          <w:rtl/>
        </w:rPr>
        <w:tab/>
      </w:r>
      <w:r w:rsidR="00F92EB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Toc413069912 \h</w:instrText>
      </w:r>
      <w:r>
        <w:rPr>
          <w:noProof/>
          <w:rtl/>
        </w:rPr>
        <w:instrText xml:space="preserve"> </w:instrText>
      </w:r>
      <w:r w:rsidR="00F92EBA">
        <w:rPr>
          <w:noProof/>
          <w:rtl/>
        </w:rPr>
      </w:r>
      <w:r w:rsidR="00F92EBA">
        <w:rPr>
          <w:noProof/>
          <w:rtl/>
        </w:rPr>
        <w:fldChar w:fldCharType="separate"/>
      </w:r>
      <w:r w:rsidR="008259A0">
        <w:rPr>
          <w:noProof/>
          <w:rtl/>
        </w:rPr>
        <w:t>29</w:t>
      </w:r>
      <w:r w:rsidR="00F92EBA">
        <w:rPr>
          <w:noProof/>
          <w:rtl/>
        </w:rPr>
        <w:fldChar w:fldCharType="end"/>
      </w:r>
    </w:p>
    <w:p w:rsidR="002D299C" w:rsidRDefault="002D299C">
      <w:pPr>
        <w:pStyle w:val="TOC1"/>
        <w:rPr>
          <w:rFonts w:asciiTheme="minorHAnsi" w:eastAsiaTheme="minorEastAsia" w:hAnsiTheme="minorHAnsi" w:cstheme="minorBidi"/>
          <w:bCs w:val="0"/>
          <w:noProof/>
          <w:color w:val="auto"/>
          <w:sz w:val="22"/>
          <w:szCs w:val="22"/>
          <w:rtl/>
        </w:rPr>
      </w:pPr>
      <w:r>
        <w:rPr>
          <w:rFonts w:hint="eastAsia"/>
          <w:noProof/>
          <w:rtl/>
        </w:rPr>
        <w:t>في</w:t>
      </w:r>
      <w:r>
        <w:rPr>
          <w:noProof/>
          <w:rtl/>
        </w:rPr>
        <w:t xml:space="preserve"> </w:t>
      </w:r>
      <w:r>
        <w:rPr>
          <w:rFonts w:hint="eastAsia"/>
          <w:noProof/>
          <w:rtl/>
        </w:rPr>
        <w:t>بيان</w:t>
      </w:r>
      <w:r>
        <w:rPr>
          <w:noProof/>
          <w:rtl/>
        </w:rPr>
        <w:t xml:space="preserve"> </w:t>
      </w:r>
      <w:r>
        <w:rPr>
          <w:rFonts w:hint="eastAsia"/>
          <w:noProof/>
          <w:rtl/>
        </w:rPr>
        <w:t>الأعواض</w:t>
      </w:r>
      <w:r>
        <w:rPr>
          <w:noProof/>
          <w:rtl/>
        </w:rPr>
        <w:t xml:space="preserve"> </w:t>
      </w:r>
      <w:r>
        <w:rPr>
          <w:rFonts w:hint="eastAsia"/>
          <w:noProof/>
          <w:rtl/>
        </w:rPr>
        <w:t>الحاصلة</w:t>
      </w:r>
      <w:r>
        <w:rPr>
          <w:noProof/>
          <w:rtl/>
        </w:rPr>
        <w:t xml:space="preserve"> </w:t>
      </w:r>
      <w:r>
        <w:rPr>
          <w:rFonts w:hint="eastAsia"/>
          <w:noProof/>
          <w:rtl/>
        </w:rPr>
        <w:t>من</w:t>
      </w:r>
      <w:r>
        <w:rPr>
          <w:noProof/>
          <w:rtl/>
        </w:rPr>
        <w:t xml:space="preserve"> </w:t>
      </w:r>
      <w:r>
        <w:rPr>
          <w:rFonts w:hint="eastAsia"/>
          <w:noProof/>
          <w:rtl/>
        </w:rPr>
        <w:t>موت</w:t>
      </w:r>
      <w:r>
        <w:rPr>
          <w:noProof/>
          <w:rtl/>
        </w:rPr>
        <w:t xml:space="preserve"> </w:t>
      </w:r>
      <w:r>
        <w:rPr>
          <w:rFonts w:hint="eastAsia"/>
          <w:noProof/>
          <w:rtl/>
        </w:rPr>
        <w:t>الأولاد</w:t>
      </w:r>
      <w:r>
        <w:rPr>
          <w:noProof/>
          <w:rtl/>
        </w:rPr>
        <w:t xml:space="preserve"> </w:t>
      </w:r>
      <w:r>
        <w:rPr>
          <w:rFonts w:hint="eastAsia"/>
          <w:noProof/>
          <w:rtl/>
        </w:rPr>
        <w:t>،</w:t>
      </w:r>
      <w:r>
        <w:rPr>
          <w:noProof/>
          <w:rtl/>
        </w:rPr>
        <w:t xml:space="preserve"> </w:t>
      </w:r>
      <w:r>
        <w:rPr>
          <w:rFonts w:hint="eastAsia"/>
          <w:noProof/>
          <w:rtl/>
        </w:rPr>
        <w:t>وما</w:t>
      </w:r>
      <w:r>
        <w:rPr>
          <w:noProof/>
          <w:rtl/>
        </w:rPr>
        <w:t xml:space="preserve"> </w:t>
      </w:r>
      <w:r>
        <w:rPr>
          <w:rFonts w:hint="eastAsia"/>
          <w:noProof/>
          <w:rtl/>
        </w:rPr>
        <w:t>يقرب</w:t>
      </w:r>
      <w:r>
        <w:rPr>
          <w:noProof/>
          <w:rtl/>
        </w:rPr>
        <w:t xml:space="preserve"> </w:t>
      </w:r>
      <w:r>
        <w:rPr>
          <w:rFonts w:hint="eastAsia"/>
          <w:noProof/>
          <w:rtl/>
        </w:rPr>
        <w:t>من</w:t>
      </w:r>
      <w:r>
        <w:rPr>
          <w:noProof/>
          <w:rtl/>
        </w:rPr>
        <w:t xml:space="preserve"> </w:t>
      </w:r>
      <w:r>
        <w:rPr>
          <w:rFonts w:hint="eastAsia"/>
          <w:noProof/>
          <w:rtl/>
        </w:rPr>
        <w:t>هذا</w:t>
      </w:r>
      <w:r>
        <w:rPr>
          <w:noProof/>
          <w:rtl/>
        </w:rPr>
        <w:t xml:space="preserve"> </w:t>
      </w:r>
      <w:r>
        <w:rPr>
          <w:rFonts w:hint="eastAsia"/>
          <w:noProof/>
          <w:rtl/>
        </w:rPr>
        <w:t>المراد</w:t>
      </w:r>
      <w:r>
        <w:rPr>
          <w:noProof/>
          <w:rtl/>
        </w:rPr>
        <w:tab/>
      </w:r>
      <w:r w:rsidR="00F92EB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Toc413069913 \h</w:instrText>
      </w:r>
      <w:r>
        <w:rPr>
          <w:noProof/>
          <w:rtl/>
        </w:rPr>
        <w:instrText xml:space="preserve"> </w:instrText>
      </w:r>
      <w:r w:rsidR="00F92EBA">
        <w:rPr>
          <w:noProof/>
          <w:rtl/>
        </w:rPr>
      </w:r>
      <w:r w:rsidR="00F92EBA">
        <w:rPr>
          <w:noProof/>
          <w:rtl/>
        </w:rPr>
        <w:fldChar w:fldCharType="separate"/>
      </w:r>
      <w:r w:rsidR="008259A0">
        <w:rPr>
          <w:noProof/>
          <w:rtl/>
        </w:rPr>
        <w:t>29</w:t>
      </w:r>
      <w:r w:rsidR="00F92EBA">
        <w:rPr>
          <w:noProof/>
          <w:rtl/>
        </w:rPr>
        <w:fldChar w:fldCharType="end"/>
      </w:r>
    </w:p>
    <w:p w:rsidR="002D299C" w:rsidRDefault="002D299C">
      <w:pPr>
        <w:pStyle w:val="TOC2"/>
        <w:tabs>
          <w:tab w:val="right" w:leader="dot" w:pos="7347"/>
        </w:tabs>
        <w:rPr>
          <w:rFonts w:asciiTheme="minorHAnsi" w:eastAsiaTheme="minorEastAsia" w:hAnsiTheme="minorHAnsi" w:cstheme="minorBidi"/>
          <w:noProof/>
          <w:color w:val="auto"/>
          <w:sz w:val="22"/>
          <w:szCs w:val="22"/>
          <w:rtl/>
        </w:rPr>
      </w:pPr>
      <w:r>
        <w:rPr>
          <w:rFonts w:hint="eastAsia"/>
          <w:noProof/>
          <w:rtl/>
        </w:rPr>
        <w:t>فصل</w:t>
      </w:r>
      <w:r>
        <w:rPr>
          <w:noProof/>
          <w:rtl/>
        </w:rPr>
        <w:tab/>
      </w:r>
      <w:r w:rsidR="00F92EB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Toc413069915 \h</w:instrText>
      </w:r>
      <w:r>
        <w:rPr>
          <w:noProof/>
          <w:rtl/>
        </w:rPr>
        <w:instrText xml:space="preserve"> </w:instrText>
      </w:r>
      <w:r w:rsidR="00F92EBA">
        <w:rPr>
          <w:noProof/>
          <w:rtl/>
        </w:rPr>
      </w:r>
      <w:r w:rsidR="00F92EBA">
        <w:rPr>
          <w:noProof/>
          <w:rtl/>
        </w:rPr>
        <w:fldChar w:fldCharType="separate"/>
      </w:r>
      <w:r w:rsidR="008259A0">
        <w:rPr>
          <w:noProof/>
          <w:rtl/>
        </w:rPr>
        <w:t>42</w:t>
      </w:r>
      <w:r w:rsidR="00F92EBA">
        <w:rPr>
          <w:noProof/>
          <w:rtl/>
        </w:rPr>
        <w:fldChar w:fldCharType="end"/>
      </w:r>
    </w:p>
    <w:p w:rsidR="002D299C" w:rsidRDefault="002D299C">
      <w:pPr>
        <w:pStyle w:val="TOC1"/>
        <w:rPr>
          <w:rFonts w:asciiTheme="minorHAnsi" w:eastAsiaTheme="minorEastAsia" w:hAnsiTheme="minorHAnsi" w:cstheme="minorBidi"/>
          <w:bCs w:val="0"/>
          <w:noProof/>
          <w:color w:val="auto"/>
          <w:sz w:val="22"/>
          <w:szCs w:val="22"/>
          <w:rtl/>
        </w:rPr>
      </w:pPr>
      <w:r>
        <w:rPr>
          <w:rFonts w:hint="eastAsia"/>
          <w:noProof/>
          <w:rtl/>
        </w:rPr>
        <w:t>الباب</w:t>
      </w:r>
      <w:r>
        <w:rPr>
          <w:noProof/>
          <w:rtl/>
        </w:rPr>
        <w:t xml:space="preserve"> </w:t>
      </w:r>
      <w:r>
        <w:rPr>
          <w:rFonts w:hint="eastAsia"/>
          <w:noProof/>
          <w:rtl/>
        </w:rPr>
        <w:t>الثاني</w:t>
      </w:r>
      <w:r>
        <w:rPr>
          <w:noProof/>
          <w:rtl/>
        </w:rPr>
        <w:tab/>
      </w:r>
      <w:r w:rsidR="00F92EB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Toc413069916 \h</w:instrText>
      </w:r>
      <w:r>
        <w:rPr>
          <w:noProof/>
          <w:rtl/>
        </w:rPr>
        <w:instrText xml:space="preserve"> </w:instrText>
      </w:r>
      <w:r w:rsidR="00F92EBA">
        <w:rPr>
          <w:noProof/>
          <w:rtl/>
        </w:rPr>
      </w:r>
      <w:r w:rsidR="00F92EBA">
        <w:rPr>
          <w:noProof/>
          <w:rtl/>
        </w:rPr>
        <w:fldChar w:fldCharType="separate"/>
      </w:r>
      <w:r w:rsidR="008259A0">
        <w:rPr>
          <w:noProof/>
          <w:rtl/>
        </w:rPr>
        <w:t>45</w:t>
      </w:r>
      <w:r w:rsidR="00F92EBA">
        <w:rPr>
          <w:noProof/>
          <w:rtl/>
        </w:rPr>
        <w:fldChar w:fldCharType="end"/>
      </w:r>
    </w:p>
    <w:p w:rsidR="002D299C" w:rsidRDefault="002D299C">
      <w:pPr>
        <w:pStyle w:val="TOC1"/>
        <w:rPr>
          <w:rFonts w:asciiTheme="minorHAnsi" w:eastAsiaTheme="minorEastAsia" w:hAnsiTheme="minorHAnsi" w:cstheme="minorBidi"/>
          <w:bCs w:val="0"/>
          <w:noProof/>
          <w:color w:val="auto"/>
          <w:sz w:val="22"/>
          <w:szCs w:val="22"/>
          <w:rtl/>
        </w:rPr>
      </w:pPr>
      <w:r>
        <w:rPr>
          <w:rFonts w:hint="eastAsia"/>
          <w:noProof/>
          <w:rtl/>
        </w:rPr>
        <w:t>في</w:t>
      </w:r>
      <w:r>
        <w:rPr>
          <w:noProof/>
          <w:rtl/>
        </w:rPr>
        <w:t xml:space="preserve"> </w:t>
      </w:r>
      <w:r>
        <w:rPr>
          <w:rFonts w:hint="eastAsia"/>
          <w:noProof/>
          <w:rtl/>
        </w:rPr>
        <w:t>الصبر</w:t>
      </w:r>
      <w:r>
        <w:rPr>
          <w:noProof/>
          <w:rtl/>
        </w:rPr>
        <w:t xml:space="preserve"> </w:t>
      </w:r>
      <w:r>
        <w:rPr>
          <w:rFonts w:hint="eastAsia"/>
          <w:noProof/>
          <w:rtl/>
        </w:rPr>
        <w:t>وما</w:t>
      </w:r>
      <w:r>
        <w:rPr>
          <w:noProof/>
          <w:rtl/>
        </w:rPr>
        <w:t xml:space="preserve"> </w:t>
      </w:r>
      <w:r>
        <w:rPr>
          <w:rFonts w:hint="eastAsia"/>
          <w:noProof/>
          <w:rtl/>
        </w:rPr>
        <w:t>يلحق</w:t>
      </w:r>
      <w:r>
        <w:rPr>
          <w:noProof/>
          <w:rtl/>
        </w:rPr>
        <w:t xml:space="preserve"> </w:t>
      </w:r>
      <w:r>
        <w:rPr>
          <w:rFonts w:hint="eastAsia"/>
          <w:noProof/>
          <w:rtl/>
        </w:rPr>
        <w:t>به</w:t>
      </w:r>
      <w:r>
        <w:rPr>
          <w:noProof/>
          <w:rtl/>
        </w:rPr>
        <w:tab/>
      </w:r>
      <w:r w:rsidR="00F92EB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Toc413069917 \h</w:instrText>
      </w:r>
      <w:r>
        <w:rPr>
          <w:noProof/>
          <w:rtl/>
        </w:rPr>
        <w:instrText xml:space="preserve"> </w:instrText>
      </w:r>
      <w:r w:rsidR="00F92EBA">
        <w:rPr>
          <w:noProof/>
          <w:rtl/>
        </w:rPr>
      </w:r>
      <w:r w:rsidR="00F92EBA">
        <w:rPr>
          <w:noProof/>
          <w:rtl/>
        </w:rPr>
        <w:fldChar w:fldCharType="separate"/>
      </w:r>
      <w:r w:rsidR="008259A0">
        <w:rPr>
          <w:noProof/>
          <w:rtl/>
        </w:rPr>
        <w:t>45</w:t>
      </w:r>
      <w:r w:rsidR="00F92EBA">
        <w:rPr>
          <w:noProof/>
          <w:rtl/>
        </w:rPr>
        <w:fldChar w:fldCharType="end"/>
      </w:r>
    </w:p>
    <w:p w:rsidR="002D299C" w:rsidRDefault="002D299C">
      <w:pPr>
        <w:pStyle w:val="TOC2"/>
        <w:tabs>
          <w:tab w:val="right" w:leader="dot" w:pos="7347"/>
        </w:tabs>
        <w:rPr>
          <w:rFonts w:asciiTheme="minorHAnsi" w:eastAsiaTheme="minorEastAsia" w:hAnsiTheme="minorHAnsi" w:cstheme="minorBidi"/>
          <w:noProof/>
          <w:color w:val="auto"/>
          <w:sz w:val="22"/>
          <w:szCs w:val="22"/>
          <w:rtl/>
        </w:rPr>
      </w:pPr>
      <w:r>
        <w:rPr>
          <w:rFonts w:hint="eastAsia"/>
          <w:noProof/>
          <w:rtl/>
        </w:rPr>
        <w:t>قال</w:t>
      </w:r>
      <w:r>
        <w:rPr>
          <w:noProof/>
          <w:rtl/>
        </w:rPr>
        <w:tab/>
      </w:r>
      <w:r w:rsidR="00F92EB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Toc413069918 \h</w:instrText>
      </w:r>
      <w:r>
        <w:rPr>
          <w:noProof/>
          <w:rtl/>
        </w:rPr>
        <w:instrText xml:space="preserve"> </w:instrText>
      </w:r>
      <w:r w:rsidR="00F92EBA">
        <w:rPr>
          <w:noProof/>
          <w:rtl/>
        </w:rPr>
      </w:r>
      <w:r w:rsidR="00F92EBA">
        <w:rPr>
          <w:noProof/>
          <w:rtl/>
        </w:rPr>
        <w:fldChar w:fldCharType="separate"/>
      </w:r>
      <w:r w:rsidR="008259A0">
        <w:rPr>
          <w:noProof/>
          <w:rtl/>
        </w:rPr>
        <w:t>46</w:t>
      </w:r>
      <w:r w:rsidR="00F92EBA">
        <w:rPr>
          <w:noProof/>
          <w:rtl/>
        </w:rPr>
        <w:fldChar w:fldCharType="end"/>
      </w:r>
    </w:p>
    <w:p w:rsidR="002D299C" w:rsidRDefault="002D299C">
      <w:pPr>
        <w:pStyle w:val="TOC2"/>
        <w:tabs>
          <w:tab w:val="right" w:leader="dot" w:pos="7347"/>
        </w:tabs>
        <w:rPr>
          <w:rFonts w:asciiTheme="minorHAnsi" w:eastAsiaTheme="minorEastAsia" w:hAnsiTheme="minorHAnsi" w:cstheme="minorBidi"/>
          <w:noProof/>
          <w:color w:val="auto"/>
          <w:sz w:val="22"/>
          <w:szCs w:val="22"/>
          <w:rtl/>
        </w:rPr>
      </w:pPr>
      <w:r>
        <w:rPr>
          <w:rFonts w:hint="eastAsia"/>
          <w:noProof/>
          <w:rtl/>
        </w:rPr>
        <w:t>فصل</w:t>
      </w:r>
      <w:r>
        <w:rPr>
          <w:noProof/>
          <w:rtl/>
        </w:rPr>
        <w:tab/>
      </w:r>
      <w:r w:rsidR="00F92EB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Toc413069921 \h</w:instrText>
      </w:r>
      <w:r>
        <w:rPr>
          <w:noProof/>
          <w:rtl/>
        </w:rPr>
        <w:instrText xml:space="preserve"> </w:instrText>
      </w:r>
      <w:r w:rsidR="00F92EBA">
        <w:rPr>
          <w:noProof/>
          <w:rtl/>
        </w:rPr>
      </w:r>
      <w:r w:rsidR="00F92EBA">
        <w:rPr>
          <w:noProof/>
          <w:rtl/>
        </w:rPr>
        <w:fldChar w:fldCharType="separate"/>
      </w:r>
      <w:r w:rsidR="008259A0">
        <w:rPr>
          <w:noProof/>
          <w:rtl/>
        </w:rPr>
        <w:t>53</w:t>
      </w:r>
      <w:r w:rsidR="00F92EBA">
        <w:rPr>
          <w:noProof/>
          <w:rtl/>
        </w:rPr>
        <w:fldChar w:fldCharType="end"/>
      </w:r>
    </w:p>
    <w:p w:rsidR="002D299C" w:rsidRDefault="002D299C">
      <w:pPr>
        <w:pStyle w:val="TOC2"/>
        <w:tabs>
          <w:tab w:val="right" w:leader="dot" w:pos="7347"/>
        </w:tabs>
        <w:rPr>
          <w:rFonts w:asciiTheme="minorHAnsi" w:eastAsiaTheme="minorEastAsia" w:hAnsiTheme="minorHAnsi" w:cstheme="minorBidi"/>
          <w:noProof/>
          <w:color w:val="auto"/>
          <w:sz w:val="22"/>
          <w:szCs w:val="22"/>
          <w:rtl/>
        </w:rPr>
      </w:pPr>
      <w:r>
        <w:rPr>
          <w:rFonts w:hint="eastAsia"/>
          <w:noProof/>
          <w:rtl/>
        </w:rPr>
        <w:t>فصل</w:t>
      </w:r>
      <w:r>
        <w:rPr>
          <w:noProof/>
          <w:rtl/>
        </w:rPr>
        <w:tab/>
      </w:r>
      <w:r w:rsidR="00F92EB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Toc413069922 \h</w:instrText>
      </w:r>
      <w:r>
        <w:rPr>
          <w:noProof/>
          <w:rtl/>
        </w:rPr>
        <w:instrText xml:space="preserve"> </w:instrText>
      </w:r>
      <w:r w:rsidR="00F92EBA">
        <w:rPr>
          <w:noProof/>
          <w:rtl/>
        </w:rPr>
      </w:r>
      <w:r w:rsidR="00F92EBA">
        <w:rPr>
          <w:noProof/>
          <w:rtl/>
        </w:rPr>
        <w:fldChar w:fldCharType="separate"/>
      </w:r>
      <w:r w:rsidR="008259A0">
        <w:rPr>
          <w:noProof/>
          <w:rtl/>
        </w:rPr>
        <w:t>56</w:t>
      </w:r>
      <w:r w:rsidR="00F92EBA">
        <w:rPr>
          <w:noProof/>
          <w:rtl/>
        </w:rPr>
        <w:fldChar w:fldCharType="end"/>
      </w:r>
    </w:p>
    <w:p w:rsidR="002D299C" w:rsidRDefault="002D299C">
      <w:pPr>
        <w:pStyle w:val="TOC2"/>
        <w:tabs>
          <w:tab w:val="right" w:leader="dot" w:pos="7347"/>
        </w:tabs>
        <w:rPr>
          <w:rFonts w:asciiTheme="minorHAnsi" w:eastAsiaTheme="minorEastAsia" w:hAnsiTheme="minorHAnsi" w:cstheme="minorBidi"/>
          <w:noProof/>
          <w:color w:val="auto"/>
          <w:sz w:val="22"/>
          <w:szCs w:val="22"/>
          <w:rtl/>
        </w:rPr>
      </w:pPr>
      <w:r>
        <w:rPr>
          <w:rFonts w:hint="eastAsia"/>
          <w:noProof/>
          <w:rtl/>
        </w:rPr>
        <w:t>فصل</w:t>
      </w:r>
      <w:r>
        <w:rPr>
          <w:noProof/>
          <w:rtl/>
        </w:rPr>
        <w:tab/>
      </w:r>
      <w:r w:rsidR="00F92EB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Toc413069924 \h</w:instrText>
      </w:r>
      <w:r>
        <w:rPr>
          <w:noProof/>
          <w:rtl/>
        </w:rPr>
        <w:instrText xml:space="preserve"> </w:instrText>
      </w:r>
      <w:r w:rsidR="00F92EBA">
        <w:rPr>
          <w:noProof/>
          <w:rtl/>
        </w:rPr>
      </w:r>
      <w:r w:rsidR="00F92EBA">
        <w:rPr>
          <w:noProof/>
          <w:rtl/>
        </w:rPr>
        <w:fldChar w:fldCharType="separate"/>
      </w:r>
      <w:r w:rsidR="008259A0">
        <w:rPr>
          <w:noProof/>
          <w:rtl/>
        </w:rPr>
        <w:t>58</w:t>
      </w:r>
      <w:r w:rsidR="00F92EBA">
        <w:rPr>
          <w:noProof/>
          <w:rtl/>
        </w:rPr>
        <w:fldChar w:fldCharType="end"/>
      </w:r>
    </w:p>
    <w:p w:rsidR="002D299C" w:rsidRDefault="002D299C">
      <w:pPr>
        <w:pStyle w:val="TOC2"/>
        <w:tabs>
          <w:tab w:val="right" w:leader="dot" w:pos="7347"/>
        </w:tabs>
        <w:rPr>
          <w:rFonts w:asciiTheme="minorHAnsi" w:eastAsiaTheme="minorEastAsia" w:hAnsiTheme="minorHAnsi" w:cstheme="minorBidi"/>
          <w:noProof/>
          <w:color w:val="auto"/>
          <w:sz w:val="22"/>
          <w:szCs w:val="22"/>
          <w:rtl/>
        </w:rPr>
      </w:pPr>
      <w:r>
        <w:rPr>
          <w:rFonts w:hint="eastAsia"/>
          <w:noProof/>
          <w:rtl/>
        </w:rPr>
        <w:t>فصل</w:t>
      </w:r>
      <w:r>
        <w:rPr>
          <w:noProof/>
          <w:rtl/>
        </w:rPr>
        <w:tab/>
      </w:r>
      <w:r w:rsidR="00F92EB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Toc413069925 \h</w:instrText>
      </w:r>
      <w:r>
        <w:rPr>
          <w:noProof/>
          <w:rtl/>
        </w:rPr>
        <w:instrText xml:space="preserve"> </w:instrText>
      </w:r>
      <w:r w:rsidR="00F92EBA">
        <w:rPr>
          <w:noProof/>
          <w:rtl/>
        </w:rPr>
      </w:r>
      <w:r w:rsidR="00F92EBA">
        <w:rPr>
          <w:noProof/>
          <w:rtl/>
        </w:rPr>
        <w:fldChar w:fldCharType="separate"/>
      </w:r>
      <w:r w:rsidR="008259A0">
        <w:rPr>
          <w:noProof/>
          <w:rtl/>
        </w:rPr>
        <w:t>59</w:t>
      </w:r>
      <w:r w:rsidR="00F92EBA">
        <w:rPr>
          <w:noProof/>
          <w:rtl/>
        </w:rPr>
        <w:fldChar w:fldCharType="end"/>
      </w:r>
    </w:p>
    <w:p w:rsidR="002D299C" w:rsidRDefault="002D299C">
      <w:pPr>
        <w:pStyle w:val="TOC2"/>
        <w:tabs>
          <w:tab w:val="right" w:leader="dot" w:pos="7347"/>
        </w:tabs>
        <w:rPr>
          <w:rFonts w:asciiTheme="minorHAnsi" w:eastAsiaTheme="minorEastAsia" w:hAnsiTheme="minorHAnsi" w:cstheme="minorBidi"/>
          <w:noProof/>
          <w:color w:val="auto"/>
          <w:sz w:val="22"/>
          <w:szCs w:val="22"/>
          <w:rtl/>
        </w:rPr>
      </w:pPr>
      <w:r>
        <w:rPr>
          <w:rFonts w:hint="eastAsia"/>
          <w:noProof/>
          <w:rtl/>
        </w:rPr>
        <w:t>فصل</w:t>
      </w:r>
      <w:r>
        <w:rPr>
          <w:noProof/>
          <w:rtl/>
        </w:rPr>
        <w:tab/>
      </w:r>
      <w:r w:rsidR="00F92EB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Toc413069926 \h</w:instrText>
      </w:r>
      <w:r>
        <w:rPr>
          <w:noProof/>
          <w:rtl/>
        </w:rPr>
        <w:instrText xml:space="preserve"> </w:instrText>
      </w:r>
      <w:r w:rsidR="00F92EBA">
        <w:rPr>
          <w:noProof/>
          <w:rtl/>
        </w:rPr>
      </w:r>
      <w:r w:rsidR="00F92EBA">
        <w:rPr>
          <w:noProof/>
          <w:rtl/>
        </w:rPr>
        <w:fldChar w:fldCharType="separate"/>
      </w:r>
      <w:r w:rsidR="008259A0">
        <w:rPr>
          <w:noProof/>
          <w:rtl/>
        </w:rPr>
        <w:t>60</w:t>
      </w:r>
      <w:r w:rsidR="00F92EBA">
        <w:rPr>
          <w:noProof/>
          <w:rtl/>
        </w:rPr>
        <w:fldChar w:fldCharType="end"/>
      </w:r>
    </w:p>
    <w:p w:rsidR="002D299C" w:rsidRDefault="002D299C">
      <w:pPr>
        <w:pStyle w:val="TOC2"/>
        <w:tabs>
          <w:tab w:val="right" w:leader="dot" w:pos="7347"/>
        </w:tabs>
        <w:rPr>
          <w:rFonts w:asciiTheme="minorHAnsi" w:eastAsiaTheme="minorEastAsia" w:hAnsiTheme="minorHAnsi" w:cstheme="minorBidi"/>
          <w:noProof/>
          <w:color w:val="auto"/>
          <w:sz w:val="22"/>
          <w:szCs w:val="22"/>
          <w:rtl/>
        </w:rPr>
      </w:pPr>
      <w:r>
        <w:rPr>
          <w:rFonts w:hint="eastAsia"/>
          <w:noProof/>
          <w:rtl/>
        </w:rPr>
        <w:t>في</w:t>
      </w:r>
      <w:r>
        <w:rPr>
          <w:noProof/>
          <w:rtl/>
        </w:rPr>
        <w:t xml:space="preserve"> </w:t>
      </w:r>
      <w:r>
        <w:rPr>
          <w:rFonts w:hint="eastAsia"/>
          <w:noProof/>
          <w:rtl/>
        </w:rPr>
        <w:t>نبذ</w:t>
      </w:r>
      <w:r>
        <w:rPr>
          <w:noProof/>
          <w:rtl/>
        </w:rPr>
        <w:t xml:space="preserve"> </w:t>
      </w:r>
      <w:r>
        <w:rPr>
          <w:rFonts w:hint="eastAsia"/>
          <w:noProof/>
          <w:rtl/>
        </w:rPr>
        <w:t>من</w:t>
      </w:r>
      <w:r>
        <w:rPr>
          <w:noProof/>
          <w:rtl/>
        </w:rPr>
        <w:t xml:space="preserve"> </w:t>
      </w:r>
      <w:r>
        <w:rPr>
          <w:rFonts w:hint="eastAsia"/>
          <w:noProof/>
          <w:rtl/>
        </w:rPr>
        <w:t>أحوال</w:t>
      </w:r>
      <w:r>
        <w:rPr>
          <w:noProof/>
          <w:rtl/>
        </w:rPr>
        <w:t xml:space="preserve"> </w:t>
      </w:r>
      <w:r>
        <w:rPr>
          <w:rFonts w:hint="eastAsia"/>
          <w:noProof/>
          <w:rtl/>
        </w:rPr>
        <w:t>السلف</w:t>
      </w:r>
      <w:r>
        <w:rPr>
          <w:noProof/>
          <w:rtl/>
        </w:rPr>
        <w:t xml:space="preserve"> </w:t>
      </w:r>
      <w:r>
        <w:rPr>
          <w:rFonts w:hint="eastAsia"/>
          <w:noProof/>
          <w:rtl/>
        </w:rPr>
        <w:t>عند</w:t>
      </w:r>
      <w:r>
        <w:rPr>
          <w:noProof/>
          <w:rtl/>
        </w:rPr>
        <w:t xml:space="preserve"> </w:t>
      </w:r>
      <w:r>
        <w:rPr>
          <w:rFonts w:hint="eastAsia"/>
          <w:noProof/>
          <w:rtl/>
        </w:rPr>
        <w:t>موت</w:t>
      </w:r>
      <w:r>
        <w:rPr>
          <w:noProof/>
          <w:rtl/>
        </w:rPr>
        <w:t xml:space="preserve"> </w:t>
      </w:r>
      <w:r>
        <w:rPr>
          <w:rFonts w:hint="eastAsia"/>
          <w:noProof/>
          <w:rtl/>
        </w:rPr>
        <w:t>أبنائهم</w:t>
      </w:r>
      <w:r>
        <w:rPr>
          <w:noProof/>
          <w:rtl/>
        </w:rPr>
        <w:t xml:space="preserve"> </w:t>
      </w:r>
      <w:r>
        <w:rPr>
          <w:rFonts w:hint="eastAsia"/>
          <w:noProof/>
          <w:rtl/>
        </w:rPr>
        <w:t>وأحبائهم</w:t>
      </w:r>
      <w:r>
        <w:rPr>
          <w:noProof/>
          <w:rtl/>
        </w:rPr>
        <w:tab/>
      </w:r>
      <w:r w:rsidR="00F92EB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Toc413069927 \h</w:instrText>
      </w:r>
      <w:r>
        <w:rPr>
          <w:noProof/>
          <w:rtl/>
        </w:rPr>
        <w:instrText xml:space="preserve"> </w:instrText>
      </w:r>
      <w:r w:rsidR="00F92EBA">
        <w:rPr>
          <w:noProof/>
          <w:rtl/>
        </w:rPr>
      </w:r>
      <w:r w:rsidR="00F92EBA">
        <w:rPr>
          <w:noProof/>
          <w:rtl/>
        </w:rPr>
        <w:fldChar w:fldCharType="separate"/>
      </w:r>
      <w:r w:rsidR="008259A0">
        <w:rPr>
          <w:noProof/>
          <w:rtl/>
        </w:rPr>
        <w:t>60</w:t>
      </w:r>
      <w:r w:rsidR="00F92EBA">
        <w:rPr>
          <w:noProof/>
          <w:rtl/>
        </w:rPr>
        <w:fldChar w:fldCharType="end"/>
      </w:r>
    </w:p>
    <w:p w:rsidR="002D299C" w:rsidRDefault="002D299C">
      <w:pPr>
        <w:pStyle w:val="TOC2"/>
        <w:tabs>
          <w:tab w:val="right" w:leader="dot" w:pos="7347"/>
        </w:tabs>
        <w:rPr>
          <w:rFonts w:asciiTheme="minorHAnsi" w:eastAsiaTheme="minorEastAsia" w:hAnsiTheme="minorHAnsi" w:cstheme="minorBidi"/>
          <w:noProof/>
          <w:color w:val="auto"/>
          <w:sz w:val="22"/>
          <w:szCs w:val="22"/>
          <w:rtl/>
        </w:rPr>
      </w:pPr>
      <w:r>
        <w:rPr>
          <w:rFonts w:hint="eastAsia"/>
          <w:noProof/>
          <w:rtl/>
        </w:rPr>
        <w:t>فصل</w:t>
      </w:r>
      <w:r>
        <w:rPr>
          <w:noProof/>
          <w:rtl/>
        </w:rPr>
        <w:tab/>
      </w:r>
      <w:r w:rsidR="00F92EB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Toc413069928 \h</w:instrText>
      </w:r>
      <w:r>
        <w:rPr>
          <w:noProof/>
          <w:rtl/>
        </w:rPr>
        <w:instrText xml:space="preserve"> </w:instrText>
      </w:r>
      <w:r w:rsidR="00F92EBA">
        <w:rPr>
          <w:noProof/>
          <w:rtl/>
        </w:rPr>
      </w:r>
      <w:r w:rsidR="00F92EBA">
        <w:rPr>
          <w:noProof/>
          <w:rtl/>
        </w:rPr>
        <w:fldChar w:fldCharType="separate"/>
      </w:r>
      <w:r w:rsidR="008259A0">
        <w:rPr>
          <w:noProof/>
          <w:rtl/>
        </w:rPr>
        <w:t>68</w:t>
      </w:r>
      <w:r w:rsidR="00F92EBA">
        <w:rPr>
          <w:noProof/>
          <w:rtl/>
        </w:rPr>
        <w:fldChar w:fldCharType="end"/>
      </w:r>
    </w:p>
    <w:p w:rsidR="002D299C" w:rsidRDefault="002D299C">
      <w:pPr>
        <w:pStyle w:val="TOC2"/>
        <w:tabs>
          <w:tab w:val="right" w:leader="dot" w:pos="7347"/>
        </w:tabs>
        <w:rPr>
          <w:rFonts w:asciiTheme="minorHAnsi" w:eastAsiaTheme="minorEastAsia" w:hAnsiTheme="minorHAnsi" w:cstheme="minorBidi"/>
          <w:noProof/>
          <w:color w:val="auto"/>
          <w:sz w:val="22"/>
          <w:szCs w:val="22"/>
          <w:rtl/>
        </w:rPr>
      </w:pPr>
      <w:r>
        <w:rPr>
          <w:rFonts w:hint="eastAsia"/>
          <w:noProof/>
          <w:rtl/>
        </w:rPr>
        <w:t>في</w:t>
      </w:r>
      <w:r>
        <w:rPr>
          <w:noProof/>
          <w:rtl/>
        </w:rPr>
        <w:t xml:space="preserve"> </w:t>
      </w:r>
      <w:r>
        <w:rPr>
          <w:rFonts w:hint="eastAsia"/>
          <w:noProof/>
          <w:rtl/>
        </w:rPr>
        <w:t>ذكر</w:t>
      </w:r>
      <w:r>
        <w:rPr>
          <w:noProof/>
          <w:rtl/>
        </w:rPr>
        <w:t xml:space="preserve"> </w:t>
      </w:r>
      <w:r>
        <w:rPr>
          <w:rFonts w:hint="eastAsia"/>
          <w:noProof/>
          <w:rtl/>
        </w:rPr>
        <w:t>جماعة</w:t>
      </w:r>
      <w:r>
        <w:rPr>
          <w:noProof/>
          <w:rtl/>
        </w:rPr>
        <w:t xml:space="preserve"> </w:t>
      </w:r>
      <w:r>
        <w:rPr>
          <w:rFonts w:hint="eastAsia"/>
          <w:noProof/>
          <w:rtl/>
        </w:rPr>
        <w:t>من</w:t>
      </w:r>
      <w:r>
        <w:rPr>
          <w:noProof/>
          <w:rtl/>
        </w:rPr>
        <w:t xml:space="preserve"> </w:t>
      </w:r>
      <w:r>
        <w:rPr>
          <w:rFonts w:hint="eastAsia"/>
          <w:noProof/>
          <w:rtl/>
        </w:rPr>
        <w:t>النساء</w:t>
      </w:r>
      <w:r>
        <w:rPr>
          <w:noProof/>
          <w:rtl/>
        </w:rPr>
        <w:t xml:space="preserve"> </w:t>
      </w:r>
      <w:r>
        <w:rPr>
          <w:rFonts w:hint="eastAsia"/>
          <w:noProof/>
          <w:rtl/>
        </w:rPr>
        <w:t>نقل</w:t>
      </w:r>
      <w:r>
        <w:rPr>
          <w:noProof/>
          <w:rtl/>
        </w:rPr>
        <w:t xml:space="preserve"> </w:t>
      </w:r>
      <w:r>
        <w:rPr>
          <w:rFonts w:hint="eastAsia"/>
          <w:noProof/>
          <w:rtl/>
        </w:rPr>
        <w:t>العلماء</w:t>
      </w:r>
      <w:r>
        <w:rPr>
          <w:noProof/>
          <w:rtl/>
        </w:rPr>
        <w:t xml:space="preserve"> </w:t>
      </w:r>
      <w:r>
        <w:rPr>
          <w:rFonts w:hint="eastAsia"/>
          <w:noProof/>
          <w:rtl/>
        </w:rPr>
        <w:t>صبرهن</w:t>
      </w:r>
      <w:r>
        <w:rPr>
          <w:noProof/>
          <w:rtl/>
        </w:rPr>
        <w:tab/>
      </w:r>
      <w:r w:rsidR="00F92EB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Toc413069929 \h</w:instrText>
      </w:r>
      <w:r>
        <w:rPr>
          <w:noProof/>
          <w:rtl/>
        </w:rPr>
        <w:instrText xml:space="preserve"> </w:instrText>
      </w:r>
      <w:r w:rsidR="00F92EBA">
        <w:rPr>
          <w:noProof/>
          <w:rtl/>
        </w:rPr>
      </w:r>
      <w:r w:rsidR="00F92EBA">
        <w:rPr>
          <w:noProof/>
          <w:rtl/>
        </w:rPr>
        <w:fldChar w:fldCharType="separate"/>
      </w:r>
      <w:r w:rsidR="008259A0">
        <w:rPr>
          <w:noProof/>
          <w:rtl/>
        </w:rPr>
        <w:t>68</w:t>
      </w:r>
      <w:r w:rsidR="00F92EBA">
        <w:rPr>
          <w:noProof/>
          <w:rtl/>
        </w:rPr>
        <w:fldChar w:fldCharType="end"/>
      </w:r>
    </w:p>
    <w:p w:rsidR="002D299C" w:rsidRDefault="002D299C">
      <w:pPr>
        <w:pStyle w:val="TOC1"/>
        <w:rPr>
          <w:rFonts w:asciiTheme="minorHAnsi" w:eastAsiaTheme="minorEastAsia" w:hAnsiTheme="minorHAnsi" w:cstheme="minorBidi"/>
          <w:bCs w:val="0"/>
          <w:noProof/>
          <w:color w:val="auto"/>
          <w:sz w:val="22"/>
          <w:szCs w:val="22"/>
          <w:rtl/>
        </w:rPr>
      </w:pPr>
      <w:r>
        <w:rPr>
          <w:rFonts w:hint="eastAsia"/>
          <w:noProof/>
          <w:rtl/>
        </w:rPr>
        <w:t>الباب</w:t>
      </w:r>
      <w:r>
        <w:rPr>
          <w:noProof/>
          <w:rtl/>
        </w:rPr>
        <w:t xml:space="preserve"> </w:t>
      </w:r>
      <w:r>
        <w:rPr>
          <w:rFonts w:hint="eastAsia"/>
          <w:noProof/>
          <w:rtl/>
        </w:rPr>
        <w:t>الثالث</w:t>
      </w:r>
      <w:r>
        <w:rPr>
          <w:noProof/>
          <w:rtl/>
        </w:rPr>
        <w:t xml:space="preserve"> : </w:t>
      </w:r>
      <w:r>
        <w:rPr>
          <w:rFonts w:hint="eastAsia"/>
          <w:noProof/>
          <w:rtl/>
        </w:rPr>
        <w:t>في</w:t>
      </w:r>
      <w:r>
        <w:rPr>
          <w:noProof/>
          <w:rtl/>
        </w:rPr>
        <w:t xml:space="preserve"> </w:t>
      </w:r>
      <w:r>
        <w:rPr>
          <w:rFonts w:hint="eastAsia"/>
          <w:noProof/>
          <w:rtl/>
        </w:rPr>
        <w:t>الرضا</w:t>
      </w:r>
      <w:r>
        <w:rPr>
          <w:noProof/>
          <w:rtl/>
        </w:rPr>
        <w:tab/>
      </w:r>
      <w:r w:rsidR="00F92EB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Toc413069930 \h</w:instrText>
      </w:r>
      <w:r>
        <w:rPr>
          <w:noProof/>
          <w:rtl/>
        </w:rPr>
        <w:instrText xml:space="preserve"> </w:instrText>
      </w:r>
      <w:r w:rsidR="00F92EBA">
        <w:rPr>
          <w:noProof/>
          <w:rtl/>
        </w:rPr>
      </w:r>
      <w:r w:rsidR="00F92EBA">
        <w:rPr>
          <w:noProof/>
          <w:rtl/>
        </w:rPr>
        <w:fldChar w:fldCharType="separate"/>
      </w:r>
      <w:r w:rsidR="008259A0">
        <w:rPr>
          <w:noProof/>
          <w:rtl/>
        </w:rPr>
        <w:t>79</w:t>
      </w:r>
      <w:r w:rsidR="00F92EBA">
        <w:rPr>
          <w:noProof/>
          <w:rtl/>
        </w:rPr>
        <w:fldChar w:fldCharType="end"/>
      </w:r>
    </w:p>
    <w:p w:rsidR="002D299C" w:rsidRDefault="002D299C">
      <w:pPr>
        <w:pStyle w:val="TOC2"/>
        <w:tabs>
          <w:tab w:val="right" w:leader="dot" w:pos="7347"/>
        </w:tabs>
        <w:rPr>
          <w:rFonts w:asciiTheme="minorHAnsi" w:eastAsiaTheme="minorEastAsia" w:hAnsiTheme="minorHAnsi" w:cstheme="minorBidi"/>
          <w:noProof/>
          <w:color w:val="auto"/>
          <w:sz w:val="22"/>
          <w:szCs w:val="22"/>
          <w:rtl/>
        </w:rPr>
      </w:pPr>
      <w:r>
        <w:rPr>
          <w:rFonts w:hint="eastAsia"/>
          <w:noProof/>
          <w:rtl/>
        </w:rPr>
        <w:t>فصل</w:t>
      </w:r>
      <w:r>
        <w:rPr>
          <w:noProof/>
          <w:rtl/>
        </w:rPr>
        <w:tab/>
      </w:r>
      <w:r w:rsidR="00F92EB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Toc413069935 \h</w:instrText>
      </w:r>
      <w:r>
        <w:rPr>
          <w:noProof/>
          <w:rtl/>
        </w:rPr>
        <w:instrText xml:space="preserve"> </w:instrText>
      </w:r>
      <w:r w:rsidR="00F92EBA">
        <w:rPr>
          <w:noProof/>
          <w:rtl/>
        </w:rPr>
      </w:r>
      <w:r w:rsidR="00F92EBA">
        <w:rPr>
          <w:noProof/>
          <w:rtl/>
        </w:rPr>
        <w:fldChar w:fldCharType="separate"/>
      </w:r>
      <w:r w:rsidR="008259A0">
        <w:rPr>
          <w:noProof/>
          <w:rtl/>
        </w:rPr>
        <w:t>84</w:t>
      </w:r>
      <w:r w:rsidR="00F92EBA">
        <w:rPr>
          <w:noProof/>
          <w:rtl/>
        </w:rPr>
        <w:fldChar w:fldCharType="end"/>
      </w:r>
    </w:p>
    <w:p w:rsidR="002D299C" w:rsidRDefault="002D299C">
      <w:pPr>
        <w:pStyle w:val="TOC2"/>
        <w:tabs>
          <w:tab w:val="right" w:leader="dot" w:pos="7347"/>
        </w:tabs>
        <w:rPr>
          <w:rFonts w:asciiTheme="minorHAnsi" w:eastAsiaTheme="minorEastAsia" w:hAnsiTheme="minorHAnsi" w:cstheme="minorBidi"/>
          <w:noProof/>
          <w:color w:val="auto"/>
          <w:sz w:val="22"/>
          <w:szCs w:val="22"/>
          <w:rtl/>
        </w:rPr>
      </w:pPr>
      <w:r>
        <w:rPr>
          <w:rFonts w:hint="eastAsia"/>
          <w:noProof/>
          <w:rtl/>
        </w:rPr>
        <w:t>فصل</w:t>
      </w:r>
      <w:r>
        <w:rPr>
          <w:noProof/>
          <w:rtl/>
        </w:rPr>
        <w:tab/>
      </w:r>
      <w:r w:rsidR="00F92EB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Toc413069936 \h</w:instrText>
      </w:r>
      <w:r>
        <w:rPr>
          <w:noProof/>
          <w:rtl/>
        </w:rPr>
        <w:instrText xml:space="preserve"> </w:instrText>
      </w:r>
      <w:r w:rsidR="00F92EBA">
        <w:rPr>
          <w:noProof/>
          <w:rtl/>
        </w:rPr>
      </w:r>
      <w:r w:rsidR="00F92EBA">
        <w:rPr>
          <w:noProof/>
          <w:rtl/>
        </w:rPr>
        <w:fldChar w:fldCharType="separate"/>
      </w:r>
      <w:r w:rsidR="008259A0">
        <w:rPr>
          <w:noProof/>
          <w:rtl/>
        </w:rPr>
        <w:t>85</w:t>
      </w:r>
      <w:r w:rsidR="00F92EBA">
        <w:rPr>
          <w:noProof/>
          <w:rtl/>
        </w:rPr>
        <w:fldChar w:fldCharType="end"/>
      </w:r>
    </w:p>
    <w:p w:rsidR="002D299C" w:rsidRDefault="002D299C">
      <w:pPr>
        <w:pStyle w:val="TOC2"/>
        <w:tabs>
          <w:tab w:val="right" w:leader="dot" w:pos="7347"/>
        </w:tabs>
        <w:rPr>
          <w:rFonts w:asciiTheme="minorHAnsi" w:eastAsiaTheme="minorEastAsia" w:hAnsiTheme="minorHAnsi" w:cstheme="minorBidi"/>
          <w:noProof/>
          <w:color w:val="auto"/>
          <w:sz w:val="22"/>
          <w:szCs w:val="22"/>
          <w:rtl/>
        </w:rPr>
      </w:pPr>
      <w:r>
        <w:rPr>
          <w:rFonts w:hint="eastAsia"/>
          <w:noProof/>
          <w:rtl/>
        </w:rPr>
        <w:t>فصل</w:t>
      </w:r>
      <w:r>
        <w:rPr>
          <w:noProof/>
          <w:rtl/>
        </w:rPr>
        <w:t xml:space="preserve"> :</w:t>
      </w:r>
      <w:r>
        <w:rPr>
          <w:noProof/>
          <w:rtl/>
        </w:rPr>
        <w:tab/>
      </w:r>
      <w:r w:rsidR="00F92EB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Toc413069937 \h</w:instrText>
      </w:r>
      <w:r>
        <w:rPr>
          <w:noProof/>
          <w:rtl/>
        </w:rPr>
        <w:instrText xml:space="preserve"> </w:instrText>
      </w:r>
      <w:r w:rsidR="00F92EBA">
        <w:rPr>
          <w:noProof/>
          <w:rtl/>
        </w:rPr>
      </w:r>
      <w:r w:rsidR="00F92EBA">
        <w:rPr>
          <w:noProof/>
          <w:rtl/>
        </w:rPr>
        <w:fldChar w:fldCharType="separate"/>
      </w:r>
      <w:r w:rsidR="008259A0">
        <w:rPr>
          <w:noProof/>
          <w:rtl/>
        </w:rPr>
        <w:t>87</w:t>
      </w:r>
      <w:r w:rsidR="00F92EBA">
        <w:rPr>
          <w:noProof/>
          <w:rtl/>
        </w:rPr>
        <w:fldChar w:fldCharType="end"/>
      </w:r>
    </w:p>
    <w:p w:rsidR="002D299C" w:rsidRDefault="002D299C">
      <w:pPr>
        <w:pStyle w:val="TOC2"/>
        <w:tabs>
          <w:tab w:val="right" w:leader="dot" w:pos="7347"/>
        </w:tabs>
        <w:rPr>
          <w:rFonts w:asciiTheme="minorHAnsi" w:eastAsiaTheme="minorEastAsia" w:hAnsiTheme="minorHAnsi" w:cstheme="minorBidi"/>
          <w:noProof/>
          <w:color w:val="auto"/>
          <w:sz w:val="22"/>
          <w:szCs w:val="22"/>
          <w:rtl/>
        </w:rPr>
      </w:pPr>
      <w:r>
        <w:rPr>
          <w:rFonts w:hint="eastAsia"/>
          <w:noProof/>
          <w:rtl/>
        </w:rPr>
        <w:t>فصل</w:t>
      </w:r>
      <w:r>
        <w:rPr>
          <w:noProof/>
          <w:rtl/>
        </w:rPr>
        <w:tab/>
      </w:r>
      <w:r w:rsidR="00F92EB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Toc413069938 \h</w:instrText>
      </w:r>
      <w:r>
        <w:rPr>
          <w:noProof/>
          <w:rtl/>
        </w:rPr>
        <w:instrText xml:space="preserve"> </w:instrText>
      </w:r>
      <w:r w:rsidR="00F92EBA">
        <w:rPr>
          <w:noProof/>
          <w:rtl/>
        </w:rPr>
      </w:r>
      <w:r w:rsidR="00F92EBA">
        <w:rPr>
          <w:noProof/>
          <w:rtl/>
        </w:rPr>
        <w:fldChar w:fldCharType="separate"/>
      </w:r>
      <w:r w:rsidR="008259A0">
        <w:rPr>
          <w:noProof/>
          <w:rtl/>
        </w:rPr>
        <w:t>90</w:t>
      </w:r>
      <w:r w:rsidR="00F92EBA">
        <w:rPr>
          <w:noProof/>
          <w:rtl/>
        </w:rPr>
        <w:fldChar w:fldCharType="end"/>
      </w:r>
    </w:p>
    <w:p w:rsidR="002D299C" w:rsidRDefault="002D299C">
      <w:pPr>
        <w:pStyle w:val="TOC1"/>
        <w:rPr>
          <w:rFonts w:asciiTheme="minorHAnsi" w:eastAsiaTheme="minorEastAsia" w:hAnsiTheme="minorHAnsi" w:cstheme="minorBidi"/>
          <w:bCs w:val="0"/>
          <w:noProof/>
          <w:color w:val="auto"/>
          <w:sz w:val="22"/>
          <w:szCs w:val="22"/>
          <w:rtl/>
        </w:rPr>
      </w:pPr>
      <w:r>
        <w:rPr>
          <w:rFonts w:hint="eastAsia"/>
          <w:noProof/>
          <w:rtl/>
        </w:rPr>
        <w:t>الباب</w:t>
      </w:r>
      <w:r>
        <w:rPr>
          <w:noProof/>
          <w:rtl/>
        </w:rPr>
        <w:t xml:space="preserve"> </w:t>
      </w:r>
      <w:r>
        <w:rPr>
          <w:rFonts w:hint="eastAsia"/>
          <w:noProof/>
          <w:rtl/>
        </w:rPr>
        <w:t>الرابع</w:t>
      </w:r>
      <w:r>
        <w:rPr>
          <w:noProof/>
          <w:rtl/>
        </w:rPr>
        <w:t xml:space="preserve"> : </w:t>
      </w:r>
      <w:r>
        <w:rPr>
          <w:rFonts w:hint="eastAsia"/>
          <w:noProof/>
          <w:rtl/>
        </w:rPr>
        <w:t>في</w:t>
      </w:r>
      <w:r>
        <w:rPr>
          <w:noProof/>
          <w:rtl/>
        </w:rPr>
        <w:t xml:space="preserve"> </w:t>
      </w:r>
      <w:r>
        <w:rPr>
          <w:rFonts w:hint="eastAsia"/>
          <w:noProof/>
          <w:rtl/>
        </w:rPr>
        <w:t>البكاء</w:t>
      </w:r>
      <w:r>
        <w:rPr>
          <w:noProof/>
          <w:rtl/>
        </w:rPr>
        <w:tab/>
      </w:r>
      <w:r w:rsidR="00F92EB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Toc413069940 \h</w:instrText>
      </w:r>
      <w:r>
        <w:rPr>
          <w:noProof/>
          <w:rtl/>
        </w:rPr>
        <w:instrText xml:space="preserve"> </w:instrText>
      </w:r>
      <w:r w:rsidR="00F92EBA">
        <w:rPr>
          <w:noProof/>
          <w:rtl/>
        </w:rPr>
      </w:r>
      <w:r w:rsidR="00F92EBA">
        <w:rPr>
          <w:noProof/>
          <w:rtl/>
        </w:rPr>
        <w:fldChar w:fldCharType="separate"/>
      </w:r>
      <w:r w:rsidR="008259A0">
        <w:rPr>
          <w:noProof/>
          <w:rtl/>
        </w:rPr>
        <w:t>92</w:t>
      </w:r>
      <w:r w:rsidR="00F92EBA">
        <w:rPr>
          <w:noProof/>
          <w:rtl/>
        </w:rPr>
        <w:fldChar w:fldCharType="end"/>
      </w:r>
    </w:p>
    <w:p w:rsidR="002D299C" w:rsidRDefault="002D299C">
      <w:pPr>
        <w:bidi w:val="0"/>
        <w:spacing w:before="480" w:line="276" w:lineRule="auto"/>
        <w:ind w:firstLine="0"/>
        <w:jc w:val="center"/>
        <w:rPr>
          <w:noProof/>
          <w:rtl/>
        </w:rPr>
      </w:pPr>
      <w:r>
        <w:rPr>
          <w:noProof/>
          <w:rtl/>
        </w:rPr>
        <w:br w:type="page"/>
      </w:r>
    </w:p>
    <w:p w:rsidR="002D299C" w:rsidRDefault="002D299C">
      <w:pPr>
        <w:pStyle w:val="TOC2"/>
        <w:tabs>
          <w:tab w:val="right" w:leader="dot" w:pos="7347"/>
        </w:tabs>
        <w:rPr>
          <w:rFonts w:asciiTheme="minorHAnsi" w:eastAsiaTheme="minorEastAsia" w:hAnsiTheme="minorHAnsi" w:cstheme="minorBidi"/>
          <w:noProof/>
          <w:color w:val="auto"/>
          <w:sz w:val="22"/>
          <w:szCs w:val="22"/>
          <w:rtl/>
        </w:rPr>
      </w:pPr>
      <w:r>
        <w:rPr>
          <w:rFonts w:hint="eastAsia"/>
          <w:noProof/>
          <w:rtl/>
        </w:rPr>
        <w:lastRenderedPageBreak/>
        <w:t>فصل</w:t>
      </w:r>
      <w:r>
        <w:rPr>
          <w:noProof/>
          <w:rtl/>
        </w:rPr>
        <w:tab/>
      </w:r>
      <w:r w:rsidR="00F92EB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Toc413069942 \h</w:instrText>
      </w:r>
      <w:r>
        <w:rPr>
          <w:noProof/>
          <w:rtl/>
        </w:rPr>
        <w:instrText xml:space="preserve"> </w:instrText>
      </w:r>
      <w:r w:rsidR="00F92EBA">
        <w:rPr>
          <w:noProof/>
          <w:rtl/>
        </w:rPr>
      </w:r>
      <w:r w:rsidR="00F92EBA">
        <w:rPr>
          <w:noProof/>
          <w:rtl/>
        </w:rPr>
        <w:fldChar w:fldCharType="separate"/>
      </w:r>
      <w:r w:rsidR="008259A0">
        <w:rPr>
          <w:noProof/>
          <w:rtl/>
        </w:rPr>
        <w:t>99</w:t>
      </w:r>
      <w:r w:rsidR="00F92EBA">
        <w:rPr>
          <w:noProof/>
          <w:rtl/>
        </w:rPr>
        <w:fldChar w:fldCharType="end"/>
      </w:r>
    </w:p>
    <w:p w:rsidR="002D299C" w:rsidRDefault="002D299C">
      <w:pPr>
        <w:pStyle w:val="TOC2"/>
        <w:tabs>
          <w:tab w:val="right" w:leader="dot" w:pos="7347"/>
        </w:tabs>
        <w:rPr>
          <w:rFonts w:asciiTheme="minorHAnsi" w:eastAsiaTheme="minorEastAsia" w:hAnsiTheme="minorHAnsi" w:cstheme="minorBidi"/>
          <w:noProof/>
          <w:color w:val="auto"/>
          <w:sz w:val="22"/>
          <w:szCs w:val="22"/>
          <w:rtl/>
        </w:rPr>
      </w:pPr>
      <w:r>
        <w:rPr>
          <w:rFonts w:hint="eastAsia"/>
          <w:noProof/>
          <w:rtl/>
        </w:rPr>
        <w:t>فصل</w:t>
      </w:r>
      <w:r>
        <w:rPr>
          <w:noProof/>
          <w:rtl/>
        </w:rPr>
        <w:tab/>
      </w:r>
      <w:r w:rsidR="00F92EB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Toc413069943 \h</w:instrText>
      </w:r>
      <w:r>
        <w:rPr>
          <w:noProof/>
          <w:rtl/>
        </w:rPr>
        <w:instrText xml:space="preserve"> </w:instrText>
      </w:r>
      <w:r w:rsidR="00F92EBA">
        <w:rPr>
          <w:noProof/>
          <w:rtl/>
        </w:rPr>
      </w:r>
      <w:r w:rsidR="00F92EBA">
        <w:rPr>
          <w:noProof/>
          <w:rtl/>
        </w:rPr>
        <w:fldChar w:fldCharType="separate"/>
      </w:r>
      <w:r w:rsidR="008259A0">
        <w:rPr>
          <w:noProof/>
          <w:rtl/>
        </w:rPr>
        <w:t>101</w:t>
      </w:r>
      <w:r w:rsidR="00F92EBA">
        <w:rPr>
          <w:noProof/>
          <w:rtl/>
        </w:rPr>
        <w:fldChar w:fldCharType="end"/>
      </w:r>
    </w:p>
    <w:p w:rsidR="002D299C" w:rsidRDefault="002D299C">
      <w:pPr>
        <w:pStyle w:val="TOC2"/>
        <w:tabs>
          <w:tab w:val="right" w:leader="dot" w:pos="7347"/>
        </w:tabs>
        <w:rPr>
          <w:rFonts w:asciiTheme="minorHAnsi" w:eastAsiaTheme="minorEastAsia" w:hAnsiTheme="minorHAnsi" w:cstheme="minorBidi"/>
          <w:noProof/>
          <w:color w:val="auto"/>
          <w:sz w:val="22"/>
          <w:szCs w:val="22"/>
          <w:rtl/>
        </w:rPr>
      </w:pPr>
      <w:r>
        <w:rPr>
          <w:rFonts w:hint="eastAsia"/>
          <w:noProof/>
          <w:rtl/>
        </w:rPr>
        <w:t>فصل</w:t>
      </w:r>
      <w:r>
        <w:rPr>
          <w:noProof/>
          <w:rtl/>
        </w:rPr>
        <w:tab/>
      </w:r>
      <w:r w:rsidR="00F92EB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Toc413069944 \h</w:instrText>
      </w:r>
      <w:r>
        <w:rPr>
          <w:noProof/>
          <w:rtl/>
        </w:rPr>
        <w:instrText xml:space="preserve"> </w:instrText>
      </w:r>
      <w:r w:rsidR="00F92EBA">
        <w:rPr>
          <w:noProof/>
          <w:rtl/>
        </w:rPr>
      </w:r>
      <w:r w:rsidR="00F92EBA">
        <w:rPr>
          <w:noProof/>
          <w:rtl/>
        </w:rPr>
        <w:fldChar w:fldCharType="separate"/>
      </w:r>
      <w:r w:rsidR="008259A0">
        <w:rPr>
          <w:noProof/>
          <w:rtl/>
        </w:rPr>
        <w:t>103</w:t>
      </w:r>
      <w:r w:rsidR="00F92EBA">
        <w:rPr>
          <w:noProof/>
          <w:rtl/>
        </w:rPr>
        <w:fldChar w:fldCharType="end"/>
      </w:r>
    </w:p>
    <w:p w:rsidR="002D299C" w:rsidRDefault="002D299C">
      <w:pPr>
        <w:pStyle w:val="TOC2"/>
        <w:tabs>
          <w:tab w:val="right" w:leader="dot" w:pos="7347"/>
        </w:tabs>
        <w:rPr>
          <w:rFonts w:asciiTheme="minorHAnsi" w:eastAsiaTheme="minorEastAsia" w:hAnsiTheme="minorHAnsi" w:cstheme="minorBidi"/>
          <w:noProof/>
          <w:color w:val="auto"/>
          <w:sz w:val="22"/>
          <w:szCs w:val="22"/>
          <w:rtl/>
        </w:rPr>
      </w:pPr>
      <w:r>
        <w:rPr>
          <w:rFonts w:hint="eastAsia"/>
          <w:noProof/>
          <w:rtl/>
        </w:rPr>
        <w:t>فصل</w:t>
      </w:r>
      <w:r>
        <w:rPr>
          <w:noProof/>
          <w:rtl/>
        </w:rPr>
        <w:tab/>
      </w:r>
      <w:r w:rsidR="00F92EB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Toc413069946 \h</w:instrText>
      </w:r>
      <w:r>
        <w:rPr>
          <w:noProof/>
          <w:rtl/>
        </w:rPr>
        <w:instrText xml:space="preserve"> </w:instrText>
      </w:r>
      <w:r w:rsidR="00F92EBA">
        <w:rPr>
          <w:noProof/>
          <w:rtl/>
        </w:rPr>
      </w:r>
      <w:r w:rsidR="00F92EBA">
        <w:rPr>
          <w:noProof/>
          <w:rtl/>
        </w:rPr>
        <w:fldChar w:fldCharType="separate"/>
      </w:r>
      <w:r w:rsidR="008259A0">
        <w:rPr>
          <w:noProof/>
          <w:rtl/>
        </w:rPr>
        <w:t>108</w:t>
      </w:r>
      <w:r w:rsidR="00F92EBA">
        <w:rPr>
          <w:noProof/>
          <w:rtl/>
        </w:rPr>
        <w:fldChar w:fldCharType="end"/>
      </w:r>
    </w:p>
    <w:p w:rsidR="002D299C" w:rsidRDefault="002D299C">
      <w:pPr>
        <w:pStyle w:val="TOC2"/>
        <w:tabs>
          <w:tab w:val="right" w:leader="dot" w:pos="7347"/>
        </w:tabs>
        <w:rPr>
          <w:rFonts w:asciiTheme="minorHAnsi" w:eastAsiaTheme="minorEastAsia" w:hAnsiTheme="minorHAnsi" w:cstheme="minorBidi"/>
          <w:noProof/>
          <w:color w:val="auto"/>
          <w:sz w:val="22"/>
          <w:szCs w:val="22"/>
          <w:rtl/>
        </w:rPr>
      </w:pPr>
      <w:r>
        <w:rPr>
          <w:rFonts w:hint="eastAsia"/>
          <w:noProof/>
          <w:rtl/>
        </w:rPr>
        <w:t>فصل</w:t>
      </w:r>
      <w:r>
        <w:rPr>
          <w:noProof/>
          <w:rtl/>
        </w:rPr>
        <w:tab/>
      </w:r>
      <w:r w:rsidR="00F92EB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Toc413069947 \h</w:instrText>
      </w:r>
      <w:r>
        <w:rPr>
          <w:noProof/>
          <w:rtl/>
        </w:rPr>
        <w:instrText xml:space="preserve"> </w:instrText>
      </w:r>
      <w:r w:rsidR="00F92EBA">
        <w:rPr>
          <w:noProof/>
          <w:rtl/>
        </w:rPr>
      </w:r>
      <w:r w:rsidR="00F92EBA">
        <w:rPr>
          <w:noProof/>
          <w:rtl/>
        </w:rPr>
        <w:fldChar w:fldCharType="separate"/>
      </w:r>
      <w:r w:rsidR="008259A0">
        <w:rPr>
          <w:noProof/>
          <w:rtl/>
        </w:rPr>
        <w:t>110</w:t>
      </w:r>
      <w:r w:rsidR="00F92EBA">
        <w:rPr>
          <w:noProof/>
          <w:rtl/>
        </w:rPr>
        <w:fldChar w:fldCharType="end"/>
      </w:r>
    </w:p>
    <w:p w:rsidR="002D299C" w:rsidRDefault="002D299C">
      <w:pPr>
        <w:pStyle w:val="TOC2"/>
        <w:tabs>
          <w:tab w:val="right" w:leader="dot" w:pos="7347"/>
        </w:tabs>
        <w:rPr>
          <w:rFonts w:asciiTheme="minorHAnsi" w:eastAsiaTheme="minorEastAsia" w:hAnsiTheme="minorHAnsi" w:cstheme="minorBidi"/>
          <w:noProof/>
          <w:color w:val="auto"/>
          <w:sz w:val="22"/>
          <w:szCs w:val="22"/>
          <w:rtl/>
        </w:rPr>
      </w:pPr>
      <w:r>
        <w:rPr>
          <w:rFonts w:hint="eastAsia"/>
          <w:noProof/>
          <w:rtl/>
        </w:rPr>
        <w:t>فصل</w:t>
      </w:r>
      <w:r>
        <w:rPr>
          <w:noProof/>
          <w:rtl/>
        </w:rPr>
        <w:tab/>
      </w:r>
      <w:r w:rsidR="00F92EB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Toc413069949 \h</w:instrText>
      </w:r>
      <w:r>
        <w:rPr>
          <w:noProof/>
          <w:rtl/>
        </w:rPr>
        <w:instrText xml:space="preserve"> </w:instrText>
      </w:r>
      <w:r w:rsidR="00F92EBA">
        <w:rPr>
          <w:noProof/>
          <w:rtl/>
        </w:rPr>
      </w:r>
      <w:r w:rsidR="00F92EBA">
        <w:rPr>
          <w:noProof/>
          <w:rtl/>
        </w:rPr>
        <w:fldChar w:fldCharType="separate"/>
      </w:r>
      <w:r w:rsidR="008259A0">
        <w:rPr>
          <w:noProof/>
          <w:rtl/>
        </w:rPr>
        <w:t>113</w:t>
      </w:r>
      <w:r w:rsidR="00F92EBA">
        <w:rPr>
          <w:noProof/>
          <w:rtl/>
        </w:rPr>
        <w:fldChar w:fldCharType="end"/>
      </w:r>
    </w:p>
    <w:p w:rsidR="00EE1A1A" w:rsidRDefault="00F92EBA" w:rsidP="00BB3BDA">
      <w:pPr>
        <w:pStyle w:val="libNormal"/>
        <w:rPr>
          <w:rtl/>
        </w:rPr>
      </w:pPr>
      <w:r>
        <w:rPr>
          <w:rtl/>
        </w:rPr>
        <w:fldChar w:fldCharType="end"/>
      </w:r>
    </w:p>
    <w:p w:rsidR="002045CF" w:rsidRDefault="002045CF" w:rsidP="002045CF">
      <w:pPr>
        <w:pStyle w:val="libNormal"/>
        <w:ind w:firstLine="0"/>
        <w:rPr>
          <w:rtl/>
        </w:rPr>
      </w:pPr>
    </w:p>
    <w:sectPr w:rsidR="002045CF" w:rsidSect="00C16B53">
      <w:footerReference w:type="even" r:id="rId13"/>
      <w:footerReference w:type="default" r:id="rId14"/>
      <w:footerReference w:type="first" r:id="rId15"/>
      <w:type w:val="continuous"/>
      <w:pgSz w:w="11907" w:h="16840" w:code="9"/>
      <w:pgMar w:top="1440" w:right="2275" w:bottom="1440" w:left="2275"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1F22" w:rsidRDefault="00001F22">
      <w:r>
        <w:separator/>
      </w:r>
    </w:p>
    <w:p w:rsidR="00001F22" w:rsidRDefault="00001F22"/>
  </w:endnote>
  <w:endnote w:type="continuationSeparator" w:id="1">
    <w:p w:rsidR="00001F22" w:rsidRDefault="00001F22">
      <w:r>
        <w:continuationSeparator/>
      </w:r>
    </w:p>
    <w:p w:rsidR="00001F22" w:rsidRDefault="00001F22"/>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3BDA" w:rsidRPr="002045CF" w:rsidRDefault="00F92EBA" w:rsidP="002045CF">
    <w:pPr>
      <w:jc w:val="center"/>
      <w:rPr>
        <w:rFonts w:cs="Times New Roman"/>
        <w:sz w:val="26"/>
        <w:szCs w:val="26"/>
      </w:rPr>
    </w:pPr>
    <w:r w:rsidRPr="002045CF">
      <w:rPr>
        <w:rFonts w:cs="Times New Roman"/>
        <w:sz w:val="26"/>
        <w:szCs w:val="26"/>
      </w:rPr>
      <w:fldChar w:fldCharType="begin"/>
    </w:r>
    <w:r w:rsidR="00BB3BDA" w:rsidRPr="002045CF">
      <w:rPr>
        <w:rFonts w:cs="Times New Roman"/>
        <w:sz w:val="26"/>
        <w:szCs w:val="26"/>
      </w:rPr>
      <w:instrText xml:space="preserve"> PAGE   \* MERGEFORMAT </w:instrText>
    </w:r>
    <w:r w:rsidRPr="002045CF">
      <w:rPr>
        <w:rFonts w:cs="Times New Roman"/>
        <w:sz w:val="26"/>
        <w:szCs w:val="26"/>
      </w:rPr>
      <w:fldChar w:fldCharType="separate"/>
    </w:r>
    <w:r w:rsidR="008259A0">
      <w:rPr>
        <w:rFonts w:cs="Times New Roman"/>
        <w:noProof/>
        <w:sz w:val="26"/>
        <w:szCs w:val="26"/>
        <w:rtl/>
      </w:rPr>
      <w:t>168</w:t>
    </w:r>
    <w:r w:rsidRPr="002045CF">
      <w:rPr>
        <w:rFonts w:cs="Times New Roman"/>
        <w:sz w:val="26"/>
        <w:szCs w:val="26"/>
      </w:rPr>
      <w:fldChar w:fldCharType="end"/>
    </w:r>
  </w:p>
  <w:p w:rsidR="00BB3BDA" w:rsidRDefault="00BB3BDA"/>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3BDA" w:rsidRPr="00900D4D" w:rsidRDefault="00F92EBA" w:rsidP="00A11772">
    <w:pPr>
      <w:jc w:val="center"/>
      <w:rPr>
        <w:rFonts w:cs="Times New Roman"/>
      </w:rPr>
    </w:pPr>
    <w:r w:rsidRPr="00900D4D">
      <w:rPr>
        <w:rFonts w:cs="Times New Roman"/>
      </w:rPr>
      <w:fldChar w:fldCharType="begin"/>
    </w:r>
    <w:r w:rsidR="00BB3BDA" w:rsidRPr="00900D4D">
      <w:rPr>
        <w:rFonts w:cs="Times New Roman"/>
      </w:rPr>
      <w:instrText xml:space="preserve"> PAGE   \* MERGEFORMAT </w:instrText>
    </w:r>
    <w:r w:rsidRPr="00900D4D">
      <w:rPr>
        <w:rFonts w:cs="Times New Roman"/>
      </w:rPr>
      <w:fldChar w:fldCharType="separate"/>
    </w:r>
    <w:r w:rsidR="008259A0">
      <w:rPr>
        <w:rFonts w:cs="Times New Roman"/>
        <w:noProof/>
        <w:rtl/>
      </w:rPr>
      <w:t>169</w:t>
    </w:r>
    <w:r w:rsidRPr="00900D4D">
      <w:rPr>
        <w:rFonts w:cs="Times New Roman"/>
      </w:rPr>
      <w:fldChar w:fldCharType="end"/>
    </w:r>
  </w:p>
  <w:p w:rsidR="00BB3BDA" w:rsidRDefault="00BB3BDA"/>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3BDA" w:rsidRPr="002045CF" w:rsidRDefault="00F92EBA" w:rsidP="002045CF">
    <w:pPr>
      <w:jc w:val="center"/>
      <w:rPr>
        <w:rFonts w:cs="Times New Roman"/>
        <w:sz w:val="26"/>
        <w:szCs w:val="26"/>
      </w:rPr>
    </w:pPr>
    <w:r w:rsidRPr="002045CF">
      <w:rPr>
        <w:rFonts w:cs="Times New Roman"/>
        <w:sz w:val="26"/>
        <w:szCs w:val="26"/>
      </w:rPr>
      <w:fldChar w:fldCharType="begin"/>
    </w:r>
    <w:r w:rsidR="00BB3BDA" w:rsidRPr="002045CF">
      <w:rPr>
        <w:rFonts w:cs="Times New Roman"/>
        <w:sz w:val="26"/>
        <w:szCs w:val="26"/>
      </w:rPr>
      <w:instrText xml:space="preserve"> PAGE   \* MERGEFORMAT </w:instrText>
    </w:r>
    <w:r w:rsidRPr="002045CF">
      <w:rPr>
        <w:rFonts w:cs="Times New Roman"/>
        <w:sz w:val="26"/>
        <w:szCs w:val="26"/>
      </w:rPr>
      <w:fldChar w:fldCharType="separate"/>
    </w:r>
    <w:r w:rsidR="008259A0">
      <w:rPr>
        <w:rFonts w:cs="Times New Roman"/>
        <w:noProof/>
        <w:sz w:val="26"/>
        <w:szCs w:val="26"/>
        <w:rtl/>
      </w:rPr>
      <w:t>1</w:t>
    </w:r>
    <w:r w:rsidRPr="002045CF">
      <w:rPr>
        <w:rFonts w:cs="Times New Roman"/>
        <w:sz w:val="26"/>
        <w:szCs w:val="26"/>
      </w:rPr>
      <w:fldChar w:fldCharType="end"/>
    </w:r>
  </w:p>
  <w:p w:rsidR="00BB3BDA" w:rsidRDefault="00BB3BDA"/>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1F22" w:rsidRDefault="00001F22">
      <w:r>
        <w:separator/>
      </w:r>
    </w:p>
    <w:p w:rsidR="00001F22" w:rsidRDefault="00001F22"/>
  </w:footnote>
  <w:footnote w:type="continuationSeparator" w:id="1">
    <w:p w:rsidR="00001F22" w:rsidRDefault="00001F22">
      <w:r>
        <w:continuationSeparator/>
      </w:r>
    </w:p>
    <w:p w:rsidR="00001F22" w:rsidRDefault="00001F22"/>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FB0275"/>
    <w:rsid w:val="00001F22"/>
    <w:rsid w:val="00005A19"/>
    <w:rsid w:val="00024DBC"/>
    <w:rsid w:val="000267FE"/>
    <w:rsid w:val="00034DB7"/>
    <w:rsid w:val="00040798"/>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7A6B"/>
    <w:rsid w:val="001106A5"/>
    <w:rsid w:val="00111AE3"/>
    <w:rsid w:val="0011352E"/>
    <w:rsid w:val="00113B0B"/>
    <w:rsid w:val="00113CCC"/>
    <w:rsid w:val="00115473"/>
    <w:rsid w:val="00115A71"/>
    <w:rsid w:val="001162C9"/>
    <w:rsid w:val="0012064D"/>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D83"/>
    <w:rsid w:val="00164767"/>
    <w:rsid w:val="00164810"/>
    <w:rsid w:val="001712E1"/>
    <w:rsid w:val="001767EE"/>
    <w:rsid w:val="00182258"/>
    <w:rsid w:val="00182CD3"/>
    <w:rsid w:val="00184E64"/>
    <w:rsid w:val="0018664D"/>
    <w:rsid w:val="00187017"/>
    <w:rsid w:val="00187246"/>
    <w:rsid w:val="001937F7"/>
    <w:rsid w:val="0019610D"/>
    <w:rsid w:val="001A0DAA"/>
    <w:rsid w:val="001A1408"/>
    <w:rsid w:val="001A3110"/>
    <w:rsid w:val="001A4C37"/>
    <w:rsid w:val="001A4D9B"/>
    <w:rsid w:val="001A6EC0"/>
    <w:rsid w:val="001B07B7"/>
    <w:rsid w:val="001B16FD"/>
    <w:rsid w:val="001B5182"/>
    <w:rsid w:val="001B577F"/>
    <w:rsid w:val="001B5D02"/>
    <w:rsid w:val="001B6B73"/>
    <w:rsid w:val="001B702D"/>
    <w:rsid w:val="001B7407"/>
    <w:rsid w:val="001C3D8D"/>
    <w:rsid w:val="001C5EDB"/>
    <w:rsid w:val="001D320D"/>
    <w:rsid w:val="001D3568"/>
    <w:rsid w:val="001D41A1"/>
    <w:rsid w:val="001D5007"/>
    <w:rsid w:val="001E016E"/>
    <w:rsid w:val="001E25DC"/>
    <w:rsid w:val="001F0713"/>
    <w:rsid w:val="001F3DB4"/>
    <w:rsid w:val="001F5153"/>
    <w:rsid w:val="00202C7B"/>
    <w:rsid w:val="002045CF"/>
    <w:rsid w:val="002054C5"/>
    <w:rsid w:val="002139CB"/>
    <w:rsid w:val="00214077"/>
    <w:rsid w:val="00214801"/>
    <w:rsid w:val="00224964"/>
    <w:rsid w:val="00226098"/>
    <w:rsid w:val="002267C7"/>
    <w:rsid w:val="00227FEE"/>
    <w:rsid w:val="00241F59"/>
    <w:rsid w:val="0024265C"/>
    <w:rsid w:val="00243D20"/>
    <w:rsid w:val="00244C2E"/>
    <w:rsid w:val="00250E0A"/>
    <w:rsid w:val="00251E02"/>
    <w:rsid w:val="002568DF"/>
    <w:rsid w:val="00257657"/>
    <w:rsid w:val="00261F33"/>
    <w:rsid w:val="00263F56"/>
    <w:rsid w:val="00272450"/>
    <w:rsid w:val="0027369F"/>
    <w:rsid w:val="002812DC"/>
    <w:rsid w:val="002818EF"/>
    <w:rsid w:val="00281A4E"/>
    <w:rsid w:val="00282543"/>
    <w:rsid w:val="0028271F"/>
    <w:rsid w:val="0028272B"/>
    <w:rsid w:val="0028771C"/>
    <w:rsid w:val="00296E4F"/>
    <w:rsid w:val="002A0284"/>
    <w:rsid w:val="002A1851"/>
    <w:rsid w:val="002A2068"/>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299C"/>
    <w:rsid w:val="002D580E"/>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30D70"/>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683D"/>
    <w:rsid w:val="003870E1"/>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6B4"/>
    <w:rsid w:val="00416E2B"/>
    <w:rsid w:val="004209BA"/>
    <w:rsid w:val="00420C44"/>
    <w:rsid w:val="004213B9"/>
    <w:rsid w:val="004271BF"/>
    <w:rsid w:val="00430581"/>
    <w:rsid w:val="00434A97"/>
    <w:rsid w:val="00437035"/>
    <w:rsid w:val="00440C62"/>
    <w:rsid w:val="00441A2E"/>
    <w:rsid w:val="00446BBA"/>
    <w:rsid w:val="004537CB"/>
    <w:rsid w:val="004538D5"/>
    <w:rsid w:val="00453C50"/>
    <w:rsid w:val="00455223"/>
    <w:rsid w:val="00455A59"/>
    <w:rsid w:val="00464B21"/>
    <w:rsid w:val="0046634E"/>
    <w:rsid w:val="00467E54"/>
    <w:rsid w:val="00470378"/>
    <w:rsid w:val="004722F9"/>
    <w:rsid w:val="00475E99"/>
    <w:rsid w:val="00481D03"/>
    <w:rsid w:val="00481FD0"/>
    <w:rsid w:val="0048221F"/>
    <w:rsid w:val="0049103A"/>
    <w:rsid w:val="004919C3"/>
    <w:rsid w:val="00492047"/>
    <w:rsid w:val="004953C3"/>
    <w:rsid w:val="00497042"/>
    <w:rsid w:val="004A0866"/>
    <w:rsid w:val="004A0AF4"/>
    <w:rsid w:val="004A0B9D"/>
    <w:rsid w:val="004A6FE9"/>
    <w:rsid w:val="004B06B3"/>
    <w:rsid w:val="004B17F4"/>
    <w:rsid w:val="004B3F28"/>
    <w:rsid w:val="004B653D"/>
    <w:rsid w:val="004C0461"/>
    <w:rsid w:val="004C3E90"/>
    <w:rsid w:val="004C4336"/>
    <w:rsid w:val="004C77B5"/>
    <w:rsid w:val="004D67F7"/>
    <w:rsid w:val="004D7678"/>
    <w:rsid w:val="004D7CD7"/>
    <w:rsid w:val="004E6E95"/>
    <w:rsid w:val="004E7BA2"/>
    <w:rsid w:val="004F58BA"/>
    <w:rsid w:val="004F6137"/>
    <w:rsid w:val="005022E5"/>
    <w:rsid w:val="00514000"/>
    <w:rsid w:val="005254BC"/>
    <w:rsid w:val="00526724"/>
    <w:rsid w:val="00540F36"/>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E2F"/>
    <w:rsid w:val="005C7719"/>
    <w:rsid w:val="005D2C72"/>
    <w:rsid w:val="005E2913"/>
    <w:rsid w:val="005E399F"/>
    <w:rsid w:val="005E5D2F"/>
    <w:rsid w:val="005E6836"/>
    <w:rsid w:val="005E6A3C"/>
    <w:rsid w:val="005E6E3A"/>
    <w:rsid w:val="005F0045"/>
    <w:rsid w:val="005F15C3"/>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13DA"/>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7CE8"/>
    <w:rsid w:val="006F7D34"/>
    <w:rsid w:val="0070028F"/>
    <w:rsid w:val="00701353"/>
    <w:rsid w:val="0070524C"/>
    <w:rsid w:val="00710619"/>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40CF1"/>
    <w:rsid w:val="00740E80"/>
    <w:rsid w:val="00741375"/>
    <w:rsid w:val="00743A62"/>
    <w:rsid w:val="0074517B"/>
    <w:rsid w:val="00745E33"/>
    <w:rsid w:val="007565A3"/>
    <w:rsid w:val="007571E2"/>
    <w:rsid w:val="00757A95"/>
    <w:rsid w:val="00760354"/>
    <w:rsid w:val="00760E91"/>
    <w:rsid w:val="00764EFF"/>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18D9"/>
    <w:rsid w:val="00806335"/>
    <w:rsid w:val="008105E2"/>
    <w:rsid w:val="008110DA"/>
    <w:rsid w:val="008128CA"/>
    <w:rsid w:val="00813440"/>
    <w:rsid w:val="00821493"/>
    <w:rsid w:val="00822733"/>
    <w:rsid w:val="00823380"/>
    <w:rsid w:val="00823B45"/>
    <w:rsid w:val="008259A0"/>
    <w:rsid w:val="00826B87"/>
    <w:rsid w:val="00827EFD"/>
    <w:rsid w:val="00831B8F"/>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30EF"/>
    <w:rsid w:val="00884773"/>
    <w:rsid w:val="00885077"/>
    <w:rsid w:val="008933CF"/>
    <w:rsid w:val="00895362"/>
    <w:rsid w:val="008A225D"/>
    <w:rsid w:val="008A4630"/>
    <w:rsid w:val="008B5AE2"/>
    <w:rsid w:val="008B5B7E"/>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682D"/>
    <w:rsid w:val="00922370"/>
    <w:rsid w:val="0092388A"/>
    <w:rsid w:val="00924CF9"/>
    <w:rsid w:val="00925BE7"/>
    <w:rsid w:val="00927D62"/>
    <w:rsid w:val="00932192"/>
    <w:rsid w:val="00940B6B"/>
    <w:rsid w:val="00943412"/>
    <w:rsid w:val="00943B2E"/>
    <w:rsid w:val="0094536C"/>
    <w:rsid w:val="00945D11"/>
    <w:rsid w:val="009503E2"/>
    <w:rsid w:val="00953EC8"/>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11772"/>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8D6"/>
    <w:rsid w:val="00A70000"/>
    <w:rsid w:val="00A7111B"/>
    <w:rsid w:val="00A72F8E"/>
    <w:rsid w:val="00A745EB"/>
    <w:rsid w:val="00A749A9"/>
    <w:rsid w:val="00A751DD"/>
    <w:rsid w:val="00A80A89"/>
    <w:rsid w:val="00A80F4B"/>
    <w:rsid w:val="00A86979"/>
    <w:rsid w:val="00A91F7E"/>
    <w:rsid w:val="00A93200"/>
    <w:rsid w:val="00A9330B"/>
    <w:rsid w:val="00A940EB"/>
    <w:rsid w:val="00A948BA"/>
    <w:rsid w:val="00A971B5"/>
    <w:rsid w:val="00AA18B0"/>
    <w:rsid w:val="00AA378D"/>
    <w:rsid w:val="00AB1F96"/>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B01257"/>
    <w:rsid w:val="00B1002E"/>
    <w:rsid w:val="00B11AF5"/>
    <w:rsid w:val="00B12ED2"/>
    <w:rsid w:val="00B132BF"/>
    <w:rsid w:val="00B17010"/>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0227"/>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BDA"/>
    <w:rsid w:val="00BB3CFF"/>
    <w:rsid w:val="00BB4CCD"/>
    <w:rsid w:val="00BB5951"/>
    <w:rsid w:val="00BB5C83"/>
    <w:rsid w:val="00BB643C"/>
    <w:rsid w:val="00BC09E8"/>
    <w:rsid w:val="00BC499A"/>
    <w:rsid w:val="00BC717E"/>
    <w:rsid w:val="00BD1CB7"/>
    <w:rsid w:val="00BD4DFE"/>
    <w:rsid w:val="00BD593F"/>
    <w:rsid w:val="00BD6706"/>
    <w:rsid w:val="00BE0D08"/>
    <w:rsid w:val="00BE7ED8"/>
    <w:rsid w:val="00BF36F6"/>
    <w:rsid w:val="00C06DC3"/>
    <w:rsid w:val="00C13127"/>
    <w:rsid w:val="00C1570C"/>
    <w:rsid w:val="00C16B53"/>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734B"/>
    <w:rsid w:val="00C9021F"/>
    <w:rsid w:val="00C9028D"/>
    <w:rsid w:val="00C906FE"/>
    <w:rsid w:val="00CA2801"/>
    <w:rsid w:val="00CA41BF"/>
    <w:rsid w:val="00CA539C"/>
    <w:rsid w:val="00CB1FE1"/>
    <w:rsid w:val="00CB22FF"/>
    <w:rsid w:val="00CB4647"/>
    <w:rsid w:val="00CB686E"/>
    <w:rsid w:val="00CC0833"/>
    <w:rsid w:val="00CC0D6C"/>
    <w:rsid w:val="00CC156E"/>
    <w:rsid w:val="00CC546F"/>
    <w:rsid w:val="00CD6FD8"/>
    <w:rsid w:val="00CD72D4"/>
    <w:rsid w:val="00CE30CD"/>
    <w:rsid w:val="00CF06A5"/>
    <w:rsid w:val="00CF137D"/>
    <w:rsid w:val="00CF4DEF"/>
    <w:rsid w:val="00D00008"/>
    <w:rsid w:val="00D02785"/>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E1A1A"/>
    <w:rsid w:val="00EE260F"/>
    <w:rsid w:val="00EE56E1"/>
    <w:rsid w:val="00EE604B"/>
    <w:rsid w:val="00EE6B33"/>
    <w:rsid w:val="00EF0462"/>
    <w:rsid w:val="00EF3F9B"/>
    <w:rsid w:val="00EF6505"/>
    <w:rsid w:val="00EF7A6F"/>
    <w:rsid w:val="00F02C57"/>
    <w:rsid w:val="00F06CB0"/>
    <w:rsid w:val="00F070E5"/>
    <w:rsid w:val="00F1517E"/>
    <w:rsid w:val="00F16678"/>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872FA"/>
    <w:rsid w:val="00F922B8"/>
    <w:rsid w:val="00F92EBA"/>
    <w:rsid w:val="00F961A0"/>
    <w:rsid w:val="00F97A32"/>
    <w:rsid w:val="00FA3B58"/>
    <w:rsid w:val="00FA490B"/>
    <w:rsid w:val="00FA5484"/>
    <w:rsid w:val="00FA6127"/>
    <w:rsid w:val="00FB027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E1A1A"/>
    <w:pPr>
      <w:bidi/>
      <w:spacing w:before="0" w:line="240" w:lineRule="auto"/>
      <w:ind w:firstLine="567"/>
      <w:jc w:val="lowKashida"/>
    </w:pPr>
    <w:rPr>
      <w:rFonts w:cs="Traditional Arabic"/>
      <w:color w:val="000000"/>
      <w:sz w:val="24"/>
      <w:szCs w:val="32"/>
      <w:lang w:bidi="ar-SA"/>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2045CF"/>
    <w:rPr>
      <w:rFonts w:ascii="Tahoma" w:hAnsi="Tahoma" w:cs="Tahoma"/>
      <w:sz w:val="16"/>
      <w:szCs w:val="16"/>
    </w:rPr>
  </w:style>
  <w:style w:type="character" w:customStyle="1" w:styleId="BalloonTextChar">
    <w:name w:val="Balloon Text Char"/>
    <w:basedOn w:val="DefaultParagraphFont"/>
    <w:link w:val="BalloonText"/>
    <w:uiPriority w:val="99"/>
    <w:rsid w:val="002045CF"/>
    <w:rPr>
      <w:rFonts w:ascii="Tahoma" w:eastAsia="Calibri" w:hAnsi="Tahoma" w:cs="Tahoma"/>
      <w:sz w:val="16"/>
      <w:szCs w:val="16"/>
      <w:lang w:bidi="ar-SA"/>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character" w:customStyle="1" w:styleId="libAieChar">
    <w:name w:val="libAie Char"/>
    <w:basedOn w:val="libNormalChar"/>
    <w:link w:val="libAie"/>
    <w:rsid w:val="006E446F"/>
    <w:rPr>
      <w:rFonts w:ascii="Arial" w:hAnsi="Arial"/>
      <w:color w:val="008000"/>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basedOn w:val="libFootnoteChar"/>
    <w:link w:val="libFootnoteAie"/>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autoRedefine/>
    <w:uiPriority w:val="39"/>
    <w:rsid w:val="00AD2964"/>
    <w:pPr>
      <w:ind w:left="238"/>
    </w:p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styleId="Header">
    <w:name w:val="header"/>
    <w:basedOn w:val="Normal"/>
    <w:link w:val="HeaderChar"/>
    <w:rsid w:val="002045CF"/>
    <w:pPr>
      <w:tabs>
        <w:tab w:val="center" w:pos="4513"/>
        <w:tab w:val="right" w:pos="9026"/>
      </w:tabs>
    </w:pPr>
  </w:style>
  <w:style w:type="character" w:customStyle="1" w:styleId="HeaderChar">
    <w:name w:val="Header Char"/>
    <w:basedOn w:val="DefaultParagraphFont"/>
    <w:link w:val="Header"/>
    <w:uiPriority w:val="99"/>
    <w:rsid w:val="002045CF"/>
    <w:rPr>
      <w:rFonts w:ascii="Calibri" w:eastAsia="Calibri" w:hAnsi="Calibri" w:cs="Arial"/>
      <w:sz w:val="22"/>
      <w:szCs w:val="22"/>
      <w:lang w:bidi="ar-SA"/>
    </w:rPr>
  </w:style>
  <w:style w:type="paragraph" w:customStyle="1" w:styleId="libBold2">
    <w:name w:val="libBold2"/>
    <w:basedOn w:val="libNormal"/>
    <w:next w:val="libNormal"/>
    <w:link w:val="libBold2Char"/>
    <w:qFormat/>
    <w:rsid w:val="001C5EDB"/>
    <w:rPr>
      <w:b/>
      <w:bCs/>
      <w:sz w:val="28"/>
      <w:szCs w:val="28"/>
    </w:rPr>
  </w:style>
  <w:style w:type="character" w:customStyle="1" w:styleId="libBold2Char">
    <w:name w:val="libBold2 Char"/>
    <w:basedOn w:val="libNormalChar"/>
    <w:link w:val="libBold2"/>
    <w:rsid w:val="00A24090"/>
    <w:rPr>
      <w:b/>
      <w:bCs/>
      <w:sz w:val="28"/>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Footer">
    <w:name w:val="footer"/>
    <w:basedOn w:val="Normal"/>
    <w:link w:val="FooterChar"/>
    <w:rsid w:val="00EE1A1A"/>
    <w:pPr>
      <w:tabs>
        <w:tab w:val="center" w:pos="4153"/>
        <w:tab w:val="right" w:pos="8306"/>
      </w:tabs>
      <w:ind w:firstLine="0"/>
      <w:jc w:val="center"/>
    </w:pPr>
    <w:rPr>
      <w:sz w:val="26"/>
      <w:szCs w:val="26"/>
    </w:rPr>
  </w:style>
  <w:style w:type="character" w:customStyle="1" w:styleId="FooterChar">
    <w:name w:val="Footer Char"/>
    <w:basedOn w:val="DefaultParagraphFont"/>
    <w:link w:val="Footer"/>
    <w:rsid w:val="00EE1A1A"/>
    <w:rPr>
      <w:rFonts w:cs="Traditional Arabic"/>
      <w:color w:val="000000"/>
      <w:sz w:val="26"/>
      <w:szCs w:val="26"/>
      <w:lang w:bidi="ar-SA"/>
    </w:rPr>
  </w:style>
  <w:style w:type="character" w:styleId="PageNumber">
    <w:name w:val="page number"/>
    <w:basedOn w:val="DefaultParagraphFont"/>
    <w:rsid w:val="00EE1A1A"/>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3\Desktop\book\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114C9B-0B21-4AE5-92E7-AB8B1F42A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template2.dotx</Template>
  <TotalTime>136</TotalTime>
  <Pages>1</Pages>
  <Words>32135</Words>
  <Characters>183172</Characters>
  <Application>Microsoft Office Word</Application>
  <DocSecurity>0</DocSecurity>
  <Lines>1526</Lines>
  <Paragraphs>429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214878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25</cp:revision>
  <cp:lastPrinted>2015-03-02T11:02:00Z</cp:lastPrinted>
  <dcterms:created xsi:type="dcterms:W3CDTF">2015-03-02T08:42:00Z</dcterms:created>
  <dcterms:modified xsi:type="dcterms:W3CDTF">2015-03-02T11:03:00Z</dcterms:modified>
</cp:coreProperties>
</file>