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C47" w:rsidRDefault="00FC522A" w:rsidP="00D41583">
      <w:pPr>
        <w:pStyle w:val="lib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6985</wp:posOffset>
            </wp:positionV>
            <wp:extent cx="4819650" cy="7620000"/>
            <wp:effectExtent l="19050" t="0" r="0" b="0"/>
            <wp:wrapSquare wrapText="bothSides"/>
            <wp:docPr id="2" name="Picture 2" descr="image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-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522A" w:rsidRDefault="00FC522A" w:rsidP="00D41583">
      <w:pPr>
        <w:pStyle w:val="libCenter"/>
      </w:pPr>
      <w:r>
        <w:rPr>
          <w:rtl/>
        </w:rPr>
        <w:br w:type="page"/>
      </w:r>
      <w:r>
        <w:rPr>
          <w:rtl/>
        </w:rPr>
        <w:lastRenderedPageBreak/>
        <w:br w:type="page"/>
      </w:r>
    </w:p>
    <w:p w:rsidR="00FC522A" w:rsidRPr="00E10E68" w:rsidRDefault="00FC522A" w:rsidP="00D41583">
      <w:pPr>
        <w:pStyle w:val="libBold1"/>
        <w:rPr>
          <w:rtl/>
        </w:rPr>
      </w:pPr>
      <w:r w:rsidRPr="00E10E68">
        <w:rPr>
          <w:rtl/>
        </w:rPr>
        <w:lastRenderedPageBreak/>
        <w:t>الاهداء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إلى صاحب الأمر ..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مهدي الامم</w:t>
      </w:r>
      <w:r>
        <w:rPr>
          <w:rFonts w:hint="cs"/>
          <w:rtl/>
        </w:rPr>
        <w:t xml:space="preserve"> </w:t>
      </w:r>
      <w:r>
        <w:rPr>
          <w:rtl/>
        </w:rPr>
        <w:t>..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بقية الله في الأرضين</w:t>
      </w:r>
      <w:r>
        <w:rPr>
          <w:rFonts w:hint="cs"/>
          <w:rtl/>
        </w:rPr>
        <w:t xml:space="preserve"> </w:t>
      </w:r>
      <w:r>
        <w:rPr>
          <w:rtl/>
        </w:rPr>
        <w:t>..</w:t>
      </w:r>
      <w:r>
        <w:rPr>
          <w:rFonts w:hint="cs"/>
          <w:rtl/>
        </w:rPr>
        <w:t>.</w:t>
      </w:r>
    </w:p>
    <w:p w:rsidR="00FC522A" w:rsidRPr="008163F1" w:rsidRDefault="00FC522A" w:rsidP="00D41583">
      <w:pPr>
        <w:pStyle w:val="libBold2"/>
        <w:rPr>
          <w:rtl/>
        </w:rPr>
      </w:pPr>
      <w:r w:rsidRPr="008163F1">
        <w:rPr>
          <w:rtl/>
        </w:rPr>
        <w:t>الحجة بن الحسن العسكري</w:t>
      </w:r>
      <w:r w:rsidRPr="008163F1">
        <w:rPr>
          <w:rFonts w:hint="cs"/>
          <w:rtl/>
        </w:rPr>
        <w:t>ّ</w:t>
      </w:r>
      <w:r w:rsidRPr="008163F1">
        <w:rPr>
          <w:rtl/>
        </w:rPr>
        <w:t xml:space="preserve"> ..</w:t>
      </w:r>
      <w:r w:rsidRPr="008163F1"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أرواحنا له الفداء</w:t>
      </w:r>
      <w:r>
        <w:rPr>
          <w:rFonts w:hint="cs"/>
          <w:rtl/>
        </w:rPr>
        <w:t xml:space="preserve"> </w:t>
      </w:r>
      <w:r>
        <w:rPr>
          <w:rtl/>
        </w:rPr>
        <w:t>...</w:t>
      </w:r>
    </w:p>
    <w:p w:rsidR="00FC522A" w:rsidRDefault="00FC522A" w:rsidP="00DD716A">
      <w:pPr>
        <w:pStyle w:val="libNormal"/>
        <w:rPr>
          <w:rtl/>
        </w:rPr>
      </w:pPr>
      <w:r w:rsidRPr="00920433">
        <w:rPr>
          <w:rtl/>
        </w:rPr>
        <w:t>وإلى إخواننا المؤمنين لا سي</w:t>
      </w:r>
      <w:r>
        <w:rPr>
          <w:rFonts w:hint="cs"/>
          <w:rtl/>
        </w:rPr>
        <w:t>ّ</w:t>
      </w:r>
      <w:r w:rsidRPr="00920433">
        <w:rPr>
          <w:rtl/>
        </w:rPr>
        <w:t>ما العلماء العاملين.</w:t>
      </w:r>
    </w:p>
    <w:p w:rsidR="00FC522A" w:rsidRPr="00EE5A48" w:rsidRDefault="00FC522A" w:rsidP="00D41583">
      <w:pPr>
        <w:pStyle w:val="libCenterBold1"/>
        <w:rPr>
          <w:rtl/>
        </w:rPr>
      </w:pPr>
      <w:r>
        <w:rPr>
          <w:rtl/>
        </w:rPr>
        <w:br w:type="page"/>
      </w:r>
      <w:r w:rsidRPr="00EE5A48">
        <w:rPr>
          <w:rtl/>
        </w:rPr>
        <w:lastRenderedPageBreak/>
        <w:t>شكر وثناء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تتقد</w:t>
      </w:r>
      <w:r>
        <w:rPr>
          <w:rFonts w:hint="cs"/>
          <w:rtl/>
        </w:rPr>
        <w:t>ّ</w:t>
      </w:r>
      <w:r>
        <w:rPr>
          <w:rtl/>
        </w:rPr>
        <w:t xml:space="preserve">م ( مدرسة الإمام المهدي </w:t>
      </w:r>
      <w:r w:rsidR="00FB2D93" w:rsidRPr="00FB2D93">
        <w:rPr>
          <w:rStyle w:val="libAlaemChar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ـ مركز التحقيق ) في قم المقدّسة ، بباقات من التبريكات أعطر من الرياحين ، ومن الشكر والثناء آيات أسمى من أريج الياسمين.</w:t>
      </w:r>
    </w:p>
    <w:p w:rsidR="00F00E4F" w:rsidRDefault="00FC522A" w:rsidP="00DD716A">
      <w:pPr>
        <w:pStyle w:val="libNormal"/>
        <w:rPr>
          <w:rtl/>
        </w:rPr>
      </w:pPr>
      <w:r>
        <w:rPr>
          <w:rtl/>
        </w:rPr>
        <w:t>مع أخلص الدعوات الزاكيات ، وأجمل الا</w:t>
      </w:r>
      <w:r>
        <w:rPr>
          <w:rFonts w:hint="cs"/>
          <w:rtl/>
        </w:rPr>
        <w:t>ُ</w:t>
      </w:r>
      <w:r>
        <w:rPr>
          <w:rtl/>
        </w:rPr>
        <w:t>منيات الخالصات ، لجميع الأخوة ال</w:t>
      </w:r>
      <w:r>
        <w:rPr>
          <w:rFonts w:hint="cs"/>
          <w:rtl/>
        </w:rPr>
        <w:t>أ</w:t>
      </w:r>
      <w:r>
        <w:rPr>
          <w:rtl/>
        </w:rPr>
        <w:t>فاضل ، العاملين المؤمنين ، الّذين ساهموا في إخراج هذا الكتاب الثمين ، والدر</w:t>
      </w:r>
      <w:r>
        <w:rPr>
          <w:rFonts w:hint="cs"/>
          <w:rtl/>
        </w:rPr>
        <w:t>ّ</w:t>
      </w:r>
      <w:r>
        <w:rPr>
          <w:rtl/>
        </w:rPr>
        <w:t>ة المصون ، لعالم الوجود ، بحل</w:t>
      </w:r>
      <w:r>
        <w:rPr>
          <w:rFonts w:hint="cs"/>
          <w:rtl/>
        </w:rPr>
        <w:t>ّ</w:t>
      </w:r>
      <w:r>
        <w:rPr>
          <w:rtl/>
        </w:rPr>
        <w:t>ته القشيبة ، وبالحرص والعمل الدؤوب ، والتحقيق الدقيق والبحث العلمي الرصين العميق ، فلهم من الله ثناء غير مجذوذ ، وعطاء غير مردود ، و آخر دعوانا أن الحمد لله ربّ العالمين ، أنّه نعم المولى ونعم النصير.</w:t>
      </w:r>
    </w:p>
    <w:p w:rsidR="00F00E4F" w:rsidRDefault="00F00E4F">
      <w:pPr>
        <w:bidi w:val="0"/>
        <w:spacing w:before="480" w:line="276" w:lineRule="auto"/>
        <w:ind w:firstLine="0"/>
        <w:jc w:val="center"/>
        <w:rPr>
          <w:rtl/>
        </w:rPr>
      </w:pPr>
      <w:r>
        <w:rPr>
          <w:rtl/>
        </w:rPr>
        <w:br w:type="page"/>
      </w:r>
    </w:p>
    <w:p w:rsidR="00FC522A" w:rsidRDefault="00FC522A" w:rsidP="00DD716A">
      <w:pPr>
        <w:pStyle w:val="libNormal"/>
        <w:rPr>
          <w:rtl/>
        </w:rPr>
      </w:pPr>
    </w:p>
    <w:p w:rsidR="00FC522A" w:rsidRDefault="00FC522A" w:rsidP="00F00E4F">
      <w:pPr>
        <w:pStyle w:val="libCenter"/>
        <w:bidi w:val="0"/>
      </w:pPr>
      <w:r>
        <w:rPr>
          <w:rtl/>
        </w:rPr>
        <w:br w:type="page"/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6985</wp:posOffset>
            </wp:positionV>
            <wp:extent cx="4819650" cy="7620000"/>
            <wp:effectExtent l="19050" t="0" r="0" b="0"/>
            <wp:wrapSquare wrapText="bothSides"/>
            <wp:docPr id="3" name="Picture 3" descr="image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-0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0E4F" w:rsidRPr="00F00E4F" w:rsidRDefault="00F00E4F" w:rsidP="00F00E4F">
      <w:pPr>
        <w:pStyle w:val="libNormal"/>
        <w:rPr>
          <w:rtl/>
        </w:rPr>
      </w:pPr>
    </w:p>
    <w:p w:rsidR="00FC522A" w:rsidRPr="00EB097D" w:rsidRDefault="00FC522A" w:rsidP="00D41583">
      <w:pPr>
        <w:pStyle w:val="libBold1"/>
        <w:rPr>
          <w:rtl/>
        </w:rPr>
      </w:pPr>
      <w:r>
        <w:rPr>
          <w:rtl/>
        </w:rPr>
        <w:br w:type="page"/>
      </w:r>
      <w:r w:rsidRPr="00EB097D">
        <w:rPr>
          <w:rtl/>
        </w:rPr>
        <w:lastRenderedPageBreak/>
        <w:t>قال الله تعالى :</w:t>
      </w:r>
    </w:p>
    <w:p w:rsidR="00FC522A" w:rsidRPr="00EB097D" w:rsidRDefault="00FC522A" w:rsidP="00D41583">
      <w:pPr>
        <w:pStyle w:val="libAie"/>
        <w:rPr>
          <w:rtl/>
        </w:rPr>
      </w:pPr>
      <w:r w:rsidRPr="005C0285">
        <w:rPr>
          <w:rtl/>
        </w:rPr>
        <w:t>ا</w:t>
      </w:r>
      <w:r>
        <w:rPr>
          <w:rFonts w:hint="cs"/>
          <w:rtl/>
        </w:rPr>
        <w:t>ِ</w:t>
      </w:r>
      <w:r w:rsidRPr="005C0285">
        <w:rPr>
          <w:rtl/>
        </w:rPr>
        <w:t>ن</w:t>
      </w:r>
      <w:r>
        <w:rPr>
          <w:rFonts w:hint="cs"/>
          <w:rtl/>
        </w:rPr>
        <w:t>ّ</w:t>
      </w:r>
      <w:r w:rsidRPr="005C0285">
        <w:rPr>
          <w:rtl/>
        </w:rPr>
        <w:t>م</w:t>
      </w:r>
      <w:r>
        <w:rPr>
          <w:rFonts w:hint="cs"/>
          <w:rtl/>
        </w:rPr>
        <w:t>َ</w:t>
      </w:r>
      <w:r w:rsidRPr="005C0285">
        <w:rPr>
          <w:rtl/>
        </w:rPr>
        <w:t>ا الم</w:t>
      </w:r>
      <w:r>
        <w:rPr>
          <w:rFonts w:hint="cs"/>
          <w:rtl/>
        </w:rPr>
        <w:t>ُ</w:t>
      </w:r>
      <w:r w:rsidRPr="005C0285">
        <w:rPr>
          <w:rtl/>
        </w:rPr>
        <w:t>ؤ</w:t>
      </w:r>
      <w:r>
        <w:rPr>
          <w:rFonts w:hint="cs"/>
          <w:rtl/>
        </w:rPr>
        <w:t>ْ</w:t>
      </w:r>
      <w:r w:rsidRPr="005C0285">
        <w:rPr>
          <w:rtl/>
        </w:rPr>
        <w:t>م</w:t>
      </w:r>
      <w:r>
        <w:rPr>
          <w:rFonts w:hint="cs"/>
          <w:rtl/>
        </w:rPr>
        <w:t>ِ</w:t>
      </w:r>
      <w:r w:rsidRPr="005C0285">
        <w:rPr>
          <w:rtl/>
        </w:rPr>
        <w:t>ن</w:t>
      </w:r>
      <w:r>
        <w:rPr>
          <w:rFonts w:hint="cs"/>
          <w:rtl/>
        </w:rPr>
        <w:t>ُ</w:t>
      </w:r>
      <w:r w:rsidRPr="005C0285">
        <w:rPr>
          <w:rtl/>
        </w:rPr>
        <w:t>ون</w:t>
      </w:r>
      <w:r>
        <w:rPr>
          <w:rFonts w:hint="cs"/>
          <w:rtl/>
        </w:rPr>
        <w:t>َ</w:t>
      </w:r>
      <w:r>
        <w:rPr>
          <w:rtl/>
        </w:rPr>
        <w:t xml:space="preserve"> الّذين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 w:rsidRPr="005C0285">
        <w:rPr>
          <w:rtl/>
        </w:rPr>
        <w:t>ام</w:t>
      </w:r>
      <w:r>
        <w:rPr>
          <w:rFonts w:hint="cs"/>
          <w:rtl/>
        </w:rPr>
        <w:t>َ</w:t>
      </w:r>
      <w:r w:rsidRPr="005C0285">
        <w:rPr>
          <w:rtl/>
        </w:rPr>
        <w:t>ن</w:t>
      </w:r>
      <w:r>
        <w:rPr>
          <w:rFonts w:hint="cs"/>
          <w:rtl/>
        </w:rPr>
        <w:t>ُ</w:t>
      </w:r>
      <w:r w:rsidRPr="005C0285">
        <w:rPr>
          <w:rtl/>
        </w:rPr>
        <w:t>وا بالله</w:t>
      </w:r>
      <w:r>
        <w:rPr>
          <w:rFonts w:hint="cs"/>
          <w:rtl/>
        </w:rPr>
        <w:t>ِ</w:t>
      </w:r>
      <w:r w:rsidRPr="005C0285">
        <w:rPr>
          <w:rtl/>
        </w:rPr>
        <w:t xml:space="preserve"> و</w:t>
      </w:r>
      <w:r>
        <w:rPr>
          <w:rFonts w:hint="cs"/>
          <w:rtl/>
        </w:rPr>
        <w:t>َ</w:t>
      </w:r>
      <w:r w:rsidRPr="005C0285">
        <w:rPr>
          <w:rtl/>
        </w:rPr>
        <w:t>ر</w:t>
      </w:r>
      <w:r>
        <w:rPr>
          <w:rFonts w:hint="cs"/>
          <w:rtl/>
        </w:rPr>
        <w:t>َ</w:t>
      </w:r>
      <w:r w:rsidRPr="005C0285">
        <w:rPr>
          <w:rtl/>
        </w:rPr>
        <w:t>س</w:t>
      </w:r>
      <w:r>
        <w:rPr>
          <w:rFonts w:hint="cs"/>
          <w:rtl/>
        </w:rPr>
        <w:t>ُ</w:t>
      </w:r>
      <w:r w:rsidRPr="005C0285">
        <w:rPr>
          <w:rtl/>
        </w:rPr>
        <w:t>ول</w:t>
      </w:r>
      <w:r>
        <w:rPr>
          <w:rFonts w:hint="cs"/>
          <w:rtl/>
        </w:rPr>
        <w:t>ِ</w:t>
      </w:r>
      <w:r w:rsidRPr="005C0285">
        <w:rPr>
          <w:rtl/>
        </w:rPr>
        <w:t>ه</w:t>
      </w:r>
      <w:r>
        <w:rPr>
          <w:rFonts w:hint="cs"/>
          <w:rtl/>
        </w:rPr>
        <w:t>ِ</w:t>
      </w:r>
      <w:r w:rsidRPr="005C0285">
        <w:rPr>
          <w:rtl/>
        </w:rPr>
        <w:t xml:space="preserve"> ث</w:t>
      </w:r>
      <w:r>
        <w:rPr>
          <w:rFonts w:hint="cs"/>
          <w:rtl/>
        </w:rPr>
        <w:t>ُ</w:t>
      </w:r>
      <w:r w:rsidRPr="005C0285">
        <w:rPr>
          <w:rtl/>
        </w:rPr>
        <w:t>م</w:t>
      </w:r>
      <w:r>
        <w:rPr>
          <w:rFonts w:hint="cs"/>
          <w:rtl/>
        </w:rPr>
        <w:t>َّ</w:t>
      </w:r>
      <w:r w:rsidRPr="005C0285">
        <w:rPr>
          <w:rtl/>
        </w:rPr>
        <w:t xml:space="preserve"> ل</w:t>
      </w:r>
      <w:r>
        <w:rPr>
          <w:rFonts w:hint="cs"/>
          <w:rtl/>
        </w:rPr>
        <w:t>َ</w:t>
      </w:r>
      <w:r w:rsidRPr="005C0285">
        <w:rPr>
          <w:rtl/>
        </w:rPr>
        <w:t>م</w:t>
      </w:r>
      <w:r>
        <w:rPr>
          <w:rFonts w:hint="cs"/>
          <w:rtl/>
        </w:rPr>
        <w:t>ْ</w:t>
      </w:r>
      <w:r w:rsidRPr="005C0285">
        <w:rPr>
          <w:rtl/>
        </w:rPr>
        <w:t xml:space="preserve"> ي</w:t>
      </w:r>
      <w:r>
        <w:rPr>
          <w:rFonts w:hint="cs"/>
          <w:rtl/>
        </w:rPr>
        <w:t>َ</w:t>
      </w:r>
      <w:r w:rsidRPr="005C0285">
        <w:rPr>
          <w:rtl/>
        </w:rPr>
        <w:t>ر</w:t>
      </w:r>
      <w:r>
        <w:rPr>
          <w:rFonts w:hint="cs"/>
          <w:rtl/>
        </w:rPr>
        <w:t>ْ</w:t>
      </w:r>
      <w:r w:rsidRPr="005C0285">
        <w:rPr>
          <w:rtl/>
        </w:rPr>
        <w:t>ت</w:t>
      </w:r>
      <w:r>
        <w:rPr>
          <w:rFonts w:hint="cs"/>
          <w:rtl/>
        </w:rPr>
        <w:t>َ</w:t>
      </w:r>
      <w:r w:rsidRPr="005C0285">
        <w:rPr>
          <w:rtl/>
        </w:rPr>
        <w:t>اب</w:t>
      </w:r>
      <w:r>
        <w:rPr>
          <w:rFonts w:hint="cs"/>
          <w:rtl/>
        </w:rPr>
        <w:t>ُ</w:t>
      </w:r>
      <w:r w:rsidRPr="005C0285">
        <w:rPr>
          <w:rtl/>
        </w:rPr>
        <w:t>وا</w:t>
      </w:r>
    </w:p>
    <w:p w:rsidR="00FC522A" w:rsidRPr="00EB097D" w:rsidRDefault="00FC522A" w:rsidP="00D41583">
      <w:pPr>
        <w:pStyle w:val="libAie"/>
        <w:rPr>
          <w:rtl/>
        </w:rPr>
      </w:pPr>
      <w:r w:rsidRPr="005C0285">
        <w:rPr>
          <w:rtl/>
        </w:rPr>
        <w:t>و</w:t>
      </w:r>
      <w:r>
        <w:rPr>
          <w:rFonts w:hint="cs"/>
          <w:rtl/>
        </w:rPr>
        <w:t>َ</w:t>
      </w:r>
      <w:r w:rsidRPr="005C0285">
        <w:rPr>
          <w:rtl/>
        </w:rPr>
        <w:t>ج</w:t>
      </w:r>
      <w:r>
        <w:rPr>
          <w:rFonts w:hint="cs"/>
          <w:rtl/>
        </w:rPr>
        <w:t>َ</w:t>
      </w:r>
      <w:r w:rsidRPr="005C0285">
        <w:rPr>
          <w:rtl/>
        </w:rPr>
        <w:t>اه</w:t>
      </w:r>
      <w:r>
        <w:rPr>
          <w:rFonts w:hint="cs"/>
          <w:rtl/>
        </w:rPr>
        <w:t>َ</w:t>
      </w:r>
      <w:r w:rsidRPr="005C0285">
        <w:rPr>
          <w:rtl/>
        </w:rPr>
        <w:t>د</w:t>
      </w:r>
      <w:r>
        <w:rPr>
          <w:rFonts w:hint="cs"/>
          <w:rtl/>
        </w:rPr>
        <w:t>ُ</w:t>
      </w:r>
      <w:r w:rsidRPr="005C0285">
        <w:rPr>
          <w:rtl/>
        </w:rPr>
        <w:t>وا ب</w:t>
      </w:r>
      <w:r>
        <w:rPr>
          <w:rFonts w:hint="cs"/>
          <w:rtl/>
        </w:rPr>
        <w:t>ِ</w:t>
      </w:r>
      <w:r w:rsidRPr="005C0285">
        <w:rPr>
          <w:rtl/>
        </w:rPr>
        <w:t>ا</w:t>
      </w:r>
      <w:r>
        <w:rPr>
          <w:rFonts w:hint="cs"/>
          <w:rtl/>
        </w:rPr>
        <w:t>َ</w:t>
      </w:r>
      <w:r w:rsidRPr="005C0285">
        <w:rPr>
          <w:rtl/>
        </w:rPr>
        <w:t>م</w:t>
      </w:r>
      <w:r>
        <w:rPr>
          <w:rFonts w:hint="cs"/>
          <w:rtl/>
        </w:rPr>
        <w:t>ْ</w:t>
      </w:r>
      <w:r w:rsidRPr="005C0285">
        <w:rPr>
          <w:rtl/>
        </w:rPr>
        <w:t>و</w:t>
      </w:r>
      <w:r>
        <w:rPr>
          <w:rFonts w:hint="cs"/>
          <w:rtl/>
        </w:rPr>
        <w:t>َ</w:t>
      </w:r>
      <w:r w:rsidRPr="005C0285">
        <w:rPr>
          <w:rtl/>
        </w:rPr>
        <w:t>ال</w:t>
      </w:r>
      <w:r>
        <w:rPr>
          <w:rFonts w:hint="cs"/>
          <w:rtl/>
        </w:rPr>
        <w:t>ِ</w:t>
      </w:r>
      <w:r w:rsidRPr="005C0285">
        <w:rPr>
          <w:rtl/>
        </w:rPr>
        <w:t>ه</w:t>
      </w:r>
      <w:r>
        <w:rPr>
          <w:rFonts w:hint="cs"/>
          <w:rtl/>
        </w:rPr>
        <w:t>ِ</w:t>
      </w:r>
      <w:r w:rsidRPr="005C0285">
        <w:rPr>
          <w:rtl/>
        </w:rPr>
        <w:t>م</w:t>
      </w:r>
      <w:r>
        <w:rPr>
          <w:rFonts w:hint="cs"/>
          <w:rtl/>
        </w:rPr>
        <w:t>ْ</w:t>
      </w:r>
      <w:r w:rsidRPr="005C0285">
        <w:rPr>
          <w:rtl/>
        </w:rPr>
        <w:t xml:space="preserve"> و</w:t>
      </w:r>
      <w:r>
        <w:rPr>
          <w:rFonts w:hint="cs"/>
          <w:rtl/>
        </w:rPr>
        <w:t>َ</w:t>
      </w:r>
      <w:r w:rsidRPr="005C0285">
        <w:rPr>
          <w:rtl/>
        </w:rPr>
        <w:t>ا</w:t>
      </w:r>
      <w:r>
        <w:rPr>
          <w:rFonts w:hint="cs"/>
          <w:rtl/>
        </w:rPr>
        <w:t>َ</w:t>
      </w:r>
      <w:r w:rsidRPr="005C0285">
        <w:rPr>
          <w:rtl/>
        </w:rPr>
        <w:t>ن</w:t>
      </w:r>
      <w:r>
        <w:rPr>
          <w:rFonts w:hint="cs"/>
          <w:rtl/>
        </w:rPr>
        <w:t>ْ</w:t>
      </w:r>
      <w:r w:rsidRPr="005C0285">
        <w:rPr>
          <w:rtl/>
        </w:rPr>
        <w:t>ف</w:t>
      </w:r>
      <w:r>
        <w:rPr>
          <w:rFonts w:hint="cs"/>
          <w:rtl/>
        </w:rPr>
        <w:t>ُ</w:t>
      </w:r>
      <w:r w:rsidRPr="005C0285">
        <w:rPr>
          <w:rtl/>
        </w:rPr>
        <w:t>س</w:t>
      </w:r>
      <w:r>
        <w:rPr>
          <w:rFonts w:hint="cs"/>
          <w:rtl/>
        </w:rPr>
        <w:t>ِ</w:t>
      </w:r>
      <w:r w:rsidRPr="005C0285">
        <w:rPr>
          <w:rtl/>
        </w:rPr>
        <w:t>ه</w:t>
      </w:r>
      <w:r>
        <w:rPr>
          <w:rFonts w:hint="cs"/>
          <w:rtl/>
        </w:rPr>
        <w:t>ِ</w:t>
      </w:r>
      <w:r w:rsidRPr="005C0285">
        <w:rPr>
          <w:rtl/>
        </w:rPr>
        <w:t>م</w:t>
      </w:r>
      <w:r>
        <w:rPr>
          <w:rFonts w:hint="cs"/>
          <w:rtl/>
        </w:rPr>
        <w:t>ْ</w:t>
      </w:r>
      <w:r w:rsidRPr="005C0285">
        <w:rPr>
          <w:rtl/>
        </w:rPr>
        <w:t xml:space="preserve"> في س</w:t>
      </w:r>
      <w:r>
        <w:rPr>
          <w:rFonts w:hint="cs"/>
          <w:rtl/>
        </w:rPr>
        <w:t>َ</w:t>
      </w:r>
      <w:r w:rsidRPr="005C0285">
        <w:rPr>
          <w:rtl/>
        </w:rPr>
        <w:t>بيل</w:t>
      </w:r>
      <w:r>
        <w:rPr>
          <w:rFonts w:hint="cs"/>
          <w:rtl/>
        </w:rPr>
        <w:t>ِ</w:t>
      </w:r>
      <w:r w:rsidRPr="005C0285">
        <w:rPr>
          <w:rtl/>
        </w:rPr>
        <w:t xml:space="preserve"> الله</w:t>
      </w:r>
      <w:r>
        <w:rPr>
          <w:rFonts w:hint="cs"/>
          <w:rtl/>
        </w:rPr>
        <w:t>ِ</w:t>
      </w:r>
    </w:p>
    <w:p w:rsidR="00FC522A" w:rsidRDefault="00FC522A" w:rsidP="00DD716A">
      <w:pPr>
        <w:pStyle w:val="libNormal"/>
        <w:rPr>
          <w:rtl/>
        </w:rPr>
      </w:pPr>
      <w:r w:rsidRPr="00D41583">
        <w:rPr>
          <w:rStyle w:val="libAieChar"/>
          <w:rtl/>
        </w:rPr>
        <w:t>ا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ولئ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ك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ه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 xml:space="preserve"> الص</w:t>
      </w:r>
      <w:r w:rsidRPr="00D41583">
        <w:rPr>
          <w:rStyle w:val="libAieChar"/>
          <w:rFonts w:hint="cs"/>
          <w:rtl/>
        </w:rPr>
        <w:t>َّ</w:t>
      </w:r>
      <w:r w:rsidRPr="00D41583">
        <w:rPr>
          <w:rStyle w:val="libAieChar"/>
          <w:rtl/>
        </w:rPr>
        <w:t>اد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ق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ون</w:t>
      </w:r>
      <w:r w:rsidRPr="00D41583">
        <w:rPr>
          <w:rStyle w:val="libAieChar"/>
          <w:rFonts w:hint="cs"/>
          <w:rtl/>
        </w:rPr>
        <w:t>َ</w:t>
      </w:r>
      <w:r w:rsidRPr="008D561A">
        <w:rPr>
          <w:rtl/>
        </w:rPr>
        <w:t xml:space="preserve"> *</w:t>
      </w:r>
      <w:r>
        <w:rPr>
          <w:rtl/>
        </w:rPr>
        <w:t xml:space="preserve"> </w:t>
      </w:r>
    </w:p>
    <w:p w:rsidR="00FC522A" w:rsidRPr="00EB097D" w:rsidRDefault="00FC522A" w:rsidP="00D41583">
      <w:pPr>
        <w:pStyle w:val="libLeft"/>
        <w:rPr>
          <w:rtl/>
        </w:rPr>
      </w:pPr>
      <w:r w:rsidRPr="00EB097D">
        <w:rPr>
          <w:rtl/>
        </w:rPr>
        <w:t>الحجرات : 15</w:t>
      </w:r>
    </w:p>
    <w:p w:rsidR="00FC522A" w:rsidRDefault="00FC522A" w:rsidP="00D41583">
      <w:pPr>
        <w:pStyle w:val="libNormal0"/>
        <w:rPr>
          <w:rtl/>
        </w:rPr>
      </w:pPr>
    </w:p>
    <w:p w:rsidR="00FC522A" w:rsidRPr="00EB097D" w:rsidRDefault="00FC522A" w:rsidP="00D41583">
      <w:pPr>
        <w:pStyle w:val="libAie"/>
        <w:rPr>
          <w:rtl/>
        </w:rPr>
      </w:pPr>
      <w:r w:rsidRPr="0077663C">
        <w:rPr>
          <w:rtl/>
        </w:rPr>
        <w:t>ا</w:t>
      </w:r>
      <w:r>
        <w:rPr>
          <w:rFonts w:hint="cs"/>
          <w:rtl/>
        </w:rPr>
        <w:t>ِ</w:t>
      </w:r>
      <w:r w:rsidRPr="0077663C">
        <w:rPr>
          <w:rtl/>
        </w:rPr>
        <w:t>ن</w:t>
      </w:r>
      <w:r>
        <w:rPr>
          <w:rFonts w:hint="cs"/>
          <w:rtl/>
        </w:rPr>
        <w:t>َّ</w:t>
      </w:r>
      <w:r w:rsidRPr="0077663C">
        <w:rPr>
          <w:rtl/>
        </w:rPr>
        <w:t>م</w:t>
      </w:r>
      <w:r>
        <w:rPr>
          <w:rFonts w:hint="cs"/>
          <w:rtl/>
        </w:rPr>
        <w:t>َ</w:t>
      </w:r>
      <w:r w:rsidRPr="0077663C">
        <w:rPr>
          <w:rtl/>
        </w:rPr>
        <w:t>ا الم</w:t>
      </w:r>
      <w:r>
        <w:rPr>
          <w:rFonts w:hint="cs"/>
          <w:rtl/>
        </w:rPr>
        <w:t>ُ</w:t>
      </w:r>
      <w:r w:rsidRPr="0077663C">
        <w:rPr>
          <w:rtl/>
        </w:rPr>
        <w:t>ؤ</w:t>
      </w:r>
      <w:r>
        <w:rPr>
          <w:rFonts w:hint="cs"/>
          <w:rtl/>
        </w:rPr>
        <w:t>ْ</w:t>
      </w:r>
      <w:r w:rsidRPr="0077663C">
        <w:rPr>
          <w:rtl/>
        </w:rPr>
        <w:t>م</w:t>
      </w:r>
      <w:r>
        <w:rPr>
          <w:rFonts w:hint="cs"/>
          <w:rtl/>
        </w:rPr>
        <w:t>ِ</w:t>
      </w:r>
      <w:r w:rsidRPr="0077663C">
        <w:rPr>
          <w:rtl/>
        </w:rPr>
        <w:t>ن</w:t>
      </w:r>
      <w:r>
        <w:rPr>
          <w:rFonts w:hint="cs"/>
          <w:rtl/>
        </w:rPr>
        <w:t>ُ</w:t>
      </w:r>
      <w:r w:rsidRPr="0077663C">
        <w:rPr>
          <w:rtl/>
        </w:rPr>
        <w:t>ون</w:t>
      </w:r>
      <w:r>
        <w:rPr>
          <w:rFonts w:hint="cs"/>
          <w:rtl/>
        </w:rPr>
        <w:t>َ</w:t>
      </w:r>
      <w:r>
        <w:rPr>
          <w:rtl/>
        </w:rPr>
        <w:t xml:space="preserve"> الّ</w:t>
      </w:r>
      <w:r>
        <w:rPr>
          <w:rFonts w:hint="cs"/>
          <w:rtl/>
        </w:rPr>
        <w:t>َ</w:t>
      </w:r>
      <w:r>
        <w:rPr>
          <w:rtl/>
        </w:rPr>
        <w:t>ذين</w:t>
      </w:r>
      <w:r>
        <w:rPr>
          <w:rFonts w:hint="cs"/>
          <w:rtl/>
        </w:rPr>
        <w:t>َ</w:t>
      </w:r>
      <w:r>
        <w:rPr>
          <w:rtl/>
        </w:rPr>
        <w:t xml:space="preserve"> </w:t>
      </w:r>
      <w:r w:rsidRPr="0077663C">
        <w:rPr>
          <w:rtl/>
        </w:rPr>
        <w:t>إذ</w:t>
      </w:r>
      <w:r>
        <w:rPr>
          <w:rFonts w:hint="cs"/>
          <w:rtl/>
        </w:rPr>
        <w:t>َ</w:t>
      </w:r>
      <w:r w:rsidRPr="0077663C">
        <w:rPr>
          <w:rtl/>
        </w:rPr>
        <w:t>ا ذ</w:t>
      </w:r>
      <w:r>
        <w:rPr>
          <w:rFonts w:hint="cs"/>
          <w:rtl/>
        </w:rPr>
        <w:t>ُ</w:t>
      </w:r>
      <w:r w:rsidRPr="0077663C">
        <w:rPr>
          <w:rtl/>
        </w:rPr>
        <w:t>ك</w:t>
      </w:r>
      <w:r>
        <w:rPr>
          <w:rFonts w:hint="cs"/>
          <w:rtl/>
        </w:rPr>
        <w:t>ِ</w:t>
      </w:r>
      <w:r w:rsidRPr="0077663C">
        <w:rPr>
          <w:rtl/>
        </w:rPr>
        <w:t>ر</w:t>
      </w:r>
      <w:r>
        <w:rPr>
          <w:rFonts w:hint="cs"/>
          <w:rtl/>
        </w:rPr>
        <w:t>َ</w:t>
      </w:r>
      <w:r w:rsidRPr="0077663C">
        <w:rPr>
          <w:rtl/>
        </w:rPr>
        <w:t xml:space="preserve"> الله</w:t>
      </w:r>
      <w:r>
        <w:rPr>
          <w:rFonts w:hint="cs"/>
          <w:rtl/>
        </w:rPr>
        <w:t>ُ</w:t>
      </w:r>
      <w:r w:rsidRPr="0077663C">
        <w:rPr>
          <w:rtl/>
        </w:rPr>
        <w:t xml:space="preserve"> و</w:t>
      </w:r>
      <w:r>
        <w:rPr>
          <w:rFonts w:hint="cs"/>
          <w:rtl/>
        </w:rPr>
        <w:t>َ</w:t>
      </w:r>
      <w:r w:rsidRPr="0077663C">
        <w:rPr>
          <w:rtl/>
        </w:rPr>
        <w:t>ج</w:t>
      </w:r>
      <w:r>
        <w:rPr>
          <w:rFonts w:hint="cs"/>
          <w:rtl/>
        </w:rPr>
        <w:t>ِ</w:t>
      </w:r>
      <w:r w:rsidRPr="0077663C">
        <w:rPr>
          <w:rtl/>
        </w:rPr>
        <w:t>ل</w:t>
      </w:r>
      <w:r>
        <w:rPr>
          <w:rFonts w:hint="cs"/>
          <w:rtl/>
        </w:rPr>
        <w:t>َ</w:t>
      </w:r>
      <w:r w:rsidRPr="0077663C">
        <w:rPr>
          <w:rtl/>
        </w:rPr>
        <w:t>ت</w:t>
      </w:r>
      <w:r>
        <w:rPr>
          <w:rFonts w:hint="cs"/>
          <w:rtl/>
        </w:rPr>
        <w:t>ْ</w:t>
      </w:r>
      <w:r w:rsidRPr="0077663C">
        <w:rPr>
          <w:rtl/>
        </w:rPr>
        <w:t xml:space="preserve"> ق</w:t>
      </w:r>
      <w:r>
        <w:rPr>
          <w:rFonts w:hint="cs"/>
          <w:rtl/>
        </w:rPr>
        <w:t>ُ</w:t>
      </w:r>
      <w:r w:rsidRPr="0077663C">
        <w:rPr>
          <w:rtl/>
        </w:rPr>
        <w:t>ل</w:t>
      </w:r>
      <w:r>
        <w:rPr>
          <w:rFonts w:hint="cs"/>
          <w:rtl/>
        </w:rPr>
        <w:t>ُ</w:t>
      </w:r>
      <w:r w:rsidRPr="0077663C">
        <w:rPr>
          <w:rtl/>
        </w:rPr>
        <w:t>وب</w:t>
      </w:r>
      <w:r>
        <w:rPr>
          <w:rFonts w:hint="cs"/>
          <w:rtl/>
        </w:rPr>
        <w:t>ُ</w:t>
      </w:r>
      <w:r w:rsidRPr="0077663C">
        <w:rPr>
          <w:rtl/>
        </w:rPr>
        <w:t>ه</w:t>
      </w:r>
      <w:r>
        <w:rPr>
          <w:rFonts w:hint="cs"/>
          <w:rtl/>
        </w:rPr>
        <w:t>ُ</w:t>
      </w:r>
      <w:r w:rsidRPr="0077663C">
        <w:rPr>
          <w:rtl/>
        </w:rPr>
        <w:t>م</w:t>
      </w:r>
      <w:r>
        <w:rPr>
          <w:rFonts w:hint="cs"/>
          <w:rtl/>
        </w:rPr>
        <w:t>ْ</w:t>
      </w:r>
    </w:p>
    <w:p w:rsidR="00FC522A" w:rsidRDefault="00FC522A" w:rsidP="00DD716A">
      <w:pPr>
        <w:pStyle w:val="libNormal"/>
        <w:rPr>
          <w:rtl/>
        </w:rPr>
      </w:pPr>
      <w:r w:rsidRPr="00D41583">
        <w:rPr>
          <w:rStyle w:val="libAieChar"/>
          <w:rtl/>
        </w:rPr>
        <w:t>وإذ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 ت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ل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ي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ت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ع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ل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ي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اي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ات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 xml:space="preserve"> ز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اد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ت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إيماناً 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ع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لى ربّهم ي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ت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ك</w:t>
      </w:r>
      <w:r w:rsidRPr="00D41583">
        <w:rPr>
          <w:rStyle w:val="libAieChar"/>
          <w:rFonts w:hint="cs"/>
          <w:rtl/>
        </w:rPr>
        <w:t>َّ</w:t>
      </w:r>
      <w:r w:rsidRPr="00D41583">
        <w:rPr>
          <w:rStyle w:val="libAieChar"/>
          <w:rtl/>
        </w:rPr>
        <w:t>ل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</w:t>
      </w:r>
      <w:r>
        <w:rPr>
          <w:rtl/>
        </w:rPr>
        <w:t>*</w:t>
      </w:r>
    </w:p>
    <w:p w:rsidR="00FC522A" w:rsidRDefault="00FC522A" w:rsidP="00DD716A">
      <w:pPr>
        <w:pStyle w:val="libNormal"/>
        <w:rPr>
          <w:rtl/>
        </w:rPr>
      </w:pPr>
      <w:r w:rsidRPr="00D41583">
        <w:rPr>
          <w:rStyle w:val="libAieChar"/>
          <w:rtl/>
        </w:rPr>
        <w:t>ا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ل</w:t>
      </w:r>
      <w:r w:rsidRPr="00D41583">
        <w:rPr>
          <w:rStyle w:val="libAieChar"/>
          <w:rFonts w:hint="cs"/>
          <w:rtl/>
        </w:rPr>
        <w:t>َّ</w:t>
      </w:r>
      <w:r w:rsidRPr="00D41583">
        <w:rPr>
          <w:rStyle w:val="libAieChar"/>
          <w:rtl/>
        </w:rPr>
        <w:t>ذين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ي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قيم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الص</w:t>
      </w:r>
      <w:r w:rsidRPr="00D41583">
        <w:rPr>
          <w:rStyle w:val="libAieChar"/>
          <w:rFonts w:hint="cs"/>
          <w:rtl/>
        </w:rPr>
        <w:t>َّ</w:t>
      </w:r>
      <w:r w:rsidRPr="00D41583">
        <w:rPr>
          <w:rStyle w:val="libAieChar"/>
          <w:rtl/>
        </w:rPr>
        <w:t>لوة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َّ</w:t>
      </w:r>
      <w:r w:rsidRPr="00D41583">
        <w:rPr>
          <w:rStyle w:val="libAieChar"/>
          <w:rtl/>
        </w:rPr>
        <w:t>ا ر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ز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ق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اه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ي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ن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ف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ق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ون</w:t>
      </w:r>
      <w:r w:rsidRPr="00D41583">
        <w:rPr>
          <w:rStyle w:val="libAieChar"/>
          <w:rFonts w:hint="cs"/>
          <w:rtl/>
        </w:rPr>
        <w:t>َ</w:t>
      </w:r>
      <w:r>
        <w:rPr>
          <w:rtl/>
        </w:rPr>
        <w:t xml:space="preserve"> *</w:t>
      </w:r>
    </w:p>
    <w:p w:rsidR="00FC522A" w:rsidRPr="00EB097D" w:rsidRDefault="00FC522A" w:rsidP="00DD716A">
      <w:pPr>
        <w:pStyle w:val="libNormal"/>
        <w:rPr>
          <w:rtl/>
        </w:rPr>
      </w:pPr>
      <w:r w:rsidRPr="00D41583">
        <w:rPr>
          <w:rStyle w:val="libAieChar"/>
          <w:rtl/>
        </w:rPr>
        <w:t>ا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ولئ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ك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ه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 xml:space="preserve"> الم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ؤ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ن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حقّاً ل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د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ر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ج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ات</w:t>
      </w:r>
      <w:r w:rsidRPr="00D41583">
        <w:rPr>
          <w:rStyle w:val="libAieChar"/>
          <w:rFonts w:hint="cs"/>
          <w:rtl/>
        </w:rPr>
        <w:t>ٌ</w:t>
      </w:r>
      <w:r w:rsidRPr="00D41583">
        <w:rPr>
          <w:rStyle w:val="libAieChar"/>
          <w:rtl/>
        </w:rPr>
        <w:t xml:space="preserve"> ع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ن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د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ربّهم 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غ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ف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ر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ة</w:t>
      </w:r>
      <w:r w:rsidRPr="00D41583">
        <w:rPr>
          <w:rStyle w:val="libAieChar"/>
          <w:rFonts w:hint="cs"/>
          <w:rtl/>
        </w:rPr>
        <w:t>ٌ</w:t>
      </w:r>
      <w:r w:rsidRPr="00D41583">
        <w:rPr>
          <w:rStyle w:val="libAieChar"/>
          <w:rtl/>
        </w:rPr>
        <w:t xml:space="preserve"> 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ر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ز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ق</w:t>
      </w:r>
      <w:r w:rsidRPr="00D41583">
        <w:rPr>
          <w:rStyle w:val="libAieChar"/>
          <w:rFonts w:hint="cs"/>
          <w:rtl/>
        </w:rPr>
        <w:t>ٌ</w:t>
      </w:r>
      <w:r w:rsidRPr="00D41583">
        <w:rPr>
          <w:rStyle w:val="libAieChar"/>
          <w:rtl/>
        </w:rPr>
        <w:t xml:space="preserve"> ك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ريم</w:t>
      </w:r>
      <w:r w:rsidRPr="00D41583">
        <w:rPr>
          <w:rStyle w:val="libAieChar"/>
          <w:rFonts w:hint="cs"/>
          <w:rtl/>
        </w:rPr>
        <w:t>ٌ</w:t>
      </w:r>
      <w:r w:rsidRPr="00D41583">
        <w:rPr>
          <w:rStyle w:val="libAieChar"/>
          <w:rtl/>
        </w:rPr>
        <w:t xml:space="preserve"> </w:t>
      </w:r>
      <w:r w:rsidRPr="00CC51EE">
        <w:rPr>
          <w:rtl/>
        </w:rPr>
        <w:t>*</w:t>
      </w:r>
    </w:p>
    <w:p w:rsidR="00FC522A" w:rsidRDefault="00FC522A" w:rsidP="00D41583">
      <w:pPr>
        <w:pStyle w:val="libLeft"/>
        <w:rPr>
          <w:rtl/>
        </w:rPr>
      </w:pPr>
      <w:r>
        <w:rPr>
          <w:rtl/>
        </w:rPr>
        <w:t xml:space="preserve">الأنفال </w:t>
      </w:r>
      <w:r w:rsidRPr="005C0285">
        <w:rPr>
          <w:rtl/>
        </w:rPr>
        <w:t>: 2 ، 3 ، 4</w:t>
      </w:r>
    </w:p>
    <w:p w:rsidR="00FC522A" w:rsidRPr="00DA11DB" w:rsidRDefault="00FC522A" w:rsidP="00D41583">
      <w:pPr>
        <w:pStyle w:val="libCenter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المقدمة</w:t>
      </w:r>
    </w:p>
    <w:p w:rsidR="00FC522A" w:rsidRPr="00DA11DB" w:rsidRDefault="00FC522A" w:rsidP="00D41583">
      <w:pPr>
        <w:pStyle w:val="libCenterBold1"/>
        <w:rPr>
          <w:rtl/>
        </w:rPr>
      </w:pPr>
      <w:r w:rsidRPr="00DA11DB">
        <w:rPr>
          <w:rtl/>
        </w:rPr>
        <w:t>بسم الله الرحمن الرحيم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الحمد لله على ما أولانا إيماناً خالصا كما آمن به الأنبياء والمرسلون ، والعارفون الموحّدون ، ويقينا</w:t>
      </w:r>
      <w:r>
        <w:rPr>
          <w:rFonts w:hint="cs"/>
          <w:rtl/>
        </w:rPr>
        <w:t>ً</w:t>
      </w:r>
      <w:r>
        <w:rPr>
          <w:rtl/>
        </w:rPr>
        <w:t xml:space="preserve"> صادقاً كما صد</w:t>
      </w:r>
      <w:r>
        <w:rPr>
          <w:rFonts w:hint="cs"/>
          <w:rtl/>
        </w:rPr>
        <w:t>ّ</w:t>
      </w:r>
      <w:r>
        <w:rPr>
          <w:rtl/>
        </w:rPr>
        <w:t>قته الملائكة المقرّبون ، والأولياء والصالحون.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وسلام على المرسلين الّذين بل</w:t>
      </w:r>
      <w:r>
        <w:rPr>
          <w:rFonts w:hint="cs"/>
          <w:rtl/>
        </w:rPr>
        <w:t>ّ</w:t>
      </w:r>
      <w:r>
        <w:rPr>
          <w:rtl/>
        </w:rPr>
        <w:t>غوا رسالات ربّهم ، وهو على ما أصابهم في دعوتهم صابرون ، اولئك عليهم صلوات من ربّهم ورحمة ، واولئك هم المهتدون ، الّذين لا</w:t>
      </w:r>
      <w:r>
        <w:rPr>
          <w:rFonts w:hint="cs"/>
          <w:rtl/>
        </w:rPr>
        <w:t xml:space="preserve"> </w:t>
      </w:r>
      <w:r>
        <w:rPr>
          <w:rtl/>
        </w:rPr>
        <w:t>خوف عليهم ولا هم يحزنون.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والصلاة والسلام على خير خلق الله الأطهار المصطفين ، محمّد وآله سادة الخلق أجمعين ، وعلى من تبعهم بإحسان إلى يوم الدين ، الّذين صبروا وصابروا في ولائهم لأهل البيت المنتجبين ، وا</w:t>
      </w:r>
      <w:r>
        <w:rPr>
          <w:rFonts w:hint="cs"/>
          <w:rtl/>
        </w:rPr>
        <w:t>ُ</w:t>
      </w:r>
      <w:r>
        <w:rPr>
          <w:rtl/>
        </w:rPr>
        <w:t>وذوا وقت</w:t>
      </w:r>
      <w:r>
        <w:rPr>
          <w:rFonts w:hint="cs"/>
          <w:rtl/>
        </w:rPr>
        <w:t>ّ</w:t>
      </w:r>
      <w:r>
        <w:rPr>
          <w:rtl/>
        </w:rPr>
        <w:t>لوا وحر</w:t>
      </w:r>
      <w:r>
        <w:rPr>
          <w:rFonts w:hint="cs"/>
          <w:rtl/>
        </w:rPr>
        <w:t>ّ</w:t>
      </w:r>
      <w:r>
        <w:rPr>
          <w:rtl/>
        </w:rPr>
        <w:t>قوا ونفوا عن ديارهم ولا زالوا بحبلهم متمس</w:t>
      </w:r>
      <w:r>
        <w:rPr>
          <w:rFonts w:hint="cs"/>
          <w:rtl/>
        </w:rPr>
        <w:t>ّ</w:t>
      </w:r>
      <w:r>
        <w:rPr>
          <w:rtl/>
        </w:rPr>
        <w:t xml:space="preserve">كين ، الّذين قال فيهم الإمام الصادق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« نحن ص</w:t>
      </w:r>
      <w:r>
        <w:rPr>
          <w:rFonts w:hint="cs"/>
          <w:rtl/>
        </w:rPr>
        <w:t>ُ</w:t>
      </w:r>
      <w:r>
        <w:rPr>
          <w:rtl/>
        </w:rPr>
        <w:t>ب</w:t>
      </w:r>
      <w:r>
        <w:rPr>
          <w:rFonts w:hint="cs"/>
          <w:rtl/>
        </w:rPr>
        <w:t>ّ</w:t>
      </w:r>
      <w:r>
        <w:rPr>
          <w:rtl/>
        </w:rPr>
        <w:t>ر وشيعتنا أصبر من</w:t>
      </w:r>
      <w:r>
        <w:rPr>
          <w:rFonts w:hint="cs"/>
          <w:rtl/>
        </w:rPr>
        <w:t>ّ</w:t>
      </w:r>
      <w:r>
        <w:rPr>
          <w:rtl/>
        </w:rPr>
        <w:t xml:space="preserve">ا ، وذلك أنا صبرنا على ما نعلم ، وصبروا هم على ما لا يعلمون »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1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 xml:space="preserve"> اولئك الّذين صدقوا ما عاهدوا الله عليه.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واللعنة الدائمة الماحقة ل</w:t>
      </w:r>
      <w:r>
        <w:rPr>
          <w:rFonts w:hint="cs"/>
          <w:rtl/>
        </w:rPr>
        <w:t>أ</w:t>
      </w:r>
      <w:r>
        <w:rPr>
          <w:rtl/>
        </w:rPr>
        <w:t>عدائهم أجمعين ، الّذين يخادعون الله وما يخدعون إلا أنفسهم ، فحملوا ظهورهم وزر البرايا ، ألا ساء ما يزرون.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إن</w:t>
      </w:r>
      <w:r>
        <w:rPr>
          <w:rFonts w:hint="cs"/>
          <w:rtl/>
        </w:rPr>
        <w:t>ّ</w:t>
      </w:r>
      <w:r>
        <w:rPr>
          <w:rtl/>
        </w:rPr>
        <w:t xml:space="preserve"> ما أجمع عليه ، أن</w:t>
      </w:r>
      <w:r>
        <w:rPr>
          <w:rFonts w:hint="cs"/>
          <w:rtl/>
        </w:rPr>
        <w:t>ّ</w:t>
      </w:r>
      <w:r>
        <w:rPr>
          <w:rtl/>
        </w:rPr>
        <w:t xml:space="preserve"> للإيمان منازل ودرجات ، ومراقي عاليات ، وللمؤمنين الممتحنين صفات مخصوصات ، جعلتهم في الناس ممي</w:t>
      </w:r>
      <w:r>
        <w:rPr>
          <w:rFonts w:hint="cs"/>
          <w:rtl/>
        </w:rPr>
        <w:t>ّ</w:t>
      </w:r>
      <w:r>
        <w:rPr>
          <w:rtl/>
        </w:rPr>
        <w:t>زين كبدور نيرات ، ول</w:t>
      </w:r>
      <w:r>
        <w:rPr>
          <w:rFonts w:hint="cs"/>
          <w:rtl/>
        </w:rPr>
        <w:t>أ</w:t>
      </w:r>
      <w:r>
        <w:rPr>
          <w:rtl/>
        </w:rPr>
        <w:t>خلاق العوام كارهين بل نابذين ، قد يحسبهم الرائي مرضى وما بالقوم من مرض ، ولكنهم من خوف الله وجلون ، كأنّهم قد خولطوا ، ولقد خالطهم أمر عظيم ، لما كشف لهم من العذاب الأليم للمجرمين ، والنعيم المقيم للصالحين ، فهم والجنّة كمن قد رآها فهم فيها منعمون ، وهم والنار كمن قد رآها فهم فيها معذ</w:t>
      </w:r>
      <w:r>
        <w:rPr>
          <w:rFonts w:hint="cs"/>
          <w:rtl/>
        </w:rPr>
        <w:t>ّ</w:t>
      </w:r>
      <w:r>
        <w:rPr>
          <w:rtl/>
        </w:rPr>
        <w:t>بون ، كلّما تلوا سوراً من القرآن العظيم.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هؤلاء الّذين هجرت عيونهم في الليل غمضها ، وأد</w:t>
      </w:r>
      <w:r>
        <w:rPr>
          <w:rFonts w:hint="cs"/>
          <w:rtl/>
        </w:rPr>
        <w:t>ّ</w:t>
      </w:r>
      <w:r>
        <w:rPr>
          <w:rtl/>
        </w:rPr>
        <w:t>ت أنفسهم إلى بارئها فرضها ، حتّى إذا غلب عليها الكرى ، افترشت أرضها ، وتوس</w:t>
      </w:r>
      <w:r>
        <w:rPr>
          <w:rFonts w:hint="cs"/>
          <w:rtl/>
        </w:rPr>
        <w:t>ّ</w:t>
      </w:r>
      <w:r>
        <w:rPr>
          <w:rtl/>
        </w:rPr>
        <w:t>دت كف</w:t>
      </w:r>
      <w:r>
        <w:rPr>
          <w:rFonts w:hint="cs"/>
          <w:rtl/>
        </w:rPr>
        <w:t>ّ</w:t>
      </w:r>
      <w:r>
        <w:rPr>
          <w:rtl/>
        </w:rPr>
        <w:t>ها ، في معشر أسهر عيونهم خوف معادهم ، وتجافت عن مضاجعهم جنوبهم ، وهمهمت بذكر ربّهم شفاههم ،</w:t>
      </w:r>
    </w:p>
    <w:p w:rsidR="00FC522A" w:rsidRDefault="00FC522A" w:rsidP="00D41583">
      <w:pPr>
        <w:pStyle w:val="libLine"/>
      </w:pPr>
      <w:r>
        <w:t>__________________</w:t>
      </w:r>
    </w:p>
    <w:p w:rsidR="00FC522A" w:rsidRDefault="00FC522A" w:rsidP="00D41583">
      <w:pPr>
        <w:pStyle w:val="libFootnote0"/>
        <w:rPr>
          <w:rtl/>
        </w:rPr>
      </w:pPr>
      <w:r w:rsidRPr="0019152D">
        <w:rPr>
          <w:rtl/>
        </w:rPr>
        <w:t>(1) تفسير</w:t>
      </w:r>
      <w:r>
        <w:rPr>
          <w:rtl/>
        </w:rPr>
        <w:t xml:space="preserve"> القمّي </w:t>
      </w:r>
      <w:r w:rsidRPr="0019152D">
        <w:rPr>
          <w:rtl/>
        </w:rPr>
        <w:t>ص 489 س 19 ، البحار 7</w:t>
      </w:r>
      <w:r>
        <w:rPr>
          <w:rtl/>
        </w:rPr>
        <w:t>1 / 84 ح 27.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اولئك الّذين وصفهم أمير المؤمنين سلام الله عليه بقوله : مُرْه </w:t>
      </w:r>
      <w:r w:rsidRPr="00D41583">
        <w:rPr>
          <w:rStyle w:val="libFootnotenumChar"/>
          <w:rtl/>
        </w:rPr>
        <w:t>1</w:t>
      </w:r>
      <w:r>
        <w:rPr>
          <w:rtl/>
        </w:rPr>
        <w:t xml:space="preserve"> العيون من البكاء ، خمص البطون </w:t>
      </w:r>
      <w:r w:rsidRPr="004237B5">
        <w:rPr>
          <w:rtl/>
        </w:rPr>
        <w:t>من</w:t>
      </w:r>
      <w:r>
        <w:rPr>
          <w:rtl/>
        </w:rPr>
        <w:t xml:space="preserve"> الصيام ، صفر الالوان من السهر ، على وجوههم غبرة الخاشعين ، اولئك إخواني الذاهبون ، فحقّ لنا أن نظمأ إليهم ، ونعض</w:t>
      </w:r>
      <w:r>
        <w:rPr>
          <w:rFonts w:hint="cs"/>
          <w:rtl/>
        </w:rPr>
        <w:t>ّ</w:t>
      </w:r>
      <w:r>
        <w:rPr>
          <w:rtl/>
        </w:rPr>
        <w:t xml:space="preserve"> الأيدي على فراقهم.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والمؤمن كلّما اقترب من ربّه منزلة أتحفه الله بأنواع المصائب والبلايا ، فتتوالى عليه من كلّ مكان ، وتسدد قسيها إليه من كلّ جانب ، وهل البلاء إلا لمن أخلص لله وآمن به ، الأمثل فال</w:t>
      </w:r>
      <w:r>
        <w:rPr>
          <w:rFonts w:hint="cs"/>
          <w:rtl/>
        </w:rPr>
        <w:t>أ</w:t>
      </w:r>
      <w:r>
        <w:rPr>
          <w:rtl/>
        </w:rPr>
        <w:t>مثل ، ليجزيه الله الجزاء ال</w:t>
      </w:r>
      <w:r>
        <w:rPr>
          <w:rFonts w:hint="cs"/>
          <w:rtl/>
        </w:rPr>
        <w:t>أ</w:t>
      </w:r>
      <w:r>
        <w:rPr>
          <w:rtl/>
        </w:rPr>
        <w:t>وفر.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وقد مرّ موضوع شدة الابتلاء وأنواعه في مقدمة كتاب « التمحيص » فلا حاجة ل</w:t>
      </w:r>
      <w:r>
        <w:rPr>
          <w:rFonts w:hint="cs"/>
          <w:rtl/>
        </w:rPr>
        <w:t>إ</w:t>
      </w:r>
      <w:r>
        <w:rPr>
          <w:rtl/>
        </w:rPr>
        <w:t xml:space="preserve">عادته ، وسترد أحاديث اُخرى في كتابنا هذا تنير الطريق لسالكيه ، وتشرح القلوب التي في الصدور ، مستقاة من معين أهل بيت الرحمة </w:t>
      </w:r>
      <w:r w:rsidR="00FB2D93" w:rsidRPr="00FB2D93">
        <w:rPr>
          <w:rStyle w:val="libAlaemChar"/>
          <w:rtl/>
        </w:rPr>
        <w:t>عليهم‌السلام</w:t>
      </w:r>
      <w:r>
        <w:rPr>
          <w:rtl/>
        </w:rPr>
        <w:t xml:space="preserve"> ، الّذين هم أعرف بعلل النفوس وأمراضها ، ووساوس الشياطين وأدرانها ، فيعي</w:t>
      </w:r>
      <w:r>
        <w:rPr>
          <w:rFonts w:hint="cs"/>
          <w:rtl/>
        </w:rPr>
        <w:t>ّ</w:t>
      </w:r>
      <w:r>
        <w:rPr>
          <w:rtl/>
        </w:rPr>
        <w:t>نوا الداء ، ويصفوا الدواء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جعلنا الله من المتمسّكين بحبل ولايتهم ، المقبولة أعمالهم ، المغفورة ذنوبهم ، الهانئين بشربة روية من حوض كوثرهم ، الفائزين بشفاعتهم يوم لا ينفع مال ولا بنون ، إلا من أتى الله بقلب سليم ، وآخر دعوانا أن الحمد لله ربّ العالمين.</w:t>
      </w:r>
    </w:p>
    <w:p w:rsidR="00FC522A" w:rsidRDefault="00FC522A" w:rsidP="00D41583">
      <w:pPr>
        <w:pStyle w:val="libLine"/>
      </w:pPr>
      <w:r>
        <w:t>__________________</w:t>
      </w:r>
    </w:p>
    <w:p w:rsidR="00FC522A" w:rsidRPr="0019152D" w:rsidRDefault="00FC522A" w:rsidP="00D41583">
      <w:pPr>
        <w:pStyle w:val="libFootnote0"/>
        <w:rPr>
          <w:rtl/>
        </w:rPr>
      </w:pPr>
      <w:r w:rsidRPr="0019152D">
        <w:rPr>
          <w:rtl/>
        </w:rPr>
        <w:t>(1) مُرْه : جمع أمره ، من مرهت عينه إذا فسدت ، أو ابيض</w:t>
      </w:r>
      <w:r>
        <w:rPr>
          <w:rFonts w:hint="cs"/>
          <w:rtl/>
        </w:rPr>
        <w:t>ّ</w:t>
      </w:r>
      <w:r>
        <w:rPr>
          <w:rtl/>
        </w:rPr>
        <w:t>ت حماليقها.</w:t>
      </w:r>
    </w:p>
    <w:p w:rsidR="00FC522A" w:rsidRPr="005C0285" w:rsidRDefault="00FC522A" w:rsidP="00D41583">
      <w:pPr>
        <w:pStyle w:val="libCenter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ترجمة المؤل</w:t>
      </w:r>
      <w:r>
        <w:rPr>
          <w:rFonts w:hint="cs"/>
          <w:rtl/>
        </w:rPr>
        <w:t>ّ</w:t>
      </w:r>
      <w:r>
        <w:rPr>
          <w:rtl/>
        </w:rPr>
        <w:t>ف</w:t>
      </w:r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>هو</w:t>
      </w:r>
      <w:r>
        <w:rPr>
          <w:rtl/>
        </w:rPr>
        <w:t xml:space="preserve"> الحسين بن سعيد بن حمّاد بن مهران الأهوازيّ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1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D41583">
        <w:rPr>
          <w:rStyle w:val="libBold2Char"/>
          <w:rtl/>
        </w:rPr>
        <w:t>كنيته</w:t>
      </w:r>
      <w:r>
        <w:rPr>
          <w:rtl/>
        </w:rPr>
        <w:t xml:space="preserve"> أبو محمّد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2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 xml:space="preserve"> ، الكوفيّ الأصل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3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 xml:space="preserve"> ، انتقل مع أخيه الحسن بن سعيد إلى الأهواز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4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 xml:space="preserve"> فاشتهرا بهذا اللقب ، وكان الحسن يعرف ب‍ </w:t>
      </w:r>
      <w:r>
        <w:rPr>
          <w:rFonts w:hint="cs"/>
          <w:rtl/>
        </w:rPr>
        <w:t>«</w:t>
      </w:r>
      <w:r>
        <w:rPr>
          <w:rtl/>
        </w:rPr>
        <w:t xml:space="preserve"> </w:t>
      </w:r>
      <w:r w:rsidRPr="00D41583">
        <w:rPr>
          <w:rStyle w:val="libBold2Char"/>
          <w:rtl/>
        </w:rPr>
        <w:t>دندان</w:t>
      </w:r>
      <w:r>
        <w:rPr>
          <w:rFonts w:hint="cs"/>
          <w:rtl/>
        </w:rPr>
        <w:t xml:space="preserve"> » </w:t>
      </w:r>
      <w:r w:rsidRPr="00D41583">
        <w:rPr>
          <w:rStyle w:val="libFootnotenumChar"/>
          <w:rFonts w:hint="cs"/>
          <w:rtl/>
        </w:rPr>
        <w:t>(5)</w:t>
      </w:r>
      <w:r>
        <w:rPr>
          <w:rtl/>
        </w:rPr>
        <w:t xml:space="preserve"> ، وال</w:t>
      </w:r>
      <w:r>
        <w:rPr>
          <w:rFonts w:hint="cs"/>
          <w:rtl/>
        </w:rPr>
        <w:t>أ</w:t>
      </w:r>
      <w:r>
        <w:rPr>
          <w:rtl/>
        </w:rPr>
        <w:t xml:space="preserve">خوان من موالي علي بن الحسين سلام الله عليهما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6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عاصر الحسين بن سعيد كلا من الإمام الرضا والجواد والهادي سلام الله عليهم أجمعين ، وروى عنهم ، ولذا عدّ من أصحابهم ، كما في أغلب كتب التراجم والرجال</w:t>
      </w:r>
      <w:r>
        <w:rPr>
          <w:rFonts w:hint="cs"/>
          <w:rtl/>
        </w:rPr>
        <w:t xml:space="preserve">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7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مدحه وأطراه جميع الأصحاب والمشايخ الّذين كتبوا عنه ، وأثنوا عليه ، ووصفوه بأنه ثقة ، مثل الشيخ في كتابيه الرجال والفهرست ، والعلامة في الخلاصة نعته بأنه : ثقة عين ، جليل القدر ، وقال أبو داود في حقه : ثقة ، عظيم الشأن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8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وقال ابن النديم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9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 xml:space="preserve"> : الحسن والحسين ابنا سعيد الأهوازيّان من أهل الكوفة ... أوسع أهل زمانهما علما بالفقه والآثار والمناقب وغير ذلك من علوم الشيعة.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وذكر أحد كتبه المجلسي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10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 xml:space="preserve"> بقوله : وأصل من اصول عمدة المحدّثين الشيخ الثقة الحسين بن سعيد الأهوازيّ ، وكتاب الزهد وكتاب المؤمن له أيضاً.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انتقل الأخوان من الكوفة إلى الأهواز فترة من الزمن لنشر تعاليم آل الرسول </w:t>
      </w:r>
      <w:r w:rsidR="00FB2D93" w:rsidRPr="00FB2D9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وأبناء فاطمة البتول </w:t>
      </w:r>
      <w:r w:rsidR="00FB2D93" w:rsidRPr="00FB2D93">
        <w:rPr>
          <w:rStyle w:val="libAlaemChar"/>
          <w:rtl/>
        </w:rPr>
        <w:t>عليهم‌السلام</w:t>
      </w:r>
      <w:r>
        <w:rPr>
          <w:rtl/>
        </w:rPr>
        <w:t xml:space="preserve"> الّذين أذهب الله عنهم الرجس و</w:t>
      </w:r>
    </w:p>
    <w:p w:rsidR="00FC522A" w:rsidRDefault="00FC522A" w:rsidP="00D41583">
      <w:pPr>
        <w:pStyle w:val="libLine"/>
      </w:pPr>
      <w: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(1)</w:t>
      </w:r>
      <w:r>
        <w:rPr>
          <w:rtl/>
        </w:rPr>
        <w:t xml:space="preserve"> النجاشيّ </w:t>
      </w:r>
      <w:r w:rsidRPr="004D4A2E">
        <w:rPr>
          <w:rtl/>
        </w:rPr>
        <w:t>ص 46 ، إلا أن الشيخ في الفهرست ص 58 ح 220 والكشي ص 551 ح 1041 ذكرا بعد «</w:t>
      </w:r>
      <w:r>
        <w:rPr>
          <w:rtl/>
        </w:rPr>
        <w:t xml:space="preserve"> حمّاد </w:t>
      </w:r>
      <w:r w:rsidRPr="004D4A2E">
        <w:rPr>
          <w:rtl/>
        </w:rPr>
        <w:t>» «</w:t>
      </w:r>
      <w:r>
        <w:rPr>
          <w:rtl/>
        </w:rPr>
        <w:t xml:space="preserve"> سعيداً </w:t>
      </w:r>
      <w:r w:rsidRPr="004D4A2E">
        <w:rPr>
          <w:rtl/>
        </w:rPr>
        <w:t>» ، فيكون : الحسين بن سعيد بن</w:t>
      </w:r>
      <w:r>
        <w:rPr>
          <w:rtl/>
        </w:rPr>
        <w:t xml:space="preserve"> حمّاد </w:t>
      </w:r>
      <w:r w:rsidRPr="004D4A2E">
        <w:rPr>
          <w:rtl/>
        </w:rPr>
        <w:t>بن سعيد بن مهران.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>
        <w:rPr>
          <w:rtl/>
        </w:rPr>
        <w:t xml:space="preserve"> النجاشيّ ص 46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البرقيّ </w:t>
      </w:r>
      <w:r w:rsidRPr="004D4A2E">
        <w:rPr>
          <w:rtl/>
        </w:rPr>
        <w:t>ص 54 ، الفهرس</w:t>
      </w:r>
      <w:r>
        <w:rPr>
          <w:rtl/>
        </w:rPr>
        <w:t>ت ص 104 ، رجال أبي داود رقم 743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(4) الفهرست ص 104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(5) رجال الكشيّ ص 551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(6) الشيخ في رجاله والفهرست ،</w:t>
      </w:r>
      <w:r>
        <w:rPr>
          <w:rtl/>
        </w:rPr>
        <w:t xml:space="preserve"> الكشيّ </w:t>
      </w:r>
      <w:r w:rsidRPr="004D4A2E">
        <w:rPr>
          <w:rtl/>
        </w:rPr>
        <w:t>،</w:t>
      </w:r>
      <w:r>
        <w:rPr>
          <w:rtl/>
        </w:rPr>
        <w:t xml:space="preserve"> النجاشيّ </w:t>
      </w:r>
      <w:r w:rsidRPr="004D4A2E">
        <w:rPr>
          <w:rtl/>
        </w:rPr>
        <w:t>، نفس الصفحات السابقة ، والظاهر</w:t>
      </w:r>
      <w:r>
        <w:rPr>
          <w:rtl/>
        </w:rPr>
        <w:t xml:space="preserve"> أنّهما </w:t>
      </w:r>
      <w:r w:rsidRPr="004D4A2E">
        <w:rPr>
          <w:rtl/>
        </w:rPr>
        <w:t>من ذراري موالي</w:t>
      </w:r>
      <w:r>
        <w:rPr>
          <w:rtl/>
        </w:rPr>
        <w:t xml:space="preserve"> الإمام السّجاد </w:t>
      </w:r>
      <w:r w:rsidR="00FB2D93" w:rsidRPr="00FB2D93">
        <w:rPr>
          <w:rStyle w:val="libAlaemChar"/>
          <w:rtl/>
        </w:rPr>
        <w:t>عليه‌السلام</w:t>
      </w:r>
      <w:r w:rsidRPr="004D4A2E">
        <w:rPr>
          <w:rtl/>
        </w:rPr>
        <w:t xml:space="preserve"> للفرق الشاسع بين وفاة</w:t>
      </w:r>
      <w:r>
        <w:rPr>
          <w:rtl/>
        </w:rPr>
        <w:t xml:space="preserve"> الإمام السّجاد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سنة 95 ه‍</w:t>
      </w:r>
      <w:r w:rsidRPr="004D4A2E">
        <w:rPr>
          <w:rtl/>
        </w:rPr>
        <w:t xml:space="preserve"> وبين وفاة</w:t>
      </w:r>
      <w:r>
        <w:rPr>
          <w:rtl/>
        </w:rPr>
        <w:t xml:space="preserve"> الإمام </w:t>
      </w:r>
      <w:r w:rsidRPr="004D4A2E">
        <w:rPr>
          <w:rtl/>
        </w:rPr>
        <w:t xml:space="preserve">الرضا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سنة 203 ه‍</w:t>
      </w:r>
      <w:r w:rsidRPr="004D4A2E">
        <w:rPr>
          <w:rtl/>
        </w:rPr>
        <w:t xml:space="preserve"> وحتى وفاة</w:t>
      </w:r>
      <w:r>
        <w:rPr>
          <w:rtl/>
        </w:rPr>
        <w:t xml:space="preserve"> الإمام </w:t>
      </w:r>
      <w:r w:rsidRPr="004D4A2E">
        <w:rPr>
          <w:rtl/>
        </w:rPr>
        <w:t xml:space="preserve">الهادي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سنة 254 ه‍ ، فلاحظ.</w:t>
      </w:r>
    </w:p>
    <w:p w:rsidR="00FC522A" w:rsidRPr="005D42AD" w:rsidRDefault="00FC522A" w:rsidP="00D41583">
      <w:pPr>
        <w:pStyle w:val="libFootnote0"/>
        <w:rPr>
          <w:rtl/>
        </w:rPr>
      </w:pPr>
      <w:r w:rsidRPr="004D4A2E">
        <w:rPr>
          <w:rtl/>
        </w:rPr>
        <w:t>(7) ذكره الشيخ في رجاله ص 372 ، 399 ، 412.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(8) المصادر السابقة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(9) الفهرست ص 277</w:t>
      </w:r>
      <w:r>
        <w:rPr>
          <w:rFonts w:hint="cs"/>
          <w:rtl/>
        </w:rPr>
        <w:t>.</w:t>
      </w:r>
    </w:p>
    <w:p w:rsidR="00FC522A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(10) البحار ج </w:t>
      </w:r>
      <w:r>
        <w:rPr>
          <w:rtl/>
        </w:rPr>
        <w:t>1 / 1</w:t>
      </w:r>
      <w:r w:rsidRPr="004D4A2E">
        <w:rPr>
          <w:rtl/>
        </w:rPr>
        <w:t>6.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طه</w:t>
      </w:r>
      <w:r>
        <w:rPr>
          <w:rFonts w:hint="cs"/>
          <w:rtl/>
        </w:rPr>
        <w:t>ّ</w:t>
      </w:r>
      <w:r>
        <w:rPr>
          <w:rtl/>
        </w:rPr>
        <w:t>رهم تطهيرا</w:t>
      </w:r>
      <w:r>
        <w:rPr>
          <w:rFonts w:hint="cs"/>
          <w:rtl/>
        </w:rPr>
        <w:t>ً</w:t>
      </w:r>
      <w:r>
        <w:rPr>
          <w:rtl/>
        </w:rPr>
        <w:t xml:space="preserve"> ، كما مرّ آنفا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ولل</w:t>
      </w:r>
      <w:r>
        <w:rPr>
          <w:rFonts w:hint="cs"/>
          <w:rtl/>
        </w:rPr>
        <w:t>أ</w:t>
      </w:r>
      <w:r>
        <w:rPr>
          <w:rtl/>
        </w:rPr>
        <w:t>خوين مؤلّفات كثيرة في الحلال والحرام وفي مختلف العلوم والمعارف ، بلغت خمسين تصنيفاً للحسن فقط كما عن الكشيّ ، أو ثلاثين لكليهما كما نقل النجاشيّ قائلا : ك</w:t>
      </w:r>
      <w:r>
        <w:rPr>
          <w:rFonts w:hint="cs"/>
          <w:rtl/>
        </w:rPr>
        <w:t>ُ</w:t>
      </w:r>
      <w:r>
        <w:rPr>
          <w:rtl/>
        </w:rPr>
        <w:t>تب بني سعيد كتب حسنة معمول عليها ، وهي ثلاثون كتابا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وقد شارك الحسين أخاه الحسن في الكتب الثلاثين المصنّفة ، وإنما كثر اشتهار الحسين أخيه بها ، والكتب هي :</w:t>
      </w:r>
    </w:p>
    <w:tbl>
      <w:tblPr>
        <w:bidiVisual/>
        <w:tblW w:w="5000" w:type="pct"/>
        <w:tblLook w:val="01E0"/>
      </w:tblPr>
      <w:tblGrid>
        <w:gridCol w:w="3642"/>
        <w:gridCol w:w="303"/>
        <w:gridCol w:w="3642"/>
      </w:tblGrid>
      <w:tr w:rsidR="00FC522A" w:rsidRPr="00314329" w:rsidTr="002762F8">
        <w:tc>
          <w:tcPr>
            <w:tcW w:w="2400" w:type="pct"/>
          </w:tcPr>
          <w:p w:rsidR="00FC522A" w:rsidRPr="00113AE6" w:rsidRDefault="00FC522A" w:rsidP="00D41583">
            <w:pPr>
              <w:pStyle w:val="libNormal0"/>
              <w:rPr>
                <w:rtl/>
              </w:rPr>
            </w:pPr>
            <w:r w:rsidRPr="00113AE6">
              <w:rPr>
                <w:rtl/>
              </w:rPr>
              <w:t>1 ـ كتاب الوضوء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>2 ـ كتاب الصلاة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>3 ـ كتاب الزكاة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>4 ـ كتاب الصوم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>5 ـ كتاب الحج</w:t>
            </w:r>
            <w:r>
              <w:rPr>
                <w:rFonts w:hint="cs"/>
                <w:rtl/>
              </w:rPr>
              <w:t>ّ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>6 ـ كتاب النكاح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>7 ـ كتاب الطلاق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 xml:space="preserve">8 </w:t>
            </w:r>
            <w:r>
              <w:rPr>
                <w:rtl/>
              </w:rPr>
              <w:t>ـ كتاب العتق والتدبير والمكاتبة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 xml:space="preserve">9 ـ كتاب </w:t>
            </w:r>
            <w:r w:rsidRPr="00113AE6">
              <w:rPr>
                <w:rtl/>
              </w:rPr>
              <w:t>الايمان</w:t>
            </w:r>
            <w:r w:rsidRPr="00314329">
              <w:rPr>
                <w:rtl/>
              </w:rPr>
              <w:t xml:space="preserve"> والنذور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>10 ـ كتاب التجارات والاجارات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11 ـ كتاب الخمس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12 ـ كتاب الشهادات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>13 ـ كتاب الصيد والذبائح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>14 ـ كتاب المكاسب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15 ـ كتاب ال</w:t>
            </w:r>
            <w:r>
              <w:rPr>
                <w:rFonts w:hint="cs"/>
                <w:rtl/>
              </w:rPr>
              <w:t>أ</w:t>
            </w:r>
            <w:r>
              <w:rPr>
                <w:rtl/>
              </w:rPr>
              <w:t>شربة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16 ـ كتاب الزيارات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17 ـ كتاب التقي</w:t>
            </w:r>
            <w:r>
              <w:rPr>
                <w:rFonts w:hint="cs"/>
                <w:rtl/>
              </w:rPr>
              <w:t>ّ</w:t>
            </w:r>
            <w:r>
              <w:rPr>
                <w:rtl/>
              </w:rPr>
              <w:t>ة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18 ـ كتاب الرد على الغلاة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19 ـ كتاب المناقب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20 ـ كتاب المثالب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 xml:space="preserve">21 ـ </w:t>
            </w:r>
            <w:r>
              <w:rPr>
                <w:rtl/>
              </w:rPr>
              <w:t>كتاب الزهد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22 ـ كتاب المروة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>23ـ</w:t>
            </w:r>
            <w:r>
              <w:rPr>
                <w:rFonts w:hint="cs"/>
                <w:rtl/>
              </w:rPr>
              <w:t>‌</w:t>
            </w:r>
            <w:r w:rsidRPr="00314329">
              <w:rPr>
                <w:rtl/>
              </w:rPr>
              <w:t>كتاب</w:t>
            </w:r>
            <w:r>
              <w:rPr>
                <w:rFonts w:hint="cs"/>
                <w:rtl/>
              </w:rPr>
              <w:t>‌</w:t>
            </w:r>
            <w:r w:rsidRPr="00314329">
              <w:rPr>
                <w:rtl/>
              </w:rPr>
              <w:t>حقوق</w:t>
            </w:r>
            <w:r>
              <w:rPr>
                <w:rFonts w:hint="cs"/>
                <w:rtl/>
              </w:rPr>
              <w:t>‌</w:t>
            </w:r>
            <w:r w:rsidRPr="00314329">
              <w:rPr>
                <w:rtl/>
              </w:rPr>
              <w:t>المؤمنين</w:t>
            </w:r>
            <w:r>
              <w:rPr>
                <w:rFonts w:hint="cs"/>
                <w:rtl/>
              </w:rPr>
              <w:t>‌</w:t>
            </w:r>
            <w:r>
              <w:rPr>
                <w:rtl/>
              </w:rPr>
              <w:t>وفضلهم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24 ـ كتاب تفسير القرآن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>25 ـ كتاب الوصايا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26 ـ كتاب الفرائض</w:t>
            </w:r>
          </w:p>
        </w:tc>
      </w:tr>
      <w:tr w:rsidR="00FC522A" w:rsidRPr="00314329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27 ـ كتاب الحدود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28 ـ كتاب الديات</w:t>
            </w:r>
          </w:p>
        </w:tc>
      </w:tr>
      <w:tr w:rsidR="00FC522A" w:rsidTr="002762F8">
        <w:tc>
          <w:tcPr>
            <w:tcW w:w="2400" w:type="pct"/>
          </w:tcPr>
          <w:p w:rsidR="00FC522A" w:rsidRPr="00314329" w:rsidRDefault="00FC522A" w:rsidP="00D41583">
            <w:pPr>
              <w:pStyle w:val="libNormal0"/>
              <w:rPr>
                <w:rtl/>
              </w:rPr>
            </w:pPr>
            <w:r>
              <w:rPr>
                <w:rtl/>
              </w:rPr>
              <w:t>29 ـ كتاب الملاحم</w:t>
            </w:r>
          </w:p>
        </w:tc>
        <w:tc>
          <w:tcPr>
            <w:tcW w:w="200" w:type="pct"/>
          </w:tcPr>
          <w:p w:rsidR="00FC522A" w:rsidRPr="00314329" w:rsidRDefault="00FC522A" w:rsidP="002762F8">
            <w:pPr>
              <w:rPr>
                <w:rtl/>
              </w:rPr>
            </w:pPr>
          </w:p>
        </w:tc>
        <w:tc>
          <w:tcPr>
            <w:tcW w:w="2400" w:type="pct"/>
          </w:tcPr>
          <w:p w:rsidR="00FC522A" w:rsidRDefault="00FC522A" w:rsidP="00D41583">
            <w:pPr>
              <w:pStyle w:val="libNormal0"/>
              <w:rPr>
                <w:rtl/>
              </w:rPr>
            </w:pPr>
            <w:r w:rsidRPr="00314329">
              <w:rPr>
                <w:rtl/>
              </w:rPr>
              <w:t xml:space="preserve">30 ـ كتاب الدعاء </w:t>
            </w:r>
          </w:p>
        </w:tc>
      </w:tr>
    </w:tbl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وكان الحسين بن يزيد السوراني يقول : الحسن شريك أخيه الحسين في جميع رجاله إلا في زرعة بن محمّد الحضرمي وفضالة بن أيوب،فإن الحسين كان يروي عن أخيه،عنهما </w:t>
      </w:r>
      <w:r w:rsidRPr="00D41583">
        <w:rPr>
          <w:rStyle w:val="libFootnotenumChar"/>
          <w:rtl/>
        </w:rPr>
        <w:t>1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وخالهما جعفر بن يحيى بن سعد الاحول ، من رجال أبي جعفر الثاني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وعرف لهذا البيت إيمانهم العميق بالله تبارك وتعالى وال</w:t>
      </w:r>
      <w:r>
        <w:rPr>
          <w:rFonts w:hint="cs"/>
          <w:rtl/>
        </w:rPr>
        <w:t>إ</w:t>
      </w:r>
      <w:r>
        <w:rPr>
          <w:rtl/>
        </w:rPr>
        <w:t>خلاص له ، وولاوهم الصادق للرسول وآل بيته الأطهار سلام الله عليهم أجمعين ، وجهادهم الطويل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Default="00FC522A" w:rsidP="00D41583">
      <w:pPr>
        <w:pStyle w:val="libFootnote0"/>
        <w:rPr>
          <w:rtl/>
        </w:rPr>
      </w:pPr>
      <w:r w:rsidRPr="00C0528C">
        <w:rPr>
          <w:rtl/>
        </w:rPr>
        <w:t>(1)</w:t>
      </w:r>
      <w:r>
        <w:rPr>
          <w:rtl/>
        </w:rPr>
        <w:t xml:space="preserve"> النجاشيّ ص 46.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بالعمل الصالح ، والدفاع عن الحقّ خلال حقبة حكم العب</w:t>
      </w:r>
      <w:r>
        <w:rPr>
          <w:rFonts w:hint="cs"/>
          <w:rtl/>
        </w:rPr>
        <w:t>ّ</w:t>
      </w:r>
      <w:r>
        <w:rPr>
          <w:rtl/>
        </w:rPr>
        <w:t>اسي</w:t>
      </w:r>
      <w:r>
        <w:rPr>
          <w:rFonts w:hint="cs"/>
          <w:rtl/>
        </w:rPr>
        <w:t>ّ</w:t>
      </w:r>
      <w:r>
        <w:rPr>
          <w:rtl/>
        </w:rPr>
        <w:t xml:space="preserve">ين ، الّذين كانوا يطاردون المؤمنين من شيعة علي والحسين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ومع كلّ ذلك كان الأخوان يتحركان في كلّ جانب ، لا تأخذهما في الله لومة لائم ، ولم يتركوا الاُمور على غاربها ، بل خاضوا لجج البحار ، وحاموا عن الذمار ، و دافعوا عن أحقية آل محمّد المصطفين الأطهار ، باللسان والبنان ، بأوضح صورة وأجلى بيان.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فهذا الحسين بن سعيد كان يدافع وينافح بطرق وأساليب مختلفة عن البيت الهاشمي ، في نشر أخبارهم وعلومهم ومآثرهم ، فكان يتّصل بالمخالفين ، ويعرض بضاعته النادرة الثمينة ، من كنوز علومهم ، بروح سامية ، ونية خالصة لوجهه الكريم ، تطبيقاً لما ورد عنهم </w:t>
      </w:r>
      <w:r w:rsidR="00FB2D93" w:rsidRPr="00FB2D93">
        <w:rPr>
          <w:rStyle w:val="libAlaemChar"/>
          <w:rtl/>
        </w:rPr>
        <w:t>عليهم‌السلام</w:t>
      </w:r>
      <w:r>
        <w:rPr>
          <w:rtl/>
        </w:rPr>
        <w:t xml:space="preserve"> : رحم الله عبداً أحيا أمرنا </w:t>
      </w:r>
      <w:r w:rsidRPr="00D41583">
        <w:rPr>
          <w:rStyle w:val="libFootnotenumChar"/>
          <w:rtl/>
        </w:rPr>
        <w:t>1</w:t>
      </w:r>
      <w:r>
        <w:rPr>
          <w:rtl/>
        </w:rPr>
        <w:t xml:space="preserve"> ، لعله يكثر عدد محب</w:t>
      </w:r>
      <w:r>
        <w:rPr>
          <w:rFonts w:hint="cs"/>
          <w:rtl/>
        </w:rPr>
        <w:t>ّ</w:t>
      </w:r>
      <w:r>
        <w:rPr>
          <w:rtl/>
        </w:rPr>
        <w:t>يهم ، والمتبص</w:t>
      </w:r>
      <w:r>
        <w:rPr>
          <w:rFonts w:hint="cs"/>
          <w:rtl/>
        </w:rPr>
        <w:t>ّ</w:t>
      </w:r>
      <w:r>
        <w:rPr>
          <w:rtl/>
        </w:rPr>
        <w:t>رين لولايتهم.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وبالفعل فقد أبلغ الرسالة وأوصل عدداً من الشخصيات إلى الإمام الرضا سلام الله عليه ، فتمت هدايتهم وتبصرتهم ومعرفتهم بأعدال الكتاب ، وسفن النجاة ، والحجج على العباد ، بعد أن كانوا عنهم غافلين أو معرضين ، ولمنهجهم مخالفين ، ول</w:t>
      </w:r>
      <w:r>
        <w:rPr>
          <w:rFonts w:hint="cs"/>
          <w:rtl/>
        </w:rPr>
        <w:t>أ</w:t>
      </w:r>
      <w:r>
        <w:rPr>
          <w:rtl/>
        </w:rPr>
        <w:t>عدائهم موالين.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ومن هؤلاء الشخصيات : إسحاق بن إبراهيم الحضيني ، وعلي بن الرسان ، وعلي بن مهزيار </w:t>
      </w:r>
      <w:r w:rsidRPr="00D41583">
        <w:rPr>
          <w:rStyle w:val="libFootnotenumChar"/>
          <w:rtl/>
        </w:rPr>
        <w:t>2</w:t>
      </w:r>
      <w:r>
        <w:rPr>
          <w:rtl/>
        </w:rPr>
        <w:t xml:space="preserve"> ، وعبد الله بن محمّد الحضيني ، وغيرهم ، حتّى جرت الخدمة على أيديهم ، وصنفوا الكتب الكثيرة </w:t>
      </w:r>
      <w:r w:rsidRPr="00D41583">
        <w:rPr>
          <w:rStyle w:val="libFootnotenumChar"/>
          <w:rtl/>
        </w:rPr>
        <w:t>3</w:t>
      </w:r>
      <w:r>
        <w:rPr>
          <w:rtl/>
        </w:rPr>
        <w:t xml:space="preserve"> ، كلّ ذلك بفضل الله أن جعله سبباً في هداية القوم ، فلله در</w:t>
      </w:r>
      <w:r>
        <w:rPr>
          <w:rFonts w:hint="cs"/>
          <w:rtl/>
        </w:rPr>
        <w:t>ّ</w:t>
      </w:r>
      <w:r>
        <w:rPr>
          <w:rtl/>
        </w:rPr>
        <w:t>ه ، وعلى الله أجره.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وأخيراً انتقل الحسين بن سعيد ، هذا المحدّث العظيم ، إلى « قم » فنزل على الحسن بن أبان ، وتوفي فيها ، فرحمة الله عليه يوم ولد ، ويوم مات ، ويوم يبعث حي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>ً</w:t>
      </w:r>
      <w:r>
        <w:rPr>
          <w:rtl/>
        </w:rPr>
        <w:t xml:space="preserve"> ، وحشره الله مع من والاهم ، آمين ربّ العالمين.</w:t>
      </w:r>
    </w:p>
    <w:tbl>
      <w:tblPr>
        <w:bidiVisual/>
        <w:tblW w:w="5000" w:type="pct"/>
        <w:tblLook w:val="01E0"/>
      </w:tblPr>
      <w:tblGrid>
        <w:gridCol w:w="4552"/>
        <w:gridCol w:w="3035"/>
      </w:tblGrid>
      <w:tr w:rsidR="00FC522A" w:rsidTr="002762F8">
        <w:tc>
          <w:tcPr>
            <w:tcW w:w="3000" w:type="pct"/>
          </w:tcPr>
          <w:p w:rsidR="00FC522A" w:rsidRDefault="00FC522A" w:rsidP="002762F8">
            <w:pPr>
              <w:ind w:firstLine="0"/>
              <w:rPr>
                <w:rtl/>
              </w:rPr>
            </w:pPr>
          </w:p>
        </w:tc>
        <w:tc>
          <w:tcPr>
            <w:tcW w:w="2000" w:type="pct"/>
          </w:tcPr>
          <w:p w:rsidR="00FC522A" w:rsidRPr="00A95DF7" w:rsidRDefault="00FC522A" w:rsidP="00D41583">
            <w:pPr>
              <w:pStyle w:val="libFootnoteBold"/>
              <w:rPr>
                <w:rtl/>
              </w:rPr>
            </w:pPr>
            <w:r w:rsidRPr="00A95DF7">
              <w:rPr>
                <w:rtl/>
              </w:rPr>
              <w:t>السيد محمّد باقر الموحد الابطحي</w:t>
            </w:r>
            <w:r w:rsidRPr="00A95DF7">
              <w:rPr>
                <w:rFonts w:hint="cs"/>
                <w:rtl/>
              </w:rPr>
              <w:t>ّ</w:t>
            </w:r>
          </w:p>
          <w:p w:rsidR="00FC522A" w:rsidRDefault="00FC522A" w:rsidP="00D41583">
            <w:pPr>
              <w:pStyle w:val="libFootnoteBold"/>
              <w:rPr>
                <w:rtl/>
              </w:rPr>
            </w:pPr>
            <w:r w:rsidRPr="00A95DF7">
              <w:rPr>
                <w:rtl/>
              </w:rPr>
              <w:t>« الاصفهاني »</w:t>
            </w:r>
          </w:p>
        </w:tc>
      </w:tr>
    </w:tbl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(1) الكافي : </w:t>
      </w:r>
      <w:r>
        <w:rPr>
          <w:rtl/>
        </w:rPr>
        <w:t>2 / 175 ح 2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 ذكره</w:t>
      </w:r>
      <w:r>
        <w:rPr>
          <w:rtl/>
        </w:rPr>
        <w:t xml:space="preserve"> البرقيّ</w:t>
      </w:r>
      <w:r>
        <w:rPr>
          <w:rFonts w:hint="cs"/>
          <w:rtl/>
        </w:rPr>
        <w:t>.</w:t>
      </w:r>
    </w:p>
    <w:p w:rsidR="00FC522A" w:rsidRDefault="00FC522A" w:rsidP="00D41583">
      <w:pPr>
        <w:pStyle w:val="libFootnote0"/>
        <w:rPr>
          <w:rtl/>
        </w:rPr>
      </w:pPr>
      <w:r w:rsidRPr="004D4A2E">
        <w:rPr>
          <w:rtl/>
        </w:rPr>
        <w:t>(3)</w:t>
      </w:r>
      <w:r>
        <w:rPr>
          <w:rtl/>
        </w:rPr>
        <w:t xml:space="preserve"> النجاشيّ </w:t>
      </w:r>
      <w:r w:rsidRPr="004D4A2E">
        <w:rPr>
          <w:rtl/>
        </w:rPr>
        <w:t>ص 46</w:t>
      </w:r>
      <w:r>
        <w:rPr>
          <w:rFonts w:hint="cs"/>
          <w:rtl/>
        </w:rPr>
        <w:t>.</w:t>
      </w:r>
    </w:p>
    <w:p w:rsidR="00F00E4F" w:rsidRDefault="00FC522A" w:rsidP="00F00E4F">
      <w:pPr>
        <w:pStyle w:val="libCenter"/>
        <w:bidi w:val="0"/>
      </w:pPr>
      <w:r>
        <w:rPr>
          <w:rtl/>
        </w:rPr>
        <w:br w:type="page"/>
      </w:r>
    </w:p>
    <w:p w:rsidR="00FC522A" w:rsidRDefault="00FC522A" w:rsidP="00712F19">
      <w:pPr>
        <w:pStyle w:val="libCenter"/>
        <w:bidi w:val="0"/>
        <w:rPr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152400</wp:posOffset>
            </wp:positionV>
            <wp:extent cx="4819650" cy="7620000"/>
            <wp:effectExtent l="19050" t="0" r="0" b="0"/>
            <wp:wrapSquare wrapText="bothSides"/>
            <wp:docPr id="4" name="Picture 4" descr="image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-0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tl/>
        </w:rPr>
        <w:br w:type="page"/>
      </w:r>
    </w:p>
    <w:p w:rsidR="00FC522A" w:rsidRDefault="00FC522A" w:rsidP="003D0780">
      <w:pPr>
        <w:pStyle w:val="libCenter"/>
        <w:bidi w:val="0"/>
        <w:rPr>
          <w:rtl/>
        </w:rPr>
      </w:pPr>
      <w:r>
        <w:rPr>
          <w:rtl/>
        </w:rPr>
        <w:lastRenderedPageBreak/>
        <w:br w:type="page"/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6985</wp:posOffset>
            </wp:positionV>
            <wp:extent cx="4819650" cy="7620000"/>
            <wp:effectExtent l="19050" t="0" r="0" b="0"/>
            <wp:wrapSquare wrapText="bothSides"/>
            <wp:docPr id="5" name="Picture 5" descr="image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-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522A" w:rsidRDefault="00FC522A" w:rsidP="00D41583">
      <w:pPr>
        <w:pStyle w:val="libCenterBold1"/>
        <w:rPr>
          <w:rtl/>
        </w:rPr>
      </w:pPr>
      <w:r>
        <w:rPr>
          <w:rtl/>
        </w:rPr>
        <w:lastRenderedPageBreak/>
        <w:br w:type="page"/>
      </w:r>
      <w:r w:rsidRPr="005C0285">
        <w:rPr>
          <w:rtl/>
        </w:rPr>
        <w:lastRenderedPageBreak/>
        <w:t>بسم الله الرحمن الرحيم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الحمدلله ربّ العالمين ، والصلاة على سيد المرسلين محمّد وآله الطاهرين.</w:t>
      </w:r>
    </w:p>
    <w:p w:rsidR="00FC522A" w:rsidRDefault="00FC522A" w:rsidP="00FC522A">
      <w:pPr>
        <w:pStyle w:val="Heading1"/>
        <w:rPr>
          <w:rtl/>
        </w:rPr>
      </w:pPr>
      <w:bookmarkStart w:id="0" w:name="_Toc255686407"/>
      <w:bookmarkStart w:id="1" w:name="_Toc256353231"/>
      <w:bookmarkStart w:id="2" w:name="_Toc256353430"/>
      <w:bookmarkStart w:id="3" w:name="_Toc256353570"/>
      <w:bookmarkStart w:id="4" w:name="_Toc256353786"/>
      <w:bookmarkStart w:id="5" w:name="_Toc256354041"/>
      <w:bookmarkStart w:id="6" w:name="_Toc267136147"/>
      <w:bookmarkStart w:id="7" w:name="_Toc412377569"/>
      <w:r>
        <w:rPr>
          <w:rtl/>
        </w:rPr>
        <w:t>1 ـ باب شدة ابتلاء المؤمن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زرارة قال : سمعت أبا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يقول : في قضاء الله عزّ وجلّ كلّ خير للمؤمن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الصادق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إن المسلم لا يقضي الله عزّ وجلّ قضاء إلا كان خيراً له ، [ وان ملك مشارق الأرض ومغاربها كان خيراً له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].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ثم تلاهذه الآية : </w:t>
      </w:r>
      <w:r w:rsidRPr="00D41583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D41583">
        <w:rPr>
          <w:rStyle w:val="libAieChar"/>
          <w:rtl/>
        </w:rPr>
        <w:t>فوقاه الله سيّئات ما مكروا</w:t>
      </w:r>
      <w:r>
        <w:rPr>
          <w:rFonts w:hint="cs"/>
          <w:rtl/>
        </w:rPr>
        <w:t xml:space="preserve"> </w:t>
      </w:r>
      <w:r w:rsidRPr="00D41583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</w:t>
      </w:r>
      <w:r w:rsidRPr="00D41583">
        <w:rPr>
          <w:rStyle w:val="libBold2Char"/>
          <w:rtl/>
        </w:rPr>
        <w:t>،</w:t>
      </w:r>
      <w:r w:rsidRPr="00A85AB4">
        <w:rPr>
          <w:rtl/>
        </w:rPr>
        <w:t xml:space="preserve"> </w:t>
      </w:r>
      <w:r w:rsidRPr="00D41583">
        <w:rPr>
          <w:rStyle w:val="libBold2Char"/>
          <w:rtl/>
        </w:rPr>
        <w:t xml:space="preserve">ثم قال : إمّا </w:t>
      </w:r>
      <w:r w:rsidRPr="00D41583">
        <w:rPr>
          <w:rStyle w:val="libFootnotenumChar"/>
          <w:rFonts w:hint="cs"/>
          <w:rtl/>
        </w:rPr>
        <w:t>(4)</w:t>
      </w:r>
      <w:r w:rsidRPr="005C0285">
        <w:rPr>
          <w:rtl/>
        </w:rPr>
        <w:t xml:space="preserve"> </w:t>
      </w:r>
      <w:r w:rsidRPr="00D41583">
        <w:rPr>
          <w:rStyle w:val="libBold2Char"/>
          <w:rtl/>
        </w:rPr>
        <w:t>والله لقد تسلطوا عليه وقتلوه ، فأما ما وقاه الله فوقاه الله أن يعتو</w:t>
      </w:r>
      <w:r w:rsidRPr="005C0285"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(5)</w:t>
      </w:r>
      <w:r w:rsidRPr="005C0285">
        <w:rPr>
          <w:rtl/>
        </w:rPr>
        <w:t xml:space="preserve"> </w:t>
      </w:r>
      <w:r w:rsidRPr="00D41583">
        <w:rPr>
          <w:rStyle w:val="libBold2Char"/>
          <w:rtl/>
        </w:rPr>
        <w:t>في دينه</w:t>
      </w:r>
      <w:r w:rsidRPr="00A95DF7">
        <w:rPr>
          <w:rFonts w:hint="cs"/>
          <w:rtl/>
        </w:rPr>
        <w:t xml:space="preserve">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الصادق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لو يعلم المؤمن ما له في المصائب من الأجر ، لتمنى أن يقرض بالمقاريض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4 ـ</w:t>
      </w:r>
      <w:r>
        <w:rPr>
          <w:rtl/>
        </w:rPr>
        <w:t xml:space="preserve"> عن سعد </w:t>
      </w:r>
      <w:r w:rsidRPr="00D41583">
        <w:rPr>
          <w:rStyle w:val="libFootnotenumChar"/>
          <w:rtl/>
        </w:rPr>
        <w:t>8</w:t>
      </w:r>
      <w:r>
        <w:rPr>
          <w:rtl/>
        </w:rPr>
        <w:t xml:space="preserve"> بن طريف قال : كنت عند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فجاء جميل الازرق ، فدخل عليه ، قال : فذكروا بلايا الشيعة وما يصيبهم ، فقال أبو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(1) عنه في البحار : 71 / 159 </w:t>
      </w:r>
      <w:r>
        <w:rPr>
          <w:rtl/>
        </w:rPr>
        <w:t>ح 76 ، والمستدرك : 1 / 137 ح 1.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 سق</w:t>
      </w:r>
      <w:r>
        <w:rPr>
          <w:rtl/>
        </w:rPr>
        <w:t>طت هذه العبارة من النسخة ـ ب ـ.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(3) غافر / 45.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(4) في</w:t>
      </w:r>
      <w:r>
        <w:rPr>
          <w:rtl/>
        </w:rPr>
        <w:t xml:space="preserve"> الأصل ( أم ).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(5) في ا</w:t>
      </w:r>
      <w:r>
        <w:rPr>
          <w:rtl/>
        </w:rPr>
        <w:t>لنسخة ـ أ ـ والبحار ( يفتنوه ).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(6) عنه في البحار : 7</w:t>
      </w:r>
      <w:r>
        <w:rPr>
          <w:rtl/>
        </w:rPr>
        <w:t>1 / 1</w:t>
      </w:r>
      <w:r w:rsidRPr="004D4A2E">
        <w:rPr>
          <w:rtl/>
        </w:rPr>
        <w:t xml:space="preserve">60 ذ ح 76 ، والمستدرك : </w:t>
      </w:r>
      <w:r>
        <w:rPr>
          <w:rtl/>
        </w:rPr>
        <w:t>1 / 137 ح 2.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(7) عنه في البحار : 7</w:t>
      </w:r>
      <w:r>
        <w:rPr>
          <w:rtl/>
        </w:rPr>
        <w:t>1 / 1</w:t>
      </w:r>
      <w:r w:rsidRPr="004D4A2E">
        <w:rPr>
          <w:rtl/>
        </w:rPr>
        <w:t>60 ذ ح 76</w:t>
      </w:r>
      <w:r>
        <w:rPr>
          <w:rFonts w:hint="cs"/>
          <w:rtl/>
        </w:rPr>
        <w:t>.</w:t>
      </w:r>
    </w:p>
    <w:p w:rsidR="00FC522A" w:rsidRPr="00A95DF7" w:rsidRDefault="00FC522A" w:rsidP="00D41583">
      <w:pPr>
        <w:pStyle w:val="libFootnote"/>
        <w:rPr>
          <w:rtl/>
        </w:rPr>
      </w:pPr>
      <w:r w:rsidRPr="00A95DF7">
        <w:rPr>
          <w:rtl/>
        </w:rPr>
        <w:t>وأخرج في البحار : 6</w:t>
      </w:r>
      <w:r>
        <w:rPr>
          <w:rtl/>
        </w:rPr>
        <w:t>7 / 2</w:t>
      </w:r>
      <w:r w:rsidRPr="00A95DF7">
        <w:rPr>
          <w:rtl/>
        </w:rPr>
        <w:t xml:space="preserve">12 ح 17 والوسائل : </w:t>
      </w:r>
      <w:r>
        <w:rPr>
          <w:rtl/>
        </w:rPr>
        <w:t>2 / 9</w:t>
      </w:r>
      <w:r w:rsidRPr="00A95DF7">
        <w:rPr>
          <w:rtl/>
        </w:rPr>
        <w:t xml:space="preserve">08 ح 13 عن الكافي : </w:t>
      </w:r>
      <w:r>
        <w:rPr>
          <w:rtl/>
        </w:rPr>
        <w:t>2 / 2</w:t>
      </w:r>
      <w:r w:rsidRPr="00A95DF7">
        <w:rPr>
          <w:rtl/>
        </w:rPr>
        <w:t xml:space="preserve">55 ح 15 بإسناده عن عبد الله بن أبي يعفور عنه (ع) نحوه ، وروي في تنبيه الخواطر : </w:t>
      </w:r>
      <w:r>
        <w:rPr>
          <w:rtl/>
        </w:rPr>
        <w:t>2 / 2</w:t>
      </w:r>
      <w:r w:rsidRPr="00A95DF7">
        <w:rPr>
          <w:rtl/>
        </w:rPr>
        <w:t>04 نحوه ، والتمحيص : ح 13 عن ابن أبي يعفور مثله وفي مشكاة الأنوار : ص 292 مرسلاً مث</w:t>
      </w:r>
      <w:r>
        <w:rPr>
          <w:rtl/>
        </w:rPr>
        <w:t>له.</w:t>
      </w:r>
    </w:p>
    <w:p w:rsidR="00FC522A" w:rsidRDefault="00FC522A" w:rsidP="00D41583">
      <w:pPr>
        <w:pStyle w:val="libFootnote0"/>
        <w:rPr>
          <w:rtl/>
        </w:rPr>
      </w:pPr>
      <w:r w:rsidRPr="004D4A2E">
        <w:rPr>
          <w:rtl/>
        </w:rPr>
        <w:t>(8) في النسخة ـ ب ـ سعيد.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إن</w:t>
      </w:r>
      <w:r>
        <w:rPr>
          <w:rFonts w:hint="cs"/>
          <w:rtl/>
        </w:rPr>
        <w:t>ّ</w:t>
      </w:r>
      <w:r>
        <w:rPr>
          <w:rtl/>
        </w:rPr>
        <w:t xml:space="preserve"> ا</w:t>
      </w:r>
      <w:r>
        <w:rPr>
          <w:rFonts w:hint="cs"/>
          <w:rtl/>
        </w:rPr>
        <w:t>ُ</w:t>
      </w:r>
      <w:r>
        <w:rPr>
          <w:rtl/>
        </w:rPr>
        <w:t>ناسا</w:t>
      </w:r>
      <w:r>
        <w:rPr>
          <w:rFonts w:hint="cs"/>
          <w:rtl/>
        </w:rPr>
        <w:t>ً</w:t>
      </w:r>
      <w:r>
        <w:rPr>
          <w:rtl/>
        </w:rPr>
        <w:t xml:space="preserve"> أتوا علي بن الحسين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وعبد الله بن عباس فذكروا لهما نحوا ممّا ذكرتم ، قال : فأتيا الحسين بن علي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فذكرا له ذلك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فقال الحسين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والله البلاء ، والفقر والقتل أسرع إلى من أحب</w:t>
      </w:r>
      <w:r>
        <w:rPr>
          <w:rFonts w:hint="cs"/>
          <w:rtl/>
        </w:rPr>
        <w:t>ّ</w:t>
      </w:r>
      <w:r>
        <w:rPr>
          <w:rtl/>
        </w:rPr>
        <w:t xml:space="preserve">نا من ركض البراذين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، ومن السيل إلى صمره ، قلت : وما الصمرة ؟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قال : منتهاه ، ولولا أن تكونوا كذلك لرأينا أنكم لستم من</w:t>
      </w:r>
      <w:r>
        <w:rPr>
          <w:rFonts w:hint="cs"/>
          <w:rtl/>
        </w:rPr>
        <w:t>ّ</w:t>
      </w:r>
      <w:r>
        <w:rPr>
          <w:rtl/>
        </w:rPr>
        <w:t xml:space="preserve">ا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5 ـ</w:t>
      </w:r>
      <w:r>
        <w:rPr>
          <w:rtl/>
        </w:rPr>
        <w:t xml:space="preserve"> وعن الأصبغ بن نباتة قال : كنت عند أمير المؤمنين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قاعدا ، فجاء رجل فقال : يا أمير المؤمنين والله إنّي لا</w:t>
      </w:r>
      <w:r>
        <w:rPr>
          <w:rFonts w:hint="cs"/>
          <w:rtl/>
        </w:rPr>
        <w:t>ُ</w:t>
      </w:r>
      <w:r>
        <w:rPr>
          <w:rtl/>
        </w:rPr>
        <w:t>حب</w:t>
      </w:r>
      <w:r>
        <w:rPr>
          <w:rFonts w:hint="cs"/>
          <w:rtl/>
        </w:rPr>
        <w:t>ّ</w:t>
      </w:r>
      <w:r>
        <w:rPr>
          <w:rtl/>
        </w:rPr>
        <w:t xml:space="preserve">ك [ في الله ] </w:t>
      </w:r>
      <w:r w:rsidRPr="00D41583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فقال : صدقت ، إن طينتنا مخزونة أخذ الله ميثاقها من صلب آدم فاتخذ للفقر جلبابا</w:t>
      </w:r>
      <w:r>
        <w:rPr>
          <w:rFonts w:hint="cs"/>
          <w:rtl/>
        </w:rPr>
        <w:t>ً</w:t>
      </w:r>
      <w:r>
        <w:rPr>
          <w:rtl/>
        </w:rPr>
        <w:t xml:space="preserve"> ، فاني سمعت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يقول : والله يا علي</w:t>
      </w:r>
      <w:r>
        <w:rPr>
          <w:rFonts w:hint="cs"/>
          <w:rtl/>
        </w:rPr>
        <w:t>ّ</w:t>
      </w:r>
      <w:r>
        <w:rPr>
          <w:rtl/>
        </w:rPr>
        <w:t xml:space="preserve"> إن</w:t>
      </w:r>
      <w:r>
        <w:rPr>
          <w:rFonts w:hint="cs"/>
          <w:rtl/>
        </w:rPr>
        <w:t>ّ</w:t>
      </w:r>
      <w:r>
        <w:rPr>
          <w:rtl/>
        </w:rPr>
        <w:t xml:space="preserve"> الفقر ل</w:t>
      </w:r>
      <w:r>
        <w:rPr>
          <w:rFonts w:hint="cs"/>
          <w:rtl/>
        </w:rPr>
        <w:t>أ</w:t>
      </w:r>
      <w:r>
        <w:rPr>
          <w:rtl/>
        </w:rPr>
        <w:t>سرع ( أسرع ـ خ ) إلى محب</w:t>
      </w:r>
      <w:r>
        <w:rPr>
          <w:rFonts w:hint="cs"/>
          <w:rtl/>
        </w:rPr>
        <w:t>ّ</w:t>
      </w:r>
      <w:r>
        <w:rPr>
          <w:rtl/>
        </w:rPr>
        <w:t>يك من السيل إلى بطن الوادي</w:t>
      </w:r>
      <w:r>
        <w:rPr>
          <w:rFonts w:hint="cs"/>
          <w:rtl/>
        </w:rPr>
        <w:t xml:space="preserve"> </w:t>
      </w:r>
      <w:r w:rsidRPr="00D41583">
        <w:rPr>
          <w:rStyle w:val="libFootnotenumChar"/>
          <w:rFonts w:hint="cs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الفضيل بن يسار قال : سمعت أبا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يقول : إن</w:t>
      </w:r>
      <w:r>
        <w:rPr>
          <w:rFonts w:hint="cs"/>
          <w:rtl/>
        </w:rPr>
        <w:t>ّ</w:t>
      </w:r>
      <w:r>
        <w:rPr>
          <w:rtl/>
        </w:rPr>
        <w:t xml:space="preserve"> الشياطين أكثر على المؤمن الزنابير على اللحم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أحدهما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قال : ما من عبد مسلم ابتلاه الله عزّ وجلّ بمكروه وصبر إلا كتب الله له أجر ألف شهيد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الحسن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ما أحد من شيعتنا يبتليه الله عزّ وجل ببلي</w:t>
      </w:r>
      <w:r>
        <w:rPr>
          <w:rFonts w:hint="cs"/>
          <w:rtl/>
        </w:rPr>
        <w:t>ّ</w:t>
      </w:r>
      <w:r>
        <w:rPr>
          <w:rtl/>
        </w:rPr>
        <w:t xml:space="preserve">ة فيصبر عليها إلا كان له أجر ألف شهيد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(1) البراذين : جمع ب</w:t>
      </w:r>
      <w:r>
        <w:rPr>
          <w:rtl/>
        </w:rPr>
        <w:t>رذون ، وهو نوع من الخيول.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 هكذا في</w:t>
      </w:r>
      <w:r>
        <w:rPr>
          <w:rtl/>
        </w:rPr>
        <w:t xml:space="preserve"> الأصل </w:t>
      </w:r>
      <w:r w:rsidRPr="004D4A2E">
        <w:rPr>
          <w:rtl/>
        </w:rPr>
        <w:t>، والاصوب الصمر بإسقاط التاء وفي المعاجم اللغوية هكذا ضبطت ، وزيادة التاء لها تعطي معنى آخر ،</w:t>
      </w:r>
      <w:r>
        <w:rPr>
          <w:rtl/>
        </w:rPr>
        <w:t xml:space="preserve"> ولعلّ </w:t>
      </w:r>
      <w:r w:rsidRPr="004D4A2E">
        <w:rPr>
          <w:rtl/>
        </w:rPr>
        <w:t>هذه التاء زيدت من قبل النساخ أو كانت ضميرا متصلا (</w:t>
      </w:r>
      <w:r>
        <w:rPr>
          <w:rtl/>
        </w:rPr>
        <w:t xml:space="preserve"> هاء ) وزيد لها « أل » التعريف.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(3) عنه في البحار : 6</w:t>
      </w:r>
      <w:r>
        <w:rPr>
          <w:rtl/>
        </w:rPr>
        <w:t>7 / 2</w:t>
      </w:r>
      <w:r w:rsidRPr="004D4A2E">
        <w:rPr>
          <w:rtl/>
        </w:rPr>
        <w:t xml:space="preserve">46 ح 85 ، والمستدرك : </w:t>
      </w:r>
      <w:r>
        <w:rPr>
          <w:rtl/>
        </w:rPr>
        <w:t>1 / 141 ح 1.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(4) ليس في النسخة ـ ب ـ.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(5) عنه في البحار : 72 / 3 ح 1.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(6) عنه في البحار : 6</w:t>
      </w:r>
      <w:r>
        <w:rPr>
          <w:rtl/>
        </w:rPr>
        <w:t>7 / 2</w:t>
      </w:r>
      <w:r w:rsidRPr="004D4A2E">
        <w:rPr>
          <w:rtl/>
        </w:rPr>
        <w:t>46 ح 86 وص 239 ح 57 عن</w:t>
      </w:r>
      <w:r>
        <w:rPr>
          <w:rtl/>
        </w:rPr>
        <w:t xml:space="preserve"> الإختصاص </w:t>
      </w:r>
      <w:r w:rsidRPr="004D4A2E">
        <w:rPr>
          <w:rtl/>
        </w:rPr>
        <w:t>: 24 عن</w:t>
      </w:r>
      <w:r>
        <w:rPr>
          <w:rtl/>
        </w:rPr>
        <w:t xml:space="preserve"> ربعي ، عن الفضيل بن يسار مثله.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(7) عنه في البحار : 7</w:t>
      </w:r>
      <w:r>
        <w:rPr>
          <w:rtl/>
        </w:rPr>
        <w:t>1 / 9</w:t>
      </w:r>
      <w:r w:rsidRPr="004D4A2E">
        <w:rPr>
          <w:rtl/>
        </w:rPr>
        <w:t xml:space="preserve">7 ح 65 والمستدرك : </w:t>
      </w:r>
      <w:r>
        <w:rPr>
          <w:rtl/>
        </w:rPr>
        <w:t>1 / 140 ح 34.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(8) عنه في البحار : 7</w:t>
      </w:r>
      <w:r>
        <w:rPr>
          <w:rtl/>
        </w:rPr>
        <w:t>1 / 9</w:t>
      </w:r>
      <w:r w:rsidRPr="004D4A2E">
        <w:rPr>
          <w:rtl/>
        </w:rPr>
        <w:t xml:space="preserve">7 ذ ح 65 والمستدرك : </w:t>
      </w:r>
      <w:r>
        <w:rPr>
          <w:rtl/>
        </w:rPr>
        <w:t>1 / 1</w:t>
      </w:r>
      <w:r w:rsidRPr="004D4A2E">
        <w:rPr>
          <w:rtl/>
        </w:rPr>
        <w:t>40 ح 35 ، وأخرج نحوه في البحار : 7</w:t>
      </w:r>
      <w:r>
        <w:rPr>
          <w:rtl/>
        </w:rPr>
        <w:t>1 / 7</w:t>
      </w:r>
      <w:r w:rsidRPr="004D4A2E">
        <w:rPr>
          <w:rtl/>
        </w:rPr>
        <w:t xml:space="preserve">8 ح 14 والوسائل : </w:t>
      </w:r>
      <w:r>
        <w:rPr>
          <w:rtl/>
        </w:rPr>
        <w:t>2 / 9</w:t>
      </w:r>
      <w:r w:rsidRPr="004D4A2E">
        <w:rPr>
          <w:rtl/>
        </w:rPr>
        <w:t xml:space="preserve">02 ح 1 عن الكافي : </w:t>
      </w:r>
      <w:r>
        <w:rPr>
          <w:rtl/>
        </w:rPr>
        <w:t>2 / 9</w:t>
      </w:r>
      <w:r w:rsidRPr="004D4A2E">
        <w:rPr>
          <w:rtl/>
        </w:rPr>
        <w:t>2 ح 17 بإسناده عن أبي حمزة الثمالي عن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فيما أوحى الله إلى موسى (ع) أن : يا موسى ما خلقت خلقا أحبّ إليّ من عبدي المؤمن ، وان</w:t>
      </w:r>
      <w:r>
        <w:rPr>
          <w:rFonts w:hint="cs"/>
          <w:rtl/>
        </w:rPr>
        <w:t>ّ</w:t>
      </w:r>
      <w:r>
        <w:rPr>
          <w:rtl/>
        </w:rPr>
        <w:t xml:space="preserve">ي انما أبتليه لما هو خير له ، [ وأعطيه لما هو خير له ]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، وأزوي عنه لما هو خير له ، وأنا أعلم بما يصلح عليه عبدي ، فليصبر على بلائي ، وليرض بقضائي ، وليشكر نعمائي ، أكتبه في الصديقين عندي إذا عمل برضائي وأطاع أمري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كان لموسى بن عمران أخ في الله ، وكان موسى يكرمه ويحبه ويعظمه ، فأتاه رجل فقال : إنّي أحبّ أن تكلم لي هذا الجبّار ، وكان الجبّار ملكاً من ملوك بني إسرائيل ، فقال : والله ما أعرفه ولا سألته حاجة قطّ ، قال : وما عليك من هذا ! لعل الله عزّ وجلّ يقضي حاجتي على يدك ، فرق له ، وذهب معه من غير علم موسى ، فأتاه ودخل عليه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فلما رآه الجبّار أدناه وعظمه ، فسأله حاجة الرجل فقضاها له ، فلم يلبث ذلك الجبّار أن طعن فمات ، فحشد في جنازته أهل مملكته ، وغلقت لموته أبواب الأسواق لحضور جنازته.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وقضي من القضاء أن الشاب المؤمن أخا موسى مات يوم مات ذلك الجبّار وكان أخو موسى إذا دخل منزله أغلق عليه بابه فلا يصل إليه أحد ، وكان موسى إذا أراده فتح الباب عنه ودخل عليه ، وان موسى نسيه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ثلاثاً ، فلما كان اليوم الرابع ذكره موسى ، فقال : قد تركت أخي منذ ثلاث « فلم آته » ففتح عنه الباب ودخل عليه ، فإذا الرجل ميّت ! وإذا دوابّ الأرض دبت عليه فتناولت من محاسن وجهه ، فلما رآه موسى عند ذلك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قال : يا ربّ عدوك حشرت له الناس ، ووليّك أمته فسلطت عليه دوابّ الأرض تناولت من محاسن وجهه !؟ فقال الله عزّ وجلّ : يا موسى إن وليي سأل هذا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أبي عبد الله (ع) والبحار : 4</w:t>
      </w:r>
      <w:r>
        <w:rPr>
          <w:rtl/>
        </w:rPr>
        <w:t>9 / 5</w:t>
      </w:r>
      <w:r w:rsidRPr="004D4A2E">
        <w:rPr>
          <w:rtl/>
        </w:rPr>
        <w:t>1 ح 54 عن الخرائج : 190 ح 14 عن الرضا (ع</w:t>
      </w:r>
      <w:r>
        <w:rPr>
          <w:rtl/>
        </w:rPr>
        <w:t>) ونحوه في التمحيص : ح 125.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(1) ليس في النسخة ـ أ ـ </w:t>
      </w:r>
      <w:r>
        <w:rPr>
          <w:rtl/>
        </w:rPr>
        <w:t>وفي الكافي : اُعافيه بدل أعطيه.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8015BD">
        <w:rPr>
          <w:rtl/>
        </w:rPr>
        <w:t xml:space="preserve"> عنه في المستدرك : </w:t>
      </w:r>
      <w:r>
        <w:rPr>
          <w:rtl/>
        </w:rPr>
        <w:t>1 / 1</w:t>
      </w:r>
      <w:r w:rsidRPr="008015BD">
        <w:rPr>
          <w:rtl/>
        </w:rPr>
        <w:t>37 ح 3 والبحار : 7</w:t>
      </w:r>
      <w:r>
        <w:rPr>
          <w:rtl/>
        </w:rPr>
        <w:t>1 / 1</w:t>
      </w:r>
      <w:r w:rsidRPr="008015BD">
        <w:rPr>
          <w:rtl/>
        </w:rPr>
        <w:t>60 ح 77 وفي ص 139 ح 30 والبحار : 1</w:t>
      </w:r>
      <w:r>
        <w:rPr>
          <w:rtl/>
        </w:rPr>
        <w:t>3 / 3</w:t>
      </w:r>
      <w:r w:rsidRPr="008015BD">
        <w:rPr>
          <w:rtl/>
        </w:rPr>
        <w:t>48 ح 36 عن أمالي ابن الشيخ : 160 ح 77 وفي البحار : 7</w:t>
      </w:r>
      <w:r>
        <w:rPr>
          <w:rtl/>
        </w:rPr>
        <w:t>2 / 3</w:t>
      </w:r>
      <w:r w:rsidRPr="008015BD">
        <w:rPr>
          <w:rtl/>
        </w:rPr>
        <w:t xml:space="preserve">31 ح 14 والوسائل : </w:t>
      </w:r>
      <w:r>
        <w:rPr>
          <w:rtl/>
        </w:rPr>
        <w:t>2 / 9</w:t>
      </w:r>
      <w:r w:rsidRPr="008015BD">
        <w:rPr>
          <w:rtl/>
        </w:rPr>
        <w:t xml:space="preserve">00 ح 9 عن الكافي : </w:t>
      </w:r>
      <w:r>
        <w:rPr>
          <w:rtl/>
        </w:rPr>
        <w:t>2 / 6</w:t>
      </w:r>
      <w:r w:rsidRPr="008015BD">
        <w:rPr>
          <w:rtl/>
        </w:rPr>
        <w:t>1 ح 7 بإسنادهما عن داود بن فرقد مث</w:t>
      </w:r>
      <w:r w:rsidRPr="004D4A2E">
        <w:rPr>
          <w:rtl/>
        </w:rPr>
        <w:t>له ، وفي البحار : 6</w:t>
      </w:r>
      <w:r>
        <w:rPr>
          <w:rtl/>
        </w:rPr>
        <w:t>7 / 2</w:t>
      </w:r>
      <w:r w:rsidRPr="004D4A2E">
        <w:rPr>
          <w:rtl/>
        </w:rPr>
        <w:t>35 ح 52 عن مجالس المفيد : ص 63 بإسناده عن داود بن فرقد مثله : ورواه في التمحيص : ح 108 عن داود بن فرقد مثل</w:t>
      </w:r>
      <w:r>
        <w:rPr>
          <w:rtl/>
        </w:rPr>
        <w:t>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(3) في النسخة ـ ب ـ أتاه</w:t>
      </w:r>
      <w:r>
        <w:rPr>
          <w:rtl/>
        </w:rPr>
        <w:t xml:space="preserve"> ثلاثاً والظاهر أنّه وقع سهوا في النسخ.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الجب</w:t>
      </w:r>
      <w:r>
        <w:rPr>
          <w:rFonts w:hint="cs"/>
          <w:rtl/>
        </w:rPr>
        <w:t>ّ</w:t>
      </w:r>
      <w:r>
        <w:rPr>
          <w:rtl/>
        </w:rPr>
        <w:t>ار حاجة فقضاها له ، فحشدت له أهل مملكته للصلاة عليه لا</w:t>
      </w:r>
      <w:r>
        <w:rPr>
          <w:rFonts w:hint="cs"/>
          <w:rtl/>
        </w:rPr>
        <w:t>ُ</w:t>
      </w:r>
      <w:r>
        <w:rPr>
          <w:rtl/>
        </w:rPr>
        <w:t>كافئه عن المؤمن بقضاء حاجته ، ليخرج من الدنيا وليس له عندي حسنة ا</w:t>
      </w:r>
      <w:r>
        <w:rPr>
          <w:rFonts w:hint="cs"/>
          <w:rtl/>
        </w:rPr>
        <w:t>ُ</w:t>
      </w:r>
      <w:r>
        <w:rPr>
          <w:rtl/>
        </w:rPr>
        <w:t>كافئه عليها ، وان</w:t>
      </w:r>
      <w:r>
        <w:rPr>
          <w:rFonts w:hint="cs"/>
          <w:rtl/>
        </w:rPr>
        <w:t>ّ</w:t>
      </w:r>
      <w:r>
        <w:rPr>
          <w:rtl/>
        </w:rPr>
        <w:t xml:space="preserve"> هذا المؤمن سل</w:t>
      </w:r>
      <w:r>
        <w:rPr>
          <w:rFonts w:hint="cs"/>
          <w:rtl/>
        </w:rPr>
        <w:t>ّ</w:t>
      </w:r>
      <w:r>
        <w:rPr>
          <w:rtl/>
        </w:rPr>
        <w:t xml:space="preserve">طت عليه دوابّ الأرض لتتناول من محاسن وجهه لسؤاله ذلك الجبّار ، وكان لي غير رضى ليخرج من الدنيا وماله عندي ذنب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الله تبارك وتعالى إذا كان من أمره ان يكرم عبداً وله عنده ذنب ابتلاه بالسقم ، فان لم يفعل ابتلاه بالحاجة ، فان هو لم يفعل شدد عليه ( عند / خ ) الموت ، وإذا كان من أمره أن يهين عبداً وله عنده حسنة أصح بدنه ، فان هو لم يفعل وسع في معيشته ، فان هو لم يفعل هون عليه الموت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الله تبارك وتعالى : وعزّتي لا ا</w:t>
      </w:r>
      <w:r>
        <w:rPr>
          <w:rFonts w:hint="cs"/>
          <w:rtl/>
        </w:rPr>
        <w:t>ُ</w:t>
      </w:r>
      <w:r>
        <w:rPr>
          <w:rtl/>
        </w:rPr>
        <w:t>خرج لي عبداً من الدنيا ا</w:t>
      </w:r>
      <w:r>
        <w:rPr>
          <w:rFonts w:hint="cs"/>
          <w:rtl/>
        </w:rPr>
        <w:t>ُ</w:t>
      </w:r>
      <w:r>
        <w:rPr>
          <w:rtl/>
        </w:rPr>
        <w:t>ريد رحمته إلا استوفيت كلّ سيئة هي له ، إمّا بالضيق في رزقه ، أو ببلاء في جسده ، وأم</w:t>
      </w:r>
      <w:r>
        <w:rPr>
          <w:rFonts w:hint="cs"/>
          <w:rtl/>
        </w:rPr>
        <w:t>ّ</w:t>
      </w:r>
      <w:r>
        <w:rPr>
          <w:rtl/>
        </w:rPr>
        <w:t>ا خوف ا</w:t>
      </w:r>
      <w:r>
        <w:rPr>
          <w:rFonts w:hint="cs"/>
          <w:rtl/>
        </w:rPr>
        <w:t>ُ</w:t>
      </w:r>
      <w:r>
        <w:rPr>
          <w:rtl/>
        </w:rPr>
        <w:t>دخله عليه ، فان بقي عليه شيء شد</w:t>
      </w:r>
      <w:r>
        <w:rPr>
          <w:rFonts w:hint="cs"/>
          <w:rtl/>
        </w:rPr>
        <w:t>ّ</w:t>
      </w:r>
      <w:r>
        <w:rPr>
          <w:rtl/>
        </w:rPr>
        <w:t>دت عليه الموت.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ـ وقال </w:t>
      </w:r>
      <w:r w:rsidR="00FB2D93" w:rsidRPr="00FB2D93">
        <w:rPr>
          <w:rStyle w:val="libAlaemChar"/>
          <w:rtl/>
        </w:rPr>
        <w:t>عليه‌السلام</w:t>
      </w:r>
      <w:r>
        <w:rPr>
          <w:rFonts w:hint="cs"/>
          <w:rtl/>
        </w:rPr>
        <w:t xml:space="preserve"> </w:t>
      </w:r>
      <w:r>
        <w:rPr>
          <w:rtl/>
        </w:rPr>
        <w:t>ـ وقال الله : وعزّتي لا ا</w:t>
      </w:r>
      <w:r>
        <w:rPr>
          <w:rFonts w:hint="cs"/>
          <w:rtl/>
        </w:rPr>
        <w:t>ُ</w:t>
      </w:r>
      <w:r>
        <w:rPr>
          <w:rtl/>
        </w:rPr>
        <w:t>خرج لي عبداً من الدنيا وا</w:t>
      </w:r>
      <w:r>
        <w:rPr>
          <w:rFonts w:hint="cs"/>
          <w:rtl/>
        </w:rPr>
        <w:t>ُ</w:t>
      </w:r>
      <w:r>
        <w:rPr>
          <w:rtl/>
        </w:rPr>
        <w:t>ريد عذابه إلا استوفيته كلّ حسنة له إمّا بالسعة في رزقه ، أو بالصحة في جسده وام</w:t>
      </w:r>
      <w:r>
        <w:rPr>
          <w:rFonts w:hint="cs"/>
          <w:rtl/>
        </w:rPr>
        <w:t>ّ</w:t>
      </w:r>
      <w:r>
        <w:rPr>
          <w:rtl/>
        </w:rPr>
        <w:t xml:space="preserve">ا بأمن </w:t>
      </w:r>
      <w:r>
        <w:rPr>
          <w:rFonts w:hint="cs"/>
          <w:rtl/>
        </w:rPr>
        <w:t>أ</w:t>
      </w:r>
      <w:r>
        <w:rPr>
          <w:rtl/>
        </w:rPr>
        <w:t>دخله عليه فان بقي عليه شيء هو</w:t>
      </w:r>
      <w:r>
        <w:rPr>
          <w:rFonts w:hint="cs"/>
          <w:rtl/>
        </w:rPr>
        <w:t>ّ</w:t>
      </w:r>
      <w:r>
        <w:rPr>
          <w:rtl/>
        </w:rPr>
        <w:t xml:space="preserve">نت عليه الموت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مرنبي من أنبياء بني اسرائيل برجل بعضه تحت حائط وبعضه خارج منه ، فما كان خارجا منه قد نقبته الطير ومزقته الكلاب ، ثم مضى ووقعت ( رفعت ـ خ ) له مدينة فدخلها ، فإذا هو بعظيم من عظمائها ميّت على سرير مسج</w:t>
      </w:r>
      <w:r>
        <w:rPr>
          <w:rFonts w:hint="cs"/>
          <w:rtl/>
        </w:rPr>
        <w:t>ّ</w:t>
      </w:r>
      <w:r>
        <w:rPr>
          <w:rtl/>
        </w:rPr>
        <w:t xml:space="preserve">ى بالديباج حوله المجامر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، فقال : يا ربّ انّك حكم عدل لا تجور ،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(1) أخرجه في البحار : 1</w:t>
      </w:r>
      <w:r>
        <w:rPr>
          <w:rtl/>
        </w:rPr>
        <w:t>3 / 3</w:t>
      </w:r>
      <w:r w:rsidRPr="004D4A2E">
        <w:rPr>
          <w:rtl/>
        </w:rPr>
        <w:t>50 ح 40 وج 7</w:t>
      </w:r>
      <w:r>
        <w:rPr>
          <w:rtl/>
        </w:rPr>
        <w:t>4 / 3</w:t>
      </w:r>
      <w:r w:rsidRPr="004D4A2E">
        <w:rPr>
          <w:rtl/>
        </w:rPr>
        <w:t>06 ح 55 عن قصص</w:t>
      </w:r>
      <w:r>
        <w:rPr>
          <w:rtl/>
        </w:rPr>
        <w:t xml:space="preserve"> الأنبياء </w:t>
      </w:r>
      <w:r w:rsidRPr="004D4A2E">
        <w:rPr>
          <w:rtl/>
        </w:rPr>
        <w:t>( مخطوط ) : ص 111 ح 66</w:t>
      </w:r>
      <w:r>
        <w:rPr>
          <w:rtl/>
        </w:rPr>
        <w:t xml:space="preserve"> مختصراً </w:t>
      </w:r>
      <w:r w:rsidRPr="004D4A2E">
        <w:rPr>
          <w:rtl/>
        </w:rPr>
        <w:t>بإسناده عن مقرن إمام بني فتيان ،</w:t>
      </w:r>
      <w:r>
        <w:rPr>
          <w:rtl/>
        </w:rPr>
        <w:t xml:space="preserve"> عمن روى عن أبي عبد الله (ع).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 xml:space="preserve">) صدره في المستدرك : </w:t>
      </w:r>
      <w:r>
        <w:rPr>
          <w:rtl/>
        </w:rPr>
        <w:t>2 / 311 ح 7 ،</w:t>
      </w:r>
    </w:p>
    <w:p w:rsidR="00FC522A" w:rsidRPr="00893A91" w:rsidRDefault="00FC522A" w:rsidP="00D41583">
      <w:pPr>
        <w:pStyle w:val="libFootnote"/>
        <w:rPr>
          <w:rtl/>
        </w:rPr>
      </w:pPr>
      <w:r w:rsidRPr="00893A91">
        <w:rPr>
          <w:rtl/>
        </w:rPr>
        <w:t xml:space="preserve">ورواه في الكافي : </w:t>
      </w:r>
      <w:r>
        <w:rPr>
          <w:rtl/>
        </w:rPr>
        <w:t>2 / 4</w:t>
      </w:r>
      <w:r w:rsidRPr="00893A91">
        <w:rPr>
          <w:rtl/>
        </w:rPr>
        <w:t xml:space="preserve">44 ح 1 بإسناده عن حمزة بن حمران عن أبيه باختلاف يسير وزيادة في </w:t>
      </w:r>
      <w:r>
        <w:rPr>
          <w:rtl/>
        </w:rPr>
        <w:t>الألفاظ</w:t>
      </w:r>
      <w:r w:rsidRPr="00893A91">
        <w:rPr>
          <w:rtl/>
        </w:rPr>
        <w:t xml:space="preserve"> ، وروى في التمحيص : ح 35 مثله.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(3) روى في الكافي : </w:t>
      </w:r>
      <w:r>
        <w:rPr>
          <w:rtl/>
        </w:rPr>
        <w:t>2 / 4</w:t>
      </w:r>
      <w:r w:rsidRPr="004D4A2E">
        <w:rPr>
          <w:rtl/>
        </w:rPr>
        <w:t xml:space="preserve">44 ح 3 بإسناده عن ابن القداح عن أبي عبد الله (ع) قال : قال رسول الله </w:t>
      </w:r>
      <w:r w:rsidR="00FB2D93" w:rsidRPr="00FB2D93">
        <w:rPr>
          <w:rStyle w:val="libAlaemChar"/>
          <w:rtl/>
        </w:rPr>
        <w:t>صلى‌الله‌عليه‌وآله‌وسلم</w:t>
      </w:r>
      <w:r w:rsidRPr="004D4A2E">
        <w:rPr>
          <w:rtl/>
        </w:rPr>
        <w:t xml:space="preserve"> : قال الله تعالى</w:t>
      </w:r>
      <w:r>
        <w:rPr>
          <w:rtl/>
        </w:rPr>
        <w:t xml:space="preserve"> </w:t>
      </w:r>
      <w:r>
        <w:rPr>
          <w:rFonts w:hint="cs"/>
          <w:rtl/>
        </w:rPr>
        <w:t>.</w:t>
      </w:r>
      <w:r>
        <w:rPr>
          <w:rtl/>
        </w:rPr>
        <w:t>.. ـ نحوه ـ.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(4) المجام</w:t>
      </w:r>
      <w:r>
        <w:rPr>
          <w:rtl/>
        </w:rPr>
        <w:t>ر : جمع مجمر ، وهو مجتمع الناس.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( ذاك </w:t>
      </w:r>
      <w:r w:rsidRPr="00D41583">
        <w:rPr>
          <w:rStyle w:val="libFootnotenumChar"/>
          <w:rtl/>
        </w:rPr>
        <w:t>ظ</w:t>
      </w:r>
      <w:r>
        <w:rPr>
          <w:rtl/>
        </w:rPr>
        <w:t xml:space="preserve"> ) عبدك لم يشرك بك طرفة عين أمت</w:t>
      </w:r>
      <w:r>
        <w:rPr>
          <w:rFonts w:hint="cs"/>
          <w:rtl/>
        </w:rPr>
        <w:t>ّ</w:t>
      </w:r>
      <w:r>
        <w:rPr>
          <w:rtl/>
        </w:rPr>
        <w:t>ه بتلك الميتة ، وهذا عبدك لم يؤمن بك طرفة عين أمت</w:t>
      </w:r>
      <w:r>
        <w:rPr>
          <w:rFonts w:hint="cs"/>
          <w:rtl/>
        </w:rPr>
        <w:t>ّ</w:t>
      </w:r>
      <w:r>
        <w:rPr>
          <w:rtl/>
        </w:rPr>
        <w:t>ه بهذه الميتة.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فقال ( الله ) عزّ وجلّ : عبدي أنا كما قلت حكم عدل لا أجور ، ذاك عبدي كانت له عندي سيئة وذنب فأمتّه بتلك الميتة لكي يلقاني ولم يبق عليه شيء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وهذا عبدي كانت له عندي حسنة فأمتّه بهذه الميتة لكي يلقاني وليس له عندي شيء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ابن أبي عمير عن بعض أصحابه رفعه </w:t>
      </w:r>
      <w:r w:rsidRPr="00D41583">
        <w:rPr>
          <w:rStyle w:val="libFootnotenumChar"/>
          <w:rtl/>
        </w:rPr>
        <w:t>2</w:t>
      </w:r>
      <w:r>
        <w:rPr>
          <w:rtl/>
        </w:rPr>
        <w:t xml:space="preserve"> قال : بينما موسى يمشي على ساحل البحر ، اذ جاء صياد فخر للشمس ساجدا ، وتكلم بالشرك ، ثم ألقى شبكته فأخرجها مملوءة ، فاعادها فاخرجها مملوءة ثم أعادها فأخرج مثل ذلك حتّى اكتفى ثم مضى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ثم جاء آخر فتوضأ ثم قام وصلى وحمد الله وأثنى عليه ، ثم ألقى شبكته فلم تخرج شيئاً ، ثم أعاد فلم تخرج شيئاً ، ثم أعاد فخرجت سمكة صغيرة ، فحمد الله وأثنى عليه وانصرف.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فقال موسى : يا ربّ عبدك جاء فكفر بك وصلى للشمس وتكلم بالشرك ، ثم ألقى شبكته ، فأخرجها مملوءة ، ثم أعادها فأخرجها مملوءة ، ثم أعادها فأخرجها مثل ذلك حتّى اكتفى وانصرف ، وجاء عبدك المؤمن فتوضأ وأسبغ الوضوء ثم صلّى وحمد ودعا وأثنى ، ثم ألقى شبكته فلم يخرج شيئاً ، ثم أعاد فلم يخرج شيئاً ، ثم أعاد فأخرج سمكة صغيرة فحمدك وانصرف !؟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فأوحى الله إليه : يا موسى انظر عن يمينك فنظر موسى فكشف له عمّا أعده الله لعبده المؤمن فنظر ، ثم قيل له : يا موسى انظر عن يسارك فكشف له عمّا أعده الله لعبده الكافر فنظر ، ثم قال الله ( تعالى ) : يا موسى ما نفع هذا ما أعطيته ، ولا ضرّ هذا ما منعته.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فقال موسى ، يا ربّ حقّ لمن عرفك أن يرضى بما صنعت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(1) روي في الكافي : </w:t>
      </w:r>
      <w:r>
        <w:rPr>
          <w:rtl/>
        </w:rPr>
        <w:t>2 / 2</w:t>
      </w:r>
      <w:r w:rsidRPr="004D4A2E">
        <w:rPr>
          <w:rtl/>
        </w:rPr>
        <w:t>46 ح 11 باسناده عن ابن مسكان</w:t>
      </w:r>
      <w:r>
        <w:rPr>
          <w:rtl/>
        </w:rPr>
        <w:t xml:space="preserve"> عن بعض أصحابنا عنه (ع) نحوه.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>
        <w:rPr>
          <w:rtl/>
        </w:rPr>
        <w:t xml:space="preserve"> في البحار عن أبي جعفر (ع)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(3) أخرجه في البحار : 1</w:t>
      </w:r>
      <w:r>
        <w:rPr>
          <w:rtl/>
        </w:rPr>
        <w:t>3 / 3</w:t>
      </w:r>
      <w:r w:rsidRPr="004D4A2E">
        <w:rPr>
          <w:rtl/>
        </w:rPr>
        <w:t>49 ح 38 عن أعلام الدين ( مخطوط : 267 )</w:t>
      </w:r>
      <w:r>
        <w:rPr>
          <w:rtl/>
        </w:rPr>
        <w:t xml:space="preserve"> نقلاً </w:t>
      </w:r>
      <w:r w:rsidRPr="004D4A2E">
        <w:rPr>
          <w:rtl/>
        </w:rPr>
        <w:t xml:space="preserve">عن المؤمن وفيه اختلاف يسير في </w:t>
      </w:r>
      <w:r>
        <w:rPr>
          <w:rtl/>
        </w:rPr>
        <w:t>الألفاظ.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اسحاق بن عمّار قال : سمعت أبا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يقول : رأس طاعة الله ( عزّ وجلّ ) الرضا بما صنع الله إلى العبد فيما أحبّ وفيما أكره ، [ ولم يصنع الله بعبد شيئاً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] الا وهو خير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يونس بن رباط قال : سمعت أبا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يقول : إن</w:t>
      </w:r>
      <w:r>
        <w:rPr>
          <w:rFonts w:hint="cs"/>
          <w:rtl/>
        </w:rPr>
        <w:t>ّ</w:t>
      </w:r>
      <w:r>
        <w:rPr>
          <w:rtl/>
        </w:rPr>
        <w:t xml:space="preserve"> أهل الحقّ منذ ما كانوا في شدة ، إمّا إن ذلك إلى مدّة قريبة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وعافية طويلة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سماعة قال : سمعته </w:t>
      </w:r>
      <w:r w:rsidRPr="00D41583">
        <w:rPr>
          <w:rStyle w:val="libFootnotenumChar"/>
          <w:rFonts w:hint="cs"/>
          <w:rtl/>
        </w:rPr>
        <w:t>(5)</w:t>
      </w:r>
      <w:r>
        <w:rPr>
          <w:rtl/>
        </w:rPr>
        <w:t xml:space="preserve"> يقول : ان الله عزّ وجلّ جعل وليه غرضاً لعدو</w:t>
      </w:r>
      <w:r>
        <w:rPr>
          <w:rFonts w:hint="cs"/>
          <w:rtl/>
        </w:rPr>
        <w:t>ّ</w:t>
      </w:r>
      <w:r>
        <w:rPr>
          <w:rtl/>
        </w:rPr>
        <w:t xml:space="preserve">ه في الدنيا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المفضّل بن عمر ، قال : قال رجل لأبي عبد الله الصادق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وأنا عنده : إن</w:t>
      </w:r>
      <w:r>
        <w:rPr>
          <w:rFonts w:hint="cs"/>
          <w:rtl/>
        </w:rPr>
        <w:t>ّ</w:t>
      </w:r>
      <w:r>
        <w:rPr>
          <w:rtl/>
        </w:rPr>
        <w:t xml:space="preserve"> من قبلنا يقولون : إن</w:t>
      </w:r>
      <w:r>
        <w:rPr>
          <w:rFonts w:hint="cs"/>
          <w:rtl/>
        </w:rPr>
        <w:t>ّ</w:t>
      </w:r>
      <w:r>
        <w:rPr>
          <w:rtl/>
        </w:rPr>
        <w:t xml:space="preserve"> الله إذا أحبّ عبداً نو</w:t>
      </w:r>
      <w:r>
        <w:rPr>
          <w:rFonts w:hint="cs"/>
          <w:rtl/>
        </w:rPr>
        <w:t>ّ</w:t>
      </w:r>
      <w:r>
        <w:rPr>
          <w:rtl/>
        </w:rPr>
        <w:t>ه منو</w:t>
      </w:r>
      <w:r>
        <w:rPr>
          <w:rFonts w:hint="cs"/>
          <w:rtl/>
        </w:rPr>
        <w:t>ّ</w:t>
      </w:r>
      <w:r>
        <w:rPr>
          <w:rtl/>
        </w:rPr>
        <w:t>ه من السماء : إن الله يحبّ فلاناً فأحب</w:t>
      </w:r>
      <w:r>
        <w:rPr>
          <w:rFonts w:hint="cs"/>
          <w:rtl/>
        </w:rPr>
        <w:t>ّ</w:t>
      </w:r>
      <w:r>
        <w:rPr>
          <w:rtl/>
        </w:rPr>
        <w:t xml:space="preserve">وه ، فيلقي الله المحبّة ( له </w:t>
      </w:r>
      <w:r w:rsidRPr="00D41583">
        <w:rPr>
          <w:rStyle w:val="libFootnotenumChar"/>
          <w:rFonts w:hint="cs"/>
          <w:rtl/>
        </w:rPr>
        <w:t>ظ</w:t>
      </w:r>
      <w:r>
        <w:rPr>
          <w:rFonts w:hint="cs"/>
          <w:rtl/>
        </w:rPr>
        <w:t xml:space="preserve"> </w:t>
      </w:r>
      <w:r>
        <w:rPr>
          <w:rtl/>
        </w:rPr>
        <w:t>) في قلوب العباد ، وإذا أبغضه نوه منوه من السماء : إن الله يبغض فلاناً فأبغضوه ، فيلقي الله له البغضاء في قلوب العباد.</w:t>
      </w:r>
    </w:p>
    <w:p w:rsidR="00FC522A" w:rsidRDefault="00FC522A" w:rsidP="00DD716A">
      <w:pPr>
        <w:pStyle w:val="libNormal"/>
      </w:pPr>
      <w:r>
        <w:rPr>
          <w:rtl/>
        </w:rPr>
        <w:t xml:space="preserve">قال : وكان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مت</w:t>
      </w:r>
      <w:r>
        <w:rPr>
          <w:rFonts w:hint="cs"/>
          <w:rtl/>
        </w:rPr>
        <w:t>ّ</w:t>
      </w:r>
      <w:r>
        <w:rPr>
          <w:rtl/>
        </w:rPr>
        <w:t>كئا فاستوى جالسا ، ثم نفض كمه ، ثم قال : ليس هكذا ، ولكن إذا أحبّ الله عزّ وجلّ عبد أغرى به الناس ليقولوا ما ليس فيه يؤجره ويؤثمهم [ وإذا أبغض عبداً ألقى الله عزّ وجلّ له المحبّة في قلوب العباد ليقولوا ما ليس فيه ليؤثمهم ( و</w:t>
      </w:r>
      <w:r>
        <w:rPr>
          <w:rFonts w:hint="cs"/>
          <w:rtl/>
        </w:rPr>
        <w:t xml:space="preserve"> </w:t>
      </w:r>
      <w:r w:rsidRPr="00D41583">
        <w:rPr>
          <w:rStyle w:val="libFootnotenumChar"/>
          <w:rFonts w:hint="cs"/>
          <w:rtl/>
        </w:rPr>
        <w:t>ظ</w:t>
      </w:r>
      <w:r>
        <w:rPr>
          <w:rtl/>
        </w:rPr>
        <w:t xml:space="preserve"> ) ايّاه ]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ثم قال : من كان أحبّ إلى الله تعالى من يحيى بن زكريا ؟ ثم أغرى جميع من رأيت ، حتّى صنعوا به ما صنعوا ، ومن كان أحبّ إلى الله عزّ وجلّ من الحسين بن علي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؟ أغرى به حتّى قتلوه ! ومن كان أبغض إلى الله من أبي فلان وفلان ؟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(1) ليس في</w:t>
      </w:r>
      <w:r>
        <w:rPr>
          <w:rtl/>
        </w:rPr>
        <w:t xml:space="preserve"> الأصل </w:t>
      </w:r>
      <w:r w:rsidRPr="004D4A2E">
        <w:rPr>
          <w:rtl/>
        </w:rPr>
        <w:t>، وأثبتناه من ا</w:t>
      </w:r>
      <w:r>
        <w:rPr>
          <w:rtl/>
        </w:rPr>
        <w:t>لبحار.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 أخرجه في البحار : 7</w:t>
      </w:r>
      <w:r>
        <w:rPr>
          <w:rtl/>
        </w:rPr>
        <w:t>1 / 1</w:t>
      </w:r>
      <w:r w:rsidRPr="004D4A2E">
        <w:rPr>
          <w:rtl/>
        </w:rPr>
        <w:t>39 ح 28 والوسائل : 1</w:t>
      </w:r>
      <w:r>
        <w:rPr>
          <w:rtl/>
        </w:rPr>
        <w:t>2 / 9</w:t>
      </w:r>
      <w:r w:rsidRPr="004D4A2E">
        <w:rPr>
          <w:rtl/>
        </w:rPr>
        <w:t>01 عن أمالي الطوسي : 200 ح 37 بإسناده عن اسحاق بن</w:t>
      </w:r>
      <w:r>
        <w:rPr>
          <w:rtl/>
        </w:rPr>
        <w:t xml:space="preserve"> عمّار باختلاف يسير في ألفاظه.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(3) في الك</w:t>
      </w:r>
      <w:r>
        <w:rPr>
          <w:rtl/>
        </w:rPr>
        <w:t>افي وتنبيه الخواطر : ( قليلة ).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(4) أخرج في البحار : 6</w:t>
      </w:r>
      <w:r>
        <w:rPr>
          <w:rtl/>
        </w:rPr>
        <w:t>7 / 2</w:t>
      </w:r>
      <w:r w:rsidRPr="004D4A2E">
        <w:rPr>
          <w:rtl/>
        </w:rPr>
        <w:t xml:space="preserve">13 ح 18 والوسائل : </w:t>
      </w:r>
      <w:r>
        <w:rPr>
          <w:rtl/>
        </w:rPr>
        <w:t>2 / 9</w:t>
      </w:r>
      <w:r w:rsidRPr="004D4A2E">
        <w:rPr>
          <w:rtl/>
        </w:rPr>
        <w:t xml:space="preserve">06 ح 3 عن الكافي : </w:t>
      </w:r>
      <w:r>
        <w:rPr>
          <w:rtl/>
        </w:rPr>
        <w:t>2 / 2</w:t>
      </w:r>
      <w:r w:rsidRPr="004D4A2E">
        <w:rPr>
          <w:rtl/>
        </w:rPr>
        <w:t xml:space="preserve">55 ح 16 بإسناده عن يونس بن رباط مثله ، ورواه </w:t>
      </w:r>
      <w:r>
        <w:rPr>
          <w:rtl/>
        </w:rPr>
        <w:t>في تنبيه الخواطر 2 / 204 مرسلاً.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(5) يعني : أبا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(6) أخرج في البحار : 6</w:t>
      </w:r>
      <w:r>
        <w:rPr>
          <w:rtl/>
        </w:rPr>
        <w:t>8 / 2</w:t>
      </w:r>
      <w:r w:rsidRPr="004D4A2E">
        <w:rPr>
          <w:rtl/>
        </w:rPr>
        <w:t xml:space="preserve">21 ح 10 عن الكافي : </w:t>
      </w:r>
      <w:r>
        <w:rPr>
          <w:rtl/>
        </w:rPr>
        <w:t>2 / 250 ح 5 بإسناده عن سماعة مثله.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(7) سقط من النسخة ـ أ ـ.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ليس كما قالوا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19 ـ</w:t>
      </w:r>
      <w:r>
        <w:rPr>
          <w:rtl/>
        </w:rPr>
        <w:t xml:space="preserve"> عن زيد الشحام قال : قال الصادق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ان الله عزّ وجلّ إذا أحبّ عبداً أغرى به الناس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20 ـ</w:t>
      </w:r>
      <w:r>
        <w:rPr>
          <w:rtl/>
        </w:rPr>
        <w:t xml:space="preserve"> عن أبي حمزة قال : سمعت أبا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يقول : إن الله عزّ وجلّ أخذ ميثاق المؤمن على بلايا أربع ( الاولى ) ، أيسرها عليه : مؤمن مثله يحسده ، والثانية : منافق يقفو أثره ، والثالثة ، شيطان يعرض له يفتنه ويضله ، والرابعة : كافر بالذي آمن به يرى جهاده جهادا ، فما بقاء المؤمن بعد هذا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؟!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21 ـ</w:t>
      </w:r>
      <w:r>
        <w:rPr>
          <w:rtl/>
        </w:rPr>
        <w:t xml:space="preserve"> عن حمران 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ان العبد المؤمن ليكرم على الله عزّ وجل ، حتّى لو سأله الجنّة وما فيها أعطاها ايّاه ، ولم ينقص ذلك من ملكه شيء ولو سأله موضع قدمه من الدنيا حرمه ، وان العبد الكافر ليهون على الله عزّ وجلّ لو سأله الدنيا وما فيها ، أعطاها ايّاه ، ولم ينقص ذلك من ملكه شيء ، ولو سأله موضع قدمه من الجنّة حرمه.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وان</w:t>
      </w:r>
      <w:r>
        <w:rPr>
          <w:rFonts w:hint="cs"/>
          <w:rtl/>
        </w:rPr>
        <w:t>ّ</w:t>
      </w:r>
      <w:r>
        <w:rPr>
          <w:rtl/>
        </w:rPr>
        <w:t xml:space="preserve"> الله عزّ وجلّ ليتعاهد عبده المؤمن بالبلاء ، كما يتعاهد الرجل أهله بالهدية ويحميه كما يحمي الطبيب المريض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 xml:space="preserve">22 ـ </w:t>
      </w:r>
      <w:r>
        <w:rPr>
          <w:rtl/>
        </w:rPr>
        <w:t xml:space="preserve">عن أبي حمزة قال : قال أبو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ان لله عزّ وجلّ ضنائن </w:t>
      </w:r>
      <w:r w:rsidRPr="00D41583">
        <w:rPr>
          <w:rStyle w:val="libFootnotenumChar"/>
          <w:rFonts w:hint="cs"/>
          <w:rtl/>
        </w:rPr>
        <w:t>(5)</w:t>
      </w:r>
      <w:r>
        <w:rPr>
          <w:rtl/>
        </w:rPr>
        <w:t xml:space="preserve"> من خلقه ، يضن بهم عن البلاء ، يحييهم في عافية ويرزقهم في عافية ويميتهم في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(1) رواه في مشكاة</w:t>
      </w:r>
      <w:r>
        <w:rPr>
          <w:rtl/>
        </w:rPr>
        <w:t xml:space="preserve"> الأنوار </w:t>
      </w:r>
      <w:r w:rsidRPr="004D4A2E">
        <w:rPr>
          <w:rtl/>
        </w:rPr>
        <w:t>ص 286 عن</w:t>
      </w:r>
      <w:r>
        <w:rPr>
          <w:rtl/>
        </w:rPr>
        <w:t xml:space="preserve"> المفضّل </w:t>
      </w:r>
      <w:r w:rsidRPr="004D4A2E">
        <w:rPr>
          <w:rtl/>
        </w:rPr>
        <w:t>بن عمر باختلاف يسير في ألفاظه وأسقط منه آخره ( من كان أبغ</w:t>
      </w:r>
      <w:r>
        <w:rPr>
          <w:rtl/>
        </w:rPr>
        <w:t>ض إلى الله من أبي فلان وفلان ).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 روى في مش</w:t>
      </w:r>
      <w:r>
        <w:rPr>
          <w:rtl/>
        </w:rPr>
        <w:t>كاة الأنوار : ص 286 مرسلاً نحوه.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(3) عنه في المستدرك : </w:t>
      </w:r>
      <w:r>
        <w:rPr>
          <w:rtl/>
        </w:rPr>
        <w:t>2 / 8</w:t>
      </w:r>
      <w:r w:rsidRPr="004D4A2E">
        <w:rPr>
          <w:rtl/>
        </w:rPr>
        <w:t>8 ح 1 وأخرج في البحار : 6</w:t>
      </w:r>
      <w:r>
        <w:rPr>
          <w:rtl/>
        </w:rPr>
        <w:t>8 / 2</w:t>
      </w:r>
      <w:r w:rsidRPr="004D4A2E">
        <w:rPr>
          <w:rtl/>
        </w:rPr>
        <w:t xml:space="preserve">16 ح 6 والوسائل : </w:t>
      </w:r>
      <w:r>
        <w:rPr>
          <w:rtl/>
        </w:rPr>
        <w:t>8 / 5</w:t>
      </w:r>
      <w:r w:rsidRPr="004D4A2E">
        <w:rPr>
          <w:rtl/>
        </w:rPr>
        <w:t xml:space="preserve">26 ح 2 عن الكافي : </w:t>
      </w:r>
      <w:r>
        <w:rPr>
          <w:rtl/>
        </w:rPr>
        <w:t>2 / 2</w:t>
      </w:r>
      <w:r w:rsidRPr="004D4A2E">
        <w:rPr>
          <w:rtl/>
        </w:rPr>
        <w:t xml:space="preserve">49 ح 2 بإسناده عن أبي حمزة عن أبي عبد الله (ع) عن رسول الله </w:t>
      </w:r>
      <w:r w:rsidR="00FB2D93" w:rsidRPr="00FB2D9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نحوه.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(4) أخرج نحوه في البحار : 6</w:t>
      </w:r>
      <w:r>
        <w:rPr>
          <w:rtl/>
        </w:rPr>
        <w:t>7 / 2</w:t>
      </w:r>
      <w:r w:rsidRPr="004D4A2E">
        <w:rPr>
          <w:rtl/>
        </w:rPr>
        <w:t xml:space="preserve">21 ح 28 والوسائل : </w:t>
      </w:r>
      <w:r>
        <w:rPr>
          <w:rtl/>
        </w:rPr>
        <w:t>2 / 9</w:t>
      </w:r>
      <w:r w:rsidRPr="004D4A2E">
        <w:rPr>
          <w:rtl/>
        </w:rPr>
        <w:t xml:space="preserve">09 ح 18 عن الكافي : </w:t>
      </w:r>
      <w:r>
        <w:rPr>
          <w:rtl/>
        </w:rPr>
        <w:t>2 / 2</w:t>
      </w:r>
      <w:r w:rsidRPr="004D4A2E">
        <w:rPr>
          <w:rtl/>
        </w:rPr>
        <w:t xml:space="preserve">58 ح 28 بإسناده عن الحلبي عن أبي عبد الله (ع) ، وذيله في الوسائل : </w:t>
      </w:r>
      <w:r>
        <w:rPr>
          <w:rtl/>
        </w:rPr>
        <w:t>2 / 9</w:t>
      </w:r>
      <w:r w:rsidRPr="004D4A2E">
        <w:rPr>
          <w:rtl/>
        </w:rPr>
        <w:t xml:space="preserve">08 ح 9 عن الكافي : </w:t>
      </w:r>
      <w:r>
        <w:rPr>
          <w:rtl/>
        </w:rPr>
        <w:t>2 / 2</w:t>
      </w:r>
      <w:r w:rsidRPr="004D4A2E">
        <w:rPr>
          <w:rtl/>
        </w:rPr>
        <w:t>55 ح 17 بإسناده عن حمران مثله ، وروى ذيله</w:t>
      </w:r>
      <w:r>
        <w:rPr>
          <w:rtl/>
        </w:rPr>
        <w:t xml:space="preserve"> أيضاً</w:t>
      </w:r>
      <w:r w:rsidRPr="004D4A2E">
        <w:rPr>
          <w:rtl/>
        </w:rPr>
        <w:t xml:space="preserve"> في تحف العقول : ص 300</w:t>
      </w:r>
      <w:r>
        <w:rPr>
          <w:rtl/>
        </w:rPr>
        <w:t xml:space="preserve"> مرسلاً </w:t>
      </w:r>
      <w:r w:rsidRPr="004D4A2E">
        <w:rPr>
          <w:rtl/>
        </w:rPr>
        <w:t>عن علي (ع) والتمحيص : ح 5 بإ</w:t>
      </w:r>
      <w:r>
        <w:rPr>
          <w:rtl/>
        </w:rPr>
        <w:t>سناده عن أبي عبيدة الحذاء نحوه.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(5) الضنائن : </w:t>
      </w:r>
      <w:r>
        <w:rPr>
          <w:rtl/>
        </w:rPr>
        <w:t>الاشياء التي يبخل بها لنفاستها.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عافية ، [ ويبعثهم في عافية ، ويدخلهم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الجنّة في عافية ]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23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محمّد بن عجلان قال : سمعت أبا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يقول : ان لله عزّ وجلّ من خلقه عباداً ، ما من بلية تنزل من السماء ، أو تقتير في الرزق الاساق إليهم ، ولا عافية أو سعة في الرزق إلاصرف عنهم ( و ) لو أن</w:t>
      </w:r>
      <w:r>
        <w:rPr>
          <w:rFonts w:hint="cs"/>
          <w:rtl/>
        </w:rPr>
        <w:t>ّ</w:t>
      </w:r>
      <w:r>
        <w:rPr>
          <w:rtl/>
        </w:rPr>
        <w:t xml:space="preserve"> نور أحد هم قس</w:t>
      </w:r>
      <w:r>
        <w:rPr>
          <w:rFonts w:hint="cs"/>
          <w:rtl/>
        </w:rPr>
        <w:t>ّ</w:t>
      </w:r>
      <w:r>
        <w:rPr>
          <w:rtl/>
        </w:rPr>
        <w:t xml:space="preserve">م بين أهل الأرض جميعاً لاكتفوا به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24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يزيد بن خليفة 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ما قضى الله تبارك وتعالى لمؤمن ( من ) قضاء الا جعل له الخيرة فيما قضى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25 ـ</w:t>
      </w:r>
      <w:r>
        <w:rPr>
          <w:rtl/>
        </w:rPr>
        <w:t xml:space="preserve"> 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ان الله يذود </w:t>
      </w:r>
      <w:r w:rsidRPr="00D41583">
        <w:rPr>
          <w:rStyle w:val="libFootnotenumChar"/>
          <w:rFonts w:hint="cs"/>
          <w:rtl/>
        </w:rPr>
        <w:t>(5)</w:t>
      </w:r>
      <w:r>
        <w:rPr>
          <w:rtl/>
        </w:rPr>
        <w:t xml:space="preserve"> المؤمن عمّا يكره ممّا يشتهي ، كما يذود الرجل البعير عن إبله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ليس منها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 xml:space="preserve">26 ـ </w:t>
      </w:r>
      <w:r>
        <w:rPr>
          <w:rtl/>
        </w:rPr>
        <w:t xml:space="preserve">وعنه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</w:t>
      </w:r>
      <w:r>
        <w:rPr>
          <w:rFonts w:hint="cs"/>
          <w:rtl/>
        </w:rPr>
        <w:t>ّ</w:t>
      </w:r>
      <w:r>
        <w:rPr>
          <w:rtl/>
        </w:rPr>
        <w:t xml:space="preserve"> الربّ ليتعاهد المؤمن ، فما يمرّ به أربعون صباحاً إلا تعاهده إمّا بمرض في جسده ، وإما بمصيبة في أهله وماله أو بمصيبة من مصائب الدنيا ليأجره الله عليه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27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ابن حمران </w:t>
      </w:r>
      <w:r w:rsidRPr="00D41583">
        <w:rPr>
          <w:rStyle w:val="libFootnotenumChar"/>
          <w:rFonts w:hint="cs"/>
          <w:rtl/>
        </w:rPr>
        <w:t>(9)</w:t>
      </w:r>
      <w:r>
        <w:rPr>
          <w:rtl/>
        </w:rPr>
        <w:t xml:space="preserve"> قال : سمعته يقول : ما من مؤمن يمرّ به أربعون ليلة إلا وقد يذكر بشيء يؤجر عليه ، أدناه هم لا يدري من أين هو ؟ </w:t>
      </w:r>
      <w:r w:rsidRPr="00D41583">
        <w:rPr>
          <w:rStyle w:val="libFootnotenumChar"/>
          <w:rFonts w:hint="cs"/>
          <w:rtl/>
        </w:rPr>
        <w:t>(10)</w:t>
      </w:r>
      <w:r>
        <w:rPr>
          <w:rtl/>
        </w:rPr>
        <w:t>.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(1) في الكافي : يسكنهم.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 xml:space="preserve">) روى في الكافي : </w:t>
      </w:r>
      <w:r>
        <w:rPr>
          <w:rtl/>
        </w:rPr>
        <w:t>2 / 4</w:t>
      </w:r>
      <w:r w:rsidRPr="004D4A2E">
        <w:rPr>
          <w:rtl/>
        </w:rPr>
        <w:t>62 ح 1 بإسناده عن أبي حمزة مثله ، وما بي</w:t>
      </w:r>
      <w:r>
        <w:rPr>
          <w:rtl/>
        </w:rPr>
        <w:t>ن المعقوفين سقط من النسخة ـ ب ـ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(3) عنه في المستدرك : </w:t>
      </w:r>
      <w:r>
        <w:rPr>
          <w:rtl/>
        </w:rPr>
        <w:t>1 / 1</w:t>
      </w:r>
      <w:r w:rsidRPr="004D4A2E">
        <w:rPr>
          <w:rtl/>
        </w:rPr>
        <w:t xml:space="preserve">41 ج 2 ، وروى مثله </w:t>
      </w:r>
      <w:r>
        <w:rPr>
          <w:rtl/>
        </w:rPr>
        <w:t>في التمحيص : ح 27 باختلاف يسير.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(4) أخرج في البحار : 7</w:t>
      </w:r>
      <w:r>
        <w:rPr>
          <w:rtl/>
        </w:rPr>
        <w:t>1 / 1</w:t>
      </w:r>
      <w:r w:rsidRPr="004D4A2E">
        <w:rPr>
          <w:rtl/>
        </w:rPr>
        <w:t>58 ذ ح 75 عن مشكاة</w:t>
      </w:r>
      <w:r>
        <w:rPr>
          <w:rtl/>
        </w:rPr>
        <w:t xml:space="preserve"> الأنوار </w:t>
      </w:r>
      <w:r w:rsidRPr="004D4A2E">
        <w:rPr>
          <w:rtl/>
        </w:rPr>
        <w:t>: ص 33</w:t>
      </w:r>
      <w:r>
        <w:rPr>
          <w:rtl/>
        </w:rPr>
        <w:t xml:space="preserve"> مرسلاً </w:t>
      </w:r>
      <w:r w:rsidRPr="004D4A2E">
        <w:rPr>
          <w:rtl/>
        </w:rPr>
        <w:t>مثله ، وفي ص 152 ح 58 عن التمحيص ح 123 عن أبي خليفة مع اختلاف يسير.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(5) يذود : يدفع أو يمنع.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(6) في النسخة ـ أ ـ أهله.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(7) أخرجه في البحار : 6</w:t>
      </w:r>
      <w:r>
        <w:rPr>
          <w:rtl/>
        </w:rPr>
        <w:t>7 / 2</w:t>
      </w:r>
      <w:r w:rsidRPr="004D4A2E">
        <w:rPr>
          <w:rtl/>
        </w:rPr>
        <w:t>43 ح 80 عن التمحيص : ح 110 بإسناده عن عيسى بن أبي منصور باختلاف يسير ، م</w:t>
      </w:r>
      <w:r>
        <w:rPr>
          <w:rtl/>
        </w:rPr>
        <w:t>تحد مع ح 77 باختلاف يسير فراجع.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(8) أخرج في البحار : 6</w:t>
      </w:r>
      <w:r>
        <w:rPr>
          <w:rtl/>
        </w:rPr>
        <w:t>7 / 2</w:t>
      </w:r>
      <w:r w:rsidRPr="004D4A2E">
        <w:rPr>
          <w:rtl/>
        </w:rPr>
        <w:t>36 عن جامع</w:t>
      </w:r>
      <w:r>
        <w:rPr>
          <w:rtl/>
        </w:rPr>
        <w:t xml:space="preserve"> الأخبار </w:t>
      </w:r>
      <w:r w:rsidRPr="004D4A2E">
        <w:rPr>
          <w:rtl/>
        </w:rPr>
        <w:t>: ص 133</w:t>
      </w:r>
      <w:r>
        <w:rPr>
          <w:rtl/>
        </w:rPr>
        <w:t xml:space="preserve"> مرسلاً </w:t>
      </w:r>
      <w:r w:rsidRPr="004D4A2E">
        <w:rPr>
          <w:rtl/>
        </w:rPr>
        <w:t>مثله وأورد في مشكاة</w:t>
      </w:r>
      <w:r>
        <w:rPr>
          <w:rtl/>
        </w:rPr>
        <w:t xml:space="preserve"> الأنوار </w:t>
      </w:r>
      <w:r w:rsidRPr="004D4A2E">
        <w:rPr>
          <w:rtl/>
        </w:rPr>
        <w:t>: ص 293 نحوه. وفي هذه ا</w:t>
      </w:r>
      <w:r>
        <w:rPr>
          <w:rtl/>
        </w:rPr>
        <w:t>لمصادر : ليأجره عليها وهو أنسب.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(9) في النسخة ـ أ ـ ابن مهران.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(10) أخرج في البحار : 6</w:t>
      </w:r>
      <w:r>
        <w:rPr>
          <w:rtl/>
        </w:rPr>
        <w:t>7 / 2</w:t>
      </w:r>
      <w:r w:rsidRPr="004D4A2E">
        <w:rPr>
          <w:rtl/>
        </w:rPr>
        <w:t>37 عن جامع</w:t>
      </w:r>
      <w:r>
        <w:rPr>
          <w:rtl/>
        </w:rPr>
        <w:t xml:space="preserve"> الأخبار </w:t>
      </w:r>
      <w:r w:rsidRPr="004D4A2E">
        <w:rPr>
          <w:rtl/>
        </w:rPr>
        <w:t>: ص 133</w:t>
      </w:r>
      <w:r>
        <w:rPr>
          <w:rtl/>
        </w:rPr>
        <w:t xml:space="preserve"> مرسلاً </w:t>
      </w:r>
      <w:r w:rsidRPr="004D4A2E">
        <w:rPr>
          <w:rtl/>
        </w:rPr>
        <w:t>نحوه ، وروى نحوه في مشكاة</w:t>
      </w:r>
      <w:r>
        <w:rPr>
          <w:rtl/>
        </w:rPr>
        <w:t xml:space="preserve"> الأنوار </w:t>
      </w:r>
      <w:r w:rsidRPr="004D4A2E">
        <w:rPr>
          <w:rtl/>
        </w:rPr>
        <w:t>: ص 293</w:t>
      </w:r>
      <w:r>
        <w:rPr>
          <w:rtl/>
        </w:rPr>
        <w:t xml:space="preserve"> مرسلاً وفي التمحيص ح 16 نحوه.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28 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لا يصير على المؤمن أربعون صباحاً إلا تعاهده الربّ تبارك وتعالى بوجع في جسده ، أو ذهاب ماله ، أو مصيبة يأجره الله عليها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29 ـ</w:t>
      </w:r>
      <w:r>
        <w:rPr>
          <w:rtl/>
        </w:rPr>
        <w:t xml:space="preserve"> وعنه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ما فلت المؤمن من واحدة من ثلاث ، أو جمعت عليه الثلاثة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: أن يكون معه من يغلق عليه بابه في داره ، أو جار يؤذيه أو من في طريقه إلى حوائجه [ يؤذيه </w:t>
      </w:r>
      <w:r w:rsidRPr="00D41583">
        <w:rPr>
          <w:rStyle w:val="libFootnotenumChar"/>
          <w:rtl/>
        </w:rPr>
        <w:t>ظ</w:t>
      </w:r>
      <w:r>
        <w:rPr>
          <w:rtl/>
        </w:rPr>
        <w:t xml:space="preserve"> ]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ولو أن</w:t>
      </w:r>
      <w:r>
        <w:rPr>
          <w:rFonts w:hint="cs"/>
          <w:rtl/>
        </w:rPr>
        <w:t>ّ</w:t>
      </w:r>
      <w:r>
        <w:rPr>
          <w:rtl/>
        </w:rPr>
        <w:t xml:space="preserve"> مؤمناً على قلّة جبل لبعث الله شيطاناً يؤذيه ، ويجعل الله له من إيمانه ا</w:t>
      </w:r>
      <w:r>
        <w:rPr>
          <w:rFonts w:hint="cs"/>
          <w:rtl/>
        </w:rPr>
        <w:t>ُ</w:t>
      </w:r>
      <w:r>
        <w:rPr>
          <w:rtl/>
        </w:rPr>
        <w:t>نسا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30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محمّد بن مسلم قال : سمعت أبا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يقول : المؤمن لا يمضي عليه أربعون ليلة إلا عرض له أمر يحزنه ، ويذكره به </w:t>
      </w:r>
      <w:r w:rsidRPr="00D41583">
        <w:rPr>
          <w:rStyle w:val="libFootnotenumChar"/>
          <w:rFonts w:hint="cs"/>
          <w:rtl/>
        </w:rPr>
        <w:t>(5)</w:t>
      </w:r>
      <w:r w:rsidRPr="008212E5">
        <w:rPr>
          <w:rtl/>
        </w:rPr>
        <w:t xml:space="preserve"> </w:t>
      </w:r>
      <w:r w:rsidRPr="00D41583">
        <w:rPr>
          <w:rStyle w:val="libFootnotenumChar"/>
          <w:rtl/>
        </w:rPr>
        <w:t>و</w:t>
      </w:r>
      <w:r w:rsidRPr="008212E5"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(6)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31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أبي الصباح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قال : كنت عند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، فشكى إليه رجل ، فقال : عقني ولدي واخوتي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 xml:space="preserve"> وجفاني اخواني ، فقال أبو عبد الله (ع) ان للحق دولة ، وللباطل دولة ، وكل واحد منهما ذليل في دولة صاحبه وإن أدنى ما يصيب المؤمن في دولة الباطل أن يعقه ولده واخوته ، ويجفوه إخوانه ، وما من مؤمن يصيب رفاهية في دولة الباطل الا ابتلي في بدنه أو ماله أو أهله ، حتّى يخلصه الله تعالى من السعة التي كان أصابها في دولة الباطل ، ليؤخر به حظه في دولة الحقّ ، فاصبروا وابشروا </w:t>
      </w:r>
      <w:r w:rsidRPr="00D41583">
        <w:rPr>
          <w:rStyle w:val="libFootnotenumChar"/>
          <w:rFonts w:hint="cs"/>
          <w:rtl/>
        </w:rPr>
        <w:t>(9)</w:t>
      </w:r>
      <w:r>
        <w:rPr>
          <w:rtl/>
        </w:rPr>
        <w:t>.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(1) رواه في ا</w:t>
      </w:r>
      <w:r>
        <w:rPr>
          <w:rtl/>
        </w:rPr>
        <w:t>لتمحيص : ح 11 عن أبي بصير نحوه.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 في المصادر : ثلاث وهو أنسب.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(3)</w:t>
      </w:r>
      <w:r>
        <w:rPr>
          <w:rtl/>
        </w:rPr>
        <w:t xml:space="preserve"> قلّة الجبل : أعلاه ، قمته.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(4) عنه في المستدرك : </w:t>
      </w:r>
      <w:r>
        <w:rPr>
          <w:rtl/>
        </w:rPr>
        <w:t>2 / 7</w:t>
      </w:r>
      <w:r w:rsidRPr="004D4A2E">
        <w:rPr>
          <w:rtl/>
        </w:rPr>
        <w:t>8 ح 7 وعن التمحيص ح 28 وأخرج في البحار 6</w:t>
      </w:r>
      <w:r>
        <w:rPr>
          <w:rtl/>
        </w:rPr>
        <w:t>7 / 2</w:t>
      </w:r>
      <w:r w:rsidRPr="004D4A2E">
        <w:rPr>
          <w:rtl/>
        </w:rPr>
        <w:t xml:space="preserve">41 ح 70 عن التمحيص عن زراره عنه </w:t>
      </w:r>
      <w:r>
        <w:rPr>
          <w:rtl/>
        </w:rPr>
        <w:t>(ع)</w:t>
      </w:r>
      <w:r w:rsidRPr="004D4A2E">
        <w:rPr>
          <w:rtl/>
        </w:rPr>
        <w:t xml:space="preserve"> وفي البحار : 6</w:t>
      </w:r>
      <w:r>
        <w:rPr>
          <w:rtl/>
        </w:rPr>
        <w:t>8 / 2</w:t>
      </w:r>
      <w:r w:rsidRPr="004D4A2E">
        <w:rPr>
          <w:rtl/>
        </w:rPr>
        <w:t xml:space="preserve">18 ح 7 والوسائل : </w:t>
      </w:r>
      <w:r>
        <w:rPr>
          <w:rtl/>
        </w:rPr>
        <w:t>8 / 4</w:t>
      </w:r>
      <w:r w:rsidRPr="004D4A2E">
        <w:rPr>
          <w:rtl/>
        </w:rPr>
        <w:t xml:space="preserve">85 ح 3 عن الكافي : </w:t>
      </w:r>
      <w:r>
        <w:rPr>
          <w:rtl/>
        </w:rPr>
        <w:t>2 / 249 ح 3 نحوه.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(5) أخرجه في البحار : 6</w:t>
      </w:r>
      <w:r>
        <w:rPr>
          <w:rtl/>
        </w:rPr>
        <w:t>7 / 2</w:t>
      </w:r>
      <w:r w:rsidRPr="004D4A2E">
        <w:rPr>
          <w:rtl/>
        </w:rPr>
        <w:t xml:space="preserve">11 ح 14 والوسائل : </w:t>
      </w:r>
      <w:r>
        <w:rPr>
          <w:rtl/>
        </w:rPr>
        <w:t>2 / 9</w:t>
      </w:r>
      <w:r w:rsidRPr="004D4A2E">
        <w:rPr>
          <w:rtl/>
        </w:rPr>
        <w:t xml:space="preserve">07 ح 7 عن الكافي : </w:t>
      </w:r>
      <w:r>
        <w:rPr>
          <w:rtl/>
        </w:rPr>
        <w:t>2 / 2</w:t>
      </w:r>
      <w:r w:rsidRPr="004D4A2E">
        <w:rPr>
          <w:rtl/>
        </w:rPr>
        <w:t>54 ح 11 بإسناده عن</w:t>
      </w:r>
      <w:r>
        <w:rPr>
          <w:rtl/>
        </w:rPr>
        <w:t xml:space="preserve"> محمّد </w:t>
      </w:r>
      <w:r w:rsidRPr="004D4A2E">
        <w:rPr>
          <w:rtl/>
        </w:rPr>
        <w:t>بن مسلم ، وفي البحار 67 ص 242 ذ ح 74 عن التمحيص ح 54</w:t>
      </w:r>
      <w:r>
        <w:rPr>
          <w:rtl/>
        </w:rPr>
        <w:t xml:space="preserve"> مرسلاً </w:t>
      </w:r>
      <w:r w:rsidRPr="004D4A2E">
        <w:rPr>
          <w:rtl/>
        </w:rPr>
        <w:t xml:space="preserve">مثله وروى في تنبيه الخواطر : </w:t>
      </w:r>
      <w:r>
        <w:rPr>
          <w:rtl/>
        </w:rPr>
        <w:t>2 / 2</w:t>
      </w:r>
      <w:r w:rsidRPr="004D4A2E">
        <w:rPr>
          <w:rtl/>
        </w:rPr>
        <w:t>04 عن</w:t>
      </w:r>
      <w:r>
        <w:rPr>
          <w:rtl/>
        </w:rPr>
        <w:t xml:space="preserve"> محمّد بن مسلم مثله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(6) في المصادر : يذك</w:t>
      </w:r>
      <w:r>
        <w:rPr>
          <w:rtl/>
        </w:rPr>
        <w:t>ر به ، وفي التمحيص : يذك</w:t>
      </w:r>
      <w:r>
        <w:rPr>
          <w:rFonts w:hint="cs"/>
          <w:rtl/>
        </w:rPr>
        <w:t>ّ</w:t>
      </w:r>
      <w:r>
        <w:rPr>
          <w:rtl/>
        </w:rPr>
        <w:t>ره رب</w:t>
      </w:r>
      <w:r>
        <w:rPr>
          <w:rFonts w:hint="cs"/>
          <w:rtl/>
        </w:rPr>
        <w:t>ّ</w:t>
      </w:r>
      <w:r>
        <w:rPr>
          <w:rtl/>
        </w:rPr>
        <w:t>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(7) في</w:t>
      </w:r>
      <w:r>
        <w:rPr>
          <w:rtl/>
        </w:rPr>
        <w:t xml:space="preserve"> الأصل : أبو الصباح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(8) في</w:t>
      </w:r>
      <w:r>
        <w:rPr>
          <w:rtl/>
        </w:rPr>
        <w:t xml:space="preserve"> الأصل </w:t>
      </w:r>
      <w:r w:rsidRPr="004D4A2E">
        <w:rPr>
          <w:rtl/>
        </w:rPr>
        <w:t>: والدي وما أثبتناه هو الارجح والظاهر أن السهو والتداخل بين مفردات الحديث وقع من النساخ والفعل عق لا يستعمل في اللغة والتعابي</w:t>
      </w:r>
      <w:r>
        <w:rPr>
          <w:rtl/>
        </w:rPr>
        <w:t>ر القرآنية إلا مع الوالدين.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(9) روى في الكافي : </w:t>
      </w:r>
      <w:r>
        <w:rPr>
          <w:rtl/>
        </w:rPr>
        <w:t>2 / 4</w:t>
      </w:r>
      <w:r w:rsidRPr="004D4A2E">
        <w:rPr>
          <w:rtl/>
        </w:rPr>
        <w:t>47 ح 12 بإسن</w:t>
      </w:r>
      <w:r>
        <w:rPr>
          <w:rtl/>
        </w:rPr>
        <w:t>اده عن أبي الصباح الكناني نحوه.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32 ـ</w:t>
      </w:r>
      <w:r>
        <w:rPr>
          <w:rtl/>
        </w:rPr>
        <w:t xml:space="preserve"> عن علي بن الحسين وأبي جعفر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قالا : إن المؤمن ليقال لروحه ـ وهو يغسل ـ : أيسر</w:t>
      </w:r>
      <w:r>
        <w:rPr>
          <w:rFonts w:hint="cs"/>
          <w:rtl/>
        </w:rPr>
        <w:t>ّ</w:t>
      </w:r>
      <w:r>
        <w:rPr>
          <w:rtl/>
        </w:rPr>
        <w:t>ك أن تردي إلى الجسد الذي كنت فيه ؟ فتقول : ما أصنع بالبلاء ، والخسران ، والغم</w:t>
      </w:r>
      <w:r>
        <w:rPr>
          <w:rFonts w:hint="cs"/>
          <w:rtl/>
        </w:rPr>
        <w:t>ّ</w:t>
      </w:r>
      <w:r>
        <w:rPr>
          <w:rtl/>
        </w:rPr>
        <w:t xml:space="preserve"> ؟!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33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يقول الله عزّ وجلّ : يا دنيا مر</w:t>
      </w:r>
      <w:r>
        <w:rPr>
          <w:rFonts w:hint="cs"/>
          <w:rtl/>
        </w:rPr>
        <w:t>ّ</w:t>
      </w:r>
      <w:r>
        <w:rPr>
          <w:rtl/>
        </w:rPr>
        <w:t>ي على عبدي المؤمن بأنواع البلايا ، وما هو فيه من أمر دنياه ، وضي</w:t>
      </w:r>
      <w:r>
        <w:rPr>
          <w:rFonts w:hint="cs"/>
          <w:rtl/>
        </w:rPr>
        <w:t>ّ</w:t>
      </w:r>
      <w:r>
        <w:rPr>
          <w:rtl/>
        </w:rPr>
        <w:t xml:space="preserve">قي عليه في معيشته ، ولا تحلولي له فيسكن اليك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34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الصباح بن سيابة قال : قلت لأبي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ما أصاب المؤمن من بلاء فبذنب ؟ قال : لا ولكن ليسمع أنينه وشكواه ، ودعاؤه الذي يكتب له بالحسنات ، وتحط عنه السيئات</w:t>
      </w:r>
      <w:r>
        <w:rPr>
          <w:rFonts w:hint="cs"/>
          <w:rtl/>
        </w:rPr>
        <w:t>ُ</w:t>
      </w:r>
      <w:r>
        <w:rPr>
          <w:rtl/>
        </w:rPr>
        <w:t xml:space="preserve"> وتدخ</w:t>
      </w:r>
      <w:r>
        <w:rPr>
          <w:rFonts w:hint="cs"/>
          <w:rtl/>
        </w:rPr>
        <w:t>ّ</w:t>
      </w:r>
      <w:r>
        <w:rPr>
          <w:rtl/>
        </w:rPr>
        <w:t xml:space="preserve">ر له يوم القيامة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35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إن</w:t>
      </w:r>
      <w:r>
        <w:rPr>
          <w:rFonts w:hint="cs"/>
          <w:rtl/>
        </w:rPr>
        <w:t>ّ</w:t>
      </w:r>
      <w:r>
        <w:rPr>
          <w:rtl/>
        </w:rPr>
        <w:t xml:space="preserve"> الله عزّ وجلّ ليعتذر إلى عبده المحوج ( الذي</w:t>
      </w:r>
      <w:r>
        <w:rPr>
          <w:rFonts w:hint="cs"/>
          <w:rtl/>
        </w:rPr>
        <w:t xml:space="preserve"> </w:t>
      </w:r>
      <w:r w:rsidRPr="00D41583">
        <w:rPr>
          <w:rStyle w:val="libFootnotenumChar"/>
          <w:rFonts w:hint="cs"/>
          <w:rtl/>
        </w:rPr>
        <w:t>ظ</w:t>
      </w:r>
      <w:r>
        <w:rPr>
          <w:rtl/>
        </w:rPr>
        <w:t xml:space="preserve"> ) كان في الدنيا ـ كما يعتذر الاخ إلى أخيه ـ فيقول : لا وعزّتي وجلالي ما أفقرتك لهوان كان بك علي ، فارفع هذا الغطاء ، فانظر ما عوضتك من الدنيا ، فيكشف له ، فينظر ما عوضه الله عزّ وجلّ من الدنيا ، فيقول : ما ضرني يا ربّ مع ما عوّضتني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36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نعم الجرعة الغيظ لن صبر عليها ، فإن</w:t>
      </w:r>
      <w:r>
        <w:rPr>
          <w:rFonts w:hint="cs"/>
          <w:rtl/>
        </w:rPr>
        <w:t>ّ</w:t>
      </w:r>
      <w:r>
        <w:rPr>
          <w:rtl/>
        </w:rPr>
        <w:t xml:space="preserve"> عظيم الأجر لمع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عظيم البلاء ، وما أحبّ الله قوماً إلا ابتلاهم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37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قال الله عزجل : إن من عبادي المؤمنين لعبادا لا يصلح لهم أمر دينهم إلا بالغنى ،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(1) أخرجه في البحار : </w:t>
      </w:r>
      <w:r>
        <w:rPr>
          <w:rtl/>
        </w:rPr>
        <w:t>6 / 2</w:t>
      </w:r>
      <w:r w:rsidRPr="004D4A2E">
        <w:rPr>
          <w:rtl/>
        </w:rPr>
        <w:t>43 ح 67 ع</w:t>
      </w:r>
      <w:r>
        <w:rPr>
          <w:rtl/>
        </w:rPr>
        <w:t>ن كتاب الشقاء والجلاء.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 xml:space="preserve">) عنه في المستدرك : </w:t>
      </w:r>
      <w:r>
        <w:rPr>
          <w:rtl/>
        </w:rPr>
        <w:t>1 / 1</w:t>
      </w:r>
      <w:r w:rsidRPr="004D4A2E">
        <w:rPr>
          <w:rtl/>
        </w:rPr>
        <w:t>41 ح 3 وأخرج في البحار : 7</w:t>
      </w:r>
      <w:r>
        <w:rPr>
          <w:rtl/>
        </w:rPr>
        <w:t>2 / 5</w:t>
      </w:r>
      <w:r w:rsidRPr="004D4A2E">
        <w:rPr>
          <w:rtl/>
        </w:rPr>
        <w:t xml:space="preserve">2 خ 73 عن التمحيص : ص 22 ح 81 عن جابر عنه </w:t>
      </w:r>
      <w:r>
        <w:rPr>
          <w:rtl/>
        </w:rPr>
        <w:t>(ع) نحوه.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(3) عنه في المستدرك : </w:t>
      </w:r>
      <w:r>
        <w:rPr>
          <w:rtl/>
        </w:rPr>
        <w:t>1 / 8</w:t>
      </w:r>
      <w:r w:rsidRPr="004D4A2E">
        <w:rPr>
          <w:rtl/>
        </w:rPr>
        <w:t xml:space="preserve">0 ح 39 ب 1 وص 365 </w:t>
      </w:r>
      <w:r>
        <w:rPr>
          <w:rtl/>
        </w:rPr>
        <w:t>ح 3 ب 19 وفي النسخة ـ أ ـ تذخر.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(4) أخرجه في البحار : 7</w:t>
      </w:r>
      <w:r>
        <w:rPr>
          <w:rtl/>
        </w:rPr>
        <w:t>2 / 2</w:t>
      </w:r>
      <w:r w:rsidRPr="004D4A2E">
        <w:rPr>
          <w:rtl/>
        </w:rPr>
        <w:t xml:space="preserve">5 ح 20 عن الكافي : </w:t>
      </w:r>
      <w:r>
        <w:rPr>
          <w:rtl/>
        </w:rPr>
        <w:t>2 / 2</w:t>
      </w:r>
      <w:r w:rsidRPr="004D4A2E">
        <w:rPr>
          <w:rtl/>
        </w:rPr>
        <w:t xml:space="preserve">64 ح </w:t>
      </w:r>
      <w:r>
        <w:rPr>
          <w:rtl/>
        </w:rPr>
        <w:t>18 بإسناده عن مفضل بن عمر نحوه.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(5) في الكافي : ( لمن ).</w:t>
      </w:r>
    </w:p>
    <w:p w:rsidR="00FC522A" w:rsidRPr="00D41583" w:rsidRDefault="00FC522A" w:rsidP="00FC522A">
      <w:pPr>
        <w:rPr>
          <w:rStyle w:val="libFootnote0Char"/>
          <w:rtl/>
        </w:rPr>
      </w:pPr>
      <w:r w:rsidRPr="004D4A2E">
        <w:rPr>
          <w:rtl/>
        </w:rPr>
        <w:t xml:space="preserve">(6) عنه في المستدرك : </w:t>
      </w:r>
      <w:r>
        <w:rPr>
          <w:rtl/>
        </w:rPr>
        <w:t>1 / 1</w:t>
      </w:r>
      <w:r w:rsidRPr="004D4A2E">
        <w:rPr>
          <w:rtl/>
        </w:rPr>
        <w:t xml:space="preserve">40 ح 36 ، وأخرج في الوسائل : </w:t>
      </w:r>
      <w:r>
        <w:rPr>
          <w:rtl/>
        </w:rPr>
        <w:t>2 / 9</w:t>
      </w:r>
      <w:r w:rsidRPr="004D4A2E">
        <w:rPr>
          <w:rtl/>
        </w:rPr>
        <w:t xml:space="preserve">08 ح 10 وج </w:t>
      </w:r>
      <w:r>
        <w:rPr>
          <w:rtl/>
        </w:rPr>
        <w:t>8 / 5</w:t>
      </w:r>
      <w:r w:rsidRPr="004D4A2E">
        <w:rPr>
          <w:rtl/>
        </w:rPr>
        <w:t>23 ح 1 والبحار : 7</w:t>
      </w:r>
      <w:r>
        <w:rPr>
          <w:rtl/>
        </w:rPr>
        <w:t>1 / 4</w:t>
      </w:r>
      <w:r w:rsidRPr="004D4A2E">
        <w:rPr>
          <w:rtl/>
        </w:rPr>
        <w:t xml:space="preserve">08 ح 21 عن الكافي : </w:t>
      </w:r>
      <w:r>
        <w:rPr>
          <w:rtl/>
        </w:rPr>
        <w:t>2 / 1</w:t>
      </w:r>
      <w:r w:rsidRPr="004D4A2E">
        <w:rPr>
          <w:rtl/>
        </w:rPr>
        <w:t xml:space="preserve">09 ح 2 بإسناده عن زيد الشحام عنه </w:t>
      </w:r>
      <w:r>
        <w:rPr>
          <w:rtl/>
        </w:rPr>
        <w:t>(ع)</w:t>
      </w:r>
      <w:r w:rsidRPr="004D4A2E">
        <w:rPr>
          <w:rtl/>
        </w:rPr>
        <w:t xml:space="preserve"> مثله ، وأورده في تنبيه الخواطر : </w:t>
      </w:r>
      <w:r>
        <w:rPr>
          <w:rtl/>
        </w:rPr>
        <w:t>2 /</w:t>
      </w:r>
      <w:r w:rsidRPr="00D41583">
        <w:rPr>
          <w:rStyle w:val="libFootnote0Char"/>
          <w:rtl/>
        </w:rPr>
        <w:t xml:space="preserve"> 189 مرسلاً والتمحيص : ح 6 عن زيد الشحام عنه (ع) مثله.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والسعة ، والصح</w:t>
      </w:r>
      <w:r>
        <w:rPr>
          <w:rFonts w:hint="cs"/>
          <w:rtl/>
        </w:rPr>
        <w:t>ّ</w:t>
      </w:r>
      <w:r>
        <w:rPr>
          <w:rtl/>
        </w:rPr>
        <w:t>ة في البدن ، فأبلوهم بالغنى والسعة والصحة في البدن ، فيصلح لهم أمر دينهم.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وقال : ان</w:t>
      </w:r>
      <w:r>
        <w:rPr>
          <w:rFonts w:hint="cs"/>
          <w:rtl/>
        </w:rPr>
        <w:t>ّ</w:t>
      </w:r>
      <w:r>
        <w:rPr>
          <w:rtl/>
        </w:rPr>
        <w:t xml:space="preserve"> من العباد لعبادا</w:t>
      </w:r>
      <w:r>
        <w:rPr>
          <w:rFonts w:hint="cs"/>
          <w:rtl/>
        </w:rPr>
        <w:t>ً</w:t>
      </w:r>
      <w:r>
        <w:rPr>
          <w:rtl/>
        </w:rPr>
        <w:t xml:space="preserve"> لا يصلح لهم أمر دينهم ، الا بالفاقة ، و المسكنة ، والسقم في أبدانهم ، [ فأبلوهم بالفقر والفاقة ، والمسكنة ، والسقم في أبدانهم ]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، فيصلح لهم ( عليه ـ خ ) أمر دينهم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38 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أخذ </w:t>
      </w:r>
      <w:r>
        <w:rPr>
          <w:rFonts w:hint="cs"/>
          <w:rtl/>
        </w:rPr>
        <w:t>[</w:t>
      </w:r>
      <w:r>
        <w:rPr>
          <w:rtl/>
        </w:rPr>
        <w:t xml:space="preserve"> الله </w:t>
      </w:r>
      <w:r>
        <w:rPr>
          <w:rFonts w:hint="cs"/>
          <w:rtl/>
        </w:rPr>
        <w:t>]</w:t>
      </w:r>
      <w:r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ميثاق المؤمن على ألا يصدق في مقالته ، ولا ينتصف من عدوه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39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(ع) قال : إن الله عزّ وجلّ إذا أحبّ عبداً غثّه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بالبلاء غث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>ً</w:t>
      </w:r>
      <w:r>
        <w:rPr>
          <w:rtl/>
        </w:rPr>
        <w:t xml:space="preserve"> ، وثج</w:t>
      </w:r>
      <w:r>
        <w:rPr>
          <w:rFonts w:hint="cs"/>
          <w:rtl/>
        </w:rPr>
        <w:t>ّ</w:t>
      </w:r>
      <w:r>
        <w:rPr>
          <w:rtl/>
        </w:rPr>
        <w:t xml:space="preserve">ه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بالبلاء ثج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>ً</w:t>
      </w:r>
      <w:r>
        <w:rPr>
          <w:rtl/>
        </w:rPr>
        <w:t xml:space="preserve"> ، فإذا دعاه قال : لبّيك عبدي ، لبّيك عبدي ، لئن عجلت لك ما سألت إنّي على ذلك لقادر ، ولئن ذخرت لك فما ادّخرت لك خير لك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40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أبي حمزة قال أبو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يا ثابت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 xml:space="preserve"> إن الله إذا أحبّ عبداً غثّه بالبلاء غث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>ً</w:t>
      </w:r>
      <w:r>
        <w:rPr>
          <w:rtl/>
        </w:rPr>
        <w:t xml:space="preserve"> ، وثج</w:t>
      </w:r>
      <w:r>
        <w:rPr>
          <w:rFonts w:hint="cs"/>
          <w:rtl/>
        </w:rPr>
        <w:t>ّ</w:t>
      </w:r>
      <w:r>
        <w:rPr>
          <w:rtl/>
        </w:rPr>
        <w:t>ه به ثج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>ً</w:t>
      </w:r>
      <w:r>
        <w:rPr>
          <w:rtl/>
        </w:rPr>
        <w:t xml:space="preserve"> ، وان</w:t>
      </w:r>
      <w:r>
        <w:rPr>
          <w:rFonts w:hint="cs"/>
          <w:rtl/>
        </w:rPr>
        <w:t>ّ</w:t>
      </w:r>
      <w:r>
        <w:rPr>
          <w:rtl/>
        </w:rPr>
        <w:t>ا واي</w:t>
      </w:r>
      <w:r>
        <w:rPr>
          <w:rFonts w:hint="cs"/>
          <w:rtl/>
        </w:rPr>
        <w:t>ّ</w:t>
      </w:r>
      <w:r>
        <w:rPr>
          <w:rtl/>
        </w:rPr>
        <w:t xml:space="preserve">اكم لنصبح به </w:t>
      </w:r>
      <w:r w:rsidRPr="00D41583">
        <w:rPr>
          <w:rStyle w:val="libFootnotenumChar"/>
          <w:rFonts w:hint="cs"/>
          <w:rtl/>
        </w:rPr>
        <w:t>(9)</w:t>
      </w:r>
      <w:r>
        <w:rPr>
          <w:rtl/>
        </w:rPr>
        <w:t xml:space="preserve"> ونمسي </w:t>
      </w:r>
      <w:r w:rsidRPr="00D41583">
        <w:rPr>
          <w:rStyle w:val="libFootnotenumChar"/>
          <w:rFonts w:hint="cs"/>
          <w:rtl/>
        </w:rPr>
        <w:t>(10)</w:t>
      </w:r>
      <w:r>
        <w:rPr>
          <w:rtl/>
        </w:rPr>
        <w:t>.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(1) سقط من النسخة ـ ب ـ.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 أخرج في البحار : 7</w:t>
      </w:r>
      <w:r>
        <w:rPr>
          <w:rtl/>
        </w:rPr>
        <w:t>2 / 3</w:t>
      </w:r>
      <w:r w:rsidRPr="004D4A2E">
        <w:rPr>
          <w:rtl/>
        </w:rPr>
        <w:t xml:space="preserve">27 ح 12 صدره عن الكافي : </w:t>
      </w:r>
      <w:r>
        <w:rPr>
          <w:rtl/>
        </w:rPr>
        <w:t>2 / 6</w:t>
      </w:r>
      <w:r w:rsidRPr="004D4A2E">
        <w:rPr>
          <w:rtl/>
        </w:rPr>
        <w:t>0 ح 4 بإ</w:t>
      </w:r>
      <w:r>
        <w:rPr>
          <w:rtl/>
        </w:rPr>
        <w:t>سناده عن داود الرقي عن أبي جعفر</w:t>
      </w:r>
      <w:r>
        <w:rPr>
          <w:rFonts w:hint="cs"/>
          <w:rtl/>
        </w:rPr>
        <w:t xml:space="preserve"> </w:t>
      </w:r>
      <w:r>
        <w:rPr>
          <w:rtl/>
        </w:rPr>
        <w:t>(ع)</w:t>
      </w:r>
      <w:r w:rsidRPr="004D4A2E">
        <w:rPr>
          <w:rtl/>
        </w:rPr>
        <w:t xml:space="preserve"> مثله وكلمة</w:t>
      </w:r>
      <w:r>
        <w:rPr>
          <w:rtl/>
        </w:rPr>
        <w:t xml:space="preserve"> الفقر ليست في الكافي وهو أظهر.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(3) ليست في</w:t>
      </w:r>
      <w:r>
        <w:rPr>
          <w:rtl/>
        </w:rPr>
        <w:t xml:space="preserve"> الأصل ، وأثبتناها من الكافي.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(4) أخرجه في البحار : 6</w:t>
      </w:r>
      <w:r>
        <w:rPr>
          <w:rtl/>
        </w:rPr>
        <w:t>8 / 2</w:t>
      </w:r>
      <w:r w:rsidRPr="004D4A2E">
        <w:rPr>
          <w:rtl/>
        </w:rPr>
        <w:t xml:space="preserve">15 ح 5 عن الكافي : </w:t>
      </w:r>
      <w:r>
        <w:rPr>
          <w:rtl/>
        </w:rPr>
        <w:t>2 / 2</w:t>
      </w:r>
      <w:r w:rsidRPr="004D4A2E">
        <w:rPr>
          <w:rtl/>
        </w:rPr>
        <w:t xml:space="preserve">49 ح 1 بإسناده عن داود </w:t>
      </w:r>
      <w:r>
        <w:rPr>
          <w:rtl/>
        </w:rPr>
        <w:t>بن فرقد مع زيادة في آخر الحديث.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(5) في الكافي : غته ، بمعنى غمسه </w:t>
      </w:r>
      <w:r>
        <w:rPr>
          <w:rtl/>
        </w:rPr>
        <w:t>في البلاء ، وغثه : بمعنى أهزله.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(6) ثج</w:t>
      </w:r>
      <w:r>
        <w:rPr>
          <w:rFonts w:hint="cs"/>
          <w:rtl/>
        </w:rPr>
        <w:t>ّ</w:t>
      </w:r>
      <w:r>
        <w:rPr>
          <w:rtl/>
        </w:rPr>
        <w:t>ه أسال عليه البلاء سيلا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(7) عنه في المستدرك : </w:t>
      </w:r>
      <w:r>
        <w:rPr>
          <w:rtl/>
        </w:rPr>
        <w:t>1 / 3</w:t>
      </w:r>
      <w:r w:rsidRPr="004D4A2E">
        <w:rPr>
          <w:rtl/>
        </w:rPr>
        <w:t xml:space="preserve">65 ح 4 وصدره في ص 141 ح 4 وأخرجه في الوسائل. </w:t>
      </w:r>
      <w:r>
        <w:rPr>
          <w:rtl/>
        </w:rPr>
        <w:t>2 / 9</w:t>
      </w:r>
      <w:r w:rsidRPr="004D4A2E">
        <w:rPr>
          <w:rtl/>
        </w:rPr>
        <w:t>08 ح 15 والبحار : 6</w:t>
      </w:r>
      <w:r>
        <w:rPr>
          <w:rtl/>
        </w:rPr>
        <w:t>7 / 2</w:t>
      </w:r>
      <w:r w:rsidRPr="004D4A2E">
        <w:rPr>
          <w:rtl/>
        </w:rPr>
        <w:t xml:space="preserve">08 ح 10 عن الكافي : </w:t>
      </w:r>
      <w:r>
        <w:rPr>
          <w:rtl/>
        </w:rPr>
        <w:t>2 / 2</w:t>
      </w:r>
      <w:r w:rsidRPr="004D4A2E">
        <w:rPr>
          <w:rtl/>
        </w:rPr>
        <w:t>53 ح 7 باسناده عن</w:t>
      </w:r>
      <w:r>
        <w:rPr>
          <w:rtl/>
        </w:rPr>
        <w:t xml:space="preserve"> حمّاد </w:t>
      </w:r>
      <w:r w:rsidRPr="004D4A2E">
        <w:rPr>
          <w:rtl/>
        </w:rPr>
        <w:t xml:space="preserve">عن أبيه عنه </w:t>
      </w:r>
      <w:r>
        <w:rPr>
          <w:rtl/>
        </w:rPr>
        <w:t>(ع)</w:t>
      </w:r>
      <w:r w:rsidRPr="004D4A2E">
        <w:rPr>
          <w:rtl/>
        </w:rPr>
        <w:t xml:space="preserve"> وفي التمح</w:t>
      </w:r>
      <w:r>
        <w:rPr>
          <w:rtl/>
        </w:rPr>
        <w:t>يص : ح 25 بإسناده عن سدير مثله.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(8) في</w:t>
      </w:r>
      <w:r>
        <w:rPr>
          <w:rtl/>
        </w:rPr>
        <w:t xml:space="preserve"> النجاشيّ </w:t>
      </w:r>
      <w:r w:rsidRPr="004D4A2E">
        <w:rPr>
          <w:rtl/>
        </w:rPr>
        <w:t>: ثابت بن أبي</w:t>
      </w:r>
      <w:r>
        <w:rPr>
          <w:rtl/>
        </w:rPr>
        <w:t xml:space="preserve"> صفية دينار : أبو حمزة الثمالي.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tl/>
        </w:rPr>
        <w:t>9) في النسخة ـ أ ـ ( أو ).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(10) عنه في المستدرك : </w:t>
      </w:r>
      <w:r>
        <w:rPr>
          <w:rtl/>
        </w:rPr>
        <w:t>1 / 1</w:t>
      </w:r>
      <w:r w:rsidRPr="004D4A2E">
        <w:rPr>
          <w:rtl/>
        </w:rPr>
        <w:t xml:space="preserve">41 ح 5 ، وأخرجه في الوسائل : </w:t>
      </w:r>
      <w:r>
        <w:rPr>
          <w:rtl/>
        </w:rPr>
        <w:t>2 / 9</w:t>
      </w:r>
      <w:r w:rsidRPr="004D4A2E">
        <w:rPr>
          <w:rtl/>
        </w:rPr>
        <w:t>08 ح 11 والبحار : 6</w:t>
      </w:r>
      <w:r>
        <w:rPr>
          <w:rtl/>
        </w:rPr>
        <w:t>7 / 2</w:t>
      </w:r>
      <w:r w:rsidRPr="004D4A2E">
        <w:rPr>
          <w:rtl/>
        </w:rPr>
        <w:t xml:space="preserve">08 ح 9 عن الكافي : </w:t>
      </w:r>
      <w:r>
        <w:rPr>
          <w:rtl/>
        </w:rPr>
        <w:t>2 / 2</w:t>
      </w:r>
      <w:r w:rsidRPr="004D4A2E">
        <w:rPr>
          <w:rtl/>
        </w:rPr>
        <w:t>53 ح 6 ب</w:t>
      </w:r>
      <w:r>
        <w:rPr>
          <w:rtl/>
        </w:rPr>
        <w:t>إسناده عن الحسين بن علوان مثله.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41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الحواريين شكوا إلى عيسى ما يلقون من الناس وشد</w:t>
      </w:r>
      <w:r>
        <w:rPr>
          <w:rFonts w:hint="cs"/>
          <w:rtl/>
        </w:rPr>
        <w:t>ّ</w:t>
      </w:r>
      <w:r>
        <w:rPr>
          <w:rtl/>
        </w:rPr>
        <w:t xml:space="preserve">تهم عليهم ، فقال : إن المؤمنين لم يزالوا مبغضين ، و إيمانهم كحبة القمح ما أحلى مذاقها ، وأكثر عذابها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42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عبد الأعلى بن أعين قال : سمعت أبا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يقول : إن أردتم أن تكونوا إخواني وأصحابي فوطنوا أنفسكم على العداوة والبغضاء من الناس ، وإلا فلستم لي بأصحاب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43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محمّد بن عجلان قال : كنت عند سيدي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فشكى إليه رجل ( الحاجة )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، فقال : اصبر فإن الله عزّ وجلّ يجعل لك فرجا ، ثم سكت ساعة ، ثم أقبل على الرجل فقال : أخبرني عن سجن الكوفة كيف هو ؟ قال : أصلحك الله ضيق منتن ، وأهله بأسوء حالة ، فقال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إنما أنت في السجن ، تريد أن تكون في سعة ؟ إمّا علمت أن</w:t>
      </w:r>
      <w:r>
        <w:rPr>
          <w:rFonts w:hint="cs"/>
          <w:rtl/>
        </w:rPr>
        <w:t>ّ</w:t>
      </w:r>
      <w:r>
        <w:rPr>
          <w:rtl/>
        </w:rPr>
        <w:t xml:space="preserve"> الدنيا سجن المؤمن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44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</w:t>
      </w:r>
      <w:r>
        <w:rPr>
          <w:rtl/>
        </w:rPr>
        <w:t xml:space="preserve">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الله إذا أحبّ عبداً بعث إليه ملكاً فيقول : اسقمه وشد</w:t>
      </w:r>
      <w:r>
        <w:rPr>
          <w:rFonts w:hint="cs"/>
          <w:rtl/>
        </w:rPr>
        <w:t>ّ</w:t>
      </w:r>
      <w:r>
        <w:rPr>
          <w:rtl/>
        </w:rPr>
        <w:t xml:space="preserve">د البلاء عليه فإذا برأ من شيء فابتله لما هو أشد منه وقوي عليه ، حتّى يذكرني ، فإني أشتهي أن أسمع دعاءه ( نداءه ـ خ ) ، وإذا أبغض عبداً وكل به ملكاً فقال : صحّحه ، وأعطه كي لا يذكرني ، فإني لا أشتهي أن أسمع صوته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45 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العبد يكون له عند ربّه درجة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(1) رواه في مشكاة</w:t>
      </w:r>
      <w:r>
        <w:rPr>
          <w:rtl/>
        </w:rPr>
        <w:t xml:space="preserve"> الأنوار </w:t>
      </w:r>
      <w:r w:rsidRPr="004D4A2E">
        <w:rPr>
          <w:rtl/>
        </w:rPr>
        <w:t>: ص 286</w:t>
      </w:r>
      <w:r>
        <w:rPr>
          <w:rtl/>
        </w:rPr>
        <w:t xml:space="preserve"> مرسلاً </w:t>
      </w:r>
      <w:r w:rsidRPr="004D4A2E">
        <w:rPr>
          <w:rtl/>
        </w:rPr>
        <w:t>وأسقط منه ( وشدتهم عليه</w:t>
      </w:r>
      <w:r>
        <w:rPr>
          <w:rtl/>
        </w:rPr>
        <w:t>م ) وفيه : أعداء ها بدل عذابها.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 روى في مشكاة</w:t>
      </w:r>
      <w:r>
        <w:rPr>
          <w:rtl/>
        </w:rPr>
        <w:t xml:space="preserve"> الأنوار </w:t>
      </w:r>
      <w:r w:rsidRPr="004D4A2E">
        <w:rPr>
          <w:rtl/>
        </w:rPr>
        <w:t>: ص 285</w:t>
      </w:r>
      <w:r>
        <w:rPr>
          <w:rtl/>
        </w:rPr>
        <w:t xml:space="preserve"> مرسلاً مثله.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(3) ليست في</w:t>
      </w:r>
      <w:r>
        <w:rPr>
          <w:rtl/>
        </w:rPr>
        <w:t xml:space="preserve"> الأصل وأثبتناها من الكافي.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(4) أخرجه في البحار : 6</w:t>
      </w:r>
      <w:r>
        <w:rPr>
          <w:rtl/>
        </w:rPr>
        <w:t>8 / 2</w:t>
      </w:r>
      <w:r w:rsidRPr="004D4A2E">
        <w:rPr>
          <w:rtl/>
        </w:rPr>
        <w:t xml:space="preserve">19 ح 9 عن الكافي : </w:t>
      </w:r>
      <w:r>
        <w:rPr>
          <w:rtl/>
        </w:rPr>
        <w:t>2 / 2</w:t>
      </w:r>
      <w:r w:rsidRPr="004D4A2E">
        <w:rPr>
          <w:rtl/>
        </w:rPr>
        <w:t>50 ح 6 بإسناده عن</w:t>
      </w:r>
      <w:r>
        <w:rPr>
          <w:rtl/>
        </w:rPr>
        <w:t xml:space="preserve"> محمّد </w:t>
      </w:r>
      <w:r w:rsidRPr="004D4A2E">
        <w:rPr>
          <w:rtl/>
        </w:rPr>
        <w:t xml:space="preserve">بن عجلان ، ورواه في تنبيه الخواطر : </w:t>
      </w:r>
      <w:r>
        <w:rPr>
          <w:rtl/>
        </w:rPr>
        <w:t>2 / 2</w:t>
      </w:r>
      <w:r w:rsidRPr="004D4A2E">
        <w:rPr>
          <w:rtl/>
        </w:rPr>
        <w:t>03</w:t>
      </w:r>
      <w:r>
        <w:rPr>
          <w:rtl/>
        </w:rPr>
        <w:t xml:space="preserve"> مرسلاً </w:t>
      </w:r>
      <w:r w:rsidRPr="004D4A2E">
        <w:rPr>
          <w:rtl/>
        </w:rPr>
        <w:t xml:space="preserve">، والتمحيص : ح </w:t>
      </w:r>
      <w:r>
        <w:rPr>
          <w:rtl/>
        </w:rPr>
        <w:t>77 ، وآخر السرائر : ص 185 مثله.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(5) أخرجه في البحار : 9</w:t>
      </w:r>
      <w:r>
        <w:rPr>
          <w:rtl/>
        </w:rPr>
        <w:t>3 / 3</w:t>
      </w:r>
      <w:r w:rsidRPr="004D4A2E">
        <w:rPr>
          <w:rtl/>
        </w:rPr>
        <w:t xml:space="preserve">71 ح 13 عن التمحيص : ح </w:t>
      </w:r>
      <w:r>
        <w:rPr>
          <w:rtl/>
        </w:rPr>
        <w:t>111 عن سفيان بن السمط مفصلا</w:t>
      </w:r>
      <w:r>
        <w:rPr>
          <w:rFonts w:hint="cs"/>
          <w:rtl/>
        </w:rPr>
        <w:t>ً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لا يبلغها بعمله فيبتلى في جسده [ أو يصاب في ماله ]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، أو يصاب في ولده ، فان هو صبر بل</w:t>
      </w:r>
      <w:r>
        <w:rPr>
          <w:rFonts w:hint="cs"/>
          <w:rtl/>
        </w:rPr>
        <w:t>ّ</w:t>
      </w:r>
      <w:r>
        <w:rPr>
          <w:rtl/>
        </w:rPr>
        <w:t xml:space="preserve">غه الله إيّاها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46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عجباً للمؤمن ، إن</w:t>
      </w:r>
      <w:r>
        <w:rPr>
          <w:rFonts w:hint="cs"/>
          <w:rtl/>
        </w:rPr>
        <w:t>ّ</w:t>
      </w:r>
      <w:r>
        <w:rPr>
          <w:rtl/>
        </w:rPr>
        <w:t xml:space="preserve"> الله لا يقضي قضاء إلا كان خيراً له ، فان ابتلي صبر ، وان ا</w:t>
      </w:r>
      <w:r>
        <w:rPr>
          <w:rFonts w:hint="cs"/>
          <w:rtl/>
        </w:rPr>
        <w:t>ُ</w:t>
      </w:r>
      <w:r>
        <w:rPr>
          <w:rtl/>
        </w:rPr>
        <w:t xml:space="preserve">عطي شكر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( جاء ـ خ ) عن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، وذكر مثله سواء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الله عزّ وجلّ يعطي الدنيا من يحبّ ويبغض ، ولا يعطي الآخرة الا من أحبّ ، وإن المؤمن ليسأل الربّ موضع سوط في الدنيا فلا يعطيه ايّاه ، ويسألة الآخرة فيعطيه ما شاء ، ويعطي الكافر في الدنيا ما شاء ويسأل في الآخرة موضع سوط فلا يعطيه ايّاه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48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الله عزّ وجلّ : عبدي المؤمن لا أصرفه في شيء الا جعلت ذلك خيراً له ، فليرض بقضائي ، وليصبر على بلائي. وليشكر على نعمائي ، أكتبه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في الصديقين عندي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49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ضحك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حتّى بدت نواجذه ، ثم قال : ألا تسألوني عمّا ضحكت ؟ قالوا : بلى يا رسول الله ، قال : عجبت للمرء المسلم أنّه ليس من قضاء يقضيه الله له الا كان خيراً له في عاقبة أمره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(1) سقط من النسخة ـ ب ـ.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 رواه في مشكاة</w:t>
      </w:r>
      <w:r>
        <w:rPr>
          <w:rtl/>
        </w:rPr>
        <w:t xml:space="preserve"> الأنوار </w:t>
      </w:r>
      <w:r w:rsidRPr="004D4A2E">
        <w:rPr>
          <w:rtl/>
        </w:rPr>
        <w:t>: ص 127</w:t>
      </w:r>
      <w:r>
        <w:rPr>
          <w:rtl/>
        </w:rPr>
        <w:t xml:space="preserve"> مرسلاً ، وفيه ظفره بدل بلغه.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(3 و 4) أخرجه في البحار : 7</w:t>
      </w:r>
      <w:r>
        <w:rPr>
          <w:rtl/>
        </w:rPr>
        <w:t>0 / 1</w:t>
      </w:r>
      <w:r w:rsidRPr="004D4A2E">
        <w:rPr>
          <w:rtl/>
        </w:rPr>
        <w:t>84 عن مشكاة</w:t>
      </w:r>
      <w:r>
        <w:rPr>
          <w:rtl/>
        </w:rPr>
        <w:t xml:space="preserve"> الأنوار : ص 22 مرسلاً.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(5) رواه في مشكاة</w:t>
      </w:r>
      <w:r>
        <w:rPr>
          <w:rtl/>
        </w:rPr>
        <w:t xml:space="preserve"> الأنوار </w:t>
      </w:r>
      <w:r w:rsidRPr="004D4A2E">
        <w:rPr>
          <w:rtl/>
        </w:rPr>
        <w:t>: ص 29</w:t>
      </w:r>
      <w:r>
        <w:rPr>
          <w:rtl/>
        </w:rPr>
        <w:t xml:space="preserve"> مرسلاً </w:t>
      </w:r>
      <w:r w:rsidRPr="004D4A2E">
        <w:rPr>
          <w:rtl/>
        </w:rPr>
        <w:t>وأخرجه في البحار : 7</w:t>
      </w:r>
      <w:r>
        <w:rPr>
          <w:rtl/>
        </w:rPr>
        <w:t>2 / 5</w:t>
      </w:r>
      <w:r w:rsidRPr="004D4A2E">
        <w:rPr>
          <w:rtl/>
        </w:rPr>
        <w:t>2 ح 79 والتمحيص : ح 9</w:t>
      </w:r>
      <w:r>
        <w:rPr>
          <w:rtl/>
        </w:rPr>
        <w:t>2 بإسناده عن جميل باختلاف يسير.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(6) في الكاف</w:t>
      </w:r>
      <w:r>
        <w:rPr>
          <w:rtl/>
        </w:rPr>
        <w:t>ي : ليشكر نعمائي اكتبه يا محمد.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(7) أخرج في الوسائل : </w:t>
      </w:r>
      <w:r>
        <w:rPr>
          <w:rtl/>
        </w:rPr>
        <w:t>2 / 8</w:t>
      </w:r>
      <w:r w:rsidRPr="004D4A2E">
        <w:rPr>
          <w:rtl/>
        </w:rPr>
        <w:t>99 ح 2 والبحار : 7</w:t>
      </w:r>
      <w:r>
        <w:rPr>
          <w:rtl/>
        </w:rPr>
        <w:t>2 / 3</w:t>
      </w:r>
      <w:r w:rsidRPr="004D4A2E">
        <w:rPr>
          <w:rtl/>
        </w:rPr>
        <w:t xml:space="preserve">30 ح 13 عن الكافي : </w:t>
      </w:r>
      <w:r>
        <w:rPr>
          <w:rtl/>
        </w:rPr>
        <w:t>2 / 6</w:t>
      </w:r>
      <w:r w:rsidRPr="004D4A2E">
        <w:rPr>
          <w:rtl/>
        </w:rPr>
        <w:t xml:space="preserve">1 ح 6 بإسناده عن عمرو بن نهيك بياع الهروي ، مثله وعنه في المستدرك : </w:t>
      </w:r>
      <w:r>
        <w:rPr>
          <w:rtl/>
        </w:rPr>
        <w:t>1 / 137 ح 5.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(8) عنه في المستدرك : </w:t>
      </w:r>
      <w:r>
        <w:rPr>
          <w:rtl/>
        </w:rPr>
        <w:t>1 / 1</w:t>
      </w:r>
      <w:r w:rsidRPr="004D4A2E">
        <w:rPr>
          <w:rtl/>
        </w:rPr>
        <w:t>37 ح 6 وفي البحار : 7</w:t>
      </w:r>
      <w:r>
        <w:rPr>
          <w:rtl/>
        </w:rPr>
        <w:t>1 / 1</w:t>
      </w:r>
      <w:r w:rsidRPr="004D4A2E">
        <w:rPr>
          <w:rtl/>
        </w:rPr>
        <w:t>41 ح 32 عن</w:t>
      </w:r>
      <w:r>
        <w:rPr>
          <w:rtl/>
        </w:rPr>
        <w:t xml:space="preserve"> أمالي الصدوق : ص 439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50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وقال أبو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أنّه ليكون للعبد منزلة عند الله عزّ وجلّ ، لا يبلغها إلا بإحدى الخصلتين ، إمّا ببلية في جسمه ، أو بذهاب ماله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Pr="00AE2858" w:rsidRDefault="00FC522A" w:rsidP="00D41583">
      <w:pPr>
        <w:pStyle w:val="libLine"/>
      </w:pPr>
      <w:r w:rsidRPr="00AE2858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ح 15 مثله رواه في تنبيه الخواطر : </w:t>
      </w:r>
      <w:r>
        <w:rPr>
          <w:rtl/>
        </w:rPr>
        <w:t>2 / 8</w:t>
      </w:r>
      <w:r w:rsidRPr="004D4A2E">
        <w:rPr>
          <w:rtl/>
        </w:rPr>
        <w:t xml:space="preserve">6 عن سليمان بن خالد عنه </w:t>
      </w:r>
      <w:r>
        <w:rPr>
          <w:rtl/>
        </w:rPr>
        <w:t>(ع)</w:t>
      </w:r>
      <w:r w:rsidRPr="004D4A2E">
        <w:rPr>
          <w:rtl/>
        </w:rPr>
        <w:t xml:space="preserve"> ، مثله.</w:t>
      </w:r>
    </w:p>
    <w:p w:rsidR="00FC522A" w:rsidRPr="00D41583" w:rsidRDefault="00FC522A" w:rsidP="00FC522A">
      <w:pPr>
        <w:rPr>
          <w:rStyle w:val="libFootnote0Char"/>
          <w:rtl/>
        </w:rPr>
      </w:pPr>
      <w:r w:rsidRPr="004D4A2E">
        <w:rPr>
          <w:rtl/>
        </w:rPr>
        <w:t xml:space="preserve">(1) عنه في المستدرك : </w:t>
      </w:r>
      <w:r>
        <w:rPr>
          <w:rtl/>
        </w:rPr>
        <w:t>1 / 1</w:t>
      </w:r>
      <w:r w:rsidRPr="004D4A2E">
        <w:rPr>
          <w:rtl/>
        </w:rPr>
        <w:t xml:space="preserve">41 ح 6 وأخرجه في الوسائل : </w:t>
      </w:r>
      <w:r>
        <w:rPr>
          <w:rtl/>
        </w:rPr>
        <w:t>2 / 9</w:t>
      </w:r>
      <w:r w:rsidRPr="004D4A2E">
        <w:rPr>
          <w:rtl/>
        </w:rPr>
        <w:t>07 ح 4 والبحار : 6</w:t>
      </w:r>
      <w:r>
        <w:rPr>
          <w:rtl/>
        </w:rPr>
        <w:t>7 / 2</w:t>
      </w:r>
      <w:r w:rsidRPr="004D4A2E">
        <w:rPr>
          <w:rtl/>
        </w:rPr>
        <w:t xml:space="preserve">15 ح 23 عن الكافي : </w:t>
      </w:r>
      <w:r>
        <w:rPr>
          <w:rtl/>
        </w:rPr>
        <w:t>2 / 2</w:t>
      </w:r>
      <w:r w:rsidRPr="004D4A2E">
        <w:rPr>
          <w:rtl/>
        </w:rPr>
        <w:t>57 ح 23 بإسناده عن سليمان بن خالد باختلاف يسير في متنه.</w:t>
      </w:r>
    </w:p>
    <w:p w:rsidR="00FC522A" w:rsidRDefault="00FC522A" w:rsidP="00FC522A">
      <w:pPr>
        <w:pStyle w:val="Heading1Center"/>
        <w:rPr>
          <w:rtl/>
        </w:rPr>
      </w:pPr>
      <w:bookmarkStart w:id="8" w:name="_Toc255686408"/>
      <w:bookmarkStart w:id="9" w:name="_Toc256353232"/>
      <w:bookmarkStart w:id="10" w:name="_Toc256353431"/>
      <w:bookmarkStart w:id="11" w:name="_Toc256353571"/>
      <w:bookmarkStart w:id="12" w:name="_Toc256353787"/>
      <w:bookmarkStart w:id="13" w:name="_Toc256354042"/>
      <w:bookmarkStart w:id="14" w:name="_Toc267136148"/>
      <w:r>
        <w:rPr>
          <w:rtl/>
        </w:rPr>
        <w:br w:type="page"/>
      </w:r>
      <w:bookmarkStart w:id="15" w:name="_Toc412377570"/>
      <w:r w:rsidRPr="005C0285">
        <w:rPr>
          <w:rtl/>
        </w:rPr>
        <w:lastRenderedPageBreak/>
        <w:t>2 ـ باب ما</w:t>
      </w:r>
      <w:r>
        <w:rPr>
          <w:rtl/>
        </w:rPr>
        <w:t xml:space="preserve"> خصّ </w:t>
      </w:r>
      <w:r w:rsidRPr="005C0285">
        <w:rPr>
          <w:rtl/>
        </w:rPr>
        <w:t>الله به المؤمنين من الكرامات والثواب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>51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عن زرارة قال : سئل أبو عبد الله </w:t>
      </w:r>
      <w:r w:rsidR="00FB2D93" w:rsidRPr="00FB2D93">
        <w:rPr>
          <w:rStyle w:val="libAlaemChar"/>
          <w:rtl/>
        </w:rPr>
        <w:t>عليه‌السلام</w:t>
      </w:r>
      <w:r w:rsidRPr="005C0285">
        <w:rPr>
          <w:rtl/>
        </w:rPr>
        <w:t xml:space="preserve"> وأنا جالس ( عنده ) عن قول الله تعالى : </w:t>
      </w:r>
      <w:r w:rsidRPr="00D41583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D41583">
        <w:rPr>
          <w:rStyle w:val="libAieChar"/>
          <w:rtl/>
        </w:rPr>
        <w:t>من جاء بالحسنة فله عشر أمثالها</w:t>
      </w:r>
      <w:r w:rsidRPr="007F4DBA"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(1)</w:t>
      </w:r>
      <w:r w:rsidRPr="005C0285">
        <w:rPr>
          <w:rtl/>
        </w:rPr>
        <w:t xml:space="preserve"> </w:t>
      </w:r>
      <w:r w:rsidRPr="00D41583">
        <w:rPr>
          <w:rStyle w:val="libAlaemChar"/>
          <w:rFonts w:hint="cs"/>
          <w:rtl/>
        </w:rPr>
        <w:t>)</w:t>
      </w:r>
      <w:r w:rsidRPr="005C0285">
        <w:rPr>
          <w:rtl/>
        </w:rPr>
        <w:t xml:space="preserve"> أيجرى لهؤلاء ممن [ لا ] </w:t>
      </w:r>
      <w:r w:rsidRPr="00D41583">
        <w:rPr>
          <w:rStyle w:val="libFootnotenumChar"/>
          <w:rFonts w:hint="cs"/>
          <w:rtl/>
        </w:rPr>
        <w:t>(2)</w:t>
      </w:r>
      <w:r w:rsidRPr="005C0285">
        <w:rPr>
          <w:rtl/>
        </w:rPr>
        <w:t xml:space="preserve"> يعرف منهم هذا</w:t>
      </w:r>
      <w:r>
        <w:rPr>
          <w:rtl/>
        </w:rPr>
        <w:t xml:space="preserve"> الأمر </w:t>
      </w:r>
      <w:r w:rsidRPr="005C0285">
        <w:rPr>
          <w:rtl/>
        </w:rPr>
        <w:t xml:space="preserve">؟ قال : إنما هي للمؤمنين خاصة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>52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عن يعقوب بن شعيب قال : سمعته </w:t>
      </w:r>
      <w:r w:rsidRPr="00D41583">
        <w:rPr>
          <w:rStyle w:val="libFootnotenumChar"/>
          <w:rFonts w:hint="cs"/>
          <w:rtl/>
        </w:rPr>
        <w:t>(4)</w:t>
      </w:r>
      <w:r w:rsidRPr="005C0285">
        <w:rPr>
          <w:rtl/>
        </w:rPr>
        <w:t xml:space="preserve"> يقول : ليس</w:t>
      </w:r>
      <w:r>
        <w:rPr>
          <w:rtl/>
        </w:rPr>
        <w:t xml:space="preserve"> لأحد </w:t>
      </w:r>
      <w:r w:rsidRPr="005C0285">
        <w:rPr>
          <w:rtl/>
        </w:rPr>
        <w:t xml:space="preserve">على الله ثواب على عمل إلا للمؤمنين </w:t>
      </w:r>
      <w:r w:rsidRPr="00D41583">
        <w:rPr>
          <w:rStyle w:val="libFootnotenumChar"/>
          <w:rtl/>
        </w:rPr>
        <w:t>(5)</w:t>
      </w:r>
      <w:r w:rsidRPr="005C0285">
        <w:rPr>
          <w:rtl/>
        </w:rPr>
        <w:t>.</w:t>
      </w:r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 xml:space="preserve">53 ـ وعن أبي عبد الله </w:t>
      </w:r>
      <w:r w:rsidR="00FB2D93" w:rsidRPr="00FB2D93">
        <w:rPr>
          <w:rStyle w:val="libAlaemChar"/>
          <w:rtl/>
        </w:rPr>
        <w:t>عليه‌السلام</w:t>
      </w:r>
      <w:r w:rsidRPr="005C0285">
        <w:rPr>
          <w:rtl/>
        </w:rPr>
        <w:t xml:space="preserve"> قال : إذا أحسن العبد المؤمن ضاعف الله له عمله ،</w:t>
      </w:r>
      <w:r>
        <w:rPr>
          <w:rtl/>
        </w:rPr>
        <w:t xml:space="preserve"> لكلّ </w:t>
      </w:r>
      <w:r w:rsidRPr="005C0285">
        <w:rPr>
          <w:rtl/>
        </w:rPr>
        <w:t>عمل سبعمائة ضعف وذلك قول الله</w:t>
      </w:r>
      <w:r>
        <w:rPr>
          <w:rtl/>
        </w:rPr>
        <w:t xml:space="preserve"> عزّ وجلّ </w:t>
      </w:r>
      <w:r w:rsidRPr="00D41583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D41583">
        <w:rPr>
          <w:rStyle w:val="libAieChar"/>
          <w:rtl/>
        </w:rPr>
        <w:t>يضاعف لمن يشاء</w:t>
      </w:r>
      <w:r>
        <w:rPr>
          <w:rFonts w:hint="cs"/>
          <w:rtl/>
        </w:rPr>
        <w:t xml:space="preserve"> </w:t>
      </w:r>
      <w:r w:rsidRPr="00D41583">
        <w:rPr>
          <w:rStyle w:val="libFootnotenumChar"/>
          <w:rFonts w:hint="cs"/>
          <w:rtl/>
        </w:rPr>
        <w:t>(6)</w:t>
      </w:r>
      <w:r>
        <w:rPr>
          <w:rFonts w:hint="cs"/>
          <w:rtl/>
        </w:rPr>
        <w:t xml:space="preserve"> </w:t>
      </w:r>
      <w:r w:rsidRPr="00D41583">
        <w:rPr>
          <w:rStyle w:val="libAlaemChar"/>
          <w:rFonts w:hint="cs"/>
          <w:rtl/>
        </w:rPr>
        <w:t>)</w:t>
      </w:r>
      <w:r w:rsidRPr="005C0285"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>54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وعن أبي عبد الله </w:t>
      </w:r>
      <w:r w:rsidRPr="00D41583">
        <w:rPr>
          <w:rStyle w:val="libFootnotenumChar"/>
          <w:rFonts w:hint="cs"/>
          <w:rtl/>
        </w:rPr>
        <w:t>(8)</w:t>
      </w:r>
      <w:r w:rsidRPr="005C0285">
        <w:rPr>
          <w:rtl/>
        </w:rPr>
        <w:t xml:space="preserve"> </w:t>
      </w:r>
      <w:r w:rsidR="00FB2D93" w:rsidRPr="00FB2D93">
        <w:rPr>
          <w:rStyle w:val="libAlaemChar"/>
          <w:rtl/>
        </w:rPr>
        <w:t>عليه‌السلام</w:t>
      </w:r>
      <w:r w:rsidRPr="005C0285">
        <w:rPr>
          <w:rtl/>
        </w:rPr>
        <w:t xml:space="preserve"> قال : إن المؤمن ليزهر نوره</w:t>
      </w:r>
      <w:r>
        <w:rPr>
          <w:rtl/>
        </w:rPr>
        <w:t xml:space="preserve"> لأهل </w:t>
      </w:r>
      <w:r w:rsidRPr="005C0285">
        <w:rPr>
          <w:rtl/>
        </w:rPr>
        <w:t>السماء كما تزهر نجوم السماء</w:t>
      </w:r>
      <w:r>
        <w:rPr>
          <w:rtl/>
        </w:rPr>
        <w:t xml:space="preserve"> لأهل الأرض.</w:t>
      </w:r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>وقال : إن المؤمن</w:t>
      </w:r>
      <w:r>
        <w:rPr>
          <w:rtl/>
        </w:rPr>
        <w:t xml:space="preserve"> وليّ </w:t>
      </w:r>
      <w:r w:rsidRPr="005C0285">
        <w:rPr>
          <w:rtl/>
        </w:rPr>
        <w:t>الله يعينه ويصنع له ، ولا يقول على الله إلا</w:t>
      </w:r>
      <w:r>
        <w:rPr>
          <w:rtl/>
        </w:rPr>
        <w:t xml:space="preserve"> الحقّ ،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(1) الأنعام /</w:t>
      </w:r>
      <w:r>
        <w:rPr>
          <w:rFonts w:hint="cs"/>
          <w:rtl/>
        </w:rPr>
        <w:t xml:space="preserve"> </w:t>
      </w:r>
      <w:r>
        <w:rPr>
          <w:rtl/>
        </w:rPr>
        <w:t>160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 في</w:t>
      </w:r>
      <w:r>
        <w:rPr>
          <w:rtl/>
        </w:rPr>
        <w:t xml:space="preserve"> الأصل رسم الكلمة : ( لها ولا )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(3) عنه في البحار : 6</w:t>
      </w:r>
      <w:r>
        <w:rPr>
          <w:rtl/>
        </w:rPr>
        <w:t>7 / 64 ح 8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(4) أحدهما </w:t>
      </w:r>
      <w:r w:rsidR="00FB2D93" w:rsidRPr="00FB2D93">
        <w:rPr>
          <w:rStyle w:val="libAlaemChar"/>
          <w:rtl/>
        </w:rPr>
        <w:t>عليهما‌السلام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(5) عنه في البحار : 6</w:t>
      </w:r>
      <w:r>
        <w:rPr>
          <w:rtl/>
        </w:rPr>
        <w:t>7 / 64 ح 9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(6) البقرة /</w:t>
      </w:r>
      <w:r>
        <w:rPr>
          <w:rFonts w:hint="cs"/>
          <w:rtl/>
        </w:rPr>
        <w:t xml:space="preserve"> </w:t>
      </w:r>
      <w:r>
        <w:rPr>
          <w:rtl/>
        </w:rPr>
        <w:t>261.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(7) عنه في البحار : 6</w:t>
      </w:r>
      <w:r>
        <w:rPr>
          <w:rtl/>
        </w:rPr>
        <w:t>7 / 6</w:t>
      </w:r>
      <w:r w:rsidRPr="004D4A2E">
        <w:rPr>
          <w:rtl/>
        </w:rPr>
        <w:t>4 ح 10 وأخرجه في البحار : 6</w:t>
      </w:r>
      <w:r>
        <w:rPr>
          <w:rtl/>
        </w:rPr>
        <w:t>8 / 2</w:t>
      </w:r>
      <w:r w:rsidRPr="004D4A2E">
        <w:rPr>
          <w:rtl/>
        </w:rPr>
        <w:t xml:space="preserve">4 ح 42 والوسائل : </w:t>
      </w:r>
      <w:r>
        <w:rPr>
          <w:rtl/>
        </w:rPr>
        <w:t>1 / 9</w:t>
      </w:r>
      <w:r w:rsidRPr="004D4A2E">
        <w:rPr>
          <w:rtl/>
        </w:rPr>
        <w:t>0 ح 11 عن أمالي ابن الطوسي : ص 140 وفي البحار : 7</w:t>
      </w:r>
      <w:r>
        <w:rPr>
          <w:rtl/>
        </w:rPr>
        <w:t>4 / 4</w:t>
      </w:r>
      <w:r w:rsidRPr="004D4A2E">
        <w:rPr>
          <w:rtl/>
        </w:rPr>
        <w:t>12 ح 23 عن الثواب : ص 201 بإسناده عن أبي</w:t>
      </w:r>
      <w:r>
        <w:rPr>
          <w:rtl/>
        </w:rPr>
        <w:t xml:space="preserve"> محمّد </w:t>
      </w:r>
      <w:r w:rsidRPr="004D4A2E">
        <w:rPr>
          <w:rtl/>
        </w:rPr>
        <w:t>الوابشي مثله ، والبحار : 7</w:t>
      </w:r>
      <w:r>
        <w:rPr>
          <w:rtl/>
        </w:rPr>
        <w:t>1 / 2</w:t>
      </w:r>
      <w:r w:rsidRPr="004D4A2E">
        <w:rPr>
          <w:rtl/>
        </w:rPr>
        <w:t xml:space="preserve">48 ح 8 عن تفسير العياشي : </w:t>
      </w:r>
      <w:r>
        <w:rPr>
          <w:rtl/>
        </w:rPr>
        <w:t>1 / 1</w:t>
      </w:r>
      <w:r w:rsidRPr="004D4A2E">
        <w:rPr>
          <w:rtl/>
        </w:rPr>
        <w:t>47 عن</w:t>
      </w:r>
      <w:r>
        <w:rPr>
          <w:rtl/>
        </w:rPr>
        <w:t xml:space="preserve"> محمّد الوابشي مثله.</w:t>
      </w:r>
    </w:p>
    <w:p w:rsidR="00FC522A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(8) في النسخة ـ أ ـ والبحار عن أحدهما </w:t>
      </w:r>
      <w:r>
        <w:rPr>
          <w:rtl/>
        </w:rPr>
        <w:t>(ع).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ولا يخاف غيره.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وقال : إن المؤمنين ليلتقيان فيتصافحان ، فلا يزال الله عليهما مقبلا بوجهه ، والذنوب تتحات عن وجوههما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حتّى يفترقا ( يتفرقا ـ خ )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55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الله عزّ وجلّ لا يوصف ، وكيف يوصف ! وقد قال الله عزّ وجلّ : </w:t>
      </w:r>
      <w:r w:rsidRPr="00D41583">
        <w:rPr>
          <w:rStyle w:val="libAlaemChar"/>
          <w:rFonts w:hint="cs"/>
          <w:rtl/>
        </w:rPr>
        <w:t>(</w:t>
      </w:r>
      <w:r w:rsidRPr="006276E3">
        <w:rPr>
          <w:rtl/>
        </w:rPr>
        <w:t xml:space="preserve"> </w:t>
      </w:r>
      <w:r w:rsidRPr="00D41583">
        <w:rPr>
          <w:rStyle w:val="libAieChar"/>
          <w:rtl/>
        </w:rPr>
        <w:t>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ما ق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د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روا الله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ح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قّ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ق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د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ر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ِ</w:t>
      </w:r>
      <w:r w:rsidRPr="006276E3"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</w:t>
      </w:r>
      <w:r w:rsidRPr="00D41583">
        <w:rPr>
          <w:rStyle w:val="libAlaemChar"/>
          <w:rFonts w:hint="cs"/>
          <w:rtl/>
        </w:rPr>
        <w:t>)</w:t>
      </w:r>
      <w:r>
        <w:rPr>
          <w:rtl/>
        </w:rPr>
        <w:t xml:space="preserve"> فلا يوصف بقدر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إلا كان أعظم من ذلك ، وإن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لا يوصف وكيف يوصف عبد رفعه الله عزّ وجلّ إليه وقربه منه ، وجعل طاعته في الأرض كطاعته فقال عزّ وجل : </w:t>
      </w:r>
      <w:r w:rsidRPr="00D41583">
        <w:rPr>
          <w:rStyle w:val="libAlaemChar"/>
          <w:rFonts w:hint="cs"/>
          <w:rtl/>
        </w:rPr>
        <w:t>(</w:t>
      </w:r>
      <w:r w:rsidRPr="006276E3">
        <w:rPr>
          <w:rtl/>
        </w:rPr>
        <w:t xml:space="preserve"> 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 آتاك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 xml:space="preserve"> الر</w:t>
      </w:r>
      <w:r w:rsidRPr="00D41583">
        <w:rPr>
          <w:rStyle w:val="libAieChar"/>
          <w:rFonts w:hint="cs"/>
          <w:rtl/>
        </w:rPr>
        <w:t>َّ</w:t>
      </w:r>
      <w:r w:rsidRPr="00D41583">
        <w:rPr>
          <w:rStyle w:val="libAieChar"/>
          <w:rtl/>
        </w:rPr>
        <w:t>س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ول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 xml:space="preserve"> ف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خ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ذ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وه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 xml:space="preserve"> 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 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هاك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ع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ن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 xml:space="preserve"> فان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ت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وا</w:t>
      </w:r>
      <w:r>
        <w:rPr>
          <w:rtl/>
        </w:rPr>
        <w:t xml:space="preserve">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</w:t>
      </w:r>
      <w:r w:rsidRPr="00D41583">
        <w:rPr>
          <w:rStyle w:val="libAlaemChar"/>
          <w:rFonts w:hint="cs"/>
          <w:rtl/>
        </w:rPr>
        <w:t>)</w:t>
      </w:r>
      <w:r>
        <w:rPr>
          <w:rtl/>
        </w:rPr>
        <w:t xml:space="preserve"> ومن أطاع هذا فقد أطاعني ، ومن عصاه فقد عصاني وفوض إليه ؟!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وإن</w:t>
      </w:r>
      <w:r>
        <w:rPr>
          <w:rFonts w:hint="cs"/>
          <w:rtl/>
        </w:rPr>
        <w:t>ّ</w:t>
      </w:r>
      <w:r>
        <w:rPr>
          <w:rtl/>
        </w:rPr>
        <w:t xml:space="preserve">ا لا نوصف ، وكيف يوصف قوم رفع الله عنهم الرجس ؟! ـ وهو الشرك ـ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والمؤمن لا يوصف ، وان المؤمن ليلقى أخاه فيصافحه ، فلا يزال الله عزّ وجلّ ينظر إليهما ، والذنوب تتحات عن وجوههما ( جسميهما ـ خ ) كما يتحات الورق عن الشجرة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56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مالك الجهني قال : دخلت على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، وقد حدّثت نفسي بأشياء ، فقال لي : يا مالك أحسن الظنّ بالله ولا تظنّ انّك مفرط في أمرك ، يا مالك : أنّه لا تقدر على صفة رسول الله </w:t>
      </w:r>
      <w:r w:rsidR="00FB2D93" w:rsidRPr="00FB2D9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[ وكذلك لا تقدر على صفتنا ]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 xml:space="preserve"> ، وكذلك لا تقدر على صفة المؤمن ، يا مالك : إن</w:t>
      </w:r>
      <w:r>
        <w:rPr>
          <w:rFonts w:hint="cs"/>
          <w:rtl/>
        </w:rPr>
        <w:t>ّ</w:t>
      </w:r>
      <w:r>
        <w:rPr>
          <w:rtl/>
        </w:rPr>
        <w:t xml:space="preserve"> المؤمن يلقى أخاه فيصافحه ، فلا يزال الله عزّ وجلّ ينظر اليهما ، والذنوب تتحات عن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(1) هكذا في الأصل.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 عنه في البحار : 6</w:t>
      </w:r>
      <w:r>
        <w:rPr>
          <w:rtl/>
        </w:rPr>
        <w:t>7 / 6</w:t>
      </w:r>
      <w:r w:rsidRPr="004D4A2E">
        <w:rPr>
          <w:rtl/>
        </w:rPr>
        <w:t xml:space="preserve">4 ح 11 وح 12 ، وذيله في المستدرك : </w:t>
      </w:r>
      <w:r>
        <w:rPr>
          <w:rtl/>
        </w:rPr>
        <w:t>2 / 96 ح 10.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(3) الأنعام /</w:t>
      </w:r>
      <w:r>
        <w:rPr>
          <w:rFonts w:hint="cs"/>
          <w:rtl/>
        </w:rPr>
        <w:t xml:space="preserve"> </w:t>
      </w:r>
      <w:r>
        <w:rPr>
          <w:rtl/>
        </w:rPr>
        <w:t>91.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(4) في</w:t>
      </w:r>
      <w:r>
        <w:rPr>
          <w:rtl/>
        </w:rPr>
        <w:t xml:space="preserve"> الأصل ، بقدره ، وهو تصحيف.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(5) الحشر /</w:t>
      </w:r>
      <w:r>
        <w:rPr>
          <w:rFonts w:hint="cs"/>
          <w:rtl/>
        </w:rPr>
        <w:t xml:space="preserve"> </w:t>
      </w:r>
      <w:r>
        <w:rPr>
          <w:rtl/>
        </w:rPr>
        <w:t>7.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(6) في </w:t>
      </w:r>
      <w:r>
        <w:rPr>
          <w:rtl/>
        </w:rPr>
        <w:t>الكافي : الشك</w:t>
      </w:r>
      <w:r>
        <w:rPr>
          <w:rFonts w:hint="cs"/>
          <w:rtl/>
        </w:rPr>
        <w:t>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(7) ذيله في المستدرك : </w:t>
      </w:r>
      <w:r>
        <w:rPr>
          <w:rtl/>
        </w:rPr>
        <w:t>2 / 96 ح 11</w:t>
      </w:r>
      <w:r>
        <w:rPr>
          <w:rFonts w:hint="cs"/>
          <w:rtl/>
        </w:rPr>
        <w:t>.</w:t>
      </w:r>
    </w:p>
    <w:p w:rsidR="00FC522A" w:rsidRPr="007F609B" w:rsidRDefault="00FC522A" w:rsidP="00D41583">
      <w:pPr>
        <w:pStyle w:val="libFootnote"/>
        <w:rPr>
          <w:rtl/>
        </w:rPr>
      </w:pPr>
      <w:r w:rsidRPr="007F609B">
        <w:rPr>
          <w:rtl/>
        </w:rPr>
        <w:t>وأخرجه في البحار : 7</w:t>
      </w:r>
      <w:r>
        <w:rPr>
          <w:rtl/>
        </w:rPr>
        <w:t>6 / 3</w:t>
      </w:r>
      <w:r w:rsidRPr="007F609B">
        <w:rPr>
          <w:rtl/>
        </w:rPr>
        <w:t xml:space="preserve">0 ح 26 ، وذيله في الوسائل : </w:t>
      </w:r>
      <w:r>
        <w:rPr>
          <w:rtl/>
        </w:rPr>
        <w:t>8 / 5</w:t>
      </w:r>
      <w:r w:rsidRPr="007F609B">
        <w:rPr>
          <w:rtl/>
        </w:rPr>
        <w:t xml:space="preserve">54 ح 3 عن الكافي : </w:t>
      </w:r>
      <w:r>
        <w:rPr>
          <w:rtl/>
        </w:rPr>
        <w:t>2 / 1</w:t>
      </w:r>
      <w:r w:rsidRPr="007F609B">
        <w:rPr>
          <w:rtl/>
        </w:rPr>
        <w:t>82 ح 16 بإسناده عن زرارة باختلاف يسير في متنه.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(8) سقط من النسخة ـ ب ـ.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وجوههما حتّى يفترقا وليس عليهما من الذنوب شيء فكيف تقدر على صفة من هو هكذا ؟ </w:t>
      </w:r>
      <w:r w:rsidRPr="00D41583">
        <w:rPr>
          <w:rStyle w:val="libFootnotenumChar"/>
          <w:rFonts w:hint="cs"/>
          <w:rtl/>
        </w:rPr>
        <w:t>(1)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57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إذا التقى المؤمنان كان بينهما مائة رحمة ، تسع وتسعون لاشد هما حبّاً لصاحبه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58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أبي عبيدة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قال : زاملت أبا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إلى مكة ، [ فكان إذا نزل صافحني ]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، وإذا ركب صافحني ، فقلت : جعلت فداك ، كأنك ترى في هذا شيئاً ؟ فقال : نعم ، إن</w:t>
      </w:r>
      <w:r>
        <w:rPr>
          <w:rFonts w:hint="cs"/>
          <w:rtl/>
        </w:rPr>
        <w:t>ّ</w:t>
      </w:r>
      <w:r>
        <w:rPr>
          <w:rtl/>
        </w:rPr>
        <w:t xml:space="preserve"> المؤمن إذا لقى أخاه فصافحه تفر</w:t>
      </w:r>
      <w:r>
        <w:rPr>
          <w:rFonts w:hint="cs"/>
          <w:rtl/>
        </w:rPr>
        <w:t>ّ</w:t>
      </w:r>
      <w:r>
        <w:rPr>
          <w:rtl/>
        </w:rPr>
        <w:t xml:space="preserve">قا من غير ذنب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59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[ فكما ]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لا تقدر الخلائق على كنه صفة الله عزّ وجلّ فكذلك لا تقدر على كنه صفة رسول الله </w:t>
      </w:r>
      <w:r w:rsidR="00FB2D93" w:rsidRPr="00FB2D93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، وكما لا تقدر على كنه صفة الرسول </w:t>
      </w:r>
      <w:r w:rsidR="00FB2D93" w:rsidRPr="00FB2D9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كذلك لا تقدر على كنه صفة الإمام ، وكما لا تقدر على كنه صفة الإمام كذلك لا يقدرون على كنه صفة المؤمن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60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صفوان الجمّال قال : سمعته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 xml:space="preserve"> يقول : ما التقى مؤمنان قطّ فتصافحا إلا كان أفضلهما إيماناً أشدهما حبّاً لصاحبه.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وما التقى مؤمنان قطّ فتصافحا ، وذكر الله فيفترقا </w:t>
      </w:r>
      <w:r w:rsidRPr="00D41583">
        <w:rPr>
          <w:rStyle w:val="libFootnotenumChar"/>
          <w:rFonts w:hint="cs"/>
          <w:rtl/>
        </w:rPr>
        <w:t>(9)</w:t>
      </w:r>
      <w:r>
        <w:rPr>
          <w:rtl/>
        </w:rPr>
        <w:t xml:space="preserve"> حتّى يغفر الله لهما ، إن شاء الله </w:t>
      </w:r>
      <w:r w:rsidRPr="00D41583">
        <w:rPr>
          <w:rStyle w:val="libFootnotenumChar"/>
          <w:rFonts w:hint="cs"/>
          <w:rtl/>
        </w:rPr>
        <w:t>(10)</w:t>
      </w:r>
      <w:r>
        <w:rPr>
          <w:rtl/>
        </w:rPr>
        <w:t>.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(1) عنه في المستدرك : </w:t>
      </w:r>
      <w:r>
        <w:rPr>
          <w:rtl/>
        </w:rPr>
        <w:t>2 / 9</w:t>
      </w:r>
      <w:r w:rsidRPr="004D4A2E">
        <w:rPr>
          <w:rtl/>
        </w:rPr>
        <w:t>6 ح 12 وصدره في ص 296 ح 15 وأخرجه في البحار : 7</w:t>
      </w:r>
      <w:r>
        <w:rPr>
          <w:rtl/>
        </w:rPr>
        <w:t>6 / 2</w:t>
      </w:r>
      <w:r w:rsidRPr="004D4A2E">
        <w:rPr>
          <w:rtl/>
        </w:rPr>
        <w:t xml:space="preserve">6 ح 16 و ذيله في الوسائل : </w:t>
      </w:r>
      <w:r>
        <w:rPr>
          <w:rtl/>
        </w:rPr>
        <w:t>8 / 5</w:t>
      </w:r>
      <w:r w:rsidRPr="004D4A2E">
        <w:rPr>
          <w:rtl/>
        </w:rPr>
        <w:t xml:space="preserve">54 ح 3 عن الكافي : </w:t>
      </w:r>
      <w:r>
        <w:rPr>
          <w:rtl/>
        </w:rPr>
        <w:t>2 / 1</w:t>
      </w:r>
      <w:r w:rsidRPr="004D4A2E">
        <w:rPr>
          <w:rtl/>
        </w:rPr>
        <w:t>80 ح</w:t>
      </w:r>
      <w:r>
        <w:rPr>
          <w:rtl/>
        </w:rPr>
        <w:t xml:space="preserve"> 6 بإسناده عن مالك الجهني نحوه.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 xml:space="preserve">) روى نحوه في تنبيه الخواطر : </w:t>
      </w:r>
      <w:r>
        <w:rPr>
          <w:rtl/>
        </w:rPr>
        <w:t>2 / 1</w:t>
      </w:r>
      <w:r w:rsidRPr="004D4A2E">
        <w:rPr>
          <w:rtl/>
        </w:rPr>
        <w:t>98 عن إسحاق بن</w:t>
      </w:r>
      <w:r>
        <w:rPr>
          <w:rtl/>
        </w:rPr>
        <w:t xml:space="preserve"> عمّار </w:t>
      </w:r>
      <w:r w:rsidRPr="004D4A2E">
        <w:rPr>
          <w:rtl/>
        </w:rPr>
        <w:t>، وفي</w:t>
      </w:r>
      <w:r>
        <w:rPr>
          <w:rtl/>
        </w:rPr>
        <w:t xml:space="preserve"> عدّة </w:t>
      </w:r>
      <w:r w:rsidRPr="004D4A2E">
        <w:rPr>
          <w:rtl/>
        </w:rPr>
        <w:t>الداعي : ص 173</w:t>
      </w:r>
      <w:r>
        <w:rPr>
          <w:rtl/>
        </w:rPr>
        <w:t xml:space="preserve"> مرسلاً </w:t>
      </w:r>
      <w:r w:rsidRPr="004D4A2E">
        <w:rPr>
          <w:rtl/>
        </w:rPr>
        <w:t>نحوه</w:t>
      </w:r>
      <w:r>
        <w:rPr>
          <w:rtl/>
        </w:rPr>
        <w:t xml:space="preserve"> أيضاً.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(3) في</w:t>
      </w:r>
      <w:r>
        <w:rPr>
          <w:rtl/>
        </w:rPr>
        <w:t xml:space="preserve"> الأصل ، أبو عبيدة.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(4) سقط من النسخة ـ ب ـ.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(5) عنه في المستدرك : </w:t>
      </w:r>
      <w:r>
        <w:rPr>
          <w:rtl/>
        </w:rPr>
        <w:t>2 / 9</w:t>
      </w:r>
      <w:r w:rsidRPr="004D4A2E">
        <w:rPr>
          <w:rtl/>
        </w:rPr>
        <w:t xml:space="preserve">7 ح 4 وأخرجه في الوسائل : </w:t>
      </w:r>
      <w:r>
        <w:rPr>
          <w:rtl/>
        </w:rPr>
        <w:t>8 / 5</w:t>
      </w:r>
      <w:r w:rsidRPr="004D4A2E">
        <w:rPr>
          <w:rtl/>
        </w:rPr>
        <w:t>58 ح 2 والبحار : 7</w:t>
      </w:r>
      <w:r>
        <w:rPr>
          <w:rtl/>
        </w:rPr>
        <w:t>6 / 2</w:t>
      </w:r>
      <w:r w:rsidRPr="004D4A2E">
        <w:rPr>
          <w:rtl/>
        </w:rPr>
        <w:t xml:space="preserve">3 ح 11 عن الكافي : </w:t>
      </w:r>
      <w:r>
        <w:rPr>
          <w:rtl/>
        </w:rPr>
        <w:t>2 / 1</w:t>
      </w:r>
      <w:r w:rsidRPr="004D4A2E">
        <w:rPr>
          <w:rtl/>
        </w:rPr>
        <w:t xml:space="preserve">79 ح 1 بإسناده عن أبي </w:t>
      </w:r>
      <w:r>
        <w:rPr>
          <w:rtl/>
        </w:rPr>
        <w:t>عبيدة نحوه مفصلاً.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(6) أثبتناه من البحار.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(7) عنه في البحار : 6</w:t>
      </w:r>
      <w:r>
        <w:rPr>
          <w:rtl/>
        </w:rPr>
        <w:t>7 / 6</w:t>
      </w:r>
      <w:r w:rsidRPr="004D4A2E">
        <w:rPr>
          <w:rtl/>
        </w:rPr>
        <w:t>5 ح 13 وفي نسخة ـ أ ـ تقدرون ،</w:t>
      </w:r>
      <w:r>
        <w:rPr>
          <w:rtl/>
        </w:rPr>
        <w:t xml:space="preserve"> ولعلّ الأنسب ، لا تقدر.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(8) يعني : أبا عبد الله </w:t>
      </w:r>
      <w:r>
        <w:rPr>
          <w:rtl/>
        </w:rPr>
        <w:t>(ع) كما في الكافي.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(9)</w:t>
      </w:r>
      <w:r>
        <w:rPr>
          <w:rtl/>
        </w:rPr>
        <w:t xml:space="preserve"> في المستدرك : فتفرقا وهو أظهر.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(10) عنه في المستدرك : </w:t>
      </w:r>
      <w:r>
        <w:rPr>
          <w:rtl/>
        </w:rPr>
        <w:t>2 / 9</w:t>
      </w:r>
      <w:r w:rsidRPr="004D4A2E">
        <w:rPr>
          <w:rtl/>
        </w:rPr>
        <w:t>6 ح 13 وأخرج صدره</w:t>
      </w:r>
      <w:r>
        <w:rPr>
          <w:rtl/>
        </w:rPr>
        <w:t xml:space="preserve"> مختصراً </w:t>
      </w:r>
      <w:r w:rsidRPr="004D4A2E">
        <w:rPr>
          <w:rtl/>
        </w:rPr>
        <w:t>في البحار : 6</w:t>
      </w:r>
      <w:r>
        <w:rPr>
          <w:rtl/>
        </w:rPr>
        <w:t>9 / 250 ح 26 عن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61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نزل جبرئيل على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فقال : يا محمّد ، إن</w:t>
      </w:r>
      <w:r>
        <w:rPr>
          <w:rFonts w:hint="cs"/>
          <w:rtl/>
        </w:rPr>
        <w:t>ّ</w:t>
      </w:r>
      <w:r>
        <w:rPr>
          <w:rtl/>
        </w:rPr>
        <w:t xml:space="preserve"> ربّك يقول : من أهان عبدي المؤمن فقد استقبلني بالمحاربة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وما تقرّب إليّ عبدي المؤمن بمثل أداء الفرائض ، وإنه ليتنفل لي حتّى أحبّه ، فإذا أحببته كنت سمعه الذي يسمع به ، وبصره الذي يبصر به ، ويده التي يبطش بها ، ورجله التي يمشي بها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وما تردّدت في شيء أنا فاعله ، كترددي في موت ( فوت ـ خ ) عبدي المؤمن ، يكره الموت وأنا أكره مساءته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وإن</w:t>
      </w:r>
      <w:r>
        <w:rPr>
          <w:rFonts w:hint="cs"/>
          <w:rtl/>
        </w:rPr>
        <w:t>ّ</w:t>
      </w:r>
      <w:r>
        <w:rPr>
          <w:rtl/>
        </w:rPr>
        <w:t xml:space="preserve"> من المؤمنين من لا يسعه إلا الفقر ، ولو حولته إلى الغنى كان شرّاً له ، و منهم من لا يسعه إلا الغنى ولو حولته إلى الفقر لكان شرّاً له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وإن عبدي ليسألني قضاء الحاجة ، فأمنعه إيّاها لما هو خير له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62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الله عزّ وجلّ : من أهان لي وليّاً فقد ارصد لمحاربتي.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وما تقرّب إليّ عبد بمثل ما افترضت عليه ، وإنه ليتقرب إليّ بالنافلة حتّى أحبّه ، فإذا أحببته كنت سمعه الذي يسمع به ، وبصره الذي يبصر به ، ويده التي يبطش بها ، ورجله التي يمشى بها ، إن دعاني أجبته وإن سألني أعطيته.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وما تردّدت في شيء أنا فاعله كترددي في موت المؤمن ، يكره الموت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[ وأنا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الكافي : </w:t>
      </w:r>
      <w:r>
        <w:rPr>
          <w:rtl/>
        </w:rPr>
        <w:t>2 / 1</w:t>
      </w:r>
      <w:r w:rsidRPr="004D4A2E">
        <w:rPr>
          <w:rtl/>
        </w:rPr>
        <w:t>27 ح 15 وفيه</w:t>
      </w:r>
      <w:r>
        <w:rPr>
          <w:rtl/>
        </w:rPr>
        <w:t xml:space="preserve"> لأخيه </w:t>
      </w:r>
      <w:r w:rsidRPr="004D4A2E">
        <w:rPr>
          <w:rtl/>
        </w:rPr>
        <w:t>بدل لصاحبه وفي البحار : 7</w:t>
      </w:r>
      <w:r>
        <w:rPr>
          <w:rtl/>
        </w:rPr>
        <w:t>4 / 3</w:t>
      </w:r>
      <w:r w:rsidRPr="004D4A2E">
        <w:rPr>
          <w:rtl/>
        </w:rPr>
        <w:t xml:space="preserve">98 ح 32 عن المحاسن : </w:t>
      </w:r>
      <w:r>
        <w:rPr>
          <w:rtl/>
        </w:rPr>
        <w:t>1 / 2</w:t>
      </w:r>
      <w:r w:rsidRPr="004D4A2E">
        <w:rPr>
          <w:rtl/>
        </w:rPr>
        <w:t>63 ح 333 بإسنادهما عن صفوان</w:t>
      </w:r>
      <w:r>
        <w:rPr>
          <w:rtl/>
        </w:rPr>
        <w:t xml:space="preserve"> الجمّال </w:t>
      </w:r>
      <w:r w:rsidRPr="004D4A2E">
        <w:rPr>
          <w:rtl/>
        </w:rPr>
        <w:t>، وفي الوسائل : 1</w:t>
      </w:r>
      <w:r>
        <w:rPr>
          <w:rtl/>
        </w:rPr>
        <w:t>1 / 4</w:t>
      </w:r>
      <w:r w:rsidRPr="004D4A2E">
        <w:rPr>
          <w:rtl/>
        </w:rPr>
        <w:t>39 ح 2 عن الكافي والمحاسن مثله.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(1) عنه في المستدرك : </w:t>
      </w:r>
      <w:r>
        <w:rPr>
          <w:rtl/>
        </w:rPr>
        <w:t>1 / 1</w:t>
      </w:r>
      <w:r w:rsidRPr="004D4A2E">
        <w:rPr>
          <w:rtl/>
        </w:rPr>
        <w:t xml:space="preserve">77 ح 8 وج </w:t>
      </w:r>
      <w:r>
        <w:rPr>
          <w:rtl/>
        </w:rPr>
        <w:t>2 / 3</w:t>
      </w:r>
      <w:r w:rsidRPr="004D4A2E">
        <w:rPr>
          <w:rtl/>
        </w:rPr>
        <w:t>02 ح 1 وروى نحوه في مشكاة</w:t>
      </w:r>
      <w:r>
        <w:rPr>
          <w:rtl/>
        </w:rPr>
        <w:t xml:space="preserve"> الأنوار </w:t>
      </w:r>
      <w:r w:rsidRPr="004D4A2E">
        <w:rPr>
          <w:rtl/>
        </w:rPr>
        <w:t>ص 322</w:t>
      </w:r>
      <w:r>
        <w:rPr>
          <w:rtl/>
        </w:rPr>
        <w:t xml:space="preserve"> مرسلاً ، متحد مع ح 186.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 xml:space="preserve">) عنه في المستدرك : </w:t>
      </w:r>
      <w:r>
        <w:rPr>
          <w:rtl/>
        </w:rPr>
        <w:t>1 / 1</w:t>
      </w:r>
      <w:r w:rsidRPr="004D4A2E">
        <w:rPr>
          <w:rtl/>
        </w:rPr>
        <w:t xml:space="preserve">77 ح 8 وصدره في المستدرك : </w:t>
      </w:r>
      <w:r>
        <w:rPr>
          <w:rtl/>
        </w:rPr>
        <w:t>2 / 302 ح 1.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(3</w:t>
      </w:r>
      <w:r>
        <w:rPr>
          <w:rtl/>
        </w:rPr>
        <w:t>) عنه في المستدرك : 1 / 86 ح 1.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(4) روى نحوه من أوله إلى آخره في الكافي : </w:t>
      </w:r>
      <w:r>
        <w:rPr>
          <w:rtl/>
        </w:rPr>
        <w:t>2 / 3</w:t>
      </w:r>
      <w:r w:rsidRPr="004D4A2E">
        <w:rPr>
          <w:rtl/>
        </w:rPr>
        <w:t xml:space="preserve">52 ح 8 مع تقديم وتأخير مسندا عن أبي جعفر </w:t>
      </w:r>
      <w:r>
        <w:rPr>
          <w:rtl/>
        </w:rPr>
        <w:t>(ع)</w:t>
      </w:r>
      <w:r w:rsidRPr="004D4A2E">
        <w:rPr>
          <w:rtl/>
        </w:rPr>
        <w:t xml:space="preserve"> وأخرج قطعتيه في الوسائل : </w:t>
      </w:r>
      <w:r>
        <w:rPr>
          <w:rtl/>
        </w:rPr>
        <w:t>2 / 6</w:t>
      </w:r>
      <w:r w:rsidRPr="004D4A2E">
        <w:rPr>
          <w:rtl/>
        </w:rPr>
        <w:t xml:space="preserve">44 ح 1 وقطعة منه في الوسائل : </w:t>
      </w:r>
      <w:r>
        <w:rPr>
          <w:rtl/>
        </w:rPr>
        <w:t>3 / 5</w:t>
      </w:r>
      <w:r w:rsidRPr="004D4A2E">
        <w:rPr>
          <w:rtl/>
        </w:rPr>
        <w:t>3 ح 6 عن الكافي.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(5) ذكر</w:t>
      </w:r>
      <w:r>
        <w:rPr>
          <w:rtl/>
        </w:rPr>
        <w:t xml:space="preserve"> نحوه في الجواهر السنية : ص 122</w:t>
      </w:r>
      <w:r>
        <w:rPr>
          <w:rFonts w:hint="cs"/>
          <w:rtl/>
        </w:rPr>
        <w:t>.</w:t>
      </w:r>
    </w:p>
    <w:p w:rsidR="00FC522A" w:rsidRPr="00E32781" w:rsidRDefault="00FC522A" w:rsidP="00D41583">
      <w:pPr>
        <w:pStyle w:val="libFootnote0"/>
        <w:rPr>
          <w:rtl/>
        </w:rPr>
      </w:pPr>
      <w:r w:rsidRPr="004D4A2E">
        <w:rPr>
          <w:rtl/>
        </w:rPr>
        <w:t>(6) سقط من النسخة ـ أ ـ من ذيل هذا الحديث ، كما سقط من صدر حديث 63 ، والظاهر</w:t>
      </w:r>
      <w:r>
        <w:rPr>
          <w:rtl/>
        </w:rPr>
        <w:t xml:space="preserve"> أنّه </w:t>
      </w:r>
      <w:r w:rsidRPr="004D4A2E">
        <w:rPr>
          <w:rtl/>
        </w:rPr>
        <w:t>زاغ عن بصر الناسخ ،</w:t>
      </w:r>
      <w:r>
        <w:rPr>
          <w:rtl/>
        </w:rPr>
        <w:t xml:space="preserve"> لأجل التشابه بين جزئي الحديث.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أكره مساءته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63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يقول الله عزّ وجلّ : من أهان لي وليّاً فقد ارصد لمحاربتي ، وأنا أسرع شيء في نصرة أوليائي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وما تردّدت في شيء أنا فاعله كترددي في موت عبدي المؤمن إنّي لا</w:t>
      </w:r>
      <w:r>
        <w:rPr>
          <w:rFonts w:hint="cs"/>
          <w:rtl/>
        </w:rPr>
        <w:t>ُ</w:t>
      </w:r>
      <w:r>
        <w:rPr>
          <w:rtl/>
        </w:rPr>
        <w:t>حب</w:t>
      </w:r>
      <w:r>
        <w:rPr>
          <w:rFonts w:hint="cs"/>
          <w:rtl/>
        </w:rPr>
        <w:t>ّ</w:t>
      </w:r>
      <w:r>
        <w:rPr>
          <w:rtl/>
        </w:rPr>
        <w:t xml:space="preserve"> لقاءه فيكره الموت فأصرفه عنه ] ، وإنه ليسألني فاعطيه ، وإنه ليدعوني فأجيبه ، ولو لم يكن في الدنيا إلا عبد مؤمن لا ستغنيت به عن جميع خلقي ، ولجعلت له من إيمانه انسا لا يستوحش إلى أحد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64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لو كانت ذنوب المؤمن مثل رمل عالج ، ومثل زبد البحر لغفرها الله له فلا تجتروا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65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يتوفى المؤمن مغفورا له ذنوبه [ ثم قال : إنا ]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والله جميعاً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66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</w:t>
      </w:r>
      <w:r>
        <w:rPr>
          <w:rtl/>
        </w:rPr>
        <w:t xml:space="preserve">وعن أبي الصامت قال : دخلت على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، فقال : يا أبا الصامت ، ابشر ، ثم ابشر ، ثم ابشر ، ثم قال لي : يا أبا الصامت إن الله عزّ وجلّ يغفر للمؤمن وإن جاء بمثل ذا ومثل ذا وأومى إلى القباب قلت : وإن جاء بمثل تلك القباب ، فقال : إي والله ، ولو كان بمثل تلك القباب إي والله « مرتين »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67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قلت بمك</w:t>
      </w:r>
      <w:r>
        <w:rPr>
          <w:rFonts w:hint="cs"/>
          <w:rtl/>
        </w:rPr>
        <w:t>ّ</w:t>
      </w:r>
      <w:r>
        <w:rPr>
          <w:rtl/>
        </w:rPr>
        <w:t xml:space="preserve">ة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7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 xml:space="preserve"> له : إن لي حاجة ، فقال : تلقاني بمك</w:t>
      </w:r>
      <w:r>
        <w:rPr>
          <w:rFonts w:hint="cs"/>
          <w:rtl/>
        </w:rPr>
        <w:t>ّ</w:t>
      </w:r>
      <w:r>
        <w:rPr>
          <w:rtl/>
        </w:rPr>
        <w:t>ة ، فلقيته ، فقلت : يا بن رسول الله إن لي حاجة ؟ فقال : تلقاني بمنى ،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 xml:space="preserve">(1) صدره وذيله في المستدرك : </w:t>
      </w:r>
      <w:r>
        <w:rPr>
          <w:rtl/>
        </w:rPr>
        <w:t>1 / 8</w:t>
      </w:r>
      <w:r w:rsidRPr="004D4A2E">
        <w:rPr>
          <w:rtl/>
        </w:rPr>
        <w:t xml:space="preserve">6 ح 2 وصدره في ج </w:t>
      </w:r>
      <w:r>
        <w:rPr>
          <w:rtl/>
        </w:rPr>
        <w:t>2 / 3</w:t>
      </w:r>
      <w:r w:rsidRPr="004D4A2E">
        <w:rPr>
          <w:rtl/>
        </w:rPr>
        <w:t>02 ح 2 وأخرجه في البحار : 7</w:t>
      </w:r>
      <w:r>
        <w:rPr>
          <w:rtl/>
        </w:rPr>
        <w:t>5 / 1</w:t>
      </w:r>
      <w:r w:rsidRPr="004D4A2E">
        <w:rPr>
          <w:rtl/>
        </w:rPr>
        <w:t xml:space="preserve">55 ح 25 وصدره في الوسائل : </w:t>
      </w:r>
      <w:r>
        <w:rPr>
          <w:rtl/>
        </w:rPr>
        <w:t>8 / 5</w:t>
      </w:r>
      <w:r w:rsidRPr="004D4A2E">
        <w:rPr>
          <w:rtl/>
        </w:rPr>
        <w:t xml:space="preserve">88 ح 3 وقطعة منه في الوسائل : </w:t>
      </w:r>
      <w:r>
        <w:rPr>
          <w:rtl/>
        </w:rPr>
        <w:t>3 / 5</w:t>
      </w:r>
      <w:r w:rsidRPr="004D4A2E">
        <w:rPr>
          <w:rtl/>
        </w:rPr>
        <w:t xml:space="preserve">3 ح 6 عن الكافي : </w:t>
      </w:r>
      <w:r>
        <w:rPr>
          <w:rtl/>
        </w:rPr>
        <w:t>2 / 3</w:t>
      </w:r>
      <w:r w:rsidRPr="004D4A2E">
        <w:rPr>
          <w:rtl/>
        </w:rPr>
        <w:t>52 ح 7 بإسناده عن</w:t>
      </w:r>
      <w:r>
        <w:rPr>
          <w:rtl/>
        </w:rPr>
        <w:t xml:space="preserve"> حمّاد </w:t>
      </w:r>
      <w:r w:rsidRPr="004D4A2E">
        <w:rPr>
          <w:rtl/>
        </w:rPr>
        <w:t xml:space="preserve">بن بشير قال : سمعت أبا عبد الله </w:t>
      </w:r>
      <w:r>
        <w:rPr>
          <w:rtl/>
        </w:rPr>
        <w:t>(ع)</w:t>
      </w:r>
      <w:r w:rsidRPr="004D4A2E">
        <w:rPr>
          <w:rtl/>
        </w:rPr>
        <w:t xml:space="preserve"> يقول : قال رسول الله </w:t>
      </w:r>
      <w:r w:rsidR="00FB2D93" w:rsidRPr="00FB2D9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... ، صدره مع ح 184.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 عنه في البحار : 6</w:t>
      </w:r>
      <w:r>
        <w:rPr>
          <w:rtl/>
        </w:rPr>
        <w:t>7 / 6</w:t>
      </w:r>
      <w:r w:rsidRPr="004D4A2E">
        <w:rPr>
          <w:rtl/>
        </w:rPr>
        <w:t xml:space="preserve">5 ح 14 ، وصدره في المستدرك : </w:t>
      </w:r>
      <w:r>
        <w:rPr>
          <w:rtl/>
        </w:rPr>
        <w:t>1 / 86 ح 3 صدره متحد مع ح 185.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(3) عنه في البحار : 6</w:t>
      </w:r>
      <w:r>
        <w:rPr>
          <w:rtl/>
        </w:rPr>
        <w:t>7 / 6</w:t>
      </w:r>
      <w:r w:rsidRPr="004D4A2E">
        <w:rPr>
          <w:rtl/>
        </w:rPr>
        <w:t>5 ح 15 ، وقوله لا تجتروا : أي لا تتركوا أنفسكم تفعل ما تشاء ( انظر البحار : 2</w:t>
      </w:r>
      <w:r>
        <w:rPr>
          <w:rtl/>
        </w:rPr>
        <w:t>7 / 54 ح 7 و 10 ).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(4) ما بين المعقوفين غير مذكور في</w:t>
      </w:r>
      <w:r>
        <w:rPr>
          <w:rtl/>
        </w:rPr>
        <w:t xml:space="preserve"> نسخة البحار ، ومعناه غير واضح.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(5) عنه في البحار</w:t>
      </w:r>
      <w:r>
        <w:rPr>
          <w:rtl/>
        </w:rPr>
        <w:t xml:space="preserve"> : 67 / 65 ح 16.</w:t>
      </w:r>
    </w:p>
    <w:p w:rsidR="00FC522A" w:rsidRPr="004D4A2E" w:rsidRDefault="00FC522A" w:rsidP="00D41583">
      <w:pPr>
        <w:pStyle w:val="libFootnote0"/>
        <w:rPr>
          <w:rtl/>
        </w:rPr>
      </w:pPr>
      <w:r>
        <w:rPr>
          <w:rtl/>
        </w:rPr>
        <w:t>(6)</w:t>
      </w:r>
    </w:p>
    <w:p w:rsidR="00FC522A" w:rsidRPr="004D4A2E" w:rsidRDefault="00FC522A" w:rsidP="00D41583">
      <w:pPr>
        <w:pStyle w:val="libFootnote0"/>
        <w:rPr>
          <w:rtl/>
        </w:rPr>
      </w:pPr>
      <w:r w:rsidRPr="004D4A2E">
        <w:rPr>
          <w:rtl/>
        </w:rPr>
        <w:t>(7) الظاهر زيادة لفظ (</w:t>
      </w:r>
      <w:r>
        <w:rPr>
          <w:rtl/>
        </w:rPr>
        <w:t xml:space="preserve"> بمكة ) فإنّه قال : تلقاني بمكة.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فلقيته بمنى ، فقلت : يابن رسول الله إن لي حاجة ، فقال : [ هات ]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1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 xml:space="preserve"> حاجتك فقلت : يا بن رسول الله إنّي كنت أذنبت ذنبا فيما بيني وبين الله عزّ وجلّ ، لم يطلع عليه أحد ، و اجل</w:t>
      </w:r>
      <w:r>
        <w:rPr>
          <w:rFonts w:hint="cs"/>
          <w:rtl/>
        </w:rPr>
        <w:t>ّ</w:t>
      </w:r>
      <w:r>
        <w:rPr>
          <w:rtl/>
        </w:rPr>
        <w:t xml:space="preserve">ك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2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 xml:space="preserve"> أن أستقبلك به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فقال : إذا كان يوم القيامة تجل</w:t>
      </w:r>
      <w:r>
        <w:rPr>
          <w:rFonts w:hint="cs"/>
          <w:rtl/>
        </w:rPr>
        <w:t>ّ</w:t>
      </w:r>
      <w:r>
        <w:rPr>
          <w:rtl/>
        </w:rPr>
        <w:t xml:space="preserve">ى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3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 xml:space="preserve"> الله عزّ وجلّ لعبده المؤمن فيوقفه على ذنوبه ذنبا</w:t>
      </w:r>
      <w:r>
        <w:rPr>
          <w:rFonts w:hint="cs"/>
          <w:rtl/>
        </w:rPr>
        <w:t>ً</w:t>
      </w:r>
      <w:r>
        <w:rPr>
          <w:rtl/>
        </w:rPr>
        <w:t xml:space="preserve"> ذنبا</w:t>
      </w:r>
      <w:r>
        <w:rPr>
          <w:rFonts w:hint="cs"/>
          <w:rtl/>
        </w:rPr>
        <w:t>ً</w:t>
      </w:r>
      <w:r>
        <w:rPr>
          <w:rtl/>
        </w:rPr>
        <w:t xml:space="preserve"> ، ثم يغفرها له ، لا يط</w:t>
      </w:r>
      <w:r>
        <w:rPr>
          <w:rFonts w:hint="cs"/>
          <w:rtl/>
        </w:rPr>
        <w:t>ّ</w:t>
      </w:r>
      <w:r>
        <w:rPr>
          <w:rtl/>
        </w:rPr>
        <w:t>لع على ذلك ملك مقرّب ، ولا نبيّ مرسل.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وفي حديث آخر : ويستر عليه من ذنوبه ما يكره أن يوقفه عليه ، ثم يقول لسيئاته كوني حسنات ، وذلك قول الله عزّ وجلّ : </w:t>
      </w:r>
      <w:r w:rsidRPr="00D41583">
        <w:rPr>
          <w:rStyle w:val="libAlaemChar"/>
          <w:rFonts w:hint="cs"/>
          <w:rtl/>
        </w:rPr>
        <w:t>(</w:t>
      </w:r>
      <w:r w:rsidRPr="00895D34">
        <w:rPr>
          <w:rtl/>
        </w:rPr>
        <w:t xml:space="preserve"> </w:t>
      </w:r>
      <w:r w:rsidRPr="00D41583">
        <w:rPr>
          <w:rStyle w:val="libAieChar"/>
          <w:rtl/>
        </w:rPr>
        <w:t>ف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اولئك</w:t>
      </w:r>
      <w:r w:rsidRPr="00D41583">
        <w:rPr>
          <w:rStyle w:val="libAieChar"/>
          <w:rFonts w:hint="cs"/>
          <w:rtl/>
        </w:rPr>
        <w:t>َ</w:t>
      </w:r>
      <w:r w:rsidRPr="00895D34">
        <w:rPr>
          <w:rtl/>
        </w:rPr>
        <w:t xml:space="preserve"> </w:t>
      </w:r>
      <w:r>
        <w:rPr>
          <w:rtl/>
        </w:rPr>
        <w:t>ـ الّذين</w:t>
      </w:r>
      <w:r>
        <w:rPr>
          <w:rFonts w:hint="cs"/>
          <w:rtl/>
        </w:rPr>
        <w:t>َ</w:t>
      </w:r>
      <w:r>
        <w:rPr>
          <w:rtl/>
        </w:rPr>
        <w:t xml:space="preserve"> ـ</w:t>
      </w:r>
      <w:r w:rsidRPr="00895D34">
        <w:rPr>
          <w:rtl/>
        </w:rPr>
        <w:t xml:space="preserve"> </w:t>
      </w:r>
      <w:r w:rsidRPr="00D41583">
        <w:rPr>
          <w:rStyle w:val="libAieChar"/>
          <w:rtl/>
        </w:rPr>
        <w:t>ي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ب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د</w:t>
      </w:r>
      <w:r w:rsidRPr="00D41583">
        <w:rPr>
          <w:rStyle w:val="libAieChar"/>
          <w:rFonts w:hint="cs"/>
          <w:rtl/>
        </w:rPr>
        <w:t>ِّ</w:t>
      </w:r>
      <w:r w:rsidRPr="00D41583">
        <w:rPr>
          <w:rStyle w:val="libAieChar"/>
          <w:rtl/>
        </w:rPr>
        <w:t>ل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 xml:space="preserve"> الله س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ي</w:t>
      </w:r>
      <w:r w:rsidRPr="00D41583">
        <w:rPr>
          <w:rStyle w:val="libAieChar"/>
          <w:rFonts w:hint="cs"/>
          <w:rtl/>
        </w:rPr>
        <w:t>ّ</w:t>
      </w:r>
      <w:r w:rsidRPr="00D41583">
        <w:rPr>
          <w:rStyle w:val="libAieChar"/>
          <w:rtl/>
        </w:rPr>
        <w:t>ئات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ح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س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نات</w:t>
      </w:r>
      <w:r w:rsidRPr="00D41583">
        <w:rPr>
          <w:rStyle w:val="libAieChar"/>
          <w:rFonts w:hint="cs"/>
          <w:rtl/>
        </w:rPr>
        <w:t>ٍ</w:t>
      </w:r>
      <w:r w:rsidRPr="00895D34"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</w:t>
      </w:r>
      <w:r w:rsidRPr="00D41583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68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إن الكافر ليدعو [ في حاجته ] </w:t>
      </w:r>
      <w:r w:rsidRPr="00D41583">
        <w:rPr>
          <w:rStyle w:val="libFootnotenumChar"/>
          <w:rtl/>
        </w:rPr>
        <w:t>6</w:t>
      </w:r>
      <w:r>
        <w:rPr>
          <w:rtl/>
        </w:rPr>
        <w:t xml:space="preserve"> فيقول الله عزّ وجلّ : عج</w:t>
      </w:r>
      <w:r>
        <w:rPr>
          <w:rFonts w:hint="cs"/>
          <w:rtl/>
        </w:rPr>
        <w:t>ّ</w:t>
      </w:r>
      <w:r>
        <w:rPr>
          <w:rtl/>
        </w:rPr>
        <w:t>لوا حاجته بغضا لصوته.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وإن</w:t>
      </w:r>
      <w:r>
        <w:rPr>
          <w:rFonts w:hint="cs"/>
          <w:rtl/>
        </w:rPr>
        <w:t>ّ</w:t>
      </w:r>
      <w:r>
        <w:rPr>
          <w:rtl/>
        </w:rPr>
        <w:t xml:space="preserve"> المؤمن ليدعو في حاجته ، فيقول الله عزّ وجلّ : أخ</w:t>
      </w:r>
      <w:r>
        <w:rPr>
          <w:rFonts w:hint="cs"/>
          <w:rtl/>
        </w:rPr>
        <w:t>ّ</w:t>
      </w:r>
      <w:r>
        <w:rPr>
          <w:rtl/>
        </w:rPr>
        <w:t>روا حاجته شوقاً إلى صوته ، فإذا كان يوم القيامة قال الله عزّ وجلّ : دعوتني في كذا وكذا فأخ</w:t>
      </w:r>
      <w:r>
        <w:rPr>
          <w:rFonts w:hint="cs"/>
          <w:rtl/>
        </w:rPr>
        <w:t>ّ</w:t>
      </w:r>
      <w:r>
        <w:rPr>
          <w:rtl/>
        </w:rPr>
        <w:t xml:space="preserve">رت إجابتك وثوابك كذا وكذا ، قال : فيتمنى المؤمن أنّه لم يستجب له دعوة في الدنيا فيما يرى من حسن الثواب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69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المؤمن إذا دعا الله عزّ وجلّ أجابه</w:t>
      </w:r>
      <w:r>
        <w:rPr>
          <w:rFonts w:hint="cs"/>
          <w:rtl/>
        </w:rPr>
        <w:t xml:space="preserve"> </w:t>
      </w:r>
      <w:r>
        <w:rPr>
          <w:rtl/>
        </w:rPr>
        <w:t xml:space="preserve">ـ فشخص بصري نحوه إعجابابها ـ قال ، فقال : إن الله واسع لخلقه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70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ابن أبي البلاد ، عن أبيه ، عن بعض أهل العلم قال : إذا مات المؤمن صعد ملكاه ، فقالا : يا ربّ مات فلان ، فيقول : انزلا ، فصليا عليه عند قبره و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B545D9" w:rsidRDefault="00FC522A" w:rsidP="00D41583">
      <w:pPr>
        <w:pStyle w:val="libFootnote0"/>
        <w:rPr>
          <w:rtl/>
        </w:rPr>
      </w:pPr>
      <w:r w:rsidRPr="00B545D9">
        <w:rPr>
          <w:rtl/>
        </w:rPr>
        <w:t>(1) ما بين المعقوفين من البحار ، والظاهر</w:t>
      </w:r>
      <w:r>
        <w:rPr>
          <w:rtl/>
        </w:rPr>
        <w:t xml:space="preserve"> أنّه ساقط والحديث دال</w:t>
      </w:r>
      <w:r>
        <w:rPr>
          <w:rFonts w:hint="cs"/>
          <w:rtl/>
        </w:rPr>
        <w:t>ّ</w:t>
      </w:r>
      <w:r>
        <w:rPr>
          <w:rtl/>
        </w:rPr>
        <w:t xml:space="preserve"> عليه.</w:t>
      </w:r>
    </w:p>
    <w:p w:rsidR="00FC522A" w:rsidRPr="00B545D9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B545D9">
        <w:rPr>
          <w:rtl/>
        </w:rPr>
        <w:t xml:space="preserve"> في</w:t>
      </w:r>
      <w:r>
        <w:rPr>
          <w:rtl/>
        </w:rPr>
        <w:t xml:space="preserve"> الأصل </w:t>
      </w:r>
      <w:r w:rsidRPr="00B545D9">
        <w:rPr>
          <w:rtl/>
        </w:rPr>
        <w:t>: وأجلك أن أجلك</w:t>
      </w:r>
      <w:r>
        <w:rPr>
          <w:rtl/>
        </w:rPr>
        <w:t>.</w:t>
      </w:r>
    </w:p>
    <w:p w:rsidR="00FC522A" w:rsidRPr="00B545D9" w:rsidRDefault="00FC522A" w:rsidP="00D41583">
      <w:pPr>
        <w:pStyle w:val="libFootnote0"/>
        <w:rPr>
          <w:rtl/>
        </w:rPr>
      </w:pPr>
      <w:r w:rsidRPr="00B545D9">
        <w:rPr>
          <w:rtl/>
        </w:rPr>
        <w:t>(3) في</w:t>
      </w:r>
      <w:r>
        <w:rPr>
          <w:rtl/>
        </w:rPr>
        <w:t xml:space="preserve"> الأصل : ( يحل ) وهو تصحيف.</w:t>
      </w:r>
    </w:p>
    <w:p w:rsidR="00FC522A" w:rsidRPr="00B545D9" w:rsidRDefault="00FC522A" w:rsidP="00D41583">
      <w:pPr>
        <w:pStyle w:val="libFootnote0"/>
        <w:rPr>
          <w:rtl/>
        </w:rPr>
      </w:pPr>
      <w:r w:rsidRPr="00B545D9">
        <w:rPr>
          <w:rtl/>
        </w:rPr>
        <w:t>(4) الفرقان /</w:t>
      </w:r>
      <w:r>
        <w:rPr>
          <w:rFonts w:hint="cs"/>
          <w:rtl/>
        </w:rPr>
        <w:t xml:space="preserve"> </w:t>
      </w:r>
      <w:r w:rsidRPr="00B545D9">
        <w:rPr>
          <w:rtl/>
        </w:rPr>
        <w:t xml:space="preserve">70 ، </w:t>
      </w:r>
      <w:r>
        <w:rPr>
          <w:rtl/>
        </w:rPr>
        <w:t>( والذين ، ليست من أصل الآية ).</w:t>
      </w:r>
    </w:p>
    <w:p w:rsidR="00FC522A" w:rsidRPr="00B545D9" w:rsidRDefault="00FC522A" w:rsidP="00D41583">
      <w:pPr>
        <w:pStyle w:val="libFootnote0"/>
        <w:rPr>
          <w:rtl/>
        </w:rPr>
      </w:pPr>
      <w:r w:rsidRPr="00B545D9">
        <w:rPr>
          <w:rtl/>
        </w:rPr>
        <w:t xml:space="preserve">(5) أخرجه في البحار : </w:t>
      </w:r>
      <w:r>
        <w:rPr>
          <w:rtl/>
        </w:rPr>
        <w:t>7 / 2</w:t>
      </w:r>
      <w:r w:rsidRPr="00B545D9">
        <w:rPr>
          <w:rtl/>
        </w:rPr>
        <w:t xml:space="preserve">59 ح 5 عن كتاب الزهد : ص 91 ح 245 بإسناده عن حجر بن زائدة ، عن رجل ، عنه </w:t>
      </w:r>
      <w:r>
        <w:rPr>
          <w:rtl/>
        </w:rPr>
        <w:t>(ع)</w:t>
      </w:r>
      <w:r w:rsidRPr="00B545D9">
        <w:rPr>
          <w:rtl/>
        </w:rPr>
        <w:t xml:space="preserve"> باختلاف يسير ، ونحو ذيله في ص 287 ح 2 عن العيون : </w:t>
      </w:r>
      <w:r>
        <w:rPr>
          <w:rtl/>
        </w:rPr>
        <w:t>2 / 3</w:t>
      </w:r>
      <w:r w:rsidRPr="00B545D9">
        <w:rPr>
          <w:rtl/>
        </w:rPr>
        <w:t xml:space="preserve">2 ح 57 بأسانيده. الثلاثة عن الرضا عن آبائه عن رسول الله </w:t>
      </w:r>
      <w:r w:rsidR="00FB2D93" w:rsidRPr="00FB2D93">
        <w:rPr>
          <w:rStyle w:val="libAlaemChar"/>
          <w:rtl/>
        </w:rPr>
        <w:t>صلى‌الله‌عليه‌وآله‌وسلم</w:t>
      </w:r>
      <w:r w:rsidRPr="00B545D9">
        <w:rPr>
          <w:rtl/>
        </w:rPr>
        <w:t xml:space="preserve"> وصحيفة الرضا : ص 31</w:t>
      </w:r>
      <w:r>
        <w:rPr>
          <w:rtl/>
        </w:rPr>
        <w:t xml:space="preserve"> مرسلاً.</w:t>
      </w:r>
    </w:p>
    <w:p w:rsidR="00FC522A" w:rsidRPr="00B545D9" w:rsidRDefault="00FC522A" w:rsidP="00D41583">
      <w:pPr>
        <w:pStyle w:val="libFootnote0"/>
        <w:rPr>
          <w:rtl/>
        </w:rPr>
      </w:pPr>
      <w:r>
        <w:rPr>
          <w:rtl/>
        </w:rPr>
        <w:t>(6) سقطت من النسخة ـ ب ـ.</w:t>
      </w:r>
    </w:p>
    <w:p w:rsidR="00FC522A" w:rsidRPr="00B545D9" w:rsidRDefault="00FC522A" w:rsidP="00D41583">
      <w:pPr>
        <w:pStyle w:val="libFootnote0"/>
        <w:rPr>
          <w:rtl/>
        </w:rPr>
      </w:pPr>
      <w:r w:rsidRPr="00B545D9">
        <w:rPr>
          <w:rtl/>
        </w:rPr>
        <w:t>(7) أخرجه في البحار : 9</w:t>
      </w:r>
      <w:r>
        <w:rPr>
          <w:rtl/>
        </w:rPr>
        <w:t>3 / 3</w:t>
      </w:r>
      <w:r w:rsidRPr="00B545D9">
        <w:rPr>
          <w:rtl/>
        </w:rPr>
        <w:t>74 عن</w:t>
      </w:r>
      <w:r>
        <w:rPr>
          <w:rtl/>
        </w:rPr>
        <w:t xml:space="preserve"> عدّة </w:t>
      </w:r>
      <w:r w:rsidRPr="00B545D9">
        <w:rPr>
          <w:rtl/>
        </w:rPr>
        <w:t>الداعي : ص 188</w:t>
      </w:r>
      <w:r>
        <w:rPr>
          <w:rtl/>
        </w:rPr>
        <w:t xml:space="preserve"> مرسلاً من قوله ( إن المؤمن ليدعو</w:t>
      </w:r>
      <w:r>
        <w:rPr>
          <w:rFonts w:hint="cs"/>
          <w:rtl/>
        </w:rPr>
        <w:t xml:space="preserve"> </w:t>
      </w:r>
      <w:r>
        <w:rPr>
          <w:rtl/>
        </w:rPr>
        <w:t>...</w:t>
      </w:r>
      <w:r>
        <w:rPr>
          <w:rFonts w:hint="cs"/>
          <w:rtl/>
        </w:rPr>
        <w:t xml:space="preserve"> </w:t>
      </w:r>
      <w:r w:rsidRPr="00B545D9">
        <w:rPr>
          <w:rtl/>
        </w:rPr>
        <w:t>)</w:t>
      </w:r>
    </w:p>
    <w:p w:rsidR="00FC522A" w:rsidRPr="00E7271F" w:rsidRDefault="00FC522A" w:rsidP="00D41583">
      <w:pPr>
        <w:pStyle w:val="libFootnote0"/>
        <w:rPr>
          <w:rtl/>
        </w:rPr>
      </w:pPr>
      <w:r w:rsidRPr="00B545D9">
        <w:rPr>
          <w:rtl/>
        </w:rPr>
        <w:t>(8) عنه في البحار : 6</w:t>
      </w:r>
      <w:r>
        <w:rPr>
          <w:rtl/>
        </w:rPr>
        <w:t>7 / 6</w:t>
      </w:r>
      <w:r w:rsidRPr="00B545D9">
        <w:rPr>
          <w:rtl/>
        </w:rPr>
        <w:t>5 ح 17 وفيه بما بدل بها وهو أنسب.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هل</w:t>
      </w:r>
      <w:r>
        <w:rPr>
          <w:rFonts w:hint="cs"/>
          <w:rtl/>
        </w:rPr>
        <w:t>ّ</w:t>
      </w:r>
      <w:r>
        <w:rPr>
          <w:rtl/>
        </w:rPr>
        <w:t>لاني وكب</w:t>
      </w:r>
      <w:r>
        <w:rPr>
          <w:rFonts w:hint="cs"/>
          <w:rtl/>
        </w:rPr>
        <w:t>ّ</w:t>
      </w:r>
      <w:r>
        <w:rPr>
          <w:rtl/>
        </w:rPr>
        <w:t xml:space="preserve">راني إلى يوم القيامة ، واكتبا ما تعملان له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71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المؤمن رؤياه جزء من سبعين جزء من النبوّة ومنهم من يعطى على الثلاث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72 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الله إذا أحبّ عبداً عصمه ، [ وجعل غناه في نفسه ]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، وجعل ثوابه بين عينيه.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[ وإذا أبغضه وكله إلى نفسه ، وجعل فقره بين عينيه ] </w:t>
      </w:r>
      <w:r w:rsidRPr="00D41583">
        <w:rPr>
          <w:rStyle w:val="libFootnotenumChar"/>
          <w:rFonts w:hint="cs"/>
          <w:rtl/>
        </w:rPr>
        <w:t>(4)</w:t>
      </w:r>
      <w:r w:rsidRPr="000C0471"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و</w:t>
      </w:r>
      <w:r w:rsidRPr="000C0471"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73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</w:t>
      </w:r>
      <w:r>
        <w:rPr>
          <w:rtl/>
        </w:rPr>
        <w:t xml:space="preserve">[ ابن أبي البلاد ]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،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العبد ليدعو ، فيقول الربّ عزّ وجلّ : يا جبرئيل احبسه بحاجته ، فأوقفها بين السماء والأرض شوقاً إلى صوته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74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الله عزّ وجلّ خلق طينة المؤمن من طينة الأنبياء ، فلن تخبث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 xml:space="preserve"> أبداً </w:t>
      </w:r>
      <w:r w:rsidRPr="00D41583">
        <w:rPr>
          <w:rStyle w:val="libFootnotenumChar"/>
          <w:rFonts w:hint="cs"/>
          <w:rtl/>
        </w:rPr>
        <w:t>(9)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75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صفوان الجمّال ، قال : سمعت أبا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يقول : إن هلاك الرجل ل</w:t>
      </w:r>
      <w:r>
        <w:rPr>
          <w:rFonts w:hint="cs"/>
          <w:rtl/>
        </w:rPr>
        <w:t>َ</w:t>
      </w:r>
      <w:r>
        <w:rPr>
          <w:rtl/>
        </w:rPr>
        <w:t>م</w:t>
      </w:r>
      <w:r>
        <w:rPr>
          <w:rFonts w:hint="cs"/>
          <w:rtl/>
        </w:rPr>
        <w:t>ِ</w:t>
      </w:r>
      <w:r>
        <w:rPr>
          <w:rtl/>
        </w:rPr>
        <w:t>ن</w:t>
      </w:r>
      <w:r>
        <w:rPr>
          <w:rFonts w:hint="cs"/>
          <w:rtl/>
        </w:rPr>
        <w:t>ْ</w:t>
      </w:r>
      <w:r>
        <w:rPr>
          <w:rtl/>
        </w:rPr>
        <w:t xml:space="preserve"> ثلم الدين </w:t>
      </w:r>
      <w:r w:rsidRPr="00D41583">
        <w:rPr>
          <w:rStyle w:val="libFootnotenumChar"/>
          <w:rFonts w:hint="cs"/>
          <w:rtl/>
        </w:rPr>
        <w:t>(10)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76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عمل المؤمن يذهب فيمهد له في الجنّة كما يرسل الرجل بغلامه فيفرش له ، ثم تلا </w:t>
      </w:r>
      <w:r w:rsidRPr="003C4497">
        <w:rPr>
          <w:rtl/>
        </w:rPr>
        <w:t xml:space="preserve">: </w:t>
      </w:r>
      <w:r w:rsidRPr="00D41583">
        <w:rPr>
          <w:rStyle w:val="libAlaemChar"/>
          <w:rFonts w:hint="cs"/>
          <w:rtl/>
        </w:rPr>
        <w:t>(</w:t>
      </w:r>
      <w:r w:rsidRPr="00CF16E4">
        <w:rPr>
          <w:rtl/>
        </w:rPr>
        <w:t xml:space="preserve"> </w:t>
      </w:r>
      <w:r w:rsidRPr="00D41583">
        <w:rPr>
          <w:rStyle w:val="libAieChar"/>
          <w:rtl/>
        </w:rPr>
        <w:t>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ن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ع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ل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ص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الحا</w:t>
      </w:r>
      <w:r w:rsidRPr="00D41583">
        <w:rPr>
          <w:rStyle w:val="libAieChar"/>
          <w:rFonts w:hint="cs"/>
          <w:rtl/>
        </w:rPr>
        <w:t>ً</w:t>
      </w:r>
      <w:r w:rsidRPr="00D41583">
        <w:rPr>
          <w:rStyle w:val="libAieChar"/>
          <w:rtl/>
        </w:rPr>
        <w:t xml:space="preserve"> ف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لا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ن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ف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س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يمه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د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ون</w:t>
      </w:r>
      <w:r w:rsidRPr="00D41583">
        <w:rPr>
          <w:rStyle w:val="libAieChar"/>
          <w:rFonts w:hint="cs"/>
          <w:rtl/>
        </w:rPr>
        <w:t>َ</w:t>
      </w:r>
      <w:r w:rsidRPr="00BA1349">
        <w:rPr>
          <w:rFonts w:hint="cs"/>
          <w:rtl/>
        </w:rPr>
        <w:t xml:space="preserve">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11</w:t>
      </w:r>
      <w:r w:rsidRPr="00D41583">
        <w:rPr>
          <w:rStyle w:val="libFootnotenumChar"/>
          <w:rFonts w:hint="cs"/>
          <w:rtl/>
        </w:rPr>
        <w:t>)</w:t>
      </w:r>
      <w:r w:rsidRPr="00BA1349">
        <w:rPr>
          <w:rFonts w:hint="cs"/>
          <w:rtl/>
        </w:rPr>
        <w:t xml:space="preserve"> </w:t>
      </w:r>
      <w:r w:rsidRPr="00D41583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(12)</w:t>
      </w:r>
      <w:r>
        <w:rPr>
          <w:rtl/>
        </w:rPr>
        <w:t>.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(1) عنه في البحار : 6</w:t>
      </w:r>
      <w:r>
        <w:rPr>
          <w:rtl/>
        </w:rPr>
        <w:t>7 / 66 ح 18.</w:t>
      </w:r>
    </w:p>
    <w:p w:rsidR="00FC522A" w:rsidRPr="001174C5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1174C5">
        <w:rPr>
          <w:rtl/>
        </w:rPr>
        <w:t xml:space="preserve"> عنه في البحار : 6</w:t>
      </w:r>
      <w:r>
        <w:rPr>
          <w:rtl/>
        </w:rPr>
        <w:t>1 / 1</w:t>
      </w:r>
      <w:r w:rsidRPr="001174C5">
        <w:rPr>
          <w:rtl/>
        </w:rPr>
        <w:t>91 ح 59 وفيه الثلث بدل الثلاث ، وأخرجه في ج 6</w:t>
      </w:r>
      <w:r>
        <w:rPr>
          <w:rtl/>
        </w:rPr>
        <w:t>1 / 1</w:t>
      </w:r>
      <w:r w:rsidRPr="001174C5">
        <w:rPr>
          <w:rtl/>
        </w:rPr>
        <w:t xml:space="preserve">77 ح 40 عن الكافي : </w:t>
      </w:r>
      <w:r>
        <w:rPr>
          <w:rtl/>
        </w:rPr>
        <w:t>8 / 9</w:t>
      </w:r>
      <w:r w:rsidRPr="001174C5">
        <w:rPr>
          <w:rtl/>
        </w:rPr>
        <w:t>0 ح 58 بإسناده عن هشام بن سالم ، وفيه رأي المؤمن ورؤياه وذ</w:t>
      </w:r>
      <w:r>
        <w:rPr>
          <w:rtl/>
        </w:rPr>
        <w:t>كر نحوه ( سقط هذا الحديث من ب )</w:t>
      </w:r>
      <w:r>
        <w:rPr>
          <w:rFonts w:hint="cs"/>
          <w:rtl/>
        </w:rPr>
        <w:t>.</w:t>
      </w:r>
    </w:p>
    <w:p w:rsidR="00FC522A" w:rsidRPr="001174C5" w:rsidRDefault="00FC522A" w:rsidP="00D41583">
      <w:pPr>
        <w:pStyle w:val="libFootnote0"/>
        <w:rPr>
          <w:rtl/>
        </w:rPr>
      </w:pPr>
      <w:r>
        <w:rPr>
          <w:rtl/>
        </w:rPr>
        <w:t>(3 و 4) سقط من النسخة ـ ب ـ.</w:t>
      </w:r>
    </w:p>
    <w:p w:rsidR="00FC522A" w:rsidRPr="001174C5" w:rsidRDefault="00FC522A" w:rsidP="00D41583">
      <w:pPr>
        <w:pStyle w:val="libFootnote0"/>
        <w:rPr>
          <w:rtl/>
        </w:rPr>
      </w:pPr>
      <w:r>
        <w:rPr>
          <w:rtl/>
        </w:rPr>
        <w:t>(5) عنه في اعلام الدين : ص 229.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(6) هكذا في ـ أ ـ وما بين</w:t>
      </w:r>
      <w:r>
        <w:rPr>
          <w:rtl/>
        </w:rPr>
        <w:t xml:space="preserve"> المعقوفين ليس في النسخة ـ ب ـ.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(7) أخرج في الوسائل : </w:t>
      </w:r>
      <w:r>
        <w:rPr>
          <w:rtl/>
        </w:rPr>
        <w:t>4 / 1</w:t>
      </w:r>
      <w:r w:rsidRPr="001174C5">
        <w:rPr>
          <w:rtl/>
        </w:rPr>
        <w:t>113 ح 7 عن</w:t>
      </w:r>
      <w:r>
        <w:rPr>
          <w:rtl/>
        </w:rPr>
        <w:t xml:space="preserve"> عدّة </w:t>
      </w:r>
      <w:r w:rsidRPr="001174C5">
        <w:rPr>
          <w:rtl/>
        </w:rPr>
        <w:t xml:space="preserve">الداعي : ص 25 عن جابر عن النبي </w:t>
      </w:r>
      <w:r w:rsidR="00FB2D93" w:rsidRPr="00FB2D93">
        <w:rPr>
          <w:rStyle w:val="libAlaemChar"/>
          <w:rtl/>
        </w:rPr>
        <w:t>صلى‌الله‌عليه‌وآله‌وسلم</w:t>
      </w:r>
      <w:r w:rsidRPr="001174C5">
        <w:rPr>
          <w:rtl/>
        </w:rPr>
        <w:t xml:space="preserve"> نحوه.</w:t>
      </w:r>
    </w:p>
    <w:p w:rsidR="00FC522A" w:rsidRPr="001174C5" w:rsidRDefault="00FC522A" w:rsidP="00D41583">
      <w:pPr>
        <w:pStyle w:val="libFootnote0"/>
        <w:rPr>
          <w:rtl/>
        </w:rPr>
      </w:pPr>
      <w:r>
        <w:rPr>
          <w:rtl/>
        </w:rPr>
        <w:t>(8) في النسخة ـ أ ـ ( تنجس ).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(9) عنه في المستدرك : </w:t>
      </w:r>
      <w:r>
        <w:rPr>
          <w:rtl/>
        </w:rPr>
        <w:t>1 / 1</w:t>
      </w:r>
      <w:r w:rsidRPr="001174C5">
        <w:rPr>
          <w:rtl/>
        </w:rPr>
        <w:t xml:space="preserve">68 ح 1 وأخرج نحوه في البحار : </w:t>
      </w:r>
      <w:r>
        <w:rPr>
          <w:rtl/>
        </w:rPr>
        <w:t>5 / 2</w:t>
      </w:r>
      <w:r w:rsidRPr="001174C5">
        <w:rPr>
          <w:rtl/>
        </w:rPr>
        <w:t xml:space="preserve">25 ح 1 عن المحاسن </w:t>
      </w:r>
      <w:r>
        <w:rPr>
          <w:rtl/>
        </w:rPr>
        <w:t>1 / 1</w:t>
      </w:r>
      <w:r w:rsidRPr="001174C5">
        <w:rPr>
          <w:rtl/>
        </w:rPr>
        <w:t>33 ح 7 وفى البحار : 6</w:t>
      </w:r>
      <w:r>
        <w:rPr>
          <w:rtl/>
        </w:rPr>
        <w:t>7 / 9</w:t>
      </w:r>
      <w:r w:rsidRPr="001174C5">
        <w:rPr>
          <w:rtl/>
        </w:rPr>
        <w:t xml:space="preserve">3 ح 12 عن الكافي : </w:t>
      </w:r>
      <w:r>
        <w:rPr>
          <w:rtl/>
        </w:rPr>
        <w:t>2 / 3 ح 3 مسنداً.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(10) عنه في اعلام الدي</w:t>
      </w:r>
      <w:r>
        <w:rPr>
          <w:rtl/>
        </w:rPr>
        <w:t>ن : ص 270 وفيه : ان موت المؤمن.</w:t>
      </w:r>
    </w:p>
    <w:p w:rsidR="00FC522A" w:rsidRPr="001174C5" w:rsidRDefault="00FC522A" w:rsidP="00D41583">
      <w:pPr>
        <w:pStyle w:val="libFootnote0"/>
        <w:rPr>
          <w:rtl/>
        </w:rPr>
      </w:pPr>
      <w:r>
        <w:rPr>
          <w:rtl/>
        </w:rPr>
        <w:t>(11) الروم : 44.</w:t>
      </w:r>
    </w:p>
    <w:p w:rsidR="00FC522A" w:rsidRPr="005C0285" w:rsidRDefault="00FC522A" w:rsidP="00D41583">
      <w:pPr>
        <w:pStyle w:val="libFootnote0"/>
        <w:rPr>
          <w:rtl/>
        </w:rPr>
      </w:pPr>
      <w:r w:rsidRPr="001174C5">
        <w:rPr>
          <w:rtl/>
        </w:rPr>
        <w:t>(12) عنه في البحار : 6</w:t>
      </w:r>
      <w:r>
        <w:rPr>
          <w:rtl/>
        </w:rPr>
        <w:t>7 / 66 ح 20.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77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الله يذود المؤمن عمّا يكره كما يذود الرجل البعير الغريب ، ليس من إبله ( أهله ـ البحار )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78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المؤمنين إذا التقيا فتصافحا [ أدخل الله يده فصافح ]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أشدهما حبّاً لصاحبه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79 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كما لا ينفع مع الشرك شيء ، فلا يضر مع الايمان شيء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80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يقول الله عزّ وجلّ : ما تردّدت في شيء أنا فاعله كترددي على [ قبض روح عبدي ]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المؤمن لأنني أحبّ لقاءه وهو يكره الموت ، فأزويه عنه ، ولو لم يكن في الأرض إلا مؤمن واحد لاكتفيت به عن جميع خلقي ، وجعلت له من إيمانه ا</w:t>
      </w:r>
      <w:r>
        <w:rPr>
          <w:rFonts w:hint="cs"/>
          <w:rtl/>
        </w:rPr>
        <w:t>ُ</w:t>
      </w:r>
      <w:r>
        <w:rPr>
          <w:rtl/>
        </w:rPr>
        <w:t>نسا</w:t>
      </w:r>
      <w:r>
        <w:rPr>
          <w:rFonts w:hint="cs"/>
          <w:rtl/>
        </w:rPr>
        <w:t>ً</w:t>
      </w:r>
      <w:r>
        <w:rPr>
          <w:rtl/>
        </w:rPr>
        <w:t xml:space="preserve"> لا يحتاج فيه إلى أحد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81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ما من مؤمن يموت في غربة [ من ]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الأرض فيغيب عنه بواكيه إلا بكته بقاع الأرض التي كان يعبد الله عليها وبكته أثوابه ، وبكته أبواب السماء التي كان يصعد بها عمله ، وبكاه الملكان الموكلان به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82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أحدهما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قال : إن ذنوب المؤمن مغفورة ، فيعمل المؤمن لما يستأنف ، إمّا إنها ليست إلا لأهل الايمان </w:t>
      </w:r>
      <w:r w:rsidRPr="00D41583">
        <w:rPr>
          <w:rStyle w:val="libFootnotenumChar"/>
          <w:rFonts w:hint="cs"/>
          <w:rtl/>
        </w:rPr>
        <w:t>(9)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83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إسحاق بن عمّار قال : سمعته </w:t>
      </w:r>
      <w:r w:rsidRPr="00D41583">
        <w:rPr>
          <w:rStyle w:val="libFootnotenumChar"/>
          <w:rFonts w:hint="cs"/>
          <w:rtl/>
        </w:rPr>
        <w:t>(</w:t>
      </w:r>
      <w:r w:rsidRPr="00D41583">
        <w:rPr>
          <w:rStyle w:val="libFootnotenumChar"/>
          <w:rtl/>
        </w:rPr>
        <w:t>10</w:t>
      </w:r>
      <w:r w:rsidRPr="00D41583">
        <w:rPr>
          <w:rStyle w:val="libFootnotenumChar"/>
          <w:rFonts w:hint="cs"/>
          <w:rtl/>
        </w:rPr>
        <w:t>)</w:t>
      </w:r>
      <w:r>
        <w:rPr>
          <w:rtl/>
        </w:rPr>
        <w:t xml:space="preserve"> يقول : إن الله عزّ وجلّ خلق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(1) عنه في البحار : 6</w:t>
      </w:r>
      <w:r>
        <w:rPr>
          <w:rtl/>
        </w:rPr>
        <w:t>7 / 6</w:t>
      </w:r>
      <w:r w:rsidRPr="001174C5">
        <w:rPr>
          <w:rtl/>
        </w:rPr>
        <w:t>6 ح 21 متحد مع</w:t>
      </w:r>
      <w:r>
        <w:rPr>
          <w:rtl/>
        </w:rPr>
        <w:t xml:space="preserve"> ح 25 وله تخريجات ذكرناها هناك.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</w:t>
      </w:r>
      <w:r>
        <w:rPr>
          <w:rtl/>
        </w:rPr>
        <w:t>2 و 5 و 7) ليس في النسخة ـ ب ـ.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(3) عنه في المستدرك : </w:t>
      </w:r>
      <w:r>
        <w:rPr>
          <w:rtl/>
        </w:rPr>
        <w:t>2 / 9</w:t>
      </w:r>
      <w:r w:rsidRPr="001174C5">
        <w:rPr>
          <w:rtl/>
        </w:rPr>
        <w:t xml:space="preserve">6 ح 14 ، وأخرجه في الوسائل : </w:t>
      </w:r>
      <w:r>
        <w:rPr>
          <w:rtl/>
        </w:rPr>
        <w:t>8 / 5</w:t>
      </w:r>
      <w:r w:rsidRPr="001174C5">
        <w:rPr>
          <w:rtl/>
        </w:rPr>
        <w:t>54 ح 6 والبحار : 7</w:t>
      </w:r>
      <w:r>
        <w:rPr>
          <w:rtl/>
        </w:rPr>
        <w:t>6 / 2</w:t>
      </w:r>
      <w:r w:rsidRPr="001174C5">
        <w:rPr>
          <w:rtl/>
        </w:rPr>
        <w:t xml:space="preserve">4 ح 12 عن الكافي : </w:t>
      </w:r>
      <w:r>
        <w:rPr>
          <w:rtl/>
        </w:rPr>
        <w:t>2 / 1</w:t>
      </w:r>
      <w:r w:rsidRPr="001174C5">
        <w:rPr>
          <w:rtl/>
        </w:rPr>
        <w:t>79 ح 2 بإسناده عن أبي خالد القماط ، وفيه :</w:t>
      </w:r>
      <w:r>
        <w:rPr>
          <w:rtl/>
        </w:rPr>
        <w:t xml:space="preserve"> ( أدخل الله يده بين أيديهما ).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(4) عنه في البحار : 6</w:t>
      </w:r>
      <w:r>
        <w:rPr>
          <w:rtl/>
        </w:rPr>
        <w:t>7 / 66 ح 22.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(6) عنه في البحار : 6</w:t>
      </w:r>
      <w:r>
        <w:rPr>
          <w:rtl/>
        </w:rPr>
        <w:t>7 / 6</w:t>
      </w:r>
      <w:r w:rsidRPr="001174C5">
        <w:rPr>
          <w:rtl/>
        </w:rPr>
        <w:t xml:space="preserve">6 ح 23 وأخرجه في البحار : </w:t>
      </w:r>
      <w:r>
        <w:rPr>
          <w:rtl/>
        </w:rPr>
        <w:t>6 / 1</w:t>
      </w:r>
      <w:r w:rsidRPr="001174C5">
        <w:rPr>
          <w:rtl/>
        </w:rPr>
        <w:t xml:space="preserve">60 ح 34 عن المحاسن : </w:t>
      </w:r>
      <w:r>
        <w:rPr>
          <w:rtl/>
        </w:rPr>
        <w:t>1 / 1</w:t>
      </w:r>
      <w:r w:rsidRPr="001174C5">
        <w:rPr>
          <w:rtl/>
        </w:rPr>
        <w:t xml:space="preserve">59 ح 99 بإسناده عن أبي حمزة الثمالي عن أبي عبد الله </w:t>
      </w:r>
      <w:r w:rsidR="00FB2D93" w:rsidRPr="00FB2D93">
        <w:rPr>
          <w:rStyle w:val="libAlaemChar"/>
          <w:rtl/>
        </w:rPr>
        <w:t>عليه‌السلام</w:t>
      </w:r>
      <w:r w:rsidRPr="001174C5">
        <w:rPr>
          <w:rtl/>
        </w:rPr>
        <w:t xml:space="preserve"> ، وذيله في البحار : 6</w:t>
      </w:r>
      <w:r>
        <w:rPr>
          <w:rtl/>
        </w:rPr>
        <w:t>7 / 1</w:t>
      </w:r>
      <w:r w:rsidRPr="001174C5">
        <w:rPr>
          <w:rtl/>
        </w:rPr>
        <w:t xml:space="preserve">54 ح 13 عن الكافي : </w:t>
      </w:r>
      <w:r>
        <w:rPr>
          <w:rtl/>
        </w:rPr>
        <w:t>2 / 2</w:t>
      </w:r>
      <w:r w:rsidRPr="001174C5">
        <w:rPr>
          <w:rtl/>
        </w:rPr>
        <w:t xml:space="preserve">45 ح 2 بإسناده عن معلى بن خنيس عن أبي عبد الله عن رسول الله </w:t>
      </w:r>
      <w:r w:rsidR="00FB2D93" w:rsidRPr="00FB2D9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مثله.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(8) عنه في البحار : 6</w:t>
      </w:r>
      <w:r>
        <w:rPr>
          <w:rtl/>
        </w:rPr>
        <w:t>7 / 6</w:t>
      </w:r>
      <w:r w:rsidRPr="001174C5">
        <w:rPr>
          <w:rtl/>
        </w:rPr>
        <w:t xml:space="preserve">6 ح 24 ، وأخرجه في الوسائل : </w:t>
      </w:r>
      <w:r>
        <w:rPr>
          <w:rtl/>
        </w:rPr>
        <w:t>8 / 2</w:t>
      </w:r>
      <w:r w:rsidRPr="001174C5">
        <w:rPr>
          <w:rtl/>
        </w:rPr>
        <w:t xml:space="preserve">50 ح 3 عن المحاسن : </w:t>
      </w:r>
      <w:r>
        <w:rPr>
          <w:rtl/>
        </w:rPr>
        <w:t>2 / 3</w:t>
      </w:r>
      <w:r w:rsidRPr="001174C5">
        <w:rPr>
          <w:rtl/>
        </w:rPr>
        <w:t xml:space="preserve">70 ح 124 والفقيه : </w:t>
      </w:r>
      <w:r>
        <w:rPr>
          <w:rtl/>
        </w:rPr>
        <w:t>2 / 2</w:t>
      </w:r>
      <w:r w:rsidRPr="001174C5">
        <w:rPr>
          <w:rtl/>
        </w:rPr>
        <w:t>99 ح 2510 وثواب</w:t>
      </w:r>
      <w:r>
        <w:rPr>
          <w:rtl/>
        </w:rPr>
        <w:t xml:space="preserve"> الأعمال </w:t>
      </w:r>
      <w:r w:rsidRPr="001174C5">
        <w:rPr>
          <w:rtl/>
        </w:rPr>
        <w:t>: ص 202 بأسانيدهم عن أبي</w:t>
      </w:r>
      <w:r>
        <w:rPr>
          <w:rtl/>
        </w:rPr>
        <w:t xml:space="preserve"> محمّد </w:t>
      </w:r>
      <w:r w:rsidRPr="001174C5">
        <w:rPr>
          <w:rtl/>
        </w:rPr>
        <w:t>الوابشي</w:t>
      </w:r>
      <w:r>
        <w:rPr>
          <w:rtl/>
        </w:rPr>
        <w:t xml:space="preserve"> باختلاف يسير.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(9) عنه في البحار : 6</w:t>
      </w:r>
      <w:r>
        <w:rPr>
          <w:rtl/>
        </w:rPr>
        <w:t>7 / 67 ح 25.</w:t>
      </w:r>
    </w:p>
    <w:p w:rsidR="00FC522A" w:rsidRPr="00E7271F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(10) يعني : أبا عبد الله </w:t>
      </w:r>
      <w:r>
        <w:rPr>
          <w:rtl/>
        </w:rPr>
        <w:t>(ع)</w:t>
      </w:r>
      <w:r w:rsidRPr="001174C5">
        <w:rPr>
          <w:rtl/>
        </w:rPr>
        <w:t xml:space="preserve"> كما في الكافي.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خلقا</w:t>
      </w:r>
      <w:r>
        <w:rPr>
          <w:rFonts w:hint="cs"/>
          <w:rtl/>
        </w:rPr>
        <w:t>ً</w:t>
      </w:r>
      <w:r>
        <w:rPr>
          <w:rtl/>
        </w:rPr>
        <w:t xml:space="preserve"> ضن</w:t>
      </w:r>
      <w:r>
        <w:rPr>
          <w:rFonts w:hint="cs"/>
          <w:rtl/>
        </w:rPr>
        <w:t>ّ</w:t>
      </w:r>
      <w:r>
        <w:rPr>
          <w:rtl/>
        </w:rPr>
        <w:t xml:space="preserve"> بهم عن البلاء ، خلقهم في عافية ، وأحياهم في عافية ، وأماتهم في عافية ، وأدخلهم الجنّة في عافية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(1) رواه في الكافي : </w:t>
      </w:r>
      <w:r>
        <w:rPr>
          <w:rtl/>
        </w:rPr>
        <w:t>2 / 4</w:t>
      </w:r>
      <w:r w:rsidRPr="001174C5">
        <w:rPr>
          <w:rtl/>
        </w:rPr>
        <w:t>62 ح 2 بإسناده عن إسحاق بن</w:t>
      </w:r>
      <w:r>
        <w:rPr>
          <w:rtl/>
        </w:rPr>
        <w:t xml:space="preserve"> عمّار مثله.</w:t>
      </w:r>
    </w:p>
    <w:p w:rsidR="00FC522A" w:rsidRDefault="00FC522A" w:rsidP="00FC522A">
      <w:pPr>
        <w:pStyle w:val="Heading1Center"/>
        <w:rPr>
          <w:rtl/>
        </w:rPr>
      </w:pPr>
      <w:bookmarkStart w:id="16" w:name="_Toc255686409"/>
      <w:bookmarkStart w:id="17" w:name="_Toc256353233"/>
      <w:bookmarkStart w:id="18" w:name="_Toc256353432"/>
      <w:bookmarkStart w:id="19" w:name="_Toc256353572"/>
      <w:bookmarkStart w:id="20" w:name="_Toc256353788"/>
      <w:bookmarkStart w:id="21" w:name="_Toc256354043"/>
      <w:bookmarkStart w:id="22" w:name="_Toc267136149"/>
      <w:r>
        <w:rPr>
          <w:rtl/>
        </w:rPr>
        <w:br w:type="page"/>
      </w:r>
      <w:bookmarkStart w:id="23" w:name="_Toc412377571"/>
      <w:r>
        <w:rPr>
          <w:rtl/>
        </w:rPr>
        <w:lastRenderedPageBreak/>
        <w:t>3 ـ باب ما جعل الله بين المؤمنين من الاخاء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84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المؤمنون إخوة بنو أب وام ، فإذا ضرب على رجل منهم عرق سهر الآخرون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85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أحدهما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أنّه قال : المؤمن [ أخو المؤمن ]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كالجسد الواحد ، إذا سقط منه شيء تداعى سائر الجسد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86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المؤمن أخو المؤمن كالجسد الواحد ، إذا اشتكى شيئاً منه وجد [ ألم ]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ذلك في سائر جسده لأنّ أرواحهم من روح الله تعالى ، وإن</w:t>
      </w:r>
      <w:r>
        <w:rPr>
          <w:rFonts w:hint="cs"/>
          <w:rtl/>
        </w:rPr>
        <w:t>ّ</w:t>
      </w:r>
      <w:r>
        <w:rPr>
          <w:rtl/>
        </w:rPr>
        <w:t xml:space="preserve"> روح المؤمن ل</w:t>
      </w:r>
      <w:r>
        <w:rPr>
          <w:rFonts w:hint="cs"/>
          <w:rtl/>
        </w:rPr>
        <w:t>أ</w:t>
      </w:r>
      <w:r>
        <w:rPr>
          <w:rtl/>
        </w:rPr>
        <w:t>شد</w:t>
      </w:r>
      <w:r>
        <w:rPr>
          <w:rFonts w:hint="cs"/>
          <w:rtl/>
        </w:rPr>
        <w:t>ّ</w:t>
      </w:r>
      <w:r>
        <w:rPr>
          <w:rtl/>
        </w:rPr>
        <w:t xml:space="preserve"> ات</w:t>
      </w:r>
      <w:r>
        <w:rPr>
          <w:rFonts w:hint="cs"/>
          <w:rtl/>
        </w:rPr>
        <w:t>ّ</w:t>
      </w:r>
      <w:r>
        <w:rPr>
          <w:rtl/>
        </w:rPr>
        <w:t>صالا</w:t>
      </w:r>
      <w:r>
        <w:rPr>
          <w:rFonts w:hint="cs"/>
          <w:rtl/>
        </w:rPr>
        <w:t>ً</w:t>
      </w:r>
      <w:r>
        <w:rPr>
          <w:rtl/>
        </w:rPr>
        <w:t xml:space="preserve"> بروح الله من ات</w:t>
      </w:r>
      <w:r>
        <w:rPr>
          <w:rFonts w:hint="cs"/>
          <w:rtl/>
        </w:rPr>
        <w:t>ّ</w:t>
      </w:r>
      <w:r>
        <w:rPr>
          <w:rtl/>
        </w:rPr>
        <w:t xml:space="preserve">صال [ شعاع ]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الشمس بها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87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</w:t>
      </w:r>
      <w:r>
        <w:rPr>
          <w:rtl/>
        </w:rPr>
        <w:t xml:space="preserve">عن جابر 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، قال : تنفست بين يديه ، ثم قلت : يا ابن رسول الله هم يصيبني من غير مصيبة تصيبني ، أو أمر ينزل بي ، حتّى تعرف ذلك أهلي في وجهي ، ويعرفه صديقي ، فقال : نعم ، يا جابر ، قلت : ما ذلك يا ابن رسول الله ؟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(1) عنه في البحار : 7</w:t>
      </w:r>
      <w:r>
        <w:rPr>
          <w:rtl/>
        </w:rPr>
        <w:t>4 / 2</w:t>
      </w:r>
      <w:r w:rsidRPr="001174C5">
        <w:rPr>
          <w:rtl/>
        </w:rPr>
        <w:t xml:space="preserve">64 ح 4 وعن الكافي : </w:t>
      </w:r>
      <w:r>
        <w:rPr>
          <w:rtl/>
        </w:rPr>
        <w:t>2 / 1</w:t>
      </w:r>
      <w:r w:rsidRPr="001174C5">
        <w:rPr>
          <w:rtl/>
        </w:rPr>
        <w:t>65 ح 1 بإسناده</w:t>
      </w:r>
      <w:r>
        <w:rPr>
          <w:rtl/>
        </w:rPr>
        <w:t xml:space="preserve"> عن المفضّل بن عمر.</w:t>
      </w:r>
    </w:p>
    <w:p w:rsidR="00FC522A" w:rsidRPr="001174C5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1174C5">
        <w:rPr>
          <w:rtl/>
        </w:rPr>
        <w:t xml:space="preserve"> ليس في</w:t>
      </w:r>
      <w:r>
        <w:rPr>
          <w:rtl/>
        </w:rPr>
        <w:t xml:space="preserve"> الأصل ، وأثبتناه من البحار.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(3) عنه في البحار : 7</w:t>
      </w:r>
      <w:r>
        <w:rPr>
          <w:rtl/>
        </w:rPr>
        <w:t>4 / 2</w:t>
      </w:r>
      <w:r w:rsidRPr="001174C5">
        <w:rPr>
          <w:rtl/>
        </w:rPr>
        <w:t xml:space="preserve">73 ح 15 ، وقد </w:t>
      </w:r>
      <w:r>
        <w:rPr>
          <w:rtl/>
        </w:rPr>
        <w:t>سقط هذا الحديث من النسخة ـ ب ـ.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(4) ما بين المعقوفين موجو</w:t>
      </w:r>
      <w:r>
        <w:rPr>
          <w:rtl/>
        </w:rPr>
        <w:t>د في غير هذا الكتاب من المصادر.</w:t>
      </w:r>
    </w:p>
    <w:p w:rsidR="00FC522A" w:rsidRPr="001174C5" w:rsidRDefault="00FC522A" w:rsidP="00D41583">
      <w:pPr>
        <w:pStyle w:val="libFootnote0"/>
        <w:rPr>
          <w:rtl/>
        </w:rPr>
      </w:pPr>
      <w:r>
        <w:rPr>
          <w:rtl/>
        </w:rPr>
        <w:t>(5) سقط من النسخة ـ ب ـ.</w:t>
      </w:r>
    </w:p>
    <w:p w:rsidR="00FC522A" w:rsidRPr="007F40A7" w:rsidRDefault="00FC522A" w:rsidP="00D41583">
      <w:pPr>
        <w:pStyle w:val="libFootnote0"/>
        <w:rPr>
          <w:rtl/>
        </w:rPr>
      </w:pPr>
      <w:r w:rsidRPr="001174C5">
        <w:rPr>
          <w:rtl/>
        </w:rPr>
        <w:t>(6) عنه في البحار : 7</w:t>
      </w:r>
      <w:r>
        <w:rPr>
          <w:rtl/>
        </w:rPr>
        <w:t>4 / 2</w:t>
      </w:r>
      <w:r w:rsidRPr="001174C5">
        <w:rPr>
          <w:rtl/>
        </w:rPr>
        <w:t xml:space="preserve">68 ح 8 وعن الكافي : </w:t>
      </w:r>
      <w:r>
        <w:rPr>
          <w:rtl/>
        </w:rPr>
        <w:t>2 / 1</w:t>
      </w:r>
      <w:r w:rsidRPr="001174C5">
        <w:rPr>
          <w:rtl/>
        </w:rPr>
        <w:t>66 ح 4 بإسناده عن أبي بصير مع اختلاف يسير وفيه : أرواحهما من روح واحدة بدل</w:t>
      </w:r>
      <w:r>
        <w:rPr>
          <w:rtl/>
        </w:rPr>
        <w:t xml:space="preserve"> لأنّ </w:t>
      </w:r>
      <w:r w:rsidRPr="001174C5">
        <w:rPr>
          <w:rtl/>
        </w:rPr>
        <w:t>أرواحهم من روح الله ، وفي ص 277 ح 9 عن</w:t>
      </w:r>
      <w:r>
        <w:rPr>
          <w:rtl/>
        </w:rPr>
        <w:t xml:space="preserve"> الإختصاص </w:t>
      </w:r>
      <w:r w:rsidRPr="001174C5">
        <w:rPr>
          <w:rtl/>
        </w:rPr>
        <w:t>: ص 26</w:t>
      </w:r>
      <w:r>
        <w:rPr>
          <w:rtl/>
        </w:rPr>
        <w:t xml:space="preserve"> مرسلاً </w:t>
      </w:r>
      <w:r w:rsidRPr="001174C5">
        <w:rPr>
          <w:rtl/>
        </w:rPr>
        <w:t>مثله وفي البحار : 6</w:t>
      </w:r>
      <w:r>
        <w:rPr>
          <w:rtl/>
        </w:rPr>
        <w:t>1 / 1</w:t>
      </w:r>
      <w:r w:rsidRPr="001174C5">
        <w:rPr>
          <w:rtl/>
        </w:rPr>
        <w:t>48 ح 25 عن الكافي</w:t>
      </w:r>
      <w:r>
        <w:rPr>
          <w:rtl/>
        </w:rPr>
        <w:t xml:space="preserve"> والإختصاص </w:t>
      </w:r>
      <w:r w:rsidRPr="001174C5">
        <w:rPr>
          <w:rtl/>
        </w:rPr>
        <w:t>، ورواه في مصادقة</w:t>
      </w:r>
      <w:r>
        <w:rPr>
          <w:rtl/>
        </w:rPr>
        <w:t xml:space="preserve"> الأخوان </w:t>
      </w:r>
      <w:r w:rsidRPr="001174C5">
        <w:rPr>
          <w:rtl/>
        </w:rPr>
        <w:t>: ص 30 ح 2 مثله.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: وما تصنع به ؟ قلت : أحبّ أن أعلمه ، فقال : يا جابر إن الله عزّ وجلّ خلق المؤمنين من طين الجنان ، وأجرى بهم من ريح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الجنّة روحه ، فكذلك المؤمن أخو المؤمن لأبيه وا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ه ، فإذا أصاب روحاً من تلك الأرواح في بلدة من البلدان شيء حزنت ( حزبت ـ خ ) هذه الأرواح لأنّها منها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88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المؤمن أخو المؤمن لأبيه وا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>ه لأنّ الله عزّ وجلّ خلق المؤمنين من طين الجنان ، وأجرى في صورهم من ريح الجنان ، فلذلك هم إخوة ل</w:t>
      </w:r>
      <w:r>
        <w:rPr>
          <w:rFonts w:hint="cs"/>
          <w:rtl/>
        </w:rPr>
        <w:t>أ</w:t>
      </w:r>
      <w:r>
        <w:rPr>
          <w:rtl/>
        </w:rPr>
        <w:t>ب وا</w:t>
      </w:r>
      <w:r>
        <w:rPr>
          <w:rFonts w:hint="cs"/>
          <w:rtl/>
        </w:rPr>
        <w:t>ُ</w:t>
      </w:r>
      <w:r>
        <w:rPr>
          <w:rtl/>
        </w:rPr>
        <w:t>م</w:t>
      </w:r>
      <w:r>
        <w:rPr>
          <w:rFonts w:hint="cs"/>
          <w:rtl/>
        </w:rPr>
        <w:t>ّ</w:t>
      </w:r>
      <w:r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89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الأرواح جنود مجندة تلتقي فتتشام كما تتشام الخيل ، فما تعارف منها ائتلف ، وما تناكر منها اختلف ، ولو أن مؤمناً جاء إلى مسجد فيه اناس كثير ليس فيهم إلا مؤمن واحد لمالت روحه إلى ذلك المؤمن حتّى يجلس إليه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90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لا والله لا يكون [ المؤمن ]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مؤمناً أبداً حتّى يكون لأخيه مثل الجسد إذا ضرب عليه عرق واحد تداعت له سائر عروقه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91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لكلّ شيء شيء يستريح إليه ، وإن المؤمن يستريح إلى أخيه المؤمن كما يستريح الطير إلى شكله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92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المؤمنون في تبارهم ، وتراحمهم ، وتعاطفهم كمثل الجسد إذا اشتكى تداعى له سائره بالسهر والحمى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174C5" w:rsidRDefault="00FC522A" w:rsidP="00D41583">
      <w:pPr>
        <w:pStyle w:val="libFootnote0"/>
        <w:rPr>
          <w:rtl/>
        </w:rPr>
      </w:pPr>
      <w:r>
        <w:rPr>
          <w:rtl/>
        </w:rPr>
        <w:t>(1) في النسخة ـ ب ـ ( روح ).</w:t>
      </w:r>
    </w:p>
    <w:p w:rsidR="00FC522A" w:rsidRPr="001174C5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1174C5">
        <w:rPr>
          <w:rtl/>
        </w:rPr>
        <w:t xml:space="preserve"> عنه في البحار : 7</w:t>
      </w:r>
      <w:r>
        <w:rPr>
          <w:rtl/>
        </w:rPr>
        <w:t>4 / 2</w:t>
      </w:r>
      <w:r w:rsidRPr="001174C5">
        <w:rPr>
          <w:rtl/>
        </w:rPr>
        <w:t>66 ح 6 وفي ص 265 ح 5 وج 6</w:t>
      </w:r>
      <w:r>
        <w:rPr>
          <w:rtl/>
        </w:rPr>
        <w:t>7 / 7</w:t>
      </w:r>
      <w:r w:rsidRPr="001174C5">
        <w:rPr>
          <w:rtl/>
        </w:rPr>
        <w:t xml:space="preserve">5 ح 11 عن الكافي : </w:t>
      </w:r>
      <w:r>
        <w:rPr>
          <w:rtl/>
        </w:rPr>
        <w:t>2 / 1</w:t>
      </w:r>
      <w:r w:rsidRPr="001174C5">
        <w:rPr>
          <w:rtl/>
        </w:rPr>
        <w:t>66 ح 2 و أخرجه في البحار : 6</w:t>
      </w:r>
      <w:r>
        <w:rPr>
          <w:rtl/>
        </w:rPr>
        <w:t>1 / 1</w:t>
      </w:r>
      <w:r w:rsidRPr="001174C5">
        <w:rPr>
          <w:rtl/>
        </w:rPr>
        <w:t>47 ح 23 والبحار : 7</w:t>
      </w:r>
      <w:r>
        <w:rPr>
          <w:rtl/>
        </w:rPr>
        <w:t>4 / 2</w:t>
      </w:r>
      <w:r w:rsidRPr="001174C5">
        <w:rPr>
          <w:rtl/>
        </w:rPr>
        <w:t xml:space="preserve">76 عن المحاسن : </w:t>
      </w:r>
      <w:r>
        <w:rPr>
          <w:rtl/>
        </w:rPr>
        <w:t>1 / 1</w:t>
      </w:r>
      <w:r w:rsidRPr="001174C5">
        <w:rPr>
          <w:rtl/>
        </w:rPr>
        <w:t>33 ح 10 بإسنادهما عن جابر الجعفي نحوه.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(3) أخرجه عنه وعن الكافي : </w:t>
      </w:r>
      <w:r>
        <w:rPr>
          <w:rtl/>
        </w:rPr>
        <w:t>2 / 1</w:t>
      </w:r>
      <w:r w:rsidRPr="001174C5">
        <w:rPr>
          <w:rtl/>
        </w:rPr>
        <w:t>66 ح 7 بإسناده عن أبي حمزة باختلاف يسير في البحار : 7</w:t>
      </w:r>
      <w:r>
        <w:rPr>
          <w:rtl/>
        </w:rPr>
        <w:t>4 / 2</w:t>
      </w:r>
      <w:r w:rsidRPr="001174C5">
        <w:rPr>
          <w:rtl/>
        </w:rPr>
        <w:t xml:space="preserve">71 ح 11 وفي : ص 276 ح 8 عن المحاسن : </w:t>
      </w:r>
      <w:r>
        <w:rPr>
          <w:rtl/>
        </w:rPr>
        <w:t>1 / 1</w:t>
      </w:r>
      <w:r w:rsidRPr="001174C5">
        <w:rPr>
          <w:rtl/>
        </w:rPr>
        <w:t>34 ح 12 بإ</w:t>
      </w:r>
      <w:r>
        <w:rPr>
          <w:rtl/>
        </w:rPr>
        <w:t>سناده عن أبي حمزة الثمالي نحوه.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(4) عنه في البحار : 7</w:t>
      </w:r>
      <w:r>
        <w:rPr>
          <w:rtl/>
        </w:rPr>
        <w:t>4 / 273 ح 16.</w:t>
      </w:r>
    </w:p>
    <w:p w:rsidR="00FC522A" w:rsidRPr="001174C5" w:rsidRDefault="00FC522A" w:rsidP="00D41583">
      <w:pPr>
        <w:pStyle w:val="libFootnote0"/>
        <w:rPr>
          <w:rtl/>
        </w:rPr>
      </w:pPr>
      <w:r>
        <w:rPr>
          <w:rtl/>
        </w:rPr>
        <w:t>(5) ليس في النسخة ـ ب ـ.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(6) عنه في المستدرك : </w:t>
      </w:r>
      <w:r>
        <w:rPr>
          <w:rtl/>
        </w:rPr>
        <w:t>2 / 9</w:t>
      </w:r>
      <w:r w:rsidRPr="001174C5">
        <w:rPr>
          <w:rtl/>
        </w:rPr>
        <w:t>3 ح 10 والبحار : 7</w:t>
      </w:r>
      <w:r>
        <w:rPr>
          <w:rtl/>
        </w:rPr>
        <w:t>4 / 2</w:t>
      </w:r>
      <w:r w:rsidRPr="001174C5">
        <w:rPr>
          <w:rtl/>
        </w:rPr>
        <w:t>74 ح 17 وفي ص 233 ح 30 عن خط</w:t>
      </w:r>
      <w:r>
        <w:rPr>
          <w:rtl/>
        </w:rPr>
        <w:t xml:space="preserve"> محمّد </w:t>
      </w:r>
      <w:r w:rsidRPr="001174C5">
        <w:rPr>
          <w:rtl/>
        </w:rPr>
        <w:t>ابن علي الجباعي</w:t>
      </w:r>
      <w:r>
        <w:rPr>
          <w:rtl/>
        </w:rPr>
        <w:t xml:space="preserve"> نقلاً </w:t>
      </w:r>
      <w:r w:rsidRPr="001174C5">
        <w:rPr>
          <w:rtl/>
        </w:rPr>
        <w:t>عن خط الشهيد عن كتا</w:t>
      </w:r>
      <w:r>
        <w:rPr>
          <w:rtl/>
        </w:rPr>
        <w:t>ب المؤمن وكذا : ح 91 و 92 و 93.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(7) عنه في البحار : 7</w:t>
      </w:r>
      <w:r>
        <w:rPr>
          <w:rtl/>
        </w:rPr>
        <w:t>4 / 274 ح 18.</w:t>
      </w:r>
    </w:p>
    <w:p w:rsidR="00FC522A" w:rsidRPr="007F40A7" w:rsidRDefault="00FC522A" w:rsidP="00D41583">
      <w:pPr>
        <w:pStyle w:val="libFootnote0"/>
        <w:rPr>
          <w:rtl/>
        </w:rPr>
      </w:pPr>
      <w:r w:rsidRPr="001174C5">
        <w:rPr>
          <w:rtl/>
        </w:rPr>
        <w:t>(8) عنه في البحار : 7</w:t>
      </w:r>
      <w:r>
        <w:rPr>
          <w:rtl/>
        </w:rPr>
        <w:t>4 / 274 ح 19 والمستدرك : 2 / 410</w:t>
      </w:r>
      <w:r>
        <w:rPr>
          <w:rFonts w:hint="cs"/>
          <w:rtl/>
        </w:rPr>
        <w:t>.</w:t>
      </w:r>
    </w:p>
    <w:p w:rsidR="00FC522A" w:rsidRDefault="00FC522A" w:rsidP="00FC522A">
      <w:pPr>
        <w:pStyle w:val="Heading1Center"/>
        <w:rPr>
          <w:rtl/>
        </w:rPr>
      </w:pPr>
      <w:bookmarkStart w:id="24" w:name="_Toc255686410"/>
      <w:bookmarkStart w:id="25" w:name="_Toc256353234"/>
      <w:bookmarkStart w:id="26" w:name="_Toc256353433"/>
      <w:bookmarkStart w:id="27" w:name="_Toc256353573"/>
      <w:bookmarkStart w:id="28" w:name="_Toc256353789"/>
      <w:bookmarkStart w:id="29" w:name="_Toc256354044"/>
      <w:bookmarkStart w:id="30" w:name="_Toc267136150"/>
      <w:r>
        <w:rPr>
          <w:rtl/>
        </w:rPr>
        <w:br w:type="page"/>
      </w:r>
      <w:bookmarkStart w:id="31" w:name="_Toc412377572"/>
      <w:r>
        <w:rPr>
          <w:rtl/>
        </w:rPr>
        <w:lastRenderedPageBreak/>
        <w:t>4 ـ باب حقّ المؤمن على أخيه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93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المعلّى بن خنيس قال : قلت لأبي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ما حقّ المؤمن على المؤمن ؟ قال : إنّي عليك شفيق ، إنّي أخاف أن تعلم ولا تعمل وتضيع و لا تحفظ قال : فقلت : لاحول ولا قوة إلا بالله.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قال للمؤمن على المؤمن سبعة حقوق واجبة ، وليس منها حقّ إلا وهو واجب على أخيه إن ضيع منها حقّاً خرج من ولاية الله ، وترك طاعته ، ولم يكن له فيها نصيب.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أيسر حقّ منها : أن تحب له ما تحب لنفسك ، وأن تكره له ما تكرهه لنفسك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والثاني : أن تعينه بنفسك ومالك ولسانك ويديك ورجليك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والثالث : أن تتّبع رضاه ، وتجتنب سخطه ، وتطيع أمره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والرابع : أن تكون عينه ودليله ومرآته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والخامس : أن لا تشبع ويجوع ، وتروى ويظمأ ، وتكتسي ويعرى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والسادس : أن يكون لك خادم [ وليس له خادم ]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ولك امرأة تقوم عليك وليس له امرأة تقوم عليه ، أن تبعث خادمك يغسل ثيابه ، ويصنع طعامه ويهيء فراشه.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والسابع : أن تبر قسمه ، وتجيب دعوته ، وتعود مرضته ، وتشهد جنازته ، وإن كانت له حاجة تبادر مبادرة إلى قضائها ، ولا تكلفه أن يسألكها ، فإذا فعلت ذلك ، وصلت ولايتك لولايته [ ، وولايته بولايتك.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وعن المعلّى مثله ، وقال في حديثه : فإذا جعلت ذلك وصلت ولايتك بولايته ] </w:t>
      </w:r>
      <w:r w:rsidRPr="00D41583">
        <w:rPr>
          <w:rStyle w:val="libFootnotenumChar"/>
          <w:rFonts w:hint="cs"/>
          <w:rtl/>
        </w:rPr>
        <w:t>(2)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(1) سقط من النسخة ـ ب ـ.</w:t>
      </w:r>
    </w:p>
    <w:p w:rsidR="00FC522A" w:rsidRPr="001174C5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1174C5">
        <w:rPr>
          <w:rtl/>
        </w:rPr>
        <w:t xml:space="preserve"> ما</w:t>
      </w:r>
      <w:r>
        <w:rPr>
          <w:rFonts w:hint="cs"/>
          <w:rtl/>
        </w:rPr>
        <w:t xml:space="preserve"> </w:t>
      </w:r>
      <w:r w:rsidRPr="001174C5">
        <w:rPr>
          <w:rtl/>
        </w:rPr>
        <w:t>بين</w:t>
      </w:r>
      <w:r>
        <w:rPr>
          <w:rtl/>
        </w:rPr>
        <w:t xml:space="preserve"> المعقوفين سقط من النسخة ـ أ ـ.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وولايته بولاية الله عزّ وجلّ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94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</w:t>
      </w:r>
      <w:r>
        <w:rPr>
          <w:rtl/>
        </w:rPr>
        <w:t xml:space="preserve">عن عيسى بن أبي منصور قال : كنت عند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أنا وعبد الله بن أبي يعفور وعبد الله بن طلحة ، فقال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إبتداء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يا ابن أبي يعفور ، قال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ست خصال من كن فيه كان بين يدي الله عزّ وجلّ ، وعن يمين الله عزّ وجلّ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قال ابن أبي يعفور : وما</w:t>
      </w:r>
      <w:r>
        <w:rPr>
          <w:rFonts w:hint="cs"/>
          <w:rtl/>
        </w:rPr>
        <w:t xml:space="preserve"> </w:t>
      </w:r>
      <w:r>
        <w:rPr>
          <w:rtl/>
        </w:rPr>
        <w:t>هي ؟ جعلت فداك ، قال : يحبّ المرء المسلم لأخيه ما يحبّ لاعز أهله ، ويكره المرء المسلم لأخيه ما يكره ل</w:t>
      </w:r>
      <w:r>
        <w:rPr>
          <w:rFonts w:hint="cs"/>
          <w:rtl/>
        </w:rPr>
        <w:t>أ</w:t>
      </w:r>
      <w:r>
        <w:rPr>
          <w:rtl/>
        </w:rPr>
        <w:t>عز</w:t>
      </w:r>
      <w:r>
        <w:rPr>
          <w:rFonts w:hint="cs"/>
          <w:rtl/>
        </w:rPr>
        <w:t>ّ</w:t>
      </w:r>
      <w:r>
        <w:rPr>
          <w:rtl/>
        </w:rPr>
        <w:t xml:space="preserve"> أهله ، ويناصحه الولاية ، فبكى ابن أبي يعفور وقال : كيف يناصحه الولاية ؟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قال : يا ابن أبي يعفور [ إذا كان منه بتلك المنزلة بث</w:t>
      </w:r>
      <w:r>
        <w:rPr>
          <w:rFonts w:hint="cs"/>
          <w:rtl/>
        </w:rPr>
        <w:t>ّ</w:t>
      </w:r>
      <w:r>
        <w:rPr>
          <w:rtl/>
        </w:rPr>
        <w:t>ه هم</w:t>
      </w:r>
      <w:r>
        <w:rPr>
          <w:rFonts w:hint="cs"/>
          <w:rtl/>
        </w:rPr>
        <w:t>ّ</w:t>
      </w:r>
      <w:r>
        <w:rPr>
          <w:rtl/>
        </w:rPr>
        <w:t xml:space="preserve">ه ]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يهم لهمه ، وفرح لفرحه إن هو فرح ، وحزن لحزنه إن هو حزن ، فان كان عنده ما يفرج عنه فرج عنه ، والا دعا الله له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قال : ثم قال أبو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ثلاث لكم وثلاث لنا : أن تعرفوا فضلنا ، وأن تطأوا أعقابنا ، وتنظروا عاقبتنا فمن كان هكذا كان بين يدي الله [ فيستضيء بنورهم من هو أسفل منهم ]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فأما الّذين عن يمين الله فلو أنهم يراهم من دونهم لم يهنئهم العيش ممّا يرون من فضلهم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فقال ابن أبي يعفور ، مالهم فما يرونهم وهم عن يمين الله ! قال ، يا ابن أبي يعفور إنهم محجوبون بنور الله ، إمّا بلغك حديث ، أن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كان يقول : إن المؤمنين عن يمين الله وبين يدي الله ، وجوههم أبيض من الثلج و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(1) عنه في المستدرك : </w:t>
      </w:r>
      <w:r>
        <w:rPr>
          <w:rtl/>
        </w:rPr>
        <w:t>2 / 9</w:t>
      </w:r>
      <w:r w:rsidRPr="001174C5">
        <w:rPr>
          <w:rtl/>
        </w:rPr>
        <w:t>3 ح 11 وعن</w:t>
      </w:r>
      <w:r>
        <w:rPr>
          <w:rtl/>
        </w:rPr>
        <w:t xml:space="preserve"> الإختصاص </w:t>
      </w:r>
      <w:r w:rsidRPr="001174C5">
        <w:rPr>
          <w:rtl/>
        </w:rPr>
        <w:t>: ص 23</w:t>
      </w:r>
      <w:r>
        <w:rPr>
          <w:rtl/>
        </w:rPr>
        <w:t xml:space="preserve"> مرسلاً </w:t>
      </w:r>
      <w:r w:rsidRPr="001174C5">
        <w:rPr>
          <w:rtl/>
        </w:rPr>
        <w:t xml:space="preserve">وقطعتين منه في ج </w:t>
      </w:r>
      <w:r>
        <w:rPr>
          <w:rtl/>
        </w:rPr>
        <w:t>3 / 8</w:t>
      </w:r>
      <w:r w:rsidRPr="001174C5">
        <w:rPr>
          <w:rtl/>
        </w:rPr>
        <w:t>5 ح 7 وأخرج نحوه في البحار : 7</w:t>
      </w:r>
      <w:r>
        <w:rPr>
          <w:rtl/>
        </w:rPr>
        <w:t>4 / 2</w:t>
      </w:r>
      <w:r w:rsidRPr="001174C5">
        <w:rPr>
          <w:rtl/>
        </w:rPr>
        <w:t xml:space="preserve">24 ح 12 عن الخصال : ص 350 ح 26 وأمالي ابن الشيخ : ج </w:t>
      </w:r>
      <w:r>
        <w:rPr>
          <w:rtl/>
        </w:rPr>
        <w:t>1 / 9</w:t>
      </w:r>
      <w:r w:rsidRPr="001174C5">
        <w:rPr>
          <w:rtl/>
        </w:rPr>
        <w:t>5 ح 3 بإسنادهما عن</w:t>
      </w:r>
      <w:r>
        <w:rPr>
          <w:rtl/>
        </w:rPr>
        <w:t xml:space="preserve"> المعلّى </w:t>
      </w:r>
      <w:r w:rsidRPr="001174C5">
        <w:rPr>
          <w:rtl/>
        </w:rPr>
        <w:t>بن خنيس</w:t>
      </w:r>
      <w:r>
        <w:rPr>
          <w:rtl/>
        </w:rPr>
        <w:t xml:space="preserve"> والإختصاص </w:t>
      </w:r>
      <w:r w:rsidRPr="001174C5">
        <w:rPr>
          <w:rtl/>
        </w:rPr>
        <w:t xml:space="preserve">وفي ص 238 ح 40 عن الكافي : </w:t>
      </w:r>
      <w:r>
        <w:rPr>
          <w:rtl/>
        </w:rPr>
        <w:t>2 / 169 ح 2 نحوه ،</w:t>
      </w:r>
    </w:p>
    <w:p w:rsidR="00FC522A" w:rsidRPr="00DB3CEE" w:rsidRDefault="00FC522A" w:rsidP="00D41583">
      <w:pPr>
        <w:pStyle w:val="libFootnote"/>
        <w:rPr>
          <w:rtl/>
        </w:rPr>
      </w:pPr>
      <w:r w:rsidRPr="00DB3CEE">
        <w:rPr>
          <w:rtl/>
        </w:rPr>
        <w:t xml:space="preserve">وفي الوسائل : </w:t>
      </w:r>
      <w:r>
        <w:rPr>
          <w:rtl/>
        </w:rPr>
        <w:t>8 / 5</w:t>
      </w:r>
      <w:r w:rsidRPr="00DB3CEE">
        <w:rPr>
          <w:rtl/>
        </w:rPr>
        <w:t xml:space="preserve">44 عن الخصال وأمالي ابي الشيخ والكافي ومصادقة الأخوان : ص 18 ح 4 مرسلاً وفي ص 546 ح 11 عن الكافي : </w:t>
      </w:r>
      <w:r>
        <w:rPr>
          <w:rFonts w:hint="cs"/>
          <w:rtl/>
        </w:rPr>
        <w:t>4 /</w:t>
      </w:r>
      <w:r>
        <w:rPr>
          <w:rtl/>
        </w:rPr>
        <w:t xml:space="preserve"> 1</w:t>
      </w:r>
      <w:r w:rsidRPr="00DB3CEE">
        <w:rPr>
          <w:rtl/>
        </w:rPr>
        <w:t>74 ح 14 نحوه مختصراً وأورده ابن زهرة في أربعينه ح 20 بإسناده عن المعلّى بن خنيس نحوه ، وفيه : وتلبس ويعرى ، ويمهد فراشه.</w:t>
      </w:r>
    </w:p>
    <w:p w:rsidR="00FC522A" w:rsidRPr="001174C5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1174C5">
        <w:rPr>
          <w:rtl/>
        </w:rPr>
        <w:t xml:space="preserve"> ليس في</w:t>
      </w:r>
      <w:r>
        <w:rPr>
          <w:rtl/>
        </w:rPr>
        <w:t xml:space="preserve"> الأصل ، وأثبتناه من الكافي.</w:t>
      </w:r>
    </w:p>
    <w:p w:rsidR="00FC522A" w:rsidRPr="007F40A7" w:rsidRDefault="00FC522A" w:rsidP="00D41583">
      <w:pPr>
        <w:pStyle w:val="libFootnote0"/>
        <w:rPr>
          <w:rtl/>
        </w:rPr>
      </w:pPr>
      <w:r w:rsidRPr="001174C5">
        <w:rPr>
          <w:rtl/>
        </w:rPr>
        <w:t>(3) ليس في</w:t>
      </w:r>
      <w:r>
        <w:rPr>
          <w:rtl/>
        </w:rPr>
        <w:t xml:space="preserve"> الأصل </w:t>
      </w:r>
      <w:r w:rsidRPr="001174C5">
        <w:rPr>
          <w:rtl/>
        </w:rPr>
        <w:t>وأثبتناه من الكافي.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أضوء من الشمس الضاحية ، فيسأل السائل : من هؤلاء ؟ [ فيقال : هؤلاء ]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الّذين تحابوا في جلال الله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95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والله ما عبد الله بشيء أفضل من أداء حقّ المؤمن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، فقال : إن</w:t>
      </w:r>
      <w:r>
        <w:rPr>
          <w:rFonts w:hint="cs"/>
          <w:rtl/>
        </w:rPr>
        <w:t>ّ</w:t>
      </w:r>
      <w:r>
        <w:rPr>
          <w:rtl/>
        </w:rPr>
        <w:t xml:space="preserve"> المؤمن أفضل حقّاً من الكعبة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وقال : إن</w:t>
      </w:r>
      <w:r>
        <w:rPr>
          <w:rFonts w:hint="cs"/>
          <w:rtl/>
        </w:rPr>
        <w:t>ّ</w:t>
      </w:r>
      <w:r>
        <w:rPr>
          <w:rtl/>
        </w:rPr>
        <w:t xml:space="preserve"> المؤمن أخو المؤمن عينه ودليله ، فلا يخونه ، ولا يخذله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، ومن حقّ المسلم على المسلم أن لا يشبع ويجوع أخوه ، ولا يروى ويعطش أخوه ، ولا يلبس و يعرى أخوه ، وما أعظم حقّ المسلم على أخيه المسلم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!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وقال : أحبب لأخيك المسلم ما تحب لنفسك ، وإذا احتجت فسله ، وإذا سألك فأعطه ، ولا تمله خيراً ولا يمله لك ، كن له ظهيرا فإنّه لك ظهير ، إذا غاب فاحفظه في غيبته ، وإن شهد زره وأجلله وأكرمه ، فإنّه منك وأنت منه ، وإن كان عاتباً فلا تفارقه حتّى تسل سخيمته ، وإن أصابه خير فاحمد الله عزّ وجلّ ، وإن ابتلي فأعطه ، وتحمل عنه وأعنه. </w:t>
      </w:r>
      <w:r w:rsidRPr="00D41583">
        <w:rPr>
          <w:rStyle w:val="libFootnotenumChar"/>
          <w:rFonts w:hint="cs"/>
          <w:rtl/>
        </w:rPr>
        <w:t>(7)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96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</w:t>
      </w:r>
      <w:r>
        <w:rPr>
          <w:rtl/>
        </w:rPr>
        <w:t xml:space="preserve">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المؤمن أخو المؤمن يحق عليه نصيحته ومواساته ، ومنع عدوه منه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(1) سقط من النسخة ـ</w:t>
      </w:r>
      <w:r>
        <w:rPr>
          <w:rtl/>
        </w:rPr>
        <w:t xml:space="preserve"> ب ـ.</w:t>
      </w:r>
    </w:p>
    <w:p w:rsidR="00FC522A" w:rsidRPr="001174C5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1174C5">
        <w:rPr>
          <w:rtl/>
        </w:rPr>
        <w:t xml:space="preserve"> عنه في المستدرك : </w:t>
      </w:r>
      <w:r>
        <w:rPr>
          <w:rtl/>
        </w:rPr>
        <w:t>2 / 9</w:t>
      </w:r>
      <w:r w:rsidRPr="001174C5">
        <w:rPr>
          <w:rtl/>
        </w:rPr>
        <w:t xml:space="preserve">3 ح 12 وأخرجه في الوسائل : </w:t>
      </w:r>
      <w:r>
        <w:rPr>
          <w:rtl/>
        </w:rPr>
        <w:t>8 / 5</w:t>
      </w:r>
      <w:r w:rsidRPr="001174C5">
        <w:rPr>
          <w:rtl/>
        </w:rPr>
        <w:t>42 ح 3 والبحار : 7</w:t>
      </w:r>
      <w:r>
        <w:rPr>
          <w:rtl/>
        </w:rPr>
        <w:t>4 / 2</w:t>
      </w:r>
      <w:r w:rsidRPr="001174C5">
        <w:rPr>
          <w:rtl/>
        </w:rPr>
        <w:t xml:space="preserve">51 ح 47 عن الكافي : </w:t>
      </w:r>
      <w:r>
        <w:rPr>
          <w:rtl/>
        </w:rPr>
        <w:t>2 / 1</w:t>
      </w:r>
      <w:r w:rsidRPr="001174C5">
        <w:rPr>
          <w:rtl/>
        </w:rPr>
        <w:t>72 ح 9 بإسناده عن عيسى بن أبي منصور م</w:t>
      </w:r>
      <w:r>
        <w:rPr>
          <w:rtl/>
        </w:rPr>
        <w:t>ع اختلاف يسير في المتن.</w:t>
      </w:r>
    </w:p>
    <w:p w:rsidR="00FC522A" w:rsidRPr="001174C5" w:rsidRDefault="00FC522A" w:rsidP="00D41583">
      <w:pPr>
        <w:pStyle w:val="libFootnote0"/>
        <w:rPr>
          <w:rtl/>
        </w:rPr>
      </w:pPr>
      <w:r>
        <w:rPr>
          <w:rtl/>
        </w:rPr>
        <w:t>(3) مكرر مع ح 97.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(4) أخرجه في البحار : 7</w:t>
      </w:r>
      <w:r>
        <w:rPr>
          <w:rtl/>
        </w:rPr>
        <w:t>4 / 2</w:t>
      </w:r>
      <w:r w:rsidRPr="001174C5">
        <w:rPr>
          <w:rtl/>
        </w:rPr>
        <w:t>22 عن</w:t>
      </w:r>
      <w:r>
        <w:rPr>
          <w:rtl/>
        </w:rPr>
        <w:t xml:space="preserve"> الإختصاص </w:t>
      </w:r>
      <w:r w:rsidRPr="001174C5">
        <w:rPr>
          <w:rtl/>
        </w:rPr>
        <w:t>: ص 23</w:t>
      </w:r>
      <w:r>
        <w:rPr>
          <w:rtl/>
        </w:rPr>
        <w:t xml:space="preserve"> مرسلاً.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(5) أخرجه في البحار : 7</w:t>
      </w:r>
      <w:r>
        <w:rPr>
          <w:rtl/>
        </w:rPr>
        <w:t>4 / 311 صدر ح 67 عن الإختصاص : ص 21.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(6) أخرج نحوه في البحار : 7</w:t>
      </w:r>
      <w:r>
        <w:rPr>
          <w:rtl/>
        </w:rPr>
        <w:t>4 / 2</w:t>
      </w:r>
      <w:r w:rsidRPr="001174C5">
        <w:rPr>
          <w:rtl/>
        </w:rPr>
        <w:t>21 ح 2 عن</w:t>
      </w:r>
      <w:r>
        <w:rPr>
          <w:rtl/>
        </w:rPr>
        <w:t xml:space="preserve"> الإختصاص </w:t>
      </w:r>
      <w:r w:rsidRPr="001174C5">
        <w:rPr>
          <w:rtl/>
        </w:rPr>
        <w:t>: ص 22</w:t>
      </w:r>
      <w:r>
        <w:rPr>
          <w:rtl/>
        </w:rPr>
        <w:t xml:space="preserve"> مرسلاً.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(7) في النسخة ـ أ ـ ( راغ</w:t>
      </w:r>
      <w:r>
        <w:rPr>
          <w:rtl/>
        </w:rPr>
        <w:t>بة ـ خ ).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عنه في البحار : 7</w:t>
      </w:r>
      <w:r>
        <w:rPr>
          <w:rtl/>
        </w:rPr>
        <w:t>4 / 2</w:t>
      </w:r>
      <w:r w:rsidRPr="001174C5">
        <w:rPr>
          <w:rtl/>
        </w:rPr>
        <w:t>34 عن خط الجباعي</w:t>
      </w:r>
      <w:r>
        <w:rPr>
          <w:rtl/>
        </w:rPr>
        <w:t xml:space="preserve"> نقلاً من خط الشهيد ،</w:t>
      </w:r>
    </w:p>
    <w:p w:rsidR="00FC522A" w:rsidRPr="00DB3CEE" w:rsidRDefault="00FC522A" w:rsidP="00D41583">
      <w:pPr>
        <w:pStyle w:val="libFootnote"/>
        <w:rPr>
          <w:rtl/>
        </w:rPr>
      </w:pPr>
      <w:r w:rsidRPr="00DB3CEE">
        <w:rPr>
          <w:rtl/>
        </w:rPr>
        <w:t xml:space="preserve">وفي ص 243 ح 43 والوسائل : </w:t>
      </w:r>
      <w:r>
        <w:rPr>
          <w:rtl/>
        </w:rPr>
        <w:t>8 / 5</w:t>
      </w:r>
      <w:r w:rsidRPr="00DB3CEE">
        <w:rPr>
          <w:rtl/>
        </w:rPr>
        <w:t xml:space="preserve">45 ح 8 من قوله (ع) : حقّ المسلم على المسلم ، عن الكافي : </w:t>
      </w:r>
      <w:r>
        <w:rPr>
          <w:rtl/>
        </w:rPr>
        <w:t>2 / 1</w:t>
      </w:r>
      <w:r w:rsidRPr="00DB3CEE">
        <w:rPr>
          <w:rtl/>
        </w:rPr>
        <w:t>70 ح 5 بإسناده عن إبراهيم بن عمر اليماني عنه (ع) وأخرج نحوه في ص 222 ح 5 عن أمالي الصدوق : ص 194 بإسناده عن عبد الله بن مسكان عن الباقر (ع) ، وتمامه عنه وعن</w:t>
      </w:r>
      <w:r>
        <w:rPr>
          <w:rtl/>
        </w:rPr>
        <w:t xml:space="preserve"> الإختصاص </w:t>
      </w:r>
      <w:r w:rsidRPr="00DB3CEE">
        <w:rPr>
          <w:rtl/>
        </w:rPr>
        <w:t xml:space="preserve">: ص 42 في المستدرك : </w:t>
      </w:r>
      <w:r>
        <w:rPr>
          <w:rtl/>
        </w:rPr>
        <w:t>2 / 9</w:t>
      </w:r>
      <w:r w:rsidRPr="00DB3CEE">
        <w:rPr>
          <w:rtl/>
        </w:rPr>
        <w:t>2 ح 3.</w:t>
      </w:r>
    </w:p>
    <w:p w:rsidR="00FC522A" w:rsidRPr="007F40A7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(8) عنه في المستدرك : </w:t>
      </w:r>
      <w:r>
        <w:rPr>
          <w:rtl/>
        </w:rPr>
        <w:t>2 / 9</w:t>
      </w:r>
      <w:r w:rsidRPr="001174C5">
        <w:rPr>
          <w:rtl/>
        </w:rPr>
        <w:t>2 ح 4 وصدره في ص 412 ح 3.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97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[ قال ] : ما عبد الله بشئ أفضل من أداء حقّ المؤمن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98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المسلم أخو المسلم لا يخونه ولا يخذله ، ولا يعيبه ، ولا يحرمه ، ولا يغتابه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99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من حقّ المسلم إن عطس أن يسم</w:t>
      </w:r>
      <w:r>
        <w:rPr>
          <w:rFonts w:hint="cs"/>
          <w:rtl/>
        </w:rPr>
        <w:t>ّ</w:t>
      </w:r>
      <w:r>
        <w:rPr>
          <w:rtl/>
        </w:rPr>
        <w:t>ته ، و إن أولم أتاه ، و</w:t>
      </w:r>
      <w:r>
        <w:rPr>
          <w:rFonts w:hint="cs"/>
          <w:rtl/>
        </w:rPr>
        <w:t>إ</w:t>
      </w:r>
      <w:r>
        <w:rPr>
          <w:rtl/>
        </w:rPr>
        <w:t xml:space="preserve">ن مرض عاده ، وإن مات شهد جنازته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100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</w:t>
      </w:r>
      <w:r>
        <w:rPr>
          <w:rFonts w:hint="cs"/>
          <w:rtl/>
        </w:rPr>
        <w:t>ّ</w:t>
      </w:r>
      <w:r>
        <w:rPr>
          <w:rtl/>
        </w:rPr>
        <w:t xml:space="preserve"> نفراً من المسلمين خرجوا في سفر لهم ، فأضل</w:t>
      </w:r>
      <w:r>
        <w:rPr>
          <w:rFonts w:hint="cs"/>
          <w:rtl/>
        </w:rPr>
        <w:t>ّ</w:t>
      </w:r>
      <w:r>
        <w:rPr>
          <w:rtl/>
        </w:rPr>
        <w:t>وا الطريق فأصابهم عطش شديد فتيم</w:t>
      </w:r>
      <w:r>
        <w:rPr>
          <w:rFonts w:hint="cs"/>
          <w:rtl/>
        </w:rPr>
        <w:t>ّ</w:t>
      </w:r>
      <w:r>
        <w:rPr>
          <w:rtl/>
        </w:rPr>
        <w:t xml:space="preserve">موا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ولزموا ا</w:t>
      </w:r>
      <w:r>
        <w:rPr>
          <w:rFonts w:hint="cs"/>
          <w:rtl/>
        </w:rPr>
        <w:t>ُ</w:t>
      </w:r>
      <w:r>
        <w:rPr>
          <w:rtl/>
        </w:rPr>
        <w:t xml:space="preserve">صول الشجر ، فجاءهم شيخ عليه ثياب بيض ، فقال : قوموا ، لا بأس عليكم ، هذا الماء قال : فقاموا و شربوا فأرووا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فقالوا له : من أنت رحمك الله ؟ قال : أنا من الجن الّذين بايعوا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، إنّي سمعته يقول : « المؤمن أخو المؤمن عينه ودليله » فلم تكونوا تضيعوا بحضرتي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101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سماعة قال : سألته عن قوم عندهم فضول وبإخوانهم حاجة شديدة [ وليس ] تسعهم الزكاة ، وما يسعهم أن يشبعوا ويجوع إخوانهم ، فان الزمان شديد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فقال : المسلم أخو المسلم ، لا يظلمه ، ولا يخذله ، ولا يحرمه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ويحق على المسلمين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(1) عنه في المستدرك : </w:t>
      </w:r>
      <w:r>
        <w:rPr>
          <w:rtl/>
        </w:rPr>
        <w:t>2 / 9</w:t>
      </w:r>
      <w:r w:rsidRPr="001174C5">
        <w:rPr>
          <w:rtl/>
        </w:rPr>
        <w:t xml:space="preserve">2 ح 1 وعن الغايات : ص 72 عن ابن مسلم عن أحدهما </w:t>
      </w:r>
      <w:r>
        <w:rPr>
          <w:rtl/>
        </w:rPr>
        <w:t>(ع)</w:t>
      </w:r>
      <w:r w:rsidRPr="001174C5">
        <w:rPr>
          <w:rtl/>
        </w:rPr>
        <w:t xml:space="preserve"> وفيه عند الله بدل عبد الله ، وأخرجه في الوسائل : </w:t>
      </w:r>
      <w:r>
        <w:rPr>
          <w:rtl/>
        </w:rPr>
        <w:t>8 / 5</w:t>
      </w:r>
      <w:r w:rsidRPr="001174C5">
        <w:rPr>
          <w:rtl/>
        </w:rPr>
        <w:t>42 ح 1 والبحار : 7</w:t>
      </w:r>
      <w:r>
        <w:rPr>
          <w:rtl/>
        </w:rPr>
        <w:t>4 / 2</w:t>
      </w:r>
      <w:r w:rsidRPr="001174C5">
        <w:rPr>
          <w:rtl/>
        </w:rPr>
        <w:t xml:space="preserve">43 ح 42 عن الكافي : </w:t>
      </w:r>
      <w:r>
        <w:rPr>
          <w:rtl/>
        </w:rPr>
        <w:t>2 / 1</w:t>
      </w:r>
      <w:r w:rsidRPr="001174C5">
        <w:rPr>
          <w:rtl/>
        </w:rPr>
        <w:t>70 ح 4 بإسنا</w:t>
      </w:r>
      <w:r>
        <w:rPr>
          <w:rtl/>
        </w:rPr>
        <w:t>ده عن مرازم ، مكرر مع صدر ح 95.</w:t>
      </w:r>
    </w:p>
    <w:p w:rsidR="00FC522A" w:rsidRPr="001174C5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1174C5">
        <w:rPr>
          <w:rtl/>
        </w:rPr>
        <w:t xml:space="preserve"> عنه في المستدرك : </w:t>
      </w:r>
      <w:r>
        <w:rPr>
          <w:rtl/>
        </w:rPr>
        <w:t>2 / 9</w:t>
      </w:r>
      <w:r w:rsidRPr="001174C5">
        <w:rPr>
          <w:rtl/>
        </w:rPr>
        <w:t xml:space="preserve">2 ح 5 ، متحد مع صدر ح 105 مع زيادة : لا </w:t>
      </w:r>
      <w:r>
        <w:rPr>
          <w:rtl/>
        </w:rPr>
        <w:t>يظلمه وله تخريجات سنذكرها هناك.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(3) عنه في المستدرك : </w:t>
      </w:r>
      <w:r>
        <w:rPr>
          <w:rtl/>
        </w:rPr>
        <w:t>2 / 92 ح 6 وص 72 ح 3.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(4) في الكافي : ( فتكفنوا ) ، وفي هامشه : ( تكنفوا ).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(5) في الكاف</w:t>
      </w:r>
      <w:r>
        <w:rPr>
          <w:rtl/>
        </w:rPr>
        <w:t>ي : ( ارتووا ).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(6) عنه في المستدرك : </w:t>
      </w:r>
      <w:r>
        <w:rPr>
          <w:rtl/>
        </w:rPr>
        <w:t>2 / 9</w:t>
      </w:r>
      <w:r w:rsidRPr="001174C5">
        <w:rPr>
          <w:rtl/>
        </w:rPr>
        <w:t>2 ح 7 وأخرجه في البحار : 7</w:t>
      </w:r>
      <w:r>
        <w:rPr>
          <w:rtl/>
        </w:rPr>
        <w:t>4 / 2</w:t>
      </w:r>
      <w:r w:rsidRPr="001174C5">
        <w:rPr>
          <w:rtl/>
        </w:rPr>
        <w:t>72 ح 13 وج 6</w:t>
      </w:r>
      <w:r>
        <w:rPr>
          <w:rtl/>
        </w:rPr>
        <w:t>3 / 7</w:t>
      </w:r>
      <w:r w:rsidRPr="001174C5">
        <w:rPr>
          <w:rtl/>
        </w:rPr>
        <w:t xml:space="preserve">1 ح 15 الكافي : </w:t>
      </w:r>
      <w:r>
        <w:rPr>
          <w:rtl/>
        </w:rPr>
        <w:t>2 / 1</w:t>
      </w:r>
      <w:r w:rsidRPr="001174C5">
        <w:rPr>
          <w:rtl/>
        </w:rPr>
        <w:t xml:space="preserve">67 ح 10 بإسناده عن الفضيل بن يسار عنه </w:t>
      </w:r>
      <w:r>
        <w:rPr>
          <w:rtl/>
        </w:rPr>
        <w:t>(ع) مع اختلاف يسير.</w:t>
      </w:r>
    </w:p>
    <w:p w:rsidR="00FC522A" w:rsidRPr="007F40A7" w:rsidRDefault="00FC522A" w:rsidP="00D41583">
      <w:pPr>
        <w:pStyle w:val="libFootnote0"/>
        <w:rPr>
          <w:rtl/>
        </w:rPr>
      </w:pPr>
      <w:r w:rsidRPr="001174C5">
        <w:rPr>
          <w:rtl/>
        </w:rPr>
        <w:t>(7) في الكافي : ( لا يخونه ).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الاجتهاد له ، والتواصل على العطف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، والمواساة لأهل الحاجة ، والتعطف منكم ، يكونون على أمر الله رحماء بينهم متراحمين ، مهمين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لما غاب عنكم من أمرهم ، على ما مضى عليه [ معشر ]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الانصار على عهد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102</w:t>
      </w:r>
      <w:r>
        <w:rPr>
          <w:rFonts w:hint="cs"/>
          <w:rtl/>
        </w:rPr>
        <w:t xml:space="preserve"> </w:t>
      </w:r>
      <w:r>
        <w:rPr>
          <w:rtl/>
        </w:rPr>
        <w:t xml:space="preserve">ـ وعنه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سألناه عن الرجل لا يكون عنده إلا قوت يومه ، ومنهم من عنده قوت شهر ، ومنهم من عنده قوت سنة ، أيعطف من عنده قوت يوم على من ليس عنده شيء ، ومن عنده قوت شهر على من دونه [ ومن عنده قوت سنة على من دونه ]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على نحو ذلك ، وذلك كلّه الكفاف الذي لا يلام عليه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فقال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هما أمران ، أفضلكم فيه أحرصكم على الرغبة فيه ، وال</w:t>
      </w:r>
      <w:r>
        <w:rPr>
          <w:rFonts w:hint="cs"/>
          <w:rtl/>
        </w:rPr>
        <w:t>أ</w:t>
      </w:r>
      <w:r>
        <w:rPr>
          <w:rtl/>
        </w:rPr>
        <w:t xml:space="preserve">ثرة على نفسه ، إن الله عزّ وجلّ يقول : </w:t>
      </w:r>
      <w:r w:rsidRPr="00D41583">
        <w:rPr>
          <w:rStyle w:val="libAlaemChar"/>
          <w:rFonts w:hint="cs"/>
          <w:rtl/>
        </w:rPr>
        <w:t>(</w:t>
      </w:r>
      <w:r w:rsidRPr="00972743">
        <w:rPr>
          <w:rtl/>
        </w:rPr>
        <w:t xml:space="preserve"> </w:t>
      </w:r>
      <w:r w:rsidRPr="00D41583">
        <w:rPr>
          <w:rStyle w:val="libAieChar"/>
          <w:rtl/>
        </w:rPr>
        <w:t>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ي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ؤثر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ع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لى أن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ف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س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ل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و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كان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ب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خ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ص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اص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ة</w:t>
      </w:r>
      <w:r w:rsidRPr="00D41583">
        <w:rPr>
          <w:rStyle w:val="libAieChar"/>
          <w:rFonts w:hint="cs"/>
          <w:rtl/>
        </w:rPr>
        <w:t>ٌ</w:t>
      </w:r>
      <w:r w:rsidRPr="00972743">
        <w:rPr>
          <w:rtl/>
        </w:rPr>
        <w:t xml:space="preserve"> </w:t>
      </w:r>
      <w:r w:rsidRPr="00D41583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والا لايلام عليه ،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واليد العليا خير من اليد السفلى ، ويبدأ بمن يعول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103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أيجيء [ أحدكم ] إلى أخيه فيدخل يده في كيسه فيأخذ حاجته فلا يدفعه ؟ فقلت : ما أعرف ذلك فينا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قال : فقال أبو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فلا شيء إذن ، قلت : فالهلكة إذا</w:t>
      </w:r>
      <w:r>
        <w:rPr>
          <w:rFonts w:hint="cs"/>
          <w:rtl/>
        </w:rPr>
        <w:t>ً</w:t>
      </w:r>
      <w:r>
        <w:rPr>
          <w:rtl/>
        </w:rPr>
        <w:t xml:space="preserve"> !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قال : إن</w:t>
      </w:r>
      <w:r>
        <w:rPr>
          <w:rFonts w:hint="cs"/>
          <w:rtl/>
        </w:rPr>
        <w:t>ّ</w:t>
      </w:r>
      <w:r>
        <w:rPr>
          <w:rtl/>
        </w:rPr>
        <w:t xml:space="preserve"> القوم لم يعطوا أحلامهم بعد </w:t>
      </w:r>
      <w:r w:rsidRPr="00D41583">
        <w:rPr>
          <w:rStyle w:val="libFootnotenumChar"/>
          <w:rFonts w:hint="cs"/>
          <w:rtl/>
        </w:rPr>
        <w:t>(9)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104</w:t>
      </w:r>
      <w:r>
        <w:rPr>
          <w:rFonts w:hint="cs"/>
          <w:rtl/>
        </w:rPr>
        <w:t xml:space="preserve"> </w:t>
      </w:r>
      <w:r>
        <w:rPr>
          <w:rtl/>
        </w:rPr>
        <w:t xml:space="preserve">ـ وعن أمير المؤمنين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قد فرض الله التمحّل على الأبرار في كتاب الله ، قيل : وما التمحّل ؟ قال : إذا كان وجهك آثر عن وجهه التمست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174C5" w:rsidRDefault="00FC522A" w:rsidP="00D41583">
      <w:pPr>
        <w:pStyle w:val="libFootnote0"/>
        <w:rPr>
          <w:rtl/>
        </w:rPr>
      </w:pPr>
      <w:r>
        <w:rPr>
          <w:rtl/>
        </w:rPr>
        <w:t>(1) في الكافي : ( والتعاطف ).</w:t>
      </w:r>
    </w:p>
    <w:p w:rsidR="00FC522A" w:rsidRPr="001174C5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>
        <w:rPr>
          <w:rtl/>
        </w:rPr>
        <w:t xml:space="preserve"> في الكافي : ( مغتمين ).</w:t>
      </w:r>
    </w:p>
    <w:p w:rsidR="00FC522A" w:rsidRPr="001174C5" w:rsidRDefault="00FC522A" w:rsidP="00D41583">
      <w:pPr>
        <w:pStyle w:val="libFootnote0"/>
        <w:rPr>
          <w:rtl/>
        </w:rPr>
      </w:pPr>
      <w:r>
        <w:rPr>
          <w:rtl/>
        </w:rPr>
        <w:t>(3) من الكافي.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(4) صدره في المستدرك : </w:t>
      </w:r>
      <w:r>
        <w:rPr>
          <w:rtl/>
        </w:rPr>
        <w:t>2 / 9</w:t>
      </w:r>
      <w:r w:rsidRPr="001174C5">
        <w:rPr>
          <w:rtl/>
        </w:rPr>
        <w:t>2 ح 8 وذيله في ص 95 ح 1 وأخرج ذيله في البحار : 7</w:t>
      </w:r>
      <w:r>
        <w:rPr>
          <w:rtl/>
        </w:rPr>
        <w:t>4 / 2</w:t>
      </w:r>
      <w:r w:rsidRPr="001174C5">
        <w:rPr>
          <w:rtl/>
        </w:rPr>
        <w:t xml:space="preserve">56 ح 53 والوسائل : </w:t>
      </w:r>
      <w:r>
        <w:rPr>
          <w:rtl/>
        </w:rPr>
        <w:t>8 / 5</w:t>
      </w:r>
      <w:r w:rsidRPr="001174C5">
        <w:rPr>
          <w:rtl/>
        </w:rPr>
        <w:t xml:space="preserve">42 ح 2 عن الكافي : </w:t>
      </w:r>
      <w:r>
        <w:rPr>
          <w:rtl/>
        </w:rPr>
        <w:t>2 / 1</w:t>
      </w:r>
      <w:r w:rsidRPr="001174C5">
        <w:rPr>
          <w:rtl/>
        </w:rPr>
        <w:t xml:space="preserve">74 ح 15 بإسناده عن أبي المعزا عن أبي عبد الله </w:t>
      </w:r>
      <w:r>
        <w:rPr>
          <w:rtl/>
        </w:rPr>
        <w:t>(ع) نحوه.</w:t>
      </w:r>
    </w:p>
    <w:p w:rsidR="00FC522A" w:rsidRPr="001174C5" w:rsidRDefault="00FC522A" w:rsidP="00D41583">
      <w:pPr>
        <w:pStyle w:val="libFootnote0"/>
        <w:rPr>
          <w:rtl/>
        </w:rPr>
      </w:pPr>
      <w:r>
        <w:rPr>
          <w:rtl/>
        </w:rPr>
        <w:t>(5) سقط من النسخة ـ ب ـ.</w:t>
      </w:r>
    </w:p>
    <w:p w:rsidR="00FC522A" w:rsidRPr="001174C5" w:rsidRDefault="00FC522A" w:rsidP="00D41583">
      <w:pPr>
        <w:pStyle w:val="libFootnote0"/>
        <w:rPr>
          <w:rtl/>
        </w:rPr>
      </w:pPr>
      <w:r>
        <w:rPr>
          <w:rtl/>
        </w:rPr>
        <w:t>(6) الحشر /</w:t>
      </w:r>
      <w:r>
        <w:rPr>
          <w:rFonts w:hint="cs"/>
          <w:rtl/>
        </w:rPr>
        <w:t xml:space="preserve"> </w:t>
      </w:r>
      <w:r>
        <w:rPr>
          <w:rtl/>
        </w:rPr>
        <w:t>9.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>(7) في الكافي : ( وال</w:t>
      </w:r>
      <w:r>
        <w:rPr>
          <w:rFonts w:hint="cs"/>
          <w:rtl/>
        </w:rPr>
        <w:t>أ</w:t>
      </w:r>
      <w:r w:rsidRPr="001174C5">
        <w:rPr>
          <w:rtl/>
        </w:rPr>
        <w:t>مر الآ</w:t>
      </w:r>
      <w:r>
        <w:rPr>
          <w:rtl/>
        </w:rPr>
        <w:t>خر لا يلام ).</w:t>
      </w:r>
    </w:p>
    <w:p w:rsidR="00FC522A" w:rsidRPr="001174C5" w:rsidRDefault="00FC522A" w:rsidP="00D41583">
      <w:pPr>
        <w:pStyle w:val="libFootnote0"/>
        <w:rPr>
          <w:rtl/>
        </w:rPr>
      </w:pPr>
      <w:r w:rsidRPr="001174C5">
        <w:rPr>
          <w:rtl/>
        </w:rPr>
        <w:t xml:space="preserve">(8) عنه في المستدرك : </w:t>
      </w:r>
      <w:r>
        <w:rPr>
          <w:rtl/>
        </w:rPr>
        <w:t>1 / 5</w:t>
      </w:r>
      <w:r w:rsidRPr="001174C5">
        <w:rPr>
          <w:rtl/>
        </w:rPr>
        <w:t xml:space="preserve">39 ح 1 عن سماعة عن أبي جعفر </w:t>
      </w:r>
      <w:r>
        <w:rPr>
          <w:rtl/>
        </w:rPr>
        <w:t>(ع)</w:t>
      </w:r>
      <w:r w:rsidRPr="001174C5">
        <w:rPr>
          <w:rtl/>
        </w:rPr>
        <w:t xml:space="preserve"> وأخرج نحوه عن الكافي : </w:t>
      </w:r>
      <w:r>
        <w:rPr>
          <w:rtl/>
        </w:rPr>
        <w:t>4 / 1</w:t>
      </w:r>
      <w:r w:rsidRPr="001174C5">
        <w:rPr>
          <w:rtl/>
        </w:rPr>
        <w:t xml:space="preserve">8 ح 1 ، في الوسائل : </w:t>
      </w:r>
      <w:r>
        <w:rPr>
          <w:rtl/>
        </w:rPr>
        <w:t>6 / 3</w:t>
      </w:r>
      <w:r w:rsidRPr="001174C5">
        <w:rPr>
          <w:rtl/>
        </w:rPr>
        <w:t xml:space="preserve">01 ح 5 بإسناده عن سماعة عن أبي عبد الله </w:t>
      </w:r>
      <w:r>
        <w:rPr>
          <w:rtl/>
        </w:rPr>
        <w:t>(ع).</w:t>
      </w:r>
    </w:p>
    <w:p w:rsidR="00FC522A" w:rsidRPr="007F40A7" w:rsidRDefault="00FC522A" w:rsidP="00FC522A">
      <w:pPr>
        <w:rPr>
          <w:rtl/>
        </w:rPr>
      </w:pPr>
      <w:r w:rsidRPr="001174C5">
        <w:rPr>
          <w:rtl/>
        </w:rPr>
        <w:t xml:space="preserve">(9) عنه في المستدرك : </w:t>
      </w:r>
      <w:r>
        <w:rPr>
          <w:rtl/>
        </w:rPr>
        <w:t>1 / 5</w:t>
      </w:r>
      <w:r w:rsidRPr="001174C5">
        <w:rPr>
          <w:rtl/>
        </w:rPr>
        <w:t xml:space="preserve">39 ح 5 ، وأخرجه في الوسائل : </w:t>
      </w:r>
      <w:r>
        <w:rPr>
          <w:rtl/>
        </w:rPr>
        <w:t>6 / 2</w:t>
      </w:r>
      <w:r w:rsidRPr="001174C5">
        <w:rPr>
          <w:rtl/>
        </w:rPr>
        <w:t xml:space="preserve">99 ح 5 وج </w:t>
      </w:r>
      <w:r>
        <w:rPr>
          <w:rtl/>
        </w:rPr>
        <w:t>3 / 4</w:t>
      </w:r>
      <w:r w:rsidRPr="001174C5">
        <w:rPr>
          <w:rtl/>
        </w:rPr>
        <w:t>24 ح 2 و البحار : 7</w:t>
      </w:r>
      <w:r>
        <w:rPr>
          <w:rtl/>
        </w:rPr>
        <w:t>4 /</w:t>
      </w:r>
      <w:r w:rsidRPr="00D41583">
        <w:rPr>
          <w:rStyle w:val="libFootnote0Char"/>
          <w:rtl/>
        </w:rPr>
        <w:t xml:space="preserve"> 254 ح 51 عن الكافي : 2 / 173 ح 13 بإسناده عن سعيد بن الحسن نحوه.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له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وقال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في قول الله عزّ وجلّ : </w:t>
      </w:r>
      <w:r w:rsidRPr="00D41583">
        <w:rPr>
          <w:rStyle w:val="libAlaemChar"/>
          <w:rFonts w:hint="cs"/>
          <w:rtl/>
        </w:rPr>
        <w:t>(</w:t>
      </w:r>
      <w:r w:rsidRPr="00972743">
        <w:rPr>
          <w:rtl/>
        </w:rPr>
        <w:t xml:space="preserve"> </w:t>
      </w:r>
      <w:r w:rsidRPr="00D41583">
        <w:rPr>
          <w:rStyle w:val="libAieChar"/>
          <w:rtl/>
        </w:rPr>
        <w:t>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ي</w:t>
      </w:r>
      <w:r w:rsidRPr="00D41583">
        <w:rPr>
          <w:rStyle w:val="libAieChar"/>
          <w:rFonts w:hint="cs"/>
          <w:rtl/>
        </w:rPr>
        <w:t>ُؤ</w:t>
      </w:r>
      <w:r w:rsidRPr="00D41583">
        <w:rPr>
          <w:rStyle w:val="libAieChar"/>
          <w:rtl/>
        </w:rPr>
        <w:t>ثر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ع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لى أن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ف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س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ل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و كان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ب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خ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صاص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ة</w:t>
      </w:r>
      <w:r w:rsidRPr="00972743">
        <w:rPr>
          <w:rtl/>
        </w:rPr>
        <w:t xml:space="preserve"> </w:t>
      </w:r>
      <w:r w:rsidRPr="00D41583">
        <w:rPr>
          <w:rStyle w:val="libAlaemChar"/>
          <w:rFonts w:hint="cs"/>
          <w:rtl/>
        </w:rPr>
        <w:t>)</w:t>
      </w:r>
      <w:r>
        <w:rPr>
          <w:rtl/>
        </w:rPr>
        <w:t xml:space="preserve"> قال : لا تستأثر عليه بما هو أحوج إليه منك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105</w:t>
      </w:r>
      <w:r>
        <w:rPr>
          <w:rFonts w:hint="cs"/>
          <w:rtl/>
        </w:rPr>
        <w:t xml:space="preserve"> </w:t>
      </w:r>
      <w:r>
        <w:rPr>
          <w:rtl/>
        </w:rPr>
        <w:t xml:space="preserve">ـ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المسلم أخو المسلم ، لا يظلمه ، ولا يخذله ، ولا يعيبه ، ولا يغتابه ، ولا يحرمه ، ولا يخونه ، </w:t>
      </w:r>
      <w:r w:rsidRPr="00D41583">
        <w:rPr>
          <w:rStyle w:val="libFootnotenumChar"/>
          <w:rFonts w:hint="cs"/>
          <w:rtl/>
        </w:rPr>
        <w:t>(3)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وقال : للمسلم على أخيه من الحقّ أن يسل</w:t>
      </w:r>
      <w:r>
        <w:rPr>
          <w:rFonts w:hint="cs"/>
          <w:rtl/>
        </w:rPr>
        <w:t>ّ</w:t>
      </w:r>
      <w:r>
        <w:rPr>
          <w:rtl/>
        </w:rPr>
        <w:t xml:space="preserve">م عليه إذا لقيه ، ويعوده إذا مرض ، وينصح له إذا غاب ، ويسمته إذا عطس ، ويجيبه إذا دعاه ، ويشيعه إذا مات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106</w:t>
      </w:r>
      <w:r>
        <w:rPr>
          <w:rFonts w:hint="cs"/>
          <w:rtl/>
        </w:rPr>
        <w:t xml:space="preserve"> </w:t>
      </w:r>
      <w:r>
        <w:rPr>
          <w:rtl/>
        </w:rPr>
        <w:t xml:space="preserve">ـ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لأبي اسماعيل : يا أبا اسماعيل أرأيت فيمن قبلكم إذا كان الرجل ليس عنده رداء وعند بعض إخوانه فضل رداء أيطرحه عليه حتّى يصيب رداء ؟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قال : قلت : لا ، قال : فإذا كان ليس له إزار أيرسل إليه بعض إخوانه بإزار حتّى يصيب ازاراً ؟ قلت : لا ، فضرب يده على فخذه ، ثم قال : ما هؤلاء بإخوان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(1) عنه في المستدرك : </w:t>
      </w:r>
      <w:r>
        <w:rPr>
          <w:rtl/>
        </w:rPr>
        <w:t>1 / 5</w:t>
      </w:r>
      <w:r w:rsidRPr="001D70F1">
        <w:rPr>
          <w:rtl/>
        </w:rPr>
        <w:t xml:space="preserve">39 ح 2 وج </w:t>
      </w:r>
      <w:r>
        <w:rPr>
          <w:rtl/>
        </w:rPr>
        <w:t>2 / 4</w:t>
      </w:r>
      <w:r w:rsidRPr="001D70F1">
        <w:rPr>
          <w:rtl/>
        </w:rPr>
        <w:t>11 ح 1 وفي البحار : 7</w:t>
      </w:r>
      <w:r>
        <w:rPr>
          <w:rtl/>
        </w:rPr>
        <w:t>4 / 2</w:t>
      </w:r>
      <w:r w:rsidRPr="001D70F1">
        <w:rPr>
          <w:rtl/>
        </w:rPr>
        <w:t>45 عنه ومن تفسير</w:t>
      </w:r>
      <w:r>
        <w:rPr>
          <w:rtl/>
        </w:rPr>
        <w:t xml:space="preserve"> القمّي </w:t>
      </w:r>
      <w:r w:rsidRPr="001D70F1">
        <w:rPr>
          <w:rtl/>
        </w:rPr>
        <w:t>: 140 بإسناده عن</w:t>
      </w:r>
      <w:r>
        <w:rPr>
          <w:rtl/>
        </w:rPr>
        <w:t xml:space="preserve"> حمّاد </w:t>
      </w:r>
      <w:r w:rsidRPr="001D70F1">
        <w:rPr>
          <w:rtl/>
        </w:rPr>
        <w:t xml:space="preserve">عنه </w:t>
      </w:r>
      <w:r>
        <w:rPr>
          <w:rtl/>
        </w:rPr>
        <w:t>(ع)</w:t>
      </w:r>
      <w:r w:rsidRPr="001D70F1">
        <w:rPr>
          <w:rtl/>
        </w:rPr>
        <w:t xml:space="preserve"> وفي البحار : ص 222 ح 6 والوسائل : 1</w:t>
      </w:r>
      <w:r>
        <w:rPr>
          <w:rtl/>
        </w:rPr>
        <w:t>1 / 594 ح 2 عن تفسير القمّي نحوه.</w:t>
      </w:r>
    </w:p>
    <w:p w:rsidR="00FC522A" w:rsidRPr="001D70F1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1D70F1">
        <w:rPr>
          <w:rtl/>
        </w:rPr>
        <w:t xml:space="preserve"> عنه في المستدرك : </w:t>
      </w:r>
      <w:r>
        <w:rPr>
          <w:rtl/>
        </w:rPr>
        <w:t>1 / 539 ذ ح 2.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(3) أخرج هذه القطعة عن الكافي : </w:t>
      </w:r>
      <w:r>
        <w:rPr>
          <w:rtl/>
        </w:rPr>
        <w:t>2 / 1</w:t>
      </w:r>
      <w:r w:rsidRPr="001D70F1">
        <w:rPr>
          <w:rtl/>
        </w:rPr>
        <w:t>67 ح 11 في البحار : 7</w:t>
      </w:r>
      <w:r>
        <w:rPr>
          <w:rtl/>
        </w:rPr>
        <w:t>4 / 2</w:t>
      </w:r>
      <w:r w:rsidRPr="001D70F1">
        <w:rPr>
          <w:rtl/>
        </w:rPr>
        <w:t xml:space="preserve">73 ح 14 والوسائل : </w:t>
      </w:r>
      <w:r>
        <w:rPr>
          <w:rtl/>
        </w:rPr>
        <w:t>8 / 5</w:t>
      </w:r>
      <w:r w:rsidRPr="001D70F1">
        <w:rPr>
          <w:rtl/>
        </w:rPr>
        <w:t>97 ح 5 بإسناده عن</w:t>
      </w:r>
      <w:r>
        <w:rPr>
          <w:rtl/>
        </w:rPr>
        <w:t xml:space="preserve"> الفضيل بن يسار ، متحد مع ح 98.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(4) عنه في المستدرك : </w:t>
      </w:r>
      <w:r>
        <w:rPr>
          <w:rtl/>
        </w:rPr>
        <w:t>2 / 9</w:t>
      </w:r>
      <w:r w:rsidRPr="001D70F1">
        <w:rPr>
          <w:rtl/>
        </w:rPr>
        <w:t xml:space="preserve">3 ح 9 وص 72 ذح 3 قطعة وج </w:t>
      </w:r>
      <w:r>
        <w:rPr>
          <w:rtl/>
        </w:rPr>
        <w:t>3 / 8</w:t>
      </w:r>
      <w:r w:rsidRPr="001D70F1">
        <w:rPr>
          <w:rtl/>
        </w:rPr>
        <w:t>5 ح 6 قطعة منه</w:t>
      </w:r>
      <w:r>
        <w:rPr>
          <w:rtl/>
        </w:rPr>
        <w:t xml:space="preserve"> أيضاً</w:t>
      </w:r>
      <w:r w:rsidRPr="001D70F1">
        <w:rPr>
          <w:rtl/>
        </w:rPr>
        <w:t xml:space="preserve"> ، و أخرج من قوله : وقال ، عن الكافي : </w:t>
      </w:r>
      <w:r>
        <w:rPr>
          <w:rtl/>
        </w:rPr>
        <w:t>2 / 6</w:t>
      </w:r>
      <w:r w:rsidRPr="001D70F1">
        <w:rPr>
          <w:rtl/>
        </w:rPr>
        <w:t xml:space="preserve">53 ح 1 في الوسائل : </w:t>
      </w:r>
      <w:r>
        <w:rPr>
          <w:rtl/>
        </w:rPr>
        <w:t>8 / 4</w:t>
      </w:r>
      <w:r w:rsidRPr="001D70F1">
        <w:rPr>
          <w:rtl/>
        </w:rPr>
        <w:t>59 ح 1 بإسناده ع</w:t>
      </w:r>
      <w:r>
        <w:rPr>
          <w:rtl/>
        </w:rPr>
        <w:t>ن جراح المدائني ، باختلاف يسير.</w:t>
      </w:r>
    </w:p>
    <w:p w:rsidR="00FC522A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(5) رواه في تنبيه الخواطر : 2 ص 85 عن علي بن عقبة عن الرضا </w:t>
      </w:r>
      <w:r>
        <w:rPr>
          <w:rtl/>
        </w:rPr>
        <w:t>(ع)</w:t>
      </w:r>
      <w:r w:rsidRPr="001D70F1">
        <w:rPr>
          <w:rtl/>
        </w:rPr>
        <w:t xml:space="preserve"> عن أبي جعفر </w:t>
      </w:r>
      <w:r>
        <w:rPr>
          <w:rtl/>
        </w:rPr>
        <w:t>(ع)</w:t>
      </w:r>
      <w:r w:rsidRPr="001D70F1">
        <w:rPr>
          <w:rtl/>
        </w:rPr>
        <w:t xml:space="preserve"> مع اختلاف يسير.</w:t>
      </w:r>
    </w:p>
    <w:p w:rsidR="00FC522A" w:rsidRDefault="00FC522A" w:rsidP="00FC522A">
      <w:pPr>
        <w:pStyle w:val="Heading1"/>
        <w:rPr>
          <w:rtl/>
        </w:rPr>
      </w:pPr>
      <w:bookmarkStart w:id="32" w:name="_Toc255686411"/>
      <w:bookmarkStart w:id="33" w:name="_Toc256353235"/>
      <w:bookmarkStart w:id="34" w:name="_Toc256353434"/>
      <w:bookmarkStart w:id="35" w:name="_Toc256353574"/>
      <w:bookmarkStart w:id="36" w:name="_Toc256353790"/>
      <w:bookmarkStart w:id="37" w:name="_Toc256354045"/>
      <w:bookmarkStart w:id="38" w:name="_Toc267136151"/>
      <w:r>
        <w:rPr>
          <w:rtl/>
        </w:rPr>
        <w:br w:type="page"/>
      </w:r>
      <w:bookmarkStart w:id="39" w:name="_Toc412377573"/>
      <w:r w:rsidRPr="00E536DF">
        <w:rPr>
          <w:rtl/>
        </w:rPr>
        <w:lastRenderedPageBreak/>
        <w:t>5 ـ باب ثواب قضاء حاجة المؤمن وتنفيس كربه وادخال الرفق عليه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:rsidR="00FC522A" w:rsidRPr="005C0285" w:rsidRDefault="00FC522A" w:rsidP="00DD716A">
      <w:pPr>
        <w:pStyle w:val="libNormal"/>
        <w:rPr>
          <w:rtl/>
        </w:rPr>
      </w:pPr>
      <w:r w:rsidRPr="00E536DF">
        <w:rPr>
          <w:rtl/>
        </w:rPr>
        <w:t>107</w:t>
      </w:r>
      <w:r>
        <w:rPr>
          <w:rFonts w:hint="cs"/>
          <w:rtl/>
        </w:rPr>
        <w:t xml:space="preserve"> </w:t>
      </w:r>
      <w:r w:rsidRPr="00E536DF">
        <w:rPr>
          <w:rtl/>
        </w:rPr>
        <w:t xml:space="preserve">ـ عن أبي عبد الله </w:t>
      </w:r>
      <w:r w:rsidR="00FB2D93" w:rsidRPr="00FB2D93">
        <w:rPr>
          <w:rStyle w:val="libAlaemChar"/>
          <w:rtl/>
        </w:rPr>
        <w:t>عليه‌السلام</w:t>
      </w:r>
      <w:r w:rsidRPr="00E536DF">
        <w:rPr>
          <w:rtl/>
        </w:rPr>
        <w:t xml:space="preserve"> قال : من مشى لامرئ مسلم في حاجته فنصحه فيها ، كتب الله له</w:t>
      </w:r>
      <w:r>
        <w:rPr>
          <w:rtl/>
        </w:rPr>
        <w:t xml:space="preserve"> بكلّ </w:t>
      </w:r>
      <w:r w:rsidRPr="00E536DF">
        <w:rPr>
          <w:rtl/>
        </w:rPr>
        <w:t>خطوة حسنة ، ومحى عنه سيئة ، قضيت الحاجة أولم تقض ،</w:t>
      </w:r>
      <w:r w:rsidRPr="005C0285">
        <w:rPr>
          <w:rtl/>
        </w:rPr>
        <w:t xml:space="preserve"> فإن لم ينصحه فقد خان الله ورسوله ، وكان رسول الله </w:t>
      </w:r>
      <w:r w:rsidR="00FB2D93" w:rsidRPr="00FB2D93">
        <w:rPr>
          <w:rStyle w:val="libAlaemChar"/>
          <w:rtl/>
        </w:rPr>
        <w:t>صلى‌الله‌عليه‌وآله</w:t>
      </w:r>
      <w:r w:rsidRPr="005C0285">
        <w:rPr>
          <w:rtl/>
        </w:rPr>
        <w:t xml:space="preserve"> خصمه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>108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وعن أبي عبد الله </w:t>
      </w:r>
      <w:r w:rsidR="00FB2D93" w:rsidRPr="00FB2D93">
        <w:rPr>
          <w:rStyle w:val="libAlaemChar"/>
          <w:rtl/>
        </w:rPr>
        <w:t>عليه‌السلام</w:t>
      </w:r>
      <w:r w:rsidRPr="005C0285">
        <w:rPr>
          <w:rtl/>
        </w:rPr>
        <w:t xml:space="preserve"> : إن الله</w:t>
      </w:r>
      <w:r>
        <w:rPr>
          <w:rtl/>
        </w:rPr>
        <w:t xml:space="preserve"> عزّ وجلّ </w:t>
      </w:r>
      <w:r w:rsidRPr="005C0285">
        <w:rPr>
          <w:rtl/>
        </w:rPr>
        <w:t>انتخب</w:t>
      </w:r>
      <w:r>
        <w:rPr>
          <w:rtl/>
        </w:rPr>
        <w:t xml:space="preserve"> قوماً </w:t>
      </w:r>
      <w:r w:rsidRPr="005C0285">
        <w:rPr>
          <w:rtl/>
        </w:rPr>
        <w:t xml:space="preserve">من خلقه لقضاء حوائج فقراء من شيعة علي </w:t>
      </w:r>
      <w:r w:rsidR="00FB2D93" w:rsidRPr="00FB2D93">
        <w:rPr>
          <w:rStyle w:val="libAlaemChar"/>
          <w:rtl/>
        </w:rPr>
        <w:t>عليه‌السلام</w:t>
      </w:r>
      <w:r w:rsidRPr="005C0285">
        <w:rPr>
          <w:rtl/>
        </w:rPr>
        <w:t xml:space="preserve"> ليثيبهم بذلك</w:t>
      </w:r>
      <w:r>
        <w:rPr>
          <w:rtl/>
        </w:rPr>
        <w:t xml:space="preserve"> الجنّة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>109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وعن أبي عبد الله </w:t>
      </w:r>
      <w:r w:rsidR="00FB2D93" w:rsidRPr="00FB2D93">
        <w:rPr>
          <w:rStyle w:val="libAlaemChar"/>
          <w:rtl/>
        </w:rPr>
        <w:t>عليه‌السلام</w:t>
      </w:r>
      <w:r w:rsidRPr="005C0285">
        <w:rPr>
          <w:rtl/>
        </w:rPr>
        <w:t xml:space="preserve"> قال : أيما مؤمن نف</w:t>
      </w:r>
      <w:r>
        <w:rPr>
          <w:rFonts w:hint="cs"/>
          <w:rtl/>
        </w:rPr>
        <w:t>ّ</w:t>
      </w:r>
      <w:r w:rsidRPr="005C0285">
        <w:rPr>
          <w:rtl/>
        </w:rPr>
        <w:t>س عن مؤمن كربة نف</w:t>
      </w:r>
      <w:r>
        <w:rPr>
          <w:rFonts w:hint="cs"/>
          <w:rtl/>
        </w:rPr>
        <w:t>ّ</w:t>
      </w:r>
      <w:r w:rsidRPr="005C0285">
        <w:rPr>
          <w:rtl/>
        </w:rPr>
        <w:t>س الله عنه سبعين كربة م</w:t>
      </w:r>
      <w:r>
        <w:rPr>
          <w:rtl/>
        </w:rPr>
        <w:t>ن كرب الدنيا وكرب يوم القيامة ،</w:t>
      </w:r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>قال : ومن يس</w:t>
      </w:r>
      <w:r>
        <w:rPr>
          <w:rFonts w:hint="cs"/>
          <w:rtl/>
        </w:rPr>
        <w:t>ّ</w:t>
      </w:r>
      <w:r w:rsidRPr="005C0285">
        <w:rPr>
          <w:rtl/>
        </w:rPr>
        <w:t>ر على مؤمن وهو معسر ، يس</w:t>
      </w:r>
      <w:r>
        <w:rPr>
          <w:rFonts w:hint="cs"/>
          <w:rtl/>
        </w:rPr>
        <w:t>ّ</w:t>
      </w:r>
      <w:r w:rsidRPr="005C0285">
        <w:rPr>
          <w:rtl/>
        </w:rPr>
        <w:t>ر</w:t>
      </w:r>
      <w:r>
        <w:rPr>
          <w:rtl/>
        </w:rPr>
        <w:t xml:space="preserve"> الله له حوائج الدنيا والآخرة ،</w:t>
      </w:r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 xml:space="preserve">[ ومن ستر على مؤمن عورة ستر الله عليه سبعين عورة من عوراته التي يخلفها </w:t>
      </w:r>
      <w:r w:rsidRPr="00D41583">
        <w:rPr>
          <w:rStyle w:val="libFootnotenumChar"/>
          <w:rFonts w:hint="cs"/>
          <w:rtl/>
        </w:rPr>
        <w:t>(3)</w:t>
      </w:r>
      <w:r w:rsidRPr="005C0285">
        <w:rPr>
          <w:rtl/>
        </w:rPr>
        <w:t xml:space="preserve"> في الدنيا والآخرة ]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 xml:space="preserve">قال : وإن الله لفي عون المؤمن </w:t>
      </w:r>
      <w:r w:rsidRPr="00D41583">
        <w:rPr>
          <w:rStyle w:val="libFootnotenumChar"/>
          <w:rtl/>
        </w:rPr>
        <w:t>(5)</w:t>
      </w:r>
      <w:r w:rsidRPr="005C0285">
        <w:rPr>
          <w:rtl/>
        </w:rPr>
        <w:t xml:space="preserve"> ما كان المؤم</w:t>
      </w:r>
      <w:r>
        <w:rPr>
          <w:rtl/>
        </w:rPr>
        <w:t>ن في عون أخيه المؤمن ، فانتفعوا</w:t>
      </w:r>
    </w:p>
    <w:p w:rsidR="00FC522A" w:rsidRPr="0077414E" w:rsidRDefault="00FC522A" w:rsidP="00D41583">
      <w:pPr>
        <w:pStyle w:val="libLine"/>
      </w:pPr>
      <w:r w:rsidRPr="008015BD">
        <w:rPr>
          <w:rtl/>
        </w:rPr>
        <w:t>_</w:t>
      </w:r>
      <w:r w:rsidRPr="0077414E">
        <w:rPr>
          <w:rtl/>
        </w:rPr>
        <w:t>_________________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(1) عنه في المستدرك : </w:t>
      </w:r>
      <w:r>
        <w:rPr>
          <w:rtl/>
        </w:rPr>
        <w:t>2 / 4</w:t>
      </w:r>
      <w:r w:rsidRPr="001D70F1">
        <w:rPr>
          <w:rtl/>
        </w:rPr>
        <w:t>12 ح 2 وصدره في ص 407 ح 1 وأخرجه في البحار : 7</w:t>
      </w:r>
      <w:r>
        <w:rPr>
          <w:rtl/>
        </w:rPr>
        <w:t>4 / 3</w:t>
      </w:r>
      <w:r w:rsidRPr="001D70F1">
        <w:rPr>
          <w:rtl/>
        </w:rPr>
        <w:t>15 ذ ح 72 عن كتا</w:t>
      </w:r>
      <w:r>
        <w:rPr>
          <w:rtl/>
        </w:rPr>
        <w:t>ب قضاء الحقوق للصوري مع اختلاف.</w:t>
      </w:r>
    </w:p>
    <w:p w:rsidR="00FC522A" w:rsidRPr="001D70F1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1D70F1">
        <w:rPr>
          <w:rtl/>
        </w:rPr>
        <w:t xml:space="preserve"> عنه في المستدرك : </w:t>
      </w:r>
      <w:r>
        <w:rPr>
          <w:rtl/>
        </w:rPr>
        <w:t>2 / 406 ح 5 وفيه : انتجب بدل انتخب.</w:t>
      </w:r>
    </w:p>
    <w:p w:rsidR="00FC522A" w:rsidRPr="003C4550" w:rsidRDefault="00FC522A" w:rsidP="00D41583">
      <w:pPr>
        <w:pStyle w:val="libFootnote"/>
        <w:rPr>
          <w:rtl/>
        </w:rPr>
      </w:pPr>
      <w:r w:rsidRPr="003C4550">
        <w:rPr>
          <w:rtl/>
        </w:rPr>
        <w:t>وأخرج نحوه في البحار : 7</w:t>
      </w:r>
      <w:r>
        <w:rPr>
          <w:rtl/>
        </w:rPr>
        <w:t>4 / 3</w:t>
      </w:r>
      <w:r w:rsidRPr="003C4550">
        <w:rPr>
          <w:rtl/>
        </w:rPr>
        <w:t>23 ح 91 والوسائل : 1</w:t>
      </w:r>
      <w:r>
        <w:rPr>
          <w:rtl/>
        </w:rPr>
        <w:t>1 / 5</w:t>
      </w:r>
      <w:r w:rsidRPr="003C4550">
        <w:rPr>
          <w:rtl/>
        </w:rPr>
        <w:t xml:space="preserve">76 ح 2 عن الكافي : </w:t>
      </w:r>
      <w:r>
        <w:rPr>
          <w:rtl/>
        </w:rPr>
        <w:t>2 / 1</w:t>
      </w:r>
      <w:r w:rsidRPr="003C4550">
        <w:rPr>
          <w:rtl/>
        </w:rPr>
        <w:t>93 ح 2 بإسناده عن المفضّل بن عمر عنه (ع) مع زيادة في آ</w:t>
      </w:r>
      <w:r>
        <w:rPr>
          <w:rtl/>
        </w:rPr>
        <w:t>خره.</w:t>
      </w:r>
    </w:p>
    <w:p w:rsidR="00FC522A" w:rsidRPr="001D70F1" w:rsidRDefault="00FC522A" w:rsidP="00D41583">
      <w:pPr>
        <w:pStyle w:val="libFootnote0"/>
        <w:rPr>
          <w:rtl/>
        </w:rPr>
      </w:pPr>
      <w:r>
        <w:rPr>
          <w:rtl/>
        </w:rPr>
        <w:t>(3) في الوسائل : ( يخافها ).</w:t>
      </w:r>
    </w:p>
    <w:p w:rsidR="00FC522A" w:rsidRPr="001D70F1" w:rsidRDefault="00FC522A" w:rsidP="00D41583">
      <w:pPr>
        <w:pStyle w:val="libFootnote0"/>
        <w:rPr>
          <w:rtl/>
        </w:rPr>
      </w:pPr>
      <w:r>
        <w:rPr>
          <w:rtl/>
        </w:rPr>
        <w:t>(4) سقط من النسخة ـ أ ـ.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(5) في النسخة ـ أ ـ (</w:t>
      </w:r>
      <w:r>
        <w:rPr>
          <w:rtl/>
        </w:rPr>
        <w:t xml:space="preserve"> المؤمنين ).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في العظة وارغبوا في الخير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110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خطا في حاجة أخيه المسلم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بخطوة كتب الله له بها عشر حسنات ، وكانت له خيراً من [ عتق </w:t>
      </w:r>
      <w:r w:rsidRPr="00D41583">
        <w:rPr>
          <w:rStyle w:val="libFootnotenumChar"/>
          <w:rtl/>
        </w:rPr>
        <w:t>ظ</w:t>
      </w:r>
      <w:r>
        <w:rPr>
          <w:rtl/>
        </w:rPr>
        <w:t xml:space="preserve"> ] عشر رقاب ، و صيام شهر واعتكافه في المسجد الحرام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111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قضاء حاجة المؤمن خير من حملان ألف فرس في سبيل الله عزّ وجلّ ، وعتق ألف نسمة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وقال : ما من مؤمن يمشي لأخيه في حاجة إلا كتب الله له بكلّ خطوة حسنة ، وحط</w:t>
      </w:r>
      <w:r>
        <w:rPr>
          <w:rFonts w:hint="cs"/>
          <w:rtl/>
        </w:rPr>
        <w:t>ّ</w:t>
      </w:r>
      <w:r>
        <w:rPr>
          <w:rtl/>
        </w:rPr>
        <w:t xml:space="preserve"> بها عنه سيئة ، ورفع له بها درجة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وما من مؤمن يفرج عن أخيه المؤمن كربة إلا فرج الله عنه كربة من كرب الآخرة ، وما من مؤمن يعين مظلوما إلا كان ذلك أفضل من صيام شهر واعتكافه في المسجد الحرام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112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نصر بن قابوس قال : قلت لأبي الحسن الماضي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بلغني عن أبيك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أنّه أتاه آت فاستعان به على حاجته ، فذكر له أنّه معتكف ، فأتى الحسن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، فذكر له ذلك ، فقال : إمّا علمت أن المشي في حاجة المؤمن خير من اعتكاف شهرين متتابعين في المسجد الحرام [ بصيامهما ]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 xml:space="preserve"> ،</w:t>
      </w:r>
    </w:p>
    <w:p w:rsidR="00FC522A" w:rsidRPr="009B66FA" w:rsidRDefault="00FC522A" w:rsidP="00D41583">
      <w:pPr>
        <w:pStyle w:val="libLine"/>
      </w:pPr>
      <w:r w:rsidRPr="009B66FA">
        <w:rPr>
          <w:rtl/>
        </w:rPr>
        <w:t>__________________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(1) عنه في المستدرك : </w:t>
      </w:r>
      <w:r>
        <w:rPr>
          <w:rtl/>
        </w:rPr>
        <w:t>2 / 4</w:t>
      </w:r>
      <w:r w:rsidRPr="001D70F1">
        <w:rPr>
          <w:rtl/>
        </w:rPr>
        <w:t xml:space="preserve">08 ح 1 وأخرجه عن الكافي : </w:t>
      </w:r>
      <w:r>
        <w:rPr>
          <w:rtl/>
        </w:rPr>
        <w:t>2 / 2</w:t>
      </w:r>
      <w:r w:rsidRPr="001D70F1">
        <w:rPr>
          <w:rtl/>
        </w:rPr>
        <w:t>00 ح 5 في البحار : 7</w:t>
      </w:r>
      <w:r>
        <w:rPr>
          <w:rtl/>
        </w:rPr>
        <w:t>4 / 3</w:t>
      </w:r>
      <w:r w:rsidRPr="001D70F1">
        <w:rPr>
          <w:rtl/>
        </w:rPr>
        <w:t>22 ح 89 نحوه وعن الثواب : 163 ح 1 ، في البحار : 7</w:t>
      </w:r>
      <w:r>
        <w:rPr>
          <w:rtl/>
        </w:rPr>
        <w:t>5 / 2</w:t>
      </w:r>
      <w:r w:rsidRPr="001D70F1">
        <w:rPr>
          <w:rtl/>
        </w:rPr>
        <w:t>0 ح 16 باختلاف يسير عن ذريح وعنهما في الوسائل : 1</w:t>
      </w:r>
      <w:r>
        <w:rPr>
          <w:rtl/>
        </w:rPr>
        <w:t>1 / 586 ح 2.</w:t>
      </w:r>
    </w:p>
    <w:p w:rsidR="00FC522A" w:rsidRPr="001D70F1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>
        <w:rPr>
          <w:rtl/>
        </w:rPr>
        <w:t xml:space="preserve"> في النسخة ـ ب ـ ( المؤمن )</w:t>
      </w:r>
      <w:r>
        <w:rPr>
          <w:rFonts w:hint="cs"/>
          <w:rtl/>
        </w:rPr>
        <w:t>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(3) عنه في المستدرك : </w:t>
      </w:r>
      <w:r>
        <w:rPr>
          <w:rtl/>
        </w:rPr>
        <w:t>2 / 408 ح 2 إلى قوله : من عشر رقاب.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(4) مكرر مع حديث 117 ، عنه في المستدرك : </w:t>
      </w:r>
      <w:r>
        <w:rPr>
          <w:rtl/>
        </w:rPr>
        <w:t>2 / 4</w:t>
      </w:r>
      <w:r w:rsidRPr="001D70F1">
        <w:rPr>
          <w:rtl/>
        </w:rPr>
        <w:t xml:space="preserve">07 ح 2 ب 26 وأخرجه عن الكافي : </w:t>
      </w:r>
      <w:r>
        <w:rPr>
          <w:rtl/>
        </w:rPr>
        <w:t>2 / 1</w:t>
      </w:r>
      <w:r w:rsidRPr="001D70F1">
        <w:rPr>
          <w:rtl/>
        </w:rPr>
        <w:t>93 ح 3 في البحار : 7</w:t>
      </w:r>
      <w:r>
        <w:rPr>
          <w:rtl/>
        </w:rPr>
        <w:t>4 / 3</w:t>
      </w:r>
      <w:r w:rsidRPr="001D70F1">
        <w:rPr>
          <w:rtl/>
        </w:rPr>
        <w:t>24 ح 92 والوسائل : 1</w:t>
      </w:r>
      <w:r>
        <w:rPr>
          <w:rtl/>
        </w:rPr>
        <w:t>1 / 5</w:t>
      </w:r>
      <w:r w:rsidRPr="001D70F1">
        <w:rPr>
          <w:rtl/>
        </w:rPr>
        <w:t>80 ح 1 بإسناده عن صدقة الاحدب ، وأورده في</w:t>
      </w:r>
      <w:r>
        <w:rPr>
          <w:rtl/>
        </w:rPr>
        <w:t xml:space="preserve"> الإختصاص </w:t>
      </w:r>
      <w:r w:rsidRPr="001D70F1">
        <w:rPr>
          <w:rtl/>
        </w:rPr>
        <w:t>: ص 21</w:t>
      </w:r>
      <w:r>
        <w:rPr>
          <w:rtl/>
        </w:rPr>
        <w:t xml:space="preserve"> مرسلاً </w:t>
      </w:r>
      <w:r w:rsidRPr="001D70F1">
        <w:rPr>
          <w:rtl/>
        </w:rPr>
        <w:t>، وفي مصادقة</w:t>
      </w:r>
      <w:r>
        <w:rPr>
          <w:rtl/>
        </w:rPr>
        <w:t xml:space="preserve"> الأخوان : ص 38 ح 3.</w:t>
      </w:r>
    </w:p>
    <w:p w:rsidR="00FC522A" w:rsidRPr="001D70F1" w:rsidRDefault="00FC522A" w:rsidP="00D41583">
      <w:pPr>
        <w:pStyle w:val="libFootnote0"/>
        <w:rPr>
          <w:rtl/>
        </w:rPr>
      </w:pPr>
      <w:r w:rsidRPr="008015BD">
        <w:rPr>
          <w:rtl/>
        </w:rPr>
        <w:t xml:space="preserve">(5) عنه في المستدرك : </w:t>
      </w:r>
      <w:r>
        <w:rPr>
          <w:rtl/>
        </w:rPr>
        <w:t>2 / 4</w:t>
      </w:r>
      <w:r w:rsidRPr="008015BD">
        <w:rPr>
          <w:rtl/>
        </w:rPr>
        <w:t xml:space="preserve">07 ح 2 ب 27 ، وأخرجه عن الكافي : </w:t>
      </w:r>
      <w:r>
        <w:rPr>
          <w:rtl/>
        </w:rPr>
        <w:t>2 / 1</w:t>
      </w:r>
      <w:r w:rsidRPr="008015BD">
        <w:rPr>
          <w:rtl/>
        </w:rPr>
        <w:t>97 ح 5 في البحار : 7</w:t>
      </w:r>
      <w:r>
        <w:rPr>
          <w:rtl/>
        </w:rPr>
        <w:t>4 / 3</w:t>
      </w:r>
      <w:r w:rsidRPr="008015BD">
        <w:rPr>
          <w:rtl/>
        </w:rPr>
        <w:t>33 ح 109 والوسائل : 1</w:t>
      </w:r>
      <w:r>
        <w:rPr>
          <w:rtl/>
        </w:rPr>
        <w:t>1 / 5</w:t>
      </w:r>
      <w:r w:rsidRPr="008015BD">
        <w:rPr>
          <w:rtl/>
        </w:rPr>
        <w:t>83 ح 5 بإسناده عن إبراهيم بن عمر اليماني وعن</w:t>
      </w:r>
      <w:r>
        <w:rPr>
          <w:rtl/>
        </w:rPr>
        <w:t xml:space="preserve"> الإختصاص </w:t>
      </w:r>
      <w:r w:rsidRPr="008015BD">
        <w:rPr>
          <w:rtl/>
        </w:rPr>
        <w:t>: ص 22 في البحا</w:t>
      </w:r>
      <w:r w:rsidRPr="001D70F1">
        <w:rPr>
          <w:rtl/>
        </w:rPr>
        <w:t>ر : 7</w:t>
      </w:r>
      <w:r>
        <w:rPr>
          <w:rtl/>
        </w:rPr>
        <w:t>4 / 3</w:t>
      </w:r>
      <w:r w:rsidRPr="001D70F1">
        <w:rPr>
          <w:rtl/>
        </w:rPr>
        <w:t>11</w:t>
      </w:r>
      <w:r>
        <w:rPr>
          <w:rtl/>
        </w:rPr>
        <w:t xml:space="preserve"> مرسلاً مثله مع زيادة فيهما.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(6) عنه في المستدرك : </w:t>
      </w:r>
      <w:r>
        <w:rPr>
          <w:rtl/>
        </w:rPr>
        <w:t>2 / 4</w:t>
      </w:r>
      <w:r w:rsidRPr="001D70F1">
        <w:rPr>
          <w:rtl/>
        </w:rPr>
        <w:t>08 ح 2 وأخرجه عن</w:t>
      </w:r>
      <w:r>
        <w:rPr>
          <w:rtl/>
        </w:rPr>
        <w:t xml:space="preserve"> الإختصاص </w:t>
      </w:r>
      <w:r w:rsidRPr="001D70F1">
        <w:rPr>
          <w:rtl/>
        </w:rPr>
        <w:t>: ص 22 في البحار : 7</w:t>
      </w:r>
      <w:r>
        <w:rPr>
          <w:rtl/>
        </w:rPr>
        <w:t>4 / 3</w:t>
      </w:r>
      <w:r w:rsidRPr="001D70F1">
        <w:rPr>
          <w:rtl/>
        </w:rPr>
        <w:t>11</w:t>
      </w:r>
      <w:r>
        <w:rPr>
          <w:rtl/>
        </w:rPr>
        <w:t xml:space="preserve"> مرسلاً باختلاف يسير.</w:t>
      </w:r>
    </w:p>
    <w:p w:rsidR="00FC522A" w:rsidRPr="001D70F1" w:rsidRDefault="00FC522A" w:rsidP="00D41583">
      <w:pPr>
        <w:pStyle w:val="libFootnote0"/>
        <w:rPr>
          <w:rtl/>
        </w:rPr>
      </w:pPr>
      <w:r>
        <w:rPr>
          <w:rtl/>
        </w:rPr>
        <w:t>(7) في النسخة ـ ب ـ : صيامها.</w:t>
      </w:r>
    </w:p>
    <w:p w:rsidR="00FC522A" w:rsidRPr="00E536DF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(8) والظاهر هو الحسين </w:t>
      </w:r>
      <w:r>
        <w:rPr>
          <w:rtl/>
        </w:rPr>
        <w:t>(ع)</w:t>
      </w:r>
      <w:r w:rsidRPr="001D70F1"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ثم</w:t>
      </w:r>
      <w:r>
        <w:rPr>
          <w:rFonts w:hint="cs"/>
          <w:rtl/>
        </w:rPr>
        <w:t>ّ</w:t>
      </w:r>
      <w:r>
        <w:rPr>
          <w:rtl/>
        </w:rPr>
        <w:t xml:space="preserve"> قال أبو الحسن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ومن إعتكاف الدهر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113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</w:t>
      </w:r>
      <w:r>
        <w:rPr>
          <w:rtl/>
        </w:rPr>
        <w:t xml:space="preserve">وعن رجل من حلوان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قال : كنت أطوف بالبيت ، فأتاني رجل من أصحابنا فسألني قرض دينارين ، وكنت قد طفت خمسة أشواط ، فقلت له : </w:t>
      </w:r>
      <w:r>
        <w:rPr>
          <w:rFonts w:hint="cs"/>
          <w:rtl/>
        </w:rPr>
        <w:t>اُ</w:t>
      </w:r>
      <w:r>
        <w:rPr>
          <w:rtl/>
        </w:rPr>
        <w:t>تم</w:t>
      </w:r>
      <w:r>
        <w:rPr>
          <w:rFonts w:hint="cs"/>
          <w:rtl/>
        </w:rPr>
        <w:t>ّ</w:t>
      </w:r>
      <w:r>
        <w:rPr>
          <w:rtl/>
        </w:rPr>
        <w:t xml:space="preserve"> ا</w:t>
      </w:r>
      <w:r>
        <w:rPr>
          <w:rFonts w:hint="cs"/>
          <w:rtl/>
        </w:rPr>
        <w:t>ُ</w:t>
      </w:r>
      <w:r>
        <w:rPr>
          <w:rtl/>
        </w:rPr>
        <w:t xml:space="preserve">سبوعي ثم أخرج ، فلما دخلت في السادس إعتمد علي أبو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، و وضع يده على منكبي ، قال : فاتممت سبعي ودخلت في الآخر لاعتماد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علي ، فكنت كلّما جئت إلى الركن أومأ إليّ الرجل ، فقال أبو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من كان هذا يؤمي إليك ؟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قلت : جعلت فداك هذا رجل من مواليك ، سألني قرض دينارين ، قلت : ا</w:t>
      </w:r>
      <w:r>
        <w:rPr>
          <w:rFonts w:hint="cs"/>
          <w:rtl/>
        </w:rPr>
        <w:t>ُ</w:t>
      </w:r>
      <w:r>
        <w:rPr>
          <w:rtl/>
        </w:rPr>
        <w:t xml:space="preserve">تم أسبوعي وأخرج إليك ، قال : فدفعني أبو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وقال : إذهب فأعطهما ايّاه ، فظننت أنّه قال : فأعطهما ايّاه لقولي قد أنعمت له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، فلما كان من الغد دخلت عليه وعنده عدّة من أصحابنا يحدثهم ، فلما رآني قطع الحديث وقال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ل</w:t>
      </w:r>
      <w:r>
        <w:rPr>
          <w:rFonts w:hint="cs"/>
          <w:rtl/>
        </w:rPr>
        <w:t>أ</w:t>
      </w:r>
      <w:r>
        <w:rPr>
          <w:rtl/>
        </w:rPr>
        <w:t xml:space="preserve">ن أمشي مع أخ لي في حاجة حتّى أقضي له أحبّ إليّ من أن أعتق ألف نسمة ، وأحمل على ألف فرس في سبيل الله مسرجة ملجمة. </w:t>
      </w:r>
      <w:r w:rsidRPr="00D41583">
        <w:rPr>
          <w:rStyle w:val="libFootnotenumChar"/>
          <w:rFonts w:hint="cs"/>
          <w:rtl/>
        </w:rPr>
        <w:t>(4)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114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رسول الله </w:t>
      </w:r>
      <w:r w:rsidR="00FB2D93" w:rsidRPr="00FB2D93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: من سرّ مؤمناً فقد سر</w:t>
      </w:r>
      <w:r>
        <w:rPr>
          <w:rFonts w:hint="cs"/>
          <w:rtl/>
        </w:rPr>
        <w:t>ّ</w:t>
      </w:r>
      <w:r>
        <w:rPr>
          <w:rtl/>
        </w:rPr>
        <w:t>ني ، ومن سر</w:t>
      </w:r>
      <w:r>
        <w:rPr>
          <w:rFonts w:hint="cs"/>
          <w:rtl/>
        </w:rPr>
        <w:t>ّ</w:t>
      </w:r>
      <w:r>
        <w:rPr>
          <w:rtl/>
        </w:rPr>
        <w:t xml:space="preserve">ني فقد سرّ الله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115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مسمع قال : سمعت الصادق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يقول : من نفس عن مؤمن كربة من كرب الدنيا ، نفس الله عنه كربة من كرب الآخرة ، وخرج من قبره [ وهو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] ثلج الفؤاد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(1) عنه في المستدرك : </w:t>
      </w:r>
      <w:r>
        <w:rPr>
          <w:rtl/>
        </w:rPr>
        <w:t>2 / 4</w:t>
      </w:r>
      <w:r w:rsidRPr="001D70F1">
        <w:rPr>
          <w:rtl/>
        </w:rPr>
        <w:t>08 ح 6 والبحار : 7</w:t>
      </w:r>
      <w:r>
        <w:rPr>
          <w:rtl/>
        </w:rPr>
        <w:t>4 / 2</w:t>
      </w:r>
      <w:r w:rsidRPr="001D70F1">
        <w:rPr>
          <w:rtl/>
        </w:rPr>
        <w:t>35 عن خط الجباعي</w:t>
      </w:r>
      <w:r>
        <w:rPr>
          <w:rtl/>
        </w:rPr>
        <w:t xml:space="preserve"> نقلاً عن خط الشهيد يأتي نحوه ذ ح 132.</w:t>
      </w:r>
    </w:p>
    <w:p w:rsidR="00FC522A" w:rsidRPr="001D70F1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>
        <w:rPr>
          <w:rtl/>
        </w:rPr>
        <w:t xml:space="preserve"> أنعمت له : أي قلت له نعم.</w:t>
      </w:r>
    </w:p>
    <w:p w:rsidR="00FC522A" w:rsidRPr="001D70F1" w:rsidRDefault="00FC522A" w:rsidP="00D41583">
      <w:pPr>
        <w:pStyle w:val="libFootnote0"/>
        <w:rPr>
          <w:rtl/>
        </w:rPr>
      </w:pPr>
      <w:r>
        <w:rPr>
          <w:rtl/>
        </w:rPr>
        <w:t>(3) في البحار : صدقة الحلواني.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(4) عنه في المستدرك : </w:t>
      </w:r>
      <w:r>
        <w:rPr>
          <w:rtl/>
        </w:rPr>
        <w:t>2 / 1</w:t>
      </w:r>
      <w:r w:rsidRPr="001D70F1">
        <w:rPr>
          <w:rtl/>
        </w:rPr>
        <w:t>52 ح 3 وفي البحار : 7</w:t>
      </w:r>
      <w:r>
        <w:rPr>
          <w:rtl/>
        </w:rPr>
        <w:t>4 / 3</w:t>
      </w:r>
      <w:r w:rsidRPr="001D70F1">
        <w:rPr>
          <w:rtl/>
        </w:rPr>
        <w:t>15</w:t>
      </w:r>
      <w:r>
        <w:rPr>
          <w:rtl/>
        </w:rPr>
        <w:t xml:space="preserve"> نقلاً </w:t>
      </w:r>
      <w:r w:rsidRPr="001D70F1">
        <w:rPr>
          <w:rtl/>
        </w:rPr>
        <w:t>عن كتاب قضاء الحقوق للصوري</w:t>
      </w:r>
      <w:r>
        <w:rPr>
          <w:rtl/>
        </w:rPr>
        <w:t xml:space="preserve"> بإسناده عن صدقة الحلواني نحوه.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(5) عنه في المستدرك : </w:t>
      </w:r>
      <w:r>
        <w:rPr>
          <w:rtl/>
        </w:rPr>
        <w:t>2 / 4</w:t>
      </w:r>
      <w:r w:rsidRPr="001D70F1">
        <w:rPr>
          <w:rtl/>
        </w:rPr>
        <w:t xml:space="preserve">04 ح 2 وأخرجه عن الكافي : </w:t>
      </w:r>
      <w:r>
        <w:rPr>
          <w:rtl/>
        </w:rPr>
        <w:t>2 / 1</w:t>
      </w:r>
      <w:r w:rsidRPr="001D70F1">
        <w:rPr>
          <w:rtl/>
        </w:rPr>
        <w:t>88 ح 1 في البحار : 7</w:t>
      </w:r>
      <w:r>
        <w:rPr>
          <w:rtl/>
        </w:rPr>
        <w:t>4 / 2</w:t>
      </w:r>
      <w:r w:rsidRPr="001D70F1">
        <w:rPr>
          <w:rtl/>
        </w:rPr>
        <w:t>87 ح 14 والوسائل : 1</w:t>
      </w:r>
      <w:r>
        <w:rPr>
          <w:rtl/>
        </w:rPr>
        <w:t>1 / 5</w:t>
      </w:r>
      <w:r w:rsidRPr="001D70F1">
        <w:rPr>
          <w:rtl/>
        </w:rPr>
        <w:t>69 ح 1 بإسناده عن أبي حمزة الثمالي ، وأورد الصدوق في مصادقة</w:t>
      </w:r>
      <w:r>
        <w:rPr>
          <w:rtl/>
        </w:rPr>
        <w:t xml:space="preserve"> الأخوان : ص 52 ح 9 عن أبي حمزة مثله.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(6) ليس</w:t>
      </w:r>
      <w:r>
        <w:rPr>
          <w:rtl/>
        </w:rPr>
        <w:t xml:space="preserve"> في النسخة ـ أ ـ.</w:t>
      </w:r>
    </w:p>
    <w:p w:rsidR="00FC522A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(7) عنه في المستدرك </w:t>
      </w:r>
      <w:r>
        <w:rPr>
          <w:rtl/>
        </w:rPr>
        <w:t>2 / 4</w:t>
      </w:r>
      <w:r w:rsidRPr="001D70F1">
        <w:rPr>
          <w:rtl/>
        </w:rPr>
        <w:t xml:space="preserve">08 ح 3 وأخرجه في البحار : </w:t>
      </w:r>
      <w:r>
        <w:rPr>
          <w:rtl/>
        </w:rPr>
        <w:t>7 / 1</w:t>
      </w:r>
      <w:r w:rsidRPr="001D70F1">
        <w:rPr>
          <w:rtl/>
        </w:rPr>
        <w:t>98 ح 71 وج 7</w:t>
      </w:r>
      <w:r>
        <w:rPr>
          <w:rtl/>
        </w:rPr>
        <w:t>4 / 3</w:t>
      </w:r>
      <w:r w:rsidRPr="001D70F1">
        <w:rPr>
          <w:rtl/>
        </w:rPr>
        <w:t>21 ح 87 عن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116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طاف بهذا البيت اُسبوعاً كتب الله عزّ وجلّ له ستّة آلاف حسنة ، ومحى عنه ستّة آلاف سيئة ، ورفع له ستّة آلاف درجة « وفي رواية ابن عمّار » وقضى له ستّة آلاف حاجة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[ وقال أبو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لقضاء حاجة المؤمن خير من طواف وطواف حتّى عدّ عشر مرّات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].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117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وقال أبو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لقضاء حاجة المؤمن خير من عتق ألف نسمة ، ومن حملان ألف فرس في سبيل الله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118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[ من قضى لمسلم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حاجته ناداه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] الله عزّ وجلّ : ثوابك علي</w:t>
      </w:r>
      <w:r>
        <w:rPr>
          <w:rFonts w:hint="cs"/>
          <w:rtl/>
        </w:rPr>
        <w:t>ّ</w:t>
      </w:r>
      <w:r>
        <w:rPr>
          <w:rtl/>
        </w:rPr>
        <w:t xml:space="preserve"> ، ولا أرضى لك ثواباً دون الجنّة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119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أيما مؤمن سأله أخوه المؤمن حاجته وهو يقدر على قضائها فرد</w:t>
      </w:r>
      <w:r>
        <w:rPr>
          <w:rFonts w:hint="cs"/>
          <w:rtl/>
        </w:rPr>
        <w:t>ّ</w:t>
      </w:r>
      <w:r>
        <w:rPr>
          <w:rtl/>
        </w:rPr>
        <w:t>ه منها سل</w:t>
      </w:r>
      <w:r>
        <w:rPr>
          <w:rFonts w:hint="cs"/>
          <w:rtl/>
        </w:rPr>
        <w:t>ّ</w:t>
      </w:r>
      <w:r>
        <w:rPr>
          <w:rtl/>
        </w:rPr>
        <w:t xml:space="preserve">ط الله عليه شجاعاً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في قبره ينهش [ من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 xml:space="preserve"> ] أصابعه </w:t>
      </w:r>
      <w:r w:rsidRPr="00D41583">
        <w:rPr>
          <w:rStyle w:val="libFootnotenumChar"/>
          <w:rFonts w:hint="cs"/>
          <w:rtl/>
        </w:rPr>
        <w:t>(9)</w:t>
      </w:r>
      <w:r>
        <w:rPr>
          <w:rtl/>
        </w:rPr>
        <w:t>.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الكافي : </w:t>
      </w:r>
      <w:r>
        <w:rPr>
          <w:rtl/>
        </w:rPr>
        <w:t>2 / 1</w:t>
      </w:r>
      <w:r w:rsidRPr="001D70F1">
        <w:rPr>
          <w:rtl/>
        </w:rPr>
        <w:t>99 ح 3 بإسناده عن مسمع أبي</w:t>
      </w:r>
      <w:r>
        <w:rPr>
          <w:rtl/>
        </w:rPr>
        <w:t xml:space="preserve"> سيّار </w:t>
      </w:r>
      <w:r w:rsidRPr="001D70F1">
        <w:rPr>
          <w:rtl/>
        </w:rPr>
        <w:t>، وفي البحار : 7</w:t>
      </w:r>
      <w:r>
        <w:rPr>
          <w:rtl/>
        </w:rPr>
        <w:t>4 / 3</w:t>
      </w:r>
      <w:r w:rsidRPr="001D70F1">
        <w:rPr>
          <w:rtl/>
        </w:rPr>
        <w:t>86 ح 105 وج 7</w:t>
      </w:r>
      <w:r>
        <w:rPr>
          <w:rtl/>
        </w:rPr>
        <w:t>5 / 2</w:t>
      </w:r>
      <w:r w:rsidRPr="001D70F1">
        <w:rPr>
          <w:rtl/>
        </w:rPr>
        <w:t>2 ح 23 عن الثواب ص : 179 ح 1 بإسناده عن مسمع كردين وعنهما في الوسائل : 1</w:t>
      </w:r>
      <w:r>
        <w:rPr>
          <w:rtl/>
        </w:rPr>
        <w:t>1 / 587 ح 4 مع سقط وزيادة فيها.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(1) عنه في المستدرك </w:t>
      </w:r>
      <w:r>
        <w:rPr>
          <w:rtl/>
        </w:rPr>
        <w:t>2 / 1</w:t>
      </w:r>
      <w:r w:rsidRPr="001D70F1">
        <w:rPr>
          <w:rtl/>
        </w:rPr>
        <w:t>47 ح 5 وأخرجه في البحار : 7</w:t>
      </w:r>
      <w:r>
        <w:rPr>
          <w:rtl/>
        </w:rPr>
        <w:t>4 / 3</w:t>
      </w:r>
      <w:r w:rsidRPr="001D70F1">
        <w:rPr>
          <w:rtl/>
        </w:rPr>
        <w:t>26 ح 95 و 97 والوسائل : 1</w:t>
      </w:r>
      <w:r>
        <w:rPr>
          <w:rtl/>
        </w:rPr>
        <w:t>1 / 5</w:t>
      </w:r>
      <w:r w:rsidRPr="001D70F1">
        <w:rPr>
          <w:rtl/>
        </w:rPr>
        <w:t xml:space="preserve">81 ح 3 و 4 عن الكافي : </w:t>
      </w:r>
      <w:r>
        <w:rPr>
          <w:rtl/>
        </w:rPr>
        <w:t>2 / 1</w:t>
      </w:r>
      <w:r w:rsidRPr="001D70F1">
        <w:rPr>
          <w:rtl/>
        </w:rPr>
        <w:t xml:space="preserve">94 ح 6 وصدرح 8 مسندا عنه </w:t>
      </w:r>
      <w:r>
        <w:rPr>
          <w:rtl/>
        </w:rPr>
        <w:t>(ع)</w:t>
      </w:r>
      <w:r w:rsidRPr="001D70F1">
        <w:rPr>
          <w:rtl/>
        </w:rPr>
        <w:t>.</w:t>
      </w:r>
    </w:p>
    <w:p w:rsidR="00FC522A" w:rsidRPr="001D70F1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1D70F1">
        <w:rPr>
          <w:rtl/>
        </w:rPr>
        <w:t xml:space="preserve"> بين المعقوفين ليس في النسخة ـ ب ـ وموجود في نسخة ـ</w:t>
      </w:r>
      <w:r>
        <w:rPr>
          <w:rtl/>
        </w:rPr>
        <w:t xml:space="preserve"> أ ـ والكافي ذيل الحديث السادس.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(3) مكرر لصدرح 111 فراجع</w:t>
      </w:r>
      <w:r>
        <w:rPr>
          <w:rtl/>
        </w:rPr>
        <w:t xml:space="preserve"> بما قد ذكرنا من تخريجاته هناك.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(4) في</w:t>
      </w:r>
      <w:r>
        <w:rPr>
          <w:rtl/>
        </w:rPr>
        <w:t xml:space="preserve"> الأصل </w:t>
      </w:r>
      <w:r w:rsidRPr="001D70F1">
        <w:rPr>
          <w:rtl/>
        </w:rPr>
        <w:t>: (</w:t>
      </w:r>
      <w:r>
        <w:rPr>
          <w:rtl/>
        </w:rPr>
        <w:t xml:space="preserve"> مسلماً </w:t>
      </w:r>
      <w:r w:rsidRPr="001D70F1">
        <w:rPr>
          <w:rtl/>
        </w:rPr>
        <w:t>) والذي أثب</w:t>
      </w:r>
      <w:r>
        <w:rPr>
          <w:rtl/>
        </w:rPr>
        <w:t>تناه صحيح ظاهراً.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(5) في الكافي وقرب</w:t>
      </w:r>
      <w:r>
        <w:rPr>
          <w:rtl/>
        </w:rPr>
        <w:t xml:space="preserve"> الإسناد والإختصاص </w:t>
      </w:r>
      <w:r w:rsidRPr="001D70F1">
        <w:rPr>
          <w:rtl/>
        </w:rPr>
        <w:t xml:space="preserve">: ( ما قضى مسلم لمسلم حاجة إلا ناداه </w:t>
      </w:r>
      <w:r>
        <w:rPr>
          <w:rtl/>
        </w:rPr>
        <w:t>الله ) ، وكذلك في ثواب الأعمال.</w:t>
      </w:r>
    </w:p>
    <w:p w:rsidR="00FC522A" w:rsidRPr="001D70F1" w:rsidRDefault="00FC522A" w:rsidP="00D41583">
      <w:pPr>
        <w:pStyle w:val="libFootnote0"/>
        <w:rPr>
          <w:rtl/>
        </w:rPr>
      </w:pPr>
      <w:r w:rsidRPr="008015BD">
        <w:rPr>
          <w:rtl/>
        </w:rPr>
        <w:t xml:space="preserve">(6) عنه في المستدرك : </w:t>
      </w:r>
      <w:r>
        <w:rPr>
          <w:rtl/>
        </w:rPr>
        <w:t>2 / 4</w:t>
      </w:r>
      <w:r w:rsidRPr="008015BD">
        <w:rPr>
          <w:rtl/>
        </w:rPr>
        <w:t>06 ح 6 وأخرجه في البحار : 7</w:t>
      </w:r>
      <w:r>
        <w:rPr>
          <w:rtl/>
        </w:rPr>
        <w:t>4 / 2</w:t>
      </w:r>
      <w:r w:rsidRPr="008015BD">
        <w:rPr>
          <w:rtl/>
        </w:rPr>
        <w:t>85 ح 8 عن قرب</w:t>
      </w:r>
      <w:r>
        <w:rPr>
          <w:rtl/>
        </w:rPr>
        <w:t xml:space="preserve"> الإسناد </w:t>
      </w:r>
      <w:r w:rsidRPr="008015BD">
        <w:rPr>
          <w:rtl/>
        </w:rPr>
        <w:t>: ص 19 وفي ص : 305 ح 54 عن ثواب</w:t>
      </w:r>
      <w:r>
        <w:rPr>
          <w:rtl/>
        </w:rPr>
        <w:t xml:space="preserve"> الأعمال </w:t>
      </w:r>
      <w:r w:rsidRPr="008015BD">
        <w:rPr>
          <w:rtl/>
        </w:rPr>
        <w:t>: ص 223 بإسناد هما عن بكر بن</w:t>
      </w:r>
      <w:r>
        <w:rPr>
          <w:rtl/>
        </w:rPr>
        <w:t xml:space="preserve"> محمّد الأزدي </w:t>
      </w:r>
      <w:r w:rsidRPr="008015BD">
        <w:rPr>
          <w:rtl/>
        </w:rPr>
        <w:t>وفي ص 312 ح 68 عن</w:t>
      </w:r>
      <w:r>
        <w:rPr>
          <w:rtl/>
        </w:rPr>
        <w:t xml:space="preserve"> الإختصاص </w:t>
      </w:r>
      <w:r w:rsidRPr="008015BD">
        <w:rPr>
          <w:rtl/>
        </w:rPr>
        <w:t>: ص 184</w:t>
      </w:r>
      <w:r>
        <w:rPr>
          <w:rtl/>
        </w:rPr>
        <w:t xml:space="preserve"> مرسلاً </w:t>
      </w:r>
      <w:r w:rsidRPr="008015BD">
        <w:rPr>
          <w:rtl/>
        </w:rPr>
        <w:t xml:space="preserve">عن أمير المؤمنين </w:t>
      </w:r>
      <w:r>
        <w:rPr>
          <w:rtl/>
        </w:rPr>
        <w:t>(ع)</w:t>
      </w:r>
      <w:r w:rsidRPr="008015BD">
        <w:rPr>
          <w:rtl/>
        </w:rPr>
        <w:t xml:space="preserve"> وفي ص 326 ح 96 </w:t>
      </w:r>
      <w:r w:rsidRPr="001D70F1">
        <w:rPr>
          <w:rtl/>
        </w:rPr>
        <w:t xml:space="preserve">عن الكافي : </w:t>
      </w:r>
      <w:r>
        <w:rPr>
          <w:rtl/>
        </w:rPr>
        <w:t>2 / 1</w:t>
      </w:r>
      <w:r w:rsidRPr="001D70F1">
        <w:rPr>
          <w:rtl/>
        </w:rPr>
        <w:t>94 ح 7 بإسناده عن بكر بن</w:t>
      </w:r>
      <w:r>
        <w:rPr>
          <w:rtl/>
        </w:rPr>
        <w:t xml:space="preserve"> محمّد </w:t>
      </w:r>
      <w:r w:rsidRPr="001D70F1">
        <w:rPr>
          <w:rtl/>
        </w:rPr>
        <w:t>، وفي الوسائل : 1</w:t>
      </w:r>
      <w:r>
        <w:rPr>
          <w:rtl/>
        </w:rPr>
        <w:t>1 / 5</w:t>
      </w:r>
      <w:r w:rsidRPr="001D70F1">
        <w:rPr>
          <w:rtl/>
        </w:rPr>
        <w:t>76 ح 4 عن الكافي والثواب والقرب مع اختلاف يسير.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(7) الشجاع : ضرب من ال</w:t>
      </w:r>
      <w:r>
        <w:rPr>
          <w:rFonts w:hint="cs"/>
          <w:rtl/>
        </w:rPr>
        <w:t>أ</w:t>
      </w:r>
      <w:r w:rsidRPr="001D70F1">
        <w:rPr>
          <w:rtl/>
        </w:rPr>
        <w:t>فاعي.</w:t>
      </w:r>
    </w:p>
    <w:p w:rsidR="00FC522A" w:rsidRPr="00E536DF" w:rsidRDefault="00FC522A" w:rsidP="00FC522A">
      <w:pPr>
        <w:rPr>
          <w:rtl/>
        </w:rPr>
      </w:pPr>
      <w:r w:rsidRPr="001D70F1">
        <w:rPr>
          <w:rtl/>
        </w:rPr>
        <w:t xml:space="preserve">(9) مكرر مع ح 179 : عنه في المستدرك : </w:t>
      </w:r>
      <w:r>
        <w:rPr>
          <w:rtl/>
        </w:rPr>
        <w:t>2 / 4</w:t>
      </w:r>
      <w:r w:rsidRPr="001D70F1">
        <w:rPr>
          <w:rtl/>
        </w:rPr>
        <w:t>06 ح 7 وأخرجه في البحار : 7</w:t>
      </w:r>
      <w:r>
        <w:rPr>
          <w:rtl/>
        </w:rPr>
        <w:t>4 / 3</w:t>
      </w:r>
      <w:r w:rsidRPr="001D70F1">
        <w:rPr>
          <w:rtl/>
        </w:rPr>
        <w:t>19 عن</w:t>
      </w:r>
      <w:r>
        <w:rPr>
          <w:rtl/>
        </w:rPr>
        <w:t xml:space="preserve"> عدّة </w:t>
      </w:r>
      <w:r w:rsidRPr="001D70F1">
        <w:rPr>
          <w:rtl/>
        </w:rPr>
        <w:t>الداعي : ص 178 عن إبراهيم التيمي وفي ج 7</w:t>
      </w:r>
      <w:r>
        <w:rPr>
          <w:rtl/>
        </w:rPr>
        <w:t>5 /</w:t>
      </w:r>
      <w:r w:rsidRPr="00D41583">
        <w:rPr>
          <w:rStyle w:val="libFootnote0Char"/>
          <w:rtl/>
        </w:rPr>
        <w:t xml:space="preserve"> 177 ح 13 عن أمالي الشيخ : 2 / 278 ح 36 بإسناده عن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120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قضى لأخيه المؤمن حاجة كتب الله بها عشر حسنات ، ومحى عنه عشر سيّئات ، ورفع له بها عشر درجات ، و كان عدل عشر رقاب وصوم شهر واعتكافه في المسجد الحرام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121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الصادق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من فرج عن أخيه المسلم كربة فرج الله عنه كربة يوم القيامة ، ويخرج من قبره مثلوج الصدر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122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إبراهيم الكاظم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فرج عن أخيه المسلم كربة ، فرج الله بها عنه كربة يوم القيامة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123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فيما ناجي الله به عبده موسى بن عمران أن قال : إن لي عبداً ابيحهم جنّتي واحكمهم فيها ، قال موسى : يا ربّ من هؤلاء الّذين تبيحهم جنتك وتحكمهم فيها ؟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قال : من أدخل على مؤمن سروراً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ثم قال : إن مؤمناً كان في مملكة جبّار وكان مولعاً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به فهرب منه إلى دار الشرك ، ونزل برجل من أهل الشرك ، فألطفه ، وأرفقه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، وأضافه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، فلما حضره الموت ، أوحى الله عزّ وجلّ إليه : وعزّتي وجلالي لو كان في جن</w:t>
      </w:r>
      <w:r>
        <w:rPr>
          <w:rFonts w:hint="cs"/>
          <w:rtl/>
        </w:rPr>
        <w:t>ّ</w:t>
      </w:r>
      <w:r>
        <w:rPr>
          <w:rtl/>
        </w:rPr>
        <w:t>تي مسكن لمشرك ل</w:t>
      </w:r>
      <w:r>
        <w:rPr>
          <w:rFonts w:hint="cs"/>
          <w:rtl/>
        </w:rPr>
        <w:t>أ</w:t>
      </w:r>
      <w:r>
        <w:rPr>
          <w:rtl/>
        </w:rPr>
        <w:t>سكنتك فيها ، ولكن</w:t>
      </w:r>
      <w:r>
        <w:rPr>
          <w:rFonts w:hint="cs"/>
          <w:rtl/>
        </w:rPr>
        <w:t>ّ</w:t>
      </w:r>
      <w:r>
        <w:rPr>
          <w:rtl/>
        </w:rPr>
        <w:t>ها محر</w:t>
      </w:r>
      <w:r>
        <w:rPr>
          <w:rFonts w:hint="cs"/>
          <w:rtl/>
        </w:rPr>
        <w:t>ّ</w:t>
      </w:r>
      <w:r>
        <w:rPr>
          <w:rtl/>
        </w:rPr>
        <w:t>مة على من مات مشركاً ، ولكن يا نار</w:t>
      </w:r>
      <w:r>
        <w:rPr>
          <w:rFonts w:hint="cs"/>
          <w:rtl/>
        </w:rPr>
        <w:t xml:space="preserve"> </w:t>
      </w:r>
      <w:r>
        <w:rPr>
          <w:rtl/>
        </w:rPr>
        <w:t xml:space="preserve">هاربيه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ولا تؤذيه ، قال : ويؤتى برزقه طرفي النهار ، قلت : من الجنّة ؟ قال : أو من حيث شاء الله عزّ وجل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أبان بن تغلب ، ورواه في تنبيه الخواطر : </w:t>
      </w:r>
      <w:r>
        <w:rPr>
          <w:rtl/>
        </w:rPr>
        <w:t>2 / 8</w:t>
      </w:r>
      <w:r w:rsidRPr="001D70F1">
        <w:rPr>
          <w:rtl/>
        </w:rPr>
        <w:t>0</w:t>
      </w:r>
      <w:r>
        <w:rPr>
          <w:rtl/>
        </w:rPr>
        <w:t xml:space="preserve"> مرسلاً باختلاف يسير.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(1) عنه في المستدرك : </w:t>
      </w:r>
      <w:r>
        <w:rPr>
          <w:rtl/>
        </w:rPr>
        <w:t>2 / 407 ح 3.</w:t>
      </w:r>
    </w:p>
    <w:p w:rsidR="00FC522A" w:rsidRPr="001D70F1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1D70F1">
        <w:rPr>
          <w:rtl/>
        </w:rPr>
        <w:t xml:space="preserve"> في النسخة ـ أ ـ ( الفؤاد ) ، عنه في المستدرك : </w:t>
      </w:r>
      <w:r>
        <w:rPr>
          <w:rtl/>
        </w:rPr>
        <w:t>2 / 408 ح 4.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(3) أخرج نحوه في البحار : 7</w:t>
      </w:r>
      <w:r>
        <w:rPr>
          <w:rtl/>
        </w:rPr>
        <w:t>4 / 2</w:t>
      </w:r>
      <w:r w:rsidRPr="001D70F1">
        <w:rPr>
          <w:rtl/>
        </w:rPr>
        <w:t>33 عن كتاب قضاء الحقوق للصوري</w:t>
      </w:r>
      <w:r>
        <w:rPr>
          <w:rtl/>
        </w:rPr>
        <w:t xml:space="preserve"> مرسلاً.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(4) ولع : استخف.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(5) في</w:t>
      </w:r>
      <w:r>
        <w:rPr>
          <w:rtl/>
        </w:rPr>
        <w:t xml:space="preserve"> النسخة ـ أ ـ وواقفه وهو تصحيف.</w:t>
      </w:r>
    </w:p>
    <w:p w:rsidR="00FC522A" w:rsidRPr="001D70F1" w:rsidRDefault="00FC522A" w:rsidP="00D41583">
      <w:pPr>
        <w:pStyle w:val="libFootnote0"/>
        <w:rPr>
          <w:rtl/>
        </w:rPr>
      </w:pPr>
      <w:r>
        <w:rPr>
          <w:rtl/>
        </w:rPr>
        <w:t>(6) في النسخة ـ أ ـ وصافحه.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(7) في الكافي : هي</w:t>
      </w:r>
      <w:r>
        <w:rPr>
          <w:rtl/>
        </w:rPr>
        <w:t>ديه ، أي ازعجيه وافزعيه.</w:t>
      </w:r>
    </w:p>
    <w:p w:rsidR="00FC522A" w:rsidRPr="00E536DF" w:rsidRDefault="00FC522A" w:rsidP="00FC522A">
      <w:pPr>
        <w:rPr>
          <w:rtl/>
        </w:rPr>
      </w:pPr>
      <w:r w:rsidRPr="001D70F1">
        <w:rPr>
          <w:rtl/>
        </w:rPr>
        <w:t xml:space="preserve">(8) عنه في المستدرك : </w:t>
      </w:r>
      <w:r>
        <w:rPr>
          <w:rtl/>
        </w:rPr>
        <w:t>2 / 4</w:t>
      </w:r>
      <w:r w:rsidRPr="001D70F1">
        <w:rPr>
          <w:rtl/>
        </w:rPr>
        <w:t>04 ح 3 وأخرجه في البحار : 7</w:t>
      </w:r>
      <w:r>
        <w:rPr>
          <w:rtl/>
        </w:rPr>
        <w:t>4 /</w:t>
      </w:r>
      <w:r w:rsidRPr="00D41583">
        <w:rPr>
          <w:rStyle w:val="libFootnote0Char"/>
          <w:rtl/>
        </w:rPr>
        <w:t xml:space="preserve"> 288 ح 16 عن الكافي : 2 / 188 ح 3 ، وصدره في ص 306 ح 57 عن قصص الأنبياء للراوندي : ص 125 ح 28 باختلاف يسير بإسنادهما عن عبد الله بن الوليد الوصافي ، وصدره أيضاً في البحار : 13 / 356 ح 59 عنهما ، وذيله في البحار : 8 / 314 ح 92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124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قضى لمسلم حاجة كتب الله له عشر حسنات ، ومحى عنه عشر سيّئات ، ورفع له عشر درجات ، وأظل</w:t>
      </w:r>
      <w:r>
        <w:rPr>
          <w:rFonts w:hint="cs"/>
          <w:rtl/>
        </w:rPr>
        <w:t>ّ</w:t>
      </w:r>
      <w:r>
        <w:rPr>
          <w:rtl/>
        </w:rPr>
        <w:t>ه الله عزّ و جلّ في ظل</w:t>
      </w:r>
      <w:r>
        <w:rPr>
          <w:rFonts w:hint="cs"/>
          <w:rtl/>
        </w:rPr>
        <w:t>ّ</w:t>
      </w:r>
      <w:r>
        <w:rPr>
          <w:rtl/>
        </w:rPr>
        <w:t>ه يوم لا ظلّ إلا ظل</w:t>
      </w:r>
      <w:r>
        <w:rPr>
          <w:rFonts w:hint="cs"/>
          <w:rtl/>
        </w:rPr>
        <w:t>ّ</w:t>
      </w:r>
      <w:r>
        <w:rPr>
          <w:rtl/>
        </w:rPr>
        <w:t xml:space="preserve">ه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125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أبو حمزة عن أحدهما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: أيما مسلم أقال مسلماً ندامة [ في بيع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] أقاله الله عزّ وجلّ عذاب يوم القيامة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126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أدخل على مؤمن سروراً خلق الله عزّ وجلّ [ من ذلك السرور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] خلقا فيلقاه عند موته ، فيقول له : أبشر يا وليّ الله بكرامة من الله ورضوان [ منه ] ، ثم لا يزال معه حتّى يدخل قبره ، فيقول له مثل ذلك [ فإذا بعث تلقاه فيقول له مثل ذلك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] فلا يزال معه في كلّ هول يبش</w:t>
      </w:r>
      <w:r>
        <w:rPr>
          <w:rFonts w:hint="cs"/>
          <w:rtl/>
        </w:rPr>
        <w:t>ّ</w:t>
      </w:r>
      <w:r>
        <w:rPr>
          <w:rtl/>
        </w:rPr>
        <w:t xml:space="preserve">ره ويقول له [ مثل ذلك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] فيقول له : من أنت رحمك الله ؟ فيقول : أنا السرور الذي أدخلت على فلان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127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أحبّ الأعمال إلى الله عزّ وجلّ إدخال السرور على أخيه المؤمن [ من ] </w:t>
      </w:r>
      <w:r w:rsidRPr="00D41583">
        <w:rPr>
          <w:rStyle w:val="libFootnotenumChar"/>
          <w:rFonts w:hint="cs"/>
          <w:rtl/>
        </w:rPr>
        <w:t>(9)</w:t>
      </w:r>
      <w:r>
        <w:rPr>
          <w:rtl/>
        </w:rPr>
        <w:t xml:space="preserve"> إشباع جوعته ، أو تنفيس كربته أو قضاء دينه </w:t>
      </w:r>
      <w:r w:rsidRPr="00D41583">
        <w:rPr>
          <w:rStyle w:val="libFootnotenumChar"/>
          <w:rFonts w:hint="cs"/>
          <w:rtl/>
        </w:rPr>
        <w:t>(10)</w:t>
      </w:r>
      <w:r>
        <w:rPr>
          <w:rtl/>
        </w:rPr>
        <w:t>.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عن الكافي : وأورد صدره في مصادقة</w:t>
      </w:r>
      <w:r>
        <w:rPr>
          <w:rtl/>
        </w:rPr>
        <w:t xml:space="preserve"> الأخوان </w:t>
      </w:r>
      <w:r w:rsidRPr="001D70F1">
        <w:rPr>
          <w:rtl/>
        </w:rPr>
        <w:t>: ص 48 ح 2</w:t>
      </w:r>
      <w:r>
        <w:rPr>
          <w:rtl/>
        </w:rPr>
        <w:t xml:space="preserve"> عن عبد الله بن الوليد الوصافي.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(1) عنه في المستدرك : </w:t>
      </w:r>
      <w:r>
        <w:rPr>
          <w:rtl/>
        </w:rPr>
        <w:t>2 / 4</w:t>
      </w:r>
      <w:r w:rsidRPr="001D70F1">
        <w:rPr>
          <w:rtl/>
        </w:rPr>
        <w:t>06 ح 8 وأخرج في الوسائل 1</w:t>
      </w:r>
      <w:r>
        <w:rPr>
          <w:rtl/>
        </w:rPr>
        <w:t>1 / 5</w:t>
      </w:r>
      <w:r w:rsidRPr="001D70F1">
        <w:rPr>
          <w:rtl/>
        </w:rPr>
        <w:t>79 ح 12 عن مصادقة</w:t>
      </w:r>
      <w:r>
        <w:rPr>
          <w:rtl/>
        </w:rPr>
        <w:t xml:space="preserve"> الأخوان </w:t>
      </w:r>
      <w:r w:rsidRPr="001D70F1">
        <w:rPr>
          <w:rtl/>
        </w:rPr>
        <w:t>: ص 40 ح 4 بإ</w:t>
      </w:r>
      <w:r>
        <w:rPr>
          <w:rtl/>
        </w:rPr>
        <w:t>سناده عن أبي حمزة الثمالي مثله.</w:t>
      </w:r>
    </w:p>
    <w:p w:rsidR="00FC522A" w:rsidRPr="001D70F1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>
        <w:rPr>
          <w:rtl/>
        </w:rPr>
        <w:t xml:space="preserve"> ليس في النسخة ـ أ ـ</w:t>
      </w:r>
      <w:r>
        <w:rPr>
          <w:rFonts w:hint="cs"/>
          <w:rtl/>
        </w:rPr>
        <w:t>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(3) أخرجه في الوسائل : 1</w:t>
      </w:r>
      <w:r>
        <w:rPr>
          <w:rtl/>
        </w:rPr>
        <w:t>2 / 2</w:t>
      </w:r>
      <w:r w:rsidRPr="001D70F1">
        <w:rPr>
          <w:rtl/>
        </w:rPr>
        <w:t>87 ح 4 عن المقنع ص 98</w:t>
      </w:r>
      <w:r>
        <w:rPr>
          <w:rtl/>
        </w:rPr>
        <w:t xml:space="preserve"> مرسلاً </w:t>
      </w:r>
      <w:r w:rsidRPr="001D70F1">
        <w:rPr>
          <w:rtl/>
        </w:rPr>
        <w:t>وفي ص 286 ح 2 عن الكافي : 2</w:t>
      </w:r>
      <w:r>
        <w:rPr>
          <w:rtl/>
        </w:rPr>
        <w:t>5 / 1</w:t>
      </w:r>
      <w:r w:rsidRPr="001D70F1">
        <w:rPr>
          <w:rtl/>
        </w:rPr>
        <w:t xml:space="preserve">53 ح 16 والتهذيب : </w:t>
      </w:r>
      <w:r>
        <w:rPr>
          <w:rtl/>
        </w:rPr>
        <w:t>7 / 8</w:t>
      </w:r>
      <w:r w:rsidRPr="001D70F1">
        <w:rPr>
          <w:rtl/>
        </w:rPr>
        <w:t xml:space="preserve"> ح 26 بإسنادهما عن هارون بن حمزة والفقيه : </w:t>
      </w:r>
      <w:r>
        <w:rPr>
          <w:rtl/>
        </w:rPr>
        <w:t>3 / 1</w:t>
      </w:r>
      <w:r w:rsidRPr="001D70F1">
        <w:rPr>
          <w:rtl/>
        </w:rPr>
        <w:t>96 ح 3738</w:t>
      </w:r>
      <w:r>
        <w:rPr>
          <w:rtl/>
        </w:rPr>
        <w:t xml:space="preserve"> مرسلاً </w:t>
      </w:r>
      <w:r w:rsidRPr="001D70F1">
        <w:rPr>
          <w:rtl/>
        </w:rPr>
        <w:t>و عن مصادقة</w:t>
      </w:r>
      <w:r>
        <w:rPr>
          <w:rtl/>
        </w:rPr>
        <w:t xml:space="preserve"> الأخوان </w:t>
      </w:r>
      <w:r w:rsidRPr="001D70F1">
        <w:rPr>
          <w:rtl/>
        </w:rPr>
        <w:t>: ص 66 ح 1 بإسناده عن أبي حمزة مع اختلاف يسير ، وفي الكافي ( هارون بن حمزة عن أبي حم</w:t>
      </w:r>
      <w:r>
        <w:rPr>
          <w:rtl/>
        </w:rPr>
        <w:t>زة ) وفيها ( أقال الله عثرته ).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(4 و 5) ليس في النسخة ـ ب ـ.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(6 و 7) ليس في</w:t>
      </w:r>
      <w:r>
        <w:rPr>
          <w:rtl/>
        </w:rPr>
        <w:t xml:space="preserve"> الأصل ، وأثبتناه من الكافي.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(8) عنه في المستدرك : </w:t>
      </w:r>
      <w:r>
        <w:rPr>
          <w:rtl/>
        </w:rPr>
        <w:t>2 / 4</w:t>
      </w:r>
      <w:r w:rsidRPr="001D70F1">
        <w:rPr>
          <w:rtl/>
        </w:rPr>
        <w:t>04 ح 4 وأخرجه في البحار : 7</w:t>
      </w:r>
      <w:r>
        <w:rPr>
          <w:rtl/>
        </w:rPr>
        <w:t>4 / 2</w:t>
      </w:r>
      <w:r w:rsidRPr="001D70F1">
        <w:rPr>
          <w:rtl/>
        </w:rPr>
        <w:t>96 ح 25 الوسائل : 1</w:t>
      </w:r>
      <w:r>
        <w:rPr>
          <w:rtl/>
        </w:rPr>
        <w:t>1 / 5</w:t>
      </w:r>
      <w:r w:rsidRPr="001D70F1">
        <w:rPr>
          <w:rtl/>
        </w:rPr>
        <w:t xml:space="preserve">71 ح 9 عن الكافي : </w:t>
      </w:r>
      <w:r>
        <w:rPr>
          <w:rtl/>
        </w:rPr>
        <w:t>2 / 1</w:t>
      </w:r>
      <w:r w:rsidRPr="001D70F1">
        <w:rPr>
          <w:rtl/>
        </w:rPr>
        <w:t>92 ح 12 بإسناده عن الحكم بن مسكين ، ونحوه في البحار : 7</w:t>
      </w:r>
      <w:r>
        <w:rPr>
          <w:rtl/>
        </w:rPr>
        <w:t>4 / 3</w:t>
      </w:r>
      <w:r w:rsidRPr="001D70F1">
        <w:rPr>
          <w:rtl/>
        </w:rPr>
        <w:t>05 ح 51 والوسائل : 1</w:t>
      </w:r>
      <w:r>
        <w:rPr>
          <w:rtl/>
        </w:rPr>
        <w:t>1 / 5</w:t>
      </w:r>
      <w:r w:rsidRPr="001D70F1">
        <w:rPr>
          <w:rtl/>
        </w:rPr>
        <w:t>74 ح 17 عن ثواب</w:t>
      </w:r>
      <w:r>
        <w:rPr>
          <w:rtl/>
        </w:rPr>
        <w:t xml:space="preserve"> الأعمال </w:t>
      </w:r>
      <w:r w:rsidRPr="001D70F1">
        <w:rPr>
          <w:rtl/>
        </w:rPr>
        <w:t xml:space="preserve">: ص 180 بإسناده عن لوط بن إسحاق عن أبيه عن جده عنه </w:t>
      </w:r>
      <w:r>
        <w:rPr>
          <w:rtl/>
        </w:rPr>
        <w:t>(ع) باختلاف يسير.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>(9) في</w:t>
      </w:r>
      <w:r>
        <w:rPr>
          <w:rtl/>
        </w:rPr>
        <w:t xml:space="preserve"> النسخة ـ ب ـ ( و ) بدل ( من ).</w:t>
      </w:r>
    </w:p>
    <w:p w:rsidR="00FC522A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(10) عنه في المستدرك : </w:t>
      </w:r>
      <w:r>
        <w:rPr>
          <w:rtl/>
        </w:rPr>
        <w:t>2 / 4</w:t>
      </w:r>
      <w:r w:rsidRPr="001D70F1">
        <w:rPr>
          <w:rtl/>
        </w:rPr>
        <w:t>04 ح 6 وأخرجه في البحار : 7</w:t>
      </w:r>
      <w:r>
        <w:rPr>
          <w:rtl/>
        </w:rPr>
        <w:t>4 / 2</w:t>
      </w:r>
      <w:r w:rsidRPr="001D70F1">
        <w:rPr>
          <w:rtl/>
        </w:rPr>
        <w:t>97 ح 29 والوسائل : 1</w:t>
      </w:r>
      <w:r>
        <w:rPr>
          <w:rtl/>
        </w:rPr>
        <w:t>1 / 570 ح 6</w:t>
      </w:r>
    </w:p>
    <w:p w:rsidR="00FC522A" w:rsidRPr="003C582E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3C582E">
        <w:rPr>
          <w:rtl/>
        </w:rPr>
        <w:lastRenderedPageBreak/>
        <w:t>128</w:t>
      </w:r>
      <w:r>
        <w:rPr>
          <w:rFonts w:hint="cs"/>
          <w:rtl/>
        </w:rPr>
        <w:t xml:space="preserve"> </w:t>
      </w:r>
      <w:r w:rsidRPr="003C582E">
        <w:rPr>
          <w:rtl/>
        </w:rPr>
        <w:t xml:space="preserve">ـ وعن أبي جعفر </w:t>
      </w:r>
      <w:r w:rsidR="00FB2D93" w:rsidRPr="00FB2D93">
        <w:rPr>
          <w:rStyle w:val="libAlaemChar"/>
          <w:rtl/>
        </w:rPr>
        <w:t>عليه‌السلام</w:t>
      </w:r>
      <w:r w:rsidRPr="003C582E">
        <w:rPr>
          <w:rtl/>
        </w:rPr>
        <w:t xml:space="preserve"> قال : قال رسول الله </w:t>
      </w:r>
      <w:r w:rsidR="00FB2D93" w:rsidRPr="00FB2D93">
        <w:rPr>
          <w:rStyle w:val="libAlaemChar"/>
          <w:rtl/>
        </w:rPr>
        <w:t>صلى‌الله‌عليه‌وآله</w:t>
      </w:r>
      <w:r w:rsidRPr="003C582E">
        <w:rPr>
          <w:rtl/>
        </w:rPr>
        <w:t xml:space="preserve"> : من أكرم أخاه المسلم بمجلس يكرمه ، أو بكلمة يلطفه بها أو حاجة يكفيه</w:t>
      </w:r>
      <w:r>
        <w:rPr>
          <w:rtl/>
        </w:rPr>
        <w:t xml:space="preserve"> إيّاها </w:t>
      </w:r>
      <w:r w:rsidRPr="003C582E">
        <w:rPr>
          <w:rtl/>
        </w:rPr>
        <w:t>، لم يزل في</w:t>
      </w:r>
      <w:r>
        <w:rPr>
          <w:rtl/>
        </w:rPr>
        <w:t xml:space="preserve"> ظلّ </w:t>
      </w:r>
      <w:r w:rsidRPr="003C582E">
        <w:rPr>
          <w:rtl/>
        </w:rPr>
        <w:t xml:space="preserve">من الملائكة ما كان بتلك المنزلة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129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أوحى الله عزّ وجلّ إلى موسى ابن عمران : إن</w:t>
      </w:r>
      <w:r>
        <w:rPr>
          <w:rFonts w:hint="cs"/>
          <w:rtl/>
        </w:rPr>
        <w:t>ّ</w:t>
      </w:r>
      <w:r>
        <w:rPr>
          <w:rtl/>
        </w:rPr>
        <w:t xml:space="preserve"> من عبادي من يتقرب إليّ بالحسنة ، فاحكمه بالجن</w:t>
      </w:r>
      <w:r>
        <w:rPr>
          <w:rFonts w:hint="cs"/>
          <w:rtl/>
        </w:rPr>
        <w:t>ّ</w:t>
      </w:r>
      <w:r>
        <w:rPr>
          <w:rtl/>
        </w:rPr>
        <w:t>ة.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قال : يا ربّ وما هذه الحسنة ؟ قال : يدخل على مؤمن سروراً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130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مشي المسلم في حاجة المسلم خير</w:t>
      </w:r>
      <w:r>
        <w:rPr>
          <w:rFonts w:hint="cs"/>
          <w:rtl/>
        </w:rPr>
        <w:t xml:space="preserve"> </w:t>
      </w:r>
      <w:r>
        <w:rPr>
          <w:rtl/>
        </w:rPr>
        <w:t xml:space="preserve">من سبعين طوافاً بالبيت الحرام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131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ممّا يحبّ الله من الأعمال ، إدخال السرور على المسلم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132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صفوان قال : كنت عند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يوم التروية فدخل عليه ميمون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القداح ، فشكى إليه تعذر الكراء ، فقال لي : قم فأعن أخاك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1D70F1" w:rsidRDefault="00FC522A" w:rsidP="00FC522A">
      <w:pPr>
        <w:rPr>
          <w:rtl/>
        </w:rPr>
      </w:pPr>
      <w:r w:rsidRPr="001D70F1">
        <w:rPr>
          <w:rtl/>
        </w:rPr>
        <w:t xml:space="preserve">عن الكافي : </w:t>
      </w:r>
      <w:r>
        <w:rPr>
          <w:rtl/>
        </w:rPr>
        <w:t>2 / 1</w:t>
      </w:r>
      <w:r w:rsidRPr="001D70F1">
        <w:rPr>
          <w:rtl/>
        </w:rPr>
        <w:t>92 ح 16 باختلاف يسير ، وفي البحار : 7</w:t>
      </w:r>
      <w:r>
        <w:rPr>
          <w:rtl/>
        </w:rPr>
        <w:t>4 / 3</w:t>
      </w:r>
      <w:r w:rsidRPr="001D70F1">
        <w:rPr>
          <w:rtl/>
        </w:rPr>
        <w:t>65 ح 37 والوسائل : 1</w:t>
      </w:r>
      <w:r>
        <w:rPr>
          <w:rtl/>
        </w:rPr>
        <w:t>6 / 4</w:t>
      </w:r>
      <w:r w:rsidRPr="001D70F1">
        <w:rPr>
          <w:rtl/>
        </w:rPr>
        <w:t xml:space="preserve">64 ح 8 عن المحاسن : </w:t>
      </w:r>
      <w:r>
        <w:rPr>
          <w:rtl/>
        </w:rPr>
        <w:t>2 / 3</w:t>
      </w:r>
      <w:r w:rsidRPr="001D70F1">
        <w:rPr>
          <w:rtl/>
        </w:rPr>
        <w:t xml:space="preserve">88 ح 13 والوسائل : </w:t>
      </w:r>
      <w:r>
        <w:rPr>
          <w:rtl/>
        </w:rPr>
        <w:t>6 / 3</w:t>
      </w:r>
      <w:r w:rsidRPr="001D70F1">
        <w:rPr>
          <w:rtl/>
        </w:rPr>
        <w:t xml:space="preserve">28 ح 3 عن التهذيب : </w:t>
      </w:r>
      <w:r>
        <w:rPr>
          <w:rtl/>
        </w:rPr>
        <w:t>4 /</w:t>
      </w:r>
      <w:r w:rsidRPr="00D41583">
        <w:rPr>
          <w:rStyle w:val="libFootnote0Char"/>
          <w:rtl/>
        </w:rPr>
        <w:t xml:space="preserve"> 110 ح 52 عن الكافي : 4 / 51 ح 7 باختلاف يسير مع سقط فيها بأسانيدهم عن هشام بن سالم عنه (ع) ، وفي البحار : 74 / 283 ح 2 والوسائل : 11 / 575 ح 20 عن قرب الإسناد : ص 68 بإسناده عن أبي البخترى نحوه ، ورواه في مصادقة الأخوان : ص 24 ح 2</w:t>
      </w:r>
      <w:r>
        <w:rPr>
          <w:rtl/>
        </w:rPr>
        <w:t xml:space="preserve"> مع اختلاف يسير.</w:t>
      </w:r>
    </w:p>
    <w:p w:rsidR="00FC522A" w:rsidRPr="001D70F1" w:rsidRDefault="00FC522A" w:rsidP="00D41583">
      <w:pPr>
        <w:pStyle w:val="libFootnote0"/>
        <w:rPr>
          <w:rtl/>
        </w:rPr>
      </w:pPr>
      <w:r>
        <w:rPr>
          <w:rtl/>
        </w:rPr>
        <w:t>(1)</w:t>
      </w:r>
    </w:p>
    <w:p w:rsidR="00FC522A" w:rsidRPr="001D70F1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1D70F1">
        <w:rPr>
          <w:rtl/>
        </w:rPr>
        <w:t xml:space="preserve"> عنه في المستدرك : </w:t>
      </w:r>
      <w:r>
        <w:rPr>
          <w:rtl/>
        </w:rPr>
        <w:t>2 / 4</w:t>
      </w:r>
      <w:r w:rsidRPr="001D70F1">
        <w:rPr>
          <w:rtl/>
        </w:rPr>
        <w:t>04 ح 7 وأخرجه في البحار : 1</w:t>
      </w:r>
      <w:r>
        <w:rPr>
          <w:rtl/>
        </w:rPr>
        <w:t>3 / 3</w:t>
      </w:r>
      <w:r w:rsidRPr="001D70F1">
        <w:rPr>
          <w:rtl/>
        </w:rPr>
        <w:t>56 ح 56 وج 7</w:t>
      </w:r>
      <w:r>
        <w:rPr>
          <w:rtl/>
        </w:rPr>
        <w:t>4 / 3</w:t>
      </w:r>
      <w:r w:rsidRPr="001D70F1">
        <w:rPr>
          <w:rtl/>
        </w:rPr>
        <w:t>06 ح 56 عن قصص</w:t>
      </w:r>
      <w:r>
        <w:rPr>
          <w:rtl/>
        </w:rPr>
        <w:t xml:space="preserve"> الأنبياء </w:t>
      </w:r>
      <w:r w:rsidRPr="001D70F1">
        <w:rPr>
          <w:rtl/>
        </w:rPr>
        <w:t>للراوندي : ص 125 ح 27 وفي البحار : 7</w:t>
      </w:r>
      <w:r>
        <w:rPr>
          <w:rtl/>
        </w:rPr>
        <w:t>4 / 3</w:t>
      </w:r>
      <w:r w:rsidRPr="001D70F1">
        <w:rPr>
          <w:rtl/>
        </w:rPr>
        <w:t>29 ح 101 والوسائل : 1</w:t>
      </w:r>
      <w:r>
        <w:rPr>
          <w:rtl/>
        </w:rPr>
        <w:t>1 / 5</w:t>
      </w:r>
      <w:r w:rsidRPr="001D70F1">
        <w:rPr>
          <w:rtl/>
        </w:rPr>
        <w:t xml:space="preserve">78 ح 8 عن الكافي : </w:t>
      </w:r>
      <w:r>
        <w:rPr>
          <w:rtl/>
        </w:rPr>
        <w:t>2 / 1</w:t>
      </w:r>
      <w:r w:rsidRPr="001D70F1">
        <w:rPr>
          <w:rtl/>
        </w:rPr>
        <w:t>95 ح 12 بإسنادهما عن</w:t>
      </w:r>
      <w:r>
        <w:rPr>
          <w:rtl/>
        </w:rPr>
        <w:t xml:space="preserve"> محمّد </w:t>
      </w:r>
      <w:r w:rsidRPr="001D70F1">
        <w:rPr>
          <w:rtl/>
        </w:rPr>
        <w:t xml:space="preserve">بن قيس عن أبي جعفر </w:t>
      </w:r>
      <w:r>
        <w:rPr>
          <w:rtl/>
        </w:rPr>
        <w:t>(ع) كلّ مع إختلاف يسير في المتن.</w:t>
      </w:r>
    </w:p>
    <w:p w:rsidR="00FC522A" w:rsidRPr="001D70F1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(3) عنه في المستدرك : </w:t>
      </w:r>
      <w:r>
        <w:rPr>
          <w:rtl/>
        </w:rPr>
        <w:t>2 / 4</w:t>
      </w:r>
      <w:r w:rsidRPr="001D70F1">
        <w:rPr>
          <w:rtl/>
        </w:rPr>
        <w:t>08 ح 3 وأخرجه في الحبار : 7</w:t>
      </w:r>
      <w:r>
        <w:rPr>
          <w:rtl/>
        </w:rPr>
        <w:t>4 / 3</w:t>
      </w:r>
      <w:r w:rsidRPr="001D70F1">
        <w:rPr>
          <w:rtl/>
        </w:rPr>
        <w:t>11 ح 66 عن</w:t>
      </w:r>
      <w:r>
        <w:rPr>
          <w:rtl/>
        </w:rPr>
        <w:t xml:space="preserve"> الإختصاص </w:t>
      </w:r>
      <w:r w:rsidRPr="001D70F1">
        <w:rPr>
          <w:rtl/>
        </w:rPr>
        <w:t>: ص 21</w:t>
      </w:r>
      <w:r>
        <w:rPr>
          <w:rtl/>
        </w:rPr>
        <w:t xml:space="preserve"> مرسلاً مثله.</w:t>
      </w:r>
    </w:p>
    <w:p w:rsidR="00FC522A" w:rsidRDefault="00FC522A" w:rsidP="00D41583">
      <w:pPr>
        <w:pStyle w:val="libFootnote0"/>
        <w:rPr>
          <w:rtl/>
        </w:rPr>
      </w:pPr>
      <w:r w:rsidRPr="001D70F1">
        <w:rPr>
          <w:rtl/>
        </w:rPr>
        <w:t xml:space="preserve">(4) عنه في المستدرك : </w:t>
      </w:r>
      <w:r>
        <w:rPr>
          <w:rtl/>
        </w:rPr>
        <w:t>2 / 4</w:t>
      </w:r>
      <w:r w:rsidRPr="001D70F1">
        <w:rPr>
          <w:rtl/>
        </w:rPr>
        <w:t>04 ح 8 وأخرجه في البحار : 7</w:t>
      </w:r>
      <w:r>
        <w:rPr>
          <w:rtl/>
        </w:rPr>
        <w:t>4 / 2</w:t>
      </w:r>
      <w:r w:rsidRPr="001D70F1">
        <w:rPr>
          <w:rtl/>
        </w:rPr>
        <w:t xml:space="preserve">89 ح 17 عن الكافي : </w:t>
      </w:r>
      <w:r>
        <w:rPr>
          <w:rtl/>
        </w:rPr>
        <w:t>2 / 1</w:t>
      </w:r>
      <w:r w:rsidRPr="001D70F1">
        <w:rPr>
          <w:rtl/>
        </w:rPr>
        <w:t xml:space="preserve">89 ح 4 بإسناده عن علي بن أبي علي عنه </w:t>
      </w:r>
      <w:r>
        <w:rPr>
          <w:rtl/>
        </w:rPr>
        <w:t>(ع)</w:t>
      </w:r>
      <w:r w:rsidRPr="001D70F1">
        <w:rPr>
          <w:rtl/>
        </w:rPr>
        <w:t xml:space="preserve"> عن الرسول </w:t>
      </w:r>
      <w:r w:rsidR="00FB2D93" w:rsidRPr="00FB2D93">
        <w:rPr>
          <w:rStyle w:val="libAlaemChar"/>
          <w:rtl/>
        </w:rPr>
        <w:t>صلى‌الله‌عليه‌وآله‌وسلم</w:t>
      </w:r>
      <w:r w:rsidRPr="001D70F1">
        <w:rPr>
          <w:rtl/>
        </w:rPr>
        <w:t xml:space="preserve"> نحوه ، وروى في مصادقة</w:t>
      </w:r>
      <w:r>
        <w:rPr>
          <w:rtl/>
        </w:rPr>
        <w:t xml:space="preserve"> الأخوان </w:t>
      </w:r>
      <w:r w:rsidRPr="001D70F1">
        <w:rPr>
          <w:rtl/>
        </w:rPr>
        <w:t>: ص 50 ح 6 عن جعفر بن</w:t>
      </w:r>
      <w:r>
        <w:rPr>
          <w:rtl/>
        </w:rPr>
        <w:t xml:space="preserve"> محمّد </w:t>
      </w:r>
      <w:r w:rsidRPr="001D70F1">
        <w:rPr>
          <w:rtl/>
        </w:rPr>
        <w:t xml:space="preserve">عنه </w:t>
      </w:r>
      <w:r>
        <w:rPr>
          <w:rtl/>
        </w:rPr>
        <w:t>(ع)</w:t>
      </w:r>
      <w:r w:rsidRPr="001D70F1">
        <w:rPr>
          <w:rtl/>
        </w:rPr>
        <w:t xml:space="preserve"> مثله ، إلا </w:t>
      </w:r>
      <w:r>
        <w:rPr>
          <w:rtl/>
        </w:rPr>
        <w:t>أن فيه : المؤمن ، بدل : المسلم.</w:t>
      </w:r>
    </w:p>
    <w:p w:rsidR="00FC522A" w:rsidRPr="003C582E" w:rsidRDefault="00FC522A" w:rsidP="00D41583">
      <w:pPr>
        <w:pStyle w:val="libFootnote0"/>
        <w:rPr>
          <w:rtl/>
        </w:rPr>
      </w:pPr>
      <w:r w:rsidRPr="008015BD">
        <w:rPr>
          <w:rtl/>
        </w:rPr>
        <w:t>(5) هكذا في الكافي ومصادقة</w:t>
      </w:r>
      <w:r>
        <w:rPr>
          <w:rtl/>
        </w:rPr>
        <w:t xml:space="preserve"> الأخوان </w:t>
      </w:r>
      <w:r w:rsidRPr="008015BD">
        <w:rPr>
          <w:rtl/>
        </w:rPr>
        <w:t>والوسائل والبحار ، وهو ميمون القداح المكي مولى بني هاشم روى عن الباقر وال</w:t>
      </w:r>
      <w:r w:rsidRPr="00813C65">
        <w:rPr>
          <w:rtl/>
        </w:rPr>
        <w:t xml:space="preserve">صادق </w:t>
      </w:r>
      <w:r w:rsidR="00FB2D93" w:rsidRPr="00FB2D93">
        <w:rPr>
          <w:rStyle w:val="libAlaemChar"/>
          <w:rtl/>
        </w:rPr>
        <w:t>عليهما‌السلام</w:t>
      </w:r>
      <w:r w:rsidRPr="00D41583">
        <w:rPr>
          <w:rStyle w:val="libFootnote0Char"/>
          <w:rtl/>
        </w:rPr>
        <w:t xml:space="preserve"> ، وفي الأصل وعنه ، في المستدرك : هارون القداح ، ولم نعثر عليه في الرجال.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فخرجت معه ، فيسر الله له الكراء ، فرجعت إلى مجلسي ، فقال لي : ما صنعت في حاجة أخيك المسلم ؟ قلت : قضاها الله تعالى ، فقال : إمّا انّك إن تعن أخاك أحبّ إليّ من طواف اسبوع بالكعبة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ثم</w:t>
      </w:r>
      <w:r>
        <w:rPr>
          <w:rFonts w:hint="cs"/>
          <w:rtl/>
        </w:rPr>
        <w:t>ّ</w:t>
      </w:r>
      <w:r>
        <w:rPr>
          <w:rtl/>
        </w:rPr>
        <w:t xml:space="preserve"> قال : إن رجلاً أتى الحسن بن علي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فقال : بأبي أنت وامي يا أبا محمّد أعني على حاجتي ؟ فانتعل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وقام معه ، فمر</w:t>
      </w:r>
      <w:r>
        <w:rPr>
          <w:rFonts w:hint="cs"/>
          <w:rtl/>
        </w:rPr>
        <w:t>ّ</w:t>
      </w:r>
      <w:r>
        <w:rPr>
          <w:rtl/>
        </w:rPr>
        <w:t xml:space="preserve"> على الحسين بن علي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وهو قائم يصلّي ، فقال له : أين كنت عن أبي عبد الله ، تستعينه على حاجتك ؟ قال : قد فعلت فذكر لي أنّه معتكف ، فقال : إمّا أنّه لو أعانك على حاجتك لكان خيراً له من اعتكاف شهر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133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ما [ من ]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عمل يعمله المسلم أحبّ إلى الله عزّ وجلّ من إدخال السرور على أخيه المسلم ، وما من رجل يدخل على أخيه المسلم باباً من السرور إلا أدخل الله عزّ وجلّ عليه باباً من السرور </w:t>
      </w:r>
      <w:r w:rsidRPr="00D41583">
        <w:rPr>
          <w:rStyle w:val="libFootnotenumChar"/>
          <w:rFonts w:hint="cs"/>
          <w:rtl/>
        </w:rPr>
        <w:t>(4)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134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الحسن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لله عزّ وجلّ جنّة إد</w:t>
      </w:r>
      <w:r>
        <w:rPr>
          <w:rFonts w:hint="cs"/>
          <w:rtl/>
        </w:rPr>
        <w:t>ّ</w:t>
      </w:r>
      <w:r>
        <w:rPr>
          <w:rtl/>
        </w:rPr>
        <w:t xml:space="preserve">خرها لثلاث : إمام عادل ، ورجل يحكم أخاه المسلم في ماله ، ورجل يمشي لأخيه المسلم في حاجة قضيت له أولم تقض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135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محمّد بن مروان عن أحدهما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قال : مشي الرجل في حاجة أخيه المسلم تكتب له عشر حسنات ، وتمحى عنه عشر سيّئات ، ويرفع له عشر درجات ويعدل عشر رقاب ، وأفضل من اعتكاف شهر في المسجد الحرام وصيامه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(1) في النسخة ـ أ ـ فانتقل.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7D581E">
        <w:rPr>
          <w:rtl/>
        </w:rPr>
        <w:t xml:space="preserve"> في النسخة ـ ب ـ ( اعتكافه</w:t>
      </w:r>
      <w:r>
        <w:rPr>
          <w:rtl/>
        </w:rPr>
        <w:t xml:space="preserve"> شهراً </w:t>
      </w:r>
      <w:r w:rsidRPr="007D581E">
        <w:rPr>
          <w:rtl/>
        </w:rPr>
        <w:t xml:space="preserve">) ، عنه في المستدرك : </w:t>
      </w:r>
      <w:r>
        <w:rPr>
          <w:rtl/>
        </w:rPr>
        <w:t>2 / 4</w:t>
      </w:r>
      <w:r w:rsidRPr="007D581E">
        <w:rPr>
          <w:rtl/>
        </w:rPr>
        <w:t>08 ح 4 ، وأخرجه في البحار : 7</w:t>
      </w:r>
      <w:r>
        <w:rPr>
          <w:rtl/>
        </w:rPr>
        <w:t>4 / 3</w:t>
      </w:r>
      <w:r w:rsidRPr="007D581E">
        <w:rPr>
          <w:rtl/>
        </w:rPr>
        <w:t>35 ح 113 والوسائل : 1</w:t>
      </w:r>
      <w:r>
        <w:rPr>
          <w:rtl/>
        </w:rPr>
        <w:t>1 / 5</w:t>
      </w:r>
      <w:r w:rsidRPr="007D581E">
        <w:rPr>
          <w:rtl/>
        </w:rPr>
        <w:t xml:space="preserve">85 ح 3 عن الكافي : </w:t>
      </w:r>
      <w:r>
        <w:rPr>
          <w:rtl/>
        </w:rPr>
        <w:t>2 / 1</w:t>
      </w:r>
      <w:r w:rsidRPr="007D581E">
        <w:rPr>
          <w:rtl/>
        </w:rPr>
        <w:t>98 ح 9 بإسناده عن صفوان</w:t>
      </w:r>
      <w:r>
        <w:rPr>
          <w:rtl/>
        </w:rPr>
        <w:t xml:space="preserve"> الجمّال </w:t>
      </w:r>
      <w:r w:rsidRPr="007D581E">
        <w:rPr>
          <w:rtl/>
        </w:rPr>
        <w:t>نحوه و روى في مصادقة</w:t>
      </w:r>
      <w:r>
        <w:rPr>
          <w:rtl/>
        </w:rPr>
        <w:t xml:space="preserve"> الأخوان </w:t>
      </w:r>
      <w:r w:rsidRPr="007D581E">
        <w:rPr>
          <w:rtl/>
        </w:rPr>
        <w:t>: ص 64 ح 10 عن صفوان</w:t>
      </w:r>
      <w:r>
        <w:rPr>
          <w:rtl/>
        </w:rPr>
        <w:t xml:space="preserve"> الجمّال نحوه.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(3) ليس في النسخة ـ أ ـ</w:t>
      </w:r>
      <w:r>
        <w:rPr>
          <w:rFonts w:hint="cs"/>
          <w:rtl/>
        </w:rPr>
        <w:t>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(4) عنه في المستدرك : </w:t>
      </w:r>
      <w:r>
        <w:rPr>
          <w:rtl/>
        </w:rPr>
        <w:t>2 / 404 ح 9.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(5) عنه في المستدرك : </w:t>
      </w:r>
      <w:r>
        <w:rPr>
          <w:rtl/>
        </w:rPr>
        <w:t>2 / 4</w:t>
      </w:r>
      <w:r w:rsidRPr="007D581E">
        <w:rPr>
          <w:rtl/>
        </w:rPr>
        <w:t>07 ح 3 ، وأخرجه في البحار : 7</w:t>
      </w:r>
      <w:r>
        <w:rPr>
          <w:rtl/>
        </w:rPr>
        <w:t>4 / 3</w:t>
      </w:r>
      <w:r w:rsidRPr="007D581E">
        <w:rPr>
          <w:rtl/>
        </w:rPr>
        <w:t>14 ذ ح 70 عن</w:t>
      </w:r>
      <w:r>
        <w:rPr>
          <w:rtl/>
        </w:rPr>
        <w:t xml:space="preserve"> الإختصاص </w:t>
      </w:r>
      <w:r w:rsidRPr="007D581E">
        <w:rPr>
          <w:rtl/>
        </w:rPr>
        <w:t xml:space="preserve">نحوه ولم نجده في المطبوع منه. وأورده في التعريف : ح 22 عن أبي عبد الله </w:t>
      </w:r>
      <w:r>
        <w:rPr>
          <w:rtl/>
        </w:rPr>
        <w:t>(ع) نحوه.</w:t>
      </w:r>
    </w:p>
    <w:p w:rsidR="00FC522A" w:rsidRPr="003C582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(6) عنه في المستدرك : </w:t>
      </w:r>
      <w:r>
        <w:rPr>
          <w:rtl/>
        </w:rPr>
        <w:t>2 / 4</w:t>
      </w:r>
      <w:r w:rsidRPr="007D581E">
        <w:rPr>
          <w:rtl/>
        </w:rPr>
        <w:t>08 ح 5.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136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</w:t>
      </w:r>
      <w:r>
        <w:rPr>
          <w:rtl/>
        </w:rPr>
        <w:t xml:space="preserve">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مشى في حاجة لأخيه المسلم حتّى يتمها أثبت الله قدميه يوم تزل الأقدام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137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من أعان أخاه اللهفان اللهبان من غم أو كربة كتب الله عزّ وجلّ له إثنين وسبعين رحمة ، عجّل له منها واحدة يصلح بها أمر دنياه ،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وواحدة وسبعين ل</w:t>
      </w:r>
      <w:r>
        <w:rPr>
          <w:rFonts w:hint="cs"/>
          <w:rtl/>
        </w:rPr>
        <w:t>أ</w:t>
      </w:r>
      <w:r>
        <w:rPr>
          <w:rtl/>
        </w:rPr>
        <w:t xml:space="preserve">هوال الآخرة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138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من أكرم مؤمناً ، فانما يكرم الله عزّ وجلّ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139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في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حاجة الرجل لأخيه المسلم ثلاث : تعجيلها ، وتصغيرها ، وسترها ، فإذا عج</w:t>
      </w:r>
      <w:r>
        <w:rPr>
          <w:rFonts w:hint="cs"/>
          <w:rtl/>
        </w:rPr>
        <w:t>ّ</w:t>
      </w:r>
      <w:r>
        <w:rPr>
          <w:rtl/>
        </w:rPr>
        <w:t>لتها هن</w:t>
      </w:r>
      <w:r>
        <w:rPr>
          <w:rFonts w:hint="cs"/>
          <w:rtl/>
        </w:rPr>
        <w:t>ّ</w:t>
      </w:r>
      <w:r>
        <w:rPr>
          <w:rtl/>
        </w:rPr>
        <w:t>يتها ، وإذا صغ</w:t>
      </w:r>
      <w:r>
        <w:rPr>
          <w:rFonts w:hint="cs"/>
          <w:rtl/>
        </w:rPr>
        <w:t>ّ</w:t>
      </w:r>
      <w:r>
        <w:rPr>
          <w:rtl/>
        </w:rPr>
        <w:t>رتها فقد عظ</w:t>
      </w:r>
      <w:r>
        <w:rPr>
          <w:rFonts w:hint="cs"/>
          <w:rtl/>
        </w:rPr>
        <w:t>ّ</w:t>
      </w:r>
      <w:r>
        <w:rPr>
          <w:rtl/>
        </w:rPr>
        <w:t xml:space="preserve">متها وإذا سترتها فقد صنتها. </w:t>
      </w:r>
      <w:r w:rsidRPr="00D41583">
        <w:rPr>
          <w:rStyle w:val="libFootnotenumChar"/>
          <w:rFonts w:hint="cs"/>
          <w:rtl/>
        </w:rPr>
        <w:t>(6)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140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أيما مؤمن يقرض مؤمناً قرضا يلتمس وجه الله عزّ وجلّ ، كتب الله له أجره بحساب الصدقة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وما من مؤمن يدعو لأخيه بظهر الغيب ، إلا وكل الله عزّ وجلّ به ملكاً يقول : ولك مثله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Pr="0077414E" w:rsidRDefault="00FC522A" w:rsidP="00D41583">
      <w:pPr>
        <w:pStyle w:val="libLine"/>
      </w:pPr>
      <w:r w:rsidRPr="0077414E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وأخرجه في البحار : 7</w:t>
      </w:r>
      <w:r>
        <w:rPr>
          <w:rtl/>
        </w:rPr>
        <w:t>4 / 3</w:t>
      </w:r>
      <w:r w:rsidRPr="007D581E">
        <w:rPr>
          <w:rtl/>
        </w:rPr>
        <w:t>31 ح 105 والوسائل : 1</w:t>
      </w:r>
      <w:r>
        <w:rPr>
          <w:rtl/>
        </w:rPr>
        <w:t>1 / 5</w:t>
      </w:r>
      <w:r w:rsidRPr="007D581E">
        <w:rPr>
          <w:rtl/>
        </w:rPr>
        <w:t xml:space="preserve">82 ح 1 عن الكافي : </w:t>
      </w:r>
      <w:r>
        <w:rPr>
          <w:rtl/>
        </w:rPr>
        <w:t>2 / 1</w:t>
      </w:r>
      <w:r w:rsidRPr="007D581E">
        <w:rPr>
          <w:rtl/>
        </w:rPr>
        <w:t>96 ح 1 بإسناده عن</w:t>
      </w:r>
      <w:r>
        <w:rPr>
          <w:rtl/>
        </w:rPr>
        <w:t xml:space="preserve"> محمّد </w:t>
      </w:r>
      <w:r w:rsidRPr="007D581E">
        <w:rPr>
          <w:rtl/>
        </w:rPr>
        <w:t xml:space="preserve">بن مروان عن أبي عبد الله </w:t>
      </w:r>
      <w:r>
        <w:rPr>
          <w:rtl/>
        </w:rPr>
        <w:t>(ع)</w:t>
      </w:r>
      <w:r w:rsidRPr="007D581E">
        <w:rPr>
          <w:rtl/>
        </w:rPr>
        <w:t xml:space="preserve"> ، وفي الوسائل</w:t>
      </w:r>
      <w:r>
        <w:rPr>
          <w:rtl/>
        </w:rPr>
        <w:t xml:space="preserve"> أيضاً</w:t>
      </w:r>
      <w:r w:rsidRPr="007D581E">
        <w:rPr>
          <w:rtl/>
        </w:rPr>
        <w:t xml:space="preserve"> عن المقنع : ص 97 نحوه</w:t>
      </w:r>
      <w:r>
        <w:rPr>
          <w:rtl/>
        </w:rPr>
        <w:t xml:space="preserve"> مرسلاً </w:t>
      </w:r>
      <w:r w:rsidRPr="007D581E">
        <w:rPr>
          <w:rtl/>
        </w:rPr>
        <w:t>ورواه في مصادقة</w:t>
      </w:r>
      <w:r>
        <w:rPr>
          <w:rtl/>
        </w:rPr>
        <w:t xml:space="preserve"> الأخوان : ص 62 ح 7 باختلاف يسير.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(1) عنه في المستدرك : </w:t>
      </w:r>
      <w:r>
        <w:rPr>
          <w:rtl/>
        </w:rPr>
        <w:t>2 / 407 ح 4.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7D581E">
        <w:rPr>
          <w:rtl/>
        </w:rPr>
        <w:t xml:space="preserve"> في النسخة ـ أ ـ واحدة ل</w:t>
      </w:r>
      <w:r>
        <w:rPr>
          <w:rFonts w:hint="cs"/>
          <w:rtl/>
        </w:rPr>
        <w:t>أ</w:t>
      </w:r>
      <w:r>
        <w:rPr>
          <w:rtl/>
        </w:rPr>
        <w:t>مر دنياه.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(3) عنه في المستدرك : </w:t>
      </w:r>
      <w:r>
        <w:rPr>
          <w:rtl/>
        </w:rPr>
        <w:t>2 / 409 ح 5. ويأتى نحوه في ح 145.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(4) عنه في المستدرك : </w:t>
      </w:r>
      <w:r>
        <w:rPr>
          <w:rtl/>
        </w:rPr>
        <w:t>2 / 4</w:t>
      </w:r>
      <w:r w:rsidRPr="007D581E">
        <w:rPr>
          <w:rtl/>
        </w:rPr>
        <w:t>09 ح 2 وأخرجه في البحار : 7</w:t>
      </w:r>
      <w:r>
        <w:rPr>
          <w:rtl/>
        </w:rPr>
        <w:t>4 / 3</w:t>
      </w:r>
      <w:r w:rsidRPr="007D581E">
        <w:rPr>
          <w:rtl/>
        </w:rPr>
        <w:t>19 ح 83 عن</w:t>
      </w:r>
      <w:r>
        <w:rPr>
          <w:rtl/>
        </w:rPr>
        <w:t xml:space="preserve"> عدّة </w:t>
      </w:r>
      <w:r w:rsidRPr="007D581E">
        <w:rPr>
          <w:rtl/>
        </w:rPr>
        <w:t xml:space="preserve">الداعي : ص 176 عن رسول الله </w:t>
      </w:r>
      <w:r w:rsidR="00FB2D93" w:rsidRPr="00FB2D93">
        <w:rPr>
          <w:rStyle w:val="libAlaemChar"/>
          <w:rtl/>
        </w:rPr>
        <w:t>صلى‌الله‌عليه‌وآله‌وسلم</w:t>
      </w:r>
      <w:r w:rsidRPr="007D581E">
        <w:rPr>
          <w:rtl/>
        </w:rPr>
        <w:t xml:space="preserve"> مع إختلاف يسير وزيادة في متن الحديث وفي البحار : 7</w:t>
      </w:r>
      <w:r>
        <w:rPr>
          <w:rtl/>
        </w:rPr>
        <w:t>4 / 2</w:t>
      </w:r>
      <w:r w:rsidRPr="007D581E">
        <w:rPr>
          <w:rtl/>
        </w:rPr>
        <w:t>89 ح 32 و الوسائل : 1</w:t>
      </w:r>
      <w:r>
        <w:rPr>
          <w:rtl/>
        </w:rPr>
        <w:t>1 / 5</w:t>
      </w:r>
      <w:r w:rsidRPr="007D581E">
        <w:rPr>
          <w:rtl/>
        </w:rPr>
        <w:t xml:space="preserve">90 ح 1 عن الكافي : </w:t>
      </w:r>
      <w:r>
        <w:rPr>
          <w:rtl/>
        </w:rPr>
        <w:t>2 / 2</w:t>
      </w:r>
      <w:r w:rsidRPr="007D581E">
        <w:rPr>
          <w:rtl/>
        </w:rPr>
        <w:t xml:space="preserve">06 ح 3 بإسناده عن عبد الله بن سنان عن أبي عبد الله </w:t>
      </w:r>
      <w:r>
        <w:rPr>
          <w:rtl/>
        </w:rPr>
        <w:t>(ع) نحوه.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</w:t>
      </w:r>
      <w:r>
        <w:rPr>
          <w:rtl/>
        </w:rPr>
        <w:t>6) الظاهر سقطت كلمة : [ قضاء ].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(6) في</w:t>
      </w:r>
      <w:r>
        <w:rPr>
          <w:rtl/>
        </w:rPr>
        <w:t xml:space="preserve"> النسخة ـ ب ـ ضيعتها بدل صنتها.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(7) ف</w:t>
      </w:r>
      <w:r>
        <w:rPr>
          <w:rtl/>
        </w:rPr>
        <w:t>ي النسخة ـ ب ـ بحسنات الصادقين.</w:t>
      </w:r>
    </w:p>
    <w:p w:rsidR="00FC522A" w:rsidRPr="008A1EE1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(8) عنه صدره في المستدرك : </w:t>
      </w:r>
      <w:r>
        <w:rPr>
          <w:rtl/>
        </w:rPr>
        <w:t>2 / 3</w:t>
      </w:r>
      <w:r w:rsidRPr="007D581E">
        <w:rPr>
          <w:rtl/>
        </w:rPr>
        <w:t>98 ح 7 وعن</w:t>
      </w:r>
      <w:r>
        <w:rPr>
          <w:rtl/>
        </w:rPr>
        <w:t xml:space="preserve"> الإختصاص </w:t>
      </w:r>
      <w:r w:rsidRPr="007D581E">
        <w:rPr>
          <w:rtl/>
        </w:rPr>
        <w:t>: 22</w:t>
      </w:r>
      <w:r>
        <w:rPr>
          <w:rtl/>
        </w:rPr>
        <w:t xml:space="preserve"> مرسلاً </w:t>
      </w:r>
      <w:r w:rsidRPr="007D581E">
        <w:rPr>
          <w:rtl/>
        </w:rPr>
        <w:t>، وأخرجه في البحار : 7</w:t>
      </w:r>
      <w:r>
        <w:rPr>
          <w:rtl/>
        </w:rPr>
        <w:t>4 / 3</w:t>
      </w:r>
      <w:r w:rsidRPr="007D581E">
        <w:rPr>
          <w:rtl/>
        </w:rPr>
        <w:t>11 ذ ح 67 عن</w:t>
      </w:r>
      <w:r>
        <w:rPr>
          <w:rtl/>
        </w:rPr>
        <w:t xml:space="preserve"> الإختصاص </w:t>
      </w:r>
      <w:r w:rsidRPr="007D581E">
        <w:rPr>
          <w:rtl/>
        </w:rPr>
        <w:t>باختلاف يسير.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وقال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دعاء المؤمن للمؤمن يدفع عنه البلاء ، ويدر عليه الرزق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141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إبراهيم التيمي قال : كنت في الطواف إذ أخذ أبو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بعضدي ، فسلم علي ثم قال : ألا أخبرك بفضل الطواف حول هذا البيت ؟ قلت : بلى ، قال : أيما مسلم طاف حول هذا البيت اُسبوعاً : ثم أتى المقام ، فصلى خلفه ركعتين ، كتب الله له ألف حسنة ، ومحى عنه ألف سيئة ، ورفع له ألف درجة ، وأثبت له ألف شفاعة.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ثم قال : ألا أخبرك بأفضل من ذلك ؟ قلت : بلى ، قال : قضاء حاجة امرئ أفضل من طواف اسبوع واسبوع حتّى بلغ عشرة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ثم قال : يا إبراهيم ما أفاد المؤمن من فائدة أضر عليه من مال يفيده ، المال أضر</w:t>
      </w:r>
      <w:r>
        <w:rPr>
          <w:rFonts w:hint="cs"/>
          <w:rtl/>
        </w:rPr>
        <w:t>ّ</w:t>
      </w:r>
      <w:r>
        <w:rPr>
          <w:rtl/>
        </w:rPr>
        <w:t xml:space="preserve"> عليه من ذئبين ضاريين في غنهم قد هلكت رعاتها ، واحد في أوّلها وآخر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في آخرها ، ثم قال : فما ظنّك بهما ؟ قلت : يفسدان ، أصلحك الله ، قال : صدقت ، إن أيسر ما يدخل عليه أن يأتيه أخوه المسلم فيقول : زوجني ، فيقول : ليس لك مال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142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أبان بن تغلب قال : سألت أبا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عن حقّ المؤمن على المؤمن ، فقال : حقّ المؤمن أعظم من ذلك ، لو حدثتكم به لكفرتم ، إن المؤمن إذا خرج من قبره ، خرج معه مثال من قبره ، فيقول له : إبشر بالكرامة من ربّك و السرور ، فيقول له : بشرك الله بخير ، ثم يمضي معه يبشره بمثل ذلك.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ورواه عن غيره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قال : فإذا مرّ بهول ، قال : ليس هذا لك ، وإذا مرّ بخير قال : هذا لك ، فلا يزال معه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يؤمنه ممّا يخاف ، ويبشره بما يحبّ ، حتّى يقف [ معه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]</w:t>
      </w:r>
    </w:p>
    <w:p w:rsidR="00FC522A" w:rsidRPr="00E063FF" w:rsidRDefault="00FC522A" w:rsidP="00D41583">
      <w:pPr>
        <w:pStyle w:val="libLine"/>
      </w:pPr>
      <w:r w:rsidRPr="00E063FF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(1) أخرج في البحار : 7</w:t>
      </w:r>
      <w:r>
        <w:rPr>
          <w:rtl/>
        </w:rPr>
        <w:t>4 / 2</w:t>
      </w:r>
      <w:r w:rsidRPr="007D581E">
        <w:rPr>
          <w:rtl/>
        </w:rPr>
        <w:t>22 ذ ح 2 عن</w:t>
      </w:r>
      <w:r>
        <w:rPr>
          <w:rtl/>
        </w:rPr>
        <w:t xml:space="preserve"> الإختصاص </w:t>
      </w:r>
      <w:r w:rsidRPr="007D581E">
        <w:rPr>
          <w:rtl/>
        </w:rPr>
        <w:t>ص 23</w:t>
      </w:r>
      <w:r>
        <w:rPr>
          <w:rtl/>
        </w:rPr>
        <w:t xml:space="preserve"> مرسلاً مثله.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7D581E">
        <w:rPr>
          <w:rtl/>
        </w:rPr>
        <w:t xml:space="preserve"> عنه في المستدرك : </w:t>
      </w:r>
      <w:r>
        <w:rPr>
          <w:rtl/>
        </w:rPr>
        <w:t>2 / 4</w:t>
      </w:r>
      <w:r w:rsidRPr="007D581E">
        <w:rPr>
          <w:rtl/>
        </w:rPr>
        <w:t>0</w:t>
      </w:r>
      <w:r>
        <w:rPr>
          <w:rtl/>
        </w:rPr>
        <w:t>7 /</w:t>
      </w:r>
      <w:r w:rsidRPr="007D581E">
        <w:rPr>
          <w:rtl/>
        </w:rPr>
        <w:t xml:space="preserve"> ح 4 وأخرج في البحار : 7</w:t>
      </w:r>
      <w:r>
        <w:rPr>
          <w:rtl/>
        </w:rPr>
        <w:t>4 / 3</w:t>
      </w:r>
      <w:r w:rsidRPr="007D581E">
        <w:rPr>
          <w:rtl/>
        </w:rPr>
        <w:t>19 ذ ح 83 عن</w:t>
      </w:r>
      <w:r>
        <w:rPr>
          <w:rtl/>
        </w:rPr>
        <w:t xml:space="preserve"> عدّة </w:t>
      </w:r>
      <w:r w:rsidRPr="007D581E">
        <w:rPr>
          <w:rtl/>
        </w:rPr>
        <w:t>الداعي : ص 178 نحوه</w:t>
      </w:r>
      <w:r>
        <w:rPr>
          <w:rtl/>
        </w:rPr>
        <w:t xml:space="preserve"> مرسلاً.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(3) ( واحد ـ خ ل ).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(4) عنه في المستدرك : </w:t>
      </w:r>
      <w:r>
        <w:rPr>
          <w:rtl/>
        </w:rPr>
        <w:t>2 / 537 ح 6.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(5) هكذا في</w:t>
      </w:r>
      <w:r>
        <w:rPr>
          <w:rtl/>
        </w:rPr>
        <w:t xml:space="preserve"> الأصل.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(6) في النسخة أ ـ ( بأمنه ).</w:t>
      </w:r>
    </w:p>
    <w:p w:rsidR="00FC522A" w:rsidRPr="005C0285" w:rsidRDefault="00FC522A" w:rsidP="00D41583">
      <w:pPr>
        <w:pStyle w:val="libFootnote0"/>
        <w:rPr>
          <w:rtl/>
        </w:rPr>
      </w:pPr>
      <w:r w:rsidRPr="007D581E">
        <w:rPr>
          <w:rtl/>
        </w:rPr>
        <w:t>(7) ليس في النسخة ـ أ ـ.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بين يدي الله عزّ وجلّ ، فإذا ا</w:t>
      </w:r>
      <w:r>
        <w:rPr>
          <w:rFonts w:hint="cs"/>
          <w:rtl/>
        </w:rPr>
        <w:t>ُ</w:t>
      </w:r>
      <w:r>
        <w:rPr>
          <w:rtl/>
        </w:rPr>
        <w:t>مر به إلى الجنّة ، قال له المثال : إبشر بالجنة فان</w:t>
      </w:r>
      <w:r>
        <w:rPr>
          <w:rFonts w:hint="cs"/>
          <w:rtl/>
        </w:rPr>
        <w:t>ّ</w:t>
      </w:r>
      <w:r>
        <w:rPr>
          <w:rtl/>
        </w:rPr>
        <w:t xml:space="preserve"> الله عزّ وجل قد أمر بك إلى الجنّة ، فيقول له : من أنت يرحمك الله ، بشرتني حين خرجت من قبري وآنستني في طريقي وخبرتني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عن ربّي ؟ فيقول : أنا السرور الذي كنت تدخله على إخوانك في الدنيا جعلت منه لانصرك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، واونس وحشتك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143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أوحى الله عزّ وجلّ إلى داود (ع) : إن العبد من عبادي ليأتيني بالحسنة ف</w:t>
      </w:r>
      <w:r>
        <w:rPr>
          <w:rFonts w:hint="cs"/>
          <w:rtl/>
        </w:rPr>
        <w:t>أ</w:t>
      </w:r>
      <w:r>
        <w:rPr>
          <w:rtl/>
        </w:rPr>
        <w:t>بيحه جن</w:t>
      </w:r>
      <w:r>
        <w:rPr>
          <w:rFonts w:hint="cs"/>
          <w:rtl/>
        </w:rPr>
        <w:t>ّ</w:t>
      </w:r>
      <w:r>
        <w:rPr>
          <w:rtl/>
        </w:rPr>
        <w:t>تي ، فقال داود ، يا ربّ وما تلك الحسنة</w:t>
      </w:r>
      <w:r>
        <w:rPr>
          <w:rFonts w:hint="cs"/>
          <w:rtl/>
        </w:rPr>
        <w:t xml:space="preserve"> </w:t>
      </w:r>
      <w:r>
        <w:rPr>
          <w:rtl/>
        </w:rPr>
        <w:t>؟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قال : يدخل على عبدي المؤمن سروراً ولو بتمرة ، قال داود : [ يا ربّ</w:t>
      </w:r>
      <w:r>
        <w:rPr>
          <w:rFonts w:hint="cs"/>
          <w:rtl/>
        </w:rPr>
        <w:t xml:space="preserve"> ]</w:t>
      </w:r>
      <w:r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حقّ لمن عرفك أن لا يقطع رجاءه منك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144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المسلم إذا جاءه أخوه المسلم فقام معه في حاجته ، كان كالمجاهد في سبيل الله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145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أعان أخاه المؤمن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اللهبان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 xml:space="preserve"> اللهفان عند جهده فنفس كربه ، وأعانه على نجاح حاجته ، كانت له بذلك</w:t>
      </w:r>
    </w:p>
    <w:p w:rsidR="00FC522A" w:rsidRPr="00E063FF" w:rsidRDefault="00FC522A" w:rsidP="00D41583">
      <w:pPr>
        <w:pStyle w:val="libLine"/>
      </w:pPr>
      <w:r w:rsidRPr="00E063FF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</w:t>
      </w:r>
      <w:r>
        <w:rPr>
          <w:rtl/>
        </w:rPr>
        <w:t>1) في النسخة ـ ب ـ ( وقربتني ).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>
        <w:rPr>
          <w:rtl/>
        </w:rPr>
        <w:t xml:space="preserve"> ( خلقت منه ل</w:t>
      </w:r>
      <w:r>
        <w:rPr>
          <w:rFonts w:hint="cs"/>
          <w:rtl/>
        </w:rPr>
        <w:t>أ</w:t>
      </w:r>
      <w:r>
        <w:rPr>
          <w:rtl/>
        </w:rPr>
        <w:t>بشرك ـ خ )</w:t>
      </w:r>
      <w:r>
        <w:rPr>
          <w:rFonts w:hint="cs"/>
          <w:rtl/>
        </w:rPr>
        <w:t>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(3) عنه في المستدرك : </w:t>
      </w:r>
      <w:r>
        <w:rPr>
          <w:rtl/>
        </w:rPr>
        <w:t>2 / 4</w:t>
      </w:r>
      <w:r w:rsidRPr="007D581E">
        <w:rPr>
          <w:rtl/>
        </w:rPr>
        <w:t>05 ح 11 وصدره في : ص 92 ح 2 وأخرجه في البحار : 7</w:t>
      </w:r>
      <w:r>
        <w:rPr>
          <w:rtl/>
        </w:rPr>
        <w:t>4 / 2</w:t>
      </w:r>
      <w:r w:rsidRPr="007D581E">
        <w:rPr>
          <w:rtl/>
        </w:rPr>
        <w:t>95 ح 23 والوسائل : 1</w:t>
      </w:r>
      <w:r>
        <w:rPr>
          <w:rtl/>
        </w:rPr>
        <w:t>1 / 5</w:t>
      </w:r>
      <w:r w:rsidRPr="007D581E">
        <w:rPr>
          <w:rtl/>
        </w:rPr>
        <w:t xml:space="preserve">73 ح 13 عن الكافي : </w:t>
      </w:r>
      <w:r>
        <w:rPr>
          <w:rtl/>
        </w:rPr>
        <w:t>2 / 1</w:t>
      </w:r>
      <w:r w:rsidRPr="007D581E">
        <w:rPr>
          <w:rtl/>
        </w:rPr>
        <w:t>91 ح 10 بإسناد</w:t>
      </w:r>
      <w:r>
        <w:rPr>
          <w:rtl/>
        </w:rPr>
        <w:t>ه عن أبان بن تغلب باختلاف يسير.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(4) ليس في النسخة ـ ب ـ.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(5) عنه في المستدرك : </w:t>
      </w:r>
      <w:r>
        <w:rPr>
          <w:rtl/>
        </w:rPr>
        <w:t>2 / 4</w:t>
      </w:r>
      <w:r w:rsidRPr="007D581E">
        <w:rPr>
          <w:rtl/>
        </w:rPr>
        <w:t>05 ح 12 وأخرجه في البحار : 7</w:t>
      </w:r>
      <w:r>
        <w:rPr>
          <w:rtl/>
        </w:rPr>
        <w:t>4 / 2</w:t>
      </w:r>
      <w:r w:rsidRPr="007D581E">
        <w:rPr>
          <w:rtl/>
        </w:rPr>
        <w:t>83 ح 1 عن ثواب</w:t>
      </w:r>
      <w:r>
        <w:rPr>
          <w:rtl/>
        </w:rPr>
        <w:t xml:space="preserve"> الأعمال </w:t>
      </w:r>
      <w:r w:rsidRPr="007D581E">
        <w:rPr>
          <w:rtl/>
        </w:rPr>
        <w:t xml:space="preserve">: ص 163 وأمالي الصدوق : ص 483 ح 3 بإسناده عن عبد الله بن سنان [ عن رجل ثواب ] عنه </w:t>
      </w:r>
      <w:r>
        <w:rPr>
          <w:rtl/>
        </w:rPr>
        <w:t>(ع)</w:t>
      </w:r>
      <w:r w:rsidRPr="007D581E">
        <w:rPr>
          <w:rtl/>
        </w:rPr>
        <w:t xml:space="preserve"> وفي ص 289 ح 18 عن الكافي : </w:t>
      </w:r>
      <w:r>
        <w:rPr>
          <w:rtl/>
        </w:rPr>
        <w:t>2 / 1</w:t>
      </w:r>
      <w:r w:rsidRPr="007D581E">
        <w:rPr>
          <w:rtl/>
        </w:rPr>
        <w:t xml:space="preserve">89 ح 5 بإسناده عن عبد الله بن سنان عنه </w:t>
      </w:r>
      <w:r>
        <w:rPr>
          <w:rtl/>
        </w:rPr>
        <w:t>(ع)</w:t>
      </w:r>
      <w:r w:rsidRPr="007D581E">
        <w:rPr>
          <w:rtl/>
        </w:rPr>
        <w:t xml:space="preserve"> مثله وفي البحار 7</w:t>
      </w:r>
      <w:r>
        <w:rPr>
          <w:rtl/>
        </w:rPr>
        <w:t>5 / 1</w:t>
      </w:r>
      <w:r w:rsidRPr="007D581E">
        <w:rPr>
          <w:rtl/>
        </w:rPr>
        <w:t>9 ح 10 عن المعاني : ص 374 ح 1 وعيون</w:t>
      </w:r>
      <w:r>
        <w:rPr>
          <w:rtl/>
        </w:rPr>
        <w:t xml:space="preserve"> الأخبار </w:t>
      </w:r>
      <w:r w:rsidRPr="007D581E">
        <w:rPr>
          <w:rtl/>
        </w:rPr>
        <w:t xml:space="preserve">: </w:t>
      </w:r>
      <w:r>
        <w:rPr>
          <w:rtl/>
        </w:rPr>
        <w:t>1 / 2</w:t>
      </w:r>
      <w:r w:rsidRPr="007D581E">
        <w:rPr>
          <w:rtl/>
        </w:rPr>
        <w:t xml:space="preserve">43 ح 84 بإسنادهما عن داود بن سليمان عن الرضا عن أبيه عن أبي عبد الله </w:t>
      </w:r>
      <w:r>
        <w:rPr>
          <w:rtl/>
        </w:rPr>
        <w:t>(ع) نحوه.</w:t>
      </w:r>
    </w:p>
    <w:p w:rsidR="00FC522A" w:rsidRPr="00BC1F72" w:rsidRDefault="00FC522A" w:rsidP="00D41583">
      <w:pPr>
        <w:pStyle w:val="libFootnote"/>
        <w:rPr>
          <w:rtl/>
        </w:rPr>
      </w:pPr>
      <w:r w:rsidRPr="00BC1F72">
        <w:rPr>
          <w:rtl/>
        </w:rPr>
        <w:t>وفي البحار : 1</w:t>
      </w:r>
      <w:r>
        <w:rPr>
          <w:rtl/>
        </w:rPr>
        <w:t>4 / 3</w:t>
      </w:r>
      <w:r w:rsidRPr="00BC1F72">
        <w:rPr>
          <w:rtl/>
        </w:rPr>
        <w:t>4 ح 5 عن أمالي الصدوق وقصص الأنبياء : 166 ح 1 بإسنادهما عن عبد الله ابن سنان عنه (ع) وفي الوسائل : 1</w:t>
      </w:r>
      <w:r>
        <w:rPr>
          <w:rtl/>
        </w:rPr>
        <w:t>1 / 5</w:t>
      </w:r>
      <w:r w:rsidRPr="00BC1F72">
        <w:rPr>
          <w:rtl/>
        </w:rPr>
        <w:t>70 ح 7 عن الكافي وأمالي الصدوق والثواب.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(6)</w:t>
      </w:r>
      <w:r>
        <w:rPr>
          <w:rtl/>
        </w:rPr>
        <w:t xml:space="preserve"> عنه في المستدرك : 2 / 407 ح 5.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(7) في النسخة ـ أ ـ المسلم.</w:t>
      </w:r>
    </w:p>
    <w:p w:rsidR="00FC522A" w:rsidRPr="00FD5BE4" w:rsidRDefault="00FC522A" w:rsidP="00D41583">
      <w:pPr>
        <w:pStyle w:val="libFootnote0"/>
        <w:rPr>
          <w:rtl/>
        </w:rPr>
      </w:pPr>
      <w:r w:rsidRPr="007D581E">
        <w:rPr>
          <w:rtl/>
        </w:rPr>
        <w:t>(8) وفي الكافي وعنه البحار : اللهثان واللهبان بمعنى العطشان.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إثنان وسبعون رحمة من الله عزّ وجلّ يعجل له منها واحدة يصلح بها أمر معيشته ، و يدخر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له واحدة وسبعين رحمة ل</w:t>
      </w:r>
      <w:r>
        <w:rPr>
          <w:rFonts w:hint="cs"/>
          <w:rtl/>
        </w:rPr>
        <w:t>ح</w:t>
      </w:r>
      <w:r>
        <w:rPr>
          <w:rtl/>
        </w:rPr>
        <w:t xml:space="preserve">وائج القيامة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، وأهوالها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Pr="00E063FF" w:rsidRDefault="00FC522A" w:rsidP="00D41583">
      <w:pPr>
        <w:pStyle w:val="libLine"/>
      </w:pPr>
      <w:r w:rsidRPr="00E063FF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(1) في النسخة ـ أ ـ يذخر</w:t>
      </w:r>
      <w:r>
        <w:rPr>
          <w:rFonts w:hint="cs"/>
          <w:rtl/>
        </w:rPr>
        <w:t>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>
        <w:rPr>
          <w:rtl/>
        </w:rPr>
        <w:t xml:space="preserve"> في النسخة ـ أ ـ الآخرة.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(3) عنه في المستدرك : </w:t>
      </w:r>
      <w:r>
        <w:rPr>
          <w:rtl/>
        </w:rPr>
        <w:t>2 / 4</w:t>
      </w:r>
      <w:r w:rsidRPr="007D581E">
        <w:rPr>
          <w:rtl/>
        </w:rPr>
        <w:t>09 ح 6 وأخرج في البحار : 7</w:t>
      </w:r>
      <w:r>
        <w:rPr>
          <w:rtl/>
        </w:rPr>
        <w:t>4 / 3</w:t>
      </w:r>
      <w:r w:rsidRPr="007D581E">
        <w:rPr>
          <w:rtl/>
        </w:rPr>
        <w:t xml:space="preserve">19 ح 85 عن الكافي : </w:t>
      </w:r>
      <w:r>
        <w:rPr>
          <w:rtl/>
        </w:rPr>
        <w:t>2 / 1</w:t>
      </w:r>
      <w:r w:rsidRPr="007D581E">
        <w:rPr>
          <w:rtl/>
        </w:rPr>
        <w:t>99 ح 1 والبحار : 7</w:t>
      </w:r>
      <w:r>
        <w:rPr>
          <w:rtl/>
        </w:rPr>
        <w:t>5 / 2</w:t>
      </w:r>
      <w:r w:rsidRPr="007D581E">
        <w:rPr>
          <w:rtl/>
        </w:rPr>
        <w:t>1 ح 22 عن ثواب</w:t>
      </w:r>
      <w:r>
        <w:rPr>
          <w:rtl/>
        </w:rPr>
        <w:t xml:space="preserve"> الأعمال </w:t>
      </w:r>
      <w:r w:rsidRPr="007D581E">
        <w:rPr>
          <w:rtl/>
        </w:rPr>
        <w:t xml:space="preserve">: ص 179 بإسنادهما عن زيد الشحام عنه </w:t>
      </w:r>
      <w:r>
        <w:rPr>
          <w:rtl/>
        </w:rPr>
        <w:t>(ع) نحوه.</w:t>
      </w:r>
    </w:p>
    <w:p w:rsidR="00FC522A" w:rsidRPr="00BC1F72" w:rsidRDefault="00FC522A" w:rsidP="00D41583">
      <w:pPr>
        <w:pStyle w:val="libFootnote"/>
        <w:rPr>
          <w:rtl/>
        </w:rPr>
      </w:pPr>
      <w:r w:rsidRPr="00BC1F72">
        <w:rPr>
          <w:rtl/>
        </w:rPr>
        <w:t xml:space="preserve">وصدره في البحار : </w:t>
      </w:r>
      <w:r>
        <w:rPr>
          <w:rtl/>
        </w:rPr>
        <w:t>7 / 2</w:t>
      </w:r>
      <w:r w:rsidRPr="00BC1F72">
        <w:rPr>
          <w:rtl/>
        </w:rPr>
        <w:t>99 ح 49 والبحار : 7</w:t>
      </w:r>
      <w:r>
        <w:rPr>
          <w:rtl/>
        </w:rPr>
        <w:t>5 / 2</w:t>
      </w:r>
      <w:r w:rsidRPr="00BC1F72">
        <w:rPr>
          <w:rtl/>
        </w:rPr>
        <w:t>2 ح 25 عن الثواب ص 220 بإسناده عن زيد الشحام عنه (ع) باختلاف يسير مع سقط ، وف</w:t>
      </w:r>
      <w:r>
        <w:rPr>
          <w:rFonts w:hint="cs"/>
          <w:rtl/>
        </w:rPr>
        <w:t>ي</w:t>
      </w:r>
      <w:r w:rsidRPr="00BC1F72">
        <w:rPr>
          <w:rtl/>
        </w:rPr>
        <w:t xml:space="preserve"> الوسائل : 1</w:t>
      </w:r>
      <w:r>
        <w:rPr>
          <w:rtl/>
        </w:rPr>
        <w:t>1 / 5</w:t>
      </w:r>
      <w:r w:rsidRPr="00BC1F72">
        <w:rPr>
          <w:rtl/>
        </w:rPr>
        <w:t>86 ح 1 عن الكافي وثواب الأعمال ،</w:t>
      </w:r>
    </w:p>
    <w:p w:rsidR="00FC522A" w:rsidRPr="00BC1F72" w:rsidRDefault="00FC522A" w:rsidP="00D41583">
      <w:pPr>
        <w:pStyle w:val="libFootnote"/>
        <w:rPr>
          <w:rtl/>
        </w:rPr>
      </w:pPr>
      <w:r w:rsidRPr="00BC1F72">
        <w:rPr>
          <w:rtl/>
        </w:rPr>
        <w:t>وقد</w:t>
      </w:r>
      <w:r>
        <w:rPr>
          <w:rtl/>
        </w:rPr>
        <w:t xml:space="preserve"> تقدّم </w:t>
      </w:r>
      <w:r w:rsidRPr="00BC1F72">
        <w:rPr>
          <w:rtl/>
        </w:rPr>
        <w:t>نحوه في ح 137.</w:t>
      </w:r>
    </w:p>
    <w:p w:rsidR="00FC522A" w:rsidRDefault="00FC522A" w:rsidP="00FC522A">
      <w:pPr>
        <w:pStyle w:val="Heading1Center"/>
        <w:rPr>
          <w:rtl/>
        </w:rPr>
      </w:pPr>
      <w:bookmarkStart w:id="40" w:name="_Toc255686412"/>
      <w:bookmarkStart w:id="41" w:name="_Toc256353236"/>
      <w:bookmarkStart w:id="42" w:name="_Toc256353435"/>
      <w:bookmarkStart w:id="43" w:name="_Toc256353575"/>
      <w:bookmarkStart w:id="44" w:name="_Toc256353791"/>
      <w:bookmarkStart w:id="45" w:name="_Toc256354046"/>
      <w:bookmarkStart w:id="46" w:name="_Toc267136152"/>
      <w:r>
        <w:rPr>
          <w:rtl/>
        </w:rPr>
        <w:br w:type="page"/>
      </w:r>
      <w:bookmarkStart w:id="47" w:name="_Toc412377574"/>
      <w:r>
        <w:rPr>
          <w:rtl/>
        </w:rPr>
        <w:lastRenderedPageBreak/>
        <w:t>6 ـ باب زيارة المؤمن وعيادته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146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 : أيما مؤمن عاد مريضاً في الله عزّ وجلّ خاض في الرحمة خوضاً ، وإذا قعد عنده استنقع استنقاعا ، فإن عاده غدوة صلّى عليه سبعون ألف ملك إلى أن يمسي ، فان عاده عشية صلّى عليه سبعون ألف ملك إلى أن يصبح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147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أيما مؤمن عاد أخاه المؤمن في مرضه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صلّى عليه سبعة وسبعون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ألف ملك فإذا قعد عنده غمرته الرحمة ، واستغفروا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له حتّى يمسي : فإن عاده مساء كان له مثل ذلك حتّى يصبح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148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العبد المسلم إذا خرج من بيته يريد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أخاه لله لا لغيره ، التماس وجه الله عزّ وجلّ ، ورغبة فيما عنده ، وكل الله به سبعين ألف ملك ينادونه من خلفه إلى أن يرجع إلى منزله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ألا طبت وطابت لك الجنّة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Pr="00E063FF" w:rsidRDefault="00FC522A" w:rsidP="00D41583">
      <w:pPr>
        <w:pStyle w:val="libLine"/>
      </w:pPr>
      <w:r w:rsidRPr="00E063FF">
        <w:rPr>
          <w:rtl/>
        </w:rPr>
        <w:t>__________________</w:t>
      </w:r>
    </w:p>
    <w:p w:rsidR="00FC522A" w:rsidRPr="00E063FF" w:rsidRDefault="00FC522A" w:rsidP="00D41583">
      <w:pPr>
        <w:pStyle w:val="libFootnote0"/>
        <w:rPr>
          <w:rtl/>
        </w:rPr>
      </w:pPr>
      <w:r w:rsidRPr="00E063FF">
        <w:rPr>
          <w:rtl/>
        </w:rPr>
        <w:t xml:space="preserve">(1) عنه في المستدرك : </w:t>
      </w:r>
      <w:r>
        <w:rPr>
          <w:rtl/>
        </w:rPr>
        <w:t>1 / 8</w:t>
      </w:r>
      <w:r w:rsidRPr="00E063FF">
        <w:rPr>
          <w:rtl/>
        </w:rPr>
        <w:t>4 ح 4 وأخرجه في البحار : 8</w:t>
      </w:r>
      <w:r>
        <w:rPr>
          <w:rtl/>
        </w:rPr>
        <w:t>1 / 2</w:t>
      </w:r>
      <w:r w:rsidRPr="00E063FF">
        <w:rPr>
          <w:rtl/>
        </w:rPr>
        <w:t>25 ذح 34 عن</w:t>
      </w:r>
      <w:r>
        <w:rPr>
          <w:rtl/>
        </w:rPr>
        <w:t xml:space="preserve"> عدّة الداعي : ص 115 باختلاف يسير.</w:t>
      </w:r>
    </w:p>
    <w:p w:rsidR="00FC522A" w:rsidRPr="00E063FF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E063FF">
        <w:rPr>
          <w:rtl/>
        </w:rPr>
        <w:t xml:space="preserve"> في الن</w:t>
      </w:r>
      <w:r>
        <w:rPr>
          <w:rtl/>
        </w:rPr>
        <w:t>سخة ـ ب ـ ( في مرضه حين يصبح ).</w:t>
      </w:r>
    </w:p>
    <w:p w:rsidR="00FC522A" w:rsidRPr="00E063FF" w:rsidRDefault="00FC522A" w:rsidP="00D41583">
      <w:pPr>
        <w:pStyle w:val="libFootnote0"/>
        <w:rPr>
          <w:rtl/>
        </w:rPr>
      </w:pPr>
      <w:r w:rsidRPr="00E063FF">
        <w:rPr>
          <w:rtl/>
        </w:rPr>
        <w:t>(3) في الكافي والوسائل والبحار ( ف</w:t>
      </w:r>
      <w:r>
        <w:rPr>
          <w:rtl/>
        </w:rPr>
        <w:t>ي مرضه حين يصبح ، شيعه سبعون ).</w:t>
      </w:r>
    </w:p>
    <w:p w:rsidR="00FC522A" w:rsidRPr="00E063FF" w:rsidRDefault="00FC522A" w:rsidP="00D41583">
      <w:pPr>
        <w:pStyle w:val="libFootnote0"/>
        <w:rPr>
          <w:rtl/>
        </w:rPr>
      </w:pPr>
      <w:r w:rsidRPr="00E063FF">
        <w:rPr>
          <w:rtl/>
        </w:rPr>
        <w:t>(4) في النسخة ـ أ ـ ( واستغفر</w:t>
      </w:r>
      <w:r>
        <w:rPr>
          <w:rFonts w:hint="cs"/>
          <w:rtl/>
        </w:rPr>
        <w:t xml:space="preserve"> </w:t>
      </w:r>
      <w:r w:rsidRPr="00E063FF">
        <w:rPr>
          <w:rtl/>
        </w:rPr>
        <w:t>له ).</w:t>
      </w:r>
    </w:p>
    <w:p w:rsidR="00FC522A" w:rsidRPr="00E063FF" w:rsidRDefault="00FC522A" w:rsidP="00D41583">
      <w:pPr>
        <w:pStyle w:val="libFootnote0"/>
        <w:rPr>
          <w:rtl/>
        </w:rPr>
      </w:pPr>
      <w:r w:rsidRPr="00E063FF">
        <w:rPr>
          <w:rtl/>
        </w:rPr>
        <w:t xml:space="preserve">(5) عنه في المستدرك : </w:t>
      </w:r>
      <w:r>
        <w:rPr>
          <w:rtl/>
        </w:rPr>
        <w:t>1 / 8</w:t>
      </w:r>
      <w:r w:rsidRPr="00E063FF">
        <w:rPr>
          <w:rtl/>
        </w:rPr>
        <w:t xml:space="preserve">4 ح 5 وأخرجه في الوسائل : </w:t>
      </w:r>
      <w:r>
        <w:rPr>
          <w:rtl/>
        </w:rPr>
        <w:t>2 / 6</w:t>
      </w:r>
      <w:r w:rsidRPr="00E063FF">
        <w:rPr>
          <w:rtl/>
        </w:rPr>
        <w:t xml:space="preserve">36 ح 1 عن الكافي : </w:t>
      </w:r>
      <w:r>
        <w:rPr>
          <w:rtl/>
        </w:rPr>
        <w:t>2 / 1</w:t>
      </w:r>
      <w:r w:rsidRPr="00E063FF">
        <w:rPr>
          <w:rtl/>
        </w:rPr>
        <w:t xml:space="preserve">20 ح 6 وص 121 ح 7 بإسناده عن وهب بن عبدربه ومعاوية بن وهب عنه </w:t>
      </w:r>
      <w:r>
        <w:rPr>
          <w:rtl/>
        </w:rPr>
        <w:t>(ع)</w:t>
      </w:r>
      <w:r w:rsidRPr="00E063FF">
        <w:rPr>
          <w:rtl/>
        </w:rPr>
        <w:t xml:space="preserve"> وفي البحار : 8</w:t>
      </w:r>
      <w:r>
        <w:rPr>
          <w:rtl/>
        </w:rPr>
        <w:t>1 / 2</w:t>
      </w:r>
      <w:r w:rsidRPr="00E063FF">
        <w:rPr>
          <w:rtl/>
        </w:rPr>
        <w:t>24 ح 32 عن دعوات الرواندي</w:t>
      </w:r>
      <w:r>
        <w:rPr>
          <w:rtl/>
        </w:rPr>
        <w:t xml:space="preserve"> مرسلاً باختلاف يسير.</w:t>
      </w:r>
    </w:p>
    <w:p w:rsidR="00FC522A" w:rsidRPr="00E063FF" w:rsidRDefault="00FC522A" w:rsidP="00D41583">
      <w:pPr>
        <w:pStyle w:val="libFootnote0"/>
        <w:rPr>
          <w:rtl/>
        </w:rPr>
      </w:pPr>
      <w:r w:rsidRPr="00E063FF">
        <w:rPr>
          <w:rtl/>
        </w:rPr>
        <w:t>(6) في الكافي : (</w:t>
      </w:r>
      <w:r>
        <w:rPr>
          <w:rtl/>
        </w:rPr>
        <w:t xml:space="preserve"> زائراً </w:t>
      </w:r>
      <w:r w:rsidRPr="00E063FF">
        <w:rPr>
          <w:rtl/>
        </w:rPr>
        <w:t>) بدل ( يريد ).</w:t>
      </w:r>
    </w:p>
    <w:p w:rsidR="00FC522A" w:rsidRPr="007A1004" w:rsidRDefault="00FC522A" w:rsidP="00D41583">
      <w:pPr>
        <w:pStyle w:val="libFootnote0"/>
        <w:rPr>
          <w:rtl/>
        </w:rPr>
      </w:pPr>
      <w:r w:rsidRPr="00E063FF">
        <w:rPr>
          <w:rtl/>
        </w:rPr>
        <w:t xml:space="preserve">(7) عنه في المستدرك : </w:t>
      </w:r>
      <w:r>
        <w:rPr>
          <w:rtl/>
        </w:rPr>
        <w:t>2 / 2</w:t>
      </w:r>
      <w:r w:rsidRPr="00E063FF">
        <w:rPr>
          <w:rtl/>
        </w:rPr>
        <w:t>30 ح 1 وأخرجه في البحار : 7</w:t>
      </w:r>
      <w:r>
        <w:rPr>
          <w:rtl/>
        </w:rPr>
        <w:t>4 / 3</w:t>
      </w:r>
      <w:r w:rsidRPr="00E063FF">
        <w:rPr>
          <w:rtl/>
        </w:rPr>
        <w:t>48 ح 9 والوسائل : 1</w:t>
      </w:r>
      <w:r>
        <w:rPr>
          <w:rtl/>
        </w:rPr>
        <w:t>0 / 4</w:t>
      </w:r>
      <w:r w:rsidRPr="00E063FF">
        <w:rPr>
          <w:rtl/>
        </w:rPr>
        <w:t xml:space="preserve">56 ذ ح 3 عن الكافي : </w:t>
      </w:r>
      <w:r>
        <w:rPr>
          <w:rtl/>
        </w:rPr>
        <w:t>2 / 1</w:t>
      </w:r>
      <w:r w:rsidRPr="00E063FF">
        <w:rPr>
          <w:rtl/>
        </w:rPr>
        <w:t xml:space="preserve">77 ح 9 بإسناده عن أبي حمزة عنه </w:t>
      </w:r>
      <w:r>
        <w:rPr>
          <w:rtl/>
        </w:rPr>
        <w:t>(ع).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149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أمير المؤمنين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لبعض أصحابه ، تذهب بنا نعود فلاناً ؟ قال : فذهبت معه فإذا أبو موسى الأشعري جالس عنده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فقال أمير الؤمنين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يا أبا موسى ، أعائدا</w:t>
      </w:r>
      <w:r>
        <w:rPr>
          <w:rFonts w:hint="cs"/>
          <w:rtl/>
        </w:rPr>
        <w:t>ً</w:t>
      </w:r>
      <w:r>
        <w:rPr>
          <w:rtl/>
        </w:rPr>
        <w:t xml:space="preserve"> جئت أم زائراً ؟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فقال ، لابل عائداً ، فقال : إمّا إن المؤمن إذا عاد أخاه المؤمن صلّى عليه سبعون ألف ملك حتّى يرجع إلى أهله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150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عن أبيه عن الحسين بن علي </w:t>
      </w:r>
      <w:r w:rsidR="00FB2D93" w:rsidRPr="00FB2D93">
        <w:rPr>
          <w:rStyle w:val="libAlaemChar"/>
          <w:rtl/>
        </w:rPr>
        <w:t>عليهم‌السلام</w:t>
      </w:r>
      <w:r>
        <w:rPr>
          <w:rtl/>
        </w:rPr>
        <w:t xml:space="preserve"> عن النبي </w:t>
      </w:r>
      <w:r w:rsidR="00FB2D93" w:rsidRPr="00FB2D9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أنّه قال : حدّثني جبرئيل (ع) أن الله أهبط إلى الأرض ملكاً ، وأقبل ذلك الملك يمشي حتّى وقع إلى باب دار رجل ، وإذا رجل يستأذن على ربّ الدار ، فقال له الملك : ما حاجتك إلى ربّ الدار ؟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قال : أخ لي مسلم زرته في الله ، قال له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: ما جاء بك إلا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ذلك ؟ قال : ما جاء بي إلا ذلك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قال : فإني رسول الله عزّ وجلّ [ إليك ]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، وهو يقرئك السلام ويقول : أوجبت لك الجنّة قال : وقال الملك : إن الله عزّ وجلّ يقول : أيما مسلم زار مسلماً ليس ايّاه يزور ، وإنما إيّاي يزور ، وثوابه الجنّة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151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ألا ا</w:t>
      </w:r>
      <w:r>
        <w:rPr>
          <w:rFonts w:hint="cs"/>
          <w:rtl/>
        </w:rPr>
        <w:t>ُ</w:t>
      </w:r>
      <w:r>
        <w:rPr>
          <w:rtl/>
        </w:rPr>
        <w:t>خبركم برجالكم من أهل الجنّة ؟ قالوا : بلى يا رسول الله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قال : النبي ، والصديق ، والشهيد ، والوليد ، والرجل الذي يزور أخاه في ناحية المصر ، لا يزوره إلا في الله عزّ وجلّ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Pr="00E063FF" w:rsidRDefault="00FC522A" w:rsidP="00D41583">
      <w:pPr>
        <w:pStyle w:val="libLine"/>
      </w:pPr>
      <w:r w:rsidRPr="00E063FF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(1) عنه في المستدرك : </w:t>
      </w:r>
      <w:r>
        <w:rPr>
          <w:rtl/>
        </w:rPr>
        <w:t>1 / 83 ح 7.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7D581E">
        <w:rPr>
          <w:rtl/>
        </w:rPr>
        <w:t xml:space="preserve"> في</w:t>
      </w:r>
      <w:r>
        <w:rPr>
          <w:rtl/>
        </w:rPr>
        <w:t xml:space="preserve"> الإختصاص </w:t>
      </w:r>
      <w:r w:rsidRPr="007D581E">
        <w:rPr>
          <w:rtl/>
        </w:rPr>
        <w:t>: قال : والل</w:t>
      </w:r>
      <w:r>
        <w:rPr>
          <w:rtl/>
        </w:rPr>
        <w:t>ه بدل له.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(3) في</w:t>
      </w:r>
      <w:r>
        <w:rPr>
          <w:rtl/>
        </w:rPr>
        <w:t xml:space="preserve"> الأصل </w:t>
      </w:r>
      <w:r w:rsidRPr="007D581E">
        <w:rPr>
          <w:rtl/>
        </w:rPr>
        <w:t>: إلى ، والظاهر</w:t>
      </w:r>
      <w:r>
        <w:rPr>
          <w:rtl/>
        </w:rPr>
        <w:t xml:space="preserve"> أنّه خطأ في النسخ.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(4) ليس في النسخة ـ ب ـ.</w:t>
      </w:r>
    </w:p>
    <w:p w:rsidR="00FC522A" w:rsidRPr="007D581E" w:rsidRDefault="00FC522A" w:rsidP="00FC522A">
      <w:pPr>
        <w:rPr>
          <w:rtl/>
        </w:rPr>
      </w:pPr>
      <w:r w:rsidRPr="007D581E">
        <w:rPr>
          <w:rtl/>
        </w:rPr>
        <w:t xml:space="preserve">(5) عنه في المستدرك : </w:t>
      </w:r>
      <w:r>
        <w:rPr>
          <w:rtl/>
        </w:rPr>
        <w:t>2 / 2</w:t>
      </w:r>
      <w:r w:rsidRPr="007D581E">
        <w:rPr>
          <w:rtl/>
        </w:rPr>
        <w:t>28 ح 1 وعن</w:t>
      </w:r>
      <w:r>
        <w:rPr>
          <w:rtl/>
        </w:rPr>
        <w:t xml:space="preserve"> الإختصاص </w:t>
      </w:r>
      <w:r w:rsidRPr="007D581E">
        <w:rPr>
          <w:rtl/>
        </w:rPr>
        <w:t>: ص 21 عن جابر ، وأخرجه في البحار : 7</w:t>
      </w:r>
      <w:r>
        <w:rPr>
          <w:rtl/>
        </w:rPr>
        <w:t>4 /</w:t>
      </w:r>
      <w:r w:rsidRPr="00D41583">
        <w:rPr>
          <w:rStyle w:val="libFootnote0Char"/>
          <w:rtl/>
        </w:rPr>
        <w:t xml:space="preserve"> 344 ح 3 والبحار : 59 / 188 ح 39 والوسائل : 10 / 456 ح 6 عن الكافي : 2 / 176 ح 3 بإسناده عن جابر عن أبي جعفر (ع) باختلاف يسير وفي البحار : 74 / 355 ح 32 عن الإختصاص ص : 21 عن جابر عنه (ع) باختلاف يسير ، في الن</w:t>
      </w:r>
      <w:r>
        <w:rPr>
          <w:rtl/>
        </w:rPr>
        <w:t>سخة ـ أ ـ الحسنة بدل الجنّة.</w:t>
      </w:r>
    </w:p>
    <w:p w:rsidR="00FC522A" w:rsidRPr="007A1004" w:rsidRDefault="00FC522A" w:rsidP="00D41583">
      <w:pPr>
        <w:pStyle w:val="libFootnote0"/>
        <w:rPr>
          <w:rtl/>
        </w:rPr>
      </w:pPr>
      <w:r w:rsidRPr="007D581E">
        <w:rPr>
          <w:rtl/>
        </w:rPr>
        <w:t>(6)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152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أبي حمزة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، قال : سمعت العبد الصالح يقول : من زار أخاه المؤمن لله ، لا لغيره يطلب به ثواب الله عزّ وجلّ ، وينتجز مواعيد الله تعالى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وكل الله [ به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] سبعين ألف ملك من حين يخرج من منزله حتّى يعود إليه ينادونه : ألا طبت وطابت لك الجنّة ، تبو</w:t>
      </w:r>
      <w:r>
        <w:rPr>
          <w:rFonts w:hint="cs"/>
          <w:rtl/>
        </w:rPr>
        <w:t>ّ</w:t>
      </w:r>
      <w:r>
        <w:rPr>
          <w:rtl/>
        </w:rPr>
        <w:t xml:space="preserve">أت من الجنّة منزلا </w:t>
      </w:r>
      <w:r w:rsidRPr="00D41583">
        <w:rPr>
          <w:rStyle w:val="libFootnotenumChar"/>
          <w:rFonts w:hint="cs"/>
          <w:rtl/>
        </w:rPr>
        <w:t>(4)</w:t>
      </w:r>
      <w:r w:rsidRPr="007D5CD5"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و</w:t>
      </w:r>
      <w:r w:rsidRPr="007D5CD5"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153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زار أخاه المؤمن قال الربّ جلّ جلاله : أيّها الزائر ، طبت وطابت لك الجنّة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154</w:t>
      </w:r>
      <w:r>
        <w:rPr>
          <w:rFonts w:hint="cs"/>
          <w:rtl/>
        </w:rPr>
        <w:t xml:space="preserve"> </w:t>
      </w:r>
      <w:r>
        <w:rPr>
          <w:rtl/>
        </w:rPr>
        <w:t xml:space="preserve">ـ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أيما مسلم عاد مريضاً عن المؤمنين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خاض رمال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 xml:space="preserve"> الرحمة ، فإذا جلس إليه غمرته الرحمة ، فإذا رجع إلى شيعه سبعون ألف [ ملك ] حتّى يدخل إلى منزله ، كلهم يقولون : ألا طبت وطابت لك الجنّة </w:t>
      </w:r>
      <w:r w:rsidRPr="00D41583">
        <w:rPr>
          <w:rStyle w:val="libFootnotenumChar"/>
          <w:rFonts w:hint="cs"/>
          <w:rtl/>
        </w:rPr>
        <w:t>(9)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155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إن لله عزّ وجلّ جنّة لا يدخلها إلا ثلاثة : رجل حكم في نفسه بالحقّ ، ورجل زار أخاه المؤمن [ في البر </w:t>
      </w:r>
      <w:r w:rsidRPr="00D41583">
        <w:rPr>
          <w:rStyle w:val="libFootnotenumChar"/>
          <w:rFonts w:hint="cs"/>
          <w:rtl/>
        </w:rPr>
        <w:t>(10)</w:t>
      </w:r>
      <w:r>
        <w:rPr>
          <w:rtl/>
        </w:rPr>
        <w:t xml:space="preserve"> ، ورجل أبر</w:t>
      </w:r>
      <w:r>
        <w:rPr>
          <w:rFonts w:hint="cs"/>
          <w:rtl/>
        </w:rPr>
        <w:t>ّ</w:t>
      </w:r>
      <w:r>
        <w:rPr>
          <w:rtl/>
        </w:rPr>
        <w:t xml:space="preserve"> ] </w:t>
      </w:r>
      <w:r w:rsidRPr="00D41583">
        <w:rPr>
          <w:rStyle w:val="libFootnotenumChar"/>
          <w:rFonts w:hint="cs"/>
          <w:rtl/>
        </w:rPr>
        <w:t>(11)</w:t>
      </w:r>
      <w:r>
        <w:rPr>
          <w:rtl/>
        </w:rPr>
        <w:t xml:space="preserve"> أخاه المؤمن في الله عزّ وجلّ </w:t>
      </w:r>
      <w:r w:rsidRPr="00D41583">
        <w:rPr>
          <w:rStyle w:val="libFootnotenumChar"/>
          <w:rFonts w:hint="cs"/>
          <w:rtl/>
        </w:rPr>
        <w:t>(12)</w:t>
      </w:r>
      <w:r>
        <w:rPr>
          <w:rtl/>
        </w:rPr>
        <w:t>.</w:t>
      </w:r>
    </w:p>
    <w:p w:rsidR="00FC522A" w:rsidRPr="00E140DD" w:rsidRDefault="00FC522A" w:rsidP="00D41583">
      <w:pPr>
        <w:pStyle w:val="libLine"/>
      </w:pPr>
      <w:r w:rsidRPr="00E140DD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(1) لم نجد في أصحاب الكاظم </w:t>
      </w:r>
      <w:r>
        <w:rPr>
          <w:rtl/>
        </w:rPr>
        <w:t>(ع)</w:t>
      </w:r>
      <w:r w:rsidRPr="007D581E">
        <w:rPr>
          <w:rtl/>
        </w:rPr>
        <w:t xml:space="preserve"> ـ الذي يلقب بالعبد الصالح ـ في الرجال من</w:t>
      </w:r>
      <w:r>
        <w:rPr>
          <w:rtl/>
        </w:rPr>
        <w:t xml:space="preserve"> يكنّى </w:t>
      </w:r>
      <w:r w:rsidRPr="007D581E">
        <w:rPr>
          <w:rtl/>
        </w:rPr>
        <w:t>بأبي حمزة ـ</w:t>
      </w:r>
      <w:r>
        <w:rPr>
          <w:rtl/>
        </w:rPr>
        <w:t xml:space="preserve"> ولعلّه </w:t>
      </w:r>
      <w:r w:rsidRPr="007D581E">
        <w:rPr>
          <w:rtl/>
        </w:rPr>
        <w:t>أبو حمزة الثمالي الذي أدرك</w:t>
      </w:r>
      <w:r>
        <w:rPr>
          <w:rtl/>
        </w:rPr>
        <w:t xml:space="preserve"> الإمام </w:t>
      </w:r>
      <w:r w:rsidRPr="007D581E">
        <w:rPr>
          <w:rtl/>
        </w:rPr>
        <w:t xml:space="preserve">الكاظم </w:t>
      </w:r>
      <w:r>
        <w:rPr>
          <w:rtl/>
        </w:rPr>
        <w:t>(ع)</w:t>
      </w:r>
      <w:r w:rsidRPr="007D581E">
        <w:rPr>
          <w:rtl/>
        </w:rPr>
        <w:t xml:space="preserve"> على المشهور ، فراجع</w:t>
      </w:r>
      <w:r>
        <w:rPr>
          <w:rtl/>
        </w:rPr>
        <w:t xml:space="preserve"> البحار والكافي فيهما بيان عنه.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(2 و 3) ليس في النسخة ـ أ ـ.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(4) في النسخة ـ أ ( تبو</w:t>
      </w:r>
      <w:r>
        <w:rPr>
          <w:rFonts w:hint="cs"/>
          <w:rtl/>
        </w:rPr>
        <w:t>ّ</w:t>
      </w:r>
      <w:r w:rsidRPr="007D581E">
        <w:rPr>
          <w:rtl/>
        </w:rPr>
        <w:t>أت مني</w:t>
      </w:r>
      <w:r>
        <w:rPr>
          <w:rtl/>
        </w:rPr>
        <w:t xml:space="preserve"> الجنّة ).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(5) عنه في المستدرك : </w:t>
      </w:r>
      <w:r>
        <w:rPr>
          <w:rtl/>
        </w:rPr>
        <w:t>2 / 2</w:t>
      </w:r>
      <w:r w:rsidRPr="007D581E">
        <w:rPr>
          <w:rtl/>
        </w:rPr>
        <w:t>28 ح 2 وأخرجه في البحار : 7</w:t>
      </w:r>
      <w:r>
        <w:rPr>
          <w:rtl/>
        </w:rPr>
        <w:t>4 / 3</w:t>
      </w:r>
      <w:r w:rsidRPr="007D581E">
        <w:rPr>
          <w:rtl/>
        </w:rPr>
        <w:t>50 ح 15 والوسائل : 1</w:t>
      </w:r>
      <w:r>
        <w:rPr>
          <w:rtl/>
        </w:rPr>
        <w:t>0 / 4</w:t>
      </w:r>
      <w:r w:rsidRPr="007D581E">
        <w:rPr>
          <w:rtl/>
        </w:rPr>
        <w:t xml:space="preserve">56 ح 3 عن الكافي : </w:t>
      </w:r>
      <w:r>
        <w:rPr>
          <w:rtl/>
        </w:rPr>
        <w:t>2 / 1</w:t>
      </w:r>
      <w:r w:rsidRPr="007D581E">
        <w:rPr>
          <w:rtl/>
        </w:rPr>
        <w:t>78 ح 15 بإسناده عن أبي حمزة مثله.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(6) عنه في المستدرك : </w:t>
      </w:r>
      <w:r>
        <w:rPr>
          <w:rtl/>
        </w:rPr>
        <w:t>2 / 2</w:t>
      </w:r>
      <w:r w:rsidRPr="007D581E">
        <w:rPr>
          <w:rtl/>
        </w:rPr>
        <w:t>28 ح 4 وأخرجه في البحار : 7</w:t>
      </w:r>
      <w:r>
        <w:rPr>
          <w:rtl/>
        </w:rPr>
        <w:t>4 / 3</w:t>
      </w:r>
      <w:r w:rsidRPr="007D581E">
        <w:rPr>
          <w:rtl/>
        </w:rPr>
        <w:t>48 ح 10 وفي الوسائل : 1</w:t>
      </w:r>
      <w:r>
        <w:rPr>
          <w:rtl/>
        </w:rPr>
        <w:t>0 / 4</w:t>
      </w:r>
      <w:r w:rsidRPr="007D581E">
        <w:rPr>
          <w:rtl/>
        </w:rPr>
        <w:t xml:space="preserve">55 ح 2 ، عن الكافي : </w:t>
      </w:r>
      <w:r>
        <w:rPr>
          <w:rtl/>
        </w:rPr>
        <w:t>2 / 1</w:t>
      </w:r>
      <w:r w:rsidRPr="007D581E">
        <w:rPr>
          <w:rtl/>
        </w:rPr>
        <w:t>77 ح 10 وفي البحار : 7</w:t>
      </w:r>
      <w:r>
        <w:rPr>
          <w:rtl/>
        </w:rPr>
        <w:t>4 / 3</w:t>
      </w:r>
      <w:r w:rsidRPr="007D581E">
        <w:rPr>
          <w:rtl/>
        </w:rPr>
        <w:t>50 ح 17 عن قرب</w:t>
      </w:r>
      <w:r>
        <w:rPr>
          <w:rtl/>
        </w:rPr>
        <w:t xml:space="preserve"> الإسناد </w:t>
      </w:r>
      <w:r w:rsidRPr="007D581E">
        <w:rPr>
          <w:rtl/>
        </w:rPr>
        <w:t>: ص 18 وثواب</w:t>
      </w:r>
      <w:r>
        <w:rPr>
          <w:rtl/>
        </w:rPr>
        <w:t xml:space="preserve"> الأعمال </w:t>
      </w:r>
      <w:r w:rsidRPr="007D581E">
        <w:rPr>
          <w:rtl/>
        </w:rPr>
        <w:t>: ص 221 بأسانيدهم عن بكر بن</w:t>
      </w:r>
      <w:r>
        <w:rPr>
          <w:rtl/>
        </w:rPr>
        <w:t xml:space="preserve"> محمّد الأزدي </w:t>
      </w:r>
      <w:r w:rsidRPr="007D581E">
        <w:rPr>
          <w:rtl/>
        </w:rPr>
        <w:t xml:space="preserve">وفي المستدرك : </w:t>
      </w:r>
      <w:r>
        <w:rPr>
          <w:rtl/>
        </w:rPr>
        <w:t>2 / 2</w:t>
      </w:r>
      <w:r w:rsidRPr="007D581E">
        <w:rPr>
          <w:rtl/>
        </w:rPr>
        <w:t>29 ح 17 عن مصادقة</w:t>
      </w:r>
      <w:r>
        <w:rPr>
          <w:rtl/>
        </w:rPr>
        <w:t xml:space="preserve"> الأخوان </w:t>
      </w:r>
      <w:r w:rsidRPr="007D581E">
        <w:rPr>
          <w:rtl/>
        </w:rPr>
        <w:t>: ص 42 ح 1 عن بكر بن</w:t>
      </w:r>
      <w:r>
        <w:rPr>
          <w:rtl/>
        </w:rPr>
        <w:t xml:space="preserve"> محمّد الأزدي </w:t>
      </w:r>
      <w:r w:rsidRPr="007D581E">
        <w:rPr>
          <w:rtl/>
        </w:rPr>
        <w:t>،</w:t>
      </w:r>
      <w:r>
        <w:rPr>
          <w:rtl/>
        </w:rPr>
        <w:t xml:space="preserve"> كلّ نحوه.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(7</w:t>
      </w:r>
      <w:r>
        <w:rPr>
          <w:rtl/>
        </w:rPr>
        <w:t>) في النسخة ـ أ ـ ( المسلمين ).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(8) هكذا في أ ـ والمستدرك ، وقد</w:t>
      </w:r>
      <w:r>
        <w:rPr>
          <w:rtl/>
        </w:rPr>
        <w:t xml:space="preserve"> تقدّم </w:t>
      </w:r>
      <w:r w:rsidRPr="007D581E">
        <w:rPr>
          <w:rtl/>
        </w:rPr>
        <w:t>في ح 146 : ( خاض في ا</w:t>
      </w:r>
      <w:r>
        <w:rPr>
          <w:rtl/>
        </w:rPr>
        <w:t>لرحمة ).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(9) عنه في المستدرك : </w:t>
      </w:r>
      <w:r>
        <w:rPr>
          <w:rtl/>
        </w:rPr>
        <w:t>1 / 83 ح 8.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(10 و 11) في الكافي والخصال وتنبيه ال</w:t>
      </w:r>
      <w:r>
        <w:rPr>
          <w:rtl/>
        </w:rPr>
        <w:t>خواطر : ( في الله ، ورجل آثر ).</w:t>
      </w:r>
    </w:p>
    <w:p w:rsidR="00FC522A" w:rsidRPr="00B66E80" w:rsidRDefault="00FC522A" w:rsidP="00D41583">
      <w:pPr>
        <w:pStyle w:val="libFootnote0"/>
        <w:rPr>
          <w:rtl/>
        </w:rPr>
      </w:pPr>
      <w:r w:rsidRPr="00A8417A">
        <w:rPr>
          <w:rtl/>
        </w:rPr>
        <w:t xml:space="preserve">(12) عنه في المستدرك : </w:t>
      </w:r>
      <w:r>
        <w:rPr>
          <w:rtl/>
        </w:rPr>
        <w:t>2 / 2</w:t>
      </w:r>
      <w:r w:rsidRPr="00A8417A">
        <w:rPr>
          <w:rtl/>
        </w:rPr>
        <w:t>28 ح 3 وأخرج في البحار : 7</w:t>
      </w:r>
      <w:r>
        <w:rPr>
          <w:rtl/>
        </w:rPr>
        <w:t>4 / 3</w:t>
      </w:r>
      <w:r w:rsidRPr="00A8417A">
        <w:rPr>
          <w:rtl/>
        </w:rPr>
        <w:t xml:space="preserve">48 ح 11 عن الكافي : </w:t>
      </w:r>
      <w:r>
        <w:rPr>
          <w:rtl/>
        </w:rPr>
        <w:t>2 / 1</w:t>
      </w:r>
      <w:r w:rsidRPr="00A8417A">
        <w:rPr>
          <w:rtl/>
        </w:rPr>
        <w:t>78 ح 11 وفي : ص 352 ح 24 عن الخصال : ص 131 ح 136 بإسنادهما عن</w:t>
      </w:r>
      <w:r>
        <w:rPr>
          <w:rtl/>
        </w:rPr>
        <w:t xml:space="preserve"> محمّد </w:t>
      </w:r>
      <w:r w:rsidRPr="00A8417A">
        <w:rPr>
          <w:rtl/>
        </w:rPr>
        <w:t>بن قيس مثله وعنهما في الوسائل : 1</w:t>
      </w:r>
      <w:r>
        <w:rPr>
          <w:rtl/>
        </w:rPr>
        <w:t>0 / 4</w:t>
      </w:r>
      <w:r w:rsidRPr="00A8417A">
        <w:rPr>
          <w:rtl/>
        </w:rPr>
        <w:t xml:space="preserve">56 ح 4 وروي في تنبيه الخواطر : </w:t>
      </w:r>
      <w:r>
        <w:rPr>
          <w:rtl/>
        </w:rPr>
        <w:t>2 / 1</w:t>
      </w:r>
      <w:r w:rsidRPr="00A8417A">
        <w:rPr>
          <w:rtl/>
        </w:rPr>
        <w:t>98 عن</w:t>
      </w:r>
      <w:r>
        <w:rPr>
          <w:rtl/>
        </w:rPr>
        <w:t xml:space="preserve"> محمّد بن قيس مثله.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156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وأبي عبد الله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، قالا : إذا كان يوم القيامة اوتي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العبد المؤمن إلى الله عزّ وجلّ ، فيحاسبه حساباً يسيراً ، ثم يعاتبه ، فيقول [ له ]</w:t>
      </w:r>
      <w:r>
        <w:rPr>
          <w:rFonts w:hint="cs"/>
          <w:rtl/>
        </w:rPr>
        <w:t xml:space="preserve">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يا مؤمن ما منعك أن تعودني حيث مرضت ؟ فيقول المؤمن : أنت ربّي وأنا عبدك ، أنت الحيّ الذي لا يصيبك ألم ولا نصب ، فيقول الربّ عزّ وجلّ : من عاد مؤمناً فقد عادني ، ثم يقول الله عزّ وجلّ ، هل تعرف فلان بن فلان ؟ فيقول : نعم ، فيقول [ له ] : ما منعك أن تعوده حيث مرض ؟ إمّا لوعدته لعدتني ، ثم لوجدتني عند سؤالك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، ثم لو سألتني حاجة لقضيتها لك ، ثم لم أردك عنها.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157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إن</w:t>
      </w:r>
      <w:r>
        <w:rPr>
          <w:rFonts w:hint="cs"/>
          <w:rtl/>
        </w:rPr>
        <w:t>ّ</w:t>
      </w:r>
      <w:r>
        <w:rPr>
          <w:rtl/>
        </w:rPr>
        <w:t xml:space="preserve"> ملكاً من الملائكة مرّ برجل قائم على باب دار ، فقال له الملك : يا عبد الله ما يقيمك على باب هذه الدار ؟ قال : أخ لي في بيتها أردت [ أن ] ا</w:t>
      </w:r>
      <w:r>
        <w:rPr>
          <w:rFonts w:hint="cs"/>
          <w:rtl/>
        </w:rPr>
        <w:t>ُ</w:t>
      </w:r>
      <w:r>
        <w:rPr>
          <w:rtl/>
        </w:rPr>
        <w:t>سل</w:t>
      </w:r>
      <w:r>
        <w:rPr>
          <w:rFonts w:hint="cs"/>
          <w:rtl/>
        </w:rPr>
        <w:t>ّ</w:t>
      </w:r>
      <w:r>
        <w:rPr>
          <w:rtl/>
        </w:rPr>
        <w:t xml:space="preserve">م عليه ، فقال الملك : هل بينك وبينه رحم ماسة [ أو نزعت بك إليه حاجة ؟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] قال : لا ، ما بيني وبينه قرابة ، ولا نزعني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إليه حاجة ، إلا ا</w:t>
      </w:r>
      <w:r>
        <w:rPr>
          <w:rFonts w:hint="cs"/>
          <w:rtl/>
        </w:rPr>
        <w:t>ُ</w:t>
      </w:r>
      <w:r>
        <w:rPr>
          <w:rtl/>
        </w:rPr>
        <w:t>خو</w:t>
      </w:r>
      <w:r>
        <w:rPr>
          <w:rFonts w:hint="cs"/>
          <w:rtl/>
        </w:rPr>
        <w:t>ّ</w:t>
      </w:r>
      <w:r>
        <w:rPr>
          <w:rtl/>
        </w:rPr>
        <w:t>ة الاسلام ، وحرمته ، فأنا أتعاهده ، وا</w:t>
      </w:r>
      <w:r>
        <w:rPr>
          <w:rFonts w:hint="cs"/>
          <w:rtl/>
        </w:rPr>
        <w:t>ُ</w:t>
      </w:r>
      <w:r>
        <w:rPr>
          <w:rtl/>
        </w:rPr>
        <w:t>سل</w:t>
      </w:r>
      <w:r>
        <w:rPr>
          <w:rFonts w:hint="cs"/>
          <w:rtl/>
        </w:rPr>
        <w:t>ّ</w:t>
      </w:r>
      <w:r>
        <w:rPr>
          <w:rtl/>
        </w:rPr>
        <w:t>م عليه في الله ربّ العالمين ،</w:t>
      </w:r>
    </w:p>
    <w:p w:rsidR="00FC522A" w:rsidRDefault="00FC522A" w:rsidP="00446035">
      <w:pPr>
        <w:pStyle w:val="libNormal"/>
        <w:rPr>
          <w:rtl/>
        </w:rPr>
      </w:pPr>
      <w:r>
        <w:rPr>
          <w:rtl/>
        </w:rPr>
        <w:t xml:space="preserve">قال له الملك : إنّي رسول الله إليك ، وهو يقرئك السلام ، ويقول [ لك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 xml:space="preserve"> ] : إنما إيّاي أردت ، والي تعمدت ، وقد أوجبت لك الجنّة ، وأعتقتك من غضبي ، وأجرتك من النار </w:t>
      </w:r>
      <w:r w:rsidRPr="00D41583">
        <w:rPr>
          <w:rStyle w:val="libFootnotenumChar"/>
          <w:rFonts w:hint="cs"/>
          <w:rtl/>
        </w:rPr>
        <w:t>(9)</w:t>
      </w:r>
      <w:r>
        <w:rPr>
          <w:rtl/>
        </w:rPr>
        <w:t>.</w:t>
      </w:r>
      <w:r w:rsidR="00446035">
        <w:t xml:space="preserve"> </w:t>
      </w:r>
      <w:r w:rsidRPr="005C0285">
        <w:rPr>
          <w:rtl/>
        </w:rPr>
        <w:t>158 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أيما مؤمن زار مؤمناً كان زائراً لله</w:t>
      </w:r>
    </w:p>
    <w:p w:rsidR="00FC522A" w:rsidRPr="00E140DD" w:rsidRDefault="00FC522A" w:rsidP="00D41583">
      <w:pPr>
        <w:pStyle w:val="libLine"/>
      </w:pPr>
      <w:r w:rsidRPr="00E140DD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(1) في النسخة ـ ب ـ ( أدنى ).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>
        <w:rPr>
          <w:rtl/>
        </w:rPr>
        <w:t xml:space="preserve"> في المستدرك : سؤلك.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(3)</w:t>
      </w:r>
      <w:r>
        <w:rPr>
          <w:rtl/>
        </w:rPr>
        <w:t xml:space="preserve"> في المكارم : ( و ) وهو الأظهر.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( 4 ) عنه في المستدرك : </w:t>
      </w:r>
      <w:r>
        <w:rPr>
          <w:rtl/>
        </w:rPr>
        <w:t>1 / 8</w:t>
      </w:r>
      <w:r w:rsidRPr="007D581E">
        <w:rPr>
          <w:rtl/>
        </w:rPr>
        <w:t>3 ح 9 وأخرجه في البحار : 8</w:t>
      </w:r>
      <w:r>
        <w:rPr>
          <w:rtl/>
        </w:rPr>
        <w:t>1 / 2</w:t>
      </w:r>
      <w:r w:rsidRPr="007D581E">
        <w:rPr>
          <w:rtl/>
        </w:rPr>
        <w:t xml:space="preserve">27 ح 39 عن مكارم الاخلاق : ص 386 عن الصادق </w:t>
      </w:r>
      <w:r>
        <w:rPr>
          <w:rtl/>
        </w:rPr>
        <w:t>(ع) مرسلاً باختلاف يسير.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(5) ليس في النسخة ـ ب ـ.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(6) في النسخة </w:t>
      </w:r>
      <w:r>
        <w:rPr>
          <w:rtl/>
        </w:rPr>
        <w:t>ـ ب ـ ( هل ترغب بك إليه حاجة ).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(7) في النسخة ـ ب ـ ( رغبتني ).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(8) ليس في النسخة ـ ب ـ.</w:t>
      </w:r>
    </w:p>
    <w:p w:rsidR="00FC522A" w:rsidRDefault="00FC522A" w:rsidP="00D41583">
      <w:pPr>
        <w:pStyle w:val="libFootnote0"/>
        <w:rPr>
          <w:rtl/>
        </w:rPr>
      </w:pPr>
      <w:r w:rsidRPr="00A8417A">
        <w:rPr>
          <w:rtl/>
        </w:rPr>
        <w:t xml:space="preserve">(9) عنه في المستدرك : </w:t>
      </w:r>
      <w:r>
        <w:rPr>
          <w:rtl/>
        </w:rPr>
        <w:t>2 / 2</w:t>
      </w:r>
      <w:r w:rsidRPr="00A8417A">
        <w:rPr>
          <w:rtl/>
        </w:rPr>
        <w:t>28 ح 6 وأخرجه في البحار : 7</w:t>
      </w:r>
      <w:r>
        <w:rPr>
          <w:rtl/>
        </w:rPr>
        <w:t>4 / 3</w:t>
      </w:r>
      <w:r w:rsidRPr="00A8417A">
        <w:rPr>
          <w:rtl/>
        </w:rPr>
        <w:t>51 ح 19 عن أمالي الصدوق : ص 166 ح 7</w:t>
      </w:r>
      <w:r>
        <w:rPr>
          <w:rtl/>
        </w:rPr>
        <w:t xml:space="preserve"> والإختصاص </w:t>
      </w:r>
      <w:r w:rsidRPr="00A8417A">
        <w:rPr>
          <w:rtl/>
        </w:rPr>
        <w:t xml:space="preserve">: ص 219 وأمالي الشيخ : </w:t>
      </w:r>
      <w:r>
        <w:rPr>
          <w:rtl/>
        </w:rPr>
        <w:t>2 / 2</w:t>
      </w:r>
      <w:r w:rsidRPr="00A8417A">
        <w:rPr>
          <w:rtl/>
        </w:rPr>
        <w:t>09 بأدنى تغيير ، وفي : ص 354 ح 30 عن ثواب</w:t>
      </w:r>
      <w:r>
        <w:rPr>
          <w:rtl/>
        </w:rPr>
        <w:t xml:space="preserve"> الأعمال </w:t>
      </w:r>
      <w:r w:rsidRPr="00A8417A">
        <w:rPr>
          <w:rtl/>
        </w:rPr>
        <w:t>: ص 204 بأسانيدهم عن جابر الجعفي باختلاف يسير ، وفي البحار : 5</w:t>
      </w:r>
      <w:r>
        <w:rPr>
          <w:rtl/>
        </w:rPr>
        <w:t>9 / 1</w:t>
      </w:r>
      <w:r w:rsidRPr="00A8417A">
        <w:rPr>
          <w:rtl/>
        </w:rPr>
        <w:t>92 ح 52 عن أمالي الشيخ نحوه ، وفي الوسائل : 1</w:t>
      </w:r>
      <w:r>
        <w:rPr>
          <w:rtl/>
        </w:rPr>
        <w:t>0 / 4</w:t>
      </w:r>
      <w:r w:rsidRPr="00A8417A">
        <w:rPr>
          <w:rtl/>
        </w:rPr>
        <w:t xml:space="preserve">57 ذ ح 6 عن أمالي الصدوق والثواب و في الوسائل : </w:t>
      </w:r>
      <w:r>
        <w:rPr>
          <w:rtl/>
        </w:rPr>
        <w:t>8 / 4</w:t>
      </w:r>
      <w:r w:rsidRPr="00A8417A">
        <w:rPr>
          <w:rtl/>
        </w:rPr>
        <w:t>36 ح 5 عن الثواب.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عزوجل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وأيما مؤمن عاد مؤمناً خاض الرحمة خوضاً ، فإذا جلس غمرته الرحمة ، فإذا انصرف ، وكل الله [ به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] سبعين ألف ملك يستغفرون له ويسترحمون عليه ، ويقولون : طبت وطابت لك الجنّة إلى تلك الساعة من الغد ، وكان له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خريف من الجنّة.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قال الراوي : وما الخريف ؟ جعلت فداك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قال : زاوية في الجنّة ، يسير الراكب فيها أربعين عاما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Pr="00E140DD" w:rsidRDefault="00FC522A" w:rsidP="00D41583">
      <w:pPr>
        <w:pStyle w:val="libLine"/>
      </w:pPr>
      <w:r w:rsidRPr="00E140DD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(1) عنه في المستدرك : </w:t>
      </w:r>
      <w:r>
        <w:rPr>
          <w:rtl/>
        </w:rPr>
        <w:t>2 / 2</w:t>
      </w:r>
      <w:r w:rsidRPr="007D581E">
        <w:rPr>
          <w:rtl/>
        </w:rPr>
        <w:t xml:space="preserve">28 ح 5 والمستدرك : </w:t>
      </w:r>
      <w:r>
        <w:rPr>
          <w:rtl/>
        </w:rPr>
        <w:t>1 / 83 صدرح 10.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>
        <w:rPr>
          <w:rtl/>
        </w:rPr>
        <w:t xml:space="preserve"> ليس في النسخة ـ ب ـ</w:t>
      </w:r>
      <w:r>
        <w:rPr>
          <w:rFonts w:hint="cs"/>
          <w:rtl/>
        </w:rPr>
        <w:t>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(3) في النسخة ـ ب ـ حوله.</w:t>
      </w:r>
    </w:p>
    <w:p w:rsidR="00FC522A" w:rsidRPr="005939E5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(4) عنه في المستدرك : </w:t>
      </w:r>
      <w:r>
        <w:rPr>
          <w:rtl/>
        </w:rPr>
        <w:t>1 / 8</w:t>
      </w:r>
      <w:r w:rsidRPr="007D581E">
        <w:rPr>
          <w:rtl/>
        </w:rPr>
        <w:t>3 ذح 10 وأخرج في البحار : 8</w:t>
      </w:r>
      <w:r>
        <w:rPr>
          <w:rtl/>
        </w:rPr>
        <w:t>1 / 2</w:t>
      </w:r>
      <w:r w:rsidRPr="007D581E">
        <w:rPr>
          <w:rtl/>
        </w:rPr>
        <w:t xml:space="preserve">16 والوسائل : </w:t>
      </w:r>
      <w:r>
        <w:rPr>
          <w:rtl/>
        </w:rPr>
        <w:t>2 / 6</w:t>
      </w:r>
      <w:r w:rsidRPr="007D581E">
        <w:rPr>
          <w:rtl/>
        </w:rPr>
        <w:t xml:space="preserve">34 ح 3 عن الكافي : </w:t>
      </w:r>
      <w:r>
        <w:rPr>
          <w:rtl/>
        </w:rPr>
        <w:t>3 / 1</w:t>
      </w:r>
      <w:r w:rsidRPr="007D581E">
        <w:rPr>
          <w:rtl/>
        </w:rPr>
        <w:t xml:space="preserve">20 ح 3 بإسناده عن أبي حمزة عنه </w:t>
      </w:r>
      <w:r>
        <w:rPr>
          <w:rtl/>
        </w:rPr>
        <w:t>(ع)</w:t>
      </w:r>
      <w:r w:rsidRPr="007D581E">
        <w:rPr>
          <w:rtl/>
        </w:rPr>
        <w:t xml:space="preserve"> مثله.</w:t>
      </w:r>
    </w:p>
    <w:p w:rsidR="00FC522A" w:rsidRDefault="00FC522A" w:rsidP="00FC522A">
      <w:pPr>
        <w:pStyle w:val="Heading1Center"/>
        <w:rPr>
          <w:rtl/>
        </w:rPr>
      </w:pPr>
      <w:r>
        <w:rPr>
          <w:rtl/>
        </w:rPr>
        <w:br w:type="page"/>
      </w:r>
      <w:bookmarkStart w:id="48" w:name="_Toc255686413"/>
      <w:bookmarkStart w:id="49" w:name="_Toc256353237"/>
      <w:bookmarkStart w:id="50" w:name="_Toc256353436"/>
      <w:bookmarkStart w:id="51" w:name="_Toc256353576"/>
      <w:bookmarkStart w:id="52" w:name="_Toc256353792"/>
      <w:bookmarkStart w:id="53" w:name="_Toc256354047"/>
      <w:bookmarkStart w:id="54" w:name="_Toc267136153"/>
      <w:bookmarkStart w:id="55" w:name="_Toc412377575"/>
      <w:r w:rsidRPr="005C0285">
        <w:rPr>
          <w:rtl/>
        </w:rPr>
        <w:lastRenderedPageBreak/>
        <w:t>7 ـ باب ثواب من أطعم</w:t>
      </w:r>
      <w:r>
        <w:rPr>
          <w:rtl/>
        </w:rPr>
        <w:t xml:space="preserve"> مؤمناً </w:t>
      </w:r>
      <w:r w:rsidRPr="005C0285">
        <w:rPr>
          <w:rtl/>
        </w:rPr>
        <w:t>، أو سقاه ، أو كساه ، أو قضى دينه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>159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</w:t>
      </w:r>
      <w:r w:rsidRPr="005C0285">
        <w:rPr>
          <w:rtl/>
        </w:rPr>
        <w:t xml:space="preserve">قال : شبع أربعة من المسلمين يعدل رقبة </w:t>
      </w:r>
      <w:r w:rsidRPr="00D41583">
        <w:rPr>
          <w:rStyle w:val="libFootnotenumChar"/>
          <w:rFonts w:hint="cs"/>
          <w:rtl/>
        </w:rPr>
        <w:t>(1)</w:t>
      </w:r>
      <w:r w:rsidRPr="005C0285">
        <w:rPr>
          <w:rtl/>
        </w:rPr>
        <w:t xml:space="preserve"> من ولد إسماعيل </w:t>
      </w:r>
      <w:r>
        <w:rPr>
          <w:rtl/>
        </w:rPr>
        <w:t>(ع)</w:t>
      </w:r>
      <w:r w:rsidRPr="005C0285"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>160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وعن أبي عبد الله </w:t>
      </w:r>
      <w:r w:rsidR="00FB2D93" w:rsidRPr="00FB2D93">
        <w:rPr>
          <w:rStyle w:val="libAlaemChar"/>
          <w:rtl/>
        </w:rPr>
        <w:t>عليه‌السلام</w:t>
      </w:r>
      <w:r w:rsidRPr="005C0285">
        <w:rPr>
          <w:rtl/>
        </w:rPr>
        <w:t xml:space="preserve"> قال : ما من مؤمن يدخل بيته مؤمنين يطعمهما [ ويشبعهما </w:t>
      </w:r>
      <w:r w:rsidRPr="00D41583">
        <w:rPr>
          <w:rStyle w:val="libFootnotenumChar"/>
          <w:rFonts w:hint="cs"/>
          <w:rtl/>
        </w:rPr>
        <w:t>(3)</w:t>
      </w:r>
      <w:r w:rsidRPr="005C0285">
        <w:rPr>
          <w:rtl/>
        </w:rPr>
        <w:t xml:space="preserve"> ] : إلا كان ذلك أفضل من عتق نسمة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161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وعن علي بن الحسين </w:t>
      </w:r>
      <w:r w:rsidR="00FB2D93" w:rsidRPr="00FB2D93">
        <w:rPr>
          <w:rStyle w:val="libAlaemChar"/>
          <w:rtl/>
        </w:rPr>
        <w:t>عليهما‌السلام</w:t>
      </w:r>
      <w:r w:rsidRPr="005C0285">
        <w:rPr>
          <w:rtl/>
        </w:rPr>
        <w:t xml:space="preserve"> قال : من أطعم</w:t>
      </w:r>
      <w:r>
        <w:rPr>
          <w:rtl/>
        </w:rPr>
        <w:t xml:space="preserve"> مؤمناً </w:t>
      </w:r>
      <w:r w:rsidRPr="005C0285">
        <w:rPr>
          <w:rtl/>
        </w:rPr>
        <w:t>من جوع ، أطعمه الله</w:t>
      </w:r>
      <w:r>
        <w:rPr>
          <w:rtl/>
        </w:rPr>
        <w:t xml:space="preserve"> عزّ وجلّ </w:t>
      </w:r>
      <w:r w:rsidRPr="005C0285">
        <w:rPr>
          <w:rtl/>
        </w:rPr>
        <w:t>من ثمار</w:t>
      </w:r>
      <w:r>
        <w:rPr>
          <w:rtl/>
        </w:rPr>
        <w:t xml:space="preserve"> الجنّة </w:t>
      </w:r>
      <w:r w:rsidRPr="005C0285">
        <w:rPr>
          <w:rtl/>
        </w:rPr>
        <w:t>، ومن سقى</w:t>
      </w:r>
      <w:r>
        <w:rPr>
          <w:rtl/>
        </w:rPr>
        <w:t xml:space="preserve"> مؤمناً </w:t>
      </w:r>
      <w:r w:rsidRPr="005C0285">
        <w:rPr>
          <w:rtl/>
        </w:rPr>
        <w:t xml:space="preserve">من ظمأ ، سقاه [ الله يوم القيامة </w:t>
      </w:r>
      <w:r w:rsidRPr="00D41583">
        <w:rPr>
          <w:rStyle w:val="libFootnotenumChar"/>
          <w:rtl/>
        </w:rPr>
        <w:t>(5)</w:t>
      </w:r>
      <w:r w:rsidRPr="005C0285">
        <w:rPr>
          <w:rtl/>
        </w:rPr>
        <w:t xml:space="preserve"> ] من الرحيق المختوم ، [ ومن كسى</w:t>
      </w:r>
      <w:r>
        <w:rPr>
          <w:rtl/>
        </w:rPr>
        <w:t xml:space="preserve"> مؤمناً </w:t>
      </w:r>
      <w:r w:rsidRPr="005C0285">
        <w:rPr>
          <w:rtl/>
        </w:rPr>
        <w:t>من العرى ، كساه الله</w:t>
      </w:r>
      <w:r>
        <w:rPr>
          <w:rtl/>
        </w:rPr>
        <w:t xml:space="preserve"> عزّ وجلّ </w:t>
      </w:r>
      <w:r w:rsidRPr="005C0285">
        <w:rPr>
          <w:rtl/>
        </w:rPr>
        <w:t xml:space="preserve">من الثياب الخضر « وفي حديث آخر » قال : </w:t>
      </w:r>
      <w:r w:rsidRPr="00D41583">
        <w:rPr>
          <w:rStyle w:val="libFootnotenumChar"/>
          <w:rFonts w:hint="cs"/>
          <w:rtl/>
        </w:rPr>
        <w:t>(6)</w:t>
      </w:r>
      <w:r w:rsidRPr="005C0285">
        <w:rPr>
          <w:rtl/>
        </w:rPr>
        <w:t xml:space="preserve"> ]</w:t>
      </w:r>
    </w:p>
    <w:p w:rsidR="00FC522A" w:rsidRPr="005C0285" w:rsidRDefault="00FC522A" w:rsidP="00DD716A">
      <w:pPr>
        <w:pStyle w:val="libNormal"/>
        <w:rPr>
          <w:rtl/>
        </w:rPr>
      </w:pPr>
      <w:r w:rsidRPr="005C0285">
        <w:rPr>
          <w:rtl/>
        </w:rPr>
        <w:t>من كسا</w:t>
      </w:r>
      <w:r>
        <w:rPr>
          <w:rtl/>
        </w:rPr>
        <w:t xml:space="preserve"> مؤمناً </w:t>
      </w:r>
      <w:r w:rsidRPr="005C0285">
        <w:rPr>
          <w:rtl/>
        </w:rPr>
        <w:t xml:space="preserve">من عرى لم يزل في ضمان الله مادام عليه سلك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Pr="00E140DD" w:rsidRDefault="00FC522A" w:rsidP="00D41583">
      <w:pPr>
        <w:pStyle w:val="libLine"/>
      </w:pPr>
      <w:r w:rsidRPr="00E140DD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(1) في الثواب ( محررة</w:t>
      </w:r>
      <w:r>
        <w:rPr>
          <w:rtl/>
        </w:rPr>
        <w:t xml:space="preserve"> ) وفي المحاسن ( محررا ).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7D581E">
        <w:rPr>
          <w:rtl/>
        </w:rPr>
        <w:t xml:space="preserve"> عنه في المستدرك : </w:t>
      </w:r>
      <w:r>
        <w:rPr>
          <w:rtl/>
        </w:rPr>
        <w:t>3 / 9</w:t>
      </w:r>
      <w:r w:rsidRPr="007D581E">
        <w:rPr>
          <w:rtl/>
        </w:rPr>
        <w:t>0 ح 1 وأخرجه في البحار : 7</w:t>
      </w:r>
      <w:r>
        <w:rPr>
          <w:rtl/>
        </w:rPr>
        <w:t>4 / 3</w:t>
      </w:r>
      <w:r w:rsidRPr="007D581E">
        <w:rPr>
          <w:rtl/>
        </w:rPr>
        <w:t>85 ح 102 عن ثواب</w:t>
      </w:r>
      <w:r>
        <w:rPr>
          <w:rtl/>
        </w:rPr>
        <w:t xml:space="preserve"> الأعمال </w:t>
      </w:r>
      <w:r w:rsidRPr="007D581E">
        <w:rPr>
          <w:rtl/>
        </w:rPr>
        <w:t xml:space="preserve">: ص 165 والمحاسن : </w:t>
      </w:r>
      <w:r>
        <w:rPr>
          <w:rtl/>
        </w:rPr>
        <w:t>2 / 3</w:t>
      </w:r>
      <w:r w:rsidRPr="007D581E">
        <w:rPr>
          <w:rtl/>
        </w:rPr>
        <w:t>95 ح 60 وفي البحار : 7</w:t>
      </w:r>
      <w:r>
        <w:rPr>
          <w:rtl/>
        </w:rPr>
        <w:t>5 / 4</w:t>
      </w:r>
      <w:r w:rsidRPr="007D581E">
        <w:rPr>
          <w:rtl/>
        </w:rPr>
        <w:t>60 ح 12 والوسائل : 1</w:t>
      </w:r>
      <w:r>
        <w:rPr>
          <w:rtl/>
        </w:rPr>
        <w:t>6 / 4</w:t>
      </w:r>
      <w:r w:rsidRPr="007D581E">
        <w:rPr>
          <w:rtl/>
        </w:rPr>
        <w:t xml:space="preserve">44 ح 32 عن المحاسن : </w:t>
      </w:r>
      <w:r>
        <w:rPr>
          <w:rtl/>
        </w:rPr>
        <w:t>2 / 3</w:t>
      </w:r>
      <w:r w:rsidRPr="007D581E">
        <w:rPr>
          <w:rtl/>
        </w:rPr>
        <w:t>95 ح 59 وفي الوسائل : 1</w:t>
      </w:r>
      <w:r>
        <w:rPr>
          <w:rtl/>
        </w:rPr>
        <w:t>6 / 4</w:t>
      </w:r>
      <w:r w:rsidRPr="007D581E">
        <w:rPr>
          <w:rtl/>
        </w:rPr>
        <w:t xml:space="preserve">63 ح 4 عن الثواب بإسنادهما عن الفضيل بن يسار عنه </w:t>
      </w:r>
      <w:r>
        <w:rPr>
          <w:rtl/>
        </w:rPr>
        <w:t>(ع)</w:t>
      </w:r>
      <w:r w:rsidRPr="007D581E">
        <w:rPr>
          <w:rtl/>
        </w:rPr>
        <w:t xml:space="preserve"> باختلاف يسير.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(3) ليس في النسخة ـ ب ـ وفي الكافي والمحاسن</w:t>
      </w:r>
      <w:r>
        <w:rPr>
          <w:rtl/>
        </w:rPr>
        <w:t xml:space="preserve"> والإختصاص ، فيطعمهما شبعهما.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(4) عنه في المستدرك : </w:t>
      </w:r>
      <w:r>
        <w:rPr>
          <w:rtl/>
        </w:rPr>
        <w:t>3 / 9</w:t>
      </w:r>
      <w:r w:rsidRPr="008015BD">
        <w:rPr>
          <w:rtl/>
        </w:rPr>
        <w:t>0 ح 2 وأخرجه في البحار : 7</w:t>
      </w:r>
      <w:r>
        <w:rPr>
          <w:rtl/>
        </w:rPr>
        <w:t>4 / 3</w:t>
      </w:r>
      <w:r w:rsidRPr="008015BD">
        <w:rPr>
          <w:rtl/>
        </w:rPr>
        <w:t xml:space="preserve">73 ح 66 عن الكافي : </w:t>
      </w:r>
      <w:r>
        <w:rPr>
          <w:rtl/>
        </w:rPr>
        <w:t>2 / 2</w:t>
      </w:r>
      <w:r w:rsidRPr="008015BD">
        <w:rPr>
          <w:rtl/>
        </w:rPr>
        <w:t>01 ح 4 وفيه : ما من رجل ، وفي البحار : 7</w:t>
      </w:r>
      <w:r>
        <w:rPr>
          <w:rtl/>
        </w:rPr>
        <w:t>5 / 4</w:t>
      </w:r>
      <w:r w:rsidRPr="008015BD">
        <w:rPr>
          <w:rtl/>
        </w:rPr>
        <w:t xml:space="preserve">60 ح 10 عن المحاسن : </w:t>
      </w:r>
      <w:r>
        <w:rPr>
          <w:rtl/>
        </w:rPr>
        <w:t>2 / 3</w:t>
      </w:r>
      <w:r w:rsidRPr="008015BD">
        <w:rPr>
          <w:rtl/>
        </w:rPr>
        <w:t xml:space="preserve">94 ح 54 بإسنادهما عن إبراهيم بن عمر اليماني عنه </w:t>
      </w:r>
      <w:r>
        <w:rPr>
          <w:rtl/>
        </w:rPr>
        <w:t>(ع)</w:t>
      </w:r>
      <w:r w:rsidRPr="008015BD">
        <w:rPr>
          <w:rtl/>
        </w:rPr>
        <w:t xml:space="preserve"> وفي البحار : 7</w:t>
      </w:r>
      <w:r>
        <w:rPr>
          <w:rtl/>
        </w:rPr>
        <w:t>4 / 3</w:t>
      </w:r>
      <w:r w:rsidRPr="008015BD">
        <w:rPr>
          <w:rtl/>
        </w:rPr>
        <w:t xml:space="preserve">11 ح 67 والمستدرك : </w:t>
      </w:r>
      <w:r>
        <w:rPr>
          <w:rtl/>
        </w:rPr>
        <w:t>1 / 5</w:t>
      </w:r>
      <w:r w:rsidRPr="008015BD">
        <w:rPr>
          <w:rtl/>
        </w:rPr>
        <w:t>45 ح 3 عن</w:t>
      </w:r>
      <w:r>
        <w:rPr>
          <w:rtl/>
        </w:rPr>
        <w:t xml:space="preserve"> الإختصاص </w:t>
      </w:r>
      <w:r w:rsidRPr="007D581E">
        <w:rPr>
          <w:rtl/>
        </w:rPr>
        <w:t>ص : 21</w:t>
      </w:r>
      <w:r>
        <w:rPr>
          <w:rtl/>
        </w:rPr>
        <w:t xml:space="preserve"> مرسلاً </w:t>
      </w:r>
      <w:r w:rsidRPr="007D581E">
        <w:rPr>
          <w:rtl/>
        </w:rPr>
        <w:t>وفي الوسائل : 1</w:t>
      </w:r>
      <w:r>
        <w:rPr>
          <w:rtl/>
        </w:rPr>
        <w:t>6 / 447 ح 1 عن الكافي والمحاسن.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(5 و 6) ليس في النسخة ـ ب ـ.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(7) عنه وعن</w:t>
      </w:r>
      <w:r>
        <w:rPr>
          <w:rtl/>
        </w:rPr>
        <w:t xml:space="preserve"> الإختصاص </w:t>
      </w:r>
      <w:r w:rsidRPr="007D581E">
        <w:rPr>
          <w:rtl/>
        </w:rPr>
        <w:t>: ص 220 في المستدرك : 1 / 546 ح 8</w:t>
      </w:r>
      <w:r>
        <w:rPr>
          <w:rtl/>
        </w:rPr>
        <w:t xml:space="preserve"> مرسلاً وذيله في المستدرك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162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أطعم مؤمناً من جوع أطعمه الله من ثمار الجنّة ، وأيما مؤمن سقى مؤمناً سقاه الله من الرحيق المختوم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وأيما مؤمن كسا مؤمناً من عرى لم يزل في ستر الله وحفظه ما بقيت منه خرقه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163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لبعض أصحابه ، يا ثابت ، إمّا تستطيع أن تعتق كلّ يوم رقبة ؟ أصلحك الله ، ما أقوى على ذلك ، قال : إمّا تقدر أن تغدي أو تعشي أربعة من المسلمين ؟ قلت : إمّا هذا فاني أقوي عليه ، قال : هو والله يعدل عتق رقبة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164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</w:t>
      </w:r>
      <w:r>
        <w:rPr>
          <w:rtl/>
        </w:rPr>
        <w:t xml:space="preserve">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كسا مؤمناً ثوبا لم يزل في رحمة الله عزّ وجلّ ما بقي من الثوب شيء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ومن سقاه شربة من ماء ، سقاه الله عزّ وجلّ من رحيق مختوم ، ومن أشبع جوعته ، أطعمه الله عزّ وجلّ من ثمار الجنّة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165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</w:t>
      </w:r>
      <w:r>
        <w:rPr>
          <w:rtl/>
        </w:rPr>
        <w:t xml:space="preserve">وعن أمير المؤمنين علي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لأنّ أطعم أخاك لقمة ، أحبّ إليّ من أن أتصدق بدرهم ، ولان اعطيه درهما ، أحبّ إليّ من أن أتصدق بعشرة ، ول</w:t>
      </w:r>
      <w:r>
        <w:rPr>
          <w:rFonts w:hint="cs"/>
          <w:rtl/>
        </w:rPr>
        <w:t>أ</w:t>
      </w:r>
      <w:r>
        <w:rPr>
          <w:rtl/>
        </w:rPr>
        <w:t>ن ا</w:t>
      </w:r>
      <w:r>
        <w:rPr>
          <w:rFonts w:hint="cs"/>
          <w:rtl/>
        </w:rPr>
        <w:t>ُ</w:t>
      </w:r>
      <w:r>
        <w:rPr>
          <w:rtl/>
        </w:rPr>
        <w:t xml:space="preserve">عطيه عشرة ، أحبّ إليّ من أن اعتق رقبة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Pr="00E140DD" w:rsidRDefault="00FC522A" w:rsidP="00D41583">
      <w:pPr>
        <w:pStyle w:val="libLine"/>
      </w:pPr>
      <w:r w:rsidRPr="00E140DD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1 / 2</w:t>
      </w:r>
      <w:r w:rsidRPr="007D581E">
        <w:rPr>
          <w:rtl/>
        </w:rPr>
        <w:t>20 ذ ح 4 وصدره عنه وعن</w:t>
      </w:r>
      <w:r>
        <w:rPr>
          <w:rtl/>
        </w:rPr>
        <w:t xml:space="preserve"> الإختصاص </w:t>
      </w:r>
      <w:r w:rsidRPr="007D581E">
        <w:rPr>
          <w:rtl/>
        </w:rPr>
        <w:t xml:space="preserve">في المستدرك : </w:t>
      </w:r>
      <w:r>
        <w:rPr>
          <w:rtl/>
        </w:rPr>
        <w:t>3 / 8</w:t>
      </w:r>
      <w:r w:rsidRPr="007D581E">
        <w:rPr>
          <w:rtl/>
        </w:rPr>
        <w:t>8 ح 4 وأخرجه في البحار : 7</w:t>
      </w:r>
      <w:r>
        <w:rPr>
          <w:rtl/>
        </w:rPr>
        <w:t>4 / 3</w:t>
      </w:r>
      <w:r w:rsidRPr="007D581E">
        <w:rPr>
          <w:rtl/>
        </w:rPr>
        <w:t>84 ح 89 عن ثواب</w:t>
      </w:r>
      <w:r>
        <w:rPr>
          <w:rtl/>
        </w:rPr>
        <w:t xml:space="preserve"> الأعمال </w:t>
      </w:r>
      <w:r w:rsidRPr="007D581E">
        <w:rPr>
          <w:rtl/>
        </w:rPr>
        <w:t>: ص 164 وأمالي المفيد : ص 12 وصدره في البحار : ص 373 ح 67 والوسائل : 1</w:t>
      </w:r>
      <w:r>
        <w:rPr>
          <w:rtl/>
        </w:rPr>
        <w:t>6 / 4</w:t>
      </w:r>
      <w:r w:rsidRPr="007D581E">
        <w:rPr>
          <w:rtl/>
        </w:rPr>
        <w:t xml:space="preserve">53 ح 1 عن الكافي : </w:t>
      </w:r>
      <w:r>
        <w:rPr>
          <w:rtl/>
        </w:rPr>
        <w:t>2 / 2</w:t>
      </w:r>
      <w:r w:rsidRPr="007D581E">
        <w:rPr>
          <w:rtl/>
        </w:rPr>
        <w:t>01 ح 5 بأسانيدهم عن أبي حمزة الثمالي وذيله في البحار : 7</w:t>
      </w:r>
      <w:r>
        <w:rPr>
          <w:rtl/>
        </w:rPr>
        <w:t>4 / 3</w:t>
      </w:r>
      <w:r w:rsidRPr="007D581E">
        <w:rPr>
          <w:rtl/>
        </w:rPr>
        <w:t xml:space="preserve">81 ح 86 والوسائل : </w:t>
      </w:r>
      <w:r>
        <w:rPr>
          <w:rtl/>
        </w:rPr>
        <w:t>3 / 4</w:t>
      </w:r>
      <w:r w:rsidRPr="007D581E">
        <w:rPr>
          <w:rtl/>
        </w:rPr>
        <w:t xml:space="preserve">20 ح 2 و 3 عن الكافي : </w:t>
      </w:r>
      <w:r>
        <w:rPr>
          <w:rtl/>
        </w:rPr>
        <w:t>2 / 2</w:t>
      </w:r>
      <w:r w:rsidRPr="007D581E">
        <w:rPr>
          <w:rtl/>
        </w:rPr>
        <w:t xml:space="preserve">05 ح 4 وفي الوسائل : </w:t>
      </w:r>
      <w:r>
        <w:rPr>
          <w:rtl/>
        </w:rPr>
        <w:t>3 / 421 ح 6 عن الثواب وغيرها مثله.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(1) هذا الحديث مثل الح</w:t>
      </w:r>
      <w:r>
        <w:rPr>
          <w:rtl/>
        </w:rPr>
        <w:t>ديث 161 مع اختلاف يسير في ذيله.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7D581E">
        <w:rPr>
          <w:rtl/>
        </w:rPr>
        <w:t xml:space="preserve"> عنه في المستدرك : </w:t>
      </w:r>
      <w:r>
        <w:rPr>
          <w:rtl/>
        </w:rPr>
        <w:t>3 / 8</w:t>
      </w:r>
      <w:r w:rsidRPr="007D581E">
        <w:rPr>
          <w:rtl/>
        </w:rPr>
        <w:t>7 ح 4 وأخرجه في البحار : 7</w:t>
      </w:r>
      <w:r>
        <w:rPr>
          <w:rtl/>
        </w:rPr>
        <w:t>4 / 3</w:t>
      </w:r>
      <w:r w:rsidRPr="007D581E">
        <w:rPr>
          <w:rtl/>
        </w:rPr>
        <w:t>64 ح 31 والوسائل : 1</w:t>
      </w:r>
      <w:r>
        <w:rPr>
          <w:rtl/>
        </w:rPr>
        <w:t>6 / 4</w:t>
      </w:r>
      <w:r w:rsidRPr="007D581E">
        <w:rPr>
          <w:rtl/>
        </w:rPr>
        <w:t xml:space="preserve">43 ح 28 عن المحاسن : </w:t>
      </w:r>
      <w:r>
        <w:rPr>
          <w:rtl/>
        </w:rPr>
        <w:t>2 / 3</w:t>
      </w:r>
      <w:r w:rsidRPr="007D581E">
        <w:rPr>
          <w:rtl/>
        </w:rPr>
        <w:t xml:space="preserve">94 ح 51 بإسناده </w:t>
      </w:r>
      <w:r>
        <w:rPr>
          <w:rtl/>
        </w:rPr>
        <w:t>عن ثابت الثمالي مع اختلاف يسير.</w:t>
      </w:r>
    </w:p>
    <w:p w:rsidR="00FC522A" w:rsidRPr="00EC0B80" w:rsidRDefault="00FC522A" w:rsidP="00EF7987">
      <w:pPr>
        <w:pStyle w:val="libFootnote0"/>
        <w:rPr>
          <w:rtl/>
        </w:rPr>
      </w:pPr>
      <w:r w:rsidRPr="007D581E">
        <w:rPr>
          <w:rtl/>
        </w:rPr>
        <w:t xml:space="preserve">(3) عنه في المستدرك : </w:t>
      </w:r>
      <w:r>
        <w:rPr>
          <w:rtl/>
        </w:rPr>
        <w:t>3 / 8</w:t>
      </w:r>
      <w:r w:rsidRPr="007D581E">
        <w:rPr>
          <w:rtl/>
        </w:rPr>
        <w:t xml:space="preserve">8 ح 1 وصدره في المستدرك : </w:t>
      </w:r>
      <w:r>
        <w:rPr>
          <w:rtl/>
        </w:rPr>
        <w:t>1 / 2</w:t>
      </w:r>
      <w:r w:rsidRPr="007D581E">
        <w:rPr>
          <w:rtl/>
        </w:rPr>
        <w:t>20 ذح 5 ، وأخرج نحو صدره في البحار : 7</w:t>
      </w:r>
      <w:r>
        <w:rPr>
          <w:rtl/>
        </w:rPr>
        <w:t>4 / 3</w:t>
      </w:r>
      <w:r w:rsidRPr="007D581E">
        <w:rPr>
          <w:rtl/>
        </w:rPr>
        <w:t xml:space="preserve">81 ح 87 والوسائل : </w:t>
      </w:r>
      <w:r>
        <w:rPr>
          <w:rtl/>
        </w:rPr>
        <w:t>3 / 4</w:t>
      </w:r>
      <w:r w:rsidRPr="007D581E">
        <w:rPr>
          <w:rtl/>
        </w:rPr>
        <w:t xml:space="preserve">20 ح 4 عن الكافي : </w:t>
      </w:r>
      <w:r>
        <w:rPr>
          <w:rtl/>
        </w:rPr>
        <w:t>2 / 2</w:t>
      </w:r>
      <w:r w:rsidRPr="00EF7987">
        <w:rPr>
          <w:rtl/>
        </w:rPr>
        <w:t>05 ذ ح 5 بإسناده عن عبد الله بن سنان.</w:t>
      </w:r>
    </w:p>
    <w:p w:rsidR="00FC522A" w:rsidRPr="007D581E" w:rsidRDefault="00FC522A" w:rsidP="00EF7987">
      <w:pPr>
        <w:pStyle w:val="libFootnote0"/>
        <w:rPr>
          <w:rtl/>
        </w:rPr>
      </w:pPr>
      <w:r w:rsidRPr="007D581E">
        <w:rPr>
          <w:rtl/>
        </w:rPr>
        <w:t>(4</w:t>
      </w:r>
      <w:r>
        <w:rPr>
          <w:rtl/>
        </w:rPr>
        <w:t>) عنه في المستدرك : 3 / 91 ح 2.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166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ما من مؤمن يطعم مؤمناً [ شبعاً ، إلا أطعمه ]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الله عزّ وجلّ من ثمار الجنّة ، ولا سقاه شربة إلا سقاه الله من الرحيق المختوم ، ولا كساه ثوبا ، إلا كساه الله عزّ وجلّ من الثياب الخضر ، وكان في ضمان الله تعالى مادام من ذلك الثوب سلك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167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[ من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] أحبّ الخصال إلى الله عزّ وجل ثلاثة : مسلم أطعم مسلماً من جوع ، أو فك عنه كربة ، أو قضى عنه ديناً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168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أوّل ما يتحف به المؤمن في قبره أن يغفر لمن تبع جنازته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169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سدير قال : قال أبو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، ما يمنعك أن تعتق كلّ يوم نسمة ؟ قلت : لا يحتمل ذلك مالي ، قال ، فقال ، تطعم كلّ يوم رجلاً مسلماً ؟ فقلت : موسراً أو معسراً ؟ قال : إن</w:t>
      </w:r>
      <w:r>
        <w:rPr>
          <w:rFonts w:hint="cs"/>
          <w:rtl/>
        </w:rPr>
        <w:t>ّ</w:t>
      </w:r>
      <w:r>
        <w:rPr>
          <w:rtl/>
        </w:rPr>
        <w:t xml:space="preserve"> الموسر قد يشتهي الطعام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170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إطعام مسلم يعدل [ عتق ]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نسمة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Pr="00E140DD" w:rsidRDefault="00FC522A" w:rsidP="00D41583">
      <w:pPr>
        <w:pStyle w:val="libLine"/>
      </w:pPr>
      <w:r w:rsidRPr="00E140DD">
        <w:rPr>
          <w:rtl/>
        </w:rPr>
        <w:t>__________________</w:t>
      </w:r>
    </w:p>
    <w:p w:rsidR="00FC522A" w:rsidRPr="007D581E" w:rsidRDefault="00FC522A" w:rsidP="00446035">
      <w:pPr>
        <w:pStyle w:val="libFootnote0"/>
        <w:rPr>
          <w:rtl/>
        </w:rPr>
      </w:pPr>
      <w:r w:rsidRPr="007D581E">
        <w:rPr>
          <w:rtl/>
        </w:rPr>
        <w:t xml:space="preserve">(1) في </w:t>
      </w:r>
      <w:r>
        <w:rPr>
          <w:rtl/>
        </w:rPr>
        <w:t>النسخة ـ أ ـ ( شبعه إلا أعطاه )</w:t>
      </w:r>
      <w:r>
        <w:rPr>
          <w:rFonts w:hint="cs"/>
          <w:rtl/>
        </w:rPr>
        <w:t>.</w:t>
      </w:r>
    </w:p>
    <w:p w:rsidR="00FC522A" w:rsidRPr="007D581E" w:rsidRDefault="00FC522A" w:rsidP="00446035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7D581E">
        <w:rPr>
          <w:rtl/>
        </w:rPr>
        <w:t xml:space="preserve"> صدره في المستدرك : </w:t>
      </w:r>
      <w:r>
        <w:rPr>
          <w:rtl/>
        </w:rPr>
        <w:t>3 / 8</w:t>
      </w:r>
      <w:r w:rsidRPr="007D581E">
        <w:rPr>
          <w:rtl/>
        </w:rPr>
        <w:t xml:space="preserve">8 ح 5 وذيله في المستدرك : </w:t>
      </w:r>
      <w:r>
        <w:rPr>
          <w:rtl/>
        </w:rPr>
        <w:t>1 / 220 ذ ح 5.</w:t>
      </w:r>
    </w:p>
    <w:p w:rsidR="00FC522A" w:rsidRPr="007D581E" w:rsidRDefault="00FC522A" w:rsidP="00446035">
      <w:pPr>
        <w:pStyle w:val="libFootnote0"/>
        <w:rPr>
          <w:rtl/>
        </w:rPr>
      </w:pPr>
      <w:r>
        <w:rPr>
          <w:rtl/>
        </w:rPr>
        <w:t>(3) ليس في النسخة ـ ب ـ.</w:t>
      </w:r>
    </w:p>
    <w:p w:rsidR="00FC522A" w:rsidRPr="007D581E" w:rsidRDefault="00FC522A" w:rsidP="00446035">
      <w:pPr>
        <w:pStyle w:val="libFootnote0"/>
        <w:rPr>
          <w:rtl/>
        </w:rPr>
      </w:pPr>
      <w:r w:rsidRPr="007D581E">
        <w:rPr>
          <w:rtl/>
        </w:rPr>
        <w:t xml:space="preserve">(4) عنه في المستدرك : </w:t>
      </w:r>
      <w:r>
        <w:rPr>
          <w:rtl/>
        </w:rPr>
        <w:t>3 / 8</w:t>
      </w:r>
      <w:r w:rsidRPr="007D581E">
        <w:rPr>
          <w:rtl/>
        </w:rPr>
        <w:t>6 ح 12 وأخرجه في البحار : 7</w:t>
      </w:r>
      <w:r>
        <w:rPr>
          <w:rtl/>
        </w:rPr>
        <w:t>4 / 3</w:t>
      </w:r>
      <w:r w:rsidRPr="007D581E">
        <w:rPr>
          <w:rtl/>
        </w:rPr>
        <w:t>65 ح 36 والوسائل : 1</w:t>
      </w:r>
      <w:r>
        <w:rPr>
          <w:rtl/>
        </w:rPr>
        <w:t>6 / 4</w:t>
      </w:r>
      <w:r w:rsidRPr="007D581E">
        <w:rPr>
          <w:rtl/>
        </w:rPr>
        <w:t xml:space="preserve">41 ح 14 عن المحاسن : </w:t>
      </w:r>
      <w:r>
        <w:rPr>
          <w:rtl/>
        </w:rPr>
        <w:t>2 / 3</w:t>
      </w:r>
      <w:r w:rsidRPr="007D581E">
        <w:rPr>
          <w:rtl/>
        </w:rPr>
        <w:t xml:space="preserve">88 ح 12 بإسناده عن أبي حمزة عنه </w:t>
      </w:r>
      <w:r>
        <w:rPr>
          <w:rtl/>
        </w:rPr>
        <w:t>(ع)</w:t>
      </w:r>
      <w:r w:rsidRPr="007D581E">
        <w:rPr>
          <w:rtl/>
        </w:rPr>
        <w:t xml:space="preserve"> وأورده عاصم بن حميد في كتابه : ص 35 عن أبي حمزة عنه </w:t>
      </w:r>
      <w:r>
        <w:rPr>
          <w:rtl/>
        </w:rPr>
        <w:t>(ع) مع إختلاف يسير فيهما.</w:t>
      </w:r>
    </w:p>
    <w:p w:rsidR="00FC522A" w:rsidRPr="00A8417A" w:rsidRDefault="00FC522A" w:rsidP="00446035">
      <w:pPr>
        <w:pStyle w:val="libFootnote0"/>
        <w:rPr>
          <w:rtl/>
        </w:rPr>
      </w:pPr>
      <w:r w:rsidRPr="00A8417A">
        <w:rPr>
          <w:rtl/>
        </w:rPr>
        <w:t xml:space="preserve">(5) عنه في المستدرك : </w:t>
      </w:r>
      <w:r>
        <w:rPr>
          <w:rtl/>
        </w:rPr>
        <w:t>1 / 1</w:t>
      </w:r>
      <w:r w:rsidRPr="00A8417A">
        <w:rPr>
          <w:rtl/>
        </w:rPr>
        <w:t>19 ح 9 وأخرج نحوه في البحار : 8</w:t>
      </w:r>
      <w:r>
        <w:rPr>
          <w:rtl/>
        </w:rPr>
        <w:t>1 / 2</w:t>
      </w:r>
      <w:r w:rsidRPr="00A8417A">
        <w:rPr>
          <w:rtl/>
        </w:rPr>
        <w:t xml:space="preserve">59 ذح 7 وص 377 ذح 28 والوسائل : </w:t>
      </w:r>
      <w:r>
        <w:rPr>
          <w:rtl/>
        </w:rPr>
        <w:t>2 / 8</w:t>
      </w:r>
      <w:r w:rsidRPr="00A8417A">
        <w:rPr>
          <w:rtl/>
        </w:rPr>
        <w:t xml:space="preserve">21 ح 7 عن أمالي إبن الشيخ : 1 ص 45 بإسناده عن الفضل بن عبد الملك عنه </w:t>
      </w:r>
      <w:r>
        <w:rPr>
          <w:rtl/>
        </w:rPr>
        <w:t>(ع)</w:t>
      </w:r>
      <w:r w:rsidRPr="00A8417A">
        <w:rPr>
          <w:rtl/>
        </w:rPr>
        <w:t xml:space="preserve"> ، و الظاهر أن هذا الحديث ليس مورده في هذا الباب ، نعم يناسب الباب الثاني في ما</w:t>
      </w:r>
      <w:r>
        <w:rPr>
          <w:rtl/>
        </w:rPr>
        <w:t xml:space="preserve"> خصّ الله به المؤمنين من الكرامات.</w:t>
      </w:r>
    </w:p>
    <w:p w:rsidR="00FC522A" w:rsidRPr="007D581E" w:rsidRDefault="00FC522A" w:rsidP="00446035">
      <w:pPr>
        <w:pStyle w:val="libFootnote0"/>
        <w:rPr>
          <w:rtl/>
        </w:rPr>
      </w:pPr>
      <w:r w:rsidRPr="00446035">
        <w:rPr>
          <w:rtl/>
        </w:rPr>
        <w:t>(6) عنه في المستدرك : 3 / 87 ح 5 وأخرجه في البحار : 74 / 377 ح 74 عن الكافي : 2 / 202 ح 12 وفي : ص 364 ح 29 عن المحاسن : 2 / 394 ح 49 بإسنادهما عن سدير الصيرفي مع اختلاف يسير وفي الوسائل : 16 / 443 ح 28 عن المحاسن وف</w:t>
      </w:r>
      <w:r>
        <w:rPr>
          <w:rtl/>
        </w:rPr>
        <w:t>ي : ص 448 ح 30 عن الكافي.</w:t>
      </w:r>
    </w:p>
    <w:p w:rsidR="00FC522A" w:rsidRPr="007D581E" w:rsidRDefault="00FC522A" w:rsidP="00446035">
      <w:pPr>
        <w:pStyle w:val="libFootnote0"/>
        <w:rPr>
          <w:rtl/>
        </w:rPr>
      </w:pPr>
      <w:r w:rsidRPr="007D581E">
        <w:rPr>
          <w:rtl/>
        </w:rPr>
        <w:t>(7) ليست في</w:t>
      </w:r>
      <w:r>
        <w:rPr>
          <w:rtl/>
        </w:rPr>
        <w:t xml:space="preserve"> الأصل </w:t>
      </w:r>
      <w:r w:rsidRPr="007D581E">
        <w:rPr>
          <w:rtl/>
        </w:rPr>
        <w:t>، وأثبتناها من المحاسن : ص 391.</w:t>
      </w:r>
    </w:p>
    <w:p w:rsidR="00FC522A" w:rsidRPr="00EC0B80" w:rsidRDefault="00FC522A" w:rsidP="00446035">
      <w:pPr>
        <w:pStyle w:val="libFootnote0"/>
        <w:rPr>
          <w:rtl/>
        </w:rPr>
      </w:pPr>
      <w:r w:rsidRPr="007D581E">
        <w:rPr>
          <w:rtl/>
        </w:rPr>
        <w:t xml:space="preserve">(8) عنه في المستدرك : </w:t>
      </w:r>
      <w:r>
        <w:rPr>
          <w:rtl/>
        </w:rPr>
        <w:t>3 / 8</w:t>
      </w:r>
      <w:r w:rsidRPr="007D581E">
        <w:rPr>
          <w:rtl/>
        </w:rPr>
        <w:t>7 ذح 4 وأخرجه في البحار : 7</w:t>
      </w:r>
      <w:r>
        <w:rPr>
          <w:rtl/>
        </w:rPr>
        <w:t>4 / 3</w:t>
      </w:r>
      <w:r w:rsidRPr="007D581E">
        <w:rPr>
          <w:rtl/>
        </w:rPr>
        <w:t>63 ح 24 والوسائل : 1</w:t>
      </w:r>
      <w:r>
        <w:rPr>
          <w:rtl/>
        </w:rPr>
        <w:t>6 / 4</w:t>
      </w:r>
      <w:r w:rsidRPr="007D581E">
        <w:rPr>
          <w:rtl/>
        </w:rPr>
        <w:t xml:space="preserve">42 ح 21 عن المحاسن : </w:t>
      </w:r>
      <w:r>
        <w:rPr>
          <w:rtl/>
        </w:rPr>
        <w:t>2 / 3</w:t>
      </w:r>
      <w:r w:rsidRPr="007D581E">
        <w:rPr>
          <w:rtl/>
        </w:rPr>
        <w:t>91 ح 33 وفي البحار : 7</w:t>
      </w:r>
      <w:r>
        <w:rPr>
          <w:rtl/>
        </w:rPr>
        <w:t>5 / 4</w:t>
      </w:r>
      <w:r w:rsidRPr="007D581E">
        <w:rPr>
          <w:rtl/>
        </w:rPr>
        <w:t>60 ذ ح 11 والوسائل : 1</w:t>
      </w:r>
      <w:r>
        <w:rPr>
          <w:rtl/>
        </w:rPr>
        <w:t>6 / 4</w:t>
      </w:r>
      <w:r w:rsidRPr="007D581E">
        <w:rPr>
          <w:rtl/>
        </w:rPr>
        <w:t xml:space="preserve">43 ح 30 عن المحاسن : </w:t>
      </w:r>
      <w:r>
        <w:rPr>
          <w:rtl/>
        </w:rPr>
        <w:t>2 / 3</w:t>
      </w:r>
      <w:r w:rsidRPr="00446035">
        <w:rPr>
          <w:rtl/>
        </w:rPr>
        <w:t>95 ح 56 بإسناده في الموردين عن صالح بن ميثم عنه ع مثله.</w:t>
      </w:r>
    </w:p>
    <w:p w:rsidR="00FC522A" w:rsidRDefault="00FC522A" w:rsidP="00FC522A">
      <w:pPr>
        <w:pStyle w:val="Heading1Center"/>
        <w:rPr>
          <w:rtl/>
        </w:rPr>
      </w:pPr>
      <w:bookmarkStart w:id="56" w:name="_Toc255686414"/>
      <w:bookmarkStart w:id="57" w:name="_Toc256353238"/>
      <w:bookmarkStart w:id="58" w:name="_Toc256353437"/>
      <w:bookmarkStart w:id="59" w:name="_Toc256353577"/>
      <w:bookmarkStart w:id="60" w:name="_Toc256353793"/>
      <w:bookmarkStart w:id="61" w:name="_Toc256354048"/>
      <w:bookmarkStart w:id="62" w:name="_Toc267136154"/>
      <w:r>
        <w:rPr>
          <w:rtl/>
        </w:rPr>
        <w:br w:type="page"/>
      </w:r>
      <w:bookmarkStart w:id="63" w:name="_Toc412377576"/>
      <w:r>
        <w:rPr>
          <w:rtl/>
        </w:rPr>
        <w:lastRenderedPageBreak/>
        <w:t>8 ـ باب ما حرم الله عزوجل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FC522A" w:rsidRDefault="00FC522A" w:rsidP="00D41583">
      <w:pPr>
        <w:pStyle w:val="libCenterBold1"/>
        <w:rPr>
          <w:rtl/>
        </w:rPr>
      </w:pPr>
      <w:r>
        <w:rPr>
          <w:rtl/>
        </w:rPr>
        <w:t>على المؤمن من حرمة أخيه المؤمن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171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زرارة قال : سمعت أبا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يقول : أقرب ما يكون العبد إلى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الكفر أن يكون الرجل مواخيا للرجل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على الدين ، ثم يحفظ زلاته و عثراته ليضعه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[ بها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] يوماً ما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172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من بهت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مؤمناً أو مؤمنة بما ليس فيه ، بعثه الله عزّ وجلّ في طينة خبال ، حتّى يخرج ممّا قال [ قلت : وما طينة الخبال ؟ قال : صديد يخرج من فروج المومسات ]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173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قال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من أذاع فاحشة كان كمبتدئها ، ومن عير مؤمناً بشيء لم يمت حتى</w:t>
      </w:r>
    </w:p>
    <w:p w:rsidR="00FC522A" w:rsidRPr="00075741" w:rsidRDefault="00FC522A" w:rsidP="00D41583">
      <w:pPr>
        <w:pStyle w:val="libLine"/>
      </w:pPr>
      <w:r w:rsidRPr="00075741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(1) في النسخة ـ ب ـ ( لمن ).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>
        <w:rPr>
          <w:rtl/>
        </w:rPr>
        <w:t xml:space="preserve"> في النسخة ـ ب ـ ( على الرجل ).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(3) في النسخة ـ ب ـ ( ليعنف ).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(4) ليس في النسخة ـ أ ـ.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(5) عنه في المستدرك : </w:t>
      </w:r>
      <w:r>
        <w:rPr>
          <w:rtl/>
        </w:rPr>
        <w:t>1 / 5</w:t>
      </w:r>
      <w:r w:rsidRPr="007D581E">
        <w:rPr>
          <w:rtl/>
        </w:rPr>
        <w:t xml:space="preserve">5 ح 1 وج </w:t>
      </w:r>
      <w:r>
        <w:rPr>
          <w:rtl/>
        </w:rPr>
        <w:t>2 / 1</w:t>
      </w:r>
      <w:r w:rsidRPr="007D581E">
        <w:rPr>
          <w:rtl/>
        </w:rPr>
        <w:t>04 ح 1 وعنه</w:t>
      </w:r>
      <w:r>
        <w:rPr>
          <w:rtl/>
        </w:rPr>
        <w:t xml:space="preserve"> الإختصاص </w:t>
      </w:r>
      <w:r w:rsidRPr="007D581E">
        <w:rPr>
          <w:rtl/>
        </w:rPr>
        <w:t>: ص 221</w:t>
      </w:r>
      <w:r>
        <w:rPr>
          <w:rtl/>
        </w:rPr>
        <w:t xml:space="preserve"> مرسلاً </w:t>
      </w:r>
      <w:r w:rsidRPr="007D581E">
        <w:rPr>
          <w:rtl/>
        </w:rPr>
        <w:t>، و أخرجه في البحار : 7</w:t>
      </w:r>
      <w:r>
        <w:rPr>
          <w:rtl/>
        </w:rPr>
        <w:t>5 / 2</w:t>
      </w:r>
      <w:r w:rsidRPr="007D581E">
        <w:rPr>
          <w:rtl/>
        </w:rPr>
        <w:t xml:space="preserve">17 ح 20 عن الكافي : </w:t>
      </w:r>
      <w:r>
        <w:rPr>
          <w:rtl/>
        </w:rPr>
        <w:t>2 / 3</w:t>
      </w:r>
      <w:r w:rsidRPr="007D581E">
        <w:rPr>
          <w:rtl/>
        </w:rPr>
        <w:t xml:space="preserve">54 ح 1 وفي : ص 215 ح 13 عن المحاسن : </w:t>
      </w:r>
      <w:r>
        <w:rPr>
          <w:rtl/>
        </w:rPr>
        <w:t>1 / 1</w:t>
      </w:r>
      <w:r w:rsidRPr="007D581E">
        <w:rPr>
          <w:rtl/>
        </w:rPr>
        <w:t xml:space="preserve">04 ح 83 وأمالي المفيد : ص 22 بأسانيدهم عن زرارة وفي الوسائل : </w:t>
      </w:r>
      <w:r>
        <w:rPr>
          <w:rtl/>
        </w:rPr>
        <w:t>8 / 5</w:t>
      </w:r>
      <w:r w:rsidRPr="007D581E">
        <w:rPr>
          <w:rtl/>
        </w:rPr>
        <w:t xml:space="preserve">94 ح 2 عن الكافي والمحاسن و رواه في تنبيه الخواطر : </w:t>
      </w:r>
      <w:r>
        <w:rPr>
          <w:rtl/>
        </w:rPr>
        <w:t>2 / 2</w:t>
      </w:r>
      <w:r w:rsidRPr="007D581E">
        <w:rPr>
          <w:rtl/>
        </w:rPr>
        <w:t xml:space="preserve">08 عن أبي جعفر وأبي عبد الله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كلّ </w:t>
      </w:r>
      <w:r w:rsidRPr="007D581E">
        <w:rPr>
          <w:rtl/>
        </w:rPr>
        <w:t>مع اختلاف يسير</w:t>
      </w:r>
      <w:r>
        <w:rPr>
          <w:rtl/>
        </w:rPr>
        <w:t>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(6) في النسخة ـ أ ـ ( سب ).</w:t>
      </w:r>
    </w:p>
    <w:p w:rsidR="00FC522A" w:rsidRPr="006F16F3" w:rsidRDefault="00FC522A" w:rsidP="00D41583">
      <w:pPr>
        <w:pStyle w:val="libFootnote0"/>
        <w:rPr>
          <w:rtl/>
        </w:rPr>
      </w:pPr>
      <w:r w:rsidRPr="006F16F3">
        <w:rPr>
          <w:rtl/>
        </w:rPr>
        <w:t>(7) ما بين المعقوفين أثبتناه من الكافي وغيره من المصادر ، عنه في المستدرك : 2 / 107 ح 2 وأخرج في البحار : 75 / 244 ح 5 عن الكافي : 2 / 357 ح 5 مثله وفي : ص 194 ح 6 عن معاني الأخبار : ص 163 وثواب الأعمال : ص 286 والمحاسن : 1 / 101 ح 76 وفي الوسائل : 8 / 603 ح 1 عن الكافي والمعاني والمحاسن والثواب بأسانيدهم عن ابن أبي يعفور مع اختلاف يسير : متحد مع ح 191 من كتابنا هذا نحوه.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يركبه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174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ما من مؤمنين إلا وبينهما حجاب ، فإن قال له ، لست لي بولي فقد كفر ، فإن إتهمه فقد انماث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الايمان في قلبه ، كما ينماث الملح في الماء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175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لو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قال الرجل لأخيه اف لك انقطع ما بينهما ، قال ، فإذا قال له : أنت عدوي فقد كفر أحدهما ، فإن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اتهمه انماث الايمان في قلبه ، كما ينماث الملح في الماء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176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وقال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من لا يعرف لأخيه مثل ما يعرف له فليس بأخيه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177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أبى الله أن يظن بالمؤمن إلا خيراً ، وكسر عظم المؤمن ميتا ككسره حيا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178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ما من مؤمن يخذل أخاه وهو</w:t>
      </w:r>
    </w:p>
    <w:p w:rsidR="00FC522A" w:rsidRPr="00075741" w:rsidRDefault="00FC522A" w:rsidP="00D41583">
      <w:pPr>
        <w:pStyle w:val="libLine"/>
      </w:pPr>
      <w:r w:rsidRPr="00075741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(1) في النسخة ـ ب ـ ( يرتكبه ).</w:t>
      </w:r>
    </w:p>
    <w:p w:rsidR="00FC522A" w:rsidRPr="003543F1" w:rsidRDefault="00FC522A" w:rsidP="00D41583">
      <w:pPr>
        <w:pStyle w:val="libFootnote"/>
        <w:rPr>
          <w:rtl/>
        </w:rPr>
      </w:pPr>
      <w:r w:rsidRPr="003543F1">
        <w:rPr>
          <w:rtl/>
        </w:rPr>
        <w:t xml:space="preserve">عنه في المستدرك : </w:t>
      </w:r>
      <w:r>
        <w:rPr>
          <w:rtl/>
        </w:rPr>
        <w:t>2 / 1</w:t>
      </w:r>
      <w:r w:rsidRPr="003543F1">
        <w:rPr>
          <w:rtl/>
        </w:rPr>
        <w:t>04 ح 1 ، وصدره في ص 108 ح 2 عنه وعن الإختصاص : ص 224 و أخرجه في البحار : 7</w:t>
      </w:r>
      <w:r>
        <w:rPr>
          <w:rtl/>
        </w:rPr>
        <w:t>5 / 2</w:t>
      </w:r>
      <w:r w:rsidRPr="003543F1">
        <w:rPr>
          <w:rtl/>
        </w:rPr>
        <w:t xml:space="preserve">15 ح 12 وص : 255 ح 41 عن ثواب الأعمال : ص 295 والمحاسن : </w:t>
      </w:r>
      <w:r>
        <w:rPr>
          <w:rtl/>
        </w:rPr>
        <w:t>1 / 1</w:t>
      </w:r>
      <w:r w:rsidRPr="003543F1">
        <w:rPr>
          <w:rtl/>
        </w:rPr>
        <w:t>03 ح 82 بإسنادهما عن منصور بن حازم مثله وفي البحار : 7</w:t>
      </w:r>
      <w:r>
        <w:rPr>
          <w:rtl/>
        </w:rPr>
        <w:t>3 / 3</w:t>
      </w:r>
      <w:r w:rsidRPr="003543F1">
        <w:rPr>
          <w:rtl/>
        </w:rPr>
        <w:t xml:space="preserve">84 ح 2 والوسائل : </w:t>
      </w:r>
      <w:r>
        <w:rPr>
          <w:rtl/>
        </w:rPr>
        <w:t>8 / 5</w:t>
      </w:r>
      <w:r w:rsidRPr="003543F1">
        <w:rPr>
          <w:rtl/>
        </w:rPr>
        <w:t xml:space="preserve">96 ح 2 عن الكافي : </w:t>
      </w:r>
      <w:r>
        <w:rPr>
          <w:rtl/>
        </w:rPr>
        <w:t>2 / 3</w:t>
      </w:r>
      <w:r w:rsidRPr="003543F1">
        <w:rPr>
          <w:rtl/>
        </w:rPr>
        <w:t xml:space="preserve">56 ح 2 بإسناده عن إسحاق بن عمّار مثله وفي الوسائل </w:t>
      </w:r>
      <w:r>
        <w:rPr>
          <w:rtl/>
        </w:rPr>
        <w:t>8 / 5</w:t>
      </w:r>
      <w:r w:rsidRPr="003543F1">
        <w:rPr>
          <w:rtl/>
        </w:rPr>
        <w:t>96 ح 5 عن المحاسن مع إختلاف يسير وفي : ص 609 ح 6 عن الثواب مثله.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7D581E">
        <w:rPr>
          <w:rtl/>
        </w:rPr>
        <w:t xml:space="preserve"> هكذا في الكافي والبحار والوسائل والمستدرك ، وفي</w:t>
      </w:r>
      <w:r>
        <w:rPr>
          <w:rtl/>
        </w:rPr>
        <w:t xml:space="preserve"> الأصل </w:t>
      </w:r>
      <w:r w:rsidRPr="007D581E">
        <w:rPr>
          <w:rtl/>
        </w:rPr>
        <w:t>أماث ، وفي</w:t>
      </w:r>
      <w:r>
        <w:rPr>
          <w:rtl/>
        </w:rPr>
        <w:t xml:space="preserve"> ح 175 ماث ، يماث والمعنى واضح.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(3) عنه في المستدرك : </w:t>
      </w:r>
      <w:r>
        <w:rPr>
          <w:rtl/>
        </w:rPr>
        <w:t>2 / 110 ح 1</w:t>
      </w:r>
      <w:r>
        <w:rPr>
          <w:rFonts w:hint="cs"/>
          <w:rtl/>
        </w:rPr>
        <w:t>.</w:t>
      </w:r>
    </w:p>
    <w:p w:rsidR="00FC522A" w:rsidRPr="007D581E" w:rsidRDefault="00FC522A" w:rsidP="00D41583">
      <w:pPr>
        <w:pStyle w:val="libFootnote0"/>
        <w:rPr>
          <w:rtl/>
        </w:rPr>
      </w:pPr>
      <w:r>
        <w:rPr>
          <w:rtl/>
        </w:rPr>
        <w:t>(4) في ـ ب ـ إذا.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(5) </w:t>
      </w:r>
      <w:r>
        <w:rPr>
          <w:rtl/>
        </w:rPr>
        <w:t>في ـ ب ـ ( فإذا )</w:t>
      </w:r>
      <w:r>
        <w:rPr>
          <w:rFonts w:hint="cs"/>
          <w:rtl/>
        </w:rPr>
        <w:t>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(6) عنه في المستدرك : </w:t>
      </w:r>
      <w:r>
        <w:rPr>
          <w:rtl/>
        </w:rPr>
        <w:t>2 / 1</w:t>
      </w:r>
      <w:r w:rsidRPr="007D581E">
        <w:rPr>
          <w:rtl/>
        </w:rPr>
        <w:t>10 ح 2 وأخرجه في البحار 7</w:t>
      </w:r>
      <w:r>
        <w:rPr>
          <w:rtl/>
        </w:rPr>
        <w:t>4 / 2</w:t>
      </w:r>
      <w:r w:rsidRPr="007D581E">
        <w:rPr>
          <w:rtl/>
        </w:rPr>
        <w:t xml:space="preserve">43 ذح 43 والوسائل : </w:t>
      </w:r>
      <w:r>
        <w:rPr>
          <w:rtl/>
        </w:rPr>
        <w:t>8 / 5</w:t>
      </w:r>
      <w:r w:rsidRPr="007D581E">
        <w:rPr>
          <w:rtl/>
        </w:rPr>
        <w:t xml:space="preserve">45 ذح 8 عن الكافي </w:t>
      </w:r>
      <w:r>
        <w:rPr>
          <w:rtl/>
        </w:rPr>
        <w:t>2 / 1</w:t>
      </w:r>
      <w:r w:rsidRPr="007D581E">
        <w:rPr>
          <w:rtl/>
        </w:rPr>
        <w:t>71 ذح 5 بإسناده عن إبراهيم بن عمر اليماني وفي البحار : ص 221 ذح 5 عن</w:t>
      </w:r>
      <w:r>
        <w:rPr>
          <w:rtl/>
        </w:rPr>
        <w:t xml:space="preserve"> الإختصاص </w:t>
      </w:r>
      <w:r w:rsidRPr="007D581E">
        <w:rPr>
          <w:rtl/>
        </w:rPr>
        <w:t>: ص 22</w:t>
      </w:r>
      <w:r>
        <w:rPr>
          <w:rtl/>
        </w:rPr>
        <w:t xml:space="preserve"> مرسلاً </w:t>
      </w:r>
      <w:r w:rsidRPr="007D581E">
        <w:rPr>
          <w:rtl/>
        </w:rPr>
        <w:t>باختلاف يسير ونحو ذيله في البحار : 7</w:t>
      </w:r>
      <w:r>
        <w:rPr>
          <w:rtl/>
        </w:rPr>
        <w:t>5 / 1</w:t>
      </w:r>
      <w:r w:rsidRPr="007D581E">
        <w:rPr>
          <w:rtl/>
        </w:rPr>
        <w:t xml:space="preserve">98 ح 19 والوسائل : </w:t>
      </w:r>
      <w:r>
        <w:rPr>
          <w:rtl/>
        </w:rPr>
        <w:t>8 / 6</w:t>
      </w:r>
      <w:r w:rsidRPr="007D581E">
        <w:rPr>
          <w:rtl/>
        </w:rPr>
        <w:t xml:space="preserve">13 ح 1 عن الكافي : </w:t>
      </w:r>
      <w:r>
        <w:rPr>
          <w:rtl/>
        </w:rPr>
        <w:t>2 / 3</w:t>
      </w:r>
      <w:r w:rsidRPr="007D581E">
        <w:rPr>
          <w:rtl/>
        </w:rPr>
        <w:t xml:space="preserve">61 ح 1 بإسناده </w:t>
      </w:r>
      <w:r>
        <w:rPr>
          <w:rtl/>
        </w:rPr>
        <w:t>عن إبراهيم بن عمر اليماني مثله.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(7) عنه في اعلام الدين : ص 273 مخطوط سيصدر مع ت</w:t>
      </w:r>
      <w:r>
        <w:rPr>
          <w:rtl/>
        </w:rPr>
        <w:t>خريجاته من مدرستنا ان شاء الله.</w:t>
      </w:r>
    </w:p>
    <w:p w:rsidR="00FC522A" w:rsidRPr="00EE07BC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(8) عنه في المستدرك : </w:t>
      </w:r>
      <w:r>
        <w:rPr>
          <w:rtl/>
        </w:rPr>
        <w:t>2 / 1</w:t>
      </w:r>
      <w:r w:rsidRPr="007D581E">
        <w:rPr>
          <w:rtl/>
        </w:rPr>
        <w:t xml:space="preserve">10 ح 3 والمستدرك : </w:t>
      </w:r>
      <w:r>
        <w:rPr>
          <w:rtl/>
        </w:rPr>
        <w:t>3 / 2</w:t>
      </w:r>
      <w:r w:rsidRPr="007D581E">
        <w:rPr>
          <w:rtl/>
        </w:rPr>
        <w:t>80 ح 1.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يقدر على نصرته ، إلا خذله الله عزّ وجلّ في الدنيا والآخرة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179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قال : أيما مؤمن سأل أخاه المؤمن حاجة ، وهو يقدر على قضائها ، فرده بها ، سلط الله عليه شجاعاً في قبره ينهش أصابعه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180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أيما مؤمن مشى مع أخيه في حاجة ولم يناصحه ، فقد خان الله ورسوله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181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لا تستخف بأخيك المؤمن فيرحمه الله عزّ وجلّ عند استخفافك ، ويغير ما بك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182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من حقر مؤمناً فقيراً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لم يزل الله عزّ وجلّ له حاقراً ماقتا</w:t>
      </w:r>
      <w:r>
        <w:rPr>
          <w:rFonts w:hint="cs"/>
          <w:rtl/>
        </w:rPr>
        <w:t>ً</w:t>
      </w:r>
      <w:r>
        <w:rPr>
          <w:rtl/>
        </w:rPr>
        <w:t xml:space="preserve"> حتّى يرجع عن محقرته ايّاه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183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من أدخل السرور على مؤمن فقد أدخله على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، ومن أدخل على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فقد وصل ذلك إلى الله عزّ وجلّ ، وكذلك من أدخل عليه كربا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>.</w:t>
      </w:r>
    </w:p>
    <w:p w:rsidR="00FC522A" w:rsidRPr="00075741" w:rsidRDefault="00FC522A" w:rsidP="00D41583">
      <w:pPr>
        <w:pStyle w:val="libLine"/>
      </w:pPr>
      <w:r w:rsidRPr="00075741">
        <w:rPr>
          <w:rtl/>
        </w:rPr>
        <w:t>__________________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(1) أخرجه في البحار : 7</w:t>
      </w:r>
      <w:r>
        <w:rPr>
          <w:rtl/>
        </w:rPr>
        <w:t>5 / 1</w:t>
      </w:r>
      <w:r w:rsidRPr="007D581E">
        <w:rPr>
          <w:rtl/>
        </w:rPr>
        <w:t>7 ح 1 عن أمالي الصدوق : ص 393 ح 16 والثواب : ص 284 وفي : ص 22 ح 26 عن ثواب</w:t>
      </w:r>
      <w:r>
        <w:rPr>
          <w:rtl/>
        </w:rPr>
        <w:t xml:space="preserve"> الأعمال </w:t>
      </w:r>
      <w:r w:rsidRPr="007D581E">
        <w:rPr>
          <w:rtl/>
        </w:rPr>
        <w:t xml:space="preserve">، وفي : ص 20 ذ ح 17 عن الثواب : ص 177 وفي الوسائل : </w:t>
      </w:r>
      <w:r>
        <w:rPr>
          <w:rtl/>
        </w:rPr>
        <w:t>8 / 5</w:t>
      </w:r>
      <w:r w:rsidRPr="007D581E">
        <w:rPr>
          <w:rtl/>
        </w:rPr>
        <w:t xml:space="preserve">89 ح 9 </w:t>
      </w:r>
      <w:r>
        <w:rPr>
          <w:rtl/>
        </w:rPr>
        <w:t>عن المحاسن : ص 99 ح 66 والثواب.</w:t>
      </w:r>
    </w:p>
    <w:p w:rsidR="00FC522A" w:rsidRPr="007D581E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7D581E">
        <w:rPr>
          <w:rtl/>
        </w:rPr>
        <w:t xml:space="preserve"> عنه في المستدرك : </w:t>
      </w:r>
      <w:r>
        <w:rPr>
          <w:rtl/>
        </w:rPr>
        <w:t>2 / 4</w:t>
      </w:r>
      <w:r w:rsidRPr="007D581E">
        <w:rPr>
          <w:rtl/>
        </w:rPr>
        <w:t xml:space="preserve">13 ح 12 متحد مع </w:t>
      </w:r>
      <w:r>
        <w:rPr>
          <w:rtl/>
        </w:rPr>
        <w:t>ح 119 وله تخريجات ذكرناها هناك.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(3) عنه في المستدرك : </w:t>
      </w:r>
      <w:r>
        <w:rPr>
          <w:rtl/>
        </w:rPr>
        <w:t>2 / 4</w:t>
      </w:r>
      <w:r w:rsidRPr="007D581E">
        <w:rPr>
          <w:rtl/>
        </w:rPr>
        <w:t>12 ح 1 وأخرجه في الوسائل : 1</w:t>
      </w:r>
      <w:r>
        <w:rPr>
          <w:rtl/>
        </w:rPr>
        <w:t>1 / 5</w:t>
      </w:r>
      <w:r w:rsidRPr="007D581E">
        <w:rPr>
          <w:rtl/>
        </w:rPr>
        <w:t xml:space="preserve">97 ح 6 عن الكافي : </w:t>
      </w:r>
      <w:r>
        <w:rPr>
          <w:rtl/>
        </w:rPr>
        <w:t>2 / 3</w:t>
      </w:r>
      <w:r w:rsidRPr="007D581E">
        <w:rPr>
          <w:rtl/>
        </w:rPr>
        <w:t xml:space="preserve">63 ح 6 بإسناده عن سماعة عنه </w:t>
      </w:r>
      <w:r>
        <w:rPr>
          <w:rtl/>
        </w:rPr>
        <w:t>(ع) مثله.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(4) عنه في المستدرك : </w:t>
      </w:r>
      <w:r>
        <w:rPr>
          <w:rtl/>
        </w:rPr>
        <w:t>2 / 103 ح 1.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>(5) في الكافي : (</w:t>
      </w:r>
      <w:r>
        <w:rPr>
          <w:rtl/>
        </w:rPr>
        <w:t xml:space="preserve"> مسكيناً </w:t>
      </w:r>
      <w:r w:rsidRPr="007D581E">
        <w:rPr>
          <w:rtl/>
        </w:rPr>
        <w:t>أو غي</w:t>
      </w:r>
      <w:r>
        <w:rPr>
          <w:rtl/>
        </w:rPr>
        <w:t>ر مسكين ) وفي التمحيص : مسكينا</w:t>
      </w:r>
      <w:r>
        <w:rPr>
          <w:rFonts w:hint="cs"/>
          <w:rtl/>
        </w:rPr>
        <w:t>ً</w:t>
      </w:r>
      <w:r>
        <w:rPr>
          <w:rtl/>
        </w:rPr>
        <w:t>.</w:t>
      </w:r>
    </w:p>
    <w:p w:rsidR="00FC522A" w:rsidRPr="007D581E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(6) عنه في المستدرك : </w:t>
      </w:r>
      <w:r>
        <w:rPr>
          <w:rtl/>
        </w:rPr>
        <w:t>2 / 103 ح 1 ،</w:t>
      </w:r>
    </w:p>
    <w:p w:rsidR="00FC522A" w:rsidRPr="006565F3" w:rsidRDefault="00FC522A" w:rsidP="00D41583">
      <w:pPr>
        <w:pStyle w:val="libFootnote"/>
        <w:rPr>
          <w:rtl/>
        </w:rPr>
      </w:pPr>
      <w:r w:rsidRPr="006565F3">
        <w:rPr>
          <w:rtl/>
        </w:rPr>
        <w:t>وأخرجه في البحار : 7</w:t>
      </w:r>
      <w:r>
        <w:rPr>
          <w:rtl/>
        </w:rPr>
        <w:t>5 / 1</w:t>
      </w:r>
      <w:r w:rsidRPr="006565F3">
        <w:rPr>
          <w:rtl/>
        </w:rPr>
        <w:t xml:space="preserve">57 ح 26 والوسائل : </w:t>
      </w:r>
      <w:r>
        <w:rPr>
          <w:rtl/>
        </w:rPr>
        <w:t>8 / 5</w:t>
      </w:r>
      <w:r w:rsidRPr="006565F3">
        <w:rPr>
          <w:rtl/>
        </w:rPr>
        <w:t xml:space="preserve">91 ح 5 عن الكافي : </w:t>
      </w:r>
      <w:r>
        <w:rPr>
          <w:rtl/>
        </w:rPr>
        <w:t>2 / 3</w:t>
      </w:r>
      <w:r w:rsidRPr="006565F3">
        <w:rPr>
          <w:rtl/>
        </w:rPr>
        <w:t>51 ح 4 بإسناده عن محمّد بن أبي حمزة عمن ذكره عنه (ع) وفي البحار : 7</w:t>
      </w:r>
      <w:r>
        <w:rPr>
          <w:rtl/>
        </w:rPr>
        <w:t>2 / 5</w:t>
      </w:r>
      <w:r w:rsidRPr="006565F3">
        <w:rPr>
          <w:rtl/>
        </w:rPr>
        <w:t>2 ح 78 عن التمحيص : ح 89 مرسلاً مثله ، ورواه الحسين بن عثمان في كتابه : ص 109</w:t>
      </w:r>
      <w:r>
        <w:rPr>
          <w:rFonts w:hint="cs"/>
          <w:rtl/>
        </w:rPr>
        <w:t>.</w:t>
      </w:r>
    </w:p>
    <w:p w:rsidR="00FC522A" w:rsidRPr="00FB179D" w:rsidRDefault="00FC522A" w:rsidP="00D41583">
      <w:pPr>
        <w:pStyle w:val="libFootnote0"/>
        <w:rPr>
          <w:rtl/>
        </w:rPr>
      </w:pPr>
      <w:r w:rsidRPr="007D581E">
        <w:rPr>
          <w:rtl/>
        </w:rPr>
        <w:t xml:space="preserve">(7) عنه في المستدرك : </w:t>
      </w:r>
      <w:r>
        <w:rPr>
          <w:rtl/>
        </w:rPr>
        <w:t>2 / 4</w:t>
      </w:r>
      <w:r w:rsidRPr="007D581E">
        <w:rPr>
          <w:rtl/>
        </w:rPr>
        <w:t>04 ح 5 ، وأخرجه في البحار : 7</w:t>
      </w:r>
      <w:r>
        <w:rPr>
          <w:rtl/>
        </w:rPr>
        <w:t>4 / 2</w:t>
      </w:r>
      <w:r w:rsidRPr="007D581E">
        <w:rPr>
          <w:rtl/>
        </w:rPr>
        <w:t>97 ح 27 والوسائل : 1</w:t>
      </w:r>
      <w:r>
        <w:rPr>
          <w:rtl/>
        </w:rPr>
        <w:t>1 / 570 ح 4 عن الكافي : 2 / 192 ح 14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184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قال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قال الله عزّ وجلّ : من أهان لي وليّاً فقد ارصد لمحاربتي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185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المعلي بن خنيس قال : سمعته يقول : إن الله عزّ وجلّ يقول : من أهان لي وليّاً فقد ارصد لمحاربتي ، و [ أنا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] أسرع شيء إلى نصرة أوليائي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186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نزل جبرئيل على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، وقال له : يا محمّد إن ربّك يقول : من أهان عبدي المؤمن فقد استقبلني بالمحاربة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187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من ستر عورة مؤمن ستر الله عزّ وجلّ عورته يوم القيامة ، ومن هتك ستر مؤمن هتك الله ستره يوم القيامة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188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لا ترموا المؤمنين ، ولا تتبعوا عثراتهم ، فإنّه من يتبع عثرة مؤمن يتبع الله عزّ وجلّ عثرته ، ومن يتبع الله عزّ وجلّ عثرته فضحه في بيته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189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من أدخل على رجل من شيعتنا سروراً فقد أدخله على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، وكذلك من أدخل</w:t>
      </w:r>
    </w:p>
    <w:p w:rsidR="00FC522A" w:rsidRPr="00075741" w:rsidRDefault="00FC522A" w:rsidP="00D41583">
      <w:pPr>
        <w:pStyle w:val="libLine"/>
      </w:pPr>
      <w:r w:rsidRPr="00075741">
        <w:rPr>
          <w:rtl/>
        </w:rPr>
        <w:t>__________________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 xml:space="preserve">بإسناده عن عبد الله بن سنان عنه </w:t>
      </w:r>
      <w:r>
        <w:rPr>
          <w:rtl/>
        </w:rPr>
        <w:t>(ع) مثله.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 xml:space="preserve">(1) عنه في المستدرك : </w:t>
      </w:r>
      <w:r>
        <w:rPr>
          <w:rtl/>
        </w:rPr>
        <w:t>2 / 103 ح 1 ،</w:t>
      </w:r>
    </w:p>
    <w:p w:rsidR="00FC522A" w:rsidRPr="009E645B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>
        <w:rPr>
          <w:rtl/>
        </w:rPr>
        <w:t xml:space="preserve"> ليس في النسخة ـ أ ـ.</w:t>
      </w:r>
    </w:p>
    <w:p w:rsidR="00FC522A" w:rsidRPr="006565F3" w:rsidRDefault="00FC522A" w:rsidP="00D41583">
      <w:pPr>
        <w:pStyle w:val="libFootnote"/>
        <w:rPr>
          <w:rtl/>
        </w:rPr>
      </w:pPr>
      <w:r w:rsidRPr="006565F3">
        <w:rPr>
          <w:rtl/>
        </w:rPr>
        <w:t>وأخرجه في البحار : 7</w:t>
      </w:r>
      <w:r>
        <w:rPr>
          <w:rtl/>
        </w:rPr>
        <w:t>5 / 1</w:t>
      </w:r>
      <w:r w:rsidRPr="006565F3">
        <w:rPr>
          <w:rtl/>
        </w:rPr>
        <w:t xml:space="preserve">55 ح 24 والوسائل : </w:t>
      </w:r>
      <w:r>
        <w:rPr>
          <w:rtl/>
        </w:rPr>
        <w:t>8 / 5</w:t>
      </w:r>
      <w:r w:rsidRPr="006565F3">
        <w:rPr>
          <w:rtl/>
        </w:rPr>
        <w:t xml:space="preserve">88 ح 3 عن الكافي : </w:t>
      </w:r>
      <w:r>
        <w:rPr>
          <w:rtl/>
        </w:rPr>
        <w:t>2 / 3</w:t>
      </w:r>
      <w:r w:rsidRPr="006565F3">
        <w:rPr>
          <w:rtl/>
        </w:rPr>
        <w:t>51 ح 3 بإسناده عن حمّاد بن بشير عنه (ع) مثله.</w:t>
      </w:r>
    </w:p>
    <w:p w:rsidR="00FC522A" w:rsidRPr="006565F3" w:rsidRDefault="00FC522A" w:rsidP="00D41583">
      <w:pPr>
        <w:pStyle w:val="libFootnote"/>
        <w:rPr>
          <w:rtl/>
        </w:rPr>
      </w:pPr>
      <w:r w:rsidRPr="006565F3">
        <w:rPr>
          <w:rtl/>
        </w:rPr>
        <w:t>وهذا الحديث قطعة من : ح 62.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 xml:space="preserve">(3) عنه في المستدرك : </w:t>
      </w:r>
      <w:r>
        <w:rPr>
          <w:rtl/>
        </w:rPr>
        <w:t>2 / 1</w:t>
      </w:r>
      <w:r w:rsidRPr="009E645B">
        <w:rPr>
          <w:rtl/>
        </w:rPr>
        <w:t>03 ح 2 وأخرجه في البحار : 7</w:t>
      </w:r>
      <w:r>
        <w:rPr>
          <w:rtl/>
        </w:rPr>
        <w:t>5 / 1</w:t>
      </w:r>
      <w:r w:rsidRPr="009E645B">
        <w:rPr>
          <w:rtl/>
        </w:rPr>
        <w:t xml:space="preserve">58 ح 27 والوسائل : </w:t>
      </w:r>
      <w:r>
        <w:rPr>
          <w:rtl/>
        </w:rPr>
        <w:t>8 / 5</w:t>
      </w:r>
      <w:r w:rsidRPr="009E645B">
        <w:rPr>
          <w:rtl/>
        </w:rPr>
        <w:t xml:space="preserve">88 ح 2 عن الكافي : </w:t>
      </w:r>
      <w:r>
        <w:rPr>
          <w:rtl/>
        </w:rPr>
        <w:t>2 / 3</w:t>
      </w:r>
      <w:r w:rsidRPr="009E645B">
        <w:rPr>
          <w:rtl/>
        </w:rPr>
        <w:t>51 ح 5 بإسناده عن</w:t>
      </w:r>
      <w:r>
        <w:rPr>
          <w:rtl/>
        </w:rPr>
        <w:t xml:space="preserve"> المعلّى </w:t>
      </w:r>
      <w:r w:rsidRPr="009E645B">
        <w:rPr>
          <w:rtl/>
        </w:rPr>
        <w:t xml:space="preserve">بن خنيس عن أبي عبد الله </w:t>
      </w:r>
      <w:r>
        <w:rPr>
          <w:rtl/>
        </w:rPr>
        <w:t>(ع)</w:t>
      </w:r>
      <w:r w:rsidRPr="009E645B">
        <w:rPr>
          <w:rtl/>
        </w:rPr>
        <w:t xml:space="preserve"> مثله ، وأيضا هذا متحد مع صدر</w:t>
      </w:r>
      <w:r>
        <w:rPr>
          <w:rFonts w:hint="cs"/>
          <w:rtl/>
        </w:rPr>
        <w:t xml:space="preserve"> </w:t>
      </w:r>
      <w:r>
        <w:rPr>
          <w:rtl/>
        </w:rPr>
        <w:t>ح 63.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>(4) هذا الحديث مكرر مع ص</w:t>
      </w:r>
      <w:r>
        <w:rPr>
          <w:rtl/>
        </w:rPr>
        <w:t>در حديث 61 فراجع تخريجاته هناك.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>(5)</w:t>
      </w:r>
      <w:r>
        <w:rPr>
          <w:rtl/>
        </w:rPr>
        <w:t xml:space="preserve"> عنه في المستدرك : 2 / 104 ح 2.</w:t>
      </w:r>
    </w:p>
    <w:p w:rsidR="00FC522A" w:rsidRPr="005C0285" w:rsidRDefault="00FC522A" w:rsidP="00D41583">
      <w:pPr>
        <w:pStyle w:val="libFootnote0"/>
        <w:rPr>
          <w:rtl/>
        </w:rPr>
      </w:pPr>
      <w:r w:rsidRPr="009E645B">
        <w:rPr>
          <w:rtl/>
        </w:rPr>
        <w:t xml:space="preserve">(6) عنه في المستدرك : </w:t>
      </w:r>
      <w:r>
        <w:rPr>
          <w:rtl/>
        </w:rPr>
        <w:t>2 / 1</w:t>
      </w:r>
      <w:r w:rsidRPr="009E645B">
        <w:rPr>
          <w:rtl/>
        </w:rPr>
        <w:t xml:space="preserve">04 ح 3 وأخرج نحوه في الوسائل : </w:t>
      </w:r>
      <w:r>
        <w:rPr>
          <w:rtl/>
        </w:rPr>
        <w:t>8 / 5</w:t>
      </w:r>
      <w:r w:rsidRPr="009E645B">
        <w:rPr>
          <w:rtl/>
        </w:rPr>
        <w:t xml:space="preserve">95 ذ ح 3 عن الكافي : </w:t>
      </w:r>
      <w:r>
        <w:rPr>
          <w:rtl/>
        </w:rPr>
        <w:t>2 / 3</w:t>
      </w:r>
      <w:r w:rsidRPr="009E645B">
        <w:rPr>
          <w:rtl/>
        </w:rPr>
        <w:t>55 ح 5 بإسناده عن</w:t>
      </w:r>
      <w:r>
        <w:rPr>
          <w:rtl/>
        </w:rPr>
        <w:t xml:space="preserve"> محمّد </w:t>
      </w:r>
      <w:r w:rsidRPr="009E645B">
        <w:rPr>
          <w:rtl/>
        </w:rPr>
        <w:t xml:space="preserve">بن سنان أو الحلبي عنه </w:t>
      </w:r>
      <w:r>
        <w:rPr>
          <w:rtl/>
        </w:rPr>
        <w:t>(ع)</w:t>
      </w:r>
      <w:r w:rsidRPr="009E645B">
        <w:rPr>
          <w:rtl/>
        </w:rPr>
        <w:t xml:space="preserve"> مع ح 194 نحوه وله تخريجات نذكرها هناك.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عليه أذى</w:t>
      </w:r>
      <w:r>
        <w:rPr>
          <w:rFonts w:hint="cs"/>
          <w:rtl/>
        </w:rPr>
        <w:t>ً</w:t>
      </w:r>
      <w:r>
        <w:rPr>
          <w:rtl/>
        </w:rPr>
        <w:t xml:space="preserve"> أو غم</w:t>
      </w:r>
      <w:r>
        <w:rPr>
          <w:rFonts w:hint="cs"/>
          <w:rtl/>
        </w:rPr>
        <w:t>ّ</w:t>
      </w:r>
      <w:r>
        <w:rPr>
          <w:rtl/>
        </w:rPr>
        <w:t>ا</w:t>
      </w:r>
      <w:r>
        <w:rPr>
          <w:rFonts w:hint="cs"/>
          <w:rtl/>
        </w:rPr>
        <w:t>ً</w:t>
      </w:r>
      <w:r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190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عبد الله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بن سنان قال : قلت لأبي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عورة المؤمن على المؤمن حرام ؟ قال : نعم ، قلت : يعني سبيليه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؟ فقال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ليس حيث تذهب ، إنما هو إذاعة سر</w:t>
      </w:r>
      <w:r>
        <w:rPr>
          <w:rFonts w:hint="cs"/>
          <w:rtl/>
        </w:rPr>
        <w:t>ّ</w:t>
      </w:r>
      <w:r>
        <w:rPr>
          <w:rtl/>
        </w:rPr>
        <w:t xml:space="preserve">ه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191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[ من قال </w:t>
      </w:r>
      <w:r w:rsidRPr="00D41583">
        <w:rPr>
          <w:rStyle w:val="libFootnotenumChar"/>
          <w:rtl/>
        </w:rPr>
        <w:t>(5)</w:t>
      </w:r>
      <w:r>
        <w:rPr>
          <w:rtl/>
        </w:rPr>
        <w:t xml:space="preserve"> ] في مؤمن ما ليس فيه بعثه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 xml:space="preserve"> الله عزّ وجلّ في طينة خبال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حتّى يخرج ممّا قال فيه.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وقال : إنما الغيبة : أن تقول في أخيك ما هو فيه ممّا قد ستره الله عزّ وجلّ [ عليه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 xml:space="preserve"> ] ، فإذا قلت فيه ما ليس فيه ، فذلك قول الله عزّ وجلّ في كتابه :</w:t>
      </w:r>
    </w:p>
    <w:p w:rsidR="00FC522A" w:rsidRDefault="00FC522A" w:rsidP="00DD716A">
      <w:pPr>
        <w:pStyle w:val="libNormal"/>
        <w:rPr>
          <w:rtl/>
        </w:rPr>
      </w:pPr>
      <w:r w:rsidRPr="00D41583">
        <w:rPr>
          <w:rStyle w:val="libAlaemChar"/>
          <w:rFonts w:hint="cs"/>
          <w:rtl/>
        </w:rPr>
        <w:t>(</w:t>
      </w:r>
      <w:r w:rsidRPr="00D62530">
        <w:rPr>
          <w:rtl/>
        </w:rPr>
        <w:t xml:space="preserve"> </w:t>
      </w:r>
      <w:r w:rsidRPr="00D41583">
        <w:rPr>
          <w:rStyle w:val="libAieChar"/>
          <w:rtl/>
        </w:rPr>
        <w:t>ف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ق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د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 xml:space="preserve"> اح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ت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ل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ب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تانا</w:t>
      </w:r>
      <w:r w:rsidRPr="00D41583">
        <w:rPr>
          <w:rStyle w:val="libAieChar"/>
          <w:rFonts w:hint="cs"/>
          <w:rtl/>
        </w:rPr>
        <w:t>ً</w:t>
      </w:r>
      <w:r w:rsidRPr="00D41583">
        <w:rPr>
          <w:rStyle w:val="libAieChar"/>
          <w:rtl/>
        </w:rPr>
        <w:t xml:space="preserve"> 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اث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ما</w:t>
      </w:r>
      <w:r w:rsidRPr="00D41583">
        <w:rPr>
          <w:rStyle w:val="libAieChar"/>
          <w:rFonts w:hint="cs"/>
          <w:rtl/>
        </w:rPr>
        <w:t>ً</w:t>
      </w:r>
      <w:r w:rsidRPr="00D41583">
        <w:rPr>
          <w:rStyle w:val="libAieChar"/>
          <w:rtl/>
        </w:rPr>
        <w:t xml:space="preserve"> م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بينا</w:t>
      </w:r>
      <w:r w:rsidRPr="00D41583">
        <w:rPr>
          <w:rStyle w:val="libAieChar"/>
          <w:rFonts w:hint="cs"/>
          <w:rtl/>
        </w:rPr>
        <w:t>ً</w:t>
      </w:r>
      <w:r w:rsidRPr="00D62530">
        <w:rPr>
          <w:rtl/>
        </w:rPr>
        <w:t xml:space="preserve"> </w:t>
      </w:r>
      <w:r w:rsidRPr="00D41583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(9)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192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قال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من كان يؤمن بالله واليوم الآخر ، فلا يجلس في مجلس يسب فيه امام ، أو يغتاب فيه مسلم ، ان الله عزّ وجلّ يقول : </w:t>
      </w:r>
      <w:r w:rsidRPr="00D41583">
        <w:rPr>
          <w:rStyle w:val="libAlaemChar"/>
          <w:rFonts w:hint="cs"/>
          <w:rtl/>
        </w:rPr>
        <w:t>(</w:t>
      </w:r>
      <w:r w:rsidRPr="00D62530">
        <w:rPr>
          <w:rtl/>
        </w:rPr>
        <w:t xml:space="preserve"> </w:t>
      </w:r>
      <w:r w:rsidRPr="00D41583">
        <w:rPr>
          <w:rStyle w:val="libAieChar"/>
          <w:rtl/>
        </w:rPr>
        <w:t>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ذ</w:t>
      </w:r>
      <w:r w:rsidRPr="00D41583">
        <w:rPr>
          <w:rStyle w:val="libAieChar"/>
          <w:rFonts w:hint="cs"/>
          <w:rtl/>
        </w:rPr>
        <w:t>َا</w:t>
      </w:r>
      <w:r w:rsidRPr="00D41583">
        <w:rPr>
          <w:rStyle w:val="libAieChar"/>
          <w:rtl/>
        </w:rPr>
        <w:t xml:space="preserve"> ر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أي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ت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الّذين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ي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خ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وضون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في آيات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ن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 ف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أع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ر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ض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ع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ن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حتّى ي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خ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وض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وا في ح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ديث</w:t>
      </w:r>
      <w:r w:rsidRPr="00D41583">
        <w:rPr>
          <w:rStyle w:val="libAieChar"/>
          <w:rFonts w:hint="cs"/>
          <w:rtl/>
        </w:rPr>
        <w:t>ٍ</w:t>
      </w:r>
      <w:r w:rsidRPr="00D41583">
        <w:rPr>
          <w:rStyle w:val="libAieChar"/>
          <w:rtl/>
        </w:rPr>
        <w:t xml:space="preserve"> غ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ي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ر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ه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 xml:space="preserve"> و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ا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م</w:t>
      </w:r>
      <w:r w:rsidRPr="00D41583">
        <w:rPr>
          <w:rStyle w:val="libAieChar"/>
          <w:rFonts w:hint="cs"/>
          <w:rtl/>
        </w:rPr>
        <w:t>ّ</w:t>
      </w:r>
      <w:r w:rsidRPr="00D41583">
        <w:rPr>
          <w:rStyle w:val="libAieChar"/>
          <w:rtl/>
        </w:rPr>
        <w:t>ا ي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ن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س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ي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ن</w:t>
      </w:r>
      <w:r w:rsidRPr="00D41583">
        <w:rPr>
          <w:rStyle w:val="libAieChar"/>
          <w:rFonts w:hint="cs"/>
          <w:rtl/>
        </w:rPr>
        <w:t>َّ</w:t>
      </w:r>
      <w:r w:rsidRPr="00D41583">
        <w:rPr>
          <w:rStyle w:val="libAieChar"/>
          <w:rtl/>
        </w:rPr>
        <w:t>ك الش</w:t>
      </w:r>
      <w:r w:rsidRPr="00D41583">
        <w:rPr>
          <w:rStyle w:val="libAieChar"/>
          <w:rFonts w:hint="cs"/>
          <w:rtl/>
        </w:rPr>
        <w:t>َّ</w:t>
      </w:r>
      <w:r w:rsidRPr="00D41583">
        <w:rPr>
          <w:rStyle w:val="libAieChar"/>
          <w:rtl/>
        </w:rPr>
        <w:t>ي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طان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 xml:space="preserve"> ف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لا ت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ق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ع</w:t>
      </w:r>
      <w:r w:rsidRPr="00D41583">
        <w:rPr>
          <w:rStyle w:val="libAieChar"/>
          <w:rFonts w:hint="cs"/>
          <w:rtl/>
        </w:rPr>
        <w:t>ُ</w:t>
      </w:r>
      <w:r w:rsidRPr="00D41583">
        <w:rPr>
          <w:rStyle w:val="libAieChar"/>
          <w:rtl/>
        </w:rPr>
        <w:t>د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 xml:space="preserve"> ب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ع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د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الذ</w:t>
      </w:r>
      <w:r w:rsidRPr="00D41583">
        <w:rPr>
          <w:rStyle w:val="libAieChar"/>
          <w:rFonts w:hint="cs"/>
          <w:rtl/>
        </w:rPr>
        <w:t>ّ</w:t>
      </w:r>
      <w:r w:rsidRPr="00D41583">
        <w:rPr>
          <w:rStyle w:val="libAieChar"/>
          <w:rtl/>
        </w:rPr>
        <w:t>ك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رى م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>ع</w:t>
      </w:r>
      <w:r w:rsidRPr="00D41583">
        <w:rPr>
          <w:rStyle w:val="libAieChar"/>
          <w:rFonts w:hint="cs"/>
          <w:rtl/>
        </w:rPr>
        <w:t>َ</w:t>
      </w:r>
      <w:r w:rsidRPr="00D41583">
        <w:rPr>
          <w:rStyle w:val="libAieChar"/>
          <w:rtl/>
        </w:rPr>
        <w:t xml:space="preserve"> القو</w:t>
      </w:r>
      <w:r w:rsidRPr="00D41583">
        <w:rPr>
          <w:rStyle w:val="libAieChar"/>
          <w:rFonts w:hint="cs"/>
          <w:rtl/>
        </w:rPr>
        <w:t>ْ</w:t>
      </w:r>
      <w:r w:rsidRPr="00D41583">
        <w:rPr>
          <w:rStyle w:val="libAieChar"/>
          <w:rtl/>
        </w:rPr>
        <w:t>م الظ</w:t>
      </w:r>
      <w:r w:rsidRPr="00D41583">
        <w:rPr>
          <w:rStyle w:val="libAieChar"/>
          <w:rFonts w:hint="cs"/>
          <w:rtl/>
        </w:rPr>
        <w:t>َّ</w:t>
      </w:r>
      <w:r w:rsidRPr="00D41583">
        <w:rPr>
          <w:rStyle w:val="libAieChar"/>
          <w:rtl/>
        </w:rPr>
        <w:t>ال</w:t>
      </w:r>
      <w:r w:rsidRPr="00D41583">
        <w:rPr>
          <w:rStyle w:val="libAieChar"/>
          <w:rFonts w:hint="cs"/>
          <w:rtl/>
        </w:rPr>
        <w:t>ِ</w:t>
      </w:r>
      <w:r w:rsidRPr="00D41583">
        <w:rPr>
          <w:rStyle w:val="libAieChar"/>
          <w:rtl/>
        </w:rPr>
        <w:t>مين</w:t>
      </w:r>
      <w:r w:rsidRPr="00D41583">
        <w:rPr>
          <w:rStyle w:val="libAieChar"/>
          <w:rFonts w:hint="cs"/>
          <w:rtl/>
        </w:rPr>
        <w:t>َ</w:t>
      </w:r>
      <w:r w:rsidRPr="00D62530">
        <w:rPr>
          <w:rtl/>
        </w:rPr>
        <w:t xml:space="preserve"> </w:t>
      </w:r>
      <w:r w:rsidRPr="00D41583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D41583">
        <w:rPr>
          <w:rStyle w:val="libFootnotenumChar"/>
          <w:rFonts w:hint="cs"/>
          <w:rtl/>
        </w:rPr>
        <w:t>(10)</w:t>
      </w:r>
      <w:r>
        <w:rPr>
          <w:rtl/>
        </w:rPr>
        <w:t>.</w:t>
      </w:r>
    </w:p>
    <w:p w:rsidR="00FC522A" w:rsidRPr="00075741" w:rsidRDefault="00FC522A" w:rsidP="00D41583">
      <w:pPr>
        <w:pStyle w:val="libLine"/>
      </w:pPr>
      <w:r w:rsidRPr="00075741">
        <w:rPr>
          <w:rtl/>
        </w:rPr>
        <w:t>__________________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 xml:space="preserve">(1) عنه في المستدرك : </w:t>
      </w:r>
      <w:r>
        <w:rPr>
          <w:rtl/>
        </w:rPr>
        <w:t>2 / 102 ح 5 وص 404 ح 10.</w:t>
      </w:r>
    </w:p>
    <w:p w:rsidR="00FC522A" w:rsidRPr="009E645B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9E645B">
        <w:rPr>
          <w:rtl/>
        </w:rPr>
        <w:t xml:space="preserve"> في ـ أ ـ</w:t>
      </w:r>
      <w:r>
        <w:rPr>
          <w:rtl/>
        </w:rPr>
        <w:t xml:space="preserve"> محمّد </w:t>
      </w:r>
      <w:r w:rsidRPr="009E645B">
        <w:rPr>
          <w:rtl/>
        </w:rPr>
        <w:t xml:space="preserve">( عبد الله / خ ) ومحمد بن سنان لا يروي بلا واسطة عن الصادق </w:t>
      </w:r>
      <w:r>
        <w:rPr>
          <w:rtl/>
        </w:rPr>
        <w:t>(ع)</w:t>
      </w:r>
      <w:r w:rsidRPr="009E645B">
        <w:rPr>
          <w:rtl/>
        </w:rPr>
        <w:t>.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>(3) في النسخة ـ أ ـ : سبيله ، وفي حاشيته : س</w:t>
      </w:r>
      <w:r>
        <w:rPr>
          <w:rtl/>
        </w:rPr>
        <w:t>فليه ، وفي الكافي تعني : سفليه.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 xml:space="preserve">(4) عنه في المستدرك : </w:t>
      </w:r>
      <w:r>
        <w:rPr>
          <w:rtl/>
        </w:rPr>
        <w:t>2 / 1</w:t>
      </w:r>
      <w:r w:rsidRPr="009E645B">
        <w:rPr>
          <w:rtl/>
        </w:rPr>
        <w:t xml:space="preserve">08 ح 4 وج </w:t>
      </w:r>
      <w:r>
        <w:rPr>
          <w:rtl/>
        </w:rPr>
        <w:t>1 / 5</w:t>
      </w:r>
      <w:r w:rsidRPr="009E645B">
        <w:rPr>
          <w:rtl/>
        </w:rPr>
        <w:t>5 ح 2 عن</w:t>
      </w:r>
      <w:r>
        <w:rPr>
          <w:rtl/>
        </w:rPr>
        <w:t xml:space="preserve"> محمّد </w:t>
      </w:r>
      <w:r w:rsidRPr="009E645B">
        <w:rPr>
          <w:rtl/>
        </w:rPr>
        <w:t xml:space="preserve">بن سنان عنه </w:t>
      </w:r>
      <w:r>
        <w:rPr>
          <w:rtl/>
        </w:rPr>
        <w:t>(ع)</w:t>
      </w:r>
      <w:r w:rsidRPr="009E645B">
        <w:rPr>
          <w:rtl/>
        </w:rPr>
        <w:t xml:space="preserve"> ، وأخرجه في البحار : 7</w:t>
      </w:r>
      <w:r>
        <w:rPr>
          <w:rtl/>
        </w:rPr>
        <w:t>5 / 1</w:t>
      </w:r>
      <w:r w:rsidRPr="009E645B">
        <w:rPr>
          <w:rtl/>
        </w:rPr>
        <w:t xml:space="preserve">69 ح 41 عن الكافي : </w:t>
      </w:r>
      <w:r>
        <w:rPr>
          <w:rtl/>
        </w:rPr>
        <w:t>2 / 3</w:t>
      </w:r>
      <w:r w:rsidRPr="009E645B">
        <w:rPr>
          <w:rtl/>
        </w:rPr>
        <w:t>58 ح 2 وفي ص 214 ح 9 عن معاني</w:t>
      </w:r>
      <w:r>
        <w:rPr>
          <w:rtl/>
        </w:rPr>
        <w:t xml:space="preserve"> الأخبار </w:t>
      </w:r>
      <w:r w:rsidRPr="009E645B">
        <w:rPr>
          <w:rtl/>
        </w:rPr>
        <w:t xml:space="preserve">: ص 255 ح 2 وفي الوسائل : </w:t>
      </w:r>
      <w:r>
        <w:rPr>
          <w:rtl/>
        </w:rPr>
        <w:t>8 / 6</w:t>
      </w:r>
      <w:r w:rsidRPr="009E645B">
        <w:rPr>
          <w:rtl/>
        </w:rPr>
        <w:t xml:space="preserve">08 ح 1 عن الكافي والمحاسن : </w:t>
      </w:r>
      <w:r>
        <w:rPr>
          <w:rtl/>
        </w:rPr>
        <w:t>1 / 1</w:t>
      </w:r>
      <w:r w:rsidRPr="009E645B">
        <w:rPr>
          <w:rtl/>
        </w:rPr>
        <w:t xml:space="preserve">04 ذح 84 والوسائل : </w:t>
      </w:r>
      <w:r>
        <w:rPr>
          <w:rtl/>
        </w:rPr>
        <w:t>1 / 3</w:t>
      </w:r>
      <w:r w:rsidRPr="009E645B">
        <w:rPr>
          <w:rtl/>
        </w:rPr>
        <w:t xml:space="preserve">67 ح 2 عن المعاني والتهذيب : </w:t>
      </w:r>
      <w:r>
        <w:rPr>
          <w:rtl/>
        </w:rPr>
        <w:t>1 / 3</w:t>
      </w:r>
      <w:r w:rsidRPr="009E645B">
        <w:rPr>
          <w:rtl/>
        </w:rPr>
        <w:t>75 ح 11</w:t>
      </w:r>
      <w:r>
        <w:rPr>
          <w:rtl/>
        </w:rPr>
        <w:t xml:space="preserve"> كلّ </w:t>
      </w:r>
      <w:r w:rsidRPr="009E645B">
        <w:rPr>
          <w:rtl/>
        </w:rPr>
        <w:t>بإسناده عن ع</w:t>
      </w:r>
      <w:r>
        <w:rPr>
          <w:rtl/>
        </w:rPr>
        <w:t>بد الله بن سنان مع اختلاف يسير.</w:t>
      </w:r>
    </w:p>
    <w:p w:rsidR="00FC522A" w:rsidRPr="009E645B" w:rsidRDefault="00FC522A" w:rsidP="00D41583">
      <w:pPr>
        <w:pStyle w:val="libFootnote0"/>
        <w:rPr>
          <w:rtl/>
        </w:rPr>
      </w:pPr>
      <w:r>
        <w:rPr>
          <w:rtl/>
        </w:rPr>
        <w:t>(5) ليس في النسخة ـ ب ـ.</w:t>
      </w:r>
    </w:p>
    <w:p w:rsidR="00FC522A" w:rsidRPr="009E645B" w:rsidRDefault="00FC522A" w:rsidP="00D41583">
      <w:pPr>
        <w:pStyle w:val="libFootnote0"/>
        <w:rPr>
          <w:rtl/>
        </w:rPr>
      </w:pPr>
      <w:r>
        <w:rPr>
          <w:rtl/>
        </w:rPr>
        <w:t>(6) في النسخة ـ أ ـ ( حبسه ).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>(7) في النهاية لابن</w:t>
      </w:r>
      <w:r>
        <w:rPr>
          <w:rtl/>
        </w:rPr>
        <w:t xml:space="preserve"> الأثير </w:t>
      </w:r>
      <w:r w:rsidRPr="009E645B">
        <w:rPr>
          <w:rtl/>
        </w:rPr>
        <w:t>: الخب</w:t>
      </w:r>
      <w:r>
        <w:rPr>
          <w:rtl/>
        </w:rPr>
        <w:t>ال : عصارة أهل النار.</w:t>
      </w:r>
    </w:p>
    <w:p w:rsidR="00FC522A" w:rsidRPr="009E645B" w:rsidRDefault="00FC522A" w:rsidP="00D41583">
      <w:pPr>
        <w:pStyle w:val="libFootnote0"/>
        <w:rPr>
          <w:rtl/>
        </w:rPr>
      </w:pPr>
      <w:r>
        <w:rPr>
          <w:rtl/>
        </w:rPr>
        <w:t>(8) ليس في النسخة ـ أ ـ.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>(9) النساء /</w:t>
      </w:r>
      <w:r>
        <w:rPr>
          <w:rFonts w:hint="cs"/>
          <w:rtl/>
        </w:rPr>
        <w:t xml:space="preserve"> </w:t>
      </w:r>
      <w:r w:rsidRPr="009E645B">
        <w:rPr>
          <w:rtl/>
        </w:rPr>
        <w:t xml:space="preserve">112 ، صدره نحوح 172 فراجع تخريجاته هناك ، عنه في المستدرك : </w:t>
      </w:r>
      <w:r>
        <w:rPr>
          <w:rtl/>
        </w:rPr>
        <w:t>2 / 1</w:t>
      </w:r>
      <w:r w:rsidRPr="009E645B">
        <w:rPr>
          <w:rtl/>
        </w:rPr>
        <w:t>07 ح 2 وأخرجه من قوله : وإنما الغيبة ، في البحار : 7</w:t>
      </w:r>
      <w:r>
        <w:rPr>
          <w:rtl/>
        </w:rPr>
        <w:t>5 / 2</w:t>
      </w:r>
      <w:r w:rsidRPr="009E645B">
        <w:rPr>
          <w:rtl/>
        </w:rPr>
        <w:t xml:space="preserve">58 ح 49 و الوسائل : </w:t>
      </w:r>
      <w:r>
        <w:rPr>
          <w:rtl/>
        </w:rPr>
        <w:t>8 / 6</w:t>
      </w:r>
      <w:r w:rsidRPr="009E645B">
        <w:rPr>
          <w:rtl/>
        </w:rPr>
        <w:t xml:space="preserve">02 ح 22 عن العياشي : </w:t>
      </w:r>
      <w:r>
        <w:rPr>
          <w:rtl/>
        </w:rPr>
        <w:t>1 / 2</w:t>
      </w:r>
      <w:r w:rsidRPr="009E645B">
        <w:rPr>
          <w:rtl/>
        </w:rPr>
        <w:t>75 ح 270 عن عبد الله بن</w:t>
      </w:r>
      <w:r>
        <w:rPr>
          <w:rtl/>
        </w:rPr>
        <w:t xml:space="preserve"> حمّاد الأنصاري عن عبد الله بن سنان مثله ،</w:t>
      </w:r>
    </w:p>
    <w:p w:rsidR="00FC522A" w:rsidRDefault="00FC522A" w:rsidP="00D41583">
      <w:pPr>
        <w:pStyle w:val="libFootnote0"/>
        <w:rPr>
          <w:rtl/>
        </w:rPr>
      </w:pPr>
      <w:r w:rsidRPr="009E645B">
        <w:rPr>
          <w:rtl/>
        </w:rPr>
        <w:t>(10)</w:t>
      </w:r>
      <w:r>
        <w:rPr>
          <w:rtl/>
        </w:rPr>
        <w:t xml:space="preserve"> الأنعام </w:t>
      </w:r>
      <w:r w:rsidRPr="009E645B">
        <w:rPr>
          <w:rtl/>
        </w:rPr>
        <w:t>/</w:t>
      </w:r>
      <w:r>
        <w:rPr>
          <w:rFonts w:hint="cs"/>
          <w:rtl/>
        </w:rPr>
        <w:t xml:space="preserve"> </w:t>
      </w:r>
      <w:r w:rsidRPr="009E645B">
        <w:rPr>
          <w:rtl/>
        </w:rPr>
        <w:t>68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193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من روى على مؤمن رواية يريد بها عيبه ، وهدم مروته ، أقامه الله عزّ وجلّ مقام الذل يوم القيامة حتّى يخرج ممّا قال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194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قال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يا معشر من آمن بلسانه ، ولم يؤمن بقلبه ، لا تطلبوا عورات المؤمنين ، ولا تتبعوا عثراتهم ، فإن من ات</w:t>
      </w:r>
      <w:r>
        <w:rPr>
          <w:rFonts w:hint="cs"/>
          <w:rtl/>
        </w:rPr>
        <w:t>ّ</w:t>
      </w:r>
      <w:r>
        <w:rPr>
          <w:rtl/>
        </w:rPr>
        <w:t>بع عثرة أخيه اتبع الله عثرته ، ومن ات</w:t>
      </w:r>
      <w:r>
        <w:rPr>
          <w:rFonts w:hint="cs"/>
          <w:rtl/>
        </w:rPr>
        <w:t>ّ</w:t>
      </w:r>
      <w:r>
        <w:rPr>
          <w:rtl/>
        </w:rPr>
        <w:t xml:space="preserve">بع الله عثرته فضحه ولو في جوف بيته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195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عن محمّد بن مسلم عن أحدهما </w:t>
      </w:r>
      <w:r w:rsidR="00FB2D93" w:rsidRPr="00FB2D93">
        <w:rPr>
          <w:rStyle w:val="libAlaemChar"/>
          <w:rtl/>
        </w:rPr>
        <w:t>عليهما‌السلام</w:t>
      </w:r>
      <w:r>
        <w:rPr>
          <w:rtl/>
        </w:rPr>
        <w:t xml:space="preserve"> قال : قال رسول الله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ليس بمؤمن من لم يأمن جاره بوائقه ، قال : غشمه وأضل</w:t>
      </w:r>
      <w:r>
        <w:rPr>
          <w:rFonts w:hint="cs"/>
          <w:rtl/>
        </w:rPr>
        <w:t>ّ</w:t>
      </w:r>
      <w:r>
        <w:rPr>
          <w:rtl/>
        </w:rPr>
        <w:t>ه و أضل</w:t>
      </w:r>
      <w:r>
        <w:rPr>
          <w:rFonts w:hint="cs"/>
          <w:rtl/>
        </w:rPr>
        <w:t>ّ</w:t>
      </w:r>
      <w:r>
        <w:rPr>
          <w:rtl/>
        </w:rPr>
        <w:t xml:space="preserve">ه وغشمه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196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 عورة المؤمن على المؤمن حرام ، قال : ليس هو أن يكشف فيرى منه شيئاً ، إنما هو أن يزري عليه أو يعيبه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>.</w:t>
      </w:r>
    </w:p>
    <w:p w:rsidR="00FC522A" w:rsidRPr="00075741" w:rsidRDefault="00FC522A" w:rsidP="00D41583">
      <w:pPr>
        <w:pStyle w:val="libLine"/>
      </w:pPr>
      <w:r w:rsidRPr="00075741">
        <w:rPr>
          <w:rtl/>
        </w:rPr>
        <w:t>__________________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 xml:space="preserve">عنه في المستدرك : </w:t>
      </w:r>
      <w:r>
        <w:rPr>
          <w:rtl/>
        </w:rPr>
        <w:t>2 / 3</w:t>
      </w:r>
      <w:r w:rsidRPr="009E645B">
        <w:rPr>
          <w:rtl/>
        </w:rPr>
        <w:t>87 ح 17 وأخرج في البحار : 7</w:t>
      </w:r>
      <w:r>
        <w:rPr>
          <w:rtl/>
        </w:rPr>
        <w:t>4 / 1</w:t>
      </w:r>
      <w:r w:rsidRPr="009E645B">
        <w:rPr>
          <w:rtl/>
        </w:rPr>
        <w:t>95 ح 24 عن السرائر : ص 491</w:t>
      </w:r>
      <w:r>
        <w:rPr>
          <w:rtl/>
        </w:rPr>
        <w:t xml:space="preserve"> نقلاً </w:t>
      </w:r>
      <w:r w:rsidRPr="009E645B">
        <w:rPr>
          <w:rtl/>
        </w:rPr>
        <w:t>عن كتاب ابن قولويه عن عبد</w:t>
      </w:r>
      <w:r>
        <w:rPr>
          <w:rtl/>
        </w:rPr>
        <w:t xml:space="preserve"> الأعلى </w:t>
      </w:r>
      <w:r w:rsidRPr="009E645B">
        <w:rPr>
          <w:rtl/>
        </w:rPr>
        <w:t>وفي : ص 217 عن تفسير</w:t>
      </w:r>
      <w:r>
        <w:rPr>
          <w:rtl/>
        </w:rPr>
        <w:t xml:space="preserve"> القمّي </w:t>
      </w:r>
      <w:r w:rsidRPr="009E645B">
        <w:rPr>
          <w:rtl/>
        </w:rPr>
        <w:t>: ص 192</w:t>
      </w:r>
      <w:r>
        <w:rPr>
          <w:rtl/>
        </w:rPr>
        <w:t xml:space="preserve"> مرسلاً </w:t>
      </w:r>
      <w:r w:rsidRPr="009E645B">
        <w:rPr>
          <w:rtl/>
        </w:rPr>
        <w:t>مثله ، وفي البحار : 7</w:t>
      </w:r>
      <w:r>
        <w:rPr>
          <w:rtl/>
        </w:rPr>
        <w:t>5 / 2</w:t>
      </w:r>
      <w:r w:rsidRPr="009E645B">
        <w:rPr>
          <w:rtl/>
        </w:rPr>
        <w:t>46 ح 9 عن السرائر وتفسير</w:t>
      </w:r>
      <w:r>
        <w:rPr>
          <w:rtl/>
        </w:rPr>
        <w:t xml:space="preserve"> القمّي </w:t>
      </w:r>
      <w:r w:rsidRPr="009E645B">
        <w:rPr>
          <w:rtl/>
        </w:rPr>
        <w:t>: ص 192 بإسناده عن عبد</w:t>
      </w:r>
      <w:r>
        <w:rPr>
          <w:rtl/>
        </w:rPr>
        <w:t xml:space="preserve"> الأعلى </w:t>
      </w:r>
      <w:r w:rsidRPr="009E645B">
        <w:rPr>
          <w:rtl/>
        </w:rPr>
        <w:t xml:space="preserve">، وأورد في تنبيه الخواطر : </w:t>
      </w:r>
      <w:r>
        <w:rPr>
          <w:rtl/>
        </w:rPr>
        <w:t>2 / 2</w:t>
      </w:r>
      <w:r w:rsidRPr="009E645B">
        <w:rPr>
          <w:rtl/>
        </w:rPr>
        <w:t>10 عن عبد</w:t>
      </w:r>
      <w:r>
        <w:rPr>
          <w:rtl/>
        </w:rPr>
        <w:t xml:space="preserve"> الأعلى نحوه.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 xml:space="preserve">(1) عنه في المستدرك : </w:t>
      </w:r>
      <w:r>
        <w:rPr>
          <w:rtl/>
        </w:rPr>
        <w:t>2 / 108 ح 1.</w:t>
      </w:r>
    </w:p>
    <w:p w:rsidR="00FC522A" w:rsidRPr="00D872DF" w:rsidRDefault="00FC522A" w:rsidP="00D41583">
      <w:pPr>
        <w:pStyle w:val="libFootnote0"/>
        <w:rPr>
          <w:rtl/>
        </w:rPr>
      </w:pPr>
      <w:r w:rsidRPr="00D872DF">
        <w:rPr>
          <w:rtl/>
        </w:rPr>
        <w:t>(</w:t>
      </w:r>
      <w:r w:rsidRPr="00D872DF">
        <w:rPr>
          <w:rFonts w:hint="cs"/>
          <w:rtl/>
        </w:rPr>
        <w:t>2</w:t>
      </w:r>
      <w:r w:rsidRPr="00D872DF">
        <w:rPr>
          <w:rtl/>
        </w:rPr>
        <w:t>) عنه في المستدرك : 2 / 104 ح 4 وح 12 عن الإختصاص : ص 220 مرسلاً وأخرجه في البحار : 75 / 218 ح 21 عن الكافي : 2 / 354 ح 2 بإسناده عن إسحاق بن عمّار عنه (ع) وفي : ص 314 ذ ح 10 عن ثواب الأعمال : ص 288 والمحاسن : 1 / 104 ح 83 بإسنادهما عن أبي بردة عن رسول الله 9 و أمالي المفيد : ص 91 بإسناده عن إسحاق بن عمّار عنه (ع) وفي الوسائل : 8 / 594 ح 3 عن الثواب والمحاسن والكافي بالسند المذكور والسندين الآخرين عن أبي جعفر (ع) ، وأورده في تنبيه الخواطر : 2 / 208 عن إسحاق بن عمّار عنه (ع) كلّ نحوه.</w:t>
      </w:r>
    </w:p>
    <w:p w:rsidR="00FC522A" w:rsidRPr="00D872DF" w:rsidRDefault="00FC522A" w:rsidP="00D41583">
      <w:pPr>
        <w:pStyle w:val="libFootnote0"/>
        <w:rPr>
          <w:rtl/>
        </w:rPr>
      </w:pPr>
      <w:r w:rsidRPr="00D872DF">
        <w:rPr>
          <w:rtl/>
        </w:rPr>
        <w:t>(3) في نسخة ـ أ ـ بعد قوله (ع) : بوائقه هكذا ( ابن أبي عمير مثله سواء وزاد فيه غيره ، قيل : يا رسول الله وما بوائقه ؟ قال : غشمه وظلمه أو ظلمه وغشمه ، والترديد من الراوي ) ، وفي الكافي : قلت : وما بوائقه ؟ قال : ظلمه وغشمه ، وكذلك في تنبيه الخواطر ،</w:t>
      </w:r>
    </w:p>
    <w:p w:rsidR="00FC522A" w:rsidRPr="009E645B" w:rsidRDefault="00FC522A" w:rsidP="00DD716A">
      <w:pPr>
        <w:pStyle w:val="libNormal"/>
        <w:rPr>
          <w:rtl/>
        </w:rPr>
      </w:pPr>
      <w:r w:rsidRPr="00D41583">
        <w:rPr>
          <w:rStyle w:val="libFootnote0Char"/>
          <w:rtl/>
        </w:rPr>
        <w:t xml:space="preserve">أخرجه في الوسائل : 8 / 488 ح 4 عن الكافي : 2 / 668 ح 12 بإسناده عن أبي حمزة عن أبي عبد الله (ع) وأورد في تنبيه الخواطر </w:t>
      </w:r>
      <w:r w:rsidRPr="00D41583">
        <w:rPr>
          <w:rStyle w:val="libFootnoteChar"/>
          <w:rtl/>
        </w:rPr>
        <w:t>: 1 / 73 نحوه.</w:t>
      </w:r>
    </w:p>
    <w:p w:rsidR="00FC522A" w:rsidRPr="009E645B" w:rsidRDefault="00FC522A" w:rsidP="00D41583">
      <w:pPr>
        <w:pStyle w:val="libFootnote0"/>
        <w:rPr>
          <w:rtl/>
        </w:rPr>
      </w:pPr>
      <w:r w:rsidRPr="009E645B">
        <w:rPr>
          <w:rtl/>
        </w:rPr>
        <w:t xml:space="preserve">(4) عنه في المستدرك : </w:t>
      </w:r>
      <w:r>
        <w:rPr>
          <w:rtl/>
        </w:rPr>
        <w:t>1 / 5</w:t>
      </w:r>
      <w:r w:rsidRPr="009E645B">
        <w:rPr>
          <w:rtl/>
        </w:rPr>
        <w:t xml:space="preserve">5 ح 3 وج </w:t>
      </w:r>
      <w:r>
        <w:rPr>
          <w:rtl/>
        </w:rPr>
        <w:t>2 / 1</w:t>
      </w:r>
      <w:r w:rsidRPr="009E645B">
        <w:rPr>
          <w:rtl/>
        </w:rPr>
        <w:t>08 ح 3 وأخرجه في البحار : 7</w:t>
      </w:r>
      <w:r>
        <w:rPr>
          <w:rtl/>
        </w:rPr>
        <w:t>5 / 170 ح 42 و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 w:rsidRPr="005C0285">
        <w:rPr>
          <w:rtl/>
        </w:rPr>
        <w:lastRenderedPageBreak/>
        <w:t>197</w:t>
      </w:r>
      <w:r>
        <w:rPr>
          <w:rFonts w:hint="cs"/>
          <w:rtl/>
        </w:rPr>
        <w:t xml:space="preserve"> </w:t>
      </w:r>
      <w:r w:rsidRPr="005C0285">
        <w:rPr>
          <w:rtl/>
        </w:rPr>
        <w:t xml:space="preserve">ـ </w:t>
      </w:r>
      <w:r>
        <w:rPr>
          <w:rtl/>
        </w:rPr>
        <w:t xml:space="preserve">وعن أبي جعفر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من اغتيب </w:t>
      </w:r>
      <w:r w:rsidRPr="00D41583">
        <w:rPr>
          <w:rStyle w:val="libFootnotenumChar"/>
          <w:rFonts w:hint="cs"/>
          <w:rtl/>
        </w:rPr>
        <w:t>(1)</w:t>
      </w:r>
      <w:r>
        <w:rPr>
          <w:rtl/>
        </w:rPr>
        <w:t xml:space="preserve"> عنده أخوه المؤمن فلم ينصره ، ولم يدفع عنه ، وهو يقدر على نصرته وعونه فضحه الله عزّ وجلّ في الدنيا والآخرة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198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إذا قال المؤمن لأخيه ا</w:t>
      </w:r>
      <w:r>
        <w:rPr>
          <w:rFonts w:hint="cs"/>
          <w:rtl/>
        </w:rPr>
        <w:t>ُ</w:t>
      </w:r>
      <w:r>
        <w:rPr>
          <w:rtl/>
        </w:rPr>
        <w:t>ف</w:t>
      </w:r>
      <w:r>
        <w:rPr>
          <w:rFonts w:hint="cs"/>
          <w:rtl/>
        </w:rPr>
        <w:t>ّ</w:t>
      </w:r>
      <w:r>
        <w:rPr>
          <w:rtl/>
        </w:rPr>
        <w:t xml:space="preserve"> ، خرج من ولايته ، وإذا قال : أنت لي عدوّ كفر أحدهما ، لانه لا يقبل الله عزّ وجلّ عملاً من أحد يعجل في تثريب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 xml:space="preserve"> على مؤمن بفضيحته ، ولا يقبل من مؤمن عملاً ، وهو يضمر في قلبه على المؤمن سوء ،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ولو كشف الغطاء عن الناس لنظروا إلى ما وصل بين الله عزّ وجلّ وبين المؤمن ، وخضعت للمؤمنين </w:t>
      </w:r>
      <w:r w:rsidRPr="00D41583">
        <w:rPr>
          <w:rStyle w:val="libFootnotenumChar"/>
          <w:rFonts w:hint="cs"/>
          <w:rtl/>
        </w:rPr>
        <w:t>(4)</w:t>
      </w:r>
      <w:r>
        <w:rPr>
          <w:rtl/>
        </w:rPr>
        <w:t xml:space="preserve"> رقابهم ، وتسهلت لهم امورهم ولانت لهم طاعتهم ولو نظروا إلى مردود الأعمال من السماء لقالوا : ما يقبل الله من أحد عملاً </w:t>
      </w:r>
      <w:r w:rsidRPr="00D41583">
        <w:rPr>
          <w:rStyle w:val="libFootnotenumChar"/>
          <w:rtl/>
        </w:rPr>
        <w:t>(5)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199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قال النبي </w:t>
      </w:r>
      <w:r w:rsidR="00FB2D93" w:rsidRPr="00FB2D93">
        <w:rPr>
          <w:rStyle w:val="libAlaemChar"/>
          <w:rtl/>
        </w:rPr>
        <w:t>صلى‌الله‌عليه‌وآله</w:t>
      </w:r>
      <w:r>
        <w:rPr>
          <w:rtl/>
        </w:rPr>
        <w:t xml:space="preserve"> : المؤمن حرام كلّه ، عرضه وماله ودمه </w:t>
      </w:r>
      <w:r w:rsidRPr="00D41583">
        <w:rPr>
          <w:rStyle w:val="libFootnotenumChar"/>
          <w:rFonts w:hint="cs"/>
          <w:rtl/>
        </w:rPr>
        <w:t>(6)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200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أبي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أنّه قال : لا تبدأ </w:t>
      </w:r>
      <w:r w:rsidRPr="00D41583">
        <w:rPr>
          <w:rStyle w:val="libFootnotenumChar"/>
          <w:rFonts w:hint="cs"/>
          <w:rtl/>
        </w:rPr>
        <w:t>(7)</w:t>
      </w:r>
      <w:r>
        <w:rPr>
          <w:rtl/>
        </w:rPr>
        <w:t xml:space="preserve"> الشماتة بأخيك </w:t>
      </w:r>
      <w:r w:rsidRPr="00D41583">
        <w:rPr>
          <w:rStyle w:val="libFootnotenumChar"/>
          <w:rFonts w:hint="cs"/>
          <w:rtl/>
        </w:rPr>
        <w:t>(8)</w:t>
      </w:r>
      <w:r>
        <w:rPr>
          <w:rtl/>
        </w:rPr>
        <w:t xml:space="preserve"> المؤمن ، فيرحمه الله عزّ وجلّ ، ويغير ما بك ،</w:t>
      </w:r>
    </w:p>
    <w:p w:rsidR="00FC522A" w:rsidRPr="00075741" w:rsidRDefault="00FC522A" w:rsidP="00D41583">
      <w:pPr>
        <w:pStyle w:val="libLine"/>
      </w:pPr>
      <w:r w:rsidRPr="00075741">
        <w:rPr>
          <w:rtl/>
        </w:rPr>
        <w:t>__________________</w:t>
      </w:r>
    </w:p>
    <w:p w:rsidR="00FC522A" w:rsidRPr="00063195" w:rsidRDefault="00FC522A" w:rsidP="00D41583">
      <w:pPr>
        <w:pStyle w:val="libFootnote0"/>
        <w:rPr>
          <w:rtl/>
        </w:rPr>
      </w:pPr>
      <w:r w:rsidRPr="00063195">
        <w:rPr>
          <w:rtl/>
        </w:rPr>
        <w:t xml:space="preserve">الوسائل : </w:t>
      </w:r>
      <w:r>
        <w:rPr>
          <w:rtl/>
        </w:rPr>
        <w:t>8 / 6</w:t>
      </w:r>
      <w:r w:rsidRPr="00063195">
        <w:rPr>
          <w:rtl/>
        </w:rPr>
        <w:t xml:space="preserve">09 ح 3 عن الكافي : </w:t>
      </w:r>
      <w:r>
        <w:rPr>
          <w:rtl/>
        </w:rPr>
        <w:t>2 / 3</w:t>
      </w:r>
      <w:r w:rsidRPr="00063195">
        <w:rPr>
          <w:rtl/>
        </w:rPr>
        <w:t xml:space="preserve">59 ح 3 بإسناده عن زيد عن أبي عبد الله </w:t>
      </w:r>
      <w:r>
        <w:rPr>
          <w:rtl/>
        </w:rPr>
        <w:t>(ع)</w:t>
      </w:r>
      <w:r w:rsidRPr="00063195">
        <w:rPr>
          <w:rtl/>
        </w:rPr>
        <w:t xml:space="preserve"> وفي البحار ص 213 ح 7 عن معاني</w:t>
      </w:r>
      <w:r>
        <w:rPr>
          <w:rtl/>
        </w:rPr>
        <w:t xml:space="preserve"> الأخبار </w:t>
      </w:r>
      <w:r w:rsidRPr="00063195">
        <w:rPr>
          <w:rtl/>
        </w:rPr>
        <w:t xml:space="preserve">: ص 255 ح 1 وفي الوسائل : </w:t>
      </w:r>
      <w:r>
        <w:rPr>
          <w:rtl/>
        </w:rPr>
        <w:t>1 / 3</w:t>
      </w:r>
      <w:r w:rsidRPr="00063195">
        <w:rPr>
          <w:rtl/>
        </w:rPr>
        <w:t xml:space="preserve">67 ح 3 عن المعاني والتهذيب : </w:t>
      </w:r>
      <w:r>
        <w:rPr>
          <w:rtl/>
        </w:rPr>
        <w:t>1 / 3</w:t>
      </w:r>
      <w:r w:rsidRPr="00063195">
        <w:rPr>
          <w:rtl/>
        </w:rPr>
        <w:t>75 ح 12 بإسنادهم</w:t>
      </w:r>
      <w:r>
        <w:rPr>
          <w:rtl/>
        </w:rPr>
        <w:t>ا عن زيد الشحام مع اختلاف يسير.</w:t>
      </w:r>
    </w:p>
    <w:p w:rsidR="00FC522A" w:rsidRPr="00063195" w:rsidRDefault="00FC522A" w:rsidP="00D41583">
      <w:pPr>
        <w:pStyle w:val="libFootnote0"/>
        <w:rPr>
          <w:rtl/>
        </w:rPr>
      </w:pPr>
      <w:r w:rsidRPr="00063195">
        <w:rPr>
          <w:rtl/>
        </w:rPr>
        <w:t>(1) في</w:t>
      </w:r>
      <w:r>
        <w:rPr>
          <w:rtl/>
        </w:rPr>
        <w:t xml:space="preserve"> الأصل : ( اعيب ).</w:t>
      </w:r>
    </w:p>
    <w:p w:rsidR="00FC522A" w:rsidRPr="00063195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063195">
        <w:rPr>
          <w:rtl/>
        </w:rPr>
        <w:t xml:space="preserve"> عنه في المستدرك : </w:t>
      </w:r>
      <w:r>
        <w:rPr>
          <w:rtl/>
        </w:rPr>
        <w:t>2 / 108 ح 2</w:t>
      </w:r>
      <w:r>
        <w:rPr>
          <w:rFonts w:hint="cs"/>
          <w:rtl/>
        </w:rPr>
        <w:t>.</w:t>
      </w:r>
    </w:p>
    <w:p w:rsidR="00FC522A" w:rsidRPr="00063195" w:rsidRDefault="00FC522A" w:rsidP="00D41583">
      <w:pPr>
        <w:pStyle w:val="libFootnote0"/>
        <w:rPr>
          <w:rtl/>
        </w:rPr>
      </w:pPr>
      <w:r w:rsidRPr="00063195">
        <w:rPr>
          <w:rtl/>
        </w:rPr>
        <w:t>(</w:t>
      </w:r>
      <w:r>
        <w:rPr>
          <w:rtl/>
        </w:rPr>
        <w:t>3) في النسخة ـ ب ـ ( تثويب ).</w:t>
      </w:r>
    </w:p>
    <w:p w:rsidR="00FC522A" w:rsidRPr="00063195" w:rsidRDefault="00FC522A" w:rsidP="00D41583">
      <w:pPr>
        <w:pStyle w:val="libFootnote0"/>
        <w:rPr>
          <w:rtl/>
        </w:rPr>
      </w:pPr>
      <w:r w:rsidRPr="00063195">
        <w:rPr>
          <w:rtl/>
        </w:rPr>
        <w:t>(4) في النسخة ـ أ ـ ز</w:t>
      </w:r>
      <w:r>
        <w:rPr>
          <w:rtl/>
        </w:rPr>
        <w:t>يادة ( لهم ) بعد قوله للمؤمنين.</w:t>
      </w:r>
    </w:p>
    <w:p w:rsidR="00FC522A" w:rsidRPr="00D872DF" w:rsidRDefault="00FC522A" w:rsidP="00D41583">
      <w:pPr>
        <w:pStyle w:val="libFootnote0"/>
        <w:rPr>
          <w:rtl/>
        </w:rPr>
      </w:pPr>
      <w:r w:rsidRPr="00D872DF">
        <w:rPr>
          <w:rtl/>
        </w:rPr>
        <w:t>(5) عنه في المستدرك : 2 / 109 ح 1 وأورده بتمامه في الكافي : 8 / 365 ح 556 بإسناده عن أبي حمزة ، وتنبيه الخواطر : 2 / 177 عن أبي حمزة مثله وأخرج صدره في البحار : 75 / 166 ح 38 عن الكافي : 2 / 361 ح 8 مختصراً وفي : ص 146 ح 16 عن المحاسن : ص 99 ح 67 بإسنادهما عن أبي حمزة الثمالي عنه (ع) مع اختلاف يسير ، في الوسائل : 8 / 611 ح 2 عن المحاسن وموردين من الكافي وذيله في البحار : 67 / 73 ح 44 عن المحاسن : 1 / 132 ح 4 بإسناده عن أبي حمزة الثمالي مع اختلاف يسير.</w:t>
      </w:r>
    </w:p>
    <w:p w:rsidR="00FC522A" w:rsidRPr="00063195" w:rsidRDefault="00FC522A" w:rsidP="00D41583">
      <w:pPr>
        <w:pStyle w:val="libFootnote0"/>
        <w:rPr>
          <w:rtl/>
        </w:rPr>
      </w:pPr>
      <w:r w:rsidRPr="00063195">
        <w:rPr>
          <w:rtl/>
        </w:rPr>
        <w:t>(6)</w:t>
      </w:r>
      <w:r>
        <w:rPr>
          <w:rtl/>
        </w:rPr>
        <w:t xml:space="preserve"> عنه في المستدرك : 2 / 109 ح 1.</w:t>
      </w:r>
    </w:p>
    <w:p w:rsidR="00FC522A" w:rsidRPr="00063195" w:rsidRDefault="00FC522A" w:rsidP="00D41583">
      <w:pPr>
        <w:pStyle w:val="libFootnote0"/>
        <w:rPr>
          <w:rtl/>
        </w:rPr>
      </w:pPr>
      <w:r w:rsidRPr="00063195">
        <w:rPr>
          <w:rtl/>
        </w:rPr>
        <w:t>(7) في المستدرك والكافي : لا تبدي : وهو</w:t>
      </w:r>
      <w:r>
        <w:rPr>
          <w:rtl/>
        </w:rPr>
        <w:t xml:space="preserve"> الأظهر.</w:t>
      </w:r>
    </w:p>
    <w:p w:rsidR="00FC522A" w:rsidRPr="008C0C87" w:rsidRDefault="00FC522A" w:rsidP="00D41583">
      <w:pPr>
        <w:pStyle w:val="libFootnote0"/>
        <w:rPr>
          <w:rtl/>
        </w:rPr>
      </w:pPr>
      <w:r w:rsidRPr="00063195">
        <w:rPr>
          <w:rtl/>
        </w:rPr>
        <w:t>(8) (</w:t>
      </w:r>
      <w:r>
        <w:rPr>
          <w:rtl/>
        </w:rPr>
        <w:t xml:space="preserve"> لأخيك </w:t>
      </w:r>
      <w:r w:rsidRPr="00063195">
        <w:rPr>
          <w:rtl/>
        </w:rPr>
        <w:t>ـ خ ل )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: ومن شمت بمصيبة نزلت بأخيه ، لم يخرج من الدنيا ، حتّى يغيّر ما به. </w:t>
      </w:r>
      <w:r w:rsidRPr="00D41583">
        <w:rPr>
          <w:rStyle w:val="libFootnotenumChar"/>
          <w:rFonts w:hint="cs"/>
          <w:rtl/>
        </w:rPr>
        <w:t>(1)</w:t>
      </w:r>
    </w:p>
    <w:p w:rsidR="00FC522A" w:rsidRDefault="00FC522A" w:rsidP="00DD716A">
      <w:pPr>
        <w:pStyle w:val="libNormal"/>
        <w:rPr>
          <w:rtl/>
        </w:rPr>
      </w:pPr>
      <w:r w:rsidRPr="005C0285">
        <w:rPr>
          <w:rtl/>
        </w:rPr>
        <w:t>201</w:t>
      </w:r>
      <w:r>
        <w:rPr>
          <w:rFonts w:hint="cs"/>
          <w:rtl/>
        </w:rPr>
        <w:t xml:space="preserve"> </w:t>
      </w:r>
      <w:r w:rsidRPr="005C0285">
        <w:rPr>
          <w:rtl/>
        </w:rPr>
        <w:t>ـ</w:t>
      </w:r>
      <w:r>
        <w:rPr>
          <w:rtl/>
        </w:rPr>
        <w:t xml:space="preserve"> وعن أخي الطربال </w:t>
      </w:r>
      <w:r w:rsidRPr="00D41583">
        <w:rPr>
          <w:rStyle w:val="libFootnotenumChar"/>
          <w:rFonts w:hint="cs"/>
          <w:rtl/>
        </w:rPr>
        <w:t>(2)</w:t>
      </w:r>
      <w:r>
        <w:rPr>
          <w:rtl/>
        </w:rPr>
        <w:t xml:space="preserve"> قال : سمعته يقول : ان لله عزّ وجلّ في الأرض حرمات ، حرمة كتاب الله ، وحرمة رسول الله ، وحرمة أهل البيت ، وحرمة الكعبة ، وحرمة المسلم [ وحرمة المسلم ، وحرمة المسلم ] </w:t>
      </w:r>
      <w:r w:rsidRPr="00D41583">
        <w:rPr>
          <w:rStyle w:val="libFootnotenumChar"/>
          <w:rFonts w:hint="cs"/>
          <w:rtl/>
        </w:rPr>
        <w:t>(3)</w:t>
      </w:r>
      <w:r>
        <w:rPr>
          <w:rtl/>
        </w:rPr>
        <w:t>.</w:t>
      </w:r>
    </w:p>
    <w:p w:rsidR="00FC522A" w:rsidRPr="00075741" w:rsidRDefault="00FC522A" w:rsidP="00D41583">
      <w:pPr>
        <w:pStyle w:val="libLine"/>
      </w:pPr>
      <w:r w:rsidRPr="00075741">
        <w:rPr>
          <w:rtl/>
        </w:rPr>
        <w:t>__________________</w:t>
      </w:r>
    </w:p>
    <w:p w:rsidR="00FC522A" w:rsidRPr="00DF7F28" w:rsidRDefault="00FC522A" w:rsidP="00D41583">
      <w:pPr>
        <w:pStyle w:val="libFootnote0"/>
        <w:rPr>
          <w:rtl/>
        </w:rPr>
      </w:pPr>
      <w:r w:rsidRPr="00DF7F28">
        <w:rPr>
          <w:rtl/>
        </w:rPr>
        <w:t xml:space="preserve">(1) عنه في المستدرك : </w:t>
      </w:r>
      <w:r>
        <w:rPr>
          <w:rtl/>
        </w:rPr>
        <w:t>1 / 1</w:t>
      </w:r>
      <w:r w:rsidRPr="00DF7F28">
        <w:rPr>
          <w:rtl/>
        </w:rPr>
        <w:t>42 ح 2 وأخرجه في البحار : 7</w:t>
      </w:r>
      <w:r>
        <w:rPr>
          <w:rtl/>
        </w:rPr>
        <w:t>5 / 2</w:t>
      </w:r>
      <w:r w:rsidRPr="00DF7F28">
        <w:rPr>
          <w:rtl/>
        </w:rPr>
        <w:t xml:space="preserve">16 ح 19 والوسائل : </w:t>
      </w:r>
      <w:r>
        <w:rPr>
          <w:rtl/>
        </w:rPr>
        <w:t>2 / 9</w:t>
      </w:r>
      <w:r w:rsidRPr="00DF7F28">
        <w:rPr>
          <w:rtl/>
        </w:rPr>
        <w:t xml:space="preserve">10 ح 1 عن الكافي : </w:t>
      </w:r>
      <w:r>
        <w:rPr>
          <w:rtl/>
        </w:rPr>
        <w:t>2 / 3</w:t>
      </w:r>
      <w:r w:rsidRPr="00DF7F28">
        <w:rPr>
          <w:rtl/>
        </w:rPr>
        <w:t xml:space="preserve">59 ح 1 بإسناده عن أبان بن عبد الملك عنه </w:t>
      </w:r>
      <w:r>
        <w:rPr>
          <w:rtl/>
        </w:rPr>
        <w:t>(ع) باختلاف يسير.</w:t>
      </w:r>
    </w:p>
    <w:p w:rsidR="00FC522A" w:rsidRPr="00E64057" w:rsidRDefault="00FC522A" w:rsidP="00D41583">
      <w:pPr>
        <w:pStyle w:val="libFootnote"/>
        <w:rPr>
          <w:rtl/>
        </w:rPr>
      </w:pPr>
      <w:r w:rsidRPr="00E64057">
        <w:rPr>
          <w:rtl/>
        </w:rPr>
        <w:t>وفي المستدرك ، والكافي : ( لا تبدي ) بدل ( لا تبدأ ).</w:t>
      </w:r>
    </w:p>
    <w:p w:rsidR="00FC522A" w:rsidRPr="00DF7F28" w:rsidRDefault="00FC522A" w:rsidP="00D41583">
      <w:pPr>
        <w:pStyle w:val="libFootnote0"/>
        <w:rPr>
          <w:rtl/>
        </w:rPr>
      </w:pPr>
      <w:r w:rsidRPr="004D4A2E">
        <w:rPr>
          <w:rtl/>
        </w:rPr>
        <w:t>(</w:t>
      </w:r>
      <w:r>
        <w:rPr>
          <w:rFonts w:hint="cs"/>
          <w:rtl/>
        </w:rPr>
        <w:t>2</w:t>
      </w:r>
      <w:r w:rsidRPr="004D4A2E">
        <w:rPr>
          <w:rtl/>
        </w:rPr>
        <w:t>)</w:t>
      </w:r>
      <w:r w:rsidRPr="00DF7F28">
        <w:rPr>
          <w:rtl/>
        </w:rPr>
        <w:t xml:space="preserve"> أخو الطربال : هو إبراهيم بن جميل</w:t>
      </w:r>
      <w:r>
        <w:rPr>
          <w:rtl/>
        </w:rPr>
        <w:t xml:space="preserve"> الكوفيّ </w:t>
      </w:r>
      <w:r w:rsidRPr="00DF7F28">
        <w:rPr>
          <w:rtl/>
        </w:rPr>
        <w:t>،</w:t>
      </w:r>
      <w:r>
        <w:rPr>
          <w:rtl/>
        </w:rPr>
        <w:t xml:space="preserve"> عدّة </w:t>
      </w:r>
      <w:r w:rsidRPr="00DF7F28">
        <w:rPr>
          <w:rtl/>
        </w:rPr>
        <w:t xml:space="preserve">الشيخ من أصحاب الباقر والصادق </w:t>
      </w:r>
      <w:r>
        <w:rPr>
          <w:rtl/>
        </w:rPr>
        <w:t>(ع).</w:t>
      </w:r>
    </w:p>
    <w:p w:rsidR="00FC522A" w:rsidRPr="00DF7F28" w:rsidRDefault="00FC522A" w:rsidP="00D41583">
      <w:pPr>
        <w:pStyle w:val="libFootnote0"/>
        <w:rPr>
          <w:rtl/>
        </w:rPr>
      </w:pPr>
      <w:r w:rsidRPr="00DF7F28">
        <w:rPr>
          <w:rtl/>
        </w:rPr>
        <w:t>(3</w:t>
      </w:r>
      <w:r>
        <w:rPr>
          <w:rtl/>
        </w:rPr>
        <w:t>) بين المعقوفين في النسخة ـ أ ـ</w:t>
      </w:r>
      <w:r>
        <w:rPr>
          <w:rFonts w:hint="cs"/>
          <w:rtl/>
        </w:rPr>
        <w:t>.</w:t>
      </w:r>
    </w:p>
    <w:p w:rsidR="00FC522A" w:rsidRPr="00E64057" w:rsidRDefault="00FC522A" w:rsidP="00D41583">
      <w:pPr>
        <w:pStyle w:val="libFootnote"/>
        <w:rPr>
          <w:rtl/>
        </w:rPr>
      </w:pPr>
      <w:r w:rsidRPr="00E64057">
        <w:rPr>
          <w:rtl/>
        </w:rPr>
        <w:t>أخرج نحوه في البحار : 7</w:t>
      </w:r>
      <w:r>
        <w:rPr>
          <w:rtl/>
        </w:rPr>
        <w:t>4 / 2</w:t>
      </w:r>
      <w:r w:rsidRPr="00E64057">
        <w:rPr>
          <w:rtl/>
        </w:rPr>
        <w:t>32 عن كتاب قضاء الحقوق للصوري بإسناده عن جعفر بن محمّد (ع).</w:t>
      </w:r>
    </w:p>
    <w:p w:rsidR="00FC522A" w:rsidRDefault="00FC522A" w:rsidP="00FC522A">
      <w:pPr>
        <w:pStyle w:val="Heading1Center"/>
        <w:rPr>
          <w:rtl/>
        </w:rPr>
      </w:pPr>
      <w:bookmarkStart w:id="64" w:name="_Toc255686415"/>
      <w:bookmarkStart w:id="65" w:name="_Toc256353239"/>
      <w:bookmarkStart w:id="66" w:name="_Toc256353438"/>
      <w:bookmarkStart w:id="67" w:name="_Toc256353578"/>
      <w:bookmarkStart w:id="68" w:name="_Toc256353794"/>
      <w:bookmarkStart w:id="69" w:name="_Toc256354049"/>
      <w:bookmarkStart w:id="70" w:name="_Toc267136155"/>
      <w:r>
        <w:rPr>
          <w:rtl/>
        </w:rPr>
        <w:br w:type="page"/>
      </w:r>
      <w:bookmarkStart w:id="71" w:name="_Toc412377577"/>
      <w:r>
        <w:rPr>
          <w:rtl/>
        </w:rPr>
        <w:lastRenderedPageBreak/>
        <w:t xml:space="preserve">* </w:t>
      </w:r>
      <w:r>
        <w:rPr>
          <w:rFonts w:hint="cs"/>
          <w:rtl/>
        </w:rPr>
        <w:t xml:space="preserve">( </w:t>
      </w:r>
      <w:r>
        <w:rPr>
          <w:rtl/>
        </w:rPr>
        <w:t xml:space="preserve">فهرس أسماء النبي </w:t>
      </w:r>
      <w:r w:rsidR="00FB2D93" w:rsidRPr="00FB2D93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والائمة (ع)</w:t>
      </w:r>
      <w:r>
        <w:rPr>
          <w:rFonts w:hint="cs"/>
          <w:rtl/>
        </w:rPr>
        <w:t xml:space="preserve"> )</w:t>
      </w:r>
      <w:r>
        <w:rPr>
          <w:rtl/>
        </w:rPr>
        <w:t xml:space="preserve"> *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FC522A" w:rsidRDefault="00FC522A" w:rsidP="00D41583">
      <w:pPr>
        <w:pStyle w:val="libBold1"/>
        <w:rPr>
          <w:rtl/>
        </w:rPr>
      </w:pPr>
      <w:r w:rsidRPr="005C0285">
        <w:rPr>
          <w:rtl/>
        </w:rPr>
        <w:t xml:space="preserve">1 ـ رسول الله </w:t>
      </w:r>
      <w:r w:rsidR="00FB2D93" w:rsidRPr="00FB2D93">
        <w:rPr>
          <w:rStyle w:val="libAlaemChar"/>
          <w:rtl/>
        </w:rPr>
        <w:t>صلى‌الله‌عليه‌وآله</w:t>
      </w:r>
      <w:r w:rsidRPr="005C0285">
        <w:rPr>
          <w:rtl/>
        </w:rPr>
        <w:t xml:space="preserve">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 xml:space="preserve">33 ، 37 ، 46 ، 49 ، 98 ، 114 ، 137 ، 138 ، 146 ، 150 ، 151 ، 154 ، 173 ، 176 ، 184 ، </w:t>
      </w:r>
      <w:r>
        <w:rPr>
          <w:rFonts w:hint="cs"/>
          <w:rtl/>
        </w:rPr>
        <w:t>192</w:t>
      </w:r>
      <w:r>
        <w:rPr>
          <w:rtl/>
        </w:rPr>
        <w:t xml:space="preserve"> ، 194 ، 199.</w:t>
      </w:r>
    </w:p>
    <w:p w:rsidR="00FC522A" w:rsidRDefault="00FC522A" w:rsidP="00D41583">
      <w:pPr>
        <w:pStyle w:val="libBold1"/>
        <w:rPr>
          <w:rtl/>
        </w:rPr>
      </w:pPr>
      <w:r w:rsidRPr="005C0285">
        <w:rPr>
          <w:rtl/>
        </w:rPr>
        <w:t xml:space="preserve">2 ـ أمير المؤمنين </w:t>
      </w:r>
      <w:r w:rsidR="00FB2D93" w:rsidRPr="00FB2D93">
        <w:rPr>
          <w:rStyle w:val="libAlaemChar"/>
          <w:rtl/>
        </w:rPr>
        <w:t>عليه‌السلام</w:t>
      </w:r>
      <w:r w:rsidRPr="005C0285">
        <w:rPr>
          <w:rtl/>
        </w:rPr>
        <w:t xml:space="preserve">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5 ، 104 ، 149 ، 165.</w:t>
      </w:r>
    </w:p>
    <w:p w:rsidR="00FC522A" w:rsidRDefault="00FC522A" w:rsidP="00D41583">
      <w:pPr>
        <w:pStyle w:val="libBold1"/>
        <w:rPr>
          <w:rtl/>
        </w:rPr>
      </w:pPr>
      <w:r w:rsidRPr="005C0285">
        <w:rPr>
          <w:rtl/>
        </w:rPr>
        <w:t xml:space="preserve">3 ـ الحسين بن علي </w:t>
      </w:r>
      <w:r w:rsidR="00FB2D93" w:rsidRPr="00FB2D93">
        <w:rPr>
          <w:rStyle w:val="libAlaemChar"/>
          <w:rtl/>
        </w:rPr>
        <w:t>عليهما‌السلام</w:t>
      </w:r>
      <w:r w:rsidRPr="005C0285">
        <w:rPr>
          <w:rtl/>
        </w:rPr>
        <w:t xml:space="preserve">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4.</w:t>
      </w:r>
    </w:p>
    <w:p w:rsidR="00FC522A" w:rsidRDefault="00FC522A" w:rsidP="00D41583">
      <w:pPr>
        <w:pStyle w:val="libBold1"/>
      </w:pPr>
      <w:r w:rsidRPr="005C0285">
        <w:rPr>
          <w:rtl/>
        </w:rPr>
        <w:t xml:space="preserve">4 ـ علي بن الحسين </w:t>
      </w:r>
      <w:r w:rsidR="00FB2D93" w:rsidRPr="00FB2D93">
        <w:rPr>
          <w:rStyle w:val="libAlaemChar"/>
          <w:rtl/>
        </w:rPr>
        <w:t>عليهما‌السلام</w:t>
      </w:r>
      <w:r w:rsidRPr="005C0285">
        <w:rPr>
          <w:rtl/>
        </w:rPr>
        <w:t xml:space="preserve"> :</w:t>
      </w:r>
    </w:p>
    <w:p w:rsidR="00FC522A" w:rsidRDefault="00FC522A" w:rsidP="00DD716A">
      <w:pPr>
        <w:pStyle w:val="libNormal"/>
        <w:rPr>
          <w:rtl/>
        </w:rPr>
      </w:pPr>
      <w:r>
        <w:t xml:space="preserve"> </w:t>
      </w:r>
      <w:r>
        <w:rPr>
          <w:rtl/>
        </w:rPr>
        <w:t xml:space="preserve">4 ، 32 ، 161. </w:t>
      </w:r>
    </w:p>
    <w:p w:rsidR="00FC522A" w:rsidRDefault="00FC522A" w:rsidP="00D41583">
      <w:pPr>
        <w:pStyle w:val="libBold1"/>
        <w:rPr>
          <w:rtl/>
        </w:rPr>
      </w:pPr>
      <w:r w:rsidRPr="005C0285">
        <w:rPr>
          <w:rtl/>
        </w:rPr>
        <w:t xml:space="preserve">5 ـ أبو جعفر </w:t>
      </w:r>
      <w:r w:rsidR="00FB2D93" w:rsidRPr="00FB2D93">
        <w:rPr>
          <w:rStyle w:val="libAlaemChar"/>
          <w:rtl/>
        </w:rPr>
        <w:t>عليه‌السلام</w:t>
      </w:r>
      <w:r w:rsidRPr="005C0285">
        <w:rPr>
          <w:rtl/>
        </w:rPr>
        <w:t xml:space="preserve">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1 ، 4 ، 11 ، 12 ، 13 ، 20 ، 21 ، 22 ، 32 ، 33 ، 39 ، 46 ، 47 ، 55 ، 56 ، 58 ، 62 ، 64 ، 67 ، 78 ، 80 ، 87 ، 88 ، 100 ، 103 ، 106 ، 110 ، 114 ، 118 ، 120 ، 123 ، 128 ، 133 ، 136 ، 148 ، 150 ، 155 ، 156 ، 157 ، 158 ، 159 ، 167 ، 170 ، 188 ، 189 ، 197.</w:t>
      </w:r>
    </w:p>
    <w:p w:rsidR="00FC522A" w:rsidRDefault="00FC522A" w:rsidP="00D41583">
      <w:pPr>
        <w:pStyle w:val="libBold1"/>
        <w:rPr>
          <w:rtl/>
        </w:rPr>
      </w:pPr>
      <w:r w:rsidRPr="005C0285">
        <w:rPr>
          <w:rtl/>
        </w:rPr>
        <w:t xml:space="preserve">6 ـ أبو عبد الله </w:t>
      </w:r>
      <w:r w:rsidR="00FB2D93" w:rsidRPr="00FB2D93">
        <w:rPr>
          <w:rStyle w:val="libAlaemChar"/>
          <w:rtl/>
        </w:rPr>
        <w:t>عليه‌السلام</w:t>
      </w:r>
      <w:r>
        <w:rPr>
          <w:rtl/>
        </w:rPr>
        <w:t xml:space="preserve">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2 ، 3 ، 6 ، 9 ، 10 ، 15 ، 16 ، 17 ، 18 ، 19 ، 23 ، 24 ، 25 ، 28 ، 30 ، 31 ، 34 ، 35 ، 36 ، 37 ، 38 ، 40 ، 41 ، 42 ، 43 ، 44 ، 45 ، 48 ، 49 ، 50 ، 51 ، 53 ، 54 ، 57 ، 59 ، 61 ، 63 ، 65 ، 66 ، 68 ، 69 ، 71 ، 72 ، 73 ، 74 ، 75 ، 76 ، 77 ، 79 ، 81 ، 84 ، 86 ، 89 ، 90 ، 91 ، 92 ، 93 ، 94 ، 95 ، 96 ، 97 ، 98 ، 99 ، 105 ،</w:t>
      </w:r>
    </w:p>
    <w:p w:rsidR="00FC522A" w:rsidRDefault="00FC522A" w:rsidP="00D41583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107 ، 108 ، 109 ، 111 ، 113 ، 115 ، 116 ، 117 ، 119 ، 121 ، 124 ، 126 ، 127 ، 129 ، 130 ، 131 ، 132 ، 137 ، 138 ، 139 ، 140 ، 141 ، 142 ، 143 ، 144 ، 145 ، 147 ، 151 ، 153 ، 154 ، 156 ، 160 ، 162 ، 163 ، 164 ، 166 ، 168 ، 169 ، 171 ، 172 ، 173 ، 174 ، 175 ، 177 ، 178 ، 179 ، 180 ، 181 ، 182 ، 183 ، 184 ، 186 ، 187 ، 190 ، 191 ، 192 ، 193 ، 194 ، 196 ، 198 ، 199 ، 200</w:t>
      </w:r>
      <w:r>
        <w:rPr>
          <w:rFonts w:hint="cs"/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 w:rsidRPr="00D41583">
        <w:rPr>
          <w:rStyle w:val="libBold2Char"/>
          <w:rtl/>
        </w:rPr>
        <w:t>عنه : الصادق (ع) :</w:t>
      </w:r>
      <w:r>
        <w:t xml:space="preserve"> </w:t>
      </w:r>
      <w:r>
        <w:rPr>
          <w:rtl/>
        </w:rPr>
        <w:t>26 ، 29 ، 91 ، 99 ، 102.</w:t>
      </w:r>
    </w:p>
    <w:p w:rsidR="00FC522A" w:rsidRDefault="00FC522A" w:rsidP="00D41583">
      <w:pPr>
        <w:pStyle w:val="libBold1"/>
        <w:rPr>
          <w:rtl/>
        </w:rPr>
      </w:pPr>
      <w:r w:rsidRPr="005C0285">
        <w:rPr>
          <w:rtl/>
        </w:rPr>
        <w:t xml:space="preserve">أحدهما </w:t>
      </w:r>
      <w:r w:rsidR="00FB2D93" w:rsidRPr="00FB2D93">
        <w:rPr>
          <w:rStyle w:val="libAlaemChar"/>
          <w:rtl/>
        </w:rPr>
        <w:t>عليهما‌السلام</w:t>
      </w:r>
      <w:r w:rsidRPr="005C0285">
        <w:rPr>
          <w:rtl/>
        </w:rPr>
        <w:t xml:space="preserve">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7 ، 52 ، 82 ، 85 ، 125 ، 135 ، 195.</w:t>
      </w:r>
    </w:p>
    <w:p w:rsidR="00FC522A" w:rsidRDefault="00FC522A" w:rsidP="00D41583">
      <w:pPr>
        <w:pStyle w:val="libBold1"/>
        <w:rPr>
          <w:rtl/>
        </w:rPr>
      </w:pPr>
      <w:r w:rsidRPr="005C0285">
        <w:rPr>
          <w:rtl/>
        </w:rPr>
        <w:t xml:space="preserve">7 ـ أبو الحسن </w:t>
      </w:r>
      <w:r w:rsidR="00FB2D93" w:rsidRPr="00FB2D93">
        <w:rPr>
          <w:rStyle w:val="libAlaemChar"/>
          <w:rtl/>
        </w:rPr>
        <w:t>عليه‌السلام</w:t>
      </w:r>
      <w:r w:rsidRPr="005C0285">
        <w:rPr>
          <w:rtl/>
        </w:rPr>
        <w:t xml:space="preserve"> :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8 ، 134.</w:t>
      </w:r>
    </w:p>
    <w:p w:rsidR="00FC522A" w:rsidRPr="00AD4920" w:rsidRDefault="00FC522A" w:rsidP="00D41583">
      <w:pPr>
        <w:pStyle w:val="libBold2"/>
        <w:rPr>
          <w:rtl/>
        </w:rPr>
      </w:pPr>
      <w:r w:rsidRPr="00D41583">
        <w:rPr>
          <w:rtl/>
        </w:rPr>
        <w:t xml:space="preserve">8 ـ أبو الحسن الماضي </w:t>
      </w:r>
      <w:r w:rsidR="00FB2D93" w:rsidRPr="00FB2D93">
        <w:rPr>
          <w:rStyle w:val="libAlaemChar"/>
          <w:rtl/>
        </w:rPr>
        <w:t>عليه‌السلام</w:t>
      </w:r>
      <w:r w:rsidRPr="00AD4920">
        <w:rPr>
          <w:rtl/>
        </w:rPr>
        <w:t xml:space="preserve"> :</w:t>
      </w:r>
      <w:r w:rsidRPr="00AD4920">
        <w:t xml:space="preserve"> </w:t>
      </w:r>
      <w:r w:rsidRPr="00AD4920">
        <w:rPr>
          <w:rtl/>
        </w:rPr>
        <w:t>112.</w:t>
      </w:r>
    </w:p>
    <w:p w:rsidR="00FC522A" w:rsidRDefault="00FC522A" w:rsidP="00D41583">
      <w:pPr>
        <w:pStyle w:val="libBold2"/>
        <w:rPr>
          <w:rtl/>
        </w:rPr>
      </w:pPr>
      <w:r w:rsidRPr="0025068F">
        <w:rPr>
          <w:rtl/>
        </w:rPr>
        <w:t xml:space="preserve">أبو إبراهيم الكاظم </w:t>
      </w:r>
      <w:r w:rsidR="00FB2D93" w:rsidRPr="00FB2D93">
        <w:rPr>
          <w:rStyle w:val="libAlaemChar"/>
          <w:rtl/>
        </w:rPr>
        <w:t>عليه‌السلام</w:t>
      </w:r>
      <w:r w:rsidRPr="005C0285">
        <w:rPr>
          <w:rtl/>
        </w:rPr>
        <w:t xml:space="preserve"> :</w:t>
      </w:r>
      <w:r>
        <w:t xml:space="preserve"> </w:t>
      </w:r>
      <w:r>
        <w:rPr>
          <w:rtl/>
        </w:rPr>
        <w:t>122.</w:t>
      </w:r>
    </w:p>
    <w:p w:rsidR="00FC522A" w:rsidRDefault="00FC522A" w:rsidP="00DD716A">
      <w:pPr>
        <w:pStyle w:val="libNormal"/>
      </w:pPr>
      <w:r w:rsidRPr="00D41583">
        <w:rPr>
          <w:rStyle w:val="libBold2Char"/>
          <w:rtl/>
        </w:rPr>
        <w:t xml:space="preserve">العبد الصالح </w:t>
      </w:r>
      <w:r w:rsidR="00FB2D93" w:rsidRPr="00FB2D93">
        <w:rPr>
          <w:rStyle w:val="libAlaemChar"/>
          <w:rtl/>
        </w:rPr>
        <w:t>عليه‌السلام</w:t>
      </w:r>
      <w:r w:rsidRPr="00AD4920">
        <w:rPr>
          <w:rtl/>
        </w:rPr>
        <w:t xml:space="preserve"> : 152</w:t>
      </w:r>
      <w:r>
        <w:rPr>
          <w:rtl/>
        </w:rPr>
        <w:t>.</w:t>
      </w:r>
    </w:p>
    <w:p w:rsidR="00FC522A" w:rsidRDefault="00FC522A" w:rsidP="00FC522A">
      <w:pPr>
        <w:pStyle w:val="Heading1Center"/>
      </w:pPr>
      <w:bookmarkStart w:id="72" w:name="_Toc255686416"/>
      <w:bookmarkStart w:id="73" w:name="_Toc256353240"/>
      <w:bookmarkStart w:id="74" w:name="_Toc256353439"/>
      <w:bookmarkStart w:id="75" w:name="_Toc256353579"/>
      <w:bookmarkStart w:id="76" w:name="_Toc256353795"/>
      <w:bookmarkStart w:id="77" w:name="_Toc256354050"/>
      <w:bookmarkStart w:id="78" w:name="_Toc267136156"/>
      <w:r>
        <w:rPr>
          <w:rtl/>
        </w:rPr>
        <w:br w:type="page"/>
      </w:r>
      <w:bookmarkStart w:id="79" w:name="_Toc412377578"/>
      <w:r>
        <w:rPr>
          <w:rFonts w:hint="cs"/>
          <w:rtl/>
        </w:rPr>
        <w:lastRenderedPageBreak/>
        <w:t xml:space="preserve">* </w:t>
      </w:r>
      <w:r>
        <w:rPr>
          <w:rtl/>
        </w:rPr>
        <w:t>( فهرس أعلام الرواة ) *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tbl>
      <w:tblPr>
        <w:bidiVisual/>
        <w:tblW w:w="5000" w:type="pct"/>
        <w:tblLook w:val="01E0"/>
      </w:tblPr>
      <w:tblGrid>
        <w:gridCol w:w="1763"/>
        <w:gridCol w:w="230"/>
        <w:gridCol w:w="1686"/>
        <w:gridCol w:w="229"/>
        <w:gridCol w:w="1763"/>
        <w:gridCol w:w="229"/>
        <w:gridCol w:w="1687"/>
      </w:tblGrid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Bold2"/>
              <w:rPr>
                <w:rtl/>
              </w:rPr>
            </w:pPr>
            <w:r w:rsidRPr="00A85BDB">
              <w:rPr>
                <w:rtl/>
              </w:rPr>
              <w:t>الراوي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Bold2"/>
              <w:rPr>
                <w:rtl/>
              </w:rPr>
            </w:pPr>
            <w:r w:rsidRPr="00A85BDB">
              <w:rPr>
                <w:rtl/>
              </w:rPr>
              <w:t>رقم الحديث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Bold2"/>
              <w:rPr>
                <w:rtl/>
              </w:rPr>
            </w:pPr>
            <w:r w:rsidRPr="00A85BDB">
              <w:rPr>
                <w:rtl/>
              </w:rPr>
              <w:t>الراوي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Bold2"/>
              <w:rPr>
                <w:rtl/>
              </w:rPr>
            </w:pPr>
            <w:r w:rsidRPr="00A85BDB">
              <w:rPr>
                <w:rtl/>
              </w:rPr>
              <w:t>رقم الحديث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أبان بن تغلب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142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سدير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169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ابراهيم التيمي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141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سعيد بن طريف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4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ابن أبي البلاد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70 ، 73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سماعة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17، 101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ابن أبي عمير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14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الصباح بن سيّابة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34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ابن حمران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27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صفوان الجمال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60</w:t>
            </w:r>
            <w:r w:rsidRPr="00A85BDB">
              <w:rPr>
                <w:rFonts w:hint="cs"/>
                <w:rtl/>
              </w:rPr>
              <w:t xml:space="preserve"> </w:t>
            </w:r>
            <w:r w:rsidRPr="00A85BDB">
              <w:rPr>
                <w:rtl/>
              </w:rPr>
              <w:t>،</w:t>
            </w:r>
            <w:r w:rsidRPr="00A85BDB">
              <w:rPr>
                <w:rFonts w:hint="cs"/>
                <w:rtl/>
              </w:rPr>
              <w:t xml:space="preserve"> </w:t>
            </w:r>
            <w:r w:rsidRPr="00A85BDB">
              <w:rPr>
                <w:rtl/>
              </w:rPr>
              <w:t>75</w:t>
            </w:r>
            <w:r w:rsidRPr="00A85BDB">
              <w:rPr>
                <w:rFonts w:hint="cs"/>
                <w:rtl/>
              </w:rPr>
              <w:t xml:space="preserve"> </w:t>
            </w:r>
            <w:r w:rsidRPr="00A85BDB">
              <w:rPr>
                <w:rtl/>
              </w:rPr>
              <w:t>،</w:t>
            </w:r>
            <w:r w:rsidRPr="00A85BDB">
              <w:rPr>
                <w:rFonts w:hint="cs"/>
                <w:rtl/>
              </w:rPr>
              <w:t xml:space="preserve"> </w:t>
            </w:r>
            <w:r w:rsidRPr="00A85BDB">
              <w:rPr>
                <w:rtl/>
              </w:rPr>
              <w:t>132</w:t>
            </w:r>
          </w:p>
        </w:tc>
      </w:tr>
      <w:tr w:rsidR="00FC522A" w:rsidRPr="00A85BDB" w:rsidTr="002762F8">
        <w:tc>
          <w:tcPr>
            <w:tcW w:w="1161" w:type="pct"/>
            <w:vMerge w:val="restar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أبي حمزة</w:t>
            </w:r>
          </w:p>
        </w:tc>
        <w:tc>
          <w:tcPr>
            <w:tcW w:w="151" w:type="pct"/>
            <w:vMerge w:val="restar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  <w:vMerge w:val="restar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20 ، 22 ، 40</w:t>
            </w:r>
            <w:r w:rsidRPr="00A85BDB">
              <w:rPr>
                <w:rFonts w:hint="cs"/>
                <w:rtl/>
              </w:rPr>
              <w:t xml:space="preserve"> ، </w:t>
            </w:r>
            <w:r w:rsidRPr="00A85BDB">
              <w:rPr>
                <w:rtl/>
              </w:rPr>
              <w:t>25 ، 152</w:t>
            </w:r>
          </w:p>
        </w:tc>
        <w:tc>
          <w:tcPr>
            <w:tcW w:w="151" w:type="pct"/>
            <w:vMerge w:val="restar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عبد الأعلى بن أعين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42</w:t>
            </w:r>
          </w:p>
        </w:tc>
      </w:tr>
      <w:tr w:rsidR="00FC522A" w:rsidRPr="00A85BDB" w:rsidTr="002762F8">
        <w:tc>
          <w:tcPr>
            <w:tcW w:w="1161" w:type="pct"/>
            <w:vMerge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51" w:type="pct"/>
            <w:vMerge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  <w:vMerge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51" w:type="pct"/>
            <w:vMerge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عبدالله بن سنان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Fonts w:hint="cs"/>
                <w:rtl/>
              </w:rPr>
              <w:t>190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أبي الصامت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66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عيسى بن أبي منصور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Fonts w:hint="cs"/>
                <w:rtl/>
              </w:rPr>
              <w:t>94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أبي الصباح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31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الفضيل بن يسار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Fonts w:hint="cs"/>
                <w:rtl/>
              </w:rPr>
              <w:t>6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أبي عبيدة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58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مالك الجهني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Fonts w:hint="cs"/>
                <w:rtl/>
              </w:rPr>
              <w:t>56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أخي الطربال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201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محمد بن عجلان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Fonts w:hint="cs"/>
                <w:rtl/>
              </w:rPr>
              <w:t>23 ، 46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إسحاق بن عمار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15 ، 83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محمد بن مروان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Fonts w:hint="cs"/>
                <w:rtl/>
              </w:rPr>
              <w:t>135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الأصبغ بن نباتة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5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محمد بن مسلم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30 ، 195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بعض أصحابه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14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مسمع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115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بعض أهل العلم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70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المعلّى بن خنيس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93 ، 185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جابر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87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المفضل بن عمر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18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حمران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21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نصر بن قابوس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112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رجل من حلوان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113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يزيد بن خليفة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24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زرارة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 ، 51 ، 171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يعقوب بن شعيب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52</w:t>
            </w:r>
          </w:p>
        </w:tc>
      </w:tr>
      <w:tr w:rsidR="00FC522A" w:rsidRPr="00A85BDB" w:rsidTr="002762F8">
        <w:tc>
          <w:tcPr>
            <w:tcW w:w="116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زيد الشحام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1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19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6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tl/>
              </w:rPr>
              <w:t>يونس بن رباط</w:t>
            </w:r>
          </w:p>
        </w:tc>
        <w:tc>
          <w:tcPr>
            <w:tcW w:w="151" w:type="pct"/>
          </w:tcPr>
          <w:p w:rsidR="00FC522A" w:rsidRPr="00A85BDB" w:rsidRDefault="00FC522A" w:rsidP="002762F8">
            <w:pPr>
              <w:rPr>
                <w:rtl/>
              </w:rPr>
            </w:pPr>
          </w:p>
        </w:tc>
        <w:tc>
          <w:tcPr>
            <w:tcW w:w="1112" w:type="pct"/>
          </w:tcPr>
          <w:p w:rsidR="00FC522A" w:rsidRPr="00A85BDB" w:rsidRDefault="00FC522A" w:rsidP="00D41583">
            <w:pPr>
              <w:pStyle w:val="libNormal0"/>
              <w:rPr>
                <w:rtl/>
              </w:rPr>
            </w:pPr>
            <w:r w:rsidRPr="00A85BDB">
              <w:rPr>
                <w:rFonts w:hint="cs"/>
                <w:rtl/>
              </w:rPr>
              <w:t>16</w:t>
            </w:r>
          </w:p>
        </w:tc>
      </w:tr>
    </w:tbl>
    <w:p w:rsidR="00FC522A" w:rsidRDefault="00FC522A" w:rsidP="00FC522A">
      <w:pPr>
        <w:pStyle w:val="Heading1Center"/>
        <w:rPr>
          <w:rtl/>
        </w:rPr>
      </w:pPr>
      <w:bookmarkStart w:id="80" w:name="_Toc255686417"/>
      <w:bookmarkStart w:id="81" w:name="_Toc256353241"/>
      <w:bookmarkStart w:id="82" w:name="_Toc256353440"/>
      <w:bookmarkStart w:id="83" w:name="_Toc256353580"/>
      <w:bookmarkStart w:id="84" w:name="_Toc256353796"/>
      <w:bookmarkStart w:id="85" w:name="_Toc256354051"/>
      <w:bookmarkStart w:id="86" w:name="_Toc267136157"/>
      <w:r>
        <w:rPr>
          <w:rtl/>
        </w:rPr>
        <w:br w:type="page"/>
      </w:r>
      <w:bookmarkStart w:id="87" w:name="_Toc412377579"/>
      <w:r>
        <w:rPr>
          <w:rtl/>
        </w:rPr>
        <w:lastRenderedPageBreak/>
        <w:t>* ( مصادر تحقيق الكتاب وتخريجاته ) *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الاختصاص : لفخر الشيعة أبي عبدالله محمّد بن محمّد بن النعمان العكبري البغدادي الملقب بالشيخ المفيد ـ النجف الأشرف : 1390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الأربعين : لأبي حامد محمّد بن عبدالله بن زهرة الحسيني ( تحقيق مدرستنا ).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الأمالي والمجالس : للشيخ الأقدم المحدّث الفقيه الأعظم الصدوق محمّد بن علي بن الحسين بن بابويه القمّي ـ بيروت : 1400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الأمالي : للعلامة الفقيه المتكلم الشيخ المفيد محمّد بن محمّد بن النعمان : النجف الأشرف.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بحار الأنوار : لشيخ الإسلام ومحيي مدهب الحقّ العلامة محمّد باقر بن محمّد تقي المجلسي ـ طهران : الآخوندي.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تحف العقول : للشيخ الثقة الجليل الأقدم أبي محمّد الحسن بن علي بن الحسين شعبة الحراني ـ طهران 1376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التعريف : لشيخ الطائفة أبي عبدالله محمّد بن أحمد بن عبدالله بن قضاعة بن صفوان بن مهران الجمّال مولى بني أسد ( تحقيق مدرستنا ).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التفسير : للشيخ الثقة الجليل أبي الحسن علي بن إبراهيم بن هاشم القمّي إيران : 1313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تفسير العياشي : للمحدث الجليل أبي النضر محمّد بن مسعود بن عياش السلمي السمرقندي المعرف بالعياشي ـ طهران 1380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تنبيه الخواطر للأمير الزاهد أبي الحسن ورام بن أبي الفراس المالكي الأشتري</w:t>
      </w:r>
      <w:r>
        <w:rPr>
          <w:rFonts w:hint="cs"/>
          <w:rtl/>
        </w:rPr>
        <w:t xml:space="preserve"> </w:t>
      </w:r>
      <w:r>
        <w:rPr>
          <w:rtl/>
        </w:rPr>
        <w:t>ـ طهران : الآخوندي.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التهذيب : للشيخ أبي جعفر محمّد بن الحسن الطوسي</w:t>
      </w:r>
      <w:r>
        <w:rPr>
          <w:rFonts w:hint="cs"/>
          <w:rtl/>
        </w:rPr>
        <w:t xml:space="preserve"> </w:t>
      </w:r>
      <w:r>
        <w:rPr>
          <w:rtl/>
        </w:rPr>
        <w:t>ـ النجف الأشرف : 1378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ثواب الأعمال : للشيخ الصدوق ابن بابويه القمّي ـ طهران 1391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جامع الأخبار : المنسوب للشيخ الصدوق ، قدّم له حسن المصطفوي ـ طهران : 1382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الجواهر السنية : للمحدث المتبحر الإمام المحقق العلامة الشيخ محمّد بن الحسن الحر العاملي ـ النجف الأشرف : 1384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الخرائج والجرائح : للشيخ الأجل قطب الدين أبي الحسين سعيد بن هبة الله ابن الحسين الراوندي ( تحت الطبع ).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الخصال : للشيخ الأقدم المحدّث الفقيه الأعظم الصدوق محمّد بن علي الحسين بن بابويه ـ طهران 1389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روضة الواعظين : للشيخ العلامة زين المحدّثين أبو جعفر محمّد بن الفتّال النيسابوري الشهيد ـ قم : مطبعة الحكمة.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سعد السعود : للعالم العابد الزاهد رضي الدين أبي القاسم علي بن موسى ابن جعفر بن محمّد بن طاووس ـ النجف الأشرف 1369</w:t>
      </w:r>
      <w:r>
        <w:rPr>
          <w:rFonts w:hint="cs"/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صحيفة الرضا (ع) : تخريج حسين علي محفوظ ـ مشهد المقدّسة : 1377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صفات الشيعة : للمحدث الكبير الصدوق أبو جعفر محمّد بن علي بن الحسين ابن موسى بن بابويه القمّي ـ ايران.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عدة الداعي : لأبي العباس أحمد بن محمّد بن فهد الحلي الأسدي ـ قم : 1392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علل الشرائع : للشيخ الصدوق ابن بابويه القمّي ـ النجف الأشرف : 1385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عيون أخبار الرضا : للشيخ الصدوق ابن بابويه القمّي ـ النجف الأشرف : 1390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قرب الإسناد : لعبدالله بن جعفر الحميري ـ طهران.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قصص الأنبياء : للشيخ الأجل قطب الدين أبي الحسين سعيد بن هبة الله بن الحسين الراوندي ( تحت الطبع ).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الكافي : لثقة الاسلام أبي جعفر محمّد بن يعقوب بن إسحاق الكليني الرازي طهران : الآخوندي.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كتاب الحسين بن عثمان : المطبوع في الأصول الستة عشر ـ طهران.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كتاب الزهد : للثقة الجليل الحسين بن سعيد بن حمّاد بن سعيد الكوفيّ الأهوازيّ ـ قم ، مدرسة الإمام المهدي : 1399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كتاب سليم بن قيس الهلالي العامري : صاحب الإمام أمير المؤمنين (ع) ـ الآخوندي.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كتاب عاصم بن حميد : المطبوع في الأصول الستة عشر ـ طهران.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المحاسن : للشيخ الجليل الثقة أبي جعفر أحمد بن محمّد بن خالد البرقيّ طهران : 1370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مستدرك الوسائل : للعالم الجليل والمحدث النحرير الشيخ الحاج ميرزا حسين النوري الطبرستاني ـ طبع إيران : 1318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مستطرفات السرائر : لمحمد بن إدريس الحلي ـ طهران : 1270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مشكاة الأنوار : للعالم الجليل ثقة الإسلام أبو الفضل علي الطبرسي</w:t>
      </w:r>
      <w:r>
        <w:rPr>
          <w:rFonts w:hint="cs"/>
          <w:rtl/>
        </w:rPr>
        <w:t xml:space="preserve"> </w:t>
      </w:r>
      <w:r>
        <w:rPr>
          <w:rtl/>
        </w:rPr>
        <w:t>ـ النجف الأشرف : 1385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مصادقة الأخوان : للصدوق ابن بابويه القمّي ـ طهران : انتشارات شمس.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معاني الأخبار : للشيخ المحدّث الصدوق ابن بابويه القمّي ـ طهران : 1379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المقنع : للصدوق ابن بابويه القمّي ـ طهران : 1377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مكارم الأخلاق : للشيخ الجليل رضيّ الدين أبي نصر الحسن بن الفضل الطبرسي ـ النجف الأشرف : 1391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من لا يحضره الفقيه : للشيخ الصدوق ابن بابويه القمّي ـ طهران : 1392 ه</w:t>
      </w:r>
      <w:r>
        <w:rPr>
          <w:rFonts w:hint="cs"/>
          <w:rtl/>
        </w:rPr>
        <w:t>‍</w:t>
      </w:r>
      <w:r>
        <w:rPr>
          <w:rtl/>
        </w:rPr>
        <w:t>.</w:t>
      </w:r>
    </w:p>
    <w:p w:rsidR="00FC522A" w:rsidRDefault="00FC522A" w:rsidP="00DD716A">
      <w:pPr>
        <w:pStyle w:val="libNormal"/>
        <w:rPr>
          <w:rtl/>
        </w:rPr>
      </w:pPr>
      <w:r>
        <w:rPr>
          <w:rtl/>
        </w:rPr>
        <w:t>نهج البلاغة :</w:t>
      </w:r>
      <w:r>
        <w:rPr>
          <w:rFonts w:hint="cs"/>
          <w:rtl/>
        </w:rPr>
        <w:t xml:space="preserve"> ..</w:t>
      </w:r>
      <w:r>
        <w:rPr>
          <w:rtl/>
        </w:rPr>
        <w:t>. بيروت 1387 ه</w:t>
      </w:r>
      <w:r>
        <w:rPr>
          <w:rFonts w:hint="cs"/>
          <w:rtl/>
        </w:rPr>
        <w:t xml:space="preserve">‍ </w:t>
      </w:r>
      <w:r>
        <w:rPr>
          <w:rtl/>
        </w:rPr>
        <w:t>( صبحي الصالح ).</w:t>
      </w:r>
    </w:p>
    <w:p w:rsidR="00FC522A" w:rsidRPr="00135E90" w:rsidRDefault="00FC522A" w:rsidP="00DD716A">
      <w:pPr>
        <w:pStyle w:val="libNormal"/>
        <w:rPr>
          <w:rtl/>
        </w:rPr>
      </w:pPr>
      <w:r>
        <w:rPr>
          <w:rtl/>
        </w:rPr>
        <w:t>وسائل الشيعة : للشيخ المحدّث المتبحر الإمام المحقق العلامة محمّد بن الحسن الحر العاملي ـ طهران : الآخوندي.</w:t>
      </w:r>
    </w:p>
    <w:p w:rsidR="00FC522A" w:rsidRDefault="00FC522A" w:rsidP="00D41583">
      <w:pPr>
        <w:rPr>
          <w:noProof/>
          <w:rtl/>
        </w:rPr>
      </w:pPr>
      <w:r>
        <w:rPr>
          <w:rtl/>
        </w:rPr>
        <w:br w:type="page"/>
      </w:r>
      <w:r w:rsidRPr="00966A8E">
        <w:rPr>
          <w:rFonts w:hint="cs"/>
          <w:rtl/>
        </w:rPr>
        <w:lastRenderedPageBreak/>
        <w:t>فهرس الأبواب</w:t>
      </w:r>
      <w:r w:rsidR="007F035D"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</w:instrText>
      </w:r>
      <w:r>
        <w:rPr>
          <w:rFonts w:hint="cs"/>
          <w:rtl/>
        </w:rPr>
        <w:instrText>1-3</w:instrText>
      </w:r>
      <w:r>
        <w:rPr>
          <w:rFonts w:hint="cs"/>
        </w:rPr>
        <w:instrText xml:space="preserve">" \t "Heading </w:instrText>
      </w:r>
      <w:r>
        <w:rPr>
          <w:rFonts w:hint="cs"/>
          <w:rtl/>
        </w:rPr>
        <w:instrText xml:space="preserve">1 </w:instrText>
      </w:r>
      <w:r>
        <w:rPr>
          <w:rFonts w:hint="cs"/>
        </w:rPr>
        <w:instrText>Center,</w:instrText>
      </w:r>
      <w:r>
        <w:rPr>
          <w:rFonts w:hint="cs"/>
          <w:rtl/>
        </w:rPr>
        <w:instrText>1</w:instrText>
      </w:r>
      <w:r>
        <w:rPr>
          <w:rFonts w:hint="cs"/>
        </w:rPr>
        <w:instrText xml:space="preserve">,Heading </w:instrText>
      </w:r>
      <w:r>
        <w:rPr>
          <w:rFonts w:hint="cs"/>
          <w:rtl/>
        </w:rPr>
        <w:instrText xml:space="preserve">2 </w:instrText>
      </w:r>
      <w:r>
        <w:rPr>
          <w:rFonts w:hint="cs"/>
        </w:rPr>
        <w:instrText>Center,</w:instrText>
      </w:r>
      <w:r>
        <w:rPr>
          <w:rFonts w:hint="cs"/>
          <w:rtl/>
        </w:rPr>
        <w:instrText>2"</w:instrText>
      </w:r>
      <w:r>
        <w:rPr>
          <w:rtl/>
        </w:rPr>
        <w:instrText xml:space="preserve"> </w:instrText>
      </w:r>
      <w:r w:rsidR="007F035D">
        <w:rPr>
          <w:rtl/>
        </w:rPr>
        <w:fldChar w:fldCharType="separate"/>
      </w:r>
    </w:p>
    <w:tbl>
      <w:tblPr>
        <w:bidiVisual/>
        <w:tblW w:w="5000" w:type="pct"/>
        <w:tblLook w:val="01E0"/>
      </w:tblPr>
      <w:tblGrid>
        <w:gridCol w:w="1009"/>
        <w:gridCol w:w="222"/>
        <w:gridCol w:w="3741"/>
        <w:gridCol w:w="222"/>
        <w:gridCol w:w="1021"/>
        <w:gridCol w:w="222"/>
        <w:gridCol w:w="1150"/>
      </w:tblGrid>
      <w:tr w:rsidR="00FC522A" w:rsidRPr="00F6601F" w:rsidTr="002762F8">
        <w:trPr>
          <w:trHeight w:val="285"/>
        </w:trPr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Fonts w:hint="cs"/>
                <w:rtl/>
              </w:rPr>
              <w:t>رقم الباب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25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الموضوع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Fonts w:hint="cs"/>
                <w:rtl/>
              </w:rPr>
              <w:t>عدد الأحاديث</w:t>
            </w:r>
          </w:p>
        </w:tc>
        <w:tc>
          <w:tcPr>
            <w:tcW w:w="1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8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Fonts w:hint="cs"/>
                <w:rtl/>
              </w:rPr>
              <w:t>الصفحه</w:t>
            </w:r>
          </w:p>
        </w:tc>
      </w:tr>
      <w:tr w:rsidR="00FC522A" w:rsidRPr="00F6601F" w:rsidTr="002762F8">
        <w:trPr>
          <w:trHeight w:val="660"/>
        </w:trPr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tl/>
              </w:rPr>
              <w:t>1 ـ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25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  <w:r w:rsidRPr="00F6601F">
              <w:rPr>
                <w:noProof/>
                <w:rtl/>
              </w:rPr>
              <w:t>باب شدة ابتلاء المؤمن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Fonts w:hint="cs"/>
                <w:rtl/>
              </w:rPr>
              <w:t>50</w:t>
            </w:r>
          </w:p>
        </w:tc>
        <w:tc>
          <w:tcPr>
            <w:tcW w:w="1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800" w:type="pct"/>
          </w:tcPr>
          <w:p w:rsidR="00FC522A" w:rsidRPr="00D872DF" w:rsidRDefault="007F035D" w:rsidP="00D41583">
            <w:pPr>
              <w:rPr>
                <w:rtl/>
              </w:rPr>
            </w:pPr>
            <w:r w:rsidRPr="00D872DF">
              <w:fldChar w:fldCharType="begin"/>
            </w:r>
            <w:r w:rsidR="00FC522A" w:rsidRPr="00D872DF">
              <w:rPr>
                <w:rtl/>
              </w:rPr>
              <w:instrText xml:space="preserve"> </w:instrText>
            </w:r>
            <w:r w:rsidR="00FC522A" w:rsidRPr="00D872DF">
              <w:instrText>PAGEREF</w:instrText>
            </w:r>
            <w:r w:rsidR="00FC522A" w:rsidRPr="00D872DF">
              <w:rPr>
                <w:rtl/>
              </w:rPr>
              <w:instrText xml:space="preserve"> _</w:instrText>
            </w:r>
            <w:r w:rsidR="00FC522A" w:rsidRPr="00D872DF">
              <w:instrText>Toc</w:instrText>
            </w:r>
            <w:r w:rsidR="00FC522A" w:rsidRPr="00D872DF">
              <w:rPr>
                <w:rtl/>
              </w:rPr>
              <w:instrText xml:space="preserve">267136147 </w:instrText>
            </w:r>
            <w:r w:rsidR="00FC522A" w:rsidRPr="00D872DF">
              <w:instrText>\h</w:instrText>
            </w:r>
            <w:r w:rsidR="00FC522A" w:rsidRPr="00D872DF">
              <w:rPr>
                <w:rtl/>
              </w:rPr>
              <w:instrText xml:space="preserve"> </w:instrText>
            </w:r>
            <w:r w:rsidRPr="00D872DF">
              <w:fldChar w:fldCharType="separate"/>
            </w:r>
            <w:r w:rsidR="00B54DA2">
              <w:rPr>
                <w:noProof/>
                <w:rtl/>
              </w:rPr>
              <w:t>16</w:t>
            </w:r>
            <w:r w:rsidRPr="00D872DF">
              <w:fldChar w:fldCharType="end"/>
            </w:r>
            <w:r w:rsidR="00FC522A" w:rsidRPr="00D872DF">
              <w:rPr>
                <w:rFonts w:hint="cs"/>
                <w:rtl/>
              </w:rPr>
              <w:t xml:space="preserve"> ـ 29</w:t>
            </w:r>
          </w:p>
        </w:tc>
      </w:tr>
      <w:tr w:rsidR="00FC522A" w:rsidRPr="00F6601F" w:rsidTr="002762F8"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tl/>
              </w:rPr>
              <w:t>2 ـ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25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  <w:r w:rsidRPr="00F6601F">
              <w:rPr>
                <w:noProof/>
                <w:rtl/>
              </w:rPr>
              <w:t>باب ما</w:t>
            </w:r>
            <w:r>
              <w:rPr>
                <w:noProof/>
                <w:rtl/>
              </w:rPr>
              <w:t xml:space="preserve"> خصّ </w:t>
            </w:r>
            <w:r w:rsidRPr="00F6601F">
              <w:rPr>
                <w:noProof/>
                <w:rtl/>
              </w:rPr>
              <w:t xml:space="preserve">الله به المؤمنين 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Fonts w:hint="cs"/>
                <w:rtl/>
              </w:rPr>
              <w:t>33</w:t>
            </w:r>
          </w:p>
        </w:tc>
        <w:tc>
          <w:tcPr>
            <w:tcW w:w="1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800" w:type="pct"/>
          </w:tcPr>
          <w:p w:rsidR="00FC522A" w:rsidRPr="00D872DF" w:rsidRDefault="007F035D" w:rsidP="00D41583">
            <w:pPr>
              <w:rPr>
                <w:rtl/>
              </w:rPr>
            </w:pPr>
            <w:r w:rsidRPr="00D872DF">
              <w:fldChar w:fldCharType="begin"/>
            </w:r>
            <w:r w:rsidR="00FC522A" w:rsidRPr="00D872DF">
              <w:rPr>
                <w:rtl/>
              </w:rPr>
              <w:instrText xml:space="preserve"> </w:instrText>
            </w:r>
            <w:r w:rsidR="00FC522A" w:rsidRPr="00D872DF">
              <w:instrText>PAGEREF</w:instrText>
            </w:r>
            <w:r w:rsidR="00FC522A" w:rsidRPr="00D872DF">
              <w:rPr>
                <w:rtl/>
              </w:rPr>
              <w:instrText xml:space="preserve"> _</w:instrText>
            </w:r>
            <w:r w:rsidR="00FC522A" w:rsidRPr="00D872DF">
              <w:instrText>Toc</w:instrText>
            </w:r>
            <w:r w:rsidR="00FC522A" w:rsidRPr="00D872DF">
              <w:rPr>
                <w:rtl/>
              </w:rPr>
              <w:instrText xml:space="preserve">267136148 </w:instrText>
            </w:r>
            <w:r w:rsidR="00FC522A" w:rsidRPr="00D872DF">
              <w:instrText>\h</w:instrText>
            </w:r>
            <w:r w:rsidR="00FC522A" w:rsidRPr="00D872DF">
              <w:rPr>
                <w:rtl/>
              </w:rPr>
              <w:instrText xml:space="preserve"> </w:instrText>
            </w:r>
            <w:r w:rsidRPr="00D872DF">
              <w:fldChar w:fldCharType="separate"/>
            </w:r>
            <w:r w:rsidR="00B54DA2">
              <w:rPr>
                <w:noProof/>
                <w:rtl/>
              </w:rPr>
              <w:t>30</w:t>
            </w:r>
            <w:r w:rsidRPr="00D872DF">
              <w:fldChar w:fldCharType="end"/>
            </w:r>
            <w:r w:rsidR="00FC522A" w:rsidRPr="00D872DF">
              <w:rPr>
                <w:rFonts w:hint="cs"/>
                <w:rtl/>
              </w:rPr>
              <w:t xml:space="preserve"> ـ 38</w:t>
            </w:r>
          </w:p>
        </w:tc>
      </w:tr>
      <w:tr w:rsidR="00FC522A" w:rsidRPr="00F6601F" w:rsidTr="002762F8"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tl/>
              </w:rPr>
              <w:t>3 ـ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25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t>الأخوة بين المؤمنين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Fonts w:hint="cs"/>
                <w:rtl/>
              </w:rPr>
              <w:t>9</w:t>
            </w:r>
          </w:p>
        </w:tc>
        <w:tc>
          <w:tcPr>
            <w:tcW w:w="1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800" w:type="pct"/>
          </w:tcPr>
          <w:p w:rsidR="00FC522A" w:rsidRPr="00D872DF" w:rsidRDefault="007F035D" w:rsidP="00D41583">
            <w:pPr>
              <w:rPr>
                <w:rtl/>
              </w:rPr>
            </w:pPr>
            <w:r w:rsidRPr="00D872DF">
              <w:fldChar w:fldCharType="begin"/>
            </w:r>
            <w:r w:rsidR="00FC522A" w:rsidRPr="00D872DF">
              <w:rPr>
                <w:rtl/>
              </w:rPr>
              <w:instrText xml:space="preserve"> </w:instrText>
            </w:r>
            <w:r w:rsidR="00FC522A" w:rsidRPr="00D872DF">
              <w:instrText>PAGEREF</w:instrText>
            </w:r>
            <w:r w:rsidR="00FC522A" w:rsidRPr="00D872DF">
              <w:rPr>
                <w:rtl/>
              </w:rPr>
              <w:instrText xml:space="preserve"> _</w:instrText>
            </w:r>
            <w:r w:rsidR="00FC522A" w:rsidRPr="00D872DF">
              <w:instrText>Toc</w:instrText>
            </w:r>
            <w:r w:rsidR="00FC522A" w:rsidRPr="00D872DF">
              <w:rPr>
                <w:rtl/>
              </w:rPr>
              <w:instrText xml:space="preserve">267136149 </w:instrText>
            </w:r>
            <w:r w:rsidR="00FC522A" w:rsidRPr="00D872DF">
              <w:instrText>\h</w:instrText>
            </w:r>
            <w:r w:rsidR="00FC522A" w:rsidRPr="00D872DF">
              <w:rPr>
                <w:rtl/>
              </w:rPr>
              <w:instrText xml:space="preserve"> </w:instrText>
            </w:r>
            <w:r w:rsidRPr="00D872DF">
              <w:fldChar w:fldCharType="separate"/>
            </w:r>
            <w:r w:rsidR="00B54DA2">
              <w:rPr>
                <w:noProof/>
                <w:rtl/>
              </w:rPr>
              <w:t>39</w:t>
            </w:r>
            <w:r w:rsidRPr="00D872DF">
              <w:fldChar w:fldCharType="end"/>
            </w:r>
            <w:r w:rsidR="00FC522A" w:rsidRPr="00D872DF">
              <w:rPr>
                <w:rFonts w:hint="cs"/>
                <w:rtl/>
              </w:rPr>
              <w:t xml:space="preserve"> ـ 40</w:t>
            </w:r>
          </w:p>
        </w:tc>
      </w:tr>
      <w:tr w:rsidR="00FC522A" w:rsidRPr="00F6601F" w:rsidTr="002762F8"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tl/>
              </w:rPr>
              <w:t>4 ـ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25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  <w:r w:rsidRPr="00F6601F">
              <w:rPr>
                <w:noProof/>
                <w:rtl/>
              </w:rPr>
              <w:t>حق</w:t>
            </w:r>
            <w:r>
              <w:rPr>
                <w:rFonts w:hint="cs"/>
                <w:noProof/>
                <w:rtl/>
              </w:rPr>
              <w:t>ّ</w:t>
            </w:r>
            <w:r w:rsidRPr="00F6601F">
              <w:rPr>
                <w:noProof/>
                <w:rtl/>
              </w:rPr>
              <w:t xml:space="preserve"> المؤمن على أخيه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Fonts w:hint="cs"/>
                <w:rtl/>
              </w:rPr>
              <w:t>14</w:t>
            </w:r>
          </w:p>
        </w:tc>
        <w:tc>
          <w:tcPr>
            <w:tcW w:w="1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800" w:type="pct"/>
          </w:tcPr>
          <w:p w:rsidR="00FC522A" w:rsidRPr="00D872DF" w:rsidRDefault="007F035D" w:rsidP="00D41583">
            <w:r w:rsidRPr="00D872DF">
              <w:fldChar w:fldCharType="begin"/>
            </w:r>
            <w:r w:rsidR="00FC522A" w:rsidRPr="00D872DF">
              <w:rPr>
                <w:rtl/>
              </w:rPr>
              <w:instrText xml:space="preserve"> </w:instrText>
            </w:r>
            <w:r w:rsidR="00FC522A" w:rsidRPr="00D872DF">
              <w:instrText>PAGEREF</w:instrText>
            </w:r>
            <w:r w:rsidR="00FC522A" w:rsidRPr="00D872DF">
              <w:rPr>
                <w:rtl/>
              </w:rPr>
              <w:instrText xml:space="preserve"> _</w:instrText>
            </w:r>
            <w:r w:rsidR="00FC522A" w:rsidRPr="00D872DF">
              <w:instrText>Toc</w:instrText>
            </w:r>
            <w:r w:rsidR="00FC522A" w:rsidRPr="00D872DF">
              <w:rPr>
                <w:rtl/>
              </w:rPr>
              <w:instrText xml:space="preserve">267136150 </w:instrText>
            </w:r>
            <w:r w:rsidR="00FC522A" w:rsidRPr="00D872DF">
              <w:instrText>\h</w:instrText>
            </w:r>
            <w:r w:rsidR="00FC522A" w:rsidRPr="00D872DF">
              <w:rPr>
                <w:rtl/>
              </w:rPr>
              <w:instrText xml:space="preserve"> </w:instrText>
            </w:r>
            <w:r w:rsidRPr="00D872DF">
              <w:fldChar w:fldCharType="separate"/>
            </w:r>
            <w:r w:rsidR="00B54DA2">
              <w:rPr>
                <w:noProof/>
                <w:rtl/>
              </w:rPr>
              <w:t>41</w:t>
            </w:r>
            <w:r w:rsidRPr="00D872DF">
              <w:fldChar w:fldCharType="end"/>
            </w:r>
            <w:r w:rsidR="00FC522A" w:rsidRPr="00D872DF">
              <w:t xml:space="preserve"> </w:t>
            </w:r>
            <w:r w:rsidR="00FC522A" w:rsidRPr="00D872DF">
              <w:rPr>
                <w:rFonts w:hint="cs"/>
                <w:rtl/>
              </w:rPr>
              <w:t>ـ 46</w:t>
            </w:r>
          </w:p>
        </w:tc>
      </w:tr>
      <w:tr w:rsidR="00FC522A" w:rsidRPr="00F6601F" w:rsidTr="002762F8"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tl/>
              </w:rPr>
              <w:t>5 ـ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25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  <w:r w:rsidRPr="00F6601F">
              <w:rPr>
                <w:noProof/>
                <w:rtl/>
              </w:rPr>
              <w:t xml:space="preserve">ثواب قضاء حاجة المؤمن 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Fonts w:hint="cs"/>
                <w:rtl/>
              </w:rPr>
              <w:t>39</w:t>
            </w:r>
          </w:p>
        </w:tc>
        <w:tc>
          <w:tcPr>
            <w:tcW w:w="1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800" w:type="pct"/>
          </w:tcPr>
          <w:p w:rsidR="00FC522A" w:rsidRPr="00D872DF" w:rsidRDefault="007F035D" w:rsidP="00D41583">
            <w:pPr>
              <w:rPr>
                <w:rtl/>
              </w:rPr>
            </w:pPr>
            <w:r w:rsidRPr="00D872DF">
              <w:fldChar w:fldCharType="begin"/>
            </w:r>
            <w:r w:rsidR="00FC522A" w:rsidRPr="00D872DF">
              <w:rPr>
                <w:rtl/>
              </w:rPr>
              <w:instrText xml:space="preserve"> </w:instrText>
            </w:r>
            <w:r w:rsidR="00FC522A" w:rsidRPr="00D872DF">
              <w:instrText>PAGEREF</w:instrText>
            </w:r>
            <w:r w:rsidR="00FC522A" w:rsidRPr="00D872DF">
              <w:rPr>
                <w:rtl/>
              </w:rPr>
              <w:instrText xml:space="preserve"> _</w:instrText>
            </w:r>
            <w:r w:rsidR="00FC522A" w:rsidRPr="00D872DF">
              <w:instrText>Toc</w:instrText>
            </w:r>
            <w:r w:rsidR="00FC522A" w:rsidRPr="00D872DF">
              <w:rPr>
                <w:rtl/>
              </w:rPr>
              <w:instrText xml:space="preserve">267136151 </w:instrText>
            </w:r>
            <w:r w:rsidR="00FC522A" w:rsidRPr="00D872DF">
              <w:instrText>\h</w:instrText>
            </w:r>
            <w:r w:rsidR="00FC522A" w:rsidRPr="00D872DF">
              <w:rPr>
                <w:rtl/>
              </w:rPr>
              <w:instrText xml:space="preserve"> </w:instrText>
            </w:r>
            <w:r w:rsidRPr="00D872DF">
              <w:fldChar w:fldCharType="separate"/>
            </w:r>
            <w:r w:rsidR="00B54DA2">
              <w:rPr>
                <w:noProof/>
                <w:rtl/>
              </w:rPr>
              <w:t>47</w:t>
            </w:r>
            <w:r w:rsidRPr="00D872DF">
              <w:fldChar w:fldCharType="end"/>
            </w:r>
            <w:r w:rsidR="00FC522A" w:rsidRPr="00D872DF">
              <w:rPr>
                <w:rFonts w:hint="cs"/>
                <w:rtl/>
              </w:rPr>
              <w:t xml:space="preserve"> ـ 58</w:t>
            </w:r>
          </w:p>
        </w:tc>
      </w:tr>
      <w:tr w:rsidR="00FC522A" w:rsidRPr="00F6601F" w:rsidTr="002762F8"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tl/>
              </w:rPr>
              <w:t>6 ـ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25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  <w:r w:rsidRPr="00F6601F">
              <w:rPr>
                <w:noProof/>
                <w:rtl/>
              </w:rPr>
              <w:t>زيارة المؤمن وعيادته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Fonts w:hint="cs"/>
                <w:rtl/>
              </w:rPr>
              <w:t>13</w:t>
            </w:r>
          </w:p>
        </w:tc>
        <w:tc>
          <w:tcPr>
            <w:tcW w:w="1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800" w:type="pct"/>
          </w:tcPr>
          <w:p w:rsidR="00FC522A" w:rsidRPr="00D872DF" w:rsidRDefault="007F035D" w:rsidP="00D41583">
            <w:pPr>
              <w:rPr>
                <w:rtl/>
              </w:rPr>
            </w:pPr>
            <w:r w:rsidRPr="00D872DF">
              <w:fldChar w:fldCharType="begin"/>
            </w:r>
            <w:r w:rsidR="00FC522A" w:rsidRPr="00D872DF">
              <w:rPr>
                <w:rtl/>
              </w:rPr>
              <w:instrText xml:space="preserve"> </w:instrText>
            </w:r>
            <w:r w:rsidR="00FC522A" w:rsidRPr="00D872DF">
              <w:instrText>PAGEREF</w:instrText>
            </w:r>
            <w:r w:rsidR="00FC522A" w:rsidRPr="00D872DF">
              <w:rPr>
                <w:rtl/>
              </w:rPr>
              <w:instrText xml:space="preserve"> _</w:instrText>
            </w:r>
            <w:r w:rsidR="00FC522A" w:rsidRPr="00D872DF">
              <w:instrText>Toc</w:instrText>
            </w:r>
            <w:r w:rsidR="00FC522A" w:rsidRPr="00D872DF">
              <w:rPr>
                <w:rtl/>
              </w:rPr>
              <w:instrText xml:space="preserve">267136152 </w:instrText>
            </w:r>
            <w:r w:rsidR="00FC522A" w:rsidRPr="00D872DF">
              <w:instrText>\h</w:instrText>
            </w:r>
            <w:r w:rsidR="00FC522A" w:rsidRPr="00D872DF">
              <w:rPr>
                <w:rtl/>
              </w:rPr>
              <w:instrText xml:space="preserve"> </w:instrText>
            </w:r>
            <w:r w:rsidRPr="00D872DF">
              <w:fldChar w:fldCharType="separate"/>
            </w:r>
            <w:r w:rsidR="00B54DA2">
              <w:rPr>
                <w:noProof/>
                <w:rtl/>
              </w:rPr>
              <w:t>59</w:t>
            </w:r>
            <w:r w:rsidRPr="00D872DF">
              <w:fldChar w:fldCharType="end"/>
            </w:r>
            <w:r w:rsidR="00FC522A" w:rsidRPr="00D872DF">
              <w:rPr>
                <w:rFonts w:hint="cs"/>
                <w:rtl/>
              </w:rPr>
              <w:t xml:space="preserve"> ـ 63</w:t>
            </w:r>
          </w:p>
        </w:tc>
      </w:tr>
      <w:tr w:rsidR="00FC522A" w:rsidRPr="00F6601F" w:rsidTr="002762F8"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tl/>
              </w:rPr>
              <w:t>7 ـ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25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  <w:r w:rsidRPr="00F6601F">
              <w:rPr>
                <w:noProof/>
                <w:rtl/>
              </w:rPr>
              <w:t>ثواب من أطعم</w:t>
            </w:r>
            <w:r>
              <w:rPr>
                <w:noProof/>
                <w:rtl/>
              </w:rPr>
              <w:t xml:space="preserve"> مؤمناً </w:t>
            </w:r>
            <w:r w:rsidRPr="00F6601F">
              <w:rPr>
                <w:noProof/>
                <w:rtl/>
              </w:rPr>
              <w:t>، أو سقاه ، أو كساه ، أو قضى دينه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Fonts w:hint="cs"/>
                <w:rtl/>
              </w:rPr>
              <w:t>12</w:t>
            </w:r>
          </w:p>
        </w:tc>
        <w:tc>
          <w:tcPr>
            <w:tcW w:w="1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800" w:type="pct"/>
          </w:tcPr>
          <w:p w:rsidR="00FC522A" w:rsidRPr="00D872DF" w:rsidRDefault="007F035D" w:rsidP="00D41583">
            <w:pPr>
              <w:rPr>
                <w:rtl/>
              </w:rPr>
            </w:pPr>
            <w:r w:rsidRPr="00D872DF">
              <w:fldChar w:fldCharType="begin"/>
            </w:r>
            <w:r w:rsidR="00FC522A" w:rsidRPr="00D872DF">
              <w:rPr>
                <w:rtl/>
              </w:rPr>
              <w:instrText xml:space="preserve"> </w:instrText>
            </w:r>
            <w:r w:rsidR="00FC522A" w:rsidRPr="00D872DF">
              <w:instrText>PAGEREF</w:instrText>
            </w:r>
            <w:r w:rsidR="00FC522A" w:rsidRPr="00D872DF">
              <w:rPr>
                <w:rtl/>
              </w:rPr>
              <w:instrText xml:space="preserve"> _</w:instrText>
            </w:r>
            <w:r w:rsidR="00FC522A" w:rsidRPr="00D872DF">
              <w:instrText>Toc</w:instrText>
            </w:r>
            <w:r w:rsidR="00FC522A" w:rsidRPr="00D872DF">
              <w:rPr>
                <w:rtl/>
              </w:rPr>
              <w:instrText xml:space="preserve">267136153 </w:instrText>
            </w:r>
            <w:r w:rsidR="00FC522A" w:rsidRPr="00D872DF">
              <w:instrText>\h</w:instrText>
            </w:r>
            <w:r w:rsidR="00FC522A" w:rsidRPr="00D872DF">
              <w:rPr>
                <w:rtl/>
              </w:rPr>
              <w:instrText xml:space="preserve"> </w:instrText>
            </w:r>
            <w:r w:rsidRPr="00D872DF">
              <w:fldChar w:fldCharType="separate"/>
            </w:r>
            <w:r w:rsidR="00B54DA2">
              <w:rPr>
                <w:noProof/>
                <w:rtl/>
              </w:rPr>
              <w:t>65</w:t>
            </w:r>
            <w:r w:rsidRPr="00D872DF">
              <w:fldChar w:fldCharType="end"/>
            </w:r>
            <w:r w:rsidR="00FC522A" w:rsidRPr="00D872DF">
              <w:rPr>
                <w:rFonts w:hint="cs"/>
                <w:rtl/>
              </w:rPr>
              <w:t xml:space="preserve"> ـ 66</w:t>
            </w:r>
          </w:p>
        </w:tc>
      </w:tr>
      <w:tr w:rsidR="00FC522A" w:rsidRPr="00F6601F" w:rsidTr="002762F8"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tl/>
              </w:rPr>
              <w:t>8 ـ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25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  <w:r w:rsidRPr="00F6601F">
              <w:rPr>
                <w:noProof/>
                <w:rtl/>
              </w:rPr>
              <w:t xml:space="preserve">ما حرم الله </w:t>
            </w:r>
            <w:r>
              <w:rPr>
                <w:rFonts w:hint="cs"/>
                <w:noProof/>
                <w:rtl/>
              </w:rPr>
              <w:t>على المؤمن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  <w:r w:rsidRPr="00D872DF">
              <w:rPr>
                <w:rFonts w:hint="cs"/>
                <w:rtl/>
              </w:rPr>
              <w:t>31</w:t>
            </w:r>
          </w:p>
        </w:tc>
        <w:tc>
          <w:tcPr>
            <w:tcW w:w="1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800" w:type="pct"/>
          </w:tcPr>
          <w:p w:rsidR="00FC522A" w:rsidRPr="00D872DF" w:rsidRDefault="007F035D" w:rsidP="00D41583">
            <w:pPr>
              <w:rPr>
                <w:rtl/>
              </w:rPr>
            </w:pPr>
            <w:r w:rsidRPr="00D872DF">
              <w:fldChar w:fldCharType="begin"/>
            </w:r>
            <w:r w:rsidR="00FC522A" w:rsidRPr="00D872DF">
              <w:rPr>
                <w:rtl/>
              </w:rPr>
              <w:instrText xml:space="preserve"> </w:instrText>
            </w:r>
            <w:r w:rsidR="00FC522A" w:rsidRPr="00D872DF">
              <w:instrText>PAGEREF</w:instrText>
            </w:r>
            <w:r w:rsidR="00FC522A" w:rsidRPr="00D872DF">
              <w:rPr>
                <w:rtl/>
              </w:rPr>
              <w:instrText xml:space="preserve"> _</w:instrText>
            </w:r>
            <w:r w:rsidR="00FC522A" w:rsidRPr="00D872DF">
              <w:instrText>Toc</w:instrText>
            </w:r>
            <w:r w:rsidR="00FC522A" w:rsidRPr="00D872DF">
              <w:rPr>
                <w:rtl/>
              </w:rPr>
              <w:instrText xml:space="preserve">267136154 </w:instrText>
            </w:r>
            <w:r w:rsidR="00FC522A" w:rsidRPr="00D872DF">
              <w:instrText>\h</w:instrText>
            </w:r>
            <w:r w:rsidR="00FC522A" w:rsidRPr="00D872DF">
              <w:rPr>
                <w:rtl/>
              </w:rPr>
              <w:instrText xml:space="preserve"> </w:instrText>
            </w:r>
            <w:r w:rsidRPr="00D872DF">
              <w:fldChar w:fldCharType="separate"/>
            </w:r>
            <w:r w:rsidR="00B54DA2">
              <w:rPr>
                <w:noProof/>
                <w:rtl/>
              </w:rPr>
              <w:t>69</w:t>
            </w:r>
            <w:r w:rsidRPr="00D872DF">
              <w:fldChar w:fldCharType="end"/>
            </w:r>
            <w:r w:rsidR="00FC522A" w:rsidRPr="00D872DF">
              <w:rPr>
                <w:rFonts w:hint="cs"/>
                <w:rtl/>
              </w:rPr>
              <w:t xml:space="preserve"> ـ 73</w:t>
            </w:r>
          </w:p>
        </w:tc>
      </w:tr>
      <w:tr w:rsidR="00FC522A" w:rsidRPr="00F6601F" w:rsidTr="002762F8"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25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  <w:r w:rsidRPr="00F6601F">
              <w:rPr>
                <w:noProof/>
                <w:rtl/>
              </w:rPr>
              <w:t xml:space="preserve">فهرس أسماء النبي </w:t>
            </w:r>
            <w:r>
              <w:rPr>
                <w:rFonts w:hint="cs"/>
                <w:noProof/>
                <w:rtl/>
              </w:rPr>
              <w:t>(ص)</w:t>
            </w:r>
            <w:r w:rsidRPr="00F6601F">
              <w:rPr>
                <w:noProof/>
                <w:rtl/>
              </w:rPr>
              <w:t xml:space="preserve"> وال</w:t>
            </w:r>
            <w:r>
              <w:rPr>
                <w:rFonts w:hint="cs"/>
                <w:noProof/>
                <w:rtl/>
              </w:rPr>
              <w:t>أ</w:t>
            </w:r>
            <w:r w:rsidRPr="00F6601F">
              <w:rPr>
                <w:noProof/>
                <w:rtl/>
              </w:rPr>
              <w:t>ئم</w:t>
            </w:r>
            <w:r>
              <w:rPr>
                <w:rFonts w:hint="cs"/>
                <w:noProof/>
                <w:rtl/>
              </w:rPr>
              <w:t>ّ</w:t>
            </w:r>
            <w:r w:rsidRPr="00F6601F">
              <w:rPr>
                <w:noProof/>
                <w:rtl/>
              </w:rPr>
              <w:t xml:space="preserve">ة </w:t>
            </w:r>
            <w:r>
              <w:rPr>
                <w:noProof/>
                <w:rtl/>
              </w:rPr>
              <w:t>(ع)</w:t>
            </w:r>
            <w:r w:rsidRPr="00F6601F">
              <w:rPr>
                <w:noProof/>
                <w:rtl/>
              </w:rPr>
              <w:t xml:space="preserve"> 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1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800" w:type="pct"/>
          </w:tcPr>
          <w:p w:rsidR="00FC522A" w:rsidRPr="00D872DF" w:rsidRDefault="007F035D" w:rsidP="00D41583">
            <w:pPr>
              <w:rPr>
                <w:rtl/>
              </w:rPr>
            </w:pPr>
            <w:r w:rsidRPr="00D872DF">
              <w:fldChar w:fldCharType="begin"/>
            </w:r>
            <w:r w:rsidR="00FC522A" w:rsidRPr="00D872DF">
              <w:rPr>
                <w:rtl/>
              </w:rPr>
              <w:instrText xml:space="preserve"> </w:instrText>
            </w:r>
            <w:r w:rsidR="00FC522A" w:rsidRPr="00D872DF">
              <w:instrText>PAGEREF</w:instrText>
            </w:r>
            <w:r w:rsidR="00FC522A" w:rsidRPr="00D872DF">
              <w:rPr>
                <w:rtl/>
              </w:rPr>
              <w:instrText xml:space="preserve"> _</w:instrText>
            </w:r>
            <w:r w:rsidR="00FC522A" w:rsidRPr="00D872DF">
              <w:instrText>Toc</w:instrText>
            </w:r>
            <w:r w:rsidR="00FC522A" w:rsidRPr="00D872DF">
              <w:rPr>
                <w:rtl/>
              </w:rPr>
              <w:instrText xml:space="preserve">267136155 </w:instrText>
            </w:r>
            <w:r w:rsidR="00FC522A" w:rsidRPr="00D872DF">
              <w:instrText>\h</w:instrText>
            </w:r>
            <w:r w:rsidR="00FC522A" w:rsidRPr="00D872DF">
              <w:rPr>
                <w:rtl/>
              </w:rPr>
              <w:instrText xml:space="preserve"> </w:instrText>
            </w:r>
            <w:r w:rsidRPr="00D872DF">
              <w:fldChar w:fldCharType="separate"/>
            </w:r>
            <w:r w:rsidR="00B54DA2">
              <w:rPr>
                <w:noProof/>
                <w:rtl/>
              </w:rPr>
              <w:t>77</w:t>
            </w:r>
            <w:r w:rsidRPr="00D872DF">
              <w:fldChar w:fldCharType="end"/>
            </w:r>
          </w:p>
        </w:tc>
      </w:tr>
      <w:tr w:rsidR="00FC522A" w:rsidRPr="00F6601F" w:rsidTr="002762F8"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25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  <w:r>
              <w:rPr>
                <w:noProof/>
                <w:rtl/>
              </w:rPr>
              <w:t>فهرس أعلام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1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800" w:type="pct"/>
          </w:tcPr>
          <w:p w:rsidR="00FC522A" w:rsidRPr="00D872DF" w:rsidRDefault="007F035D" w:rsidP="00D41583">
            <w:r w:rsidRPr="00D872DF">
              <w:fldChar w:fldCharType="begin"/>
            </w:r>
            <w:r w:rsidR="00FC522A" w:rsidRPr="00D872DF">
              <w:rPr>
                <w:rtl/>
              </w:rPr>
              <w:instrText xml:space="preserve"> </w:instrText>
            </w:r>
            <w:r w:rsidR="00FC522A" w:rsidRPr="00D872DF">
              <w:instrText>PAGEREF</w:instrText>
            </w:r>
            <w:r w:rsidR="00FC522A" w:rsidRPr="00D872DF">
              <w:rPr>
                <w:rtl/>
              </w:rPr>
              <w:instrText xml:space="preserve"> _</w:instrText>
            </w:r>
            <w:r w:rsidR="00FC522A" w:rsidRPr="00D872DF">
              <w:instrText>Toc</w:instrText>
            </w:r>
            <w:r w:rsidR="00FC522A" w:rsidRPr="00D872DF">
              <w:rPr>
                <w:rtl/>
              </w:rPr>
              <w:instrText xml:space="preserve">267136156 </w:instrText>
            </w:r>
            <w:r w:rsidR="00FC522A" w:rsidRPr="00D872DF">
              <w:instrText>\h</w:instrText>
            </w:r>
            <w:r w:rsidR="00FC522A" w:rsidRPr="00D872DF">
              <w:rPr>
                <w:rtl/>
              </w:rPr>
              <w:instrText xml:space="preserve"> </w:instrText>
            </w:r>
            <w:r w:rsidRPr="00D872DF">
              <w:fldChar w:fldCharType="separate"/>
            </w:r>
            <w:r w:rsidR="00B54DA2">
              <w:rPr>
                <w:noProof/>
                <w:rtl/>
              </w:rPr>
              <w:t>79</w:t>
            </w:r>
            <w:r w:rsidRPr="00D872DF">
              <w:fldChar w:fldCharType="end"/>
            </w:r>
          </w:p>
        </w:tc>
      </w:tr>
      <w:tr w:rsidR="00FC522A" w:rsidTr="002762F8"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25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  <w:r>
              <w:rPr>
                <w:noProof/>
                <w:rtl/>
              </w:rPr>
              <w:t>مصادر تحقيق وتخريجاته</w:t>
            </w:r>
          </w:p>
        </w:tc>
        <w:tc>
          <w:tcPr>
            <w:tcW w:w="100" w:type="pct"/>
          </w:tcPr>
          <w:p w:rsidR="00FC522A" w:rsidRPr="00F6601F" w:rsidRDefault="00FC522A" w:rsidP="00D41583">
            <w:pPr>
              <w:rPr>
                <w:noProof/>
                <w:rtl/>
              </w:rPr>
            </w:pPr>
          </w:p>
        </w:tc>
        <w:tc>
          <w:tcPr>
            <w:tcW w:w="7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100" w:type="pct"/>
          </w:tcPr>
          <w:p w:rsidR="00FC522A" w:rsidRPr="00D872DF" w:rsidRDefault="00FC522A" w:rsidP="00D41583">
            <w:pPr>
              <w:rPr>
                <w:rtl/>
              </w:rPr>
            </w:pPr>
          </w:p>
        </w:tc>
        <w:tc>
          <w:tcPr>
            <w:tcW w:w="800" w:type="pct"/>
          </w:tcPr>
          <w:p w:rsidR="00FC522A" w:rsidRPr="00D872DF" w:rsidRDefault="007F035D" w:rsidP="00D41583">
            <w:pPr>
              <w:rPr>
                <w:rtl/>
              </w:rPr>
            </w:pPr>
            <w:r w:rsidRPr="00D872DF">
              <w:fldChar w:fldCharType="begin"/>
            </w:r>
            <w:r w:rsidR="00FC522A" w:rsidRPr="00D872DF">
              <w:rPr>
                <w:rtl/>
              </w:rPr>
              <w:instrText xml:space="preserve"> </w:instrText>
            </w:r>
            <w:r w:rsidR="00FC522A" w:rsidRPr="00D872DF">
              <w:instrText>PAGEREF</w:instrText>
            </w:r>
            <w:r w:rsidR="00FC522A" w:rsidRPr="00D872DF">
              <w:rPr>
                <w:rtl/>
              </w:rPr>
              <w:instrText xml:space="preserve"> _</w:instrText>
            </w:r>
            <w:r w:rsidR="00FC522A" w:rsidRPr="00D872DF">
              <w:instrText>Toc</w:instrText>
            </w:r>
            <w:r w:rsidR="00FC522A" w:rsidRPr="00D872DF">
              <w:rPr>
                <w:rtl/>
              </w:rPr>
              <w:instrText xml:space="preserve">267136157 </w:instrText>
            </w:r>
            <w:r w:rsidR="00FC522A" w:rsidRPr="00D872DF">
              <w:instrText>\h</w:instrText>
            </w:r>
            <w:r w:rsidR="00FC522A" w:rsidRPr="00D872DF">
              <w:rPr>
                <w:rtl/>
              </w:rPr>
              <w:instrText xml:space="preserve"> </w:instrText>
            </w:r>
            <w:r w:rsidRPr="00D872DF">
              <w:fldChar w:fldCharType="separate"/>
            </w:r>
            <w:r w:rsidR="00B54DA2">
              <w:rPr>
                <w:noProof/>
                <w:rtl/>
              </w:rPr>
              <w:t>80</w:t>
            </w:r>
            <w:r w:rsidRPr="00D872DF">
              <w:fldChar w:fldCharType="end"/>
            </w:r>
          </w:p>
        </w:tc>
      </w:tr>
    </w:tbl>
    <w:p w:rsidR="00417B4B" w:rsidRDefault="007F035D" w:rsidP="00D41583">
      <w:pPr>
        <w:rPr>
          <w:rtl/>
        </w:rPr>
      </w:pPr>
      <w:r>
        <w:rPr>
          <w:rtl/>
        </w:rPr>
        <w:fldChar w:fldCharType="end"/>
      </w:r>
    </w:p>
    <w:p w:rsidR="00417B4B" w:rsidRDefault="00417B4B">
      <w:pPr>
        <w:bidi w:val="0"/>
        <w:spacing w:before="480" w:line="276" w:lineRule="auto"/>
        <w:ind w:firstLine="0"/>
        <w:jc w:val="center"/>
        <w:rPr>
          <w:rtl/>
        </w:rPr>
      </w:pPr>
      <w:r>
        <w:rPr>
          <w:rtl/>
        </w:rPr>
        <w:br w:type="page"/>
      </w:r>
    </w:p>
    <w:p w:rsidR="00FC522A" w:rsidRDefault="00417B4B" w:rsidP="00417B4B">
      <w:pPr>
        <w:pStyle w:val="Heading2Center"/>
        <w:rPr>
          <w:rtl/>
        </w:rPr>
      </w:pPr>
      <w:bookmarkStart w:id="88" w:name="_Toc412377580"/>
      <w:r>
        <w:rPr>
          <w:rFonts w:hint="cs"/>
          <w:rtl/>
        </w:rPr>
        <w:lastRenderedPageBreak/>
        <w:t>الفهرس</w:t>
      </w:r>
      <w:bookmarkEnd w:id="88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1812427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417B4B" w:rsidRDefault="00417B4B" w:rsidP="00417B4B">
          <w:pPr>
            <w:pStyle w:val="TOCHeading"/>
          </w:pPr>
        </w:p>
        <w:p w:rsidR="000F2D0B" w:rsidRDefault="007F035D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7F035D">
            <w:fldChar w:fldCharType="begin"/>
          </w:r>
          <w:r w:rsidR="00417B4B">
            <w:instrText xml:space="preserve"> TOC \o "1-3" \h \z \u </w:instrText>
          </w:r>
          <w:r w:rsidRPr="007F035D">
            <w:fldChar w:fldCharType="separate"/>
          </w:r>
          <w:hyperlink w:anchor="_Toc412377569" w:history="1">
            <w:r w:rsidR="000F2D0B" w:rsidRPr="00E245A8">
              <w:rPr>
                <w:rStyle w:val="Hyperlink"/>
                <w:noProof/>
                <w:rtl/>
              </w:rPr>
              <w:t xml:space="preserve">1 </w:t>
            </w:r>
            <w:r w:rsidR="000F2D0B" w:rsidRPr="00E245A8">
              <w:rPr>
                <w:rStyle w:val="Hyperlink"/>
                <w:rFonts w:hint="eastAsia"/>
                <w:noProof/>
                <w:rtl/>
              </w:rPr>
              <w:t>ـ</w:t>
            </w:r>
            <w:r w:rsidR="000F2D0B" w:rsidRPr="00E245A8">
              <w:rPr>
                <w:rStyle w:val="Hyperlink"/>
                <w:noProof/>
                <w:rtl/>
              </w:rPr>
              <w:t xml:space="preserve"> </w:t>
            </w:r>
            <w:r w:rsidR="000F2D0B" w:rsidRPr="00E245A8">
              <w:rPr>
                <w:rStyle w:val="Hyperlink"/>
                <w:rFonts w:hint="eastAsia"/>
                <w:noProof/>
                <w:rtl/>
              </w:rPr>
              <w:t>باب</w:t>
            </w:r>
            <w:r w:rsidR="000F2D0B" w:rsidRPr="00E245A8">
              <w:rPr>
                <w:rStyle w:val="Hyperlink"/>
                <w:noProof/>
                <w:rtl/>
              </w:rPr>
              <w:t xml:space="preserve"> </w:t>
            </w:r>
            <w:r w:rsidR="000F2D0B" w:rsidRPr="00E245A8">
              <w:rPr>
                <w:rStyle w:val="Hyperlink"/>
                <w:rFonts w:hint="eastAsia"/>
                <w:noProof/>
                <w:rtl/>
              </w:rPr>
              <w:t>شدة</w:t>
            </w:r>
            <w:r w:rsidR="000F2D0B" w:rsidRPr="00E245A8">
              <w:rPr>
                <w:rStyle w:val="Hyperlink"/>
                <w:noProof/>
                <w:rtl/>
              </w:rPr>
              <w:t xml:space="preserve"> </w:t>
            </w:r>
            <w:r w:rsidR="000F2D0B" w:rsidRPr="00E245A8">
              <w:rPr>
                <w:rStyle w:val="Hyperlink"/>
                <w:rFonts w:hint="eastAsia"/>
                <w:noProof/>
                <w:rtl/>
              </w:rPr>
              <w:t>ابتلاء</w:t>
            </w:r>
            <w:r w:rsidR="000F2D0B" w:rsidRPr="00E245A8">
              <w:rPr>
                <w:rStyle w:val="Hyperlink"/>
                <w:noProof/>
                <w:rtl/>
              </w:rPr>
              <w:t xml:space="preserve"> </w:t>
            </w:r>
            <w:r w:rsidR="000F2D0B" w:rsidRPr="00E245A8">
              <w:rPr>
                <w:rStyle w:val="Hyperlink"/>
                <w:rFonts w:hint="eastAsia"/>
                <w:noProof/>
                <w:rtl/>
              </w:rPr>
              <w:t>المؤمن</w:t>
            </w:r>
            <w:r w:rsidR="000F2D0B">
              <w:rPr>
                <w:noProof/>
                <w:webHidden/>
                <w:rtl/>
              </w:rPr>
              <w:tab/>
            </w:r>
            <w:r w:rsidR="000F2D0B">
              <w:rPr>
                <w:noProof/>
                <w:webHidden/>
                <w:rtl/>
              </w:rPr>
              <w:fldChar w:fldCharType="begin"/>
            </w:r>
            <w:r w:rsidR="000F2D0B">
              <w:rPr>
                <w:noProof/>
                <w:webHidden/>
                <w:rtl/>
              </w:rPr>
              <w:instrText xml:space="preserve"> </w:instrText>
            </w:r>
            <w:r w:rsidR="000F2D0B">
              <w:rPr>
                <w:noProof/>
                <w:webHidden/>
              </w:rPr>
              <w:instrText>PAGEREF</w:instrText>
            </w:r>
            <w:r w:rsidR="000F2D0B">
              <w:rPr>
                <w:noProof/>
                <w:webHidden/>
                <w:rtl/>
              </w:rPr>
              <w:instrText xml:space="preserve"> _</w:instrText>
            </w:r>
            <w:r w:rsidR="000F2D0B">
              <w:rPr>
                <w:noProof/>
                <w:webHidden/>
              </w:rPr>
              <w:instrText>Toc412377569 \h</w:instrText>
            </w:r>
            <w:r w:rsidR="000F2D0B">
              <w:rPr>
                <w:noProof/>
                <w:webHidden/>
                <w:rtl/>
              </w:rPr>
              <w:instrText xml:space="preserve"> </w:instrText>
            </w:r>
            <w:r w:rsidR="000F2D0B">
              <w:rPr>
                <w:noProof/>
                <w:webHidden/>
                <w:rtl/>
              </w:rPr>
            </w:r>
            <w:r w:rsidR="000F2D0B">
              <w:rPr>
                <w:noProof/>
                <w:webHidden/>
                <w:rtl/>
              </w:rPr>
              <w:fldChar w:fldCharType="separate"/>
            </w:r>
            <w:r w:rsidR="000F2D0B">
              <w:rPr>
                <w:noProof/>
                <w:webHidden/>
                <w:rtl/>
              </w:rPr>
              <w:t>16</w:t>
            </w:r>
            <w:r w:rsidR="000F2D0B">
              <w:rPr>
                <w:noProof/>
                <w:webHidden/>
                <w:rtl/>
              </w:rPr>
              <w:fldChar w:fldCharType="end"/>
            </w:r>
          </w:hyperlink>
        </w:p>
        <w:p w:rsidR="000F2D0B" w:rsidRDefault="000F2D0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2377570" w:history="1">
            <w:r w:rsidRPr="00E245A8">
              <w:rPr>
                <w:rStyle w:val="Hyperlink"/>
                <w:noProof/>
                <w:rtl/>
              </w:rPr>
              <w:t xml:space="preserve">2 </w:t>
            </w:r>
            <w:r w:rsidRPr="00E245A8">
              <w:rPr>
                <w:rStyle w:val="Hyperlink"/>
                <w:rFonts w:hint="eastAsia"/>
                <w:noProof/>
                <w:rtl/>
              </w:rPr>
              <w:t>ـ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باب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ما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خصّ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الله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به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المؤمنين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من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الكرامات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والثواب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Toc412377570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2D0B" w:rsidRDefault="000F2D0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2377571" w:history="1">
            <w:r w:rsidRPr="00E245A8">
              <w:rPr>
                <w:rStyle w:val="Hyperlink"/>
                <w:noProof/>
                <w:rtl/>
              </w:rPr>
              <w:t xml:space="preserve">3 </w:t>
            </w:r>
            <w:r w:rsidRPr="00E245A8">
              <w:rPr>
                <w:rStyle w:val="Hyperlink"/>
                <w:rFonts w:hint="eastAsia"/>
                <w:noProof/>
                <w:rtl/>
              </w:rPr>
              <w:t>ـ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باب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ما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جعل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الله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بين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المؤمنين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من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الاخاء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Toc412377571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2D0B" w:rsidRDefault="000F2D0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2377572" w:history="1">
            <w:r w:rsidRPr="00E245A8">
              <w:rPr>
                <w:rStyle w:val="Hyperlink"/>
                <w:noProof/>
                <w:rtl/>
              </w:rPr>
              <w:t xml:space="preserve">4 </w:t>
            </w:r>
            <w:r w:rsidRPr="00E245A8">
              <w:rPr>
                <w:rStyle w:val="Hyperlink"/>
                <w:rFonts w:hint="eastAsia"/>
                <w:noProof/>
                <w:rtl/>
              </w:rPr>
              <w:t>ـ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باب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حقّ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المؤمن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على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أخيه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Toc412377572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2D0B" w:rsidRDefault="000F2D0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2377573" w:history="1">
            <w:r w:rsidRPr="00E245A8">
              <w:rPr>
                <w:rStyle w:val="Hyperlink"/>
                <w:noProof/>
                <w:rtl/>
              </w:rPr>
              <w:t xml:space="preserve">5 </w:t>
            </w:r>
            <w:r w:rsidRPr="00E245A8">
              <w:rPr>
                <w:rStyle w:val="Hyperlink"/>
                <w:rFonts w:hint="eastAsia"/>
                <w:noProof/>
                <w:rtl/>
              </w:rPr>
              <w:t>ـ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باب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ثواب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قضاء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حاجة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المؤمن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وتنفيس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كربه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وادخال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الرفق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عليه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Toc412377573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2D0B" w:rsidRDefault="000F2D0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2377574" w:history="1">
            <w:r w:rsidRPr="00E245A8">
              <w:rPr>
                <w:rStyle w:val="Hyperlink"/>
                <w:noProof/>
                <w:rtl/>
              </w:rPr>
              <w:t xml:space="preserve">6 </w:t>
            </w:r>
            <w:r w:rsidRPr="00E245A8">
              <w:rPr>
                <w:rStyle w:val="Hyperlink"/>
                <w:rFonts w:hint="eastAsia"/>
                <w:noProof/>
                <w:rtl/>
              </w:rPr>
              <w:t>ـ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باب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زيارة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المؤمن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وعيادته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Toc412377574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2D0B" w:rsidRDefault="000F2D0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2377575" w:history="1">
            <w:r w:rsidRPr="00E245A8">
              <w:rPr>
                <w:rStyle w:val="Hyperlink"/>
                <w:noProof/>
                <w:rtl/>
              </w:rPr>
              <w:t xml:space="preserve">7 </w:t>
            </w:r>
            <w:r w:rsidRPr="00E245A8">
              <w:rPr>
                <w:rStyle w:val="Hyperlink"/>
                <w:rFonts w:hint="eastAsia"/>
                <w:noProof/>
                <w:rtl/>
              </w:rPr>
              <w:t>ـ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باب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ثواب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من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أطعم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مؤمناً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،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أو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سقاه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،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أو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كساه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،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أو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قضى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دينه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Toc412377575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2D0B" w:rsidRDefault="000F2D0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2377576" w:history="1">
            <w:r w:rsidRPr="00E245A8">
              <w:rPr>
                <w:rStyle w:val="Hyperlink"/>
                <w:noProof/>
                <w:rtl/>
              </w:rPr>
              <w:t xml:space="preserve">8 </w:t>
            </w:r>
            <w:r w:rsidRPr="00E245A8">
              <w:rPr>
                <w:rStyle w:val="Hyperlink"/>
                <w:rFonts w:hint="eastAsia"/>
                <w:noProof/>
                <w:rtl/>
              </w:rPr>
              <w:t>ـ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باب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ما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حرم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الله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عزوجل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Toc412377576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2D0B" w:rsidRDefault="000F2D0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2377577" w:history="1">
            <w:r w:rsidRPr="00E245A8">
              <w:rPr>
                <w:rStyle w:val="Hyperlink"/>
                <w:noProof/>
                <w:rtl/>
              </w:rPr>
              <w:t xml:space="preserve">* ( </w:t>
            </w:r>
            <w:r w:rsidRPr="00E245A8">
              <w:rPr>
                <w:rStyle w:val="Hyperlink"/>
                <w:rFonts w:hint="eastAsia"/>
                <w:noProof/>
                <w:rtl/>
              </w:rPr>
              <w:t>فهرس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أسماء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النبي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والائمة</w:t>
            </w:r>
            <w:r w:rsidRPr="00E245A8">
              <w:rPr>
                <w:rStyle w:val="Hyperlink"/>
                <w:noProof/>
                <w:rtl/>
              </w:rPr>
              <w:t xml:space="preserve"> (</w:t>
            </w:r>
            <w:r w:rsidRPr="00E245A8">
              <w:rPr>
                <w:rStyle w:val="Hyperlink"/>
                <w:rFonts w:hint="eastAsia"/>
                <w:noProof/>
                <w:rtl/>
              </w:rPr>
              <w:t>ع</w:t>
            </w:r>
            <w:r w:rsidRPr="00E245A8">
              <w:rPr>
                <w:rStyle w:val="Hyperlink"/>
                <w:noProof/>
                <w:rtl/>
              </w:rPr>
              <w:t>) ) *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Toc412377577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2D0B" w:rsidRDefault="000F2D0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2377578" w:history="1">
            <w:r w:rsidRPr="00E245A8">
              <w:rPr>
                <w:rStyle w:val="Hyperlink"/>
                <w:noProof/>
                <w:rtl/>
              </w:rPr>
              <w:t xml:space="preserve">* ( </w:t>
            </w:r>
            <w:r w:rsidRPr="00E245A8">
              <w:rPr>
                <w:rStyle w:val="Hyperlink"/>
                <w:rFonts w:hint="eastAsia"/>
                <w:noProof/>
                <w:rtl/>
              </w:rPr>
              <w:t>فهرس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أعلام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الرواة</w:t>
            </w:r>
            <w:r w:rsidRPr="00E245A8">
              <w:rPr>
                <w:rStyle w:val="Hyperlink"/>
                <w:noProof/>
                <w:rtl/>
              </w:rPr>
              <w:t xml:space="preserve"> ) *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Toc412377578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2D0B" w:rsidRDefault="000F2D0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2377579" w:history="1">
            <w:r w:rsidRPr="00E245A8">
              <w:rPr>
                <w:rStyle w:val="Hyperlink"/>
                <w:noProof/>
                <w:rtl/>
              </w:rPr>
              <w:t xml:space="preserve">* ( </w:t>
            </w:r>
            <w:r w:rsidRPr="00E245A8">
              <w:rPr>
                <w:rStyle w:val="Hyperlink"/>
                <w:rFonts w:hint="eastAsia"/>
                <w:noProof/>
                <w:rtl/>
              </w:rPr>
              <w:t>مصادر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تحقيق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الكتاب</w:t>
            </w:r>
            <w:r w:rsidRPr="00E245A8">
              <w:rPr>
                <w:rStyle w:val="Hyperlink"/>
                <w:noProof/>
                <w:rtl/>
              </w:rPr>
              <w:t xml:space="preserve"> </w:t>
            </w:r>
            <w:r w:rsidRPr="00E245A8">
              <w:rPr>
                <w:rStyle w:val="Hyperlink"/>
                <w:rFonts w:hint="eastAsia"/>
                <w:noProof/>
                <w:rtl/>
              </w:rPr>
              <w:t>وتخريجاته</w:t>
            </w:r>
            <w:r w:rsidRPr="00E245A8">
              <w:rPr>
                <w:rStyle w:val="Hyperlink"/>
                <w:noProof/>
                <w:rtl/>
              </w:rPr>
              <w:t xml:space="preserve"> ) *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Toc412377579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F2D0B" w:rsidRDefault="000F2D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2377580" w:history="1">
            <w:r w:rsidRPr="00E245A8">
              <w:rPr>
                <w:rStyle w:val="Hyperlink"/>
                <w:rFonts w:hint="eastAsia"/>
                <w:noProof/>
                <w:rtl/>
              </w:rPr>
              <w:t>الفهرس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Toc412377580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17B4B" w:rsidRDefault="007F035D">
          <w:r>
            <w:fldChar w:fldCharType="end"/>
          </w:r>
        </w:p>
      </w:sdtContent>
    </w:sdt>
    <w:p w:rsidR="00417B4B" w:rsidRPr="00417B4B" w:rsidRDefault="00417B4B" w:rsidP="00417B4B">
      <w:pPr>
        <w:pStyle w:val="libNormal"/>
        <w:rPr>
          <w:rtl/>
        </w:rPr>
      </w:pPr>
    </w:p>
    <w:sectPr w:rsidR="00417B4B" w:rsidRPr="00417B4B" w:rsidSect="004C3E90">
      <w:footerReference w:type="even" r:id="rId11"/>
      <w:footerReference w:type="default" r:id="rId12"/>
      <w:footerReference w:type="first" r:id="rId13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838" w:rsidRDefault="00AE6838">
      <w:r>
        <w:separator/>
      </w:r>
    </w:p>
  </w:endnote>
  <w:endnote w:type="continuationSeparator" w:id="1">
    <w:p w:rsidR="00AE6838" w:rsidRDefault="00AE68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otus">
    <w:charset w:val="B2"/>
    <w:family w:val="auto"/>
    <w:pitch w:val="variable"/>
    <w:sig w:usb0="00006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7F035D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0F2D0B">
      <w:rPr>
        <w:rFonts w:cs="Times New Roman"/>
        <w:noProof/>
        <w:sz w:val="26"/>
        <w:szCs w:val="26"/>
        <w:rtl/>
      </w:rPr>
      <w:t>82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900D4D" w:rsidRDefault="007F035D" w:rsidP="006D3BA9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CA539C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0F2D0B">
      <w:rPr>
        <w:rFonts w:cs="Times New Roman"/>
        <w:noProof/>
        <w:rtl/>
      </w:rPr>
      <w:t>81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7F035D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320FAD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838" w:rsidRDefault="00AE6838">
      <w:r>
        <w:separator/>
      </w:r>
    </w:p>
  </w:footnote>
  <w:footnote w:type="continuationSeparator" w:id="1">
    <w:p w:rsidR="00AE6838" w:rsidRDefault="00AE68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52DB5DE1"/>
    <w:multiLevelType w:val="hybridMultilevel"/>
    <w:tmpl w:val="A4AE2832"/>
    <w:lvl w:ilvl="0" w:tplc="1484522A">
      <w:start w:val="4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3BA9"/>
    <w:rsid w:val="00005A19"/>
    <w:rsid w:val="00024DBC"/>
    <w:rsid w:val="000267FE"/>
    <w:rsid w:val="00034DB7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7B3F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2D0B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36D8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0ED9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0FAD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780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6B4"/>
    <w:rsid w:val="00416E2B"/>
    <w:rsid w:val="00417B4B"/>
    <w:rsid w:val="004209BA"/>
    <w:rsid w:val="00420C44"/>
    <w:rsid w:val="004271BF"/>
    <w:rsid w:val="00430581"/>
    <w:rsid w:val="00434A97"/>
    <w:rsid w:val="00437035"/>
    <w:rsid w:val="00440C62"/>
    <w:rsid w:val="00441A2E"/>
    <w:rsid w:val="00446035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04D0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BA9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2F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035D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5B3A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838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26DA9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4DA2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A2801"/>
    <w:rsid w:val="00CA2C47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1583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16A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987"/>
    <w:rsid w:val="00EF7A6F"/>
    <w:rsid w:val="00F00E4F"/>
    <w:rsid w:val="00F02C57"/>
    <w:rsid w:val="00F070E5"/>
    <w:rsid w:val="00F1517E"/>
    <w:rsid w:val="00F16678"/>
    <w:rsid w:val="00F2630F"/>
    <w:rsid w:val="00F26388"/>
    <w:rsid w:val="00F31BE3"/>
    <w:rsid w:val="00F34B21"/>
    <w:rsid w:val="00F34CA5"/>
    <w:rsid w:val="00F410FC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2D93"/>
    <w:rsid w:val="00FB329A"/>
    <w:rsid w:val="00FB3EBB"/>
    <w:rsid w:val="00FB7CFB"/>
    <w:rsid w:val="00FC002F"/>
    <w:rsid w:val="00FC522A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522A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2045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FC522A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FC522A"/>
    <w:rPr>
      <w:rFonts w:cs="Traditional Arabic"/>
      <w:color w:val="000000"/>
      <w:sz w:val="26"/>
      <w:szCs w:val="26"/>
      <w:lang w:bidi="ar-SA"/>
    </w:rPr>
  </w:style>
  <w:style w:type="character" w:styleId="PageNumber">
    <w:name w:val="page number"/>
    <w:basedOn w:val="DefaultParagraphFont"/>
    <w:rsid w:val="00FC522A"/>
  </w:style>
  <w:style w:type="character" w:styleId="Hyperlink">
    <w:name w:val="Hyperlink"/>
    <w:basedOn w:val="DefaultParagraphFont"/>
    <w:uiPriority w:val="99"/>
    <w:unhideWhenUsed/>
    <w:rsid w:val="00417B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5C763-526E-44B2-9FB6-182FBA51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48</TotalTime>
  <Pages>82</Pages>
  <Words>16738</Words>
  <Characters>95408</Characters>
  <Application>Microsoft Office Word</Application>
  <DocSecurity>0</DocSecurity>
  <Lines>795</Lines>
  <Paragraphs>223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111923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19</cp:revision>
  <cp:lastPrinted>2015-02-22T10:01:00Z</cp:lastPrinted>
  <dcterms:created xsi:type="dcterms:W3CDTF">2015-02-22T09:13:00Z</dcterms:created>
  <dcterms:modified xsi:type="dcterms:W3CDTF">2015-02-22T10:40:00Z</dcterms:modified>
</cp:coreProperties>
</file>