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CA" w:rsidRDefault="00D232CA" w:rsidP="00D232CA">
      <w:pPr>
        <w:pStyle w:val="Heading1Center"/>
        <w:rPr>
          <w:noProof/>
        </w:rPr>
      </w:pPr>
      <w:bookmarkStart w:id="0" w:name="_Toc405289382"/>
      <w:r>
        <w:rPr>
          <w:noProof/>
          <w:rtl/>
        </w:rPr>
        <w:t>الصحيفة الصادقية</w:t>
      </w:r>
      <w:bookmarkEnd w:id="0"/>
    </w:p>
    <w:p w:rsidR="00D232CA" w:rsidRDefault="00D232CA" w:rsidP="00D232CA">
      <w:pPr>
        <w:pStyle w:val="Heading1Center"/>
        <w:rPr>
          <w:noProof/>
        </w:rPr>
      </w:pPr>
    </w:p>
    <w:p w:rsidR="00D232CA" w:rsidRDefault="00D232CA" w:rsidP="00D232CA">
      <w:pPr>
        <w:pStyle w:val="Heading1Center"/>
        <w:rPr>
          <w:noProof/>
        </w:rPr>
      </w:pPr>
    </w:p>
    <w:p w:rsidR="00D232CA" w:rsidRDefault="00D232CA" w:rsidP="00D232CA">
      <w:pPr>
        <w:pStyle w:val="Heading1Center"/>
        <w:rPr>
          <w:noProof/>
        </w:rPr>
      </w:pPr>
    </w:p>
    <w:p w:rsidR="00D232CA" w:rsidRDefault="00D232CA" w:rsidP="00D232CA">
      <w:pPr>
        <w:pStyle w:val="Heading1Center"/>
        <w:rPr>
          <w:noProof/>
          <w:rtl/>
        </w:rPr>
      </w:pPr>
    </w:p>
    <w:p w:rsidR="00D232CA" w:rsidRDefault="00D232CA" w:rsidP="00D232CA">
      <w:pPr>
        <w:pStyle w:val="libCenterBold2"/>
        <w:rPr>
          <w:noProof/>
        </w:rPr>
      </w:pPr>
      <w:r>
        <w:rPr>
          <w:noProof/>
          <w:rtl/>
        </w:rPr>
        <w:t>المؤلف: باقر شريف القرشي</w:t>
      </w:r>
    </w:p>
    <w:p w:rsidR="00A60096" w:rsidRDefault="00A60096" w:rsidP="00F51152">
      <w:pPr>
        <w:pStyle w:val="libCenter"/>
        <w:rPr>
          <w:rtl/>
        </w:rPr>
      </w:pPr>
      <w:r>
        <w:rPr>
          <w:rtl/>
        </w:rPr>
        <w:br w:type="page"/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t>بْسم الله الرَّحْمنِ الَّرحِيمِ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</w:t>
      </w:r>
      <w:r w:rsidRPr="00A60096">
        <w:rPr>
          <w:rStyle w:val="libAieChar"/>
          <w:rtl/>
        </w:rPr>
        <w:t xml:space="preserve"> وَإِذَا سَأَلَكَ عِبَادي عَنَيِّ فَاِّني قَريبٌ أُجيبُ دَعْوَةَ الدَّاعِ إذا دَعَانِ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أمَّن يجيبُ المضطَّر إذا دَعَاهُ وَيَكْشفُ السوءَ «</w:t>
      </w:r>
      <w:r w:rsidRPr="00A60096">
        <w:rPr>
          <w:rStyle w:val="libAieChar"/>
          <w:rtl/>
        </w:rPr>
        <w:t xml:space="preserve"> وَإذَا مَسَّ الانْسَانَ الضُّرُّ دَعَانَا لِجَنْبِهِ أَوْ قَاعداً أوْ قَائِماً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«</w:t>
      </w:r>
      <w:r w:rsidRPr="00A60096">
        <w:rPr>
          <w:rStyle w:val="libAieChar"/>
          <w:rtl/>
        </w:rPr>
        <w:t xml:space="preserve"> وإذا مَسَّ الانسان ضُرِّ دعا ربه منيباً إليه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 «</w:t>
      </w:r>
      <w:r w:rsidRPr="00A60096">
        <w:rPr>
          <w:rStyle w:val="libAieChar"/>
          <w:rtl/>
        </w:rPr>
        <w:t xml:space="preserve"> وَإذَا مَسَّ النَّاسَ ضُرِّ دَعوْا رَبَّهُمْ مُنيِبيِنَ إلَيْه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(4)</w:t>
      </w:r>
      <w:r>
        <w:rPr>
          <w:rtl/>
        </w:rPr>
        <w:t>.</w:t>
      </w:r>
    </w:p>
    <w:tbl>
      <w:tblPr>
        <w:tblStyle w:val="TableGrid"/>
        <w:bidiVisual/>
        <w:tblW w:w="0" w:type="auto"/>
        <w:tblLook w:val="01E0"/>
      </w:tblPr>
      <w:tblGrid>
        <w:gridCol w:w="3793"/>
        <w:gridCol w:w="3794"/>
      </w:tblGrid>
      <w:tr w:rsidR="00A60096" w:rsidTr="00CA0B65">
        <w:tc>
          <w:tcPr>
            <w:tcW w:w="3793" w:type="dxa"/>
          </w:tcPr>
          <w:p w:rsidR="00A60096" w:rsidRDefault="00A60096" w:rsidP="00CA0B65">
            <w:pPr>
              <w:ind w:firstLine="0"/>
              <w:rPr>
                <w:rtl/>
              </w:rPr>
            </w:pPr>
          </w:p>
        </w:tc>
        <w:tc>
          <w:tcPr>
            <w:tcW w:w="3794" w:type="dxa"/>
          </w:tcPr>
          <w:p w:rsidR="00A60096" w:rsidRPr="004E157D" w:rsidRDefault="00A60096" w:rsidP="00CA0B65">
            <w:pPr>
              <w:pStyle w:val="Heading2Center"/>
              <w:rPr>
                <w:rtl/>
              </w:rPr>
            </w:pPr>
            <w:bookmarkStart w:id="1" w:name="_Toc405289383"/>
            <w:r w:rsidRPr="004E157D">
              <w:rPr>
                <w:rtl/>
              </w:rPr>
              <w:t>القرآن الكريم</w:t>
            </w:r>
            <w:bookmarkEnd w:id="1"/>
          </w:p>
        </w:tc>
      </w:tr>
    </w:tbl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البقرة آية 186.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سورة يونس ـ آية 12.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سورة الزمر : آية 8.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سورة الروم ـ آية 33. </w:t>
      </w:r>
    </w:p>
    <w:p w:rsidR="00A60096" w:rsidRDefault="00A60096" w:rsidP="00A60096">
      <w:pPr>
        <w:pStyle w:val="Heading2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2" w:name="_Toc405289384"/>
      <w:r>
        <w:rPr>
          <w:rtl/>
        </w:rPr>
        <w:lastRenderedPageBreak/>
        <w:t>تقريظ آية الله العظمى السيد عبد الاعلى السبزواري دامت بركاته.</w:t>
      </w:r>
      <w:bookmarkEnd w:id="2"/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بْسم الله الرَّحْمنِ الَّرحِيمِ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الحمدُ لله ربِّ العالمين ، والصَلاةُ والسَلامُ على خير خلقه ، محمد وآله الطَيِّبينَ الطاهرينَ. وبعد ، فإنَّ من قضاء الله تعالى وقدره الحتميِّين ، أنه جلَّ جلاله ، يختار في كل قرنٍ رجالاً ، هم صفوة الناس ، بهم ، يثير دفائن العقول ، ويذكِّرهم منسيُّ الفطرة إتماماً للحجة ، وإيضاحاً للحجَّة ، وممَّن اختاره الله تعالى ، لهذه الموهبة العظمى ، الامام الهمام ، ووصيُّ مَن هو للانبياء شرفٌ وختام جعفر بن محمد بن علي بن الحسين بن علي بن ابي طالب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الذي يروي عن أجداده عن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عن جبرائيل ، عن الله جلَّت عظمته ، جميعَ المعارف التكوينية والتشريعية ، فهو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لسانُ خاتم النبيِّين ، بل جميع الانبياء ومِّمن أخذ قطرة من هذا البحر ، الذي لا ساحلَ له ، علم الاعلام ، الحجَّة قرة المتتبِّعين العظام ، الشيخ باقر شريف القرشي ، فانه دامت معاليه ، أشار إلى حقيقة ، تقصر عن معرفتها إفهام ذوي العقول ، وورد ساحة تزلُّ دونها أقدام الفحول ، فهو المثل الاعلى ، علماً وعملاً ، وصار أهلاً لان تكون له هذه « الصحيفة الصادقية » الغراء التي يحق أن يقال فيها أنها من تجليات المدعو في الداعي ، وتفاني الداعي في مرضاة المدعو ، عند التوجه والثناء ، فرفع الله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تعالى في الدارين شأنه ، وجعل أفئدة الناس ، تهوى إلى مؤلفَاتهِ الشريفةِ ، ونفعهم من ثمرات علمه وعمله ، انه سميع مجيب.</w:t>
      </w:r>
    </w:p>
    <w:tbl>
      <w:tblPr>
        <w:tblStyle w:val="TableGrid"/>
        <w:bidiVisual/>
        <w:tblW w:w="0" w:type="auto"/>
        <w:tblLook w:val="01E0"/>
      </w:tblPr>
      <w:tblGrid>
        <w:gridCol w:w="3793"/>
        <w:gridCol w:w="3794"/>
      </w:tblGrid>
      <w:tr w:rsidR="00A60096" w:rsidTr="00CA0B65">
        <w:tc>
          <w:tcPr>
            <w:tcW w:w="3793" w:type="dxa"/>
          </w:tcPr>
          <w:p w:rsidR="00A60096" w:rsidRDefault="00A60096" w:rsidP="00CA0B65">
            <w:pPr>
              <w:ind w:firstLine="0"/>
              <w:rPr>
                <w:rtl/>
              </w:rPr>
            </w:pPr>
          </w:p>
        </w:tc>
        <w:tc>
          <w:tcPr>
            <w:tcW w:w="3794" w:type="dxa"/>
          </w:tcPr>
          <w:p w:rsidR="00A60096" w:rsidRDefault="00A60096" w:rsidP="00A60096">
            <w:pPr>
              <w:pStyle w:val="libCenterBold2"/>
              <w:rPr>
                <w:rtl/>
              </w:rPr>
            </w:pPr>
            <w:r>
              <w:rPr>
                <w:rtl/>
              </w:rPr>
              <w:t>9 شعبان عام 1408 ه‍</w:t>
            </w:r>
          </w:p>
          <w:p w:rsidR="00A60096" w:rsidRDefault="00A60096" w:rsidP="00A60096">
            <w:pPr>
              <w:pStyle w:val="libCenterBold2"/>
              <w:rPr>
                <w:rtl/>
              </w:rPr>
            </w:pPr>
            <w:r>
              <w:rPr>
                <w:rtl/>
              </w:rPr>
              <w:t>عبد الاعلى الموسوي السبزواري</w:t>
            </w:r>
          </w:p>
        </w:tc>
      </w:tr>
    </w:tbl>
    <w:p w:rsidR="00A60096" w:rsidRDefault="00A60096" w:rsidP="00A60096">
      <w:pPr>
        <w:pStyle w:val="libNormal"/>
        <w:rPr>
          <w:rtl/>
        </w:rPr>
      </w:pPr>
    </w:p>
    <w:p w:rsidR="00A60096" w:rsidRDefault="00A60096" w:rsidP="00A60096">
      <w:pPr>
        <w:pStyle w:val="Heading2Center"/>
        <w:rPr>
          <w:rtl/>
        </w:rPr>
      </w:pPr>
      <w:r>
        <w:rPr>
          <w:rtl/>
        </w:rPr>
        <w:br w:type="page"/>
      </w:r>
      <w:bookmarkStart w:id="3" w:name="_Toc405289385"/>
      <w:r w:rsidRPr="00B72783">
        <w:rPr>
          <w:rtl/>
        </w:rPr>
        <w:lastRenderedPageBreak/>
        <w:t>تقدي</w:t>
      </w:r>
      <w:r>
        <w:rPr>
          <w:rtl/>
        </w:rPr>
        <w:t>م</w:t>
      </w:r>
      <w:bookmarkEnd w:id="3"/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1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الدعاء ، سمو في الروح ، وإشراق في النفس ، يربط الانسان بربه خالق الكون ، وواهب الحياة ، من بيده مجريات الاحداث ، وهو بكل شيء محيط.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إن علاقة الانسان بربه ، علاقة ذاتية ، ومتأصلة في نفس الانسان ، فهو يفزع إليه ، أذا دهمته كارثة من كوارث الدهر ، أو ألمت به محنة من محن الايام .. إنه يدعو ربه ضارعاً منكسراً ، لا يجد أحداً يلجأ إليه ، ولا يكشف عنه الضر والشقاء سوى الله تعالى اللطيف بعباده ، وقد تحدث القرآن الكريم ، عن هذه الظاهرة ، في كثير من آياته ، قال تعالى : «</w:t>
      </w:r>
      <w:r w:rsidRPr="00A60096">
        <w:rPr>
          <w:rStyle w:val="libAieChar"/>
          <w:rtl/>
        </w:rPr>
        <w:t xml:space="preserve"> وَإذَا مَسَّ الانْسَانَ الضُرُّ دَعَانَا لِجَنْبِهِ أَوْ قَاعِداً أَوْ قَائِماً ، فَلَمّا كَشَفْنَا عَنْهُ ضُرَّهُ مَرَّ كَأَنْ لَمْ يَدْعُنَا إلى ضُرٍّ مَسَّهُ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وقال تعالى : «</w:t>
      </w:r>
      <w:r w:rsidRPr="00A60096">
        <w:rPr>
          <w:rStyle w:val="libAieChar"/>
          <w:rtl/>
        </w:rPr>
        <w:t xml:space="preserve"> وَإذَا مَسَّ النَاسَ ضُرِّ دَعُوا رَبَّهُم مُنِيبينَ إليْه ، ثُمَّ إذا إذاقَهُمْ مِنْهُ رَحْمَةً ، إذَا فَريقٌ مِنْهُمْ بِرَّبهمْ يُشْرِكوُنَ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إن الالتجاء إلى الله تعالى ، والفزع إليه ، في وقت المحنة والازمات ، أمر ذاتي للانسان ، مهما كانت اتجاهاته وميوله ، وقد قرأت في بعض الكتب ، أو الصحف ، أن شخصاً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يونس آية 12.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سورة الروم ـ آية 33.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كان في طائرة ، وفيها جماعة من الماركسيين وغيرهم ، ممن لا دين لهم ، فاصاب الطائرة عطب ، وهي في الجو ، ففزعوا جميعا إلى الله تعالى ، ببكاء لينقذهم من هذه الكارثة ، فاستجاب الله دعاءهم ، ونجاهم مما هم فيه ، وعقب الشخص قائلا : إني لا أصدق بعد ذلك ، أن هناك من يجحد الله تعالى ولا يؤمن به ، فإنه إن جحده بلسانه ، فان قلبه مطمئن به. 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2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من ثمرات الدعاء ، ومعطياته ، إزالة ما ران على القلوب ، من غشاوات وجفاء ، ورفع المرء إلى البشرية المثالية ، والانسانية الكريمة ، إنه ـ من دون شك ـ يهذب النفوس ، ويحسن الطباع ، وينمي النزعات الخيرة ، ويبعث على الاقتداء بآداب المتيقن والصالحين ، الذين هم سادات المجتمع وقادته ، ويحذر من شرار الخلق ، الذين يؤثرون الباطل على الحق ، ويفضلون الشر على الخير ، وهم الذين ضل سعيهم في الحياة الدنيا ، وأي ثمرة يظفر بها الانسان أهم وأغلى من هذه الثمرة؟. 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3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الدعاء إلى الله ، والابتهال إليه ، فانه من أبرز القيم ، الرفيعة الماثلة عند الانبياء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فقد كان ابتهالهم إلى الله ، ومناجاتهم له من أهم المتع عندهم ، ولنستمع إلى خليل الله إبراهيم وإبنه إسماعيل وهما يرفعان أسس البيت الحرام ، فكانا مع كل لبنة يضعانها في بناء البيت المعظم ، يشفعانها بالدعاء إلى رب البيت قائلين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</w:t>
      </w:r>
      <w:r w:rsidRPr="00A60096">
        <w:rPr>
          <w:rStyle w:val="libAieChar"/>
          <w:rtl/>
        </w:rPr>
        <w:t xml:space="preserve"> ربنا تقبل منا إنك أنت السميع العليم ..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ويدعوان أيضا قائلين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</w:t>
      </w:r>
      <w:r w:rsidRPr="00A60096">
        <w:rPr>
          <w:rStyle w:val="libAieChar"/>
          <w:rtl/>
        </w:rPr>
        <w:t xml:space="preserve"> ربنا واجعلنا مسلمين لك ، ومن ذريتنا أمة مسلمة لك ، وأرنا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البقرة آية 127.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 w:rsidRPr="00A60096">
        <w:rPr>
          <w:rStyle w:val="libAieChar"/>
          <w:rtl/>
        </w:rPr>
        <w:lastRenderedPageBreak/>
        <w:t xml:space="preserve">مناسكنا ، وتب علينا إنك أنت التواب الرحيم ..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دعاء إبراهيم ، ودعاء ولده إسماعيل ، إنما هو دعوة إلى التكامل الانساني ، ودعوة إلى التحرر ، من النزعات الشريرة ، ودعوة للظفر بالخير ، بجميع صورة ومفاهيمه. 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4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واهتم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بالادعية إهتماما باغلا ، لانها بلسم للنفوس الحائرة في متاهات هذا الكون ، كما أنها في نفس الوقت ، خير ضمان لردع النفوس ، عن غيها وطيشها.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وبلغ من اهتمام أئمة الهدى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بهذا التراث الروحي ، أنهم خلفوا ثروة هائلة ، من الادعية النفيسة ، فقد ذكر السيد الجليل ، نادرة زمانه ، السيد ابن طاووس ، ان خزانة مكتبته تحتوي على ثماني مائة كتاب من الادعية ، أثرت عن الائمة الطاهرين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الطبيعي ، أن هذا الزخم من الادعية ، ينم عن معرفتهم الكاملة بالله تعالى ، فقد أبصروه بقلوبهم المشرفة ، وعقولهم النيرة .. تدبروا في آيات الله ، وأمعنوا النظر في عجائب هذا الكون ، وتأملوا في خلق هذا الانسان ، فآمنوا بالله إيمانا لا يخامره أدنى شك ، وكان من مظاهر إيمانهم الوثيق ، أنهم إذا قاموا للصلاة بين يدي الله تعالى ، ترتعد فرائصهم ، وتتغير الوانهم ، وقد قيل للامام الحسن سبط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وريحانته في ذلك ، فأجاب سلام الله عليه : « حق على من وقف بين يدي رب العرش ، ان ترتعد فرائصه ، ويصفر لونه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البقرة آية 128.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كشف المحجة لثمرة المهجة.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حياة الامام الحسن 1 / 327.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لقد اتجهوا بقلوبهم ، وعواطفهم نحو الله ، الذي يعلم دقائق النفوس ، وخواطر القلوب ، فعبدوه ، واخلصوا في عبادته وطاعته ، كأعظم ما يكون الاخلاص.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أول من فتح باب الادعية ، من الائمة الطاهرين ، سيد العترة الطاهرة ،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حفلت كتب الادعية ، بالشئ الكثير من أدعيته ، كدعاء كميل ، ودعاء الصباح وغيرهما من الادعية ، التي تمثل جوهر الايمان ، وحقيقة العبودية المطلقة لله تعالى ، وهكذا كانت أدعية ولده الامام ، السبط الشهيد الحسين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فإن أدعيته في عرفات ، وفي كربلاء ، تعتبر صرحا من صروح الايمان بالله تعالى ، يتزود بها الداعي ، ويتسلح بها الذاكر ، ويتبصر بها المؤمن ، وأما أدعية ولده الامام زين العابدين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التي سميت بالصحيفة السجادية ، فهي انجيل آل محمد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وهي من أجل الثروات الروحية في الاسلام ، وقد اهتم بها علماء المسلمين وغيرهم ، لانها من مناجم الفكر ومن ذخائر التراث الانساني.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حفلت سيرة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بالابتهال والتضرع إليه ، فلا تقرأ سيرة أحد منهم ، إلا وتجد صفحات مشرقة من أدعيتهم ، ومناجاتهم لله تعالى ، الامر الذي يدل ـ بوضوح ـ على عميق أتصالهم بالله ، وأنقطاعهم إليه. 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6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أدعية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نفحة من رحمات الله ، تهدي الحائر ، وتضئ الطريق ، وتوضح القصد إلى الله ، وقد امتازت عن بقية أدعية الصالحين والمتقين بما يلي :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>أولا :</w:t>
      </w:r>
      <w:r>
        <w:rPr>
          <w:rtl/>
        </w:rPr>
        <w:t xml:space="preserve"> ـ إنما تمثل انقطاعهم الكامل ، واتصالهم الوثيق بالله تعالى ، استمعوا إلى ما يقوله الحسين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بعض أدعيته مخاطبا الله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ماذا وجد من فقدك ، وماذا فقد من وجدك؟؟.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هذا الايمان الذي تجاوز حدود الزمان والمكان؟ لقد تفاعل مع عواطف أبي الاحرار ومشاعره ، حتى صار من عناصره ومقوماته.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>ثانياً :</w:t>
      </w:r>
      <w:r>
        <w:rPr>
          <w:rtl/>
        </w:rPr>
        <w:t xml:space="preserve"> ـ إنها لم تقتصر على التضرع إلى الله تعالى ، فقد احتوت على أمور بالغة الاهمية كان منها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التوحيد ، والنبوة ، والامامة.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الاخلاق.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ج‍ ـ السياسة.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الاجتماع.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ـ الاقتصاد.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وأدعيتهم ، مليئة بهذه الامور ، كما دعت إلى النشاط الفكري ، والعمل الجاد ، في مختلف جوانب الحياة.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>ثالثا :</w:t>
      </w:r>
      <w:r>
        <w:rPr>
          <w:rtl/>
        </w:rPr>
        <w:t xml:space="preserve"> ـ إن أدعيتهم ، تمتاز بأساليبها الرائعة ، فقد بلغت الذروة ، في بلاغتها ، وفصاحتها ، فليس في أي بند من بنودها ، أو فقرة من فقراتها ، جملة أو كلمة ، يمجها الطبع ، وينفر منها الذوق ، فقد نظمت في أرقي أسلاك البلاغة والفصاحة ، وتعد من مناجم الادب العربي.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>رابعا :</w:t>
      </w:r>
      <w:r>
        <w:rPr>
          <w:rtl/>
        </w:rPr>
        <w:t xml:space="preserve"> ـ إنها تدعو إلى صفاء النفوس ، من أدران الحياة ، المليئة باللهو والمغريات ، وتحليتها بالآداب والفضائل .. هذا مجمل ما أمتازت به أدعية الائمة الطاهرين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من الخصائص. 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7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والشئ المحقق الذي لا يخالجه شك ، أنه لا يمكن بأي حال من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الاحوال ، أن تتحقق الاهداف النبيلة ، التي يصبوا إليها الانسان ، من الحرية ، والكرامة والامن ، والاخاء ، إلا إذا ساد الايمان بالله تعالى ، بين أمم العالم ، وشعوب الارض ، وارتبط الانسان بخالقه ، وآمن بأنه مسؤول أمام الله عما يعمله ، وعما يقترفه من إثم أو ذنب ، في حق نفسه ، أو في حق مجتمعه ، كما أنه من المؤكد أنه لا يجدي شيئا ، ما تعمله هيئة الامم المتحدة ، بمنظماتها المختلفة ، وما يجاهد في سبيله فلاسفة العصر ، وقادة الفكر والسياسة ، في العالم ، من العمل على تقدم الانسان ، وتطوير حياته ، وإنقاذه من ويلات الحروب ، ودمارها ، وإزالة الحواجز ، التي أحدثها اختلاف الجنسيات والقوميات ، واختلاف الالوان والمذاهب الاقتصادية ، من الرأسمالية والشيوعية ، فإنه بالرغم مما بذلته من جهود مكثفة ، في سبيل الاصلاح الاجتماعي ، فانها لم تستطع تحقيق ذلك ، وبقيت مقرراتها حبرا على ورق .. إن الذي يغير مجرى تأريخ البشرية إلى الافضل ، ويفتح لها آفاقا مشرقة ، من العزة والكرامة ، إنما هو الايمان بالله تعالى لا غيره ، من الوسائل المادية ، ومما لا شك فيه ، أنه سيظل الانسان يطارده الخوف والفزع ، كلما بعد عن الله تعالى ... 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t>ـ 8 ـ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ونعود للحديث عن أدعية الامام أبي عبدالله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فانها قبس من نور الاسلام ، ومشاعل مضيئة ، من هدي القرآن ، وهي ـ من دون شك ـ من انجع الوسائل التربوية ، في إقامة الاخلاق ، وتهذيب الطباع ، وهي من ذخائر الارصدة الروحية في الاسلام. ومن الجدير بالذكر ، أن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قد شملت جميع أعماله ، فلم يقم بأي عمل إلا وشفعه بالدعاء ، والتضرع إلى الله ، وهذا مما يؤكد ما قاله مالك بن أنس من أن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في جميع أوقاته مشغولا بذكر الله تعالى ، والانابة إليه.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وبحثت جهد ما توصل إليه تتبعي في مصادر الادعية والحديث ، عن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فظفرت بمجموعة كبيرة من أدعيته ، أسميتها « الصحيفة الصادقية » وجعلتها إحدى حلقات « حياة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». وهي تلقي الاضواء ، على روحانية هذا الامام العظيم ، الذي ملا الدنيا بعلومه ، ـ على حد تعبير الجاحظ ، ومنه تعالى نستمد التوفيق والعون ، لاكمال هذه الموسوعة ، وابرازها إلى عالم النشر ، ورأيت أن أقدم هذا الجزء إلى القراء ، نظرا لاهميته ، فإنه من تراثه الروحي الذي يحتاج إليه الناس أبدا في كل زمان ومكان! ..</w:t>
      </w:r>
    </w:p>
    <w:tbl>
      <w:tblPr>
        <w:tblStyle w:val="TableGrid"/>
        <w:bidiVisual/>
        <w:tblW w:w="0" w:type="auto"/>
        <w:tblLook w:val="01E0"/>
      </w:tblPr>
      <w:tblGrid>
        <w:gridCol w:w="3793"/>
        <w:gridCol w:w="3794"/>
      </w:tblGrid>
      <w:tr w:rsidR="00A60096" w:rsidTr="00CA0B65">
        <w:tc>
          <w:tcPr>
            <w:tcW w:w="3793" w:type="dxa"/>
          </w:tcPr>
          <w:p w:rsidR="00A60096" w:rsidRDefault="00A60096" w:rsidP="00CA0B65">
            <w:pPr>
              <w:rPr>
                <w:rtl/>
              </w:rPr>
            </w:pPr>
          </w:p>
        </w:tc>
        <w:tc>
          <w:tcPr>
            <w:tcW w:w="3794" w:type="dxa"/>
          </w:tcPr>
          <w:p w:rsidR="00A60096" w:rsidRDefault="00A60096" w:rsidP="00A60096">
            <w:pPr>
              <w:pStyle w:val="libCenterBold2"/>
              <w:rPr>
                <w:rtl/>
              </w:rPr>
            </w:pPr>
            <w:r>
              <w:rPr>
                <w:rtl/>
              </w:rPr>
              <w:t>المؤلف</w:t>
            </w:r>
          </w:p>
          <w:p w:rsidR="00A60096" w:rsidRDefault="00A60096" w:rsidP="00A60096">
            <w:pPr>
              <w:pStyle w:val="libCenterBold2"/>
              <w:rPr>
                <w:rtl/>
              </w:rPr>
            </w:pPr>
            <w:r>
              <w:rPr>
                <w:rtl/>
              </w:rPr>
              <w:t>باقر شريف القرشي</w:t>
            </w:r>
          </w:p>
        </w:tc>
      </w:tr>
    </w:tbl>
    <w:p w:rsidR="00A60096" w:rsidRDefault="00A60096" w:rsidP="00A60096">
      <w:pPr>
        <w:pStyle w:val="libNormal0"/>
        <w:rPr>
          <w:rtl/>
        </w:rPr>
      </w:pP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" w:name="_Toc405289386"/>
      <w:r w:rsidRPr="00622CEC">
        <w:rPr>
          <w:rtl/>
        </w:rPr>
        <w:lastRenderedPageBreak/>
        <w:t>أحاديث الامام الصادق (ع) في الدعاء</w:t>
      </w:r>
      <w:bookmarkEnd w:id="4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وأولى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المزيد من الاهتمام ، في الدعاء والابتهال إلى الله ، لانه من أنجع الوسائل وأعمقها ، في تهذيب النفوس ، واتصالها بالله تعالى ، وقد أثرت عنه كوكبة من الاحاديث ، في فضل الدعاء وآدابه ، وأوقات استجابته ، وغير ذلك مما يرتبط بالموضوع ، ويتصل به ، وفي ما يلي ذلك. </w:t>
      </w:r>
    </w:p>
    <w:p w:rsidR="00A60096" w:rsidRDefault="00A60096" w:rsidP="00A60096">
      <w:pPr>
        <w:pStyle w:val="Heading2Center"/>
        <w:rPr>
          <w:rtl/>
        </w:rPr>
      </w:pPr>
      <w:bookmarkStart w:id="5" w:name="_Toc405289387"/>
      <w:r>
        <w:rPr>
          <w:rtl/>
        </w:rPr>
        <w:t>فصل الدعاء :</w:t>
      </w:r>
      <w:bookmarkEnd w:id="5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أشاد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بفضل الدعاء ، وأهاب بالمسلمين أن لا يتركوه في جميع أمورهم ، صغيرها وكبيرها ، وأن يكونوا على اتصال دائم بالله ، الذي بيده جميع مجريات الاحداث ، وكان من بعض ما قاله فيه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: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عليكم بالدعاء ، فإنكم لا تقربون بمثله ، ولا تتركوا صغيرة لصغرها أن تدعوا بها ، إن صاحب الصغار هو صاحب الكبار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واوصى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صاحبه ميسر بن عبد العزيز ، بملازمة الدعاء في جميع الاحوال ، قال له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466.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يا ميسر ادع ، ولا تقل إن الامر قد فرغ منه ، أن عند الله عزوجل ، منزلة لا تنال إلا بمسألة ، ولو أن عبدا سد فاه ، ولم يسأل ، لم يعط شيئا ، فسل تعط ، يا ميسر ، إنه ليس من باب يقرع ، إلا يوشك أن يفتح لصاحبه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اراد من الانسان المسلم ، أن يرتبط بخالقه ، في جميع شوؤنه وأحواله ، فبيده تعالى ، العطاء والحرمان ، ومن فاز بالاتصال به فقد فاز بخير عميم. </w:t>
      </w:r>
    </w:p>
    <w:p w:rsidR="00A60096" w:rsidRDefault="00A60096" w:rsidP="00A60096">
      <w:pPr>
        <w:pStyle w:val="Heading2Center"/>
        <w:rPr>
          <w:rtl/>
        </w:rPr>
      </w:pPr>
      <w:bookmarkStart w:id="6" w:name="_Toc405289388"/>
      <w:r>
        <w:rPr>
          <w:rtl/>
        </w:rPr>
        <w:t>الدعاء عبادة :</w:t>
      </w:r>
      <w:bookmarkEnd w:id="6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واعتبر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الدعاء ضربا من ضروب العبادة ، ونوعا من أنواعها فقال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الدعاء هو العبادة ، التي قال الله عزوجل : «</w:t>
      </w:r>
      <w:r w:rsidRPr="00A60096">
        <w:rPr>
          <w:rStyle w:val="libAieChar"/>
          <w:rtl/>
        </w:rPr>
        <w:t xml:space="preserve"> إن الذين يستكبرون عن عبادتي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، أدع الله عزوجل ، ولا تقل ، إن الامر قد فرغ منه ، فان الدعاء هو العبادة.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وعلق الفقيه الكبير زرارة على الجملة الاخيرة ، من كلام الامام. قال : إنما يعني لا يمنعك ايمانك بالقضاء والقدر ، أن تبالغ بالدعاء ، وتجهد فيه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Heading2Center"/>
        <w:rPr>
          <w:rtl/>
        </w:rPr>
      </w:pPr>
      <w:bookmarkStart w:id="7" w:name="_Toc405289389"/>
      <w:r>
        <w:rPr>
          <w:rtl/>
        </w:rPr>
        <w:t>الدعاء يدفع القضاء :</w:t>
      </w:r>
      <w:bookmarkEnd w:id="7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وحث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على الدعاء ، لانه من جملة الاسباب ، التي يستدفع بها البلاء ، وقد أدلى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بذلك ، بمجموعة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466.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سورة غافر : آية 60.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467.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من الاحاديث من بينها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إن الدعاء يرد القضاء ، ينقضه كما ينقض السلك ، وقد أبرم إبراما.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إن الله عزوجل ، ليدفع بالدعاء الامر الذي علمه ، أن يدعي له فيستجيب ، ولولا ما وفق العبد من ذلك الدعاء ، لاصابه ما يجتثه من جديد الارض.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ج‍ :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الدعاء يرد القضاء ، بعدما أبرم إبراما ، فاكثروا من الدعاء ، فانه مفتاح كل رحمة ، ونجاح كل حاجة ، ولا ينال ما عند الله عزوجل إلا بالدعاء ، وإنه ليس باب يكثر قرعه ألا يوشك أن يفتح لصاحبه ..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وحكت هذه الاحاديث غن أهمية الدعاء ، وأنه من الاسباب الفعالة في دفع البلاء المبرم. </w:t>
      </w:r>
    </w:p>
    <w:p w:rsidR="00A60096" w:rsidRDefault="00A60096" w:rsidP="00A60096">
      <w:pPr>
        <w:pStyle w:val="Heading2Center"/>
        <w:rPr>
          <w:rtl/>
        </w:rPr>
      </w:pPr>
      <w:bookmarkStart w:id="8" w:name="_Toc405289390"/>
      <w:r>
        <w:rPr>
          <w:rtl/>
        </w:rPr>
        <w:t>الدعاء شفاء من الداء :</w:t>
      </w:r>
      <w:bookmarkEnd w:id="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الدعاء وصفة روحية ، وهو من أوكد الاسباب في ازالة الامراض ، فإن له تأثيرا بالغا في الشفاء من كل داء ، وقد قررت البحوث الطبية الحديثة ذلك ، واكدت ان الطب الروحي ، من أهم الاسباب في إزالة الامراض المستعصية ، خصوصا الامراض النفسية ، وقد اكتشف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هذه الظاهرة ، فقال للعلاء بن كامل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عليك بالدعاء فانه شفاء من كل داء .. »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467.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470.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اصول الكافي 2 /. </w:t>
      </w:r>
    </w:p>
    <w:p w:rsidR="00A60096" w:rsidRDefault="00A60096" w:rsidP="00A60096">
      <w:pPr>
        <w:pStyle w:val="Heading2Center"/>
        <w:rPr>
          <w:rtl/>
        </w:rPr>
      </w:pPr>
      <w:r>
        <w:rPr>
          <w:rtl/>
        </w:rPr>
        <w:br w:type="page"/>
      </w:r>
      <w:bookmarkStart w:id="9" w:name="_Toc405289391"/>
      <w:r>
        <w:rPr>
          <w:rtl/>
        </w:rPr>
        <w:lastRenderedPageBreak/>
        <w:t>آداب الدعاء :</w:t>
      </w:r>
      <w:bookmarkEnd w:id="9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وضع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منهجا خاصا لآداب الدعاء ، فعلى المسلم السير على ضوئه ، يقول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إحفظ أدب الدعاء ، وانظر من تدعو ، وكيف تدعو ، وحقق عظمة الله وكبرياءه ، وعاين بقلبك علمه ، بما في ضميرك ، وإطلاعه على سرك ، وما تكون فيه من الحق والباطل ، واعرف طرق نجاتك وهلاكك ، كي تدعو الله بشيء فيه هلاكك ، وأنت تظن أن فيه نجاتك ، قال الله تعالى : «</w:t>
      </w:r>
      <w:r w:rsidRPr="00A60096">
        <w:rPr>
          <w:rStyle w:val="libAieChar"/>
          <w:rtl/>
        </w:rPr>
        <w:t xml:space="preserve"> وَيَدْعُو الانسَانُ بِالشرِّ دُعَاءَهُ بالخَيْرِ ، وكان الانسَانُ عَجُولاً </w:t>
      </w:r>
      <w:r>
        <w:rPr>
          <w:rtl/>
        </w:rPr>
        <w:t xml:space="preserve">» وتفكر : ماذا تسأل؟ وكم تسأل؟ ولماذا تسأل؟!.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والدعاء : إستجابة الكل منك للحق ، وتذويب المهجة في مشاهدة الرب ، وترك الاختيار جميعا ، وتسليم الامور كلها ، ظاهرا وباطنا ، إلى الله تعالى فإن لم تأت بشرط الدعاء فلا تنتظر الاجابة ، فانه يعلم السر وأخفى ، فلعلك تدعوه بشيء ، قد علم من سرك خلاف ذلك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ووضع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هذا الحديث ، المناهج لآداب الدعاء ، التي منها أن يتأمل الداعي ، ويفكر بوعي في عظمة من يدعوه ، ويرجو منه أن يفيض عليه بقضاء حوائجه ، وعليه أن يعرف ، أنه يدعو خالق الكون ، العالم بخفايا النفوس ، وأسرار القلوب ، كما أن على السائل ، أن يمعن في مسألته ، وينظر في أبعادها ، لكي لا يدعو بما فيه هلاكه ، وكذلك عليه ، أن يسلم جميع أموره ، ظاهرها وباطنها لله تعالى ، من بيده العطاء والحرمان ، وعلى الداعي أن يراعي بدقة هذه الآداب ، فان أهملها فلا ينتظر الاجابة من الله.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البحار 19 / 44 طبع حجر. </w:t>
      </w:r>
    </w:p>
    <w:p w:rsidR="00A60096" w:rsidRDefault="00A60096" w:rsidP="00A60096">
      <w:pPr>
        <w:pStyle w:val="Heading2Center"/>
        <w:rPr>
          <w:rtl/>
        </w:rPr>
      </w:pPr>
      <w:r>
        <w:rPr>
          <w:rtl/>
        </w:rPr>
        <w:br w:type="page"/>
      </w:r>
      <w:bookmarkStart w:id="10" w:name="_Toc405289392"/>
      <w:r>
        <w:rPr>
          <w:rtl/>
        </w:rPr>
        <w:lastRenderedPageBreak/>
        <w:t>إستجابة الدعاء :</w:t>
      </w:r>
      <w:bookmarkEnd w:id="10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أدلى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بكوكبة من الاحاديث ، أعرب فيها ، عن الاسباب الموجبة لاستجابة الدعاء ، وهذه بعضها : </w:t>
      </w:r>
    </w:p>
    <w:p w:rsidR="00A60096" w:rsidRDefault="00A60096" w:rsidP="00A60096">
      <w:pPr>
        <w:pStyle w:val="Heading3Center"/>
        <w:rPr>
          <w:rtl/>
        </w:rPr>
      </w:pPr>
      <w:bookmarkStart w:id="11" w:name="_Toc405289393"/>
      <w:r>
        <w:rPr>
          <w:rtl/>
        </w:rPr>
        <w:t>أ ـ الاقبال على الله :</w:t>
      </w:r>
      <w:bookmarkEnd w:id="11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أهم الاسباب في استجابة الدعاء ، أن يقبل الداعي على الله تعالى بقلبه ، وأن لا يكون دعاؤه بلسانه ، وقلبه مشغولا بشؤون الدنيا ، وقد أعلن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ذلك بقوله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إن الله عزوجل لا يستجيب دعاء بظهر قلب ساه. فإذا دعوت فاقبل بقلبك ، ثم استيقن الاجابة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لبعض اصحابه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إذا دعوت فاقبل بقلبك ، وظن حاجتك بالباب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اتجاه الانسان بقلبه وعواطفه ، في حال دعائه ، شرط أساسي ، في نجاح دعائه. </w:t>
      </w:r>
    </w:p>
    <w:p w:rsidR="00A60096" w:rsidRDefault="00A60096" w:rsidP="00A60096">
      <w:pPr>
        <w:pStyle w:val="Heading3Center"/>
        <w:rPr>
          <w:rtl/>
        </w:rPr>
      </w:pPr>
      <w:bookmarkStart w:id="12" w:name="_Toc405289394"/>
      <w:r>
        <w:rPr>
          <w:rtl/>
        </w:rPr>
        <w:t>ب ـ التضرع إلى الله</w:t>
      </w:r>
      <w:bookmarkEnd w:id="12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من الشروط في إجابة الدعاء : إبتهال الداعي ، وتضرعه أمام الله تعالى ، وقد ذم الله الذين لا يتضرعون إليه ، قال تعالى : «</w:t>
      </w:r>
      <w:r w:rsidRPr="00A60096">
        <w:rPr>
          <w:rStyle w:val="libAieChar"/>
          <w:rtl/>
        </w:rPr>
        <w:t xml:space="preserve"> ولقد أخذناهم بالعذاب فما استكانوا لربهم وما يتضرعون </w:t>
      </w:r>
      <w:r>
        <w:rPr>
          <w:rtl/>
        </w:rPr>
        <w:t xml:space="preserve">».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 وقد سئل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كيفية الابتهال إلى الله في أثناء الدعاء ، فقال : الابتهال رفع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سورة المؤمنين ـ آية 75.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اليدين ، ومدهما وذلك عند الدمعة ، ثم أدع.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Heading3Center"/>
        <w:rPr>
          <w:rtl/>
        </w:rPr>
      </w:pPr>
      <w:bookmarkStart w:id="13" w:name="_Toc405289395"/>
      <w:r>
        <w:rPr>
          <w:rtl/>
        </w:rPr>
        <w:t>جـ ـ الثناء على الله :</w:t>
      </w:r>
      <w:bookmarkEnd w:id="13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وينبغي للداعي ، قبل أن يشرع في دعائه ، أن يمجد الله ، ويذكر الطافه ، ونعمه عليه ، ثم بعد ذلك يدعو ، وقد 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ذلك ، مجموعة من الاحاديث منها :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إذا طلب أحدكم الحاجة ، فليثن على ربه ، وليمدحه ، فان الرجل ، إذا طلب الحاجة من السلطان ، هيأ له من الكلام أحسن ما يقدر عليه ، فإذا طلبتم الحاجة ، فمجدوا الله العزيز الجبار ، وامدحوه ، وأثنوا عليه 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أجْوَدَ مَنْ أعْطَى ، وياخَيْرَ مَنْ سُئِلَ ، يا أَرْحَمَ مَنْ استًرْحِمَ ، يا أَحَدُ ، يا صَمَدُ ، يا مَنْ لم يَلِدْ ، ولم يُولَدْ ، ولم يَكُنْ لَهُ كُفُواً أَحَدٌ ، يا مَنْ لم يَتَّخِدْ صَاحبةً ولا وَلَداً ، يا مَنْ يَفْعَلُ ما يَشَاءُ ، وَيَحْكُمُ ما يُرِيد ، وَيَقْضِي ما أَحَب ، يا مَنْ يَحُولُ بَبْنَ المَرءِ وَقلْبِهِ ، يا مَنْ هُوَ بالمنْظَرِ الأعلََى ، يا مَنْ لَيْسَ كَمِثْلِهِ شَيْءٌ ، يا سَمِيعُ يا بَصِيرُ.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أوصى الامام ، بالاكثار من ذكر أسماء الله تعالى ، والصلاة على النبي وآله ، وبعد ذلك أمر بالقول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اَلْلّهُمَ ، أَوسِعْ عَلَيَّ مِن رِزْقِكِ الحَلاَلِ ، ما أَكُفُّ بِهِ وَجْهِي ، وأَؤدي بِهِ أَمانَتي ، وَأَصِلُ بِهِ رَحِمي ، وَيَكُونُ عَوْناً لي في الحَجِّ وَالعُمْرَةِ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485.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484.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 w:rsidRPr="00A60096">
        <w:rPr>
          <w:rStyle w:val="libBold2Char"/>
          <w:rtl/>
        </w:rPr>
        <w:lastRenderedPageBreak/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« اياكم ، إذا أراد أحدكم ، أن يسأل ربه شيئا من حوائج الدنيا والآخرة ، حتى يبدأ بالثناء على الله عزوجل ، والمدح له ، والصلاة على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ثم يسأل الله حوائجه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>3 ـ روى الفقيه الكبير محمد بن مسلم قال :</w:t>
      </w:r>
      <w:r>
        <w:rPr>
          <w:rtl/>
        </w:rPr>
        <w:t xml:space="preserve"> قال أبو عبد 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إن في كتاب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ان المدحة قبل المسألة ، فإذا دعوت الله عزوجل فمجده ، قلت : كيف أمجده؟ قال : 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يَاَ مَنْ هُوَ أَقرَبُ إليَّ مِن حَبْلِ الوَرِيدِ ، يا فَعَّالاً لِمَا يُرِيدُ ، يا مَنْ يَحُولُ بَين المَرْءِ وَقَلْبِهِ ، ويا مَنْ هُوَ بالمَنْظَرِ الاَعْلى ، يا مَنْ لَيْسَ كَمِثْلِهِ شيْءٌ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4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« إذا إردت أن تدعو فمجد الله عزوجل ، وأحمده ، وسبحه ، وهلله ، وأثن عليه ، وصلى على محمد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ثم سل تعط ..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Heading3Center"/>
        <w:rPr>
          <w:rtl/>
        </w:rPr>
      </w:pPr>
      <w:bookmarkStart w:id="14" w:name="_Toc405289396"/>
      <w:r>
        <w:rPr>
          <w:rtl/>
        </w:rPr>
        <w:t>د ـ الالحاح في الدعاء :</w:t>
      </w:r>
      <w:bookmarkEnd w:id="14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الامور ، التي لها الاثر في إجابة الدعاء ، الالحاح في الدعاء ، وكثرة السؤال من الله وقد أعلن ذلك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بقوله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إن الله عزوجل ، كره إلحاح الناس بعضهم على بعض في المسألة ، وأحب ذلك لنفسه ، إن الله عزوجل يحب أن يسأل ، ويطلب ما عنده .. »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485.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485.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487.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اصول الكافي 2 / 475. </w:t>
      </w:r>
    </w:p>
    <w:p w:rsidR="00A60096" w:rsidRDefault="00A60096" w:rsidP="00A60096">
      <w:pPr>
        <w:pStyle w:val="Heading3Center"/>
        <w:rPr>
          <w:rtl/>
        </w:rPr>
      </w:pPr>
      <w:r>
        <w:rPr>
          <w:rtl/>
        </w:rPr>
        <w:br w:type="page"/>
      </w:r>
      <w:bookmarkStart w:id="15" w:name="_Toc405289397"/>
      <w:r>
        <w:rPr>
          <w:rtl/>
        </w:rPr>
        <w:lastRenderedPageBreak/>
        <w:t>هـ ـ اجتماع المسلمين :</w:t>
      </w:r>
      <w:bookmarkEnd w:id="15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الاسباب المؤدية لاستجابة الدعاء ، إجتماع المسلمين في دعائهم ، وتضرعهم إلى الله تعالى ، وقد أعلن ذلك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بقوله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ما من رهط أربعين رجلا ، إجتمعوا فدعوا الله عزوجل في أمر ، إلا إستجاب لهم ، فان لم يكونوا أربعين فأربعة ، يدعون الله عزوجل ، عشر مرات ، إلا استجاب لهم ، فإن لم يكونوا أربعة فواحد يدعو الله أربعين مرة ، فيستجيب الله العزيز الجبار له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إن إجتماع المسلمين له موضوعية في نجاح الدعاء واستجابته ، وقد أكد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ذلك ، في كثير من أحاديثه ، وقد قال : كان أبي ، إذا أحزنه أمر ، جمع النساء والصبيان ، ثم دعا ، وأمنوا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Heading3Center"/>
        <w:rPr>
          <w:rtl/>
        </w:rPr>
      </w:pPr>
      <w:bookmarkStart w:id="16" w:name="_Toc405289398"/>
      <w:r>
        <w:rPr>
          <w:rtl/>
        </w:rPr>
        <w:t>و ـ الصلاة على النبي وآله :</w:t>
      </w:r>
      <w:bookmarkEnd w:id="16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وأعلن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من موجبات إستجابة الدعاء ، ونجاحه ، الصلاة على النبي وآله ،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يزال الدعاء محجوبا ، حتى يصلي على محمد وآل محمد.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من دعا ولم يذكر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رفرف الدعاء على رأسه ، فإذا ذكر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رفع الدعاء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 لقد جعل الله تعالى الصلاة على نبيه العظيم ، من الوسائل الفعالة ، في استجابة الدعاء.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487.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487.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491.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اصول الكافي : 2 / 491. </w:t>
      </w:r>
    </w:p>
    <w:p w:rsidR="00A60096" w:rsidRDefault="00A60096" w:rsidP="00A60096">
      <w:pPr>
        <w:pStyle w:val="Heading3Center"/>
        <w:rPr>
          <w:rtl/>
        </w:rPr>
      </w:pPr>
      <w:r>
        <w:rPr>
          <w:rtl/>
        </w:rPr>
        <w:br w:type="page"/>
      </w:r>
      <w:bookmarkStart w:id="17" w:name="_Toc405289399"/>
      <w:r>
        <w:rPr>
          <w:rtl/>
        </w:rPr>
        <w:lastRenderedPageBreak/>
        <w:t>ز ـ تسمية الحاجة :</w:t>
      </w:r>
      <w:bookmarkEnd w:id="17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وينبغي للداعي ، أن يذكر حاجته ، في إطار دعائه ، قال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إن الله تبارك وتعالى ، يعلم ما يريد العبد إذا دعاه ، ولكنه يحب أن تبث إليه الحوائج ، فإذا دعوت فسم حاجتك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Heading3Center"/>
        <w:rPr>
          <w:rtl/>
        </w:rPr>
      </w:pPr>
      <w:bookmarkStart w:id="18" w:name="_Toc405289400"/>
      <w:r>
        <w:rPr>
          <w:rtl/>
        </w:rPr>
        <w:t>ح ـ أوقات الدعاء :</w:t>
      </w:r>
      <w:bookmarkEnd w:id="1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وأدلى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بمجموعة من الاحاديث ، عن الاوقات التي يرجى فيها إجابة الدعاء ، وهي :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« أطلبوا الدعاء ، في أربع ساعات : عند هبوب الرياح ، وزوال الافياء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، ونزول القطر ، وأول قطرة من دم القتيل المؤمن ، فان أبواب السماء تفتح ، عند هذه الاشياء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يستجاب الدعاء في أربعة مواطن : في الوتر ، وبعد الفجر ، وبعد الظهر ، وبعد المغرب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3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قال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إغتنموا الدعاء عند أربع : عند قراءة القرآن ، وعند الاذان ، وعند نزول الغيث ، وعند إلتقاء الصفين للشهادة </w:t>
      </w:r>
      <w:r w:rsidRPr="00A60096">
        <w:rPr>
          <w:rStyle w:val="libFootnotenumChar"/>
          <w:rtl/>
        </w:rPr>
        <w:t>(5)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4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قال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خير وقت دعوتم الله عزوجل فيه الاسحار ، وتلا هذه الآية في قول يعقوب : «</w:t>
      </w:r>
      <w:r w:rsidRPr="00A60096">
        <w:rPr>
          <w:rStyle w:val="libAieChar"/>
          <w:rtl/>
        </w:rPr>
        <w:t xml:space="preserve"> سوف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476.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الافياء : جمع فيئ وهو رجوع الظل.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4 77.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اصول الكافي 2 / 477.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5 ـ اصول الكافي 2 / 477.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 w:rsidRPr="00A60096">
        <w:rPr>
          <w:rStyle w:val="libAieChar"/>
          <w:rtl/>
        </w:rPr>
        <w:lastRenderedPageBreak/>
        <w:t xml:space="preserve">أستغفر لكم ربي </w:t>
      </w:r>
      <w:r>
        <w:rPr>
          <w:rtl/>
        </w:rPr>
        <w:t xml:space="preserve">» قال : « أخرهم إلى السحر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5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كان أبي ، أذا طلب الحاجة ، طلبها عند زوال الشمس ، فإذا أراد ذلك ، قدم شيئا فتصدق به ، وشم شيئا من طيب ، وراح إلى المسجد ، ودعا في حاجته بما شاء الله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6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« إن في الليل لساعة ، ما يوافقها عبد مسلم ، ثم يصلي ، ويدعو الله عزوجل فيها ، إلا استجاب له في كل ليلة ، فقال عمر بن أذينة : أصلحك الله ، وأي ساعة هي من الليل؟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إذا مضى نصف الليل ، وهي السدس الاول من أول النصف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>7 ـ روى عبدالله بن سنان ، قال :</w:t>
      </w:r>
      <w:r>
        <w:rPr>
          <w:rtl/>
        </w:rPr>
        <w:t xml:space="preserve"> سألت أبا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الساعة التي يستجاب فيها الدعاء يوم الجمعة. قال : ما بين فراغ الامام من الخطبة ، إلى أن تستوي الصفوف بالناس ، وساعة أخرى من آخر النهار ، إلى غروب الشمس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هذه هي الاوقات ، التي يؤمل فيها استجابة الدعاء ، فينبغي للداعي مراعاتها. </w:t>
      </w:r>
    </w:p>
    <w:p w:rsidR="00A60096" w:rsidRDefault="00A60096" w:rsidP="00A60096">
      <w:pPr>
        <w:pStyle w:val="Heading2Center"/>
        <w:rPr>
          <w:rtl/>
        </w:rPr>
      </w:pPr>
      <w:bookmarkStart w:id="19" w:name="_Toc405289401"/>
      <w:r>
        <w:rPr>
          <w:rtl/>
        </w:rPr>
        <w:t>الدعاء للاخوان :</w:t>
      </w:r>
      <w:bookmarkEnd w:id="19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وحث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الدعاء للاخوان ، بظهر الغيب ، لان في ذلك إيجادا للتضامن الاسلامي ، ونشرا للمودة والمحبة بين المسلمين ،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« دعاء المرء لاخيه ، بظهر الغيب ، يدر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477.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477.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478.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مصباح المتهجدين ( ص 254 ).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الرزق ، ويدفع المكروه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لاصحابه ، ما قاله جده الرسول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في فضل دعاء المسلم ، لاخوانه المسلمين.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قال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ما من مؤمن دعا للمؤمنين والمؤمنات ، إلا رد الله عزوجل عليه ، مثل الذي دعا لهم به ، من كل مؤمن ومؤمنة ، مضى من أول الدهر ، أو هو آت إلى يوم القيامة ، إن العبد ليؤمر به إلى النار يوم القيامة فيسحب ، فيقول المؤمنون والمؤمنات : يا رب ، هذا الذي كان يدعو لنا ، فشفعنا فيه ، فيشفعهم الله عزوجل فيه ، فينجو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Heading2Center"/>
        <w:rPr>
          <w:rtl/>
        </w:rPr>
      </w:pPr>
      <w:bookmarkStart w:id="20" w:name="_Toc405289402"/>
      <w:r>
        <w:rPr>
          <w:rtl/>
        </w:rPr>
        <w:t>دعوات مستجابة :</w:t>
      </w:r>
      <w:bookmarkEnd w:id="20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وأدلى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بعض أحاديثه ، عن الدعوات المستجابة وفي ما يلي ذلك :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كان أبي يقول :« خمس دعوات ، لا يحجبن عن الرب تبارك وتعالى : دعوة الامام المقسط ، ودعوة المظلوم ، يقول الله عز وجل : « لانتقمن لك ، ولو بعد حين » ودعوة الولد الصالح لوالديه ، ودعوة الوالد الصالح لولده ، ودعوة المؤمن لاخيه بظهر الغيب ، فيقول : ولك مثله ..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كان أبي يقول : إتقوا الظلم ، فان دعوة المظلوم تصعد إلى السماء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509.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509.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509.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اصول الكافي 2 / 509.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 w:rsidRPr="00A60096">
        <w:rPr>
          <w:rStyle w:val="libBold2Char"/>
          <w:rtl/>
        </w:rPr>
        <w:lastRenderedPageBreak/>
        <w:t xml:space="preserve">3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قال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أربعة لا ترد لهم دعوة ، حتى تفتح لهم أبواب السماء ، أو يصير إلى العرش : الوالد لولده ، والمظلوم على من ظلمه ، والمعتمر حتى يرجع ، والصائم حتى يفطر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4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قال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ليس شيء أسرع إجابة من دعوة غائب لغائب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5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قال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إياكم ، ودعوة المظلوم ، فانها ترفع فوق السحاب ، حتى ينظر الله عزوجل إليها ، فيقول : إدفعوها حتى استجيب له ، وإياكم ودعوة الوالد فإنها أحد من السيف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6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ثلاثة دعوتهم مستجابة : الحاج ، فانظروا كيف تخلفونه ، والغازي في سبيل الله ، فانظروا كيف تخلفونه ، والمريض ، فلا تغيظوه ولا يضجروه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هؤلاء هم الاصناف الذين يستجيب الله دعاءهم ، وقد أكد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بصورة خاصة ، على دعوة المظلوم الذي لا يجد ناصرا إلا الله ، فإنها لا ترد ، وإن الله تعالى لابد أن ينتقم من ظالمه ولو بعد حين. </w:t>
      </w:r>
    </w:p>
    <w:p w:rsidR="00A60096" w:rsidRDefault="00A60096" w:rsidP="00A60096">
      <w:pPr>
        <w:pStyle w:val="Heading2Center"/>
        <w:rPr>
          <w:rtl/>
        </w:rPr>
      </w:pPr>
      <w:bookmarkStart w:id="21" w:name="_Toc405289403"/>
      <w:r>
        <w:rPr>
          <w:rtl/>
        </w:rPr>
        <w:t>دعوات لا تستجاب :</w:t>
      </w:r>
      <w:bookmarkEnd w:id="21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وأعلن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بعض أحاديثه ، عن الاشخاص الذين لا يستجاب دعاؤهم ، وهم.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509.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509.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509.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4 ـ اصول الكافي 2 / 510.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 w:rsidRPr="00A60096">
        <w:rPr>
          <w:rStyle w:val="libBold2Char"/>
          <w:rtl/>
        </w:rPr>
        <w:lastRenderedPageBreak/>
        <w:t xml:space="preserve">أ ـ :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أربعة لا تستجاب لهم دعوة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رجل جالس في بيته. يقول : الهم ارزقني ، فيقال له : ألم آمرك بالطلب؟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ورجل كانت له امرأة فدعا عليها ، فيقال له : ألم أجعل أمرها إليك؟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ورجل كان له مال فأفسده ، فيقول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اللهم ارزقني ، فيقال له : ألم آمرك بالاقتصاد؟ ألم آمرك بالاصلاح؟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ثم تلا قوله تعالى : «</w:t>
      </w:r>
      <w:r w:rsidRPr="00A60096">
        <w:rPr>
          <w:rStyle w:val="libAieChar"/>
          <w:rtl/>
        </w:rPr>
        <w:t xml:space="preserve"> والذين إذا أنفقوا لم يسرفوا ولن يقتروا وكان بين ذلك قواما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ورجل كان له مال ، أدانه بغير بينة ، فيقال له ألم آمرك بالشهادة؟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 w:rsidRPr="00A60096">
        <w:rPr>
          <w:rStyle w:val="libBold2Char"/>
          <w:rtl/>
        </w:rPr>
        <w:t xml:space="preserve">ب ـ قال </w:t>
      </w:r>
      <w:r w:rsidR="003926E1" w:rsidRPr="003926E1">
        <w:rPr>
          <w:rStyle w:val="libAlaemChar"/>
          <w:rFonts w:hint="cs"/>
          <w:rtl/>
        </w:rPr>
        <w:t>عليه‌السلام</w:t>
      </w:r>
      <w:r w:rsidRPr="00A60096">
        <w:rPr>
          <w:rStyle w:val="libBold2Char"/>
          <w:rtl/>
        </w:rPr>
        <w:t xml:space="preserve"> :</w:t>
      </w:r>
      <w:r>
        <w:rPr>
          <w:rtl/>
        </w:rPr>
        <w:t xml:space="preserve"> ثلاثة ترد عليهم دعوتهم : رجل رزقه الله مالا فأنفقه في غير وجهه ، ثم قال : يا رب ارزقني. فيقال له : ألم أرزقك؟ ورجل دعا على امرأته ، وهو لها ظالم ، فيقال له : ألم أجعل أمرها بيدك؟ ورجل جالس في بيته ، وقال : يا رب ارزقني ، فيقال له : الم أجعل لك السبيل إلى طلب الرزق؟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وحكت هذه الاحاديث ، بعض المعالم في الاقتصاد الاسلامي ، فقد دعت إلى العمل ، الذي هو الركيزة الاولى في تنمية اقتصاد الامة ، وازدهار الرخاء فيها ، كما نهت عن الكسل والخمول ، وان الله تعالى ، لا يستجيب دعاء العاطلين عن العمل ، مع قدرتهم عليه ، وفي ذلك دعوة خلاقة إلى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الفرقان ـ آية 67.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511 ، وفريب منه في كنز الفوائد ( ص 291 ).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1 / 511.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العمل ، وعدم تجميد طاقة الانسان ، وهو من الاسس القويمة في بناء الاقتصاد العالمي.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ومنعت هذه الاحاديث ، تبذير المال ، والاسراف في إنفاقه فإنهما الاساس في فقر الفرد ، وانهيار ثروته.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وبهذا ينتهي بنا المطاف حول بعض أحاديث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التي القت الاضواء على الدعاء ، وبينت مدى أهميته البالغة في قضاء مهمات الناس.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bookmarkStart w:id="22" w:name="_Toc405289404"/>
      <w:r>
        <w:rPr>
          <w:rtl/>
        </w:rPr>
        <w:lastRenderedPageBreak/>
        <w:t>القسم الاول : من أدعيته في الصباح والمساء</w:t>
      </w:r>
      <w:bookmarkEnd w:id="22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أما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فإنها تكشف جانبا مشرقا ، من روحانيته المقدسة ، وتدلل على إنابته ، وانقطاعه إلى الله ، في جميع شؤونه وأموره .. وكان يجد في دعائه مع الله ، متعة روحية لا تعادلها أية متعة ، من متع الحياة ، ونعرض في هذا المقطع بعض أدعيته ، وفي ما يلي ذلك : </w:t>
      </w:r>
    </w:p>
    <w:p w:rsidR="00A60096" w:rsidRDefault="00A60096" w:rsidP="00A60096">
      <w:pPr>
        <w:pStyle w:val="Heading2Center"/>
        <w:rPr>
          <w:rtl/>
        </w:rPr>
      </w:pPr>
      <w:bookmarkStart w:id="23" w:name="_Toc405289405"/>
      <w:r>
        <w:rPr>
          <w:rtl/>
        </w:rPr>
        <w:t>1 ـ أدعيته في الصباح والمساء :</w:t>
      </w:r>
      <w:bookmarkEnd w:id="23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كوكبة من الادعية الجليلة ، كان يدعو بها في صباحه ومسائه ، وهذه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روى فرات بن حمزة ، هذا الدعاء الجليل ، عن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وقد أوصاه بالمواظبة عليه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اَللَّهُمَّ ، إني أَصْبَحْتُ أَسْتَغْفِرُكَ في هَذَا الصَّبَاحِ ، وَفي هَذَا اليَوْمِ ، وَأَبْرَأُ إلَيْكَ مِنْ أَهْلِ لَعْنَتِكَ. اَلْلّهُمَّ ، إني أَصْبَحْتُ أَبْرَأُ إلَيْكَ في هَذَا اليَوْمِ وَفي هَذَا الصَّبَاحِ ، مِمَّنْ نَحْنُ بَيْنِ ظَهْرَانِيهِمْ مِنَ المُشْرِكِينَ ، وَمِمَّا كَانُوا يَعْبدُونَ ، إنَّهُمْ كَانُوا قَوْمَ سَوْءٍ فَاسِقِينَ.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اَلّلُهَّم ، إجْعَلْ مَا أَنْزَلْتَ مِنَ السَّمَاءِ إلى اَلَأرْضِ ، في هَذَا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الصَّبَاحِ ، وَفي هَذَا اليَوْمِ ، بَرَكَةً على أَوْليَائِكَ ، وَعِقَاباً عَلى أَعْدَائِكَ ، اَلّلهُمَّ ، وَالِ مَنْ وَالاَكَ ، وعَادِ مَنْ عَاَدَاكَ ، اللّهُمَّ ، أُختمْ لي بِالامنِ وَاَلايمَان ، كُلَّمَا طَلَعَتْ شَمْسٌ أَوْ غَرُبَتْ ، اللّهُمَ ، اغْفِرْ لي وَلِوَالِدَيَّ ، وَارْحَمْهُمَا ، كَمَا رَبَّيّاني صَغِيراً. اللّهُمَّ ، أغْفِرْ لِلمُؤْمِنينَ وَاَلمُؤْمِنَاتِ ، وَالْمُسْلِمينَ وَاَلْمُسْلِمَات ، اَلاحيَاءِ مِنْهُمْ وَاَلَامْوَاتِ ، اللّهُمَّ ، إنَّكَ تَعْلَمُ مُتَقَلَّبَهُمْ وَمَثْوَاهُمْ.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اَلْلَّهُمَّ ، إحْفَظْ إمَامَ المُسلِمينَ ، بِحِفْظِ الايمَانِ ، وَانْصُرْهُ نَصْراً عَزِيزاً ، وافتَحْ لَهُ فَتحاً يَسيرَاً ، واَجْعَلْ لَهُ وَلَنَا مِنْ لَدُنْكَ نَصِيراً .. اللّهُمَّ إلْعَنْ .. وَالفِرَقَ المُخْتَلِفَةَ على رَسولِكَ ، وَوُلاِةِِ اَلامْرِ بَعْدَ رَسولِكَ واَلَائِمَّةِ مِنْ بَعْدِهِ وَشِيعتِهِمْ ، وَأَسْأَلُكَ اَلْزِّيَادَةَ مِنْ فَضْلِكَ ، واَلاقْرَارَ بِمَا جَاءَ مِنْ عِنْدِكَ ، وَالتَسْلِيمَ لأمْرِكَ ، وَالمْحَافَظَةَ لِمَا أَمَرْتَ بِهِ ، لا أَبْتَغِي بِهِ بَدَلاً ، ولا أَشْتَرِي بِهِ ثَمناً قليلاً.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اَلْلّهُمَّ ، إهدِنِي فِيمنْ هَدَيْتَ ، وَقِنِي شَرَّ مَا قَضَيْتَ ، إنَّكَ تَقْضِي وَلَا يُقْضَي عَلَيْكَ ، وَلا يُذَلُ مَنْ وَالَيْتَ ، تَبَارَكْتَ وتَعالَيْتَ ، سُبحَانَكَ رَبَّ البَيْتِ ، تَقَبَّلْ مِني دُعَائي ، وَمَا تَقَّربْتُ بِهِ إليْكَ ، فَضَاعِفْهُ لي أَضْعَافاً مُضَاعَفَةً كَثيِرَةً ، وَآتِنَا مِنْ لَدُنْكَ رَحْمَةً ، وَأَجْراً عَظِيماً ، رَبِّ ، ما أَحْسَنَ ما ابْتَلَيْتَنِي ، وَأَعَظَمَ مَا أَعْطَيْتَني ، وأَطوَلَ مَا عَافَيْتَني ، وَأكْثَرَ مَا سَتَرْتَ عَليَّ فَلَكَ اَلْحمْدُ يا إلهي ، كَثيراً طَيِّباً مُبَارَكاً عَلَيْهِ ، مِلْءَ السَّمَاوَاتِ ، وَمِلْءَ اَلَأرْضِ وَمِلْءَ مَا شَاَء رَبِّي كَما يُحبُ وَيَرْضَى ، وَكَما يَنْبَغِي لِوَجْهِ رَبِّي ذَي الجَلالِ وَالإكْرَامِ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530.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حكى المقطع الاول من دعاء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براءته من المشركين ، الذين يعبدون غير الله. كما حكى عن نقمته البالغة ، على أئمة الظلم والجور في عصره ، الذين سلبوا حرية الامة ، ونهبوا ثرواتها ، واستبدوا في شؤونها ، فقد دعا عليهم بالهلاك والدمار ، لانقاذ المجتمع الاسلامي ، من ظلمهم وجورهم .. كما دعا لائمة الهدى بالنصر والفتح ، وهم الذين يشيعون العدل بين الناس ، وهذا الدعاء ، من الادعية السياسية ، التي كان يدعو بها الامام ، لاقرار الامن والرخاء بين الناس.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وختم الامام دعاءه ، بالدعاء لنفسه ، ملجئا جميع أموره إلى الله تعالى ، طالبا منه ، أن يضاعف له الخير ، وأن يسدي إليه بنعمه وألطافه.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طلب صفوان من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يزوده بدعاء ، يقرأه في الصباح والمساء ، ليتسلح به من طوارق الزمان ، فعلمه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اَلْحَمْدُ للِه ، الذي يَفْعَلُ ما يَشَاءُ ، وَلا يَفْعَلُ ما يَشَاءُ غَيْرُهُ ، اَلْحَمْدُ للِه ، كَمَا يُحبُّ الله أَنْ يُحْمَدَ ، اَلْحَمْدُ للِه كَمَا هُوَ أَهْلُهُ ، اَلْلَّهُمَّ ، أدخِلّني في كُلِّ خَيْرٍ أَدْخَلْتَ فيه مُحَمَّداً وَآلَ مُحَمَّدٍ وَأََخْرجْني مِنْ كُلِّ سُوءٍ أخْرَجْتَ مِنْهُ مُحَمَّداً وَآلَ مُحَمَّدٍ ، وَصَلَّى اَلله على مُحَمَّدٍ وَآلَ مُحَمَّدٍ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أناط هذا الدعاء الشريف ، جميع الامور ، بقدرة الله ومشيئته ، فهو وحده يفعل ما يشاء ، ولا يشاركه أحد في ذلك ، فالحمد والمجد له ، لا لغيره تبارك وتعالى ، وطلب الامام في هذا الدعاء من الله ، أن يفيض عليه من كل خير أفاضه على نبيه العظيم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وأن ينقذه من كل سوء أنقذ منه نبيه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وآله ، وما أثمن هذا الطلب وأجله!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529.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 ـ ومن الادعية الجليلة التي كان يدعو بها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الصباح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الحمد لله الذي أصبحنا ، والملك له ، وأصبحت عبدك ، وابن عبدك ، وابن أمتك في قبضتك ، اللهم ، ارزقني من فضلك رزقا من حيث احتسب ، ومن حيث لا أحتسب ، واحفظني من حيث أحتفظ ومن حيث لا أحتفظ.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ارْزُقْني مِنْ فَضْلِكَ ، وَلا تَجْعَلْ لي حَاجَةً ، إلى أَحَدٍ منْ خَلْقِكَ ، اللّهُمَّ ، ألبِسْني العَافِيَةَ ، وَارْزُقْني عَلَيْهِا اَلْشُكْرَ ، يا وَاحِدُ ، يا أَحَدُ يا صَمَدُ ، يا اللهُ الذي لَمْ يَلِدْ ، ولَمْ يُولَدْ ، ولَمْ يَكُنْ لَهُ كُفْواً أَحَدٌ ، يا اللهُ يا رَحْمنُ يا رِحِيمُ ، يا مَالِكَ المُلْكِ ، وَرَبَّ الأرْبَابِ ، وَسَيِّدَ السَادَاتِ ، يا الله لا إلهَ إلَّا أنْتَ ، إشْفِني بِشِفَائِكَ ، مِنْ كُلِّ دَاءٍ وَسُقْمٍ ، فَإني عَبْدُكَ ، وَأبْنُ عَبْدِكَ ، أتَقَلَّبُ في قَبْضَتِكَ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إقرار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بالعبودية المطلقة لله تعالى ، الملك العدل ، الذي بيده جميع مجريات الاحداث ، كما حكى إنقطاع الامام ، والتجاءه إلى الله في جميع أموره ، التي منها رزقه وحفظه وعافيته.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ومن أدعية الامام الجليلة هذا الدعاء ، وكان يدعو به في الصباح ، وقد رواه الفقيه الثقة ، معاوية بن عمار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لَكَ الحَمْدُ ، أَحْمَدُكَ ، وأَسْتَعِيُنكَ ، وَأَنْتَ رَبيِّ ، وَأَنا عَبْدُكَ ، أَصْبَحْتُ على عَهْدِكَ وَوَعْدِكَ ، أو منُ بِوَعْدِكَ ، وَأوفي بِعَهْدِكَ ما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529.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اسْتَطَعْتُ ، ولا حَوْلَ ولا قُوَّةَ إلّا باللهِ وَحْدَهُ ، لا شَرِيكَ لَهُ ، وَأَشْهَدُ أَنَّ مُحَمَّداً عَبْدُهُ وَرَسُولُهُ ، أَصْبَحْتُ على فِطْرَةِ الإسْلامِ ، وَكَلِمَةِ الإخلاصِ ، وَمِلَّةَ إبْرَاهيمَ ، وَدِينِ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على ذلِكَ أحْيَا وَأَموتُ ، إنْ شَاءَ اللهُ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أَحْيِنِي ما أحْيَيْتَني بِهِ ، وَأَمِتْني إذَا أمَتَّني على ذلِكَ ، وابْعَثْني إذا بَعَثْتَني على ذلِكَ ، أَبْتَغِي بِذلِكَ رِضْوَانَكَ ، وَاتِباع سَبيلِكَ ، إلَيْكَ ألْجَأتُ ظَهْري ، وَإلََيْكَ فَوَّضْتُ أمري ، آلُ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أَئِمَّتي لَيْسَ لِي أَئِمَةٌ غَيْرَهمْ ، بِهِمْ أَئْتَمُّ ، وَإيَاهُمْ أَتَوَلَّى ، وَبِهِمْ أَقْتَدِي ، اللّهُمَّ إجْعَلْهمْ إوليائي في الدُّنْيا وَاَلآخِرَةِ ، وَاجْعَلْني أُوَالي أَوْلِيَاءَهُمْ ، وَأُعَادي أَعْدَاءَهُمْ ، في الدُّنْيا والآخِرَةِ ، وَأَلْحِقْني بالصَّالِحين وَآبائي مَعَهُمْ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ولقد أعرب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، عن التزامه الكامل بحرفية الاسلام ، من الوفاء بعهد الله ، ووعده ، والشهادة له بالواحدانية ، والايمان برسالة رسوله العظيم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الذي غير مجرى الحياة ، وأضاءها برسالته المشرقة ، كما أعرب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تفويض جميع أموره ، وشؤونه إلى الله ، وتمسكه الوثيق بأئمة الهدى ، من آبائه الذين هم سفن النجاة ، وأمن العباد ، وفي ذلك ارشاد إلى المسلمين بضرورة ولائهم ، والاخلاص لهم في المودة.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: ـ 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الجليل ، إذا إنبثق نور الصبح ، وهذا نصه بعد البسملة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أصْبَحْتُ بِالله مُمْتَنِعاً ، وَبِعِزَّتِهِ مُحْتَجِباً ، وَبِأَسْمَائِهِ عَائِذاً ، مِنْ شَرِّ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533.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الشيْطَانِ وَالسُّلْطَانِ ، وَمِنْ شَرِّ كُلِّ دَاَبَّةٍ ، رَبِّي أَخِذٌ بِنَاَصِيَتِهَا ، إنَّ رَبِّي على صِراطٍ مُسْتَقِيمٍ. فَإِنْ تَوَلَوْا فَقُلْ : حَسْبِيَ اللهُ ، لا إلهَ إلَّا هُوَ عَلَيْهِ تَوَكَّلْتُ ، وَهوَ رَبُّ العَرْشِ العَظيمِ ، فَسَيَكْفيكَهُمُ اللهُ وَهُوَ السَّميعُ العَليمُ ، اللهُ خَيْرٌ خَبِيْرٍ حَافِظاً ، وَهُوَ أَرْحَمُ الرَّاحِمينَ ، إنَّ اللهَ يُمْسِكُ السَّموَاتِ وَاَلأرْضَ أَنْ تَزُولَا ، وَلَئِنْ زَالَتا ، إنْ أمْسَكَهُمَا مِنْ أَحَدٍ مِنْ بَعْدِهِ ، إنَّهُ كَاَنَ حَليماً غَفُوراً.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اَلْحَمْدُ للهِ ، الذي أَذْهَبَ اللَّيْلَ بِقُدْرَتِهِ ، وَجَاءَ بِالنَّهَارِ بِرَحْمَتِهِ ، خَلْقاً جَدِيداً ، وَنَحْنُ في عَافِيَةٍ ، بِمَنِّهِ وَجُودِهِ وَكَرَمِهِ ، مَرْحَباً بِالحَافِظِينَ ،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يلتفت عن يمينه ، ويقول : حياكما الله من كاتبين ، ثم يلتفت عن شماله ، ويقول : أكتبا رحمكما الله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بِسْمِ اللهِ ، أَشْهَدُ أَنْ لا إلهَ إلَّا اللهُ ، وَحْدَهُ لا شَرِيكَ لَهُ ، وَأَشْهَدُ أَنَّ مُحَمَّداً ، عَبْدُهُ وَرَسُولُهُ ، وَأَشْهدُ أَنَّ السَّاعَةَ آتِيةٌ لا رَيْبَ فِيهَا ، وَأَنَّ الله يَبْعَثُ مَنْ في القُبُورِ ، على ذلِكَ أَحْيَا وَعَلَيْهِ أَمُوتُ ، وَعَلَيْهِ أُبْعَثُ إنْ شَاءَ اللهُ ، أَقْرِئَا مُحَمَّداً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مِني السَّلامُ.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أصْبَحْتُ في جِوَارِ الله ، الذي لا يُضَامُ ، وَفي كَنَفِ اللهِ ، الذي لا يُرَامُ ، وَفي سُلْطَانِهِ الذي لا يُسْتَطَاعُ ، وفي ذِمَّةِ الله التي لا تُخْفَرُ ، وَفي عِزَّ الله الذي لا يُقْهَرُ ، وفي حَرَمِ الله المَنيعِ ، وَفي وَدَايِعِ اللهِ التي لا تَضِيعُ ، وَمَنْ أَصْبَحَ للهِ جَاراً فَهُوَ آمِنُ مَحْفوظً.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أَصْبَحْتُ وَاْلمُلْكُ والمَلَكُوتُ ، وَالعَظَمَةُ وَالجَبَروتُ ، وَالجَلالُ وَاَلاكْرَامُ ، والنَّقْضُ وَالابْرَامُ ، وَالعِزَّةُ وَالسُّلْطَانُ ، وَالحُجَّةُ وَالبُرْهَانُ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وَالكِبْرِيَاءُ وَالرُّبُوبَيَّةُ ، وَالقُدْرَةُ ، وَالهَيْبَةُ ، وَالمِنْعَةُ ، وَالسَّطْوَةُ ، وَالرَّأْفَةُ وَالرَّحْمَةُ ، وَالعَفْوُ وَالعَافِيَةُ ، وَالسَّلَامَةُ ، وَالطَّولُ وَالآلآءُ ، وَالفَضْلُ وَالنَّعْمَاءُ ، وَالنُورُ وَالضِيَاءُ ، وَالَامْنُ ، وَخَزائِنُ الدُّنْيا وَالآخِرةِ ، لله رَبِّ العَالَمينَ الوَاحِدِ ، القَهَّارِ ، المَلِكِ الجَبَّارِ ، العَزِيزِ الغَفَّارِ.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أَصْحَبْتُ لا أُشْرِكُ بِاللهِ ، وَلا أتَّخِذُ مِنْ دُونِهِ وَلياً ، وَلا أَدْعو مَعَهُ إلهاً ، إنّي لَنْ يُجِيرَنِي مِنَ الله أَحَدٌ ، وَلَنْ أَجِدَ مِنْ دُونِهِ مُلْتَحَداً ، اللهُ ربّي حَقّاً ، لا أُشرِك بِالله شَيْئاً ، الله أعَزُّ وَأَكْبَرُ ، وَأَعْلى وَأقْدَرُ ، مِما أَخَافُ وَأَحْذَرُ وَلا حوْلَ وَلا قُوَةَ إلَّا بِاللهِ العَليِّ العَظِيم.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كَمَا أذْهَبْتَ بِاللَّيْلِ ، وَأَقْبَلتَ بِالنَّهَاَرِ ، خَلْقَاً جَديداً مِنْ خَلْقِكَ ، وآيةً بَيِنَهً مِنْ آيِاتِكَ ، فَصَلِّ على مْحَمَّدٍ ، وَأذْهِبْ عَنَّي كُلَّ غَمٍّ وَهَمٍّ ، وَحُزْنٍ وَمَكرْوهٍ ، وَبَلِيَّةٍ وَمِحْنَةٍ ، وَمُلِمَّةٍ ، وَأقْبِلْ إليَّ بِالعَافِيَةِ ، وَأمْنُنْ عليَّ بِالرَّحْمَةِ ، وَالعَفْوِ وَالتَّوْبَةِ ، وَادْفَع عَني كُلَّ مَعَرَّةٍ وَمَضَرَّةٍ ، بِحَوْلِكَ ، وَقُوَّتِكَ ، وَجُودِكَ ، وَكَرَمِكَ ، أعوذُ بالله ، بِمَا عَاذَتْ بِهِ مَلائِكَتُهُ ، وَرُسُلُهُ ، مِنْ شَرِّ هَذَا اليَومِ ، وَما يَأتي بَعْدَهُ ، وَمِنَ الشيْطَانِ وَالسُّلطَانِ ، وَرُكوب الحَرَامِ وَالآثَامِ ، وَمِنْ شَرِّ السَامَّةِ والهَامَّةِ ، وَالعَيْنِ اَلْلَّامَّةِ وَمِنْ شَرِّ كُلِّ دَابةٍ ، رَبِّي آخِذٌ بَنَاصِيَتِهَا ، إنَّ رَبِّي على صِرَاطٍ مُسْتَقيمٍ ، أعوذُ بالله ، وَبِكَلِمَاتِهِ وَعَظَمَتِهِ ، وَحَوْلهِ وَقُوَّتِهِ ، وَقُدْرَتِهِ مِنْ غَضَبِِهِ وَسُخْطِهِ وَعِقَابِهِ ، وَأَخْذَهِ وَبَأْسِهِ ، وَسَطْوَتِهِ وَنَقْمَتِهِ ، مِنْ جَميعِ مَكَارِهِ الدُّنْيا وَالآخِرَة ، وامْتَنَعتُ بِحَوْلِ الله وَقُوَّتِهِ ، مِنْ حَوْلِ خَلْقِهِ جَميعاً ، وقُوَّتهمْ ، وَبِرَبِّ اَلفَلَقِ مِنْ شَرِّ ما خَلَقَ ، وَمِنْ شَرِّ غَاسِقٍ إذا وَقَبَ ، وَمنْ شَرِّ النفَّاثَاتِ في العُقَدِ ، وَمِنْ شَرِّ حَاسِدٍ إذا حَسَدَ ، وَبِرَبِّ النَّاسِ ، مَلِكِ النَّاسِ ، إلهِ النَّاسِ ، مِنْ شَرِّ الوَسْوَاسِ ، الخَنَّاسِ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الذي يُوَسْوِسُ في صُدورِ النَّاس ، مِنَ الجِنَّةِ والنَّاسِ ، فَإنْ تَوَلَّوا فَقُل : حَسْبِيَ اللهُ ، لا إله إلا هُوَ ، عَلَيْهِ تَوَكَّلْتُ ، وَهُوَ رَبُّ العَرْشِ العَظيم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بِالله أَسْتَفْتِحُ ، وَبِالله اَسْتَنْجِحُ ، وَعلى اللهِ أَتَوَكَّلُ ، وَبِاللهِ اَعْتَصِمُ ، وَأسْتَعينُ ، وَأسْتَجيرُ ، بَسْمِ اللهِ خَيْرِ الَاسْماءِ ، بِسْمِ اللهِ ، الذي لا يَضُرُّ مَعَ اسْمِهِ شَيْءٌ في الارْض ، وَلا في السَّمَاءِ ، وَهُوَ السَّميعُ العَليمُ ، رَبّي إني تَوَكَّلْتُ عَلَيْكَ ، رَبِّي إنّي فَوَّضْتُ أَمْري إلَيْكَ ، رَبِّي إنّي ألْجَاْتُ ضَعْفَ رُكْني إلى قُوَّةٍ رُكْنِكَ ، مستعيناً بِكَ على ذَوي التَعَزُّزِ عَلىَّ ، وَالقَهْرِ لي ، وَالقُدْرَةِ على ضَيْمي ، والاقْدَامِ على ظُلْمي ، أَنا وَأْهلي وَوَلَدي في جوارِكَ ، وَكَنَفِكَ ، رَبِّ ، لا ضَعْفَ مَعَكَ ، وَلا ضَيْمَ على جَارِكَ ، رَبِّ ، فاقْهَرْ قَاهِري بِعِزَّتِكَ ، وَأوهِنْ مُسْتَوْهِني بِقُدْرَتِكَ ، وَاقْصِمْ ضَائِمي بِبَطْشِكَ ، وَخُذْ لي مِنْ ظَالمي بِعَدْلِكَ ، وَأَعِذْني مِنْهُ بِعِيَاذِكَ ، وَأَسْبِلْ عليَّ سِتْرَكَ ، فَإنَّ مَنْ سَتَرْتَهُ آمِنٌ مَحْفُوظٌ ، وَلا حَوْلَ ولا قُوَّةَ إلَّا بِاللهِ العَليّ العَظيمِ.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يَا حَسَنَ البَلاءِ ، يا إلهَ مَنْ في الَارْض ، وَمَنْ في السَّماءِ ، يا مَنْ لا غِنى لِشَيْءٍ عَنْهُ ، وَلا بُدَّ لِشَيْءٍ مِنْهُ ، يا مَنْ مَصيرُ كُلِّ شَيْءٍ إليهِ ، وَوُرُودُهُ إليهِ ، وَرِزْقُهُ عَلَيْهِ ، صَلِّ على مُحَمَّدٍ وَآلِهِ وَتِوَلَّني ، وَلا تَولِني أَحَداً مِنْ شِرَارِ خَلْقِكَ ، كَمَا خَلَقْتَني ، وَغَذيْتَني ، وَرَحِمْتَني ، فَلا تُضَيِّعْني ، يا مَنْ جودُهُ وَسِيلَةُ كُلِ سَائِلٍ ، وَكَرَمُهُ شَفيعُ كُلِّ آمِلٍ ، يا مَنْ هُوَ بالجودِ مَوْصوفٌ ، إرْحَمْ مَنْ هُوَ بِاْلإِسَاءَة مَعْروفٌ ، يا كَنْزَ الفُقَرَاءِ ، يا مُعِينَ الضُعَفَاءِ.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: إنّي أدْعوكَ ، لِهَمّ لا يُفَرِّجْهُ غَيرُكَ ، وَلِرَحْمَةٍ ، لا تُنَالُ إلَّا مِنْكَ ، وَلِحَاجَةٍ لا يَقْضيهِِا إلَّا أَنْتَ ، اللّهُمَّ كَمَا كَانَ مِنْ شَأنِكَ ، ما أرَدْتني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بِهِ مِنْ ذِكرِكَ ، وَالْهَمْتَنيهِ مِنْ شُكْركَ ، وَدُعائِكَ ، فَلْيَكُنْ مِنْ شَأنِكَ اَلْإستجابةُ لي فيما دَعَوْتُكَ بِهِ ، وَالنَّجَاةُ لي فِي ما فَزِعتُ إلَيكَ مِنْهُ ، فَإنْ لَمْ أكُنْ أهْلاً أنْ أَبْلُغَ رَحْمَتَكَ ، فإنَّ ، رَحْمَتَكَ أَهْلٌ أَنْ تَبْلُغَني ، وَتَسَعَني فَإنَّهَا وَسِعَتْ كُلَّ شَيءٍ ، وَأنا شَيءٍ فَلتَسَعْني رَحْمَتُكَ يا مَوْلايَ.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صَلَّ على مُحَمَّدً وَآلِ مُحَمَّدٍ ، وَامْنُنْ عَليَّ ، وَأعْطِنْي فكاكَ رَقَبَتي مِنَ النَّارِ ، وَأوجِبْ لي الجَنَّة بِرَحْمَتِكَ ، وَزَوِّجْني مِنَ الحورِ العينِ بِفَضْلِكَ ، وَأجِرْني مِنْ غَضَبِكَ ، وَوَفِّقْني لما يُرْضِيكَ عَني ، وَاعْصِمْني مِمَّا يُسْخِطُكَ عَليَّ ، وَاَرْضِني بما قَسَمْتَ لي ، وَبَارِكْ لي فيما أَعْطَيْتَني ، واجْعَلْني شَاكِراً لِنِعْمَتِكَ ، وَارْزُقْني حُبَّكَ ، وَحُبَّ كُلَّ مَنْ أحَبَّكَ ، وَحُبَّ كُلَّ عَمَلٍ يقَرِّبُني إلى حُبِّكَ ، وَامْنُنْ عليَّ بالتَوَكُّلِ عَلَيكَ ، وَالتَفْويضِ إلَيْكَ ، وَالرِّضَا بِقَضائِكَ ، وَالتَسْليِمِ لَأمْرِكَ ، حَتَّى لا أُحِبَّ تَعْجيلَ ما أَخَّرْتَ ، وَلا تَأْخيرَ ما عَجَّلتَ ، يا أَرْحَمَ الرَّاحِمينَ ، وَصلَّى اللهُ على مُحَمَّدٍ وَآلِ مُحَمَّدٍ ، آمين يا رَبَّ العَالمينَ.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لِكُلِّ عَظيمَةٍ ، وَلِكُلِّ نَازِلَةٍ ، فَصَلِّ على مُحَمَّدٍ وَآلِ مُحَمَدٍ ، وَاكْفني كُلَّ مَؤونةٍ وَبَلاءٍ ، يا قَديمُ. العَفوَ عَنّي ، يا مَنْ رِزْقُ كلِّ شَيْء ٍعَلَيْهِ ،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يشير بإصبعه ، على من يخاف شره وكيده ويقرأ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وَجَعَلْنا مِنْ بَيْنِ أَيْدِيهِمْ سَدّاً ، وَمِنْ خَلْفِهِمْ سَداً ، فَأَغْشَيْناهُم ، فَهُمْ لا يُبْصِرونَ ، إنّا جَعَلّنا على قُلوبِهِم أكِنَّةٌ إنْ يَفْقَهوهُ ، وَفي آذَانِهِم وَقْراً ، وَإنْ تَدْعُهُمْ إلى الهُدى فلَنْ يَهْتَدوا إذاً أَبَداً ، أُولئكَ الَّذِينَ طَبَعَ اللهُ على قُلوبِهِم ، وَسَمْعِهِمْ ، وَأَبْصَارِهِمْ ، وَاولئِكَ هُمُ الغَافِلونَ ، أَفَرَأَيْتَ مَنِ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اتَّخَذَ إلهَهُ هَوَاهُ ، وَأَضَلَّهُ الله على عِلمٍ ، وَخَتَمَ على سَمْعِهِ وَقَلْبِهِ ، وَجَعَلَ على بَصَرِهِ غِشَاوَةً ، فَمَنْ يَهْديهِ مِنْ بَعْدِ الله أَفَلا تَذَكَّرُونَ. وَإذا قَرَأْتَ القُرْآنَ ، جَعَلْنَا بَيْنَكَ ، وَبَيْنَ الذين لا يُؤمِنُونَ بِالآخِرَةِ ، حِجَاباً مَسْتوراً ، وَجَعَلْنا على قُلُوبِهِمْ أَكِنَّةٌ أَنْ يَفْقَهوهُ ، وَفي آذَاَنِهِمْ وَقْراً ، وَإذَا ذَكَرْتَ رَبَّكَ في القُرآن وَحْدَهُ ، وَلّوا على أدْبَارِهِمْ نُفُوراً ، الحَمْدُ للهِ رَبِّ العَالمينَ اللّهُمَّ ، إنّي أَسْأَلُكَ ، بِاْسمِكَ الذي بِهِ تَقُومُ السَّمَاءُ ، وَبِِهِ تَقُومُ اَلَارضُ ، وَبِهِ تُفَرِّقُ بَيْنَ الحَقِّ وَالبَاطِلِ ، وَبِهِ تَجْمَعُ بَيْنَ المُتَفَرِّقِ ، وَبِهِ تُفَرِّقُ بَيْنَ المُجْتَمِعِ ، وَبِهِ أحْصَيْتَ عَدَدَ الرِّمَالِ ، وَزِنَةَ الجِبَالِ ، وَكَيْلَ البِحَاِر ، أنْ تُصَلِّيَ عَلى مُحَمَّدٍ وَآلِهِ ، وَأَنْ تَجْعَلَ لي مِنْ أَمْري فَرَجَاً ، إنَكَ على كُلِّ شَيْءٍ قَدِيرٌ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علمنا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كيف ندعو الله وكيف نتوسل إليه وكيف نناجيه.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، كيف خاطب الامام ربه ، بهذا الدعاء الحافل ، بجميع ألوان الادب والخضوع؟! ومن الطبيعي ، أنه ناشئ عن معرفته الكاملة ، بالله تعالى ، مصدر الفيض لجميع الكائنات.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التجاء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الله ، وشكواه إليه ، ممن بغى عليه من حكام عصره ، الذين جهدوا على ظلمه ، وقهره ، وفي طليعتهم المنصور الدوانيقي ، العدو الاول للاسرة النبوية ، الذي تجاوز ببطشه لهم ما اقترفه الامويون من إثم وظلم.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61 ـ 64 ). </w:t>
      </w:r>
    </w:p>
    <w:p w:rsidR="00A60096" w:rsidRPr="00A60096" w:rsidRDefault="00A60096" w:rsidP="00A60096">
      <w:pPr>
        <w:pStyle w:val="Heading2Center"/>
        <w:rPr>
          <w:rStyle w:val="libBold2Char"/>
          <w:rtl/>
        </w:rPr>
      </w:pPr>
      <w:r>
        <w:rPr>
          <w:rtl/>
        </w:rPr>
        <w:br w:type="page"/>
      </w:r>
      <w:bookmarkStart w:id="24" w:name="_Toc405289406"/>
      <w:r w:rsidRPr="00FB487B">
        <w:rPr>
          <w:rtl/>
        </w:rPr>
        <w:lastRenderedPageBreak/>
        <w:t>2 ـ ادعية قبل طلوع الشمس وغروبها</w:t>
      </w:r>
      <w:r w:rsidRPr="00A60096">
        <w:rPr>
          <w:rStyle w:val="libBold2Char"/>
          <w:rtl/>
        </w:rPr>
        <w:t xml:space="preserve"> :</w:t>
      </w:r>
      <w:bookmarkEnd w:id="24"/>
      <w:r w:rsidRPr="00A60096">
        <w:rPr>
          <w:rStyle w:val="libBold2Char"/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قبل شروق الشمس وغروبها ، بهذا الدعاء المبارك ، وقد منحه تلميذه محمد بن مروان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أَسْتَعِيذُ باللهِ مِنَ الشَّيْطَانِ الرَّجيم ، وَاعوُذُ باللهِ أنْ يَحْضُرونِ ، إنَّ اللهَ هُوَ السَّميعُ العَليمُ ، لا إلهَ إلَّا اللهُ ، وَحْدَهُ لا شَريِكَ لَهُ ، يُحْيي وَيُميتُ ، وَهُوَ على كُلَّ شَيْءٍ قَدِيرٌ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يقرأ هذا الدعاء عشر مرات ، وقد حث على قراءته ، وقال : من نسيه فليقضه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ومن أدعيته ، قبل شروق الشمس وغروبها ، هذا الدعاء ، وأعتبره من السنن الاسلامية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إلَّا اللهُ ، وَحْدَهُ لا شَرِيكَ لَهُ ، لَهُ المُلْكُ ، وَلَهُ الحَمد ُ، يُحْيي وَيُمِيتُ ، وَهُوَ حَيٌّ لا يَمُوتُ ، بيَدِهِ الخَيْرُ ، وَهُوَ عَلى كُلِّ شَيْءٍ قَدِيرٌ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يقرأ ذلك عشر مرات ، ثم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أَعُوذُ بِاللهِ السَّمِيعِ العَليمِ ، مِنْ هَمَزَاتِ الشِّيَاطِينِ ، وَأَعُوذُ بِكَ رَبِّ أَنْ يَحْضُروُنِ ، إنَّ اللهَ هُوَ السِّميعُ العَليمُ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يقول : ذلك عشر مرات ، وأوصى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بملازمة هذا الدعاء. وقال : من نسي ذلك فليقضه ، كما تقضي الصلاة إذا نسيها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533.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2 ـ اصول الكافي 2 / 533.</w:t>
      </w:r>
    </w:p>
    <w:p w:rsidR="00A60096" w:rsidRPr="00FB487B" w:rsidRDefault="00A60096" w:rsidP="00A60096">
      <w:pPr>
        <w:pStyle w:val="Heading2"/>
        <w:rPr>
          <w:rtl/>
        </w:rPr>
      </w:pPr>
      <w:r>
        <w:rPr>
          <w:rtl/>
        </w:rPr>
        <w:br w:type="page"/>
      </w:r>
      <w:bookmarkStart w:id="25" w:name="_Toc405289407"/>
      <w:r w:rsidRPr="00FB487B">
        <w:rPr>
          <w:rtl/>
        </w:rPr>
        <w:lastRenderedPageBreak/>
        <w:t>3 ـ دعاؤه بعد الغداة :</w:t>
      </w:r>
      <w:bookmarkEnd w:id="25"/>
      <w:r w:rsidRPr="00FB487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المبارك بعد الغداة. وقال للعلاء بن كامل : إن من الدعاء ما ينبغي لصاحبه إذا نسيه أن يقضيه. وهو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إلَّا اللهُ ، وَحْدَهُ ، لا شَرِيكَ لَهُ ، لَهُ المُلْكُ ، وَلَهُ الحَمْدُ ، يُحْيي وَيُميتُ ، وَيُميتُ وَيُحْيي ، وَهُوَ حَيٌّ لا يَمُوتُ ، بِيَدِِهِ الخَيْرُ كُلُّهُ ، وَهُوَ على كُلِّ شَيْءٍ قَدِيرٌ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يقول ذلك عشر مرات ، ثم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أعوذ بالله السميع العليم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يقول ذلك عشر مرات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لقد 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لهجا بذكر الله تعالى في جميع أحواله.</w:t>
      </w:r>
    </w:p>
    <w:p w:rsidR="00A60096" w:rsidRPr="00FB487B" w:rsidRDefault="00A60096" w:rsidP="00A60096">
      <w:pPr>
        <w:pStyle w:val="Heading2"/>
        <w:rPr>
          <w:rtl/>
        </w:rPr>
      </w:pPr>
      <w:bookmarkStart w:id="26" w:name="_Toc405289408"/>
      <w:r w:rsidRPr="00FB487B">
        <w:rPr>
          <w:rtl/>
        </w:rPr>
        <w:t>4 ـ ادعيته عند خروجه من منزله :</w:t>
      </w:r>
      <w:bookmarkEnd w:id="26"/>
      <w:r w:rsidRPr="00FB487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اعتصم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بالله ، والتجأ إليه ، وكان لهجا بذكره ، ودعائه ، في جميع آناء زمانه ، والتي منها فيما يقول الرواة ، أنه إذا خرج من منزله إلى الجامع النبوي ، الذي هو مقر بحوثه ودروسه ، كان يدعو بما يلي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روى أبو حمزة قال : رأيت الامام أبا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يحرك شفتيه حين أراد أن يخرج ، وهو قائم على الباب ، فقلت : إني رأيتك تحرك شفتيك حين خرجت ، فهل قلت شيئا؟ قال : نعم ، إن الانسان إذا خرج من منزله يقول حين يخرج : الله أكبر الله أكبر ثلاثا ، ثم يقول : بالله أخرج ، وبالله أدخل ، وعلى الله أتوكل ، يقول ذلك ثلاثا ، ثم يقول :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533.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افْتَحْ لي في وَجْهي هََذَا بِخَيْرٍ ، وَاخْتُمْ لي بِخَيْرٍ ، وَقِني شرَّ كُلِّ دَابَّةٍ أَنْتَ أخِذٌ بِنَاصِيَتِها ، إنَّ رَبِّي على صِرَاطٍ مُسْتَقيمٍ .. فَإذَا قَاَل ذَلِكَ ، فَإنَّهُ لَمْ يَزَلْ في ضَمَانِ الله عَزَّوَجَلْ ، حَتَّى يَرُدَّهُ إلى المَكَانِ الذي كَانَ فِيهِ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روى أبو خديجة قال : كان الامام أبو عبد 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إذا خرج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بِكَ خَرَجْتُ ، وَلَكَ أسْلَمْتُ ، وَبِكَ آمنْتُ ، وَعَلَيْكَ تَوَكَّلْتُ ، اللّهُمَّ بَارِكْ لي في يَوْمي هَذَا ، وَارْزُقْني فَوْزَهُ وَفَتْحَهُ ، وَنَصْرَهُ ، وَطَهُورَهُ ، وَهدَاهُ ، وَبَرَكَتَهُ ، وَاصْرِفْ عَنيِّ شَرَّهُ ، وَشَرَّ ما فِيهِ ، بِسْمِ اللهِ ، وَباللهِ ، وَالله أكْبَرُ ، وَالحَمْدُ للهِ رَبِّ العَالَمينَ ، اللّهُمَّ إني قَدْ خَرَجْتُ فَبَارِكْ لي في خُرُوجي ، وَانفعني بِهِ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قال ابو خديجة : 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إذا دخل إلى منزله ، قال مثل ذلك </w:t>
      </w:r>
      <w:r w:rsidRPr="00A60096">
        <w:rPr>
          <w:rStyle w:val="libFootnotenumChar"/>
          <w:rtl/>
        </w:rPr>
        <w:t>(2)</w:t>
      </w:r>
      <w:r>
        <w:rPr>
          <w:rtl/>
        </w:rPr>
        <w:t>.</w:t>
      </w:r>
    </w:p>
    <w:p w:rsidR="00A60096" w:rsidRPr="00AE3D1F" w:rsidRDefault="00A60096" w:rsidP="00A60096">
      <w:pPr>
        <w:pStyle w:val="Heading2"/>
        <w:rPr>
          <w:rtl/>
        </w:rPr>
      </w:pPr>
      <w:bookmarkStart w:id="27" w:name="_Toc405289409"/>
      <w:r w:rsidRPr="00AE3D1F">
        <w:rPr>
          <w:rtl/>
        </w:rPr>
        <w:t>5 ـ ادعيته عند النوم :</w:t>
      </w:r>
      <w:bookmarkEnd w:id="27"/>
      <w:r w:rsidRPr="00AE3D1F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وتعلق قلب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بالله تعالى ، وهام بحبه ، فلم يترك ذكره في كل لحظة من حياته ، حتى إذا آوى إلى فراشه ، وأراد النوم ، دعا ربه وقد أثرت عنه مجموعة من الادعية منحها بعض اصحابه هذه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روى بكر بن محمد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أنه قال : من أراد أن يأخذ مضجعه ، فليقل ثلاث مرات : الحَمْدُ لله الَّذي عَلَا فَقَهَرَ ، والحمدُ لله الذي بَطُنَ فَخَبِرَ ، والحَمْدُ لله الَّذي مَلَكَ فَقَدَرَ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540.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542.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والحمدُ لله الذي يُحْيِي المَوتَى وَيُميتُ الَاحْيَاَءَ ، وَهَوَ عَلى كلِّ شيءٍ قديرٌ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إذا أوى أحدكم إلى فراشه ، فليقل : الَّلهُمَّ ، إني أَحْتَسِبُ نَفْسِي عِنْدَكَ ، فاحْتَسِبْها في محلِّ رِضْوَانِكَ ، وَمَغْفِرَتِكَ ، وإنْ رَدَدْتَهَا ، فَأْرُددْهَا مُؤمِنَةً ، عَارِفَةً بِحَقِّ أَوْلِيائِكَ حَتَّى تَتَوفَّاهَا عَلى ذلِكَ..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 ـ روى يحيى بن أبي العلاء ، أن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يقول عند منامه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آمنْتُ بالله ، وَكَفَرْتُ بِالطَاغوُتِ ، اللّهُمَّ احْفَظْني في مَنامي ، وَفي يَقْظَتي ...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روى معاوية بن وهب ، أن أحد أبناء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قال لابيه : يا أبت إني إريد أن أنام ، فقال له : يا بني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أَشْهَدُ أنْ لا إلهَ إلَّا الله ، وَأَنَّ مُحَمَّداً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عَبْدُهُ وَرَسُولُهُ ، أَعوذُ بِعَظَمَةِ اللهِ ، وَأَعُوذُ بِِعِزَّةِ الله ، وَأعَوذُ بِقُدْرَةِِ الله ، وَأَعُوذُ بِجَلَالِ اللهِ ، وَأعَوذُ بِسُلْطَانِ اللهِ ، إنَّ الله على كُلِّ شَيْءٍ قَديرٌ ، وَأَعوذُ بِعَفْو اللهِ ، وَأَعوذُ بِغُفرانِ الله ، وَأَعُوذُ بِرَحْمَةِ اللهِ مِنْ شَرِّ السَامةِ وَالَهامَّةِ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 ، وَمِنْ شَرِّ كُلِّ دَابَّةٍ صَغِيرَةٍ أَوْ كَبِِيرَةٍ ، بِليْلٍ أَوْ نَهَارٍ ، وَمِنْ شَرِّ فَسَقَةِ الجِنِّ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535.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536.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536.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السامة : ما يسم ، ولا يقتل كالعقرب والزنبور ، والهامة : ما يسم ويقتل ، وقد تطلق على كل ما يدب.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وَالانْسِ ، وَمِنْ شَرِّ فَسَقَةِ العَرَبِ وَالعَجَمِ ، وَمِنْ شَرِّ الصَّوَاعِقِ وَالبَرْدِ .. اللّهُمَّ صَلَّ على مُحَمَّدٍ عَبْدِكَ وَرَسُولِكَ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ويقول معاوية : إن الصبي كان يقول عند ذكر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الطيب المبارك ، فقال له الامام : نعم يا بني الطيب المبارك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ـ قال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لتلميذه العالم ابن عمر : إن اسْتَطَعْتَ أَن لا تبيتَ ، حتى تتعوذَ بِأَحَدَ عَشَرَ حَرْفاً ، فَافْعَلْ. فقال المفضل أخبرني بها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قلْ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أَعُوذُ بِعِزَّةِ الله ، وَأَعُوذُ بِجَلَال الله ، وَأَعوذُ بِسُلْطَانِ اللهِ ، وِأَعُوذُ بِجَمَالِ اللهِ ، وَأَعوذُ بِدَفْعِ الله ، وَأَعُوذُ بِمَنعِ الله ، وَأَعوذُ بِجَمعِ الله ، وَأَعوذُ بِمُلْكِ اللهِ ، وَأَعوذُ بِوَجْهِ الله ، وأَعوذُ بِرَسولِ اللهِ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مِنْ شَرِّ ما خَلَقَ وَبَرَأَ ، وَذَرَأَ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 ـ روى خالد بن نجيح قال : 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إذا أويت إلى فراشك ، فقل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بِسْمِ اللهِ ، وَضَعْتُ جَنْبِي اَلَأيْمَنَ على مِلَّةِ إبْرَهِيم ، حَنِيفاً لله مُسْلِماً ، وَمَا أَنا مِنَ المُشْرِكينَ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وَحَكَت هَذهِ الأدْعِيَةُ ، مَدى ارْتِبَاط الإمام ، وتَعَلُّقِهِِ بِاللهِ تَعَالَى ، فَهُوَ دَائِبٌ في ذِكْرِهِ ، وَمُنَاجَاتِهِ ، في يَقْظَتِهِ وَمَنَامِهِ ، قَدْ تَعَلَّقتْ رُوحُهُ بِهِ ، فَهُوَ لا يَرَى غَيْرَهُ.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537.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537.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537. </w:t>
      </w:r>
    </w:p>
    <w:p w:rsidR="00A60096" w:rsidRPr="00AE3D1F" w:rsidRDefault="00A60096" w:rsidP="00A60096">
      <w:pPr>
        <w:pStyle w:val="Heading2"/>
        <w:rPr>
          <w:rtl/>
        </w:rPr>
      </w:pPr>
      <w:r>
        <w:rPr>
          <w:rtl/>
        </w:rPr>
        <w:br w:type="page"/>
      </w:r>
      <w:bookmarkStart w:id="28" w:name="_Toc405289410"/>
      <w:r w:rsidRPr="00AE3D1F">
        <w:rPr>
          <w:rtl/>
        </w:rPr>
        <w:lastRenderedPageBreak/>
        <w:t>6 : ـ ادعيته عند الانتباه من النوم :</w:t>
      </w:r>
      <w:bookmarkEnd w:id="28"/>
      <w:r w:rsidRPr="00AE3D1F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انتبه من النوم سارع إلى ذكر الله ، والثناء عليه ، وقد وردت عنه بعض الادعية في ذلك كان منها ما يلي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إذا قام أحدكم من الليل ، فليقل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سُبْحَانَ رَبِّ النَّبِيِّينَ ، وَإلهِ المُرْسَلِينَ ، وَرَبِّ المُسْتَضْعَفِينَ وَاَلْحَمْدُ للهِ الذي يُحْيي المَوْتى ، وَهُوَ على كُلِّ شَيْءٍ قَدِيرٌ.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روى عبدالرحمن بن الحجاج قال : كان الامام أبو عبد 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قام آخر الليل ، يرفع صوته حتى يسمع أهل الدار ، ويقول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أعِنِّي على هَوْلِ المَطْلَعِ ، وَوَسِّعْ عَلَيَّ ضِيقَ المَضْجَعِ ، وَارْزُقْني خَيْرَ ما قَبْلَ المَوْتِ ، وَارْزُقْني خَيْرَ ما بَعْدَ المَوْتِ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وهكذا ارتبط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بالله تعالى ، وتعلق به نفسيا وفكريا ، فلا يخلو ذكره من ضميره ولسانه ، فهو يدعوه في خلواته ، ويناجيه في يقظته وعند منامه ، بل وفي جميع أحواله .. وبهذا ينتهي بنا الحديث عن بعض أدعيته في هذا القسم.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ص 539.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bookmarkStart w:id="29" w:name="_Toc405289411"/>
      <w:r>
        <w:rPr>
          <w:rtl/>
        </w:rPr>
        <w:lastRenderedPageBreak/>
        <w:t>القسم الثاني :</w:t>
      </w:r>
      <w:bookmarkEnd w:id="29"/>
    </w:p>
    <w:p w:rsidR="00A60096" w:rsidRDefault="00A60096" w:rsidP="00A60096">
      <w:pPr>
        <w:pStyle w:val="Heading1Center"/>
        <w:rPr>
          <w:rtl/>
        </w:rPr>
      </w:pPr>
      <w:bookmarkStart w:id="30" w:name="_Toc405289412"/>
      <w:r>
        <w:rPr>
          <w:rtl/>
        </w:rPr>
        <w:t>من أدعيته في الوقاية من الكوارث والاخطار</w:t>
      </w:r>
      <w:bookmarkEnd w:id="30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يفزع إلى الله تعالى ، ويلتجئ إليه من طوارق الزمن ، وحوادث الايام ، ودفع كل ما يحذر ويخاف منه ، حتى العلل والاسقام ، كما كان يتعوذ بالله من شر أعدائه ، والحاقدين عليه ، خصوصا حكام عصره ، الذين كانوا يبغون له الغوائل ، ويكيدونه في غلس الليل ، وفي وضح النهار ، خصوصا المنصور الدوانيقي ، العدو الاول لآل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فقد صفاهم جسديا ، ونكل بهم كأفضع ما يكون التنكيل ، وكان يتربص بالامام ، ويبغي له الغوائل ، مع علمه بأنه لم يشترك بأي عمل إيجابي ضد حكومته ، ولكنه كان يتميز غيظا منه ، لما يراه من إجماع المسلمين ، على تعظيم الامام وتقديسه ، فأقض ذلك مضجعه ، واتخذ جميع الاجراءات القاسية ضده ، كما سنوضحه في بعض حلقات هذا الكتاب.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وعلى أي حال ، فإنا نعرض بعض الادعية ، التي أثرت عنه في هذه الامور.</w:t>
      </w:r>
    </w:p>
    <w:p w:rsidR="00A60096" w:rsidRPr="000D6BDC" w:rsidRDefault="00A60096" w:rsidP="00A60096">
      <w:pPr>
        <w:pStyle w:val="Heading2"/>
        <w:rPr>
          <w:rtl/>
        </w:rPr>
      </w:pPr>
      <w:bookmarkStart w:id="31" w:name="_Toc405289413"/>
      <w:r w:rsidRPr="000D6BDC">
        <w:rPr>
          <w:rtl/>
        </w:rPr>
        <w:t>1 ـ دعاؤه في الوقاية من الكوراث :</w:t>
      </w:r>
      <w:bookmarkEnd w:id="31"/>
      <w:r w:rsidRPr="000D6BDC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يتسلح بهذا الدعاء ، إذا خاف من بلية ، أو كارثة تنزل به ، وكان يدعو به ساجدا أو قائما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اللّهُمَّ ، إنّي أَحْتَجِبُ بِنُورِ وَجْهِكَ الْكَرِيم ، الجَليلِ ، اَلْقَدِيمِ ، اَلْرَفِيعِ اَلْعَظِيمِ ، اَلْعَليِّ اَلْرَحِيمِ ، اَلْقَائِمِ بِالْقِسطِ ، لا إلهَ إلَّا أَنْتَ اَلْعَزِيزُ الحَكيِمُ ، وبِمُحَمَّدٍ وَآلِهِ ، صَلَوَاتُكَ عَلَيْهِ وَعَلَيْهِمْ ، وَبأولِى اَلْعَزْمِ مِنَ المُرْسَلينَ ، صَلَوَاتُكَ عَلَيْهِمْ أَجْمَعينَ ، وَببَيْتِكَ اَلْمَعْمُورِ ، وَاَلَسَّبعِ المَثَاني ، وَاَلْقُرآنِ اَلْعَظِيمُ ، وَبِكُلِّ مَنْ يُكْرَمُ عَلَيْكَ ، مِنْ جَميعِ خَلْقِكَ أجْمَعِينَ .. لِأنْفُسِ أَهْلِ بَيْتِْ نَبِيِّكَ ، مُحَمَّدٍ صَلَوَاتُكَ عَلَيْهِ وَعَلَيْهِمْ ، وَلَأوليَائِهمْ ، وَلِجَميعِ مَا مَلَّكْتَهُمْ ، وَتَتَفَضَّلُ بِهِ عَلَيْهِمْ وَلَأنْفُسِنَا ، وَلِجَميعِ مَا مَلَّكْتَنَا ، وَتَتَفَضَّلُ بِهِ عَلَيْنَا ، مِنْ شُرُورِ جَميعِ ما قَضَيْتَ ، وَقَدَرْتَ ، وَخَلَقْتَ ، وَمِنْ شُرُورِ جَميعِ ما تَقْضِي وَتَقْدُرُ وَتَخْلُقُ ، ما أَحْيَيْتَنَا ، وَبَعْدَ وَفَاتِنَا ، بِسْمِ اللهِ اَلْرَّحْمنِ اَلْرَّحِيمِ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يقرأ سورة التوحيد ثلاثا ، ويقول : كذلك الله ربنا ، ثلاثا ثم يقول : من فوقهم ، ومن فوقنا ، ويقرأ سورة التوحيد ثلاثا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إن الله تعالى هو الملجأ العزيز للمنيبين والمتقين ، فمن اعتصم به كفاه ما أهمه ، وخاف منه.</w:t>
      </w:r>
    </w:p>
    <w:p w:rsidR="00A60096" w:rsidRPr="000D6BDC" w:rsidRDefault="00A60096" w:rsidP="00A60096">
      <w:pPr>
        <w:pStyle w:val="Heading2"/>
        <w:rPr>
          <w:rtl/>
        </w:rPr>
      </w:pPr>
      <w:bookmarkStart w:id="32" w:name="_Toc405289414"/>
      <w:r w:rsidRPr="000D6BDC">
        <w:rPr>
          <w:rtl/>
        </w:rPr>
        <w:t>2 ـ دعاؤه في الحجب من الاعداء :</w:t>
      </w:r>
      <w:bookmarkEnd w:id="32"/>
      <w:r w:rsidRPr="000D6BDC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الجليل ، ويتسلح به عن أعدائه.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إذَا اسْتَعَدْتُ بِهِ أَعَاذَني ، وَإذَا اسْتَجَرْتُ بِهِ عِنْدَ اَلْشَّدَائِدِ أَجَارَني ، وَإذَا اسْتَغَثْتُ بِهِ عِنْدَ اَلْنَوَائِبِ ، أَغَاثَنيِ ، وَإذَا اسْتَنْصَرْتُ بِهِ على عَدُوِّي نَصَرَني وَأَغَاثَني.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144.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اَلْلّهُمَّ إلَيْكَ اَلْمَفْزَعُ ، وَأَنْتَ اَلْثّقَةُ ، فَاقْمَعْ عَنْيَ مَنْ أَرَادَني ، وَاغْلُبْ لي مَنْ كَادَني ، يامَنْ قَاَل : « إنْ يَنْصُرْكُمُ اللهُ فَلَا غَالِبَ لَكُمْ ، يا مَنْ نَجَّى نُوحاً مِنَ اَلْقَومِ الظَالِمينَ ، يا مَنْ نَجَّى لُوطاً مِنَ القَوْمِ الفَاسِقينَ ، يا مَنْ نَجَّى هُوداً مِنَ القَوْمَ العَادِينَ ، يا مَنْ نَجَّى مُحَمَداً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مِنَ القَوْمِ الكَافِرينَ ، نَجِّني مِنْ أعْدَائي ، وَأَعْدَائِك ، بِأَسْمَائِكَ ، يا رَحْمنُ يا رَحِيمُ ، لا سَبِيلَ لَهُمْ عَلَى مَنْ تَعَوَّذَ بِالقُرآنِ ، واسْتَجَارَ بالرَّحِيم الرَّحْمنِ ، اَلْرَّحْمنُ عَلَى اَلْعَرْشِ اسْتَوى ، إنَّ بَطْشَ رَبِّكَ لَشَدِيدُ ، إنَّهُ هُوَ يُبْدىءُ وَيُعِيد ، وَهُوَ اَلْغَفُورُ اَلْوَدُودُ ، ذُو العَرْشِ المَجِيدِِ ، فَعِّالٌ لما يُريدُ ، فَإنْ تَوَلَّوْا ، فَقُلْ : حَسْبِيَ الله ، لا إلهَ إلَّا هُوَ ، عَلَيْهِ تَوَكَّلْتُ وَهُوَ رَبُّ العَرْشِ العَظيم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مدى ما كان يعانيه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المحن والآلام ، من أعدائه البغاة ، الذين كانوا يبغون له الغوائل ، ويحيكون المؤمرات للفتك به ، وهؤلاء من الاسرة العباسية ، التي ناصبت اهل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العداء حينما تسلمت قيادة الحكم ، وقد أسرفت إلى حد بعيد في ظلمهم وقهرهم.</w:t>
      </w:r>
    </w:p>
    <w:p w:rsidR="00A60096" w:rsidRPr="009F72CD" w:rsidRDefault="00A60096" w:rsidP="00A60096">
      <w:pPr>
        <w:pStyle w:val="Heading2"/>
        <w:rPr>
          <w:rtl/>
        </w:rPr>
      </w:pPr>
      <w:bookmarkStart w:id="33" w:name="_Toc405289415"/>
      <w:r w:rsidRPr="009F72CD">
        <w:rPr>
          <w:rtl/>
        </w:rPr>
        <w:t>3 ـ الدعاء الذي يعوذ به نفسه :</w:t>
      </w:r>
      <w:bookmarkEnd w:id="33"/>
      <w:r w:rsidRPr="009F72C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يعيذ نفسه من شرور القوم الظالمين ، بهذا الدعاء الجليل ، وقد جعله حرزا لولده الامام الكاظم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وهذا نصه بعد البسملة.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، لا إلهَ إلَّا اللهُ أَبَداً حَقّاً ، حَقّاً ، لا إلهَ إلَّا اللهُ إيماناً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216 ـ 217 ) البلد الامين ( ص 549 ).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وَصِدْقاً ، لا إلهَ إلَّا الله تَعَبُداً وَرِقّاً ، لا إلهَ إلَّا الله تَلَطُفاً وَرِفْقاً ، لا إلهَ إلَّا اللهُ ، بِسْمِ اللهِ ، وَالحَمْدُ للهِ ، إعْتَصَمْتُ بِاللهِ ، وألْجَأْتُ ظَهْري إلى اللهِ ، ما شَاءَ اللهُ ، وَلا قُوَّةَ إلَّا بِاللهِ ، وَمَا تَوْفِيقي إلَّا بِاللهِ ، وَنِعْمَ القَادِرُ الله وَنِعْمَ المَولَى اللهُ ، وَنِعْمَ النصِيرُ اللهُ ، وَلا يَأَتي بِالحَسَنَاتِ إلَّا اللهُ ، وَلَا يَصْرِفُ السيِّئاتِ إلَّا الله ، وَمَا بِنَا مِنْ نِعْمَةٍ فَمِنَ اللهِ ، وَإنَّ اَلَأمْرَ كُلَّهُ للهِ وَأَسْتَكْفي بِاللهِ ، وَأَسْتَعينُ بِاللهِ ، وَأسْتَقِيلُ اللهَ ، وَأَسْتَغْفِرُ اللهَ ، وَأَسْتَغِيثُ اللهَ ، وَصَلَّى اللهُ على مُحَمَدٍ رَسُولَ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وَعلى أَنْبِيَاءِ اللهِ ، وَعلى مَلائِكَةِ اللهِ ، وَعلى الصَّالِحينَ مِنْ عِبَادِ الله «</w:t>
      </w:r>
      <w:r w:rsidRPr="00A60096">
        <w:rPr>
          <w:rStyle w:val="libAieChar"/>
          <w:rtl/>
        </w:rPr>
        <w:t xml:space="preserve"> إنَّهُ مِنْ سُلَيْمَانَ ، وَإنَّه بِسْمِ الله اَلْرَّحْمن اَلْرَّّحِيم أَلَّا تَعْلوا عَلَيَّ وَاْتُونِي مُسْلِمينَ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كَتب الله لَأغْلِبَنَّ أَنَا وَرُسُلي ، إنَّ اللهَ قَوِيٌ عَزِيزٌ ، لا يَضُرُكُمْ كَيْدُهُمْ إنَّ اللهَ بِما يَعْلَمُون مُحيطٌ ، وَاجْعَلْ لي مِنْ لَدُنْكَ سُلطَاناً نَصِيراً. إذْ هَمَّ قَوْمٌ أَنْ يَبْسُطُوا إلَيْكُمْ أَيْدِيَهْم ، فَكَفَّ أَيدِيَهمْ عَنْكُمْ ، وَاتَّقُوا اللهَ وُعَلى اللهِ فَلْيَتَوكَّلِ اَلْمُؤْمِنُونَ ، وَاللهُ يَعْصِمُكَ مِنَ النَاسِ ، إنَّ اللهَ لا يَهْدِي القَوْمَ اَلكَافِرينَ ، كلَّمَا أَوْقَدُوا نَاراً لِلْحَرْبِ أَطْفَأَهَا اللهُ ، وَيَسْعَونَ في اَلأرْضِ فَسَاداً ، وَاللهُ لا يُحِبُّ المُفْسِدينَ ، قُلْنَا يا نَارُ كُوني بَرْداً وَسَلَاماً على إبرَاهِمَ ، وَأَرَادُوا بِهِ كَيْداً فَجَعَلْنَاهُمُ اَلَأخْسَرينَ ، وَزَادَكُمْ في الخَلْقِ بَسْطَةً ، وَاذْكُرُوا آلاءَ الله لَعَلَّكُمْ تُفْلِحُونَ ، لَهُ مُعْقِّبَاتٌ مِنْ بَيْنِ يَدَيْهِ ، وَمِنْ خَلْفِهِ ، يَحْفَظُونَهُ مِنْ أَمْرِ اللهِ. رَبِّ أَدْخِلْني مُدْخَلَ صِدْقٍ ، وَأَخْرِجْني مُخْرَجَ صِدْقٍ ، وَاجْعَلْ لي منْ لَدُنْكَ سًلْطَاناً نَصيراً ، وَقَرَّبْنَاهُ نَجِيّاً ، وَرَفَعْنَاهُ مَكَاناً عَلياً ، سَيَجْعَلُ لَهُمُ الرَّحْمنُ وَدّاً ، وَأَلْقَيْتُ عَلَيْكَ مَحَبَّةً مِنِّي ، وَلِتُصْنعَ على عَيْني ، إذْ تَمشي أُخْتُكَ فَتَقولُ : هَلْ أَدُلُّكُمْ على مَنْ يَكْفَلُهُ ، فَرَجَعْنَاكَ إلى أُمِّكَ كَيْ تَقَرَّ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النمل آية 29 و 30.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عَيْنُها وَلا تَحْزَنَ ، وَقَتَلْتَ نَفْساً فَنَجَّيْنَاكَ مِنَ اَلْغَمِّ ، وَفَتَنّاكَ فُتُوناً ، لا تَخَفْ إنَّكَ مِنَ اَلآمِنِينَ ، لا تَخَفْ إنَّكَ أَنْتَ اَلَأعْلى ، لا تَخَاف دَرَكاً وَلا تَخْشَى ، لا تَخَفْ ، نَجَوْتَ مِنَ القَوُمَ الظَالِمينَ ، لا تَخَفْ إنَّا مُنَجُّوكَ وَأَهْلَكَ ، لا تَخَافَا إنَّنِي مَعَكُمَا أَسْمَعُ وَأَرَى ، وَيَنْصُرَكَ اللهُ نَصْراً عَزيزاً ، وَمَنْ يَتَوَكَّلْ على اللهِ فَهُوَ حَسْبُهُ ، إنَّ اللهَ بالِغُ أَمْرِهِ ، قَدْ جَعَلَ اللهُ لِكُلَّ شَىْءٍ قَدُراً ، فَوَقَاهُمُ اللهُ شَرَّ ذلِكَ اَلْيَوْمِ ، وَلَقَّاهُمْ نَضْرَةً وَسُرُوراً ، وَيَنْقَلِبُ إلى أَهْلِهِ مَسْروُراً ، وَرَفَعْنَا لَكَ ذِكْرِكَ ، وَيُحِبُّونَهُمْ كَحُبِّ اللهِ ، وَالذينَ آمَنوا أَشَدُّ حُبّاً لله ، رَبَّنَا أَفْرِغْ عَلَيْنَا صَبْراً ، وَثَبِّتْ أَقْدَامَنَا وَانْصُرْنَا على القَوْمِ الكَافِرِينَ ، الذِينَ قَالَ لَهُمُ النَّاسُ : إنَّ النَّاسَ قَدْ جَمَعُوا لَكُمْ ، فَاخْشَوْهُمْ فَزَادَهُمْ إيمَاناً ، فَقَالُوا حَسْبُنَا اللهُ وَنِعْْمَ الوَكِيلِ ، فَانْقَلَبُوا بِنِعْمَةِ مِنَ اللهِ وَفَضْلٍ ، لَمْ يَمْسَسْهُمْ سُوءٌ ، وَاتَّبَعَوا رِضْوَانَ اللهِ ، وَاللهُ ذو فَضْلٍ عَظِيمٍ ، أَوَ مَنْ كَانَ مَيْتاً فَأَحْيَيْنَاهُ ، وَجَعَلْنَا لَهُ نُوراً ، يَمْشي بِهِ في النَّاسِ ، هُوَ الذي أَيَّدَكَ بِنَصْرِهِ ، وَبِالمُؤْمِنينَ وَأَلَّفَ بَيْنَ قُلُوبِهِمْ ، وَلكِنَّ اللهَ أَلَّفَ بَيْنَهُمْ إنَّهُ عَزِيزٌ حَكِيمٌ ، سَنَشُدُّ عَضُدَكَ بِأخَيكَ ، وَنَجْعَلُ لَكُمَا سُلْطَاناً ، فلا يَصلُونَ إلَيْكُمَا بِآيآتِنَا أَنْتُمَا وَمَنْ تَبِعَكُمَا الغَالَبُونَ ، على اللهِ تَوَكَّلْنَا ، رَبَّنَا افْتَحْ بَيْنَنَا ، وَبَيْنَ قَوْمِنَا بِالحَقِّ وَأَنْتَ خَيْرُ الفَاتِحِينَ ، إنِّي تَوَكَّلْتُ على اللهِ ، رَبِّي ، وَرَبِّكُمْ مَا مِنْ دَابَّةٍ إلَّا هُوَ آخِذٌ بِنَاصِيَتِهَا ، إنَّ رَبِّي على صِراطٍ مُسْتَقِيمٍ ، فَسَتَذْكُرُونَ ما أَقُولُ لَكُمْ ، وَأُفَوِّضُ أَمْري إلى اللهِ ، إنَّ اللهَ بَصِيرٌ بِالعِبَادِ ، فَأِنْ تَوَلَّوْا ، فَقُلْ : حَسبيَ اللهُ لا إلهَ إلَّا هُو ، عَلَيْهِ تَوَكَّلْتُ ، وَهُوَ رَبُّ ألْعَرِِش اَلَعَظِيم ، رَبِّ مَسَّنيَ اَلْضُرُّ ، وََأَنْتَ أرْحَمُ الرَّاحِمِينَ. لا إلهَ إلَّا أَنْتَ ، سُبْحَانَكَ إنِّي كُنْتُ مِنَ الظَالِمينَ ، آلم ، ذلِكَ الكِتَابُ لا رَيْبَ فِيهِ هُدىً لِلْمُتَّقِينَ ، الذِينَ يُؤْمِنُونَ بِالغَيْبِ ، وَيُقِيمُونَ الصَّلاةَ ، ومِما رَزَقْنَاهُمْ يُنْفِقُونَ. اللهُ لا إلهَ إلَّا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هُوَ ، عَلَيْهِ تَوَكَّلْتُ ، وَهُوَ رَبُّ العَرْشِ العَظيمِ ، وعَنَتِ الوُجُوهُ لَلْحَيِّ القَيُّومِ ، وَقَدْ خَابَ مَنْ حَمَلَ ظلماً ، فَتَعَالى اللهُ اَلْمَلِكُ اَلْحَقُّ ، لا إلهَ إلَّا هُوَ رَبُّ العَرْشِ الكَرِيمِ ، فَلِلّهِ الحَمْدُ ، رَبِّ السَّمَواتُ ، وَرَبِّ الَأرْضِ وَرَبِّ العَالَمِينَ ، وَلَهُ الكِبْريَاءُ في السَّمَواتِ وَالأرْضِ وَهُوَ العَزِيزُ الحَكِيمُ ، وَإذَا قَرَأْتَ اَلْقُرْآنَ جَعَلْنَا بَيْنَكَ وَبَيْنَ الَذِينَ لا يُؤْمنُونَ بَالآخِرَة حِجَاباً مَسْتوُراً ، وَجَعَلْنَا على قُلُوبِهِم أكِنَّةً أَنْ يَفْقَهُوهُ ، وَفي آَذَانِهِمْ وَقْراً ، وَإذَا ذَكَرْتَ رَبِّكَ في القُرْآنِ وَحْدَهُ ، وَلَّوا على أَدْبَارِهِمْ نُفُوراً ، أَفَرَأَيْتَ مَنِ اتَّخَذَ إلهَهُ هَوَاهُ ، وَأَضَلَّهُ اللهُ على عِلمٍ ، وَخَتَمَ على سَمْعِهِ وَقَلْبِهِ ، وَجَعَلَ على بَصَرِهِ غِشَاوَةٌ ، فَمَنْ يَهْدِيهِ بَعْدَ اللهِ أفَلا تَذَكَّرُونَ ، وَجَعَلْنَا مِنْ بَيْنَ أَيْدِيِهْم سَدّاً وَمِنْ خَلْفِهِمْ سَدّاً فَأَغْشَيْنَاهُمْ فَهُمْ لا يُبْصِرونَ ، وَمَا تَوْفِيقي إلَّا بالله ، عَلَيْهِ تَوَكَّلْتُ ، وَإلَيهِ أُنِيبُ ، إنَّ اللهَ مَعَ الذِينَ اتَّقُوا والذِينَ هُمْ مُحْسِنُونَ ، وَقَالَ المَلِكُ أئْتُوني بِهِ أَسْتَخْلِصْهُ لِنَفْسي ، فَلَمَّاَ كَلَّمَهُ قَاَلَ : إنَّكَ اَلْيَوْمَ لَدَيْنَا مَكِينٌ أَمِينُ ، وَخَشَعَتِ اَلَأصْوَاتُ لِلْرَّحْمنِ ، فَلَا تَسْمَعُ إلَّا هَمْسَاً ، فَسَيَكْفِيكَهُمُ اللهُ وَهُوَ الَّسِميعُ العَليمُ. لَوْ أَنْزَلْنَا هَذَا القُرْآنَ عَلى جَبَلٍ ، لَرَأَيْتَهُ خَاشِعاً مُتَصَدِّعاً مِنْ خَشْيَةِ اللهِ ، وَتِلْكَ الَأمْثَالُ نَضْرِبُهَا لِلْنَّاسِ لَعَلَّهُمْ يَتَفَكَّرُونَ. هُوَ اللهُ الذي لا إلهَ إلَّا هُوَ ، عَالِمُ الغَيْبِ وَالشَهَادَةِ ، هُوَ الرحْمنُ الرَّحِيمُ ، هُوَ اللهُ لا إلهَ إلَّا هُوَ ، المَلِكُ ، القُدُّوس ، السَّلَامُ ، المُؤمِنُ ، اَلْمُهَيْمِنُ ، اَلْعَزِيزُ ، اَلْجَبَّارُ ، اَلْمُتَكَبَّرُ ، سُبْحَانَ اللهُ عَمَّا يُشْرِكوُنَ ، هُوَ اللهُ الخَالِقُ البَارىءُ ، المُصَوِّرُ ، لَهُ الَأسْمَاءُ الحُسْنَى ، يُسَبِّحُ لَهُ مَا في السَّمَواَتِ وَاَلأرْضِ وَهُوَ الَعِزيزُ الحَكِيمُ ، رَبَّنَاَ ظَلَمْنَا أَنْفُسَنَا ، وَإنْ َلم تَغْفِر لَنَا ، وَتَرحَمْنَا ، لَنَكُونَنَّ مِنَ الخَاسِرينَ ، رَبَّنَا ، اصْرِفْ عَنَّا عَذَابَ جَهَنَّمَ ، إنَّ عَذَاَبَهَا كَاَن غَرَاماً ، رَبَّنَا ، ما خَلَقْتَ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هَذَا بَاطِلاً سُبْحَانَكَ ، فَقِنَا عَذَابَ النَارِ ، وَقُلْ : الحَمْدُ لله ، الذي لَمْ يَتَّخِذْ وَلَداً ، وَلَمْ يَكُنْ لَهُ شَرِيِكُ في المُلْكِ ، وَلَمْ يَكُنْ لَهُ وَليٌّ مِنَ الذُلِّ ، وَكَبِّرْهُ تَكْبِيراً ، وَمَا لَنَا أنْ لا نَتَوَكَّلَ على اللهِ وَقَدْ هَدَاناَ سُبُلَنَا ، وَلَنَصْبِرَنَّ على ما آَذَيْتُمُونَا ، وَعلى اللهِ فَلْيَتَوَكَّلِ المُتَوَكٍّلُونَ ، إنَّما أَمْرُهُ إذَا أَرَادَ شَيْئاً ، أَنْ يَقُولَ لَهُ : كُنْ فَيَكُونُ ، فَسُبْحَانَ الذي بِيَدِهِ مَلَكُوتُ كُلِّ شَيْءٍ وَإلَيْهِ تُرْجَعُونَ.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اَلْلّهُمَ ، مَنْ أَرَادَنِي ، وَأَهْلِي ، وَوَلَدِي ، وَأَهْلَ حُزَانَتي بِشَرٍ أَوْ ضُرٍّ فَاقْمَعْ رَأْسَهُ ، وَاعْقُلْ لِسَانَهُ ، وَاُلْجُمْ فَاهَهُ ، وَحُلْ بَينِي وَبَيْنَهُ كَيْفَ شِئْتَ ، وَأَنىَّ شِئْتَ ، إجْعَلْنَا مِنهُ وَمِنْ كُلِّ دَابَّةٍ أَنْتَ آخِذٌ بِنَاصِيَتِهَا إِنَّكَ على صِراطٍ مُسْتَقيمٍ ، في حِجَابِكَ الذي لا يُرَامُ ، وَفي سُلْطَانِكَ الذي لا يُسْتَضَامُ ، فَإنَّ حِجَابَكَ مَنيعٌ ، وَجَارَكَ عَزِيزٌ ، وَأَمْرَكَ غَالِبٌ ، وَسُلْطَانَكَ قَاهِرٌ ، وأَنْتَ على كُلِّ شَيْءٍ قَدِيرٌ.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مُحَمَّدْ ، أَفْضَلَ ما صَلَّيْتَ على أَحَدٍ مِنْ خَلْقِكَ ، وَصَلِّ على مُحَمَّدٍ وَآلِ مُحَمَّدٍ ، كما هَدَيْتَنَا بِهِ مِنَ الضَّلَالَةٍ ، وَاغْفِرْ لَنَا ، وَلآبَائِنَا ، وَلُأمَّهَاتِنَا ، وَلِجَميعِ المُؤْمِنينَ ، والمُؤْمَناتِ ، وَتَابِعْ بَيْنَنَا وَبَيْنِهِمْ بِالخَيْراتِ ، إنَّكَ مُجِيِبُ الدَّعَوَاتِ ، وَأَنتَ على كُلِّ شَىْءٍ قَدِيرٌ.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اَلْلّهُمَّ ، إنَّي أَسْتَوْدِعُكَ نَفْسي ، وَدِينِي وَأَهْلي ، وَمَالي ، وَعِيَالِي ، وَأَهْلَ حُزَانَتي وَخَوَاتِيمَ عَمَلي ، وَجَميعَ ما أَنْعَمْتَ بِهِ عَليَّ ، مِنْ أَمْرَ َدُنْيَايَ ، وَآخِرَتي ، فَإنَّهُ لا يَضِيعُ مَحْفُوظُكَ ، وَلا تُرْزَأُ وَدَائِعُكَ ، قُلْ : إنِّي لَنْ يُجِيرَني ، مِنَ اللهِ أَحَدٌ ، وَلَنْ أَجِدُ مِنْ دُونِهِ مُلْتَحَداً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رَبنَا آتِنَا في الدُّنْيَا حَسَنَةً ، وَفي الآخِرَةِ حَسَنَةً ، وَقِنَا عَذَابَ النَّارِ ، وَصَلىَّ اللهُ على مُحَمَّدٍ وَآلَ مُحَمَّدٍ أَجْمَعِينَ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، هذا الايمان العميق ، الذي انفجر كالبركان ، في مناجاة الامام ودعائه مع الله تعالى؟!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، هذا الترابط البديع ، بين بنود هذا الدعاء ، الذي رصعه بآيات من الذكر الحكيم ، من سور مختلفه ، ومضامين متحدة ، يلمس في كل فصل من فصولها ، الاعتصام الوثيق بالله ، الذي بيده جميع مجريات الاحداث؟!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، كيف تسلح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واحتجب بهذا الدعاء ، ليجيره الله من أعدائه ، والباغين عليه؟!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إن هذا الدعاء ، صفحة مشرقة ، من صفحات الايمان ، الذي تفاعل مع عواطف الامام ، ومشاعره ، فكان لا يرى إلا الله ، يرجوه ويلوذ به ، ويستجير به.</w:t>
      </w:r>
    </w:p>
    <w:p w:rsidR="00A60096" w:rsidRPr="009F72CD" w:rsidRDefault="00A60096" w:rsidP="00A60096">
      <w:pPr>
        <w:pStyle w:val="Heading2"/>
        <w:rPr>
          <w:rtl/>
        </w:rPr>
      </w:pPr>
      <w:bookmarkStart w:id="34" w:name="_Toc405289416"/>
      <w:r w:rsidRPr="009F72CD">
        <w:rPr>
          <w:rtl/>
        </w:rPr>
        <w:t>4 ـ دعاؤه في الوقاية من السلطان :</w:t>
      </w:r>
      <w:bookmarkEnd w:id="34"/>
      <w:r w:rsidRPr="009F72C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خاف أن يدهمه شر السلطان ، أو يمسه سوء من عدوه ، أو حاسد ، صام ثلاثة إيام آخرها يوم الجمعة ، ويدعو في عشيتها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أيّ رَبَّاهُ ، أيْ سَيِّدَاهُ ، أيْ أمَلَاهُ ، أيْ رَجَاءَاهُ ، أيْ عِمَادَاه ، أيْ كَهْفَاهُ إيْ حِصْنَاهُ ، أيْ حِرْزَاهُ ، أيْ فَخْراهُ ، بِكَ آمَنْتُ ، وَلَكَ أَسْلَمْتُ ، وَعَلْيَكَ تَوَكَّلْتُ ، وَبَابَكَ قَرَعْتُ ، وَبِفَنَائِكَ نَزَلْتُ ، وَبِحَبْلِكَ اعْتَصَمْتُ ، وَبِكَ اسْتَعَنْتُ ، وَبِكَ أَعُوذُ ، وَبِكَ أَلوذُ ، وَعَلَيْكَ أَتَوَكَّلُ ، وَإلَيْكَ أَلْجَأُ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1 ـ المصباح ( ص 140 ـ 143 ).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وَأَعْتَصِمُ ، وَبِكَ أَسْتَجِيرُ في جَميعِ أُمُوري ، وَأَنْتَ غِيَاثي ، وَعِمادِي ، وَأَنْتَ عِصْمَتي وَرَجَائِي ، وَأَنْتَ ، اللهَ رَبِّي لا إلهَ إلَّا أَنْتَ سُبْحَانَكَ وَبِحَمْدِكَ ، عَمِلْتُ سُوءاً وَظَلَمْتُ نَفْسي ، فَصَلِّ على مُحَمَّدٍ وَآل مُحَمَّدٍ ، وَاغْفِرْ لي في لَيْلي وَنَهَارِي ، وَمَسَائِي وَصَبَاحِي ، وَمَقَامي ، وَسَفَري ، يا أَجْوَدَ الَأجْوَدِينَ ، وَيا أَكْرَمَ الَأكْرَمِينَ ، وَيا أَعْدَلَ الفَاصِلينَ ، وَيا إلهَ اَلَأوَّلِينَ وَالآخِرِينَ ، ويا ماَلِكَ يَوْمِ الدِّينِ ، وَيا أَرْحَمَ الرَّاحِمِينَ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حَيُّ يا قَيُّوم ُ، يا حَيُّ لا يَمُوتُ ، لا إلهَ إلَّا أَنْتَ ، بمُحَمَّدٍ يا اللهُ ، بِعَلِيٍّ يا اللهُ ، بِالحَسَنَ ، يا اللهُ ، بالحسين يا الله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يتوسل إلى الله ، بالبقية ، من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ثم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صَلِّ على مُحَمَّدٍ وَآلِ مُحَمَّدٍ ، وَخُذْ بِنَاصِيَةِ مَنْ أَخَافَه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ـ وكان يسميه بأسمه ـ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وَذَلِّلْ لي صَعْبَهُ ، وَسَهِّلْ لي قِيَادَهُ ، وَرُدَّ عَنِّي نَافِرَةَ قَلْبِهِ ، وَارْزُقْنِي خَيْرَهُ ، وَاصْرِفُ عَنيِّ شَرَّهُ ، فَإنِّي بِكَ أَعُوذُ وَأَلوُذُ ، وَبِكَ أثِقُ ، وَعَلَيْكَ أَعْتَمِدُ وَأَتَوَكَّلُ ، فَصَلِّ على مُحَمَّدٍ وَآلِ مُحَمَّدٍ ، وَاصْرِفْهُ عَنِّي فَإنَّكَ غَيَاثُ المُسْتَغِيثِينَ ، ومُجِيرُ المُسْتَجِيرينَ ، وَمَلْجَأُ اللاجِئِينَ ، وَأَرْحَمُ الرَّاحِمِينَ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وهكذا ، 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يفزع إلى الله ، ويلجأ إليه ، في كل ما يَحْذَرُ ، وَيَخَافُ مِنْهُ ، سَوَاء أَكَانَتِ السُّلْطَةُ أَمْ غَيْرُهَا ، وَمِنَ الطَّبِيعِيِّ ، أَنَّ الفَزَعَ إلى اللهِ في كُلِّ شَيْءٍ هُوَ مُنْتَهَى اَلايمَان.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154 ـ 155 ). </w:t>
      </w:r>
    </w:p>
    <w:p w:rsidR="00A60096" w:rsidRPr="009F72CD" w:rsidRDefault="00A60096" w:rsidP="00A60096">
      <w:pPr>
        <w:pStyle w:val="Heading2"/>
        <w:rPr>
          <w:rtl/>
        </w:rPr>
      </w:pPr>
      <w:r>
        <w:rPr>
          <w:rtl/>
        </w:rPr>
        <w:br w:type="page"/>
      </w:r>
      <w:bookmarkStart w:id="35" w:name="_Toc405289417"/>
      <w:r w:rsidRPr="009F72CD">
        <w:rPr>
          <w:rtl/>
        </w:rPr>
        <w:lastRenderedPageBreak/>
        <w:t>5 ـ دعاؤه في دفع ما يحذر منه :</w:t>
      </w:r>
      <w:bookmarkEnd w:id="35"/>
      <w:r w:rsidRPr="009F72C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أذا خاف شيئا ، دعا بهذا الدعاء الشريف ، للسلامة والنجاة منه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أعُوذُ بِعِزَّةِ اللهِ ، وَأَعُوذُ بِقُدْرَةِ الله ، وَأَعوُذُ بِجَلَالَ اللهِ ، وَأعَوذُ بِعَظَمَةِ اللهِ ، وَأَعُوذُ بِعَفْو اللهِ ، وَأَعُوذُ بِمْغفِرَةِ الله ، وَأعُوذُ بِرَحْمَةِ الله ، وَأَعُوذُ بِسُلْطَانِ اللهِ ، الذي هُوَ على كُلِّ شَيْءٍ قَدِيرٌ ، وَأَعُوذُ بِكَرَمِ الله ، وَأَعُوذُ بِجَمْعِ اللهِ ، مِنْ شَرِّ كُلِّ جَبَّارٍ عَنِيدٍ ، وَكُلِّ شَيْطَانٍ مَرِيدٍ ، وَشَرِّ كُلِّ قَرِيبٍ ، أَوْ بَعِيدٍ ، أَوْ ضَعِيفٍ ، أَوْ شَدِيدٍ ، وَمنْ شَرِّ السَامَّةِ ، وَالهَامَّةِ ، وَاللَّامَّةِ ، وَمِنْ شَرِّ كُلِّ دَابِّةِ ، صَغِيرَةٍ أَوْ كَبِيرَةٍ ، بِلَيْلٍ أَوْ نَهَارٍ ، وَمِنْ شَرِّ فُسَّاقِ العَرَبِ وَالعَجَمِ ، وَمِنْ شَرِّ فَسَقَةِ اَلْجِنِّ وَالأنْسِ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تضرع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يقيه من شر الجبابرة ، والطغاة ، وينجيه من شر القريب والبعيد ، ويسلمه من إعتداء الفساق ، الذين لا يرجون لله وقارا.</w:t>
      </w:r>
    </w:p>
    <w:p w:rsidR="00A60096" w:rsidRPr="009F72CD" w:rsidRDefault="00A60096" w:rsidP="00A60096">
      <w:pPr>
        <w:pStyle w:val="Heading2"/>
        <w:rPr>
          <w:rtl/>
        </w:rPr>
      </w:pPr>
      <w:bookmarkStart w:id="36" w:name="_Toc405289418"/>
      <w:r w:rsidRPr="009F72CD">
        <w:rPr>
          <w:rtl/>
        </w:rPr>
        <w:t>6 ـ ادعيته في الوقاية من الخوف والهم :</w:t>
      </w:r>
      <w:bookmarkEnd w:id="36"/>
      <w:r w:rsidRPr="009F72C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الخوف والهم ، فإنهما من أسوأ الكوارث ، التي يمنى بها الانسان ، فيشيعان في نفسه القلق والاضطراب ، ويجعلانه يعيش في شقاء ، وقد 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بعض الادعية للتخلص منهما ، وفيما يلي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روى سعيد بن يسار قال : قلت لابي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يدخلني الغم ، فقال : أكثر من قول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اللهُ ، اللهُ رَبِّي ، لا أُشْرِكُ بِهِ شَيْئاً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فإذا خفت وسوسة ، أو حديث نفس ، فقل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اَلْلّهُمَّ إنِّي عَبْدُكَ ، وَأبْنَ عَبْدِكَ ، وَابنُ أَمَتِكَ نَاصِيَتي بِيَدِكَ ، عَدْلٌ فيَّ حُكْمُكَ ، مَاضٍ في قَضَاؤُكَ ، اللُّهُمَ أِنِّي أَسْأَلُكَ بِكُلِّ اسْمٍ هُوَ لَكَ ، أَنْزَلْتَهُ في كِتَابِكَ ، أَوْ عَلَّمتَهُ أَحَدَاً من خَلْقِكَ ، أَوْ أسْتَأثَرْتُ بِهِ في عِلْمِ الغَيْبِ عِنْدَكَ ، أَنْ تُصَلِّيَ على مُحَمَّدٍ وَآلِ مُحَمَّدٍ ، وَأنْ تَجْعَلَ القُرْآنَ نُوُرَ بَصَرِي ، وَرَبِيعَ قَلْبِي ، وَجَلاءَ حُزْني ، وَذَهَابَ هَمِّي ، اللهُ ، اللهُ رَبِّي لَا أُشْرِكُ بِهِ شَيْئاً ..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وروى إسماعيل بن جابر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إزالة الهم عن النفس ، قال : تغتسل ، وتصلي ركعتين ثم 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فَارِجَ الهَمِّ ، يا كَاشِفَ الغَمِّ ، يا رَحْمنَ الدُّنْيَا وَالآخِرَةِ ، وَرَحِيمَهُمَا ، فَرِّجْ هَمِّي ، وَاكْشِفْ غَمِّي ، يا اللهُ اَلْوَاحِدُ ، اَلَأحَدُ ، اَلْصَمَدُ ، الذي لَمْ يَلِدْ ، وَلَمْ يُولَدْ ، وَلَمْ يَكُنْ لَهُ كُفْواً أَحَدٌ ، إعْصِمْني ، وَطهِّرْنِي ، وأَذْهِبْ بِبَلِيِّتي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واقرأ آية الكرسي والمعوذتين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 ـ روى سماعة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أنه قال : إذا خفت أمرا فقل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اللُّهُمَّ ، إنَّكَ لا يَكْفي مِنْكَ أَحَدٌ ، وَأَنْتَ تَكْفِي مِنْ كُلِّ أَحَدٍ ، مِنْ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561.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557.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خَلْقِكَ ، فَاكْفِنِي ما أَهِمَّني ، ( وَتَذْكُرُ مَا أَهَمَّكَ )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وفي رواية أخرى أنه قال : 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كَافِياً مِنْ كُلِّ شَيْءٍ ، وَلا يَكْفي مِنْكَ شَيْءٌ في السموَاتِ وَاَلْأرضِ إكْفِنِي ما أَهَمَّني مِنْ أَمْرِ الدُّنْيَا وَالآخِرَةِ ، وَصَلَّى اللهُ عَلى مُحَمَّدٍ وَآلِهِ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إن هذه الادعية الجليلة ، من الادعية الروحية ، التي أثبتت البحوث النفسية الحديثة أنها من أنجع الوسائل في علاج الامراض النفسية.</w:t>
      </w:r>
    </w:p>
    <w:p w:rsidR="00A60096" w:rsidRPr="009F72CD" w:rsidRDefault="00A60096" w:rsidP="00A60096">
      <w:pPr>
        <w:pStyle w:val="Heading2"/>
        <w:rPr>
          <w:rtl/>
        </w:rPr>
      </w:pPr>
      <w:bookmarkStart w:id="37" w:name="_Toc405289419"/>
      <w:r w:rsidRPr="009F72CD">
        <w:rPr>
          <w:rtl/>
        </w:rPr>
        <w:t>7 ـ أدعيته في التحرز من المنصور :</w:t>
      </w:r>
      <w:bookmarkEnd w:id="37"/>
      <w:r w:rsidRPr="009F72C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لم يمر على العلويين دور أسوأ ، ولا أبشع ، من عهد المنصور الدوانيقي ، فقد جهد هذا الطاغية السفاك في ظلمهم ، والتنكيل بهم ، وقد صب جام غضبه ، على الصغير والكبير ، ولم تسلم من شره ، حتى السيدات ، من العلويات ، وقد حاول عدة مرات ، الفتك بالامام ، ولكن الله أنجاه من شره ، ببركة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وفي ما يلي تلك الادعية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سافر المنصور الدوانيقي ، إلى بيت الله الحرام ، فلما انتهى إلى يثرب ، أمر حاجبه الربيع ، بإحضار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لاغتياله ، ولما مثل عنده عرف قصده ، وما بيته له من الشر ، فدعا الله تعالى ، بهذا الدعاء الجليل ، فأنجاه منه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إنّي أَسْأَلُكَ يا مُدْرِكَ الهَارِبينَ ، ويا مَلْجَأَ الخَائِفِينَ ، وَيا صَرِيخَ المُسْتَصْرِخينَ ، ويا غِيَاثَ المُسْتَغِْيثِينَ ، وَيَا مُنْتَهَى غَايَةِ السَّائِلينَ ، وَيَا مُجِيبَ دَعْوَةِ المُضْطَرينَ ، يا أَرْحَمَ الرَّاحِمِينَ ، يا حَقُ ، يا مُبِينُ ، يَا ذَا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557.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الكَيْد المَتينِ ، يا مُنْصِفَ المَظْلُومِينَ مِنَ الظَّالِمينَ ، يا مُؤْمِنَ أَوْلِيَائِهِ مِنَ العَذَابِ المُهِينِ ، يا مَنْ يَعْلَمُ خَافِيَاتِ الَأعْيُنِ ، وَخَافِيَاتِ لَحْظِ الجُفُونِ ، وسَرَائِرَ القُلُوبِ ، وَمَا كَانَ وَمَا يَكُونُ ، يا رَبِّ السَّموَاتِ وَالأرَضَينِ ، وَالَملآئِكَةِ المُقْرَّبِينَ ، وَاَلَأنْبِيَاءِ وَالمُرْسَلِينَ ، وَرَبَّ الإنْسِ وَالجِنِّ أجْمَعينَ ، يا شَاهِداً لا يَغِيبُ ، يَا غَالِباً غَيْرَ مَغْلُوبٍ ، يا مَنْ هُوَ على كُلِّ شَيْءٍ رَقيبٌ ، وَعلى كُلِّ شَيْءٍ حَسِيبٌ ، وَمِنْ كُلِّ عَبْدٍ رَقِيبٌ ،ْ وَلِكُلِّ دَعْوَةٍ مُسْتَجِيبٌ ، يا إلهَ المَاضِينَ ، وَالغَابِرِينَ ،ِ وَالجَاحِدِينَ ، وإلهَ الصَامِتِين ، وَالنَّاطِقِينَ ، ورَبَّ الَأخْيَارِ المُنِيبينَ.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اللهُ ، يا رَبَّاهُ ، يا عَزِيزُ ، يا حَكِيمُ ، يا غَفُورُ ، يا رَحيمُ ، يا أَوَّلُ ، يا قَدِيمُ يَا شَكُورُ ، يَا قَاهِرُ ، يَا عَلِيمُ ، يا سَميعُ ، يا بَصِيرُ ، يا لَطِيفُ ، يا خَبِيرُ ، يا عَالِمُ ، يا قَدِيرُ ، يا قَهَّارُ ، يا غَفَّارُ ، يا جَبَّارُ ، يا خَالِقُ ، يا رَاَّزقُ ، يا فَاتِقُ ، يا وَاثِقُ ، يا صَادِقُ ، يا أَحَدُ ، يا مَاجِدُ ، يا صَمَدُ يا رَحْمنُ ، يا فرْدُ ، يا حنَّانُ ، يا مَنَّانُ ، يا سُبُّوحُ ، يا قُدُّوسُ ، يا رَؤوُفُ ، يا مُهَيْمِنُ ، يا حَمِيدُ ، يا مَجيدُ ، يا مُبْدِىءُ يا مُعِيدُ ، ياوَليُّ ، يا عَلِيُّ ، يا غَنِيُّ ، ياقَوِيُّ ، يا بَارِىءُ ، يا مُصَوِّرُ ، يا مُقْتَدِرُ ، يا بَاعِثُ ، يا وَارِثُ ، يا مُتَكَبِّرُ ، يا عَظِيمُ ، يا بَاسِطُ ، يا سَلَامُ ، يا مؤمِنُ ، ياوَتْرُ ، يا مُعْطي ، يا مَانِعُ ، يا ضَارُّ ، يا نَافِعُ ، يا مُفَرِّقُ يا جَامِعُ ، يا حَقُّ ، يا مُبِينُ ، يا حَيُّ ، يا قَيُّومُ ، يا وَدُودُ ، يا مُعيدُ ، يا طَالبُ ، يا غَالِبُ ، يا مُدْرِكُ ، يا جَلِيلُ ، يا مُفْضِلُ ، يا كَرِيمُ ، يا مُتَفَضِّلُ ، يا مُتَطَوِّلُ ، يا أوَّابُ ، ياسَمْحُ ، يا فَارِجَ الهمِّ ، يا كَاشِفَ الغّمَ ، يا مُنْزِلَ الحَقَّ ، يا قَائِلَ الصِّدْقُ ، يا فَاطِرَ السَّموَاتِ وَالَأرْضِ ، يا عِمَادَ السَّموَاتِ وَالأرّضِ ، يا مُمْسِكَ السَّموَاتِ وَالَأرْضِ ، يا ذَا البَلَاءِ الجَمِيلِ ، وَالطَّوْلِ العَظِيمِ ، ياَ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ذا السُّلْطَان الذي لا يُذَلُّ ، وَالعِزّ الذي لا يُضَامُ ، يا مَعْرُوفاً بِالإحْسَان ، يا مَوْصُوفاً بالإمْتِنَانِ ، يا ظَاهِراً بِلا مُشَافَهَةٍ ، يا باطِناً بِلا مُلامَسَةٍ ، يا سَابِقَ الأشْيَاءِ بِنَفْسِهِ ، يا أَوَّلاً بِلَا غَايَةٍ ، يا آخِراً بِلا نِهَايةٍ ، يا قَائِماً بِلا انْتِصَابٍ ، يا عَالِماً بِلا اكْتِسَابٍ ، يا ذَا الَأسْمَاءِ الحُسْنى ، والصِفَاتِ المُثلىَ ، والمَثَلِ الأعْلَى ، يا مَنْ قَصُرَتْ عَنْ وَصْفِهِ أَلْسُنُ الوَاصِفِينَ ، وَانْقَطَعَتْ عَنْهُ أَفْكاَرُ المُتَفَكِّرِينَ ، وَعَلا وَتَكَبَّر عَنْ صِفَاتِ المُلْحِدِينَ ، وَجَلَّ وَعَزَّ عَنْ عَيْبِ العَائِبينَ ، وَتَبَارَكَ وَتَعَالىَ عَنْ كَذِبَ الكَاذِبينَ ، وَأَبَاطِيلِ المُبْطِليِنَ ، وَأَقَاَوِيلِ العَادلينَ ، يا مَنْ بَطَنَ فَخَبَرَ ، وَظَهَرَ فَقَدَرَ ، وَأَعْطَى فَشَكَرَ ، وَعَلَا فَقَهَرَ ، يا رَبَّ العَيْنِ وَالأثَرِ ، وَالجِنِّ وَالبَشَرِ ، وَالُأنْثى وَالذَّكَر ، وَالبَحْثِ وَالنَظَرِ ، وَالقَطَرِ وَالمَطَرِ ، وَالشَّمْسِ وَالقَمَرِ ، وَشَاهِدَ النَّجْوى ، وَكَاشِفَ الغَمِّ ، وَدَافِعَ البَلْوَى ، وَغَايَة كُلِّ شَكْوَىَ ، يانِعْمَ النَّصِيرِ ، وَالمَوْلَى ، يا مَنْ هُوْ على العَرْش ِاستَوَى ، لَهُ ما في السَّموَاتِ ، وَمَا في الَأرْضِ ، وَمَا بَيْنَهُمَا ، وَمَا تَحْتَ الثَّرَى ، يا مُنْعِمُ ، يا مُحْسِنُ ، يا مُجْمِلُ ، يا كَافِي يا شَاَفِي ، يا مُحْيي يا مُمِيتُ ، يا مَنْ يَرَى ، وَلا يُرىَ ، وَلا يَسْتَعِينُ بِسَناءِ الضِياءِ ، يا مُحْصِي عَدَدَ الَأشْيَاءِ ، يا عَاليَ الجَدِّ ، يا غَالبَ الجُنْدِ ، يا مَنْ لَهُ على كُلِّ شَيْءٍ يَدٌ ، وَفي كُلِّ شَيْءٍ كَيْدٌ ، يا مَنْ لا يُشْغِلُهُ صَغِيرٌ عَنْ كَبِيرٍ ، وَلا حَقِيرٌ عَنْ خَطِيرٍ ، وَلَا يَسِيرٌ عَنْ عَسِيرٍ ، يا فَاعِلُ بِغَيْر مُبَاشَرَةٍ ، يا عَالِمُ مِنْ غَيْرِ مُعَلِّمِ ، يا مَنْ بَدَأَ بِالنِّعْمَةِ قَبْلَ استِحقَاقِهَا ، وَالفَضِيلَةِ قَبْلَ اسْتيجَابِها ، يا مَنْ أَنْعَمَ على المُؤْمِنِ وَالكَافِرِ ، وَاسْتَصْلَحَ الفَاسِدِ وَالصَالِحَ عَلَيْهِ ، وَوَدَدَ المُعَانِدَ وَالشَّارِدَ عَنْهُ ، يا مَنْ أَهَلَكَ بَعْدَ البَيِّنَةِ ، وَأَخَذَ بَعْدَ قَطْعِ المَعْذِرَةِ ، وَأَقَامَ الحُجَّةَ ، وَدَرَأَ عَنِ القُلُوبِ الشُبْهَةَ ، وَأَقَامَ الدَّلاَلَةَ ، وَقَادَ إلى مُعَايَنَةِ الآيَةِ ، يا بَارِىءَ الجَسَدِ ، وَمُوسِعَ البَلَدِ ، وَمُجْرِيَ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القُوتِ ، وَمُنْشِرَ العِظَامِ بَعْدَ المَوْتِ ، وَمُنْزِلَ الغَيْثِ ، يا سَامِعَ الصَّوْتِ ، وَسَابِقَ الفَوْتِ ، يا رَبِّ اَلآيَاتِ ، وَالمُعْجِزَاتِ ، مِنْ مَطَرٍ وَنَبَاتٍ ، وَآبَاءٍ وَأُمَّهَاتٍ ، وَبَنِينَ وَبَنَاتٍ ، وَذَاهِبٍ وَآتٍ ، وَلَيْلٍ دَاجٍ ، وَسَماءٍ ذَاتِ أَبْرَاجٍ ، وَسِرَاجٍ وَهَّاجٍ ، وَبَحرٍ عُجَاجٍ ، وَنُجُومٍ تًموُرُ ، وَمِيَاهٍ تَغُورُ ، وَمِهَادٍ مَوْضُوعٍ ، وَسِترٍ مَرْفوُعٍ ، وَرِيَاحٍ تَهُبُّ ، وَبَلَاءٍ مَدَفُوعٍ ، وَكَلامٍ مَسْمُوعٍ ، وَيَقَظَةٍ وَمَنَامٍ ، وَسِبَاعٍ وَأنَعْامٍ ، وَدَوَابٍّ وَهَوَامٍّ ، وَغَمَامٍ وَأَكْمَامٍ ، وَأُموُرٍ ذاتِ نِظَامٍ ، مِنْ شِتَاءٍ وَصَيْفٍ ، وَرَبِيعٍ وَخَرِيفٍ ، أَنْتَ يا رَبِّ خَلَقْتَ هَذَا ، فَأحْسَنْتَ ، وَقَدَّرْتَ فَأَتْقَنْتَ ، وَسَوَّيْتَ فَأَحْكَمْتَ ، وَنَبهْتَ على الفِكْرَةِ ، فَأَنْعَمْتَ ، وَنَادَيْتَ الأحْيَاءَ فَأَفْهَمْتَ ، فَلَمْ يَبْقَ عَلَيَّ إلَّا الشُكْرُ لَكَ ، وَالذِّكْرُ لِمَحَامِدِكَ ، وَالإنْقِيَادُ لِطَاعَتِكَ ، وَالإسْتِمَاعُ لْلداعِي إلَيْكَ ، فَإنْ عَصَيْتُكَ فَلَكَ الحُجَّةُ ، وَإنْ أَطَعْتُكَ فَلَكَ المِنَّةُ ، يا مَنْ يُمْهِلْ فَلا يُعْجِلْ وَيَعْلَمُ فلا يَجْهَلُ ، وَيُعْطِي فَلَا يَبْخَلُ ، يا أَحَقَّ مَنْ عُبِدَ ، وَحُمْدَ وَسُئِلَ ، وَرُجِيَ وَاعْتُمِدَ ، أَسْأَلُكَ بِكُلِّ اسْمٍ مُقَدَّسٍ ، مُطَهَّرٍ ، مَكْنُونٍ اخْتَرْتَهُ لِنَفْسِكَ ، وَكُلِّ ثَنَاءٍ عَالٍ رَفِيعٍ ، كَريمٍ رَضِيتَ بِهِ مِدَحَةً لَكَ ، وَبِحَقِّ كُلِّ مَلَكٍ قَرُبَتْ مَنْزِلَتُهُ عِنْدَكَ ، وَبِحَقِّ كُلِّ نَبِيٍ أرْسَلْتَهُ إلى عِبَادِكَ ، وَبِكُلِّ شَيْءٍ جَعَلْتَهُ مُصَدِّقاً لِرُسُلِكَ ، وَبِكُلِّ كِتَابٍ فَضَّلْتَهُ وَفَصَّلْتَهُ ، وَبَيَّنْتَهُ وَأَحْكَمْتَهُ ، وَشَرَعْتَهُ ، وَنَسَخْتَهُ ، وَبِكُلِّ دُعَاءٍ سَمِعْتَهُ فَأَحْبَبْتَهُ ، وَعَمَلٍ رَفَعْتَهُ ، وَأَسْأَلُكَ بِكُلِّ مَنْ عَظَّمْتَ حَقَّهُ ، وَأعْلَيْتَ قَدْرَهُ ، وَشَرَّفْتَ بُنْيَانَهُ ، مِمَّنْ أَسْمَعْتَنَا ذِكْرَهُ ، وَعَرَّفْتَنَا أَمْرَهُ ، وَمِمَّنْ لَمْ تُعَّرِفْنَا مَقَامَهُ ، وَلَمْ تُظْهِرْ لَنَا شَأْنَهُ مِمَّنْ خَلَْتَهُ ، مِنْ أَوَّلَِ ما ابْتَدَأْتَ بِهِ خَلْقَكَ ، وَمِمَّنْ تَخْلُقُهَ إلى انْقضَاءِ الدهْرِ ، وَأَسْأَلُكَ بِتَوْحِيدِكَ الذي فُطِرَتْ عَلَيْهِ العُقُولُ ، وَأُخِذَتْ بِهِ المَوَاثِيقُ ، وَأُرْسِلَتْ بِهِ الرُسُلُ وَأُنٍزِلَتْ عَلَيْهِ الكُتُبُ ، وَجَعَلْتَهُ أَوَّلَ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فُرُوضِكَ ، وَنِهَايَة طَاعَتِكَ ، فَلََمْ تَقْبَلْ حَسَنةً إلَّا مَعَهَا ، وَلَمْ تَغْفِرْ سَيِّئَةً إلَّا بَعْدَها ، وَأَتَوَجَّهُ إلَيْكَ بِجُودِكَ ، وَكَرَمِكَ ، وَعِزِّكَ وَجَلالِكَ ، وَعَفْوِكَ وَإمْنِتَانِكَ ، وَتَطَوُّلِكَ ، وَبِحَقِّكَ وَمَجْدِكَ الذي هُوَ أَعْظَمُ مِنْ حُقُوقِ خَلْقِكَ ، وَأَسْأَلُكَ يا اللهُ ، يا اللهُ يا اللهُ ، يا رَبَّاهُ ، يا رَبَّاهُ ، يا رَبَّاهُ ، يا رَبَّاهُ .. وَأَرْغَبُ إلَيْكَ خَاصِّاً وَعَاماً ، وأَوَّلاً وَآخِراً ، وَبِحَقِّ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الَأمِينِ رَسُولِكَ سَيِّدِ المُرْسَلِينَ ، وَنَبِيِّكَ إمَامِ المُتّقِينَ ، وَبِالرِّسَالَةِ التي أدَّاهَاَ ، وَالعِبَادَةِ التي اجْتَهَدَ فِيهَا ، وَالمِحْنَةِ التي صَبَرَ عَلَيْهَا ، وَالمَغْفِرةِ التي دَعَا إلَيْهَا ، وَالدِّيَانَةِ التي حَضَّ عَلَيْهَا ، مُنْذُ وَقْتِ رِسَالَتِكَ إياهُ إلى أَنْ تَوَفَيّتَهُ ، وَبِمَا بَيْنَ ذلِكَ مِنْ أقوَاَلِهِ الحَكِيمَةِ ، وَأَفْعَالِهِ الكَرِيمَةِ ، وَمَقَامَاتِهِ المَشْهُودَةِ ، وَسَاعَاتِهِ المَعْدُودَةِ أَنْ تُصَلّيَ عَلَيْهُ كَمَا وَعَدْتَهُ مِنْ نَفْسِكَ ، وَتَعْطِيَهُ أَفْْضَلَ ما أَمِلَ مِنْ ثَوابِكَ ، وَتُزْلِفْ لَدَيْكَ مَنْزِلَتَهُ وُتُعْلِي عِنْدَكَ دَرَجَتَهُ ، وَتَبْعَثَهُ المَقَامَ المَحْمُودَ ، وَتُورِدَهُ حَوْضَ الكَرَمَ وَالجُودِ ، وَتُبَارِكَ عَلَيْهِ بَرَكَةً عَامَّةً ، خَاصَّةً نَامِيَةً ، زَاكِيَةً عَالِيَةً دَائمةً ، لا انْقِطَاعَ لِدَوَامِهَا ، وَلا نَِقيصَةً في كَمَالِهَا ، وَلا مَزِيدَ إلَّا في قُدْرَتِكَ عَلَيْهَا ، وَتَزِيد بَعْدَ ذلِكَ مِمَّا أَنْتَ أَعْلَمُ بِهِ ، وَأقُدَرُ عََلْيِه ، وَأَوْسَعُ ُلَهُ ، وَتُؤْتِيَ ذلِكَ ، حَتى يَزْدَادَ في الإيِمان بِهِ بَصِيرَةً ، وَفي مَحَبتِهِ ثَبَاتاً وَحُجَّةٍ ، وَعلى آلِهِ الطَّيبينَ الَأخْيَارِ ، المُنْتَجَبِينَ الَأبْرَارِ ، وَعلى ِجْبَرائيلَ وَمِيكَائِيلَ وَالمَلائِكَةِ المُقَرَّبينَ ، وَحَمَلَةِ عَرْشِكَ أَجْمَعِينَ ، وَعلى جَميعِ النَّبِيِيّنَ ، وَالصدِّيقِينَ ،وَالشُّهَدَاءِ ، وَالصَّالِحِينَ ، وَعَلَيْهِ وَعَلْيهِمُ السلامُ وَرَحْمَةُ اللهِ وَبَرَكاتُهِ.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إنَّي أَصْبَحْتُ لا أَمْلِكُ لِنَفْسِي ، ضُراً وَلا نَفْعاً ، وَلا مَوْتاً وَلا حَيَاةً ، وَلا نُشُوراً قَدْ دَنا مَصْرَعي ، وَانْقَطَعَ عُذْري ، وَذَهَبَتْ مَسْأَلَتي وَذُلَّ نَاصِريِ ، وَأسْلَمَني أَهْلِي ، وَوَلَدِي ، بَعْدَ قِيَامِ حُجَّتِكَ َعَليَّ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وَظُهُورِ بَرَاهِينَكَ عِنْدَي ، وَوُضُوحِ دَلَائِلَكَ لَدَيَّ.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إنَّهُ قَدْ أَكَدَّ الطَلَبُ ، وَأَعْيَتِ الحِيَلُ إلا عِنْدَكَ ، وَانْغَلَقَتِ الطُرُقُ ، وَضَاقَتِ المَذَاهِبُ ، إلَّا إلَيْكَ ، وَدَرَسَتِ اَلآمَالُ ، وَانْقَطَعَ الرَجَّاءُ ، إلَّا مِنْكَ ، وَكَذَبَ الظَّنُ ، وَأَخْلَفَتَ العِدَاتُ إلَّا عدَّتُكّ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 مَنَاهِلَ الرَجَاءِ لِفَضْلِكَ مُتُرَعَةٌ ، وَأَبْوَابَ الدُّعَاءِ لِمَنْ دَعَاكَ مُفْتَّحَةٌ ، وَالإسْتِغَاثَةَ لِمَنْ اسْتَغَاثَ بِكَ مُبَاحَةٌ ، وَأَنْتَ لِدَاعِيكَ مَوْضِعُ إجَابَةٍ ، وَلِلْصَارِخِ إلَيْكَ وَلِيُّ الإغَاثَةِ ، وَالقَاصِدِ إلَيْكَ يا رَبُّ قَرِيبُ المَسَافَةِ ، وَأَنْتَ لا تََحْتَجِبُ عَنْ خَلْقِكَ ، إلَّا أَنْ تَحْجُبَهُمُ الَأعْمَالُ السَيِّئةُ دُونَكَ ، وَما أُبَرِّىءُ نَفْسِي مِنْهَا ، وَلا أَرْفَعُ قَدْرِي عَنْهَا ، إنِّي لِنَفْسي يا سَيدِي لَظَلُومُ ، وَبِقَدْرِي لَجَهُولُ ، إلَّا أَنْ تَرْحَمَني ، وَتَعوُدَ بِفَضْلِكَ عَليَّ ، وَتَدْرَأَ عِقَابَكَ عَنِّي ، وَتَرْحَمَني ، وَتَلْحَظَني بِالعَيْنِ ، التي أَنْقَذْتَني بِهَا مِنْ حِيَرةِ الشَّكِّ ، وَرَفَعْتَني مِنْ هُوَّةِ الكُفْرِ ، وَأَنْعَشْتَني مِنْ مِيتَةِ الجَهَالَةِ ، وَهَدَيْتَنيِ بِهَا مِنْ الَأنْهَاجِ الجَائِرَةِ.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وَقَد عَلَمْتَ أَنَّ أَفْضَلَ زَادِ الرَّاحِلِ إلَيْكَ عَزْمُ إرَادَةٍ ، وإخلاصُ نِيَّةٍ ، وَقَدْ دَعَوْتُكَ بِعَزْم إرَادَتي ، وَإخْلاصِ طَوِيَّتي ، وَصَادِقِ نِيَّتي ، فَهَا أنَا ذَا مِسْكِينُكَ ، بَِائِسُكَ ، أَسِيرُكَ ، فَقِيرُكَ ، سَائِلُكَ ، مُنِيخٌ بِفِنَائِكَ ، قَارِعٌ بَابَ رَجَائِكَ ، وَأَنْتَ أُنْسُ الآنِسِين لَأوْلِيَائِكَ ، وَأَحْرَى بِكفَايةِ المُتَوَكِّلِينَ عَلَيْكَ ، وَأَوْلَى بِنَصْرِ الوَاثِقِ بِكَ ، وَأَحَقُ بِرِعَاَيَةِ المُنْقَطِعِ إلَيْكَ ، سِرِّي إلَيْكَ مَكْشُوفٌ ، وَأَنَا إلَيْكَ مَلْهُوفٌ ، أَنَا عَاجِزٌ ، وَأَنْتَ قَدِيرُ ، وَأَنَا صَغِيرٌ وَأَنْتَ كَبِيرٌ ، وَأَنَا ضَعِيفٌ وَأَنْتَ قَوِيُّ ، وَأَنَا فَقِيرٌ وَأَنْتَ غَنِيُّ ، إذَا أَوْحَشَتْني الغُرْبَةُ ، أنْسي ذِكْرُكَ ، وإذَا صَعُبَتْ عَلَيَّ الُأمُورُ اسْتَجَرْتُ بِكَ ، وإذَا تَلَاحَقَتْ عَلَيَّ الشدَائِدُ أمَّلتُكَ ، وَأَيْن يُذْهَبُ بِي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عَنْكَ ، وأَنْتَ أَقْرَبُ مِنْ وَرِيدِي ، وَاحصَنُ مِنْ عَدِيدي وَاوُجَدُ في مَكَاني وَأَصحُّ في مَعْقُولِي ، وَأَزِمَّةُ اَلُأمُورِ كُلُّهَا بِيَدِكَ ، صَادِرَةٌ عَنْ قَضَائِكَ ، مُذْعِنَةٌ بِالخُضُوعِ لِقُدْرَتِكَ ، فَقِيرَةٌ إلى عَفْوِكَ ، ذَاتُ فَاقَةٍ إلى قَارِب مِنْ رَحْمَتِكَ ، وَقَدْ مَسَّنيَ الفَقْرُ وَنَالَنيَ الضُرُّ ، وَشَمَلَتْنيَ الخَصَاصَةُ ، وَأَغْرَّتني الحَاجَةُ ، وَتَوَسَّمْتُ بِالذِلَّةِ ، وَعَلَتْنيَ المَسْكَنَةُ ، وَحَقَّتْ عَلَيَّ الكَلِمَةُ ، وَأَحَاطَتْ بيَ الخَطِيئَةُ ، وَهَذَا الوَقْتُ الذي وَعَدْتَ بِهِ أَوْلِيَاءَكَ فِيهِ الإِجَابَةَ ، فَامْسَحْ مَا بِي بِيَمينِكَ الشَّافِيَةِ ، وَانْظُرْ لي بِعَيْنِكَ الرَّاحِمَةِ ، وَأَدْخِلْني في رَحْمَتِكَ الوَاسِعَةِ ، وَأقْبِلْ عَلَيَّ بِوَجْهِكَ ذي الجَلَالَ وَالإكْرَامِ ، فَإنَّكَ إذَا أَقْبَلْتَ على أَسِيرٍ فَكَكَتَهُ ، وَعلى ضَالٍ هَدَيْتَهُ ، وَعلى حَائِر آوَيْتَهُ ، وَعلى ضَعِيفٍ قَوَّيْتَهُ ، وعلى خَائِفٍ آمَنْتَهُ. اللّهُمَّ ، إنَّكَ أَنْعَمْتَ عَلَيَّ فَلَمْ أَشْكُرْ ، وَابْتَلَيْتَني فَلَمْ أَصْبِرْ ، فَلَمْ يُوجِبُ عَجْزِي عَنِ شُكْرِكَ مَنْعَ المُؤمَّل مِنْ فَضْلِكَ ، وَأَوْجَبَ عَجْزِي عَنِ الصَّبْرَ عَلىَ بِلَائِكَ كَشْفَ ضُرِّكَ ، وَأِنْزَالَ رََحْمَتِكَ ، فَيَا مَنْ قَُلَّ عِنْدَ بَلائِهِ صَبْري فَعَافَاني ، وَعِنْدَ نَعْمَائِهِ شُكْرِي فَأَعْطَاني ، أَسْأَلُكَ المَزِيدَ مِنْ فَضْلِكَ ، وَالإيِزَاعَ لِشُكْرِكَ ، وَاَلإعْتِدَادَ بِنَعْمَائِكَ في أعْفى العَافِيَةِ ، وَأسبَغِ النِّعْمَةِ إنَّكَ عَلى كُلِّ شَيءٍ قَدِيرٌ.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لا تُخْلِني مِنْ يَدِكَ ، وَلا تَتْرُكْني لَقَاءاً لِعَدُوِّكَ ، وَلا لِعَدُوِّي ، وَلا تَوُحِشْني مِنْ لَطَائِفِكَ الخَفِيَّةِ ، وَكِفَايَتِكَ الجَمِيِلَةِ ، وَإنْ شَرَدْتُ عَنْكَ فَارْدُدْنِي إلَيْكَ ، وَإنْ فَسَدْتُ عَلَيْكَ فَأَصْلِحْنيِ لَكَ ، فإنَّكَ تَرُدُّ الشَّارِدَ ، وَتُصْلِحُ الفَاسِدَ ، وَأَنْتَ عَلى كُلِّ شَيْءٍ قَدِيرٌ.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هَذَا مَقَامُ العَائِذِ بِكَ ، اللّهُمَّ ، لُذْني بِعَفْوِكَ ، المُسْتَجِيرُ بِعِزِّ جَلالِكَ ، قَدْ رَأَى أعْلَامَ قُدْرَتِكَ ، فَأَرِهِ آثَارَ رَحْمَتِكَ ، فَإنَّكَ تُبْدِىءُ الخَلقَ ثُمَّ تُعِيدُهُ ، وَهُوَ أَهْوَنُ عَلَيْكَ ، وَلَكَ المَثَلُ الأعلى في السَّموَاتِ وَالَأرْضِ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وَأَنْتَ العَزِيزُ الحَكِيمُ.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فَتَوَلَّني وِلَايَةً تُغْنِيِني بِهَا ، عَنْ سِوَاهَا ، وَأَعْطِني عَطِيةً لا أَحْتَاجُ إلى غَيْرِكَ مَعَهَا ، فَأِنَّهَا ليْسَتْ بِبِدَعٍ مِنْ وِلَايَتِكَ ، وَلا بِنُكْرٍ مِنْ عَطيَّتِكَ ، وَلا بِأُوْلَى مِنْ كِفَايَتِكَ ، إدْفَعِ الصَّرْعَةَ ، وَأنْعْشِ السَّقْطَةَ ، وَتَجَاوَزْ عَنِ الزَلَّةِ ، وَأقْبَلِ التَّوْبَةَ ، وَارْحَم الهَفْوَةَ ، وَنَجِّ مِنَ الوَرْطَةِ ، وَأَقِلِ العَثْرَةَ ، يا مُنْتَهَى الرَّغْبَةِ ، وَغِيَاثَ الكَرْبَةِ ، وَوَليَّ النِّعْمَةِ ، وصَاحِبي في الشِّدَّةِ ، وَرَحْمنَ الدُّنْيَا وَالآخِرَةِِ ، أنْتَ الرَّحيمُ فإلى مَنْ تَكِلْني؟ إلى بَعِيدٍ يَتَجَهَمُني ، أَوْ عَدُوٍّ يَمْلِكُ أَمْري ، إنْ لَمْ تَكُ عَلَيَّ سَاخِطاً فَمَا أُبَالي ، غَيْرَ أَنَّ عَفْوَكَ لا يَضِيْقُ عَني ، وَرِضَاكَ يَنْفَعُني ، وَكَنَفَكَ يَسَعُني ، وَيَدَكَ البَاسِطَةَ تَدْفَعُ عَني ، فَخُذْ بِيَدِي مِنْ دَحْضِ المَزَلَّةِ فَقَدْ كَبَوْتُ ، وَثَبِّتْني على الصِراطَ اُلْمُسْتَقِيمِ ، وَاهْدِنِي وَإلَّا غَوَيْتُ ، يا هَادِيَ الطَّرِيقِ ، يا فَارِجَ المَضِيقِ ، يا إلهي بالتحْقِيقِ ، يا جَاِري اللَّصِيقَ ، يا رُكْني الوَثِيقَ ، يا كَنْزِي العَتِيقَ ، أَحْلُلْ عَني المَضِيقَ وَاكْفِني شَرَّ ما أُطِيقُ ، وَمَا لا أُطِيقُ ، إنَّكَ حَقِيقٌ ، وَبِكُلِّ خَيْرٍ خَلّيقٌ ، يا أَهْلَ التقْوَى وَأَهْلَ المَغْفِرَةِ ، وَذَا العِزِّ وَالقُدْرَةِ ، وَالآلاءِ وَالعَظَمَةِ ، يَا أَرْحَمَ الرَّاحِمِينَ ، وَخَيْرَ الغَافِرِينَ ، وَأَكْرَمَ اَلْأكْرَمِينَ ، وَأَبْصَرَ النَّاظِرِينَ ، وَرَبَّ العَالَمِينَ ، لا تَقْطَعْ مِنْكَ رَجَائِي ، وَلا تُخَيبْ دُعَائي ، وَلا تُجْهِدْ بَلائي ، وَلا تَجْعَلِ النَّارَ مَأْوَايَ ، وَاجْعَلِ الجَنَّةَ مَثْوَايَ ، وَأعْطِني مِنَ الدُّنْيَا سُؤلي وَمُنَايَ ، وَبَلِّغْني مِنَ الآخِرَةِ أَمَلي وَرِضَايَ ، وَآتِنَا في الدًُّنْيَا حَسَنةً وَفي الآخِرَةِ حَسَنةً ، وَقِنَا عَذَابَ النَّارِ يا أرْحَمَ الرَّاحِمِينَ ، إنَّكَ عَلى كُلِّ شَيْءٍ قَدِيِرٌ ، وَبِكُلِّ شَيْءٍ مُحِيطٌ ، وَأَنْتَ حَسْبِيَ ، وَنِعْمَ الوَكِيلُ وَالمُعِينُ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382 ـ 387 ) منهج الدعوات ( ص 218 ـ 226 ).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وأنت ، إذا وضعت يدك ، على أية فقرة من هذا الدعاء العظيم ، وجدت فيه قبل جمال الالفاظ ، روعة الايمان ، فهو يمثل تمثيلا صادقا ، انقطاع الامام إلى الله وتمسكه به ، وإلتجائه إليه في جميع أحواله وشؤونه ، بالاضافة إلى تعظيمه الله تعالى ، وتبجيله ، فلم يبق كلمة فيها تقديس لله إلا حفل بها هذا الدعاء الذي هو من ذخائر أدعية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مدى فزع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المنصور الطاغية الجلاد ، فقد أستجار الامام ، من شره بهذا الدعاء ، وقد وقاه الله وأنجاه منه ، وصرف عنه كيده ، فلم يتعرض له بمكروه.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ولم يكن المنصور طيب النفس ، وإنما غليظ النفس حقودا ، فقد أترعت نفسه الشريرة ، بالبغض والعداء للامام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وقد عزم على قتله حينما رجع من الحج ، فقد أوعز إلى حاجبه الربيع باحضاره ، وهو يرعد ويبرق ، ويتهدد ويتوعد ولما مثل الامام عنده ، قابله بحفاوة وتكريم ، ثم انصرف عنه فبهر الربيع ، وقال للامام : بأبي أنت وأمي ، يا ابن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إني لم أشك فيه ساعة دخولك عليه ، أن يقتلك ، ورأيتك تحرك شفتيك ، فما الذي قلت؟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إني قلت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حَسْبِيَ الخَالِقُ مِنَ المَخْلُوقِينَ ، حَسْبِيَ مِنْ لَمْ يَزلْ حَسْبِي ، حَسْبِيَ اللهُ الذي لَمْ يَزَلْ حَسْبِي ، حَسْبِيَ اللهُ وَنِعمَ الوَكِيِلُ. اللّهُمَّ ، أُحْرُسْني بِعَيْنِكَ التي لا تَنَامُ ، وَأكْنُفْنِي بِرُكْنِكَ الذي لا يُرَامُ ، وَاحْفَظْني بِعِزِّكَ ، وَاكْفِنِي شَرهُ بِقُدْرَتِكَ ، وَمُنَّ عَلَيَّ بِنَصْرِكَ ، وَإلَّا هَلَكْتُ وَأَنْتَ رَبِّي ، اللّهُمَّ ، إنَّكَ أَجَلُّ وَأَخْيَرُ مِما أَخَافُ وَأَحْذَرُ ، اللّهُمَّ ، إنِّي أَدْرَأُ بِكَ في نَحْرِهِ ، وَأَعوذُ بِكَ مِنْ شَرِّهِ ، وَأَسْتَكْفيكَ إياهُ ، يا كَافِيَ مُوسَى فِرْعَوْنَ ، وَمُحَمَّداً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الَأحْزَابَ ، الذين قَالَ لَهُمُ النَّاسُ انَّ النَّاسَ قَدْ جَمَعُوا لَكُمْ فَاخْشَوْهُمْ ، فَزَادَهُمْ إيمَاناً. وَقَالُوا حَسْبُنَا اللهُ وَنِعْمَ الوَكِيلُ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وَأُولئِكَ الذين طَبَعَ اللهُ على قُلُوبِهِم ، وَسَمْعِهِمْ ، وَأَبْصَارِهِم ، وَأُولئِكَ هُمُ الغَافِلُونَ ، لا جَرَمَ أَنهُمْ في الآخِرَةِ هُمُ اَلَأخَسَرُونَ ، وَجَعَلْنَا مِنْ بَيْنِ أَيْدِيِهمْ سَدَّاً ، وَمِنْ خَلْفِهِمْ سَدَّاً ، فَأَغْشَيْنَاهُمْ ، فَهُمْ لا يُبْصِروُنَ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وصرف الله عنه ، كيد المنصور ببركة هذا الدعاء ، وقد روي أنه دعا بدعاء آخر أسماه : دعاء الجيب ، وهو يقي من حمله البلية والخوف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احْرُسْني بِعَيْنِكَ التي لا تَنَامُ ، وَاَكْنِفْنِي بِرُكْنِكَ الذي لا يُرَامُ ، وَارْحَمْني بِقُدْرَتِكَ عَلَيَّ ، أَنْتَ ثِقَتي وَرَجَائي ، رَبِّ ، كَمْ نِعْمَةٍ أَنْعَمْتَ بِهَا عَلَيَّ ، قَلَّ لَكَ عِنْدَهَا شُكْرِي ، وَكَمْ مِنْ بَلِيَّةٍ ابْتَلَيْتَنيِ بِهَا ، قَلَّ لَكَ عِنْدَهَا صَبْرِي ، فَيَا مَنْ قَلَّ عِنْدَ نِعْمَتِهِ شُكْرِي فَلَمْ يَحْرِمْني ، وَيَا مَنْ قَلَّ عِندَ بَلائِهِ صَبْرِي فَلَمْ يَخْذُلْني ، وَيَا مَنْ رَآني ، على الخَطَايَا ، فَلَمْ يَفْضَحْني ، يا ذَا المَعْرُوفِ الذي لا يَنْقَضِي أَبَداً ، ويا ذا النّعَمِ التي لا تُحْصَى عَدَداً ، أَسْأَلُكَ أَنْ تُصَلِّيَ على مُحَمَّدٍ وَآلِهِ كَمَا صَلَّيْتَ على إبرَاهِيمَ إنَّكَ حَمِيدٌ مَجِيدٌ ، اللّهُمَّ ، إنَهُ عَبْدٌ مِنَ عِبَادِكَ ، أَلْقَيْتَ عَلَيْهِ سُلطَاناً مِنْ سُلْطَانِكَ ، فَخُذْ سَمْعَهُ ، وَبَصَرَهُ ، وَقَلْبَهُ ، إلى ما فِيهِ صَلاحُ أَمْرِي ، وَبِكَ أَدْرَأُ في نَحْرِهِ وَأَعُوذُ بِكَ مِنْ شَرِّهِ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اللّهُمَ ، أَعِنِّي بِدِينِي على دُنْيَايَ ، وَعلى آخِرَتي بِالتَّقْوَى ، وَاحْفَظْني فِيما غِبْتَ عَنْهُ ، وَلا تَكِلْني إلى نَفْسِي فِيمَا حَضَرْتُهُ ، يا مَنْ لا تَضُرُّهُ الذُّنُوبُ ، وَلا تَنْقُصُهُ المَغْفِرَةُ ، إغْفِرْ لي ما لا يَضُرُكَ ، وَأَعْطِني ما لا يَنْقُصُكَ ، إنَّكَ أَنْتَ الوَهابُ ، يا إلهِي أَسْأَلُكَ فَرَجاً قَرِيَباً ، وَرِزْقاً وَاسِعاً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227 ـ 228 ) المخلاة ( ص 181 ـ 182 ).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وَأَسْأَلُكَ العَافِيَةَ مِنْ كُلِّ بَلِيَّةٍ ، وَأَسْأَلُكَ الشُّكْرَ على العَافِيَةِ ، وَدَوَامَ العَافِيَةِ ، وَأَسْأَسلُكَ الغِنَى عَنِ النَّاس ، وَلا حَوْلَ وَلا قُوَّةَ إلَّا بِاللهِ العَلِيِّ العَظِيمِ ، بِرَحْمَتِكَ يا أرْحَمَ الرَّاحِمِينَ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قال الربيع فكتبته فها هو في جيبي ، وقال طاش كسرى : وأنا الفقير الحقير تراب أقدام الفقراء ، كتبته ، وقد رأيت له أثرا ظاهرا وانتفعت به مدة ، فعليك أن تنخرط في هذا المسلك بشرط الاعتقاد الصحيح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 ـ وورم أنف المنصور ، وتميز غيظا لما يراه ، ويسمعه ، من إجماع المسلمين ، على تعظيم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والاعتراف له بالفضل ، فأخذ يبغي له الغوائل لاغتياله ، ولكن الله صرف عنه كيده ، ولما قفل من يثرب ، أقام بالربذة ، التي دفن بها الثائر العظيم في الاسلام ، أبو ذر الغفاري ، وكان فيها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فأوعز المنصور إلى إبراهيم ابن جبلة. يإحضار الامام ، فأسرع إليه ، وفزع منه الامام ، ودفع يديه بالدعاء إلى الله تعالى قائلا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أَنْتَ ثِقَتي في كْلِّ كَرْبٍ ، وَرَجَائي في كُلِّّ شِدَّةِ ، وَأَنْتَ لي في كُلِّ أَمْرٍ نَزَلَ بي ثِقَةٌ وَعُدَّةٌ ، كَمْ مِنْ كَرْبٍ يَضْعُفُ عَنْهُ الفُؤَادُ ، وَتَقِلُّ فِيهِ الحِيلَةُ ، وَيَخْذُلُ فِيهِ القَرِيبُ ، وَيَشْمَتُ بِهِ العَدوّ ، وَتُعْيِيني فِيهِ الُأمُورُ ، أَنْزَلَتُهُ بِكَ ، وَشَكْوْتُهُ إلَيْكَ ، رَغْبَةً فِيهِ إلَيْكَ عَمَّنْ سِوَاكَ ، فَفَرَّجْتَهُ ، وَكَشَفْتَهُ ، وَكَفَيْتَنِيهِ ، فَأَنْتَ وَلِيًّ كُلِّ نِعْمَةٍ ، وَصَاحِبُ كُلِّ حَسَنَةٍ ، وَمُنْتَهىَ كُلِّ حَاجَةٍ ، فَلَكَ الحَمْدُ كَثِيراً ، وَلَكَ المَنُّ فَاضِلاً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وحينما دخل على الطاعية السفاك دعا الله قائلا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مفتاح السعادة ومصباح السيادة 3 / 155.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يا إلهَ جِبْرَائِيلَ ، وَإسْرَافِيلَ ، وَإلهَ أبْرَاهِيمَ ، وَإسمَاعِيلَ ، وَإسحَاقَ ، وَيَعْقُوبَ ، وَمُحَمَدٍ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تَوَلَّنِي في هذِهِ الغَدَاةِ ، وَعَافِني وَلا تسَلِّطْ عليَّ أَحَداً من خَلْقِكَ بِشَيْءٍ لا طَاقَةَ لي بِهِ ...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وصاح الطاغية بالامام ، متهما له بأنه ينازعه في سلطانه ، قائلا : « أما والله لأقتلنك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فقال له الامام برفق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ما فعلت؟ فَأَرْفِقْ فوالله لقلَّما أصحبك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وخلى المنصور سبيله ، إلا أنه أوجس في نفسه خيفة من قوله : « فوالله لقلما أصحبك » وخاف أنه قد عناه بذلك ، فأوعز إلى عيسى بن علي يسأله عن ذلك ، فأجابه : إنه عنى نفسه ، وأنه هو الذي ، يفارق الحياة عما قريب .. قال إبراهيم بن جبلة : فخرجت ، فوجدت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جالسا ينتظرني ليشكرني على ما قدمته له من خدمات ، وكان يدعو الله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الحَمْدُ للهِ الذي أَدْعُوهُ فَيُجِيبُني ، وَإنْ كُنْتُ بَطِيئاً حِينَ يَدْعُوني ، وَالَحَمْدُ للهِ الذي أَسْأَلُهُ فَيُعْطِيني ، وَإنْ كُنْتُ بَخِيلاً حِينَ يَسْتَقْرضُني ، وَالحَمْدُ للهِ الذي أسْتَوْجَبَ الشُّكْرَ عليَّ بِفَضْلِهِ ، وَإنْ كُنْتُ قَليلاً شُكْرِيِ ، وَالحَمْدُ للهِ الذي وَكَلَني إلَيْهِ فَأَكْرَمَني ، وَلَمْ يَكِلْني إلى النَاسِ يُهينونَني ، فَرَضِيتُ بِلُطْفِكَ يا رَبُّ لُطْفاً ، وَبِكِفَايَتِكَ خُلْفاً ، اللّهُمَّ ، يا رَبُّ ما أَعْطَيْتَني مِمَّا أُحِبُّ ، فَاجْعَلْهُ قُوَّةً لي فِيمَا تُحِبُ ، اللّهُمَّ ، وَمَا زَوَيْتَ عَني مِمَّا أُحِبُّ ، فَاجْعَلْهُ قِوَاماً ، اللّهُمَّ ، إعْطِني ما أُحِبُّ ، وَاجْعَلْهُ خَيْراً لي ، اللّهُمَّ ، ما غَيَّبْتَ عَني مِنَ الُأمُورِ ، فَلا تُغَيِّبْني عَنْ حِفْظِكَ ، وَمَا فَقَدْتُ ، فَلا أفْقِدُ عَوْنَكَ ، وَمَا نَسِيتُ ، فَلا أنْسَى ذِكْرَكَ ، وَمَا مَلَلْتُ فَلا أَمَلُّ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شُكْرَكَ ، عَلَيْكَ تُوَكَّلْتُ حَسْبِيَ اللهُ وَنعْمَ الوَكيلُ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وثقل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على المنصور ، وذلك لذيوع فضله ، وانتشار علومه ، فأوعز إلى إبراهيم بن جبلة بإشخاصه من يثرب إليه ، ومضى إبراهيم في مهمته ، يقطع البيداء ، حتى انتهى إلى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فعرفه بالامر ، فتسلح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بالادعية ، والتضرع إلى الله ، أن يصرف عنه كيد المنصور ، وينجيه من شره ، وكان من أدعيته التي رواها إبراهيم ما يلي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1 ـ روى إبراهيم بن جبلة قال : لما بلغته برسالة المنصور ، سمعته يدعو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أَنْتَ ثِقَتي في كُل كَرْبٍ ، وَرَجَائي في كُل شِدِّةٍ ، وَإتِكالي في كُلِّ أَمْرٍ نَزَلَ بي ، عَلَيْكَ ثِقَتي ، وَبِكَ عُدَِّتي ، كمْ مِنْ كَرْبٍ تَضْعُفُ فِيهِ القُوَى ، وَتَقِلُّ فِيهِ الحِيْلَةُ ، وَيَخْذُلُ فِيهِ القَرِيبُ ، وَيَشْمَتُ فِيهِ العَدُوُّ ، أَنْزَلْتُهُ بِكَ ، وَشَكَوْتُهُ إلَيْكَ ، رَاغِباً فِيهِ إلَيْكَ ، عَمَّنْ سِوَاكَ فَفَرَّجْتَهُ ، وَكَشَفْتَهُ ، فَأَنْتَ وَلِيُّ كُلِّ نِعْمَةٍ ، وَمُنْتَهى كُلِّ حَاجَةٍ ، لَكَ الحَمْدُ كَثيراً ، وَلَكَ المَنُّ فَاضِلاً ...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2 ـ قال إبراهيم : ولما قدمت للامام راحلته ليركب ، سمعته يدعو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بِكَ أَسْتَفْتِحُ ، وَبِكَ أَسْتَنْجِحُ ، وَبِمُحَمَدٍ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أَتَوَجَّهُ ، اللّهُمَّ ، أذْلِلْ لي حُزُونَتَهُ وَكُلِّ حُزُونَةٍ ، وَسَهِّلْ لي صُعُوبَتَهُ وَكُلِّ صُعُوبَةٍ ، وَارْزُقُني ، مِنَ الخَيْرِ فَوْقَ ما أَرْجُو ، وَاصْرِفْ عَني مِن الشَّرِ فَوُقَ ما أَحْذَرُ ، فَإنَّكَ تَمْحو ما تَشَاءُ ، وَتُثْبِتُ ، وَعِنْدَكَ أمُّ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230 ـ 231 ).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الكِتَابِ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3 ـ قال إبراهيم : ولما دخلنا الكوفة ، صلى ركعتين ، ورفع يديه إلى السماء ، ودعا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رَبَّ السَّمواتِ ، وَمَا أَظَلَّتْ ، وَرَبَّ الَأرَضينَ السَّبْعِ ، وَمَا أقَلَّتْ ، وَالرِّيَاحِ وَمَا ذَرَتْ ، وَالشَّياطِينِ وَمَا أَظَلَّتْ ، وَالمَلائِكَةِ وَمَا عَمِلَتْ ، أَسْأَلُكَ أَنْ تصَلِّي عَلى مُحَمَدٍ وآلِ مُحَمَدٍ ، وَأَنْ تَرْزُقَني خَيْرَ هذِهِ البَلْدَةِ ، وَخْيرَ مَا فِيهَا ، وَخَيْرَ أَهْلِهَا ، وَخَيرَ ما قَدِمْتُ لَهُ ، وَأَنْ تَصْرِفَ عَني شَرَّهَا ، وَشَر ما فِيهَا ، وَشَرَّ أَهْلِهَا ، وَشَرَّ مَا قَدِمْتُ لَهُ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وَبِبَرَكَةِ هَذِهِ الأدْعِيَةِ ، وَشِدَّةِ الإِنْقِطَاعِ إلى اللهِ ، صَرَفَ اللهُ عَنْهُ ، بِغَيِ الَمْنصورِ وَكَيْدَهُ ، فَلَمْ يَعْرِضْ لَهُ بِسوُءٍ ، بَعْدَ مَا كَانَ مُصَمِّماً عَلى قَتْلِهِ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ـ وصمم المنصور ، على إغتيال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فأشخصه من يثرب إلى بغداد ، وأمر حاجبه الربيع ، أن يأتي به في غلس الليل على الحالة التي يجده فيها ، فأوعز الربيع ، إلى ولده وكان فظا غليظا بمداهمة الامام ، وحمله على ما هو عليه إلى المنصور ، وسارع في مهمته ، فوجد الامام ماثلا أمام الله يصلي ، وعليه قميص ، ومنديل قد أئتزر به ، فحمله إلى المنصور ، فلما رآه انتهره ، وقابله ، بأقسى القول ومره ، وانتضى سيفا كان معه أراد قتله ، والامام يعتذر منه ، وقد دعا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احْرُسْني ، بِعَيْنِكَ التي لا تَنَامُ ، وَاكْنُفْني ، بِرُكْنِكَ الذي لا يُضَامُ ، وَاغْفِرْ لي بِقُدْرَتِكَ عَلَيَّ ، رَبِّ لا أَهْلَكُ ، وَأَنْتَ الرَّجَاُء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232 ـ 233 ).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أَنْتَ أَعَزُّ وَأَكْبَرُ مِمَّا أَخَافُ وَأَحْذَرُ ، بِالله أَسْتَفْتِحُ ، وَباللهِ أَسْتَنْجِحُ ، وَبِمُحَمَدٍ رَسُولَ اللهِ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أَتَوَجَّهُ ، يا كَافِيَ إبْرَاهِيمَ نَمْرُودَ ، وَمُوسى فِرْعَونَ ، إكْفِني ما أَنَا فِيهِ ، اللهُ ، اللهُ رَبِّي ، لا أُشْرِكُ بِهِ شَيْئاً ، حَسْبِيَ الرَبُّ مِنَ المرْبُوبينَ ، حَسْبِيَ الخَالِقُ مِنَ المَخْلُوقِينَ ، حَسْبِيَ المَانِعُ مِنَ المَمْنُوعِينَ ، حَبْسِيَ مَنْ لَمْ يَزَلْ حَسْبِيَ ، حَسْبِيَ اللهُ ، لا إلهَ إلَّا هُوَ ، عَلَيْهِ تَوَكَّلْتُ وَهُوَ رَبُّ العَرْشِ العَظِيمِ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وافرج المنصور ، عن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وبهر الربيع مما رأى ، فتبع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وطلب منه أن يعلمه الدعاء الذي نجا به ، من شر المنصور فعلمه هذا الدعاء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 ـ لما استشهد البطل العظيم ، ذو النفس الزكية ، سعى بعض المرتزقة ، من باعة الضمير إلى المنصور ، فأخبروه بأن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يبعث مولاه المعلى بن خنيس ، بجباية الاموال من شيعته ، وكان يمد بها ذا النفس الزكية ، ليواصل حربه للمنصور ، فتميز الطاغية غيظا ، وورم أنفه ، وكتب إلى عمه داوود بن علي ، عامله على يثرب ، بإشخاص الامام إليه ، ولا يتأخر في ذلك ، ولما انتهت إليه الرسالة ، استدعى الامام وعرفه بالحال ، فنهض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إلى مسجد جده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فصلى ركعات ودعا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لَيْسَ لَهُ إِبْتِداء ، وَلا إنْتِهاءٌ ، يا مَنْ لَيْسَ لَهُ أَمَدٌ ، وَلا نِهَايَةُ ، ولا مِيقَاتُ ، ولا غَايَةٌ ، يا ذا العَرْشِ المجيدِ ، وَالبَطْشِ الشَّدِيدِ ، يا مَنْ هُوَ فَعَّالٌ لِمَا يُرِيدُ ، يا مَنْ لا تَخْفَىٍ عَلَيْهُ اللُّغَاتُ ، وَلا تَشْتَبِهُ عَلَيْهِ الَأصْواتُ ، يا مَنْ قَامَتْ بِجَبَرُوتِهِ الَأرْضُ والسَّمواتُ ، يا حَسَنَ الصُّحَبَةِ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( 236 ـ 241 ).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يا وَاسِعَ المَغْفِرَةِ ، يا كَرِيمَ العَفْوَ ، صَلِّ على مُحَمَدٍ وَآلِ مُحَمَدٍ ، وَاحْرُسني في سَفَري وَمَقَامي ، وَانتِقَالي بِعَيْنِكَ التي لا تَنَامُ ، وَاكْنِفْنيِ بِرُكْنِكَ الذي لا يُضَامُ.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أَتَوَجَّهُ في سَفَري هَذَا ، بِلا ثِقَةٍ مِني لِغَيْرِكَ ، وَلا رَجَاءٍ يَأْوِي بي إلَّا إلَيْكَ ، ولا قُوَّةٍ لي أتَّكِلُ عَلَيْهَا ، ولا حِيلَةٍ أَلْجَأُ إلَيْهَا ، إلَّا إبْتِغَاءَ فَضْلِكَ ، وَإلتِمَاسَ عَافِيَتِكَ ، وَطَلَبَ فَضْلِكَ ، وَإجْرَاءَكَ لي على أفْضَل عَوَائِدِكَ عِنْدي.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وَأنْتَ أعْلَمُ بِمَا سَبَقَ لي ، في سَفَري ، هَذَا ، مِمَّا أُحِبُّ وَأكْرَهُ ، فَمَهْمَا أَوْقَعْتَ عَلَيْهِ قَدَرَكَ ، فَمَحْمُودٌ فِيهِ بَلَاؤكَ ، مُنْتَصَحُ فيهِ قَضَاؤكَ ، وَأَنْتَ تَمْحو ما تَشَاءُ وَتُثْبِتُ ، وَعِنْدَكَ أُمُّ الكِتَابِ. اللُّهُمَّ ، فَاصْرِفْ عَنِّي مَقَادِيرَ كُلِّ بلاءٍ ، وَمَقْضِيَّ كُلِّ لأوَاءٍ ، وَابْسُطْ عليَّ كَنَفاً مِنَ رَحْمَتِكَ ، وَلُطْفاً مِنْ عَفْوِكَ ، وَتَمَاماً مِنْ نِعْمَتِكَ ، حَتى تَحْفَظَني فِيهِ ، بِأحَسَنِ ما حَفِظْتَ بِهِ غَائِباً مِنَ المُؤْمِنِينَ ، وَخَلصْتَهُ مِنْ سَتْرِ كُل عَوْرَةٍ ، وَكِفَايَةِ كُلِّ مَضَرَّةٍ ، وَصَرْفِ كُلِّ مَحْذُورٍ ، وَهَبْ لي فِيهِ ، أَمناً وَإيمَاناً ، وَعَافِيَةً ، وَيُسْراً ، وَصَبْراً وَشُكْراً ، وأَرْجِعْني فِيهِ سَالِماً إلى سَّالمِيِنَ بِرَحْمَتِكَ ، يا أَرْحَمَ الرَّاحِمِينَ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وتسلح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بهذا الدعاء ، وسافر إلى بغداد ، فالتقى بالطاغية المنصور ، وصرف عنه كيده ، وسلمه من شره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ز ـ وأجمع رأي المنصور ، على قتل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وقد أعرب عن عزمه ، إلى صاحب سره محمد بن عبدالله الاسكندري ، فقد قال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244 ـ 245 ).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له : يا محمد هلك من أولاد فاطمة </w:t>
      </w:r>
      <w:r w:rsidR="0077652A" w:rsidRPr="0077652A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مقدار مائة أو يزيدون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وقد بقي سيدهم ، وإمامهم ، فقال له محمد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من ذلك؟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جعفر بن محمد الصادق .. » فعدله محمد عن فكرته ، وقال 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أمير المؤمنين إنه رجل أنحلته العبادة ، واشتغل بالله عن طلب الملك والخلافة ...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فنهره المنصور ، وقال له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علمت أنك تقول : بإمامته ، ولكن الملك عقيم ، وقد آليت على نفسي إن لا أمسي عشيتي هذه ، أو أفرغ منه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ودعا أحد جلاديه ، وأمره بقتل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إذا حضر عنده ، ثم أحضر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وقد احتجب ، وتسلح بهذا الدعاء الشريف ، الذي هو من ذخائر أدعية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فصرف الله عنه كيده ، وأنجاه منه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إلَّا اللهُ أَبَداً حَقاً ، لا إلهَ إلا اللهُ إيمَاناً وَصِدْقاً ، لا إلهَ إلا اللهُ تَلَطُفاً وَرِفْقاً ، لا إلهَ إلَّا اللهُ حَقّاً حَقّاً ، لا إله إلا اللهُ ، مُحَمَّدٌ رَسُولُ اللهِ </w:t>
      </w:r>
      <w:r w:rsidR="0077652A" w:rsidRPr="0077652A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أُعِيذُ نَفْسِي وَشَعْري ، وبشري ، وَدِيني ، وَأَهْلي وَمَالي وَوَلَدي ، وَذُرِيتي ، وَدُنْيَايَ ، وَجَميعَ مِنْ أَمْرُهُ يَعْنِينِي ، مِنْ شَرِّ كُلِّ مَنْ يُؤْذِيِني ، أعِيذُ نَفْسي ، وَجَميعَ ما رَزَقَني رَبِّي ، وَما أَغْلَقْتُ عَلَيْهِ أَبْوَابي ، وَأحَاطَت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ان هذا العدد من السادة العلويين قد سفك دماءهم طاغية بني العباس المنصور الدوانيقي.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بِهِ جُدْرَاني ، وَجَميعَ ما أَتَقَلَّبُ فِيهِ مِنْ نِعَمِ اللهِ عَزَّوَجَلَّ وَإحْسَانِهِ ، وَجَميعَ أُخْوَاني ، وَأَخَوَاتي مِنَ المُؤْمِنيِن وَالمؤْمِنَاتِ باللهِ العَلِيِّ العَظيمِ ، وَبِأَسَمَائِهِ التامَّةِ الكَامِلَةِ ، المُتَعَالِيَةِ ، المُنِيفَةِ الشَّرِيفَةِ ، الشَافِيَةِ الكَرِيمَةِ ، الطَيِّبَةِ الفَاضِلَةِ ، المُبَارَكَةِ الطَّاهِرَةِ ، المُطّهرَةِ ، العَظيمَةِ ، المَخْزُونَةِ ، المَكْنُونَةِ ، التي لا يُجَاوِزُهُن بِرٌ وَلا فَاجِرُ ، وَبِأُمِّ الكِتَابِ ، وَفَاتِحَتِهِ وَخَاتِمَتِهِ ، وَمَا بَيْنَهُمَا مِنْ سَوُرٍ شَرِيفَةٍ ، وَآيَاتِ مُحْكَمَاتٍ ، وَشِفَاءٍ وَرَحْمَةٍ ، وَعَوْذَةٍ وَبَرَكَةٍ ، وَبِالتَوْرَاةِ ، وَالإنجيلِ ، وَالزَّبُورِ ، وَالقُرْآنِ العَظِيمِ ، وَبِصُحُفِ إبرَاهِيمَ وَموُسى ، وَبِكُلِّ كِتَابٍ أَنْزَلَهُ اللهُ عَزَّوَجَلَّ ، وَكُلِّ رَسَولٍ أرْسَلَهُ إلَيْهِ ، وَبِكُلِّ بُرْهَانٍ أَظْهَرَهُ اللهُ عَزَّوَجَلَّ ، وَبِألاءِ اللهِ وَعِزَّةِ اللهِ ، وَقُدْرَةِ اللهِ ، وَجَلالِ اللهِ ، وَقُوَّةِ اللهِ ، وَعَظَمَةِ الله ، وَسُلْطَانِ اللهِ ، وَمِنْعَةِ اللهِ ، وَمَنِّ الله ، وَحُلْمِ اللهِ ، وَعَفْوِ اللهِ ، وغُفْرَانِ اللهِ ، وَمَلائكَةِ اللهِ ، وَكُتُبِ اللهِ ، وَأَنْبيَاِء الله ، وَرُسُلِ اللهِ ، وَمُحَمَدٍ رَسُولِهِ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وَأعُوذُ بِاللهِ مِنْ غَضَبِ اللهِ وَعِقَابِهِ ، وَسُخْطِ اللهِ وَنَكَالِهِ ، وَمِنْ نِقْمَتِهِ ، وَإعْرَاضِهِ ، وَصُدُودِهِ ، وَخُذْلانِهِ ، وَمِنَ الكُفْرِ وَالنِفَاقِ ، والحَيْرَةِ وَالشِّرْكِ ، في دِينِ اللهِ ، وَمِنَ شَرِّ يَوْمِ الحَشْرِ وَالنُّشُورِ ، وَالمَوْقِفِ وِالحِسَابِ ، وَمنِ شَرِّ كُلِّ كِتَابٍ سَبَقَ ، وَمِنْ زَوَالِ النِّعْمَةِ ، وَحُلُولِ النِّقْمَةِ ، وَتَحَوُّلِ العَافِيَةِ ، وَمُوجِبَاتِ الهَلَكَةِ ، وَمَوَاقِفِ الخِزْيِ ، وَالفَضِيحَةِ ، في الدُّنْيَا وَالآخِرَةِ ، وَأَعُوذُ بِاللهِ العَظيمِ ، مِنْ هَوَى مُرِدٍ ، وَقَرينِ سُوءٍ مُكْدٍ ، وَجَارٍ مُؤْذٍ ، وَغِنىً مُطْغٍ ، وَفَقْرٍ مُنْسٍ ، وَأَعُوذُ باللهِ العَظيمِ مِنْ قَلْبٍ لا يَخْشَعُ ، وَدُعَاءٍ لا يُسْمَعُ ، وَعَيْنٍ لا تَدْمَعُ ، وَبَطْنٍ لا يَشْبَعُ ، وَمِنْ نَصَبٍ وَإجْتِهَادٍ يُوجِبَانِ العَذَابَ ، وَمِنَ مَرَدٍّ إلى النَّارِ ، وَسُوءِ المَنْظَرِ ، في النَفْسِ ، والأهْلِ ، وَالمَالِ ، وَالوَلَدِ ، وَعِنْدَ مُعَايَنَةِ مَلَكِ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المَوْتِ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وَأعوذُ بِاللهِ العَظيمِ ، مِنْ شَرِّ كُلِّ دَابَّّةٍ ، هُوَ آخِذٌ بِنَاصِيَتها ، وَمِنْ شَرِّ كُلِّ ذي شَرِّ ، وَمِنْ شَرِّ ما أَخَافُ وَأَحْذَرُ ، وَمِنْ شَرِّ فَسَقَةِ العَرَبِ وَالعَجَمِ ، وَمِنْ شَرِّ فَسَقَةِ الجِنِّ وَالإنْسِ وَالشَّيَاطِينِ ، وَمِنْ شَرِّ إبْليسَ ، وَجُنُودِهِ ، وَأشْيَاعِهِ ، وَأَتْبَاعِهِ ، وَمِنْ شَرِّ السلاطِينِ وَأَتْبَاعِهِمْ ، وَمِنْ شَرِّ ما يَنْزِلُ مِنَ السَّمَاءِ ، وَمَا يَعْرُجُ فِيهَا ، وَمِنْ شَرِّ ما يَلِجُ في الأرْضِ ، وَمَا يَخرُجُ مِنْهَا ، وَمِنْ كُلِّ سُقْمٍ وَآفَةٍ ، وَغَمٍّ وَفَاقَةٍ وَعَدَمٍ ، وَمِنْ شَرِّ مَا في البَرِّ وَالبَحْرِ ، وَمِن شَرِّ الفُسَّاقِ ، وَالفُجَّارِ ، وَالدُّعَّارِ ، وَالحُسادِ ، وَالَأشْرَارِ وَالسُرَّاقِ ، وَاللُّصُوصِ ، وَمِنْ شَرِّ كُلِّ دَابَّةٍ هُوَ آخِذٌ بِنَاصِيَتِها إنَّ رَبِّي على صِراطٍ مُسْتَقِيمٍ.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إنّي أحْتَجِزُ بِكَ ، مِنْ شَرِّ كُلِّ شَيْءٍ خَلَقْتَهُ ، وَأَحْتَرِسُ بِكَ مِنْهُمْ. وَأَعُوذُ بِاللهِ العَظيمِ مِنْ الحَرَقِ ، وَالغَرَقِ وَالشَرَقِ ، وَالهَدْمِ ، وَالخَسْفِ ، وَالمَسْخِ وَالجُنُونِ ، وَالحِجَارَةِ ، وَالصَّيْحَةِ ، وَالزَلازِلِ ، وَالفِتَن ، وَالعَينِ ، وَالصَواعِقِ ، وَالجُذَامِ ، وَالبَرَصِ ، وَالآفَاتِ ، وَالعَاهَاتِ ، وَأكْلِ السَبُعِ وَمِيتَةِ السُوءِ ، وَجَميعِ أنْوَاعِ البَلايَا ، في الدُّنْيَا وَالآخِرَةِ ، وَأعوُذُ باللهِ العَظيِمِ ، مِنْ شَرِّ ما اسْتَعَاذَ مِنْهُ المَلائِكَةُ المُقَرَّبُون وَالأنبيَاءُ المُرْسَلونَ ، وَخَاصَّةً مِمَّا إسْتَعَاذَ بِهِ رَسُولُكَ مُحَمَدٌ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وَسَلَّمَ ، أَسْأَلَكَ أَنْ تُعْطِيَنِي ، مِنْ خَيْرِ ما سَأَلوا ، وَأنْ تُعِيذَني مِنْ شَرِّ ما اسْتَعَاذُوا ، وَأَسْأَلُكَ مِنَ الخَيْر كُلِّهِ ، عَاجِلِهِ وَآجِلِهِ ، ما عَلِمْتُ مِنْهُ وَمَا لَمْ أَعْلَمْ ، بِسْمِ الله ، وَبِاللهِ ، وَالحَمْدُ للهِ ، وَاعْتَصَمْتُ بِاللهِ ، وَأَلجَأْتُ ظَهْري إلى اللهِ ، وَمَا تَوْفِيقي إلَّا باللهِ ، وَمَا شَاَءَ اللهُ ، وَأُفَوِّضَ أَمْرِي إلى اللهِ ، وَمَا النَّصْرُ إلَّا مِنْ عِنْدِ اللهِ ، وَمَا صَبْري إلَّا بِاللهِ ، وَنِعْمَ القَادِرُ اللهُ ، وَنِعْمَ النَصِيُر اللهُ ، وَلا يَأتي بِالحَسَنَاتِ إلَّا اللهُ ، وَمَا يَصْرِفُ السيِّئَاتِ إلا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اللهُ ، وَلا يَسُوقُ الخْيْرَ إلَّا اللهُ ، وَإنَّ الَأمْرَ كُلَّهُ بِيَدِ اللهِ ، وَأسْتَكْفِي بِاللهِ ، وَأَسْتَعِينُ بِاللهِ ، وَأَسْتَقِيلُ اللهَ ، وَأسْتَغِيثُ باللهَ ، وَصَلَّىَ اللهُ على مُحَمَّدٍ رَسُولِ اللهِ وَعلى أَنْبِيَاءِ اللهِ ، وَعلى رُسُلِ اللهِ ، وَمَلائكَةِ اللهِ ، وَعلى الصَّالِحِينَ ، مِنْ عِبَادِ اللهِ ، إنَّهُ مِنْ سُلَيْمَانَ وَإنَّهُ بِسْمِ اللهِ الرَّحْمنِ الرَّحِيمِ أَلَّا تَعْلُوا عَلَيَّ وَأْتوني مُسلِمينَ ، كَتَبَ اللهُ لَأغْلِبَنَّ أَنا وَرُسُلي ، إنَّ اللهَ قَوِيُّ عَزِيزٌ ، لا يَضُرُكُمْ كَيْدُهُمْ شَيْئاً ، إنَّ اللهَ بِمَا يَعْمَلُونَ مُحِيطٌ ، وَاجْعَلْ لَنَا مِنْ لَدُنْكَ وَلِيّاً ، وَاجْعَلْ لَنَا مِنَ لَدُنْكَ نَصيراً ، إذْ هَمَّ قُوْمٌ أنْ يَبْسُطوا إلَيْكَ أَيْدِيَهمْ فَكَفَّ أيْدِيَهمْ عَنْكُمْ ، وَاللهُ يعْصِمُكَ مِنَ النَّاسِ ، إنَّ الله لا يَهْدِي القَوْمَ الكَافِرينَ ، كُلَّمَا أَوْقَدُوا نَاراً لِلحَرْبِ أَطفَأَهَا اللهُ ، قُلْنَا يا نَارُ كُونِي بَرْداً وَسَلاماً عَلى إبرَاهِيمَ ، وَزَادَكُمْ في الخَلْقِ بَسْطَةً ، لَهُ مُعَقِّبَاتٌ مِنْ بَيْنِ يَدَيْهِ ، وَمِنْ خَلْفِهِ ، يَحْفَظُونَهُ مِنْ أمْرِ اللهِ ، رَبِّ أَدْخِلْني مُدْخَلَ صِدقٍ ، وَأَخْرِجْني مُخْرَجَ صِدقٍ ، وَأجْعَلْ لي مِنْ لَدُنْكَ سُلْطَاناً نصيراً ، وَقَرَّبْنَاُه نَجِياً ، وَرَفَعْنَاهُ مَكَاناً عَلِيّاً ، سَيَجْعَلُ لَهُمْ الرَّحْمنُ وُدّاً ، وَأَلْقَيْتُ عَلَيْكَ مَحَبَّةً مِنِّي ، وَلِتُصْنَعَ عَلى عَيْني ، إذْ تَمْشي أُخْتُكَ فَتَقُولُ : هَلْ أَدُلُّكُمْ على مَنْ يِكْفَلُهُ ، فَرَجَعْناكَ إلى أُمِّكَ ، كَيْ تَقَرَّ عَيْنُهَا وَلا تَحْزَنَ ، وَقَتَلْتَ نَفْساً فَنَجَّيْنَاكَ مِنَ الغَمِّ ، وَفَتَنَّاكَ فُتُوناً ، لا تَخَفْ نَجَوْتَ مِنْ القَوْمِ الظَّالِمْينَ ، لا تَخَفْ إنَّكَ مِنَ الآمِنينَ ، لا تَخَفْ إنَّكَ أَنْتَ الأعْلَى ، لا تَخَافْ دَرَكاً وَلَا تَخْشَى ، لا تَخَافا إنَّني مَعَكُمَا أَسْمَعُ وَأَرَى ، لا تَخَفْ إنَّا مُنَجُّوكَ وَأَهْلَكَ ، وَيَنْصُرَكَ اللهُ نَصْراً عَزِيزاً ، وَمَنْ يَتَوَكَّلْ على اللهِ فَهُوَ حَسْبُهُ ، إنَّ الله بالِغُ أَمْرِهِ ، قَدْ جَعَلَ اللهُ لِكُلِّ شَيْءٍ قَدْراً ، فَوَقَاهُمُ اللهُ شَرَّ ذلِكَ اليَوْمِ ، وَلَقَّاهُمْ نَصْرَةً وَسُرُوراً ، وَيَنْقَلِبُ إلى أَهْلِهِ مَسْروراً ، وَرَفَعْنا لَكَ ذِكْرَكَ ، يُحِبُونَهُمْ كَحُبِّ اللهِ ، وَالذينَ آمَنوا أَشَدُّ حُباً للهِ. رَبَّنَا أَفْرغْ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عَلَيْنا صَبْراً ، وَثَبَّتْ أَقْدَامَنَا ، وَانْصُرْنا على القَومِ الكَافِرينَ ، الذينَ قَالَ لَهُمُ النَّاسُ ، إنَّ النَّاسَ قَدْ جَمَعُوا لَكُمْ فَاخْشُوهُمْ ، فَزَادَهُمُ إيماناً ، وَقَالوا حَسْبُنَا اللهُ وَنِعْمَ الوَكِيْلُ ، فَانْقَلَبُوا بِنِعْمَةٍ مِنَ اللهِ وَفَضْلٍ ، لَمْ يَمْسَسْهُمْ سُوءٌ ، رَبَّنا ظَلَمْنا أَنْفُسَنَا ، وَإنْ لَمْ تَغْفِرْ لَنا ، وَتَرْحَمْنا لَنَكُونَنَّ مِنَ الخَاسِرينَ ، رَبَّناَ اصْرِفْ عَنَّا عَذَابَ جَهَنَّمَ ، إنَّ عَذَابَهَا كَانَ غَرَاماً ، إنَّهَا سَاءَتْ مُسْتَقَرّاً وَمَقَاماً ، رَبَّنَا ما خَلَقْتَ هَذا بَاطِلاً ، سُبْحَانَكَ ، فَقِنَا عَذَابَ النَّارِ ، وَقُلْ الحَمْدُ للهِ الذي لمٍ يَتَّخِذْ صَاحِبَةً ولا وَلَداً ، وَلَمَ يَكُنْ لَهُ شَرِيكٌ في المُلْكِ ، وَلَمْ يَكُنْ لَهُ وَليُّ مِنَ الذُّلِّ ، وَكَبِّرهْ تَكْبِيراً ، وَمَا لَنَا ألَّا نَتَوَكَّلُ على اللهِ ، وَقَدْ هَدَانَا سُبُلَنا ، وَلَنَصْبِرَنَّ على مَا آذَيْتُمُونا ، وَعلى اللهِ فَلْيَتَوَكَّلِ المُتَوَكِّلونَ ، إنَّمَا أَمْرُهُ ، إذَا أَرَادَ شَيْئاً ، أَنْ يَقُولَ لَهُ كُنْ فَيَكُونُ ، فَسُبْحَانَ الذي بِيَدِهِ مَلَكُوتُ كُلِّ شَيءٍ ، وَإلَيْهِ تُرْجَعُونَ ، أَو مَنْ كَانَ مَيْتاً فَأَحْيَيْنَاهُ ، وَجَعَلْنَا لَهُ نُوراً ، يَمْشي بِهِ في النَّاسِ ، هُوَ الذي أَيَّدَكَ بِنَصْرِهِ ، وَبِالمُؤْمِنينَ ، وَأَلَّفَ بَيْنَ قُلُوبِهِمْ ، لَوْ أَنْفَقْتَ ما في الأرْضِ جَميعاً مَاَ أَلَّفْتَ بَيْنَ قُلُوبِهِمْ ، وَلكِنَّ اللهَ ألَّفَ بَيْنَهُمْ ، إنَّهُ عَزيزٌ حَكيمٌ. سَنَشُدَّ عَضُدَكَ بِأخِيكَ ، وَنَجْعَلُ لَكُمَا سُلْطَاناً فَلا يَصِلُونَ إلَيْكُمَا ، بآيَاتِنَا ، أَنْتُما وَمَنِ اتَّبَعَكُمَا الغَالِبونَ ، على اللهِ تَوَكَّلْنا رَبَّنا اْفَتْح بَيْنَنا وبَيْنَ قَوْمِنا بِالحَقِّ وَأَنْتَ خَيْرُ الفَاتِحِينَ ، إنَّي تَوَكَّلْتُ على اللهِ ، رَبِّي وَرَبِّكُمْ ، ما مِنَ دَابَّةٍ إلَّا هُوَ آخِذٌ بِنَاصِيَتِهَا إنَّ رَبِّي على صِراطٍ مُسْتَقِيمٍ ، فَسَتَذْكُرُونَ ما أَقُولُ لَكُمْ ، وَأفَوِّضُ أَمْرِي إلى اللهِ ، إنَّ اللهَ بَصيرٌ بِالعِبَادِ ، حَسْبِيَ اللهُ. لا إلهَ إلَّا هُوَ ، عَلَْهِ تَوَكَّلْتُ ، وَهُوَ رَبُّ العَرْشِ العَظيمِ ، رَبِّ مَسَّني الضُرُّ ، وَأَنْتَ أَرْحَمُ الرَّاحِمينَ. لا إلهَ إلَّا أَنْتَ ، سُبْحَانَكَ ، إني كُنْتُ مِنَ الظَالِمِينَ.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بِسْمِ اللهِ الرَحْمنِ الرَّحِيمِ. آلم ، اللهُ لا إلهَ إلَّا هُوَ ، الحَيُّ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القَيُّومُ ، آلم ، ذلِكَ الكِتَابُ لا رَيْبَ فِيهِ ، هُدَىً لِلْمُتَّقِينَ ، الذِينَ يُؤْمِنونَ بِالغَيْبِ ، وَيُقيمُونَ الصَّلاةَ ، وَممَّا رَزَقْنَاهُمْ يُنْفِقُونَ ، اللهُ لا إلَهَ إلَّا هُوَ الحَيُّ القَيُومُ ، لا تَأْخُذُهُ سِنَةٌ ، وَلا نَوْمٌ ، لَهُ ما في السَّموَاتِ ، وما في الأرْضِ ، مَنْ ذَا الذي يَشْفَعُ عِنْدَهُ ، إلَّا بِإذْنِهِ ، يَعْلَمُ ما بَيْنَ أَيْدِيهِمْ وَمَا خَلْفَهُمْ وَلا يُحِيطُونَ بِشَيْءٍ مِنْ عِلْمِهِ ، إلَّا بِمَا شَاءَ ، وَسِعَ كُرْسِيهُ السَّموَاتِ والأرْضَ ، وَلا يَؤُدُهُ حِفْظُهُمَا ، وَهُوَ العَلِيُّ العَظِيمُ. لا إكْرَاهَ في الدِّين ، قَدْ تَبَيَّنَ الرُّشْدُ مِنَ الغَيِّ ، فَمَنْ يَكْفُرْ بِالطَاغُوتِ ، وَيُؤمِنْ باللهِ ، فَقَدْ اسْتَمْسَكَ بالعُرْوَةِ الوُثْقى ، لا انفِصَامَ لَهَا ، وَاللهُ سَميعٌ عَليمٌ ، شَهِدَ اللهُ ، أنَّهُ لا إلهَ إلَّا هُوَ ، وَالمَلائِكَةُ ، وَأوُلو العِلمِ ، قَائِماً بالقِسْطِ. لا إلهَ إلا هُوَ العَزِيزُ الحَكِيمُ ، إنَّ الدِّينَ عِنْدِ اللهَ الإسْلامُ ، قُلْ : اللّهُمَّ ، مَالِكَ المُلْكَ تُؤْتي المُلْكَ مَنْ تَشَاءُ وَتَنْزِعُ المُلْكَ مِمَّنْ تَشَاءُ ، وَتُعِزُّ تَشَاءْ ، وَتُذِلُّ مَنْ تَشَاءُ ، بِيَدِكَ الخَيْرُ ، إنَّكَ على كُلِّ شَيْءٍ قَديرٌ ، تُولِجُ اللَّيْلَ في النّهَارِ ، وَتُولِجُ النهَّاَرِ في اللَّيْلِ ، وَتُخْرِجُ الحَيِّ مِنَ المَيِّتِ ، وَتُخْرِجُ المَيِّتَ ، مِنَ الحَيِّ ، وَتَزْرُقُ مَنْ تَشَاءُ بِغَيْرِ حِسَابٍ ، رَبَّنَا لا تُزِغْ قُلُوبَنَا ، بَعْدَ إذْ هَدَيْتَنَا ، وَهَبْ لَنَا مِنْ لَدُنْكَ رَحْمَةً ، إنَّكَ أَنْتَ الوَهَّابُ ، لَقَدْ جَاءَكُمْ رَسُولٌ مِنْ أَنْفُسِكُمْ ، عَزِيزٌ عَلَيْهِ مَا عَنِتَّمُ ، حَرِيصٌ عَلَيْكُمْ بِالمُؤْمِنِنَ رَؤُوُفٌ رَحِيمٌ فَإنْ تَوَلَّوْا فَقُلْ حَسْبِيَ اللهُ ، لا إلهَ إلَّا هُوَ عَلَيْهُ تَوَكَّلْتُ وَهُوَ رَبِّ العَرْشِ العَظِيمِ ، الحَمْدُ للهِ الذي نَجَّانَا مِنَ القَوْمَ الظَالِمينَ ، الحَمْدُ للهِ الذي أَذْهَبَ عَنَّا الحَزَنَ ، إنَّ رَبَّنَا لِغَفُورٌ شَكُورٌ ، الذي أَدْخَلَنَا دَارَ المُقَامَةِ ، مِنْ فَضْلِهِ ، لا يَمَسُّنَا فِيهَا نَصَبٌ ، وَلا يَمَسُّنَا فِيها لُغوُبٌ ، الحَمْدُ للهِ الذي هَدَانَا لِهَذا وَمَا كُنَّا لِنَهْتَدِيَ لولا أَنْ هَدَانا اللهُ ، أَلحَمدُ للهِ الذي فَضَّلَنَا على كَثِيرٍ مِنْ عِبَادِهِ المُؤْمِنِينَ ، فَقُطِعَ دَابِرُ ُالقَوْمَ الذِينَ ظَلَمُوا ، وَالحَمْدُ لله رَبِّ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العَالَمِينَ ، فَللهِ الحَمْدُ ، رَبِّ السَّمواتِ وَالأرْضِ ، رَبِّ العَالَمِينَ ، وَلَهُ الكِبْرِيَاءُ في السَّموَاتِ والَأرْضِ ، وَهُوَ العَزِيزُ الحَكيمُ ، فَسُبْحَانَ اللهِ حِينَ تُمْسُونَ ، وَحِينَ تُصْبِحوُنَ ، وَلَهُ الحَمْدُ في السَّموَاتِ وَالَأرْضِ ، وَعَشِيّاً وَحِينَ تُظهِرونَ ، يُخْرِجُ الحَيِّ مِنَ المَيِّتِ ، وَيُخْرِجُ المَيِّتِ مِنَ الحَيِّ ، وَيُحْييِ الَأرْضَ ، بَعْدَ مَوْتِها ، وَكَذَلِكَ تُخْرَجُونَ ، فَسُبْحَانَ الذي بِيَدِهِ مَلَكوتُ كُلِّ شَيْءٍ ، وَإلَيْهِ تُرْجَعُونَ ، إنَّ رَبَّكُمُ اللهُ ، الذي خَلَقَ السَّموَاتِ وَالَأرْضَ ، في سِتَّةِ أيَّامٍ ثُمَّ اسْتَوَى على العَرْشِ. يُغْشِى اللَّيْلَ النَّهَارَ ، يَطْلُبُهُ حَثِيثاً ، وَالشَّمْسَ وَالقَمَرَ ، وَالنُّجُومَ مُسَخَّرَاتٍ بِأَمْرهِ أَلَا لَهُ الخَلَقُ وَالأمْرُ تَبَارَكَ اللهُ رَبُّ العَالَمِينَ ، أُدْعوا رَبَّكُمْ تَضَرُّعاً ، وَخِيفَةً ، إنَّهُ لا يُحِبُّ المُعْتَدِينَ ، وَلا تُفْسِدُوا في الأرضِ بَعْدَ إصْلَاحِهِا ، وَادْعُوهُ خَوْفاً وَطَمَعاً ، إنَّ رَحْمَةَ اللهِ قَريبٌٌ مِنَ المُحْسِنِينَ ، الذي خَلَقَني ، فَهُوَ يَهْدِين ، وَالَّذي هُوَ يَطْعِمُني ، وَيَسْقينِ ، وَإذَا مَرِضْتُ فَهُوَ يَشْفِين ، وَالذي يُمِيتُني ثُمَّ يُحْيينِ ، وَالذي أَطْمَعُ أَنْ يَغْفِرَ لي خَطِيئَتي يَوْمَ الدِّينِ ، رَبِّ هَبْ لي حُكْماً وَأَلْحِقْنيِ بِالصَّالِحِينَ ، وَاجْعَلْ لي لِسَانَ صِدْقٍ في الآخِرَين ، وَاجْعَلْني مِنْ وَرَثَةِ جَنَّة ِالنَّعِيمِ ، وَاغْفِرْ لَأبي إنَّهُ كَانَ مِنَ الضَّالِّينَ ، وَلا تُخْزِني يَوْمَ يُبْعَثُونَ ، يَوْمَ لا يَنْفَعُ مَالٌ وَلا بَنُونَ ، إلَّا مَنْ أَتَى اللهَ بِقَلْبٍ سَليمٍ ، بِسْمِ اللهِ الرَّحْمنِ الرَّحِيمِ. أَلحَمْدُ للهِ الذي خَلَقَ السَّموَاتِ وَالَأرْضَ ، وَجَعَلَ الظُّلُمَاتِ ، وَالنُّوُرَ ، ثُمَّ الذين كَفَروا بِرَبِّهِمْ يَعْدِلونَ ، بِسْمِ اللهِ الرَّحْمنِ الرَّحِيمِ وَالصَّافَّاتِ صَفّاً ، فَالزَّاجِرَاتِ زَجْراً ، فَالتَّالِيَاتِ ذِكْراً ، إنَّ إلهَكُمْ لَوَاحِدٌ ، رَبُّ السَّموَاتِ وَالَأرْضِ ، وَمَا بَيْنَهُمَا ، وَرَبُّ المَشَارِقِ ، إنَّا زَيَّنا السَّمَاءَ الدُّنْيا بِزِينَةٍ الكَوَاكِبِ ، وَحِفْظاً مِنْ كُلِّ شَيْطَانٍ مَارِدٍ ، لا يَسَّمَّعُونَ إلى المَلأِ الَأعْلَى ، وَيُقْذَفُونَ مِنْ كُل جَانِبٍ دُحُوراً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وَلَهُمْ عَذَابٌ وَاصِبٌ ، إلَّا مَنْ خَطِفَ الخَطْفةَ ، فَأَتْبَعَهُ شِهَابٌ ثَاقِبٌ ، يا مَعْشَرَ الجِنَّ وَالإِنْسِ ، إنِ اسْتَطَعْتُمْ أَنْ تَنْفُذُوا مِنْ أَقطْارِ السَّموَاتِ وَالَأرْضِ ، فَأنْفُذُوا لا تَنْفُذُونَ إلا بِسُلْطَانٍ. فَبِأَيِِّ آلاءِ رَبِّكُمَا تُكذِّبانِ. يُرْسَلُ عَلَيْكُماَ شُوَاظٌ مِن نَارٍ ، وَنُحَاسٌ ، فَلا تَنْتَصِرَانِ ، بِسْمِ اللهِ الرَّحْمنِ الرَّحِيمَ. ألحَمْدُ للهِ ، فَاطِرِ السَّموَاتِ وَالَأرْضِ ، جَاعِلِ المَلائِكَةِ رُسُلاً ، أُولي أَجْنِحَةٍ ، مَثْنَى وَثُلاثَ ، وَرُبَاعَ ، يَزِيدُ في الخَلْقِ ، مَا يَشَاءُ ، إنَّ الله على كُلِّ شَيْءٍ قَدِيرٌ ، ما يَفْتَحِ الله لِلنَّاسِ ، مِنْ رَحْمَةٍ فَلا مُمْسِكَ لَهَا ، وَمَا يَمْسِكْ فَلا مُرْسِلَ لَهُ مِنْ بَعْدِهِ ، وَهُوَ العَزِيزُ الحَكِيمُ ، إنَّ الفَضلِ بِيَدِ اللهِ ، يُؤْتِيهِ مَنْ يَشَاءُ ، وَاللهُ وَاسِعٌ عَليمٌ ، يَخْتَصُّ بِِرَحْمَتِهِ مَنْ يَشَاءُ ، وَاللهُ ذو الفَضلِ العَظِيمِ ، وَنُنَزَّلُ مِنَ القُرْآنِ ، ما هُوَ شِفَاءٌ وَرَحْمَةٌ لِلْمُؤْمِنينَ ، وَإذَا قَرَأْتَ القُرْآنَ جَعَلْنَا بَيْنَكَ وَبَيْنَ الذِينَ لا يُؤْمِنُونَ بِالآخِرَةِ حِجَاباً مَسْتوُراً ، وَجَعْلْنَا على قُلُوبِهِمْ أَكِنَّةً أَنْ يَفْقَهُوهُ وَفي آذَانِهِمْ وَقْراً ، وَإذا ذَكَرْتَ رَبِّكَ في القُرْآنِ وَحْدَهُ وَلّوا على أَدْبَارِهِمْ نُقُوراً. أفَرَأَيْتَ مَنِ اتَّخَذَ إلهَهُ هَوَاهُ ، وَأَضَلَّهُ اللهُ على عِلْمٍ ، وَخَتَمَ على سَمْعِهِ وَقَلْبِهِ ، وَجَعَلَ على بَصَرِهِ غِشَاوَةً ، فَمَنْ يَهْدِيهِ مِنْ بَعْدِ اللهِ ، أَفَلا تَذَكَّرونَ ، أُولئكَ الذين طَبَعَ اللهُ على قُلُوبِهِمْ ، وَسَمْعِهِمْ ، وَأَبْصَارِهِمْ ، وَأُولئِكَ هُمُ الغَافِلونَ ، وَجَعَلْنا مِنْ بَيْنِ أَيْدِيِهمْ سَدّاً ، وَمِنْ خَلْفِهِمْ سَدّاً ، فَأغْشَيْنَاهُمْ فَهُمْ لا يُبصِروُنَ ، وَمَا تَوْفِيقِي إلَّا بِاللهِ ، عَلَيْهِ تَوَكَّلْتُ ، وَإلَيْهُ أُنِيبُ ، وَلا تَحْزَنْ عَلَيْهِمْ ، وَلا تَكُ في ضَيقٍ مِمَّا يَمْكُرُونَ. إنَّ اللهَ مَعَ الذينَ اتَّقَوا ، وَالذينَ هُمْ مُحْسِنُونَ ، وَقَالَ المَلِكُ : إْئتونِي بِهِ أَسْتَخْلِصْهُ لِنَفْسِي. فَلَمَّا كَلَّمَهُ قَالَ : إنَّكَ اليَوْمَ لَدَيْنَا مَكينٌ أَمِينٌ ، وَخَشَعِت اَلأصَوَاتُ لِلرَّحْمنِ فَلا تَسْمَعُ إلَّا هَمْساً ، فَيَسَكْفِيكَهُمُ اللهُ ، وَهُوَ السَّمِيعُ العَليمٌ ، إنَّي تَوَكَّلْتُ ، على اللهِ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رَبِّي ، وَرَبِّكُمْ ، مَا مِنْ دَابَّةٍ إلَّا هُوَ آخِذٌ بِنَاصِيَتِها إنَّ ربِّي على صِراطٍ مُسْتَقِيمٍ ، وَإلهُكُمْ إلهٌ وَاحِدٌ ، لا إلهَ إلَّا هُوَ ، الرَّحْمنُ الرَّحِيمُ ، ذَلِكُمُ اللهُ رَبُّكُمْ خَالِقُ كُلِّ شَيءٍ ، فَأعْبُدُوهُ ، وَهُوَ على كُلِّ شَيْيٍ وَكِيلٌ ، قُلْ هُوَ رَبِّي ، لا إلهَ إلَّا هُوَ ، عَلَيْهِ تَوَكَّلْتُ وَإلَيِهِ مَآبِ ، يا أَيُّهَا النَّاسُ اذْكُرُوا ، نِعْمَةَ اللهِ عَليكُم هَلْ مِنْ خَالِقٍ غَيْرُ اللهِ ، يَرْزُقُكُمْ مِنَ السَّمَاءِ والَأرْضِ لا إلهَ إلَّا هُوَ ، فَأَنَّى تُؤْفَكُون؟ ذَلِكُمُ اللهُ رَبُّكُمْ فَتَبَارَكَ اللهُ رَبُّ العَالَمينَ. هْوَ الحَيُّ لا إلهَ إلَّا هُوَ فَادْعُوهُ مُخْلِصِينَ لَهُ الدِّينَ.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للهِ رَبُّ العَالَمِينَ ، رَبُّ المَشْرِقِ وَالمَغْرِبِ ، لا إلهَ إلَّا هُوَ فَاتَّخِذْهُ وَكِيلاً. رَبَّنَا أَفْرِغْ عَلَيْنَا صَبْراً ، وَثَبِّتْ أَقْدَامَنَا ، وَانْصَرْنا على القَوْمَ الكَافِرينَ ، لَوْ أَنْزَلْنَا هَذَا القُرآن على جَبَلٍ ، لَرَأَيْتَهُ خَاشِعاً مُتَصَدِّعاً مِنْ خِشْيَةِ اللهِ ، وَتِلْكَ الَأمْثَالُ نَضْرِبُهَا لِلنَّاسِ لَعَلَّهُمْ يَتَفَكَّروُنَ ، هُوَ اللهُ الذي لا إلهَ هُوَ عَالِمُ الغَيْبِ وَالشهَادَةِ ، هُوَ الرَّحْمنُ الرَّحِيمُ ، هُوَ اللهُ ، لا إلهَ إلَّا هُوَ المَلِكُ القُدُّوسُ ، السَّلامُ ، المُؤْمِنُ ، المُهَيْمِنُ ، العَزِيزُ الجَبَّارُ ، المُتَكَبِّرُ ، سُبْحَاَن اللهُ عَمَّا يُشْرِكُونَ ، هُوَ اللهُ ، الخَالِقُ ، البَاِرىءُ ، المُصَوِّرُ ، لَهُ الَأسْمَاءُ الحُسْنَى ، يُسَبَِّحُ لَهُ ما في السَّموَاتِ وَالَأرْضِ ، وَهُوَ العَزِيزُ الحَكِيمُ ، بِسْمِ اللهِ الرَّحْمنِ الرَّحِيمِ. قُلْ هُوَ اللهُ أَحَدٌ ، اللهُ الصَّمَدٌ ، لَمْ يَلِدْ ، وَلَمْ يُولَدْ ، وَلَمْ يَكُن لَهُ كُفواً أَحَدٌ ، بِسْمِ اللهِ الرَّحْمنِ الرَّحِيمِ. قُلْ أَعُوذُ بِرَبِّ الفَلَقِ ، مِنْ شَرِّ مَا خَلقَ ، وَمِنْ شَرِّ غَاسِقٍ إذَا وَقَبَ ، ومِنْ شَرِّ النَّفَاثَاتِ في العُقَدِ ، وَمِنْ شَرِّ حَاسِدٍ إذَا حَسَدَ ، بِسْمِ اللهِ الرَّحْمنِ الرَّحِيمِ. قُلْ أَعُوذُ بِرَبِّ النَّاسِ ، مَلِكِ النَّاسِ ، إلهِ النَّاسِ ، مِنْ شَرِّ الوَسْوَاسِ الخَنَّاسِ ، الذي يُوَسْوِسُ في صُدُورِ النَّاسِ ، مِنَ الجِنَّةِ وَالنَّاسِ.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مَنْ أَرَادَ بي شَرّاً ، وَبِأهْلي شَرّاً ، وَبَأساً ، وَضُرّاً ، فَاقْمَعْ رَأْسَهُ ، وَاصْرِفْ عَنِّي سُوءَهُ ، وَمَكْرُوهَهُ ، وَاعْقُدْ لِسَانَهُ ، وَاحْبِسْ كَيْدَهُ ، وَارْدُدْ عَنَّي إرَادَتَهُ ، اللّهُمَّ صَلِّ على مُحَمَدٍ وَآلِ مُحَمَدٍ ، كَمَا هَدَيْتَنَا بِهِ مِنَ الكُفْرِ ، أَفْضَلَ ما صَلَّيْتَ ، على أَحَدٍ مِنْ خَلْقِكَ. وَصَلِّ على مُحَمَدٍ وَآلِ مُحَمَدٍ ، كَمَا ذَكَرَكَ الذَّاكِروُنَ ، وَاغْفِرْ لَنَا ، وَلآبَائِنَا ، وَلُأمَّهَاتِنا ، وَذُريَّاتِنَاا ، وَجَميعِ المُؤْمِنِينَ وَالمُؤْمِنَاتِ ، وَالمُسْلِمينَ وَالمُسْلِمَاتِ ، الَأحْيَاءِ مِنْهُمْ وَالَأموَاتِ ، وَتَابِعْ بَيْنَنَا ، وَبَيْنَهُمْ بِالخَيْرَاتِ ، إنَّكَ مُجِيبُ الدَّعَوَاتِ ، وَمُنْزِلُ البَرَكَاتِ ، وَدَافِعُ السيِّئَاتِ ، إنَّكَ على كُلِّ شَيءٍ قَدِيرٌ.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أَسْتَودِعُكَ ، دِيني وَدُنْيَايَ ، وَأَهْلي ، وَأَوْلَادِي ، وَعِيَالي ، وَأَمَانَتِي ، وَجَمِيعَ ما أَنْعَمْتَ بِهِ عَلَيَّ ، في الدُّنْيَا وَالآخِرَةِ ، فَإنَّهُ لا يَضِيعُ صَنَايِعُكَ ، وَلا تَضِيعُ وَدَايِعُكَ ، وَلا يُجيرُني مِنْكَ أَحَدٌ ، اللّهُمَّ ، رَبَّنا آتِنَا في الدُّنْيَا حَسَنةً ، وَفي الآخِرَةِ حَسَنةً ، وَقِنَا عَذَابَ النَّارِ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احتجب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وتسلح بهذا الدعاء الشريف ، لحمايته من فرعون هذه الامة ، الذي جهد في ظلم عترة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والتنكيل بهم ، وببركة هذا الدعاء ، صرف الله عن الامام ، بغي المنصور وكيده ، ومن الجدير بالذكر ، أن هذا الدعاء ، من أجل أدعية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وقد قال فيه الشيخ إبن الفضل بن محمد : إن هذا الدعاء ، من أسنى التحف ، وأجل الهبات ، فمن وفقه الله عزوجل لقراءته ، صبيحة كل يوم ، حفظه الله ، من جميع البلايا ، وأعاذه من شر مردة الجن ، والانس ، والشياطين ، والسلطان الجائر ، ومن شر الامراض والآفات ، والعاهات كلها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250 ـ 260 ).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وهو مجرب بشرط أن يخلص لله عزوجل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9F72CD" w:rsidRDefault="00A60096" w:rsidP="00A60096">
      <w:pPr>
        <w:pStyle w:val="Heading2"/>
        <w:rPr>
          <w:rtl/>
        </w:rPr>
      </w:pPr>
      <w:bookmarkStart w:id="38" w:name="_Toc405289420"/>
      <w:r w:rsidRPr="009F72CD">
        <w:rPr>
          <w:rtl/>
        </w:rPr>
        <w:t>8 ـ : دعاؤه عند الشدائد :</w:t>
      </w:r>
      <w:bookmarkEnd w:id="38"/>
      <w:r w:rsidRPr="009F72C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المت به شدة ، أو محنة فزع إلى الله ، وتضرع إليه ، وكشف عن ذراعيه ، وانتحب باكيا ، ودعا بهذا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اللّهُمِّ ، لَوْلا أَنْ أُلْقِيَ بِيَدِي ، وَأَعِينَ عَلى نَفْسِي وَأُخَالِفَ كِتَابَكَ ، وَقَدْ قُلْتَ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</w:t>
      </w:r>
      <w:r w:rsidRPr="00A60096">
        <w:rPr>
          <w:rStyle w:val="libAieChar"/>
          <w:rtl/>
        </w:rPr>
        <w:t xml:space="preserve"> أُدْعُونِي أسْتَجِبْ لَكُمْ فَإنِّي قَرِيبٌ ، أُجِيبُ دَعْوَةَ الدَّاعِ إذَا دَعَانِ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لَمَا انْشَرَحَ قَلْبِي وَلِسَاني لِدُعَائِكَ ، وَالطَلَبِ مِنْكَ ، وَقَدْ عَلِمتُ مِنْ نَفْسي ، فِيمَا بَيْنِي وَبَيْنَكَ مَا عَرَفْتُ ، الّلهُمَّ ، مَنْ أَعْظَمُ جُرْماً مِنّي ، وَقَدْ سَاوَرَتُ مَعْصِيَتَكَ ، التي زَجَرْتَني عَنْهَا بِنَهيِكَ إيَّايَ ، وَكَاثَرْتُ العَظِيمَ مِنْها التي أَوْجَبَتِ النَّارَ لِمَنْ عَمَلَهَا مِنْ خَلْقِكَ ، وَكُلَّ ذلِكَ على نَفْسي جَنَيْتُ ، وَإيَّاهَا أَوْبَقْتُ ، إلهِي فَتَدَارَكْنِي بِرَحْمَتِكَ ، التي بِهَا تَجْمَعُ الخَيْراتِ لَأوْلِيَائِكَ ، وَبِهَا تَصْرِفُ السَّيِئَاتِ عَنْ أحِبَّائِكَ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أنَّي أَسْأَلُكَ التَّوْبَةَ النَّصُوحَ ، فَاسْتَجِبْ دُعَائِي ، وَارْحَمْ عَبْرَتي وَأقِلْني عِثْرَتي ، اللّهُمَّ ، لَوْْلا رَجَائِي لِعَفْوِكَ لَصَمُتُّ عَنِ الدُّعَاءِ ، وَلكِنَّكَ على كُلِّ حَالٍ ، يا إلهي غَايَةُ الطَّالِبِينَ ، وَمُنْتَهَى رَغْبَةِ الرَّاغِبِينَ ، وَاسْتِعَاذَةٍ العَائِذِينَ ، اللّهُمَّ فَأَنا أَسْتَعِيذُكَ مِنْ غَضَبِكَ ، وَسُوءِ سُخْطِكَ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250 ).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سورة غافر ـ آية 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3 ـ سورة البقرة ـ آية 186.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وَعِقَابِكَ وَنَقْمَتِكَ ، وَمِنْ شَرِّ نَفْسِي ، وَشَرِّ كُلِّ ذي شَرٍّ ، وَأَسْتَغْفِرُكَ مِنْ جَميعِ الذُّنُوبِ ، وَأَسْأَلُكَ الغَنِيمَةَ فِيمَا بَقِيَ مِنْ عُمْري ، ِبالعَافِيَةِ أَبَداً ما أَبْقَيْتَني ، وَأَسْأَلُكَ الفَوْزَ وَالرَّحْمَةَ إذَا تَوَفَيْتَني ، فَإنَّكَ بِذلكَ لَطِيفٌ ، وَعَلَيْهِ قَادِرٌ. اللّهُمَّ ، إنِّي أشْكو إلَيْكَ كُلَّ حَاجَةٍ ، لا يُجِيرُني مِنْهَا إلاَّ أَنْتَ ، يا مَنْ هُوَ عُدَّتي في كُلِّ عُسْرٍ وَيُسْرٍ ، يا مَنْ هُوَ حَسَنُ البَلاءِ عِنْدِي ، يا قَدِيمَ العَفْوِ عَنِّي ، إنَّني لا أرْجُو غَيْرَكَ ، وَلا أَدْعو سِوَاكَ ، إذَا لَمْ تُجِبْني ، اللّهُمَّ فلا تَحْرِمْني لِقِلَّةِ شُكْرِي ، ولا تُؤْيِسْني لِكَثْرَةِ ذُنُوبَي ، فَإنَّكَ أَهْلُ التَّقْوَى ، وَأَهْلُ المَغْفِرَةِ.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إلهي : أَنَا مَنْ قَدْ عَرَفْتَ ، بِئِسَ العَبْدُ أَنَا ، وَخَيرُ المَوْلى أَنْتَ ، فَيَا مَخْشِيَّ الإنْتِقَامِ ، وَيَا مَرْهُوبَ البَطْشِ ، يا مَعْرُوفاً بِالمَعْروفِ ، إنّي لَيْسَ أَخَافُ مِنكَ إلَّا عَدْلَكَ ، وَلا أرْجُو الفَضْلَ وَالعَفْوَ ، إلَّا مِنْ عِنْدِكَ ، وَأَنَا عَبْدُكَ ، وَلا عَبْدَ لَكَ أحَقُ بِاسْتِيِجَابِ جَمِيعِ العُقُوبَةِ مِنَّي ، وَلكِنَّي وَسِعَني عَفْوُكَ ، وَحِلَمُكَ ، وَأَخَّرْتَنِي إلى اليَوْمِ ، فَلَيْتَ شِعْري ، يا إلهي لأزْدَادَ إثْماً ، أَمْ لِيَتِمَّ رَجَائِي مِنْكَ ، وَيَتَحَقَّقَ حُسْنُ ظَني بِكَ ، فَأَمَّا بِعَمَلي ، فَقَدْ أَعْلَمْتُكَ ، يا إلهِي أَنَّني مُسْتَحِقٌ ، لِجَميعِ عُقُوبَتِكَ ، بَذُنُوبي ، غَيْرَ أَنَّكَ أَرْحَمُ الرَّاحِمِينَ ، وَأَنتَ بِي أَعْلَمُ مِنْ نَفْسِي ، وَعَنْدِي أَنْتَ أَرْحَمُ الرَّاحِمِينَ ، فَيَا أَرحَمَ الرَّاحِمينَ ، لا تُشَوِّهْ خَلْقِي بِالنَّارِ ، وَلا تَقْطَعْ عَصَبِي بِالنَّارِ ، يا اللهُ ، وَلا تَفْلِقْ قُحْفَ رَأسِي بِالنَّارِ ، يا رَحْمنُ ، ولا تُفَرِّقْ بَيْنَ أوْصَالي بِالنَّارِ ، يا كَرِيمُ ، وَلا تُهَشِّمْ عِظَامِي بِالنَّارِ ، يا غَفُورُ ، لا تُصْلِ شَيْئاً مِنْ جَسَدِي بِالنَّارِ ، يا رَحْمنُ عَفْوَكَ ، عَفْوَكَ ثُمَّ عَفْوَكَ عَفْوَكَ ، فإنَّهُ لا يَقْدِرُ على ذلِكَ غَيرُكَ ، وَأَنْتَ على كُلِّ شَيْءٍ قَدِيرٌ ، يا مُحِيطاً بِمَلَكوُتِ السَّموَاتِ وَالأرْضِ ، ومُدَبِّرَ أُمُورِهِمَا ، أَوَّلِهِمَا وَأخِرِهِمَا ، أَصْلِحْ لي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دُنْيَايَ وَآخِرَتي ، وَأَصْلِحْ لي نَفْسِي ، وَمَا لي ، وَمَا خَوَّلْتَني ، يا اللهُ خَلِّصْني مِنَ الخَطَايَا ، يا أللهُ مُنَّ عَلَيَّ بِتَرْكِ الخَطَايَا ، يا رَحِيمُ ، تَحَنَّنْ عَلَيَّ بِفَضْلِكَ ، يا عَفُوّ تَفَضَّلْ عَلَيَّ ، يا حَنَّانُ ، جُدْ عَلَيَّ بِسَعَةِ عَافِيَتِكَ ، يا مَنَّانُُ ، أمْنُنْ عَلَيَّ بِالعِتْقِ مِنَ النَّارِ ، ياذا الجَلالِ وَالإِكْرَامِ ، أوْجِبْ لي الجَنَّةَ ، التي حَشْوُهَا رَحْمَتُكَ ، وَسُكَّانُهَا مَلائِكَتُكَ ، يا ذا الجَلالِ ، وَالإِكْرَامِ ، أَكْرِمْني ، وَلا تَجْعَلْ لَأحَدٍ مِنْ خَلْقِكَ ، عَلَيَّ سَبيلاً أَبَدَاً ، ما أَبْقَيْتَني ، فإنَّهُ لا حَوْلَ وَلا قُوَّةَ إلاَّ بِكَ ، وَأَنْتَ على كُلِّ شَيْءٍ قَدِيرٌ ، سُبْحَانَكَ ، لا إلهَ إلاَّ أَنْتَ ، رَبَّ العَرْشِ العَظيِم ، لَكَ الأسْمَاء الحُسْنى ، وَأَنْتَ عَليِمٌ بِذَاتِ الصُّدُورِ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أَرَأَيْتُمْ ، تَضَرُّعَ الإمَامِ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وَتَذَلُّلَهُ أَمَامَ الخَالِقِ العَظِيمِ؟!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أَرَأَيْتُمْ ، كَيْفَ يَذُوبُ الإمَامُ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خَوْفاً وَرَهْبَةً مِنَ اللهِ؟!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أَرَأَيْتُمْ ، كَيْفَ اعْتَصَمَ الإمَامُ باللهِ ، فَقَدْ تَمَسَّكَ بِهِ ، وَأَلْجَأَ جَمِيعَ شُؤُونِهِ وَأُمُورِهِ إلَيْهِ؟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حَقّاً ، هَذَا هُوَ جَوْهَرُ الإيمَانِ ، الذي انطَبَعَ في قُلُوبِ إَئِمةِ أَهْلِ البَيْتِ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فَكَأَنوا مَعْدَنِهُ وَحَقِيقَتَهُ. </w:t>
      </w:r>
    </w:p>
    <w:p w:rsidR="00A60096" w:rsidRDefault="00A60096" w:rsidP="00A60096">
      <w:pPr>
        <w:pStyle w:val="Heading2Center"/>
        <w:rPr>
          <w:rtl/>
        </w:rPr>
      </w:pPr>
      <w:bookmarkStart w:id="39" w:name="_Toc405289421"/>
      <w:r>
        <w:rPr>
          <w:rtl/>
        </w:rPr>
        <w:t>9 ـ دعاؤه في الوقاية من طوارق الزمن</w:t>
      </w:r>
      <w:bookmarkEnd w:id="39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يحتجب بهذا الدعاء ، من طوارق الزمن وشرور الاعداء ، وهذا نصه بعد البسملة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وَإذا قَرأْتَ القُرْآنَ ، جَعَلْنا بَيْنَكَ وَبَيْنَ الذِينَ لا يُؤْمِنُونَ بِالآخِرَةِ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265 ـ 267 ).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حِجَاباً مَسْتُوراً ، وَجَعَلْنا على قُلُوبِهِمْ أَكِنَّةً أَنْ يَفْقَهُوهُ ، وَفي آذَانِهِمْ وَقْراً ، وَإذَا ذَكَرْتَ رَبِّكَ في القُرْآنِ وَحْدَهُ وَلَّوا على أَدْبَارِهِمْ نُفوُراً.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أَسْأَلُكَ بِاسْمِكَ الذي بِهِ تُحْيِيِ وَتُميتُ ، وَتَزْرُقُ وَتُعْطيِ ، يا ذَا الجَلَالِ وَالإكْرَامِ ، اللّهُمَّ ، مَنْ أَرَادَنَا بِسُوءٍ مِنْ جَمِيَعِ خَلْقِكَ ، فَأَعْمِ عَنَّا عَيْنَهُ ، وَأَصْمِمْ عَنَّا سَمْعَهُ ، وَأَشْغِلْ عَنَّا قَلبَهُ ، وَاغْلُلْ عَنَّا يَدَهُ ، وَأَصْرِفْ عَنَّا كَيْدَهُ ، وَخُذْهُ مِنْ بَينَ يَدَيْهِ ، وَمِنْ خَلْفِهِ ، وَعَنْ يَمِينِهِ وَعَنْ شِمَالِهِ ، وَمِنْ تَحْتِهِ وَمِنْ فَوْقِهِ ، يا ذا الجَلالِ وَالإِكرامِ ...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وعلق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على هذا الدعاء فقال إنه دعاء الحجاب من جميع الاعداء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منهج الدعوات ( ص 265 ).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0" w:name="_Toc405289422"/>
      <w:r>
        <w:rPr>
          <w:rtl/>
        </w:rPr>
        <w:lastRenderedPageBreak/>
        <w:t>القسم الثالث</w:t>
      </w:r>
      <w:bookmarkEnd w:id="40"/>
    </w:p>
    <w:p w:rsidR="00A60096" w:rsidRDefault="00A60096" w:rsidP="00A60096">
      <w:pPr>
        <w:pStyle w:val="Heading1Center"/>
        <w:rPr>
          <w:rtl/>
        </w:rPr>
      </w:pPr>
      <w:bookmarkStart w:id="41" w:name="_Toc405289423"/>
      <w:r>
        <w:rPr>
          <w:rtl/>
        </w:rPr>
        <w:t>من أدعيته في الايام المباركة</w:t>
      </w:r>
      <w:bookmarkEnd w:id="41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إعتنى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عناية بالغة ، بالايام المباركة ، في الاسلام فكان يحييها بالعبادة ، وبالابتهال ، والدعاء ، إلى الله تعالى ، وقد اثرت عنه فيها مجموعة من الادعية ، كان من بينها ما يلي :</w:t>
      </w:r>
    </w:p>
    <w:p w:rsidR="00A60096" w:rsidRPr="004C3F64" w:rsidRDefault="00A60096" w:rsidP="00A60096">
      <w:pPr>
        <w:pStyle w:val="Heading2"/>
        <w:rPr>
          <w:rtl/>
        </w:rPr>
      </w:pPr>
      <w:bookmarkStart w:id="42" w:name="_Toc405289424"/>
      <w:r w:rsidRPr="004C3F64">
        <w:rPr>
          <w:rtl/>
        </w:rPr>
        <w:t>1 ـ دعاؤه في يوم الجمعة</w:t>
      </w:r>
      <w:bookmarkEnd w:id="42"/>
      <w:r w:rsidRPr="004C3F6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يوم الجمعة ، فهو من أفضل الايام ، وأجلها شأنا ، ففيه تقام صلاة الجمعة ، التي هي من أهم العبادات في الاسلام ، وذلك لما لها من الاثر الايجابي في يقظة المسلمين ، وتنمية وعيهم ، وتطوير حياتهم السياسية ، والاجتماعية ، وذلك لما يلقيه إمام الجمعة ، من الخطب قبل الصلاة ، وهو ملزم بأن يوصي الناس بتقوى الله وطاعته ، ويعرض لما أهمهم من الاحداث ، والشؤون الاجتماعية.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وعلى أي حال ، فإن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يستقبل يوم الجمعة بذكر الله تعالى ، وبالدعاء ، وكان مما يدعو به هذا الدعاء الجليل ، وكان يسقبل القبلة قائما في حال دعائه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مَنْ يَرْحَمُ مَنْ لا يَرْحَمُهُ العِبَادُ ، وَيا مَنْ يَقْبَلُ مَنْ لا تَقْبَلُهُ البِلادُ ، وَيا مَنْ لا يَحتَقِرُ أَهْلَ الحَاجَةِ إليْهِ ، ويا مَنْ لا يُخِيبُ المُلِحِّينَ عَلَيْهِ ، ويا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مَنْ لا يَجُبَهُ بِالرَدِّ ، أَهْلَ الدَّالَةِ عَلَيْهِ ، وَيا مَنْ يَجْتَبي صَغِيرَ ما يُتْحَفُ بِهِ وَيْشكُر يسير ما يُعمل له ، ويا من يُشْكَرُ بالقليل ، ويجازي بالجليل ، ويا من يُدْنِي مَنْ دَنَا مِنْهُ ، وَيا مَنْ يَدْعُو إلى نَفسِهِ مَنْ أَدْبَرَ عَنهْ ُ، وَيا مَنْ لا يُغَيَّرُ النِّعْمَةَ ، وَلا يُبَادِرُ بِالنَّقْمَةِ ، وَيا مَنْ يُثْمِرُ الحَسَنةَ حَتىَّ يُنْمِيَها ، وَيَتَجَاوَزُ عَنِ السَيِّئَةِ حَتى يُعْفِيهَا ، إنْصَرَفَتِ الآمَالُ دُونَ مَدَى كَرَمِكَ بِالحَاجَاتِ ، وَامْتَلَأتْ بِفَيْضِ جُودِكَ أَوُعِيَةُ الطَّلَبَاتِ ، وَتَفَتَّحَتْ دُونَ بُلُوغِ نَعْتِكَ الصِفَاتُ ، فَلَكَ العُلُوُّ الَأعْلَى ، فَوْقَ كُلِّ عَالٍ ، وَالجَلالُ الأمْجَدُ ، فَوْقَ كُلِّ جَلالٍ ، كُلُّ جَلالٍ عِنْدَكَ صَغِيرٌ ، وَكُلُّ شَرِيفٍ في جَنْبِ شَرَفِكَ حَقِيرٌ ، خَابَ الوَافِدُونَ على غَيْرِكَ ، وَخَسِرَ المُتَعَرِّضُونَ إلاَّ لَكَ ، وَضَاعَ المُلِمُّونَ إلاَّ بِكَ ، وَأَجْدَبَ المُنْتَجِعُونَ إلاَّ مَنِ انْتَجَعَ فَضْلَكَ ، بَابُكَ مَفْتُوحٌ لِلرَّاغِبِينَ ، وَجُودُكَ مُبَاحٌ لِلسَّائِلينَ ، وَإغَاثَتُكَ قَرِيبَةُ مِنَ المُسْتَغِيثِينَ ، لا يَخِيبُ مِنْكَ الآمِلُونَ ، ولا يَيَأسُ مِنْ عَطَائِكَ المُتَعَرِّضُونَ ، ولا يَشْقى بِنَقْمَتِكَ المُسْتَغْفِروٌنَ ، رِزْقُكَ مَبْسُوطٌ لِمَنْ عَصَاكَ ، وَحِلْمُكَ مُتَعَرِّضٌ لِمَنْ نَاوَأكَ ، عَادَتُكَ الإحْسَانُ إلى المُسْيئِينَ وَسُنَّتُكَ الإِبْقَاءُ على المُعْتَدِينَ ، حَتىَّ لَقْد غَرَّتْهُمْ أَنَاتُكَ عَنِ الرُجُوعِ ، وَصَدَّهُمْ إمْهَالُكَ عَنِ النُّزُوعِ ، وَإنَّما تَأَنَّيْتَ بِهِمْ لِيَفِيئوا إلى أَمْرِكَ ، وَأَمْهَلْتَهُمْ ثِقَةً بِدَوَامِ مُلْكِكَ ، فَمَنْ كَانَ مِنْ أَهْلَ السَّعَادَةِ خَتَمْتَ لَهُ بِهَا ، وَمَنْ كَانَ مِنَ أَهْلَ الشَّقَاوَةِ خَذَلْتَهُ بِهَا ، كُلُّهُمْ صَائِروُنَ إلى حُكْمِكَ ، وَأُمُورُهُم آيلِةٌ إلى أَمْرِكَ ، لَمْ يَهُنْ على طُولِ مُدتِهِمْ سُلْطَانُكَ ، وَلَمْ يُدْحَضْ لِتَرْكِ مُعَاجَلَتِهِمْ بُرْهَانُكَ ، حُجَّتُكَ قَائِمَةٌ لا تُدْحَضُ ، وَسُلْطَانُكَ ثَابِتٌ لا يَزولُ ، فَالوَيْلُ الدَّائِمُ لِمَنْ جَنَحَ عَنْكَ ، وَالخَيْبَةُ الخَاذِلَةُ لِمَنْ خَابَ مِنْكَ ، وَالشَّقَاءُ الَأشْقَى لِمَنْ اغْتَرَّ بِكَ ، ما أَكْثَرَ تَصَرُّفَهُ في عَذَابِكَ ، وما أَطْوَلَ تَرَدُّدَهُ في عِقَابِكَ ، وَما أَبْعَدَ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غَايَتَهُ مِنَ الفَرَجِ ، وما اقْنَطَهُ مِنْ سُهُولَةِ المَخْرَجِ ، عَدْلاً مِنْ قَضَائِكَ لا تَجوُرُ فِيِهِ ، وَإنصَافاً مِنْ حُكْمِكَ لا تَحِيفُ عَلَيهِ ، فَقَد ظَاهَرْتَ الحُجَجَ ، وَأَبْلَيْتَ اَلإِعْذَارَ ، وَقَدْ تَقَدَّمْتَ بِالوَعِيدِ ، وَتَلَطَّفْتَ في التَّرْغِيبِ ، وَضَرَبْتَ الأمْثَالَ ، وَأَطَلْتَ اَلإمْهَالَ ، وَأَخرْتَ ، وَأَنْتَ مُسْتَطِيعٌ بِالمُعَاجَلَةِ ، وَتَأَنَّيْتَ وَأَنْتَ مَليءٌ بِالمُبَادَرَةِ ، وَلَمْ تَكُنْ أناتُكَ عَجْزاً ، ولا إمْهَالُكَ وَهْناً ، وَلا إمْسَاكُكَ غَفْلَةً ، وَلا انْتِظَارُكَ مَدَارَاةً ، بَلْ لِتَكُونَ حُجَتُكَ أبْلَغَ ، وَكَرَمُكَ اَكْمَلَ ، وَإحْسَانُكَ أَوْفَى ، وَنِعْمَتُكَ أَتَمَ ، كُلُّ ذلِكَ ، كَاَنَ ؛ وَلَمْ تَزَلْ ، وَهُوَ كَائِنٌ ، وَلا تَزَالُ ، وَحُجَّتُكَ أَجَلُّ مِنْ أَنْ تُوصَفَ بِكُلِّهَا ، وَمَجْدُكَ أَرفَعُ مِنْ أَنْ يُحَدَّ بِكُنْهِهِ ، وَنِعْمَتُكَ أكْثَرُ مِنْ أَنْ تُحْصَى بِأَسْرِها ، وَإحْسَانُكَ أكْثَرُ ، مِنْ أَنْ تُشْكَرَ على أَقَلِهِ ، وَقَدْ قَصُرَ بي السُّكُوتُ ، عَنْ تَحْمِيدِكَ ، وَفَهَهَني الإمْسَاكُ عَنْ تَمْجِيدِكَ ، وَقُصَارَى الأقْرَارِ بِالحُسُورِ ، لا رَغْبَةَ يا إلهي ، بَلْ عَجْزاً ، فَهَا أَنا ذَا أَرومُكَ بِالوِفَادَةِ ، وَأَسأَلُكَ حُسْنَ الرِفَادَةِ ، فَصَلِّ على مُحَمَدً وَآلِ مُحَمَّدٍ ، وَاسْمَعْ نَجْوَايَ وَاسْتَجِبْ دُعَائِي ، وَلا تَخْتُمْ يَوْمي بِخَيْبَتِي ، وَلا تَجْبَهْني بالرَدِّ في مَسْأَلَتَي ، وَأَكْرِمْ مِنْ عِنْدَكَ مُنْصَرَفي ، وَإلَيْكَ مُنْقَلَبي ، إنَّكَ غَيْرُ ضَائِقٍ بِمَا تُرِيدُ ، وَلا عَاجِزٌ عَمَّا تُسْأَلُ ، وَأَنْتَ على كُلِّ شَيْءٍ قَدِيرٌ ، وَلا حَوْلَ وَلا قُوَّةَ إلاَّ بِاللهِ العَلِيِّ العَظِيمِ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أخلص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دعائه لله تعالى ، كأعظم ما يكون الاخلاص ، فقد دعاه بقلب متفتح بنور التوحيد ، وناجاه بعقل مشرق بنور الايمان ، وقد حفل دعاؤه ، بجميع آداب الدعاء ، من الخضوع والتذلل ، والانقياد إلى الله تعالى.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433 ـ 434 ).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لقد أشاع الامام الادق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بأدعيته روح التقوى والطاعة لله بين المسلمين ، فقد أرشدهم إلى الاعتصام بالله الذي بيده جميع مجريات الاحداث والامور.</w:t>
      </w:r>
    </w:p>
    <w:p w:rsidR="00A60096" w:rsidRPr="004C3F64" w:rsidRDefault="00A60096" w:rsidP="00A60096">
      <w:pPr>
        <w:pStyle w:val="Heading2"/>
        <w:rPr>
          <w:rtl/>
        </w:rPr>
      </w:pPr>
      <w:bookmarkStart w:id="43" w:name="_Toc405289425"/>
      <w:r w:rsidRPr="004C3F64">
        <w:rPr>
          <w:rtl/>
        </w:rPr>
        <w:t>2 ـ دعاؤه في يوم المباهلة</w:t>
      </w:r>
      <w:bookmarkEnd w:id="43"/>
      <w:r w:rsidRPr="004C3F6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الايام الخالدة في دنيا الاسلام ، يوم المباهلة ، وهو اليوم الذي خفت فيه الطلائع العلمية والدينية ، من النصارى ، إلى الرسول الاعظم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لتباهله أمام الله تعالى ، على أن ينصر المحق ، ويهلك المبطل منهما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وتطلعت النصارى ، والجماهير الحاشدة من المسلمين ، إلى من يخرج مع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للمباهلة ، وباتفاق المؤرخين أن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أخرج معه خيرة أهل الارض ، وأعزهم عند الله ، وهم : وصيه ، وبابا مدينة علمه ، وبضعته الطاهرة سيدة نساء العالمين ، فاطمة الزهراء </w:t>
      </w:r>
      <w:r w:rsidR="0077652A" w:rsidRPr="0077652A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، وسيدا شباب أهل الجنة ، الامامان : الحسن والحسين </w:t>
      </w:r>
      <w:r w:rsidR="0077652A" w:rsidRPr="0077652A">
        <w:rPr>
          <w:rStyle w:val="libAlaemChar"/>
          <w:rFonts w:hint="cs"/>
          <w:rtl/>
        </w:rPr>
        <w:t>عليهما‌السلام</w:t>
      </w:r>
      <w:r>
        <w:rPr>
          <w:rtl/>
        </w:rPr>
        <w:t xml:space="preserve"> ، ولم يخرج معه صنو أبيه العباس بن عبدالمطلب ، ولا إحدى السيدات من نسائه ، ولا أحد من خيرة أصحابه ، من المهاجرين والانصار ، فقد اقتصر على أهل بيت العصمة ، ومعدن الفضل والكرامة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واضطرب المسيحيون ، حينما رأوا تلك الوجوه المشرقة ، وأيقنوا بالهلاك ، والدمار ، إن باهلوا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وصاح بعضهم : « إني أرى مع محمد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وجوها ، لو سئل الله بها أن يزيل جبلا عن محله لازاله ... 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اللمعة الدمشقية 1 / 316 وجاء فيه ان يوم المباهلة هو اليوم الرابع والعشرون من ذي الحجة وقيل يوم الخامس والعشرين من ذي الحجة.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وانسحبوا عن المباهلة ، واستجابوا لما أملاه عليهم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من شروط ، ولهذا اليوم العظيم ، شأن كبير ، في الاسلام فيستحب الغسل فيه وإحياؤه بالعبادة والدعاء ، 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فيه بهذا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الّلهُمَّ ، إنِّي أسْألُكَ مِنْ بَهَائِكَ بِأَبْهَاهُ ، وَكُلِّ بَهَائِكَ بَهيُّ ، الّلُهّم ، إني أَسْأَلُكَ بِبَهَائِكَ كُلِّهْ ، الّلهُمّ إني أَسْأَلُكَ مِنْ جَلالِكَ بِأَجَلِّهِ ، وَكُلُّ جَلالِكَ جَلِيلٌ ، اللّهُمَّ إني أَسْأَلُكَ بِجَلالِكَ كُلِّهْ ، اللّهُمَّ إني أَسْأَلُكَ مِنْ جَمَالِكَ بِأَجْمَلِهِ ، وَكُلُّ جَمَالِكَ جَمِيلٌ ، اللّهُمَّ إني أسْأَلُكَ بِجَمَالِكَ كُلِّهْ ، اللّهُمَّ إني أَدْعُوكَ كَمَا أمَرْتَني فَاسْتَجِبْ لي كَمَا وَعَدْتَني ، اللّهُمَّ إني أَسْأَلُكَ مِنْ عَظَمَتِكَ بِأَعْظَمِهَا ، وَكُلُّ عَظَمَتِكَ عَظِيمَةٌ ، اللّهُمَّ إني أَسْأَلُكَ بِعَظَمَتِكَ كُلِّهَا ، اللّهُمَّ إني أَسْأَلُكَ مِنْ نُورِكَ بِأَنْوَرِهِ وَكُلُّ نُورِكَ نَيِّرٌ ، اللّهُمَّ إني أَسْأَلُكَ بِنُورِكَ كُلِّهِ ، اللّهُمَّ إني أَسْأَلُكَ مِنْ رَحْمَتِكَ بِأَوْسَعِهَا ، وَكُلُّ رَحْمَتِكَ وَاسِعَةٌ ، اللّهُمَّ إني أَسْأَلُكَ برَحْمَتِكَ كُلِّها ، اللّهُمَّ إني أدْعُوكَ كَمَا أمَرْتَني فَاسْتَجِبْ لي كَمَا وَعَدْتَني ، اللّهُمَّ إني أَسْأَلُكَ مِنْ كَمَالِكَ بِأَكْمَلِهِ ، وَكُلُّ كَمَالِكَ كَامِلٌ ، اللّهُمَّ إني أَسْأَلُكَ بِكَمَالِكَ كُلَّهِ ، اللّهُمَّ إني أسْأَلُكَ مِنْ كَلِمَاتِكَ بِأَتَمِّهَا وَكُلُّ كَلِمَاتِكَ تَامَّةٌ ، اللّهُمَّ إني أَسْأَلُكَ بِكَلِمَاتِكَ كُلِّهَا ، اللّهُمَّ إني أَسْأَلُكَ مِنْ أسْمَائِكَ بِأَكْبَرِها ، وَكُلٌّ أَسْمَائِكَ كَبِيرَةٌ ، اللّهُمَّ إني أَسْأَلُكَ بِأَسْمَاِئَك كُلِّهَا ، اللّهُمَّ إني أَدْعُوكَ كَمَا أَمَرْتَني فَاْسَتِجْب لي كَمَا وَعَدْتَني ، اللّهُمَّ إني أَسْأَلُكَ مِنْ عِزَّتِكَ بِأعَزَّهَا وَكُلُّ عِزَّتِكَ عَزيزَةُ ، اللّهُمَّ إني أَسْأَلُكَ بِعِزَّتِكَ كُلِّهَا ، اللّهُمَّ إني أَسْأَلُكَ مِنْ مَشيئَتِكَ بِأَمْضَاهَا وَكُلُّ مَشِيئَتِكَ مَاضِيَةٌ ، اللّهُمَّ إني أَسْأَلُكَ بِمْشيِئَتِكَ كُلِّها ، اللّهُمَّ إني أَسْأَلُكَ بِقُدْرَتِكَ التي اسْتَطَلْت بِها على كُلِّ شَيءٍ ، وَكُلُّ قُدْرَتِكَ مُسْتَطيلَةٌ ، اللّهُمَّ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إني أَسْأَلُكَ بِقُدْرَتِكَ كُلِّها ، اللّهُمَّ إني أَدْعُوكَ كَمَا أَمَرْتَني فَاسْتَجبْ لي كِمَا وَعَدْتَني ، اللّهُمَّ إني أَسْأَلُكَ مِنْ عِلْمِكَ بِأَنْفَذِهِ وَكُلُّ عِلْمِكَ نَافِذٌ ، اللّهُمَّ إني أَسْأَلُكَ بِعِلْمِكَ كُلِّهِ ، اللّهُمَّ إني أَسْأَلُكَ مِنْ قَوْلِكَ بِأَرْضَاهُ وَكُلُّ قَوْلِكَ رَضِيٌ ، اللّهُمَّ إني أَسْأَلُكَ بِقُوْلِكَ كُلِّهِ ، اللّهُمَّ إني أَسْأَلُكَ مِنْ مَسَائِلِكَ بِأحَبِّهَا وَكُلُّهَا إلَيْكَ حَبِيبَةٍ ، اللّهُمَّ إني أَسْأَلُكَ بِمَسَائِلِكَ كُلِّهَا ، اللّهُمَّ إني أَدْعوكَ كَمَا أَمَرْتَني فَاسْتَجِبْ لي كَمَا وَعَدْتَني ، اللّهُمَّ إني أَسْأَلُكَ مِنْ شَرَفِكَ بِأَشْرَفِهِ وَكْلُّ شَرَفِكَ شَرِيفٌ ، اللّهُمَّ إني أَسْأَلُكَ بِشَرَفِكَ كُلِّهِ ، اللّهُمَّ إني أَسْأَلُكَ مِنْ سُلْطانِكَ بِأَدْوَمِهِ وَكُلُّ سُلْطَانِكَ دَائِمٌ ، اللّهُمَّ إني أَسْأَلُكَ بِسُلْطَانِكَ كُلِّهِ ، اللّهُمَّ إني أَسْأَلُكَ مِنْ مِلْكُكَ بِأَفْخَرِهِ ، وَكُلُّ مُلْكِكَ فَاخِرٌ ، اللّهُمَّ إني أَسْأَلُكَ بِمُلْكِِكَ كُلِّهِ ، اللّهُمَّ إني أَدْعُوكَ كَمَا أَمَرْتَني فَاسْتَجِبْ لي كَمَا وَعَدْتَني ، اللّهُمَّ إني أَسْأَلُكَ مِنْ عَلَائِكَ بِأَعلَاهُ ، وَكُلِّ عَلائِكَ عَالٍ ، اللّهُمَّ إني أَسْأَلُكَ بِعَلائِكَ كُلِّهِ ، اللّهُمَّ إني أَسْأَلُكَ مِنْ آيَاتِكَ بِأعْجَبِهَا وَكُلِّ آياتِكَ عَجِيبَةٌ ، اللّهُمَّ إني أَسْأَلُكَ بآيَاتِكَ كُلِّها ، اللّهُمَّ إني أَسْأَلُكَ مِنْ مَنِّكَ بِأَقْدَمِهِ وَكُلُّ مِنِّكَ قَدِيمٌ ، اللّهُمَّ إني أَسْأَلُكَ بِمَنِّكَ كُلِّهِ ، اللّهُمَّ إني أَدْعُوكَ كَمَا أَمَرْتَني فَاسْتَجِبْ لي كَمَا وَعَدْتَني ، اللّهُمَّ إني أَسْأَلُكَ بِما أَنْتَ فِيهِ مِنَ الشَأْنِ وَالجَبَروُتِ ، اللّهُمَّ إني أَسْأَلُكَ بِكُلِّ شَأنٍ وكلِ جَبَروُتٍ.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إني أَسْأَلُكَ بِمَا تُجِيبُني حِينَ أَسْأَلُكَ ، يا اللهُ ، يا لا إلهَ إلاَّ أَنْتَ ، أَسْأَلُكَ بِبَهَاءِ لا إلهَ إلاَّ أَنْتَ ، يالا إلهَ إلاَّ أَنْتَ أَسْأَلُكَ ، بِجَلَالِ لا إلهَ إلاَّ أَنْتَ أَسْأَلُكَ ، بِلا إلهَ إلاَّ أَنْتَ ، اللّهُمَّ إني أَدْعُوكَ كَمَا أَمَرْتَني ، فَاسْتَجِبْ لي كَمَا وَعَدْتَني ، اللّهُمَّ إني أَسْأَلُكَ مِنْ رِزْقِكَ بِأَعَمِّهِ وَكُلُّ رِزْقِكَ عَامِ ، اللّهُمَّ إني أَسْأَلُكَ بِرِزْقِكَ كُلَّهُ ، اللّهُمَّ إني أَسْأَلُكَ مِنْ عَطَائِكَ بِأَهْنَئِهِ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وَكُلُّ عَطَائِكَ هَنِيئٌ ، اللّهُمَّ إني أَسْأَلُكَ بِعَطَائِكَ كُلِّهُ ، اللّهُمَّ إني أَسْأَلُكَ مِنْ خَيْرِكَ بِأعْجَلِهِ ، وَكُلُّ خَيْرِكَ عَاجِلٌ ، اللّهُمَّ إني أَسْأَلُكَ بِخَيْرِكَ كُلِّهُ ، اللّهُمَّ إني أَسْأَلُكَ مِنْ فَضْلِكَ بِأَفْضَلِهِ ، وَكُلُّ فَضْلِكَ فَاضِلٌ ، اللّهُمَّ إني أَسْأَلُكَ بِفَضْلِكَ كُلِّهُ ، اللّهُمَّ إني أَدْعُوكَ كَمَا أَمَرْتَني فَاسْتَجِبْ لي كَمَا وَعَدْتَني.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مُحَمَّدْ ، وَابْعَثْني على الإيمَانِ بِكَ ، وَالتَصْدِيقِ بِرَسُولِكَ عَلَيْهِ وَعلى آلِهِ السَّلامُ ، وَالوِلَايَةِ لِعَليٍّ بنُ أَبي طَالِب ، وَالبَرَاءَةِ مِنْ عَدُوِّهِ ، وَالإِئتِمَامِ بِالَأئِمَّةِ مِنْ آلِ مُحَمٍَّد ، عَلَيْهِمُ السَّلامُ ، فَإني قَدْ رَضِيتُ بِذلِكَ يا رَبُّ.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صَلِّ على مُحّمَّدٍ ، عَبْدِكَ وَرَسُولِكَ في الَأوَّلينَ ، وَصَلِّ على مُحّمَّدٍ في الآخِرينَ ، وَصَلِّ على مُحَمَّدٍ في المَلَاءِ الَأعْلَى إلى يَوْمِ الدِّينِ ، وَصَلِّ على مُحَمَّدٍ في المُرْسَلِينَ ، اللّهُمَّ إعْطِ مُحَمَداً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الوَسِيلَةَ ، وَالشَّرَفَ ، وَالدَّرَجَةَ اَلكَبِيرَةَ ، اللّهُمَّ وَصَلِّ على مُحَمَّدٍ وَآلِ مُحَمَّدٍ وَأَقْنِعْني بِمَا رَزَقْتَني ، وَبَارِكْ لي في ما أَعْطَيْتَني ، وَاحْفَظْني في غَيْبَتِي ، وَفي كُلِّ غَائِب هُوَ لي ، اللّهُمَّ صَلِّ على مُحَمَّدٍ وَآلِ مُحَمَّدٍ ، وَأَسْأَلُكَ خَيْرَ الخَيْرِ رِضْوَانَكَ وَالجَنَّةَ ، وَأَعُوذُ بِكَ مِنْ شَرِّ الشَرِّ ، سُخْطِكَ وَالنَّارِ ، اللّهُمَّ صَلِّ على مُحَمَّدٍ وَآلِ مُحَمَّدٍ ، وَاحْفَظْني مِنْ كُلِّ مُصِيبَةٍ ، وَمِنْ كُلِّ بَلِيَّةٍ ، وَمِنْ كُلِّ عُقُوبَةٍ ، وَمِنْ كُلِّ فِتْنَةٍ ، وَمِنْ كُلِّ بَلَاءٍ وَمِنْ كُلِّ شَرِّ ، وَمِنْ كُلِّ مَكْرُوهٍ ، وَمِنْ كُلِّ مُصِيبَةٍ وَمِنْ شَرِّ كُلِّ آفَةٍ نَزَلَتْ ، أوْ تَنْزِلُ مِنَ السَّمَاءِ إلى الَأرْضِ ، في هَذِهِ السَّاعَةِ ، وَفي هَذِهِ اللَّيْلَةِ ، وَفي هَذَا اليَوْمِ ، وَفي هَذَا الشَّهْرِ ، وَفي هذِهِ السَّنَةِ.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صَلِّ على مُحَمَّدٍ وَآلِ مُحَمَّدٍ ، وَاقْسِمْ لي مِنْ كُلِّ سَرُورٍ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وَمِن كُلِّ بَهْجَةٍ ، وَمِنْ كُلِّ اسْتِقَامَةٍ ، وَمِنْ كُلِّ فَرَحٍ ، وِمِنْ كُلِّ عَافِيَةٍ ، وَمِنْ كُلِّ سَلَامَةٍ ، وَمِنْ كُلِّ رِزْقٍ وَاسِعٍ حَلَالٍ طَيِّبٍ ، وَمِنْ كُلِّ نِعْمَةٍ ، ومِنْ كُلِّ سِعَةٍ ، نَزَلَتْ أوْ تَنْزِلُ مِنْْ السَّمَاءِ إلى الَأرْضِ في هذِهِ السَّاعَةِ ، وَفي هذِهِ اللَّيْلَةِ ، وَفي هَذَا اليَوْمِ ، وَفي هَذَا الشَّهْرِ وَفي هذِهِ السَّنَةِ.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إنْ كَانَتْ ذُنُوبِي قَدْ أَخْلَقَتْ وَجْهِي ، وَحَالَتْ بَيني وبَيْنَكَ ، وَغَيَّرْتَ حَالِي عِنْدَكَ ، فَإني أسْأَلُكَ بِنْوُرِ وَجْهِكَ ، الذي لا يُطْفَأُ ، وَبِوَجْهِ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حَبِيبِكَ المُصْطَفَى ، وَبِوَجْهِ وَليِّكَ عَلِيٍّ المُرْتَضَى ، وَبِحَقِّ أَوْلِيَائِكَ ، الذِينَ أنْتَجَبْتَهُمْ ، أنْ تُصَليَ على مُحَمَّدٍ وَآلِ مُحَمَّدٍ ، وَأَنْ تَغْفِرَ لي مَا مَضَى مِنْ ذُنُوبِي ، وَأَنْ تَعْصِمَني فِيمَا بَقِيَ مِنْ عُمْرِي ، وَأَعُوذُ بِكَ من كُلِّ شَيْءٍ مِنْ مَعَاصِيكَ أَبَداً ، ما أَبْقَيْتَني حَتَّى تَتَوَفَّاني ، وَأنَا لَكَ مُطِيعٌ ، وَأَنْتَ عَنِّي رَاضٍ ، وَأَنْ تَخْتِمَ لي عَمَلي بِأَحْسَنِهِ ، وَتَجْعَلَ لي ثَوَابَهُ الجَّنَةِ ، وَأَنْ تَفَعَلَ بي ما أَنْتَ أَهْلُهُ ، يا أَهْلَ التَّقْوىَ والمَغْفِرَةِ صَلِّ على مُحَمَّدٍ وَآلِ مُحَمَّدٍ ، وَارْحَمْني بِرَحْمَتِكَ يا أَرْحَمَ الرَّاحِمِنَ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ولقد احتوى ، هذا الدعاء ، على أسمى صور التعظيم والتبجيل لله تعالى ، الذي ما عرفه حقا ، سوى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سدنة علوم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وخزنة حكمه وآدابه.</w:t>
      </w:r>
    </w:p>
    <w:p w:rsidR="00A60096" w:rsidRPr="004C3F64" w:rsidRDefault="00A60096" w:rsidP="00A60096">
      <w:pPr>
        <w:pStyle w:val="Heading2"/>
        <w:rPr>
          <w:rtl/>
        </w:rPr>
      </w:pPr>
      <w:bookmarkStart w:id="44" w:name="_Toc405289426"/>
      <w:r w:rsidRPr="004C3F64">
        <w:rPr>
          <w:rtl/>
        </w:rPr>
        <w:t>3 ـ دعاؤه في عيد الغدير</w:t>
      </w:r>
      <w:bookmarkEnd w:id="44"/>
      <w:r w:rsidRPr="004C3F6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عيد الغدير فهو من أهم الاعياد شأنا ، ومن أسماها منزلة ، فقد كمل فيه الدين ، وتمت النعمة الكبرى على المسلمين ، فقد قلدت السماء الامام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692 ـ 659 ) الاقبال ( ص 517 ).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قيادة ، روحية وزمنية ، ونصبته خليفة للنبي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من بعده ، وجعلته ، رائدا للعدالة الاجتماعية في الاسلام ، يقيم إعوجاج الدين ، ويصلح ما فسد من أمور المسلمين.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وحيث كان هذا اليوم المبارك ، من أعظم الاعياد في الاسلام ، فقد ندب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إحياءه بذكر الله ، من الصلاة والصوم ، والتصدق على الفقراء والمساكين ، كما حض على استحباب مصافحة المسلمين ، بعضهم لبعض ، وان يقول كل منهما لصاحبه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الحَمْدُ للهِ الذي أَكْرَمَنا بِهَذَا اليَوْمِ ، وَجَعَلنا مِنَ المُؤْمِنِينَ بِعَهْدِهِ ، الذي عَهِدَهُ إلَيْنَا ، وَمِيثَاقِهِ الذي وَاثَقَنَا بِهِ مِنْ ولايَةِ وُلَاةِ أَمْرِهِ ، وَالقِيَامِ بِقِسْطِهِ ، وَلَمْ يَجْعَلْنا مِنَ الجَاحِدِينَ ، وَالمُكَذِبِينَ بِيَوْمِ الدّين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، وحث شيعته على تلاوته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رَبَّنَا ، إنَّنَا سَمعْنا مُنادياً ، يُنَادِي للإيمان ، أن آمِنُوا بِرَبِّكم ، فَآمنَّا ، رَبَّنَا فَاغْفِرْ لَنَا ذُنُوبَنَا ، وَكَفِّرْ عَنَّا سَيِّئَاتِنَا ، وَتَوَفَّنا مَعَ الَأبْرَارِ رَبَّنا وآتِنَا مَا وَعَدْتَنَا عَلَى رُسُلِكَ ، وَلَا تُخْزِنَا يَوْمَ القِيَامَةِ ، إنَّكَ لاَ تُخْلِفُ المِيعَادَ.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إني أُشْهِدُكَ ، وَكَفى بِكَ شَهِيداً ، وَأُشْهِدُ مَلَائِكَتَكَ ، وَحَمَلَةَ عَرْشِكَ ، وَسُكَّانَ سَموَاتِكَ ، وَأَرْضِكَ ، بِأَنَّكَ اللهُ ، الذي لا إلهِ إلاَّ أَنْتَ ، المَعْبُودُ الذي لَيْسَ مِنْ لَدُنْ عَرْشِكَ ، إلى قَرَارِ أَرْضِكَ مَعْبُودٌ سِوَاكَ إلاَّ بَاطِلٌ مُضْمَحِلُّ غَيْرَ وَجْهِكَ الكَرِيمِ ، لا إلهَ ألاَّ أَنْتَ المَعْبُودُ ، لا مَعْبُودَ سِوَاكَ ، تَعَالَيْتَ عَمَّا يَقُولُ الظَالِمونَ عُلُواً كَبيراً ، وَأَشهَدُ أَنَّ مُحَمَداً عَبْدُكَ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1 ـ الاقبال ( ص 477 ).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وَرَسُولُكَ ، وَأَشْهَدُ أَنَّ عَلِيّاً أمِيرَ المُؤمِنِينَ ، وَلِيُّهُمْ وَمَوْلاهُمْ وَمَوْلايَ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رَبَّنا ، إنَّننا سَمعْنَا ، النِّدَاءَ ، وَصَدَّقْنَا المُنَادِي ، رَسُولَكَ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إذْ نَادَى نِدَاءً عَنْكَ بِالذي أَمَرْتَهُ أَنْ يُبَلِّغَ عَنْكَ ، ما أنزَلْتَ إلَيْهِ مِنْ مُوَالَاةِ وَلِيِّ المُؤْمِنِينَ ، وَحَذَّرْتَهُ ، وَأَنْذَرْتَهُ إنْ لَمْ يُبَلِّغْ ، أَنْ تَسْخَطَ عَلَيْهِ ، وَأَنَّهُ إذَا بَلَّغَ عَصَمْتَهُ مِنَ النَّاسِ ، فَنَادَى مُبَلِّغاً وَحْيَكَ وَرِسَالَاتِكَ : أَلَا مَنْ كُنْتُ مَوْلاهُ فَعَلِيٌّ مَوْلَاهُ ، وَمَنْ كُنْتُ نَبِيَّهُ فَعَلِيٌّ أَمِيرُه ، رَبَّنَا قَدْ أَجَبْنَا دَاعِيَاكَ النَّذِيرَ ، المُنْذِرَ مُحَمَّداً عَبْدَكَ الذي أَنْعَمْتَ عَلَيْهِ ، وَجَعْلَتَهُ مَثَلاً لِبَني إسْرَائيلَ.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رَبَّنَا ، آمَنَّا وَاتّبَعْنَا مَوْلانَا ، وَهَادِيَنَا ، وَدَاعِيَنَا ، وَدَاعيَ الَأنَامِ ، وَصِراطَكَ السَّويَّ المُسْتَقِيمَ ، وَمَحَجَّتَكَ البَيْضَاءَ ، وَسَبِيلَكَ الدَّاعِي إلَيْكَ ، على بَصِرَيِتٍه هُوَ وَمَنْ اتَّبَعَهُ ، وَسُْحَانَ الله عَمَّا يُشْرِكُونَ بِوِلَايَتِهِ وَبِأمْرِ رَبِّهِمْ ، وَبِاِتّخَاذِ الوَلَايجِ مِنْ دُونِهِ .. فَاشْهَدْ يا إلهي أَن الإمَامَ الهَادِيَ ، المُرْشِدَ ، الرَّشِيدَ عَلِيَّا بنَ أبي طَاَلِبٍ ، صَلَواتُ اللهِ عَلَيْهِ ، أميرُ المُؤْمِنِينَ الذي ذَكَرْتَهُ في كِتَابِكَ ، فَقُلْتَ : « وَإنَّهُ في أُمِّ الكِتَابِ لَعَلِيٍّ حَكيمٌ » اللّهُمَّ فَإنَّا نَشهَدُ بِأَنَّهُ عَبْدُكَ ، الهَادِي مِنْ بَعْدِ نَبِيِّكَ ، النَذِيرُ المُنْذِرُ ، وَالصِرَاطُ المُسْتَقِيمُ ، وَإمَامُ المُؤْمِنِينَ ، وَقَائِدُ الغُرِّ المُحَجَّلينَ ، وَحُجَّتُكَ البَالِغَةُ ، وَلِسَانُكَ المُعَبِّرُ عَنْكَ في خَلْقِكَ ، وَالقَائِمُ بِالقِسْطِ بَعْدَ نَبِيِّكَ ، وَخَازِنُ عِلْمِكَ ، وَعَيْبَةُ وَحْيِكَ وَعَبْدُكَ ، وَأَمِيِنُكَ المَأمُوُنُ ، المَأْخُوذُ مِيَثَاقُهُ مَعَ مِيثَاقِكَ ، وَمِيثَاقِ رُسُلِكَ مِنْ خَلْقِكَ وَبَرِيَّتِكَ ، بِالشَّهَادَةِ وَالإخْلاصِ بِالوِحْدَانِيَّةِ ، أِنَّكَ أَنْتَ الله لا إلهَ أِلا أَنْتَ ، وَمُحَمَدٌ ، عَبْدُكَ وَرَسُولُكَ وَعَليٌّ أَمِيرُ المُؤْمِنِينَ ، وَجَعَلْتَ الإقْرَارَ بِولايَتِهِ تَمَامَ تَوْحِيدِكَ ، وَالإِخلاصَ لَكَ بِوِحْدَانِيَّتِكَ ، وَإكْمَال دِينِكَ ، وَتَمَامِ نِعْمَتِكَ على جَمِيعِ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خَلْقِكَ ، فَقُلْتَ وَقَوْلُكَ الحَقُّ : « اليَوْمَ أَكْمَلْتُ لَكُمْ دِينَكُمْ ، وَأَتْمَمْتُ عَلَيْكُمْ نِعْمَتِي ، وَرَضِيتُ لَكُمُ الإسلامَ دِيناً » فَلَكَ الحَمْدُ ، على مَا مَنَنْتَ بِهِ عَلَيْنَا ، مِنَ الإِخْلاصِ لَكَ بِوَحْدانِيًّتِكَ ، وَجُدْتَ عَلَيْنَا بِمُوالاةِ وَلِيِّكَ الهَادِي ، مِنْ بَعْدِ نَبِيَّكَ النَّذِيرِ المُنْذِرِ ، وَرَضَيتَ لَنَا الإسْلامَ دِيناً ، بِمَوْلَانَا ، وَأَتْمَمْتَ عَلَيْنَا نِعْمَتَكَ ، بِالذي جَدَّدْتَ عَهْدَكَ ، وَمِيثَاقَكَ ، وَذَكَّرْتَنَا ذلِكَ ، وَجَعْلْتَنَا مِنْ أَهْل الإِخْلاصِ ، وَالتَصَدِيقِ لِعَهْدِكَ ، وَمِيثَاقِكَ ، وَمِنْ أهْل الوَفَاءِ بِذلِكِ َ، وَلَمْ تَجْعَلْنَا مِنَ النَاكِثِينَ ، وَالمُكَذِّبِينَ ، الذِينَ يُكَذِّبُونَ بِيَوْمِ الدِّينِ ، وَلَمْ تَجْعَلْنَا مِنَ المُغِيِّرِينَ ، والمُبَدِّلِينَ ، والمُحَرِّفِينَ ، وَالمُبتِّكِينَ آذانَ الأنعامِ ، وَالمُغَيِّرِينَ خَلْقَ اللهِ ، الذينَ اسْتَخْوَذَ عَلَيْهِمُ الشَّيْطَانُ ، فَأَنْسَاهُمْ ذِكْرَ اللهِ ، وَصَدَّهُمْ عَنْ السَّبِيلِ وَالصِراطَ المُسْتَقِيم. اللّهُمَّ الْعَنِ الجَاحِدينَ وَالنَّاكِثِينَ ، وَالمُغَيِّرِينَ ، وَالمُبَدِّلِينَ ، وَالمُكَذِّبينَ بيوم الدين من الاولين والآخرين.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لَكَ الحَمْدُ على نِعْمَتِكَ عَلَيْنَا ، بِالذِي هَدَيْتَنَا إلى مُوَالآةِ وُلَاةِ أمْرِكَ مِنْ بَعْدِ نَبِيِّكَ ، وَالأئِمَّةِ الهَادِينَ ، الذِينَ جَعَلْتَهُمْ أَرْكَاناً لِتَوْحِيدِكَ ، وَأعْلامَ الهُدَى ، وَمَنَارَ التَّقُوَى ، وَالعُرْوَةَ الوُثْقَى ، وَكَمَالَ دِينِكَ ، وَتَمَامَ نِعْمَتِكَ ، وَمَنْ بِهِمُ ، وَبِمُوَالَاتِهِمْ ، رَضَيِتَ لَنَا الإِسلامَ دِيناً ، رَبَّنا فَلَكَ الحَمْدُ ، آمَنَّا بِكَ وَصَدَّقُنَا نَبِيَّكَ الرَسُولَ النَذِيرَ المُنْذِرَ ، وَأتَّبَعْنَا الهَادِيَ مِنْ بَعْدِ النَّذِيِرِ المُنْذِرِ ، وَالَيْنَا وَلِيَّهمْ ، وَعَادَيْنَا عَدُوَّهُمْ ، وَبَرِئْنَا مِنَ الجَاحِدِينَ وَالنَاكِثِينَ وَالمُكَذِّبِينَ بِيَوْمِ الدِّينِ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اللّهُمَّ فَكَمَا كَاَن مِنْ شَأنِكَ يا صَادِقَ الوَعْدِ ، يا مَنْ لا يُخَلِفُ المِيعَادَ ، يا مَنْ هُوَ كُلَّ يَوْمٍ في شَأَنٍ ، أنْ أَتْمَمْتَ عَلَيْنَا نِعْمَتَكَ بِمُوَالاةِ أَوْلِيَائِكَ ، المَسْؤولِ عَنْهُم عِبَادُكَ ، فَإنَّكَ قُلْتَ : «</w:t>
      </w:r>
      <w:r w:rsidRPr="00A60096">
        <w:rPr>
          <w:rStyle w:val="libAieChar"/>
          <w:rtl/>
        </w:rPr>
        <w:t xml:space="preserve"> وَلَتُسْأَلُنَّ يَوْمَئِذٍ عَنِ</w:t>
      </w:r>
      <w:r>
        <w:rPr>
          <w:rtl/>
        </w:rPr>
        <w:t xml:space="preserve">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 w:rsidRPr="00A60096">
        <w:rPr>
          <w:rStyle w:val="libAieChar"/>
          <w:rtl/>
        </w:rPr>
        <w:lastRenderedPageBreak/>
        <w:t xml:space="preserve">النَّعِيمِ </w:t>
      </w:r>
      <w:r>
        <w:rPr>
          <w:rtl/>
        </w:rPr>
        <w:t>» ، وَقُلْتَ : «</w:t>
      </w:r>
      <w:r w:rsidRPr="00A60096">
        <w:rPr>
          <w:rStyle w:val="libAieChar"/>
          <w:rtl/>
        </w:rPr>
        <w:t xml:space="preserve"> وَقِفُوهُمْ إنَّهُمْ مَسْؤلُونَ </w:t>
      </w:r>
      <w:r>
        <w:rPr>
          <w:rtl/>
        </w:rPr>
        <w:t>» وَمَنَنْتَ بِشَهَادَةِ الإِخْلاصِ لَكَ بِوِلَايَةِ أوْلِيَائِكَ ، الهُدَاةِ ، مِنْ بَعْدِ النَّذِيرِ السِّرَاجِ المُنِيرِ ، وَأَكْمَلْتَ لَنَا الدّيِنَ ، بِمُوالَاتِهِم ، وَالبَرَاءَةِ مِنْ عَدُوهِمْ ، وَأَتْمَمْتَ عَلَيْنَا النِعَمَ ، بِالذي جَدَّدْتَ لَنَا عَهْدَكَ ، وَذَكَرْتَنَا مِيثَاقَكَ ، المَأخُوذَ مِنَّا في أبْتِدَاءِ خَلْقِكَ إيَّانَا ، وَجَعْلْتَنَا مِنْ أهْلِ الإِجَابَةِ ، وَذَكَّرْتَنَا العَهْدَ وَالميثَاقَ ، وَلَمْ تُنسْنِاَ ذكْرَكَ ، فَإنَّكَ قُلْتَ : «</w:t>
      </w:r>
      <w:r w:rsidRPr="00A60096">
        <w:rPr>
          <w:rStyle w:val="libAieChar"/>
          <w:rtl/>
        </w:rPr>
        <w:t xml:space="preserve"> وَإذْ أَخَذَ رَبُّكَ مِنْ بَني آدَمَ مِنْ ظُهُورِهِمْ وَذُرِّيَّتَهُمْ </w:t>
      </w:r>
      <w:r>
        <w:rPr>
          <w:rtl/>
        </w:rPr>
        <w:t xml:space="preserve">» وَأَشهَدَهُمْ على أَنْفُسِهمْ قَالُوا : بَلى ، شَهِدْنَا « بمَنّكَ بِأَنَّكَ أَنْتَ اللهُ لا إلهَ إلاَّ أَنْتَ رَبُّنَا ، وَأَنَّ مُحَمَداً عَبْدَكَ وَرَسُولَكَ نبِيُنا ، وَأنَّ عَلياً أميرَ المُؤْمِنِينَ ولِيّنا ، وَمَوْلَانَا ، وَشَهِدْنَا بِالوِلَايَةِ لِوَلِيِّنَا ، وَمَولانَا مِنْ ذُرِيَّةِ نَبِيِّكَ مِنْ صُلْبِ وَليِّنا عَلِيٍّ بنِ أبي طَالِبٍ أَمِيرِ المُؤْمِنِينَ عَبْدِكَ ، الذي أنْعَمْتَ عَلَيْهِ ، وَجَعَلْتَهُ آيةً لِنَبِّيكَ ، وَآيَةً مِنْ آيَاتِكَ الكُبْرَى ، وَالنَّبَأَ العَظِيمَ ، الذي هُكْ عَنْهُ مُعْرِضُونَ ، وَعَنْهُ يَوْمَ القِيَامَةِ مسؤولون ، اللّهُمَّ فَكَمَا كَاَنَ مِن شَأْنِكَ ، مَا أَنْعَمْتَ عَلَيْنَا بِالهِدَايَة إلى مَعْرِفَتِهِمْ ، فَليَكُنْ مِنْ شَأْنِكَ أَنْ تُصَلِّيَ على مُحَمَّدٍ وَآلِ مُحَمَّدٍ ، وَأنْ تُبَارِكَ لَنَا في يَوْمنَا هَذَا الذي ذَكَّرْتَنَا فِيهِ عَهْدَكَ ، وَمِيثَاقَكَ ، وَأَكْمَلْتَ عَلَيْنَا نِعْمَتَكَ ، وجعَلْتَنَا مِنْ أَهْلِ الإِجَابَةِ وَالإخْلَاصِ بِوِحْدَانِيَتِكَ ، وَمِنْ أَهْلَ الإيمَانِ وَالتَصْدِيقِ بِوِلَايَةِ أوْلِيَائِكَ ، وَالبَرَاءَةِ مِن أعْدَائِكَ وَأعَدَاءِ أوْلِيَائِكَ ، الجَاحِدِينَ ، المُكَذِّبِينَ بِيَوْمِ الدِّين ، فأَسْأَلُكَ يا رَبُّ تَمَامَ ما أَنْعَمْتَ عَلَيْنَا ، وَلا تَجْعَلْنَا مِنَ المُعَانِدِينَ ، ولَا تُلْحِقْنَا بِالمُكَذِبِّينَ بِيَوْمِ الدِّين ، وَاجْعَلْ لَنَا قَدَمِ صِدْقٍ مَعَ المُتَّقِينَ ، وَاجْعَل لَنا مِنْ لَدُنْكَ رَحْمَةً ، وَاجْعَلْ لَنَا مِنْ المُتَّقِينَ إمَاماً يَوُمَ يُدْعَى كُلِّ أنَاسٍ بِإمَامِهِمْ ، وَاجْعَلْنَا في ظِلِّ القَوْمِ المُتَّقِينَ الهُدَاةِ ، بَعْدِ النَذِيرِ المُنْذِرِ وَالبَشِيرِ وَالأئمَّةِ ، الدُّعَاةِ إلى الهُدَى ، وَلا تَجْعَلَنَاَ مِنْ المُكْذِّبِينَ ، الدُّعَاةِ إلى النارِ ، وَالَّذين هُمْ يَوْمَ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القِيَامَةٍ وَأوْلِيَاؤهُمْ مِنَ المَقْبُوحِينَ. رَبَّنا فَاحْشُرْنا في زَمْرَةِ الهَادِي المهْدِي وَأَحْيِنَا ما أَحْييْتَنَا على الوَفَاءِ بِعَهْدِكَ وَمِيثَاقِكَ ، المأخُوذِ مِنَّا على مُوالاةِ أوْلِيائِكَ وَالبَرَاءَةِ مِنْ أَعْدَائِكَ المُكَذِّبِينَ بِيَوّمِ الدِّينِ ، وَالنَّاكِثِينَ لِميثَاقِكَ ، وَتَوَفَّنَا على ذَلِكَ.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وَاجْعَلْ لَنا مَعَ الرَّسُولِ سَبِيلاً ، وَثَبِّتَ لَنا قَدَمَ صِدقٍ في الهِجْرَةِ إلَيْهِمْ ، وَاجْعَلْ مَحْيَانَا خَيْرَ المَحْيَا ، وَمَمَاتَنَا خَيْرَ المَمَاتِ ، وَمُنْقَلَبَنَا خَيْرَ المُنْقَلَبِ ، على مولاةِ أوْلِيَائِكَ ، والبَرَاءَةِ مِنْ أَعْدَائِكَ اللّهُمَّ حَتَّى تَتَوَفَّانَا ، وَأَنْت عَنَّا رَاضٍ ، قَدْ أوْجَبْتَ لَنا الخُلُودَ في جَنَّتِكَ بِرَحْمَتِكَ ، وَالمَثْوَى في جِواركَ ، وَالإنَابَةَ إلى دَارِ المقَامَة ، مِنْ فَضَلِكَ ، لا يَمَسُّنَا فِيهَا نَصَبٌ ، وَلا يَمَسُّنَا فِيهَا لُغُوبٌ ، رَبَّنا إنَكَ أمَرْتَنَا بِطَاعَةِ وُلاةِ أَمرِكَ ، وَأَمْرْتَنَا أَنْ نَكُونَ مَعَ الصَّادِقِينَ ، فَقُلْتَ : «</w:t>
      </w:r>
      <w:r w:rsidRPr="00A60096">
        <w:rPr>
          <w:rStyle w:val="libAieChar"/>
          <w:rtl/>
        </w:rPr>
        <w:t xml:space="preserve"> أَطِيعُوا اللهَ وَأَطِيعُوا الرَّسُولَ وَأوُلِي الأمْرِ مِنْكُمْ </w:t>
      </w:r>
      <w:r>
        <w:rPr>
          <w:rtl/>
        </w:rPr>
        <w:t xml:space="preserve">» وقلت : « يَا أَيَّها الذينَ آمَنوُ اتَّقُوا اللهَ وَكُونوا مَعَ الصَّادِقِينَ ، رَبَّنَا سَمِعْنا وَأطَعْنَا ، رَبَّنَا ثَبِّتْ أَقْدَامَنَا وَتَوَفَّنَا مَعَ الَأبْرَارِ ، مُسْلِمينَ ، مُصَدِّقينَ لَأوْلِيَائِكَ ، وَلا تُزِغْ قُلُوبَنَا بَعْدَ إذْ هَدَيْتَنَا ، وَهَبْ لَنَا مِنْ لَدُنْكَ رَحْمَةً إنَّكَ أَنْتَ الوَهَّابُ.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رَبَّنَا آمَنَّا بِكَ ، وَصَدَّقْنَا نَبِيَّكَ ، وَوَالَيْنَا وَلِيَّكَ ، وَاَلَأوْلِيَاءَ مِنْ بَعْدِ نَبِيَِّكَ ، وَوَلِيُّكَ مَوْلَى المُؤْمِنِينَ عَلِيُّ بنُ أبي طَالِبٍ صَلَوَاتُ الله عَلَيْهِ ، وَالإِمَامُ الهَادِي مِنْ بَعْدَ الرَّسُولِ ، النَذِيرِ المُنِذرِ ، السِّرَاجِ المُنِيرِ ، رَبَّنَا فَكَمَا كَانَ مِنْ شَأنِكَ ، أَنْ جَعَلْتَنَا مِنْ أَهْلِ الوَفَاءِ بِعَهْدِكَ ، وَبِمِّنكَ عَلَيْنَا ، وَلُطْفِكَ بِنَا ، فَلْيَكُنْ مِنْ شَأْنِكَ ، أنْ تَغْفِرَ لَنَا ذُنُوبَنَا ، وَتُكَفِّرَ عَنَّا سَيِّئاتِنَا ، وَتَوَفَّنا مَعَ الَأبْرَارِ ، رَبَّنَا وَآتِنَا مَا وَعَدْتَنَا على رُسُلِكَ ، وَلا تُخْزِنَا يَوْمَ القِيَامَةِ ، إنَّكَ لا تُخْلِفُ المِيعَادَ ، رَبَّنَا آمَنَّا بِكَ ، وَوَفَّينَا بِعَهْدِكَ ، وَصَدَّقْنَا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رُسُلَكَ ، وَاتَّبَعْنَا وُلاةَ الَأمْرِ مِنْ بَعْدِ رُسُلِكَ ، وَوَالَيْنَا أوْلِيَاءَكَ ، وَعَادَيْنَا أعْدَاءَكَ فَاكْتُبْنَا مَعَ الشَّاهِدِينَ ، وَاحْشُرْنا مَعَ الَأئِمَّةِ الهُدَاةِ ، مِنْ آلِ مُحَمّدٍ (ص) البَشِيرِ النَّذِيرِ ، آمَنَّا يا ربُّ بِسِرِّهِمْ وَعَلَانِيَتِهِمْ وَشَاهِدِهِمْ وَغَائِبِهِمْ .. وَرَضِينَا بِهِمْ أَئِمَّةً ، وَسَادَةً ، وَقَادَةً لا نَبْتَغِي بِهِمْ بَدَلاً ، وَلا نَتَّخِذُ مِنْ دُونِهِمْ وَلائِجَ أَبَداً ، رَبَّنَا فأَحْيِنَا ما أَحْيَيْتَنَا على مُوالاتِهِمْ وَالبَرَاءَةِ مِنْ أعْدَائِهِمْ ، وَالتَسْلِيمِ لَهُمْ ، وَالرَدِّ إلَيْهِمْ ، وَتَوَفَّنَا ، إذَا تَوَفَيْتَنَا على الوَفَاءِ لَكَ ، وَلَهُمْ ، بِالعَهْدِ وَالمِيثَاقِ ، والمُوالاةِ لَهُمْ وَالتَصْْدِيقِ ، والتَسْلِيمِ لَهُمْ غَيْرَ جَاحِدِينَ ولا نَاكِثينَ ولا مُكَذِّبينَ.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أَسألُكَ بِالحَقِّ ، الذي جَعَلْتَهُ عِنْدَهُمْ ، وَبِالذِي فَضَّلْتُهُمْ بِهِ على العَالَمينَ جَمِيعاً ، أنْ تُبَارِكَ لَنَا في يَوْمِنَا هَذَا الذي كَرَّمْتَنَا فِيهِ بِالوَفَاءِ لِعَهْدِكَ ، الذي عَهِدْتَ إلَيْنَا ، وَالمِيثَاقِ الذي وَاثَقْتَنَا بِهِ مِنْ مُوَالَاةِ أوْلِيَائِكَ والبَرَاءَةِ مِنْ أَعْدَائِكَ ، وَتَمُنَّ عَلَيْنَا بِنِعْمَتِكَ ، وَتَجْعَلَهُ عِنْدَنا مُسْتَقَرّاً ثَابِتاً ، ولا تَسْلُبْنَاهُ أَبَداً ، وَلا تَجْعَلْهُ عِنْدَنا مُسْتَوْدَعاً فَإنَّكَ قُلْتَ : « فَمُسْتَقَرٌّ وَمُسْتَوْدَعٌ » فَاجْعَلْهُ مُسْتَقَرّاً ثَابِتَاً ، وَارْزَقُنَا نَصْرَ دِينِكَ مَعَ ولِي هَادٍ مِنَ أهْلِ بَيْتِ نَبِيِّكَ ، قَائِماً ، رَشِيداً ، هَادِياً ، مَهْدِياً مِنَ الضَّلالَةِ إلى الهُدَى ، تَحْتَ رَايَتِهِ ، وَفي زُمْرَتِهِ ، شُهَدَاءَ ، صَادِقينَ ، مُقْتُولينَ في سَبيلِكَ وعلى نُصْرَةِ دِينِكَ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وانتهى هذا الدعاء الشريف ، وكان الامام بعد الفراغ يسأل من الله قضاء حوائجه ، ثم يزور جده ،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بالزيارة التالية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صَلِّ على وَلِيِّكَ ، وَأَخي نَبِيِّكَ ، وَوَزيرِهِ وَحَبِيبِهِ ، وَخَلِيلِهِ وَمَوضِعِ سِرِّهِ ، وَخِيرَتِهِ مِنْ أُسْرَتِهِ ، وَوَصِيِّهِ وَصَفْوَتِهِ ، وَخَالِصَتِهِ ، وَأَمِينِهِ ، وَوَلِيِّهِ ، وَأَشَرَفِ عِترَتِهِ ، الذينَ آمَنوُا بِهِ ، وَأَبَي ذُرِيَّتِهِ وَبَابِ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حِكْمَتِهِ ، وَالنَّاطِقِ بِحُجَتِهِ ، وَالدَّاعِي إلى شَرِيعَتِهِ ، وَالمَاضِي على سُنَّتِهِ ، وَخَلِيفَتِهِ على أُمَّتِهِ ، سَيّدِ المُسْلِمينَ ، وَأمِير المُؤمِنينَ ، وَقَائِدِ الغُرِّ المُحَجِّلِينَ ، أَفْضَلَ مَا صَلَّيْتَ على أَحَدٍ مِنْ خَلْقِكَ ، وَأَصْفِيَائِكَ ، وَأَوْصيَاءِ نَبِيِّكَ.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إني أَشْهَدُ أَنَّهُ قَدْ بَلَّغَ عَنْ نَبِيِّكَ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مَا حَمَلَ ، وَرَعَى مَا اْسُتْحِفَظ ، وَحَفِظَ مَا اسْتُوْدِعَ ، وَحَلَّل حَلالَكَ ، وَحَرَّمَ حَرَامَكَ ، وَأَقَامَ أَحْكَامَكَ ، وَدَعَا إلى سَبِيلِكَ ، وَوَاليَ أوْلِيَاءَكَ ، وَعَادَي أَعْدَاءَكَ ، وَجَاهَد النَّاكِثِينَ في سَبِيلِكَ ، وَالقَاسِطِينَ وَالمَارِقِينَ عَنْ أَمْرِكَ صَابِراً مُحْتَسِباً ، غَيْرَ مُدْبِرٍ ، لا تَأْخُذُهُ في اللهِ لِوْمَةُ لائِمٍ ، حَتىَّ بَلَغَ في ذلِكَ الرِّضَا ، وَسَلَّمَ إلَيْكَ القَضَاءَ ، وَعَبَدَكَ مُخْلِصاً ، وَنَصَحَ لَكَ مُجْتَهِداً ، حَتَّى أَتَاهُ اليَقِينَ ، فَقَبَضْتَهُ إلَيْكَ شَهِيداً سَعِيداً ، وَعلِيَّاً تَقِيَّاً ، وَصِِيَّاً زَكِيّاً ، هَادِياً ، مَهْدِيّاً ، اللّهُمَّ صَلِّ على مُحَمَدٍ وآلِ مُحَمَدٍ ، أَفْضَلَ مَا صَلَّيْتَ على أَحَدٍ مِنْ أنْبِيائِكَ وَأصْفِيَائِكَ يا رَبَّ العَالَمِينَ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ألمت هذه الزيارة ، ببعض الصفات الماثلة ، في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عملاق الفكر الاسلامي ، ورائد العدالة الاجتماعية في الارض ، الذي جمع جميع الصفات الخيرة في الدنيا ، والذي فاق بمواهبه وعبقرياته ، جميع عظماء البشر ، على امتداد التاريخ ، نظراً لما يتمتع به من سمو الذات ، والتفوق الكامل في الفضل والعلم والعدالة ونكران الذات ، والتزامه بحرفية الاسلام ، فقد رشحته السماء لقيادة المسلمين بعد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وحتمت عليه بأن يأخذ له البيعة من عموم من كان معه من الحجاج في « غدير خم » فأخذ له البيعة حتى من نسائه ، وبذلك فقد كان هذا اليوم الخالد من أهم الاعياد ، ومن أكثرها قدسية في الاسلام.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476 ـ 481 ـ و 494 ). </w:t>
      </w:r>
    </w:p>
    <w:p w:rsidR="00A60096" w:rsidRPr="008513AF" w:rsidRDefault="00A60096" w:rsidP="00A60096">
      <w:pPr>
        <w:pStyle w:val="Heading2"/>
        <w:rPr>
          <w:rtl/>
        </w:rPr>
      </w:pPr>
      <w:r>
        <w:rPr>
          <w:rtl/>
        </w:rPr>
        <w:br w:type="page"/>
      </w:r>
      <w:bookmarkStart w:id="45" w:name="_Toc405289427"/>
      <w:r w:rsidRPr="008513AF">
        <w:rPr>
          <w:rtl/>
        </w:rPr>
        <w:lastRenderedPageBreak/>
        <w:t>4 ـ دعاؤه في رجب</w:t>
      </w:r>
      <w:bookmarkEnd w:id="45"/>
      <w:r w:rsidRPr="008513AF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الاشهر المعظمة في الاسلام ، شهر رجب ، وقد طلب محمد السجاد من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يتفضل عليه بدعاء يقرأه في هذا الشهر المبارك ، فعلمه هذا الدعاء ، وأمره أن يقرأه عقيب كل صلاة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أرْجُوهُ لِكلَّ خَيْرٍ ، وَآَمَنُ سُخْطَهُ مِنْ كُل شَرٍّ ، يا مَنْ يُعْطِي الكَثِيرَ بِالقَلِيلِ ، يا مَنْ يُعْطِي مَنْ سَأَلَهُ ، يا مَنْ يُعْطِي مَنْ لَمْ يَسْأَلْهُ ، وَمَنْ لَمْ يَعْرِفْهُ تَحَنُّناً مِنْهُ وَرَحْمَةً ، إعْطِنِي بِمَسْأَلَتي إيَّاكَ جَمِيعَ خَيْرِ الدُّنْيَا ، وَجَمِيعَ خَيْرِ الآخِرَةِ ، وَاصْرِفْ عَنِّي بِمَسْأَلَتي إيَّاكَ جَمِيعَ شَرِّ الدُّنْيَا ، وَجَمِيعَ شَرِّ الآخِرَةِ ، فَإنَّهُ غَيْرُ مَنْقُوصٍ ما أَعْطَيْتَ ، وَزِدْني مِنْ فَضْلِكَ يا كَرِيمُ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وأمره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يضع يده على كريمته ، ويلوح بسبابته ويقول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ذََا الجَلَالِ وَالإِكْرَامِ ، يا ذا النَّعْمَاءِ وَالجُودِ ، يا ذا المَنِّ وَالطَّولِ حَرِّمْ شَبَابِي وَشَيْبَتي عَلى النَّارِ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وحكى هذا الدعاء الجليل بعض فيوضات الله الواسعة ، ورحمته الشاملة على جميع عباده ، مؤمنين وكافرين ، فإنه تعالى مصدر اللطف على جميع الخلق ، فلا يخص برحمته السائلين والعارفين ، وإنما هي شاملة للجميع.</w:t>
      </w:r>
    </w:p>
    <w:p w:rsidR="00A60096" w:rsidRPr="008513AF" w:rsidRDefault="00A60096" w:rsidP="00A60096">
      <w:pPr>
        <w:pStyle w:val="Heading2"/>
        <w:rPr>
          <w:rtl/>
        </w:rPr>
      </w:pPr>
      <w:bookmarkStart w:id="46" w:name="_Toc405289428"/>
      <w:r w:rsidRPr="008513AF">
        <w:rPr>
          <w:rtl/>
        </w:rPr>
        <w:t>5 ـ دعاؤه في ليلة النصف من شعبان</w:t>
      </w:r>
      <w:bookmarkEnd w:id="46"/>
      <w:r w:rsidRPr="008513AF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الليالي المعظمة في الاسلام ، ليلة النصف من شهر شعبان ، وهي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644 ).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أفضل ليلة بعد ليلة القدر ، وقد روى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أنه سئل أبوه عن فضل ليلة النصف من شعبان ، فقال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هي أفضل الليالي بعد ليلة القدر ، فيها يمنح الله العباد فضله ، ويغفر لهم بمنه ، فاجتهدوا في القربة إلى الله تعالى فيها ، فإنها ليلة آلى الله عزوجل على نفسه ، أن لا يرد سائلا فيها ما لم يسأل الله المعصية ، وإنها الليلة التي جعلها الله لنا ، أهل البيت ، بإزاء ما جعل ليلة القدر ، لنبينا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فاجتهدوا في دعاء الله تعالى والثناء عليه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وقد ولد في هذه الليلة المباركة ، المصلح العظيم ، الذي يقيم اعوجاج الدنيا ويغير منهج الحياة إلى ما هو الافضل ، ويملا الارض بالقسط والعدل ، إنه قائم آل محمد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ومهديهم الامام المهدي صلوات الله عليه ، وفي هذه الليلة العظيمة ، الزيارة المخصوصة ، لريحانة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وسيد شباب أهل الجنة : الامام الحسين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وقد خف أبويحي ، إلى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فسأله عن بعض العبادات ، والادعية ، التي يأتي بها ج فقال (ع) له ، إذا أنت صليت العشاء الآخيرة ، فصل ركعتين ، تقرأ في الاولى الحمد ، وسورة الجحد ، وهي «</w:t>
      </w:r>
      <w:r w:rsidRPr="00A60096">
        <w:rPr>
          <w:rStyle w:val="libAieChar"/>
          <w:rtl/>
        </w:rPr>
        <w:t xml:space="preserve"> قل يا أيها الكافرون </w:t>
      </w:r>
      <w:r>
        <w:rPr>
          <w:rtl/>
        </w:rPr>
        <w:t xml:space="preserve">» وإذا فرغت منها فتقول : سبحان الله ، ثلاثا وثلاثين ، والحمد لله ثلاثا وثلاثين والله أكبر أربعا وثلاثين ، ثم 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إلَيْهِ مَلْجَأُ العِبَادِ في المُهِمَاتِ ، وإليهِ يَفْزَعُ الخَلْقُ في المُلِمَّاتِ ، يا عَالِمَ الجَهْرِ وَالخَفِيَّاتِ ، وَيا مَنْ لا يَخْفَى عَلَيهِ خَوَاطِرُ الَأوْهَامِ ، وَتَصَرُّفِ الخَطَرَاتِ ، يا رَبِّ الخَلَائِقِ وَالبَريَّاتِ ، يا مَنْ بِيَدِهِ مَلَكُوتُ الَأرْضِينَ وَالسَّموَاتِ ، أَنْتَ اللهُ لا إلهَ إلاَّ أَنْتَ ، أَمُتُّ إلَيْكَ بِلا إلهَ إلاَّ أَنْتَ ، فَيَا لا إلهَ إلاَّ أَنْتَ ، إجْعَلْني في هذِهِ اللَّيْلةِ ، مِمَّنْ نَظَرْتَ إلَيْهِ فَرَحِمْتَهُ ، وَسَمِعْتَ دُعَاءَهُ فَأَجَبْتَهُ ، وَعَلِمْتَ اسْتقَالَتَهُ فَأَقَلْتَهُ ، وَتَجَاَوْزَت عَنْ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مفاتيح الجنان ( ص 165 ).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سَالِفِ خَطِيئَتِهِ ، وَعَظيمِ جَرِيرَتِهِ ، فَقَدِ اسْتَجَرْتُ بِكَ مِنْ ذُنُوبِي وَلَجَأْتُ إلَيْكَ في سَتْرِ عُيُوبِيِ.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فًجُدْ عَلَىَّ بِكَرَمِكَ ، وَفَضْلِكَ ، وَاحْطُطْ خَطَايَايَ بِحِلْمِكَ وَعَفْوِكَ ، وَتَغَمَّدْني في هذِهِ اللَّيْلَةِ بِسَابِغِ كَرَامَتِكَ ، وَاْجَعْلني فِيهَا مِنْ أَوْلِيَائِكَ ، الذِينَ اجْتَبَيْتَهُمْ لِطَاعَتِكَ ، وَاخْتَرْتَهُمْ لِعِبَادَتَِك ، وَجَعَلْتَهُمْ خِالِصَتَكَ وَصَفْوَتَكَ.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اجْعَلْني مِمَّن سَعُدَ جَدُّهُ ، وَتَوَفَّرَ مِنَ الخَيْرَاتِ حَظُّهُ ، وَاجْعَلْني ممَّنْ سَلِمَ فَنَعِمَ ، وَفَازَ فَغَنِمَ ، وَاْكِفني شَرِّ ما أسْلَفْتَ ، واعْصِمْني مِنَ الإِزْدِيَادِ في مَعْصِيَتِكَ ، وَحَبِّبْ إلَيَّ طَاعَتَكَ ، وَمَا يُقَرِّبُني لَدَيْكَ ، وَمَا يُزْلِفُني عَنْدَكَ ، سَيدِي إلَيْكَ يَلْجَأُ الهَارِبُ ، وَمِنْكَ يَلْتَمِسُ الطَّالِبُ ، وَعلى كَرَمِكَ يَعَوِّلُ المُسْتَقِيلُ التَّائِبُ ، أَدَّبْتَ عِبَادَكَ بِالتَّكَرُّمِ ، وَأَنْتَ أكَرَمُ الأكْرَمِينَ وَاَمَرْتَ بِالَعَفوِ عِبَادَكَ ، وَأَنْتَ الغَفُورُ الرَّحِيمُ.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فَلَا تَحْرِمْني مَا رَجَوْتُ مِنْ كَرَمِكَ ، وَلا تُؤْيِسْني مِنْ سَابغِ نِعَمِكَ ، ولا تُخَيِّبْني مِنْ جَزِيل قِسَمِكَ ، في هذِهِ اللَّيْلَةِ لَأهْلِ طَاعَتِكَ ، وَاجْعَلْني في جُنَّةٍ مِنْ شِرَارِ بَرِيَّتِكَ ، رَبِّ إنْ لِمْ أَكُنْ مِنْ أَهْلِ ذلِكَ فَأَنْتَ أَهْلُ الكَرَمِِ وَالعَفْوِ وَالمَغْفِرَةِ ، جُدْ عَلَيَّ بِمَا أَنْتَ أَهْلُهُ ، لا بِمَا أَسْتَحِقُّهُ فَقَدْ حَسُنَ ظَنِّي بِكَ ، وَتَحَقَّقَ رِجَائِي لَكَ ، وَعَلِقَتْ نَفْسِي بِكَرَمِكَ ، وَأَنْتَ أَرْحَمُ الرَّاِحِمينَ ، وَأَكْرَمُ الَأكْرَمِينَ.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وَاخْصُصْني مِنْ كَرَمِكَ بِجَزِيلِ قِسَمِكَ ، وَأَعُوذُ بِعَفْوِكَ مِنْ عُقُوبَتِكَ ، وَاغْفِرْ لي الذَّنْبَ الذي يِحَبِسُ عَنَّي الخَلْقَ ، وَيُضَيِّقُ عَلَيَّ الرِّزْقَ حَتَّى أَقُومَ بِصَالِحَ رِضَاكَ ، وَأَنْعَمَ بِجَزِيلِ عَطَايَاكَ ، وَأَسْعَدَ بِسَابِغِ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نَعْمَائِكَ ، فَقَدْ لُذْتُ بِحَرَمِكَ ، وَتَعَرَّضْتُ لِكَرَمِكَ ، وَاسْتَعَذْتُ بِعَفْوِكَ مِنْ عُقُوبَتِكَ ، وَمِنْ حِلْمِكَ بِغَضَبِكَ ، فَجُدْ بِمَا سَأَلْتُكَ ، وَأنِلُ مَا الْتَمَسْتُ مِنْكَ ، أَسْأَلُكَ بِكَ ، لا شَيْءَ هُوَ أعظَمُ مِنْكَ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أمره بالسجود ، وقول عشرين مرة : يا رب ، وسبع مرات يا الله ، وسبع مرات لا حول ولا قوة إلا بالله ، وما شاء الله لا قوة إلا بالله سبع مرات ، وعشر مرات لا قوة إلا بالله ، ثم يصلي على النبي وآله ، ويسأل الله تعالى قضاء حاجته.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696 ـ 697 ) البلد الامين ( ص 174 ).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47" w:name="_Toc405289429"/>
      <w:r>
        <w:rPr>
          <w:rtl/>
        </w:rPr>
        <w:lastRenderedPageBreak/>
        <w:t>القسم الرابع</w:t>
      </w:r>
      <w:bookmarkEnd w:id="47"/>
    </w:p>
    <w:p w:rsidR="00A60096" w:rsidRDefault="00A60096" w:rsidP="00A60096">
      <w:pPr>
        <w:pStyle w:val="Heading1Center"/>
        <w:rPr>
          <w:rtl/>
        </w:rPr>
      </w:pPr>
      <w:bookmarkStart w:id="48" w:name="_Toc405289430"/>
      <w:r>
        <w:rPr>
          <w:rtl/>
        </w:rPr>
        <w:t>من أدعيته في رمضان</w:t>
      </w:r>
      <w:bookmarkEnd w:id="4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يحتل شهر رمضان المبارك ، موقعا متميزا ، في نفوس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فهم ينظرون إليه ، نظرة تقديس ، وتعظيم ، فيحيون لياليه وأيامه بالعبادة ، وقراءة الذكر الحكيم ، ويقومون بجميع ألوان البر والاحسان إلى الفقراء والمحرومين ، ويعتقون العبيد ، ويطعمون الطعام ، ويعملون كل ما يقربهم إلى الله زلفى ، 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يتفرغ للطاعة والعبادة ، في شهر رمضان وقد أثرت عنه كوكبة من الادعية ، وفي ما يلي بعضها :</w:t>
      </w:r>
    </w:p>
    <w:p w:rsidR="00A60096" w:rsidRPr="00F3259D" w:rsidRDefault="00A60096" w:rsidP="00A60096">
      <w:pPr>
        <w:pStyle w:val="Heading2"/>
        <w:rPr>
          <w:rtl/>
        </w:rPr>
      </w:pPr>
      <w:bookmarkStart w:id="49" w:name="_Toc405289431"/>
      <w:r w:rsidRPr="00F3259D">
        <w:rPr>
          <w:rtl/>
        </w:rPr>
        <w:t>1 ـ دعاؤه عند رؤية هلال رمضان</w:t>
      </w:r>
      <w:bookmarkEnd w:id="49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رأى هلال رمضان ، فرح واستبشر ، ودعا الله تعالى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أَهِلَّهُ عَلَيْنَا بِالَأمْنِ وَالإيمانِ ، وَالسَّلامَةِ وَالإسلامِ ، وَالمُسَارَعَةِ إلى مَا تُحِبُّ ، وَتَرْضَى ، اللّهُمَّ بَارِكُ لَنَا في شَهْرِنَا هذا ، وَارْزُقْنَا خََيْرَهُ وَعَوْنَهُ ، وَاصْرِفْ عَنَّا ضُرَّهُ وَشَرَّهُ وَبَلَاءَهُ وَفِتْنَتَهُ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18 ).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لقد طلب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أجل وأثمن ما في هذه الحياة ، فقد طلب من الله الامن والايمان ، والسلامة ، والاسلام والمسارعة إلى ما يحبه تعالى ويرضاه ، وهذه الامور أسمى متطلبات الحياة عند الاولياء.</w:t>
      </w:r>
    </w:p>
    <w:p w:rsidR="00A60096" w:rsidRPr="00F3259D" w:rsidRDefault="00A60096" w:rsidP="00A60096">
      <w:pPr>
        <w:pStyle w:val="Heading2"/>
        <w:rPr>
          <w:rtl/>
        </w:rPr>
      </w:pPr>
      <w:bookmarkStart w:id="50" w:name="_Toc405289432"/>
      <w:r w:rsidRPr="00F3259D">
        <w:rPr>
          <w:rtl/>
        </w:rPr>
        <w:t>2 ـ دعاؤه في أول ليلة من رمضان</w:t>
      </w:r>
      <w:bookmarkEnd w:id="50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يستقبل شهر رمضان المبارك بسرور بالغ ، ويدعو في أول ليلة منه بهذا الدعاء المبارك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إنَّ هِذَا الشَّهْرَ المُبَارَكَ ، الذي أَنْزَلْتَ فِيهِ القُرْآنَ ، وَجَعَلْتَهُ هُدىً لِلنَّاسِ ، وَبَيِّنَاتٍ مِنَ الهُدَى وَالفُرقَانِ ، قَدْ حَضَرَ فَسَلَّمْنَا فِيهِ ، وَسَلِّمْْنا مِنْهُ ، وَسَلِّمْهُ لَنَا ، وَتَسلَّمْهُ مِنَّا في يُسْرٍ مِنْكَ وَعَافِيَةٍ ، يا مَنْ أَخَذَ القَلِيلَ وَشَكَرَهُ ، وَسَتَرَ الكَثِيرَ وَغَفَرَهُ ، إغْفِرْ لي الكَثِيرَ مِنْ مَعْصِيَتِكَ ، وَأقْبَلْ مِنَّي اليَسِيرَ مِنْ طَاعَتِكَ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إنَّي أَسْأَلُكَ ، أَنْ تَجْعَلَ لي إلى كُلِّ خِيْرٍ سَبِيلاً ، وَمِنْ كُلِّ ما لا تُحِبُ مَانِعاً ، يا أرْحَمَ الرَّاحِمِينَ ، يا مَنْ عَفَا عَنِّي ، وَعَمَّا خَلَوْتُ بِهِ مِنْ السَّيِّئَاتِ ، يا مَنْ لا يُؤاخِذُني بارْتِكَابِ المَعَاصِي ، عَفْوَكَ ، عَفْوَكَ ، يا كَرِيمُ ، إلهي وَعَظْتَني فَلَمْ أَتَعِظْ ، وَزَجَرْتَني عَنِ المَعَاصِي فَلَمْ أَنْزَجِرْ ، فَمَا عُذْرِي؟ فَاعْفُ عَنيِّ يا كَرِيمُ ، عَفْوَكَ ، عَفْوَكَ.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إني أَسْأَلُكَ الرَّاحَةَ عِنْدَ المَوْتِ ، وَالعَفْوَ عِنْدَ الحِسَابِ ، عَظُمَ الذَّنْبُ مِنْ عَبْدِكَ ، فَلْيَحْسُنِ العَفْوُ مِنْ عِنْدِكَ ، يا أَهْلَ التَّقْوَى وَيَا أَهْلَ المَغْفِرَةِ ، عَفْوِكَ ، عَفْوَكَ.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اللّهُمَّ إني عَبْدُكَ ، وَابْنُ عَبْدِكَ ، وَابْنُ أَمَتِكَ ، ضَعِيفٌ فَقِيرٌ إلى رَحْمَتِكَ ، وَأَنْتَ مُنْزِلُ الغِنىَ وَالبَرَكَةِ على العِبَادِ ، قَاهِرٌ ، قَادِرٌ ، مُقْتَدِرٌ ،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أَحَصَيْتَ أَعْمَالَهُمْ ، وَقَسَّمْتَ أَرْزَاقَهُمْ ، وَجَعَلْتَهُمْ مُخْتَلِفَةً أَلْسِنَتُهُم ، وَأَلْوَانُهُم خَلْقاً بَعَدَ خَلْقٍ.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لا يَعْلَمُ العِبَادُ عِلْمَكَ ، وَلا يُقَدِّرُ العِبَادُ قَدْرَكَ ، وَكُلُّنَا فَقِيرٌ إلى رَحْمَتِكَ فَلا تَصْرِفْ وَجْهَكَ عَنِّي ، اجْعَلْني مِنْ صَالِحِ خَلْقِكَ ، في العَمَلِ وَاَلَأمَلِ ، وَالقَضَاِء وَالقَدَرِ.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ابْقِني خَيْرَ البَقَاءِ ، وَاَفْنِني خَيْرَ الفَنَاءِ على مُوَالَاةِ أَوْلِيَائِكَ ، وَمُعَادَاةِ أَعْدَائِكَ ، وَالرَّغْبَةِ إلَيْكَ ، وَالرَّهْبَةِ مِنْكَ ، وَالخُشُوعِ ، وَالوَقَارِ وَالتَسْلِيمِ لَكَ ، وَالتَّصْدِيقِ بِكتَابِكَ ، وَاتِّبَاعِ سُنَّةِ رَسُولِكَ صَلَوَاتُكَ عَلَيْهِ وَآلِهِ.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ما كَانِ في قَلْبِي مِنْ شَكِّ ، أَوْ رِيبَةٍ أَوْ جُحُودٍ ، أَوْ قُنُوطٍ أَوْ فَرَحٍ أَوْ مَرَحٍ ، أَوْ بَذْخٍ ، أَوْ بَطَرٍ ، أَوْ فَخْرٍ ، أَوُ خُيَلَاءَ ، أَوْ رِيَاءَ ، أَوْ سُمْعَةٍ ، أَوْ شِقَاقٍ ، أَوْ نِفَاقٍ ، أَوْ كِبَرٍ ، أَوْ فُسُوقٍ ، أَوْ عِصْيَانٍ أَوْ عَظَمَةٍ ، أَوْ شَيْءٍ لا تُحِبُّ ، فَأَسْأَلُكَ يا رَبُّ أَنْ تُبَدِّلَنِي مَكَانَهُ إيمَاناً بِوَعْدِكَ ، وَوَفَاءً بِعَهْدِكَ ، وَرِضاً بِقَضَائِكَ ، وَزُهْداً في الدُّنْيَا وَرَغْبَةً فِيمَا عِنْدَكَ ، وَأَثَرَةً ، وَطُمَاْنِينَةً ، وَتَوْبَةً نَصُوحاً ، أَسْأَلُكَ ذلِكَ ، يا رَبِّ بِمَنِّكَ وَرَحْمَتِكَ يا أَرْحَمَ الرَّاحِمِين ، وَيَا رَبِّ العَالَمِينَ. إلهي : أَنْتَ مِنْ حِلْمِكَ تُعْصَى ، فَكَأَنَّكَ لَمْ تُرَ ، وَمِنْ كَرَمِكَ وَجُودِكَ تُطَاعُ فَكَأَنَّكَ لَمْ تُعْصَ ، وَأَنَا وَمَنْ لَمْ يَعْصِكَ مَنْ سُكَّانِ أَرْضِكَ ، فَكُنْ عَلَيْنَا بِالفَضْلِ جَوَّاداً ، وبَالخَيْرِ عوَّاداً ، يا أرْحَمَ الرَّاحِمِينَ ، وَصَلَّى اللهُ على مُحَمَدٍ وَآلِهِ صَلَاةً دَاِئَمةً لا تُحْصَى ، وَلا تُعَدُّ ، ولا يُقَدِّرُ قَدْرَهَا غَيْرُكَ ، يا أَرْحَمَ الرَّاحِمِينَ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9 ـ 10 ).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وهذا الدعاء الجليل ، من ذخائر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حكى الطاف الله تعالى الدائمة وفيوضاته المتصلة على عباده ، وعفوه عنهم ، كما حكى ظاهرة من قدرة الله وبدائع صنعه ، وهي اختلاف السنة الناس ، واختلاف ألوانهم فان المليارات منهم لا يشبه بعضهم بعضا ، في الشكل والصورة ، منذ بدء الخليقة حتى يرث الله الارض ومن عليها ، وتلك آية من آيات الله ، ومثل من أمثلة توحيده فتبارك الله أحسن الخالقين.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وطلب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الله تعالى ، في هذا الدعاء أن ينزهه من جميع النزعات والصفات الشريرة ، التي خلقت مع الانسان ، وتكونت في دخائل النفوس ، وأعماق القلوب ، من الشك ، والريبة ، والجحود ، والبذخ ، وغير ذلك من الصفات التي تبعد الانسان عن ربه ، طالبا منه تعالى أن تحل مكانها الصفات الخيرة من الايمان والوفاء ، والرضا بقضاء الله ، والزهد في الدنيا ، وغير ذلك من الصفات التي ترفع مستوى الانسان.</w:t>
      </w:r>
    </w:p>
    <w:p w:rsidR="00A60096" w:rsidRPr="00F3259D" w:rsidRDefault="00A60096" w:rsidP="00A60096">
      <w:pPr>
        <w:pStyle w:val="Heading2"/>
        <w:rPr>
          <w:rtl/>
        </w:rPr>
      </w:pPr>
      <w:bookmarkStart w:id="51" w:name="_Toc405289433"/>
      <w:r w:rsidRPr="00F3259D">
        <w:rPr>
          <w:rtl/>
        </w:rPr>
        <w:t>3 ـ دعاء آخر في الليلة الاولى</w:t>
      </w:r>
      <w:bookmarkEnd w:id="51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الادعية الجليلة ، التي كان يدعو بها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أول ليلة من شهر رمضان المبارك ، هذا الدعاء العظيم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رَبَّ شَهْرِ رَمَضَانَ مُنَزِّلَ القُرْآنِ .. هَذَا شَهْرُ رَمَضَانَ الذي أَنْزَلْتَ فِيهِ القُرْآنَ ، وَجَعَلْتَ فِيهِ بَيِِّنَاتٍ مِنَ الهُدَى وَالفُرْقَانِ ، اللّهُمَّ ، ارْزُقْنَا صِيَامَهَ ، وَأَعِنَّا على قِيَامِهِ ، اللّهُمَّ سَلَّمْهُ لَنَا ، وَسَلِّمْنَا فِيهِ وَتَسَّلمْهُ مِنَّا في يُسْرٍ مِنْكَ وَعَافِيَةٍ ، وَّاجْعَلْ فِيمَا تَقْضِي ، وَتُقَدِّرُ مِنَ الَأمْرِ الحَكِيمِ ، في لَيْلَةِ القَدْرِ مِنَ القَضَاءِ المُبْرَمِ ، الذي لا يُرَدُّ ، وَلَا يُبَدَّلُ ، أَنْ تَكْتُبَني مِنْ حُجَّاجِ بَيْتِكَ الحَرَامِ ، والمَبْرُورِ حَجُهُمْ ، المَشْكُورِ سَعْيُهُمْ ، المَغْفُورَةِ ذُنُوبُهُمْ ، المُكَفَّرِ عَنْهُمْ سَيِّئَاتُهُمْ ، وَاجْعَلْ فِيمَا تَقضِي ، وَتُقَّدِّرُ أَنْ تُطِيلَ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عُمْرِي ، وَتُوَسِّعَ عَلَيَّ مِنَ الرِّزْقِ الحَلَالِ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طلب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من الله تعالى أن يعينه في هذا الشهر المبارك ، على ما يقربه إليه زلفى ، من التمكن من صيامه ، والقدرة على القيام بطاعته ، وأن يكتبه من حجاج بيته الحرام ، المبرور حجهم ، المشكور سعيهم ، المغفورة ذنوبهم ، وهذه الامور من أهم متطلبات العارفين والمتقين.</w:t>
      </w:r>
    </w:p>
    <w:p w:rsidR="00A60096" w:rsidRPr="00F3259D" w:rsidRDefault="00A60096" w:rsidP="00A60096">
      <w:pPr>
        <w:pStyle w:val="Heading2"/>
        <w:rPr>
          <w:rtl/>
        </w:rPr>
      </w:pPr>
      <w:bookmarkStart w:id="52" w:name="_Toc405289434"/>
      <w:r w:rsidRPr="00F3259D">
        <w:rPr>
          <w:rtl/>
        </w:rPr>
        <w:t>4 ـ دعاؤه عند الإفطار</w:t>
      </w:r>
      <w:bookmarkEnd w:id="52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الله تعالى عند إفطاره ، بهذا الدعاء وقد علمه إلى تلميذه الفقيه العالم أبي بصير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الحَمْدُ لله الذي أَعَانَنَا فَصُمْنَا ، وَزَرَقَنَا فَأَفْطَرْنَا ، اللّهُمَّ تَقَبَّلْهُ منا ، وَأَعِنَّا عَلَيْهِ ، وَسَلِّمْنَا فِيهِ ، وَتَسَلَّمْهُ مِنَّا في يُسْرٍ مِنْكَ وَعَافِيَةٍ ، الحَمْدُ للهِ الذي قَضَى عَنِّي يَوْماً مِنْ شَهْرِ رَمَضَانَ .. » </w:t>
      </w:r>
      <w:r w:rsidRPr="00A60096">
        <w:rPr>
          <w:rStyle w:val="libFootnotenumChar"/>
          <w:rtl/>
        </w:rPr>
        <w:t>(2)</w:t>
      </w:r>
      <w:r>
        <w:rPr>
          <w:rtl/>
        </w:rPr>
        <w:t>.</w:t>
      </w:r>
    </w:p>
    <w:p w:rsidR="00A60096" w:rsidRPr="00F3259D" w:rsidRDefault="00A60096" w:rsidP="00A60096">
      <w:pPr>
        <w:pStyle w:val="Heading2"/>
        <w:rPr>
          <w:rtl/>
        </w:rPr>
      </w:pPr>
      <w:bookmarkStart w:id="53" w:name="_Toc405289435"/>
      <w:r w:rsidRPr="00F3259D">
        <w:rPr>
          <w:rtl/>
        </w:rPr>
        <w:t>5 ـ دعاؤه عند حضور رمضان</w:t>
      </w:r>
      <w:bookmarkEnd w:id="53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في أوائل رمضان ، بهذا الدعاء الجليل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هَذَا شَهْرُ رَمَضَانَ المُبَارَكَ ، الذي أَنْزَلْتَ فِيهِ القُرْآنَ ، وَجَعَلْتَهُ هُدىً لِلنَّاسِ ، وَبَيِّنَاتٍ مِنَ الهُدَى وَالفُرْقَانِ ، قَدْ حَضَرَ فَسَلِّمْنَا فِيهِ ، وَسَلِّمْهُ لَنَا ، وَتَسَلَّمْهُ مِنَّا في يُسْرٍ مِنْكَ وَعَافِيَةٍ ، وَأَسْأَلُكَ اللّهُمَّ أَنْ تَغْفِرَ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62 ).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الاقبال ( ص 116 ).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لي في شَهْرِي هَذَا ، وَتَرْحَمَنِي فِيهِ ، وَتَعْتِقَ رَقَبَتِي مِنَ النَّارِ ، وَتُعْطِيَني فِيهِ خَيْرَ ما أَعْطَيْتَ أَحَداً منْ خَلْقِكَ ، وَخَيْرَ ما أَنْتَ مُعْطِيهِ ، وَلا تَجَعَلْهُ آَخِرَ شَهْرِ رَمَضَانَ صُمْتُهُ لَكَ ، مُنْذُ أَنْ أَسْكَنْتَني أَرْضَكَ إلى يَوْمِي هَذَا ، وَاجْعَلْهُ عَلَى أتِمِّهِ نِعْمَةً ، وَأََمِّهِ عَافِيَةً ، وَأَوْسَعِهِ رِزْقَاً وَأَجَزَلَهُ وَأَهْنَأَهُ.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أَعُوذُ بِكَ ، وَبِوَجْهِكَ الكَرِيمِ ، وَمُلْكِكَ العَظِيمِ ، أَنْ تَغرْبُ َالشَّمْسُ مِنْ يَوْمي هَذَا ، أَوْ يَنْقَضِي بَقِيَّةً هَذَا اليَوْمِ ، أَوْ يَطْلَعَ الفَجْرُ مِنَ لَيْلَتي هذِهِ ، أوَ ْيخَرْجُ َهذَاَ الشَّهْرُ وَلَكَ قِبَلِيْ مَعَهُ تَبِعَةُ ، أَوْ ذَنْبٌ ، أَوْ خَطِيئَةٌ ، تُرِيدُ أَنْ تُقَابِلَني بِهَا ، أَوْ تُؤَاخِذَني ، أَوْ تُوقِفَني مَوْقِفَ خِزْيٍ ، في الدُّنْيَا وَالآخِرَةِ ، أَوْ تُعَذِّبَني بِهَا يَوْمَ القَاكَ يا أَرْحَمَ الرَّاحِمِينَ.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فَكَمَا كَاَنَ مِنْ شَأْنِكَ ، ما أَرَدْتَني بِهِ مِنْ مَسْأَلَتِكَ ، وَرَحِمْتَني بِهِ مِنْ ذِكْرِكَ ، فَلْيَكُنْ مِنْ شَأْنِكَ سَيدِي الإِجَابَةُ فِيمَا دَعَوْتُكَ ، وَالنَّجَاةُ فِيمَا قَدْ فَزَعْتَ إلَيْكَ مِنْهُ ، اللّهُمَّ صَلِّ على مُحَمِّدٍ وَآلِ مُحَمَّدٍ ، وَافْتَحْ لي مِنْ خَزَائِن رَحْمَتِكَ ، رَحْمَةً لا تُعَذِّبُني بَعْدَهَا أَبَداً ، في الدُّنْيَا وَالآخِرَةِ ، وَارْزُقْنِي مِنْ فَضْلِكَ الوَاسِعِ ، رِزْقَاً حَلَالاً طَيِّباً ، لا تُفْقِرُني بَعْدَهُُ إلى أَحَدٍ سِوَاكَ أَبَداً ، تَزِيدُني بِذلِكَ لََك شُكْراً ، وَإلَيْكَ فَاقَةً وَبِكَ عَمَّنْ سِوَاكَ غِنَيً ، وَتَعَفُّفاً.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أَعُوُذُ بِكَ أَنْ يَكُوْنَ جَزَاءَ إحْسَانِكَ ، اَلإِسَاءَةُ مِنِّي ، اللّهُمَّ ، إني أَعُوُذُ بِكَ أَنْ أُصْلِحَ عَمَلِي فِيمَا بَيْني وَبَيْنَ النَّاسِ ، وَأُفْسِدَهُ فِيمَا بيْنِي وَبَيْنَكَ ، اللّهُمَّ ، إني أَعُوُذُ بِكَ أَنْ تَحُوْلَ سَرِيرَتي بَيْنِي وَبَينَكَ أَوْ تَكُونَ مُخَالِفَةً لَِطَاعَتِكَ.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أَعُوُذُ بِكَ أَنْ تَكُوَنَ شَيْءٌ مِنَ الَأشْيَاءِ ، آثَرَ َعنْدِي مِنْ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طَاعَتِكَ ، اللّهُمَّ ، إني أَعُوُذُ بِكَ أَنْ أَعْمَلَ عَمَلاً مِنْ طَاعَتِكَ قَلِيلاً أَوْ كَثِيراً أُرِيدُ بِهِ أَحَداً غَيْرَكَ ، أَوْ أَعْمَلَ عَمَلاً يُخَالِطُهُ رِيَاءٌ ، اللّهُمَّ ، إني أَعُوْذُ بِكَ مِنْ هَوىً يُرْدِي مَنْ رَكِبَهُ ، اللّهُمَّ ، أني أَعُوْذُ بِكَ أَنْ أَجَعَلَ شَيْئاً مِنْ شُكْرِي فِي مَا أَنْعَمْتَ بِهِ عَلَيَّ لِغَيْرِكَ ، أَطْلُبُ بِهِ رِضَا خَلْقِكَ ، اللّهُمَّ ، إني أَعُوْذُ بِكَ أَنْ أَتَعَدَّى حَدّاً مِنْ حُدُودِكَ ، أَتَزَيَّنُ بِذلِكَ لِلنَّاسِ وَأَرْكُنُ بِهِ لِلدُّنْيَا.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أَعُوْذُ بعَفْوِكَ ، وَأَعُوْذُ بِرِضَاكَ مِنْ سُخْطِكَ ، وَأَعُوذُ بِطَاعَتِكَ مِنْ مَعْصِيَتِكَ وَأَعُوذُ بِكَ مِنْكَ جَلَّ ثَنَاؤكَ وَوَجْهُكَ ، لا أُحْصِي الثَّنَاءَ عَلَيْكَ وَلَوْ حَرِصْتُ ، وَأَنْتَ كَمَا أَثْنَيْتَ على نَفْسِكَ سُبْحَانَكَ وَبِحَمْدِكَ.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أَسْتَغْفِرُكَ ، وَأَتُوبُ إلَيْكَ ، مِنْ مَظَالِمَ كَثِيرَةِ لِعِبَادِكَ عِنْدِي ، فَأيُّ عَبْدٍ مِنْ عِبَادِكَ ، أَوْ أَمَةٍ مِنْ إمَائِكَ ، كَانَتْ لَهُ قِبَلي مَظْلُمَةً ظَلَمْتُهُ إيَّاهَا في مَالِه ، أَوْ بَدَنِهِ ، أَوْ عِرْضِهِ ، لا أَسْتَطِيُع أَدَاءَ ذَلِكَ إلَيْهِ ، وَلا أَتَحَلَّلُهَا مِنْهُ ، فَصَلِّ على مُحَمَّدٍ وَآلِ مُحَمَّدٍ ، وَأَرْضِهِ أنتَ عَنِّي بِمَا شِئْتَ ، وَكَيْفَ شِئْتَ ، وَهَبْهَا لي ، وَمَا تَصْنَعُ يا سَيِّدِي بِعَذَابِي ، وَقَدْ وَسِعَتْ رَحْمَتُكَ كُلِّ شَيْءٍ ، وَمَا عَلَيْكَ يَا رَبُّ أَنْ تُكَرِمَني بِرَحْمَتِكَ ، وَلا تُهِينَنِي بِعَذَابِكَ ، وَلا يَنْقُصُكَ يَا رَبُّ أَنْ تَفعَلَ بِي ما سَأَلْتُكَ ، وَأَنْتَ وَاجِدٌ لِكُلِّ شَيْءٍ.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إنِّي أَسْتَغْفِرُكَ ، وَأَتُوبُ إلَيْكَ مِنْ كُلِّ ذَنْبٍ تُبْتُ إلَيْكَ مِنْهُ ، ثُمَّ عُدْتُ فِيهِ ، وَمِمَّا ضَيَّعْتُ مِنْ فَرَائِضِكَ وَأَدَاءِ حَقِّكَ مِنَ الصَّلاةِ ، وَالزَكَاةِ ، وَالصِّيَامِ وَالجِهَادِ ، وَالحَجِّ وَالعمْرَةِ ، وَإسْبَاغِ الوُضُوءِ ، وَالغُسْلِ مِنَ الجَنَابَةِ ، وَقِيَامِ اللَّيْلِ ، وَكَثْرَةِ الذِّكْرِ ، وَكَفَّارَةِ اليَمِينِ ، وَالإسْتِرْجَاعِ في المَعْصِيَةِ ، وَالصُدُودِ ، وَمِنْ كُلِّ شَيْءٍ قَصَّرْتُ فِيهِ ، مِنْ فَرِيضَةٍ ، أَوْ سُنَّةٍ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فإنَّي أَسْتَغْفِرُكَ ، وَأَتُوبُ إلَيْكَ مِنْهُ ، وَمِمَّا رَكِبْتُ مِنَ الكَبَائِرِ ، وَأَتَيْتُ مِنَ المَعَاصِي ، وَعَمِلْتُ مِنَ الذُّنُوبِ ، وَاجْتَرَحْتُ مِنَ السَّيِئاتِ ، وَأَصَبْتُ مِنَ الشَّهَوَاتِ ، وَبَاشَرْتُ مِنَ الخَطَايَا مِمَّا عَمِلْتُهُ مِنْ ذَلِكَ عَمْداً أَوْ خَطَأً ، سِرَّاً أَوْ عَلَانِيَةً ، فَإنِّي أَتُوبُ إلَيْكَ مِنْهُ ، وَمِنْ سَفْكِ الدَّمِ ، وَعُقُوقِ الوَالِدَيْنِ وَقَطيعَةِ الرَّحِمِ ، وَالفَرَارِ مِنَ الزَّحْفِ ، وَقَذْفِ المُحْصَنَاتِ ، وَأَكْلِ أَمْوَالِ اليَتَامَى ظُلْماً ، وَشَهَادَةِ الزُّورِ ، وَكُتْماَنِ الشَّهَادَةِ ، وَأَنْ أَشْتَرِي بِعَهْدِكَ في نَفْسِي ثَمَناً قَلِيلاٍ ، وَأَكْلِ الرِّيَاءِ ، وَالغُلُولِ ، وَالسِحْتِ وَالسِحْرِ ، وَاَلإكْتِهَاِن ، وَالطَّيَرَةِ ، وَالشِّرْكِ ، وَالرِّيَاءِ ، وَالسَّرِقَةِ وَشُرْبِ الخَمْرِ ، وَنَقْصِ المِكْيَالِ ، وَبَخْسِ المِيَزانِ ، وَالشِّقَاقِ ، وَالنِفَاقِ ، وَنَقْضِ العَهْدِ ، وَالفِرْيَةِ وَالخِيَانَةِ ، وَالغَدْرِ ، وَإخْفَارِ الذّمَةِ ، وَالحَلْفِ ، وَالغَيْبَةِ وَالنَّمِيمَةِ ، وَالبُهْتَانِ ، وَالهَمْزِ وَاللَّمْزِ ، وَالتَنَابُزِ بِالَألْقَابِ ، وَأذَى الجَارِ ، وَدُخُولِ بَيْتٍ بِغَيْرِ إذْنٍ ، وَالفَخْرِ ، وَالكِبَرِ ، وَالإِشْرَاكِ ، وَالإِصْرَارِ ، وَالإِسْتِكْبَارِ ، وَالمَشْيِ في الَأرْضِ مَرَحاً ، وَالجَوْرِ في الحُكْمِ ، وَالإِعْتِدَاءِ في الغَضَبِ ، وَرُكُوبِ الحَمِيَّةِ ، وَعَضْدِ الظَّالِمِ ، وَالعَوْدِ على الإِثْمِ وَالعُدْوَانِ ، وَقِلَّةِ العَدَدِ في الَأهْلِ وَالوَلَدِ ، وَرُكُوبِ الظَّنِ ، وَاتِّبَاعِ الهَوَى ، وَالعَمَلِ بِالشَّهْوَةِ ، وَعَدَمِ الَأمْرِ بِالمْعرُوفِ ، وَالنَّهْيِ عَنِ المُنْكَر ، وَالفَسَادِ في الَأرْضِ ، وَجُحُودِ الحَقِّ ، وَالإدْلاءِ إلى الحُكَّامِ بِغَيْرِ حَقِّ ، وَالمكْرِ وَالخَدِيعَةِ ، وَالقَوْلِ فِيمَا لا أْعَلُم ، وَأَكْلِ المَيْتَةِ وَالدَّمِ ، وَلَحْمِ الخِنْزِيرِ ، وَمَا أُهِلَّ بِهِ لِغَيْرِ اللهِ ، وَالحَسَدَ ، وَالبَغْيِ وَالدُّعَاءِ إلى الفَاحِشَةِ ، وَالتَمَنِّي بِمَا فَضَّلَ اللهُ ، وَالإعْجَابِ بِالَنْفِس ، وَالمَنِّ بِالعَطِيَّةِ ، وَارْتِكَابِ الظُلْمِ ، وَجُحُودِ القُرْآنِ ، وَقَهْرِ اليَتْيم ، وَإنْتِهَارِ السَّائِلِ ، وَالحَنْثِ في والإِيمَانِ ، وَكُلِّ يَميِنٍ كَاذِبِةٍ فَاجِرَةٍ ، وَظُلْمِ أَحَدٍ مِنْ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خَلْقِكَ في أمْوَالِهِمْ ، وَأَشْعَارِهِمْ ، وَأَعْرَاضِهِمُ وَأَبْشَاِرِهِمْ ، وَمَا رَآهُ بَصَرِي ، وَسَمِعَهُ سَمْعِي ، وَنَطَقَ بِهِ لِسَانِي ، وَبَسَطْتُ إلَيْهِ يَدِي ، وَنَقَلْتُ إلِيْهِ قَدَمِي ، وَبِاشَرَهْ جِلْدِي وَحَدَّثْتُ بِهِ نَفْسِي ، مِمَّا هُوَ لَكَ مَعْصِيَةً ، وَكُلِّ يَمِينٍ زُورٍ ، وَمِنْ كُلِّ فَاحِشَةٍ وَذَنْبٍ وَخَطِيئَةٍ ، عَمِلْتُهَا في سَوَادِ اللَّيْلِ وَبَيَاضِ النَّهَارِ في مَلَاءٍ أَوْ خَلَاءٍ ، مِمَّا عَلِمْتَهُ أَوْ لَمْ أَعْلَمْهُ ، ذَكَرْتُهُ أَمْ لَمْ أَذْكُرْهُ ، سَمِعْتُهُ أَمْ لَمْ أَسْمَعْهُ ، عَصَيْتُكَ فِيهِ رَبِّي طَرْفَةَ عَينٍ ، وَمَا سِوَاهَا ، مِنْ حِلٍّ أَوْ حَرَامٍ ، تَعَدَّيْتُ فِيهِ أَوْ قَصَّرْتُ عَنْهُ ، مُنْذُ يَوْمِ خَلَقْتَنِي إلى أَنْ جَلَسْتُ مَجْلسِي هَذَا ، فَإنّي أَتُوبُ إلَيْكَ مِنْهُ ، وَأَنْتَ يا كَرِيمُ تَوَّابٌ رَحِيمٌ.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يا ذَا المَنِّ وَالفَضْلِ ، وَالمَحَامِدِ التي لا تُحْصَى ، صَلِّ على مُحَمَّدٍ وَآلِ مُحَمَّدٍ ، وَاقْبَلْ تَوْبَتِي ، وَلا تَرُدَّهَا لِكَثْرَةِ ذُنُوبِي ، وَمَا أَسْرَفْتُ على نَفْسِي حَتَّى لا أَرْجَعَ في ذَنْبٍ تُبْتُ إلَيْكَ مِنْهُ ، فَاجْعَلْهَا يا عَزِيزُ تَوْبَةً نَصُوحاً صَادِقَةً مَبْرورَةً لَدَيْكَ مَقْبُوَلًة ، مَرْفُوعَةً عِنْدَكَ ، في خَزَائِنِكَ التي ذَخَرْتَهَا لَأولِيَائِكَ حِينَ قَبِلْتَهَا مِنْهُمْ ، وَرَضِيتَ بِهَا عَنْهُمْ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 هذِهِ النَّفْسَ نَفْسُ عَبْدِكَ ، وَأَسْأَلُكَ أَنْ ْتُصَلِّي على مُحَمَّدٍ وَآلِ مُحَمَّدٍ ، وَأَنْ تَجْعَلَهَا في حِصْنٍ حَصِينٍ مَنِيعٍ لا يَصِلُ إليْهَا ذَنْبٌ ، وَلا خَطِيئَةٌ ، وَلا يُفْسِدُهَا عَيْبٌ وَلا مَعْصِيَةً حَتَّى أَلْقَاكَ يَوْمَ القِيَامَةِ ، وَأَنْتَ عَنِّي رَاضٍ ، وَأَنَا مَسْروُرٌ تَغْبِطُني مَلائِكَتُكَ ، وَأَنْبِيَاؤُكَ وَجَميعُ خَلْقِكَ ، وَقَد قَبِلْتَنِي وَجَعَلْتَني تَائِباً طَاهِراً زَاكِياً عِنْدَكَ مِنَ الصَّادِقِينَ.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إنَّي أَعْتَرِفُ لَكَ بِذُنُوبِي ، فَصَلِّ على مُحَمَّدٍ وَآلِ مُحَمَّدٍ ، وَاجْعَلْهَا ذُنُوباً لا تُظْهِرهَا لَأحَدٍ مِنْ خَلْقِكَ ، يا غَفَّارَ الذُنُوبِ ، يا أَرْحَمَ الرَّاِحمِيَن ، سُبْحَانَكَ اللّهُمَّ وَبِحَمْدِكَ ، عَمِلْتُ سُوءاً وَظَلَمْتُ نَفْسِي ، فَصَلِّ على مُحَمَّدٍ وَآلِ مُحَمَّدٍ ، وَاغْفِرْ لي إنَّكَ أَنْتَ الغَفُورُ الرَّحِيمُ.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إنْ كَانَ مِنْ عَطَائِكَ ، وَفَضْلِكَ ، وَفي عِلْمِكَ وَقَضَائِكَ ، أَنْ تَرْزُقَني التَّوْبَةَ ، فَصَلِّ على مُحَمَّدٍ وَآلِهِ ، وَاعْصِمْني بَقِيَّة عُمْرِي ، وَأَحْسِنْ مَعْونَتي في الجِدِّ ، وَالإِجْتِهَادِ ، وَالمُسَارَعَةِ إلى مَا تُحِبُّ وَتَرْضَىَ ، وَالنَّشَاطِ وَالفَرَحِ وَالصْحَّةِ حَتَّى أبْلُغَ في عِبَادَتِكَ ، وَطَاعَتِكَ التي يَحِقُّ لَكَ عَلَيَّ رِضَاكَ ، وَأَنْ تَرْزُقَني بِرَحْمَتِكَ ، ما أُقِيمُ بِهِ حُدُودَ دِينِكَ ، وَحَتَّى أَعْمَلَ في ذَلِكَ بِسُنَنِ نَبِيِّكَ ، صَلَوَاتُكَ عَلَيْهِ وَآلِهِ ، وَافْعَلْ ذلِكَ بِجَميعِ المُؤْمِنِينَ وَالمُؤْمِنَاتِ في مَشَارِقِ الأرْضِ وَمَغَارِبِهَا .. اللّهُمَّ إنَّكَ تَشْكُرُ اليَسِيرَ ، وَتَغْفِرُ الكَثِيرَ وَأَنْتَ الغَفُورُ الرَّحِيمُ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يكرر ذلك ثلاث مرات.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إقْسِمْ لي كُلِّ مَا تُطْفِىءُ بِهِ عَنِّي ، نَائِرَةَ كُلِّ جَاهِلٍ ، وَتُخْمِدُ عَنِّي شُعْلَةَ كُلِّ قَائِلٍ ، وَأعْطِنِي هُدًى عَنْ كُلِّ ضَلَالَةٍ ، وَغِنىً مِنْ كُلِّ فَقْرٍ ، وَقُوَّةً مِنْ كُلِّ ضَعْفٍ ، وَعِزاً مِنْ كُلِّ ذُلٍ ، وَرِفْعَةً مِنْ كُلِّ ضِعَةٍ ، وَأَمْناً مِنْ كُلِّ خَوْفِ ، وَعَافِيَةً مِنْ كُلِّ بَلَاءٍ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ارْزُقْني عَمَلاً يَفْتَحُ لي بَابَ كُلِّ يَقِين ، وَيَقِيناً يَسُدُّ عَنِّي بَابَ كُلِّ شُبْهَةٍ ، وَدُعاءً تَبْسُطُ لي فِيهِ الإِجَابَةَ ، وَخَوْفاً يَتَيَسَّرُ لي بِهِ كُلُّ رَحْمَةٍ ، وَعِصْمَةً تَحوُلُ بَيْنِي وَبَيْنَ الذُنُوبِ ، بِرَحْمَتِكَ يا أَرْحَمَ الرَّاِحِمينَ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ويعتبر هذا الدعاء من أمهات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وذلك لما حواه من المضامين العظيمة ، والمطالب الجليلة ، التي كان منها عظيم إخلاصه في طاعة الله تعالى ، إخلاصا لا حدود له ، كما حفل هذا الدعاء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47 ـ 50 ) وهناك بقية لهذا الدعاء آثرنا عدم ذكرها لعدم علمنا بأنها من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بالتحذير من اقتراف الجرائم والذنوب ، التي تمسخ الانسان ، وتهبط به إلى مستوى سحيق ما له من قرار ، وقد ذكر سجلا منها ، وحذر كأشد ما يكون التحذير منها ، وبذلك فقد اعطى منهجا متكاملا للحياة الاسلامية المتطورة ، التي تسود بمناهجها الرائعة ، جميع مجتمعات العالم ، حقا لقد كان هذا الدعاء من ذخائر أدعية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ومن مناجم ثرواتهم الفكرية.</w:t>
      </w:r>
    </w:p>
    <w:p w:rsidR="00A60096" w:rsidRPr="00F3259D" w:rsidRDefault="00A60096" w:rsidP="00A60096">
      <w:pPr>
        <w:pStyle w:val="Heading2"/>
        <w:rPr>
          <w:rtl/>
        </w:rPr>
      </w:pPr>
      <w:bookmarkStart w:id="54" w:name="_Toc405289436"/>
      <w:r w:rsidRPr="00F3259D">
        <w:rPr>
          <w:rtl/>
        </w:rPr>
        <w:t>6 ـ دعاؤه في ليالي رمضان</w:t>
      </w:r>
      <w:bookmarkEnd w:id="54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في ليالي رمضان بعد صلاة المغرب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مَنْ طَلَبَ حَاجَتَهُ إلى أَحَدٍ مِنَ المَخْلُوقِينَ ، فَإني لا أطْلُبُ حَاجَتِي إلاَّ مِنْكَ ، أَسْأَلُكَ بِفَضْلِكَ ، وَرِضْوَانِكَ ، أَنْ تُصَلّي على مُحَمَّدٍ وُّآلِ مُحَمَّدٍ ، وَأَنْ تَجَعَلَ لي مِنْ عَامِي هَذَا ، إلى بَيْتِكَ الحَرَامِ سَبِيلاً ، حِجَّةً مًبْرُورَةً ، مَقْبُولَةً زَاكِيَةً ، خَالِصَةً لَكَ تُقِرُّ بِهَا عَيْنِي ، وَتَرْفَعُ بِهَا دَرَجْتي ، وَتَرْزُقَني أَنْ أَغُضَ بَصَرِي ، وَأَنْ أَحْفَظَ فَرْجِي ، وَأَنْ أكُفَّ عَنْ جَمِيعِ مَحَارِمِكَ ، حَتَّى لا يَكُونَ شَيْءٍ آثَرَ عِنْدِي مِنْ طَاعَتِكَ وَخَشْيَتِكَ ، وَالعَمَلَ بِمَا أَحْبَبْتَ ، وَالتَّرْكَ لِمَا كَرِهْتَ ، وَنَهَيْتَ عَنْهُ وَاجْعَلْ ذَلِكَ في يُسْرٍ وَيَسَارٍ مِنْكَ ، وَعَافِيَة ، وَأَوْزِعْني شُكْرَ ما أَنْعَمْتَ بِهِ عَلَيَّ .. اللّهُمَّ اجْعَلْ لي مَعَ الرَّسُولِ سَبِيلاً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حقا هذا هو التبتل والاعتصام بالله ، فهو لا يرجو قضاء أي حاجة من حوائجه إلا من الله ، ولا يرجو أي أحد من المخلوقين الذين هم فقراء إلى الله ، وقد كان أعز طلباته منه تعالى هو أن يرزقه حج بيته الحرام ، فإنه من أغلى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24 ).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أمانيه ، كما سأل منه تعالى الكف عن جميع ما لا يرضيه والتوفيق لطاعته وعبادته.</w:t>
      </w:r>
    </w:p>
    <w:p w:rsidR="00A60096" w:rsidRPr="00F3259D" w:rsidRDefault="00A60096" w:rsidP="00A60096">
      <w:pPr>
        <w:pStyle w:val="Heading2"/>
        <w:rPr>
          <w:rtl/>
        </w:rPr>
      </w:pPr>
      <w:bookmarkStart w:id="55" w:name="_Toc405289437"/>
      <w:r w:rsidRPr="00F3259D">
        <w:rPr>
          <w:rtl/>
        </w:rPr>
        <w:t>7 ـ دعاؤه في أيام رمضان</w:t>
      </w:r>
      <w:bookmarkEnd w:id="55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الجليل ، في أيام شهر رمضان المبارك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إني أَسْأَلُكَ بِبَهَائِكَ ، وَجَلالِكَ ، وَجَمَالِكَ ، وَعَظَمَتِكَ وَنُورِكَ ، وَسَعَةِ رَحْمَتِكَ ، وَبِأَسْمَائِكَ ، وَعِزَّتِكَ ، وَقُدْرَتِكَ ، وَمَشِيئَتِكَ ، وَنَفَاذِ أَمْرِكَ ، وَمُنْتَهَى رِضَاكَ ، وَشَرَفِكَ ، وَدَوَامِ عِزِّكَ ، وَسُلْطَانِكَ وَفَخْرِكَ ، وَعُلُوِّ شَأْنِكَ ، وَقَدِيمِ مَنِّكَ ، وَعَجِيبِ آيَاتِكَ ، وَفَضْلِكَ وَجُودِكَ ، وَعُمُومِ رِزْقِكَ ، وَعَطَائِكَ وَخَيْرِكَ وَإحْسَانِكَ ، وَتَفَضُلِكَ وَامْتِنَانِكَ ، وَشَأْنِكَ ، وَجَبَرُوتِكَ ، وَأَسْأَلُكَ بِجَمِيعِ مَسَائِلِكَ أَنْ تُصَلِّي عَلى مُحَمَّدٍ وَآلِ مُحَمَّدٍ ، وَتُنَجِّيَني مِنَ النَّارِ ، وَتَمُنَّ عَلَيَّ بِالجَنَّةِ ، وَتُوَسِّعُ عَلّيَّ مِنَ الرِّزْقِ الحَلَالِ الطَيِّبِ ، وَتَدْرَأَ عَنِّي شَرَّ فَسَقَةِ العَرَبِ وَالعَجَمِ ، وَتَمْنَعَ لِسَانِي مِنَ الكَذِبِ ، وَقَلْبِي مِنَ الحَسَدِ ، وَعَيْنِي مِنَ الخِيَانَةِ ، فَّأِنَّكَ تَعْلَمُ خَائِنَةَ الَأعْيُنِ ، وَمَا تُخْفي الصُّدُورُ ، وَتَرْزُقَني في عَامِي هَذَا ، وَفي كُلِّ عَامٍ ، الحَجَّ وَالعُمْرَةَ ، وَتَغُضَّ بَصَرِي وَتُحْصِنَ فَرْجي ، وَتُوَسِّعَ رِزْقِي ، وَتَْصِمَني مِنْ كُلِّ سوءٍ يا أَرْحَمَ الرَّاحِمِينَ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سأل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هذا الدعاء الليل جميع ألوان الخير ، وجميع ما يقربه إلى الله تعالى زلفى.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33 ). </w:t>
      </w:r>
    </w:p>
    <w:p w:rsidR="00A60096" w:rsidRPr="00F3259D" w:rsidRDefault="00A60096" w:rsidP="00A60096">
      <w:pPr>
        <w:pStyle w:val="Heading2"/>
        <w:rPr>
          <w:rtl/>
        </w:rPr>
      </w:pPr>
      <w:r>
        <w:rPr>
          <w:rtl/>
        </w:rPr>
        <w:br w:type="page"/>
      </w:r>
      <w:bookmarkStart w:id="56" w:name="_Toc405289438"/>
      <w:r w:rsidRPr="00F3259D">
        <w:rPr>
          <w:rtl/>
        </w:rPr>
        <w:lastRenderedPageBreak/>
        <w:t>8 ـ دعاؤه في رمضان</w:t>
      </w:r>
      <w:bookmarkEnd w:id="56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شهر رمضان هذا الدعاء ، وكان يدعو به ، بعد أن يصلي ركعتين نافلة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الحَمْدُ لله الذي عَلَا فَقَهَرَ ، والحَمْدُ لله الذي مَلَكَ فَقَدَرَ ، والحَمْدُ لله الذي بَطَنَ فَخَبَرَ ، والحَمْدُ لله الذي يُحْيي المَوْتَى ، وَيُمِيتُ الَأحّيَاءَ وَهُوَ على كُلِّ شَيْءٍ قَدِيرٌ ، والحَمْدُ لله الذي تَوَاضَعَ كُلُّ شَيْءٍ لِعظَمَتَهِ ِ، وَالحَمْدُ لله الذي ذَلَّ كُلُّ شَيْءٍ لِعِزَّتِهِ ، وَالحَمْدُ لله الذي اسْتَسْلَمَ كُلُّ شَيْءٍ لِقُدْرَتِهِ ، وَالحَمْدُ لله الذي خَضَعَ كُلُّ شَيْءٍ لِمَمْلَكَتِهِ ، وَالحَمْدُ لله الذي يَفْعَلُ ما يَشَاءُ ، وَلا يَفْعَلُ ما يشَاءُ غَيْرُهُ ، اللّهُمَّ ، صَلِّ على مُحَمَّدٍ وَآلِ مُحَمَّدٍ وَأَدْخِلْني في كُلِّ خَيْرٍ ، أَدْخَلْتَ فِيهِ مُحَمَّداً وَآلَ مُحَمَّدٍ وَأَخْرِجْني مِنْ كُلِّ سُوءٍ ، أَخْرَجْتَ مِنْهُ مُحَمَّداً وَآلِ مُحَمَّدٍ صَلَّى الله عَلَيْهِ وَعَلَيْهِِمْ ، وَالسَّلَامُ عَلَيْهِ وَعَلَيْهِمْ ، وَرَحَمْةُ اللهِ وَبَرَكَاتُهُ ، وَسَلمْ تَسْليمَاً كَثِيراً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وأنت ترى في هذا الدعاء مدى تذلل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للخالق العظيم ، وتضرعه إليه وخشيته منه ورجائه له.</w:t>
      </w:r>
    </w:p>
    <w:p w:rsidR="00A60096" w:rsidRPr="00F3259D" w:rsidRDefault="00A60096" w:rsidP="00A60096">
      <w:pPr>
        <w:pStyle w:val="Heading2"/>
        <w:rPr>
          <w:rtl/>
        </w:rPr>
      </w:pPr>
      <w:bookmarkStart w:id="57" w:name="_Toc405289439"/>
      <w:r w:rsidRPr="00F3259D">
        <w:rPr>
          <w:rtl/>
        </w:rPr>
        <w:t>9 ـ من ادعيته في رمضان</w:t>
      </w:r>
      <w:bookmarkEnd w:id="57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شهر رمضان المعظم ، هذا الدعاء وكان يدعو به ، عقب ركعتين من الصلاة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إنِّي أَسْأَلُكَ بِمَعَانِي جَميعِ ما دَعَاكَ بِهِ عِبَادُكَ الذين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28 ).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اصْطَفَيْتَهُمْ لِنَفْسِكَ ، المَأْمُونُونَ على سِرِّكَ ، المُحْتَجِبُونَ بِغَيبِكَ ، المُسْتَتِرُونَ بِدِينِكَ المُعْلَنونَ بِهِ ، الوَاصِفُوُنَ لِعَظَمَتِكَ ، المُنَزِّهُونَ عَنْ مَعَاصِيكَ ، الدَّاعُونَ إلى سَبِيلِكَ ، السَّابِقُونَ في عِلْمِكَ ، الفَائِزُوُنَ بِكَرَاَمَتِكَ ، أَدْعُوكَ على مَوَاضِعِ حْدُودِكَ ، وَكَمَالِ طَاعَتِكَ ، وَمَا يَدْعُوكَ بِهِ وُلاَةُ أَمْرِكَ ، أَنْ تُصَلِّيَ على مُحَمَّدٍ وَآلِ مُحَمَّدٍ وَأَنْ تَفْعَلَ بي ما أَنْتَ أَهْلُهُ ، وَلَا تَفْعَلَ بي ما أنَتْ َأَهْلُهُ ، وَلَا تَفْعَلَ بي مَا أَنَا أَهْلُهُ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وتوسل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إلى الله تعالى بعباده الصالحين المتحرجين في دينهم أن يقضي مهامه وحوائجه.</w:t>
      </w:r>
    </w:p>
    <w:p w:rsidR="00A60096" w:rsidRPr="00F3259D" w:rsidRDefault="00A60096" w:rsidP="00A60096">
      <w:pPr>
        <w:pStyle w:val="Heading2"/>
        <w:rPr>
          <w:rtl/>
        </w:rPr>
      </w:pPr>
      <w:bookmarkStart w:id="58" w:name="_Toc405289440"/>
      <w:r w:rsidRPr="00F3259D">
        <w:rPr>
          <w:rtl/>
        </w:rPr>
        <w:t>10 ـ من أدعيته في رمضان</w:t>
      </w:r>
      <w:bookmarkEnd w:id="58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شهر رمضان المبارك ، يدعو بهذا الدعاء بعد صلاة ركعتين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يَاذَا المَنَّ لا يُمَنُّ عَلَيْكَ ، يا ذَا الطًّولِ لا إلهَ إلاَّ أَنْتَ ، أَنْتَ ظَهْرُ اللَاجِئِينَ ، وَمَأَمَنُ الخَائِفِينَ ، وَجَارُ المُسْتَجيِريِنَ ، إنْ كَاَنَ عِنْدِكَ في أُمِّ الكِتَابِ ، أَنَّي شَقِيٌ أَوُ مَحْروُمٌ ، أَوْ مُقَتَّر عَلَيَّ رِزْقِي ، فَامْحُ مِنْ أُمِّ الكِتَابِ شَقَائِي وَحِرْمَانِي ، وَإقْتَاَر رِزْقِي ، وََاكْتُبْني عِنْدَكَ سَعِيداً مُوَفَّقاً لِلْخَيْرِ ، مُوسَعاً عَلَيَّ في رِزْقِكَ ، فَإنَّكَ قُلْتَ في كِتَابِكَ المُنْزَلِ ، على لِسَانِ نَبِيِّكَ المُرْسَلِ صَلَوَاتَكَ عَلَيْهِ : « يَمْحوُ الله ما يَشَاءُ وَيُثْبِتُ وَعِنْدَهُ أُمُّ الكِتَابِ » وَقُلْتَ : « رَحْمَتي وَسِعَتْ كُلَّ شَيْءٍ » فَلْتَسعَنْي رَحْمَتُكَ يا أَرْحَمَ الرَّاحمين ، وَصَلِّ عَلى سَيِّدِنَا مُحَمَّدٍ وَآلِ مُحَمَّدٍ ... 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29 ).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يدعو بعد هذا الدعاء لنجاح ما أهمه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3259D" w:rsidRDefault="00A60096" w:rsidP="00A60096">
      <w:pPr>
        <w:pStyle w:val="Heading2"/>
        <w:rPr>
          <w:rtl/>
        </w:rPr>
      </w:pPr>
      <w:bookmarkStart w:id="59" w:name="_Toc405289441"/>
      <w:r w:rsidRPr="00F3259D">
        <w:rPr>
          <w:rtl/>
        </w:rPr>
        <w:t>11 ـ من أدعيته في رمضان من</w:t>
      </w:r>
      <w:bookmarkEnd w:id="59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الادعية الجليلة ، التي كان يدعو بها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شهر رمضان المبارك ، هذا الدعاء ، وكان يدعو به عقيب صلاة ركعتين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إنِّي أَسْأَلُكَ بِعَزَائِمِ مَغْفِرَتِكَ ، وَبِوَاجِبِ رَحمَتِكَ السَلَامَةَ مِنْ كُلِّ إثْمٍ ، وَالغَنِيمَةَ مِنْ كْلِّ بِرّ ، وَالفَوْزَ بِالجَنَّةِ ، وَالنَّجَاةَ مِنَ النَّارِ ، اللّهُمَّ دَعَاكَ الدَّاعُونَ وَدَعَوْتُكَ وَسَأَلَكَ السَّائِلوُنَ ، وَسَأَلْتُكَ ، وَطَلَبَكَ الطَّالِبُونَ ، وَطَلَبْتُكَ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،أَنْتَ الثِّقَةُ وَالرَّجَاءُ ، وَإلَيْكَ مُنْتَهَى الرًَّغَبَةِ وَالدُّعَاءِ ، في الشِدَّةِ وَالرَخَاء ، اللّهُمَّ فَصَلِّ على مُحَمَّدً وَآلِ مُحَمَّدٍ ، واجْعَلِ اليَقينَ في قَلْبِي ، وَالنَّورَ في بَصَرِي ، وَالنَصِيحَةَ في صَدْرِي ، وَذِكْرَكَ بِاللَّيل وَالنَّهَارِ عَلى لِسَانِي ، وَرِزْقاً وَاِسعاً غَيرَ مَمْنُوعٍ وَلَا مَمْنُونٍ ، وَلَا محْْظُورٍ ، فَارْزُقْني ، وَبَارِكْ لي فِي مَا رَزَقْتَني ، وَاجْعَلْ غِنَايَ في نَفْسِي ، وَرَغْبَتي في مَا عِنْدَكَ ، بِرَحْمَتِكَ يا أَرْحَمَ الرَّحِمِينَ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لقد علمنا سليل النبوة كيف نسأل الله تعالى نتضرع إليه في قضاءِ حوائجنا واعطانا بهذا الدعاء منهجاَ مشرقاً لذلك.</w:t>
      </w:r>
    </w:p>
    <w:p w:rsidR="00A60096" w:rsidRPr="00F3259D" w:rsidRDefault="00A60096" w:rsidP="00A60096">
      <w:pPr>
        <w:pStyle w:val="Heading2"/>
        <w:rPr>
          <w:rtl/>
        </w:rPr>
      </w:pPr>
      <w:bookmarkStart w:id="60" w:name="_Toc405289442"/>
      <w:r w:rsidRPr="00F3259D">
        <w:rPr>
          <w:rtl/>
        </w:rPr>
        <w:t>12 ـ من ادعيته في رمضان</w:t>
      </w:r>
      <w:bookmarkEnd w:id="60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وقد وجده العلامة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32 ).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الاقبال ( ص 37 ).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إبن طاووس ، بخط شيخ الطائفة ، وزعيمها العظيم الشيخ الطوسي </w:t>
      </w:r>
      <w:r w:rsidR="0077652A" w:rsidRPr="0077652A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صَلِّ على مُحَمَّدٍ وَآلِ مُحَمَّدٍ وَفَرِّغْني لِمَا خَلَقْتَني لَهُ ، وَلا تُشْغِلْني بِمَا قَدْ تَكَفَّلْتُ لي بِهِ ، اللّهُمَّ إنِّي أَسْأَلُكَ إيمَاناً لا يَرْتَدُّ ، وَنَعِيماً لا يَنْفَذُ ، وَمُرَافَقَةَ نَبِيِّكَ مُحَمَّدٍ صَلَوَاتُكَ عَلَيْهِ وِآلِهِ في أَعْلى جَنَّةٍ الخُلْدِ.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إنِّي أَسْأَلُكَ رِزْقَ يَوْمٍ بِيَوْمٍ ، لا قَلِيلاً فَأَشْقَى ، وَلا كَثِيراً فَأَطْغَى ، اللّهُمَّ ، صَلِّ على مُحَمَّدٍ وَآلِ مُحَمَّدٍ وَارْزُقْني مِنْ فَضلِكَ ، ما تَرْزُقُني بِهِ الحَجَّ وَالعُمْرَةَ في عَامِي هَذَا ، وَتُقَوِّيِني على الصَّوْمِ ، وَالصَّلاةِ ، فَأَْتَ رَبِّي وَرَجَائِي ، وَعِصْمَتي لَيْسَ لي مُعْتَصَمٌ إلاَّ أَنْتَ ، وَلا رَجَاءَ غَيْرُكَ ، ولا مَلْجَأَ لي ، وَلا مُنْجى مِنْكَ إلَا إلَيْكَ ، فَصَلِّ على مُحَمَّدٍ ، وَآلِ مُحَمَّدٍ وَآتِنِي في الدُّنْيَا حَسَنَةً ، وَفي الآخِرَةِ حَسَنَةً ، وَقِني عَذَابَ النَّارِ ...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3259D" w:rsidRDefault="00A60096" w:rsidP="00A60096">
      <w:pPr>
        <w:pStyle w:val="Heading2"/>
        <w:rPr>
          <w:rtl/>
        </w:rPr>
      </w:pPr>
      <w:bookmarkStart w:id="61" w:name="_Toc405289443"/>
      <w:r w:rsidRPr="00F3259D">
        <w:rPr>
          <w:rtl/>
        </w:rPr>
        <w:t>13 ـ من أدعيته في رمضان</w:t>
      </w:r>
      <w:bookmarkEnd w:id="61"/>
      <w:r w:rsidRPr="00F3259D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شهر رمضان المبارك ،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إنِّي أَسْأَلُكَ العَافِيَةَ مِنْ جُهْدِ البَلَاءِ ، وَشمَاتَةِ الَأعْدَاءِ ، وَسُوءِ القَضَاءِ ، وَدَرَكِ الشَّقَاءِ ، وَمِنَ الضَّرَرِ في المَعِيشَةِ ، وأن لا تَبْتَلِيَني بِمَا لا طَاقَةِ لي بِهِ ، أَوْ تُسَلطَ عَلَيَّ طَاغِياً ، أَوْ تَهْتِكَ لي سِتراً ، أَوْ تُبْدِيَ لي عَوْرَةً ، أَوْ تُحَاسِبَني يَوْمَ القِيَامَةِ مُنَاقِشاً ، أَحوَجَ ما أَكُونُ إلى عَفْوِكَ ، وَتَجَاوُزِكَ عَنِّي فيمَا سَلَفَ.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38 ).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إنِّي أَسْأَلُكَ بِاسْمِكَ الكَرِيمِ ، وَكَلِمَاتِكَ التَامَّةِ أَنْ تُصلَيِّ على مُحَمَّدٍ وَآلِ مُحَمَّدٍ ، وَأنْ تَجْعَلَني مِنْ عُتَقَائِكَ وَطُلَقَائِكَ مِنَ النَّارِ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طلب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من الله تعالى أمورا ، هي أسمى وأجل ما في هذه الحياة ، فقد طلب خير الدنيا وخير الآخرة ، وبذلك فقد علمنا كيف نسأل ونطلب من الخالق العظيم.</w:t>
      </w:r>
    </w:p>
    <w:p w:rsidR="00A60096" w:rsidRPr="00691ACB" w:rsidRDefault="00A60096" w:rsidP="00A60096">
      <w:pPr>
        <w:pStyle w:val="Heading2"/>
        <w:rPr>
          <w:rtl/>
        </w:rPr>
      </w:pPr>
      <w:bookmarkStart w:id="62" w:name="_Toc405289444"/>
      <w:r w:rsidRPr="00691ACB">
        <w:rPr>
          <w:rtl/>
        </w:rPr>
        <w:t>14 ـ من ادعيته في رمضان</w:t>
      </w:r>
      <w:bookmarkEnd w:id="62"/>
      <w:r w:rsidRPr="00691AC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، في أيام رمضان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أَجْوَدَ مَنْ أَعْطَى ، وَياخَيْرَ مَنْ سُئِلَ ، ويا أَرْحَمَ منَ ْاسْتُرْحِمَ ، يا وَاحِدُ يا أَحَدُ ، يا صَمَدُ ، يامَنْ لَمْ يِلدْ وَلَمْ يُولَدْ ، وَلَم يَكُنْ لَهُ كُفْواً أَحَدٌ ، يا مَنْ لَمْ يَتَّخِذْ صَاحِبَةً ، وَلا وَلَداً ، يا مَنْ يَفْعَلُ ما يَشاءُ ، وَيَحْكُمُ بِمَا يُرِيدُ ، وَيقْضِي بِمَا أَحَبَّ ، يا مَنْ يَحوُلُ بَيْنَ المَرْءِ وَقَلْبِهِ ، يا مَنْ هُوَ بِالمَنْظَرِ الَأعْلَى ، يا مَنْ لَيْسَ كَمِثْلِهِ شَيْءٍ ، يا حَكِيمُ ، يا سَمِيعُ ، يا بَصيِرُ ، صَلِّ على مُحَمَّدٍ وَآلِهِ ، وَأَوْسِعْ عَلَيَّ مِنْ رِزْقِكَ الحَلَالِ ، ما أكْفي بِهِ وَجْهِي ، وَأُؤَدِّي بِهِ عَني أَمَانَتِي ، وَأَصِلُ بِهِ رَحِمي ، وَيَكُونُ عَوْناً لي على الحَجِّ وَالعُمْرَةِ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سأل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الله تعالى في هذا الدعاء ، السعة في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174 ).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2 ـ الاقبال ( ص 173 ).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حياته الاقتصادية ، ليستعين بها على فعل الخير ، من صلة الرحم ، وحج بيت الله الحرام.</w:t>
      </w:r>
    </w:p>
    <w:p w:rsidR="00A60096" w:rsidRPr="00691ACB" w:rsidRDefault="00A60096" w:rsidP="00A60096">
      <w:pPr>
        <w:pStyle w:val="Heading2"/>
        <w:rPr>
          <w:rtl/>
        </w:rPr>
      </w:pPr>
      <w:bookmarkStart w:id="63" w:name="_Toc405289445"/>
      <w:r w:rsidRPr="00691ACB">
        <w:rPr>
          <w:rtl/>
        </w:rPr>
        <w:t>15 ـ من أدعيته في رمضان</w:t>
      </w:r>
      <w:bookmarkEnd w:id="63"/>
      <w:r w:rsidRPr="00691AC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الادعية الجليلة ، التي كان يدعو بها سليل النبوة ، ومعدن العلم والحكمة ، في أيام شهر رمضان المبارك ،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أَظْهَرَ الجَمِيلَ ، وَسَتَرَ القَبِيحَ ، يا مَنْ لَمْ يَهْتِكِ السِّترَ ، وَلَمْ يَأْخُذْ بِالجَرِيرَةِ ، يا عَظِيمَ العَفْوِ ، يا حَسَنَ التَجَاوُزِ ، يا وَاسِعَ المَغْفِرَةِ ، يا بَاسِطَ اليَدَيْنِ بِالرَّحْمَةِ ، يا صَاحِبِ كُلِّ نَجْوَى ، وَمُنْتَهَى كُلِّ شَكْوَى ، يا مُقِيلَ العَثَرَاتِ ، يا كَرِيمَ الصَّفحِ ، يا عَظِيمَ المَنِّ ، يا مُبْتَدِئاً بِالنِّعَمِ ، قَبْلَ اسْتِحقَاقِهَا ، يا رَبَّاهُ يا سَيِّدَاهُ ، يا أَمَلَاهُ ، يا غَايَةَ رَغْبَتَاهُ ، أَسْأَلُكَ بِكَ يا اللهُ ، لا تُشَوِّه خَلْقِي بِالنَّارِ ، وَأَنْ تَقْضِيَ حَوَائِجَ آخِرَتِي ، وَدُنْيَايَ ، صَلِّ على مُحَمَّدٍ وَآلِ مُحَمَّدٍ.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بعد هذا الدعاء ، يصلي ركعتين ، ثم يستمر في دعائه قائلا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خَلَقْتَني فَأَمَرْتَني ، وَنَهَيْتَني ، وَرَغَّبْتَني في ثَوَابِ ما بِهِ أَمَرْتَني ، وَرَهَّبْتَني عِقَابَ ما عَنْهُ نَهَيْتَني ، وَجَعَلْتَ لي عَدُواً يَكَيدُني ، وَسَلَّطْتَهُ عَلَيَّ ، على ما لَمْ تُسَلِّطْني عَلَيْهِ مِنْهُ ، فَأَسْكَنْتَهُ صَدْرِي ، وَأَجْرَيْتَهُ مَجْرَى الَّدمِ مِنِّي ، لا يَغْفَلُ إنْ غَفِلْتُ ، وَلا يَنْسَى إنْ نَسِيتُ ، يُؤْمِنُني عَذَابَكَ ، وَيُخَوِّفُني بِغَيْرِكَ ، إنْ هَمَمْتُ بِفَاحِشَةٍ شَجَّعَني ، وَإنْ هَمَمْتُ بِصَالِحِ ثَبَّطَني ، يَنْصُبُ لي بِالشَّهَوَاتِ ، وَيَعْرِضُ لي بِهَا ، أنْ وَعَدَني كَذَبَني ، وَإنْ مَنَّانِي أَقْنَطَني ، وَإنْ اتَّبَعْتُ هَوَاهُ أضَلَّني ، وَالاَّ تَصْرِفُ عَنيِّ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كَيْدَهُ يَسْتَزِلُّني ، وَإلاَّ تُفْلِتْني مِنْ حَبَائِلِهِ يَصُدُّني ، وَإلاُّ تَعْصِمْني مِنْهُ يَفْتِنِّي ، اللّهُمَّ ، فَصَلِّ على مُحَمَّدٍ وَآلِهِ ، وَاقْهَرْ سَلْطَانَهُ عَلَيَّ ، بِسُلْطَانِكَ عَلَيْهِ ، حَتَّى تَحْبِسَهُ عَنِّي بِكَثْرَةِ الدُّعَاءِ لَكَ مِنِّي ، فَأَفُوزَ في المَعْصُومِينَ مِنْهُ بِكَ ، وَلا حَوْلَ وَلا قُوَّةَ إلاَّ بِكَ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حكى المقطع الاول ، من هذا الدعاء ، الطاف الله التي لا تحصى على عباده ، والتي كان من إظهاره ، وإشاعته لجميل ما يصدر عنهم ، وستره لقبيح أعمالهم ، التي لو شاعت عنهم لسقطوا من أعين الناس ، إلى غير ذلك ، من فيوضاته تعالى عليهم .. وحكى المقطع الثاني ، من هذا الدعاء الالتجاء إلى الله تعالى ، في الاستعاذة من الشيطان الرجيم ، الذي ينفذ إلى أعماق النفس ، والذي يحبب لها كل معصية وموبقة ، ويبغض لها كل طاعة لله ، فقد استعان به تعالى للوقاية ، من غروره وشروره.</w:t>
      </w:r>
    </w:p>
    <w:p w:rsidR="00A60096" w:rsidRPr="00691ACB" w:rsidRDefault="00A60096" w:rsidP="00A60096">
      <w:pPr>
        <w:pStyle w:val="Heading2"/>
        <w:rPr>
          <w:rtl/>
        </w:rPr>
      </w:pPr>
      <w:bookmarkStart w:id="64" w:name="_Toc405289446"/>
      <w:r w:rsidRPr="00691ACB">
        <w:rPr>
          <w:rtl/>
        </w:rPr>
        <w:t>16 ـ من أدعيته في رمضان</w:t>
      </w:r>
      <w:bookmarkEnd w:id="64"/>
      <w:r w:rsidRPr="00691AC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الجليل ، في شهر رمضان وقد نقله السيد إبن طاووس عن جده لامه شيخ الطائفة ، وزعيمها الاعلى الشيخ الطوسي </w:t>
      </w:r>
      <w:r w:rsidR="0077652A" w:rsidRPr="0077652A">
        <w:rPr>
          <w:rStyle w:val="libAlaemChar"/>
          <w:rFonts w:hint="cs"/>
          <w:rtl/>
        </w:rPr>
        <w:t>رحمه‌الله</w:t>
      </w:r>
      <w:r>
        <w:rPr>
          <w:rtl/>
        </w:rPr>
        <w:t xml:space="preserve">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بِكَ الحَمْدُ كُلُّهُ ، وَلَكَ المُلْكُ كُلُّهُ ، وَبِيَدِكَ الخَيْرُ كُلُّهُ ، وَإلَيْكَ يَرْجِعُ الَأمْرُ كُلُّهُ ، عَلَانِيَتُهُ وِسِرُّهُ ، وَأَنْتَ مُنْتَهَى الشَأْنِ كُلُّهُ.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مِنَ الخَيْرِ كُلُّهُ ، وَأَعُوذُ بِكَ مِنَ الَشرِّ كُلُّهِ ، اللّهُمَّ ، صلِّ على مُحَمَّدٍ وَآلِ مُحَمَّدٍ وَأرْضِنِي بِقَضَائِكَ ، وَبَارِك لي في قَدْرِكَ ، حَتَّى لا أُحِبَّ تَعْجِيلَ ما أَخَّرْتَ وَلا تَأخِيرَ ما عَجَّلْتَ.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172 ).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وَأَوْسِعْ عَلَيَّ مِنْ فَضْلِكَ ، وَارْزُقْني بَرَكَتَكَ ، وَاسْتَعْمِلْني في طَاعَتِكَ ، وَتَوَفَّني عِنْدَ انْقِضَاءِ أَجَلي على سَبِيلِكَ ، وَلا تُوَلِّ أَمْري غَيْرِكَ ، وَلا تُزغْ قَلْبِيَ بَعْدَ إذْ هَدَيْتَني ، وَهَبْ لي مِنْ لَدُنْكَ رَحْمَةً ، إنَكَ أَنْتَ الوَهَّابُ ...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691ACB" w:rsidRDefault="00A60096" w:rsidP="00A60096">
      <w:pPr>
        <w:pStyle w:val="Heading2"/>
        <w:rPr>
          <w:rtl/>
        </w:rPr>
      </w:pPr>
      <w:bookmarkStart w:id="65" w:name="_Toc405289447"/>
      <w:r w:rsidRPr="00691ACB">
        <w:rPr>
          <w:rtl/>
        </w:rPr>
        <w:t>17 ـ دعاؤه في كل ليلة من رمضان</w:t>
      </w:r>
      <w:bookmarkEnd w:id="65"/>
      <w:r w:rsidRPr="00691AC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وأثر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، وكان يدعو به في كل ليلة من ليالي شهر رمضان المبارك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أنِّي أَسْأَلُكَ أَنْ تَجْعَلَ فِيمَا تَقْضِي ، وَتُقْدِّرُ ، مِنَ الَأمْر المَحْتُومِ ، في الَأمْرِ الحَكِيم ، في القَضَاءِ الذي لا يُرَدُ ، وَلا يُبَدَّلُ ، أَنْ تَكْتُبَني مِنْ حُجَّاجِ بَيْتِكَ الحَرَامِ المَبْروُرِ حَجُّهُمْ ، المَشْكُورِ سَعْيُهُمْ ، المَغْفُورَةِ ذُنُوبُهُمْ ، المُكَفَّرِ عَنْهُمْ سَيِّئاتُهُمْ ، وَأَنْ تَجْعَلَ فيمَا تَقضِي ، وَتُقَدِّرُ ، أَنْ تُطِيلَ عُمُرِي ، في خَيْرٍ وَعَافِيَةٍ ، وَتُوَسِّعَ في رِزْقِي ، وَتَجْعَلنَي مِمَّنْ تَنْتَصِرُ به لِدِينِكَ ، وَلا تَسْتَبْدِلْ بي غَيْري ...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مدى تعلق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بالحج ، ورغبته الملحة في أداء مناسك الحج ، والوقوق بتلك المشاهد الكريمة التي يحبها الله.</w:t>
      </w:r>
    </w:p>
    <w:p w:rsidR="00A60096" w:rsidRPr="005C7499" w:rsidRDefault="00A60096" w:rsidP="00A60096">
      <w:pPr>
        <w:pStyle w:val="Heading2"/>
        <w:rPr>
          <w:rtl/>
        </w:rPr>
      </w:pPr>
      <w:bookmarkStart w:id="66" w:name="_Toc405289448"/>
      <w:r w:rsidRPr="005C7499">
        <w:rPr>
          <w:rtl/>
        </w:rPr>
        <w:t>18 ـ دعاؤه في وداع رمضان</w:t>
      </w:r>
      <w:bookmarkEnd w:id="66"/>
      <w:r w:rsidRPr="005C749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يودع شهر رمضان المبارك ، بالتضرع إلى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38 ).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الاقبال ( ص 61 ـ 62 ).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الله تعالى ، والابتهال إليه ، وكان يدعو أن يجزل الله له المزيد من الاجر ، ويضاعف حسناته ، ويتقبل مبراته ، وإحسانه ، إلى الفقراء ، وكان مما يدعو به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إنَّكَ قُلْتَ : في كِتَابِكَ المُنْزَلِ ، على لِسَانِ نَبِيِّكَ المُرْسَلِ ، صَلَوَاتُكَ عَلَيْهِ وَآلِهِ وَقَوُلُكَ حَقٌ : «</w:t>
      </w:r>
      <w:r w:rsidRPr="00A60096">
        <w:rPr>
          <w:rStyle w:val="libAieChar"/>
          <w:rtl/>
        </w:rPr>
        <w:t xml:space="preserve"> شَهْرُ رَمَضَانَ ، الذي أُنْزِلَ فِيهِ القُرْآنُ ، هُدَىً لِلْنَّاسِ ، وَبَينَاتٍ مِنَ الهُدَى وَالفُرْقَانِ </w:t>
      </w:r>
      <w:r>
        <w:rPr>
          <w:rtl/>
        </w:rPr>
        <w:t xml:space="preserve">» ، وَهَذَا شَهْرُ رَمَضَانَ قَدْ تَصَرَّمَ ، فَأَسْأَلُكَ بِوَجْهِكَ الكَرِيمِ ، وَكَلِمَاتِكَ التَامَّةِ ، وَجَمَالِكَ وَبَهَائِكَ ، وَعُلُوِّكَ وَارْتِفَاعِكَ ، فَوْقَ عَرْشِكَ ، أَنْ تُصَلِّي على مُحَمَّدٍ وَآلِ مُحَمَّدٍ ، وَإنْ كَانَ قَدْ بَقِيَ عَلَيَّ ذَنْبٌ لَمْ تَغْفِرْهُ لي ، أَوْ تُرِيدُ أَنْ تُعَذِّبَني عَلَيْهِ ، أَوْ تُحَاسِبَني عَلَيهِ ، أَنْ يَطْلَعَ فَجْرُ هَذِهِ اللَّيْلَةِ ، أَوْ يَنْصَرِمَ هَذَا الشَّهْرُ ، إلاَّ وَقَدْ غَفَرْتَهُ لي يا أَرْحَمَ الرَّاحِمِينَ.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لَكَ الحَمْدُ ، بِمَحَامِدِكَ كُلِّهَا ، أَوَّلِهَا وَآخِرِهَا ، ما قُلْتَهُ لِنَفْسِكَ مِنهَا ، وَمَا قَاَلَ لَكَ الخَلَائِقُ : الحَامِدُونَ ، المُتَهَجِّدُونَ ، المُعَدِّدونَ ، المُؤثِرُونَ في ذِكْرِكَ وَالشُّكْرِ لَكَ ، أَعَنْتَهُمْ على اَدَاءِ حَقِّكَ مِنْ أَصَنْاَف ِخَلْقِكَ ، مِنَ المَلَائِكَةِ المُقَرَّبِينَ ، وَالنَبِيِّينَ ، وَالمُرْسَلِينَ ، وَأَصْنَافِ النَّاطِقِينَ ، المُسَبِّحِينَ لَكَ مِنْ جَمِيعِ العَالَمِينَ ، عَلى أَنَّكَ قَدْ بَلَّغْتَنَا شَهْرَ رَمَضَانَ ، وَعَلَيْنَا مِنْ نِعَمِكَ ، وَعِنْدَنَا مِنْ قِسَمِكَ ، وَإحْسَانِكَ ، وَتَظَاهُرِ امْتِنَانِكَ ، فَبِذلِكَ لَكَ الحَمْدُ الخَالِدُ ، الدَّائِمُ ، المُخَلَّدُ ، السَّرْمَدُ ، الذي لا يَنْفُذُ طُولَ الَأبَدِ ، جَلَّ ثَنَاؤُكَ ، وَأَعَنْتَنَا عَلَيْهِ ، حَتَّى قَضَيْتَ عَنَّا صِيَامَهُ ، وَقِيَامَهُ ، مِنَ صَلَاةَ ، وَمَا كَاَنَ فِيهِ مِنْ بِرٍّ أو شُكْرٍ ، أَوْ ذِكْرٍ.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فَتَقَبَّلْهُ مِنَّا بِأَحْسَنِ قَبُولِكَ ، وَتَجَاوُزِكَ ، وَعَفْوِكَ ، وَصَفْحِكَ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وَغُفْرَانِكَ ، وَحَقِيقَةِ رِضْوَانِكَ ، حَتَّى تُظْفِرَنَا فِيهِ ، بِكُلِّ خَيْرٍ مَطْلُوبٍ وَجَزِيلِ عَطَاءٍ مَوهُوبٍ ، وَتُؤْمِنَنَا فِيهِ مِنْ كُلِّ أَمْرٍ مَرهُوبٍ ، وَذَنْبٍ مَكْسوبٍ.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بِعَظِيم مَا سَأَلَكَ أَحَدٌ ، مِنْ خَلْقِكَ ، مِنْ كَرِيمِ أَسْمَائِكَ ، وَجَزِيلِ ثَنَائِكَ ، وَخَاصَّةِ دُعَائِكَ أَنْ تُصَلِّي على مُحَمَّدٍ وَآلِ مُحَمَّدٍ ، وَأَنْ تَجْعَلَ شَهْرَنَا هَذَا ، أَعْظَمَ شَهْرِ رَمَضَانَ مَرَّ عَلَيْنا ، مُنْذُ أَنْزَلْتَنَا إلى الدُّنْيَا ، في عِصْمَةِ دِينِي ، وَخَلاِصِ نَفْسِي ، وَقَضَاءِ حَاجَتي ، وَتُشَفِّعَني في مَسَائِلي ، وَتَمَامِ النِعْمَةِ عَلَيَّ ، وَصَرْفِ السُّوءِ عَنِّي ، وَلِبَاسِ العَافِيَةِ لي ، وَأَنْ تُجْعَلَني بِرَحْمَتِكَ ، مِمَّنْ حُزْتَ لَهُ لِيْلَةَ القَدْرِ ، وَجَعَلْتَها لَهُ خَيْراً مِنْ أَلْفِ شَهْرِ ، في أَعْظَمِ الَأجْرِ ، وَكَرَائِمِ الذُّخْرِ ، وَطُولِ العُمْرِ ، وَحُسْنِ الشُّكْرِ ، وَدَوَامَ اليُسْرِ.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وَأَسْأَلُكَ بِرَحْمَتِكَ ، وَطَولِكَ ، وَعَفْوِكَ ، وَنَعْمَائِكَ ، وَجَلَالِكَ وَقَدِيمِ إحْسَانِكَ ، وَامْتِنَانِكَ ، أَنْ لا تَجْعَلَهُ آخِرَ العَهْدِ مِنَّا ، لِشَهْرِ رَمَضَانَ ، حَتَّى تُبَلِّغَنَا مِنْ قَابِلٍ على أَحْسَنِ حَالٍ ، وَتُعَرِّفَني هِلَالَهُ ، مَعَ النَّاظِرِيِنَ إلَيْهِ ، وَالمْتَعَرِّفِينَ لَهُ ، في أَعْفى عَافِيَتِكَ ، وَأَتَمِّ نِعْمَتِكَ ، وَأَوْسَعِ رَحْمَتِكَ ، وَأَجْزَلِ قِسَمِكَ ، اللّهُمَّ ، يا ربِّ الذي لَيْسَ لي غَيْرُهُ ، أَسْأَلُكَ أَنْ لا يَكُونَ هَذَا الوَدَاعُ مِنِّي ، وَدَاعَ فَنَاءٍ ، وَلَا آخِرَ العَهْدِ مِنَ اللِّقَاءِ ، حَتَّى تُرِينيهِ مِنْ قَابِلِ في أَسْبَغِ النِّعَمِ ، وَأَفْضَلِ الرَّخَاءِ ، وَأَنَا لَكَ على أَحْسَنِ الوَفَاءِ ، إنَّكَ سَمِيعُ الدُّعَاء.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اسْمَعْ دُعَائِي ، وَارْحَمْ تَضَرُعِي ، وَتَذَلُّلي لَكَ ، وَاسْتِكَانَتِي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لَكَ ، وَتَوْكُّلِي عَلَيْكَ ، وَأَنَا لَكَ سِلِمٌ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لا أرَجْوُ نَجَاحاً ، وَلا مُعَافَاةً ، وَلا تَشْرِيفاً ، وَلا تَبْلِيغاً إلاَّ بِكَ وَفِيْكَ ، فَامْنُنْ عَلَيَّ جَلَّ ثَنَاؤُكَ ، وَتَقَدَّسَتْ أَسْمَاؤُكَ ، بِتَبْلِيغِي شَهْرَ رَمَضَانَ ، وَأَنَا مُعَافَى مِنْ كُلِّ مَكْرُوهٍ ، وَمَحْذُورٍ ومِنْ جَمِيعِ البَوَائِقِ.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 ، الذي أَعَانَنَا ، على صِيَامِ هَذَا الشَّهْرِ وَقِيَامِهِ ، حَتَّى بَلَغَنَا آخِرَ لَيْلَةٍ مِنْهُ ، اللّهُمَّ ، إنِّي أَسْأَلُكَ بِأَحَبِّ ما دُعِيتَ بِهِ ، وَأَرْضَى مَا رَضَيتَ بِهِ عَنْ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أنْ تُصَلِّي على مُحَمَّدٍ وَآلِ مُحَمَّدٍ ، وَلا تَجْعَلْ وَدَاعِي شَهْرَ رَمَضَانَ ، وَدَاعَ خُرُوجِي مِنَ الدُّّنْيَا ، وَلا وَدَاعَ آخِرَ عِبَادَتِكَ فِيهِ ، وَلا آخِرَ صَوْمي لَكَ ، وَأرْزُقْني العَوْدَ فِيهِ ، ثُمَ العَوْدَ فِيهِ ، بِرَحْمَتِكَ يا وَلِيِّ المُؤْمِنِينَ ، وَوَفِّقْني فِيهِ لِلَيْلَةِ القَدْرِ ، وَاجْعَلْهَا لي خَيْراً مِنْ أَلْفِ شَهْرٍ ، رَبِّ اللَّيْلِ وَالنَّهَارِ ، وَالجِبَالِ وَالبِحَارِ ، وَالظُلَمِ وَالَأنْوَارِ ، وَالَأرْضِ وَالسَّمَاءِ ، يَا بَارِئُ ، يا مُصَوِّرُ ، يا حَنَّانُ ، يا مَنَّانُ ، يا اللهُ ، يا رَحْمنُ يا قَيُّومُ ، يا بَدِيعُ ، لَكَ الَأسمَاءُ الحُسْنَى ، وَالكِبْرِيَاءُ وَاَلآلاءُ ، أَسْأَلُكَ بِاسْمِكَ : بِسْمِ اللهِ الرَّحْمنِ الرَّحِيمِ ، أنْ تُصَلِّيَ على مُحَمَّدٍ وَآلِ مُحَمَّدٍ وَأَنْ تَجْعَلَ اسْمِي ، في هَذِهِ اللَّيْلَةِ ، في السُّعَدَاءِ وَرُوحِي مَعَ الشُّهَدَاءِ ، وَإحْسَانِي في عِلِّيِّيْنَ ، وَإسَاءَتِي مَغْفُورَةً ، وَأَنْ تَهَبَ لي يَقِيناً تُبَاشِرُ بِهِ قَلْبِي ، وَإيمَاناً لا يَشُوبُهُ شَكٌّ ، وَرِضَىً بِمَا قَسَمْتَ لي ، وَأَنْ تُؤْتِيَني ، فِي الدُّنْيَا حَسَنَةً ، وَفي الآخِرَةِ حَسَنَةً ، وَأَنْ تَقِيَني عَذَابَ النَّارِ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أجْعَلْ فِيمَا تَقْضِي وَتُقَدِّرُ ، مِنَ الَأمْرِ المَحْتُومِ ، وَفِيمَا تُفْرُقُ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سلم : اي مستسلم منقاد إليك.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مِنَ الَأمْر الحَكِيمِ ، في لَيْلَةِ القَدْرِ ، مِنَ القَضَاءِ الذي لا يُرَدُّ ، وَلا يُبَدَّلُ ، وَلا يُغَيَّرُ أَنْ تَكْتُبَني مِنْ حُجَّاجَ بَيْتِكَ الحَرَامِ ، المَبْرُورِ حَجُّهُمْ ، المَشْكُورِ سَعْيُهُمْ ، المَغْفُورَةِ ذُنُوبُهُمْ ، المُكَّفِر عَنْهُمْ سَيِّئَاتُهُم ، وَاجْعَلْ فِيمَا تَقْضِي وَتُقَدِّرُ ، أَنْ تَعْتِقَ رَقَبَتي مِنَ النَّارِ يا أَرْحَمَ الرَّاحِمِينَ.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وَلَمْ يَسْأَلِ العِبَادُ مِثْلَكَ جُوداً وَكَرَماً ، وَأَرْغَبُ إلَيْكَ ، وَلَمْ يُرْغَبْ إلى مِثْلِكَ ، أَنْتَ مَوْضِعُ مَسْأَلَةِ السَّائِلِينَ ، وَمُنْتَهَى رَغْبَةِ الرَّاغِبِينَ ، أَسْأَلُكَ يا عَظِيمَ المَسَائِلِ كُلِّهَا ، وَأَنْجَحِهَا ، التي يَنْبَغِي لِلْعِبَادِ أَنْ يَسْأَلُوكَ بِهَا ، يا اللهُ ، يا رَحْمنُ ، وَبِأَسْمَائِكَ ما عَلِمْتُ مِنْهَا ، وَماَ لَمْ أَعْلَمْ ، وَيِأَسْمَائِكَ الحُسْنَى ، وَأَمْثَالِكَ العُلْيَا ، وَنِعَمِكَ التي لا تُحْصَى ، وَبِأَكْرَمِ أَسْمَائِكَ عَلَيْكَ ، وَأَحَبِّهَا وَأَشْرَفِهَا عِنْدَكَ مَنْزِلَةً ، وَأَقرَبِهَا مِنْكَ وَسِيلَةً ، وَأجَزْ َلِهَا مِنْكَ ثَوَاباً ، وَأَسْرَعِهَا لَدَيْكَ إِجَابَةً ، وَبِاسْمِكَ المَكْنُونِ المَخزُونِ ، الحَيِّ ، القَيُّومِ ، الَأكْبَرِ ، الَأجَلِّ ، الذي تُحِبُّهُ وَتَهْوَاهُ ، وَتَرْضَى عَمَّنْ دَعَاكَ بِهِ ، وَتَسْتَجِيبُ لَهُ دَعَاءَهُ ، وَحَقَّ عَلَيْكَ يا رَبُّ ، أنْ لا تُخيِّبَ سَائِلَكَ ، وَأَسْأَلُكَ بِكُلِّ اسْمٍ ، هُوَ لَكَ في التَوْرَاةِ ، وَالإِنْجِيلِ ، وَالزَّبُورِ ، وَالقُرْآنِ ، وَبِكُلِّ اسْمٍ دَعَاكَ بِهِ حَمَلَةُ عَرْشِكَ ، وَمَلَائِكَةُ سَموَاتِكَ ، وَجَمِيعُ الَأصْنَافِ مِنْ خَلْقِكَ ، مِنْ نَبِيٍّ ، أَوْ صِدِّيقٍ أَوْ شَهِيدٍ ، وَبِحَقِّ الرَّاغِبِينَ إلَيْكَ ، القَرِيبِينَ مِنْكَ ، المُتَعَوِّذِينَ بِكَ وَبِحَقِّ مُجَاوِرِي بَيْتِكَ الحَرَامِ ، حُجَّاجاً وَمُعْتَمِرِينَ ، وَمُقَدِّسِينَ ، وَالمُجَاهِدِينَ في سَبِيلِكَ ، وَبِحَقِّ كُلِّ عَبْدٍ مُتَعَبِّدٍ لَكَ في بَرٍّ أَوْ بَحْرٍ ، أَوْ سَهْلٍ أَوْ جَبَلٍ ، أَدْعوُكَ دُعَاءَ مَنْ قَدِ اشْتَدَّتُ فَاقَتُهُ ، وَكَثُرَتْ ذُنُوبُهُ ، وَعَظُمَ جُرْمُهُ ، وَضَعُفَ كَدْحُهُ ، دُعَاءِ مَنْ لا يَجِدُ لِنَفْسِهِ سَادّاً ، وَلا لِضَعْفِهِ مُقَوِّياً ، وَلا لِذَنْبِهِ غَافِراً غَيْرَكَ ، هَارِباً إلَيْكَ ، مُتَعَوِّذاً بِكَ ، غَيْرَ مُسْتَكْبِرٍ وَلا مُسْتَنْكِفٍ ، خَائِفاً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بَائساً ، فَقِيراً ، مُسْتَجيراً بِكَ ، أَسْأَلُكَ بِعِزَّتِكَ وَعَظَمَتِكَ ، وَجَبَرُوتِكَ ، وَسُلْطَانِكَ ، وَبِمُلْكِكَ ، وَبَهَائِكَ وَجُودِكَ ، وَكَرَمِكَ ، وَبِآلآئِكَ وَحُسْنِكَ ، وَجَمَالِكَ ، وَبِقُوَّتِكَ على ما أَرَدْتَ مِنْ خَلْقِكَ ، أَدْعُوكَ يا رَبِّ خَوْفاً ، وَطَمَعاً ، وَرَهْبَةً ، وَرَغْبَةً ، وَتَخَشُّعاً ، وَتََمَلُّقاً ، وَتَضَرُّعاً ، وَإلْحَاحاً ، خَاضِعاً لَكَ لا إلهَ إلاَّ أَنْتَ ، وَحْدَكَ ، لا شَرِيكَ لَكَ.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قُدُّوسُ ، يا قُدُّوسُ ، يا قُدُّوسُ.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الله ، يا الله ، يا الله.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رَحْمنُ ، يا رَحْمنُ ، يا رَحْمنُ.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رَحِيمُ ، يا رَحِيمُ ، يا رَحِيمُ.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رَبُّ ، يا رَبُّ ، يا رَبُّ.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أَعُوذُ بِكَ ، يا اللهُ ، الوَاحِدُ ، الَأحَدُ ، الصَّمَدُ ، الوَتْرُ ، المُتَكَبِّرُ ، المُتَعَالِ. وَأَسْأَلُكَ بِجَمِيعِ ما دَعَوْتُكَ بِهِ ، وَبِأَسْمَائِكَ التي تَمْلُا أَرْكَانَكَ كُلَّهَا ، أَنْ تُصَلِّيَ على مُحَمَّدٍ وَآلِ مُحَمَّدٍ وَاغْفِرْ لي ذَنْبِي ، وَارْحَمْني ، وَوَسِّعْ عَلَيَّ مِنْ فَضْلِكَ العَظِيمِ ، وَتَقَبَّلْ مِنِّي شَهْرَ رَمَضَانَ ، وَصِيَامَهُ ، وَقِيَامَهُ ، وَفَرْضَهُ ، وَنَوَافِلَهُ ، وَاغْفِرْ لي ، وَارْحَمْني ، وَاعْفُ عَنِّي ، وَلا تَجْعَلْهُ آخرِ َشَهْرِ رَمَضَانَ صُمْتُهُ لَكَ ، وَعَبَدْتُكَ فِيهِ ، وَلا تَجْعَلْ وَدَاعِي إيَّاهُ وَدَاعَ خُرُوجِي مِنَ الدًّنْيَا.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أللّهُمَّ ، أَوُجِبْ لي مِنْ رَحْمَتِكَ ، وَمَغْفِرَتِكَ ، وَرِضْوَانِكَ ، وَخِشْيَتِكَ ، أَفْضَلَ ما أَعْطْيتَ أَحَداً مِمَّنْ عَبَدَكَ فِيهِ ، أللّهُمَّ لا تَجْعَلْني آخِرَ مَنْ سَأَلَكَ فِيهِ ، وَاجْعَلْني مِمَّنْ أَعْتَقْتَهُ ، في هَذَا الشَّهْرِ مِنَ النَّارِ ، وَغَفَرْتَ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لَهُ مِنْ ذَنْبِهِ ، ما تَقَدَّمَ وَمَا تَأَخَّرَ ، وَأَوجَبْتَ لِهُ أَفْضَلَ ما رَجَاكَ وَأَمِلَهُ مِنْكَ يا أَرْحَمَ الرَّاحِمِينَ.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ارزُقْني الَعَوْدَ في صِيامِهِ لَكَ ، وَعِبَادَتِكَ فِيهِ ، وَاجعَلنِي مِمَّنْ كَتَبْتَهُ ، في هَذَا الشَّهْرِ ، مِنْ حُجّاجِ بَيْتِكَ الحَرَامِ ، المَبْرُورِ حَجُّهُمْ ، المَغْفُورِ لَهُمْ ذَنْبُهُمْ المُتَقَبَّلِ عَمَلُهُمْ آمينَ ، آمين ، آمين ، يا ربَّ العَالَمِينَ.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لا تَدَعْ لي فِيهِ ذَنْباً إلَّا غَفَرْتَهُ ، وَلا خَطِيَئَةً إلَّا مَحَوْتَهَا ، وَلا عَثْرَةً إلَّا أَقَلْتَهَا ، وَلا دَيْناً إلَّا قَضَيْتَهُ ، وَلا عَيْلَةً إلَّا أَغْنَيْتَهَا ، وَلا هَمّاً إلَّا فَرَّجْتَهُ ، وَلا فَاقَةً إلَّا سَدَدْتَهَا ، وَلا عِرْيَاناً إلَّا كَسَوْتَهُ ، وَلا مَرِيضَاً إلَّا شَفَيْتَهُ ، وَلا دَاءاً إلَّا أذْهَبْتَهُ ، وَلا حَاجَةً مِنْ حَوَائِجِ الدُّنْيَا ، وَالآخِرَةِ ، إلَّا قَضَيْتَهَا ، على أَفْضَلِ أَمَلِي وَرَجَائِي فِيكَ يا أَرْحَمَ الرَّاحِمِينَ.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لا تُزِغْ قُلُوبَنَا بَعْدَ إذْ هَدَيْتَنَا ، وَلا تُذلَّنَا بَعْدَ أِذْ عَزَّزْتَنَا ، وَلا تَضَعْنَا بَعْدَ إذْ رَفَعْتَنَا ، وَلا تُهِنَّا بَعْدَ إذْ أكْرَمْتَنَا ، وَلا تُفْقِرْنَا بَعْدَ إذْ أَغْنَيْتَنَا وَلا تَمْنَعْنَا بَعْدَ إذْ أَعْطَيْتَنَا ، وَلا تَحْرِمْنَا بَعْدَ إذْ رَزَقْتَنَا ، وَلا تُغَيِّرْ شَيْئَاً مِنْ نِعْمَتِكَ عَلَيْنا ، وَإحْسَانِكَ إلَيْنا ، لشَيءٍ كَانَ مَنْ ذُنُوبِنَا ، وَلا لِمَا هُوَ كَائِنٌ مِنَّا ، فَإنَّ في كَرَمِكَ ، وَعَفْوِكَ ، وَفَضْلَكَ ، وَمَغْفِرَتِكَ ، سَعَةً لِمَغْفِرَةِ ذُنُوبِنَا ، فَاغْفِر لنا وَتَجَاوَزْ عَنَّا ، وَلا تُعَاقِبْنَا يا أَرْحَمَ الرَّاحِمِينَ.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أكْرِمْني في مَجْلِسِي هَذَا ، كَرَامَةً لا تُهِنّيِ بَعْدَهَا أَبَداً ، وَأَعِزَّني عِزّاً لا تُذِلُّني بَعْدَهُ أَبَداً ، وَعَافِني عَافِيَةً لا تَبْتَلِيني بَعْدَهَا أَبَداً ، وَارْفَعْنِي رَفَعَةً لا تَضَعُني بَعْدَهَا أَبَداً ، وَاصرِفْ عَنَّي شَرَّ كُلِّ شَيْطَانٍ مَرِيدٍ ، وَشَرَّ كُلَّ جَبَّارٍ عَنِيدٍ ، وَشَرَّ كُلِّ قَرِيبٍ أَوْ بَعِيدٍ ، وَشَرَّ كُلَّ صَغِيرٍ أَوْ كَبِيرٍ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وَشَرَّ كُلِّ دَابَّةٍ أَنْتَ آخِذٌ بِنَاصِيَتِهَا إنَّ رَبِّي على صِرَاطٍ مُسْتَقِيمٍ.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ما كَانَ في قَلْبي مِنْ شَكٍّ أَوْ رِيبَةٍ ، أَوْ جُحُودٍ ، أَوْ قُنُوطٍ ، أَوْ فَرَحٍ ، أَوْ مَرَحٍ ، أَوْ بَطَرٍ ، أَوْ بَذْخٍ ، أَوْ خُيَلاءَ ، أَوْ رِيَاءَ ، أَوْ سِمْعَةٍ ، أَوْ شِقَاقٍ ، أَوْ نِفَاقٍ أَوْ كُفْرٍ ، أَوْ فُسُوقٍ ، أَوْ مَعْصيَةٍ ، أَوْ شَيْءٍ لا تُحِبُّ عََلَيْهِ وَلِّياً لَكَ ، فَأَسْأَلُكَ أَنْ تَصَلِّيَ على مُحَمَّدٍ وَآلِ مُحَمَّدٍ ، وَأَنْ تَمْحُوَهُ مِنْ قَلْبِي ، وَتُبَدِّلَني مَكَانَهُ إيمَاناً بِوَعْدِكَ ، وَرِضَاً بِقَضَائِكَ ، وَوَفَاءً بِعَهْدِكَ ، وَوَجَلاً مِنْكَ ، وَزُهْداً في الدُّنْيَا ، وَرَغْبَةً فِيمَا عِنْدَكَ ، وَثِقَةً بِكَ ، وَطُمَأنِينَةً إلَيْكَ ، وَتُوْبَةً نَصوُحاً إلَيْكَ.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إنْ كُنْتَ بَلَّغْتَنَاهُ ، وَإلاَّ فَأَخِّر آَجَالَنَا إلى قَابِلٍ حَتَّى تُبَلَّغَنَاهُ في يُسْرٍ مِنْكَ وَعَافِيَةٍ ، يا أَرْحَمَ الرَّاحِمِينَ ، وَصَلَّى اللهُ على مُحَمَّدٍ وَآلِهِ كَثيراً وَرَحْمَةُ الله وَبَرَكَاتُهُ ، الحَمْدُ لله الذي بَلَّغَنَا شَهْرَ رَمَضَانَ ، وَأَعَانَنَا على صِيَامِهِ وَقِيامِهِ حَتَّى انْقَضَتْ آخِرُ لَيْلَةٍ مِنْهُ ، وَلَمْ يَبْتَلِنَا فِيهِ بِارْتِكَابِ حَرَامٍ ، ولا انْتِهَاكِ حُرْمَةٍ ، وَلا بِأَكْلِ رِباً ، وَلا بِعُقُوقٍ لِوَالِدَينِ ، وَلا قَطْعِ رَحِمٍ ، وَلا بِشَيْءٍ مِنَ البَوَائِقِ ، وَالكَبَائِر ، وَأَنْوَاعِ البَلَايَا التي قَدْ بُلِيَ بِهَا مِنْ هُوَ خَيْرٌ مِنِّي.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فَلَكَ الحَمْدُ شُكْراً ، على ما عَافيتَني ، وَحُسْنِ ما ابْتَلَيْتَني ، إلهي أُثْني عَلَيْكَ ، أَحْسَنَ الثَّنَاءِ ، لَأنَّ بَلَاءَكَ عَنْدِي أَحْسَنُ البَلَاءِ أَوْقَرْتَني نِعَماً ، وَأَوْقَرْتُ نَفْسيِ ذُنُوباً ، كَمْ مِنْ نِعْمَةِ لَكَ يا سَيدِي ، أَسْبَغْتَهَا عَلَيَّ لَمْ أُؤَدِّ شُكْرَهَا ، وَكَمْ مِنْ خَطِيئَةٍ ، أَحْصَيْتَهَا عَلَيَّ أَسْتَحْيِيْ مِنْ ذِكْرِهَا ، وَأَخَافُ خِزْيَهَا ، وَأَحذَرُ مَعْرَّتَّهَا ، إنْ لَمْ تَعْفُ عَنِّي أَكُنْ مِنَ الخَاسِرِينَ. إلهيِ : فَإنَّي أعَتَرِفُ لَكَ بِذُنُوبي ، وَأَذْكُرُ لَكَ حَاجَتي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وَأَشكُو إلَيْكَ مَسْكَنَتي ، وَفَاقَتي ، وَقَسْوَةَ قَلْبِي ، وَمَيْلَ نَفْسِي ، فَإنَّكَ قُلْتَ : « فَمَا اسْتَكَانُوا لِرَبِّهِمْ وَمَا يَتَضَرَّعُونَ » وَهَا أَنَا : قَدْ اسْتَجَرْتُ بِكَ ، وَقَعَدْتُ بَيْنَ يَدَيْكَ مِسْكِينًا مُتِضَرِّعاً ، رَاجِياً ، لِمَا أُرِيدُ مِنَ الثَّوَابِ ، بِصِيَامِي وَصَلاتي ، وَقَدْ عَرَفْتُ حَاجَتي وَمَسكَنَتي ، إلى رَحْمَتِكَ وَالثَبَاتَ على هُدَاكَ ، وَقَدْ هَرَبْتُ إلَيْكَ هَرَبَ العَبْدَ السُّوءِ إلى المَوْلَى الكَرِيمِ.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يا مَوْلايَ ، وَتَقَرَّبْتُ إلَيْكَ ، فَأَسْأَلُكَ بِوِحْدَانِيَّتِكَ لَمَّا صَلَيَّتَ على مُحَمَّدٍ وَآلِ مُحَمَّدٍ صَلاةً كَثِرَةً ، كَرِيمَةً ، شَرِيفَةً ، تُوجِبُ لي بِهَا شَفَاعَتَهُمْ ، وَالقِيَامَةَ عِنْدَكَ ، وَصَلَّيْتَ على مَلَائِكَتِكَ المُقَرَّبِينَ ، وَأَنْبِيَائِكَ المُرْسَلِينَ ، وَأَسْأَلُكَ بِحَقِّكَ عَلَيْهِمْ أَجْمَعِينَ ، لَمَّا غَفَرْتَ لي في هَذَا اليَوْمِ ، مَغْفِرَةً لا أشْقَى بَعْدَهَا أَبَداً ، إنَّكَ على كُلِّ شَيْءٍ قَدِيرُ ، وَصَلَّى اللهُ على مُحَمَّدٍ وَآلِهِ كَثِيراً ، وَرَحْمَةُ اللهِ وَبَرَكَاتُهُ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الشريف عن أنابة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لله تعالى ، وإعتصامه به ، وقد تجاوز بذلك حدود الزمان والمكان.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ودع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بهذا الدعاء ، شهر رمضان المبارك ، وقد ألم بمدى تعظيمه ، وتقدسيه ، لهذا الشهر ، الذي هو شهر الطاعة ، وشهر التقوى وشهر الانابة إلى الله تعالى.</w:t>
      </w:r>
    </w:p>
    <w:p w:rsidR="00A60096" w:rsidRPr="005C7499" w:rsidRDefault="00A60096" w:rsidP="00A60096">
      <w:pPr>
        <w:pStyle w:val="Heading2"/>
        <w:rPr>
          <w:rtl/>
        </w:rPr>
      </w:pPr>
      <w:bookmarkStart w:id="67" w:name="_Toc405289449"/>
      <w:r w:rsidRPr="005C7499">
        <w:rPr>
          <w:rtl/>
        </w:rPr>
        <w:t>19 ـ دعاء أخر في وداع رمضان</w:t>
      </w:r>
      <w:bookmarkEnd w:id="67"/>
      <w:r w:rsidRPr="005C749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يودع شهر رمضان ، بهذا الدعاء ، وكان يقرأه في العشر الاواخر منه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أَعُوذُ بِجَلَالِ وَجْهِكَ الكَرِيمِ ، أَنْ يَنْقَضِيَ عَنِّي شَهْرُ رَمَضَانَ ، أَوْ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634 ـ 640 ) البلد الامين ( 522 ).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يَطْلَعُ الفَجْرُ مِنْ لَيْلَتي هَذِهِ ، وَلَكَ عِنْدِي تَبِعَةٌ ، أَوْ ذَنْبٌ ، تُعَذِّبُني عَلَيْهِ يَوْمَ أَلْقَاكَ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حقا هذا هو التبتل الحقيقي ، إلى الله تعالى الذي هو معقل الرجاء والامل للعارفين والمتقين.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هذه بعض الادعية ، التي أثرت عن عملاق الفكر الاسلامي ،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شهر رمضان المبارك ، وبهذا ينتهي بنا الحديث عن أدعية رمضان.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199 ).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68" w:name="_Toc405289450"/>
      <w:r>
        <w:rPr>
          <w:rtl/>
        </w:rPr>
        <w:lastRenderedPageBreak/>
        <w:t>القسم الخامس</w:t>
      </w:r>
      <w:bookmarkEnd w:id="68"/>
    </w:p>
    <w:p w:rsidR="00A60096" w:rsidRDefault="00A60096" w:rsidP="00A60096">
      <w:pPr>
        <w:pStyle w:val="Heading1Center"/>
        <w:rPr>
          <w:rtl/>
        </w:rPr>
      </w:pPr>
      <w:bookmarkStart w:id="69" w:name="_Toc405289451"/>
      <w:r>
        <w:rPr>
          <w:rtl/>
        </w:rPr>
        <w:t>في أدعية الحج</w:t>
      </w:r>
      <w:bookmarkEnd w:id="69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يستقبل السفر إلى حج بيت الله الحرام ، بشوق بالغ ، ورغبة ملحة ، وذلك لما يترتب على هذه العبادة من الثمرات والفوائد ، البالغة الاهمية ، فإن الحج ، أهم مؤتمر إسلامي ، يلتقي فيه المسلمون ، من شتى أقطار الارض لاداء فريضة الحج ، وعرض قضاياهم المصيرية ، وما ألم بهم من أحداث وشؤون.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بحسب مركزه الروحي ، الزعيم الاعلى للعالم الاسلامي فكانت وفود بيت الله الحرام ، تتشرف بلقياه ، لانه بقية النبوة والامامة فتأخذ منه معالم دينها ، ومناسك حجها ، وقد قام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بدور إيجابي ، في بيان أكثر مسائل الحج وفروعه ، ويقول الرواة : أنه لولاه ولولا أبو الامام الباقر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قبل لما عرف المسلمون مناسك حجهم ، وقد دونت تلك المسائل ، في كتب الحديث ، وموسوعات الفقه الاستدلالي ، وبالاضافة لذلك ، فقد قام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بدور مهم في تفسيد وإبطال ، أوهام الملحدين ، الذين كانوا يفدون إلى بيت الله الحرام ، في موسم الحج ، لافساد عقائد المسلمين ، أمثال عبد الكريم بن أبي العوجاء ، وجماعته ، فقد تصدى لهم الامام وأبطل جميع شبههم ، وأوهامهم ، وقد عرضنا إلى تفصيل ذلك كل في بحوث هذا الكتاب.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وعلى أي حال ، فقد 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كوكبة مشرقة من الادعية الجليلة ، في حال سفره من بيته إلى حال فراغه من مناسك الحج ، وفي ما يلي تلك الادعية.</w:t>
      </w:r>
    </w:p>
    <w:p w:rsidR="00A60096" w:rsidRPr="005C7499" w:rsidRDefault="00A60096" w:rsidP="00A60096">
      <w:pPr>
        <w:pStyle w:val="Heading2"/>
        <w:rPr>
          <w:rtl/>
        </w:rPr>
      </w:pPr>
      <w:bookmarkStart w:id="70" w:name="_Toc405289452"/>
      <w:r w:rsidRPr="005C7499">
        <w:rPr>
          <w:rtl/>
        </w:rPr>
        <w:t>1 ـ دعاؤه في الخروج إلى السفر</w:t>
      </w:r>
      <w:bookmarkEnd w:id="70"/>
      <w:r w:rsidRPr="005C749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اراد الخروج إلى السفر ، لبيت الله الحرام دعا ، بهذا الدعاء ، وقد علمه إلى أبي سعيد المكاري ، وهذا نصه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خَرَجْتُ في وَجْهِي هَذَا ، بِلا ثِقَةٍ مِنِّي لِغَيْرِكَ ، وَلا رَجَاءٍ آوِي إلَيهِ إلاَّ إلَيْكَ ، وَلا قُوَّةٍ أَتَّكِلُ عَلَيْهَا ، ولا حيلَةٍ أَلْجَأ إلَيْهَا إلاَّ طَلَبَ فَضْلِكَ ، وَإبْتِغَاءَ رِزْقِكَ ، وَتَعَرُّضاً لِرَحْمَتِكَ ، وَسُكُوناً إلى حُسْنِ عَادَتِكَ ، وَأَنْتَ أَعْلَمُ بِمَا سَبَقَ لي ، في عِلْمِكَ في سَفَري هَذَا ، مِمَّا أُحِبُّ أَوْ أَكْرَهُ ، فَإنَّ ما وَقَعْتُ عَلَيْهِ ، يا رَبُّ ، مِنْ قََدَرِكَ فَمَحْمُودٌ فِيهِ بِلَاؤُكَ ، وَمُتَّضِحٌ عِنْدِي فِيهِ قَضَاؤُكَ ، وَأَنْتَ تَمْحُو ما تَشَاءُ ، وتُثْبِتُ ، وَعِنْدَكَ أُمُّ الكِتَابِ.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فَاصْرِفْ عَنِّي مَقَادِيرَ كُلِّ بَلَاءٍ ، وَمَقْضِيَّ كُلِّ لْأوَاءٍ ، وَابْسطْ عَلَيَّ كَنَفاً مِنْ رَحْمَتِكَ ، وَلُطْفاً مِنْ عَفْوِكَ ، وَسَعَةً مِنْ رِزْقِكَ ، وَتَمَاماً مِنْ نِعْمَتِكَ ، وَجُمَاعاً مِنَ مُعَافَاتِكَ ، وَأَوْقِعْ عَلَيَّ فِيهِ جَميَعَ قَضَائِكَ ، على مُوَافَقَةِ جَميعِ هَوَايَ ، في حَقِيقَةِ أَحْسَنِ عَمَلي ، وَدَفعِ ما أَحْذَرُ فِيهِ ، وَمَا لا أَحْذَرُ على نَفْسي ، وَدِيني ، وَمَالِي ، مِمَّا أَنْتَ أَعْلَمُ بِهِ مِنِّي ، وَاجْعَلْ ذلِكَ خَيْراً لآخِرَتي ، وَدُنْيَايَ ، مَعَ ما أَسْأَلُكَ ، يا رَبُّ أَنْ تَحْفَظَنِي ، فِيمَا خَلَّفْتُ وَرَائي ، مِنْ أَهْلي ، وَوَلَدِي ، وَمَا لي وَمَعِيشَتي ، وَحُزَانَتي ، وَقَرَابَتي ، وَإخْوَاني ، بأحَسَنِ ما خَلَّفْتَ بِهِ غَائِباً مِنَ المُؤمِنِينَ في تَحْصِينِ كُلِّ عَوْرَةٍ ، وَحِفْظٍ مِنْ كُلِّ مَضْيَعَةٍ ، وَتَمَامِ كُلِّ نِعْمَةٍ ، وَكِفَايَةِ كُلِّ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مَكْرُوهٍ ، وَسَتْرِ كُلِّ سَيِّئَةٍ ، وَصَرْفِ كُلِّ مَحْذُورٍ ، وَكَمَالِ كُلِّ ما يَجْمَعُ لِيَ الرِّضا وَالسُّرور في جَميعِ أُمُوري ، وَأفْعَلْ ذلِكَ بِيَ ، بِحَقِّ مُحَمَّدٍ وَآلِ مُحَمَّدٍ ، وَصَلِّ على مُحَمَّدٍ ، وَالسَّلَامُ عَلَيْهِ وَعَلَيْهِمْ وَرَحْمَةُ الله وَبَركَاتُهُ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ويمثل هذا الدعاء الجليل ، صرحا من صروح الايمان ، الذي أقامه سليل النبوة ، للمتقين والمنيبين ، فقد أرشدهم إلى التمسك ، والاعتصام بالله في جميع شؤونهم ، وأمورهم ، وان غير الله وهم وسراب ، ومن الجدير بالذكر أن هذا الدعاء يدعي به في كل سفر سواء ، إلى بيت الله الحرام أو غيره.</w:t>
      </w:r>
    </w:p>
    <w:p w:rsidR="00A60096" w:rsidRPr="005C7499" w:rsidRDefault="00A60096" w:rsidP="00A60096">
      <w:pPr>
        <w:pStyle w:val="Heading2"/>
        <w:rPr>
          <w:rtl/>
        </w:rPr>
      </w:pPr>
      <w:bookmarkStart w:id="71" w:name="_Toc405289453"/>
      <w:r w:rsidRPr="005C7499">
        <w:rPr>
          <w:rtl/>
        </w:rPr>
        <w:t>2 ـ دعاء آخر في السفر لبيت الله</w:t>
      </w:r>
      <w:bookmarkEnd w:id="71"/>
      <w:r w:rsidRPr="005C749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وأوصى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تلميذه ، الفقيه معاوية بن عمار ، أن يدعو بهذا الدعاء إذا أراد السفر للحج والعمرة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إلاَّ اللهُ ، الحَلِيمُ الكَرِيمُ ، لا إلهَ إلاَّ اللهُ العَلِيُّ العَظِيم ، سُبْحَانَ اللهِ رَبِّ السَّمَاوَاتِ السَّبْعِ ، وَرَبِّ الَأرْضِينَ السَّبْعِ ، وَرَبِّ العَرْشِ العَظِيم ، وَالحَمْدُ للهِ رَبِّ العَالَمِين.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كُنْ لي جَاراً ، مِن كُلِّ جَبَّارٍ عَنِيدٍ ، وَمِنْ كُلِّ شَيْطَان رَجِيمٍ مريد.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بِسْمِ اللهِ دَخَلْتُ ، وَبِسْمِ الله خَرَجْتُ وَفي سَبِيلِ اللهِ ، اللّهُمَّ ، إنِّي أُقْدِّمُ بَيْنَ يَدَيَّ ، نِسْيَانِي وَعَجَلَتي ، بِسْمِ الله ، مَا شَاَءَ اللهُ ، في سَفَرِي هَذَا ذَكَرْتُهُ ، أَوْ نَسِيتُهُ ، اللّهُمَّ ، أَنْتَ المُسْتَعَانُ على الأمورِ كُلِّهَا ، وَأَنْتَ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8 / 286.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الصَّاحِبُ في السَفَرِ ، وَالخَليفَةُ في الَأهْلِ ، اللّهُمَّ ، هَوِّنْ عَلَيْنَا سَفَرَنَا ، وَاطْوِ لَنا الَأرْض ، وَسَيِّرْنا فِهَا بِطَاعَتِكَ وَطَاعَةِ رَسُولِكَ ، اللّهُمَّ ، أصْلِحْ لَنَا ظَهْرَنَا ، وَبَارِكْ لَنَا فِيمَا رَزَقْتَنَا ، وَقِنَا عَذَابَ النَّار.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أَعْوذُ بِكَ ، مِنَ وَعْثَاءِ السَفَرِ ، وَكآبَةِ المُنْقَلَبِ ، وَسُوْءِ المُنْظَرِ في الَأهْلِ وَالمَالِ وَالوَلَدِ ، اللّهُمَّ ، أَنْتَ عَضُدِي ، وَنَاصِري ، بِكَ أَحِلُّ وَبِكَ أَسِيرُ ، اللّهُمَّ ، إنِّي أَسْأَلُكَ في سَفَرِي هَذَا : السُّرُورَ وَالعَمَلَ ، لِمَا يُرْضِيكَ عَني ، اللّهُمَّ ، إقْطَعْ عَني بُعْدَهُ وَمَشَقَّتَهُ ، وَاصْبَحْني فِيهِ ، وَأَخْلِفْني في أَهْلِي بِخَيْرٍ ، وَلا حَوْلَ ولا قُوَّةَ إلاَّ بالله العلِّي العَظِيم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عَبْدُكَ ، وَهذه جمالاتُكَ ، والوَجْهُ وَجْهُكَ ، والسَفَرُ إلَيْكَ ، وقَدْ اطََّلَعْتَ على مَا لَمْ يطَّلِعُ عَلَيْهِ أَحَدٌ غَيْرُكَ ، فَاجْعَلْ سَفَرِي هَذَا كَفَّارَةً ، لِمَا قَبْلَهُ ، مِنْ ذُنُوبي ، وَكُنْ عَوْنا لي عَلَيْهِ ، وَاكْفِنيِ وَعَثَهُ وَمشقَّتهُ ، وَلَقِنِّي مِنَ القَوْلِ وَالعَمَلِ رِضاكَ فإنَّما أَنَا عَبْدُكَ ، وَبِكَ وَلَكَ.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وحفل هذا الدعاء بتوحيد الله والثناء عليه ، بما هو أهله ، وبالاستعاذة به تعالى من كل جبار عنيد ، وشيطان رجيم ، كما حفل بالطلب من الله العون والمساعدة على وعثاء السفر ، ومشقة الطريق ، وأن يرزقه رضاه وعفوه ، وغفرانه.</w:t>
      </w:r>
    </w:p>
    <w:p w:rsidR="00A60096" w:rsidRPr="00F12791" w:rsidRDefault="00A60096" w:rsidP="00A60096">
      <w:pPr>
        <w:pStyle w:val="Heading2"/>
        <w:rPr>
          <w:rtl/>
        </w:rPr>
      </w:pPr>
      <w:bookmarkStart w:id="72" w:name="_Toc405289454"/>
      <w:r w:rsidRPr="00F12791">
        <w:rPr>
          <w:rtl/>
        </w:rPr>
        <w:t>3 ـ دعاؤه عند ركوب راحلته</w:t>
      </w:r>
      <w:bookmarkEnd w:id="72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اعتلى راحلته للسفر ، إلى بيت الله الحرام ، دعا بهذا الدعاء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8 / 278 ـ 279 ).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بِسْمِ اللهِ الرَّحْمنِ الرَّحِيمِ ، بِسْمِ اللهِ ، وَالله أَكْبَرُ .. وَإذَا اسْتَوىَ على رَاحِلَتِهِ. قَالَ : الحَمْدُ للهِ الذي هَدَانَا لِلاسْلامِ ، وَعَلَّمَنَا القُرْآنَ ، وَمَنَّ عَلَيْنَا بِمُحَمَّدٍ (ص) ، سُبْحَانَ الله ، سُبْحَانَ الذي سَخَّرَ لَنَا هَذَا ، وَمَا كُنَّا لَهُ مُقْرِنِينَ ، وَإنّا إلى رَبنَا لَمُنْقَلِبونَ ، وَالحَمْدُ للهِ رَبِّ العَالَمِينَ ، اللّهُمَّ ، أَنْتَ الحَامِلُ عَلَى الظَّهْرِ ، وَالمُسْتَعَانُ عَلَى الَأمْرِ ، اللّهُمَّ ، لا طَيرَ إلاَّ طَيْرُكَ ، وَلا خَيْرَ إلاَ خَيْرُكَ ، وَلا حَافِظَ غَيْرُكَ ...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12791" w:rsidRDefault="00A60096" w:rsidP="00A60096">
      <w:pPr>
        <w:pStyle w:val="Heading2"/>
        <w:rPr>
          <w:rtl/>
        </w:rPr>
      </w:pPr>
      <w:bookmarkStart w:id="73" w:name="_Toc405289455"/>
      <w:r w:rsidRPr="00F12791">
        <w:rPr>
          <w:rtl/>
        </w:rPr>
        <w:t>4 ـ دعاؤه في اثناء المسير</w:t>
      </w:r>
      <w:bookmarkEnd w:id="73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أثناء مسيره في السفر ، إلى بيت الله الحرام ، يمجد الله ، ويلهج بذكره ، وكان فيما يدعو به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أنِّي أَسْأَلُكَ لِنَفْسِي ، اليَقِينَ ، وَالعَفْوَ ، وَالعَافِيَةَ ، في الدُّنْيَا وَالآخِرَةَ ، اللّهُمَّ ، أَنْتَ ثِقَتي وَرَجَائِي ، وَأَنْتَ عَضُدِي ، وَأَنْتَ نَاصِرِي ، بِكَ أَحِلُّ وَبِكَ أَسِيرُ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حكى هذا الدعاء ، مدى اعتصام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بالله تعالى ، وإلتجائه إليه في جميع شؤونه.</w:t>
      </w:r>
    </w:p>
    <w:p w:rsidR="00A60096" w:rsidRPr="00F12791" w:rsidRDefault="00A60096" w:rsidP="00A60096">
      <w:pPr>
        <w:pStyle w:val="Heading2"/>
        <w:rPr>
          <w:rtl/>
        </w:rPr>
      </w:pPr>
      <w:bookmarkStart w:id="74" w:name="_Toc405289456"/>
      <w:r w:rsidRPr="00F12791">
        <w:rPr>
          <w:rtl/>
        </w:rPr>
        <w:t>5 ـ دعاؤه عند باب المسجد الحرام</w:t>
      </w:r>
      <w:bookmarkEnd w:id="74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انتهى إلى مكة المكرمة ، قصد البيت الحرام ، ليطوف حول الكعبة ، وكان يقف عند باب البيت المعظم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8 / 281 ـ 282.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وسائل الشيعة 8 / 286.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ويدعو بهذا الدعاء ، وقد رواه عنه الثقة أبو بصير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 ، وَبِاللهِ ، وَمِنَ اللهِ ، وَمَا شَاءَ اللهُ ، وَعلى مِلَّةِ رَسُولِ اللهِ (ص) وَخَيْرُ الَأسمَاءِ للهِ ، وَالحَمْدُ للهِ ، والسَّلَامُ على رَسُولِ الله ، السَّلَامُ على مُحَمَّدٍ بنُ عَبْدِاللهِ ، السَّلَامُ عَلَيْكَ ، أَيُّهَا النَّبِيُّ وَرَحْمَةً اللهِ وَبَرَكَاتُهُ ، السَّلَامُ على أَنْبِيَاءِ اللهِ وَرُسُلِهِ ، السَّلَامُ على إبْرَاهِيمَ خَليلِ الرَّحْمنِ ، السَّلَامُ على المُرْسَلِينَ ، وَالحَمْدُ لله رَبِّ العَالَميِنَ ، السَّلَامُ عَلَيْنَا ، وَعلى عِبَادِ اللهِ الصَّالِحِينَ ، اللّهُمَّ صَلِّ على مُحَمَّدٍ ، عَبْدِكَ وَرَسُولِكَ ، وَعلى إبْرَاهِيمَ خَلِيلِكَ ، وَعلى أَنْبِيَائِكَ وَرُسُلِكَ ، وَسَلِّمْ عَلَيْهِمْ ، وَسَلَامٌ على المُرْسَلِينَ وَالحَمْدُ لله رَبِّ العَالَمِينَ.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إفْتَحْ لي أَبْوَابَ رَحْمَتِكَ ، وَاسْتَعْمِلْني في طَاعَتِكَ ، وَاحْفَظْني بِحِفْظِ الإِيمَانِ ، أَبَداً ، ما أبْقَيْتَني ، جَلَّ ثَنَاءُ وَجْهِكَ ، الحَمْدُ للهِ الذي جَعَلَني مِنْ وَفْدِهِ وَزُوَّارِهِ ، وَجَعَلَني مِمَّنْ يُعمِّرُ مَسَاجِدَهُ ، وَجَعَلَني مِمَّن يُنَاجِيهِ.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إني عَبْدُكَ ، وَزَائِرُكَ في بَيْتِكَ ، وَعلى كُلِّ مَأْتِيٍّ حَقٌّ لِمَنْ أَتَاهُ وَزَارَهُ ، وَأَنْتَ خَيْرُ مَأْتي ، وَأَكْرَمُ مَزُورٍ ، فَأَسْأَلُكَ ، يا اللهُ ، يا رَحْمنُ وَبِأَنَّكَ أَنْتَ اللهُ لا إلهَ إلاَّ أَنْتَ ، وَحْدَكَ لا شَرِيكَ لَكَ ، وَبِأَنَّكَ وِاحِدٌ صَمَدٌ ، لَمْ تَلِدْ ، وَلَمْ تُولَد ، وَلَمْ يَكُنْ لَكَ كُفْواً أَحَدٌ ، وَأَنَّ مُحَمَداً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عَبْدُكَ وَرَسُولُكَ ، وَعلى أَهْلِ بَيْتِهِ.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يا جَوَادُ يا كَرِيمٌ ، أَسْأَلُكَ أَنْ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كذا في الاصل ، واحتمل هناك سقط وان فيه سلاما على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أو دعاءا لهم.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تَجْعَلَ تُحْفَتَكَ إيَّايَ ، بِزِيَارَتِي إيَّاكَ ، أَوَّلَ شَيْءٍ تُعْطِيني فَكَاكَ رَقَبَتي مِنَ النَّارِ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فُكَّ رَقَبَتِي مِنَ النَّارِ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يقول ذلك ثلاثا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وَأَوسِعْ عَلَيَّ مِنْ رِزْقِكَ الحَلَالِ الطَيِّبِ ، وَادْرَأْ عَنِّى شَرَّ شَيَاطِينِ الإِنْسِ وَالجنَّ ، وَشَرَّ فَسَقَةِ العَرَبِ وَالعَجَمِ 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12791" w:rsidRDefault="00A60096" w:rsidP="00A60096">
      <w:pPr>
        <w:pStyle w:val="Heading2"/>
        <w:rPr>
          <w:rtl/>
        </w:rPr>
      </w:pPr>
      <w:bookmarkStart w:id="75" w:name="_Toc405289457"/>
      <w:r w:rsidRPr="00F12791">
        <w:rPr>
          <w:rtl/>
        </w:rPr>
        <w:t>6 ـ دعاؤه عند دخول المسجد الحرام</w:t>
      </w:r>
      <w:bookmarkEnd w:id="75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دخل البيت الحرام ، دخله بسكينة ، وخشوع ، ووقار ، وقد أوصى بذلك تلميذه الفقيه معاوية بن عمار ، وقال له : من دخله ـ البيت الحرام ـ بخشوع غفر الله له ، فقال له عمار : ما الخشوع؟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السكينة ، لا تدخل بتكبر ، وأمره بالدعاء التالي عند باب المسجد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السَّلَامُ عَلَيْكَ إَيُّها النَّبِيُّ وَرَحْمَةً اللهِ وَبَرَكَاتُهُ ، بِسْمِ الله ، وَبِاللهِ ، وَمِنَ اللهِ ، وَمَا شَاءَ اللهُ ، وَالسَّلَامُ على أَنبْيَاءِ الله وَرُسُلِهِ ، وَالسَّلَامُ على رَسُولِ اللهِ (ص) وَالسَّلَامُ على إبراهيمَ خَليلِ اللهِ ، وَالحَمْدُ للهِ رَبِّ العَالَمينَ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وقال له : إذا دخلت المسجد ، فارفع يديك ، واستقبل البيت ،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في مَقَامِي هِذا ، في أَوَّلِ مَنَاسِكِي ، أَنْ تَقْبَلَ تَوْبَتي ، وَأَنْ تَتَجَاوَزَ عَنْ خَطيئتي ، وَتَضَعَ عَنْي وِزْرِي ، الحَمْدُ للهِ الذي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321 ـ 322 ).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بَلَّغَني بَيْتَهُ الحَرَامَ.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أَشْهَدُ ، أَنَّ هَذَا بَيْتَكَ الحَرَامَ ، الذي جَعَلْتَهُ مَثَابَةً لِلْنَّاسِ وَأَمْناً وَمُبَارَكاً ، وَهُدىً لِلْعَالَمِينَ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أنِّي عَبْدُكَ ، وَالبَلَدُ بَلَدُكَ ، وَالبَيْتُ بَيْتُكَ ، جَئْتُ أَطْلُبُ رَحْمَتَكَ ، وَأَرُومُ طَاعَتَكَ ، مُطِيعاً لإمْرِكَ ، رَاضِياً بِقَدَرِكَ ، أَسْألُكَ مَسْأَلَةَ المُضْطَرِ إلَيْكَ ، الخَائِفِ لِعُقُوبَتِكَ ، اللّهُمَّ ، إفْتَحْ لي أَبْوَابَ رَحْمَتِكَ ، وَاسْتَعْمِلْني بِطَاعَتِكَ وَمَرْضَاتِكَ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ويمثل هذا الدعاء مدى إنابته إلى الله ، وانقطاعه إليه ، فهو الذي وضع المناهج العليا لمناسك الحج ، وأرشد المسلمين إلى أفضل الطرق في أداء هذه العبادة.</w:t>
      </w:r>
    </w:p>
    <w:p w:rsidR="00A60096" w:rsidRPr="00F12791" w:rsidRDefault="00A60096" w:rsidP="00A60096">
      <w:pPr>
        <w:pStyle w:val="Heading2"/>
        <w:rPr>
          <w:rtl/>
        </w:rPr>
      </w:pPr>
      <w:bookmarkStart w:id="76" w:name="_Toc405289458"/>
      <w:r w:rsidRPr="00F12791">
        <w:rPr>
          <w:rtl/>
        </w:rPr>
        <w:t>7 ـ دعاؤه حول الكعبة</w:t>
      </w:r>
      <w:bookmarkEnd w:id="76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يستقبل الكعبة المعظمة بالخشوع ، وذكر الله وقد روى ذريح ، ما شاهده من الامام ، وما سمعه من دعائه قال : رأيت الامام في الكعبة ، وهو ساجد ،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يَرُدُ غَضَبَكَ إلا حِلْمُكَ ، وَلَا يُجِيرُ مِنْ عَذَابِكَ إلاَّ رَحْمَتُكَ ، وَلا يُنْجِي مِنْكَ إلاَّ التَضَرُعُ إلَيْكَ ، فَهَبْ لي ، يا إلهي ، فَرَجاً بِالقُدْرَةِ التي بِهَا تُحْيِي أَمْوَاتَ العِبَادِ ، وَبِهَا تَنْشُرُ مَيْتَ البِلَادِ ، وَلا تُهْلِكْنِي ، يا إلهي حَتَّى تَسْتَجِيبَ لي دُعَائِي وَتُعَرِّفَني الإِجَابَةَ.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ارْزُقْني العَافِيَةِ إلى مُنْتَهى أَجَلِي ، وَلا تَشْمِتْ بي عَدُوِّي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321.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وَلا تُمَكِّنْهُ مِنْ عُنُقِي ، مَنْ ذا الذي يَرفَعُني إنْ وَضَعْتني؟ وَمَنْ ذا الذي يَضِعُني إنْ رَفَعْتني؟ وَإنْ أَهْلَكْتَني فَمنْ ذَا الذي يَعْرِضْ لَكَ في عَبْدِكَ ، أَوْ يَسْألُكَ عَنْ أَمْرِهِ ، فَقَدْ عَلِمْتُ يا إلهي ، أَنَّهُ لَيْسَ في حُكْمِكَ ظَلْمُ ، وَلَا في نقْمَتك عجَلَةٌ ، إنَّما يَعْجَلُ مَنْ يَخَافُ الفَوْتَ ، وَيَحْتَاجُ إلى الظُلْمِ الضعيفُ ، وَقَدْ تعالَيْتَ يا إلهي عَنْ ذلِكَ.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إلهي فَلَا تَجْعَلْني لِلْبَلَاءِ غَرَضاً ، وَلَا لِنَقْمَتِكَ نَصَباً ، وَأمْهِلْني وَنَفْسِي ، وَأَقلني عَثْرَتي ، وَلَا تَرُدَّ يَدِي في نَحْرِي ، وَلَا تُتْبِعْني بِبَلاءٍ ، فَقَدْ تَرَى ضَعْفِي ، وَتَضَرُعي إلَيْكَ ، وَوَحْشتِي مِنَ النَّاسِ ، وَأُنْسِي بِكَ ، أَعُوذُ بِكَ اليَوْمَ فأعِذْني ، وَأَسْتَجِيرُ بِكَ فَأَجِرْني ، وَأَسْتَعينُ بِكَ عَلَى الضَرَّاءِ فَأَعِنِّي ، وَأَسْتَنْصِرُكَ فَانْصُرني ، وَأَتوكَّلُ عَلَيْكَ فَاكْفني ، وأُومنُ بِكَ فَآمِنِّي ، وَأَسْتَهْدِي بِكَ فَاهْدِني ، وَأسْتَرْحِمُكَ فَارْحَمْني ، وَأسْتَغْفِرُكَ مِمَّا تَعْلَمُ فَاغْفِر لي ، وَأَسْتَرْزِقُكَ مِنْ فَضْلِكَ الواسِعِ ، فارْزُقْني ، ولا حَوْلَ وَلَا قُوَّةَ إلاَّ بِاللهِ العَلِيِّ العَظِيمِ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إتجه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بمشاعره وعواطفه نحو الله تعالى ، وناجاه بإيمان لا حدود له ، وقد طلب منه أجل وأسمى ما يطلبه المتقون ، والعارفون ، فقد طلب منه خير الدنيا وخير الآخرة.</w:t>
      </w:r>
    </w:p>
    <w:p w:rsidR="00A60096" w:rsidRPr="00F12791" w:rsidRDefault="00A60096" w:rsidP="00A60096">
      <w:pPr>
        <w:pStyle w:val="Heading2"/>
        <w:rPr>
          <w:rtl/>
        </w:rPr>
      </w:pPr>
      <w:bookmarkStart w:id="77" w:name="_Toc405289459"/>
      <w:r w:rsidRPr="00F12791">
        <w:rPr>
          <w:rtl/>
        </w:rPr>
        <w:t>8 ـ دعاؤه عند دخول الكعبة</w:t>
      </w:r>
      <w:bookmarkEnd w:id="77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يهتم إهتماما بالغا ، في الدخول إلى الكعبة المعظمة ، وقد عهد إلى تلميذه الفقيه ، معاوية بن عمار ، أن لا يدخلها بحذائه ، ويقول عند الدخول : اللهم : إنك قلت :«</w:t>
      </w:r>
      <w:r w:rsidRPr="00A60096">
        <w:rPr>
          <w:rStyle w:val="libAieChar"/>
          <w:rtl/>
        </w:rPr>
        <w:t xml:space="preserve"> ومن دخله كان آمنا </w:t>
      </w:r>
      <w:r>
        <w:rPr>
          <w:rtl/>
        </w:rPr>
        <w:t xml:space="preserve">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375 ـ 376.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فَآمِنِّي مِنْ عَذَابِ النار ، كما أمره بالصلاة ركعتين بين الاسطوانتين على الحمراء ، ويقرأ في الركعة الاولى ( حم السجدة ) وفي الثانية عدد آياتها من القرآن ويصلي في زواياه ويقول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مَنْ تَهَيَّأَ ، أَوْ تَعَبَّأَ ، أَوْ أسْتَعَدَّ ، أَوْ اسْتَعَدَّ لِوَفَادَةِ إلى مَخْلُوقٍ رَجَاءَ رِفْدِهِ وَجَائِزَتَهِ ِ، وَنَوَافِلِهِ وَفَواضِلِهِ ، فَإلَيْكَ يا سَيِّدي ، تَهْيِئَتي ، وَتَعْبِئَتي ، وَاسْتِعْدَادِي ، رَجَاءَ رَفْدِكَ ، وَنَوَافِلِكَ ، وَجَائِزَتِكَ ، فَلا تُخَيِّب اليَوْمَ رَجَائِي ، يا مَنْ لا يَخِيبُ سَائِلُهُ ، وَلا يَنْقُصُ نَائِلُهُ ، فَإنِّي ، لَمْ آتِكَ اليَوْمَ ، بَعَمَلٍ صَالِحٍ قَدَّمْتُهُ ، وَلا شَفَاعَةِ مَخْلُوقٍ رَجَوْتُهُ ، وَلكِني أَتَيْتُكَ مُقِرّاً بِالذُّنُوبِ وَالإٍسَاءَةِ على نَفْسي ، فَإنَّهًُ لا حُجَّةَ لي ، وَلا عُذْرَ ، فَأَسْأَلُكَ يا مَنْ هُوَ كَذلِكَ ، أَنْ تُصَلِّيَ على مُحَمَّدٍ وَآلِهِ ، وَتُعْطِيَني مَسْأَلَتِي ، وَتُقِيلَني عَثْرَتِي ، وَتَقْبَلَني بِرَغْبَتي ، وَلا تَرُدَّني مَجْبُوهاً مَمْنُوعاً ، وَلا خَائِباً ، يا عَظِيمُ ، يا عَظِيمُ ، يا عَظِيمُ ، اَرْجْوكَ يَا عَظيمُ ، أَسْأَلُكَ يَا عَظِيمُ أَنْ تَغْفِرَ لي الذَّنْبَ العَظِيمَ ، يا عَظِيمُ ، لا إلهَ إلاَّ أَنْتَ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أرأيتم سيد العارفين والمتقين ، كيف يتذلل أمام الخالق العظيم؟ لقد علمنا كيف نخاطب الله تعالى؟ وكيف ندعوه ونتوسل إليه؟</w:t>
      </w:r>
    </w:p>
    <w:p w:rsidR="00A60096" w:rsidRPr="00F12791" w:rsidRDefault="00A60096" w:rsidP="00A60096">
      <w:pPr>
        <w:pStyle w:val="Heading2"/>
        <w:rPr>
          <w:rtl/>
        </w:rPr>
      </w:pPr>
      <w:bookmarkStart w:id="78" w:name="_Toc405289460"/>
      <w:r w:rsidRPr="00F12791">
        <w:rPr>
          <w:rtl/>
        </w:rPr>
        <w:t>9 ـ دعاؤه عند الحجر الاسود</w:t>
      </w:r>
      <w:bookmarkEnd w:id="78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بداية الطواف حول البيت المعظم ، فمن الحجر الاسود ، وقد 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بعض الادعية ، التي كان يدعو بها حول هذا الحجر المقدس ، وهي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روى الفقيه ، معاوية بن عمار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أنه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372 ـ 373.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قال له : إذا دنوت من الحجر الاسود ، فارفع يديك ، واحمد الله ، وثن عليه ، وصل على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واسأل الله أن يتقبل منك ، ثم استلم الحجر وقبله ، فإن لم تستطع تقبله ، فاستلمه بيدك ، فام لم تستطع إن تستلمه بيدك فأشر إليه ،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إَمَانَتِي أَدَّيْتُهَا ، وَمِيثَاقِي تَعَاهَدْتُهُ لِتَشْهَدَ لي بِالمُوَافَاةِ ، اللّهُمَّ ، تَصْدِيقاً بِكِتَابِكَ ، وَعَلَى سُنَّةِ نَبِيِّكَ ، أَشْهَدُ أَنْ لا إلهَ إلاَّ الله وَحْدَهُ لا شَرِيكَ لَهُ ، وَأَنَّ مُحَمَّداً عَبْدُهُ وَرَسُولُهُ ، آمَنْتُ بِالله ، وَكَفَرْتُ بِالجِبْتِ وَالطَاغُوتِ ، وَبِالَّاتِ وَالعُزَّى ، وَعِبَادَةِ الشَّيْطَانِ ، وَعِبَادَةِ كُلِّ نِدٍّ يُدْعَى مِنْ دُونِ اللهِ ...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وأضاف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قائلا : فإن لم تستطع أن تقول هذا كله فبعضه ،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إلَيْكَ بَسَطْتُ يَدِي ، وَفِيمَا عِنْدَكَ عَظُمَتْ رَغْبَتِي ، فَاقْبَلْ مَسْحَتي ، وَاغْفِرْ لي وَارْحَمْني ، اللّهُمَّ ، إنِّي أعُوذُ بِكَ مِنَ الكُفْرِ وَالفَقْرِ ، وَمَوَاقِفِ الخَزْيِ ، في الدُّنْيَا وَالآخِرَةِ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روى أبو بصير الثقة الجليل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أنه قال : إذا دخلت المسجد الحرام ، فامش حتى تدنوا من الحجر الاسود ، فتستلمه ، وتقول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الحَمْدُ للهِ الذي هَدَانَا لِهَذَا ، وَمَا كُنَّا لِنَهْتَدِيَ لَوْلا أَنْ هَدَانَا الله ، سُبْحَانَ اللهِ ، وَالحَمْدُ للهِ ، وَلَا إلهَ إلاَّ اللهِ ، وَاللهُ أكْبَرُ ، أكْبَرُ مِنْ خَلْقِهِ ، وَأَكْبَرُ مِمَّنْ أَخْشَى وَأحْذَرُ ، وَلا إلهَ إلاَّ اللهُ ، وَحْدَهُ لا شَرِيكَ لَهُ ، لَهُ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400.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المُلْكُ ، وَلَهُ الحَمْدُ يُحْيى وَيُمِيتُ ، وَيُمِيتُ وَيُحْيِي بِيَدِهِ الخَيْرُ ، وَهُوَ على كُلِّ شَيْءٍ قَدِيرٌ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امره بالصلاة على النبي وأله ، والسلام على المرسلين ، والقول بعد ذلك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إنِّي أَومِنُ بِوَعْدِكَ ، وَأوُفي بِعَهْدِكَ 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12791" w:rsidRDefault="00A60096" w:rsidP="00A60096">
      <w:pPr>
        <w:pStyle w:val="Heading2"/>
        <w:rPr>
          <w:rtl/>
        </w:rPr>
      </w:pPr>
      <w:bookmarkStart w:id="79" w:name="_Toc405289461"/>
      <w:r w:rsidRPr="00F12791">
        <w:rPr>
          <w:rtl/>
        </w:rPr>
        <w:t>10 ـ دعاؤه عند الطواف</w:t>
      </w:r>
      <w:bookmarkEnd w:id="79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وعلِّم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تلميذه الفقيه معاوية بن عمار ، الدعاء الذي يدعو به في حال طوافه ، قائلا : طف بالبيت سبعة أشواط ، وتقول في الطواف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بِاسْمِكَ الذي يُمْشَي بِهِ على ظُلَلِ المَاءِ ، كَمَا يُمْشَي بِهِ على جَدَد الَأرْضِ ، وَأَسْأَلُكَ بِاسْمِكَ ، الذي يَهْتَزُّ لَهُ عَرْشُكَ ، وَأَسْأَلُكَ بِاسْمِكَ ، الذي تَهْتَزُ لَهُ أَقْدَامُ مَلَائِكَتِكَ ، وَأَسْأَلُكَ بِاسْمِكَ ، الذي دَعَاكَ بِهِ مُوسَى مِنْ جَانِبِ الطُّورِ ، فَاسْتَجْبْتَ لَهُ ، وَأَلْقَيْتُ عَلَيْهِ مَحَبَّةً مِنْكَ ، وَأَسْأَلُكَ بِاسْمِكَ ، الذي غَفَرْتَ بِهِ لِمُحَمَّدٍ ، ما تَقَدَّمَ مِنْ ذَنْبِهِ وَمَا تَأَخَّرَ ، وَأَتْمَمْتُ عَلَيْهِ نِعْمَتَكَ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تسأل حاجتك .. وكلما انتهيت إلى باب الكعبة فصل على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وتقول فيما بين الركن اليماني والحجر الاسود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رَبَّنَا آتِنَا في الدُّنْيَا حَسَنَةً وَفي الَآخِرَةِ حَسَنَةً ، وَقِنَا عَذَابَ النَّارِ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وقل في الطواف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401.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اللّهُمَّ ، إنِّي إلَيْكَ فَقِيرٌ ، وَإني خَائفٌ مُسْتَجِيرٌ ، فَلَا تُغَيِّرَ جِسْمي ، وَلَا تُبَدِّلَ إسْمِي ...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12791" w:rsidRDefault="00A60096" w:rsidP="00A60096">
      <w:pPr>
        <w:pStyle w:val="Heading2"/>
        <w:rPr>
          <w:rtl/>
        </w:rPr>
      </w:pPr>
      <w:bookmarkStart w:id="80" w:name="_Toc405289462"/>
      <w:r w:rsidRPr="00F12791">
        <w:rPr>
          <w:rtl/>
        </w:rPr>
        <w:t>11 ـ دعاؤه عند الصفا</w:t>
      </w:r>
      <w:bookmarkEnd w:id="80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روى الفقيه الجليل ، معاوية بن عمار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الدعاء الذي يدعو به عند الصفا ، فقد قال : فاصعد على الصفا حتى تنظر إلى البيت ، وتستقبل الركن الذي فيه الحجر الاسود ، فاحمد الله عزوجل وأثن عليه ، ثم اذكر من آلائه ، وبلائه وحسن ما صنع إليك ما قدرت على ذكره ، ثم كبر الله سبعا ، واحمده سبعا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إلاَّ اللهُ وَحْدَهُ لا شَرِيكَ لَهُ ، له المُلْكُ ، وَلَهُ الحَمْدُ يُحْيِي وَيُمِيتُ ، وَهُوَ حَيٌّ لا يَمُوُتُ بِيَدهِ الخَيْرُ وَهُوَ على كُلِّ شَيْءٍ قَدِيرٌ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تقول ذلك ثلاث مرات ثم صل على النبي وآله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اللهُ أكْبَرُ ، الحَمْدُ للهِ على مَا هَدَانَا ، الحَمْدُ للهِ على مَا أَوْلَانَا ، الحَمْدُ للهِ الحَيِّ القَيُّومِ ، وَالحَمْدُ للهِ الحَيِّ الدَائِمِ ، ثلاث مرات ـ وقل : أَشْهَدُ أَنْ لا إلهَ إلاَّ اللهُ ، وَأَشْهَدُ أَنَّ مُحَمَّداً عَبْدُهُ وَرَسُولُهُ ، لا نَعْبُدُ إلاَّ إيَّاهُ ، مُخْلِصِينَ لَهُ الدِّينَ وَلَوْ كَرِهَ المُشْرِكوُنَ ـ ثلاث مرات ـ ثم تقول : اللّهُمَّ ، إنِّي أَسْأَلُكَ العَفْوَ وَالعَافِيَةِ ، وَاليَقِينَ في الدُّنْيَا وَالآخِرَةِ ـ ثلاث مرات ـ اللّهُمَّ ، آتِنَا في الدُّنْيَا حَسَنَةً ، وَفي الآخِرَةِ حَسَنَةً وَقِنا عَذَابَ النَّارِ ـ ثلاث مرات ـ ثُمَّ تُكَبِّرُ اللهَ مَائَةَ مَرَّةٍ ، وَتُهَلِّلُهُ مَائَةَ مَرَّةٍ ، وَتَحْمَدُهُ مَائَةَ مَرَّةٍ ، وَتُسَبِّحُهُ مَائَةَ مَرَّةٍ ، ثم تقول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415.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لا إلهَ إلاَّ اللهُ وَحْدَه وَحْدَه ، أَنّجَزَ وَعْدَهْ ، وَنَصَرَ عَبْدَهُ ، وَغَلَبَ الَأحْزَاب وَحْدَه ، فَلَهُ المُلْكُ ، وَلَهُ الحَمْدُ وَحْدَهُ ، وَحْدَهُ ، اللّهُمَّ ، بَاركْ لي في المَوْتِ ، وَفِيمَا بَعْدَ المَوْتِ ، اللّهُمَّ ، إنِّي أَعُوذُ بِكَ مِنْ ظُلْمَةِ القَبْرِ وَوَحْشَتِهِ ، اللّهُمَّ ، أَظِلَّني في طِل عَرْشِكَ ، يَوْمَ لا ظِلَّ إلاَّ ظِلُّكَ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وأمره بالاستكثار من القول في استيداع دينه ، ونفسه وأهله ، عند الله عز وجل ، ثم القول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أَسْتَوْدِعُ اللهَ الرَّحْمنَ الرَّحِيمَ ، الذي لا تَضِيعُ ودائعُهُ دِيني ، وَنَفْسِي ، وَأَهْلي ، اللّهُمَّ ، اسْتَعْمِلْني على كِتَابِكَ وَسُنَّةِ نَبيِّكَ ، وَتَوَفَّني على مِلَّتِه ، وَأَعِذْني مِنْ الفِتْنَةِ.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تكبر ثلاثا ، ثم تكبر واحدة ، ثم تعيدها فإن لم تستطع فبعضه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ومثلت هذه الادعية ، وهذا الذكر روحانية الاسلام ، الذي يسمو بالانسان إلى مستوى رفيع ، يجعله جديرا بأن يكون خليفة لله في أرضه.</w:t>
      </w:r>
    </w:p>
    <w:p w:rsidR="00A60096" w:rsidRPr="00F12791" w:rsidRDefault="00A60096" w:rsidP="00A60096">
      <w:pPr>
        <w:pStyle w:val="Heading2"/>
        <w:rPr>
          <w:rtl/>
        </w:rPr>
      </w:pPr>
      <w:bookmarkStart w:id="81" w:name="_Toc405289463"/>
      <w:r w:rsidRPr="00F12791">
        <w:rPr>
          <w:rtl/>
        </w:rPr>
        <w:t>12 ـ دعاؤه عند الصفا والمروة</w:t>
      </w:r>
      <w:bookmarkEnd w:id="81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سأل جميل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يعلمه دعاءا مؤقتا يقوله على الصفا والمروة ، فعلمه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إلاَّ اللهَ ، وَحْدَهُ لا شَرِيكَ لَهُ ، لَهُ المُلْكُ ، وَلَهُ الحَمْدُ يُحْيِي وَيُمِيتُ ، وَيُمِيتُ وَيُحيي ، وَهُوَ على كُلِّ شَيْءٍ قَديرٌ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9 / 517.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وسائل الشيعة 9 / 520. </w:t>
      </w:r>
    </w:p>
    <w:p w:rsidR="00A60096" w:rsidRPr="00F12791" w:rsidRDefault="00A60096" w:rsidP="00A60096">
      <w:pPr>
        <w:pStyle w:val="Heading2"/>
        <w:rPr>
          <w:rtl/>
        </w:rPr>
      </w:pPr>
      <w:r>
        <w:rPr>
          <w:rtl/>
        </w:rPr>
        <w:br w:type="page"/>
      </w:r>
      <w:bookmarkStart w:id="82" w:name="_Toc405289464"/>
      <w:r w:rsidRPr="00F12791">
        <w:rPr>
          <w:rtl/>
        </w:rPr>
        <w:lastRenderedPageBreak/>
        <w:t>13 ـ دعاؤه في عشية عرفة</w:t>
      </w:r>
      <w:bookmarkEnd w:id="82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يستقبل عشية عرفة ، بالدعاء ، والابتهال إلى الله تعالى ، وكان يحيي تلك الليلة المباركة ، بالعبادة والطاعة ، وكان مما يدعو به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هَذِه الَأيَّامُ التي فَضَّلْتَهَا على غَيْرِهَا مِنَ الَأيَّامِ ، وَشَرَّفْتَهَا ، وَقَدْ بَلَّغْتَنِيهَا بِمَنِّكَ ، وَرَحْمَتِكَ ، فَأَنْزلَ عَلَيْنَا مِنْ بَرَكَاتِكَ ، وَأسْبغْ عَلَيْنَا فِيهَا مِنْ نَعْمَائِكَ ، اللّهُمَّ ، إنِّي أَسْأَلُكَ أَنْ تُصَلِّيَ على مُحَمَّدٍ وَآلِ مُحَمَّدٍ ، وَأَنْ تَهْدِينَا فِيهَا سبيل الهُدَى ، وَتَرْزُقَنَا فِيهَا التَقْوَى ، وَالعَفَافَ ، وَالغِنَى ، وَالعَمَلَ بِمَا تُحبُ وَتُرْضَىْ.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، يا مَوْضِعَ كُلِّ شَكْوَى ، وَيا سَامِعَ كُلِّ نَجْوَى ، وَيَا شَاهِدَ كُلِّ مَلَاءٍ ، وَيَا عَالِمَ كُلِّ خَفِيَّةٍ ، أَنْ تُصَلِّيَ على مُحَمَّدٍ ، وَآلِ مُحَمَّدٍ ، وَأَنْ تَكْشِفَ عَنَّا فِيهَا البَلَاءَ ، وَتَسْتَجيبَ لَنَا فِيهَا الدُّعَاءَ ، وَتُقَوِّيَنَا فِيها ، وَتُعِينَنَا ، وَتُوَفِقَنَا فِيها ، رَبَّنَا ، لِمَا تُحِبُ وَتُرْضَى ، وَعلى ما افَتَرَضْتَ عَلَيْنَا مِنْ طَاعَتِكَ ، وَطَاعَةِ رَسُولِكَ ، وَأَهْلِ وِلَايَتِكَ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اللّهُمَّ ، إنِّي أَسْأَلُكَ يا أَرْحَمَ الرَّاحِمِينَ أَنْ تُصَليَ على مُحَمَّدٍ وَآلِ مُحَمَّدٍ ، وَأَنْ تَهَبَ لَنَا فِيهَا الرِّضَا ، إنَّكَ سَمِيعُ الدُّعَاءِ ، وَلا تَحْرِمْنَا خَيْرَ مَا نَزَلَ فِيهَا مِنَ السَّمَاءِ ، وَطَهِّرْنَا مِنَ الذُّنُوبِ يا عَلَّامَ الغُيُوبِ ، وَأَوْجِبْ لَنَا فِيها دَارَ الخُلُودِ ، اللّهُمَّ صَلِّ على مُحَمَّدٍ وَآلِ مُحَمَّدٍ ، وَلَا تَتْرُكْ لَنَا فِيهَا ذَنْباً إلاَّ غَفَرْتَهُ ، وَلا هَمًّا إلاَّ فَرَجْتَهُ ، وَلا دَيْناً إلاَّ قَضَيْتَهُ ، وَلا غَائِباً إلاَّ أَدْنَيْتَهُ ، وَلا حَاجَةً مِنْ حَوَائِجِ الدُّنْيَا وَالآخِرَةِ إلاَّ سَهَّلْتَهَا وَيَسَّرْتَهَا إنَّكَ على كُلِّ شَيْءٍ قَدِيرٌ.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يا عَالِمَ الخَفِيَّاتِ ، وَيا رَاحِمَ العَبَرَاتِ ، يا مُجِيبَ الدَعَوَاتِ ، يا رَبِّ الَأرَضِينِ وَالسَّموَاتِ ، يا مَنْ لا تَتَشَابَهُ عَلَيْهِ الَأصْوَاتُ ، صَلِّ على مُحَمَّدٍ وَآلِ مُحَمَّدٍ ، وَاجْعَلْنَا فِيهَا مِنْ عُتَقَائِكَ وَطُلَقَائِكَ مِنَ النَّارِ ، وَالفَائِزِينَ بِجَنَّتِكَ ، النَّاجِينَ بِرَحْمَتِكَ يا أَرْحَمَ الرَّاحِمِينَ ، وَصَلَّى اللهُ على مُحَمَّدٍ وَآلِهِ أجْمَعِينَ ، وَسَلَّمْ تَسْليماً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وانتهى هذا الدعاء الشريف ، 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يقرأه أيضا بعد صلاة الصبح ، وقبل المغرب إلى ليلة المزدلفة.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F12791" w:rsidRDefault="00A60096" w:rsidP="00A60096">
      <w:pPr>
        <w:pStyle w:val="Heading2"/>
        <w:rPr>
          <w:rtl/>
        </w:rPr>
      </w:pPr>
      <w:bookmarkStart w:id="83" w:name="_Toc405289465"/>
      <w:r w:rsidRPr="00F12791">
        <w:rPr>
          <w:rtl/>
        </w:rPr>
        <w:t>14 ـ دعاؤه الاول في يوم عرفة</w:t>
      </w:r>
      <w:bookmarkEnd w:id="83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يوم عرفة من الايام المعظمة في الاسلام ، ففيه ، وقوف حجاج بيت الله الحرام في ذلك المكان المقدس ، من الزوال إلى الغروب ، ويستحب إحياء تلك الفترة بالدعاء والصلاة ، وذكر الله ، 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بعد أداء صلاة الظهر ، والعصر يكبر الله مائة مرة ، ويحمده مائة مرة ، ويسبحه مائة مرة ، ويقرأ سورة التوحيد مائة مرة ، ثم يقرأ 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إلاَّ اللهُ الحَلِيمُ ، الكَرِيمُ ، لا إلهَ إلاَّ اللهُ العَلِيُّ العَظِيمُ ، سُبْحَانَ اللهِ رَبِّ السَّموَاتِ ، وَرَبِّ الَأرْضِينَ السَّبْعِ وَمَا فِيهِنَّ ، وَمَا بَيْنَهُنَّ ، وَرَبِّ العَرْشِ العَظِم. وَالحَمْدُ للهِ رَبِّ العَالَمِينَ ، اللّهُمَّ ، إيَّاكَ أَعْبُدُ ، وَإيَّاكَ أَسْتَعِينُ ، اللّهُمَّ ، إنِّي أُرِيدُ أَنْ أُثْنِيَ عَلَيْكَ ، وَمَا عَسَى أَنْ أَبْلُغَ مِنْ مَدْحِكَ مَعَ قِلَّةِ عَمَلي ، وَقِصَرِ رَأيي وَأَنْتَ الخَالِقُ ، وَأَنَا المَخْلُوقُ ، وَأَنْتَ المَالِكُ ، وَأَنَا المَمْلُوكُ ، وَأَنْتَ الرَبِّ ، وَأَنَا العَبْدُ ، وَأَنْتَ العَزِيزُ وَأَنَا الذَّليلُ ، وَأَنْتَ القَوِيُّ ، وَأَنَا الضَّعِيفُ ، وَأَنْتَ الغَنيُّ وَأَنَا الفَقِيرُ ، وَأَنْتَ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324 ).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المُعْطِي وَأَنَا السَّائِلُ ، وَأَنْتَ الغَفُورُ وَأَنَا الخَاطِىءُ ، وَأَنْتَ الحَيُّ الذي لا يَمُوتُ ، وَأَنَا مَخْلُوقٌ أَمُوتُ.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اللهُ رَبُّ العَالَمِينَ ، وَأَنْتَ اللهُ لا إلهَ إلاَّ أَنْتَ العَزيزُ الحَكيمُ ، وَأَنْتَ اللهُ لا إلهَ إلاَّ أَنْتَ العَلِيُّ العَظِيمُ ، وَأَنْتَ اللهُ لا إله إلاَّ أَنْتَ الغَفُورُ الرَّحِيمُ ، وَأَنْتَ اللهُ لا إلهَ إلاَّ أَنْتَ ، مَالِكُ يَوْمِ الدِّينِ ، وَأَنْتَ اللهُ لا إلهَ إلاَّ أَنْتَ ، مُبْدِىءُ كُلِّ شَىْءٍ وَإلَيْكَ يَعُودُ ، وَأَنْتَ اللهُ خَالِقُ الخَيْرِ وَالشَرِّ ، وَأَنْتَ اللهُ لا إلهَ إلاَّ أَنْتَ الوَاحِدُ ، الَأحَدُ ، الصَمَدُ ، لَمْ تَلِدْ وَلَمْ تُولَدْ ، وَلَمْ يَكُنْ لَكَ كُفْواً أَحَدٌ ، وَأَنْتَ اللهُ لا إلهَ إلاَّ أَنْتَ عَالِمُ الغَيْبِ وَالشَهَادَة ، وَأَنْتَ اللهُ لا إلهَ إلاَّ أَنْتَ المَلِكُ القُدُّوسُ ، السَّلَامُ ، المُؤْمِنُ ، المُهَيْمِنُ ، العَزِيزُ ، الجَبَّارُ ، المُتَكَبِّرًُ ، سُبْحَانَ الله عَمَّا يُشْرِكُونَ ، وَأَنْتَ اللهُ لا إلهَ إلاَّ أَنْتَ الخَالِقُ ، البَارِىءُ المُصَوِّرُ ، يُسَبِّحًُ لَكَ ما في السماواتِ وَالَأرْضِ ، وَأَنْتَ العَزِيزُ الَحَكِيمُ ، وَأَنْتَ اللهُ لا إلهَ إلاَّ أَنْتَ الكَبِيرُ ، وَالكِبْرِيَاءُ رِدَاؤُكَ. اللّهُمَّ ، أَنْتَ سَابِغُ النَّعْمَاءِ حَسَنُ البَلَاءِ ، جَزِيلُ العَطَاء ، مُسْقِطُ القَضَاءِ ، بَاسِطُ اليَدَيْنِ بِالرَّحْمَةِ ، نَفَّاعُ بِالخَيْرَاتِ ، كَاشِفُ الكِرْبَاتِ ، رَفِيعُ الدَّرَجَاتِ ، مُنَزِّلُ الَآيَاتِ ، مِنْ فَوْقِ سَبْعِ سَموَاتِ ، عَظِيمُ البَرَكَاتِ ، مُخْرِجٌ مِنَ النُّورِ إلى الظُّلُمَاتِ ، مُبَدِّلُ السَيِّئَاتُ حَسَنَاتِ ، وَجَاعِلٌ الحَسَنَاتِ دَرَجَاتِ.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إنَّكَ دَنَوْتَ في عُلُوِّكَ ، وَعَلَوْتَ في دُنُوِّكَ ، فَدَنَوْتَ فَلَيْسَ دُونَكَ شَيْءٌ ، وَارْتَفَعْتَ فَلَيْسَ فَوْقِكَ شَيْءٍ ، تَرَى وَلا تُرَى ، وَأَنْتَ بِالمَنْظَرِ اَلَأعْلَى ،فَالِقُ الحَبِّ وَالنَّوَى ، لَكَ ما في السَّمَاوَاتِ العُلَى ، وَلَكَ الكِبْرِيَاءُ في الَآخِرَةِ وَاَلُأولَى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إنَّكَ غَافِرُ الذَّنْبِ وَقَابِلُ التَّوْبِ ، شَدِيدُ العِقَابِ ، ذو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الطَّوِل ، لا إلهَ إلاَّ أَنْتَ إلَيْكَ المَصِيرُ ، وَسِعَتْ رَحْمَتُكَ كُلَّ شَيْءٍ ، وَبَلَّغْتَ حُجَّتَكَ ، وَلا مُعَقِّبِ لِحُكْمِكَ ، وَأَنْتَ تُجِيبُ سَائِلكَ ، أَنْتَ الذي لا رَافِعَ لِمَا وَضَعْتَ ، وَلا وَاضِعَ لِمَا رَفَعْتَ ، أَنْتَ الذي ثَبَتَ كُلِّ شَيْءٍ بِحُكْمِكَ ، وَلا يَفُوتُكَ شَيْءٌ بِعِلْمِكَ ، وَلا يَمْتَنِعُ عَنْكَ شَيْءٌ ، أَنْتَ الذي لا يُعْجِزُكَ هَارِبُكَ ، وَلا يَرْتَفِعُ صَرِيعَكَ وَلا يُحْيَا قَتِيلُكَ ، أَنْتَ عَلَوْتَ فَقَهَرْتَ ، وَمَلَكْتَ فَقَدَرْتَ ، وَبَطَنْتَ فَخَبَرْتَ ، وَعلى كُلِّ شَيْءٍ ظَهَرْتَ ، عَلِمْتَ خَائِنَةَ الَأعْيُنِ ، وَمَا تُخْفِي الصُّدُورُ ، وَتَعْلَمُ مَا تُحْمِلُ كُلُّ أُنْثَى وَمَا تَضَعُ ، وَمَا تَغِيضُ الَأرْحَامُ ، وَمَا تَزْدَادُ ، وكُلُّ شَيْءٍ عِنْدَكَ بِمقْدَارٍ ، أَنْتَ الذي لا تَنْسَى مَنْ ذَكَرَكَ ، وَلا تُضِيعُ مَنْ تَوَكَّلَ عَلَيْكَ ، أَنْتَ الذي لا يُشْغِلُكَ ما في جَوِّ أَرْضِكَ عَمَّا في جَوِّ سَمَائِكَ ، وَلَا يُشْغِلُكَ مَا في جَوِّ سَمَاوَاتِكَ عَمَّا في جَوِّ أَرْضِكَ ، أَنْتَ الذي تَعَزَّزْتَ في مُلْكِكَ ، وَلَمْ يُشْرِكْكَ أَحَدٌ في جَبَروتِكَ ، أَنْتَ الذي عَلَا كُلَّ شَيْءٍ ، وَمَلَكَ كُلِّ شَيْءٍ أَمْرُكَ ، أَنْتَ الذي مَلَكْتَ المُلُوكَ بِقُدْرَِتَك ، وَاسْتَعْبَدْتَ الَأرْبَابَ بِعِزَّتِكَ ، وَأَنْتَ الذي قَهَرْتَ كُلَّ شَيْءٍ بِعِزَّتِكَ ، وَعَلَوْتَ كُلِّ شَيْءٍ بِفَضْلِكَ ، أَنْتَ الذي لا يَسْتَطَاعُ كُنْهُ وَصْفِكَ ، وَلا مُنْتَهَى لِمَا عِنْدَكَ ، أَنْتَ الذي لا يَصِفُ الوَاصفُونَ عَظَمَتَكَ ، وَلا يَسْتَطِيعُ المْزَائلونَ تَحْوِيلَكَ ، أَنْتَ شِفَاءٌ لِمَا في الصُّدُورِ ، وَهُدىً وَرَحْمَةٌ لِلْمُؤْمِنِينَ ، أَنْتَ الذي لا يُحيفُكَ سَائِلٌ ، وَلا يَنْقِصُكَ نِائِلٌ ، وَلا يَبْلُغُ مِدْحَتَكَ مَادِحٌ ، وَلا قَائِلٌ ، أَنْتَ الكَائِنُ قَبْلَ كُلِّ شَيْءٍ ، وَالمُكَوِّنُ لِكُلِّ شَيْءٍ ، وَالكَائِنُ بِعلَّةِ كُلِّ شَيْءٍ ، أَنْتَ الوَاحِدُ الصَّمَدُ الذي لَمْ يَلِدْ وَلَمْ يُولَدْ ، وَلَمْ يَكُنْ لَهُ كُفْواً أَحَدٌ ، وَلَمْ يَتَّخِذْ صَاحِبَةً وَلا وَلَداً ، السَّموَاتُ وَمَنْ فِيهِنَّ لَكَ ، وَاَلَأرْضُونَ وَمَنْ فِيهنَّ لَكَ ، وَمَا بَيْنَهُنَّ ، وَمَا تَحْتَ الثَّرَى ، أَحْصَيْتَ كُلِّ شَيْءٍ ( عَدَداً ) ، وَأَحَطْتَ بِهِ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عِلْماً ، وَأَنْتَ تَزِيدُ في الخَلْقِ مَا تَشَاءُ ، وَأَنْتَ الذي لا تُسْأَلُ عَمَّا تَفْعَلُ ، وَهُمْ يَسْأَلوُنَ ، وَأَنْتَ الفَعَّالُ لِمَا تُرِيدُ ، وَأَنْتَ القَرِيبُ وَأَنْتَ البَعِيدُ ، وَأَنْتَ السَّمِيعُ ، وَأَنْتَ البَصِيرُ ، وَأَنْتَ المَاجِدُ وَأَنْتَ الوَاحِدُ ، وَأَنْتَ العَلِيمُ ، وَأَنْتَ الكَرِيمُ ، وَأَنْتَ البَارُّ وَأَنْتَ الرَّحِيمُ ، وَأَنْتَ القَادِرُ ، وَأَنْتَ القَاهِرُ ، لَكَ الَأسْمَاءُ الحُسْنَى كُلُّهَا ، وَأَنْتَ الجَوُادُ الذي لا يَبْخَلُ ، وَأَنْتَ العَزِيزُ الذي لا يُذَلُّ ، وَأَنْتَ مُمْتَنِعٌ لا يَرَامُ ، يُسَبِّحُ لَكَ ما في السَّموَاتِ وَالَأرْضِ ، وَأَنْتَ بِالخَيْرِ أَجْوَدُ مِنْكَ بِالشرِّ ، رَبِّي وَرَبَّ َآَبائي الَأوَّلِينَ ، أَنْتَ تُجِيبُ المُضْطَرَّ إذَا دَعَاكَ ، وَأَنْتَ نَجَّيْتَ نُوحاً مِن الغَرَقِ ، وَأَنْتَ الذي غفرْت لِدَاوودَ ذَنْبَهُ ، وَأَنْتَ الذي نفَّسْتَ عَنْ ذِي النُّونِ كَرْبَهُ ، وَأَنْتَ الذي كَشَفْتَ عَنْ أَيُّوب ضُرَّهُ ، وَأَنْتَ الذي رَدَدْتَ مُوسَى على أُمَّه ، وَصَرَفْتَ قُلُوبَ السَّحَرَةِ إلَيْكَ. حَتَّى قَالُوا : آمَنَّا بِرَبِّ العَالَمِينَ ، وَأْنَتَ وَليُّ نِعْمَةِ الصَّالِحِينَ ، لا يُذْكَرُ مِنْكَ إلاَّ الحَسَنُ الجَمِيلُ ، وَمَا لا يُذْكَرُ أَكثَرُهُ ، لَكَ الآلَاءُ وَالنَّعمَاءُ ، وَأَنْتَ الجَمِيلُ لا تُبْلَغُ مَدْحَتُكَ وَلا الثَّنَاءُ عَلَيْكَ ، أَنْتَ كَمَا أَثْنَيتَ على نَفْسِكَ ، سُبْحَانَكَ وَبِحَمْدِكَ ، تَبَارَكت أَسْمَاؤُكَ ، وَجَلَّ ثَنَاؤُكَ ، ما أَعْظَمَ شَأْنَكَ ، وَأَجَلَّ مَكَانَكَ ، وَمَا أَقْرَبَكَ مِنْ عِبَادِكَ ، وَأَلْطَفَكَ بِخَلْقِكَ ، وَأَمْنَعَكَ بِقُوَّتِكَ ، أَنْتَ أعَزُّ وَأَجَلُّ ، وَأَسْمَعُ وَأَبْصَرُ وأَعَلْىَ وَأَكْبَرُ وَأَظْهَرُ ، وَأَشْكُرُ ، وَأَقْدَرُ ، وَأَعْلَمُ ، وَأَجْبَرُ وَأَكْبَرُ ، وَأَعْظَمُ وَأَقْرَبُ ، وَأَمْلَكُ ، وَأَوْسَعُ ، وَأَصْنَعُ ، وَأَعْطَى ، وَأَحْكَمُ ، وَأَفْضَلُ ، وَأَحْمَدُ ُِمَن أَنْ تُدْرِكُ العَيْنانِ عَظَمَتَكَ ، أَوْ يَصِفُ الوَاصِفُون ( جَلَالَكَ ) أَوْ يَبْلُغوا غَايَتَكَ.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اللهُ ، لا إلهَ إلاَّ أنَتْ َأَجَلُّ مِنْ ذُكِرَ ، وَأَشْكَرُ مَنْ عُبِدَ ، وَأَرْأَفُ من مَلَكَ ، وَأَجْوَدُ مَنْ سُئِلَ ، وَأَوْسَعُ مَنْ أَعْطَى ، تَحْلُمُ بَعْدَ ما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تَعْلَمُ ، وَتَعْفُو وَتَغْفِرُ مَا تُقَدِّرُ ، لَمْ تُطَعُ إلاَّ بِإذْنِكَ ، وَلَمْ تُعْصَ قَطُّ إلاَّ بِقُدْرَتِكَ ، تُطَاعُ رَبَّنَا فَتُشْكَرُ ، وَتُعْصَى رَبَّنَا فَتَغْفِرُ.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أَقْرَبُ حَفِيظٍ ، وَأَدْنَى شَهِيدٍ ، حُلْتَ بَيْنَ القُلُوبِ ، وَأَخَذْتَ بِالنَوَاصِي ، وَأَحْصَيْتَ الَأعْمَالَ ، وَعَلِمْتَ الأخْبَارَ ، وَبِيَدِكَ المَقَادِيرُ ، وَالقْلُوبُ إلَيْكَ مُقْصِدَةٌ ، وَالسِرُّ عِنْدَكَ عَلَانِيَةٌ ، وَالمُهْتَدِي مَنْ هَدَيْتَ ، وَالحَلَالُ ما حَلَّلْتَ ، وَالحَرامُ مَا حَرَّمْتَ ، وَالدِّينُ مَا شَرَعْتَ ، وَالأمْرُ ما قَضَيْتَ ، تَقْضِي ، وَلا يُقْضَىَ عَلَيْكَ.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الَأوَّلُ فَلَيْسَ قَبْلَكَ شَيْءٌ ، وَأَنْتَ الآخِرُ فَلَيْسَ بَعْدَكَ شَيْءٌ ، وَأَنْتَ البَاطِنُ فَلَيْسَ قَبْلَكَ شَيْءٍ ، اللّهُمَّ ، بِيَدِكَ مَقَادِيرُ النَصْرِ وَالخُذلَانِ ، وَبِيَدِكَ مَقَادِيرُ الخَيْرِ وَالشَرِّ ، صَلِّ على مُحَمَّدٍ وَآلِ مُحَمَّدٍ ، وَاغْفِرْ لي كُل ذَنْبٍ أَذْنَبْتُهُ في ظُلْمةِ اللَّيْلِ وَضَوْءِ النَّهَارِ ، عَمْداً أَوْ خَطَأً ، سِرّاً أَوْْ عَلَانِيَةً ، إنَّكَ على كُلِّ شَيْءٍ قَدِيرٌ ، وَهُوَ عَلْيْكَ يَسِيرٌ. وَلا حَوْلَ وَلا قُوَّةَ إلاَّ بِاللهِ العَلِيِّ العَظِيمِ.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أُثْنِي عَلَيْكَ بِأَحْسَنِ ما أقَدْرِ ُعَلَيْهِ ، وَأَشْكُرُكَ بِمَا مَنَنْتَ بِهِ عَلَيَّ ، وَعَلَّمْتَني مِنْ شُكْرَِك ، اللّهُمَّ ، فَلَكَ الحَمْدُ بِمَحَامِدِكَ كُلِّهَا ، على نَعْمَائِكَ كُلِّها ، وَعلى جَمِيعِ خَلْقِكَ حَتَّى يَنْتَهِيَ الحَمْدُ ، إلى مَا تُحِبُّ رَبَّنَا وَتَرْضَى ، اللّهُمَّ لَكَ الحَمْدُ عَدَدَ ما خَلَقْتَ ، وَعَدَدَ مَا ذَرَأْتَ ، وَلَكَ الحَمْدُ عَدَدَ مَا بَرَأْتَ ، وَلَكَ الحَمْدُ عَدَدَ ما أَحْصَيْتَ ، وَلَكَ الحَمْدُ عَدَدَ مَا في السَّموَاتِ وَالَأرْضِينَ ، وَلَكَ الحَمْدُ ملء الدُّنْيَا والآخِرَةِ.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يقول : بعد هذا الدعاء عشر مرات : لا إله إلا الله ، وحده لا شريك له ، وله الحمد يحيي ويميت ، وهو حي لا يموت بيده الخير وهو على كل شيء قدير.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ثم يقول عشرا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أسْتَغْفِرُ اللهُ الذي لا إلهَ إلاَّ هُوَ الحَيُّ القَيُّومُ ، وَأَتُوب إلَيْهِ.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ويقول عشرا ما يلي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يا رَحْمنُ ، يا رَحْمنُ.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يا رَحِيمُ ، يا رَحِيمُ.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 ـ يا بَدِيعَ السَّموَاتِ وَالَأرْضِ.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يا ذَا الجَلَالِ وَالإكْرَامِ.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ـ يا حَنَّانُ ، يا مَنَّانُ.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 ـ يا حَيُّ ، يا قَيٌّومْ.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ز ـ بِسْمِ اللهِ الرَّحْمنِ الرَّحِيمِ.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ح ـ اللّهُمَّ صَلِّ على مُحَمَّدٍ وَآلِ مُحَمَّدٍ.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لَكَ الحَمْدُ ، يا وَلِيَّ الحَمْدُ ، وَمْنْتَهَى الحَمْدُ ، وَفيَّ الحَمْدُ ، عَزِيِزَ الجْنْدِ ، قَدِيِمَ المَجْدِ ، الحَمْدُ للهِ الذي كَانَ عَرْشَهُ على المَاءِ ، حِينَ لا شَمْسٌ تُضِىءُ ، وَلا قَمرٌ يَسْرِي ، وَلا بَحْرٌ يَجْرِي ، وَلا رِيَاحٌ تَذْرِي ، وَلا سَمْاءٌ مَبْنِيَّةٌ ، وَلا أَرْضٌ مَدْحُوَّةٌ ، وَلا لَيْلٌ يَجِنُّ ، وَلا نَهَارٌ يَكِنُّ ، وَلا عَيْنٌ تَنْبَعُ ، وَلا صَوْتُ يُسْمَعُ ، وَلا جَبَلٌ مَرْسُوٌّ ، وَلا سَحَابٌ مُنْشَأُ ، وَلا إْنسٌ مُبْرَأُ ، وَلا جِنٌّ مُذْرَأُ ، وَلا مَلَكٌ كَرِيمٌ ، وَلا شَيْطَانٌ رَجِيمٌ ، وَلا ظِلٌّ مَمْدُودٌ ، وَلا شَيْءٌ مَعْدُودٌ ، الحَمْدُ للهِ الذي اسْتُحْمِدَ ، إلى مَنْ اسْتَحْمِدُهُ مِنْ أَهْلِ مَحَامِدِهِ ، لِيَحْمُدُوهُ على مَابَذَلَ مِنْ نَوَافِلِهِ ، التي فَاقَ مَدْحَ المُادِحِينَ ، مَآثِرُ مَحَامِدِهِ ، وَعَدَا وَصْفَ الوَاصِفِينَ هَيْبَةُ جَلَالِهِ ، وَهُوَ أَهْلٌ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لِكُلِّ حَمْدٍ ، وَمُنََْتهى كُلِّ رَغٍَْبة ، الوَاحِدُ الذي لا بَدْءَ لَهُ المَلِكُ الذي لا زَوَالَ لَهُ ، الرَّفِيعُ الذي لَيْسَ فَوْقَهُ نَاظِرٌ ، ذو المَغِْفَرة وَالرَّحْمَةِ ، المَحْمُودُ لِبَذْلِ نَوَائِلِهِ ، المَعْبُودُ بهَيْبَةِ جَلَالِهِ ، المَذْكُورُ بِحُسنِ آلائِهِ ، المَنَّانُ بِسَعَةِ فَوَاضِلِهِ ، المَرْغُوبُ إلَيْهِ في إتْمَامِ المَوَاهِبِ ، مِنْ خَزَائِنِهِ ، العَظِيمُ الشَّأْنِ ، الكَرِيمُ في سُلْطَانِهِ ، العَلِيُّ في مَكَانِهِ ، المُحسنُ في امْتِنَانِهِ ، الجَوادُ في فَوَاضِلِهِ.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للهِ ، بَاِرىءِ خَِْلق الَخْلُوقِينَ بِعِلْمِهِ ، وَمُصَوِر أَجْسَادُ العِبَادِ بِقُدْرَتهِ ، وَمُخَالِفِ صُوَر ِمَنْ خَلَقَ مِنْ خلْقِهِ ، وَنَافِخِ الَأرَْواحِ في خَلْقِهِ بِعِلْمِهِ ، وَمُعَلِّمِ مَنْ خَلَقَ مِنْ عِِبَادِهِ اسْمَهُ ، وَمُدَبِّرِ خَلْقِ السَّموَاتِ وَالَأرْضِ بِعَظَمَتِه ، الذي وَسِعَ كُلَّ شَيْءٍ خَلَقَ كُرْسِيِّهِ ، وَعَلَا بِعَظَمَتِهِ فَوْقَ الأعْلِينَ ، وَقَهَرَ المُلُوكَ بِجَبَرُوتِهِ ، الجَبَّارِ الَأعْلَى ، المَعْبُودِ في سُلْطَانِهِ ، المُتَسَلِّطِ بِقُوَّتِهِ ، المُتَعَالي في دُنُوهِ ، المُتَدَانِي في ارْتِفَاعِهِ ، الذي نَفَذَ بَصَرُهُ في خَلْقِهِ ، وَحَارَتِ الَأبْصارُ بِشُعَاعِ نُورِهِ.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للهِ الحَلِيمِ الرَّشِيدِ ، القَوِيِ الشَّدِيدِ ، المُبْدِىءِ المُعِيدِ ، الفَعَّالِ لِمَا يُرِيدُ ، الحَمْدُ للهِ مُنْزِلُ الآيَاتِ ، وَكَاشِفِ الكَرْبَاتِ ، وَبَاني السَّموَاتِ. الحَمْدُ للهِ في كُلِّ زَمَانٍ ، وَفي كُلِّ مَكَانٍ ، وَفي كُلِّ أَوَانٍ ، الحَمْدُ للهِ الذي لا يَنْسَى مَنْ ذَكَرَهُ وَلا يُخِيبُ مَنْ دَعَاهُ ، وَلا يُذَلُّ مَنْ وَالَاهُ ، الذي يُجْزِي بِالإِحْسَانِ إحْسَاناً ، وَبِالصَّبْرِ نَجَاةً ، الحَمْدُ للهِ الذي لَهُ مَا في السَّموَاتِ وَمَا في الَأرْضِ ، وَلَهُ الحَمْدُ في الآخِرَةِ ، وَهُوَ الحَكِيمُ الخَبِيرُ ، الحَمْدُ للهِ فَاطِرِ السَّموَاتِ وَالَأرْضِ ، جَاعِلِ المَلائِكَةِ رُسُلاً ، أولِى أَجْنِحَةٍ مَثْنَى وَثُلَاثَ وَرُبَاعَ ، يَزِيدُ في الخَلْقِ مَا يَشَاءُ ، إنَّ اللهَ على كُلِّ شَيْءٍ قَدِيرُ ، سُبْحَانَ اللهُ وَالحَمْدُ للهِ ، وَلا إلهَ إلاَّ اللهُ ، وَاللهُ أَكْبَرُ ، وَلا حَوْلَ وَلا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قُوَّةَ إلاَّ بِاللهِ ، وَسُبْحَانَ اللهُ حِينَ تُمْسُونَ ، وَحِينَ تُظْهرُونَ ، وَسُبْحَانَ اللهُ آنَاءَ اللَّيْلِ ، وَأَطرَافَ النَّهَارِ ، وَسُبْحَانَ اللهٌ بِالغُدُوِّ ، وَالآصَالِ ، وَسُبْحَانَ رَبِّكَ رَبِّ العِزَّةِ عَمَّا يَصِفُوُنَ ، وَسَلَامٌ على المُرْسَلِينَ وَالحَمْدُ للهِ رَبِّ العَالَمِينَ ، وَالحَمْدُ للهِ كَمَا يُحِبُ رَبُّنَا ، وَكَمَا يَرْضَى ، حَمّداً كَثِيراً ، طَِّيباً ، كُلَّمَا سَبَّحَ اللهُ شَيْءٌ ، وَكَمَا يُحِبُ اللهُ أَنْ يُسَبَّحَ ، وَالحَمْدُ للهِ كُلَّمَا حَمَدَ اللهُ شَيْىٌ ، وَكَمَا يُحِبُ اللهُ أَنْ يُحْمَدُ ، وَلا إلهَ إلاَّ اللهُ كُلَّمَا هَلَّلَ الله شَيْءٌ وَكَمَا يُحِبُّ الله أَنْ يُهَلَّلَ ، وَاللهُ أَكْبَرُ كُلَّمَا كَبَّرَ اللهُ شَيْءٌ وَكَمَا يُحِبٌّ اللهُ أَنْ يُكَبَّرَ ، وَلا حَوْلَ وَلا قُوَّةَ إلاَّ بِاللهِ العَلِّي العَظِيم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وقدم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الجليل ، جميع ما في قاموس الثناء ، والتمجيد ، من كلمات مشرقة ، إلى الله تعالى ، كما أبدى جميع صنوف التذلل والعبودية.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وقد ذكر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، ألطاف الله البالغة على أنبيائه ، ورسله ، والصالحين من عباده ، الذين أنقذهم من ويلات الطغاة وشرورهم</w:t>
      </w:r>
    </w:p>
    <w:p w:rsidR="00A60096" w:rsidRPr="00F12791" w:rsidRDefault="00A60096" w:rsidP="00A60096">
      <w:pPr>
        <w:pStyle w:val="Heading2"/>
        <w:rPr>
          <w:rtl/>
        </w:rPr>
      </w:pPr>
      <w:bookmarkStart w:id="84" w:name="_Toc405289466"/>
      <w:r w:rsidRPr="00F12791">
        <w:rPr>
          <w:rtl/>
        </w:rPr>
        <w:t>15 ـ دعاؤه الثاني في يوم عرفة</w:t>
      </w:r>
      <w:bookmarkEnd w:id="84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ذخائر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الجليل ، فقد حفل بمطالب جليلة ومضامين عالية ، 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 في يوم عرفة ، قبل الشروع فيه ، كان يكبر الله تعالى مائة مرة ، ويهلله مائة مرة ، ويسبحه مائة مرة ، ويقدسه مائة مرة ، ويقرأ آية الكرسي مائة مرة ، ويصلي على النبي وآله مائة مرة ثم يقرأ هذا الدعاء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369 ـ 374 ).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إلهي ، وَسَيِّدِي ، وَعِزَّتِكَ وَجَلَالِكَ ، مَا أَرَدْتُ بِمَعْصِيَتي لَكَ ، مُخَالَفَةَ أَمْرِكَ ، بَلْ عَصَيْتُ إذْ عَصَيْتُكَ ، وَمَا أَنَا بِنِكَالِكَ جَاهِلٌ ، وَلا لِعُقُوبَتِكَ مُتَعَرَّضٌ ، وَلكِنْ سَوَّلْتْ لي نَفْسِي وَغَلَبَتْ عَلَيَّ شِقْوَتي ، وَأَعَانَنِي عَلَيْهِ عَدُوُّكَ ، وَعَدُوِّي ، وَغَرَّنِي سِتْرُكَ المُسْبَلِ عَلَيَّ فَعَصَيْتُكَ بِجَهْلي ، وَخَالَفْتُكَ بِجُهْدِي ، فَالآنَ مِنْ عَذَابِكَ مَنْ يُنْقِذُني؟ وَبِحَبْلِ مَنْ أَتَّصِلُ ، إنْ قَطَعْتَ حَبْلَكَ عَنِّي؟ أَنَا الغَرِيقُ المُبْتَلى فَمَنْ سَمِعَ بِمِثْلي ، أَوْ رَأى مِثْلَ جَهْلي؟ لا رَبِّ غَيْرُكَ يُنَجِّيني ، وَلا عَشيرَةَ تَكْفِيني ، وَلا مَالَ يَفْدِيني ، فَوَعِزَّتِكَ يا سَيِّدِي لَأطْلُبَنَّ إلَيْكَ ، وَعِزَّتِكَ يا مَوْلايَ لَأتْضَرَّعَنَ إلَيْكَ .. وَعِزَّتِِكَ يا إلهي لأبْتَهِلَنَّ إلَيْكَ ، وَعِزَّتِكَ يا رَجَائِي لأمُدَّنَ يَدَيَّ مَعَ جُرْمِهِما إلَيْكَ.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إلهي : مَنْ لي يا مَوْلاي؟ بِمَنْ أَلُوذُ يا سَيِّدي؟ فَبِمَنْ أَعُوذُ يا أَمَلي؟ فَمَنْ أَرْجُو؟ أَنْتَ ، أَنْتَ ، إنْقَطَعَ الرَّجَاءُ إلاَّ مِنْكَ ، وَحْدَكَ ، لا شَرِيكَ لَكَ ، يا أَحَدَ مَنْ لا أَحَدَ لَهُ ، يا أَكْرَمَ مَنْ أُقِرُّ لَهُ بِالذَّنْبِ ، يا أَْعَّز مَنْ أَخْضَعُ لَهُ بِذُلٍّ ، يا أَرْحَمَ مَنْ أَعْتَرِفُ لَهُ بِجُرْمٍ ، لِكَرَمِكَ أَقْرَرْتُ بِذُنُوبِي ، وَلِعِزَّتِكَ خَضَعْتُ بِذِلَّتي ، فَمَا صَانِعٌ يا مَوْلَايَ؟ وَلِرَحْمَتِكَ اعْتَرَفْتُ بِجُرْمِي ، فَمَا أَنْتَ فَاعِلٌ سَيِّدي لِمُقِرٍّ لَكَ بِذَنْبِهِ ، خَاضِعٍ لَكَ بِذُلِّهِ ، مُعْتَرِفٍ لَكَ بِجُرْمِهِ؟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مُحَمَّدٍ ، وَاسْمَعِ ـ اللّهُمَّ ـ دُعَائِي ، إذَا دَعَوْتُكَ ، نِدَائي إذَا نَادَيْتُكَ ، وَأقْبِلْ عَلَيَّ إذَا نَاجْيْتُكَ ، فَإنِّي أُقِرُّ لَكَ بِذُنُوبي وَأَعْتَرِفُ ، وَأَشْكو إلَيْكَ مَسْكَنَتِي وَفَاقَتي ، وَقَسَاوَةَ قَلْبِي ، وَضُري ، وَحَاجَتي ياخَيْرَ مَنْ أَنِسَتْ بِهِ وَحْدَتِي ، وَنَاجَيْتُهُ بِسِرِّي ، يا أَكْرَمَ مَنْ بَسَطْتُ إلَيْهَ يَدِي ، وَيَا أَرْحَمَ مَنْ مَدَدْتُ إلَيْهِ عُنُقِي ، صَلِّ على مُحَمَّدٍ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وَآلِهِ ، وَاغْفِرْ لي ذُنُوبِي ، التي نَظََرْت َإلَيْهَا عَيْنَايَ ، اللّهُمَّ صَلِّ على مُحَمَّدٍ وَآلِهِ ، وَاَغْفِرْ لي ذُنُوبِي التي اكْتَسَبَتْهَا يَدَايَ ، وَاغْفِرْ لي ذُنُوبِي التي بَاشَرَهَا جِلْدِي ، وَاغْفِرْ لي ، اللّهُمَّ ، الذُّنُوبَ التي احْتَطَبْتَ بِهَا على بَدَنِي ، وَاغْفِرْ اللّهُمَّ ، الذُّنُوبِ التي قَدَّمَتْهَا يَدَايَ ، وَاغْفِرْ اللّهُمَّ ذُنُوبِي التي أحصَاهَا كِتَابُكَ ، وَاغْفِرْ اللّهُمَّ ذُنُوبي التي سَتَرْتَهَا مِنَ المَخْلُوقِينَ ، وَلَمْ أَسْتُرْهَا مِنْكَ.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مُحَمَّدٍ ، وَاغْفِرْ لي ذُنُوبِي ، أَوَّلَّهَا وَآخِرَهَا ، صَغِيرَهَا وَكَبِيرَهَا ، دَقِيقَهَا وَجَلِيلَهَا ، ما عَرَفْتُ مِنْهَا ، وَمَا لَمْ أَعْرِفْ ، مَوْلَايَ عَظُمَتْ ذُنُوبِي ، وَجَلَّتْ ، وَهِيَ صَغيرَةٌ في جَنْبَ عَفْوِكَ ، فَاعْفُ عَنِّي ، فقد قَيَّدَتْنِي ، وَأشْتَهَرَتْ عُيُوبِي ، وَغرَّقَتْنِي خَطَايَايَ ، وَأَسْلَمَتْنِي نَفْسِي إلَيْكَ ، بَعْدَمَا لَمْ أَجِدْ مَلْجَأً ، وَلا مَنْجىً مِنْكَ إلاَّ إلَيْكَ ، مَوْلَايَ ، إسْتَوْجَبْتُ أَنْ أَكُونَ لِعُقُوبَتِكَ غَرَضاً ، وَلِنَقْمَتِكَ مُسْتَحِقّاً.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إلهي : قَدْ غُرَّ عَقْلي فِيمَا وَجِلْتُ مِنْ مُبَاشَرَةِ عِصْيَانِكَ ، وَبَقِيتُ حَيْرَانَ ، مُتَعَلّقاً بِعَمُودِ عَفْوِكَ ، فَاقْبَلْنِي يَا مَوْلَايَ وَإلهي بِالإٍعْتِرَافِ ، فَهَا أَنَا ذَا بَيْنَ يَدَيْكَ عَبْدٌ ذَلِيلٌ ، خَاضِعٌ ، دَاخِرٌ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رَاغِمٌ ، إنْ تَرْحَمْنِي فَقَدِيماً شَمَلَنِي عَفْوُكَ ، وَأَلْبَسْتَني عَافِيَتِكَ ، وَإنْ تُعَذِّبْنِي فَإنِي لِذلِكَ أََهْلٌ ، وَهُوَ مِنْكَ يَا رَبِّ عَدْلٌ.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بِالَمَخْزُونِ مِنْ أَسْمَائِكَ ، وَمَا وَارَتِ الحُُُجُبُ مِنْ بَهَائِكَ ، أَنْ تُصَلِّيَ على مُحَمَّدٍ وَآلِهِ ، وَتَرْحَمَ هذِهِ النَّْفسِ الجَزُوعَةَ ، وَهَذا البَدَنَ الهَلُوعَ ، وَالجِلْدَ الرَّقِيقَ ، وَالعَظْمَ الدَّقِيقَ.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داخرا : أي صاغرا ذليلا.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مائة مرة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مولاي عفوك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قَدْ غَرَّقَتْني الذُّنُوبُ ، وَغَمَرَتْني النِّعَمُ ، وَقَلَّ شُكْرِي ، وَضَعَُف عَمَلي ، وَلَيْسَ لي مَا أَرْجُوهُ إلاَّ رَحْمَتكَ فَاعْفُ عَنِّي ، فَإني أُمْرُؤُ حَقِيرٌ ، وَخَطَرِي يَسيرٌ.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أَنْ تُصَلِّي على مُحَمَّدٍ وَآلِهِ ، وَأَنْ تَعْفُوَ عَنِّي ، فَإنَّ عَفْوَكَ عَنِّي أَرْجَى مِنْ عَمَلِي ، وَإنْ تَرْحَمَني فَإنَّ رَحْمَتَكَ أَوْسَعُ مِنْ ذُنُوبي ، وَأَنْتَ الذي لا تُخِيبَ السَائِلَ ، ياخَيْرَ مَسْؤُولٍ ، وَأَكْرَمَ مَأَمُولٍ.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يقول مائة مرة ما يلي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هَذَا مَقَامُ العَائِذِ بِكَ مِنَ النَّارِ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هَذَا مَقَامُ العَائِذِ بِكَ مِنَ النَّارِ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هَذَا مَقَامُ الذَّليِلِ ، هَذَا مَقَامُ البَائِسِ الفَقِيرِ ، هَذَا مَقَامُ المُسْتَجِيرِ ، هَذَا مَقَامُ مَنْ لا أَمَلَ لَهُ سِوَاكَ ، هَذَا مَقَامُ مَنْ لا يُفَرِّجُ كَرْبَهُ سِوَاكَ .. الحَمْدًُ للهِ الذي هَدَانَا ، وَمَا كُنَّا لَنْهْتَدِيَ لَوْلا أَنْ هَدَانَا اللهُ ، لَقَدْ جَاءَتْ رُسُلُ رَبِّنَا بِالحَقِّ.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لَكَ الحَمْدُ على مَا رَزَقْتَنِي ، وَلَكَ الحَمْدُ على ما مَنَحْتَنيِ ، وَلَكَ الحَمْدُ على ما أَلْهَمْتَنيِ وَلَكَ الحَمْدُ على ما وَفَّقتَني ، وَلَكَ الحَمْدُ على على ما شَفَيْتَني ، وَلَكَ الحَمْدُ على مَا عَافَيْتَنِي ، وَلَكَ الحَمْدُ على ما هَدَيْتَنِي ، وَلَكَ الحَمْدُ على السَرَّاءِ وَالضَرَّاءِ ، وَلَكَ الحَمْدُ على ذَلِكَ كُلِّهِ ، وَلَكَ الحَمْدُ على كُلِّ نِعْمَةٍ أَنْعَمْتَ عَلَيَّ ، ظَاهِرَةٍ وَبَاطِنَةٍ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حَمْداً كَثِيراً دَائِمَاً ، سَرْمَداً لا يَنْقَطِعُ وَلا يَفْنَى أَبَداً ، حَمْداً تَرْضَى بِحمْدِكَ عَنَّا ، حَمْداً يَصْعَدُ أَوَّلُهُ ، وَلا يَفْنَى آخِرُهُ حَمْداً يَزِيدُ وَلا يَبِيدُ.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أَسْتَغْفِرُكَ ، مِنْ كُلِّ ذَنْبٍ قَوِيَ عَلَيْهِ بَدَني بِعَافِيَتِكَ ، أوَ ْنَالَتْهُ قُدْرَتِي بِفَضْلِ نِعْمَتِكَ ، أَوْ بَسَطْتُ إلَيْهِ يَدِي بِسَابغِ رِزْقِكَ ، أَوْ نَكَلْتُ عِنْدَ خَوْفي مِنْهُ على أَنَاتِكَ ، أَوْ وَثِقْتُ فِيهِ بِحَوْلِكَ ، أَو عَوَّلْتُ فِيهِ على كَرِيم عَفْوِكَ.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أَسْتَغْفِرُكَ ، مِنَ كُلِّ ذَنْبٍ خُنْتُ فِيهِ أَمَانَتي ، أَوْ بَخَسْتُ بِفِعْلِهِ نَفْسِي ، أَوْ احْتَطَبْتُ بِهِ على بَدَنِي ، أَوْ قَدَّمْتُ فِيهِ لَذتِي ، أَوْ آثَرْتُ فِيهِ شَهَوَاتي ، أَوْ سَعَيْتُ فِيهِ لِغَيْري ، أَوْ اسْتَغْوَيْتُ فِيهِ مِنْ تَبعَتي ، أَوْ غَلَبْتُ عَلَيْهِ بِفَضَلِ حِيلَتي ، أَوْ احْتَلْتُ عَلَيْكَ فِيهِ ، موْلَايَ فَلمْ تَغْلِبْني على فِعْلي إذْ كُنْتُ كَارِهاً لِمَعْصِيَتي ، لكِنْ سَبَقَ عِلْمُكَ في فِعْلي فَحَلُمْتَ عَنِّي ، لَمْ تُدْخِلْني فِيهِ يا رَبُّ جَبْراً ، َوَلْم تَحْمِلْني عَلَيْهِ قَهْراً ، وَلَمْ تَظْلِمْني فِيِه شَيْئاً ، أَسْتَغْفِرُ اللهَ اسْتِغْفَارَ مَنْ غََمَرْتُه مَسَاغِبُ الإِسَاءَةِ ، فَأَيْقَنَ مِنْ إلههِ بِالمُجَازَاةِ ، أَسَْتغْفِرُ اللهَ اسْتِغْفَارَ مَنْ تَهَوَّرَ تَهَوُراً في الغَيَاهِبِ ، وَتَدَاحَضَ لِلْشَّقْوَةِ في أَوْدَاءِ المَذَاهِبِ ، أَسْتَغْفِرُ اللهَ اسْتِغْفَارَ مَنْ أَوْرَطَهُ الإِفْراطُ في مَآثِمِهِ ، وَأَوُثَقَهُ الإِرْتِبَاكُ في لُجَجِ جَرَائِمِهِ ، أَسْتَغْفرُ اللهَ اسْتِغْفارَ مَنْ أَنَافَ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على المَهَالِكِ بِمَا اجْتَرَمَ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أَسْتَغْفِرُ اللهَ اسْتِغْفَارَ مَنْ أَوْحَدَتْهُ المَنِيَةُ في حُفْرَتِهِ ، فَأُوْحَشَ بِمَا اقْتَرَفَ مَنْ ذَنْبٍ ، إسْتَكْفَفَ ، فاسْتَرْحَمَ هُنَالِكَ رَبَّهُ ، وَاسْتَعْطَفَ ، أَسْتَغْفِرُ اللهَ اسْتِغْفَارِ مَنْ لَمْ يَتَزَوَّدْ لِبُعْدِ سَفَرِهِ زَاداً ، وَلَمْ يُعِدُّ لِظَاعِن تَرْحَالِهِ إعْدَاداً أَسْتَغْفِرُ اللهَ اسْتِغْفارَ مَنْ شَسُعتْ شقَّتْهُ ، وَقَلَّتْ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أناف : أشرف.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اجترم : اكتسب.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عُدَّتُهُ ، فَعَشيَتُهُ هُنَالِكَ كُرْبَتُهُ ، أَسْتَغْفِرُ اللهَ اسْتِغْفَارَ مَنْ لَمْ يَعْلَمْ على أيَّةِ مَنْزِلَةٍ هَاجِمٌ : أفي النَّارِ يَصَلى أَمْ في الجَنَّةِ ناعِماً يَحْيا؟ أَسْتَغْفِرُ اللهَ اسْتِغْفارَ مَنْ غَرِقَ في لُجَجِ المَآثِمِ وَتَقَلَّبَ في أَضَالِيلِ مَقْتِ المَحَارِم ، أَسْتَغْفِرُ اللهَ اسْتِغْفارَ مَنْ عَنْدَ عَنْ لَوَائِحِ حَق المَنْهَجِ ، وَسَلَكَ سَوَادِفَ السُبُلِ المُرْتَجِّ ، أَسْتَفْفِرُ اللهَ اسْتِغْفارَ مَنْ لَمْ يُنْجِهِ المَفرُّ مِنْ مُعَانَاةِ ضَنَكِ المُنْقَلَبِ ، وَلَمْ يَنْجِهِ المَهْرَبُ مِنْ أَهْْل وَيْلِ عِبْءِ المَكْسَبِ ، أَسْتَغْفِرُ الله اسْتِغْفَارَ مَنْ تَمَرَّدَ في طُغْيَانِهِ عَدُوَّاً ، وَبَارَزَهُ في الخَطِيئَةِ عُتُوّاً ، أَسْتَغْفِرُ اللهَ اسْتِغْفَارَ مَنْ أَحْصَى عَلَيْهِ كُرُورَ لَوَافِظِ ألْسِنَتِهِ ، أَسْتَغْفِرُ اللهَ اسْتِغْفَارَ مَنْ لا يَرْجُو سِوَاهُ ، أَسْتَغْفِرُ الله الذي لا إلهَ إلاَّ هُوَ ، الحَيُّ القَيُّومُ ، مِمَّا أَحصَاهُ العُقُولُ ، وَالقَلْبُ الجَهُولُ ، وَاقْتَرَفتَهُ الجَوَارِحُ الخَاطِئَةُ ، وَاكْتَسَبَتْهُ اليَدُ البَاغِيَةُ ، أسْتَغْفِرُ اللهَ الذي لا إلهَ إلاَّ هُوَ ( مَا لا يُحْصَى ) بِمقْدَارٍ وَمقْيَاسٍ ، وَمِكْيَالٍ ، وَمَبْلَغَ ما أَحْصَي ، وَعَددَ َما خَلَقَ ، وَذَرَأَ ، وَبَرَأَ ، وَأَنْشَأَ ، وَصَوَّرَ ، وَدَوَّنَ ، أَسْتَغْفِرُ اللهَ أَضْعَافَ ذَلِكَ كُلَّهُ ، وَأَضْعَافاً مُضَاعَفَةً ، وَأَمْثَالاً مُمَثَّلَةُ حَتَّى أَبْلُغَ رِضَا اللهِ ، وَأَفُوزَ بِعَفْوِهِ ، وَالحَمْدُ لله الذي هَدَانَا لِدِينِهِ الذي لا يَقْبَلُ عَمَلاً إلاَّ بِهِ ، وَلا يَغْفِرَ ذَنْباً إلاَّ لَأهْلِهِ ، وَالحَمْدُ للهِ الذي جَعَلَني مُسْلِماً لَهُ وَلِرَسُولِهِ ،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فِيمَا أَمَرَ بِهِ وَنَهَى عَنْهُ ، وَالحَمْدُ للهِ الذي لَمْ يَجْعَلْني أَعْبُدُ شَيْئاً غَيْرَهُ ، وَلَمْ يُكْرِمْ بِهَوَانِي أَحَداً مِنْ خَلْقِهِ ، وَالحَمْدُ للهِ على ما صَرَفَ عَنِّي أَنْوَاعَ البَلَاءِ في نَفْسِي ، وَأَهْلِي ، وَمَالِي ، وَوَلَدي ، وَأَهْلِ حُزَانَتِي ، وَأَهْلِ حُزَانَتِي ، وَالحَمْدُ للهِ رَبِّ العَالَمِينَ على كُلِّ حَالٍ ، وَلا إلهَ إلاَّ اللهُ المَلِكُ ، الرَّحْمنُ ، وَلا إلهَ إلاَّ اللهُ المُتَفَضِّلُ المَنَّانُ ، وَلا إلهَ إلاَّ اللهُ الَأوَّلُ وَالآخِرُ ، ولا إلهَ إلاَّ اللهُ ذو الطَّولِ ، وَإلَيْهِ المَصيرُ ، وَلا إلهَ إلاَّ اللهُ الظَاهِرُ البَاطِنُ ، وَاللهُ أَكْبَرُ مِدَادَ كَلِمَاتِهِ ، وَاللهُ أَكْبَرُ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مِلْءَ عَرْشِهِ ، وَاللهُ أَكْبَرُ عَدَدُ ما أَحْصَى كِتَابُهُ ، وَسُبْحَانَ اللهِ الحَليمِ الكَرِيمِ ، وَسُبحَانَ اللهِ الغَفُورِ الرَّحِيمِِ ، وَسُبْحَانَ اللهِ الذي لا يَنْبَغي التَسْبِيحُ إلاَّ لَهُ ، وَسُبْحَانَ رَبِّكَ رَبِّ العِزَّةِ عَمَّا يَصِفُونَ ، وَسَلَامٌ على المُرْسَلِينَ ، وَالحَمْدُ للهِ رَبِّ العَالَمِينَ ، وَصَلَّى اللهُ على مُحَمَّدٍ ، وَأَهْلِ بَيْتِهِ ، الطَيِّبِينَ الطَّاهِرِينَ ، الذين أَذْهَبَ اللهُ عَنْهُمُ الرِّجْسَ وَطَهَّرَهُمْ تَطْهيراً.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عَبْدِكَ ، وَرَسُولِكَ ، وَنَبِيِّكَ ، وَصَفِيِّكَ ، وَحَبِيبِكَ ، وَخِيرَتِكَ مِنْ خَلْقِكَ ، والمُبَلِّغِ رِسَالَتَكَ ، فَإنَّهُ قَدْ أَدَّى الَأمَانَةَ ، وَمَنَحَ النَّصيحَةَ ، وَحَمََل على المَحَجَّةِ ، وَكَابَدَ العُسْرَةَ ، اللّهُمَّ ، إعْطِهِ بِكُلِّ مَنْقُبٍَة مِنْ مَنَاقِبِهِ مَنْزِلَةً مِْن مَنَازِلِهِ ، وَبِكُلَّ حَالٍ مِنْ أحْوَالِهِ خَصَائِصَ مِنْ عَطَائِكَ ، وَفَضَائِلِ مِنْ حَبَائِكَ ، تُسرُّ بِهَا نَفْسُهُ ، وَتُكَرِّمُ بِهَا وَجهَهَ ، وَتَرْفَعُ بِهَا مَقَامَهُ ، وَتُعلي بِهَا شَرَفَهُ ، على القَوَّامِينَ بِقسْطِكَ وَالذَّابِّينَ عَنْ حَرَمَكَ ، اللّهُمَّ ، وَارْدُدْ عَلَيْهِ ، ذُرِّيَّتَهُ ، وَأَزْوَاجَهُ ، وَأَهْلَ بَيْتِهِ ، وَأَصْحَابه ، وما تَقُرُّ بِهِ عَيْنُهُ ، وَاجْعَلْنَا مِنْهُمْ وَمِمَّنْ تَسْقِيِهِ بِكَأْسِهِ ، وَتُورِدُهُ حَوْضَهُ ، وَتَحْشُرُنَا في زُمْرَتِهِ وَتَحْتَ لِوَائِهِ ، وَتُدْخِلُنَا في كُلِّ خَيْرٍ أَدْخَلْتَ فِيهِ مُحَمَّداً وَآلِ مُحَمَّدٍ صَلَّى اللهُ عَلَيْهِمْ أَجْمَعِينَ.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اجْعَلْني مَعَهُمْ في كُلِّ شِدَّةِ وَرَخَاءٍ ، وَفي كُلِّ عَافِيَةٍ وَبَلَاءٍ ، وَفي كُلِّ أَمْنٍ وَخَوْفٍ ، وَفي كُلِّ مَثْوَى وَمُنْقَلَب ، اللّهُمَّ ، أَحْيِني مَحْيَاهُمْ ، وَأَمِتْنِي مَمَاتَهُم ، وَاجْعَلْني في المَوَاطِنِ كُلِّهَا ، وَلَا تُفَرِّقْ بَيْني وَبَيْنَهُمْ أَبَداً ، إنَّكَ على كُلِّ شَيْءٍ قَدِيرٌ.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أَفْنِنِي خَيْرَ الفَنَاءِ إذَا أَفْنَيْتَني على مُوْالَاتِكَ وَمُوَالَاةِ أَوْلِيَائِكَ ، وَمُعَادَاةِ أعْدَائِكَ ، وَالرَّغْبَةِ وَالرَّهْبَةِ إلَيْكَ ، وَالوفَاءِ بِعَهْدِكَ ، وَالتَصْدِِيق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</w:t>
      </w:r>
      <w:r w:rsidRPr="00BD12F3">
        <w:rPr>
          <w:rtl/>
        </w:rPr>
        <w:t>ِ</w:t>
      </w:r>
      <w:r>
        <w:rPr>
          <w:rtl/>
        </w:rPr>
        <w:t xml:space="preserve">كِتَابِكَ ، وَالإتِّبَاعِ لِسُنَّةِ نَبيِّكَ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وَتُدْخِلُني مَعَهُمْ في كُلِّ خَيْرٍ ، وَتُنَجِيني بهمْ مِنْ كُلِّ سُوءٍ.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وَآلِهِ وَاغْفِرْ ذَنْبِي ، وَوَسِّعْ رِزْقي ، وَطَيِّبْ كَسْبِي ، وَقَنِّعْني بِمَا رَزَقْتَني ، ولا تُذْهِبْ نَفْسِي إلى شَيْءٍ صَرَفْتَهُ عَنِّي ، اللّهُمَّ ، إنِّي أَعُوذُ بِكَ مِنَ النِّسْيَانِ وَالكَسَلِ ، وَالتَوَانِي في طَاعَتِكَ ، وَمِنْ عِقَابِكَ ألَأدْنَى ، وَعَذَابِكَ الَأكْبَرِ ، وَأَعُوذُ بِكَ مِنْ دُنْيَا تَمْنَعُ الَآخِرَةَ ، وَمَنْ حَيَاةٍ تَمْنَعُ خَيْْرَ المَمَاتِ ، وَمِنْ أَمَلَ يَمْنَعُ خَيْرَ العَمَلِ ، وَأَعُوذُ بِكَ مِنْ نَفْس لا تَشْبَعُ ، وَمِنْ قَلْبٍ لا يَخْشَعُ ، وَمِنْ دُعَاءٍ لا يُرْفَعُ ، وَمِنْ صَلَاةٍ لا تُقْبَلُ ، اللّهُمَّ ، إفْتَحْ مَسَامِعَ قَلْبي لِذِكْرِكَ ، حَتَّى أَتَبعَ كِتَابَكَ ، وَأُصَدِّقًُ رَسُولَكَ ، وَأُومِنُ بِوَعْدِكَ ، وَأُوفِى بِعَهْدِكَ لا إلهَ إلاَّ أَنْتَ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وَآلِهِ ، وَأَسْأَلُكَ الصَّبْرِ على طَاعَتِكَ ، وَالصْبرَ لِحُكْمِكَ ، وَأَسْأَلُكَ ، اللّهُمَّ ، حَقَائِقَ الإيمَانِ ، وَالصِدْقَ في المَوَاطِنِ كُلِّهَا ، وَالعَفْوِ وَالمَُاَفاَة َ، وَاليَقِينَ وَالكَرَامَةَ ، في الدُّنْيَا وَالآخِرَةِ ، وَالشُّكْرَ ، وَالنَظَرَ إلى وَجْهِكَ الكَرِيمِ ، فَإنَّ بِنْعمَتك تَتُمُّ الصَّالِحَاتُ.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تُنْزِلُ الغِنَى وَالبَرَكَةَ ، مِنَ الرَّفِيعِ الأعْلَى ، على العِبَادِ قَاهِراً مُقْتَدِاراَ ، أَحْصَيْتَ أَعْمَالَهُمْ ، وَقَسَّمْتَ أَرْزَاقَهُمْ ، وسَمَّيْتَ آَجَالَهُمْ ، وَكَتَبْتَ آثَارَهُمْ ، وَجَعَلْتَهُمْ مُخْتَلِفَةً أَلْسِنَتُهُمْ ، وَأَلْوَانُهُمْ ، خَلْقاً مِنْ بَعْدِ خَلْقٍ ، لا يَعُلَمُ العِبَادُ عِلْمَكَ ، وَكُلُّنَا فُقَرَاءُ إلَيْكَ ، فَلا تَصْرِفِ اللّهُمَّ عَنِّي وَجْهَكَ ، وَلا تَمْنَعْني فَضْلِكَ ، وَلا تُمْنَعْني طَولَكَ وَعَفْوَكَ ، وَاجْعَلْني أُوَالِي أوْلِيَاءَكَ ، وَأُعَادِي أَعْدَاءَكَ ، وَارْزُقْني الرَّغْبَةَ ، وَالرَّهْبَةَ ، وَالخُشُوعَ ، وَالوَفَاء ، وَالتَّسْليَم ، وَالتَصْدِيقَ بِكِتَابِكَ ، وَاتبَاعَ سُنَّةِ نَبِيِّكَ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>.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صَلِّ على مُحَمَّدٍ وَآلِهِ ، وَاكْفنِي ما أَهَمَّني ، وَغَمَّني ، وَلا تَكِلْني إلى نَفْسِي ، وَأَعذْني مِنْ شَرِّ ما خَلَقْتَ ، وَذرأْتَ وَبَرَأْتَ ، وَأَلْبِسْني دِرْعَكَ الحَصينَةَ ، مِنْ شَرِّ جَمِيعِ خَلْقك ، وَاقْض عنّي دَيْني ، وَوَفَّقْني لِما يُرْضِيكَ عَنِّي ، وَاحْرُسْني وَذُريَّتي وَأهْلي ، وقرَابتي وَجَمِيعَ إخْواني وَأَهْلَ حُزَانَتي مِنَ الشَّيْطَانِ الرَّجِيمِ ، وَمِنْ شرِّ فَسَقَةِ العَرَب وَالعَجَمِ ، وَشَيَاطِينِ الإِنْسِ وَالجِنِّ ، وَانْصُرْني على مَنْ ظَلَمني ، وَتَوَفَّني مُسْلِماً وَأَلْحِقْني بِالصَّالِحِينَ.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بِعَظِيمِ مَا سَأَلَكَ بِهِ أَحَدٌ مِنْ خَلْقِكَ ، مِنْ كَرِيمِ أَسْمَائِكَ ، وَجَمِيلِ ثَنَائِكَ ، وَخَاصَّةِ دُعَائِكَ ، أَنْ تُصَلِّي على مُحَمَّدٍ وَآلِ مُحَمَّدٍ ، وَأَنْ تَجْعَلَ عَشِيَّتي هَذِهِ ، أَعْظَمَ عَشِيَّةِ مَرَّتْ عَلَيَّ ، مُنْذُ أَنْ أَخْرَجْتَني ، إلى الدُّنْيَا بَرَكَةً في عِصْمَةٍ مِنْ دِيني ، وَخَلَاصَ نَفْسِي ، وََقَضَاءِ حَاجَتي ، وَتَشْفِيعِي في مَسْأَلَتي ، وَتَمَامِ النِّعْمَةِ عَلَيَّ وَصَرْفِ السُّوءِ عَنِّي ، وَلِبَاسِ العَافِيَةِ ، وَأَنْ تَجْعَلَني مِمَّنْ نَظَرْتَ إلَيْهِ في هَذِهِ العَشْيَّةِ بِرَحْمَتِكَ ، إنَّكَ جَوَادٌ كَرِيمٌ.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إنْ كُنْتَ لَمْ تَكْتُبْني في حُجَّاجِ بَيْتِكَ الحَرَامِ ، أَوْ حَرَمْتَني الحُضُورَ مَعَهُمْ ، في هذِهِ العَشِيَّةِ فَلَا تَحْرِمْني شِرْكَتَهُمْ في دُعَائِهِمْ ، وَانْظُر إليَّ بِنَظَراتِكَ الرَّحِيمَةِ لَهُمْ ، وَأعْطِني مِنْ خَيْرِ ما تُعْطِي أَوْلِيَاءَكَ ، وَأَهْلَ طَاعَتِكَ ، اللّهُمَّ ، صَلَّى على مُحَمَّدٍ وَآلِ مُحَمَّدٍ ، وَلا تَجْعَلَ هَذِهِ العَشِيَّةَ ، آَخِرَ العَهْدِ مِنِّي حَتَّى تُبَلِّغَنِيها ، مِنْ قَابِلِ مَعَ حُجَّاجِ بَيْتِكَ الحَرَامِ ، وَزُوَارِ قَبْرِ نَبِيَّكَ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أَعْفَى عَافِيتِكَ ، وَأَعَمِّ نِعْمَتِكَ ، وَأَوْسَعِ رَحْمَتِكَ ، وَأَجْزَلِ قِسَمِكَ ، وَأَسْبَغِ رِزْقِكَ ، وَأَفْضَلِ رَجَائِكَ ، وَأَتَمِّ رَأْفَتِكَ إنَّكَ سَمِيعُ الدُّعَاء.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صَلِّ على مُحَمَّدٍ وَآلِهِ ، وَاسْمَعْ دُعَائِي ، وَارْحَمْ تَضَرُّعِي ، وَتَذَلُّلِي وَأَسْتِكَانَتي ، وَتَوَكُّلِي عَلَيْكَ ، فَأَنَا مُسلِّمٌ لَأمْرِكَ ، لا أَرْجُو نَجَاحاً ولا مُعافاةَ ، وَلا تَشْرِيفاً إلاَّ بِكَ وَمِنْكَ ، فَامْنُنْ عَلَيَّ بِتَبْلِيغي هَذِهِ العَشِيَّةَ مِنْ قَابِلٍ ، وَأَنا مُعَافىً مِنْ كُلِّ مَكرُوهٍ وَمَحْذُورٍ ، وَمِنْ جَمِيعِ البَوَائِقِ ، وَمَحْذُورَاتِ الطَوَارِقِ ، اللّهُمَّ ، أَعِنِّي على طَاعَتِكَ ، وَطَاعَةِ أَوْلِيَائِكَ ، الذِينَ إصْطَفَيْتَهُمْ ، مِنْ خَلْقِكَ لِخَلْقِكَ ، وَالقِيَامِ فِيهِمْ بِدِينِكَ.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وَآلِهِ ، وَسَلِّمْ لي دِيني ، وَزِدْ في أَجَلِي ، وَأَصِحَّ لي جِسْمي ، وَأَقِرَّ بِشُكْرِ نِعْمَتِكَ عَيْني ، وَآمِنْ رَوْعَتي ، وَأَعْطِني سُؤْلي ، إنَّكَ على كُلِّ شَيْءٍ قَدِيرٌ. اللّهُمَّ ، صَلِّ على مُحَمَّدٍ وَآلِهِ ، وَأتْمِمْ وَلَاءَكَ عَلَيَّ فِيمَا بَقِيَ مِنْ عُمْرِي ، وَتَوَفَّني إذَا تَوَفَيْتَني ، وَأَنْتَ عَنِّي رَاضٍ ، اللّهُمَّ ، صَلَّ على مُحَمَّدٍ وَآلِهِ ، وَثَبِّتْني على مِلَّةِ الإِسْلَامِ ، فَإنِّي بِحَبْلِكَ اعْتَصَمْتُ فَلَا تَكِلْني في جَمِيعِ الُأمُورِ إلاَّ إلَيْكَ ، اللّهُمَّ ، صَلِّ على مُحَمَّدٍ وَآلِهِ ، وَامْلْأ قَلْبِي رَهْبَةً مِنْكَ ، وَرَغْبَةً إلَيْكَ ، وَخِشْيَةً مِنْكَ ، وَغِنَىً بِكَ وعَلَمِّنْي ما يَنْفَعُني ، وَاسْتَعْمِلْني ما عَلَّمْتَني.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مَسْأَلَةَ المُضْطَرِّ إلَيْكَ ، المُشْفِقِ مِنْ عَذَابِكَ ، الخَائِفِ مِنْ عُقُوبَتِكَ ، أَنْ تُغْنِيَني بِعَفْوِكَ ، وَتُجِيرَني بِعِزَّتِكَ ، وَتَتَحَنَّنَ عَلَيَّ بِرَحْمَتِكَ وَتُؤَدِّيَ عَنِّي فَرَائِضَكَ ، وَتَسْتَجِيبَ لي فِيمَا سَأَلْتُكَ ، وَتُغْنِيَنِي عَنْ شِرَارِ خَلْقِكَ .. وَتَقِيَني مِنَ النَّارِ ، وَمَا قَرُبْتُ إلَيْهَا مِنْ قَوْلٍ أَوْ عَمَلٍ ، وَتَغْفِرَ لِيَ وَلِوَالِدَّيَ وَلِلْمُؤمِنِينَ وَالمُؤْمِنَاتِ يا ذَا الجَلَالِ وَالإِكْرَامِ إنَّكَ على كُلِّ شَيْءٍ قَدِيرٌ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385 ـ 392 ).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وهذا الدعاء الجليل ، وحيد في مضامينه ، فريد في معطياته ، فقد حوى جميع الوان التضرع ، والتذلل ، والعبودية المطلقة لله ، الواحد القهار ، مدبر الاكوان ومبدع الاشياء.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كشف هذا الدعاء ، عن انقطاع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لله تعالى ، واعتصامه به ، وهذا مما يدلل على مدى معرفته به تعالى ، وهذا ليس غريبا ولا بعيدا عن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فهو من معادن التوحيد ، ومن مراكز الدعوة إلى الله.</w:t>
      </w:r>
    </w:p>
    <w:p w:rsidR="00A60096" w:rsidRPr="00F12791" w:rsidRDefault="00A60096" w:rsidP="00A60096">
      <w:pPr>
        <w:pStyle w:val="Heading2"/>
        <w:rPr>
          <w:rtl/>
        </w:rPr>
      </w:pPr>
      <w:bookmarkStart w:id="85" w:name="_Toc405289467"/>
      <w:r w:rsidRPr="00F12791">
        <w:rPr>
          <w:rtl/>
        </w:rPr>
        <w:t>16 ـ دعاؤه الثالث في يوم عرفة</w:t>
      </w:r>
      <w:bookmarkEnd w:id="85"/>
      <w:r w:rsidRPr="00F1279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يوم عرفة ، هذا الدعاء الجليل ، وهو ينم عن أهمية هذا اليوم ، وعظيم مكانته ، عند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اللهُ لا إلهَ إلاَّ أَنْتَ رَبُّ العَالَمِينَ ، وَأَنْتَ اللهُ لا إلهَ إلاَّ أَنْتَ العَزِيِزُ الحَكِيمُ ، وَأَنْتَ اللهُ لا إلهَ إلاَّ أَنْتَ العَلِيُ العَظِيمُ ، وَأَنْتَ اللهُ لا إلهَ إلاَّ أَنْتَ الغَفُورُ الرَّحِيمُ ، وَأَنْتَ اللهُ لا إلهَ إلاَّ أَنْتَ الرَّحْمنُ الرَّحِيمُ ، وَأَنْتَ اللهُ لا إلهَ إلاَّ أَنْتَ مَالِكُ يَوْمِ الدِّينِ ، بَدْءُ كُلَّ شَيْءٍ ، وَإلَيْكَ يَعُودُ كُلِّ شَيْءٍ لَمْ تَزَلْ وَلا تَزَالُ. المَلِكُ القُدُّوسُ ، السَّلَامُ المُؤْمِنُ ، المُهَيْمِنُ ، العَزِيزُ الجَبَّارُ ، المُتَكَبِّرُ ، الكِبْرِيَاءُ رِدَاؤُكَ ، سَابِغُ النَّعْمَاءِ ، جَزِيلُ العَطَاءِ ، بِاسِطُ اليَدَيْنِ بِالرَّحْمَةِ ، نَفَّاحُ الخَيْرَاتِ ، كَاشِفُ الكُربَاتِ ، مُنْزِلُ الآيَاتِ ، مُبَدِّلُ السَيئَاتِ ، جَاعِلُ الحَسَنَاتِ دَرَجَاتٍ ، دَنَوْتَ في عُلُوِّكَ ، وَعَلَوْتَ في دُنُوِّكَ ، دَنَوْتَ فَلَا شَيْءٍ دُونَكَ ، وَعَلَوْتَ فَلَا شَيْءٍ فَوْقَكَ ، تَرَى ، وَلَا تُرىَ ، وَأَنْتَ بِالمَنْظَرِ الَأعْلَى ، خَالِقُ الحَبِّ وَالنَوَى ، لَكَ مَا في السَّموَاتِ العُلَى ، وَلَكَ الكِبْرِيَاءُ في الآخِرَةِ وَالُأولَى ، غَاِفُر الذَّنْبِ ، وَقَابِلُ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التَّوْب ، شَدِيدُ العِقابِ ، ذو الطُّولِ ، لا إلهَ إلاَّ أَنْتَ إلَيْكَ المَأْوَى وَإلَيْكَ المَصِيرُ ، وَسِعَتْ رَحْمَتُكَ كُلَّ شَيْءٍ ، وَبلَغَتْ حُجَتُكَ ، وَلَا مُعَقِّبَ لِحُكْمِكَ ، وَلا يَخِيبُ سَائِلُكَ ، كُلَّ شَيْءٍ بِعِلْمِكَ ، وَأَحْصَيْتَ كُلَّ شَيْءٍ عَدَداً ، وَجَعَلْتَ لِكُلِّ شَيْءٍ أَمَداً ، وَقَدَّرْتَ كُلَّ شَيْءٍ تَقْدِيراً ، بَلَوْتَ فَقَهَرْتَ وَنَظَرْتَ فَخَبَرْتَ ، وَبَطنْتَ وَعَلِمْتَ فَسَتَرْتَ ، وَعَلى كُلِّ شَيْءٍ ظَهَرْتَ ، تَعْلَمُ خَائِنَةَ الَأعْيُنِ ، وَمَا تُخفي الصُّدورُ ، وَلَا تَنْسَى مَنْ ذَكَرَكَ ، وَلا تُخِيبُ مَنْ سَأَلَكَ ، وَلَا تُضِيعُ مِنْ تَوَكْلَ عَلَيْكَ ، أَنْتَ الذي لا يُشْغِلُكَ ما في جَوِّ سَموَاتِكَ عَمَّا في جَوِّ أَرْضِكَ ، تَعَزَّزْتَ في مُلْكِكَ ، وَتَقَوَّيْتَ في سُلْطَانِكَ ، وَغَلَبَ على كُلِّ شَيْءٍ قَضَاؤُكَ ، وَمَلَكَ كُلَّ شَيْءٍ أَمْرُكَ ، وَقَهَرَتْ كُلِّ شَيْءٍ قُدْرَتُكَ ، لا يُسْتَطَاعُ وَصْفُكَ ، وَلَا يُحَاطُ بِعلْمك ، وَلا ينتْهِي ما عنْدَكَ ، وَلا تَصِفُ العُقُولُ صِفَةَ ذَاتِكَ ، عَجِزَتِ الَأوْهَامُ عَنْ كيْفيَّتك ، وَلَا تُدْرِكُ الَأبْصَارُ مَوْضِعَ أيْنِيَّتِك ، وَلَا تُحَدُّ فَتَكُونَ مَحْدُوداً ، ولا تُمَثَّلْ فَتَكُوُنَ مَوْجُوداً ، وَلا تَلِدُ فَتَكُونَ مُوْلوُداً ، أَنْتَ الذي لا ضِدَّ معك ، فيُعانِدُكَ ، وَلَا عَدِيلَ لَكَ فَيُكَاثِرُكَ ، وَلَا نِدَّ لَكَ فَيُعَارِضُكَ ، أَنْتَ ابْتَدعْت واخْترَعْتَ ، وَاسْتَحْدَثْتَ ، فَمَا أَحْسَنَ ما صَنَعْتَ ، سُبْحَانَكَ ما أَجَلَّ ثناءك ، وَأسْنى في الَأمَاكِنِ مَكَانَكَ ، وَأَصْدَعَ بِالحَقِّ فُرْقَانَكَ ، سُبْحَانَكَ منْ لطيف ما أَلْطَفَكَ ، وَحَكِيمٍ مَا أَعْرَفَكَ ، وَمَلِيكٍ ما أَسْمَحَكَ ، بسطت بالخَيْرَاتِ يَدَاكَ ، وَعُرِفَتِ الهِدَايَةُ مِنْ عِنْدِكَ ، وَخَضَعَ لَكَ كُلُّ شَيْءٍ ، وَانْقَاد للْتَّسْلِيمِ لَكَ كُلُّ شَيْءٍ ، سَبِيلُكَ جَدَدٌ ، وَأَمْرُكَ رَشدٌ ، وَأَنْتَ حي صمدٌ ، وأَنْتَ المَاجدُ الجَوَادُ ، الوَاحِدُ الَأحَدُ ، العَليمُ الكرِيمُ ، القَدِيمُ ، القرِيبُ ، المُجِيبُ ، تَبَارَكْتَ وَتَعَالَيْتَ عَمَّا يَقُولُ الظَالِمُونَ ، عُلُوا كَبيراً ، تَقَدَّسَتْ أَسْمَاؤُكَ وَجَلَّ ثنَاؤُكَ ، فَصَلَّ على مُحَمَّدٍ عَبْدِك ، ورَسُولك الذي صَدَعَ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بِأَمْرِكَ ، وَبَالَغَ في إظْهَارِ دِينكَ وَأَكَّدَ مِيثَاقَكَ ، وَنَصَحَ لِعِبَادِكَ ، وَبَذَلَ جُهْدَهُ في مَرْضَاتِكَ. اللّهُمَّ شَرِّفْ بُنْيَانَهُ ، وَعَظِّمْ بُرْهَانَهُ. اللّهُمَّ ، وَصَلّ على وُلَاةِ الَأمْرِ بَعْدَ نَبِيِّكَ تَرَاجِمَةِ وَحْيِكَ ، وَخُزَّانِ عِلْمِكَ ، وَأُمَنائِكَ في بِلَادِكَ ، الذِينَ أَمَرْتَ بِمَوَدَّتِهِمْ ، وَفَرَضْتَ طَاعَتَهُمْ ، على بَرِيَّتِكَ. اللّهُمَّ ، صَلِّ عَلَيْهِمَ صَلَاةً دَائِمَةً بَاقِيَةً ، اللّهُمَّ ، وَصَلِّ على السُيَّاحِ وَالعُبَّادُ ، وَأَهْلِ الجِدِّ وَالإِجْتِهَادِ ، وَاجْعَلْني في هذِهِ العَشِيَّةِ ، مِمَّنْ نَظَرْتَ إلَيْهِ فَرَحِمْتَهُ ، وَسَمِعْتَ دُعَاءَهُ فَأَجَبْتَهُ ، وَآمَنَ بِكَ فَهَدَيْتَهُ ، وَسَأَلَكَ فَأَعْطَيْتَهُ ، وَرَغِبَ إلَيْكَ فَأَرْضَيْتَهُ ، وَهَبْ لي ، في يَوْمي هَذَا ، صَلَاحاً لِقَلْبِي وَدِيني وَدُنْيَايَ ، وَمَغْفِرَة ًلِذُنُوبي يا أَرْحَمَ الرَّاحِمِينَ ، أَسْأَلُكَ الرَّحْمَةَ يا سَيِّدي وَمَوْلَايَ ، وَثِقَتي ، يا رَجَائِي ، وَمُعْتَمَدِي ، وَمَلْجَأِي ، وَذُخْرِي ، وَظَهْرِي ، وَعُدَّتِي ، وَأَمَلَي ، وَغَايَتي ، وَأَسْأَلُكَ ، بِنُورِ وَجْهِكَ الذي أَشْرَقَتْ لَهُ السَّموَاتِ وََالأرْضُ ، أَنْ تَغْفِرَ لي ذُنُوبي وَعُيُوبي ، وَإسَاءَتي وَظُلْمِي وَجُرْمي ، وَإسْرَافِي على نَفْسِي ، فَهذَا مَقَامُ الهَارِبِ إلَيْكَ مِنَ النَّارِ.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وَهَذَا يَوْمِ عَرَفَةَ ، كَرَّمْتَهُ وَشَرَّفْتَهُ ، وَعَظَّمْتَهُ ، نَشَرْتَ فِيهِ رَحْمَتَكَ ، وَمَنَنْتَ فِيهِ بِعَفْوِكَ ، وَأَجْزَلْتَ فِيهِ عَطِيَّتَكَ ، وَتَفَضَّلْتَ فِيهِ على عِبَادِكَ ، اللّهُمَّ ، وَهذِهِ العَشِيَّةُ مِنْ عَشَايَا رَحْمَتِكَ وَمِنَحِكَ ، وَإحْدَى أَيَّامِ زُلْفَتِكَ ، وَلَيْلَةُ عِيدٍ مِنْ أَعْيَادِكَ ، فِيهَا يُفْضي إلَيْكَ ، بِالحَوَائِج مَنْ قَصَدَك مِنْ قَصْدِكَ ، مُؤْمِلاً رَاجِياً فَضْلَكَ ، طَالِباً مَعْرُوفَكَ الذي تَمُنُّ بِهِ على مَنْ تَشَاءُ مِنْ خَلْقِكَ ، وَأَنْتَ فِيهَا بِكُلَِّ لِسَانٍ تَدْعى ، وَلِكُلِّ خَيْرٍ تُبْتَغَي وَتُرْجَى ، وَلَكَ فِيهَا جَوَائِزُ وَمَوَاهِبُ ، وَعَطَايا تَمُنُّ بِهَا على مَنْ تَشَاءُ مِنْ عِبَادِكَ ، وَتَشْمَلُ بِها أَهْلَ العِنَايَةِ فِيْكَ ، وَقَدْ قَصَدْنَاكَ مُؤْمِلينَ رَاجِينَ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وَأَتَيْنَاكَ طَالِبِينَ ، نَرْجُو ما لا خُلْفَ لَهُ مِنْ وَعْدِكَ ، وَلا مُتْرك لَهُ مِنْ عَظِيمِ أَجْرِكَ ، قَدْ أَبْرَزْتَ ذَوُو الآمَالِ إلَيْكَ وَجوهَهَا المَصُونَةَ ، وَمَدُّوا إلَيْكَ أَكُفَّهُمْ طَلَباً لِمَا عِنْدَكَ ، لِيُدْرِكُوا بِذلِكَ رِضْوَانَكَ ، يا غَفَّارُ ، يا مُسْتَغَاثُ مِنْ فَضْلِهِ ، يا مَلِكُ في عظَمتِهِ ، يا جَبَّارُ في قُوَّتِهِ ، يالَطِيفُ في قُدْرَتِهِ ، يا مُتَكَفِّلُ يا رَزَّاقَ النَعَّابِ في عُشِّهِ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يا أَكْرَمَ مَسْؤولٍ ، ويا خَيْرَ مَأْمُولٍ ، ويا أَجْوَدَ مَنْ نَزَلَتْ بِفَنَائِهِ الرَكَائِبُ ، وَيُطْلَبُ عِنْدَهُ نَيْلُ الرَغَائِبِ ، وَأَنَاخَتْ بِهِ الوُفُودُ يا ذَا الجُودِ ، يا أَعْظَمَ مِنْ كُلِّ مَقْصُودٍ ، أَنَا عَبْدُكَ الذي أَمَرْتَني ، فَلَمْ أأتَمِرْ ، وَنَهَيْتَني عَنْ مَعْصِيَتِكَ فَلَمْ أَنْزَجِرْ ، فَخَالَفْتُ أَمْرَكَ وَنَهْيَكَ ، لا مُعَانَدَةً لَكَ ، وَلا اسْتِكْبَاراً عَلَيْكَ ، بَلْ دَعَانِي هَوَايَ ، وَاسْتَزَلَّني عَدُوُّكَ وَعَدُوي ، فَأَقْدَمْتُ على مَا فَعَلْتُ ، عَارِفَاً بِوَعِيدِكَ ، رَاجِيَاً لِعَفْوِكَ ، وَاثِقاً بِتَجَاوُزِكَ وَصَفْحِكَ ، فَيَا أكْرَمَ مَنْ أُقِرَّ لَهُ بِالذَّنًوبِ ، هَا أَنَا ذَا بَيْنَ يَدَيْكَ صَاغِراً ذَلِيلاً خَاِضعاً ، خَاشِعاً ، خَائِفاً مُعْتَرِفاً ، بِعَظِيمِ ذُنُوبي وَخَطَايَايَ ، فَمَا أَعْظَمَ ذُنُوبي التي تَحَمَّلْتُهَا وَأَوْزَارِي التي إجْتَرَمْتُها ، مُسْتَجِيراً فِيها بِصَفحِكَ ، لائِذاً بِرَحْمَتِك ، مُوقِناً أَنَّهُ لا يُجيرُني مِنْكَ مُجِيرٌ ، وَلا يَمْنَعُني مِنكَ مَانِعٌ ، فَعُدْ عَلَيّ بِمَا تَعُودُ بِهِ على مَنْ اقْتَرَفَ عَنْ تَعَمُّدٍ ، وجُدْ عَلَيَّ بِمَا تَجُودُ ِبِه على مَنْ ألْقَى بِيَدِهِ إلَيْكَ مَنْ عِبَادِكَ ، وَامْنُنْ عَلَيَّ بِمَا لا يَتَعَاظَمُكَ أنْ تمُنَّ بِهِ على مَنْ أَمَلَكَ مِنْ غفْرَانِكَ لَهُ ، يا كَرِيمُ ، إرْحَمْ صَوْتَ حَزِينٍ يُخفي ما ستَرْتَ عَنْ خَلْقِكَ مِنْ مَسَاوِئِهِ ، يَسْأَلُكَ في هذِهِ العَشِيَّةِ رَحْمَةً تُنْجيه مِنْ كَرَب مَوْقِفِ المَسْأَلَةِ ، وَمَكْروُهِ يَوْمِ المُعَايَنَةِ ، حِينَ يُفْرِدُهُ عَمَلُهُ ، وَيُشْغلُهُ عَنْ أَهْلِهِ وَوَلَدِهِ ، فَارْحَمْ عَبْدَكَ الضَعيفَ عَمَلاً ، الجسيم أَمَلاً ، خَرَجَتْ مِنْ يَدَيَّ أَسْبَابُ الوَصَلَاتِ إلاَّ مَا وَصَلَتْهُ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النعاب : الغراب.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رَحَمَتُكَ ، وَتَقَطَّعَتْ عَنِّي عِصَمُ الآمَالِ إلاَّ مَا مُعْتَصِمٌ بِهِ مِنْ عَفْوِكَ ، قَلَّ عِنْدِي مَا أَعْتَدُّ بِهِ مِنْ طَاعَتِكَ ، وَكَبُرَ عَلَيَّ ما أَبُوءُ بِهِ مِنْ مَعْصِيَتِكَ ، وَلَنْ يَضِيقَ عَفْوُكَ عَنْ عَبْدِكَ ، وَإنْ أَسَاءَ فَاعْفُ عَنِّي ، فَقَدْ أشَرَفَ على خَفَايَا الَأعْمَارِ عِلْمُكَ ، وَانْكَشَفَ كُلُّ مَسْتُورٍ عِنْدَ خُبْرِكَ ، وَلا تَنْطوي عَلَيْكَ دِقَاقَ الُأمُورِ ، وَلا يَعْرُبُ عَنْكَ غَيْبَاتُ السَّرَائِرٍ ، وَقَدِ اسْتَحْوَذَ عَلَيَّ عَدُوُّكَ ، الذِي اسْتَنْظَرَ فَأَنْظَرْتَهُ ، وَاسْتَمْهَلَكَ إلى يَوْمِ الدِّين ، لإِضْلالي فَأَمْهَلْتَهُ وَأَوْقَعَني بِصَغَائِرِ ذُنُوبٍ مُوبِقَةٍ ، وَكِبَارِ أَعْمَالٍ مُرْدِيَةٍ ، حَتَّى إذَا فَارْقْتُ مَعْصِيَتِكَ ، وَأسْتَوْحَشْتُ بِسُوءِ سَعْيي سُخْطَكَ تَوَلَّى عَنْ عُذْرِ غَدْرِهِ ، وَتَلَقَّاني بِكَلِمَةٍ كُفْرهِ ، وَتَوَلَّى البَرَاءَةَ مِنِّي ، وَأَدْبَرَ مُوَلِياٍ عَنِّي ، فَأَصْحَرَنِي لِغَضَبِكَ فَرِيداً ، وَأَخْرَجَني إلى فِنَاءِ نِعْمَتِكَ طَريداً ، لا شَفِيعَ يَشْفَعُ لي إلَيْكَ ، وَلا خَفِيرَ يَقِيني مِنْكَ ، وَلا حِصْنَ يَحْجُبُني عَنْكَ ، وَلا مَلَاذَ ألْجَأُ إلَيْهِ مِنْكَ ، فَهَذَا مَقَامُ العَائِذِ بِكَ مِنَ النَّارِ ، وَمَحَلُّ المُعْتَرِفِ لَكَ ، فلا يَضِيقَنَّ عَنِّي فَضَلُكَ ، وَلا يَقْصُرَنَّ دُونِي عَفْوُكَ ، ولا أَكُونَنَّ أَخْيَبَ عِبَادِكَ التَّائِبِينَ ، وَلا أَقْنَطَ وُفُودِكَ الآمِلِينَ.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إغْفِرْ لي ، إنَّكَ أَرْحَمُ الرَّاحِمِينَ ، فَطَالَمَا أغْفَلْتَ مِنْ وَظَائِفِ فُرُوضِكَ ، وَتَعَدَّيْتُ عَنْ مَقَامِ حُدُودِكَ ، فَهَذَا مَقَامُ مَنِ اسْتَحيْا لِنَفْسِهِ مِنْكَ وَسَخِطَ عَلَيْهَا ، وَرَضِيَ عَنْكَ ، فَتَلَقَّاكَ بِنَفْسٍ خَاشِعَةٍ ، وَرَقَبَةٍ خَاضِعَةٍ ، وَظَهْرٍ مُثْقَلٍ مِنَ الذُّنُوبِ ، وَاقِفاً بَيْنَ الرَّغْبَةِ إلَيْكَ ، وَالرَّهْبَةِ مِنْكَ ، فَأَنْتَ أَوْلَى مَنْ وَثِقَ بِهِ مِمَّنْ رَجَاهُ ، وَأَمِنَ مِنْ خِشْيَتِهِ وَاتَّقَاهُ ، اللّهُمَّ ، فَصَلِّ على مُحَمَّدٍ وَآلِهِ ، وَأَعْطِنِي مَا رَجَوْتُ وَآمِنِّي مِمَّا حَذِرْتَ ، وَعُدْ عَلَيَّ بِعَائِدَةٍ مِنْ رَحْمَتِكَ. اللّهُمَّ ، وَإذْ سَتَرْتَنِي بِفَضْلِكَ ، وَتَغَمَّدتَنِي بِعَفْوِكَ ، في دَارِ الحَيَاةِ ، وَالفَنَاءِ ، بِحَضْرَةِ الأكْفَاءِ ، فَأَجِرْني مِنْ فَضِيحَاتِ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دَارِ البَقَاءِ ، عِنْدَ مَوَاقِفِ الإشْهِاَد ِ، مِنَ المَلائِكَةِ المُقَرَّبِينَ ، وَالرُسُلِ المُكْرَمِينَ ، وَالشُّهَدَاءِ وَالصَّالِحِينَ ، فَحَقَّقْ رَجَائِي يا أَصْدقَ القَائِلِينَ : « يا عِبَادِي الذِينَ أَسْرَفُوا على أَنْفُسِهِمْ لا تَقْنَطُوا مِنْ رَحْمَةِ اللهِ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سَائِلُكَ القَاصِدُ وَمِسْكينُكَ المُسْتَجِيرُ الوَافِدٌ ، وَضَعِيفُكَ الفَقِيرُ ، نَاصِيَتي بِيَدِكَ ، وَأَجَلي بِعِلْمِكَ ، أَسْأَلُكَ أَنْ تُوَفِقَني ، لِمَا يُرْضيكَ عَنِّي ، وَأَنْ تُبَارِكَ لي في يَوْمي هذا ، الذي فَزِعَتْ فِيهِ إلَيْكَ الَأصْوَاتُ ، وَتَقَرَّبَ إلَيْكَ عِبَادُكَ بِالقُرُبَاتِ ، أَسْأَلُكَ بِعَظِيمِ مَا سَأَلَكَ بِهِ أَحَدٌ مِنْ خَلْقِكَ مِنْ كَرِيمِ أَسْمائِكَ ، وَجَمِيلِ ثَنَائِكَ ، وَخَاصَةِ دُعَائِكَ بِآلآئِكَ ، أَنْ تُصَلِّي على مُحَمَّدٍ وَآلِهِ ، وَأَنْ تَجْعَلَ يَوْمي هَذَا ، أَعْظَمَ يَوْمَ مَرَّ عَلَيَّ مُنْذُ أَنْزَلْتَنِي إلى الدُّنْيَا ، بَرَكَةً في عِصْمَة دِيِني ، وَخَاصَّةِ نَفْسِي ، وَقَضَاءِ حَاجَتي ، وَتَشْفِيِعي في مَسْأَلَتِي ، وَإتمَامِ النِّعْمَةِ عَلَيَّ ، وَصَرْفِ السُّوءِ عَنِّي. يا أَرْحَمَ الرَّاحِمِينَ ، إفْتَحْ عَلَيَّ أَبْوَابَ رَحْمَتِكَ ، وَأَرْضِنِي بِعَادِلِ قَسْمِكَ ، وَاسْتَعْمِلْني بِخَالِصِ طَاعَتِكَ ، يا أَمَلي وَيَارَجَائِي ، حَاجَتي التي إنْ أَعْطَيْتَنِيهَا لَمْ يَضُرَّني ما مَنَعْتَني ، وَإنْ مَنَعْتَهَا لَمْ يَنْفَعْني ما أَعْطَيْتَني فِكَاكُ رَقْبَتي مِنَ النَّارِ.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إلهي لا تَقْطَعْ رَجَائِي ، وَلا تُخَيِّبْ دَعَائِي ، يا مَنَّانُ ، مُنَّ عَلَيَّ بِالجَنَّةِ ، يا عَفُوُّ ، أَعْفُ عَنِّي ، يا تَوَّابُ ، تُبْ عَلَيَّ ، وَتَجَاوَزْ عَنِّي ، وَاصْفَحْ عَنْ ذُنُوبي ، يا مَنْ رَضِيَ لِنَفْسِهِ العَفْوِ ، يا مَنْ أمَرَ َبِالعَفْوِ ، يا مِنْ يَجْزِي على العَفْوِ ، يا مَنْ اسْتَحْسَنَ العَفْوُ ، أَسْأَلُكَ اليَوْمَ « العَفْوَ العَفْوَ » وَكَانَ يَقُوُلُ ذلِكَ : عَشَرَ مَرَّاتٍ.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أَنْتَ ، أَنْتَ ، لا ينقطعُ الرَّجَاءُ إلاَّ مِنْكَ ، وَلا تَخيبُ الآمَالُ إلاَّ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فِيْكَ ، فلا تَقْطَعْ رَجائِي يا مَوْلايَ ، إنَّ لَكَ في هذِهِ اللًّيْلَةِ أضْيَافاً فَاجْعلني مِنْ أَضْيَافِكَ ، فَقَدْ نَزَلْتُ بِفنائك ، راجياً معْروفك ، يا ذَا المَعْرُفِ الدَّائِمِ الذي لا يَنْقَضي دَائِماً ، يا ذَا النَّعماء التي لا تُحْصَى عَدَداً.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 لَكَ حُقُوقاً فَتَصَدَّقْ بِهَا عَلَيَّ ، وَلِلْنَّاسِ قِبَلِي تَبِعاتٍ ، فَتَحَمَّلْهَا عَنِي ، وَقَدْ أَوْجَبْت ، يا ربُّ ، لِكُلِّ ضَيْفٍ قِرىً ، وَأَنَا ضَيْفُكَ فَاجْعَلْ قِرَايَ الجَنَّةَ ، يا وَهَّابَ الجَنَّةِ ، يا وَهَّابَ المَغْفِرَةِ إقْبَلْني مُفْلِحاً ، مُنْجحاً ، مُسْتَجَابَاً لي ، مَرْحُوماً صَوتِي ، مَغْفُوراً ذَنْبِي ، بِأَفْضَلِ ما يَنْقَلِبُ بِهِ اليَوْمَ أَحَدٌ مِنْ وَفْدك ، وَزُوَّارِكَ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وانتهى هذا الدعاء الشريف ، وهو يمثل روعة الايمان ، وحقيقة التمسك بالله تعالى ، وكان ذلك هو السمت البارز ، في سيرة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الذي آمن بالله بعواطفه ومشاعره. وبهذا الدعاء ينتهي بنا الحديث عن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في حجه لبيت الله الحرام.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392 ـ 397 ).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86" w:name="_Toc405289468"/>
      <w:r>
        <w:rPr>
          <w:rtl/>
        </w:rPr>
        <w:lastRenderedPageBreak/>
        <w:t>القسم السادس</w:t>
      </w:r>
      <w:bookmarkEnd w:id="86"/>
    </w:p>
    <w:p w:rsidR="00A60096" w:rsidRDefault="00A60096" w:rsidP="00A60096">
      <w:pPr>
        <w:pStyle w:val="Heading1Center"/>
        <w:rPr>
          <w:rtl/>
        </w:rPr>
      </w:pPr>
      <w:bookmarkStart w:id="87" w:name="_Toc405289469"/>
      <w:r>
        <w:rPr>
          <w:rtl/>
        </w:rPr>
        <w:t>من أدعيته قي وضوئه وصلاته</w:t>
      </w:r>
      <w:bookmarkEnd w:id="87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الصلاة من أهم العبادات ، ومن أعظمها شأنا في الاسلام ، وهي من أوثق الروابط ، التي تربط الانسان بخالقه العظيم ، وفي نفس الوقت ، تعود على الانسان بأجل الفوائد فهي تنفي من أعماق نفسه ، ودخائل ذاته ، الاكتئاب ، والهلع ، واليأس ، وتمده بقوة نفسية ، يواجه بها الازمات ، فهي تعرفه بالخالق العظيم ، الذي بيده جميع مجريات الاحداث ، وإن مشاكل الانسان الخاصة ، لا مفر لها ، ولا كاشف لها إلا الله ، وبذلك فهي تدفعه إلى الامل ، وعدم التشاؤم ، الذي هو من أقسى الامراض النفسية.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أهتم الاسلام ، بالصلاة اهتماما بالغا ، فهي إن قبلت قبل ما سواها ، وإن ردت رد ما سواها ـ كما في الحديث ـ ومعنى ذلك ، ان الانسان أول ما يحاسب عليه ، عند الله تعالى ، الصلاة ، فإن كانت مقبولة وصحيحة نظر في أعماله الاخرى ، وإن لم تقبل ، لم ينظر في شيء من أعماله ، صحيحا كان أو باطلا ، ومن الطبيعي ، أن اهتمام الشارع بها ، ليس لمصلحة تعود إليه ، وإنما المصالح ، والفوائد ، والثمرات كلها ، تعود على المكلف ، فهي من أهم الاسباب في تهذيب النفوس ، وإقامة الاخلاق ، وهي الصلة الوثيقة لعروج النفس واتصالها وتشرفها ، بالصانع الحكيم المبدع لهذه الاكوان.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وعلى أي حال ، فإن في الصلاة ، من المعاني الروحية ما لا يحصى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وقد ركز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عنايته واهتمامه بها ، وقد أثرت عنه كوكبة من الادعية ، في حال وضوئه وصلاته ، وفي ما يلي بعضها : </w:t>
      </w:r>
    </w:p>
    <w:p w:rsidR="00A60096" w:rsidRDefault="00A60096" w:rsidP="00A60096">
      <w:pPr>
        <w:pStyle w:val="Heading2Center"/>
        <w:rPr>
          <w:rtl/>
        </w:rPr>
      </w:pPr>
      <w:bookmarkStart w:id="88" w:name="_Toc405289470"/>
      <w:r>
        <w:rPr>
          <w:rtl/>
        </w:rPr>
        <w:t>أ ـ أدعيته في الوضوء</w:t>
      </w:r>
      <w:bookmarkEnd w:id="8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وأول مقدمات الصلاة ، وأكثرها أهمية الوضوء ، وفي الحديث الشريف « لا صلاة إلا بطهور » وبالاضافة إلى روحانيته ، فإنه تترتب عليه فوائد صحية هائلة ، يقول الامام الشيخ محمد الحسين آل كاشف الغطاء نضر الله مثواه : « أنظر أولا ، إلى أول مقدمة من مقدمات الصلاة ، وهي النظافة ، والطهارة ، ولما كان الصانع الحكيم قد جعل لهذا البدن غشاء ، يستر لحمه ، وعورته وأعصابه ، وجميع مقوماته وهو الجلد ، الذي هو لهذا الهيكل الجسماني كالدرع الحصين ، يقيه من العوارض الكونية من حر أو برد ، أو غبار ، أو هوام ، ونحو ذلك ، وجعله ذا مسام لتكميل به منفعة الجسد ، فيخرج منه البخار والعرق وسائر الفضلات ، التي يستريح الجسم بخروجها منه ، ويستطيع كل عضو منه ، بل كل ذرة وطاقة على أداء وظيفتها التي كونت من أجلها كانت تلك المسام التي لا يزال يخرج العرق منها والبخار المتكون من الحرارة الغريزية الداخلية ، أو العوامل الخارجية ، معرضة للانسداد ، والالحتام ، بما يتراكم عليها ، من تلك الفضلات فانسدادها ، مما يوجب تخلف القسم الكبير منها داخل البدن ، وكلما تزايدت عليه الاقذار من تراكم الغبار ، والهواء ، والبهاء ، من الخارج ، والعرق والبخار من الداخل ، من الخلايا القرنية ، والمواد الدهنية ، بعد تبخر مائها وزواله ، إنسدت تلك المسام الجلدية ، التي ربما تعد بالملايين ، ولم تقدر على أداء وظيفتها من إفراز الضار ، وجذب النافع فيخل ذلك وبسائر الاعضاء ، وتعوقها أجمع عن القيام بوظائفها ، حتى الرئيسيين : القلب والرئة ، وحتى الرئيس الاعظم ، وهو الدماغ ، وتحدث الامراض العصبية في شتى الجهات من البدن ، وتحدث في طليعتها الحكة ، والالتهاب ، وإنتشار الروائح الكريهة ، والانفاس المتعفنة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المخمرة بجراثيم الجلد ، وجذوره الفاسدة ، تلك الروائح التي قد يشمها الجليس ، فيشمئز منها ويتقزز ...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وأضاف يقول : أفليس من الحكمة البالغة حينئذ ومن الدليل على سعة علم الشارع الحكيم ، وإحاطة تشريع النظافة والطهارة مقدمة للصلاة؟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تشريع الوضوء ، مقدمة للصلاة له أهميته البالغة ، وقد 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في جميع بنود الوضوء وهذه بعض أدعيته :</w:t>
      </w:r>
    </w:p>
    <w:p w:rsidR="00A60096" w:rsidRPr="00AF5317" w:rsidRDefault="00A60096" w:rsidP="00A60096">
      <w:pPr>
        <w:pStyle w:val="Heading3"/>
        <w:rPr>
          <w:rtl/>
        </w:rPr>
      </w:pPr>
      <w:bookmarkStart w:id="89" w:name="_Toc405289471"/>
      <w:r w:rsidRPr="00AF5317">
        <w:rPr>
          <w:rtl/>
        </w:rPr>
        <w:t>1 ـ دعاؤه عند الوضوء</w:t>
      </w:r>
      <w:bookmarkEnd w:id="89"/>
      <w:r w:rsidRPr="00AF5317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عند الوضوء ،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بِسْمِ اللهِ ، وَعلى مِلَّةِ رَسُولِ اللهِ (ص) أَشْهَدُ أَنْ لا إلهَ إلاَّ اللهُ ، وَحْدَهُ لا شَرِيكَ لَهُ ، وَأَشْهَدُ أَنَّ مُحَمَّداً عَبْدُهُ وَرَسُولُهُ .. »</w:t>
      </w:r>
    </w:p>
    <w:p w:rsidR="00A60096" w:rsidRPr="00AF5317" w:rsidRDefault="00A60096" w:rsidP="00A60096">
      <w:pPr>
        <w:pStyle w:val="Heading3"/>
        <w:rPr>
          <w:rtl/>
        </w:rPr>
      </w:pPr>
      <w:bookmarkStart w:id="90" w:name="_Toc405289472"/>
      <w:r w:rsidRPr="00AF5317">
        <w:rPr>
          <w:rtl/>
        </w:rPr>
        <w:t>2 ـ دعاؤه عند غسل يديه</w:t>
      </w:r>
      <w:bookmarkEnd w:id="90"/>
      <w:r w:rsidRPr="00AF5317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، عند غسل يديه مقدمة للوضوء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، وَالحَمْدُ للهِ الذي جَعَلَ المَاءَ طَهُوراً ، وَلَمْ يَجْعَلْهُ نَجِساً .. » </w:t>
      </w:r>
    </w:p>
    <w:p w:rsidR="00A60096" w:rsidRPr="00AF5317" w:rsidRDefault="00A60096" w:rsidP="00A60096">
      <w:pPr>
        <w:pStyle w:val="Heading3"/>
        <w:rPr>
          <w:rtl/>
        </w:rPr>
      </w:pPr>
      <w:bookmarkStart w:id="91" w:name="_Toc405289473"/>
      <w:r w:rsidRPr="00AF5317">
        <w:rPr>
          <w:rtl/>
        </w:rPr>
        <w:t>3 ـ دعاؤه عند المضمضة</w:t>
      </w:r>
      <w:bookmarkEnd w:id="91"/>
      <w:r w:rsidRPr="00AF5317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مقدمات الوضوء ، المضمضة ، وهي عبارة عن تنظيف الفم ، والاسنان ، 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لَقنِّي حُجَّتي يَوْمَ أَلْقَاكَ ، وَأَطْلِقْ لِسَاني بِذِكْرِكَ 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1 ـ سفينة النجاة 1 / 443 ـ 244.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وفي رواية أخرى : كان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أَنْطِقْ لِسَاني بِذِكْرِكَ .. »</w:t>
      </w:r>
    </w:p>
    <w:p w:rsidR="00A60096" w:rsidRPr="003833A9" w:rsidRDefault="00A60096" w:rsidP="00A60096">
      <w:pPr>
        <w:pStyle w:val="Heading3"/>
        <w:rPr>
          <w:rtl/>
        </w:rPr>
      </w:pPr>
      <w:bookmarkStart w:id="92" w:name="_Toc405289474"/>
      <w:r w:rsidRPr="003833A9">
        <w:rPr>
          <w:rtl/>
        </w:rPr>
        <w:t>4 ـ دعاؤه عند الاستنشاق</w:t>
      </w:r>
      <w:bookmarkEnd w:id="92"/>
      <w:r w:rsidRPr="003833A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مستحبات الوضوء ، إستنشاق الماء ، وتترتب عليه أعظم الثمرات الصحية ، وقد كتب بعض الاطباء ، بحوثا ممتعة عن فوائده ، 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يقول عند الاستنشاق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لا تُحَرِّمْ عَلَيَّ رِيحَ الجَنَّةِ وَاجْعَلَني مِمَّنْ يَشُمُّ رِيحَهَا وَرَوحَهَا وَطِيبَهَا .. »</w:t>
      </w:r>
    </w:p>
    <w:p w:rsidR="00A60096" w:rsidRPr="003833A9" w:rsidRDefault="00A60096" w:rsidP="00A60096">
      <w:pPr>
        <w:pStyle w:val="Heading3"/>
        <w:rPr>
          <w:rtl/>
        </w:rPr>
      </w:pPr>
      <w:bookmarkStart w:id="93" w:name="_Toc405289475"/>
      <w:r w:rsidRPr="003833A9">
        <w:rPr>
          <w:rtl/>
        </w:rPr>
        <w:t>5 ـ دعاؤه عند غسل الوجه</w:t>
      </w:r>
      <w:bookmarkEnd w:id="93"/>
      <w:r w:rsidRPr="003833A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بهذا الدعاء عند غسل وجهه الشريف في الوضوء.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بَيِّضْ وَجْهِي يَوْمَ تَسْوَدُّ الوُجُوهُ ، وَلا تُسَوِّدُ وَجْهي يَوْمَ تَبْيَضُّ فِيهِ الوُجُوهُ .. »</w:t>
      </w:r>
    </w:p>
    <w:p w:rsidR="00A60096" w:rsidRPr="003833A9" w:rsidRDefault="00A60096" w:rsidP="00A60096">
      <w:pPr>
        <w:pStyle w:val="Heading3"/>
        <w:rPr>
          <w:rtl/>
        </w:rPr>
      </w:pPr>
      <w:bookmarkStart w:id="94" w:name="_Toc405289476"/>
      <w:r w:rsidRPr="003833A9">
        <w:rPr>
          <w:rtl/>
        </w:rPr>
        <w:t>6 ـ دعاؤه عند غسل يده اليمنى</w:t>
      </w:r>
      <w:bookmarkEnd w:id="94"/>
      <w:r w:rsidRPr="003833A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عند غسل يده اليمنى ، يدعو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أَعْطِني كِتَابي بِيَمِني ، وَالخُلْدَ في الجِنَانِ بِيَسَاري ، وَلا تُحَاسِبْني حِسَاباً عَسِيراً .. »</w:t>
      </w:r>
    </w:p>
    <w:p w:rsidR="00A60096" w:rsidRPr="003833A9" w:rsidRDefault="00A60096" w:rsidP="00A60096">
      <w:pPr>
        <w:pStyle w:val="Heading3"/>
        <w:rPr>
          <w:rtl/>
        </w:rPr>
      </w:pPr>
      <w:bookmarkStart w:id="95" w:name="_Toc405289477"/>
      <w:r w:rsidRPr="003833A9">
        <w:rPr>
          <w:rtl/>
        </w:rPr>
        <w:t>7 ـ دعاؤه عند غسل يده اليسرى</w:t>
      </w:r>
      <w:bookmarkEnd w:id="95"/>
      <w:r w:rsidRPr="003833A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بهذا الدعاء عند غسل يده اليسرى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« اللّهُمَّ ، لا تُعْطِني كِتَابي بِشِمَالِي ، وَلا تَجْعَلْهَا مَغْلُولَةً إلى عُنُقي ، وَأَعُوذُ بِكَ مِنْ مُقْطَعَاتِ النِيرَانِ .. »</w:t>
      </w:r>
    </w:p>
    <w:p w:rsidR="00A60096" w:rsidRPr="003833A9" w:rsidRDefault="00A60096" w:rsidP="00A60096">
      <w:pPr>
        <w:pStyle w:val="Heading3"/>
        <w:rPr>
          <w:rtl/>
        </w:rPr>
      </w:pPr>
      <w:bookmarkStart w:id="96" w:name="_Toc405289478"/>
      <w:r w:rsidRPr="003833A9">
        <w:rPr>
          <w:rtl/>
        </w:rPr>
        <w:t>8 ـ دعاؤه عند مسح الرأس</w:t>
      </w:r>
      <w:bookmarkEnd w:id="96"/>
      <w:r w:rsidRPr="003833A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بهذا الدعاء عند مسح رأسه الشريف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غَشِّني بِرَحْمَتِكَ وَبَرَكَاتِكَ .. ».</w:t>
      </w:r>
    </w:p>
    <w:p w:rsidR="00A60096" w:rsidRPr="003833A9" w:rsidRDefault="00A60096" w:rsidP="00A60096">
      <w:pPr>
        <w:pStyle w:val="Heading3"/>
        <w:rPr>
          <w:rtl/>
        </w:rPr>
      </w:pPr>
      <w:bookmarkStart w:id="97" w:name="_Toc405289479"/>
      <w:r w:rsidRPr="003833A9">
        <w:rPr>
          <w:rtl/>
        </w:rPr>
        <w:t>9 ـ دعاؤه عند مسح الرجلين</w:t>
      </w:r>
      <w:bookmarkEnd w:id="97"/>
      <w:r w:rsidRPr="003833A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بهذا الدعاء عند مسح الرجلين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ثَبِّتْ قَدَمَيَّ على الصِرَاطِ ، يَوْمَ تَزِلُّ فِيهِ الَأقْدَامُ ، وَاجْعَلْ سَعْيِِي فِيمَا يُرْضِيكَ عَنِّي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الوضوء نور ـ كما في الحديث ـ 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بهذه الادعية الجليلة في جميع فصوله ، لتستكمل بذلك روحانية الوضوء </w:t>
      </w:r>
    </w:p>
    <w:p w:rsidR="00A60096" w:rsidRDefault="00A60096" w:rsidP="00A60096">
      <w:pPr>
        <w:pStyle w:val="Heading2Center"/>
        <w:rPr>
          <w:rtl/>
        </w:rPr>
      </w:pPr>
      <w:bookmarkStart w:id="98" w:name="_Toc405289480"/>
      <w:r>
        <w:rPr>
          <w:rtl/>
        </w:rPr>
        <w:t>ب ـ أدعيته في الصلاة</w:t>
      </w:r>
      <w:bookmarkEnd w:id="9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كوكبة من الادعية الجليلة في الصلاة ، وهذه بعضها :</w:t>
      </w:r>
    </w:p>
    <w:p w:rsidR="00A60096" w:rsidRPr="00935819" w:rsidRDefault="00A60096" w:rsidP="00A60096">
      <w:pPr>
        <w:pStyle w:val="Heading3"/>
        <w:rPr>
          <w:rtl/>
        </w:rPr>
      </w:pPr>
      <w:bookmarkStart w:id="99" w:name="_Toc405289481"/>
      <w:r w:rsidRPr="00935819">
        <w:rPr>
          <w:rtl/>
        </w:rPr>
        <w:t>1 ـ دعاؤه قبل الصلاة</w:t>
      </w:r>
      <w:bookmarkEnd w:id="99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يستقبل الصلاة بخضوع وخشوع ويتوجه إلى الله تعالى بقلبه وعواطفه ، وكان يدعو بهذا الدعاء قبل أن يشرع في الصلاة قائلا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وسائل الشيعة ، وتهذيب الاحكام ومن المعروف أن أمير المؤمنين عليا بن ابي طالب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أول من استن هذه الادعية الآنفة الذكر ، جميعا.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اللّهُمَّ ، لا تُؤْيِسُنِي مِنْ رَوْحكَ ، وَلا تُقْنِطْني مِنْ رَحْمَتِك ، وَلا تُؤْمِنِّي مَكْرَكَ ، فإنَّهًُ لا يَأَمَنُ مَكُرَ اللهِ إلاَّ القَوْمُ الخَاسِرُونَ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صفوان الجمال حاضرا بخدمة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فلما سمع هذا الدعاء أنبرى قائلا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جعلت فداك ، ما سمعت بهذا من أحد قبلك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فالتفت إليه الامام قائلا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من اكبر الكبائر عند الله ، اليأس من روح الله ، والقنوط من رحمة الله ، والامن من مكر الله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ودل هذا الدعاء على مدى رجاء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برحمة الله ، تلك الرحمة الواسعة التي تشمل جميع عباده ، والتي يطمع فيها العاصون ، والمنحرفون عن الطريق القويم.</w:t>
      </w:r>
    </w:p>
    <w:p w:rsidR="00A60096" w:rsidRPr="00935819" w:rsidRDefault="00A60096" w:rsidP="00A60096">
      <w:pPr>
        <w:pStyle w:val="Heading3"/>
        <w:rPr>
          <w:rtl/>
        </w:rPr>
      </w:pPr>
      <w:bookmarkStart w:id="100" w:name="_Toc405289482"/>
      <w:r w:rsidRPr="00935819">
        <w:rPr>
          <w:rtl/>
        </w:rPr>
        <w:t>2 ـ دعاؤه في السجود</w:t>
      </w:r>
      <w:bookmarkEnd w:id="100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في سجوده في الصلاة بهذا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سَجَدَ لَكَ وَجْهِي تَعَبُّداً وَرِقًّا ، لا إلهَ إلاَّ أَنْتَ حَقّاً ، حَقّاً ، الأوُّلُ قَبْلَ كُلِّ شَيْءٍ وَالآخِرُ بَعْدَ كُلِّ شَيْءٍ ، هَا أَنَا ذَا بَيْنَ يَدَيْكَ ، نَاصِيَتي بِيَدِكَ ، فَاغْفِرْ لي ، إنَّهُ لا يَغْفِرُ الذُّنُوبَ العِظَامَ غَيْرُكَ ، فَاغْفِرْ لي ، فَإنِّي مُقِرٌّ بِذُنُوبِي على نَفْسِي ، وَلا يَدْفَعُ الذَّنْبَ العَظِيمَ غَيْرُكَ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544.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الاقبال ( ص 179 ). </w:t>
      </w:r>
    </w:p>
    <w:p w:rsidR="00A60096" w:rsidRPr="00935819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01" w:name="_Toc405289483"/>
      <w:r w:rsidRPr="00935819">
        <w:rPr>
          <w:rtl/>
        </w:rPr>
        <w:lastRenderedPageBreak/>
        <w:t>3 ـ دعاؤه بعد السجود</w:t>
      </w:r>
      <w:bookmarkEnd w:id="101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، إذا رفع رأسه من السجود ، واستوى جالسا دعا بهذا الدعاء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أَنْتَ ثِقَتي في كُلِّ كَرْبٍ ، وَرَجَائِي في كُلَّ شِدَّةٍ ، وَأَنْتَ لي في كُلِّ أَمْرٍ ، نَزَلَ بي ثِقَةٌ وعُدَّةٌ ، كَمْ مِنْ كَرْبٍ يَضْعُفُ عَنْهُ الفُؤَادُ ، وَتَقِلُّ فِيهِ الحِيلَةُ ، وَيَخْذُلُ فيه الصَّدِيقُ ، وَيشَمْتَ ُبِهِ العَدُّوُّ ، وَتُعْيِيني فِيهِ الُأمُورُ ، أَنْزَلْتُهُ بِكَ ، وَشَكوْتُهُ إلَيْكَ ، فَأَنْتَ وَليُّ كُلِّ نِعْمَةٍ ، وَصَاحِبُ كُلِّ حَاجَةٍ ، وَمُنْتَهَى كُلِّ رَغْبَةٍ ، لَكَ الحَمْدُ كَثِيراً ، وَلَكَ المَنُّ فَاضِلاً ..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ومثل هذا الدعاء ، وما قبله ، مدى إعتصام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بالله ، وإلتجائه إليه ، في جميع شؤونه وأحواله ، وأقواله ، ومن الطبيعي أن ذلك ناشئ ، عن معرفته الكاملة بالله تعالى ، وإيمانه العميق به.</w:t>
      </w:r>
    </w:p>
    <w:p w:rsidR="00A60096" w:rsidRPr="00935819" w:rsidRDefault="00A60096" w:rsidP="00A60096">
      <w:pPr>
        <w:pStyle w:val="Heading3"/>
        <w:rPr>
          <w:rtl/>
        </w:rPr>
      </w:pPr>
      <w:bookmarkStart w:id="102" w:name="_Toc405289484"/>
      <w:r w:rsidRPr="00935819">
        <w:rPr>
          <w:rtl/>
        </w:rPr>
        <w:t>4 ـ دعاؤه الاول في القنوت</w:t>
      </w:r>
      <w:bookmarkEnd w:id="102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الجليل في قنوت صلاته ، وهو يمثل الجانب السياسي من أدعيته ، فقد دعا به على عدوه الماكر اللئيم ، وأغلب الظن ، أنه المنصور الدوانيقي ، وهو من الملوك الذين لا يعرفون الرحمة ، ولا يؤمنون بالقيم الكريمة ، وكان من ألد أعداء الاسرة النبوية ، ومن أبغض الناس لآل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وهذا نص دعاء الامام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سَبَقَ عِلْمُهُ ، وَنَفَذَ حُكْمُهُ ، وَشَمَلَ حِلْمُهُ ، صَلِّ على مُحَمَّدٍ وَآلِهِ ، وَأَزِلْ حِلْمَكَ عَنْ ظَالِمي ، وَبَادِرْهُ بِالنَّقْمَةِ ، وَعَاجِلْهُ بِالإِسْتِيصَالِ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179 ).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وكُبَّهُ لمنْخره ، واغْصُصْهُ بِرِيقِهِ ، وَارْدُدْ كَيْدَهُ في نَحْرِهِ ، وحُل بَيْنَهُ وَبيْنِي ، بِشُغْلٍ شاغلٍ مُؤْلِمٍ ، وَسُقْمٍ دَائِمٍ ، وَامْنَعْهُ التَّوْبَةَ ، وَحُلْ بَيْنَهُ وَبَيْنَ الإِنَابَةِ ، وَاسْلُبْه روح الرَّاحَةِ ، وَاشْدُدْ عَلَيْهِ الوَطَأَةَ ، وَخُذْ مِنْهُ بِالمِخْنَقِ ، وَحَشْرَجَةٍ في صَدْرِهِ ، وَلا تُثْبِّتْ لَهُ قَدَماً ، وَأَثْكِلْهُ ، وَأَجْتَثَّهُ ، وَأسْتَأْصِلْهُ ، وَجُبَّهُ ، وَجُبَّ نِعْمَتَكَ عَنْهُ ، وَأَلْبِسْهُ الصَّغَارَ ، وَاجْعَلْ عُقْبَاهُ النَّارَ ، بَعْدَ مَحْوِ آثَارِهِ ، وَسَلْبِ قَرَارِهِ وَإجهَارِ قَبِيحِ آصَارِهِ ، وَأَسْكِنْهُ دَارَ بَوَارِهِ ، وَلا تُبْقِ لِهُ ذكراً ، وَلا تُعْقِبْهُ مِنْ مُسْتَخْلَفٍ آَخَرَ.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يقول ما يلي ثلاثا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اللّهُمَّ بَادِرْهُ.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اللّهُمَّ عَاجِلْهُ.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 ـ اللّهُمَّ خُذْهُ.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اللّهُمَّ اسْلِبْهُ التَّوفِيقَ.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لا تُمْهِلْهُ ، اللّهُمَّ ، لا تُرَيِّثْهُ ، اللّهُمَّ لا تُؤَخِّرْهُ اللّهُمَّ عَلَيْكَ بِهِ ، اللّهُمَّ أُشْدُدْ قَبْضَتَكَ عَلَيْهِ ، اللّهُمَّ بِكَ أَعْتَصَمْتُ عَلَيْهِ ، وَبِكَ اسْتَجَرْتُ مِنْهُ ، وَبِكَ تَوَارَيْتَ عَنْهُ ، وَبِكَ اسْتَكْهَفْتُ دُونَهُ ، وَبِكَ اسْتَتَرْتَ مِنْ ضَرَّائِهِ ، اللّهُمَّ احْرُسْني بِحِرَاسَتِكَ مِنْهُ وَمِنْ عَذَابِكَ ، وَاكْفِني بِكَافِيَتِكَ ، كَدَّهُ ، وَكُدَّ بُغَاتَكَ ، اللّهُمَّ احْفَظْني بِحِفْظِ الإِيمَانِ ، وَأَسْبِلْ عَلَيَّ سِتْرَكَ الذي سَتَرْتَ بِهِ رُسُلَكَ مِنَ الطَّوَاغِيتِ ، وَحَصِّني بِحِصْنِكَ ، الذي وَقَيْتَهُمُ بِهِ مِنَ الجَوَابِيتِ ، اللّهُمَّ أَيِّدْني بِنَصْرٍ لا يَنْفَكُّ ، وَعَزِيمَةِ صِدْقٍ لا تُحَلُّ ، وَجَلٍّلْني بِنُورِكَ ، وَاجْعَلْني مُدَرَّعاٍ بِدِرْعِكَ الوَاقِيَةِ ، وَاكْلْأني بِكَلَاءَتِكَ الكَافِيَةِ ، إنَّكَ وَاسِعٌ لِمَا تَشَاءُ ، وَوَلِيُّ مَنْ لَكَ تَوَالَى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وَنَاصِرُ مَنْ إلَيْك أَوَى ، وَمعينُ مَنْ بِكَ اسْتَعْدَى ، وَكاَفي مَنْ بِكَ اسْتَكْفَى ، أَنْتَ العَزِيزُ الذي لا تُمَانَعُ عَمَّا تَشَاءُ ، وَلا قُوَّةَ إلاَّ بِاللهِ وَهُوَ حَسْبي ، عَلَيْهِ تَوَكَّلْتُ ، وَهُوَ رَبُّ العَرْشِ العَظِيمِ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وكشف هذا الدعاء ، عما كان يعانيه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من المحن والخطوب ، من خصمه الارهابي الظالم ، فقد دعا عليه الامام ، بهذا الدعاء الشديد ، مع العلم أنه ليس من سيرة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الانتقام من الظالمين لهم ، وإنما كانوا يقابلونهم بالصفح والاحسان ، ولكن هذا الظالم قد بالغ في إرهاق الامام ، ولم يترك لونا من ألوان الاعتداء إلا جابهه به ، فلذا دعا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عليه بهذا الدعاء.</w:t>
      </w:r>
    </w:p>
    <w:p w:rsidR="00A60096" w:rsidRPr="00935819" w:rsidRDefault="00A60096" w:rsidP="00A60096">
      <w:pPr>
        <w:pStyle w:val="Heading3"/>
        <w:rPr>
          <w:rtl/>
        </w:rPr>
      </w:pPr>
      <w:bookmarkStart w:id="103" w:name="_Toc405289485"/>
      <w:r w:rsidRPr="00935819">
        <w:rPr>
          <w:rtl/>
        </w:rPr>
        <w:t>5 ـ دعاؤه الثاني في القنوت</w:t>
      </w:r>
      <w:bookmarkEnd w:id="103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يدعو بدعاء آخر في قنوته ، وقد دعا فيه على ظالم له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مَأْمَنَ الخَائِفِ ، وَكَهْفَ اللَّائِفِ ، وَجُنَّةَ العَائِذِ ، وَغَوْثَ اللائِذِ ، خَابَ مَنِ اعْتَمَدَ على سِوَاكَ ، وَخَسِرَ مِنْ لَجَأَ إلى دُونِكَ ، وَذَلَّ مَنِ اعْتَزَّ بِغَيْرِكَ ، وَافْتَقَرَ مَنِ اسْتَغْنَى عَنْكَ ، اللّهُمَّ ، المَهْرَبُ مِنْكَ ، اللّهُمَّ ، المَطْلَبُ مِنْكَ ، اللّهُمَّ ، وَقَدْ تَعْلَمُ عَقْدَ ضَمِيِري عِنْدَ مُنَاجَاتِكَ ، وَحَقِيقَةَ سَرِيرَتي عِنْدَ دُعَائِكَ ، وَصِدْقَ خَاِلصَتي بِاللُّجُوءِ إلَيْكَ ، فَأَفْزِعْني إذَا فَزِعْتُ إلَيْكَ ، وَلا تَخْذُلْني إذَا اعْتَمْدتُ عَلَيْكَ ، وَبَادِرْني بِكِفَايَتِكَ ، وَلا تَسْلُبْني رِفْقَ عِنَايَتِكَ ، وَخُذْ ضَالَّتي السَّاعَةَ ، السَّاعَةَ ، أَخْذَ عَزِيزٍ مُقْتَدِرٍ عَلَيْهِ ، مُسْتِأْصِلٍ شَأْفَتَهُ ، مُجْتَثٍّ قَائِمَتَهُ ، حَاطٍّ دَعَامَتَهُ ، مُتَبِّرٍ لَهُ ، مُدَمرٍ عَلَيْهِ.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555 ).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بَادِرْهُ قَبْلَ أَذِيَّتي ، وَاسْبِقْهُ بِكِفَايَتي كَيْدَهُ ، وَشَرَّهُ وَمَكْرَهُ ، وَغَمْزَهُ وَسُوءَ عَقْدِهِ وَقَصْدِهِ.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إلَيْكَ فَوَّضْتُ أَمْرِي ، وَبِكَ تَحَصَّنْتُ مِنْهُ ، وَمِنْ كُلِّ مَنْ يَتَعَمَّدُني بِمَكْرُوهِهِ ، وَيَتَرَصَّدُ لي بِأَذِيَّتِهِ ، وَيُصَلِّتَ ضَبَاتِهِ ، وَيَسْعَى إلَيَّ بِمَكَائِدِهِ ، اللّهُمَّ ، كِدْ لي وَلَا تَكِدْ عَلَيَّ ، وَامْكُرْ لي ، وَلا تَمْكُر بي ، وَأَرِني الثَّأْرَ مِنْ كُلِّ عَدُوٍّ أَوْ مَكَّارٍ ، لا يَضُرَّني ضَارُّ وَأَنْتَ وَليِّي ، وَلا يَغْلِبُني غَالِبٌ وَأَنْتَ عَضُدِي ، وَلا تَجْري عَلَيَّ مَسَاءَةٌ وَأَنْتَ كَنَفِي ، اللّهُمَّ ، بِكَ اسْتَدْرَعْتُ ، وَاعْتَصَمْتُ ، وَعَلَيْكَ تَوَكَّلْتُ ، وَلا قُوَّةَ لي وَلا حَوْلَ إلاَّ بِكَ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الآلام المريرة التي كان يتجرعها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ظالمه الباغي اللئيم الذي هو ـ في أكبر الظن ـ المنصور الدوانيقي ، الذي ضيق الدنيا ، على عترة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وسن ظلمهم لملوك الاسرة العباسية ، فجهدوا في قهرهم والتنكيل بهم ، وفعلوا معهم ما لم يفعله الامويون معهم.</w:t>
      </w:r>
    </w:p>
    <w:p w:rsidR="00A60096" w:rsidRPr="00935819" w:rsidRDefault="00A60096" w:rsidP="00A60096">
      <w:pPr>
        <w:pStyle w:val="Heading3"/>
        <w:rPr>
          <w:rtl/>
        </w:rPr>
      </w:pPr>
      <w:bookmarkStart w:id="104" w:name="_Toc405289486"/>
      <w:r w:rsidRPr="00935819">
        <w:rPr>
          <w:rtl/>
        </w:rPr>
        <w:t>6 ـ دعاؤه بعد الصلاة</w:t>
      </w:r>
      <w:bookmarkEnd w:id="104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فرغ من صلاته ، دعا بهذا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أُدِينُكَ بِطَاعَتِكَ ، وَوِلَايَتِكَ ، وَوِلَايَةِ اَلأئِمَّةِ مِنْ أَوَّلِهِمُ إلى آخِرِهِمْ ، أُديِنُكَ بِطَاعَتِهِمْ وَوِلَايَتِهِمْ بِمَا فَضَّلْتَهُمْ بِهِ غَيْر مُنْكِرٍ ، وَلا مُسْتَكْبِرٍ ، على مَعْنى ما أَنْزَلْتَ في كِتَابِكَ ، على حُدْودِ ما أَتَانا فِيهِ ، وَمَا لَمْ يَأْتِنَا ، مُؤْمِنٌ ، مُقِرٌّ بِذلِكَ ، مُسْلِمٌ ، رَاضٍ بِمَا رَضِيْتَ بِهِ يا رَبُّ ، أُرِيدُ بِهِ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558 ).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وَجْهَكَ ، وَالدَّارَ الآخِرَةَ ، مَرْهُوباً وَمَرْغُوباً إلَيْكَ فِيهِ ، فَأَحْيني ما أَحْيَيْتَني عَلَيْهِ ، وَابْعَثْني إذَا بَعَثْتَني عَلَيْهِ ، وَإنْ كَاَنَ مِنِّي تَقْصيرٌ فِيمَا مَضَى ، فَإنِّي أَتُوبُ ، إلَيْكَ مِنْهُ ، وَأَرْغَبُ إلَيْكَ فِيمَا عِنْدِكَ ، وَأَسْأَلُكَ أَنْ تَعْصِمَني مِنْ مَعَاصيكَ ، وَلا تَكِلْني إلى نَفْسِي ، طَرْفَةَ عَيْنٍ أَبَداً ، ما أَحيَيْتَني لا أَقَلَّ مِنْ ذَلِكَ ، وَلا أَكْثَرَ ، إنْ النَّفْسَ لَأمَّارَةٌ بِالسُّوءِ ، إلاَّ مَا رَحِمْتَ ، يا أَرْحَمَ الرَّاحِمِينَ ، وَأَسْأَلُكَ أَنْ تَعْصِمَني بِطَاعَتِكَ ، حَتَّى تَتَوَفَّاني عَلَيْهَا ، وَأَنْتَ عَنِّي رَاضٍ ، وَأَنْ تَخْتِمَ لي بِالسَّعَادَةِ ، وَلا تُحَوِّلْني عَنْهَا أَبَداً ، وَلا قُوَّةَ إلاَّ بِكَ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وحمل هذا الدعاء الجليل تعظيم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لآبائه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هداة هذه الامة ، وقادتها وسفن نجاتها ، وعدلاء القرآن الكريم كما أعلن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ذلك.</w:t>
      </w:r>
    </w:p>
    <w:p w:rsidR="00A60096" w:rsidRPr="00935819" w:rsidRDefault="00A60096" w:rsidP="00A60096">
      <w:pPr>
        <w:pStyle w:val="Heading3"/>
        <w:rPr>
          <w:rtl/>
        </w:rPr>
      </w:pPr>
      <w:bookmarkStart w:id="105" w:name="_Toc405289487"/>
      <w:r w:rsidRPr="00935819">
        <w:rPr>
          <w:rtl/>
        </w:rPr>
        <w:t>7 ـ دعاؤه بعد صلاة الظهر</w:t>
      </w:r>
      <w:bookmarkEnd w:id="105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روى الفقيه الكبير ، معاوية بن عمار ، أن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إذا فرغ من صلاة الظهر دعا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أَسْمَعَ السَّامِعِينَ ، وَيَا أَبْصَرَ النَّاظِرِينَ ، ويا أَسْرَعَ الحَاسِبِينَ ، وَيا أَجْودَ الَأجْوَدِينَ ، ويا أَكْرَمَ الَأكْرَمِينَ ، صَلِّ على مُحَمَّدٍ وَآلِ مُحَمَّدٍ ، كَأَفْضَلِ وَأَجْزَلِ وَأَوْفَى ، وَأَحْسَنِ ، وَأَجْمَلِ ، وَأَكْمَلِ ، وَأَطْهَرِ ، وَأَزْكَى وَأَنْوَرِ ، وَأَعْلى ، وَأَبْهَى ، وَأَسْنَى ، وَأَنْمَى ، وَأَدْوَمِ ، وَأَعَمِّ ، وَأَبْقَى ما صَلَّيْتَ وَبَارَكْتَ وَمَنَنْتَ ، وَسَلَّمْتَ وَتَرْحَّمْتَ على إبْرَاهِيمَ وَآلِ إبْرَاهِيمَ إنَّكَ حَمِيدٌ مَجِيدٌ.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183 ).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أُمْنُنْ على مُحَمَّدٍ وَآلِ مُحَمَّدٍ كَمَا مَنَنْتَ على مُوسى وَهَارُونَ ، وَسَلِّمْ على مُحَمَّدٍ وَآلِ مُحَمَّدٍ ، كَمَا سَلَّمْتَ على نُوحٍ في العَالَمِينَ ، اللّهُمَّ ، وَأَوْرِدْ عَلَيْهِ مِنْ ذُرِيَّتِهِ ، وَأَزْوَاجِهِ ، وَأَهْل بَيْتِهِ ، وَأَصْحَابِهِ ، وَأَتْبَاعِهِ ، مَنْ تقرُّ بِهِمْ عَيْنُهُ ، وَاجْعَلْنَا مِنْهُمْ ، وَمِمَّنْ تَسْقِيِهِ بكأسِهِ ، وَتُورِدُهُ حَوْضَهُ ، وَاحْشُرْنَا في زُمْرَتِهِ ، وَاجْعَلْنا تَحْتَ لِوَائه ، وَأَدْخِلْنَا في كُل خَيْرٍ ، أَدْخَلْتَ فِيهِ مُحَمَّداً وَآلَ مُحَمَّدٍ ، وَأَخْرِجْنَا مِنْ كُلِّ سُوءٍ ، أَخْرَجْتَ مِنْهُ مُحَمَّداً وَآلَ مُحَمَّدٍ ، وَلا تُفَرِّقْ بَيْنَنَا وَبَيْنَ مُحَمَّدٍ وَآلِ مُحَمَّدٍ طَرْفَةَ عَيْنٍ أَبَداً ، وَلا أَقَلَّ مِنْ ذلِكَ ، وَلَا أَكْثَرَ.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مُحَمَّدٍ ، وَاجْعَلْني مَعَهُمْ في كُلِّ عَافِيَةٍ وَبَلَاءٍ ، وَأجْعَلْني مَعَهُمْ في كُلِّ شِدَّةٍ وَرَخَاءٍ ، وَاجْعَلْني مَعَهُمْ في كُلِّ أَمْنٍ وَخَوْفٍ ، وَاجْعَلْني مَعَهُمْ في كُلِّ مَثْوىَ وَمُنْقَلَبٍ ، اللّهُمَّ ، أحْيني مَحْيَاهُمْ ، وَأَمِتْني مِمَاتَهُمْ ، وَأجْعَلْني مَعَهُمْ في المَوَاقِفِ كُلِّهَا وَأجْعَلْني بِهِمْ ، عِنْدَكَ وَجِيهاً في الدُّنْيا وَالآخِرَةِ وَمِنَ المُقَرَّبِينَ.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وَآلِهِ ، وَاكْشِفْ عَنِّي بِهِمْ كُلِّ كَرْبٍ ، ونفِّسْ عنِّي بِهمْ كُلَّ هَمٍّ ، وَفَرِّجْ عَنِّي بِهِمْ كُلَّ غَمٍّ ، وَاكْفِنِي بِهمْ كُلَّ خوْف ، واصْرِفْ عَنِّي بِهِمْ مَقَادِيرَ كُلِّ بَلَاءٍ ، وَسُوءَ القَضَاءِ ، وَدَرَك الشَّقَاءِ وَشماتةَ الأعْدَاءِ.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وَآلِهِ ، وَاغْفِر لي ذَنْبي ، وَطيِّبْ لي كَسْبِي ، وَقَنِّعْني بِمَا رَزَقْتَني ، وَبَارِكْ لي فِيهِ ، وَلا تُذْهِبْ بِنَفْسِي إلى شَيْءٍ صَرَفْتَهُ عَنِّي ، اللّهُمَّ ، إني أَعُوذُ بِكَ مِنْ دُيْنَا تَمْنَعُ خَيْرَ الآخِرَةِ ، وَمِنْ عَاجِلٍ يَمْنَعُ خَيْرَ الآجِلِ ، وَحَيَاةٍ تَمْنَعُ خَيْرَ المَمَاتِ ، وَأَمَلٍ يَمْنَعُ خَيْرَ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العَمَلِ ، اللّهُمَّ ، إنِّي أَسْأَلُكَ الصَّبْر على طَاعَتِكَ ، وَالصَّبْرَ عَنْ مَعْصِيَتِكَ ، وَالقِيَام بِحَقِكَ ، وَأَسْأَلُكَ حَقَائِقَ الإِيمَانِ ، وَصِدْقَ اليَقِين في المَوَاطِنِ كُلِّهَا ، وَأَسْأَلُكَ العَفْوَ ، وَالعَافِيَة ، والمُعافَاة في الدُّنْيَا والآخِرَةِ ، عَافِيَةَ الدُّنْيَا مِنَ البَلَاءِ ، وَعَافِيَةَ الآخِرَةِ مِنَ الشَّقَاءِ ، اللّهُمَّ إنِّي أَسْأَلُكَ الفَوْزَ ، وَالسَّلَامَةَ ، وَحُلُولَ دَارِ الكَرَامَةِ.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أنِّي أَسْأَلُكَ العَافِيَةِ ، وَتَمَامَ العَافِيَةِ ، وَالشُّكرَ على العَافِيَةِ يا وَلِيَّ العَافِيَةِ.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إجْعَلْ لي في صَلَاتي ، وَدُعَائِي ، رَهْبَةً مِنْكَ ، وَرَغْبَةً إلَيْكَ ، وَرَاحَةً تَمُنُّ بِهَا عَلَيَّ .. اللّهُمَّ ، لا تَحْرمْني سِعَةَ رَحْمتكَ ، وَسُبُوغَ نِعْمَتِكَ ، وشُمُول عافِيَتِكَ ، وَجزيلَ عَطاياكَ ، وَمنْح موَاهِبِكَ ، لسُوءِ ما عِنْدِي ، وَلا تُجازِني بِقَبِيحِ عَمَلِي ، وَلا تَصْرفْ بِوَجْهِكَ الكَرِيمِ عنِّي ، اللّهُمَّ ، لا تَحْرِمْني وَأَنَا أَدْعُوكَ ، وَلا تُخَيِّبْني وَأَنَا أَرْجُوكَ ، وَلا تَكِلْني إلى نَفْسي طَرْفَةَ عَيْنٍ أَبَداً ، وَلا إلى أَحَدٍ مِنْ خَلْقك فَيَحْرمْني ويسَتْأَثِرُ علي ، اللّهُمَّ ، إنَّكَ تَمْحُو مَا تَشَاءُ ، وَتُثْبتُ ، وعنْدَكَ أُمُّ الكتَاب ، أَسْأَلُكَ بِآلِ « يَس » خِيرتِكَ مِنْ خَلْقِكَ ، وَصَفْوَتِكَ مِنْ بَرِيَّتِكَ ، وَأُقدِّمُهُمْ بَيْنَ يَدَيْ حَاجَتي وَرغْبَتي إلَيْكَ.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إنْ كُنْتَ كَتَبْتني عِنْدَكَ ، في أُمِّ الكِتَابِ شقِيَّاً مَحْروُماً ، مُقَتَّراً عَلَيَّ في الرِّزْق ، فامْحُ مِنْ أُمِّ الكتابِ شقائي ، وَحرْماني ، وإقْتار رِزْقي ، وَثَبِّتْني عِنْدَكَ سَعيداً مَرْزُوقاً ، فَإنَّك تَمْحُو ما تَشَاءُ ، وَتُثْبِتُ ، وَعِنْدَكَ أُمُّ الكِتَابِ.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لِمَا أَنْزَلْتَ إلَيَّ مِنْ خَيْرِ فَقِيرُ ، وَأَنَا مِنْكَ خَائِفٌ ، وَبِكَ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مُسْتَجيرٌ ، وَأَنَا حقِيرٌ مِسْكِينٌ ، أَدْعُوكَ كَمَا أَمَرْتَني ، فَاسْتَجِبْ لي كَمَا وَعَدْتَني ، إنَّكَ لا تُخْلفُ الميعادُ. يا مَنْ قَالَ: « أُدْعُوني أَسْتَجِبْ لَكُمْ » نعْم المُجِيبُ أنْتَ ، يا سَيِّدي ، وَنِعْمَ الوَكِيلُ ، وَنِعْمَ الرَبُّ ، وَنِعْمَ المَوْلَى ، وَبِئِسَ العَبْدُ أَنَا ، وَهَذا مَقَامُ العَائِذِ بِكَ مِنَ النَّارِ ، يا فَارِجَ الهمِّ ، يا كَاشِفَ الغَمِّ ، وَيا مُجيبَ دَعْوَةَ المُضْطَرِّ ، وَرَحْمَنَ الدُّنْيَا وَالآخِرَةِ ، وَرَحيمَهُمَا إرْحَمْني رَحْمَةً تُغْنِينِي عَنْ رَحْمَةٍ مَنْ سوَاكَ ، وَادْخِلْني بِرَحْمَتِكَ ، في عِبَادِكَ الصَّالِحِينَ ، الحَمْدُ لله الذي قَضَى عَنِّي صَلَاتي فَإنَّ الصَّلَاةَ كَانَتْ على المُؤْمِنِينَ كِتَاباً مَوْقُوتاً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اعتصم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بالله ، وأناب إليه ، فدعاه بإخلاص ، وناجاه بمعرفة وإيمان ، شأنه في ذلك ، شأن آبائه ، الائمة الطاهرين ، الذين أضاؤا الحياة الاسلامية ، بما نشروه من كنوز التوحيد ، والايمان.</w:t>
      </w:r>
    </w:p>
    <w:p w:rsidR="00A60096" w:rsidRPr="00935819" w:rsidRDefault="00A60096" w:rsidP="00A60096">
      <w:pPr>
        <w:pStyle w:val="Heading3"/>
        <w:rPr>
          <w:rtl/>
        </w:rPr>
      </w:pPr>
      <w:bookmarkStart w:id="106" w:name="_Toc405289488"/>
      <w:r w:rsidRPr="00935819">
        <w:rPr>
          <w:rtl/>
        </w:rPr>
        <w:t>8 ـ دعاؤه بعد صلاة المغرب</w:t>
      </w:r>
      <w:bookmarkEnd w:id="106"/>
      <w:r w:rsidRPr="00935819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روى سعيد بن يسار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أنه قال : إذا صليت المغرب فامرر يديك على جبهتك ،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الذي لا إلهَ إلاَّ هُوَ ، عَالِمِ الغَيْبِ وَالشَّهَادَةِ الرَّحمنِ الرَّحِيمِ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وقل ثلاثا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أَذْهِبْ عَنِّي الهَمَّ وَالحُزْنَ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وبهذا الدعاء الموجز ، ينتهي بنا الحديث عن بعض أدعيته في الصلاة التي هي من أهم العبادات في الاسلام.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( 157 ـ 16 ).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549.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bookmarkStart w:id="107" w:name="_Toc405289489"/>
      <w:r>
        <w:rPr>
          <w:rtl/>
        </w:rPr>
        <w:lastRenderedPageBreak/>
        <w:t>القسم السابع</w:t>
      </w:r>
      <w:bookmarkEnd w:id="107"/>
    </w:p>
    <w:p w:rsidR="00A60096" w:rsidRDefault="00A60096" w:rsidP="00A60096">
      <w:pPr>
        <w:pStyle w:val="Heading1Center"/>
        <w:rPr>
          <w:rtl/>
        </w:rPr>
      </w:pPr>
      <w:bookmarkStart w:id="108" w:name="_Toc405289490"/>
      <w:r>
        <w:rPr>
          <w:rtl/>
        </w:rPr>
        <w:t xml:space="preserve">دعاؤه للنبي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ولآله وشيعتهم</w:t>
      </w:r>
      <w:bookmarkEnd w:id="10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ونقل الرواة ، كوكبة 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دعا ببعضها لجده ، الرسول الاعظم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مفجر العلو والوعي في الارض ، كما دعا ببعضها لخزنة علمه ، وحملة مشعل الفكر والهداية ، الائمة الطاهرين من ذريته ، ودعا ببعضها لشيعتهم ، الذين ساروا على منهجهم ، وتمسكوا بمحبتهم وولائهم ، وفي ما يلي ذلك :</w:t>
      </w:r>
    </w:p>
    <w:p w:rsidR="00A60096" w:rsidRPr="004D4863" w:rsidRDefault="00A60096" w:rsidP="00A60096">
      <w:pPr>
        <w:pStyle w:val="Heading2"/>
        <w:rPr>
          <w:rtl/>
        </w:rPr>
      </w:pPr>
      <w:bookmarkStart w:id="109" w:name="_Toc405289491"/>
      <w:r w:rsidRPr="004D4863">
        <w:rPr>
          <w:rtl/>
        </w:rPr>
        <w:t>1 ـ دعاؤه للنبي</w:t>
      </w:r>
      <w:bookmarkEnd w:id="109"/>
      <w:r w:rsidRPr="004D4863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الجليل ، وقد أدلى به بما تميز به جده الرسول العظيم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من سمو المنزلة ، وعظيم المكانة عند الله عزوجل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إنَّ مُحَمَّداً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كَمَا وَصَفْتَهُ في كِتَابِكَ حَيْثُ قُلْتَ : ـ وَقَوْلُكَ الحَقُّ ـ «</w:t>
      </w:r>
      <w:r w:rsidRPr="00A60096">
        <w:rPr>
          <w:rStyle w:val="libAieChar"/>
          <w:rtl/>
        </w:rPr>
        <w:t xml:space="preserve"> لَقَدْ جَاءَكُمْ رَسُوْلٌ مِنْ أَنْفُسِكُمْ ، عَزِيزٌ عَلَيْهِ ما عِنِتُّمْ بِالمُؤْمِنِينَ رَؤُوفٌ رَحِيمٌ </w:t>
      </w:r>
      <w:r w:rsidRPr="00293D30">
        <w:rPr>
          <w:rtl/>
        </w:rPr>
        <w:t>..</w:t>
      </w:r>
      <w:r w:rsidRPr="00A60096">
        <w:rPr>
          <w:rStyle w:val="libAieChar"/>
          <w:rtl/>
        </w:rPr>
        <w:t xml:space="preserve">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فَأَشْهَدُ أَنَّهُ كَذلِكَ ، وَأَشْهَدُ أَنَّكَ لَمْ تَأْمُرْنَا بالصَّلَاةِ عَلَيْهِ إلاَّ بَعْدَ أَنْ صَلَّيْتَ عَلَيْهِ أَنْتَ وَمَلَائِكَتُكَ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التوبة ـ آية 128.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فَأَنْزَلْتَ في فُرْقَانِكَ الحَكِيمِ : «</w:t>
      </w:r>
      <w:r w:rsidRPr="00A60096">
        <w:rPr>
          <w:rStyle w:val="libAieChar"/>
          <w:rtl/>
        </w:rPr>
        <w:t xml:space="preserve"> إنَّ اللهَ وَمَلَائِكَتَهُ يُصَلُّونَ على النَّبيّ يا أيُّهَا الذِينَ آمَنوُا صَلُوا عَلَيْهِ وَسَلِّمُوا تَسْليِمَا </w:t>
      </w:r>
      <w:r>
        <w:rPr>
          <w:rtl/>
        </w:rPr>
        <w:t xml:space="preserve">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لا لِحَاجَةِ بِهِ إلى صَلَاةِ أَحَدٍ مِنَ الخَلْق بَعْدَ صَلَوَاتِكَ عَلَيْهِ ، وَلا إلى تَزْكِيَتِهِمْ إيَّاهُ بَعْدَ تَزْكِيَتِكَ ، بَلِ الخَلْقُ جَمِيعاً ، هُمُ المُحَتَاجُونَ إلى ذلِكَ إلاَّ أَنَّكَ جَعَلْتَهُ بَابَكَ الذي لا يُقْبَلُ إلاَّ مَنْ أَتَاكَ مِنْهُ ، وَجَعَلْتَ الصَّلَاةَ عَلَيْهِ قُرْبَةً مِنْكَ ، وَوَسِيلَةً إلَيْكَ ، وَزُلْفَةً عِنْدَكَ ، وَدَلَلْتَ المُؤْمِنِينَ عَلَيْهِ ، وَأَمَرْتَهُمْ بِالصَّلَاةِ عَلَيْهِ ، لِيَزْدادُوا بِهَا إثْرَةً لَدَيْكَ ، وَكَرَامَةً عَلَيْكَ ، وَوَكَّلْتَ بِالمُصَلِّينَ عَلَيْهِ مَلَائِكَتُكَ يُصَلُّوَن عَلَيْهِ ، وَيُبَلِّغُونَهُ بِصَلَاتِهِمْ وَتَسْلِيمِهِمْ.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رَبَّ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إنِّي أَسْأَلُكَ بِمَا عَظَّمْتَ بِهِ مِنْ أَمْرِ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وَأَوْجَبْتَ مِنْ حَقِّهِ ، أَنْ تُطْلقَ بِهِ لساني مِنَ الصَّلَاةِ عَلَيْهِ بِمَا تُحِبُّ وَتَرْضَى ، وَبِمَا لَمْ تُطْلِقْ بِهِ لسان أحَدٍ مِنْ خَلْقِكَ ، وَلْم تُعَلِّمْهُ إيَّاهُ ، ثُمَّ تُؤْتِيني على ذلِكَ مُرافقتهُ ، حَيْثُ أحْلَلْتهُ ، مِن مَحَلِ قُدْسِكَ ، وَجَنَّاتِ فِرْدَوْسِكَ ، وَلا تُفَرقْ بَيْني وَبَيْنَهُ.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أَبْدَأُ بِالشَّهَادَةِ ، ثُمَّ بِالصَّلَاةِ عَلَيْهِ ، وَأنْ كُنْتُ لا أَبْلُغُ مِنْ ذلِكَ رِضَى نَفْسِي ، وَلا يُعَبِّرُ لِسَانِي عَنْ ضَمِيرِي ، وَلا أُلَامُ على التَّقْصِيرِ مِنِّي ، لِعَجْزِ قُدْرَتي عَنْ بُلُوغِ الوَاجِبِ عَلَيَّ مِنْهُ ، لَأنَّهُ خُطَّ عَلَيَّ ، وَحُقَّ عَلَيَّ لِمَا أَوْجَبْتَ لَهُ في عُنُقِي ، إنَّهُ قَدْ بَلَّغَ رِسَالَتَكَ غَيْرَ مُفَرِّطٍ فِيمَا أَمَرْتَ ، وَلا مُجَاوِزٍ لِمَا نَهَيْتَ ، وَلا مُقَصِّرٍ فِيمَا أَرَدْتَ ، وَلا مُتَعَدٍّ لِمَا أَوْصَيْتَ .. وَتَلَا آيَاتِكَ على ما أَنْزَلْتَ إلَيْهِ مِنْ وَحْيِكَ ، وَجَاهَدَ في سَبِيِلِكَ ، مُقْبِلاً غَيْرَ مُدْبِرٍ ، وَوَفَّى بِعَهْدِكَ ، وَصَدّقَ وَعْدَكَ ، وَصَدَعَ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1 ـ سورة الاحزاب ـ آية 56.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بِأَمْرِكَ ، لا يَخَافُ فِيكَ لَوْمَةَ لَائِمٍ ، وَبَاعَدَ فِيكَ الأقْرَبِينَ ، وَقَرَّبَ فِيكَ الأبْعَدِينَ ، وَأَمَرَ بِطَاعَتِكَ ، وَأئَتَمَرَ بِهَا سِرّاً وَعَلَانِيَةً ، وَنَهَى عَنْ مَعْصِيَتِكَ ، وَأنْتَهَى عَنْهَا سِرَّاً وَعَلَانِيَةً ، مَرْضِيّاً عِنْدَكَ ، وَدَلَّ على مَحَاسِنِ الَأخْلَاقِ وَأَخَذَ بِهَا ، وَنَهَى عَنْ مَسَاوِىءِ الَأخْلَاقِ وَرَغِبَ عَنْهَا ، وَوَالَى أَوْلِيَاءَكَ الذِينَ تُحِبُّ أَنْ يُوَالَوا قَوْلاً وَعَمَلاً ، وَدَعَا إلى سَبِيِلِكَ بِالحِكْمَةِ وَالمَوْعِظَةِ الحَسَنَةِ ، وَعَبَدَكَ مُخْلِصاً حَتَّى أَتَاهُ اليَقِينُ ، فَقَبَضْتَهُ إلَيْكَ ، نَقِيّاً تَقِيّاً زَكِيّاً ، قَدْ أَكْلَمْتَ بِهِ الدِّينَ ، وَأَتْمَمْتَ بِهِ النِعْمَه ، وَظَاهَرْتَ بِهِ الحُجَجَ ، وَشَرَعْتَ بِهِ شَرَائِعَ الإِسْلَامِ ، وَفَصَّلْتَ بِهِ الحَلَالَ وَالحَرَامَ ، وَنَهَجْتَ بِهِ لِخَلْقِكَ صِرَاطَكَ المُسْتَقِيمَ ، وَبَنَيْتَ بِهِ العَلَامَاتِ وَالنُّجُومَ ، التي بِهَا يَهْتَدُونَ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وَلَمْ تَدَعْهُمْ بَعْدَهُ في عَمْيَاءَ يَعْمَهُونَ ، وَلا شُبْهَةٍ يَتيهُونَ ، وَلَمْ تَكِلْهُمْ إلى النَظَرِ لَأنْفُسِهِمْ ، في دِينِهِمْ بِآرائِهِمْ ، وَلا التَّخَيُّرِ مِنْهُمْ بِأَهْوَائِهِمْ ، فَيَتَشَعَّبُونَ في مُدْلَهِمَّاتِ البِدَعِ ، وَيَتَحَيَّروُنَ في مُطْبِقَاتِ الظُّلَمِ ، وَتَتَفَرَّقُ بِهِمُ السُّبُلُ ، فِيمَا يَعْلَمُونَ ، وَفِيمَا لا يَعْلَمُونَ. </w:t>
      </w:r>
      <w:r>
        <w:rPr>
          <w:rtl/>
        </w:rPr>
        <w:cr/>
        <w:t xml:space="preserve">وَأَشْهَدُ ، أَنَّهُ تَوَلَّى مِنَ الدُّنْيَا رَاضِياً عِنْدَكَ ، مَرْضياً عِنْدَكَ ، مَحْمُوداً عِنْدَ مَلَائِكَتِكَ المُقَرَّبِينَ ، وَأَنْبِيَائِكَ المُرْسَلِينَ ، وَعِبَادِكَ الصَّالِحِينَ ، وَأَنَّهُ كَانَ غَيْرَ لَئِيمٍ ، وَلا ذَمِيمٍ ، وَأَنَّهُ لَمْ يَكُنْ سَاحِراً ، وَلا يُسْحَرُ لَهُ ، وَلا شَاعِراً ، وَلا يُشْعَرْ لَهُ ، وَلا كَاهِناً ، وًلا يُكْهَنُ لَهُ ، وَلا مَجْنُونًا ، وَلا كَذَّاباً ، وَأَنَّهُ كَانَ رَسُولَ اللهٌ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وَخَاتَمَ النَّبِيِّينَ ، وَسَيِّدَ المُرْسَلِينَ.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وَأَشْهَدُ ، أَنَّ الذِينَ كَذَّبُوهُ ذائقُوا العَذَابِ الأَليِم ، وَأَشْهَدُ أَنَّكَ بِهِ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اراد بالنجوم : أئمة أهل البيت هداة هذه الامة ، وقادتها في قضاياها الاسلامية.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تُعَاقِبُ ، وَبِهِ تُثيبُ ، وَأَنَّ ما أَتَانَا بِهِ مِنَ عِنْدَكَ ، هُوَ الحَقُّ المُبِينُ ، لا رَيْبَ فِيهِ ، مِنْ رَبِّ العَالَمينَ ، اللّهُمَّ ، صَلِّ على مُحَمَّدٍ عَبْدكَ وَرَسُولِكَ وَأَمِينِكَ ، وَنَجِيبِكَ ، وَصَفْوتِكَ ، وَصَفِيِّكَ ، وَدَلِيلِكَ مِنْ خَلْقِكَ الذي انْتَجْبْتَهُ لِرِسَالَاتِكَ ، وَاسْتَخْلَصْتَهُ لِدِينِكَ ، وَاسْتَرْعَيَْتُه عِبَادَكَ ، وَائْتَمَنْتَهُ على وَحْيِكَ ، وَجَعْلَتُه عَلَمَ الهُدَى ، وَبَابَ التُّقَى ، وَالحُجَّةَ الكُبْرَى ، وَالعُرْوَةَ الوُثْقَى ، فِيمِا بَينَكَ وَبَيْنَ خَلْقِكَ ، وَالشَّاهِدَ لَهُمْ ، وَالمُهَيْمِنَ عَلَيْهِمْ ، أَشْرَفَ وَأَزْكَى ، وَأَطْهَرَ ، وَأَطْيَبَ ، وَأَرْضَى ما صَلَّيْتَ على أَحَدٍ مِنْ أَنْبِيَائِكَ وَرُسُلِكَ ، وَأَصْفِيَائِكَ ، وَاجْعَلْ صَلَوَاتَكَ وَغُفْرَانَكَ وَبَرَكَاتِكَ ، وَرِضْوَانَكَ ، وَتَشْرِيفَكَ ، وَإعْصَامَكَ ، وَصَلَوَاتِ مَلَائِكَتِكَ المُقَرَّبِينَ ، وَأَنْبِيَائِكَ المُرْسَلِينَ ، وَعِبَادِكَ الصَّالِحينَ ، مِنَ الشُهَدَاءِ ، وَالصِّدِّيقِينَ وَحَسُنَ أولئِكَ رَفِيقاً ، وَأَهْلِ السَّموَاتِ وَالَأرْضِين وَمَا بَيْنَهُمَا ، وَمَا فِيهِمَا ، وَمَا بَيْنَ الخَافِقَينِ ، وَمَا في الهَوَاءِ وَالشَّمْسِ ، وَالقَمَرِ ، وَالنُّجُومِ ، وَالجِبَالِ ، وَالشَجَرِ ، وَالدَّوَابِّ ، وَمَا سَبَّحَ لَكَ في البَرِّ وَالبَحْرِ ، وَالظُلْمَةِ ، وَالضِّيَاءِ ، بِالغُدُوِّ وَالآصَالِ ، في آنَاءِ اللَّيْلَ ، وَسَاعَاتِ النهَارِ ، على مُحَمَّدٍ بنِ عَبْدِاللهِ ، سَيِّدِ المُرْسَلينَ ، وَخَاتَمِ النَّبِيِّينَ ، وَإمَامِ المُتَّقِينَ ، وَمَوْلَى المُؤْمِنينَ ، وَوَلِيِّ المُسْلِمِينَ ، وَقَائِدِ الغُرِّ المُحَجَّلينَ ، الشَّاهِدِ ، البَشِيرِ النَّذِيرِ ، الْأمينِ ، الدَّاعي إلَيْكَ بِإذْنِكَ السَّرَاجِ المُنِيرِ ، اللّهُمَّ ، صَلِّ على مُحَمَّدٍ في الَأوَّلِينَ ، وَصَلّ على مُحَمَّدٍ في الآخِرِينَ ، وَصَلِّ على مُحَمَّدٍ يَوْمَ الدِّين ، يَوْمَ يَقُومُ النَّاسُ لِرَبِّ العَاَلِمينَ ، صَلِّ على مُحَمَّدٍ كَمَا ثَبَّتَّنَا بِهِ ، وَصَلِّ على مُحَمَّدٍ كَمَا رَحِمْتَنَا بِهِ وَصَلِّ على مُحَمَّدٍ كَمَا فَضَّلْتَنَا بِهِ ، وَصَلِّ على مُحَمَّدٍ كَمَا كَرَّمْتَنَا بِهِ ، وَصَلِّ على مُحَمَّدٍ كَمَا كَثَّرْتَنَا بِهِ ، وَصَلِّ على مُحَمَّدٍ كَمَا عَصَمْتَنَا بِهِ ، وَصَلِّ على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مُحَمَّدٍ ، كَمَا أَنْعَشْتَنَا بِهِ وَصَلِّ على مُحَمَّدٍ كَمَا أَعْزَزْتَنَا بِهِ.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وَاجْزِ مُحَمَّداً أَفْضَلَ ما أَنْتَ جَازِيِهِ يَوْمَ القِيَامَةَ عَنْ أُمَّتِهِ رَسُولاً عَمَّا أَرْسَلْتَ إلَيْها. اللّهُمَّ ، وَأخْصُصْ مُحَمَداً بِأَفْضَلِ الفَضَائِلِ ، وَأَبْلِغْهُ أَشْرَفَ مَحَلِ المُكَرَّمِينَ ، مِنَ الدَّرَجَاتِ العُلى ، في أَعْلى عِلِّيينَ ، في جَنَّاتٍ وَنَهَرٍ ، في مُقْعَدِ صِدْقٍ عِنْدَ مَلِيكٍ مُقْتَدِرٍ ، وَاعطِهِ حَتَّى يَرْضَى ، وَزِدْهُ بَعْدَ الرِّضَى ، وَاجْعَلْهُ أَقْرَبَ خَلْقِكَ مَجْلِساً ، وَأَوْجَهَهُمْ عِنْدَكَ جَاهاً ، وَأَوُفَرَهُمْ عِنْدَكَ نَصِيباً ، وَأَجْزَلَهُمْ عِنْدَكَ حَظاً في كُلِّ خَيْرٍ أَنْتَ قَاسِمُهُ بَيْنَهُمْ.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أَوْرِدْ عَلَيْهِ مِنْ ذُرِّيَتِهِ ، وَقَرَابَتِهِ ، وَأَزْوَاجِهِ ، وَأُمَّتِهِ ، ما تَقُرُّ بِهِ عَيْنُهُ ، وَتَقُرُّ عُيُونُنَا بِرُؤْيَتِهِ ، وَلا تُفَرِّقْ بَيْنَنَا وَبَيْنَه ، اللّهُمَّ ، إعْطِهِ الوَسيلَةَ وَالفَضيلَةَ ، وَالشَّرَفَ وَالكَرَامَةَ ، يَوْمَ القِيَامَةِ ، ما يَغْبِطُهُ بِهِ المَلَائِكَةُ المُقَرَّبُونَ وَالنَّبِيُّونَ وَالخَلْقُ أَجْمَعُونَ.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بَيِّضْ وَجْهَهُ ، وَأَعْلِ كَعْبَهُ ، وَثَبِّتْ حُجَّتَهُ ، وَأَجِبْ دَعْوَتَهُ وَأَظْهِرْ قَدْرَهُ ، وَابْعَثْهُ المَقَامَ المَحْمُودَ الذي وَعَدْتَهُ ، وَكَرِّمْ زُلْفَتَهُ ، وَأَحْسِنْ عَطِيَّتَهُ ، وَتَقَبَّلْ شَفَاعَتَهُ ، وَأَعْطِهِ سُؤْلِهُ ، وَشَرِّف بُنْيَانَهُ ، وَعَظِّمْ بُرْهَانَهُ ، وَأَتِمَّ نُورَهُ ، وَأَوْرِدْنَا حَوْضَهُ ، وَاسْقِنَا بِكَأسِهِ ، وَتَقَبَّلْ صَلَوَاتِ أُمَّتِهِ عَلَيْهِ ، وَاقْصُصْ بِنَا أَثَرَه ، وَاسْلُك بِنَا سُبُلَهُ ، وَاسْتَعْمِلْنَا بِسُنَّتِهِ ، وَتَوَفَّنَا على مِلَّتِهِ ، وَابْعَثْنَا على مِنْهَاجِهِ ، وَاجْعَلْنَا مِنْ شِيعَتِهِ وَمَوَالِيهِ ، وَأَوْلِيَائِهِ وَأَحِبَّائِهِ ، وَخَيَارِ أُمَّتِهِ وَمَقَدَّمِ زُمْرَتِهِ وَتَحْتَ لِوَائِهِ.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إجْعَلْنَا نَدِينُ بِدِينِهِ ، وَنَهْتَدِي بِهُدَاهُ ، وَنَقْتَدِي بِسُنَّتِهِ ، وَنُوالِي وَلِيَّهُ ، وَنُعَادِي عَدَوَّهُ ، حَتَّى تُورِدَنَا بعْدَ المَمَاتِ مَوْرِدَهُ ، غَيْرَ خزايا ، وَلا نَادِمِينَ ، وَلا نَاكِثينَ ، وَلا جَدِلِينَ. </w:t>
      </w:r>
      <w:r>
        <w:rPr>
          <w:rtl/>
        </w:rPr>
        <w:cr/>
      </w:r>
      <w:r>
        <w:rPr>
          <w:rtl/>
        </w:rPr>
        <w:br w:type="page"/>
      </w:r>
      <w:r w:rsidRPr="004B5B4C">
        <w:rPr>
          <w:rtl/>
        </w:rPr>
        <w:lastRenderedPageBreak/>
        <w:t>اللّهُمَّ ، إعْطِ مُحَمَداً ، مَعَ كُلِّ زُلْفَةٍ زُلْفَةً ، وَمَعَ كُلِّ قُرْبَةٍ قُرْبَةً ، وَمَعَ كُلِّ</w:t>
      </w:r>
      <w:r>
        <w:rPr>
          <w:rtl/>
        </w:rPr>
        <w:t xml:space="preserve"> فَضِيلَةٍ فَضِيلَةً ، وَمَعَ كُلِّ وَسِيلَةٍ وَسِيلَةً ، وَمَعَ كُلِّ شَفَاعَةٍ شَفَاعَةً ، وَمَعَ كُلِّ كَرَامَةٍ كَرَامَةً ، وَمَعَ كُلِّ خَيْرٍ خَيْرَاً ، وَمَعَ كُلِّ شَرَفٍ شَرَفاً ، وَاشْفَعْهُ في كُلِّ مَنْ يَشْفَعُ لَهُ مِنْ أُمَّتِهِ ، وَمِنْ سِوَاهُمْ مِنَ الُأمَمِ ، حَتَّى لا تُعْطِيَ مَلَكاً مُقَرَّباً وَلا نَبِيَّاً مُرْسَلاً ، وَلا عَبْداً مُصْطَفَى إلاَّ دُونَ ما أَنْتَ مُعْطيهِ لَهُ يَوْمَ القِيَامَةِ. اللّهُمَّ ، صَلِّ على مُحَمَّدٍ وَآلِ مُحَمَّدٍ ، وَبَارِكْ على مُحَمَّدٍ وَآلِ مُحَمَّدٍ ، كَمَا بَارَكْتَ على إبْرَاهِيَم وَآلِ إبْرَاهِيمَ إنَّكَ حَمِيدٌ مَجِيدٌ ، اللّهُمَّ ، وَسَلِّمْ على مُحَمَّدٍ وَآلِ مُحَمَّدٍ ، كَمَا سَلَّمْتَ على نُوحٍ في العَالَمِينَ ، وَعلى أَزْوَاجِهِ وَذُرِيَّتِهِ وَأَهْلِ بَيْتِهِ الطَيِّبينَ الطَّاهِرِينَ ، الهُدَاةِ المُهْدِيِّينَ ، غَيْرِ الضَّالِّينَ وَلا المُضِلِّينَ.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مُحَمَّدٍ ، الذينَ أَذْهَبْتَ عَنْهُمُ الرِّجْسَ ، وَطَهَّرْتَهُمْ تَطْهِيراً ، اللّهُمَّ ، صَلِّ على مُحَمَّدٍ في الَأوَّلِينَ ، وَصَلِّ على مُحَمَّدٍ في الآخِرِينَ ، وَصَلِّ على مُحَمَّدٍ وَآلِ مُحَمَّدٍ في العَالَمِينَ ، وَصَلِّ على مُحَمَّدٍ وَآلِ مُحَمَّدٍ في الرَّفِيقِ الَأعْلَى ، وَصَلِّ على مُحَمَّدٍ وَآلِ مُحَمَّدٍ أَبَدَ الآبِدِينَ ، صَلَاةً لا مُنْتَهَى لَهَا وَلا أَمَدَ ، آمِينَ يا رَبَّ العَالَمِينَ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حمل هذا الدعاء ، التقييم الكامل للنبي العظيم ،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مفجر العلم ، وباعث النهضة الفكرية للانسان ، والمحرر لشعوب العالم ، من ربقة الجهل ، والباني لصروح الفضيلة ، والاخلاق في الارض ، كما حمل هذا الدعاء الثناء العاطر ، على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بحار الانوار ح 1 / 75 ـ 176 الطبعة الاولى ، المصباح ( ص 427 ـ 431 ). مع اختلاف بينهما ، وهناك زيادة في المصباح على هذا الدعاء لم نذكرها.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الذين هم أعلام هذه الامة ، وسفن نجاتها في الدارين.</w:t>
      </w:r>
    </w:p>
    <w:p w:rsidR="00A60096" w:rsidRPr="004D4863" w:rsidRDefault="00A60096" w:rsidP="00A60096">
      <w:pPr>
        <w:pStyle w:val="Heading2"/>
        <w:rPr>
          <w:rtl/>
        </w:rPr>
      </w:pPr>
      <w:bookmarkStart w:id="110" w:name="_Toc405289492"/>
      <w:r w:rsidRPr="004D4863">
        <w:rPr>
          <w:rtl/>
        </w:rPr>
        <w:t>2 ـ دعاؤه لاهل البيت (ع)</w:t>
      </w:r>
      <w:bookmarkEnd w:id="110"/>
      <w:r w:rsidRPr="004D4863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دعاؤه لاهل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الذين هم مركز الوعي الاجتماعي في الاسلام ، وقد أعرب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مدى أهميتهم ، وسمو مكانتهم في الامة ، وهذه بعض فصول دعائه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اللُّيُوثُ الَأبطَالُ ، عِصْمَةٌ لِمَنِ اعْتَصَمَ بِهِمْ ، وَأجَارَةٌ لِمَنْ اسْتَجَارَ بِهِمْ ، وَالكُهُفُ الحَصِينَةُ ، وَالفُلُكُ الجَارِيَةُ ، في اللُّجَجِ الغَامِرَةِ ، الرَّاغِبُ عَنْهُمْ مَارِقٌ ، واَلمُتَأَخِّرٌ عَنْهُمْ زَاهِقٌ ، وَاللَّازِمُ لَهُمْ لَاحِقٌ ، رِمَاحُكَ في أَرْضِكَ ، وَصَلٌ على عِبَادِكَ ، في أَرْضِكَ ، الذِينَ أَنْقَذْتَ بِهِمْ مِنَ الهَلَكَةِ ، وَأَنَرْتَ بِهِمُ الظُلْمَةَ ، شَجَرَةِ النُّبُوَّةِ ، وَمُوْضِعِ الرِّسَالَةِ ، وَمُخْتَلَفِ المَلَائِكَةِ ، وَمَعْدِنِ العِلْمِ صَلَّى اللهُ عَلَيْهِ وَعَلَيْهِمْ أَجْمَعِينَ آمِينَ ، آمِينَ يا رَبَّ العَالَمِينَ.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مَسْأَلَةَ المِسْكِينِ ، وَأَبْتَغِي إليْكَ ، إبْتِغَاءَ البَائِسِ الفَقِير ؛ وَأَتَضَرَّعُ إلَيْكَ ، تَضَرُعَ الضَعِيفِ الضَّرِيرِ ، وَأبْتَهِلُ إلَيْكَ ، إبْتِهَالَ المُذنِبِ الخَاطِىءِ ، مَسْأَلَةَ مَنْ خَضَعَتْ لَكَ نَفْسُهُ ، وَرَغَمَ لَكَ أَنْفُهُ ، وسفعتْ لَكَ نَاصِيَتُهُ وَانْهَمَلَتْ لَكَ دُمُوعُهُ ، وَفَاضَتْ لَكَ عَبْرَتُهُ ، وَاعْتَرَفَ لَكَ بِخَطِيئَتِهِ ، وَقَلَّتْ عَنْهُ حِيلَتُهُ ، وَأَسْلَمَتْهُ ذُنُوبُهُ ، أَسْأَلُكَ الصَّلَاةَ على مُحَمَّدٍ وَآلِهِ أَوَّلاً وَآخِراً ، وَأَسْأَلُكَ حُسْنَ المَعيشَةِ ما أَبْقَيْتَني ، مَعِيشَةً أَقْوَى بهَا في جَمِيعِ حَالَاتِي ، وَأَتَوصَّلُ بِهَا في الحَيَاةِ الدُّنْيَا إلى آخِرَتِي ، عَفْواً لا تُتْرِفْني فَأَطْغَى ، وَلا تُقَتَّرْ عَلَيَّ فأَشْقَى ، أَعْطِنِي مِن ذلِكَ غِنىً عَنْ جَمِيعِ خَلْقِكَ ، وَبَلَّغْهُ إلى رِضَاكَ ، وَلا تَجْعَل الدُّنْيَا عَلَيَّ سِجْناً ، وَلا تَجْعَلْ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فِرَاقَهَا عَلَيَّ حُزْناً ، أخْرجْني منْها ، ومنْ فتْنَتها مَرْضياً عَني ، مَقْبُولاً فِيهَا عَمَلي إلى دَار الحياة ، ومَسَاكن الأخْيَار.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أَعُوذُ بِكَ مِنْ إنْزَالِها وَزِلْزَالِها ، وَسَطَوَاتِ سُلْطَانِهَا ، وَسَلَاطِينِهَا ، وَشَرِّ شَيَاطينِهَا ، وَبَغْي مَنْ بَغَى عَلَيَّ فِيهَا ، اللّهُمَّ ، مَنْ أَرَادَنِيَّ فَأَرِدْهُ ، وَمَنْ كَادَنِي فَكِدْهُ ، وَافقأ عُيُونَ الكُفْرِ ، وَاعْصِمْني مِنْ ذلِكَ بِالسَّكِينَةِ ، وَأَلْبِسْني دِرْعَكَ الحَصِينَةَ ، وَاجْعَلْني في سِتْرِكَ الوَاقِي ، وَأَصْلِحْ لي حَالِي ، وَبارِكْ في أَهْلي ، وَمَالِي ، وَوَلَدِي ، وَحُزَانَتِي وَمَنْ أَحْبَبْتُ فِيكَ ، وَمَنْ أَحَبَّني.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إغْفِرْ لي ما قَدَّمْتُ ، وَمَا أَخَّرْتُ ، وَمَا أَعْلَنْتُ ، وَمَا أَسْرَرْتُ ، وَمَا نَسِيتُ ، وَمَا تَعَمَّدْتُ ، اللّهُمَّ ، إنَّكَ خَلَقْتَني كَمَا أَرَدْتَ ، فَاجْعَلْني كَمَا تُحِبُّ يا أَرْحَمَ الرَّاحِمِينَ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وقدم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، أروع صنوف التعظيم والتبجيل ، لآل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الذين هم مصدر الشرف والكرامة في الاسلام ، كما طلب من الله تعالى ، أن تفيض عليه ، بنعمه وألطافه ، وأن يخرجه من هذه الدنيا مقبولا عنده راضيا عنه.</w:t>
      </w:r>
    </w:p>
    <w:p w:rsidR="00A60096" w:rsidRPr="004D4863" w:rsidRDefault="00A60096" w:rsidP="00A60096">
      <w:pPr>
        <w:pStyle w:val="Heading2"/>
        <w:rPr>
          <w:rtl/>
        </w:rPr>
      </w:pPr>
      <w:bookmarkStart w:id="111" w:name="_Toc405289493"/>
      <w:r w:rsidRPr="004D4863">
        <w:rPr>
          <w:rtl/>
        </w:rPr>
        <w:t>3 ـ دعاؤه لشيعته</w:t>
      </w:r>
      <w:bookmarkEnd w:id="111"/>
      <w:r w:rsidRPr="004D4863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يكن لشيعته أعمق الود ، وخالص الحب ، وقد دعا لهم بالمغفرة ، والرضوان ، في كثير من أدعيته ، ومنها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دَيَّانُ غَيْرَ مُتَوَانٍ ، يا أَرْحَمَ الرَّاحِمِينَ ، إجْعَلْ لِشِيعَتِي مِنَ النَّار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431 ـ 432 ).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وَقَاءاً ، وَعِنْدكَ رِضَى ، وَاغْفِرْ ذُنُوبَهُمْ ، وَيَسِّرْ أُمُورَهُمْ ، وَاقْضِ دُيُونهُمْ ، وَاسْتُر عَوْرَاتِهِمْ ، وَهَبْ لَهُمُ الكَبَائر التي بَيْنك وَبَيْنهُمْ ، يا مَنْ لا يخافُ الضَّيْمَ ، وَلا تَّأْخُذَهُ سِنَةٌ وَلا نَوْمٌ ، إجْعلْ لي مِنْ كُلِّ غَمٍّ فَرَجَاُ وَمَخْرَجَاً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مدى تعاطف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مع شيعته ، فقد دعا لهم بجميع مفاهيم الخير في دنياهم وآخرتهم.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305 ).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12" w:name="_Toc405289494"/>
      <w:r>
        <w:rPr>
          <w:rtl/>
        </w:rPr>
        <w:lastRenderedPageBreak/>
        <w:t>القسم الثامن من أدعيته</w:t>
      </w:r>
      <w:bookmarkEnd w:id="112"/>
    </w:p>
    <w:p w:rsidR="00A60096" w:rsidRDefault="00A60096" w:rsidP="00A60096">
      <w:pPr>
        <w:pStyle w:val="Heading1Center"/>
        <w:rPr>
          <w:rtl/>
        </w:rPr>
      </w:pPr>
      <w:bookmarkStart w:id="113" w:name="_Toc405289495"/>
      <w:r>
        <w:rPr>
          <w:rtl/>
        </w:rPr>
        <w:t>عند تلاوته للقرآن وغيره من الادعية الجامعة</w:t>
      </w:r>
      <w:bookmarkEnd w:id="113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ونقل الرواة ، مجموعة 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يتعلق بعضها ، عند تلاوته للقرآن الكريم ، وبعضها بعد فراغه ، من قراءة القرآن المجيد ، كما نقلوا عنه بعض الادعية الجامعة التي حفلت بمهام الامور ، والتي تعد من ذخائر التراث الروحي في الاسلام ، وفيما يلي ذلك :</w:t>
      </w:r>
    </w:p>
    <w:p w:rsidR="00A60096" w:rsidRPr="00055134" w:rsidRDefault="00A60096" w:rsidP="00A60096">
      <w:pPr>
        <w:pStyle w:val="Heading2"/>
        <w:rPr>
          <w:rtl/>
        </w:rPr>
      </w:pPr>
      <w:bookmarkStart w:id="114" w:name="_Toc405289496"/>
      <w:r w:rsidRPr="00055134">
        <w:rPr>
          <w:rtl/>
        </w:rPr>
        <w:t>1 ـ دعاؤه الاول عند تلاوته للقرآن</w:t>
      </w:r>
      <w:bookmarkEnd w:id="114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وقبل أن يقرأ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القرآن الكريم ، يدعو بهذا الدعاء الجليل : الذي ينم عن نظراته العميقة ، وتأملاته الواعية ، لكتاب الله العظيم ، فمعجزة الاسلام الخالدة ، وفي ما يلي دعاؤه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رَبَّنَا لَكَ الحَمْدُ ، أَنْتَ المُتَوَحِّدُ بِالقُدْرَةِ ، وَالسُّلْطَانِ المَتِين ، وَلَكَ الحَمْدُ أَنْتَ المُتَعَالي ، بِالعِزِّ وَالكِبْرِيَاءِ ، وَفَوْقَ السَّمَاوَاتِ وَالعَرْشِ العَظِيمِ ، رَبَّنَا وَلَكَ الحَمْدُ ، أَنْتَ المُكْتَفِي بِعِلْمِكَ ، وَالمُحْتَاجُ إلَيْكَ ، كُلُّ ذي عِلْمٍ ، رَبَّنَا وَلَكَ الحَمْدُ يا مُنْزِّلَ الآيَاتِ ، وَالذِّكْرِ العَظِيمِ ، رَبَّنَا ، فَلَكَ الحَمْْدُ بِمَا عَلَّمْتَنَا ، مِنَ الحِكْمَةِ وَالقُرْآنِ العَظِيمِ المُبِين.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عَلَّمْتَناَ قَبْلَ رَغْبَتِنَا في تَعَلُّمِهِ ، وَاخْتَصَصْتَنَا بِهِ قَبْلَ رَغْبَتِنَا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بِنَفْعِهِ ، اللّهُمَّ ، فَإذَا كَانَ مَنًّا مِنْكَ وَفَضْلاً وَجُوداً ، وَلُطْفاً بِنَا ، وَرَحْمَةً لَنَا ، وَامْتِنَاناً عَلَيْنَا ، مِنْ غَيْرِ حَوْلِنَا وَلا حِيلَتِنَا وَلا قُوَّتِنَا ، اللّهُمَّ ، فَحَبِّبْ إلَيْنَا حُسْنَ تِلَاوَتِهِ ، وَحِفْظَ آيَاتِهِ ، وَإيمَاناً بِمُتَشَابِهِهِ ، وَعَمَلاً بِمُحْكَمِهِ ، وَسَبَباً في تَأْوِيلِهِ ، وَهُدىً في تَدَبُّرِهِ ، وَبَصيرَةً بِنُورِهِ ، اللّهُمَّ ، وَكَمَا أَنْزَلْتَهُ شِفَاءٌ لأوْلِيَائِكَ ، وَشَقَاءً على أَعْدَائِكَ ، وَعَمىً على أَهْلَ مَعْصِيَتِكَ ، وَنُوراَ لَأهْلِ طَاعَتِكَ ، فَاجْعَلْهُ لَنَا حِصْناً مِنْ عَذَابِكَ ، وَحِرْزاً مِنْ غَضَبِكَ ، وَحَاجِزاً عَنْ مَعْصِيَتِكَ ، وَعِصْمَةً مِنْ سُخْطِكَ ، وَدَلِيلاً على طَاعَتِكَ ، وَنُوراً يَوْمَ نَلْقَاكَ ، نَسْتَضِىءُ بِهِ في خَلْقِكَ ، وَنَجُوزُ بِهِ على صِرَاطِكَ ، وَنَهْتَدِي بِهِ إلى جَنَّتِكَ ، اللّهُمَّ ، إنَّا نَعُوذُ بِكَ مِنَ الشَّقْوَةِ في حَمْلِهِ ، وَالعَمَى عَنْ عَمَلِهِ ، وَالجَوْرِ عَنْ حُكْمِهِ ، وَالغُلُوِّ عَنْ قَصْدِهِ ، وَالتَقْصِيرِ دُونَ حقِّهِ ، اللّهُمَّ ، إحْمِلْ عَنَّا ثِقْلَهُ ، وَأَوْجِبْ لَنَا أجَرْهَُ ، وَأَوْزِعْنَا شُكْرَهُ ، وَاجْعَلْنَا نُرَاعِيهِ وَنَحْفَظُهُ.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إجْعَلْنَا نَتَّبعُ حَلَالَهُ ، وَنَجْتَنِبُ حَرَامَهُ ، وَنُقِيمُ حُدُودَهُ ، وَنُؤَدِّي فَرائِضَهُ ، اللّهُمَّ ارْزُقْنَا حَلَاوةً في تِلَاوَتِهِ ، وَنَشَاطاً في قِيَامِهِ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وَوَجَلاً في تَرْتِيلِهِ ، وَقُوَّةً في اسْتِعْمَالِهِ ، في آنَاءِ الليْلِ وَأَطْرَافِ النَّهَارِ ، اللّهُمَّ ، وَاسْقِنَا مِنَ النَّوْمِ بِاليَسِير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وَأَيْقِظْنا في سَاعَةِ اللَّيْلِ ، مِنْ رُقَادِ الرَّاقِدِينَ ، وَنَبِّهْنَا عند الَأحَائِينَ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 التي يُسْتَجَابُ فِيهَا الدُّعَاءُ من سُنَّةِ الوَسْنَانِينَ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أي في القيام بتلاوته أفي في القيام به لاداء الصلاة.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شبه السهر بالعطش والنوم بالماء ، وهذا من بديع الاستعارة.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الاحائين : جمع احيان ، وهو جمع حين.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الوسنانين : جمع وسنان وهو الذي لا يستغرق في نومه جاء ذلك في النهاية.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اجْعَلْ لِقُلُوبِنَا ذَكَاءاً عِنْدَ عَجَائِبِهِ ، التي لا تَنْقَضِي ، وَلَذَاذَةُ عِنْدَ تَرْدِيدِهِ ، وَعَبْرَةًَ تَرْجِيعِهِ ، وَنَفْعاً بَينِّاً عِنْدَ اسْتِفْهَامِهِ ، اللّهُمَّ ، إنَّا نَعُوذُ بِكَ مِنْ تَخَلُّفِهِ في قُلُوبِنَا ، وَتَوَسُّدِهِ عِنْدَ رُقَادِنَا ، وَنَبْذِهِ وَرَاءَ ظُهُورِنَا ، وَنَعُوذُ بِكَ مِنْ قَسَاوَةِ قُلُوبِنَا ، لِمَا بِهِ وَعَظْتَنَا ، اللّهُمَّ انْفَعْنَا بِمَا صَرَّفْتَ فِيهِ مِنَ الآيَاتِ ، وَذَكِّرْنَا بِمَا ضَرَبْتَ فِيهِ مِنَ المُثُلاتِ ، وَكَفِّرْ عَنَّا بِتَأْوِيلِهِ السَيِّئَاتِ ، وَضَاعِف لِنَا بِهِ جَزَاءاً في الحَسَنَاتِ ، وَارْفَعْنا بِهِ ثَوَاباً في الدَّرَجَاتٍ ، وَلَقِّنَا بِهِ البُشْرَى بَعْدَ المَمَاتِ.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اجْعَلْهُ لَنَا زَاداً ، تَقَوِّينَا بِهِ في المَوْقِفِ وَفي الوُقُوفِ بَيْنَ يَدَيْكَ ، وَطَريقاً وَاضِحاً نَسْلُكُ بِهِ إلَيْكَ ، وَعِلْماً نَافِعاً نَشْكُرُ بِهِ نَعْمَاءَكَ ، وَتَخَشُّعاً صَادِقاً نُسَبِّحْ بِهِ أسْمَاءَكَ ، اللّهُمَّ ، فَإنَّكَ اتَّخَذْتَ بِهِ عَلَيْنَا حُجَّةً قَطَعْتَ بِهِ عُذْرَنَا ، وَاصْطَنَعْتَ بِهِ عِنْدَنَا قَصُر عَنْهَا شُكْرُنَا.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اجْعَلْهُ لَنَا وَلِيَّاً يُثَبِّتُنَا مِنَ الزَّلَلِ ، وَدَلِيلاً يَهْدِينَا لِصَالِحِ العَمَلِ ، وَعَوْناً وَهَادِياً يُقَوِّمُنَا مِنَ المَلَلِ ، حَتَّى يَبْلُغَ بِنَا أَفْضَلَ الَأمَلِ .. اللّهُمَّ اجْعَلْهُ لَنَا شَافِعاً يَوْمَ اللِّقَاءِ ، وَسِلَاحاً يَوْمَ الَأرْتِقَاءِ ، وَحَجِيجاً يَوْمَ القَضَاءِ ، وَنُوراً يَوْمَ الظَلْمَاءِ ، يَوْمَ لا أَرْضَ وَلا سَمَاءَ ، يَوْمَ يُجْزَي كُلِّ سَاعٍ بِمَا سَعَى.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اجْعَلْهُ لَنَا رياَّ يَوْمَ الظَّمأ ، وَنُوراً يَوْمَ الجَزَاءِ ، مَنْ نَارٍ حَامِيَةٍ قَلِيلَةِ البَقْياء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على مَنِ اصْطَلَى ، وَبِحَرِّهَا تَلْظَّى. اللّهُمَّ اجْعَلْهُ لَنَا بُرْهَاناً على رُؤوسِ المَلأ ، يَوْمَ يُجْمَعُ فِيهِ أَهْلُ الَأرْضِ ، وَأَهْلُ السَّمَاءِ ، اللّهُمَّ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البقيا : الرحمة والشفقة.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ارْزُقْنَا مَنَازِلَ الشُّهَدَاءِ ، وَعَيْشَ السُّعَدَاءِ ، وَمُرَافَقَةَ اَلَأنْبِيَاءِ.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، هذا التقييم الكامل ، لكتاب الله العزيز ، الذي لا يأتيه الباطل من بين يديه ولا من خلفه؟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أرأيتم ، هذا الثناء العاطر ، على القرآن المجيد ، الذي هو أعظم ثروة فكرية في الارض؟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إنه لا يعرف قيمته ، ولا يثمن جواهره ، إلا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الذين هم تراجمته ، وحملته ودعاته.</w:t>
      </w:r>
    </w:p>
    <w:p w:rsidR="00A60096" w:rsidRPr="00055134" w:rsidRDefault="00A60096" w:rsidP="00A60096">
      <w:pPr>
        <w:pStyle w:val="Heading2"/>
        <w:rPr>
          <w:rtl/>
        </w:rPr>
      </w:pPr>
      <w:bookmarkStart w:id="115" w:name="_Toc405289497"/>
      <w:r w:rsidRPr="00055134">
        <w:rPr>
          <w:rtl/>
        </w:rPr>
        <w:t>2 ـ دعاؤه الثاني عند تلاوته للقرآن</w:t>
      </w:r>
      <w:bookmarkEnd w:id="115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وأثر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الثاني عند تلاوته للقرآن الحكيم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أَشْهَدُ أَنَّ هَذَا كِتَابُكَ ، المُنَزَّلُ مِنْ عِنْدِكَ ، عَلى رَسُولِكَ ، مُحَمَّدٍ بنُ عَبْدِالله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وَكتِاَبكُ َالنَّاطِقُ ، على لِسَانِ رَسُولِكَ ، وَفِيهِ حِكَمُكَ ، وَشَرَائِعُ دِينِكَ ، أَنْزَلْتَهُ على نَبِيِّكَ ، وَجَعَلْتَهُ عَهْداً مِنْكَ ، إلى خَلْقِكَ ، وَحَبْلاً مُتَّصِلاً ، فِيمَا بَيْنَكَ وَبَيْنَ عِبَادِكَ.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إنِّي نَشَرْتُ عَهْدَكَ وَكِتَابَكَ ، اللّهُمَّ فَاجْعَلْ نَظَرِي فِيهِ عِبَادَةً ، وِقِرَاءَتي تَفَكُّراً ، وَفِكْرَتي اعْتِبَاراً ، وَاجْعَلْني مِمَّن اتَّعَظَ ، بِبَيَانِ مَوَاعِظِكَ فِيهِ ، وَاجْتَنَبَ مَعَاصِيَكَ ، وَلا تَطْبَعْ عِنْدَ قِرَاءَتِي كِتَابَكَ عَلى قَلْبِي ، وَلا على سَمْعي ، وَلا تَجْعَلْ على بَصَري غِشَاوَةً ، وَلا تَجْعَلْ قِرَاءَتِي ، قِرَاءَةً لا تَدَبُّرَ فِيهَا ، بَلْ اجْعَلْني أَتَدَبَّرُ آياتِهِ ، وَأَحْكَامَهُ ، آخِذاً بِشَرَائِعِ دِينِكَ ، وَلا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573 ـ 575.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تَجْعَلْ نَظَرِي فِيهِ غَفْلَةً ، وَلا قِرَاءَتي هَذْرَمَةً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إنَكَ أَنْتَ الرَّؤوفُ الرَّحِيمِ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يقرأ القرآن الكريم ، بعمق وتأمل ، فيستخرج كنوزه ، وجواهره ، ويفيضها على تلاميذه ، وقد حفلت موسوعات التفسير ، بالشئ الكثير من آرائه القيمة ، في الكشف عن حقائق الكتاب العظيم.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والشئ الملفت للنظر ، في هذا الدعاء ، هو قوله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نَشَرْتُ عَهْدَكَ وَكِتَابَكَ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فقد أشار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إلى ما قام به من دور ايجابي ، في نشر معارف الاسلام ، وإذاعة أحكامه وتعاليمه ، ويعتبر العقل المبدع الصانع للحضارة الاسلامية.</w:t>
      </w:r>
    </w:p>
    <w:p w:rsidR="00A60096" w:rsidRPr="00055134" w:rsidRDefault="00A60096" w:rsidP="00A60096">
      <w:pPr>
        <w:pStyle w:val="Heading2"/>
        <w:rPr>
          <w:rtl/>
        </w:rPr>
      </w:pPr>
      <w:bookmarkStart w:id="116" w:name="_Toc405289498"/>
      <w:r w:rsidRPr="00055134">
        <w:rPr>
          <w:rtl/>
        </w:rPr>
        <w:t>3 ـ دعاؤه عند الفراغ من تلاوة القرآن</w:t>
      </w:r>
      <w:bookmarkEnd w:id="116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فرغ ، من تلاوة القرآن الكريم ، دعا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قَرَأتُ ، بَعْضَ ما قَضَيْتَ لي ، مِنْ كِتَابِكَ ، الذي أَنْزَلْتَهُ على نَبِيِّكَ ، مُحَمَّدٍ صَلَوَاتُكَ عَلَيْهِ ، وَرَحْمَتُكَ ، فَلَكَ الحَمْدُ رَبَّنَا وَلَكَ الشُكْرُ ، وَالمِنَّةُ على مَا قَدَّرْتَ وَوَفَّقْتَ.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اجْعَلْني مِمَّنْ يُحَلِّلُ حَلَالَكَ ، وَيُحَرِّمُ حَرَامَكَ ، وَيُتَجَنَّبُ مَعَاصيَكَ ، وَيُؤْمِنْ بِمُحْكَمِهِ وَمُتَشَابَهِهِ ، وَنَاسِخِهِ وَمَنْسُوخِهِ ، وَاجْعَلْهُ لي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الهذرمة: السرعة في القرأة.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2 ـ الاقبال ( ص 110 ) الاختصاص ( ص 136 ).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شِفَاءً وَرَحْمَةً ، وَحِرْزاً ، وَذُخْراً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اجْعَلْهُ أنِيْساً لي في قَبْرِي ، وَارْفَعْ لي ، بِكُلِّ حَرْفٍ ، دَرَسْتُهُ دَرَجَةً في أَعْلَى عِلِّيينَ آمينَ يا رَبَّ العَالَمِينَ.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نَبِيِّكَ وَصَفِيِّكَ ، وَنَجِيِّكَ ، وَدَلِيلِكَ ، وَالدَّاعِي إلى سَبِيِلِكَ ، وَعلى أَمِيرِ المُؤْمِنِينَ وَلِيِّكَ ، وَخَلِيفَتِكَ ، مِنْ بَعْدِ رَسُولِكَ ، وَعَلى أَوْصِيَائِهِمَا المُسْتَحْفَظِينَ دِينَكَ ، المُسْتَوْعِبِينَ حَقَّكَ ، المُسْتَرْعِينَ خَلْقَكَ ، وَعَلَيْهِمْ أَجْمَعِينَ السَّلامُ وَرَحْمَةُ اللهِ وَبَرَكَاتُهُ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ودل هذا الدعاء ، على مدى سروره ، بتلاوته للقرآن الكريم ، فقد حمد الله وشكره ، على ذلك ، وسأله أن يجعله ، شفاء ورحمة وحرزا له في الدنيا ، وأن يجعله أنسا له في قبره يلقى الله.</w:t>
      </w:r>
    </w:p>
    <w:p w:rsidR="00A60096" w:rsidRPr="00FF2A5F" w:rsidRDefault="00A60096" w:rsidP="00A60096">
      <w:pPr>
        <w:pStyle w:val="Heading3"/>
        <w:rPr>
          <w:rtl/>
        </w:rPr>
      </w:pPr>
      <w:bookmarkStart w:id="117" w:name="_Toc405289499"/>
      <w:r w:rsidRPr="00FF2A5F">
        <w:rPr>
          <w:rtl/>
        </w:rPr>
        <w:t>4 ـ دعاؤه لحفظ القرآن</w:t>
      </w:r>
      <w:bookmarkEnd w:id="117"/>
      <w:r w:rsidRPr="00FF2A5F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الجليل ، وهو مما يساعد على حفظ القرآن الكريم ، وقد رواه عنه ، العالم الجليل أبان بن تغلب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وَلَمْ يَسْأَلِ ، العِبَادُ مِثْلَكَ ، أَسْأَلُكَ بِحَقِ مُحَمَّدٍ نَبِيِّكَ وَرَسُولِكَ ، وَإبْراهِيمَ خَلِيِلكَ ، وَصَفِيِّكَ ، وَمُوسى كَلِيمِكَ ، وَنَجِيِّكَ ، وَعِيسَى كَلِمَتِكَ ، وَرُوحِكَ ، أَسْأَلُكَ بِصُحُفِ إبْرَاهِيمَ ، وَتَوْرَاةِ مُوسَى ، وَزَبُورِ دَاوودَ ، وَإنْجيلِ عِيسَى ، وَقُرْآنِ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وَبِكُلِّ وَحْيٍ أَوْحَيْتَهُ ، وَقَضَاءٍ أَمْضَيْتَهُ ، وَحَقِّ قَضَيْتَهُ ، وَغَنِيٍّ أَغْنَيْتَهُ ، وَضَالٍّ هَدَيْتَهُ ، وَسَائِلٍ أَعْطَيْتَهُُ ، وَأَسْأَلُكَ ، بِاسْمِكَ الذي وَضَعْتَهُ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11 ).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على اللَّيْلَ ، فَأَظْلَمَ ، وَوَضَعْتَهُ على النَّهار فَاسْتَنَارَ ، وَبِاسْمِكَ الذي وَضَعْتَهُ على الَأرْضِ ، فَاسْتَقَرَّتْ ، ودعَمْتَ بِهِ السَّمَاوَاتِ فَاسْتَعْلَتْ ، وَوَضَعْتَهُ على الجِبَالِ فَرَسَتْ ، وَبِاسْمِكَ الذي بَثَثْتَ بِهِ الَأرْزَاقَ ، وَأَسْأَلُكَ بِاسْمِكَ الذي تُحْيي بِهِ المَوْتَى ، وَأَسْأَلُكَ بِمَعاَقِدِ العِزِّ مِنْ عَرْشِكَ ، وَمُنْتَهَى الرَّحْمَةِ مِنْ كِتَابِكَ ، أَسْأَلُكَ أَنْ تُصَلِّي على مُحَمَّدٍ وَآلِ مُحَمَّدٍ وَأَنْ تَرْزُقَني ، حِفْظَ القُرْآنِ ، وَأصْنَافَ الِعْلِم ، وَأَنْ تُثْبِتَهَا في قَلْبي ، وَسَمْعي ، وَبَصَرِي ، وَأَنْ تُخَالِطَ بِهَا لَحْمي ، وَدَمِي ، وَعِظَامِي ، وَتَسْتَعْمِلَ بِهَا لَيْلي ، وَنَهَارِي ، بِرَحْمَتِكَ وَقُدْرَتِكَ ، فَإنَّهُ لا حَوْلَ وَلا قُوَّةَ إلاَّ بِكَ يا حَيُّ يا قَيُّومُ ..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وأضافت بعض الروايات إلى ذلك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وَأَسْأَلُكَ بِاسْمِكَ ، الذي دَعَاكَ بِهِ عِبَادُكَ ، الذين اسْتَجْبْتَ لَهُمْ ، وَأَنْبِيَاؤُكَ فَغَفَرْتَ لَهُمْ وَرَحِمْتَهُمْ ، وَأَسْأَلُكَ بِكُلِّ اسْمٍ أَنْزَلْتَهُ في كُتُبِكَ ، وَبِاسْمِكَ الذي اسْتَقَرَّ بِهِ عَرْشُكَ ، وَبِاسمِكَ الوَاحِدِ ، الَأحَدِ ، الفَرْدِ ، الوَتْرِ ، الصَمدِ ، الذي يَمْلُا الَأرْكَانَ كُلَّهَا ، الطَّاهِرِ ، الطُهْرِ ، المُبَارَكِ ، المُقَدَّسِ ، الحَيِ القَيُّومِ ، نُورِ السَّموَاتِ وَالَأرْضِ ، الرَّحْمنِ الرَّحِيمِ ، الكَبِيرِ ، المُتَعَالِ ، وُكِتَابِكَ المُنْزَلِ بِالحَقِّ ، وَكَلِمَاتِكَ التَامَاتِ ، وَنُورِكَ التَّامِ ، وَبِعَظَمَتِكَ وَأَرْكَانِكَ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وهذا الدعاء الشريف ، مما يعين على حفظ القرآن الكريم ، الذي هو رحمة للعالمين ، وذخر للانسان المسلم ، وقد أقسم سليل النبوة على الله بجميع قدراته وأسمائه ، على الاعانة ، لحفظ كتابه ، ومن الطبيعي أن للدعاء أثرا في تحقيق ذلك.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576 ـ 577. </w:t>
      </w:r>
    </w:p>
    <w:p w:rsidR="00A60096" w:rsidRDefault="00A60096" w:rsidP="00A60096">
      <w:pPr>
        <w:pStyle w:val="Heading2Center"/>
        <w:rPr>
          <w:rtl/>
        </w:rPr>
      </w:pPr>
      <w:r>
        <w:rPr>
          <w:rtl/>
        </w:rPr>
        <w:br w:type="page"/>
      </w:r>
      <w:bookmarkStart w:id="118" w:name="_Toc405289500"/>
      <w:r>
        <w:rPr>
          <w:rtl/>
        </w:rPr>
        <w:lastRenderedPageBreak/>
        <w:t>أدعيته الجامعة</w:t>
      </w:r>
      <w:bookmarkEnd w:id="118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كوكبة من الادعية الجامعة ، وقد حفلت بكل ما يسعد به الانسان المسلم في أمر آخرته ، ودنياه ، وفي ما يلي ذلك :</w:t>
      </w:r>
    </w:p>
    <w:p w:rsidR="00A60096" w:rsidRPr="00055134" w:rsidRDefault="00A60096" w:rsidP="00A60096">
      <w:pPr>
        <w:pStyle w:val="Heading3"/>
        <w:rPr>
          <w:rtl/>
        </w:rPr>
      </w:pPr>
      <w:bookmarkStart w:id="119" w:name="_Toc405289501"/>
      <w:r w:rsidRPr="00055134">
        <w:rPr>
          <w:rtl/>
        </w:rPr>
        <w:t>1 ـ الدعاء الجامع</w:t>
      </w:r>
      <w:bookmarkEnd w:id="119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الجليل ، وقد سماه بالدعاء الجامع وذلك ، لما يحتويه من المضامين ، وجاء فيه بعد البسملة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أَشْهَدُ أَنْ لا إلهَ إلاَّ اللهُ ، وَحْدَهُ لا شَرِيكَ لَهُ ، وَأَشْهَدُ أَنَّ مُحَمَداً عَبْدُهُ وَرَسُولَهُ ، آمَنْتُ بِاللهِ ، وَبِجَمِيعِ رُسُلِ اللهِ ، وَبِجَمِيعِ مَا أَتى بِهِ جَمِيعُ رُسُلِ اللهِ ، وَأَنْ وَعْدَ اللهِ حَقُّ ، وَلِقَاءَهُ حَقُّ ، وَصَدَقَ اللهُ ، وَبَلَّغَ المُرْسَلُونَ ، وَالحَمْدُ للهِ رَبِّ العَالَمِينَ ، وَسُبْحَانَ اللهِ ، كُلَّمَا سَبَّحَ اللهَ شَيْءٌ ، وَكَمَا يُحِبَّ اللهُ أَنْ يُسَبَّحَ ، وَالحَمْدُ للهِ كُلَّمَا حَمِدَ اللهَ شَيْءٌ ، وَكَمَا يُحِبَّ اللهُ أَنْ يُحْمَدَ ، وَلا إلهَ إلاَّ اللهُ كُلَّمَا هَلَّلَ اللهَ شَيْءٌ ، وَكَمَا يُحِبُّ اللهُ أِنْ يُهَلَّلَ ، وَاللهُ أَكْبَرُ كُلَّمَا كَبَّرَ اللهُ شَيْءٌ ، وَكَمَا يُحِبُّ اللهُ أَنْ يُكَبَّرَ.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مَفَاتِيحَ الخَيْرِ وَخَوَاتِيمَهُ ، سَوَابِغَهُ وَفَوَايِدَهُ ، وَبَرَكَاتِهِ ، مِمَّا بَلَغَ عِلْمُهُ عِلْمي ، وَمَا قَصَّرَ عَنْ إحْصَائِهِ حِفْظِي ، اللّهُمَّ ، صَلِّ على مُحَمَّدٍ وَآلِ مُحَمَّدٍ ، وَانْهَجْ لي أَسْبَابَ مَعْرِفَتِهِ ، وَافْتَحْ لي أَبوَابَهُ ، وَغْشِّنِي بِبَرَكَاتِ رَحْمَتِكَ ، وَمُنَّ عَلَيَّ بِعِصْمَةٍ عَنْ الإزَالَةِ عَنْ دِينِكَ ، وَطَهِّرْ قَلْبي مِنَ الشَكِّ ، وَلا تُشْغِلْ قَلْبِي بِدُنْيَايَ ، وَعَاجِلَ مَعَاشِي عَنْ آجِلِ ثَوَابِ آخِرَتي ، وَاشْغِلْ قَلْبِي ، بِحِفْظِ ما لا تَقَبَلُ مِنِّي جَهْلَهُ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وَذَلِّلْ لِكُلِّ خَيْرٍ لِسَانِي ، وَطَهِّرْ قَلْبِي مِنَ الرِّيَاءِ وَالسُّمْعَةِ ، وَلَا تُجْرِهِماَ في مَفَاصِلِي ، وَاجْعَلْ عَمَلي خَالِصاً لَكَ.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أَعُوذُ بِكَ مِنَ الشَرِّ ، وَأَنْوَاعِ الفَوَاحِشِ كُلِّها ظَاهِرِهَا وَبَاطِنِهَا ، وَغَفلَاتِهَا ، وَجَمِيعِ مَا يُرِيدُنِي بِهِ الشَّيْطَانُ الرَّجِيمُ ، وَمَا يُرِيدُنِي بِهِ السُّلْطَانُ العَنِيدُ ، مِمَّا اَحَطْتَ بِعِلْمِهِ ، وَأَنْتَ القَادِرُ على صَرْفِهِ عَنِّي ، اللّهُمَّ ، أنِّي أَعُوذُ بِكَ مِنْ طَوَارِقِ الجِنِّ وَالإِنْسِ ، وَزَوَابِعِهِمْ ، وَبَوَائِقِهِمْ ، وَمَكَائِدِهِمْ ، وَمَشَاهِدِ الفَسَقَةِ مِنَ الجِنِّ وَالإِنْسِ ، وَأَنْ اسْتَزَلَّ عَنْ دِيني ، فَتَفْسُدَ عَلَيَّ آخِرَتي ، وَأَنْ يَكُونَ ذلِكَ ضَرَراً عَلَيَّ في مَعَاشِي ، أَوْ تَعَرُّضَ بَلَاءٍ يُصِيبُني ، وَلَا صَبْرَ لي على إحْتِمَالِهِ ، فَلَا تَبْتَلني يا إلهِي ، بِمُقَاسَاتِهِ ، فَيَمْنَعَني ذلِكَ عَنْ ذِكْرِكَ ، وَيُشْغِلَني عَنْ عِبَادَتِكَ ، أَنْتَ العَاصِمُ ، المَانِعُ ، وَالدَّافِعُ الوَاقِي مِنْ ذلِكَ كُلِّهِ.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أَسْأَلُكَ اللّهُمَّ ، الرَّفَاهِيَةَ في مَعِيشَتِي ما أَبْقَيْتَني ، مَعيشَةً أَقْوى بِهَا على طَاعَتِكَ ، وَأبْلُغُ بِهَا رِضْوَانَكَ ، وَأَصِيرُ بِهَا بِمَنِّكَ إلى دَارِ الحَيَوَانِ غَداً ، وَلا تَرْزُقْني رِزْقاً يُطْغِيني ، وَلَا تَبْتَلِني بِفَقْرٍ أَشْقَى بِهِ ، مُضَيِّقاً عَلَيَّ ، إعْطِني حَظّاً وَافِراً في آخِرَتي ، وَمَعَاشاً وَاسِعاً هَنِيئاً مَرِيئاً في دُنْيَايَ ، وَلَا تَجْعَلِ الدُّنْيا عَلَيَّ سِجْناً ، وَلا تَجْعَلْ فِرَاقَهَا عَلَيَّ حُزْناً ، أَجِرْنِي مِنْ فِتْنَتِهَا سَلِيماً ، وَأجْعَلْ عَمَلِي فِيهَا مَقْبُولاً ، وَسَعْيي فِيهَا مَشْكُوراً.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مَنْ أَرَادَني بِسُوءٍ فَأَرِدْهُ ، وَمَنْ كَادَني فَكِدْهُ ، وَاصْرِفْ عَنِّي هَمَّ مَنْ أَدْخَلَ عَلَيَّ هَمَّهُ ، وَامْكُرْ بِمَنْ مَكَرَ بِي ، فَإنَّكَ خَيْرُ المَاكِرِينَ ، وَافْقَأ عَنِّي عُيُونَ الكَفَرَةِ الظَّلَمَةِ ، الطُّغَاةِ ، الحَسَدَةِ.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مُحَمَّدٍ ، وَأَنْزِلْ عَلَيَّ مِنْكَ سَكِينَةً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وَأَلْبِسْني دِرْعَكَ الحَصِينَةَ ، وَاحْفَظني بِسِتْرِكَ الوَاقِي ، وَجَلِّلْنِي عَافِيَتَكَ النَّافِعَةَ ، وَصَدِّقْ قَوْلي ، وَفِعَالي ، وَبَارِكْ لي في أَهْلي ، وَمَالي ، وَوَلَدي ، وَمَا قَدَّمْتُ ، وَمَا أَخَّرْتُ وَمَا أَغْفَلْتُ ، وَمَا تَعَمَّدْتُ ، وَمَا تَوَانَيْتُ ، وَمَا أَعْلَنْتُ ، وَمَا أَسْرَرْتُ ، فَاغْفِرْ لي ، يا أَرْحَمَ الرَّاحِمِينَ ، وَصَلِّ على مًُحَمَّدٍ وَآلِهِ الطَّاهِرِينَ ، الطَّيِّبِينَ ، كَمَا أَنْتَ أَهْلَهُ يا وَلِيَّ المُؤْمِنِينَ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حقا ، لقد كان هذا الدعاء الجليل ، جامعا لما يسمو به الانسان من مكارم الاخلاق ، ومحاسن الصفات ، وملما بما يقرب الانسان من ربه ، وبما يبعده عن نزعات الهوى والغرور.</w:t>
      </w:r>
    </w:p>
    <w:p w:rsidR="00A60096" w:rsidRPr="00055134" w:rsidRDefault="00A60096" w:rsidP="00A60096">
      <w:pPr>
        <w:pStyle w:val="Heading3"/>
        <w:rPr>
          <w:rtl/>
        </w:rPr>
      </w:pPr>
      <w:bookmarkStart w:id="120" w:name="_Toc405289502"/>
      <w:r w:rsidRPr="00055134">
        <w:rPr>
          <w:rtl/>
        </w:rPr>
        <w:t>2 ـ دعاؤه الجامع لالطاف الله على انبيائه</w:t>
      </w:r>
      <w:bookmarkEnd w:id="120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الجامع ، وقد ذكر فيه ألطاف الله ، على أنبيائه ، ورسله ، كما ذكر فيه النقم التي أنزلها ، على أعداء الحق ، وخصوم الانبياء ، كما احتوى على الثناء والتعظيم لخالق الكون ، وبيان بعض قدراته اللامتناهية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يا رَبَّ السَّموَاتِ السَبْعِ وَمَنْ فِيهنَّ ، وَمُجْرِيَ البحار السَّبْعَ ، وَرَازق منْ فِيهنَّ ، وَمُسخِّرَ السَّحَاب ، وَمُجْريَ الفُلْك ، وَجَاعِلَ الشَّمْس ضياءً ، وَالقَمرِ نُوراً ، وَخَالِقَ آدَمَ ، وَمُنْشِىءَ الأنْبِيَاءِ مِنْ ذُرِّيَتِهِ ، وَحَامِلَ نُوح من الغَرَق ، وَمُعَلِّمَ إدْرِيسَ النُّجُومَ ، وَرَافِعَهُ إلى المَلَكُوت ، وَمُنْجِّيَ إبْراهيم ، وجاعل النَّار عَلَيْهِ بَرْداً وَسَلَاماً ، وَمُكَلِّم مُوسى ، وَجَاعِلَ عَصَاهُ ثُعْبانا ، وَمُنزِّلَ التَّوْرَاةِ في الألْوَاَح ، وفادي أسمَاعِل من الذَّبْح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الاقبال ( ص 60 ـ 61.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وَمُبْتَليَ يَعْقُوبَ بِفَقْدِ ابْنِهِ ، وَرَادَّ يُوسُفَ عَلَيْهِ بعْدَ إبْيِضَاضِ عَيْنَيْهِ ، وَرَازِقَ زَكَرِيَّا يَحْيَى بَعْدَ اليَأسِ وَالكِبَرِ ، وَمُخْرِجَ النَّاقَةِ لِصَالِحَ مِنْ صَخْرَةٍ ، وَمُرْسِلَ الرِّيحِ على قَوْمَ هُودٍ ، وَكَاشِفَ البَلَاءِ عَنْ أَيُّوبَ ، وَمُنْزِلَ العَذَابِ على قَوْمَ شُعَيْبَ ، وَمُنَجِّيَ لُوطاً مِنَ القَوْمِ الفَاسِقِينَ ، وَوَاهِبَ الحِكْمَةِ لِلُقْمَانَ ، وَمُلَيِّنَ الحَدِيدِ لِدَاوودَ ، وَمُسَخِّرَ الجِنِّ لِسُلَيْمَانَ ، وَمُخْرِجَ يُونُسَ مِنْ بَطْنِ الحُوتِ ، وَمُلْقِيَ رُوحِ القُدُسِ إلى مَرْيَمَ ، وَمُخْرِجَ عِيسَى مِنَ العَذْرَاءِ البَتُولِ ، وَمُحْييَ المَوْتَى ، وَمُرْسِلَ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رَحْمَةً لِلْعَالَمِينَ ، وَخَاتَماً لِلْنَبِيّينَ بِدِينِكَ القَدِيمِ ، وَمِلَّةِ خَليلِكَ إبْرَاهِيمَ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وَإظْهَارِ دِينِهِ ، وَإعْلَاءِ كَلِمَتِهِ ، وَبِوَصِيِّهِ وَمُؤَيِّدِهِ ، وَسِبْطَيْهِ ، وَوَلَدَيْهِ ، وَالسَجَّادِ وَالبَاقِرِ وَالصَّادِقِ وَالكَاظِمِ ، وَالرِّضَا ، وَالتَقيِّ وَالنَقِيِّ ، وَالزَكِيِّ وَالمَهْدِيِّ يا ذا الجَلَالَ ، وَالإِكْرَامِ ، وَالعِزَّةِ ، وَالسُّلطَانِ ، يا مَنْ لا تَأْخُذُهُ سِنَةٌ وَلَا نَوْمٌ ، يا أَحَدُ ، يا صَمَدُ ، يا مَنْ لَمْ يَلِدْ وَلَمْ يولَدْ ، يا قَادِرُ يا ظَاهِرُ ، يا ذَا الجَبَرُوتِ وَالكِبْرِيَاءِ ، وَالمَلَكُوتِ ، يا حَيُّ لا يَمُوتُ ، يا عَلِيُّ ، يا وَفِيُّ يا قَرِيبُ ، يا مُجِيبُ ، يا مُبْدِىءُ ، يا مُعِيدُ ، يا فَعَّالاُ لِمَا يُرِيدُ ، يا دَائِمُ ، يا كَرِيمُ ، يا رَحِيمُ ، يا عَظِيمُ ، يا غَفُورُ يا شَكُورُ ، يا رَحْمنُ ، يا حَنَّانُ ، يا مَنَّانُ ، يا رَؤُوفُ ، يا عَطُوفُ ، يا مُنْعِمُ ، يا مُطْعِمُ ، يا شَافِي ، يا كَافِي ، يا مُعَافِي ، يا عَلِيمُ ، يا حَلِيمُ ، يا سَمِيعُ ، يا بَصِيرُ ، يا مُحْيي ، يا سَلَامُ ، يا مُؤْمِنُ ، يا مُهَيْمِنُ ، يا عَزِيزُ ، يا جَبَّارُ ، يا مُتَكَبِّرُ ، يا خَالِقُ ، يا بَارِيُ ، يا مُصَوِّرُ ، يا مُقْتَدِرُ ، يا قَاهِرُ ، يا أَوَّابُ ، يا وَهَّابُ ، يا خَبِيرُ يا كَبِيرُ ، يا ذا الطَّولِ ، يا ذَا المَعَارِجِ ، يا مَنْ بَانَ مِنَ الَأشْيَاءِ ، وَبَانَتْ الَأشْيَاءُ مِنْهُ ، بِقَهْرِهِ لَهَا ، وَخُضُوعِهَا لِهُ ، يا مَنْ خَلَقَ البِحَارَ ، وَأَجْرَى الَأنْهَارَ ، وَأَنْبَتَ الَأشْجَارَ ، وَأَخْرَجَ مِنْهَا الثَّمَارَ ، مِنَ البَارِدِ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وَالحَارِّ ، يا فَالِقَ البِحَارِ بِإذْنِهِ وَمُغْرِقَ فِرْعَوْنَ عَدُوِّه ، وَمُهْلِكَ ثَمُودَ ، وَمُدَمِّرَ الظَّالِمِينَ ، أَسْأَلُكَ بِاسْمِكَ الذي إذَا دُعِيتَ بِهِ ، اهْتَزَّ لَهُ عَرْشُكَ ، وَسَرَتْ بِهِ مَلائِكَتُكَ ، يا اللهُ ، لا إلهَ إلاَّ أَنْتَ ، الوَاحِدُ القَدِيمُ ، الفَرْدُ ، خَالِقُ النَّسْمَةِ ، وَبَارِىءُ النَوَى وَالحبَّةِ ، وَأَسْأَلُكَ بِاسْمِكَ العَزِيزِ ، الكَبِيِر ، الجَلِيلِ ، الرَّفِيعِ ، العَظِيمِ ، القَويِّ ، الشَدِيدِ ، وَبِالإسْمِ الذي يَنْفُخُ بِهِ عَبْدُكَ إسْرَافِيلُ ، في الصُّورِ ، فَيَقُومُ بِهِ أَهْلُ القُبُورِ ، لِلْبَعْثِ وَالنُّشُورِ سِرَاعاً ، إلى أَمْرِكَ يَنْسِلُونَ ، وَبِاسْمِكَ الذي رَفَعْتَ بِهِ السَّموَاتِ بِغَيْرِ عَمَدٍ ، وَدَحَوْتَ بِهِ الَأرْضِينَ على المَاءِ ، وَجَعَلْتَ الجِبَالَ فِيهَا أَوْتَاداً ، وَبِالإسْمِ الذي حَبَسْتَ بِهِ المَاءِ ، وَأَرْسَلْتَ بِهِ الرِّيحَ ، وَبِاسْمِكَ الذي جَعَلْتَ بِهِ الَأرْضِينَ على الحُوتِ ، وَأَجْرَيْتَ بِهِ الشَّمْسِ ، وَالقَمَرَ ، كُلاٍّ في فَلَكٍ يَسْبَحُونَ ، وَبِالإسْمِ الذي أِذَا دُعِيتَ بِهِ ، أَنْزَلْتَ أَرْزَاقَ خَلْقِكَ ، مِنْ سَكَّانِ سَمَوَاتِكَ وَأَرَاضِيكَ ، وَالهَوَامِّ وَالحَيتَانِ ، وَالطَّيْرِ وَالدَّوَابِّ ، وَالجِنِّ وَالإنْسِ ، وَالشَّيَاطينِ ، وَكُلِّ دَابَّةٍ أَنْتَ آَخِذٌ بِنَاصِيَتِهَا ، إنَّكَ على كُلِّ شَيْءٍ قَدِيرٌ ، وَبِاسْمِكَ الذي جَعَلْتَ بِهِ ، لِجَعْفَرَ جَنَاحَيْنِ يَطِيرُ بِهِمَا ، مَعَ مَلَائِكَتِكَ ، وَجَعَلْتَ المَلَائِكَةَ رُسُلاً ، أُولي أَجْنِحَةٍ ، مَثْنَىْ وَثُلَاثَ وَرْبَاعَ ، يَزِيدُ في الخَلْقِ مَا يَشَاءُ ، وَبِالإسْمِ الذي دَعَاكَ بِهِ ، عَبْدُكَ يُونُسَ ، فَأَخْرَجْتَهُ مِنَ اليَمِّ ، وَأَنْبَتَّ عَلَيْهِ شَجَرَةً مِنْ يقطِينَ ، وَاسْتَجَبْتَ لَهُ ، وَكَشَفْتَ عَنْهُ البَلَاءَ.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وَأَنَا يا رَبُّ عَبْدُكَ ، وَابْنُ عَبْدَيْكَ ، وَمِنْ عِتْرَةِ نَبِيِّكَ ، وَصَفِيِّكَ وَنَجيِّكَ ، الذي بَارَكْتُ عَلَيْهِمْ ، وَرَحِمْتَهُمْ ، وَصَلّيتَ عَلَيْهِمْ ، وَزَكَّيْتَهُمْ ، كَمَا صَلَّيْتَ ، وَبَارَكْتَ ، وَرَحِمْتَ ، وَزَكَّيْتَ ، إبْرَاهِيمَ ، وَآلِ إبْرَاهِيمَ ، إنَّكَ حَمِيدٌ مَجِيدٌ ، أَسْأَلُكَ بِمَجْدِكَ ، وَجُودِكَ ، وَسُؤْدَدِكَ ، وَسَخَائِكَ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وَبَهَائِكَ ، وَعِزِّكَ ، وَثَنَائِكَ ، وَكَرَمِكَ ، ووفائك ، وطوْلِك ، وَحَوْلِكَ ، وَعَظَمَتِكَ ، وَقُدْرَتِكَ يا رَبَّاهُ ، يا سَيِّدَاهُ ، وَبِحَقِّ مُحَمَّدٍ ، عَبْدِكَ ، وَرَسُولِكَ ، وَصَفِيِّكَ ، وَنَجِيِّكَ ، وَخِيرَتِكَ مِنْ خَلْقِكَ ، وَبِحَقِّكَ على نَفْسِكَ. وَبِكَلِمَاتِكَ التَّامَّاتِ ، وَآيَاتِكَ المُرْسَلَاتِ ، وَكُتُبِكَ الطَاهِرةِ ، وَبِحَقِّ مَلَائِكَتِكَ المُقَرَّبِينَ ، وَأَنْبِيَائِكَ المُرْسَلِينَ ، وَحَمَلَةِ عَرْشِكَ المُقَدَّسِينَ ، وَأَوْلِيَائِكَ المُؤْمِنِينَ ، إلاَّ صَلَّيْتَ على مُحَمَّدٍ وَآلِهِ ، وَانْتَقَمْتَ لِنَفْسِك مِنْ عَدُوِّكَ ، وَغَضِبْتَ لِنَبِيِّكَ ، وَوَلِيِّكَ ، الذي افْتَرضْتَ طَاعتَهُ على عِبَادِكَ المُوَحِّدِينَ. وَطَهَّرْتَ أَرْضَكَ ، مِنَ العُتَاةِ الظَّالِمِين ، الجَبَابِرَةِ المُعْتَدِينَ ، وَوَلَّيْتَ أَرْضَكَ ، أَفْضَلَ عِبَادِكَ عنْدَكَ مَنْزِلَةً ، وَأَشْرَفَهُمْ لَدَيْكَ مَزِيَّةً ، وَأَعْظَمَهُمْ عِنْدَكَ قَدْراً ، وَأَطْوَعَهُمْ لَكَ أَمْراً ، وَأَكْثَرَهُمْ لَكَ ذِكْراً ، وَأَعْمَلَهُمْ في عِبَادِكَ ، وَبِلَادِكَ بِطَاعَتِكَ ، وَطَاعَةِ رَسُولِكَ ، وَأَقْوَمَهُمْ بِشَرَائِع دِينِكَ ، وَآيَاتِ كِتَابِكَ ، يا رَبِّ السَّموَاتِ وَالَأرْضِينَ ، وَمَنْ فِيهِمَا ، يا مُدَبِّرَ الَأوَّلِينَ ، وَالآخِرِينَ ، أَدْعُوكَ دُعَاءَ مُوقِنٍ بِالإجَابَةِ ، مُقِرٍ بِالرَّحْمَةِ ، مُتَوَقِّعٌ لِلْفَرَجِ ، رَاجٍ لِلْفَضْلِ ، خَائِفٍ مِنَ العِقَابِ ، وَجِلٍ مِنَ العَذَابِ ، رَاكِنٍ إلى عَفْوِكَ ، مُسَلِّمٍ لِقَضَائِكَ ، رَاضٍ بِحُكْمِكَ ، مُفَوِّضٍ ( أَمره ) إلَيْكَ ، فَأَجِبْ دُعَائي ، وَحَقِّقْ أَمَلِي ، يا عُدَّتِي عِنْدَ شِدَّتي ، وَيا غِيَاثي في كُرْبَتي ، وَيَا وَلِيِّ نِعْمَتي ، وَيَا غَافِرَ خَطِيئَتي ، وَيا كَاشِفَ مِحْنَتي ، بِعِزَّتِكَ وَجَلَالِكَ ، وَقُدْرَتِكَ ، وَكَمَالِكَ وَعَظَمَتِكَ ، وَبَهَائِكَ ، وَنُورِكَ ، وَسَنَائِكَ ، إنَّكَ فَعَالٌ لِمَا تُرِيدُ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وبعد ما ذكر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الشريف ، نعم الله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370 ـ 372 ).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والطافه على انبيائه ورسله ، قدم جميع كلمات الثناء ، والتعظيم ، للخالق الحكيم ، سائلا اياه ، أن يطهر الارض من الحكام المجرمين ، والعتاة الظالمين الذي صادروا حريات الناس ، ونهبوا ثرواتهم ، واستبدوا في أمورهم ، وطلب من الله تعالى ، ان يمن على الامة بحكام عادلين ، يضعون المصلحة العامة ، فوق الاعتبارات ، ويعملون بكتاب الله ، وسنة نبيه ، لقد كان المقطع الاخير من هذا الدعاء ، سياسيا بكل ما تحمله هذه الكلمة من معنى.</w:t>
      </w:r>
    </w:p>
    <w:p w:rsidR="00A60096" w:rsidRPr="00055134" w:rsidRDefault="00A60096" w:rsidP="00A60096">
      <w:pPr>
        <w:pStyle w:val="Heading3"/>
        <w:rPr>
          <w:rtl/>
        </w:rPr>
      </w:pPr>
      <w:bookmarkStart w:id="121" w:name="_Toc405289503"/>
      <w:r w:rsidRPr="00055134">
        <w:rPr>
          <w:rtl/>
        </w:rPr>
        <w:t>3 ـ دعاؤه الجامع لمهام الامور</w:t>
      </w:r>
      <w:bookmarkEnd w:id="121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هذه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الجامعة لمهام الامور.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هذا الدعاء الجليل ، وقد علمه تلميذه نوحا أبا اليقظان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بِرَحْمَتِكَ التي لا تُنَالُ مِنْكَ إلَا بِرِضَاكَ ، الخُروُجَ مِنْ جَمِيعِ مَعَاصِيكَ ، وَالدُّخُولَ في كُلِّ ما يُرْضِيكَ ، وَالنَّجَاةَ مِنْ كُلِّ وَرْطَةٍ ، وَالمُخْرَجَ مِنْ كُلِّ كَبِيرَةٍ ، أُتِيَ بِهَا مِنِّي عَمْداً ، وَزُلَّ بِهَا مِنيِّ خَطَأً ، وَخَطَرَتْ بِهَا عَلَىَّ خَطَرَاتُ الشَّيْطَانِ ، أَسْأَلُكَ خَوْفاً تُوقِفُني بِهِ على حُدُودِكَ ، وَرِضَاكَ ، وَاشْعَبْ بِهِ عَنِّي كُلِّ شَهْوَةٍ خَطَرَ بِهَا هَوَايَ ، وَاسْتَزَلَّ بِهَا رَأْيي ، لِيُجَاوِزَ حُدُودَ جَلَالِكَ ، أَسْأَلُكَ اللّهُمَّ الَأخْذَ بِأَحْسَنِ مَا تَعْلَمُ ، وَتَرْكِ سَيِّءِ كُلِّ ما تَعْلَمُ ، من خطَأي حَيْثُ لا أَعْلَمُ ، أَوْ مِنْ حَيْثُ أَعْلَمُ ، أَسْأَلُكَ السَّعَةَ في الرِّزْقِ ، وَالزُّهْدَ في الكَفَافِ ، وَالمَخْرَجَ بِالبَيَانِ مِنْ كُلِّ شُبْهَةٍ ، وَالصَّوَابَ في كُلِّ حُجَّةٍ ، وَالصِّدْقَ في جَمِيعِ مَوَاطِنِ السُّخْطِ وَالرِّضَا ، وَتَرْكَ قَلِيلِ البَغْيِ ، وَكَثِيرِهِ ، في القَوْلِ مِني وَالفِعلِ ، وَتَمَامَ نِعْمَتِكَ في جَمِيعِ الأشْيَاءِ ، وَالشُكْرَ لَكَ عَلَيْهَا ، لِكَيْ تُرْضِيَني وَبَعْدَ الرِضَا ، وَأَسْأَلُكَ الخِيَرَةَ في كُلِّ ما يَكُونُ فِيهِ الخِيَرةُ بِمَيْسُورِ الُأمُورِ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كُلِّهَا ، لا بِمَعْسُورِهَا ، يا كَرِيمُ ، يا كَرِيمُ ، وِافْتَحْ لي بَابَ الامْر الذي فِيهِ ، العَافِيَةُ وَالفَرَجُ ، وَافْتَحْ لي بابَهُ ، وَيَسِّرْ لي مَخْرَجَهُ ، وَمَنْ قَدَّرَتْ لَهُ عَلَيَّ مَقْدِرَةً مِنْ خَلْقِكَ ، فَخُذْ مِنِّي بِسَمْعِهِ وَبَصَرِهِ وَلِسَانِهِ وَيَدِهِ ، وَخُذْهُ عَنْ يَمِيِنِهِ ، وَعَنْ يَسَارِهِ ، وَمِنْ خَلْفِهِ ، وِمِنْ قُدَّامِهِ ، وَامْنَعْهُ أَنْ يَصِلَ لي بِسُوءٍ ، عَزَّ جَارُكَ ، وَجَلَّ ثَنَاءُ وَجْهِكَ ، وَلا إلهَ غَيْرُكَ ، أَنْتَ رَبِّي وَأَنَا عَبْدُكَ.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رَجَائِي في كُلِّ كَرْبَةٍ ، وَأَنْتَ ثِقَتي في كُلِّ شِدَّةٍ ، وَأَنْتَ لي في كُلِّ أَمْرٍ نَزَلَ بي ثِقَةٌ وَعُدَّةٌ ، كَمْ مِنْ كَرْبٍ يَضْعُفُ عَنْهُ الفُؤَادُ ، وَتَقِلُّ فِيهِ الحِيلَةُ ، وَيَشْمَتُ فِيهِ العَدُوُّ ، وَتُعْيِيني فِيهِ الأمُورُ ، أَنْزَلْتُهُ بِكَ ، وَشَكَوْتُهُ إلَيْكَ ، رَاغِباً فِيهِ إلَيْكَ ، عَمَّنْ سِوَاكَ ، قَدْ فَرَّجْتَهُ وَكَفَيْتَهُ ، فَأَنْتَ وَلِيُّ كُلِّ نِعْمَةٍ وَصَاحِبُ كُلِّ حَاجَةٍ ، وَمُنْتَهَى كُلِّ رَغْبَةٍ ، فَلَكَ الحَمْدُ كَثِيراً وَلَكَ المَنُّ فَاضِلاً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سأل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الله تعالى في هذا الدعاء الشريف ، أن يوفقه لكل ما يقربه ، إليه زلفى ، وأن يبعده ، عن كل طريق منحرف ، لا يوصله إلى الحق ، ولا إلى طريق مستقيم.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لقد كان هذا الدعاء ، جامعا لمهام أمور الدين والدنيا ، وملما بجميع وسائل الخير ..</w:t>
      </w:r>
    </w:p>
    <w:p w:rsidR="00A60096" w:rsidRPr="00055134" w:rsidRDefault="00A60096" w:rsidP="00A60096">
      <w:pPr>
        <w:pStyle w:val="Heading3"/>
        <w:rPr>
          <w:rtl/>
        </w:rPr>
      </w:pPr>
      <w:bookmarkStart w:id="122" w:name="_Toc405289504"/>
      <w:r w:rsidRPr="00055134">
        <w:rPr>
          <w:rtl/>
        </w:rPr>
        <w:t>4 ـ دعاؤه الجامع لوسائل الخير</w:t>
      </w:r>
      <w:bookmarkEnd w:id="122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الجامعة لوسائل الخير هذا الدعاء الجليل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592 ـ 593.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اللّهُمَّ ، إمْلْأ قَلْبي حُبَّاً لَكَ ، وَخِشْيَةً مِنْكَ ، وَتَصْدِيقاً وَإيمَاناً بِكَ ، وَفَرجاً مِنْكَ وَشَوقاً إلَيْكَ ، يا ذا الجَلَالَ وَالإِكرَامِ ، اللّهُمَّ ، حَبِّبْ إلَيَّ لِقَاءَكَ ، وَاجْعَلْ لي في لِقَائِكَ خَيْرَ الرَّحْمَةِ وَالبَرَكَةِ ، وَأَلْحِقْني بِالصَّالِحِينَ ، وَلا تُخْزِنَي مَعَ الأشْرَارِ ، وَأَلْحِقْني بِصَالِحِ مَنْ مَضَى ، وَاجْعَلْني مِنَ صَالِحِ مَنْ بَقِيَ ، وَخُذْ بي في سَبيلِ الصَّالِحِينَ ، وَأَعِنِّي على نَفْسِي ، بِمَا تُعِينُ بِهِ الصَّالِحِينَ على أَنْفُسِهِمْ ، وَلا تَرُدَّنِي في سَوءٍ إسْتَنْقَذْتَني مِنْهُ يا رَبَّ العَالَمِينَ ، أَسْأَلُكَ إيمَاناً لا أَجَلَ لَهُ دُونَ لِقَائِكَ ، تُحْيِيني وَتُمِيتُني عَلَيْهِ ، وَتَبْعَثُني عَلَيْهِ ، إذَا بَعَثْتَني ، وَأَبْرِىءْ قَلْبي مِنَ الرِّيَاءِ ، وَالسُّمْعَةِ ، وَالشَكَّ في دِينِكَ.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أَعْطِني نَصْراً في دِينِكَ ، وَقُوَّةً في عِبَادَتِكَ ، وَفَهْْمَاً في خَلْقِكَ ، وَاكْفَلْني في رَحْمَتِكَ ، وَبَيِّضْ وَجْهي بِنُورِكَ ، وَاجْعَلْ رَغْبَتي فِيمَا عِنْدَكَ ، وَتَوَفني في سَبِيلِكَ على مِلَّتِكَ وَمِلَّةِ رَسُولِكَ.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أَعُوذُ بِكَ مِنْ الكَسَلِ وَالهَمِّ ، وَالجُبْنَ ، وَالبُخْلِ ، وَالقَسْوَةِ ، وَالفَتْرَةِ ، وَالمَسْكَنَةِ ، أَعُوذُ بِكَ يا رَبِّ مِنْ نَفْسٍ لا تَشْبَعُ ، وَمِنْ قَلْبٍ لا يَخْشَعُ ، وَمِنْ دُعَاءٍ لا يُسْمَعُ ، وَمِنْ صَلَاةٍ لا تُرْفَعُ ، وَأُعيذُ بِكَ نَفْسِي ، وَأَهْلي ، وَذُرِّيَتي ، مِنَ الشَّيْطَانِ الرَّجِيمِ ، اللّهُمَّ لا يُجِيرُني مِنْكَ أَحَدٌ ، وَلا أَجِدُ مِنْ دُونِكَ مُلْتَحَداً ، فَلَا تَخْذُلْني ولا تَرُدَّني في هَلَكَةِ ، وَلا تُرْدِني بِعَذَابِ ، أَسْأَلُكَ الثَبَّاتَ على دِينِكَ ، وَالتَصْدِيقَ بِكِتَابِكَ وَتَقَبَّلْ مِنِّي ، وَزِدْني مِنْ فَضْلِكَ ، إنِّي إلَيْكَ رَاغِبٌ ، اللّهُمَّ ، إجْعَلْ ثَوَابَ مَنْطِقي ، وَثَوَابَ مَجْلِسي ، رِضَاكَ عَنِّي ، وَاجْعَلْ عَمَلي ، وَدُعَائي خَالِصاً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لَكَ ، وَاجْعَلْ ثَوَابِي الجَنَّةَ بِرَحْمَتِكَ ، وَاجْمَعْ لي جَمِيعَ ما سَأَلْتُكَ ، وَزِدْني مِنْ فَضْلِكَ إنِّي إلَيْكَ رَاغِبٌ.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غَارَتِ النُّجُومُ ، وَنَامَتِ العُيُونُ ، وَأَنْتَ الحَيُّ القَيُّومُ ، لا يُوَارَي مِنْكَ لَيْلٌ سَاجٍ ، وَلا سَمَاءٌ ذَاتُ أَبْرَاجِ ، وَلَا أَرْضٌ ذَاتُ مِهَادٍ ، وَلا بَحْرٌ لُجِّيُّ وَلا ظُلُمَاتٌ بعْضُهَا فَوْقَ بَعْضٍ ، تُدْلِجُ الرَحْمَةَ على مَنْ تَشَاءُ مِنْ خَلْقِكَ ، تَعْلَمُ خَائِنَةَ الأعْيُنِ ، وَماَ تُخْفي الصُّدُورُ ، أَشْهَدُ بِمَا شَهِدْتَ بِهِ على نَفْسِكَ ، وَشَهِدْتُ مَلَائِكَتُكَ ، وَأُولُو العِلْمِ ، لا إلهَ إلاَّ أَنْتَ العَزِيزُ الحَكِيمُ ، وَمَنْ لَمْ يَشْهَدْ على ما شَهِدْتَ بِهِ على نَفْسِكَ ، وَشَهِدَتْ مَلَائِكَتُكَ وَأُولُو الِعْلِم ، فَاكْتُبْ شَهَادَتي مَكَانَ شَهَادَتِهِ ، اللّهُمَّ ، أَنْتَ السَّلَامُ ، وَمِنْكَ السَّلَامُ يا ذَا الجَلَالِ وَالإكْرَامِ أسالك أنْ تَفُكَّ رَقَبَتيِ مِنَ النَّارِ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وحفل هذا الدعاء الجليل ، بجميع وسائل الخير ، التي يسمو بها الانسان ، وترفع مستواه ، إلى أرقي درجات المنيبين والمتقين ، فما من وسيلة من وسائل الخير إلا سألها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 الله تعالى ، أن يمنحه اياها ، ويوفقه إلى العمل بها.</w:t>
      </w:r>
    </w:p>
    <w:p w:rsidR="00A60096" w:rsidRPr="00055134" w:rsidRDefault="00A60096" w:rsidP="00A60096">
      <w:pPr>
        <w:pStyle w:val="Heading3"/>
        <w:rPr>
          <w:rtl/>
        </w:rPr>
      </w:pPr>
      <w:bookmarkStart w:id="123" w:name="_Toc405289505"/>
      <w:r w:rsidRPr="00055134">
        <w:rPr>
          <w:rtl/>
        </w:rPr>
        <w:t>5 ـ دعاؤه الجامع للخضوع والخشوع لله</w:t>
      </w:r>
      <w:bookmarkEnd w:id="123"/>
      <w:r w:rsidRPr="0005513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الجامعة للخضوع والخشوع ، لله تعالى ، هذا الدعاء الجليل ، وقد أعطاه إلى عبدالرحمن بن سيابة ، وهذا نصه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586 ـ 587.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الحَمْدُ للهِ وَليِّ الحَمْدُ ، وَأَهْلِه وَمُنْتَهاهُ وَمَحِلِّه ، أَخْلَصَ مَنْ وَحَّدَهُ ، وَاهْتَدَى مَنْ عَبَدَهُ ، وَفَازَ مَنْ أَطَاعَهُ ، وَأَمِنَ المُعْتَصِمُ بِهِ.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يا ذَا الجُودِ وَالمَجْدِ ، وَالثَّنَاءِ الجَمِيلِ وَالحَمْدِ ، أَسْأَلُكَ مَسْأَلَةَ مَنْ خَضَعَ لَكَ ، بِرَقَبَتِهِ ، وَرَغِمَ لَكَ أَنْفُهُ ، وَعَفَّرَ لَكَ وَجْهَهُ ، وَذَلَّلَ لَكَ نَفْسَهُ ، وَفَاضَتْ مِنْ خَوْفِك دُمُوعُهُ ، وَتَرَدَّدَتْ عَبْرَتُهُ ، وَاعْتَرَفَ لَكَ بِذُنُوبِهِ ، وَفَضَحَتْهُ عِنْدِكَ خَطِيئَتُهُ ، وَشَانَتْهُ عِنْدَكَ جَرِيرَتُهُ ، وَضَعُفَتْ عِنْدَ ذَلِكَ قُوَّتُهُ ، وَقَلَّتْ حيلَتُهُ ، وَأنْقَطَعَتْ عَنْهُ أَسْبَابُ خَدائِعِهِ ، وَأَضْمَحَلَّ عَنْهُ كُلُّ بَاطِلِ ، وَأَلْجَأَتْهُ ذُنُوبُهُ إلى ذُلِّ مَقَامِهِ بَيْنَ يَدَيْكَ ، وَخُضُوعِهِ لَدَيْكَ ، وَابْتِهَالِهِ إلَيْكَ ، أَسْأَلُكَ اللّهُمَّ ، سُؤَالَ مَنْ هُوَ بِمَنْزِلَتِهِ ، أَرْغَبُ إلَيْكَ كَرَغْبَتِهِ وَأَتَضَرَّعُ إلَيْكَ كَتَضَرُّعِهِ ، وَاْبَتِهُل إلَيْكَ كَأَشَدِّ ابْتِهَالِهِ.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اللّهُمَّ ، فَارْحَمِ اِستِكَانَةَ مَنْطِقي ، وَذُلَّ مَقَامي وَمَجْلِسِي ، وَخُضُوعِي إلَيْكَ بِرَقَبَتي ، أَسْأَلُكَ اللّهُمَّ الهُدَى مِنَ الضَّلَالَةِ ، وَالبَصِيرَةَ مِنَ العَمَى ، وَالرُشْدَ مِنَ الغِوَايَةِ ، وَأَسْأَلُكَ اللّهُمَّ ، أَكْثَرَ الحَمْدُ عِنْدَ الرِضَاءِ ، وَأَجْمَلَ الصَّبْرِ عِنْدَ المُصيبَةِ ، وَأَفْضَلَ الشُّكْرِ عِنْدَ مَوْضعِ ِالشُّكْرِ ، وَالتَسْلِيمَ عِنْدَ الشُّبُهَاتِ ، وَأَسْأَلُكَ القُوَّةَ في طَاعَتِكَ ، وَالضَعْفَ عَنْ مَعْصِيَتِكَ ، وَالهَرَبَ إلَيْكَ مِنْكَ ، وَالتَقَرُّبَ إلَيْكَ رَبِّي لِتَرْضَى ، وَالتّحري لِكُلِّ ما يُرْضيكَ عَني ، في إسْخَاطِ خَلْقِكَ ، إلْتِمَاسًا لِرَضَاكَ ، رَبِّ مَنْ أَرْجُوهُ إنْ لَمْ تَرْحَمْني ، أَوْ مَنْ يَعُودُ عَلَيَّ إنْ أَقْصَيْتَني ، أَوْ مَنْ يَنْفَعُني عَفْوُهُ إنْ عَاقَبْتَني ، أَوْ مَنْ آمُلُ عَطَايَاهُ إنْ حَرَمْتَني ، أَوْ مَنْ يَمْلِكُ كَرَامَتي إنْ أَهَنْتَني ، أَوْ مَنْ يَضُرُّني هَوَانُهُ إنْ أَكْرَمْتَني ، رَبِّ ما أَسْوَأ فِعْلي ، وَأَقْبَحَ عَمَلي ، وَأَقْسَ قَلْبِي ، وَأَطْوَلَ أَمَلِي ، وَأَقْصَرَ أَجَلِي ، وَأَجْرَأَني على عِصْيَانِ مَنْ خَلَقَني ، رَبِّ ما أَحْسَنَ بَلَاءَكَ عِنْدِي ، وَأَظْهَرَ نَعْمَاءَكَ عَلَيَّ</w:t>
      </w:r>
      <w:r>
        <w:rPr>
          <w:rFonts w:hint="cs"/>
          <w:rtl/>
        </w:rPr>
        <w:t xml:space="preserve"> </w:t>
      </w:r>
      <w:r>
        <w:rPr>
          <w:rtl/>
        </w:rPr>
        <w:t xml:space="preserve">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كَثُرتْ عَلَيَّ مِنْكَ النِعَمُ فَمَا أُحْصيهَا ، وَقَلَّ مِني الشَّكْرُ فِيمَا أَوْلَيْتِنِيهُ ، فَبَطِرْتُ بِالنِعَمِ ، وَتَعَرَّضْتُ لِلْنِّقَمِ ، وَسَهَوْتُ عَنِ الذِكْرِ ، وَرَكِبْتُ الجَهْلَ بَعْدَ العِلْمِ ، وَجُزْتُ مِنَ العَدْلِ إلى الظُلْمِ ، وَجَاوَزْتُ البِرِّ إلى الإثْمِ ، وَصِرْتُ إلى الهَرَبِ مِنَ الخَوْفِ وَالُحُزْنِ ، فَمَا أَصْغَرَ حَسَنَاتي ، وَأَقَلَّهَا في كَثْرَةِ ذُنُوبِي ، وَأَعْظَمَهَا على قَدْرِ صِغَرِ خَلْقي ، وَضَعْفِ رُكْني ، رَبِّ وَمَا أَطْوَلَ أَمَلي في قِصَرِ أَجَلي في بُعْدِ أَمَلي ، وَمَا أَقْبَحَ سَرِيرَتي في عَلَانِيَتِي ، رَبِّ لا حُجَّةَ لي إنِ احْتَجَجتُ ، وَلا عُذْرَ لي إن اعْتَذَرْتُ ، وَلا شُكْرَ عِنْدِي إنْ أَبْلَيْتَ وَأَوْلَيْتَ ، إنْ لَمْ تُعِنِّي على شكرِ ما أَوْلَيْتَ ، رَبِّ ما أَخَفَّ مِيزَاني غَداً إنْ لَمْ تُرْجِحْهُ ، وَأَزَلَّ لِسَاني إنْ لَمْ تُثْبِّتْهُ ، وَأَسْوَدَ وَجْهِي إنْ لَمْ تُبَيِّضهُ ، رَبِّ كَيْفَ لي بِذُنُوبي التي سَلَفَتْ مِنِّي ، قَدْ هُدَّتْ لَهَا أَرْكَانِي ، رَبِّ كَيْفَ أَطْلُبُ شَهَوَاتِ الدُّنْيَا ، وَأَبْكي على خَيْبَتي مِنْهَا ، وَلَا أَبْكي وَتَشْتَدُّ حَسَرَاتي على عِصْيَاني ، وَتَفْرِيطِي ، رَبِّ دَعَتْني دَوَاعي الدُّنْيَا فَأَجَبْتُهَا سَرِيعاً ، وَرَكَنْتُ إلَيْهَا طَائِعاً ، وَدَعَتْني دَوَاعي الآخِرَةِ فَثَبِطْتُ عَنْهَا ، وَأَبْطَأْتُ في الإجَابَةِ وَالمُسَارَعَةِ إلَيْهَا ، كَمَا سَارَعْتَ إلى دَوَاعي الدُّنْيَا وَحُطَامِهَا الهَامِدِ ، وَهَشِيمِهَا البَائِدِ وَسَرَابِهَا الذَاهِبِ ، رَبِّ خَوَّفْتَني وَشَوَّقْتَني ، وَاحْتَجَجْتُ عَلَيَّ بِرِقِّي ، وَكَفِلْتَ لي بِرَزْقي ، فَأمِنْتَ مِنْ خَوْفِكَ ، وَتَثَبَطْتُ عَنْ تَشْوِيقِكَ ، وَلَمْ أَتَّكِلْ على ضَمَانِكَ ، وَتَهَاوَنْتَ بِاحْتِجَاجِكَ ، اللّهُمَّ ، فَاجْعَلْ أَمْني مِنْكَ في هَذِهِ الدُّنْيَا خَوْفاً ، وَحَوِّلْ تَثْبِيطِي شُوْقاً ، وَتَهاوُني بِحُجَّتِكَ فَرَقاً مِنْكَ ، ثُمَّ إرضِني بِمَا قَسَمْتَ لي مِنْ رِزْقِكَ يا كَرِيمُ ، أَسْأَلُكَ بِاسْمِكَ العَظِيمِ رِضَاكَ عنْدَ السَّخْطَةِ ، وَالفَرْجَةَ عِنْدَ الكُرْبَةِ ، وَالنُّورَ عِنْدَ الظُلْمَةِ ، وَالبَصيِرَةَ عِنْدَ تَشْبِيهِ الفِتْنَةِ ، رَبِّ اجْعَلْ جُنَّتي مِنْ خَطَايَايَ حَصِينَةٌ ، وَدَرَجَاتي في الجِنَانِ رَفِيعَةٌ ، وَأَعْمَالي كُلَّهَا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مُتَقَبِّلَةٌ ، وَحَسَنَاتي مُضَاعَفَةٌ زَاكِيَةٌ ، أَعُوذُ بِكَ مِنَ الفِتَنِ كُلِّهَا ، ما ظَهَرَ مِنْهَا وَما بَطَنَ ، وَمِنْ رَفِيعِ المَطْعَمِ وَالمَشْرَبِ ، وَمِنْ شَرِّ ما أَعْلَمُ ، وَمِنْ شَرِّ ما لا أَعْلَمُ ، وَأَعُوذُ بِكَ مِنْ أَنْ أَشْتَريَ الجَهْلَ بِالعِلْمِ ، وَالجَفَاءَ بِالحِلْمِ ، وَالجَوْرَ بِالعَدْلِ ، وَالقَطِيعَةَ بِالبِرِّ ، وَالجَزَعَ بِالصَبْرِ ، وَالهُدَى بِالضَلَالَةِ ، وَالكُفْرَ بِالإيمَانِ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احتوى هذا الدعاء الجليل على جميع ألوان الخضوع والخشوع ، لله تعالى ، خالق الكون وواهب الحياة ، الذي آمن له كأعظم ما يكون الايمان ،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الذين رفعوا مشعل التوحيد ، ونشروا حقيقة الايمان بسلوكهم وأدعيتهم ، ومناجاتهم مع الله.</w:t>
      </w:r>
    </w:p>
    <w:p w:rsidR="00A60096" w:rsidRPr="007676C1" w:rsidRDefault="00A60096" w:rsidP="00A60096">
      <w:pPr>
        <w:pStyle w:val="Heading3"/>
        <w:rPr>
          <w:rtl/>
        </w:rPr>
      </w:pPr>
      <w:bookmarkStart w:id="124" w:name="_Toc405289506"/>
      <w:r w:rsidRPr="007676C1">
        <w:rPr>
          <w:rtl/>
        </w:rPr>
        <w:t>6 ـ دعاؤه الجامع لتوحيد الله</w:t>
      </w:r>
      <w:bookmarkEnd w:id="124"/>
      <w:r w:rsidRPr="007676C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الجامع ، لتوحيد الله تعالى ، وقد أملاه ، على عمرو بن أبي المقدام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أَنْتَ الله لا إلهَ إلاَّ أَنْتَ ، الحليمُ الكريمُ ، وَأَنْتَ اللهُ لا إلهَ إلاَّ أَنْتَ ، العَزِيزُ الحَكيمُ ، وَأَنْتَ اللهُ لا إلهَ إلاَّ أَنْتَ الوَاحِدُ القَهَّارُ ، وَأَنْتَ اللهُ لا إلهَ إلاَّ أَنْتَ ، المَلِكُ الجَبَّارُ ، وَأَنْتَ اللهُ لا إلهَ إلاَّ أَنْتَ ، الرَّحِيمُ الغَفَّارُ ، وَأَنْتَ اللهُ لا إلهَ إلاَّ أَنْتَ ، الشَّدِيدُ المِحَالُ ، وَأَنْتَ اللهُ لا إلهَ إلاَّ أَنْتَ ، الكَبِيرُ المُتَعَالِ ، وَأَنْتَ اللهُ لا إلهَ إلاَّ أَنْتَ ، السّمِيعُ البَّصِيرُ ، وَأَنْتَ اللهُ لا إلهَ إلاَّ أَنْتَ ، المَنِيعُ القَدِيرُ ، وَأَنْتَ اللهُ لا إلهَ إلاَّ أَنْتَ ، الغَفُورُ الشَكُورُ ، وَأَنْتَ اللهُ لا إلهَ إلاَّ أَنْتَ ، الحَمِيدُ المَجِيدُ ، وَأَنْتَ اللهُ ، لا إلهَ إلاَّ أَنْتَ ، الغَفُورُ الوَدُودُ ، وَأَنْتَ اللهُ لا إلهَ إلاَّ أَنْتَ الحَنَّانُ المَنَّانُ ، وَأَنْتَ اللهُ لا إلهَ إلاَّ أَنْتَ ، الحَلِيمُ الدَيَّانُ ، وَأَنْتَ الله ، لا إلهَ إلاَّ أَنْتَ ، الجَوَادُ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1 ـ اصول الكافي 2 / 590 ـ 592.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المَاجِدُ ، وَأَنْت الله ، لا إلهَ إلاَّ أَنْتَ ، الوَاحِدُ الَأحدُ ، وَأَنْتَ اللهُ لا إلهَ إلاَّ أَنْتَ ، الغَائِبُ الشَّاهِدُ ، وَأَنْتَ اللهُ لا إلهَ إلاَّ أَنْتَ ، الظاهِرُ الباطنُ ، وَأَنْتَ اللهُ ، لا إلهَ إلاَّ أَنْتَ ، بِكُلِّ شيْءٍ عليمٌ.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تَمَّ نُورُكَ فَهَدَيْتَ ، وَبَسَطْتَ يَدَكَ فَأَعْطَيْتَ ، رَبَّنَا وَجْهُكَ أَكْرَمُ الوُجُوهِ ، وَجِهَتُكَ خَيْرُ الجِهَاتِ ، وَعَطِيَّتُكَ أَفْضَلُ العَطَايَا ، وَأَهْنَأْهَا ، تُطاعُ رَبَّنَا فَتُشْكَرَ ، وَتُعْصَى رَبَّنَا فَتَغْفِرُ لِمَنْ شِئْتَ ، تُجِيبُ المُضْطَرِّينَ ، وَتكْشفُ السُوءَ ، وَتَقْبَلُ التَّوْبَةَ ، وَتَعْفُو عَنِ الذُنُوبِ ، لا تُجَارَي آيَاديك ، ولا تُحْصَى نِعَمُكَ ، وَلَا يبْلُغُ مِدْحَتُكَ قَوْلَ قَائِلٍ.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صَلِّ على مُحَمَّدٍ وَآلِ مُحَمَّدٍ ، وَعَجِّلْ فَرَجَهُمْ ، وَرَوحَهُمْ ، وَرَاحَتَهُمْ ، وَسُرُورَهُمْ ، وَأَذِقْني طَعْمَ فَرَجِهِمْ ، وَأهْلكْ أَعْدَاءَهُمْ مِنَ الجِنِّ وَالإِنْسِ ، وَآتِنَا في الدُّنْيَا حَسَنَةً وفي الآخِرَةِ حَسَنَةً ، وَقِنَا عَذَابَ النَّارِ ، وَاجْعَلْنَا مِنَ الذِينَ لا خوْفُ عَلَيْهِمْ ، وَلَا هُمْ يَحْزَنُونَ ، وَعلى رَبِّهِمْ يَتَوَكَّلُونَ ، وَثَبِّتْني بِالقَوْلِ الثَّابِتِ ، في الحَيَاةِ الدُّنْيَا ، وفي الآخِرَةِ ، وَبَارِكْ لي في المَحْيَا ، وَالمَمَاتِ وَالمَوْقِفِ وَالنُشُورِ وَالحسَابِ وَالمِيزَانِ ، وَأَهْوَالِ يَوْمَ القِيَامَةِ ، وَسَلِّمْني على الصِرَاطِ ، وَأَجِزْني عَلَيْهِ ، وَارْزُقْني عِلْماً نَافِعاً ، وَيَقِيناً صَادِقاً وَتُقىً وَبِرّاً ، وَوَرَعاً وَخَوْفاً مِنْكَ ، وَفَرَقاً يُبَلِّغُني مِنْكَ زُلْفَى ، وَلا يُبَاعِدُني مِنْكَ ، وَأَحْببْني وَلا تَبْغُضْني ، وَتَوَلَّني ، وَلا تَخْذُلْني ، وَأَعَطِني مِنْ جَمِيعِ خَيْرٍ الدُّنْيَا وَالآخِرَةِ ، ما عَلَمْتُ مِنْهُ ، وَمَا لَمْ أَعْلَمْ ، وَأَجِرْني مِنَ السُوءِ كُلِّهِ ، بِحَذَافِيرِهِ ، ما عَلِمْتُ مِنْهُ وَمَا لَمْ أَعْلَمْ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583 ـ 584.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قدم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أجمل عبارات التوحيد ، وأبدعها ، لله تعالى ، الذي خلق جميع الكائنات ، ومما لا شبهة فيه ، إن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هو سيد الموحدين ، وإمام المتقين ، فقد رفع كلمة التوحيد ، بإبطاله لشبه الملحدين ، وأوهامهم ، وبهذه الادعية العظيمة ، التي هي غذاء للؤمنين والمتقين.</w:t>
      </w:r>
    </w:p>
    <w:p w:rsidR="00A60096" w:rsidRPr="007676C1" w:rsidRDefault="00A60096" w:rsidP="00A60096">
      <w:pPr>
        <w:pStyle w:val="Heading3"/>
        <w:rPr>
          <w:rtl/>
        </w:rPr>
      </w:pPr>
      <w:bookmarkStart w:id="125" w:name="_Toc405289507"/>
      <w:r w:rsidRPr="007676C1">
        <w:rPr>
          <w:rtl/>
        </w:rPr>
        <w:t>7 ـ دعاؤه الجامع في طلب الامن والسلامة</w:t>
      </w:r>
      <w:bookmarkEnd w:id="125"/>
      <w:r w:rsidRPr="007676C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الجامعة ، لطلب الامن والسلامة ، وغيرها ، من معالي الامور ، 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أَمْناً وَإيمَاناً ، وَسَلَامَةً وَإسْلَاماً ، وَرِزْقاً وَغِنىً ، وَمَغْفِرَةً لا تُغَادِرُ ذَنْباً ، اللّهُمَّ ، إنِّي أَسْأَلُكَ الهُدَى وَالتُقَى ، وَالعِفَّةَ وَالغِنَى ، يا خَيْرَ مَنْ نُودِيَ فَأَجَابَ ، وَيَا خَيْرَ مَنْ دُعِيَ فَاسْتَجَابَ وَيا خَيْرَ مَنْ عُبِدَ فَأَثَابَ ، با جَلِيسَ كُلِّ مُتَوَحِّدٍ مَعَكَ ، وَيَا أَنِيسَ كُلِّ مُتَقَرِّبٍ يَخْلُو بِكَ ، يا مَنِ الكرِمُ مِنْ صِفَةِ أَفْعَالِهِ ، وَالكَرِيمُ مِنْ أَجَلِّ أَسْمَائِهِ ، أَعِذْني وَأَجِرني يا كَرِيم.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أَجِرْني مِنَ النَّارِ ، وَارْزُقْني صُحْبَةَ الَأخْيَارِ ، وَاجْعَلْني يَوْمَ القِيَامَةِ مِنَ الَأبْرَارِ ، إنَّكَ وَاحِدٌ قَهَّارٌ ، مَلِكُ جَبَّارٌ ، عَزِيزٌ غَفَّارٌ.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مُسْتَجِيرُكَ فَأَجِرْني ، وَمُسْتَعِيذُكَ فَأَعِذْني ، وَمُسْتَغِيثُكَ فَأَغِثْني ، وَمُستَعِينُكَ فَأَعِني ، وَمُسْتَنقِذُكَ فَأَنْقِذني ، وَمُسْتَنصِرُكَ فَانصُرني ، وَمُسْتَرْزِقُكَ فَارْزُقْني ، وَمُسْتَرْشِدُكَ فَأرْشِدْني ، وَمُسْتَعْصِمُكَ فَاعْصِمني ، وَمُسْتَهْدِيكَ فَاهْدِني ، وَمُسْتَكْفِيكَ فَاكْفِني ، وَمُسْتَرْحِمُكَ فَارْحَمْنِي ، وَمُسْتَتيبُكَ فَتُبْ عَلَيَّ ، وَمُسْتَغْفِرُكَ فَاغْفِرْ لي ذُنُوبي ، إنَّهُ لا يَغْفِرُ الذُنُوبَ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إلاَّ أَنْتَ ، يا مَنْ لا تَضُرُكَ المَعْصيةُ ، وَلا تُنْقِصُك المغْفرةُ ، اغْفِرْ لي ما لا يَضُرُّكَ ، وهبني لي مَا لا يُنْقِصُكَ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أرأيتم ، هذا التذلل والتضرع أمام الله؟ أرأيتم كيف أناب إلى الله تعالى؟ وكيف سأله؟ لقد أناب سليل النبوة إلى الله بقلبه وعواطفه ، وسأله خير ما في الدنيا والآخيرة.</w:t>
      </w:r>
    </w:p>
    <w:p w:rsidR="00A60096" w:rsidRPr="007676C1" w:rsidRDefault="00A60096" w:rsidP="00A60096">
      <w:pPr>
        <w:pStyle w:val="Heading3"/>
        <w:rPr>
          <w:rtl/>
        </w:rPr>
      </w:pPr>
      <w:bookmarkStart w:id="126" w:name="_Toc405289508"/>
      <w:r w:rsidRPr="007676C1">
        <w:rPr>
          <w:rtl/>
        </w:rPr>
        <w:t>8 ـ دعاؤه الجامع لتمجيد الله</w:t>
      </w:r>
      <w:bookmarkEnd w:id="126"/>
      <w:r w:rsidRPr="007676C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الجامعة ، لتمجيد الله تعالى ، والثناء عليه ،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أَنْتَ اللهُ ، لا إلهَ إلاَّ أَنْتَ رَبُ العَالَمِينَ ، أَنْتَ اللهُ ، لا إلهَ إلاَّ أَنْتَ الرَّحْمنُ الرَّحِيمُ ، أَنْتَ اللهُ ، لا إلهَ إلاَّ أَنْتَ العَزِيزُ الكَبِيرً ، أَنْتَ اللهُ ، لا إلهَ إلاَّ أَنْتَ مَالِكُ يَوْمَ الدِّينِ ، أَنْتَ اللهُ ، لا إلهَ إلاَّ أَنْتَ الغَفُورُ الرَّحِيمُ ، أَنْتَ اللهُ ، لا إلهَ إلاَّ أَنْتَ العَزِيزُ الحَكِيمُ ، أَنْتَ اللهُ ، لا إلهَ إلاَّ أَنْتَ مِنْكَ بَدَأَ الخَلْقِ ، وَإلَيْكَ يَعُودُ ، أَنْتَ اللهُ لا إلهَ إلاَّ أَنْتَ لَمْ تَزَلْ ، وَلا تَزَالُ ، أَنْتَ اللهُ ، لا إلهَ إلاَّ أَنْتَ خَالِقُ الخَيْرِ وَالشَرِّ ، أَنْتَ اللهُ ، لا إلهَ إلاَّ أَنْتَ خَالِقُ الجَنَّةِ وَالنَّارِ ، أَنْتَ اللهُ ، لا إلهَ إلاَّ أَنْتَ أَحَدٌ ، صَمَدٌ ، لَمْ يَلِدْ ، وَلَمْ يولَدْ ، وَلَمْ يَكُنْ لَهُ كُفُواً أَحَدٌ ، أَنْتَ اللهُ ، لا إلهَ إلاَّ أَنْتَ المَلِكُ القُدُّوسُ ، السَّلَامُ المُؤْمِنُ ، المُهَيْمِنُ العَزِيزُ الجَبَّارُ ، المُتَكَبِّرُ سُبْحَانَ الله عَمَّا يُشْرِكُونَ ، هُوَ اللهُ ، الخَالِقُ البَارِىءُ ، المُصَوِّرُ ، لَهُ الَأسْمَاءُ الحُسْنَى ، يُسَبِّحُ لَهُ ما في السَّموَاتِ وَالَأرْضِ ، وَهُوَ العَزِيزُ الحَكِيمُ ، لا إلهَ إلاَّ أَنْتَ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المصباح ( ص 283 ) البلد الامين ( ص 372 ).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وَالكِبْرِيَاءُ ردَاؤُكَ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، مدى انطباع حب الله تعالى ، في قلب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فقد أخلص في حبه ، وأخلص في توحيده ، وأناب إليه كأعظم ما تكون الانابة.</w:t>
      </w:r>
    </w:p>
    <w:p w:rsidR="00A60096" w:rsidRPr="007676C1" w:rsidRDefault="00A60096" w:rsidP="00A60096">
      <w:pPr>
        <w:pStyle w:val="Heading3"/>
        <w:rPr>
          <w:rtl/>
        </w:rPr>
      </w:pPr>
      <w:bookmarkStart w:id="127" w:name="_Toc405289509"/>
      <w:r w:rsidRPr="007676C1">
        <w:rPr>
          <w:rtl/>
        </w:rPr>
        <w:t>9 ـ دعاؤه الجامع لامور الدنيا والآخرة</w:t>
      </w:r>
      <w:bookmarkEnd w:id="127"/>
      <w:r w:rsidRPr="007676C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الجامعة ، لامور الدنيا والآخرة ، هذا الدعاء الجليل ، رواه عنه الفقيه أبو بصير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ثَوَابَ الشَّاكِرِينَ ، وَمَنْزلة المُقَرَّبين ، وَمُرَافَقة النَّبِيِّينَ ، اللّهُمَّ ، إنِّي أَسْأَلُكَ خَوْفَ العَاملِينَ لَكَ ، وَعَمَلَ الخَائِفينَ مِنْكَ ، وَخُشُوعَ العَابِدِينَ لَكَ ، وَيَقينَ المُتَوَكِّلِين عَلَيْكَ ، وَتَوَكُّلَ المُؤْمِنينَ بِكَ.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إنَّكَ بِحَاجَتي عَالِمٌ غَيْرُ مُعَلَّمٍ ، وَأَنْت لهَا وَاسِعٌ غَيْرُ مُتَكَلِّفٍ ، أَنْتَ الذي لا يُحْيفك سَائِلُ ، ولا يَنْقصنك نَائِلٌ ، ولا يَبْلُغ مِدْحَتَكَ قَوْلَ قائلٍ ، اللّهُمَّ إجْعَلْ لي فَرجاً قَريباً وأَجْراً عَظيماً وَسِتْراً جَمِيلاً.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إنَّكَ تَعْلَمُ أَنِّي على ظُلْمي لِنَفْْسِي ، وَاسْرَافي عليْها ، لَمْ أَتَّخِذُ لك ضدّاً ، ولَا نِدّاً وَلا صَاحبةً وَلا ولَدا ، يا مَنْ لا تَغْلِطُهُ المَسَائِلُ ، يا مَنْ لا يُشْغِلُهُ شَيْءٌ عَنْ شَيْءٍ ، وَلا سَمْعٌ عَنْ سَمْعٍ ، وَلَا بَصَرٌ عَنْ بَصَرٍ ، وَلَا يُبْرمْهُ إلْحاحُ المُلِحِّينَ ، أَسْأَلُكَ أَنْ تُفَرِّجَ عَنِّي ، في سَاعَتي هَذِهِ ، مِنْ حَيْثُ أَحْتَسِبُ ، وَمِنْ حَيْثُ لا أَحْتَسِبُ ، إنَّكَ تُحْيي العِظَامَ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516.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وَهِيَ رَمِيمٌ ، وَإنَّكَ على كُلِّ شَيْءٍ قَدِيرٌ ، يا مَنْ قَلَّ شُكْرِي فَلَمْ يُمْرِضْني ، وَعَظُمَتْ خَطِيئَتي فَلَمْ يَفْضَحْني ، وَرَآنِي على المَعَاصِي فَلَمْ يَجْبَهْني ، وَخَلَقَني لِلْذِي خَلَقَني لَهُ ، فَصَنَعْتُ غَيْرَ الذي صُنِعْتُ لَهُ ، فَنِعْمَ المَوْلَى أَنْتَ يا سَيِّدي ، وَبِئْسَ العَبْدُ أَنَا وَجَدْتَني ، وَنِعْمَ الطَّالِبُ أَنْتَ رَبِّي ، وَبِئْس المَطْلُوبُ أَنَا أَلْفَيْتَني ، عَبْدُكَ ، وَابْنُ عَبْدِكَ ، وَابْنُ أَمَتِكَ ، بَيْنَ يَدَيْكَ ، ما شِئْتَ صَنَعْتَ بي.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هَدَأَتِ الَأصْوَاتُ ، وَسَكَنَت الحَرَكَاتُ ، وَخَلَا كُلِّ حَبِيبٍ بِحَبِيبِه ، وَخَلَوتْ ُبِكَ ، أَنْتَ المَحْبُوبُ ، إلَيَّ ، فَاجْعلْ خَلْوَتي مِنَكَ اللَّيْلَةَ ، العَتْقَ مِنَ النَّار ، يا مَنْ ليْسَتْ لِعَالِمٍ فَوْقَهُ صِفَةٌ ، يا مَنْ لَيْسَ لِمَخْلُوقٍ دُونَهُ مِنْعَةُ ، يا أَوَّلَ ، قَبْلَ كُلِّ شَيْءٍ ، وَيَا آخِرُ ، بَعْدَ كُلِّ شَيْءٍ ، يا مَنْ لَيْسَ لَهُ عُنْصُرٌ ، وَيَا مَنْ يَفقَهُ بِكُلِّ لُغَةً يُدْعَى بِهَا ، وَيَا مَنْ عَفْوُهُ قَدِيمٌ ، وَبَِطْشُهُ شَدِيدٌ ، وَمُلْكُهُ مُسْتَقِيمٌ ، أَسْأَلُكَ ، بِاسْمِكَ الذي شافَهَكَ بِهِ مُوسَى ، يا اللهُ ، يا رَحْمنُ ، يا رَحِيمُ ، يا لا إلهَ إلاَّ أَنْتَ ، اللّهُمَّ ، أَنْتَ الصَّمَدُ ، أَسْأَلُكَ أَنْ تُصَلِّي ، على مُحَمَّدٍ وَعلى آلِ مُحَمَّدٍ ، وَأنْ تُدْخِلَني الجَنَّةَ بِرَحْمَتكَ ..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وهذا الدعاء ، من غرر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وذلك لما حواه من المطالب الجليلة ، والمضامين العالية ، ولو لم يكن له من أدعية ، إلا هذا الدعاء الشريف ، لكفى في التدليل على سمو تراثه الروحي.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593 ـ 595. </w:t>
      </w:r>
    </w:p>
    <w:p w:rsidR="00A60096" w:rsidRPr="007676C1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28" w:name="_Toc405289510"/>
      <w:r w:rsidRPr="007676C1">
        <w:rPr>
          <w:rtl/>
        </w:rPr>
        <w:lastRenderedPageBreak/>
        <w:t>10 ـ دعاؤه الفلسفي الذي علمه لجابر</w:t>
      </w:r>
      <w:bookmarkEnd w:id="128"/>
      <w:r w:rsidRPr="007676C1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الادعية الفلسفية الجامعة ، للامام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الجليل وقد علمه لتلميذه العظيم ، مفخرة الشرق ، جابر بن حيان ، وهو مما يستعان به على تلقي العلوم ، وحفظها ، والابداع فيها ، ولنترك الحديث لجابر فهو يحدثنا عن كيفية هذا الدعاء قال ما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إني كنت ألفت سيدي ـ يعني الامام الصادق ـ صلوات الله عليه كثيرا ، وكنت لهجا بالادعية ، وبخاصة ما كان يدعو به الفلاسفة ، وكنت أعرضه عليه وكان منها ما استحسنه ، ومنها ما يقول عنه : الناس كلهم يدعون بهذا ، وليس فيه خاصية ، فلما كثرت عليه علمني هذا الدعاء ، وهو من جنس دعاء الفلاسفة بل إنه لا فرق بيه ، وبين ما يدعو به الفلاسفة ، فإنه قد اختار من دعاء الفلاسفة ، أجزاء وأضاف إليها أجزاء ، وقال لي: لا يتم لك الامر إلا به ، وعندي أنه لا يتم لاحد ممن قرأ كتبي خاصة به أن أزال صورة الشيطان عن قلبه ، وترك اللجاج ، واستعمل محض الاسلام ، والدين ، والنية الجميلة ، وأما ما دام الشيطان يلعب به ، وينزله قصدا ، فليس ينفعه شيء ، وذلك أن اللجاج ليس هو من الشيطان وحده ، إنما هو من فساد النية ، فاتق الله يا هذا في نفسك ، واعمد إلى ما أوصيك به ، وهذه هي الوصية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إبدأ بالطهر ، بأن تفيض على بدنك ، ماء نظيفا ، في موضع نظيف ، ثم تلبس ثيابا طاهرة ، لا تمسها أمرأة حائض ، ثم تستخير الله ألف مرة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وتقول في استخارتك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أَسْتَخِيرُكَ في قَصْدِي ، فَوَفِّقْني ، وَأَزغِ الشَّيْطَانَ عَنِّي ، أِنَّكَ تَقْدِرُ عَلَيْهِ ، وَلا يَقْدِرُ عَلَيْكَ.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لم يذكر كيفية الاستخارة ، وانها هل هي بالمصحف أو غيره.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فإذا قلت ذلك ألف مرة ، عمدت إلى موضع طاهر نظيف ، وابتدأت فكبرت الله ، وقرأت الحمد ، وقل هو الله أحد مائة مرة ، وركعت ، وسجدت ، ثم قمت ، وصليت مثل ذلك ، ثم تشهدت ، وسلمت ، ثم قرأت في الركعتين الثانيتين مائة مرة : إذا جاء نصر الله والفتح ، وإذا سلمت أعدت مثل الركعتين الاوليين ، وقرأت : قل هو الله أحد مائة مرة ، ثم أعدت اثنتين بإذا جاء نصر الله والفتح ، ثم صليت ركعتين أخريين ، وهذا تمام العشر ، وقرأت سورة ، سورة ، ثم أتممت صلاتك ، وإياك أن تكلم احدا في خلال ذلك ، ويشغلك شاغل ، وأحرى المواضع بك ، الصحاري الخالية ، حتى لا يكلمك أحد البتة ، ثم إجلس ، وقل بعد أن تمد يديك إلى الله تعالى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قَدْ مَدَدْتُهُمَا إلَيْكَ طَالِباً مَرْضَاتَكَ ، وَأَسْأَلُكَ أَنْ لا تَرُدَّهُمَا خَائِبَتَينِ ، وَتَبْدَأُ وَتَقُولُ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أَنْتَ ، أَنْتَ ، يا مَنْ هُوَ هُوَ ، يا مَنْ لا يَعْلَمُ ما هُوَ إلاَّ هُوَ ، اللّهُمَّ ، أَنْتَ خَالِقُ الكُلِّ ، اللّهُمَّ ، أَنْتَ خَالِقُ العَقْل ، اللّهُمَّ ، أَنْتَ وَاهِبُ النَفْسِ الإِنْسَانِيََّةِ ، اللّهُمَّ ، أَنْتَ خَالِقُ العِلَّةِ ، اللّهُمَّ ، أَنْتَ خَالِقُ الرُّوحِ ، اللّهُمَّ ، أَنْتَ قَبْلَ الزَّمَانِ ، وَالمَكَانِ ، وَخَالِقُهُمَا ، اللّهُمَّ ، أَنْتَ فَاعِلُ الخَلْقِ بِالحَرَكَةِ وَالسُّكُونَ وَخَالِقُهُمَا.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قَصَدْتُكَ ، فَتَفَضَّلْ عَلَيَّ ، بِمَوْهِبَةِ العَقْلِ الرَّصِينِ ، وَإرْشَادِي في مَسْلَكي إلى الصِّرَاطِ المُسْتَقِيمِ.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بِكَ ، فَلَا شَيْءٍ أَعْظَمُ مِنْكَ ، نَوِّرْ قَلْبِي ، وَأَوْضِحْ لي سَبيلَ القَصْدُ إلى مَرْضَاتِكَ ..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أنِّي قَصَدْتُكَ ، وَنَازَعَتْني نَفْسَايَ: نَفْسِي النَّفْسَانِيَّةُ ، نَازَعَتْني إلَيْكَ ، وَنَفْسِي الحَيَوَانِيَّةُ ، نَازَعْتَني إلى طَلَبِ الدُّنْيَا.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اللّهُمَّ ، فيك ، لا أَعْظمَ مِنْكَ ، يا فاعل الكُلّ ؛ صَلِّ على مُحَمَّدٍ عَبْدِكَ وَرَسُولك ، وعلى آلِهِ وَأَصحابِه المُنْتَجبين ، وَاهْدِ نَفْسي النَّفْسانيَّة ، إلى ما أَنْتَ أَعْلَمُ به ، مِنْ مُرادهَا مِنْهَا ، وَبَلِّغْ نَفْسِي الحيَوَانِيَّة مِنْك غاية آمَالِها ، فَتَكُونَ عِنْدَكَ ، إذَا بَلَّغْتَهَا ذَلِكَ ، فَقَدْ بَلَّغْتَهَا الدُّنْيَا وَالآخِرَة ، إنَّهُ سَهْلٌ عَلَيْكَ.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أَعْلَمُ أَنَّكَ لا تَخَافُ خَلَلاً ، وَلا نُقْصَاناً يُوهِنُكَ ، بِرَحمَتِكَ ، وَكَرَمِكَ ، هَبْ لي ما سَأَلْتُكَ مِنَ الدُّنْيَا وَالآخِرَةِ ، اللّهُم ، يا وَاهِبَ الكُلِّ ، فَاجْعَلْ ذَلِكَ في مَرْضَاتِكَ ، وَلا تَجْعَلْهُ فِيمَا يُسْخِطُكَ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وَاجْعَلْ ما تَرْزُقُني ، عَوْناً على أَدَاءِ حُقُوقِكَ ، وَشَاهِداً لي عِنْدَكَ ، وَلا تَجْعَلْهُ شَاهِداً عَلَيَّ ، وَلا عَوْناً عَلَىَّ طَلَبِ ما يُعْرِضُكَ عَنّي.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يا خَالِقَ الكُلِّ ، أَنْتَ خَلَقْتَ قَلْبِي ، وَخَلَقْتَ الشَّيْطَانَ وَلَعَنْتَهُ ، بِمَا أَسْتَحَقَّهُ ، وَأَمَرْتَنَا أَنْ نَلْعَنَهُ ، فَاصْرِفْهُ عَنْ قَلْبِ وَليِّكَ ، وَأَعِنِّي على ما أَقْصِدُ لَهُ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تذكر حاجتك ، فإذا فرغت عن سائر ما تريد ، فعفر خديك على الارض ، ثم قل في تعفيرك عشر مرات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خَضَعَ وَجْهِيَ الذَّّلِيلُ الفَانِي لِوَجْهِكَ العَزِيزِ البَاقي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اجلس مليا ، وقم فتوجه ، وكبر ، واقرأ الحمد ، وسورة ألم نشرح لك صدرك ، واقرأها في الركعة الثانية فإذا سلمت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سَيِّدِي ، ما اهْتَدَيْتُ إلاَّ بِكَ ، وَلا عَلِمْتَ إلاَّ بِكَ ، وَلا قَصَدْتُ إلاَّ إلَيْكَ ، وَلا أَقْصِدُ وَلا أَرْجُو غَيْرَكَ ، اللّهُمَّ ، لا تُضِيعُ زِمَامَ قَصْدِي وَرَجَائي ، إنَّكَ لا تُضِيعُ أَجْرَ المُحْسِنِينَ ، وَانَّكَ تَقْضِي وَلا يُقْضَى عَلَيْكَ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قد وعدت الصابرين خير الجزاء منك ، ولاصبرن فيك كما خففت عني ، وصيرتني على امتحانك.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إنَّكَ قَدْ وَعَدْتَ بَعْدَ العُسْر يُسْراً ، اللّهُمَّ ، فامْحْ أوْقَاتَ العُسْر وَاجْعَلْهَا زِيَادَةً في أَوْقَاتِ اليُسْرِ ، وَاجْعَلْ ذلِكَ حظّاً مِنَ الدُّنْيَا ، وَخُظُوظاً مِنَ الآخِرَةِ.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إنَّ وَسِيلَتي إلَيْكَ مُحَمَداً ، وَصَفْوَةَ أَهْلِ بَيْتِهِ آمِين ، آمِينَ ، آمِينَ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قال لي سيدي في ذلك ، : إن الله عزوجل ، أكرم من أن يتوسل إليه إنسان ، بنبيه فيرده خائبا ، فإذا أتممت ذلك ، فتصدق في أثره درهمين وثلثين ، واجعله أربعة أقسام ، كل قسم أربعة دوانق ، فأول من يلقاك ، ممن يقبل الصدقة ، فاعطه ، وكذلك الثاني والثالث والرابع ، فان الله تعالى يحمدك العاقبة في سائر أمورك ، ويزجر الشيطان عن وجهك ، واقصد لما أنت تشتهيه ، فإنك ترى فيه الرشد ، ويرزقك الله قريبا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وعلق الدكتور زكي نجيب محمود على هذا الدعاء ، بقوله : أتريد أن تكون باحثا عالما؟ فخذ وصية جابر ، فإنها كبيرة النفع ، للسالكين في سبيل العلم ، علم الموازين ، وتركيب الطبائع ، على الجوهر تركيبا ، من شأنه أن ينتج لنا كل ما أردناه من كائنات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جابر بن حيان طبع بيروت ( ص 268 ـ 271 ).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جابر بن حيان ( ص 268 ).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29" w:name="_Toc405289511"/>
      <w:r>
        <w:rPr>
          <w:rtl/>
        </w:rPr>
        <w:lastRenderedPageBreak/>
        <w:t>القسم التاسع</w:t>
      </w:r>
      <w:bookmarkEnd w:id="129"/>
      <w:r>
        <w:rPr>
          <w:rtl/>
        </w:rPr>
        <w:t xml:space="preserve"> </w:t>
      </w:r>
    </w:p>
    <w:p w:rsidR="00A60096" w:rsidRDefault="00A60096" w:rsidP="00A60096">
      <w:pPr>
        <w:pStyle w:val="Heading1Center"/>
        <w:rPr>
          <w:rtl/>
        </w:rPr>
      </w:pPr>
      <w:bookmarkStart w:id="130" w:name="_Toc405289512"/>
      <w:r>
        <w:rPr>
          <w:rtl/>
        </w:rPr>
        <w:t>مناجاته ، وأدعيته القصار</w:t>
      </w:r>
      <w:bookmarkEnd w:id="130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وأثرت عن سليل النبوة ،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بعض المناجيات ، ومجموعة من الادعية القصار ، وهي من بدائع التراث الروحي في الاسلام ، وهي في نفس الوقت ، تمثل جانبا كبيرا من إنابته ، وتقواه ، وانقطاعه الكامل ، إلى الله تعالى ، وفي ما يلي ذلك مناجياته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ولم أعثر من </w:t>
      </w:r>
      <w:r w:rsidRPr="001363F8">
        <w:rPr>
          <w:rStyle w:val="Heading2Char"/>
          <w:rtl/>
        </w:rPr>
        <w:t>مناجيات</w:t>
      </w:r>
      <w:r>
        <w:rPr>
          <w:rtl/>
        </w:rPr>
        <w:t xml:space="preserve">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سوى هذه المناجاة التي تلقي الاضواء على عميق اتصاله بالله ، وتمسكه به ، وهذا نصها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وَدُودُ ، يا وَدُودُ ، يا مُبْدىءُ ، يا مُعِيدُ ، يا فَعَّالُ لِمَا يُرِيدُ ، يا ذَا العَرْشِ المَجِيدِ.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إنِّي أَسْأَلُكَ بِنُورِ وَجْهِكَ ، الذي مَلَأ أَرْكَانَ عَرْشِكَ ، وَأَسْأَلُكَ بِقُدْرَتِكَ التي اقْتَدَرْتَ بِهَا على خَلْقِكَ ، وَبِرَحْمَتِكَ التي وَسِعَتْ كُلِّ شَيْءٍ ، لا إلهَ إلاَّ أَنْتَ يا مُغِيثُ أَغِثْني.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للهِ ، الذي صَدَقَ وَعْدَهُ ، وَنَصَر عَبْدَهُ ، وَهَزَمَ الَأحْزَابَ وَحْدَهُ ، اللّهُمَّ ، إنِّي أَصْبَحْتُ وَامْسَيْتُ ، أَسْتَوْدِعُكَ ، وَأَسْلِمُ إلَيْكَ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نَفْسِي ، وَمَالِي ، وَأَهْلِي ، وَوَلَدِي ، وَمَا خَوَّلْتَني ، اللّهُمَّ ، وَأَسْتَرْعِيكَ ، وَأسْتَحْفِظُكَ نَفْسِي.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كُنْ لي وَمَعِي في قَاطِنِ دَارِي ، وَحِلِّي ، وَارْتِحَالي ، وَلَيْلي ، وَنَهَارِي ، وَإقْبَالي ، وَإدْبَارِي ، وَسُكُونِي ، وَحَرَكَتي ، وَنَوْمِي وَيَقْظَتي ، وَذِهْني ، وَعَقْلي ، وَاجْعَلِ اللّهُمَّ ، عَافِيَتَكَ لي شِعَاراً ، وَاسْمَكَ وَذِكْرَكَ لي جُنَّةً وَدِثَاراً ، وَارْزُقْني خَيْرَ القَدَرَ ، وَخَيْرَ السَّفَرِ وَخَيْرَ الحَضَرِ ، وَخَيْرَ الغِيَابِ ، وَخَيْرَ الإِيَابِ ، وَخَيْرَ ما نَطَقَتْ بِهِ أُمُّ الكِتَابِ.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مَنْ أَرَادَني بِسُوءٍ ، في لَيْلَ ، أَوْ نَهارٍ ، فَأَرِدْهُ ، وَمَنْ كَادَني فَكِدْهُ ، وَمَنْ بَغَى عَلَيَّ فَأَهْلِكهُ وَاجْعَلِ اللّهُمَّ ، عِزَّهُ ذَلِيلاً ، وَمُلْكًهُ ضَئيلاً ، وَحَدَّهُ فَلِيلاً ، وَكَثْرَتَهُ قَلِيلاً ، وَقُوَّتَهُ كَلِيلَةً ، وَيَدَهُ غَليلةً وَجِسْمَهُ عَلِيلاً ، اللّهُمَّ ، فُلَّ عَنِّي مَنْ نَصَبَ لي حَدَّهُ ، وَاطْفِ عَنِّي نَارَ مَنْ شَبَّ لي وَقْدَهُ ، وَاكْفِني ، اللّهُمَّ ، هَمَّ مَنْ أَدْخَلَ عَلَيَّ هَمَّهُ ، وَاجْعَلْني اللّهُمَّ ، في دِرْعِكَ الحَصِينَةِ ، وَأَنْزِلْ عَلَيَّ وقايتك وَالسَّكِينَةَ ، وَكُنْ لي اللّهُمَّ ، دُونَ عَدُوِّي بِالمرْصَاد ، اللّهُمَّ ، وَاجْعَلْني ، مِمَّنْ هَرَبَ إلَيْكَ فَآوَيْتَهُ ، وَتَشَفَّع إلَيْكَ فشَفَعْتَهُ ، وَفَزعَ إلى نُصْرَتِكَ فَضَمِنْتَهُ ، وَفي عِيَاذِكَ ، وَحِمَاكَ ، وَكنَفِكَ ، وَأمْنكَ ، وَجِوَارِكَ ، كَنِفْتَهُ ، وَاجْعَلْني اللّهُمَّ ، في ذِمَّتِكَ التي لا تُخْفَرُ ، وَخُصَّني بِدِلاصكَ التي لا تُفْقَرُ ، وَاحْمِنِي بِحمَاكَ الذي لا يُسْتبَاحُ ، وَاكْنُفْني بِمَعَاقِلِكَ التي إلَيْهَا يُرَاحُ ، وَأَعِنِّي بِنَصْرِكَ الذي لا يُغْلَبُ ، فإنَّك مُعْتمديِ وَعَلَيْكَ مُعَوَّلي يا ذا الجَلَالِ وَالإِكرْاَمِ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الحكم الجعفرية ( ص 12 ) نقلا عن الرسالة الرمضانية رقم 33 جمع وتحقيق سيف الدين.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لقد 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يناجي ربه ، في غلس الليل البهيم ، ويدعوه بإخلاص أن يقربه إليه زلفى ، ويمنحه أعلى درجات المقربين والمنيبين. </w:t>
      </w:r>
    </w:p>
    <w:p w:rsidR="00A60096" w:rsidRDefault="00A60096" w:rsidP="00A60096">
      <w:pPr>
        <w:pStyle w:val="Heading2Center"/>
        <w:rPr>
          <w:rtl/>
        </w:rPr>
      </w:pPr>
      <w:bookmarkStart w:id="131" w:name="_Toc405289513"/>
      <w:r>
        <w:rPr>
          <w:rtl/>
        </w:rPr>
        <w:t>أدعيته القصار</w:t>
      </w:r>
      <w:bookmarkEnd w:id="131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القصار ، فهي بالاضافة ، إلى جمال ألفاظها ، وبديع بلاغتها ، فانها تمثل انقطاع ، الامام إلى الله تعالى ، وإلتجاءه إليه ، في جميع شؤونه ، وأحواله ، وفي ما يلي كوكبة منها :</w:t>
      </w:r>
    </w:p>
    <w:p w:rsidR="00A60096" w:rsidRPr="00ED3114" w:rsidRDefault="00A60096" w:rsidP="00A60096">
      <w:pPr>
        <w:pStyle w:val="Heading3"/>
        <w:rPr>
          <w:rtl/>
        </w:rPr>
      </w:pPr>
      <w:bookmarkStart w:id="132" w:name="_Toc405289514"/>
      <w:r w:rsidRPr="00ED3114">
        <w:rPr>
          <w:rtl/>
        </w:rPr>
        <w:t>1 ـ دعاؤه في حمد الله</w:t>
      </w:r>
      <w:bookmarkEnd w:id="132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حمد الله تعالى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الحَمْدُ للهِ بِمَحَامِدِهِ كُلِّهَا ، على نِعَمِهِ كُلِّهَا ، حَتَّى يَنْتهي إلى ما يُحِبُّ رَبِّي ، وَيَرْضَى ، الحَمْدُ للهِ على عِلْمِهِ ، وَالحَمْدُ للهِ على فضْله عَلَيْنَا ، وَعلى جَمِيعِ خَلْقِهِ 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ED3114" w:rsidRDefault="00A60096" w:rsidP="00A60096">
      <w:pPr>
        <w:pStyle w:val="Heading3"/>
        <w:rPr>
          <w:rtl/>
        </w:rPr>
      </w:pPr>
      <w:bookmarkStart w:id="133" w:name="_Toc405289515"/>
      <w:r w:rsidRPr="00ED3114">
        <w:rPr>
          <w:rtl/>
        </w:rPr>
        <w:t>2 ـ دعاؤه بالوحدانية لله</w:t>
      </w:r>
      <w:bookmarkEnd w:id="133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أدعيته الجليلة ، دعاؤه بالوحدانية ، لله تعالى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أُشْهِدُكَ كَمَا تَقُولُ: وَفَوْقَ ما يَقُولُ القَائِلُونَ: وَأَشْهدُ أَنَّكَ كَمَا شَهِدْتَ لِنَفْسِكَ ، وَشَهِدَتْ لَكَ مَلَائِكَتُكَ ، وَأَوُلُو العِلمِ بِأَنَّك قَائمٌ بِالقِسْطِ ، لا إله إلاَّ أَنْتَ ، وَكَمَا أَثْنَيْتَ على نَفْسِكَ سُبْحَانَكَ ، وَبِحَمْدِكَ .. 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1 ـ قرب الاسناد ص 4.</w:t>
      </w:r>
    </w:p>
    <w:p w:rsidR="00A60096" w:rsidRPr="00ED3114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34" w:name="_Toc405289516"/>
      <w:r w:rsidRPr="00ED3114">
        <w:rPr>
          <w:rtl/>
        </w:rPr>
        <w:lastRenderedPageBreak/>
        <w:t>3 ـ دعاؤه في التوحيد</w:t>
      </w:r>
      <w:bookmarkEnd w:id="134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أدعيته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التوحيد ، هذا الدعاء : وكان يدعو به قبل أن يسأل الله حاجته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وَاحِدُ ، يا مَاجِدُ ، يا أَحَدٌ ، يا صَمَدٌ ، يا مَنْ لَمْ يَلِدْ ، وَلَمْ يُولَدُ ، وَلَمْ يَكنْ لَهُ كُفْواً أَحَدٌ ، يا عَزِيزٌ ، يا كَرِيمٌ ، يا حَنَّانُ ، يا سَامِعَ الدَّعَوَاتِ ، يا أَجْوَدَ مَنْ سُئِلَ ، وَيَاخَيْرَ مَنْ أَعْطَى ، يا الله ، يا الله ، يا الله ، وَلَقَدْ نَادانا نُوحٌ ، فَلَنِعْم المُجِيبُونَ ، نِعْمَ المُجِيبُ أَنْتَ ، وَنِعْمَ المَدْعُو ، أَسْأَلُكَ بِمَلَكُوتِكَ وَدَرْعك الحَصينَةِ ، وَبجَمْعكَ ، وَأرْكَانِكَ كُلَّهَا ، وَبِحقِّ مُحَمَّدً ، وَبِحَقِّ اَلأوْصيَاءِ بَعْدَ مُحَمَّدِ ، أَنْ تُصَلِّيَ على مُحَمَّدٍ وَآلِهِ 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ED3114" w:rsidRDefault="00A60096" w:rsidP="00A60096">
      <w:pPr>
        <w:pStyle w:val="Heading3"/>
        <w:rPr>
          <w:rtl/>
        </w:rPr>
      </w:pPr>
      <w:bookmarkStart w:id="135" w:name="_Toc405289517"/>
      <w:r w:rsidRPr="00ED3114">
        <w:rPr>
          <w:rtl/>
        </w:rPr>
        <w:t>4 ـ دعاؤه للتمكن من صلة الفقراء</w:t>
      </w:r>
      <w:bookmarkEnd w:id="135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أدعيته الجليلة ، هذا الدعاء ، وكان يدعو به للتمكن من صلة الفقراء ، وإسعاف الضعفاء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أَعِزْنِي بطَاعَتِك ، وَلا تُخْزِنِي بِمَعْصِيِتَكَ ، اللّهُمَّ ، أَرْزُقْني مُوَاسَاة مَنْْ قتَّرْت عَلَيْهِ رِزْقَهُ ، بِمَا وَسَّعْت عَلَيَّ مِنْ فَضْلِكَ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وعرض أبو معاوية ـ يعني غسان ـ هذا الدعاء على سعيد بن سالم ، فقال هذا دعاء الاشراف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>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قرب الاسناد. ( ص 4 ).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اعيان الشيعة 4 / ق 2 / 17 نقلا عن حلية الاولياء ، جمهرة الاولياء 2 / 79. </w:t>
      </w:r>
    </w:p>
    <w:p w:rsidR="00A60096" w:rsidRPr="00ED3114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36" w:name="_Toc405289518"/>
      <w:r w:rsidRPr="00ED3114">
        <w:rPr>
          <w:rtl/>
        </w:rPr>
        <w:lastRenderedPageBreak/>
        <w:t>5 ـ أدعيته في طلب الرزق</w:t>
      </w:r>
      <w:bookmarkEnd w:id="136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وأثرت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مجموعة من الادعية ، لطلب الرزق ، والسعة ، في الحياة الاقتصادية ، وفي ما يلي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 ـ روى العالم الفقيه معاوية بن عمار قال : سألت أبا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يعلمني دعاء للرزق ، فعلمني دعاء ، ما رأيت أجلب للرزق منه ، وهو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ارْزقْني مِنْ فَضْلِكَ الوَاسِعِ ، الحَلَالِ الطَّيِّبِ ، رِزْقاً وَاسِعاً حَلَالاً طَيِّباً ، بَلَاغاً لِلدُّنْيَا وَالآخِرَةِ ، صَبّاً صَبّاً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هَنيئاً مَرِيئاً ، مِنْ غَيْرِ كَدٍ ، وَلَا مَنٍّ مِنْ أَحَدٍ مِنْ خَلْقِكَ ، إلاَّ سَعَةً مِنْ فَضلِكَ الوَاسِعِ ، فَإنَّكَ قُلْتَ : «</w:t>
      </w:r>
      <w:r w:rsidRPr="00A60096">
        <w:rPr>
          <w:rStyle w:val="libAieChar"/>
          <w:rtl/>
        </w:rPr>
        <w:t xml:space="preserve"> وَاسْأَلُوا اللهَ مِنْ فَضْلِهِ </w:t>
      </w:r>
      <w:r>
        <w:rPr>
          <w:rtl/>
        </w:rPr>
        <w:t xml:space="preserve">» مِنْ فَضْلِكَ أَسْأَلُ ، وَمِنْ عَطِيَّتِكَ أَسْأَلُ ، وَمِنْ يَدِكَ المَلَأى أَسْأَلُ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رَوَى الفَقِيهُ أَبو بَصِيرٍ قال : شَكَوْتُ إلى أَبي عَبْدِ اللهِ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الحَاجَةَ وَسَأَلْتُهُ أَنْ يُعَلّمَني دُعَاءً ، في طَلَبِ الرِّزْقِ ، فَعَلَّمَني دُعَاءً ، ما احْتَجْتُ مُنْذُ دَعَوْتَهُ بِهِ ، قَالَ : قُلْ في صَلَاةِ اللَّيْلِ وَأَنْتَ سَاجِدً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خَيْرَ مَدْعُوٍّ ، وَيا خَيْرَ مَسْؤُولٍ ، وَيا أَوْسَعَ مَنْ أَعْطَى ، وَيا خَيْرَ مُرْتَجَى ، أُرْزِقْني ، وَأَوْسِعْ عَلَيَّ مِنْ رِزْقِكَ ، وَسَبِّبْ لي رِزْقاً مِنْ قِبَلِكَ إنَّكَ على كُلِّ شَيْءٍ قَدِيرٌ ..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ج ـ روى الفضل بن مرثد ، عن الامام أبي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صبا صبا ، أي كثيرا كثيرا.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550.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الدعاء في طلب الرزق وهو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أَوْسِعْ عَلَيَّ في رِزْقِي ، وَامْدُدْ لي في عُمْري ، وَاجْعَلْني مِمَّنْ تَنْتَصِرُ بِهِ لِدِينِكَ ، وَلا تَسْتَبْدِلْ بي غَيْري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ـ روى أبو بصير قال : قلت لابي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إنا قد استبطأنا الرزق ، فغضب ، ثم قال :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إنَّكَ قَدْ تَكَفَّلْتَ بِرِزْقِي ، وَرِزْقِ كُلِّ دَابَّةٍ ، فَيَا خَيْرَ مَنْ دُعِيَ ، وَيَا خَيْرَ مَنْ سُئِلَ ، وَيَا خَيْرَ مَنْ أَعْطَى ، وَيَا أَفْضَلَ مُرْتَجَى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وبعد هذا الدعاء أمر برفع حاجته إلى الله تعالى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: ـ من أدعيته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جاء الرزق بعد انقطاع ، هذا الدعاء :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للهِ الذي نِعْمَتُهُ تَغْدُو وَتَرُوحُ ، وَنَظِلُّ بِهَا نَهَارنا ، وَنَبِيتُ فِيهَا لَيْلَتَنَا ، فَنُصْبحُ فِيهَا بِرَحْمَتِهِ مُسْلِمِيِنَ ، وَنُمْسِي فِيهَا بِمَنِّهِ مُؤْمِنِينَ مِنَ البَلْوَى ، مُعَافينَ ، الحَمْدُ للهِ المُنْعِمِ ، المُتَفَضلِ ، المُحْسِنِ ، المُجْمِلِ ، ذي الجَلَالِ وَالإِكْرَامِ ، ذي الفَوَاضِلِ وَالنِعَمِ ، وَالحَمْدُ للهِ الذي لَمْ يَخْذُلْنَا عِنْدَ شِدَّةٍ ، وَلَمْ يَفْضَحْنَا عِنْدَ سَرِيرَةٍ ، وَلَمْ يُسْلِمْنَا بِجَرِيرَةٍ ... »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وتمثل هده الادعية ، مدى اعتصام ،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بالله تعالى ، واعتقاده الجازم ، بأن أرزاق العباد ، بيد الله عزوجل ، ولا شأن لارادتهم فيه.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551.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553.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الاسناد ( ص 6 ). </w:t>
      </w:r>
    </w:p>
    <w:p w:rsidR="00A60096" w:rsidRPr="00ED3114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37" w:name="_Toc405289519"/>
      <w:r w:rsidRPr="00ED3114">
        <w:rPr>
          <w:rtl/>
        </w:rPr>
        <w:lastRenderedPageBreak/>
        <w:t>6 ـ دعاؤه في الحمد على الطاعة</w:t>
      </w:r>
      <w:bookmarkEnd w:id="137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، وكان يدعو به ، عند طاعته ، لله تعالى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لَكَ الحَمْدُ إنْ أَطَعْتُكَ ، وَلَكَ الحُجَّةُ إنْ عَصَيْتُكَ ، لا صَنِيعَ لي ، ولا لِغَيْرِي ، في إحْسَانٍ ، وَلا حُجَّةَ لي ، وَلا لِغَيْرِي في إسَاءَةِ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أما طاعة الانسان لخالقه ، فإنما هي لطف من الله تعالى إن وفقه لذلك ، وأما معصيته له ، فإنما هي بإرادته ، وله تعالى الحجة عليه ، بعد أن منحه الاختيار ، ولم يجبره على الطاعة ولا على المعصية.</w:t>
      </w:r>
    </w:p>
    <w:p w:rsidR="00A60096" w:rsidRPr="00ED3114" w:rsidRDefault="00A60096" w:rsidP="00A60096">
      <w:pPr>
        <w:pStyle w:val="Heading3"/>
        <w:rPr>
          <w:rtl/>
        </w:rPr>
      </w:pPr>
      <w:bookmarkStart w:id="138" w:name="_Toc405289520"/>
      <w:r w:rsidRPr="00ED3114">
        <w:rPr>
          <w:rtl/>
        </w:rPr>
        <w:t>7 ـ دعاؤه في الحمد على فضل الله</w:t>
      </w:r>
      <w:bookmarkEnd w:id="138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، وكان يدعو به ، على فضل الله تعالى ، على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الحَمْدُ للهِ على عِلْمِهِ ، وَالحَمْدُ للهِ على فَضْلِهِ عَلَيْنَا ، وَعلى جَميعِ خَلْقِهِ ، وَكَانَ بِهِ أَكْرَمُ الفَضْل في ذلِكَ .. » </w:t>
      </w:r>
      <w:r w:rsidRPr="00A60096">
        <w:rPr>
          <w:rStyle w:val="libFootnotenumChar"/>
          <w:rtl/>
        </w:rPr>
        <w:t>(2)</w:t>
      </w:r>
      <w:r>
        <w:rPr>
          <w:rtl/>
        </w:rPr>
        <w:t>.</w:t>
      </w:r>
    </w:p>
    <w:p w:rsidR="00A60096" w:rsidRPr="00ED3114" w:rsidRDefault="00A60096" w:rsidP="00A60096">
      <w:pPr>
        <w:pStyle w:val="Heading3"/>
        <w:rPr>
          <w:rtl/>
        </w:rPr>
      </w:pPr>
      <w:bookmarkStart w:id="139" w:name="_Toc405289521"/>
      <w:r w:rsidRPr="00ED3114">
        <w:rPr>
          <w:rtl/>
        </w:rPr>
        <w:t>8 ـ دعاؤه في طلب العفو من الله</w:t>
      </w:r>
      <w:bookmarkEnd w:id="139"/>
      <w:r w:rsidRPr="00ED3114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من أدعية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، وكان يدعو به ، لطلب العفو ، من الله عزوجل ، وهذا 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إنِّكَ بِمَا أَنْتَ أَهْلٌ لَهُ مِنَ العَفْوِ ، أَوْلَى بِمَا أَنَا أَهْلٌ لَهُ مِنَ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الائمة الاربعة ( ص 316 ).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قرب الاسناد ( ص 6 ـ 7 ).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العُقُوبَةِ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إن الله تعالى ، الذي هو مصدر الفيض ، والاحسان ، على عباده ، الذي لا حول لهم ولا قوة ، فهو تعالى أولى وأجدر بالعفو عن العقوبة والاساءة.</w:t>
      </w:r>
    </w:p>
    <w:p w:rsidR="00A60096" w:rsidRPr="009C6240" w:rsidRDefault="00A60096" w:rsidP="00A60096">
      <w:pPr>
        <w:pStyle w:val="Heading3"/>
        <w:rPr>
          <w:rtl/>
        </w:rPr>
      </w:pPr>
      <w:bookmarkStart w:id="140" w:name="_Toc405289522"/>
      <w:r w:rsidRPr="009C6240">
        <w:rPr>
          <w:rtl/>
        </w:rPr>
        <w:t>9 ـ دعاؤه لقضاء الحوائج</w:t>
      </w:r>
      <w:bookmarkEnd w:id="140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يأمر من كانت له حاجة ، يريد قضاءها ، بقراءة سورة الانعام ، وصلاة أربع ركع ، يقرأ فيها سورة الحمد ، والانعام ، وإذا فرغ من صلاته فليقرأ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كَرِيمُ ، يا كَرِيمُ ، يا عَظِيمُ ، يا عَظِيمُ مِنْ كُلِّ عَظِيمٍ ، يا سَمِيعَ الدُّعَاءِ ، يا مَنْ لا تُغَيِّرُهُ اَلَأيَّامُ وَاللَّيَالِي ، صَلِّ على مًُحَمَّدٍ وَآلِ مُحَمَّدٍ ، وَارْحَمْ ضَعْفِي ، وَفَقْرِي ، وَفَاقَتي ، وَمَسْكَنَتي ، وَمَسْأَلَتي ، فَإنَّكَ أَعْلَمُ بِحَاجَتي ، يا مَنْ رَحِمَ الشَّيْخَ الكَبِيرَ يَعْقُوبَ ، حَتَّى رَدَّ عَلَيْهِ يُوسُفَ ، وَأَقَرَّ عَيْنَهُ ، يا مَنْ رَحِمَ أَيُوبَ بَعْدَ طُولِ بَلَاءٍ ، يا مَنْ رَحِمَ مُحَمَداً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وَفي اليُتْمِ آوَاهُ ، وَنَصَرَهُ على جَبَابِرَةِ قُرَيْشٍ ، وَطَوَاغِيتِهَا ، وَأمْكَنَهُ مِنْهُمْ ، يا مُغِيثُ ، يا مُغِيثُ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وأضاف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قائلا: فوالذي نفسي بيده ، لو دعوت به ، بعدما تصلي هذه الصلاة ، لقضيت جميع حوائجك </w:t>
      </w:r>
      <w:r w:rsidRPr="00A60096">
        <w:rPr>
          <w:rStyle w:val="libFootnotenumChar"/>
          <w:rtl/>
        </w:rPr>
        <w:t>(2)</w:t>
      </w:r>
      <w:r>
        <w:rPr>
          <w:rtl/>
        </w:rPr>
        <w:t>.</w:t>
      </w:r>
    </w:p>
    <w:p w:rsidR="00A60096" w:rsidRPr="009C6240" w:rsidRDefault="00A60096" w:rsidP="00A60096">
      <w:pPr>
        <w:pStyle w:val="Heading3"/>
        <w:rPr>
          <w:rtl/>
        </w:rPr>
      </w:pPr>
      <w:bookmarkStart w:id="141" w:name="_Toc405289523"/>
      <w:r w:rsidRPr="009C6240">
        <w:rPr>
          <w:rtl/>
        </w:rPr>
        <w:t>10 ـ ادعيته في دفع الامراض</w:t>
      </w:r>
      <w:bookmarkEnd w:id="141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ونقل الرواة ، مجموعة من الادعية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زهر الآداب وثمر الالباب 1 / 84.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البلد الامين ( ص 155 ـ 156 ).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كان يتسلح بها ، في دفع العلل والامراض عنه ، وكان يعلمها لاصحابه ، ويرشدهم لقراءتها ، وهذه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 ـ 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ألم به المرض ، دعا بهذا الدعاء الجليل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اللّهُمَّ ، إنَّكَ عَيَّرْتَ أَقْوَاماً ، فَقُلْتَ : «</w:t>
      </w:r>
      <w:r w:rsidRPr="00A60096">
        <w:rPr>
          <w:rStyle w:val="libAieChar"/>
          <w:rtl/>
        </w:rPr>
        <w:t xml:space="preserve"> قُلْ ادْعُوا الذِين زَعَمْتُمْ ، مِنْ دُونِهِ ، فَلَا يَمْلِكُوُنَ كَشْفَ الضُرِّ عَنْكُمْ وَلَا تَحْوِيلا .. »</w:t>
      </w:r>
      <w:r>
        <w:rPr>
          <w:rtl/>
        </w:rPr>
        <w:t xml:space="preserve">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فَيَا مَنْ لا يَمْلِكُ كَشْفَ ضُرِّي ، وَلا تَحْويلَهُ عَنِّي غَيْرُهُ ، صَلِّ مُحَمَّدٍ وَآلِ مُحَمَّدٍ ، وَاكْشِفْ ضُرِّيَ ، وَحَوِّلْهُ إلى مَنْ يَدْعُو مَعَكَ اِلَهآ آخَرَ ، لا إلهَ غَيْرُكَ ...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ب ـ روى داوود بن رزين قال : مرضت بالمدينة ، مرضا شديدا فبلغ ذلك ، أبا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فكتب إلي: قد بلغني علتك فاشتر صاعا من بر ، ثم استلق على قفاك ، وانثره على صدرك كيفما انتثر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أَسْأَلُكَ بِاسْمِكَ ، الذي إذَا سَأَلَكَ بِهِ المُضْطَرُ ، كَشَفْتَ ما بِهِ مِنْ ضُرِّ ، وَمَكَّنْتُ لَهُ في الَأرْضِ ، وَجَعَلْتَهُ على خَلِيفَتَكَ على خَلْقِكَ ، أَنْ تُصَلِّي على مُحَمَّدٍ وَآلِ مُحَمَّدٍ ، وَأَنْ تُعَافِيني مِنْ عِلَّتي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إستو جالسا ، واجمع البر من حولك ، وأقسمه مدا مدا لكل مسكين ، قال داوود: فعلت ذلك فكأنما نشطت من عقال ، وقد فعله غير واحد فانتفع به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سورة الاسراء ) آية 56.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564.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564.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ج: ـ روى يونس بن عمار ، قال : قلت لابي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جعلت فداك ، هذا الذي ، ظهر بوجهي ، يزعم الناس ، أن الله عزوجل ، لم يبتل به عبدا له فيه حاجة ، فقال لي: لقد كان مؤمن آل فرعون مكنع الاصابع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فكان يقول : هكذا ويمد يده ـ ويقول : « يا قوم اتبعوا المرسلين » ثم قال : إذا كان الثلث الاخير من الليل ، ففي أوله توضأ ، وقم إلى صلاتك التي تصليها ، فإذا كنت في السجدة الاخيرة من الركعتين الاوليين ، فقل وأنت ساجد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عَلِيٌّ ، يا عَظِيمُ ، يا رَحْمنُ ، يا رَحِيمُ ، يا سَامِعَ الدَّعَوَاتِ ، وَيا مُعْطِيَ الخَيْرَاتِ ، صَلِّ على مُحَمَّدٍ وَآلِ مُحَمَّدٍ ، وَاعْطِني مِنْ خَيْرِ الدُّنْيَا وَالآخِرَةِ ، ما أَنْتَ أَهْلُهُ ، وَاصْرِفْ عَنِّي من شَرِّ الدُّنْيَا وَالآخِرَةِ ، ما أَنْتَ أَهْلُهُ ، وَأَذهِبْ عَنِّي هَذَا الوَجَعَ ـ وتذكر اسمه ، فَإنَّهُ قَدْ غَاظَني وَأَحْزَنَني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وامره بالاكثار من الدعاء ، قال يونس: فما وصلت إلى الكوفة ، حتى أذهب الله به عني كله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د : شكا بعض أصحاب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إليه ، وجعا ألم به ، فقال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له قل : بسم الله ، ثم امسح يدك عليه ، وقل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أَعُوذُ بِعِزَّةِ اللهِ ، وَأَعُوذُ بِقُدْرَةِ اللهِ ، وَأَعُوذُ بِجَلَالِ اللهِ ، وَأَعُوذُ بِعَظَمَةِ اللهِ ، وَأَعُوذُ بِجَمعِ اللهِ ، وَأَعُوذُ بِرَسُولِ اللهِ (ص) وَأَعُوذُ بِأَسْمَاءِ اللهِ مِنْ شَر ما أَحْذَرُ ، وَمِنْ شَرِّ ما أَخَافُ على نَفْسِي 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مكنع الاصابع : هو من رجعت اصابعه إلى كفه ، وظهرت دواجيه وهي مفاصل اصول الاصابع جاء ذلك في مجمع البحرين.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565.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وأمره بأن يقرأ هذا الدعاء سبع مرات ، ففعل ، فذهب عنه ما كان يجد من ألم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ه‍ ـ روى عبدالله بن سنان: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أنه قال : إذا أصابك وجع ، فضع يدك عليه ، وقل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، وَبِاللهِ ، مُحَمَدٌ رَسُولُ اللهِ (ص) لا حَوْلَ وَلا قُوَّةِ إلاَّ بِاللهِ ، اللّهُمَّ ، إمْسَحْ عَنِّي ما أُجِدُهُ ، وَتَمْسَحُ مُوْضِعَ الوَجَعِ ثَلَاثَ مَرَّاتٍ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 ـ روى حسين الخباز الخراساني ، قال : شكوت إلى الامام أبي عبد 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وجعا بي ، فقال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إذا صليت فضع يدك موضع سجودك ، ثم قل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، مُحَمَدٌ رَسُولُ اللهِ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إشْفِني يا شَافي ، شِفَاؤُكَ شِفَاءً لا يَغَادِرُ سُقْماً ، شفَاءٌ مِنْ كُلِّ داءٍ وَسُقْمٍ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ز ـ روى معاوية بن عمار ، عن الامام أبي عبدالله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قال : تضع يدك على موضع الوجع ، وتقول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بِحَقِّ القُرْآنِ العَظِيمِ ، الذي نَزَلَ بِهِ الروُحُ الَأمِينُ ، وَهُوَ عِنْدَكَ في أُمِّ الكِتَابِ عَلِيٌّ حَكِيمٌ ، أَنْ تُشْفيَني بِشِفَائِكَ ، وَتُدَاويَني بِدَوَائِكَ ، وَتُعَافِيَني مِنْ بَلَائِكَ .. »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566.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553.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تقول ذلك: ثلاث مرات ، وتصلي على محمد وآله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ح ـ روى الحسين بن نعيم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بعض أولاده ، اشتكى علة ، فقال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له : يا بني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إشْفِني بِشِفَائِكَ ، وَدَاوِني بَدَوَائِكَ ، وَعَافِني مِنْ بَلَائِكَ ، فَإنّي عَبْدُكَ وَأبْنُ عَبْدِكَ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ط ـ روى داوود بن رزين ، عن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أنه قال : تضع يدك على الوجع ، وتقول : ثلاث مرات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اللهُ ، اللهُ رَبِّي حَقّاً ، لا أُشْرِكُ بِهِ شَيْئاً ، اللّهُمَّ ، أَنْتَ لَهَا وَلِكُلِّ عَظِيمَةِ فَفَرِّجْهَا عني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ي ـ 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دهمته بعض الامراض ، قال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إجْعَلْهُ أَدَباً لا غَضَباً » </w:t>
      </w:r>
      <w:r w:rsidRPr="00A60096">
        <w:rPr>
          <w:rStyle w:val="libFootnotenumChar"/>
          <w:rtl/>
        </w:rPr>
        <w:t>(4)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هذه الادعية ، التي وصفها سليل النبوة ، لمعالجة بعض الامراض من الوصفات الروحية ، التي أثبتت الفحوص الطبية ، أنها من أنجع الوسائل ، لمعالجة بعض الامراض المستعصية ، كما أنها في نفس الوقت ، تشيع في آفاق النقس ، روح الطمأنينة بالله الذي بيده جميع مجريات الاحداث.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4 ـ اعيان الشيعة 4 / ق / 217 ـ 220. </w:t>
      </w:r>
    </w:p>
    <w:p w:rsidR="00A60096" w:rsidRPr="009C6240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42" w:name="_Toc405289524"/>
      <w:r w:rsidRPr="009C6240">
        <w:rPr>
          <w:rtl/>
        </w:rPr>
        <w:lastRenderedPageBreak/>
        <w:t>11 ـ دعاؤه عند المصيبة</w:t>
      </w:r>
      <w:bookmarkEnd w:id="142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ألمت به مصيبة ، أو خطب ، دعا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الحَمْدُ للهِ ، الذي لَمْ يَجْعَلْ مُصِيبَتي في دِيني ، وَالحَمْدُ للهِ الذي لَوْ شَاءَ أَنْ تَكُونَ مُصِيبَتي أَعْظَمَ مِمَّا كَانَتْ لَكَانَتْ ، وَالحَمْدُ للهِ على الَأمْرِ الذي شَاءَ أَنْ يَكُونَ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فوض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جميع أموره ، وشؤونه ، إلى الله تعالى ، فهو في الضراء ، والسراء يشكره ، ويرفع له آيات الحمد ، والرضا بما قسم وقدر.</w:t>
      </w:r>
    </w:p>
    <w:p w:rsidR="00A60096" w:rsidRPr="009C6240" w:rsidRDefault="00A60096" w:rsidP="00A60096">
      <w:pPr>
        <w:pStyle w:val="Heading3"/>
        <w:rPr>
          <w:rtl/>
        </w:rPr>
      </w:pPr>
      <w:bookmarkStart w:id="143" w:name="_Toc405289525"/>
      <w:r w:rsidRPr="009C6240">
        <w:rPr>
          <w:rtl/>
        </w:rPr>
        <w:t>12 ـ دعاؤه عند اجابة دعائه</w:t>
      </w:r>
      <w:bookmarkEnd w:id="143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دعا الله تعالى ، واستجاب له دعاءه ، حمده ودعا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يا أَجْوَدَ مَنْ أَعْطَى ، وَيَا خَيْرَ مَنْ سُئِلَ ، وَيَا أَرْحَمَ مَنِ اسْتَرْحِمَ ، يا أَحَدٌ ، يا صَمَدٌ ، يا مَنْ لَمْ يَلِدْ وَلَمْ يُولَدْ ، وَلَمْ يَكُنْ لَهُ كُفْواً أَحَدٌ ، يا مَنْ لَمْ يَتَّخِذْ صَاحِبَةً وَلَا وَلَداً ، يا مَنْ يَفْعَلُ ما يَشَاءُ ، وَيَحْكُمُ ما يُرِيدُ ، وَيَقْضِي ما أَحَبِّ ، يا مَنْ يَحُولُ بَيْنَ المَرْءِ وَقَلْبِهِ ، يا مَنْ هُوَ بِالمَنْظَرِ الَأعْلَى ، يا مَنْ لَيْسَ كَمِثْلِهِ شَيْىٌ يا سَمِيعٌ يا بَصِيرٌ .. »</w:t>
      </w:r>
    </w:p>
    <w:p w:rsidR="00A60096" w:rsidRPr="009C6240" w:rsidRDefault="00A60096" w:rsidP="00A60096">
      <w:pPr>
        <w:pStyle w:val="Heading3"/>
        <w:rPr>
          <w:rtl/>
        </w:rPr>
      </w:pPr>
      <w:bookmarkStart w:id="144" w:name="_Toc405289526"/>
      <w:r w:rsidRPr="009C6240">
        <w:rPr>
          <w:rtl/>
        </w:rPr>
        <w:t>13 ـ دعاؤه للتوسعة عليه</w:t>
      </w:r>
      <w:bookmarkEnd w:id="144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، للتوسعة عليه في الرزق ، وهذا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اعيان الشيعة 4 / ق 2 / 217 ـ 220.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نصه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>« اللّهُمَّ ، أَوْسِعْ عَلَيَّ مِنْ رِزْقِكَ الحَلَالِ ، ما أَكْفِي بِهِ وَجْهِي ، وَاُؤدِّي بِهِ عَنِّي أَمَانَتِي ، وَأَصِلُ بِهِ رَحِمي ، وَيَكُونُ عَوْناً لي في الحَجِّ وَالعُمْرَةِ .. »</w:t>
      </w:r>
    </w:p>
    <w:p w:rsidR="00A60096" w:rsidRPr="009C6240" w:rsidRDefault="00A60096" w:rsidP="00A60096">
      <w:pPr>
        <w:pStyle w:val="Heading3"/>
        <w:rPr>
          <w:rtl/>
        </w:rPr>
      </w:pPr>
      <w:bookmarkStart w:id="145" w:name="_Toc405289527"/>
      <w:r w:rsidRPr="009C6240">
        <w:rPr>
          <w:rtl/>
        </w:rPr>
        <w:t>14 ـ دعاؤه إذا أهمه أمر</w:t>
      </w:r>
      <w:bookmarkEnd w:id="145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إذا أهمه أمر ، دعا بهذا الدعا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إنَّكَ لا يَكْفِي مِنْكَ أَحَدٌ ، وَأَنْتَ تَكْفِي مِنْ كُلِّ أَحَدٍ مِنْ خَلْقِكَ فَاكْفِني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يذكر ما أهمه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9C6240" w:rsidRDefault="00A60096" w:rsidP="00A60096">
      <w:pPr>
        <w:pStyle w:val="Heading3"/>
        <w:rPr>
          <w:rtl/>
        </w:rPr>
      </w:pPr>
      <w:bookmarkStart w:id="146" w:name="_Toc405289528"/>
      <w:r w:rsidRPr="009C6240">
        <w:rPr>
          <w:rtl/>
        </w:rPr>
        <w:t>15 ـ دعاؤه في طلب المغفرة</w:t>
      </w:r>
      <w:bookmarkEnd w:id="146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أدعية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طلب المغفرة ، من الله تعالى ،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سَائِلٌ بِبَابِكَ ، مَضَتْ أَيَّامُهُ ، وَبَقِيَتْ آثَامُهُ ، وَانْقَضَتْ شهْوَتُهُ ، وَبَقِيَتْ تَبِعَتُهُ ، فَارْضَ عَنْهُ ، وَإنْ لَمْ تَرْضَ عَنْهُ فَاعْفُ عَنْهُ ، فَقَدْ يَعْفُو السَيِّدُ عَنْ عَبْدِهِ ، وَهُوَ غَيْرُ رَاضٍ عَنْهُ » </w:t>
      </w:r>
      <w:r w:rsidRPr="00A60096">
        <w:rPr>
          <w:rStyle w:val="libFootnotenumChar"/>
          <w:rtl/>
        </w:rPr>
        <w:t>(2)</w:t>
      </w:r>
    </w:p>
    <w:p w:rsidR="00A60096" w:rsidRPr="009C6240" w:rsidRDefault="00A60096" w:rsidP="00A60096">
      <w:pPr>
        <w:pStyle w:val="Heading3"/>
        <w:rPr>
          <w:rtl/>
        </w:rPr>
      </w:pPr>
      <w:bookmarkStart w:id="147" w:name="_Toc405289529"/>
      <w:r w:rsidRPr="009C6240">
        <w:rPr>
          <w:rtl/>
        </w:rPr>
        <w:t>16 ـ دعاؤه لتعجيل الدين</w:t>
      </w:r>
      <w:bookmarkEnd w:id="147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روى الوليد بن صبيح ، قال : شكوت إلى الامام أبي عبدالله عليه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557.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المخلاة ( ص 186 ).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السلام ، دينا لي على أناس ، فقال :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لَحْظَةً مِنْ لَحَظَاتِكَ ، تَيَسِّرًُ على غُرَمَائي بِهَا القَضَاءَ ، وَتُيَسِّرُ لي بِهَا الإِقْتِضَاءَ إنَّكَ على كُلِّ شَيْءٍ قَدِيرٌ .. » </w:t>
      </w:r>
      <w:r w:rsidRPr="00A60096">
        <w:rPr>
          <w:rStyle w:val="libFootnotenumChar"/>
          <w:rtl/>
        </w:rPr>
        <w:t>(1)</w:t>
      </w:r>
      <w:r>
        <w:rPr>
          <w:rtl/>
        </w:rPr>
        <w:t>.</w:t>
      </w:r>
    </w:p>
    <w:p w:rsidR="00A60096" w:rsidRPr="009C6240" w:rsidRDefault="00A60096" w:rsidP="00A60096">
      <w:pPr>
        <w:pStyle w:val="Heading3"/>
        <w:rPr>
          <w:rtl/>
        </w:rPr>
      </w:pPr>
      <w:bookmarkStart w:id="148" w:name="_Toc405289530"/>
      <w:r w:rsidRPr="009C6240">
        <w:rPr>
          <w:rtl/>
        </w:rPr>
        <w:t>17 ـ دعاؤه في مهام الامور</w:t>
      </w:r>
      <w:bookmarkEnd w:id="148"/>
      <w:r w:rsidRPr="009C6240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ومن أدعيته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هذا الدعاء الجليل ، وقد حفل بمهام أمور الدنيا والآخرة.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احرسِني بِعَينكَ التي لا تنام ، وَاكْنُفْني بِرُكْنِكَ الذي لا يُرَامُ ، وَاغْفِرْ لي ، بِقُدْرَتِكَ حَتَّى لا أَهْلَكَ ، وَأَنْتَ رَجَائي ، رَبِّ كَمْ مِنْ نِعْمَةٍ أَنْعَمْتَ بِهَا عَلَيَّ ، قُلَّّ عِنْدَهَا شُكْرِي ، وَكَمْ مِنْ بَلِيََّةٍ ابْتَلَيْتَني بِهَا ، قُلْ عِنْدَهَا صَبْرِي ، فَيَا مَنْ قَلَّ عِنْدَ نِعْمَتِهِ شُكْرِي فَلَمْ يَحْرِمْني ، وَيَا مَنْ رَآنِي على المَعَاصِي فَلَمْ يَفْضَحْني ، يا ذا المَعْرُوفِ الذي لا يَنْقَضِي مَعْرُوفُهُ أَبَداً ، وَيا ذا النَّعْمَاءِ التي لا تُحْصَى عَدَداً ، أَسْأَلُكَ أَنْ تُصَلِّيَ على مُحَمَّدٍ وَآلِ مُحَمَّدٍ ، وَبِكَ أَدْرَأُ في نُحُورِ الَأعْدَاءِ وَالجَبَّارِينَ ، اللّهُمَّ ، أعِنِّي على دِيني بِالدُّنْيَا ، وعلى آخِرَتي بِالتَّقْوَى ، وَاحْفَظْني فِيمَا غَيَّبْتَ عَنِّي ، وَلا تَكِلْني إلى نَفْسِي فِيمَا حَظَّرْتَهُ عَلَيَّ ، يا مَنْ لا تَضُرُّهُ الذُنُوبُ ، وَلا تُنْقِصُهُ المَغْفِرَةُ اغْفِرْ لي ما لا يَضُرُّكَ ، وَأعْطِني ما لا يُنْقِصُكَ ، إنَّكَ وَهَّابٌ أَسَأَلُكَ فَرَجاً وَصَبْراً عَاجِلاً وَزِرْقاً وَاِسعاً وَالعَافِيَةَ مِنْ جَمِيعِ البَلَايَا يا أَرْحَمَ الرَّاحِمِينَ ..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554.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المخلاة ( ص 181 ـ 182. </w:t>
      </w:r>
    </w:p>
    <w:p w:rsidR="00A60096" w:rsidRDefault="00A60096" w:rsidP="00A60096">
      <w:pPr>
        <w:pStyle w:val="Heading1Center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bookmarkStart w:id="149" w:name="_Toc405289531"/>
      <w:r>
        <w:rPr>
          <w:rtl/>
        </w:rPr>
        <w:lastRenderedPageBreak/>
        <w:t>القسم العاشر</w:t>
      </w:r>
      <w:bookmarkEnd w:id="149"/>
    </w:p>
    <w:p w:rsidR="00A60096" w:rsidRDefault="00A60096" w:rsidP="00A60096">
      <w:pPr>
        <w:pStyle w:val="Heading1Center"/>
        <w:rPr>
          <w:rtl/>
        </w:rPr>
      </w:pPr>
      <w:bookmarkStart w:id="150" w:name="_Toc405289532"/>
      <w:r>
        <w:rPr>
          <w:rtl/>
        </w:rPr>
        <w:t>فيما يرويه من الادعية عن آبائه</w:t>
      </w:r>
      <w:bookmarkEnd w:id="150"/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>
        <w:rPr>
          <w:rtl/>
        </w:rPr>
        <w:lastRenderedPageBreak/>
        <w:t xml:space="preserve">ونقل الرواة كوكبة ، من الادعية ، التي رواها ،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آبائه العظام ، عليهم السلام ، دعاة الله في أرضه ، وحججه على عباده ، وهي لوحات من النور ، تجذب العقول ، وتنمي الافكار ، وتهدي الحائر ، وترشد الضال ، وتدفع الانسان لما يسمو به من المثل العليا ، والصفات الكريمة ، ونعرض لبعضها.</w:t>
      </w:r>
    </w:p>
    <w:p w:rsidR="00A60096" w:rsidRPr="00B264AB" w:rsidRDefault="00A60096" w:rsidP="00A60096">
      <w:pPr>
        <w:pStyle w:val="Heading2"/>
        <w:rPr>
          <w:rtl/>
        </w:rPr>
      </w:pPr>
      <w:bookmarkStart w:id="151" w:name="_Toc405289533"/>
      <w:r w:rsidRPr="00B264AB">
        <w:rPr>
          <w:rtl/>
        </w:rPr>
        <w:t xml:space="preserve">1 ـ أدعية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bookmarkEnd w:id="151"/>
      <w:r w:rsidRPr="00B264A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وروى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مجموعة من الادعية ، كان يدعو بها جده الرسول الاعظم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مفجر العلم ، والنور في الارض ، وهذه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من دعاء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ارْحَمْني بِتَرْكِ مَعَاصيكَ أَبَداً ما أَبْقَيْتَني ، وَارْزُقْني حُسْنَ النَظَرِ فِيمَا يُرْضِيكَ عَني ، وَأَلْزِمْ قَلْبي حِفْظَ كِتَابِكَ عَلَّمْتَني ، وَاجْعَلْني أَتْلُوهُ على النَّحْوِ الذي يُرْضِيكَ عَنَّي ، اللّهُمَّ ، نُوِّرْ بِكِتَابِكَ بَصَرِي ،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وَاشْرَحْ بِهِ صَدْرِي ، وَأَفْرِحْ بِهِ قَلْبي ، وَأَطْلِق بِهِ لِسَاني ، وَاسْتَعْمِلُ بِهِ بَدَني ، وَقَوِّنِي على ذلِكَ ، فَإنَّهُ لا حَوْلَ وَلا قُوَّةَ إلاَّ بِكَ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نظر هذا الدعاء الشريف إلى كتاب الله العظيم ، الذي هو من بركات الله ، على عباده ، ومن ألطافه عليهم ، وقد سأل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من الله تعالى ، أن يمن عليه بحفظه ، والتأمل في آياته ، وأن يشرح به صدره ، ويفرح به قلبه ، ويطلق به لسانه ، ومن الطبيعي أن في ذلك إرشاد للامة ، ليهتموا بالقرآن العظيم ، ويطبقوا أحكامه وتعاليمه على واقع حياتهم.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ما من نبي إلا وخلف في أهل بيته دعوة مجابة ، وقد خلف فينا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دعوتين مجابتين: أما الواحدة فلشدائدنا ، وأما الاخرى فلحوائجنا.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أما التي لشدائدنا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كَائِنُ دائماً لَمْ يَزَلْ ، يا إلهي ، يا إلهَ آبَائي ، يا حَيُّ يا قَيُّومُ ، إجْعَلْني لَكَ مُخْلِصاً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وأما التي لحوائجنا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مَنْ يَكْفي مِنْ كُلِّ شَيْءٍ ، وَلَا يَكْفَى مِنْهُ شَيْءٌ: يا اللهُ يا رَبِّ مُحَمَّدٍ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3 ـ روى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عن جده ، رسول الله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هذا الدعاء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قرب الاسناد ( ص 5 ).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مفتاح السعادة ، ومصباح السيادة 3 / 138 طبع دار الكتب الحديثة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يا رَازِقَ المُقِلِّينَ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يا رَاحِمَ المَسَاكِينَ ، يَا وَلِيَ المُؤْمِنين ، يا ذا القُوَّةِ المَتِين ، صَلِّ على مُحَمَّدٍ وَأَهْلِ بَيْتِهِ ، وَارْزُقْني ، وَعَافِنِي ، وَاكْفني ما أَهَمَّني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4 ـ قال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أتى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رجل ، فقال : يا نبي الله : الغالب علي الدين ووسوسة الصدر ، فقال له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: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تَوَكْلتُ على الحَيِّ الذي لا يَمُوتُ ، الحَمْدُ للهِ الذي لَمْ يَتَّخِذْ صَاحِبَةً وَلا وَلَداً ، وَلَمْ يَكُنْ لَهُ شَرِيكٌ في المُلْكِ ، وَلَمْ يَكُنْ لَهُ وَلِيُّ مِنَ الذُلِّ ، وَكَبِّرْهُ تَكْبِيراً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فصبر الرجل مدة ثم مر على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فقال له : ما صنعت؟ فقال : يا رسول الله قضى الله ديني وأذهب وسوسة صدري </w:t>
      </w:r>
      <w:r w:rsidRPr="00A60096">
        <w:rPr>
          <w:rStyle w:val="libFootnotenumChar"/>
          <w:rtl/>
        </w:rPr>
        <w:t>(3)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5 ـ :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جاء رجل إلى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فقال : يا رسول الله : قد لقيت شدة من وسوسة الصدر ، وأنت رجل مدين معيل ، محوج ، فقال له : كرر هذه الكلمات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تَوَكْلتُ على الحَيِّ الذي لا يَمُوتُ ، الحَمْدُ للهِ الذي لَمْ يَتَّخِذْ صَاحِبَةً وَلَا وَلَداً ، وَلَمْ يَكُنْ لَهُ شَرِيكٌ في المُلْكِ ، وَلَمْ يَكُنْ لَهُ وَلِيُّ مِنَ الذُلِّ ، وَكَبِّرْهُ تَكْبِيراً ».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فلم يلبث أن جاءه فقال : أذهب الله عني وسوسة صدري ، وقضى عني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المقلن : جمع مقل ، وهو الفقير البائس.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552.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3 ـ اصول الكافي 2 / 554.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ديني ، ووسع علي رزقي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وسوسة الصدر ، من الامراض النفسية ، التي تشيع في النفس ، القلق والاضطراب ، وخير وصفة لدفعها ، أدعية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وذكر الله تعالى والاستعاذة به من الشيطان الرجيم.</w:t>
      </w:r>
    </w:p>
    <w:p w:rsidR="00A60096" w:rsidRPr="00B264AB" w:rsidRDefault="00A60096" w:rsidP="00A60096">
      <w:pPr>
        <w:pStyle w:val="Heading2"/>
        <w:rPr>
          <w:rtl/>
        </w:rPr>
      </w:pPr>
      <w:bookmarkStart w:id="152" w:name="_Toc405289534"/>
      <w:r w:rsidRPr="00B264AB">
        <w:rPr>
          <w:rtl/>
        </w:rPr>
        <w:t>2 ـ داعية الامام أمير المؤمنين (ع)</w:t>
      </w:r>
      <w:bookmarkEnd w:id="152"/>
      <w:r w:rsidRPr="00B264A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روى الامام الصادق عليه ، مجموعة من الادعية الجليلة ، عن جده الامام أمير المؤمنين ،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باب مدينة علم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ومن كان منه بمنزلة هارون من موسى وهذا بعض ما رواه عنه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إن عليا صلوات الله عليه وآله كان يقول : إذا أصبح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سُبْحَانَ اللهِ المَلِكِ القُدُّوسِ ـ كان يقول ذلك ثلاثاً. اللّهُمَّ ، إنِّي أَعُوذُ بِكَ مِنْ زَوَالِ نِعْمَتِكَ ، وَمِنْ تَحْوِيلِ عَافِيَتِكَ ، وَمِنْ فجْأَة نَقْمتكَ ، وَمِنْ دَرَكِ الشَّقَاءِ ، وَمِنْ شَرِّ ما سَبَقَ في اللَّيْلَ ، اللّهُمَّ ، إنِّي أَسْأَلُكَ بعِزَّةِ مُلْكِكَ ، وَشِدَّةِ قُوَّتِكَ ، وَتَعْظِيمِ سُلْطَانِكَ ، وَبِقُدْرَتِكَ على خَلْقِكَ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استعاذ الامام أمير المؤمنين ، بالله العظيم ، من زوال النعمة ، وتحويل العافية ، وفجأة النقمة ، فبانعدام هذه الامور تعود الحياة قاسية ، ولا تطاق.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كان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من قال هذا القول كان مع محمد وآل محمد ، إذا قام قبل أن يستفتح الصلاة :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555.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527.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« اللّهُمَّ ، إنِّي أَتوَجَهُ إلَيْكَ بِمُحَمَدً وَآلِ مُحَمَّدٍ ، وَأُقَدِّمُهُمْ بَيْنَ يَدَيْ صَلَاتي ، وَأَتَقَرَّبُ بِهِمْ إلَيْكَ ، فَاجْعَلْني بِهِمْ وَجِيهاً ، في الدُّنْيَا وَالآخِرَةِ ، وَمِنَ المُقَرَّبِينَ ، اللّهُمَّ ، إنَّكَ مَنَنْتُ عَلَيَّ بِمَعْرِفَتِهِمْ ، فَاخْتُمْ لي بِطَاعَتِهِمْ ، وَمَعْرَفتِهِمْ ، وَوِلَايَتِهِمْ فَإنَّهَا السَّعَادَةُ وَاْخُتْم لي بِهَا فَإنَّكَ على كُلِّ شَيْءٍ قَدِيرٌ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تصلي ، فإذا إنصرفت قلت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إجْعَلْني مَعَ مُحَمَّدٍ وَآلِ مُحَمَّدٍ في كُلِّ عَافِيَةٍ وَبَلَاءٍ ، وَاجْعَلْني مَعَ مُحَمَّدٍ وَآلِ مُحَمَّدٍ في كُلِّ مَثْوَى ، وَمُتَقَلَّبٍ اللّهُمَّ ، إجْعَلْ مَحْيَايَ مَحْيَاهُمْ ، وَمَمَاتي مَمَاتَهُمْ ، وَاجْعَلْني مَعَهُمْ في المَوَاطِنِ كُلِّهَا ، وَلا تُفَرِّقْ بَيْني وَبَيْنَهُمْ إنَّكَ على كُلِّ شَيْءٍ قَدِيرٌ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وعرض هذا الدعاء الشريف ، بجميع بنوده ، إلى أهمية آل النبي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دعاة العدل الاجتماعي في الارض ، وحملة مشعل التوحيد ، الذين ناضلوا كأشد ما يكون النضال ، في محاربة الظلم والاستبداد وتوطيد أركان العدل بين الناس.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3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الامام أمير المؤمنين ، صلوات الله عليه ، يقول إذا فرغ من الزوال ،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أَتَقَرَّبً إلَيَْكَ بِجُودِكَ ، وَكَرَمِكَ ، وَأَتَقَرَّبُ إلَيْكَ بِمُحَمَّدٍ عَبْدِكَ وَرَسُولِكَ ، وَأَتَقَرَّبُ إلَيْكَ بِمَلَائِكَتِكَ المُقَرَّبِينَ ، وَأَنْبِيَائِكَ المُرْسَلِينَ ، وَبِكَ.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أَنْتَ الغَنِّى عَنِّي ، وَبي الفَاقَةُ إلَيْكَ ، وَأَنْتَ الغَنِيُ ، وَأَنَا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544.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الفقيرُ إلَيْكَ أقلْتني مِنْ عَثْرَتي ، وَسَتَرْتَ عَلَيَّ ذُنُوبي ، فَاقْضِ اليَوْمَ حاجتي ، ولا تُعَذّبْني بِقَبِيحِ ما تَعْلَمُ مِنِّي ، بَلْ عَفْوُكَ وَجُودُكَ يَسَعُني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يخر ساجدا ويقول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أَهْلَ التَقْوَى ، وَيَا أَهْلَ المَغْفِرَةِ ، يا بِرُّ يا رَحِيمُ ، أَنْتَ أَبرُّ بي مِنْ أَبي ، وَأُمِّي ، وَمِنْ جَمِيعِ الخَلَائِقِ ، إقْبَلْني بِقَضَاءِ حَاجَتي ، مُجَاباً دُعَائي ، مَرْحُوماً صَوْتي ، قَدْ كَشَفْتَ أَنْوَاعَ البَلَاءِ عَنِّي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ويلمس في هذا الدعاء ، مدى إنابة سيد المتقين ، والموحدين إلى الله تعالى ، فمن المقطوع به إنه ما عرف الله حق معرفته ، وآمن به كاشد ما يكون الايمان ، سوى الامام أمير المؤمنين ، وأبنائه الائمة الطاهرين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4 ـ روى معاوية بن عمار قال : قال لي أبو عبد الله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أبتداء منه : يا معاوية أما علمت أن رجلا أتى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فشكا الابطاء عليه في الجواب في دعائه ، فقال له : ـ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أين أنت عن الدعاء السريع الاجابة؟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ـ « فقال الرجل : ما هو؟.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ـ قال 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بِاسْمِكَ العَظِيمِ الَأعْظَمِ ، الَأجَلِّ الَأكْرَمِ ، المَخْزُونِ ، المَكْنُونِ ، النُّورِ الحَقِّ ، البُرْهَانِ المُبِينِ ، الذي هُوَ نُورٌ مَعَ نُورٍ ، نُورٌ مَنْ نُورً ، وَنُورٌ في نُورٍ ، وَنُورٌ على نُورٍ ، وَنُورٌ فَوْقَ كُلِّ نُورٍ ، وَنُورٌ يُضِييءُ بِهِ كُلِّ ظُلْمَةٍ ، وَيَكْسِرُ بِهِ كُلِّ شِدَّةٍ ، وَكُلِّ شَيْطَانٍ مَرِيدٍ ، وَكُلَّ جَبَّارٍ عَنِيدٍ ، وَلا تَقِرُّ بِهِ أَرْضٌ ، وَلا تَقُومُ بِهِ سَمَاءٌ ، وَيَا مَنْ يَأمنُ بِهِ كُلُّ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545.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خَائِفِ ، وَيَبْطُلُ بِهِ سِحْرُ كُلِّ سَاحِرٍ ، وَبَغْيُ كُلِّ بَاغٍ ، وَحَسَدُ كُلِّ حَاسِدٍ ، وَيَتَصَدَّعُ لِعَظَمَتِهِ البَرُّ وَالبَحْرُ ، وَتَسْتَقِلُّ بِهِ الفُلْكَ حِينَ يَتَكلَّمُ بِهِ المُلْكُ ، فَلَا يَكُونُ لِلْمَوْجِ عَلَيْهِ سَبِيلٌ ، وَهُوَ إسْمُكَ الَأعْظَمُ ، الَأعْظَمُ ، الَأجَلُّ ، الَأجَلُّ ، النٌّورٌ الَأكْبَرُ ، الذي سَمَّيْتَ بِهِ نَفْسُكَ ، وَاسْتَوَيْتَ بِهِ على عَرْشِكَ ، وَاَتَوَجَّهُ إلَيْكَ بِمُحَمَّدٍ ، وَأَهْلِ بَيْتِهِ ، أَسْأَلُكَ بِكَ وَبِهِمْ ، أَنْ تُصَلِّي على مُحَمَّدٍ وَآلِ مُحَمَّدٍ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ثم تذكر حاجتك التي تريد قضاءها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5 ـ روى الامام الصادق ،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أن رجلا ، أتى الامام أمير المؤمنين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فقال له : يا أمير المؤمنين كان لي مال ورثته ، ولم أنفق منه درهما في طاعة الله ، ثم أكتسبت منه مالا فلم أنفق منه درهما في طاعة الله ، فعلمني داء يخلف علي ما مضى ، ويغفر لي ما عملت : أو عملا أعمله ،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قل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وأي شيء أقول؟.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قل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نُورِي في كُلِّ ظُلْمَةٍ ، وَيَا أُنْسِي في كُلِّ وَحْشَةٍ ، وَيَا رَجَائي في كُلِّ كَرْبَةٍ ، ويا ثِقَتي في كُُلِّ شِدَّةٍ ، وَيَا دَلِيلي في الضَّلَالَةِ ، أَنْتَ دَلِيلي إذَا انْقَطَعَتْ دَلَالَةُ الَأدِلَّاءُ : فَإِنَّ دَلَالَتَكَ لا تَنْقَطِعُ ، وَلَا يَضِلُّ مَنْ هَدَيْتَ ، أَنْعَمْتَ عَلَيَّ فَأسْبَغْتَ ، وَرَزَقْتَني فَوَفَرْتَ ، وَغَذَّيْتَني فَأَحْسَنْتَ غِذَائِي ، وَأَعْطَيْتَني فَأَجْزَلْتَ ، بِلَا اسْتِحْقَاقٍ لِذلِكَ بِفَضْلٍ مِنِّي ، وَلكِن إبْتِدَاءً مِنْكَ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582 ـ 583.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لكرمك ، وجُودك ، فتقوُيْتَ بكرمك على معاصيك ، وتقويْتُ برزْقك على سُخْطك ، وأَفْنيْتُ عُمْرِي فيما لا ُتحِبُّ ، فلمْ تمْنعْك جُرْأتي عليْك ، وَرُكُوبي لِمَا نهَيْتَني عنْهُ ، وَدُخُولي فيما حَرَّمْت علي ، أنْ عُدْتَ عليَّ بِفَضْلِكَ ، وَلَمْ يَمْنَعْني حِلْمُك عني ، وَعَوْدُكَ عَلَيَّ بِفَضْلِكَ ، انْ عُدْتُ في مَعَاصيكَ ، فَأَنْتَ العَوَّادُ بِالفَضْلِ ، وَأَنَا العوَّادُ بِالمَعَاصِي ، فيا أكْرمَ مَنْ أُقرَّ لَهُ بِذَنْبٍ ، وَأَعَزَّ مَنْ خُضِعَ لَهُ بِذُلِّ ، لِكَرَمِكَ أَقْرَرْتَ بِذَنْبي ، وَلِعِزِّكَ خَضَعْتُ بِذُلِّي ، فَمَا أَنْتَ صَانِعٌ بي في كَرَمِكَ وَإقْرَارِي بِذَنْبي ، وَعزِّكَ وَخُضُوعي بِذُلِّي إفْعَلْ بي ما أَنْتَ أَهْلُهُ ، وَلَا تَفْعَلْ بي ما أنَا أَهْلُهُ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وحكى هذا الدعاء النعم التي أنعمها الله على عباده ، والالطاف التي أسداها عليهم ، ولجهلهم قابلوها بالتمرد والعصيان له ، وهو مع ذلك يفيض عليهم بعطائه وإحسانه.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6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يقول في دعائه ، وهو ساجد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إنِّي أَعُوذُ بِكَ أَنْ تَبْتَلِيَني بِبَلِيَّةٍ ، تَدْْْعُوني ضُرُورتُهَا على أَنْ أَتَعَّرضَ لِشَيْءٍ مِنَ مَعَاصِيكَ.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لا تَجْعَلْ بي حَاجَةً إلى أَحَدٍ مِنْ شِرَارِ خَلْقِكَ وَلِئَامِهِمْ ، فَإنْ جَعَلْتَ لي حَاجَةً إلى أَحَدٍ مِنْ خَلْقِكَ ، فَاجْعَلْهَا إلى أَحْسَنِهِمْ وَجْهاً وَخَلْقاً ، وَخُلُقاً ، وَأَسْخَاهُمْ بهِاَ نَفْساً ، وَأَطْلَقَهُمْ بِهَا لِسَاناً ، وَأَسْمَحَهُمْ بِهَا كَفّاُ ، وَأَقَلَّهُمْ بِهَا عَلَيَّ امْتِنَاناً.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595.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قرب الاسناد ( ص 1 ). </w:t>
      </w:r>
    </w:p>
    <w:p w:rsidR="00A60096" w:rsidRPr="00B264AB" w:rsidRDefault="00A60096" w:rsidP="00A60096">
      <w:pPr>
        <w:pStyle w:val="Heading3"/>
        <w:rPr>
          <w:rtl/>
        </w:rPr>
      </w:pPr>
      <w:r>
        <w:rPr>
          <w:rtl/>
        </w:rPr>
        <w:br w:type="page"/>
      </w:r>
      <w:bookmarkStart w:id="153" w:name="_Toc405289535"/>
      <w:r w:rsidRPr="00B264AB">
        <w:rPr>
          <w:rtl/>
        </w:rPr>
        <w:lastRenderedPageBreak/>
        <w:t>3 ـ الادعية التي يرويها عن الامام زين العابدين</w:t>
      </w:r>
      <w:bookmarkEnd w:id="153"/>
      <w:r w:rsidRPr="00B264A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وروى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بعض الادعية ، عن جده الامام زين العابدين ، وسيد الساجدين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وهي تكشف عن جانب من روحانية ، هذا الامام العظيم ، الذي عطر الدنيا بأدعيته ، التي تمثل صفاء النفس ، وسمو الذات ، وفي ما يلي بعض تلك الادعية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علي بن الحسين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يدعو بهذا الدعاء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إنِّي أَسْأَلُكَ حُسْنَ المَعِيشَةِ ، مَعِيشَةً أَتَقَوَّى بِهَا على جَمِيعِ حَوَائِجي وَأَتَوَصَّلُ بِهَا في الحَيَاةِ إلى آخِرَتي ، مِنْ غَيْرَ أَنْ تُتْرِفَني فِيهَا فَأَطْغى ، أَوْ تُقَتَّرَ بِهَا عَلَيَّ فَأَشْقَى ، أَوْسِعْ عَلَيَّ مِنْ حَلَالِ رِزْقِكَ ، وَأَفْضِلْ عَلَيَّ مِنْ سَيْبِ فَضْلِكَ ، نِعْمَةً مِنْكَ سَابِغَةً ، وَعَطَاءاً غَيْرَ مَمْنُونٍ ، ثُمَّ لا تُشْغِلْني عَنْ شُكْرِ نِعْمَتِكَ ، بِإكْثَارٍ مِنْهَا تُلْهِيني بَهْجَتُهُ ، وَتَفْتِنيِّ زَهَراتُ زَهْوَتِهِ ، ولا بِإقْلَالٍ عَلَيَّ مِنْهَا يَقْصُرُ بِعَمَلي كَدُّهُ ، وَيَمْلُأ صَدْرِي هَمُّهُ ، أَعْطِني مِنْ ذلِكَ يا إلهي غِنى عَنْ شِرَارِ خَلْقِكَ ، وَبَلَاغاً أَنَالُ بِهِ رِضْوَانَكَ وَأَعُوذُ بِكَ يا إلهي مِنْ شَرِّ الدُّنْيَا ، وَشَرِّ ما فِيهَا ، وَلا تَجْعَلْ عَلَيَ الدُّنْيَا سِجْناً ، وَلَا فِراقَهَا عَلَيَّ حُزْناً ، أَخْرِجْني مِنْ فِتْنَتِهَا مَرْضيا عنِّي ، مَقْبُولاً فِيهَا عَمَلي إلى دَارِ الحَيَوَانِ ، وَمَسْاكِنِ الَأخْيَارِ ، وَأَبْدِلْني بِالدُّنْيا الفَانِيَةِ نَعِيمَ الدَّارِ البَاقِيَةِ.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أَعُوذُ بِكَ مِن أَزَلِّها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وَزِلْزَالِهَا ، وَسَطَوَاتِ شَيَاطِينِهَا ، وَسَلَاطِينِهَا ، وَنَكاَلِهَا ، وَمِنْ بَغْيِ مَنْ بَغَى عَلَيَّ فِيهَا ، اللّهُمَّ ، مَنْ كَاَدَني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الازل : الشدة والضيق.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فَكِدْهُ ، وَمَنْ أَرَادَني فَأَرِدْهُ ، وَفُلَّ عَنِّي حَدَّ مَنْ نَصَبَ لي حَدَّهُ ، وَأَطفِ عَنِّي نَارَ مَنْ شَبَّ لي وَقْدَهُ ، واكْفِني مَكْرَ المَكْرَةِ ، وَافْقَاْ عَنِّي عُيُونِ الكَفَرَةِ ، وَاكْفِني هَمَّ مَنْ أَدْخَلَ عَلَيَّ هَمَّهُ ، وَادْفَعْ عَني شَرَّ الحَسَدَةِ ، وَاعْصِمْني مِنْ ذَلكِ َبِالسَكِينَةِ وَأَلْبِسْني دِرْعَكَ الحَصِينَةَ ، وَأَخْبِئْني في سِتْرِكَ الوَاقِي ، وَأَصْلِحْ لي حَالِي ، وَصَدِّقْ قَوْليِ بِفعَالِي ، وَبَارِكْ لي في أَهْلِي وَمَالِي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في أدعية الامام ، زين العابدين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منهجا كاملا ، للحياة الرفيعة ، ودستورا شاملا ، لكل ما يسمو به الانسان من شرف وكرامة.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لقد حفل هذا الدعاء الشريف ، بجميع متطلبات الحياة الكريمة ، التي لا ضيق فيها ولا عسر ، ولا ترف موجب للطغيان ، وأن يجعله الله دوما يلهج بذكره وشكر نعمته ، ويكفيه شرار خلقه الذين جبلوا على الاعتداء والاساءة إلى الناس.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علي بن الحسين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يقول : ما أبالي إذا قلت هذه الكلمات لو اجتمع علي الانس والجن ، وهي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، وَبِاللهِ ، وَمِنَ اللهِ ، وَالى اللهِ ، وَفي سَبِيلِ اللهِ ، وَعلى مِلَّةِ رَسُولِ اللهِ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اللّهُمَّ إلَيْكَ أَسْلَمْتُ نَفْسِي ، وَإليْكَ وَجَّهْتُ وَجْهِي ، وَإلَيْكَ اَلْجَأْتُ ظَهْرِي ، وَإلَيْكَ فَوَّضْتُ أَمْرِي ، اللّهُمَّ إحْفَظْني ، بِحِفْظِ الإِيمَانِ مِنْ بَيْنِ يَدَيَّ ، وَمِنْ خَلْفي ، وَعَنْ يَميني ، وَشِمَالِي ، وَمِنْ فَوْقي ، وَمِنْ تَحْتي ، وَمِنْ قِبَلي ، وَادْفَعْ عَنِّي بِحَوْلِكَ وَقُوَّتِكَ ، فَإنَّهُ لا حَوْلَ ، وَلَا قُوَّةَ إلاَّ بِكَ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553 ـ 554.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559 قرب الاسناد.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إن في قراءة هذه الادعية صيانة للانسان ، ووقاية له من طوارق الزمن وحوادث الايام ، فإن الله تعالى ، يصرف عمن دعاه بها ، جميع شرور الدنيا وفجائعها.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3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إن علي بن الحسين ، صلوات الله عليه ، كان إذا أصبح قال : أبتدئ يومي بين يدي نسياني وعجلتي ، بسم الله وما شاء الله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هذه بعض الادعية ، التي رواها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جده الامام زين العابدين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A60096" w:rsidRPr="00B264AB" w:rsidRDefault="00A60096" w:rsidP="00A60096">
      <w:pPr>
        <w:pStyle w:val="Heading3"/>
        <w:rPr>
          <w:rtl/>
        </w:rPr>
      </w:pPr>
      <w:bookmarkStart w:id="154" w:name="_Toc405289536"/>
      <w:r w:rsidRPr="00B264AB">
        <w:rPr>
          <w:rtl/>
        </w:rPr>
        <w:t>4 ـ أدعية الامام الباقر</w:t>
      </w:r>
      <w:bookmarkEnd w:id="154"/>
      <w:r w:rsidRPr="00B264AB"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وروى الامام الصادق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مجموعة من أدعية أبيه الامام محمد الباقر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وفي ما يلي بعضها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1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أبي إذا أصبح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بِسْمِ اللهِ وَبِاللهِ وَالى اللهِ ، وَفي سَبِيلِ اللهِ ، وَعلى مِلَّةِ رَسُولِ اللهِ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اللّهُمَّ ، إلَيْكَ أَسْلَمْتُ نَفْسِي ، وَإلَيْكَ فَوَّضْتُ أَمْرِي ، وَعَلَيْكَ تَوَكَلْتُ يا ربِّ العَالَمِينَ ، اللّهُمَّ ، إحْفَظْني بِحِفْظِ الإِيمَانِ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مِنْ بَيْنَ يَدَيَّ ، وَمِنْ خَلْفهي ، وَعَنْ يَمِيني وَعَنْ شِمَالِي ، وَمِنْ فَوْقي ، وَمِنْ تَحْتي ، وَمِنْ قِبَلْي ، لا إلهَ إلاَّ أَنْتَ ، لا حَوْلَ وَلا قُوَّةَ إلاَّ بِاللهِ ، نَسْأَلُكَ العَفْوَ وَالعَافِيَةِ ، مِنْ كُلِّ سُوءٍ ، وَشَرِّ الدُّنْيَا وَالآخِرَةِ.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؛ إنِّي أَعُوذُ بِكَ مِنْ عَذَابِ القَبْرِ ، وَمِنْ ضَغْطَةِ القَبْرِ ، وَمِنْ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523.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بحفظ الايمان : على حذف المضاف اي بحفظ أهل الايمان.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ضِيقِ القَبْرِ ، وَأَعُوذُ بِكَ مِنْ سَطَوَاتِ اللّيْلَ وَالنَّهَارِ ، اللّهُمَّ ، رَبَّ المَشْعَرِ الحَرَامِ ، وَرَبَّ ِالبَلَدِ الحَرَامِ ، وَرَبِّ الحِلِّ وَالحَرَمِ ، أَبْلِغْ مُحَمَّداً وِآلِ مُحَمَّدٍ عَنِّي السَّلَامُ.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أنِّي أَعُوذُ بِدَرْعِكَ الحَصِينَةِ ، وَأَعُوذُ بِجَمْعِكَ أَنْ لا تُمِيتَني غَرَقاً أَوْ حَرْقاً ، أَوْ شَرَقاً ، أَوْ قَوَداً ، أَوْ صَبْراً ، أَوْ مُسَماً ، أَوْ تَرَدِياً في بِئْرٍ ، أَوْ أَكِيلَ سَبُعَ ، أَوْ مَوْتَ الفُجْأَةِ ، أَوْ بِشَيْءٍ مِنْ مِيتَاتِ السُوءِ ، وَلكِنْ أَمِتْني على فِرَاشِي في طَاعَتِكَ ، وَطَاعَةِ رَسُوُلِكَ </w:t>
      </w:r>
      <w:r w:rsidR="00C86F65" w:rsidRPr="00C86F65">
        <w:rPr>
          <w:rStyle w:val="libAlaemChar"/>
          <w:rFonts w:hint="cs"/>
          <w:rtl/>
        </w:rPr>
        <w:t>صلى‌الله‌عليه‌وآله‌وسلم</w:t>
      </w:r>
      <w:r>
        <w:rPr>
          <w:rtl/>
        </w:rPr>
        <w:t xml:space="preserve"> ، مُصِيباً لِلْحَقِّ غَيْرَ مُخْطِىءٍ أَوْ في الصَّفِِّ الذي نَعتَّهُمْ في كِتَابِكَ «</w:t>
      </w:r>
      <w:r w:rsidRPr="00A60096">
        <w:rPr>
          <w:rStyle w:val="libAieChar"/>
          <w:rtl/>
        </w:rPr>
        <w:t xml:space="preserve"> كَأَنَّهُمْ بُنْيَانٌ مَرْصُوصٌ </w:t>
      </w:r>
      <w:r>
        <w:rPr>
          <w:rtl/>
        </w:rPr>
        <w:t xml:space="preserve">» أُعِيذُ نَفْسِي ، وَوَلَدي ، وَمَا رَزَقَني رَبِّي ، بِقُلْ أَعُوذُ بِرَبِّ النَّاسِ ـ وَكَانَ يَقْرَأُ السُّورَةَ ـ الحَمْدُ للهِ مِدَادَ كَلِمَاتِهِ ، وَالحَمْدُ للهِ زِنَةَ عَرْشِهِ ، وَالحَمْدُ للهِ رِضَا نَفْسِهِ ، وَلا إلهَ إلاَّ اللهُ الحَلِيمُ الكَرِيمُ ، وَلا إلهَ إلاَّ اللهُ العَلِيُّ العَظِيمِ ، سُبْحَانَ اللهِ رَبِّ السَّموَاتِ وَالَأرَضِينَ ، وَمَا بَيْنَهُمَا وَرَبِّ العَرْشِ العَظِيمِ.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اللّهُمَّ ، إنِّي أَعُوذُ بِكَ مِنْ دَرَكِ الشَّقَاءِ ، وَمِنْ شَمَاتَةِ الَأعْدَاءِ ، وَأَعُوذُ بِكَ مِنَ الفَقْرِ وَالوَقْرِ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وَأَعُوذُ بِكَ مِنْ سُوءِ المَنْظَرِ ، في الَأهْلِ وَالمَالِ وَالوَلَدِ .. »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وكان أبو جعفر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يصلي على النبي وآله عشر مرات بعد هذا الدعاء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ويلمس في هذا الدعاء الشريف ، مدى اعتصام الامام أبي جعفر عليه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الوقر : الثقل في السمع.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اصول الكافي 2 / 525 ـ 526.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السلام بالله تعالى ، وإلتجائه إليه ، وقد سأل من الله عزوجل أن يميته ميتة كريمة في طاعة الله وطاعة رسوله مصيبا للحق غير مخطئ ولا منحرف عنه.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2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أبي يقول وهو ساجد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يا ثِقَتي وَرَجَائي ، في شِدَّتي وَرَخَائي : صَلِّ على مُحَمَّدٍ وَآلِ مُحَمَّدٍ ، وَألْطَفْ بي في جَمِيعِ أَحْوَالي ، فَإنَّكَ تَلْطُفُ بِمَنْ تَشَاءُ ، وَالحَمْدُ للهِ رَبِّ العَالَمِينَ ، وَصَلَّى اللهُ على مُحَمَّدٍ وَأَهْلِ بَيْتِهِ الطَّاهِرِينَ ، وَسَلَّمْ تَسْليماً كَثِيراً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3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أبي يقول في دعائه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رَبِّ أصْلِحْ نَفْسِي ، فَإنَّهَا أَهَمُّ اَلَأنْفُسِ إلَيَّ ، رَبِّ أَصْلِحْ لي ذُرِّيَتي فإنَّهُمْ يَدِي وَعَضُدِي ، رَبِّ أَصْلِحْ لي أَهْلَ بَيْتي فَإنَّهُمْ لَحْمي وَدَمي ، رَبِّ أَصْلِحْ لي جَمَاعَةَ إخْوَاني ، وَأَخَوَاتي ، وَمُحِبِيَّ فَإنَّ صَلَاحَهُمْ صَلَاحِي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إن أدعية أئمة أهل البيت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بلسم للقلوب ، وضياء للنفوس ، وهي من أهم الثروات الروحية ، التي يملكها المسلمون.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4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من دعاء أبي في الامر الذي يحدث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صَلِّ على مُحَمَّدٍ وَآلِ مُحَمَّدٍ ، وَاغْفِرْ لي ، وَارْحَمْني ، وَزَكِّ عَمَلِي ، وَيَسِّرْ مُنْقَلَبي ، وَاهْدِ قَلْبِي ، وَآمِنْ خَوْفي ، وَعَافِني في عُمْري كُلِّهِ ، وَثَبِّتْ حُجَّتي ، وَاغْفِرْ خَطَايَايَ ، وَبَيِّضْ وَجْهِي ، وَاعْصِمْني في دِيني ، وَسَهِّلْ مَطْلَبي ، وَوَسِّعْ عَلَيَّ في رِزْقي ، فَإنِّي ضَعِيفٌ ، وَتَجَاوَزْ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قرب الاسناد ( ص 7 ).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قرب الاسناد ( ص 7 ).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عَن سَيِّئَةِ ما عِنْدي بِحُسْنِ مَا عِنْدَكَ ، وَلا تَفْجَعْني بِنَفْسي ، وَلا تَفْجَعْ لي حَمِيماً ، وَهَبْ لي يا إلهي لَحْظَةً مِنْ لحَظَاتِكَ ، تَكْشِفُ عَنِّي جَمِيعَ ما بِهِ ابْتَلَيْتَني ، وَتَرُدُّ بِهَا عَلَيَّ ما هُوَ أَحْسَنُ عَادَتِكَ عِنْدِي ، فَقَدْ ضَعُفَتْ قُوَّتِي ، وَقَلَّتْ حِيلَتي ، وَانْقَطَعَ مِنْ خَلْقِكَ رَجَائي ، وَلَمْ يَبْقَ إلاَّ رجَاؤُك وَتَوَكُّلي عَلَيْكَ ، وَقُدْرَتُكَ عَلَيَّ ، يا رَبُّ إنْ تَرْحَمْني وَتُعَافِنِي كَقُدْرَتِكَ عَلَيّ إنْ تُعَذَّبْني ، وَتَبْتَلِني.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إلهي : ذِكْرُ عَوَائِدِكَ يُؤْنِسُني ، وَالرَجَاءُ لإِتْمَامِهَا يُقَوِّيَني ، وَلَمْ أَخْلُ مِنْ نِعَمِكَ مُنْذُ خَلَقْتَني ، وَأَنْتَ رَبِّي ، وَسَيِّدي ، وَمُفْزَعي وَمَلْجَئي ، وَالحَافِظُ لي ، وَالذَّابُ عَنِّي ، وَالرَّحِيمُ بي ، وَالمُتَكَفّلُ بِرِزْقي ، وَفي قَضَائِكَ وَقُدْرَتِكَ ، كُلَّ ما أَنَا فِيهِ ، فَليَكُنْ يا سَيِّدي وَمَوْلَايَ في ما قَضَيْتَ ، وَقَدَرْتَ ، وَحَتَمْتَ تَعْجِيلَ خَلَاصِي مِمَّا أَنَا فِيهِ جَمِيعِهِ ، وَالعَافِيَةِ لي ، فَإني لا أَجِدُ لِدَفْعَ ذلِكَ أَحَداً غَيْرَكَ ، وَلَا أَعْتَمِدُ فِيهِ إلاَّ عَلَيْكَ ، فَكُنْ يا ذَا الجَلَالِ عَنْدَ أَحْسَنِ ظَني بِكَ ، وَرَجَائي لَكَ ، وَارْحَمْ تَضَرُّعِي وَاسْتِكَانَتِي ، وَضَعْفَ رُكْنِي ، وَامْنُنْ بِذلِكَ عَلَيَّ ، وَعلى كُلِّ دَاعِ دَعَاكَ يا أَرْحَمَ الرَّاحِمِينَ ، وَصَلَّى اللهُ على مُحَمَّدٍ وَآلِهِ ...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5 :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أبي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، أَلْبِسْني العَافِيَةَ حَتَّى تُهْنِئَني المَعِشَةَ ، وَارْزُقْني مِنْ فَضْلِكَ ما تُغْنِينِي بِهِ عَنْ سَائِرِ خَلْقِكَ ، وَلا أَشْتَغِلُ عَنْ طَاعَتِكَ لِبَشَرٍ سِوَاكَ 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وطلب الامام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في هذا الدعاء ، من الله تعالى ، أن يمنحه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اصول الكافي 2 / 558.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قرب الاسناد ( ص 7 ).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العافية ، وهي من أثمن ما يتطلبه الانسان في هذه الحياة ، كما سأل فيه أن يفيض عليه ، من رزقه ، والسعة في عيشه ، حتى يكون حرا فلا يشتغل عن طاعة الله عزوجل ، بالخضوع لغيره من المخلوقين.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6 ـ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أبي يقول في سجوده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اللّهُمَّ إنْ ظَنَّ النّاسِ بي حَسَنٌ ، فَاغْفِرْ لي مَا لا يَعْلَمُونَ ، وَلَا تُؤَاخِذْني بِمَا يَقُولُونَ ، وَأَنْتَ عَلَّامُ الغُيُوبِ .. » </w:t>
      </w:r>
      <w:r w:rsidRPr="00A60096">
        <w:rPr>
          <w:rStyle w:val="libFootnotenumChar"/>
          <w:rtl/>
        </w:rPr>
        <w:t>(1)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7 ـ : قال </w:t>
      </w:r>
      <w:r w:rsidR="003926E1" w:rsidRPr="003926E1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كان أبي يصلي في جوف النهار ، فيسجد السجدة ، فيطيل حتى يقال : إنه راقد ، فما يصحو فيها إلا وهو يقول :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« لا إلهَ إلاَّ اللهُ حَقّاً ، حَقّاً ، سَجَدْتُ لَكَ يا رَبِّي تَعَبُداً وَرِقّاً ، وَإيمَاناً وَتَصْدِيقاً ، وَإخْلَاصاً ، يا عَظِيمُ ، يا عَظِيمُ ، إنَّ عَمَلِي ضَعِيفُ فَضَاعِفْهُ لي فَإنَّكَ جَوَادٌ كَرِيمٌ ، يا مَنَانَ اغْفِرْ لي ذُنُوبِي وَجُرْمي ، وَتَقَبَّلْ مِنِّي عَمَلي ، يا جَبَّارُ ، يا كَرِيمُ ، اللّهُمَّ ، إنِّي أَعُوذُ بِكَ أَنْ أَخَيبَ أَوْ أَعْمَلَ ظُلْمَاً ... » </w:t>
      </w:r>
      <w:r w:rsidRPr="00A60096">
        <w:rPr>
          <w:rStyle w:val="libFootnotenumChar"/>
          <w:rtl/>
        </w:rPr>
        <w:t>(2)</w:t>
      </w:r>
      <w:r>
        <w:rPr>
          <w:rtl/>
        </w:rPr>
        <w:t xml:space="preserve"> </w:t>
      </w:r>
    </w:p>
    <w:p w:rsidR="00A60096" w:rsidRDefault="00A60096" w:rsidP="00A60096">
      <w:pPr>
        <w:pStyle w:val="libNormal"/>
        <w:rPr>
          <w:rtl/>
        </w:rPr>
      </w:pPr>
      <w:r>
        <w:rPr>
          <w:rtl/>
        </w:rPr>
        <w:t xml:space="preserve">وبهذا ينتهي بنا المطاف ، عما يرويه ، من أدعية آبائه </w:t>
      </w:r>
      <w:r w:rsidR="0077652A" w:rsidRPr="0077652A">
        <w:rPr>
          <w:rStyle w:val="libAlaemChar"/>
          <w:rFonts w:hint="cs"/>
          <w:rtl/>
        </w:rPr>
        <w:t>عليهم‌السلام</w:t>
      </w:r>
      <w:r>
        <w:rPr>
          <w:rtl/>
        </w:rPr>
        <w:t xml:space="preserve"> ، وهي نماذح يسيرة ، عما يرويه عنهم ، من هذا التراث الروحي ، كما أن ما ذكرناه من أدعيته الشريفة ، لا يُلِّمُ بجميع ما أثر عنه فإن هناك طائفة أخرى ، من أدعيته ، ذكرت في كتب الادعية ، والحديث ، وقبل أن أقفل هذا الكتاب ، أتقدم بالشكر الجزيل والثناء العاطر والدعاء الخالص الى سماحة الحجة أخي العلامة الكبير الشيخ هادي شريف القرشي علي ما تفضل به من مراجعة </w:t>
      </w:r>
    </w:p>
    <w:p w:rsidR="00A60096" w:rsidRDefault="00A60096" w:rsidP="00A60096">
      <w:pPr>
        <w:pStyle w:val="libLine"/>
        <w:rPr>
          <w:rtl/>
        </w:rPr>
      </w:pPr>
      <w:r>
        <w:rPr>
          <w:rtl/>
        </w:rPr>
        <w:t>__________________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1 ـ قرب الاسناد ( ص 6 ـ 7 ). </w:t>
      </w:r>
    </w:p>
    <w:p w:rsidR="00A60096" w:rsidRDefault="00A60096" w:rsidP="00A60096">
      <w:pPr>
        <w:pStyle w:val="libFootnote0"/>
        <w:rPr>
          <w:rtl/>
        </w:rPr>
      </w:pPr>
      <w:r>
        <w:rPr>
          <w:rtl/>
        </w:rPr>
        <w:t xml:space="preserve">2 ـ قرب الاسناد ( ص 4 ). </w:t>
      </w:r>
    </w:p>
    <w:p w:rsidR="00A60096" w:rsidRDefault="00A60096" w:rsidP="00A60096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الكتاب ، وأبداء كثير من الملاحظات القيمة فيه ، سائلا من الله تعالى أن يكتب له المزيد من الاجر ، ويجزيه عني أفضل ما يجزي أخا عن أخيه.</w:t>
      </w:r>
    </w:p>
    <w:p w:rsidR="00A60096" w:rsidRDefault="00A60096" w:rsidP="00A60096">
      <w:pPr>
        <w:pStyle w:val="libCenterBold1"/>
        <w:rPr>
          <w:rtl/>
        </w:rPr>
      </w:pPr>
      <w:r>
        <w:rPr>
          <w:rtl/>
        </w:rPr>
        <w:br w:type="page"/>
      </w:r>
      <w:r>
        <w:rPr>
          <w:rFonts w:hint="cs"/>
          <w:rtl/>
        </w:rPr>
        <w:lastRenderedPageBreak/>
        <w:t>مواضيع الكتاب</w:t>
      </w:r>
    </w:p>
    <w:p w:rsidR="00406044" w:rsidRDefault="00A60096" w:rsidP="00A60096">
      <w:pPr>
        <w:pStyle w:val="libNormal"/>
        <w:rPr>
          <w:noProof/>
        </w:rPr>
      </w:pPr>
      <w:r>
        <w:rPr>
          <w:rtl/>
        </w:rPr>
        <w:br w:type="page"/>
      </w:r>
      <w:r>
        <w:rPr>
          <w:rtl/>
        </w:rPr>
        <w:lastRenderedPageBreak/>
        <w:br w:type="page"/>
      </w:r>
      <w:r w:rsidR="00FE0B24">
        <w:rPr>
          <w:rtl/>
        </w:rPr>
        <w:fldChar w:fldCharType="begin"/>
      </w:r>
      <w:r>
        <w:rPr>
          <w:rtl/>
        </w:rPr>
        <w:instrText xml:space="preserve"> </w:instrText>
      </w:r>
      <w:r>
        <w:instrText>TOC</w:instrText>
      </w:r>
      <w:r>
        <w:rPr>
          <w:rtl/>
        </w:rPr>
        <w:instrText xml:space="preserve"> \</w:instrText>
      </w:r>
      <w:r>
        <w:instrText>o "</w:instrText>
      </w:r>
      <w:r>
        <w:rPr>
          <w:rtl/>
        </w:rPr>
        <w:instrText>1-3</w:instrText>
      </w:r>
      <w:r>
        <w:instrText xml:space="preserve">" \h \z \t "Heading </w:instrText>
      </w:r>
      <w:r>
        <w:rPr>
          <w:rtl/>
        </w:rPr>
        <w:instrText xml:space="preserve">1 </w:instrText>
      </w:r>
      <w:r>
        <w:instrText>Center;</w:instrText>
      </w:r>
      <w:r>
        <w:rPr>
          <w:rtl/>
        </w:rPr>
        <w:instrText>1</w:instrText>
      </w:r>
      <w:r>
        <w:instrText xml:space="preserve">;Heading </w:instrText>
      </w:r>
      <w:r>
        <w:rPr>
          <w:rtl/>
        </w:rPr>
        <w:instrText xml:space="preserve">2 </w:instrText>
      </w:r>
      <w:r>
        <w:instrText>Center;</w:instrText>
      </w:r>
      <w:r>
        <w:rPr>
          <w:rtl/>
        </w:rPr>
        <w:instrText>2</w:instrText>
      </w:r>
      <w:r>
        <w:instrText xml:space="preserve">;Heading </w:instrText>
      </w:r>
      <w:r>
        <w:rPr>
          <w:rtl/>
        </w:rPr>
        <w:instrText xml:space="preserve">3 </w:instrText>
      </w:r>
      <w:r>
        <w:instrText>Center;</w:instrText>
      </w:r>
      <w:r>
        <w:rPr>
          <w:rtl/>
        </w:rPr>
        <w:instrText xml:space="preserve">3" </w:instrText>
      </w:r>
      <w:r w:rsidR="00FE0B24">
        <w:rPr>
          <w:rtl/>
        </w:rPr>
        <w:fldChar w:fldCharType="separate"/>
      </w:r>
    </w:p>
    <w:p w:rsidR="00406044" w:rsidRPr="00564BCD" w:rsidRDefault="00406044" w:rsidP="00564BCD">
      <w:pPr>
        <w:pStyle w:val="libCenterBold2"/>
        <w:rPr>
          <w:rStyle w:val="Hyperlink"/>
          <w:color w:val="000000"/>
          <w:u w:val="none"/>
          <w:rtl/>
        </w:rPr>
      </w:pPr>
      <w:r w:rsidRPr="00564BCD">
        <w:rPr>
          <w:rStyle w:val="Hyperlink"/>
          <w:rFonts w:hint="cs"/>
          <w:color w:val="000000"/>
          <w:u w:val="none"/>
          <w:rtl/>
        </w:rPr>
        <w:lastRenderedPageBreak/>
        <w:t>الفرس الكتاب</w:t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382" w:history="1">
        <w:r w:rsidR="00406044" w:rsidRPr="005D7230">
          <w:rPr>
            <w:rStyle w:val="Hyperlink"/>
            <w:rFonts w:hint="eastAsia"/>
            <w:noProof/>
            <w:rtl/>
          </w:rPr>
          <w:t>الصحيفة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الصادقية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83" w:history="1">
        <w:r w:rsidR="00406044" w:rsidRPr="005D7230">
          <w:rPr>
            <w:rStyle w:val="Hyperlink"/>
            <w:rFonts w:hint="eastAsia"/>
            <w:noProof/>
            <w:rtl/>
          </w:rPr>
          <w:t>القرآن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الكريم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84" w:history="1">
        <w:r w:rsidR="00406044" w:rsidRPr="005D7230">
          <w:rPr>
            <w:rStyle w:val="Hyperlink"/>
            <w:rFonts w:hint="eastAsia"/>
            <w:noProof/>
            <w:rtl/>
          </w:rPr>
          <w:t>تقريظ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آية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العظمى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السيد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عبد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السبزواري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دامت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بركاته</w:t>
        </w:r>
        <w:r w:rsidR="00406044" w:rsidRPr="005D7230">
          <w:rPr>
            <w:rStyle w:val="Hyperlink"/>
            <w:noProof/>
            <w:rtl/>
          </w:rPr>
          <w:t>.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85" w:history="1">
        <w:r w:rsidR="00406044" w:rsidRPr="005D7230">
          <w:rPr>
            <w:rStyle w:val="Hyperlink"/>
            <w:rFonts w:hint="eastAsia"/>
            <w:noProof/>
            <w:rtl/>
          </w:rPr>
          <w:t>تقديم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386" w:history="1">
        <w:r w:rsidR="00406044" w:rsidRPr="005D7230">
          <w:rPr>
            <w:rStyle w:val="Hyperlink"/>
            <w:rFonts w:hint="eastAsia"/>
            <w:noProof/>
            <w:rtl/>
          </w:rPr>
          <w:t>أحاديث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الصادق</w:t>
        </w:r>
        <w:r w:rsidR="00406044" w:rsidRPr="005D7230">
          <w:rPr>
            <w:rStyle w:val="Hyperlink"/>
            <w:noProof/>
            <w:rtl/>
          </w:rPr>
          <w:t xml:space="preserve"> (</w:t>
        </w:r>
        <w:r w:rsidR="00406044" w:rsidRPr="005D7230">
          <w:rPr>
            <w:rStyle w:val="Hyperlink"/>
            <w:rFonts w:hint="eastAsia"/>
            <w:noProof/>
            <w:rtl/>
          </w:rPr>
          <w:t>ع</w:t>
        </w:r>
        <w:r w:rsidR="00406044" w:rsidRPr="005D7230">
          <w:rPr>
            <w:rStyle w:val="Hyperlink"/>
            <w:noProof/>
            <w:rtl/>
          </w:rPr>
          <w:t xml:space="preserve">)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87" w:history="1">
        <w:r w:rsidR="00406044" w:rsidRPr="005D7230">
          <w:rPr>
            <w:rStyle w:val="Hyperlink"/>
            <w:rFonts w:hint="eastAsia"/>
            <w:noProof/>
            <w:rtl/>
          </w:rPr>
          <w:t>فصل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88" w:history="1"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عبادة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89" w:history="1"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يدفع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القضاء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Toc405289389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0" w:history="1"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شفاء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1" w:history="1">
        <w:r w:rsidR="00406044" w:rsidRPr="005D7230">
          <w:rPr>
            <w:rStyle w:val="Hyperlink"/>
            <w:rFonts w:hint="eastAsia"/>
            <w:noProof/>
            <w:rtl/>
          </w:rPr>
          <w:t>آداب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2" w:history="1">
        <w:r w:rsidR="00406044" w:rsidRPr="005D7230">
          <w:rPr>
            <w:rStyle w:val="Hyperlink"/>
            <w:rFonts w:hint="eastAsia"/>
            <w:noProof/>
            <w:rtl/>
          </w:rPr>
          <w:t>إستجابة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3" w:history="1">
        <w:r w:rsidR="00406044" w:rsidRPr="005D7230">
          <w:rPr>
            <w:rStyle w:val="Hyperlink"/>
            <w:rFonts w:hint="eastAsia"/>
            <w:noProof/>
            <w:rtl/>
          </w:rPr>
          <w:t>أ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الاقبال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4" w:history="1">
        <w:r w:rsidR="00406044" w:rsidRPr="005D7230">
          <w:rPr>
            <w:rStyle w:val="Hyperlink"/>
            <w:rFonts w:hint="eastAsia"/>
            <w:noProof/>
            <w:rtl/>
          </w:rPr>
          <w:t>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التضرع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إلى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5" w:history="1">
        <w:r w:rsidR="00406044" w:rsidRPr="005D7230">
          <w:rPr>
            <w:rStyle w:val="Hyperlink"/>
            <w:rFonts w:hint="eastAsia"/>
            <w:noProof/>
            <w:rtl/>
          </w:rPr>
          <w:t>جـ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الثناء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6" w:history="1">
        <w:r w:rsidR="00406044" w:rsidRPr="005D7230">
          <w:rPr>
            <w:rStyle w:val="Hyperlink"/>
            <w:rFonts w:hint="eastAsia"/>
            <w:noProof/>
            <w:rtl/>
          </w:rPr>
          <w:t>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الالحاح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7" w:history="1">
        <w:r w:rsidR="00406044" w:rsidRPr="005D7230">
          <w:rPr>
            <w:rStyle w:val="Hyperlink"/>
            <w:rFonts w:hint="eastAsia"/>
            <w:noProof/>
            <w:rtl/>
          </w:rPr>
          <w:t>هـ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اجتماع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المسلمين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8" w:history="1">
        <w:r w:rsidR="00406044" w:rsidRPr="005D7230">
          <w:rPr>
            <w:rStyle w:val="Hyperlink"/>
            <w:rFonts w:hint="eastAsia"/>
            <w:noProof/>
            <w:rtl/>
          </w:rPr>
          <w:t>و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الصلاة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النبي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وآله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399" w:history="1">
        <w:r w:rsidR="00406044" w:rsidRPr="005D7230">
          <w:rPr>
            <w:rStyle w:val="Hyperlink"/>
            <w:rFonts w:hint="eastAsia"/>
            <w:noProof/>
            <w:rtl/>
          </w:rPr>
          <w:t>ز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تسمية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الحاجة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Toc405289399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0" w:history="1">
        <w:r w:rsidR="00406044" w:rsidRPr="005D7230">
          <w:rPr>
            <w:rStyle w:val="Hyperlink"/>
            <w:rFonts w:hint="eastAsia"/>
            <w:noProof/>
            <w:rtl/>
          </w:rPr>
          <w:t>ح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أوقات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1" w:history="1"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للاخوان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2" w:history="1">
        <w:r w:rsidR="00406044" w:rsidRPr="005D7230">
          <w:rPr>
            <w:rStyle w:val="Hyperlink"/>
            <w:rFonts w:hint="eastAsia"/>
            <w:noProof/>
            <w:rtl/>
          </w:rPr>
          <w:t>دعوات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مستجابة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3" w:history="1">
        <w:r w:rsidR="00406044" w:rsidRPr="005D7230">
          <w:rPr>
            <w:rStyle w:val="Hyperlink"/>
            <w:rFonts w:hint="eastAsia"/>
            <w:noProof/>
            <w:rtl/>
          </w:rPr>
          <w:t>دعوات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تستجاب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28</w:t>
        </w:r>
        <w:r>
          <w:rPr>
            <w:noProof/>
            <w:webHidden/>
            <w:rtl/>
          </w:rPr>
          <w:fldChar w:fldCharType="end"/>
        </w:r>
      </w:hyperlink>
    </w:p>
    <w:p w:rsidR="000B3DE6" w:rsidRDefault="000B3DE6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04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الاول</w:t>
        </w:r>
        <w:r w:rsidR="00406044" w:rsidRPr="005D7230">
          <w:rPr>
            <w:rStyle w:val="Hyperlink"/>
            <w:noProof/>
            <w:rtl/>
          </w:rPr>
          <w:t xml:space="preserve"> :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الصباح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والمساء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31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5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الصباح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والمساء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33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6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قبل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طلوع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الشمس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وغروبها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7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بعد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الغداة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8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خروجه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منزله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09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النوم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Toc405289409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0" w:history="1">
        <w:r w:rsidR="00406044" w:rsidRPr="005D7230">
          <w:rPr>
            <w:rStyle w:val="Hyperlink"/>
            <w:noProof/>
            <w:rtl/>
          </w:rPr>
          <w:t xml:space="preserve">6 :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الانتباه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النوم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11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الثاني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12" w:history="1"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الوقاية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الكوارث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والاخطار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49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3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الوقاية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الكوراث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51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4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الحجب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الاعداء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52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5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الذي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يعوذ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نفسه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53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6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الوقاية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السلطان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58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7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دفع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يحذر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منه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60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8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الوقاية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الخوف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والهم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60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19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التحرز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المنصور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Toc405289419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62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0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: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الشدائد</w:t>
        </w:r>
        <w:r w:rsidR="00406044" w:rsidRPr="005D7230">
          <w:rPr>
            <w:rStyle w:val="Hyperlink"/>
            <w:noProof/>
            <w:rtl/>
          </w:rPr>
          <w:t xml:space="preserve"> :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88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1" w:history="1">
        <w:r w:rsidR="00406044" w:rsidRPr="005D7230">
          <w:rPr>
            <w:rStyle w:val="Hyperlink"/>
            <w:noProof/>
            <w:rtl/>
          </w:rPr>
          <w:t xml:space="preserve">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الوقاية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طوارق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الزمن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90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22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الثالث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93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23" w:history="1"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الايام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المباركة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93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4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يوم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الجمعة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95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5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يوم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المباهلة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98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6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عيد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الغدير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102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7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رجب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110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28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ليلة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النصف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شعبان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110</w:t>
        </w:r>
        <w:r>
          <w:rPr>
            <w:noProof/>
            <w:webHidden/>
            <w:rtl/>
          </w:rPr>
          <w:fldChar w:fldCharType="end"/>
        </w:r>
      </w:hyperlink>
    </w:p>
    <w:p w:rsidR="000B3DE6" w:rsidRDefault="000B3DE6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29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الرابع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Toc405289429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115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30" w:history="1"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115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1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رؤية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هلال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117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2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ليلة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118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3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آخر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الليلة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الاولى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4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الإفطار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5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حضور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6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ليالي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7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أيام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8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39" w:history="1">
        <w:r w:rsidR="00406044" w:rsidRPr="005D7230">
          <w:rPr>
            <w:rStyle w:val="Hyperlink"/>
            <w:noProof/>
            <w:rtl/>
          </w:rPr>
          <w:t xml:space="preserve">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Toc405289439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129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0" w:history="1">
        <w:r w:rsidR="00406044" w:rsidRPr="005D7230">
          <w:rPr>
            <w:rStyle w:val="Hyperlink"/>
            <w:noProof/>
            <w:rtl/>
          </w:rPr>
          <w:t xml:space="preserve">10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1" w:history="1">
        <w:r w:rsidR="00406044" w:rsidRPr="005D7230">
          <w:rPr>
            <w:rStyle w:val="Hyperlink"/>
            <w:noProof/>
            <w:rtl/>
          </w:rPr>
          <w:t xml:space="preserve">11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2" w:history="1">
        <w:r w:rsidR="00406044" w:rsidRPr="005D7230">
          <w:rPr>
            <w:rStyle w:val="Hyperlink"/>
            <w:noProof/>
            <w:rtl/>
          </w:rPr>
          <w:t xml:space="preserve">12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3" w:history="1">
        <w:r w:rsidR="00406044" w:rsidRPr="005D7230">
          <w:rPr>
            <w:rStyle w:val="Hyperlink"/>
            <w:noProof/>
            <w:rtl/>
          </w:rPr>
          <w:t xml:space="preserve">13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4" w:history="1">
        <w:r w:rsidR="00406044" w:rsidRPr="005D7230">
          <w:rPr>
            <w:rStyle w:val="Hyperlink"/>
            <w:noProof/>
            <w:rtl/>
          </w:rPr>
          <w:t xml:space="preserve">14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5" w:history="1">
        <w:r w:rsidR="00406044" w:rsidRPr="005D7230">
          <w:rPr>
            <w:rStyle w:val="Hyperlink"/>
            <w:noProof/>
            <w:rtl/>
          </w:rPr>
          <w:t xml:space="preserve">15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6" w:history="1">
        <w:r w:rsidR="00406044" w:rsidRPr="005D7230">
          <w:rPr>
            <w:rStyle w:val="Hyperlink"/>
            <w:noProof/>
            <w:rtl/>
          </w:rPr>
          <w:t xml:space="preserve">16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7" w:history="1">
        <w:r w:rsidR="00406044" w:rsidRPr="005D7230">
          <w:rPr>
            <w:rStyle w:val="Hyperlink"/>
            <w:noProof/>
            <w:rtl/>
          </w:rPr>
          <w:t xml:space="preserve">17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كل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ليلة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8" w:history="1">
        <w:r w:rsidR="00406044" w:rsidRPr="005D7230">
          <w:rPr>
            <w:rStyle w:val="Hyperlink"/>
            <w:noProof/>
            <w:rtl/>
          </w:rPr>
          <w:t xml:space="preserve">18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وداع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136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49" w:history="1">
        <w:r w:rsidR="00406044" w:rsidRPr="005D7230">
          <w:rPr>
            <w:rStyle w:val="Hyperlink"/>
            <w:noProof/>
            <w:rtl/>
          </w:rPr>
          <w:t xml:space="preserve">19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أخر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وداع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رمضان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Toc405289449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144</w:t>
        </w:r>
        <w:r>
          <w:rPr>
            <w:noProof/>
            <w:webHidden/>
            <w:rtl/>
          </w:rPr>
          <w:fldChar w:fldCharType="end"/>
        </w:r>
      </w:hyperlink>
    </w:p>
    <w:p w:rsidR="00116FA5" w:rsidRDefault="00116FA5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50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الخامس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147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51" w:history="1"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الحج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147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2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الخروج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إلى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السفر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3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آخر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السفر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لبيت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4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ركوب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راحلته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5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اثناء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المسير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6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باب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المسجد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الحرام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7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دخول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المسجد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الحرام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8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حول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الكعبة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59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دخول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الكعبة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Toc405289459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0" w:history="1">
        <w:r w:rsidR="00406044" w:rsidRPr="005D7230">
          <w:rPr>
            <w:rStyle w:val="Hyperlink"/>
            <w:noProof/>
            <w:rtl/>
          </w:rPr>
          <w:t xml:space="preserve">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الحجر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الاسود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158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1" w:history="1">
        <w:r w:rsidR="00406044" w:rsidRPr="005D7230">
          <w:rPr>
            <w:rStyle w:val="Hyperlink"/>
            <w:noProof/>
            <w:rtl/>
          </w:rPr>
          <w:t xml:space="preserve">10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الطواف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160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2" w:history="1">
        <w:r w:rsidR="00406044" w:rsidRPr="005D7230">
          <w:rPr>
            <w:rStyle w:val="Hyperlink"/>
            <w:noProof/>
            <w:rtl/>
          </w:rPr>
          <w:t xml:space="preserve">11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الصفا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161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3" w:history="1">
        <w:r w:rsidR="00406044" w:rsidRPr="005D7230">
          <w:rPr>
            <w:rStyle w:val="Hyperlink"/>
            <w:noProof/>
            <w:rtl/>
          </w:rPr>
          <w:t xml:space="preserve">12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الصفا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والمروة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162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4" w:history="1">
        <w:r w:rsidR="00406044" w:rsidRPr="005D7230">
          <w:rPr>
            <w:rStyle w:val="Hyperlink"/>
            <w:noProof/>
            <w:rtl/>
          </w:rPr>
          <w:t xml:space="preserve">13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عشية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عرفة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163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5" w:history="1">
        <w:r w:rsidR="00406044" w:rsidRPr="005D7230">
          <w:rPr>
            <w:rStyle w:val="Hyperlink"/>
            <w:noProof/>
            <w:rtl/>
          </w:rPr>
          <w:t xml:space="preserve">14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يوم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عرفة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164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6" w:history="1">
        <w:r w:rsidR="00406044" w:rsidRPr="005D7230">
          <w:rPr>
            <w:rStyle w:val="Hyperlink"/>
            <w:noProof/>
            <w:rtl/>
          </w:rPr>
          <w:t xml:space="preserve">15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الثاني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يوم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عرفة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171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67" w:history="1">
        <w:r w:rsidR="00406044" w:rsidRPr="005D7230">
          <w:rPr>
            <w:rStyle w:val="Hyperlink"/>
            <w:noProof/>
            <w:rtl/>
          </w:rPr>
          <w:t xml:space="preserve">16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الثالث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يوم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عرفة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181</w:t>
        </w:r>
        <w:r>
          <w:rPr>
            <w:noProof/>
            <w:webHidden/>
            <w:rtl/>
          </w:rPr>
          <w:fldChar w:fldCharType="end"/>
        </w:r>
      </w:hyperlink>
    </w:p>
    <w:p w:rsidR="00116FA5" w:rsidRDefault="00116FA5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68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السادس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189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69" w:history="1"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قي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وضوئه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وصلاته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Toc405289469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189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0" w:history="1">
        <w:r w:rsidR="00406044" w:rsidRPr="005D7230">
          <w:rPr>
            <w:rStyle w:val="Hyperlink"/>
            <w:rFonts w:hint="eastAsia"/>
            <w:noProof/>
            <w:rtl/>
          </w:rPr>
          <w:t>أ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الوضوء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1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الوضوء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2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غسل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يديه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3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المضمضة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4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الاستنشاق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5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غسل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الوجه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6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غسل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يده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اليمنى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7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غسل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يده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اليسرى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8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مسح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الرأس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79" w:history="1">
        <w:r w:rsidR="00406044" w:rsidRPr="005D7230">
          <w:rPr>
            <w:rStyle w:val="Hyperlink"/>
            <w:noProof/>
            <w:rtl/>
          </w:rPr>
          <w:t xml:space="preserve">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مسح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الرجلين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Toc405289479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0" w:history="1">
        <w:r w:rsidR="00406044" w:rsidRPr="005D7230">
          <w:rPr>
            <w:rStyle w:val="Hyperlink"/>
            <w:rFonts w:hint="eastAsia"/>
            <w:noProof/>
            <w:rtl/>
          </w:rPr>
          <w:t>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الصلاة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1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قبل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الصلاة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2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السجود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3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بعد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السجود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4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القنوت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5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الثاني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القنوت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199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6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بعد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الصلاة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7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بعد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صلاة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الظهر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88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بعد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صلاة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المغرب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89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السابع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Toc405289489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205</w:t>
        </w:r>
        <w:r>
          <w:rPr>
            <w:noProof/>
            <w:webHidden/>
            <w:rtl/>
          </w:rPr>
          <w:fldChar w:fldCharType="end"/>
        </w:r>
      </w:hyperlink>
    </w:p>
    <w:p w:rsidR="00116FA5" w:rsidRDefault="00116FA5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90" w:history="1"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للنبي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cs="Rafed Alaem" w:hint="eastAsia"/>
            <w:noProof/>
            <w:rtl/>
          </w:rPr>
          <w:t>صلى‌الله‌عليه‌وآله‌وسلم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ولآله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وشيعتهم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1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للنبي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207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2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لاهل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البيت</w:t>
        </w:r>
        <w:r w:rsidR="00406044" w:rsidRPr="005D7230">
          <w:rPr>
            <w:rStyle w:val="Hyperlink"/>
            <w:noProof/>
            <w:rtl/>
          </w:rPr>
          <w:t xml:space="preserve"> (</w:t>
        </w:r>
        <w:r w:rsidR="00406044" w:rsidRPr="005D7230">
          <w:rPr>
            <w:rStyle w:val="Hyperlink"/>
            <w:rFonts w:hint="eastAsia"/>
            <w:noProof/>
            <w:rtl/>
          </w:rPr>
          <w:t>ع</w:t>
        </w:r>
        <w:r w:rsidR="00406044" w:rsidRPr="005D7230">
          <w:rPr>
            <w:rStyle w:val="Hyperlink"/>
            <w:noProof/>
            <w:rtl/>
          </w:rPr>
          <w:t>)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3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لشيعته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94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495" w:history="1"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تلاوته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للقرآن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وغيره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6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الاول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تلاوته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للقرآن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219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7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الثاني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تلاوته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للقرآن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8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الفراغ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تلاوة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القرآن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499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لحفظ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القرآن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Toc405289499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0" w:history="1"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1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الدعاء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226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2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لالطاف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انبيائه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228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3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لمهام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الامور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232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4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لوسائل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الخير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233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5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للخضوع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والخشوع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235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6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لتوحيد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238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7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طلب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والسلامة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240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8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لتمجيد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241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09" w:history="1">
        <w:r w:rsidR="00406044" w:rsidRPr="005D7230">
          <w:rPr>
            <w:rStyle w:val="Hyperlink"/>
            <w:noProof/>
            <w:rtl/>
          </w:rPr>
          <w:t xml:space="preserve">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الجامع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لامور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الدنيا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والآخرة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Toc405289509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0" w:history="1">
        <w:r w:rsidR="00406044" w:rsidRPr="005D7230">
          <w:rPr>
            <w:rStyle w:val="Hyperlink"/>
            <w:noProof/>
            <w:rtl/>
          </w:rPr>
          <w:t xml:space="preserve">10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الفلسفي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الذي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علمه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لجابر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244</w:t>
        </w:r>
        <w:r>
          <w:rPr>
            <w:noProof/>
            <w:webHidden/>
            <w:rtl/>
          </w:rPr>
          <w:fldChar w:fldCharType="end"/>
        </w:r>
      </w:hyperlink>
    </w:p>
    <w:p w:rsidR="00116FA5" w:rsidRDefault="00116FA5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511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التاسع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512" w:history="1">
        <w:r w:rsidR="00406044" w:rsidRPr="005D7230">
          <w:rPr>
            <w:rStyle w:val="Hyperlink"/>
            <w:rFonts w:hint="eastAsia"/>
            <w:noProof/>
            <w:rtl/>
          </w:rPr>
          <w:t>مناجاته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،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وأدعيته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القصار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249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3" w:history="1"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القصار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4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حمد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5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بالوحدانية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6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التوحيد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7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للتمكن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صلة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الفقراء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8" w:history="1">
        <w:r w:rsidR="00406044" w:rsidRPr="005D7230">
          <w:rPr>
            <w:rStyle w:val="Hyperlink"/>
            <w:noProof/>
            <w:rtl/>
          </w:rPr>
          <w:t xml:space="preserve">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طلب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الرزق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255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19" w:history="1">
        <w:r w:rsidR="00406044" w:rsidRPr="005D7230">
          <w:rPr>
            <w:rStyle w:val="Hyperlink"/>
            <w:noProof/>
            <w:rtl/>
          </w:rPr>
          <w:t xml:space="preserve">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الحمد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الطاعة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Toc405289519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0" w:history="1">
        <w:r w:rsidR="00406044" w:rsidRPr="005D7230">
          <w:rPr>
            <w:rStyle w:val="Hyperlink"/>
            <w:noProof/>
            <w:rtl/>
          </w:rPr>
          <w:t xml:space="preserve">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الحمد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على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فضل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1" w:history="1">
        <w:r w:rsidR="00406044" w:rsidRPr="005D7230">
          <w:rPr>
            <w:rStyle w:val="Hyperlink"/>
            <w:noProof/>
            <w:rtl/>
          </w:rPr>
          <w:t xml:space="preserve">8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طلب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العفو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الله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2" w:history="1">
        <w:r w:rsidR="00406044" w:rsidRPr="005D7230">
          <w:rPr>
            <w:rStyle w:val="Hyperlink"/>
            <w:noProof/>
            <w:rtl/>
          </w:rPr>
          <w:t xml:space="preserve">9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لقضاء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الحوائج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3" w:history="1">
        <w:r w:rsidR="00406044" w:rsidRPr="005D7230">
          <w:rPr>
            <w:rStyle w:val="Hyperlink"/>
            <w:noProof/>
            <w:rtl/>
          </w:rPr>
          <w:t xml:space="preserve">10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ادعيته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دفع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الامراض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258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4" w:history="1">
        <w:r w:rsidR="00406044" w:rsidRPr="005D7230">
          <w:rPr>
            <w:rStyle w:val="Hyperlink"/>
            <w:noProof/>
            <w:rtl/>
          </w:rPr>
          <w:t xml:space="preserve">11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المصيبة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5" w:history="1">
        <w:r w:rsidR="00406044" w:rsidRPr="005D7230">
          <w:rPr>
            <w:rStyle w:val="Hyperlink"/>
            <w:noProof/>
            <w:rtl/>
          </w:rPr>
          <w:t xml:space="preserve">12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عند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اجابة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دعائه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6" w:history="1">
        <w:r w:rsidR="00406044" w:rsidRPr="005D7230">
          <w:rPr>
            <w:rStyle w:val="Hyperlink"/>
            <w:noProof/>
            <w:rtl/>
          </w:rPr>
          <w:t xml:space="preserve">13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للتوسعة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عليه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263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7" w:history="1">
        <w:r w:rsidR="00406044" w:rsidRPr="005D7230">
          <w:rPr>
            <w:rStyle w:val="Hyperlink"/>
            <w:noProof/>
            <w:rtl/>
          </w:rPr>
          <w:t xml:space="preserve">14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إذا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أهمه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أمر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Toc405289527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8" w:history="1">
        <w:r w:rsidR="00406044" w:rsidRPr="005D7230">
          <w:rPr>
            <w:rStyle w:val="Hyperlink"/>
            <w:noProof/>
            <w:rtl/>
          </w:rPr>
          <w:t xml:space="preserve">15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طلب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المغفرة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Toc405289528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29" w:history="1">
        <w:r w:rsidR="00406044" w:rsidRPr="005D7230">
          <w:rPr>
            <w:rStyle w:val="Hyperlink"/>
            <w:noProof/>
            <w:rtl/>
          </w:rPr>
          <w:t xml:space="preserve">16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لتعجيل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الدين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Toc405289529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264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30" w:history="1">
        <w:r w:rsidR="00406044" w:rsidRPr="005D7230">
          <w:rPr>
            <w:rStyle w:val="Hyperlink"/>
            <w:noProof/>
            <w:rtl/>
          </w:rPr>
          <w:t xml:space="preserve">17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دعاؤه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في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مهام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الامور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Toc405289530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265</w:t>
        </w:r>
        <w:r>
          <w:rPr>
            <w:noProof/>
            <w:webHidden/>
            <w:rtl/>
          </w:rPr>
          <w:fldChar w:fldCharType="end"/>
        </w:r>
      </w:hyperlink>
    </w:p>
    <w:p w:rsidR="00116FA5" w:rsidRDefault="00116FA5">
      <w:pPr>
        <w:bidi w:val="0"/>
        <w:spacing w:before="480" w:line="276" w:lineRule="auto"/>
        <w:ind w:firstLine="0"/>
        <w:jc w:val="center"/>
        <w:rPr>
          <w:rStyle w:val="Hyperlink"/>
          <w:bCs/>
          <w:noProof/>
        </w:rPr>
      </w:pPr>
      <w:r>
        <w:rPr>
          <w:rStyle w:val="Hyperlink"/>
          <w:noProof/>
        </w:rPr>
        <w:br w:type="page"/>
      </w:r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531" w:history="1">
        <w:r w:rsidR="00406044" w:rsidRPr="005D7230">
          <w:rPr>
            <w:rStyle w:val="Hyperlink"/>
            <w:rFonts w:hint="eastAsia"/>
            <w:noProof/>
            <w:rtl/>
          </w:rPr>
          <w:t>القسم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العاشر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Toc405289531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1"/>
        <w:rPr>
          <w:rFonts w:asciiTheme="minorHAnsi" w:eastAsiaTheme="minorEastAsia" w:hAnsiTheme="minorHAnsi" w:cstheme="minorBidi"/>
          <w:bCs w:val="0"/>
          <w:noProof/>
          <w:color w:val="auto"/>
          <w:sz w:val="22"/>
          <w:szCs w:val="22"/>
          <w:rtl/>
        </w:rPr>
      </w:pPr>
      <w:hyperlink w:anchor="_Toc405289532" w:history="1">
        <w:r w:rsidR="00406044" w:rsidRPr="005D7230">
          <w:rPr>
            <w:rStyle w:val="Hyperlink"/>
            <w:rFonts w:hint="eastAsia"/>
            <w:noProof/>
            <w:rtl/>
          </w:rPr>
          <w:t>فيما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يرويه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من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آبائه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Toc405289532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33" w:history="1">
        <w:r w:rsidR="00406044" w:rsidRPr="005D7230">
          <w:rPr>
            <w:rStyle w:val="Hyperlink"/>
            <w:noProof/>
            <w:rtl/>
          </w:rPr>
          <w:t xml:space="preserve">1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النبي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cs="Rafed Alaem" w:hint="eastAsia"/>
            <w:noProof/>
            <w:rtl/>
          </w:rPr>
          <w:t>صلى‌الله‌عليه‌وآله‌وسلم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Toc405289533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269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2"/>
        <w:tabs>
          <w:tab w:val="right" w:leader="dot" w:pos="73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34" w:history="1">
        <w:r w:rsidR="00406044" w:rsidRPr="005D7230">
          <w:rPr>
            <w:rStyle w:val="Hyperlink"/>
            <w:noProof/>
            <w:rtl/>
          </w:rPr>
          <w:t xml:space="preserve">2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داعية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أمير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المؤمنين</w:t>
        </w:r>
        <w:r w:rsidR="00406044" w:rsidRPr="005D7230">
          <w:rPr>
            <w:rStyle w:val="Hyperlink"/>
            <w:noProof/>
            <w:rtl/>
          </w:rPr>
          <w:t xml:space="preserve"> (</w:t>
        </w:r>
        <w:r w:rsidR="00406044" w:rsidRPr="005D7230">
          <w:rPr>
            <w:rStyle w:val="Hyperlink"/>
            <w:rFonts w:hint="eastAsia"/>
            <w:noProof/>
            <w:rtl/>
          </w:rPr>
          <w:t>ع</w:t>
        </w:r>
        <w:r w:rsidR="00406044" w:rsidRPr="005D7230">
          <w:rPr>
            <w:rStyle w:val="Hyperlink"/>
            <w:noProof/>
            <w:rtl/>
          </w:rPr>
          <w:t>)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Toc405289534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272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35" w:history="1">
        <w:r w:rsidR="00406044" w:rsidRPr="005D7230">
          <w:rPr>
            <w:rStyle w:val="Hyperlink"/>
            <w:noProof/>
            <w:rtl/>
          </w:rPr>
          <w:t xml:space="preserve">3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التي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يرويها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عن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زين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العابدين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Toc405289535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277</w:t>
        </w:r>
        <w:r>
          <w:rPr>
            <w:noProof/>
            <w:webHidden/>
            <w:rtl/>
          </w:rPr>
          <w:fldChar w:fldCharType="end"/>
        </w:r>
      </w:hyperlink>
    </w:p>
    <w:p w:rsidR="00406044" w:rsidRDefault="00FE0B24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rtl/>
        </w:rPr>
      </w:pPr>
      <w:hyperlink w:anchor="_Toc405289536" w:history="1">
        <w:r w:rsidR="00406044" w:rsidRPr="005D7230">
          <w:rPr>
            <w:rStyle w:val="Hyperlink"/>
            <w:noProof/>
            <w:rtl/>
          </w:rPr>
          <w:t xml:space="preserve">4 </w:t>
        </w:r>
        <w:r w:rsidR="00406044" w:rsidRPr="005D7230">
          <w:rPr>
            <w:rStyle w:val="Hyperlink"/>
            <w:rFonts w:hint="eastAsia"/>
            <w:noProof/>
            <w:rtl/>
          </w:rPr>
          <w:t>ـ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أدعية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الامام</w:t>
        </w:r>
        <w:r w:rsidR="00406044" w:rsidRPr="005D7230">
          <w:rPr>
            <w:rStyle w:val="Hyperlink"/>
            <w:noProof/>
            <w:rtl/>
          </w:rPr>
          <w:t xml:space="preserve"> </w:t>
        </w:r>
        <w:r w:rsidR="00406044" w:rsidRPr="005D7230">
          <w:rPr>
            <w:rStyle w:val="Hyperlink"/>
            <w:rFonts w:hint="eastAsia"/>
            <w:noProof/>
            <w:rtl/>
          </w:rPr>
          <w:t>الباقر</w:t>
        </w:r>
        <w:r w:rsidR="00406044"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 w:rsidR="00406044">
          <w:rPr>
            <w:noProof/>
            <w:webHidden/>
            <w:rtl/>
          </w:rPr>
          <w:instrText xml:space="preserve"> </w:instrText>
        </w:r>
        <w:r w:rsidR="00406044">
          <w:rPr>
            <w:noProof/>
            <w:webHidden/>
          </w:rPr>
          <w:instrText>PAGEREF</w:instrText>
        </w:r>
        <w:r w:rsidR="00406044">
          <w:rPr>
            <w:noProof/>
            <w:webHidden/>
            <w:rtl/>
          </w:rPr>
          <w:instrText xml:space="preserve"> _</w:instrText>
        </w:r>
        <w:r w:rsidR="00406044">
          <w:rPr>
            <w:noProof/>
            <w:webHidden/>
          </w:rPr>
          <w:instrText>Toc405289536 \h</w:instrText>
        </w:r>
        <w:r w:rsidR="00406044"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C75EA0">
          <w:rPr>
            <w:noProof/>
            <w:webHidden/>
            <w:rtl/>
          </w:rPr>
          <w:t>279</w:t>
        </w:r>
        <w:r>
          <w:rPr>
            <w:noProof/>
            <w:webHidden/>
            <w:rtl/>
          </w:rPr>
          <w:fldChar w:fldCharType="end"/>
        </w:r>
      </w:hyperlink>
    </w:p>
    <w:p w:rsidR="00A60096" w:rsidRDefault="00FE0B24" w:rsidP="00A60096">
      <w:pPr>
        <w:pStyle w:val="libNormal"/>
        <w:rPr>
          <w:rtl/>
        </w:rPr>
      </w:pPr>
      <w:r>
        <w:rPr>
          <w:rtl/>
        </w:rPr>
        <w:fldChar w:fldCharType="end"/>
      </w:r>
    </w:p>
    <w:sectPr w:rsidR="00A60096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CF3" w:rsidRDefault="00FD6CF3">
      <w:r>
        <w:separator/>
      </w:r>
    </w:p>
  </w:endnote>
  <w:endnote w:type="continuationSeparator" w:id="1">
    <w:p w:rsidR="00FD6CF3" w:rsidRDefault="00FD6C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FE0B24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C75EA0">
      <w:rPr>
        <w:rFonts w:cs="Times New Roman"/>
        <w:noProof/>
        <w:sz w:val="26"/>
        <w:szCs w:val="26"/>
        <w:rtl/>
      </w:rPr>
      <w:t>294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FE0B24" w:rsidP="00A60096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C75EA0">
      <w:rPr>
        <w:rFonts w:cs="Times New Roman"/>
        <w:noProof/>
        <w:rtl/>
      </w:rPr>
      <w:t>293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FE0B24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C75EA0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CF3" w:rsidRDefault="00FD6CF3">
      <w:r>
        <w:separator/>
      </w:r>
    </w:p>
  </w:footnote>
  <w:footnote w:type="continuationSeparator" w:id="1">
    <w:p w:rsidR="00FD6CF3" w:rsidRDefault="00FD6C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26E1"/>
    <w:rsid w:val="00005A19"/>
    <w:rsid w:val="00024DBC"/>
    <w:rsid w:val="000267FE"/>
    <w:rsid w:val="00034DB7"/>
    <w:rsid w:val="00040798"/>
    <w:rsid w:val="00041DEC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B3DE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16FA5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35E7"/>
    <w:rsid w:val="003771B6"/>
    <w:rsid w:val="0038683D"/>
    <w:rsid w:val="00387F48"/>
    <w:rsid w:val="003926E1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6044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4BC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652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096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5EA0"/>
    <w:rsid w:val="00C76A9C"/>
    <w:rsid w:val="00C77054"/>
    <w:rsid w:val="00C80492"/>
    <w:rsid w:val="00C81C96"/>
    <w:rsid w:val="00C86F65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32CA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1152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D6CF3"/>
    <w:rsid w:val="00FE0B24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0096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uiPriority w:val="39"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A60096"/>
    <w:pPr>
      <w:tabs>
        <w:tab w:val="center" w:pos="4153"/>
        <w:tab w:val="right" w:pos="8306"/>
      </w:tabs>
      <w:ind w:firstLine="0"/>
      <w:jc w:val="center"/>
    </w:pPr>
    <w:rPr>
      <w:szCs w:val="26"/>
    </w:rPr>
  </w:style>
  <w:style w:type="character" w:customStyle="1" w:styleId="FooterChar">
    <w:name w:val="Footer Char"/>
    <w:basedOn w:val="DefaultParagraphFont"/>
    <w:link w:val="Footer"/>
    <w:rsid w:val="00A60096"/>
    <w:rPr>
      <w:rFonts w:cs="Traditional Arabic"/>
      <w:color w:val="000000"/>
      <w:sz w:val="24"/>
      <w:szCs w:val="26"/>
      <w:lang w:bidi="ar-SA"/>
    </w:rPr>
  </w:style>
  <w:style w:type="character" w:styleId="PageNumber">
    <w:name w:val="page number"/>
    <w:basedOn w:val="DefaultParagraphFont"/>
    <w:rsid w:val="00A60096"/>
  </w:style>
  <w:style w:type="paragraph" w:styleId="TOC6">
    <w:name w:val="toc 6"/>
    <w:basedOn w:val="Normal"/>
    <w:next w:val="Normal"/>
    <w:autoRedefine/>
    <w:uiPriority w:val="39"/>
    <w:unhideWhenUsed/>
    <w:rsid w:val="00406044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406044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406044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406044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0604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14C9B-0B21-4AE5-92E7-AB8B1F42A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37</TotalTime>
  <Pages>294</Pages>
  <Words>59903</Words>
  <Characters>341452</Characters>
  <Application>Microsoft Office Word</Application>
  <DocSecurity>0</DocSecurity>
  <Lines>2845</Lines>
  <Paragraphs>801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400554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11</cp:revision>
  <cp:lastPrinted>2014-12-02T09:50:00Z</cp:lastPrinted>
  <dcterms:created xsi:type="dcterms:W3CDTF">2014-12-02T09:12:00Z</dcterms:created>
  <dcterms:modified xsi:type="dcterms:W3CDTF">2014-12-02T09:54:00Z</dcterms:modified>
</cp:coreProperties>
</file>